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551A" w14:textId="490C761A" w:rsidR="00DB308D" w:rsidRPr="008541C2" w:rsidRDefault="00DB308D" w:rsidP="004C2111">
      <w:pPr>
        <w:pStyle w:val="Reference"/>
        <w:rPr>
          <w:rFonts w:cstheme="minorBidi"/>
          <w:cs/>
          <w:lang w:val="en-US" w:bidi="th-TH"/>
        </w:rPr>
      </w:pPr>
    </w:p>
    <w:p w14:paraId="202FB438" w14:textId="77777777" w:rsidR="00DD1E47" w:rsidRDefault="00DD1E47" w:rsidP="006771E8">
      <w:pPr>
        <w:pStyle w:val="BodyText"/>
      </w:pPr>
    </w:p>
    <w:p w14:paraId="61217FCA" w14:textId="77777777" w:rsidR="00D15EA5" w:rsidRDefault="006F1B19" w:rsidP="00D15EA5">
      <w:pPr>
        <w:pStyle w:val="BodyText"/>
      </w:pPr>
      <w:r w:rsidRPr="004A0DFE">
        <w:br w:type="textWrapping" w:clear="all"/>
      </w:r>
    </w:p>
    <w:p w14:paraId="5D30521B" w14:textId="77777777" w:rsidR="00D15EA5" w:rsidRDefault="00D15EA5" w:rsidP="00D15EA5">
      <w:pPr>
        <w:pStyle w:val="BodyText"/>
      </w:pPr>
    </w:p>
    <w:p w14:paraId="21CABAF7" w14:textId="2DBD24C9" w:rsidR="00D15EA5" w:rsidRDefault="00D15EA5" w:rsidP="00D15EA5">
      <w:pPr>
        <w:pStyle w:val="BodyText"/>
        <w:rPr>
          <w:rFonts w:cstheme="minorBidi"/>
          <w:lang w:bidi="th-TH"/>
        </w:rPr>
      </w:pPr>
    </w:p>
    <w:p w14:paraId="4C3909F0" w14:textId="77777777" w:rsidR="00063F41" w:rsidRPr="00D15EA5" w:rsidRDefault="00063F41" w:rsidP="00D15EA5">
      <w:pPr>
        <w:pStyle w:val="BodyText"/>
        <w:rPr>
          <w:rFonts w:cstheme="minorBidi"/>
          <w:cs/>
          <w:lang w:bidi="th-TH"/>
        </w:rPr>
      </w:pPr>
    </w:p>
    <w:p w14:paraId="5A9930DF" w14:textId="77777777" w:rsidR="002C303B" w:rsidRDefault="002C303B" w:rsidP="002C303B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0C143A34" w14:textId="77777777" w:rsidR="00FD44EE" w:rsidRDefault="00FD44EE" w:rsidP="002C303B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300B4D61" w14:textId="4DB0CA0A" w:rsidR="00634D49" w:rsidRPr="00507655" w:rsidRDefault="00634D49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val="en-US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เสนอ คณะกรรมการและผู้ถือหุ้นของบริษัท </w:t>
      </w:r>
      <w:r w:rsidR="00334BEB" w:rsidRPr="00334BEB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ไว</w:t>
      </w:r>
      <w:proofErr w:type="spellStart"/>
      <w:r w:rsidR="00334BEB" w:rsidRPr="00334BEB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ส์</w:t>
      </w:r>
      <w:proofErr w:type="spellEnd"/>
      <w:r w:rsidR="00334BEB" w:rsidRPr="00334BEB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proofErr w:type="spellStart"/>
      <w:r w:rsidR="00334BEB" w:rsidRPr="00334BEB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โล</w:t>
      </w:r>
      <w:proofErr w:type="spellEnd"/>
      <w:r w:rsidR="00334BEB" w:rsidRPr="00334BEB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จิสติ</w:t>
      </w:r>
      <w:proofErr w:type="spellStart"/>
      <w:r w:rsidR="00334BEB" w:rsidRPr="00334BEB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กส์</w:t>
      </w:r>
      <w:proofErr w:type="spellEnd"/>
      <w:r w:rsidR="00A0102D"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จำกัด 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</w:rPr>
        <w:t>(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  <w:lang w:bidi="th-TH"/>
        </w:rPr>
        <w:t>มหาชน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</w:rPr>
        <w:t>)</w:t>
      </w:r>
    </w:p>
    <w:p w14:paraId="580879B3" w14:textId="696992D9" w:rsidR="00AD3B26" w:rsidRPr="00B80F82" w:rsidRDefault="00AD3B26" w:rsidP="00260227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7C8212C5" w14:textId="10242628" w:rsidR="00A712D3" w:rsidRPr="00B80F82" w:rsidRDefault="00614981" w:rsidP="00D13848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ข้าพเจ้าได้สอบทานข้อมูลทางการเงินรวม</w:t>
      </w:r>
      <w:r w:rsidR="008C03B2">
        <w:rPr>
          <w:rFonts w:ascii="BrowalliaUPC" w:hAnsi="BrowalliaUPC" w:cs="BrowalliaUPC" w:hint="cs"/>
          <w:sz w:val="28"/>
          <w:szCs w:val="28"/>
          <w:cs/>
          <w:lang w:bidi="th-TH"/>
        </w:rPr>
        <w:t>และเฉพาะ</w:t>
      </w:r>
      <w:r w:rsidR="004B3CDE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ระหว่างกาลของบริษัท</w:t>
      </w:r>
      <w:r w:rsidR="00A712D3" w:rsidRPr="00B80F82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334BEB" w:rsidRPr="00334BEB">
        <w:rPr>
          <w:rFonts w:ascii="BrowalliaUPC" w:hAnsi="BrowalliaUPC" w:cs="BrowalliaUPC" w:hint="cs"/>
          <w:sz w:val="28"/>
          <w:szCs w:val="28"/>
          <w:cs/>
          <w:lang w:bidi="th-TH"/>
        </w:rPr>
        <w:t>ไว</w:t>
      </w:r>
      <w:proofErr w:type="spellStart"/>
      <w:r w:rsidR="00334BEB" w:rsidRPr="00334BEB">
        <w:rPr>
          <w:rFonts w:ascii="BrowalliaUPC" w:hAnsi="BrowalliaUPC" w:cs="BrowalliaUPC" w:hint="cs"/>
          <w:sz w:val="28"/>
          <w:szCs w:val="28"/>
          <w:cs/>
          <w:lang w:bidi="th-TH"/>
        </w:rPr>
        <w:t>ส์</w:t>
      </w:r>
      <w:proofErr w:type="spellEnd"/>
      <w:r w:rsidR="00334BEB" w:rsidRPr="00334BEB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proofErr w:type="spellStart"/>
      <w:r w:rsidR="00334BEB" w:rsidRPr="00334BEB">
        <w:rPr>
          <w:rFonts w:ascii="BrowalliaUPC" w:hAnsi="BrowalliaUPC" w:cs="BrowalliaUPC" w:hint="cs"/>
          <w:sz w:val="28"/>
          <w:szCs w:val="28"/>
          <w:cs/>
          <w:lang w:bidi="th-TH"/>
        </w:rPr>
        <w:t>โล</w:t>
      </w:r>
      <w:proofErr w:type="spellEnd"/>
      <w:r w:rsidR="00334BEB" w:rsidRPr="00334BEB">
        <w:rPr>
          <w:rFonts w:ascii="BrowalliaUPC" w:hAnsi="BrowalliaUPC" w:cs="BrowalliaUPC" w:hint="cs"/>
          <w:sz w:val="28"/>
          <w:szCs w:val="28"/>
          <w:cs/>
          <w:lang w:bidi="th-TH"/>
        </w:rPr>
        <w:t>จิสติ</w:t>
      </w:r>
      <w:proofErr w:type="spellStart"/>
      <w:r w:rsidR="00334BEB" w:rsidRPr="00334BEB">
        <w:rPr>
          <w:rFonts w:ascii="BrowalliaUPC" w:hAnsi="BrowalliaUPC" w:cs="BrowalliaUPC" w:hint="cs"/>
          <w:sz w:val="28"/>
          <w:szCs w:val="28"/>
          <w:cs/>
          <w:lang w:bidi="th-TH"/>
        </w:rPr>
        <w:t>กส์</w:t>
      </w:r>
      <w:proofErr w:type="spellEnd"/>
      <w:r w:rsidR="00A712D3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จำกัด (มหาชน) และบริษัทย่อย </w:t>
      </w:r>
      <w:r w:rsidR="00B53AA9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(กลุ่มบริษัท) </w:t>
      </w:r>
      <w:r w:rsidR="003D0AD8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ซึ่งประกอบด้วย</w:t>
      </w:r>
      <w:r w:rsidR="003D0AD8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3D0AD8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งบฐานะการเงินรวมและเฉพาะบริษัท</w:t>
      </w:r>
      <w:r w:rsidR="003D0AD8" w:rsidRPr="00B80F82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A712D3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ณ วันที่ </w:t>
      </w:r>
      <w:r w:rsidR="00334BEB">
        <w:rPr>
          <w:rFonts w:ascii="BrowalliaUPC" w:hAnsi="BrowalliaUPC" w:cs="BrowalliaUPC"/>
          <w:sz w:val="28"/>
          <w:szCs w:val="28"/>
          <w:lang w:bidi="th-TH"/>
        </w:rPr>
        <w:br/>
      </w:r>
      <w:r w:rsidR="00834CFC">
        <w:rPr>
          <w:rFonts w:ascii="BrowalliaUPC" w:hAnsi="BrowalliaUPC" w:cs="BrowalliaUPC"/>
          <w:sz w:val="28"/>
          <w:szCs w:val="28"/>
          <w:lang w:bidi="th-TH"/>
        </w:rPr>
        <w:t>31</w:t>
      </w:r>
      <w:r w:rsidR="00834CFC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มีนาคม</w:t>
      </w:r>
      <w:r w:rsidR="00834CFC">
        <w:rPr>
          <w:rFonts w:ascii="BrowalliaUPC" w:hAnsi="BrowalliaUPC" w:cs="BrowalliaUPC"/>
          <w:sz w:val="28"/>
          <w:szCs w:val="28"/>
          <w:lang w:val="en-US" w:bidi="th-TH"/>
        </w:rPr>
        <w:t xml:space="preserve"> 2568</w:t>
      </w:r>
      <w:r w:rsidR="00A712D3" w:rsidRPr="00B80F82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งบกำไรขาดทุนเบ็ดเสร็จรวม</w:t>
      </w:r>
      <w:r w:rsidR="009A7910">
        <w:rPr>
          <w:rFonts w:ascii="BrowalliaUPC" w:hAnsi="BrowalliaUPC" w:cs="BrowalliaUPC" w:hint="cs"/>
          <w:sz w:val="28"/>
          <w:szCs w:val="28"/>
          <w:cs/>
          <w:lang w:bidi="th-TH"/>
        </w:rPr>
        <w:t>และ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เฉพาะบริษัท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A3D6A" w:rsidRPr="00C73A83">
        <w:rPr>
          <w:rFonts w:ascii="Browallia New" w:hAnsi="Browallia New" w:cs="Browallia New" w:hint="cs"/>
          <w:sz w:val="28"/>
          <w:szCs w:val="28"/>
          <w:cs/>
          <w:lang w:bidi="th-TH"/>
        </w:rPr>
        <w:t>งบ</w:t>
      </w:r>
      <w:r w:rsidR="00EA3D6A">
        <w:rPr>
          <w:rFonts w:ascii="Browallia New" w:hAnsi="Browallia New" w:cs="Browallia New" w:hint="cs"/>
          <w:sz w:val="28"/>
          <w:szCs w:val="28"/>
          <w:cs/>
          <w:lang w:bidi="th-TH"/>
        </w:rPr>
        <w:t>การเปลี่ยนแปลงส่วนของ</w:t>
      </w:r>
      <w:r w:rsidR="00685891">
        <w:rPr>
          <w:rFonts w:ascii="Browallia New" w:hAnsi="Browallia New" w:cs="Browallia New" w:hint="cs"/>
          <w:sz w:val="28"/>
          <w:szCs w:val="28"/>
          <w:cs/>
          <w:lang w:bidi="th-TH"/>
        </w:rPr>
        <w:t>ผู้ถือหุ้น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รวมและเฉพาะบริษัท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รวมถึงงบกระแสเงินสดรวมและเฉพาะบริษัทสำหรับงวด</w:t>
      </w:r>
      <w:r w:rsidR="00834CFC">
        <w:rPr>
          <w:rFonts w:ascii="BrowalliaUPC" w:hAnsi="BrowalliaUPC" w:cs="BrowalliaUPC" w:hint="cs"/>
          <w:sz w:val="28"/>
          <w:szCs w:val="28"/>
          <w:cs/>
          <w:lang w:bidi="th-TH"/>
        </w:rPr>
        <w:t>สาม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เดือนสิ้นสุดวันเดียวกัน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และหมายเหตุประกอบข้อมูลทางการเงินระหว่างกาลแบบย่อ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ซึ่งผู้บริหารของบริษัทเป็นผู้รับผิดชอบในการจัดทำและนำเสนอข้อมูลทางการเงินรวมและเฉพาะบริษัทระหว่างกาลนี้ตามมาตรฐานการบัญชี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="00F00329" w:rsidRPr="00B80F82">
        <w:rPr>
          <w:rFonts w:ascii="BrowalliaUPC" w:hAnsi="BrowalliaUPC" w:cs="BrowalliaUPC"/>
          <w:sz w:val="28"/>
          <w:szCs w:val="28"/>
          <w:lang w:val="en-US" w:bidi="th-TH"/>
        </w:rPr>
        <w:t xml:space="preserve"> 34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ส่วนข้าพเจ้าเป็นผู้รับผิดชอบในการให้ข้อสรุปเกี่ยวกับข้อมูลทางการเงินรวมและเฉพาะบริษัทระหว่างกาลดังกล่าวจากผลการสอบทานของข้าพเจ้า</w:t>
      </w:r>
    </w:p>
    <w:p w14:paraId="3AF2AA0B" w14:textId="77777777" w:rsidR="00CE3C34" w:rsidRPr="00B80F82" w:rsidRDefault="00CE3C34" w:rsidP="009E6DEC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3C23F08F" w14:textId="77777777" w:rsidR="00CD4D4E" w:rsidRPr="00B80F82" w:rsidRDefault="00CD4D4E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rtl/>
          <w:lang w:val="en-US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B80F82" w:rsidRDefault="00CD4D4E" w:rsidP="00260227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rtl/>
          <w:cs/>
        </w:rPr>
      </w:pPr>
    </w:p>
    <w:p w14:paraId="664B8084" w14:textId="29EE420A" w:rsidR="009A7786" w:rsidRPr="00B80F82" w:rsidRDefault="00615389" w:rsidP="009A7786">
      <w:pPr>
        <w:jc w:val="thaiDistribute"/>
        <w:rPr>
          <w:rFonts w:ascii="BrowalliaUPC" w:hAnsi="BrowalliaUPC" w:cs="BrowalliaUPC"/>
          <w:sz w:val="28"/>
          <w:szCs w:val="28"/>
        </w:rPr>
      </w:pP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ข้าพเจ้าได้ปฏิบัติงานสอบทานตามมาตรฐานงานสอบทาน รหัส 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t>2410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“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br/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ระหว่างกาลโดยผู้สอบบัญชีรับอนุญาตของบริษัท</w:t>
      </w:r>
      <w:r w:rsidRPr="00B80F82">
        <w:rPr>
          <w:rFonts w:ascii="BrowalliaUPC" w:hAnsi="BrowalliaUPC" w:cs="BrowalliaUPC" w:hint="eastAsia"/>
          <w:sz w:val="28"/>
          <w:szCs w:val="28"/>
          <w:cs/>
          <w:lang w:bidi="th-TH"/>
        </w:rPr>
        <w:t>”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การสอบทานข้อมูลทางการเงินระหว่างกาลประกอบด้วย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54DB52D8" w14:textId="20C9B47E" w:rsidR="001B726D" w:rsidRPr="00B80F82" w:rsidRDefault="001B726D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cs/>
          <w:lang w:bidi="th-TH"/>
        </w:rPr>
      </w:pPr>
    </w:p>
    <w:p w14:paraId="6AC32206" w14:textId="77777777" w:rsidR="00801819" w:rsidRDefault="00801819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cs/>
          <w:lang w:bidi="th-TH"/>
        </w:rPr>
      </w:pPr>
      <w:r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br w:type="page"/>
      </w:r>
    </w:p>
    <w:p w14:paraId="4DF1DF40" w14:textId="76C7D1A8" w:rsidR="00CD4D4E" w:rsidRPr="00B80F82" w:rsidRDefault="00CD4D4E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B80F82" w:rsidRDefault="00CD4D4E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0E314AE6" w14:textId="3C30419C" w:rsidR="007C0DED" w:rsidRDefault="00E17F28" w:rsidP="007C0DED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ข้าพเจ้าไม่พบสิ่งที่เป็นเหตุให้เชื่อว่าข้อมูลทางการเงินรวมและเฉพา</w:t>
      </w:r>
      <w:r w:rsidR="00BC612C">
        <w:rPr>
          <w:rFonts w:ascii="BrowalliaUPC" w:hAnsi="BrowalliaUPC" w:cs="BrowalliaUPC" w:hint="cs"/>
          <w:sz w:val="28"/>
          <w:szCs w:val="28"/>
          <w:cs/>
          <w:lang w:bidi="th-TH"/>
        </w:rPr>
        <w:t>ะ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บริษัทระหว่างกาลดังกล่าวไม่ได้จัดทำขึ้นตามมาตรฐานการบัญชี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t xml:space="preserve"> 34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ในสาระสำคัญจากการสอบทานของข้าพเจ้า</w:t>
      </w:r>
    </w:p>
    <w:p w14:paraId="69A16322" w14:textId="77777777" w:rsidR="001C7DA2" w:rsidRDefault="001C7DA2" w:rsidP="001C7DA2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0E61AB12" w14:textId="77777777" w:rsidR="001C7DA2" w:rsidRPr="001C7DA2" w:rsidRDefault="001C7DA2" w:rsidP="001C7DA2">
      <w:pPr>
        <w:spacing w:after="0" w:line="240" w:lineRule="auto"/>
        <w:jc w:val="thaiDistribute"/>
        <w:rPr>
          <w:rFonts w:ascii="BrowalliaUPC" w:hAnsi="BrowalliaUPC" w:cs="BrowalliaUPC"/>
          <w:b/>
          <w:bCs/>
          <w:color w:val="000000" w:themeColor="text1"/>
          <w:sz w:val="28"/>
          <w:szCs w:val="28"/>
          <w:lang w:bidi="th-TH"/>
        </w:rPr>
      </w:pPr>
      <w:r w:rsidRPr="001C7DA2">
        <w:rPr>
          <w:rFonts w:ascii="BrowalliaUPC" w:hAnsi="BrowalliaUPC" w:cs="BrowalliaUPC" w:hint="cs"/>
          <w:b/>
          <w:bCs/>
          <w:color w:val="000000" w:themeColor="text1"/>
          <w:sz w:val="28"/>
          <w:szCs w:val="28"/>
          <w:cs/>
          <w:lang w:bidi="th-TH"/>
        </w:rPr>
        <w:t>เรื่องอื่น</w:t>
      </w:r>
    </w:p>
    <w:p w14:paraId="53EC7D39" w14:textId="77777777" w:rsidR="001C7DA2" w:rsidRPr="001355C8" w:rsidRDefault="001C7DA2" w:rsidP="001C7DA2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328CC993" w14:textId="64B2BC6D" w:rsidR="001C7DA2" w:rsidRPr="00CF40E0" w:rsidRDefault="00053DA1" w:rsidP="001C7DA2">
      <w:pPr>
        <w:spacing w:after="0" w:line="240" w:lineRule="auto"/>
        <w:jc w:val="thaiDistribute"/>
        <w:rPr>
          <w:rFonts w:ascii="Arial" w:hAnsi="Arial"/>
          <w:lang w:val="en-US" w:bidi="th-TH"/>
        </w:rPr>
      </w:pPr>
      <w:r>
        <w:rPr>
          <w:rFonts w:ascii="Browallia New" w:hAnsi="Browallia New" w:cs="Browallia New" w:hint="cs"/>
          <w:sz w:val="28"/>
          <w:szCs w:val="28"/>
          <w:cs/>
          <w:lang w:bidi="th-TH"/>
        </w:rPr>
        <w:t>งบ</w:t>
      </w:r>
      <w:r w:rsidRPr="00053DA1">
        <w:rPr>
          <w:rFonts w:ascii="Browallia New" w:hAnsi="Browallia New" w:cs="Browallia New" w:hint="cs"/>
          <w:sz w:val="28"/>
          <w:szCs w:val="28"/>
          <w:cs/>
          <w:lang w:bidi="th-TH"/>
        </w:rPr>
        <w:t>การเงินรวมและเฉพาะบริษัท</w:t>
      </w:r>
      <w:r w:rsidR="001C7DA2" w:rsidRPr="007F43FA">
        <w:rPr>
          <w:rFonts w:ascii="Browallia New" w:hAnsi="Browallia New" w:cs="Browallia New" w:hint="cs"/>
          <w:sz w:val="28"/>
          <w:szCs w:val="28"/>
          <w:cs/>
          <w:lang w:bidi="th-TH"/>
        </w:rPr>
        <w:t>ของบริษัท</w:t>
      </w:r>
      <w:r w:rsidR="001C7DA2" w:rsidRPr="007F43FA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0974F0" w:rsidRPr="000974F0">
        <w:rPr>
          <w:rFonts w:ascii="Browallia New" w:hAnsi="Browallia New" w:cs="Browallia New" w:hint="cs"/>
          <w:sz w:val="28"/>
          <w:szCs w:val="28"/>
          <w:cs/>
          <w:lang w:bidi="th-TH"/>
        </w:rPr>
        <w:t>ไว</w:t>
      </w:r>
      <w:proofErr w:type="spellStart"/>
      <w:r w:rsidR="000974F0" w:rsidRPr="000974F0">
        <w:rPr>
          <w:rFonts w:ascii="Browallia New" w:hAnsi="Browallia New" w:cs="Browallia New" w:hint="cs"/>
          <w:sz w:val="28"/>
          <w:szCs w:val="28"/>
          <w:cs/>
          <w:lang w:bidi="th-TH"/>
        </w:rPr>
        <w:t>ส์</w:t>
      </w:r>
      <w:proofErr w:type="spellEnd"/>
      <w:r w:rsidR="000974F0" w:rsidRPr="000974F0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proofErr w:type="spellStart"/>
      <w:r w:rsidR="000974F0" w:rsidRPr="000974F0">
        <w:rPr>
          <w:rFonts w:ascii="Browallia New" w:hAnsi="Browallia New" w:cs="Browallia New" w:hint="cs"/>
          <w:sz w:val="28"/>
          <w:szCs w:val="28"/>
          <w:cs/>
          <w:lang w:bidi="th-TH"/>
        </w:rPr>
        <w:t>โล</w:t>
      </w:r>
      <w:proofErr w:type="spellEnd"/>
      <w:r w:rsidR="000974F0" w:rsidRPr="000974F0">
        <w:rPr>
          <w:rFonts w:ascii="Browallia New" w:hAnsi="Browallia New" w:cs="Browallia New" w:hint="cs"/>
          <w:sz w:val="28"/>
          <w:szCs w:val="28"/>
          <w:cs/>
          <w:lang w:bidi="th-TH"/>
        </w:rPr>
        <w:t>จิสติ</w:t>
      </w:r>
      <w:proofErr w:type="spellStart"/>
      <w:r w:rsidR="000974F0" w:rsidRPr="000974F0">
        <w:rPr>
          <w:rFonts w:ascii="Browallia New" w:hAnsi="Browallia New" w:cs="Browallia New" w:hint="cs"/>
          <w:sz w:val="28"/>
          <w:szCs w:val="28"/>
          <w:cs/>
          <w:lang w:bidi="th-TH"/>
        </w:rPr>
        <w:t>กส์</w:t>
      </w:r>
      <w:proofErr w:type="spellEnd"/>
      <w:r w:rsidR="001C7DA2" w:rsidRPr="007F43FA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C7DA2" w:rsidRPr="007F43FA">
        <w:rPr>
          <w:rFonts w:ascii="Browallia New" w:hAnsi="Browallia New" w:cs="Browallia New" w:hint="cs"/>
          <w:sz w:val="28"/>
          <w:szCs w:val="28"/>
          <w:cs/>
          <w:lang w:bidi="th-TH"/>
        </w:rPr>
        <w:t>จำกัด</w:t>
      </w:r>
      <w:r w:rsidR="001C7DA2" w:rsidRPr="007F43FA">
        <w:rPr>
          <w:rFonts w:ascii="Browallia New" w:hAnsi="Browallia New" w:cs="Browallia New"/>
          <w:sz w:val="28"/>
          <w:szCs w:val="28"/>
          <w:cs/>
          <w:lang w:bidi="th-TH"/>
        </w:rPr>
        <w:t xml:space="preserve"> (</w:t>
      </w:r>
      <w:r w:rsidR="001C7DA2" w:rsidRPr="007F43FA">
        <w:rPr>
          <w:rFonts w:ascii="Browallia New" w:hAnsi="Browallia New" w:cs="Browallia New" w:hint="cs"/>
          <w:sz w:val="28"/>
          <w:szCs w:val="28"/>
          <w:cs/>
          <w:lang w:bidi="th-TH"/>
        </w:rPr>
        <w:t>มหาชน</w:t>
      </w:r>
      <w:r w:rsidR="001C7DA2" w:rsidRPr="007F43FA">
        <w:rPr>
          <w:rFonts w:ascii="Browallia New" w:hAnsi="Browallia New" w:cs="Browallia New"/>
          <w:sz w:val="28"/>
          <w:szCs w:val="28"/>
          <w:cs/>
          <w:lang w:bidi="th-TH"/>
        </w:rPr>
        <w:t xml:space="preserve">) </w:t>
      </w:r>
      <w:r w:rsidR="001C7DA2" w:rsidRPr="007F43FA">
        <w:rPr>
          <w:rFonts w:ascii="Browallia New" w:hAnsi="Browallia New" w:cs="Browallia New" w:hint="cs"/>
          <w:sz w:val="28"/>
          <w:szCs w:val="28"/>
          <w:cs/>
          <w:lang w:bidi="th-TH"/>
        </w:rPr>
        <w:t>และบริษัทย่อย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C7DA2">
        <w:rPr>
          <w:rFonts w:ascii="Browallia New" w:hAnsi="Browallia New" w:cs="Browallia New"/>
          <w:sz w:val="28"/>
          <w:szCs w:val="28"/>
          <w:cs/>
        </w:rPr>
        <w:t>สำหรับปีสิ้นสุดวันที่</w:t>
      </w:r>
      <w:r w:rsidR="001C7DA2">
        <w:rPr>
          <w:rFonts w:ascii="Browallia New" w:hAnsi="Browallia New" w:cs="Browallia New"/>
          <w:sz w:val="28"/>
          <w:szCs w:val="28"/>
        </w:rPr>
        <w:t xml:space="preserve"> 31 </w:t>
      </w:r>
      <w:r w:rsidR="001C7DA2">
        <w:rPr>
          <w:rFonts w:ascii="Browallia New" w:hAnsi="Browallia New" w:cs="Browallia New"/>
          <w:sz w:val="28"/>
          <w:szCs w:val="28"/>
          <w:cs/>
        </w:rPr>
        <w:t>ธันวาคม</w:t>
      </w:r>
      <w:r w:rsidR="001C7DA2">
        <w:rPr>
          <w:rFonts w:ascii="Browallia New" w:hAnsi="Browallia New" w:cs="Browallia New"/>
          <w:sz w:val="28"/>
          <w:szCs w:val="28"/>
        </w:rPr>
        <w:t xml:space="preserve"> 256</w:t>
      </w:r>
      <w:r w:rsidR="00960C4C">
        <w:rPr>
          <w:rFonts w:ascii="Browallia New" w:hAnsi="Browallia New" w:cs="Browallia New"/>
          <w:sz w:val="28"/>
          <w:szCs w:val="28"/>
          <w:lang w:val="en-US"/>
        </w:rPr>
        <w:t>7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C7DA2">
        <w:rPr>
          <w:rFonts w:ascii="Browallia New" w:hAnsi="Browallia New" w:cs="Browallia New"/>
          <w:sz w:val="28"/>
          <w:szCs w:val="28"/>
          <w:cs/>
        </w:rPr>
        <w:t>ที่แสดงเป็นข้อมูลเปรียบเทียบ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C7DA2">
        <w:rPr>
          <w:rFonts w:ascii="Browallia New" w:hAnsi="Browallia New" w:cs="Browallia New"/>
          <w:sz w:val="28"/>
          <w:szCs w:val="28"/>
          <w:cs/>
        </w:rPr>
        <w:t>ตรวจสอบโดยผู้สอบบัญชีอื่น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C7DA2">
        <w:rPr>
          <w:rFonts w:ascii="Browallia New" w:hAnsi="Browallia New" w:cs="Browallia New"/>
          <w:sz w:val="28"/>
          <w:szCs w:val="28"/>
          <w:cs/>
        </w:rPr>
        <w:t>แสดงความเห็นอย่างไม่มีเงื่อนไข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C7DA2">
        <w:rPr>
          <w:rFonts w:ascii="Browallia New" w:hAnsi="Browallia New" w:cs="Browallia New"/>
          <w:sz w:val="28"/>
          <w:szCs w:val="28"/>
          <w:cs/>
        </w:rPr>
        <w:t>ตามรายงานลงวันที่</w:t>
      </w:r>
      <w:r w:rsidR="001C7DA2">
        <w:rPr>
          <w:rFonts w:ascii="Browallia New" w:hAnsi="Browallia New" w:cs="Browallia New"/>
          <w:sz w:val="28"/>
          <w:szCs w:val="28"/>
        </w:rPr>
        <w:t xml:space="preserve"> 2</w:t>
      </w:r>
      <w:r w:rsidR="000974F0">
        <w:rPr>
          <w:rFonts w:ascii="Browallia New" w:hAnsi="Browallia New" w:cs="Browallia New"/>
          <w:sz w:val="28"/>
          <w:szCs w:val="28"/>
        </w:rPr>
        <w:t>4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C7DA2">
        <w:rPr>
          <w:rFonts w:ascii="Browallia New" w:hAnsi="Browallia New" w:cs="Browallia New" w:hint="cs"/>
          <w:sz w:val="28"/>
          <w:szCs w:val="28"/>
          <w:cs/>
          <w:lang w:bidi="th-TH"/>
        </w:rPr>
        <w:t>กุมภาพันธ์</w:t>
      </w:r>
      <w:r w:rsidR="001C7DA2">
        <w:rPr>
          <w:rFonts w:ascii="Browallia New" w:hAnsi="Browallia New" w:cs="Browallia New"/>
          <w:sz w:val="28"/>
          <w:szCs w:val="28"/>
        </w:rPr>
        <w:t xml:space="preserve"> 256</w:t>
      </w:r>
      <w:r w:rsidR="00891420">
        <w:rPr>
          <w:rFonts w:ascii="Browallia New" w:hAnsi="Browallia New" w:cs="Browallia New"/>
          <w:sz w:val="28"/>
          <w:szCs w:val="28"/>
        </w:rPr>
        <w:t>8</w:t>
      </w:r>
    </w:p>
    <w:p w14:paraId="5E1DEC62" w14:textId="77777777" w:rsidR="001C7DA2" w:rsidRDefault="001C7DA2" w:rsidP="001C7DA2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7A97032C" w14:textId="4E48926F" w:rsidR="001C7DA2" w:rsidRDefault="00D16FC3" w:rsidP="001C7DA2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D16FC3">
        <w:rPr>
          <w:rFonts w:ascii="BrowalliaUPC" w:hAnsi="BrowalliaUPC" w:cs="BrowalliaUPC" w:hint="cs"/>
          <w:sz w:val="28"/>
          <w:szCs w:val="28"/>
          <w:cs/>
          <w:lang w:bidi="th-TH"/>
        </w:rPr>
        <w:t>งบกำไรขาดทุนเบ็ดเสร็จรวมและเฉพาะบริษัท</w:t>
      </w:r>
      <w:r w:rsidRPr="00D16FC3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D16FC3">
        <w:rPr>
          <w:rFonts w:ascii="BrowalliaUPC" w:hAnsi="BrowalliaUPC" w:cs="BrowalliaUPC" w:hint="cs"/>
          <w:sz w:val="28"/>
          <w:szCs w:val="28"/>
          <w:cs/>
          <w:lang w:bidi="th-TH"/>
        </w:rPr>
        <w:t>งบการเปลี่ยนแปลงส่วน</w:t>
      </w:r>
      <w:r w:rsidR="0035511D">
        <w:rPr>
          <w:rFonts w:ascii="BrowalliaUPC" w:hAnsi="BrowalliaUPC" w:cs="BrowalliaUPC" w:hint="cs"/>
          <w:sz w:val="28"/>
          <w:szCs w:val="28"/>
          <w:cs/>
          <w:lang w:bidi="th-TH"/>
        </w:rPr>
        <w:t>ของผู้ถือหุ้น</w:t>
      </w:r>
      <w:r w:rsidRPr="00D16FC3">
        <w:rPr>
          <w:rFonts w:ascii="BrowalliaUPC" w:hAnsi="BrowalliaUPC" w:cs="BrowalliaUPC" w:hint="cs"/>
          <w:sz w:val="28"/>
          <w:szCs w:val="28"/>
          <w:cs/>
          <w:lang w:bidi="th-TH"/>
        </w:rPr>
        <w:t>รวมและเฉพาะบริษัท</w:t>
      </w:r>
      <w:r w:rsidR="001C7DA2" w:rsidRPr="002F30AC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121F80" w:rsidRPr="00121F80">
        <w:rPr>
          <w:rFonts w:ascii="BrowalliaUPC" w:hAnsi="BrowalliaUPC" w:cs="BrowalliaUPC" w:hint="cs"/>
          <w:sz w:val="28"/>
          <w:szCs w:val="28"/>
          <w:cs/>
          <w:lang w:bidi="th-TH"/>
        </w:rPr>
        <w:t>รวมถึงงบกระแสเงินสดรวมและเฉพาะบริษัทสำหรับงวดสามเดือน</w:t>
      </w:r>
      <w:r w:rsidR="001C7DA2" w:rsidRPr="002F30AC">
        <w:rPr>
          <w:rFonts w:ascii="BrowalliaUPC" w:hAnsi="BrowalliaUPC" w:cs="BrowalliaUPC" w:hint="cs"/>
          <w:sz w:val="28"/>
          <w:szCs w:val="28"/>
          <w:cs/>
          <w:lang w:bidi="th-TH"/>
        </w:rPr>
        <w:t>สิ้นสุด</w:t>
      </w:r>
      <w:r w:rsidR="001C7DA2">
        <w:rPr>
          <w:rFonts w:ascii="BrowalliaUPC" w:hAnsi="BrowalliaUPC" w:cs="BrowalliaUPC" w:hint="cs"/>
          <w:sz w:val="28"/>
          <w:szCs w:val="28"/>
          <w:cs/>
        </w:rPr>
        <w:t>วันที่</w:t>
      </w:r>
      <w:r w:rsidR="001C7DA2">
        <w:rPr>
          <w:rFonts w:ascii="BrowalliaUPC" w:hAnsi="BrowalliaUPC" w:cs="BrowalliaUPC" w:hint="cs"/>
          <w:sz w:val="28"/>
          <w:szCs w:val="28"/>
        </w:rPr>
        <w:t xml:space="preserve"> 31 </w:t>
      </w:r>
      <w:r w:rsidR="001C7DA2">
        <w:rPr>
          <w:rFonts w:ascii="BrowalliaUPC" w:hAnsi="BrowalliaUPC" w:cs="BrowalliaUPC" w:hint="cs"/>
          <w:sz w:val="28"/>
          <w:szCs w:val="28"/>
          <w:cs/>
        </w:rPr>
        <w:t>มีนาคม</w:t>
      </w:r>
      <w:r w:rsidR="001C7DA2">
        <w:rPr>
          <w:rFonts w:ascii="BrowalliaUPC" w:hAnsi="BrowalliaUPC" w:cs="BrowalliaUPC" w:hint="cs"/>
          <w:sz w:val="28"/>
          <w:szCs w:val="28"/>
        </w:rPr>
        <w:t xml:space="preserve"> 256</w:t>
      </w:r>
      <w:r w:rsidR="00121F80">
        <w:rPr>
          <w:rFonts w:ascii="BrowalliaUPC" w:hAnsi="BrowalliaUPC" w:cs="BrowalliaUPC"/>
          <w:sz w:val="28"/>
          <w:szCs w:val="28"/>
        </w:rPr>
        <w:t>7</w:t>
      </w:r>
      <w:r w:rsidR="001C7DA2">
        <w:rPr>
          <w:rFonts w:ascii="BrowalliaUPC" w:hAnsi="BrowalliaUPC" w:cs="BrowalliaUPC" w:hint="cs"/>
          <w:sz w:val="28"/>
          <w:szCs w:val="28"/>
        </w:rPr>
        <w:t xml:space="preserve"> </w:t>
      </w:r>
      <w:r w:rsidR="001C7DA2">
        <w:rPr>
          <w:rFonts w:ascii="BrowalliaUPC" w:hAnsi="BrowalliaUPC" w:cs="BrowalliaUPC" w:hint="cs"/>
          <w:sz w:val="28"/>
          <w:szCs w:val="28"/>
          <w:cs/>
        </w:rPr>
        <w:t>ที่แสดงเป็นข้อมูลเปรียบเทียบ</w:t>
      </w:r>
      <w:r w:rsidR="001C7DA2">
        <w:rPr>
          <w:rFonts w:ascii="BrowalliaUPC" w:hAnsi="BrowalliaUPC" w:cs="BrowalliaUPC" w:hint="cs"/>
          <w:sz w:val="28"/>
          <w:szCs w:val="28"/>
        </w:rPr>
        <w:t xml:space="preserve"> </w:t>
      </w:r>
      <w:r w:rsidR="001C7DA2">
        <w:rPr>
          <w:rFonts w:ascii="BrowalliaUPC" w:hAnsi="BrowalliaUPC" w:cs="BrowalliaUPC" w:hint="cs"/>
          <w:sz w:val="28"/>
          <w:szCs w:val="28"/>
          <w:cs/>
        </w:rPr>
        <w:t>สอบทานโดยผู้สอบบัญชีอื่นดังกล่าวข้างต้น โดยให้ข้อสรุปว่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ฉบับที่</w:t>
      </w:r>
      <w:r w:rsidR="001C7DA2">
        <w:rPr>
          <w:rFonts w:ascii="BrowalliaUPC" w:hAnsi="BrowalliaUPC" w:cs="BrowalliaUPC" w:hint="cs"/>
          <w:sz w:val="28"/>
          <w:szCs w:val="28"/>
        </w:rPr>
        <w:t xml:space="preserve"> 34 </w:t>
      </w:r>
      <w:r w:rsidR="001C7DA2">
        <w:rPr>
          <w:rFonts w:ascii="BrowalliaUPC" w:hAnsi="BrowalliaUPC" w:cs="BrowalliaUPC" w:hint="cs"/>
          <w:sz w:val="28"/>
          <w:szCs w:val="28"/>
          <w:cs/>
        </w:rPr>
        <w:t>เรื่อง การรายงาน</w:t>
      </w:r>
      <w:r w:rsidR="001C7DA2">
        <w:rPr>
          <w:rFonts w:ascii="BrowalliaUPC" w:hAnsi="BrowalliaUPC" w:cs="BrowalliaUPC"/>
          <w:sz w:val="28"/>
          <w:szCs w:val="28"/>
        </w:rPr>
        <w:br/>
      </w:r>
      <w:r w:rsidR="001C7DA2">
        <w:rPr>
          <w:rFonts w:ascii="BrowalliaUPC" w:hAnsi="BrowalliaUPC" w:cs="BrowalliaUPC" w:hint="cs"/>
          <w:sz w:val="28"/>
          <w:szCs w:val="28"/>
          <w:cs/>
        </w:rPr>
        <w:t>ทางการเงินระหว่างกาลในสาระสำคัญ</w:t>
      </w:r>
      <w:r w:rsidR="001C7DA2">
        <w:rPr>
          <w:rFonts w:ascii="BrowalliaUPC" w:hAnsi="BrowalliaUPC" w:cs="BrowalliaUPC" w:hint="cs"/>
          <w:sz w:val="28"/>
          <w:szCs w:val="28"/>
        </w:rPr>
        <w:t xml:space="preserve"> </w:t>
      </w:r>
      <w:r w:rsidR="001C7DA2">
        <w:rPr>
          <w:rFonts w:ascii="BrowalliaUPC" w:hAnsi="BrowalliaUPC" w:cs="BrowalliaUPC" w:hint="cs"/>
          <w:sz w:val="28"/>
          <w:szCs w:val="28"/>
          <w:cs/>
        </w:rPr>
        <w:t>ตามรายงานลงวันที่</w:t>
      </w:r>
      <w:r w:rsidR="001C7DA2">
        <w:rPr>
          <w:rFonts w:ascii="BrowalliaUPC" w:hAnsi="BrowalliaUPC" w:cs="BrowalliaUPC" w:hint="cs"/>
          <w:sz w:val="28"/>
          <w:szCs w:val="28"/>
        </w:rPr>
        <w:t xml:space="preserve"> </w:t>
      </w:r>
      <w:r w:rsidR="001C7DA2">
        <w:rPr>
          <w:rFonts w:ascii="Browallia New" w:hAnsi="Browallia New" w:cs="Browallia New"/>
          <w:sz w:val="28"/>
          <w:szCs w:val="28"/>
        </w:rPr>
        <w:t>1</w:t>
      </w:r>
      <w:r w:rsidR="0028780E">
        <w:rPr>
          <w:rFonts w:ascii="Browallia New" w:hAnsi="Browallia New" w:cs="Browallia New"/>
          <w:sz w:val="28"/>
          <w:szCs w:val="28"/>
        </w:rPr>
        <w:t>3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C7DA2">
        <w:rPr>
          <w:rFonts w:ascii="Browallia New" w:hAnsi="Browallia New" w:cs="Browallia New"/>
          <w:sz w:val="28"/>
          <w:szCs w:val="28"/>
          <w:cs/>
        </w:rPr>
        <w:t>พฤษภาคม</w:t>
      </w:r>
      <w:r w:rsidR="001C7DA2">
        <w:rPr>
          <w:rFonts w:ascii="Browallia New" w:hAnsi="Browallia New" w:cs="Browallia New"/>
          <w:sz w:val="28"/>
          <w:szCs w:val="28"/>
        </w:rPr>
        <w:t xml:space="preserve"> 256</w:t>
      </w:r>
      <w:r w:rsidR="0028780E">
        <w:rPr>
          <w:rFonts w:ascii="Browallia New" w:hAnsi="Browallia New" w:cs="Browallia New"/>
          <w:sz w:val="28"/>
          <w:szCs w:val="28"/>
        </w:rPr>
        <w:t>7</w:t>
      </w:r>
    </w:p>
    <w:p w14:paraId="35A32276" w14:textId="77777777" w:rsidR="00163B1F" w:rsidRPr="00B80F82" w:rsidRDefault="00163B1F" w:rsidP="002C303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val="en-US" w:bidi="th-TH"/>
        </w:rPr>
      </w:pPr>
    </w:p>
    <w:p w14:paraId="1734BFD5" w14:textId="44F7FFA0" w:rsidR="002C532F" w:rsidRPr="00B80F82" w:rsidRDefault="002C532F" w:rsidP="002C303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val="en-US"/>
        </w:rPr>
      </w:pPr>
    </w:p>
    <w:p w14:paraId="7916656D" w14:textId="77777777" w:rsidR="00B67CDA" w:rsidRPr="00B80F82" w:rsidRDefault="00B67CDA" w:rsidP="002C303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val="en-US"/>
        </w:rPr>
      </w:pPr>
    </w:p>
    <w:p w14:paraId="37532209" w14:textId="77777777" w:rsidR="00644DC4" w:rsidRPr="009078AD" w:rsidRDefault="00644DC4" w:rsidP="00644DC4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r w:rsidRPr="009078AD">
        <w:rPr>
          <w:rFonts w:ascii="Browallia New" w:hAnsi="Browallia New" w:cs="Browallia New"/>
          <w:b/>
          <w:bCs/>
          <w:sz w:val="28"/>
          <w:szCs w:val="28"/>
          <w:cs/>
        </w:rPr>
        <w:t>ไพศาล บุญศิริสุขะพงษ์</w:t>
      </w:r>
    </w:p>
    <w:p w14:paraId="0B4D7B47" w14:textId="77777777" w:rsidR="00644DC4" w:rsidRPr="00563A61" w:rsidRDefault="00644DC4" w:rsidP="00644DC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563A61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6B20FC0D" w14:textId="367F1BA0" w:rsidR="008E7C6B" w:rsidRPr="00050E59" w:rsidRDefault="00644DC4" w:rsidP="00644DC4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val="en-US"/>
        </w:rPr>
      </w:pPr>
      <w:r w:rsidRPr="00563A61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ทะเบียนเลขที่ </w:t>
      </w:r>
      <w:r w:rsidRPr="009078AD">
        <w:rPr>
          <w:rFonts w:ascii="Browallia New" w:hAnsi="Browallia New" w:cs="Browallia New"/>
          <w:sz w:val="28"/>
          <w:szCs w:val="28"/>
          <w:lang w:bidi="th-TH"/>
        </w:rPr>
        <w:t>5216</w:t>
      </w:r>
    </w:p>
    <w:p w14:paraId="6B726080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</w:p>
    <w:p w14:paraId="1DED105A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bidi="th-TH"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บริษัท แกรนท์ </w:t>
      </w:r>
      <w:proofErr w:type="spellStart"/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2A991E4B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62EC69A2" w14:textId="0ECA9FD2" w:rsidR="00CD4D4E" w:rsidRPr="00B80F82" w:rsidRDefault="005C2E74" w:rsidP="008E7C6B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lang w:val="en-US" w:bidi="th-TH"/>
        </w:rPr>
      </w:pPr>
      <w:r w:rsidRPr="005C2E74">
        <w:rPr>
          <w:rFonts w:ascii="Browallia New" w:hAnsi="Browallia New" w:cs="Browallia New" w:hint="cs"/>
          <w:sz w:val="28"/>
          <w:szCs w:val="28"/>
          <w:cs/>
          <w:lang w:bidi="th-TH"/>
        </w:rPr>
        <w:t>15</w:t>
      </w:r>
      <w:r w:rsidR="008E7C6B" w:rsidRPr="005C2E74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พฤษภาคม</w:t>
      </w:r>
      <w:r w:rsidR="008E7C6B" w:rsidRPr="005C2E74">
        <w:rPr>
          <w:rFonts w:ascii="Browallia New" w:hAnsi="Browallia New" w:cs="Browallia New"/>
          <w:sz w:val="28"/>
          <w:szCs w:val="28"/>
          <w:lang w:bidi="th-TH"/>
        </w:rPr>
        <w:t xml:space="preserve"> 2568</w:t>
      </w:r>
    </w:p>
    <w:p w14:paraId="229D4F95" w14:textId="77777777" w:rsidR="006932D7" w:rsidRPr="00B80F82" w:rsidRDefault="006932D7" w:rsidP="00B43C45">
      <w:pPr>
        <w:spacing w:line="360" w:lineRule="auto"/>
        <w:jc w:val="thaiDistribute"/>
        <w:rPr>
          <w:rFonts w:ascii="BrowalliaUPC" w:hAnsi="BrowalliaUPC" w:cs="BrowalliaUPC"/>
          <w:sz w:val="19"/>
          <w:szCs w:val="19"/>
        </w:rPr>
      </w:pPr>
    </w:p>
    <w:p w14:paraId="0802D7E8" w14:textId="77777777" w:rsidR="006932D7" w:rsidRPr="008429F2" w:rsidRDefault="006932D7" w:rsidP="003B4CCD">
      <w:pPr>
        <w:spacing w:line="360" w:lineRule="auto"/>
        <w:rPr>
          <w:rFonts w:ascii="BrowalliaUPC" w:hAnsi="BrowalliaUPC" w:cs="BrowalliaUPC"/>
          <w:sz w:val="19"/>
          <w:szCs w:val="19"/>
        </w:rPr>
      </w:pPr>
    </w:p>
    <w:p w14:paraId="76DDC83E" w14:textId="77777777" w:rsidR="00D15EA5" w:rsidRPr="008429F2" w:rsidRDefault="00D15EA5" w:rsidP="00D15EA5">
      <w:pPr>
        <w:pStyle w:val="BodyText"/>
        <w:rPr>
          <w:rFonts w:ascii="BrowalliaUPC" w:hAnsi="BrowalliaUPC" w:cs="BrowalliaUPC"/>
        </w:rPr>
      </w:pPr>
    </w:p>
    <w:sectPr w:rsidR="00D15EA5" w:rsidRPr="008429F2" w:rsidSect="00904BAE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BADAE" w14:textId="77777777" w:rsidR="000028F5" w:rsidRDefault="000028F5">
      <w:r>
        <w:separator/>
      </w:r>
    </w:p>
  </w:endnote>
  <w:endnote w:type="continuationSeparator" w:id="0">
    <w:p w14:paraId="632F7B55" w14:textId="77777777" w:rsidR="000028F5" w:rsidRDefault="000028F5">
      <w:r>
        <w:continuationSeparator/>
      </w:r>
    </w:p>
  </w:endnote>
  <w:endnote w:type="continuationNotice" w:id="1">
    <w:p w14:paraId="761B8F7E" w14:textId="77777777" w:rsidR="000028F5" w:rsidRDefault="000028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33E9C" w14:textId="77777777" w:rsidR="000028F5" w:rsidRDefault="000028F5">
      <w:bookmarkStart w:id="0" w:name="_Hlk482348182"/>
      <w:bookmarkEnd w:id="0"/>
      <w:r>
        <w:separator/>
      </w:r>
    </w:p>
  </w:footnote>
  <w:footnote w:type="continuationSeparator" w:id="0">
    <w:p w14:paraId="319722C9" w14:textId="77777777" w:rsidR="000028F5" w:rsidRDefault="000028F5">
      <w:r>
        <w:continuationSeparator/>
      </w:r>
    </w:p>
  </w:footnote>
  <w:footnote w:type="continuationNotice" w:id="1">
    <w:p w14:paraId="3907DA01" w14:textId="77777777" w:rsidR="000028F5" w:rsidRDefault="000028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00713" w14:textId="77777777" w:rsidR="00AD0D64" w:rsidRDefault="00AD0D6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3F004" w14:textId="4B72BED3" w:rsidR="00AD0D64" w:rsidRDefault="00AD0D64" w:rsidP="00D96128">
    <w:pPr>
      <w:pStyle w:val="Header"/>
      <w:jc w:val="right"/>
    </w:pPr>
  </w:p>
  <w:p w14:paraId="4A9BB6FF" w14:textId="77777777" w:rsidR="00AD0D64" w:rsidRPr="0079502D" w:rsidRDefault="00AD0D64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A6A4D" w14:textId="77777777" w:rsidR="00AD0D64" w:rsidRDefault="00AD0D64" w:rsidP="00D15EA5">
    <w:pPr>
      <w:pStyle w:val="Header"/>
      <w:tabs>
        <w:tab w:val="clear" w:pos="8562"/>
        <w:tab w:val="left" w:pos="5328"/>
      </w:tabs>
      <w:spacing w:after="1418"/>
    </w:pPr>
  </w:p>
  <w:p w14:paraId="62DEE461" w14:textId="56BD2896" w:rsidR="00210488" w:rsidRDefault="00AD0D64" w:rsidP="001C0F98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b w:val="0"/>
        <w:bCs/>
        <w:color w:val="auto"/>
        <w:sz w:val="36"/>
        <w:szCs w:val="36"/>
        <w:lang w:val="en-US" w:bidi="th-TH"/>
      </w:rPr>
    </w:pPr>
    <w:r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</w:p>
  <w:p w14:paraId="0047683C" w14:textId="6B9C3660" w:rsidR="00AD0D64" w:rsidRPr="001C0F98" w:rsidRDefault="00CA18E0" w:rsidP="001C0F98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r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โดย</w:t>
    </w:r>
    <w:r w:rsidR="00AD0D64"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  <w:bookmarkStart w:id="1" w:name="Footer3_tbl"/>
    <w:bookmarkEnd w:id="1"/>
  </w:p>
  <w:p w14:paraId="4E76693D" w14:textId="2113236B" w:rsidR="00AD0D64" w:rsidRPr="00907FD4" w:rsidRDefault="00AD0D64" w:rsidP="00D96128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7753109"/>
    <w:multiLevelType w:val="hybridMultilevel"/>
    <w:tmpl w:val="CE041E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976CF"/>
    <w:multiLevelType w:val="multilevel"/>
    <w:tmpl w:val="98FC98AC"/>
    <w:numStyleLink w:val="GTListNumber"/>
  </w:abstractNum>
  <w:abstractNum w:abstractNumId="14" w15:restartNumberingAfterBreak="0">
    <w:nsid w:val="52BD6E2A"/>
    <w:multiLevelType w:val="multilevel"/>
    <w:tmpl w:val="98FC98AC"/>
    <w:styleLink w:val="GTListNumber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5" w15:restartNumberingAfterBreak="0">
    <w:nsid w:val="5DDB5E6E"/>
    <w:multiLevelType w:val="multilevel"/>
    <w:tmpl w:val="FAE6F968"/>
    <w:numStyleLink w:val="GTListBullet"/>
  </w:abstractNum>
  <w:abstractNum w:abstractNumId="16" w15:restartNumberingAfterBreak="0">
    <w:nsid w:val="61BC3D3D"/>
    <w:multiLevelType w:val="multilevel"/>
    <w:tmpl w:val="FAE6F968"/>
    <w:styleLink w:val="GT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7" w15:restartNumberingAfterBreak="0">
    <w:nsid w:val="7F924C95"/>
    <w:multiLevelType w:val="multilevel"/>
    <w:tmpl w:val="0D561ACA"/>
    <w:numStyleLink w:val="GTNumberedHeadings"/>
  </w:abstractNum>
  <w:num w:numId="1" w16cid:durableId="89738030">
    <w:abstractNumId w:val="3"/>
  </w:num>
  <w:num w:numId="2" w16cid:durableId="459226935">
    <w:abstractNumId w:val="2"/>
  </w:num>
  <w:num w:numId="3" w16cid:durableId="1103064336">
    <w:abstractNumId w:val="1"/>
  </w:num>
  <w:num w:numId="4" w16cid:durableId="189413675">
    <w:abstractNumId w:val="0"/>
  </w:num>
  <w:num w:numId="5" w16cid:durableId="432944013">
    <w:abstractNumId w:val="6"/>
  </w:num>
  <w:num w:numId="6" w16cid:durableId="1209032266">
    <w:abstractNumId w:val="5"/>
  </w:num>
  <w:num w:numId="7" w16cid:durableId="973291357">
    <w:abstractNumId w:val="10"/>
  </w:num>
  <w:num w:numId="8" w16cid:durableId="335689849">
    <w:abstractNumId w:val="17"/>
  </w:num>
  <w:num w:numId="9" w16cid:durableId="110439486">
    <w:abstractNumId w:val="5"/>
  </w:num>
  <w:num w:numId="10" w16cid:durableId="788206741">
    <w:abstractNumId w:val="16"/>
  </w:num>
  <w:num w:numId="11" w16cid:durableId="1358237565">
    <w:abstractNumId w:val="14"/>
  </w:num>
  <w:num w:numId="12" w16cid:durableId="501237791">
    <w:abstractNumId w:val="4"/>
  </w:num>
  <w:num w:numId="13" w16cid:durableId="327445370">
    <w:abstractNumId w:val="8"/>
  </w:num>
  <w:num w:numId="14" w16cid:durableId="132793093">
    <w:abstractNumId w:val="7"/>
  </w:num>
  <w:num w:numId="15" w16cid:durableId="1099175464">
    <w:abstractNumId w:val="8"/>
  </w:num>
  <w:num w:numId="16" w16cid:durableId="2018656730">
    <w:abstractNumId w:val="9"/>
  </w:num>
  <w:num w:numId="17" w16cid:durableId="328679315">
    <w:abstractNumId w:val="11"/>
  </w:num>
  <w:num w:numId="18" w16cid:durableId="358094974">
    <w:abstractNumId w:val="16"/>
  </w:num>
  <w:num w:numId="19" w16cid:durableId="1685590778">
    <w:abstractNumId w:val="14"/>
  </w:num>
  <w:num w:numId="20" w16cid:durableId="1161964053">
    <w:abstractNumId w:val="4"/>
  </w:num>
  <w:num w:numId="21" w16cid:durableId="537550111">
    <w:abstractNumId w:val="8"/>
  </w:num>
  <w:num w:numId="22" w16cid:durableId="838421999">
    <w:abstractNumId w:val="7"/>
  </w:num>
  <w:num w:numId="23" w16cid:durableId="360513782">
    <w:abstractNumId w:val="7"/>
  </w:num>
  <w:num w:numId="24" w16cid:durableId="1316494803">
    <w:abstractNumId w:val="7"/>
  </w:num>
  <w:num w:numId="25" w16cid:durableId="1615937783">
    <w:abstractNumId w:val="8"/>
  </w:num>
  <w:num w:numId="26" w16cid:durableId="445199684">
    <w:abstractNumId w:val="8"/>
  </w:num>
  <w:num w:numId="27" w16cid:durableId="1864586935">
    <w:abstractNumId w:val="8"/>
  </w:num>
  <w:num w:numId="28" w16cid:durableId="394857113">
    <w:abstractNumId w:val="15"/>
  </w:num>
  <w:num w:numId="29" w16cid:durableId="1710641736">
    <w:abstractNumId w:val="15"/>
  </w:num>
  <w:num w:numId="30" w16cid:durableId="549995441">
    <w:abstractNumId w:val="15"/>
  </w:num>
  <w:num w:numId="31" w16cid:durableId="1147552585">
    <w:abstractNumId w:val="13"/>
  </w:num>
  <w:num w:numId="32" w16cid:durableId="1492527448">
    <w:abstractNumId w:val="13"/>
  </w:num>
  <w:num w:numId="33" w16cid:durableId="451359925">
    <w:abstractNumId w:val="13"/>
  </w:num>
  <w:num w:numId="34" w16cid:durableId="392123222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8F5"/>
    <w:rsid w:val="00002D0C"/>
    <w:rsid w:val="00002F85"/>
    <w:rsid w:val="00004B8D"/>
    <w:rsid w:val="000162B0"/>
    <w:rsid w:val="00016C25"/>
    <w:rsid w:val="00017AE1"/>
    <w:rsid w:val="00027765"/>
    <w:rsid w:val="00027C1D"/>
    <w:rsid w:val="0003023B"/>
    <w:rsid w:val="00031683"/>
    <w:rsid w:val="00031D17"/>
    <w:rsid w:val="00034ED9"/>
    <w:rsid w:val="000372A6"/>
    <w:rsid w:val="00044ACE"/>
    <w:rsid w:val="0004550E"/>
    <w:rsid w:val="00052614"/>
    <w:rsid w:val="00053DA1"/>
    <w:rsid w:val="00057CEE"/>
    <w:rsid w:val="000635FA"/>
    <w:rsid w:val="00063F41"/>
    <w:rsid w:val="00066CDE"/>
    <w:rsid w:val="00067A2B"/>
    <w:rsid w:val="000723F7"/>
    <w:rsid w:val="000740DC"/>
    <w:rsid w:val="00074485"/>
    <w:rsid w:val="00074760"/>
    <w:rsid w:val="000761B7"/>
    <w:rsid w:val="00081C9B"/>
    <w:rsid w:val="000828F1"/>
    <w:rsid w:val="00082F03"/>
    <w:rsid w:val="00082F59"/>
    <w:rsid w:val="000875D8"/>
    <w:rsid w:val="0009067D"/>
    <w:rsid w:val="00094333"/>
    <w:rsid w:val="000974F0"/>
    <w:rsid w:val="00097FAB"/>
    <w:rsid w:val="000A4716"/>
    <w:rsid w:val="000A51A8"/>
    <w:rsid w:val="000B1B4E"/>
    <w:rsid w:val="000B65E3"/>
    <w:rsid w:val="000B7090"/>
    <w:rsid w:val="000C279D"/>
    <w:rsid w:val="000C77BC"/>
    <w:rsid w:val="000C795D"/>
    <w:rsid w:val="000D0A2F"/>
    <w:rsid w:val="000D2DBF"/>
    <w:rsid w:val="000D73B4"/>
    <w:rsid w:val="000D7424"/>
    <w:rsid w:val="000E52CE"/>
    <w:rsid w:val="000F3AAB"/>
    <w:rsid w:val="000F4387"/>
    <w:rsid w:val="000F50A4"/>
    <w:rsid w:val="000F6E25"/>
    <w:rsid w:val="001008A1"/>
    <w:rsid w:val="00100B50"/>
    <w:rsid w:val="001011DF"/>
    <w:rsid w:val="001100B9"/>
    <w:rsid w:val="00112B69"/>
    <w:rsid w:val="00114ADD"/>
    <w:rsid w:val="00121F80"/>
    <w:rsid w:val="001222ED"/>
    <w:rsid w:val="0013111B"/>
    <w:rsid w:val="001316D3"/>
    <w:rsid w:val="00132F51"/>
    <w:rsid w:val="00135392"/>
    <w:rsid w:val="00142624"/>
    <w:rsid w:val="00142760"/>
    <w:rsid w:val="00142E5B"/>
    <w:rsid w:val="00147253"/>
    <w:rsid w:val="00147C32"/>
    <w:rsid w:val="001554CD"/>
    <w:rsid w:val="00155A91"/>
    <w:rsid w:val="0016058E"/>
    <w:rsid w:val="0016076E"/>
    <w:rsid w:val="001613E2"/>
    <w:rsid w:val="00163B1F"/>
    <w:rsid w:val="0016459D"/>
    <w:rsid w:val="00164D00"/>
    <w:rsid w:val="001662BF"/>
    <w:rsid w:val="00167017"/>
    <w:rsid w:val="00167A8C"/>
    <w:rsid w:val="00171BB1"/>
    <w:rsid w:val="00176893"/>
    <w:rsid w:val="00182F9F"/>
    <w:rsid w:val="00184BCA"/>
    <w:rsid w:val="0019210D"/>
    <w:rsid w:val="001A0B83"/>
    <w:rsid w:val="001A30F8"/>
    <w:rsid w:val="001A322F"/>
    <w:rsid w:val="001A3BFB"/>
    <w:rsid w:val="001A3C20"/>
    <w:rsid w:val="001A76F7"/>
    <w:rsid w:val="001B198C"/>
    <w:rsid w:val="001B46B0"/>
    <w:rsid w:val="001B5B4A"/>
    <w:rsid w:val="001B726D"/>
    <w:rsid w:val="001B7388"/>
    <w:rsid w:val="001C0F98"/>
    <w:rsid w:val="001C7DA2"/>
    <w:rsid w:val="001D2302"/>
    <w:rsid w:val="001D7116"/>
    <w:rsid w:val="001D7BB3"/>
    <w:rsid w:val="001D7BB5"/>
    <w:rsid w:val="001E12A6"/>
    <w:rsid w:val="001E19F4"/>
    <w:rsid w:val="001E3CB9"/>
    <w:rsid w:val="001E498F"/>
    <w:rsid w:val="001F31CE"/>
    <w:rsid w:val="001F50BA"/>
    <w:rsid w:val="00210488"/>
    <w:rsid w:val="00214B4B"/>
    <w:rsid w:val="00224E8A"/>
    <w:rsid w:val="0022518C"/>
    <w:rsid w:val="00227501"/>
    <w:rsid w:val="00237A7E"/>
    <w:rsid w:val="00241F16"/>
    <w:rsid w:val="00247352"/>
    <w:rsid w:val="00247969"/>
    <w:rsid w:val="00253CE4"/>
    <w:rsid w:val="00260227"/>
    <w:rsid w:val="0026182A"/>
    <w:rsid w:val="00261FA4"/>
    <w:rsid w:val="0026566B"/>
    <w:rsid w:val="0027122E"/>
    <w:rsid w:val="00277EBE"/>
    <w:rsid w:val="00281C48"/>
    <w:rsid w:val="002838FB"/>
    <w:rsid w:val="00285249"/>
    <w:rsid w:val="00286D58"/>
    <w:rsid w:val="0028780E"/>
    <w:rsid w:val="0029703D"/>
    <w:rsid w:val="002A252E"/>
    <w:rsid w:val="002A5858"/>
    <w:rsid w:val="002A5F2C"/>
    <w:rsid w:val="002A76F5"/>
    <w:rsid w:val="002A77C0"/>
    <w:rsid w:val="002A7AE8"/>
    <w:rsid w:val="002B0BF8"/>
    <w:rsid w:val="002B18AD"/>
    <w:rsid w:val="002B1D49"/>
    <w:rsid w:val="002B2A6F"/>
    <w:rsid w:val="002B5919"/>
    <w:rsid w:val="002B5A4A"/>
    <w:rsid w:val="002C303B"/>
    <w:rsid w:val="002C532F"/>
    <w:rsid w:val="002C623D"/>
    <w:rsid w:val="002D1A85"/>
    <w:rsid w:val="002D28A8"/>
    <w:rsid w:val="002D5A0F"/>
    <w:rsid w:val="002D6E25"/>
    <w:rsid w:val="002E02F4"/>
    <w:rsid w:val="002E0B07"/>
    <w:rsid w:val="002E7F1E"/>
    <w:rsid w:val="002F1908"/>
    <w:rsid w:val="002F2DEB"/>
    <w:rsid w:val="002F3903"/>
    <w:rsid w:val="002F4A52"/>
    <w:rsid w:val="002F7D90"/>
    <w:rsid w:val="0030026A"/>
    <w:rsid w:val="00305173"/>
    <w:rsid w:val="00305744"/>
    <w:rsid w:val="00310AAB"/>
    <w:rsid w:val="00312125"/>
    <w:rsid w:val="00313EE1"/>
    <w:rsid w:val="00314638"/>
    <w:rsid w:val="00321A76"/>
    <w:rsid w:val="003304A5"/>
    <w:rsid w:val="00334BEB"/>
    <w:rsid w:val="00335E5B"/>
    <w:rsid w:val="00347B97"/>
    <w:rsid w:val="00354F5D"/>
    <w:rsid w:val="0035511D"/>
    <w:rsid w:val="00360A0B"/>
    <w:rsid w:val="003618A8"/>
    <w:rsid w:val="00363BA3"/>
    <w:rsid w:val="00365380"/>
    <w:rsid w:val="00365ECE"/>
    <w:rsid w:val="003667E9"/>
    <w:rsid w:val="003744DA"/>
    <w:rsid w:val="00375D30"/>
    <w:rsid w:val="00384904"/>
    <w:rsid w:val="003A07F8"/>
    <w:rsid w:val="003A25D5"/>
    <w:rsid w:val="003A46D5"/>
    <w:rsid w:val="003B4CCD"/>
    <w:rsid w:val="003B4DED"/>
    <w:rsid w:val="003B5211"/>
    <w:rsid w:val="003B5CA6"/>
    <w:rsid w:val="003C08B4"/>
    <w:rsid w:val="003C109A"/>
    <w:rsid w:val="003C12C5"/>
    <w:rsid w:val="003C27EF"/>
    <w:rsid w:val="003C32E9"/>
    <w:rsid w:val="003C3898"/>
    <w:rsid w:val="003C6044"/>
    <w:rsid w:val="003D0AD8"/>
    <w:rsid w:val="003D2605"/>
    <w:rsid w:val="003D4087"/>
    <w:rsid w:val="003D4448"/>
    <w:rsid w:val="003D64D6"/>
    <w:rsid w:val="003E034A"/>
    <w:rsid w:val="003E1AE5"/>
    <w:rsid w:val="003E24E4"/>
    <w:rsid w:val="003E3E21"/>
    <w:rsid w:val="003F1162"/>
    <w:rsid w:val="004008AF"/>
    <w:rsid w:val="00411510"/>
    <w:rsid w:val="0041579E"/>
    <w:rsid w:val="00416281"/>
    <w:rsid w:val="00421123"/>
    <w:rsid w:val="00422353"/>
    <w:rsid w:val="00426915"/>
    <w:rsid w:val="00426FF0"/>
    <w:rsid w:val="00433F63"/>
    <w:rsid w:val="00435788"/>
    <w:rsid w:val="004359E6"/>
    <w:rsid w:val="004360A3"/>
    <w:rsid w:val="00440D8F"/>
    <w:rsid w:val="00443CE3"/>
    <w:rsid w:val="0044496E"/>
    <w:rsid w:val="004500EB"/>
    <w:rsid w:val="00452E7B"/>
    <w:rsid w:val="004546FA"/>
    <w:rsid w:val="00456EA9"/>
    <w:rsid w:val="00457094"/>
    <w:rsid w:val="00462BCB"/>
    <w:rsid w:val="00463728"/>
    <w:rsid w:val="00473CE1"/>
    <w:rsid w:val="00481FE7"/>
    <w:rsid w:val="0048532C"/>
    <w:rsid w:val="0048661E"/>
    <w:rsid w:val="00487E39"/>
    <w:rsid w:val="00487E84"/>
    <w:rsid w:val="0049103F"/>
    <w:rsid w:val="00493E9E"/>
    <w:rsid w:val="0049681A"/>
    <w:rsid w:val="004A0DFE"/>
    <w:rsid w:val="004A3C62"/>
    <w:rsid w:val="004A70C3"/>
    <w:rsid w:val="004B3CDE"/>
    <w:rsid w:val="004C0971"/>
    <w:rsid w:val="004C0C25"/>
    <w:rsid w:val="004C2111"/>
    <w:rsid w:val="004C732E"/>
    <w:rsid w:val="004C7919"/>
    <w:rsid w:val="004D20AE"/>
    <w:rsid w:val="004D3578"/>
    <w:rsid w:val="004D6145"/>
    <w:rsid w:val="004E0D18"/>
    <w:rsid w:val="004E2066"/>
    <w:rsid w:val="004E71AC"/>
    <w:rsid w:val="004F1A16"/>
    <w:rsid w:val="004F207F"/>
    <w:rsid w:val="004F30A5"/>
    <w:rsid w:val="004F56BD"/>
    <w:rsid w:val="004F5D91"/>
    <w:rsid w:val="005070FA"/>
    <w:rsid w:val="00507655"/>
    <w:rsid w:val="005134EB"/>
    <w:rsid w:val="00516A22"/>
    <w:rsid w:val="0052186A"/>
    <w:rsid w:val="0052292D"/>
    <w:rsid w:val="00523D2D"/>
    <w:rsid w:val="005321DA"/>
    <w:rsid w:val="0054553D"/>
    <w:rsid w:val="00546F78"/>
    <w:rsid w:val="00547541"/>
    <w:rsid w:val="00551365"/>
    <w:rsid w:val="005627FF"/>
    <w:rsid w:val="00565186"/>
    <w:rsid w:val="00566D1D"/>
    <w:rsid w:val="0057118B"/>
    <w:rsid w:val="00575EF4"/>
    <w:rsid w:val="005778A4"/>
    <w:rsid w:val="00577D61"/>
    <w:rsid w:val="005822AC"/>
    <w:rsid w:val="00584B84"/>
    <w:rsid w:val="005867A9"/>
    <w:rsid w:val="005875F3"/>
    <w:rsid w:val="00591F0D"/>
    <w:rsid w:val="00593EF7"/>
    <w:rsid w:val="005A07F3"/>
    <w:rsid w:val="005A29D0"/>
    <w:rsid w:val="005A4EAC"/>
    <w:rsid w:val="005A6337"/>
    <w:rsid w:val="005B405A"/>
    <w:rsid w:val="005B48CB"/>
    <w:rsid w:val="005C08C6"/>
    <w:rsid w:val="005C2CCB"/>
    <w:rsid w:val="005C2E74"/>
    <w:rsid w:val="005C5EC4"/>
    <w:rsid w:val="005C6479"/>
    <w:rsid w:val="005C69FD"/>
    <w:rsid w:val="005C71CD"/>
    <w:rsid w:val="005D7025"/>
    <w:rsid w:val="005E2D67"/>
    <w:rsid w:val="005E4137"/>
    <w:rsid w:val="005E4B76"/>
    <w:rsid w:val="005E5578"/>
    <w:rsid w:val="005F09CE"/>
    <w:rsid w:val="005F4D62"/>
    <w:rsid w:val="0060216B"/>
    <w:rsid w:val="00610ED7"/>
    <w:rsid w:val="006130A9"/>
    <w:rsid w:val="006147CF"/>
    <w:rsid w:val="00614981"/>
    <w:rsid w:val="00615389"/>
    <w:rsid w:val="00617E53"/>
    <w:rsid w:val="00620CE3"/>
    <w:rsid w:val="00621086"/>
    <w:rsid w:val="0062208C"/>
    <w:rsid w:val="0063309C"/>
    <w:rsid w:val="00633194"/>
    <w:rsid w:val="00634D49"/>
    <w:rsid w:val="006365A1"/>
    <w:rsid w:val="00636AA2"/>
    <w:rsid w:val="00643BB8"/>
    <w:rsid w:val="00644DC4"/>
    <w:rsid w:val="00653B85"/>
    <w:rsid w:val="00656E06"/>
    <w:rsid w:val="00666764"/>
    <w:rsid w:val="0066694B"/>
    <w:rsid w:val="0066701E"/>
    <w:rsid w:val="00667DB6"/>
    <w:rsid w:val="00672496"/>
    <w:rsid w:val="00674F54"/>
    <w:rsid w:val="006771E8"/>
    <w:rsid w:val="00677C01"/>
    <w:rsid w:val="00683934"/>
    <w:rsid w:val="00683CC7"/>
    <w:rsid w:val="00684C1E"/>
    <w:rsid w:val="00685891"/>
    <w:rsid w:val="00686F72"/>
    <w:rsid w:val="006872EE"/>
    <w:rsid w:val="00692CA5"/>
    <w:rsid w:val="006932D7"/>
    <w:rsid w:val="00696C42"/>
    <w:rsid w:val="006A1882"/>
    <w:rsid w:val="006A3B2F"/>
    <w:rsid w:val="006A52AD"/>
    <w:rsid w:val="006A736B"/>
    <w:rsid w:val="006B06A2"/>
    <w:rsid w:val="006B0F65"/>
    <w:rsid w:val="006C3D37"/>
    <w:rsid w:val="006C6376"/>
    <w:rsid w:val="006D6FF5"/>
    <w:rsid w:val="006F1B19"/>
    <w:rsid w:val="006F29ED"/>
    <w:rsid w:val="006F32B6"/>
    <w:rsid w:val="006F4F77"/>
    <w:rsid w:val="006F53EE"/>
    <w:rsid w:val="006F68CE"/>
    <w:rsid w:val="0070147C"/>
    <w:rsid w:val="00702452"/>
    <w:rsid w:val="007064E7"/>
    <w:rsid w:val="00714FD6"/>
    <w:rsid w:val="00715969"/>
    <w:rsid w:val="007265F7"/>
    <w:rsid w:val="00726C03"/>
    <w:rsid w:val="00731894"/>
    <w:rsid w:val="00737308"/>
    <w:rsid w:val="007405A3"/>
    <w:rsid w:val="00746796"/>
    <w:rsid w:val="00746D91"/>
    <w:rsid w:val="00750257"/>
    <w:rsid w:val="00751794"/>
    <w:rsid w:val="00752244"/>
    <w:rsid w:val="0075598A"/>
    <w:rsid w:val="00755C92"/>
    <w:rsid w:val="00761813"/>
    <w:rsid w:val="0076333F"/>
    <w:rsid w:val="00771B85"/>
    <w:rsid w:val="00775DA6"/>
    <w:rsid w:val="0078170A"/>
    <w:rsid w:val="00790956"/>
    <w:rsid w:val="007933FE"/>
    <w:rsid w:val="0079502D"/>
    <w:rsid w:val="007A0755"/>
    <w:rsid w:val="007A31D9"/>
    <w:rsid w:val="007A74F9"/>
    <w:rsid w:val="007B7834"/>
    <w:rsid w:val="007C0DED"/>
    <w:rsid w:val="007C3274"/>
    <w:rsid w:val="007C6354"/>
    <w:rsid w:val="007D146A"/>
    <w:rsid w:val="007D1B3A"/>
    <w:rsid w:val="007D2D60"/>
    <w:rsid w:val="007D3B75"/>
    <w:rsid w:val="007D41A1"/>
    <w:rsid w:val="007D52DD"/>
    <w:rsid w:val="007D6CD8"/>
    <w:rsid w:val="007E5F16"/>
    <w:rsid w:val="00801819"/>
    <w:rsid w:val="008033D0"/>
    <w:rsid w:val="00803FB6"/>
    <w:rsid w:val="008059EF"/>
    <w:rsid w:val="00806118"/>
    <w:rsid w:val="00812755"/>
    <w:rsid w:val="008128F7"/>
    <w:rsid w:val="00812938"/>
    <w:rsid w:val="008135B7"/>
    <w:rsid w:val="008211C6"/>
    <w:rsid w:val="0082244F"/>
    <w:rsid w:val="00827B71"/>
    <w:rsid w:val="008303C7"/>
    <w:rsid w:val="00830DAC"/>
    <w:rsid w:val="0083134C"/>
    <w:rsid w:val="00832F51"/>
    <w:rsid w:val="00834CFC"/>
    <w:rsid w:val="00837B54"/>
    <w:rsid w:val="00840F58"/>
    <w:rsid w:val="008429F2"/>
    <w:rsid w:val="00843100"/>
    <w:rsid w:val="00844290"/>
    <w:rsid w:val="00847054"/>
    <w:rsid w:val="00850F25"/>
    <w:rsid w:val="008534AA"/>
    <w:rsid w:val="0085385A"/>
    <w:rsid w:val="008541C2"/>
    <w:rsid w:val="008622D3"/>
    <w:rsid w:val="008719C2"/>
    <w:rsid w:val="00880A55"/>
    <w:rsid w:val="008835F6"/>
    <w:rsid w:val="00884701"/>
    <w:rsid w:val="00884FF7"/>
    <w:rsid w:val="00891420"/>
    <w:rsid w:val="00891488"/>
    <w:rsid w:val="00894ACE"/>
    <w:rsid w:val="008A1AAF"/>
    <w:rsid w:val="008A769F"/>
    <w:rsid w:val="008B1280"/>
    <w:rsid w:val="008B19D9"/>
    <w:rsid w:val="008B1FD3"/>
    <w:rsid w:val="008B204B"/>
    <w:rsid w:val="008C03B2"/>
    <w:rsid w:val="008C3F72"/>
    <w:rsid w:val="008C4538"/>
    <w:rsid w:val="008C49AE"/>
    <w:rsid w:val="008C59F7"/>
    <w:rsid w:val="008D19A9"/>
    <w:rsid w:val="008D7E6D"/>
    <w:rsid w:val="008E7687"/>
    <w:rsid w:val="008E7C6B"/>
    <w:rsid w:val="008F07E9"/>
    <w:rsid w:val="008F0E3C"/>
    <w:rsid w:val="008F11FA"/>
    <w:rsid w:val="008F33AE"/>
    <w:rsid w:val="008F4ACA"/>
    <w:rsid w:val="00903D83"/>
    <w:rsid w:val="00904B11"/>
    <w:rsid w:val="00904BAE"/>
    <w:rsid w:val="00907FD4"/>
    <w:rsid w:val="00910850"/>
    <w:rsid w:val="0091171C"/>
    <w:rsid w:val="00912F98"/>
    <w:rsid w:val="0091327B"/>
    <w:rsid w:val="009146B8"/>
    <w:rsid w:val="00917FBB"/>
    <w:rsid w:val="009219CA"/>
    <w:rsid w:val="009223D3"/>
    <w:rsid w:val="00925880"/>
    <w:rsid w:val="00925A5C"/>
    <w:rsid w:val="00930BCE"/>
    <w:rsid w:val="00931D7A"/>
    <w:rsid w:val="009336F5"/>
    <w:rsid w:val="009349B8"/>
    <w:rsid w:val="00934CF8"/>
    <w:rsid w:val="00935D8D"/>
    <w:rsid w:val="00942FC5"/>
    <w:rsid w:val="00942FE8"/>
    <w:rsid w:val="00943A22"/>
    <w:rsid w:val="00957E70"/>
    <w:rsid w:val="00960C4C"/>
    <w:rsid w:val="00970DAB"/>
    <w:rsid w:val="0097321D"/>
    <w:rsid w:val="00973827"/>
    <w:rsid w:val="00975574"/>
    <w:rsid w:val="009822DC"/>
    <w:rsid w:val="00985C93"/>
    <w:rsid w:val="0099084B"/>
    <w:rsid w:val="009919C7"/>
    <w:rsid w:val="00992531"/>
    <w:rsid w:val="00994176"/>
    <w:rsid w:val="00994382"/>
    <w:rsid w:val="00994CC4"/>
    <w:rsid w:val="00995CD5"/>
    <w:rsid w:val="00997F51"/>
    <w:rsid w:val="009A069D"/>
    <w:rsid w:val="009A1787"/>
    <w:rsid w:val="009A4F5A"/>
    <w:rsid w:val="009A73BE"/>
    <w:rsid w:val="009A7786"/>
    <w:rsid w:val="009A7910"/>
    <w:rsid w:val="009B1F44"/>
    <w:rsid w:val="009B3183"/>
    <w:rsid w:val="009B3753"/>
    <w:rsid w:val="009B4573"/>
    <w:rsid w:val="009C002A"/>
    <w:rsid w:val="009C1B8F"/>
    <w:rsid w:val="009E278C"/>
    <w:rsid w:val="009E411A"/>
    <w:rsid w:val="009E442A"/>
    <w:rsid w:val="009E6DEC"/>
    <w:rsid w:val="009F098B"/>
    <w:rsid w:val="009F4D4C"/>
    <w:rsid w:val="009F5F76"/>
    <w:rsid w:val="009F6EDC"/>
    <w:rsid w:val="00A0102D"/>
    <w:rsid w:val="00A02D68"/>
    <w:rsid w:val="00A035CE"/>
    <w:rsid w:val="00A0537F"/>
    <w:rsid w:val="00A0602E"/>
    <w:rsid w:val="00A06C1F"/>
    <w:rsid w:val="00A07FFA"/>
    <w:rsid w:val="00A11FB4"/>
    <w:rsid w:val="00A1550B"/>
    <w:rsid w:val="00A17EB2"/>
    <w:rsid w:val="00A21134"/>
    <w:rsid w:val="00A269BF"/>
    <w:rsid w:val="00A30D5D"/>
    <w:rsid w:val="00A33D29"/>
    <w:rsid w:val="00A35782"/>
    <w:rsid w:val="00A362F9"/>
    <w:rsid w:val="00A3765A"/>
    <w:rsid w:val="00A3798F"/>
    <w:rsid w:val="00A42B41"/>
    <w:rsid w:val="00A43EE6"/>
    <w:rsid w:val="00A4585A"/>
    <w:rsid w:val="00A55350"/>
    <w:rsid w:val="00A60F49"/>
    <w:rsid w:val="00A61E15"/>
    <w:rsid w:val="00A66F91"/>
    <w:rsid w:val="00A70229"/>
    <w:rsid w:val="00A70C3A"/>
    <w:rsid w:val="00A712D3"/>
    <w:rsid w:val="00A918D1"/>
    <w:rsid w:val="00A93A9A"/>
    <w:rsid w:val="00A971A5"/>
    <w:rsid w:val="00AA219C"/>
    <w:rsid w:val="00AA5C16"/>
    <w:rsid w:val="00AC11C7"/>
    <w:rsid w:val="00AC31D4"/>
    <w:rsid w:val="00AC360A"/>
    <w:rsid w:val="00AC6098"/>
    <w:rsid w:val="00AD0D64"/>
    <w:rsid w:val="00AD1304"/>
    <w:rsid w:val="00AD1BEE"/>
    <w:rsid w:val="00AD243A"/>
    <w:rsid w:val="00AD382F"/>
    <w:rsid w:val="00AD3B26"/>
    <w:rsid w:val="00AD41B1"/>
    <w:rsid w:val="00AD4D71"/>
    <w:rsid w:val="00AD764D"/>
    <w:rsid w:val="00AE0B30"/>
    <w:rsid w:val="00AE2BD8"/>
    <w:rsid w:val="00AE2BF6"/>
    <w:rsid w:val="00AE3370"/>
    <w:rsid w:val="00AE64CA"/>
    <w:rsid w:val="00AF43E6"/>
    <w:rsid w:val="00AF4DF4"/>
    <w:rsid w:val="00AF6036"/>
    <w:rsid w:val="00AF7092"/>
    <w:rsid w:val="00B1324D"/>
    <w:rsid w:val="00B157E2"/>
    <w:rsid w:val="00B1718D"/>
    <w:rsid w:val="00B22965"/>
    <w:rsid w:val="00B24A45"/>
    <w:rsid w:val="00B25B92"/>
    <w:rsid w:val="00B26948"/>
    <w:rsid w:val="00B34D51"/>
    <w:rsid w:val="00B36A0E"/>
    <w:rsid w:val="00B36BA1"/>
    <w:rsid w:val="00B37051"/>
    <w:rsid w:val="00B40D67"/>
    <w:rsid w:val="00B43C45"/>
    <w:rsid w:val="00B473F7"/>
    <w:rsid w:val="00B53AA9"/>
    <w:rsid w:val="00B55A93"/>
    <w:rsid w:val="00B55EE8"/>
    <w:rsid w:val="00B56E6C"/>
    <w:rsid w:val="00B63D0E"/>
    <w:rsid w:val="00B67CDA"/>
    <w:rsid w:val="00B70285"/>
    <w:rsid w:val="00B80F82"/>
    <w:rsid w:val="00B82A97"/>
    <w:rsid w:val="00B82B45"/>
    <w:rsid w:val="00B83039"/>
    <w:rsid w:val="00B837A9"/>
    <w:rsid w:val="00B84D6A"/>
    <w:rsid w:val="00B870FC"/>
    <w:rsid w:val="00BA2561"/>
    <w:rsid w:val="00BA34A6"/>
    <w:rsid w:val="00BA3B14"/>
    <w:rsid w:val="00BA5B00"/>
    <w:rsid w:val="00BB1048"/>
    <w:rsid w:val="00BB1A07"/>
    <w:rsid w:val="00BB6DAD"/>
    <w:rsid w:val="00BB7346"/>
    <w:rsid w:val="00BC1555"/>
    <w:rsid w:val="00BC60A9"/>
    <w:rsid w:val="00BC612C"/>
    <w:rsid w:val="00BD1B7B"/>
    <w:rsid w:val="00BE0C8A"/>
    <w:rsid w:val="00BE0D70"/>
    <w:rsid w:val="00BE334D"/>
    <w:rsid w:val="00BE4988"/>
    <w:rsid w:val="00BE7883"/>
    <w:rsid w:val="00BF1C24"/>
    <w:rsid w:val="00BF5E73"/>
    <w:rsid w:val="00C04C19"/>
    <w:rsid w:val="00C06939"/>
    <w:rsid w:val="00C14F0E"/>
    <w:rsid w:val="00C173BF"/>
    <w:rsid w:val="00C209C1"/>
    <w:rsid w:val="00C20EF9"/>
    <w:rsid w:val="00C21E3B"/>
    <w:rsid w:val="00C321F4"/>
    <w:rsid w:val="00C34343"/>
    <w:rsid w:val="00C35B1A"/>
    <w:rsid w:val="00C41C7D"/>
    <w:rsid w:val="00C47428"/>
    <w:rsid w:val="00C47E73"/>
    <w:rsid w:val="00C502C2"/>
    <w:rsid w:val="00C55D2D"/>
    <w:rsid w:val="00C61E93"/>
    <w:rsid w:val="00C63023"/>
    <w:rsid w:val="00C63743"/>
    <w:rsid w:val="00C76C6C"/>
    <w:rsid w:val="00C80EC5"/>
    <w:rsid w:val="00C85669"/>
    <w:rsid w:val="00C85991"/>
    <w:rsid w:val="00C8653C"/>
    <w:rsid w:val="00C86BB9"/>
    <w:rsid w:val="00C8772C"/>
    <w:rsid w:val="00C912F6"/>
    <w:rsid w:val="00C92326"/>
    <w:rsid w:val="00C952FE"/>
    <w:rsid w:val="00C95BBC"/>
    <w:rsid w:val="00CA18E0"/>
    <w:rsid w:val="00CA43FD"/>
    <w:rsid w:val="00CA53F3"/>
    <w:rsid w:val="00CB18EB"/>
    <w:rsid w:val="00CB335B"/>
    <w:rsid w:val="00CB441E"/>
    <w:rsid w:val="00CC0660"/>
    <w:rsid w:val="00CC1204"/>
    <w:rsid w:val="00CC72E9"/>
    <w:rsid w:val="00CD25C2"/>
    <w:rsid w:val="00CD4D4E"/>
    <w:rsid w:val="00CD4F3D"/>
    <w:rsid w:val="00CE1668"/>
    <w:rsid w:val="00CE1E9F"/>
    <w:rsid w:val="00CE24E5"/>
    <w:rsid w:val="00CE383E"/>
    <w:rsid w:val="00CE3C34"/>
    <w:rsid w:val="00CE41DB"/>
    <w:rsid w:val="00CE45AF"/>
    <w:rsid w:val="00CE4D96"/>
    <w:rsid w:val="00CE520E"/>
    <w:rsid w:val="00CE6407"/>
    <w:rsid w:val="00CF1EA0"/>
    <w:rsid w:val="00CF68D3"/>
    <w:rsid w:val="00D047D5"/>
    <w:rsid w:val="00D078C4"/>
    <w:rsid w:val="00D13848"/>
    <w:rsid w:val="00D15EA5"/>
    <w:rsid w:val="00D16FC3"/>
    <w:rsid w:val="00D17847"/>
    <w:rsid w:val="00D2100B"/>
    <w:rsid w:val="00D24220"/>
    <w:rsid w:val="00D3089E"/>
    <w:rsid w:val="00D31D7A"/>
    <w:rsid w:val="00D33E60"/>
    <w:rsid w:val="00D4260C"/>
    <w:rsid w:val="00D460E7"/>
    <w:rsid w:val="00D5002A"/>
    <w:rsid w:val="00D60EDE"/>
    <w:rsid w:val="00D63ABC"/>
    <w:rsid w:val="00D643B7"/>
    <w:rsid w:val="00D65332"/>
    <w:rsid w:val="00D67117"/>
    <w:rsid w:val="00D675F1"/>
    <w:rsid w:val="00D67745"/>
    <w:rsid w:val="00D70A3A"/>
    <w:rsid w:val="00D70D48"/>
    <w:rsid w:val="00D73B96"/>
    <w:rsid w:val="00D75D3F"/>
    <w:rsid w:val="00D80807"/>
    <w:rsid w:val="00D86917"/>
    <w:rsid w:val="00D92F9A"/>
    <w:rsid w:val="00D9427D"/>
    <w:rsid w:val="00D96128"/>
    <w:rsid w:val="00DA36EE"/>
    <w:rsid w:val="00DA452E"/>
    <w:rsid w:val="00DA5128"/>
    <w:rsid w:val="00DA6E31"/>
    <w:rsid w:val="00DB308D"/>
    <w:rsid w:val="00DB3F60"/>
    <w:rsid w:val="00DB5F40"/>
    <w:rsid w:val="00DD1E47"/>
    <w:rsid w:val="00DD61A9"/>
    <w:rsid w:val="00DD6EF1"/>
    <w:rsid w:val="00DE4958"/>
    <w:rsid w:val="00E04361"/>
    <w:rsid w:val="00E064FD"/>
    <w:rsid w:val="00E0760B"/>
    <w:rsid w:val="00E103B8"/>
    <w:rsid w:val="00E1053A"/>
    <w:rsid w:val="00E13654"/>
    <w:rsid w:val="00E1384E"/>
    <w:rsid w:val="00E16418"/>
    <w:rsid w:val="00E17F28"/>
    <w:rsid w:val="00E26AF3"/>
    <w:rsid w:val="00E276E0"/>
    <w:rsid w:val="00E314EA"/>
    <w:rsid w:val="00E33FDA"/>
    <w:rsid w:val="00E406D5"/>
    <w:rsid w:val="00E41E1C"/>
    <w:rsid w:val="00E548F3"/>
    <w:rsid w:val="00E55FF3"/>
    <w:rsid w:val="00E56701"/>
    <w:rsid w:val="00E57F4B"/>
    <w:rsid w:val="00E62754"/>
    <w:rsid w:val="00E63E7F"/>
    <w:rsid w:val="00E64D2D"/>
    <w:rsid w:val="00E76190"/>
    <w:rsid w:val="00E86B53"/>
    <w:rsid w:val="00E9110B"/>
    <w:rsid w:val="00EA211E"/>
    <w:rsid w:val="00EA2B6F"/>
    <w:rsid w:val="00EA3D6A"/>
    <w:rsid w:val="00EB08FF"/>
    <w:rsid w:val="00EB2C2C"/>
    <w:rsid w:val="00EB3478"/>
    <w:rsid w:val="00EB4B39"/>
    <w:rsid w:val="00EB6FE3"/>
    <w:rsid w:val="00EC6D75"/>
    <w:rsid w:val="00ED531D"/>
    <w:rsid w:val="00ED79FE"/>
    <w:rsid w:val="00EE0233"/>
    <w:rsid w:val="00EE0F65"/>
    <w:rsid w:val="00EE2C7D"/>
    <w:rsid w:val="00EE321E"/>
    <w:rsid w:val="00EE44DA"/>
    <w:rsid w:val="00EE5683"/>
    <w:rsid w:val="00EE59BD"/>
    <w:rsid w:val="00EF190C"/>
    <w:rsid w:val="00EF47AE"/>
    <w:rsid w:val="00EF4B0C"/>
    <w:rsid w:val="00F00329"/>
    <w:rsid w:val="00F01358"/>
    <w:rsid w:val="00F10DB9"/>
    <w:rsid w:val="00F13DCA"/>
    <w:rsid w:val="00F14ED4"/>
    <w:rsid w:val="00F246A1"/>
    <w:rsid w:val="00F37917"/>
    <w:rsid w:val="00F40757"/>
    <w:rsid w:val="00F44EA3"/>
    <w:rsid w:val="00F51F01"/>
    <w:rsid w:val="00F54236"/>
    <w:rsid w:val="00F5513E"/>
    <w:rsid w:val="00F60BE6"/>
    <w:rsid w:val="00F63F3F"/>
    <w:rsid w:val="00F66FA5"/>
    <w:rsid w:val="00F70059"/>
    <w:rsid w:val="00F71678"/>
    <w:rsid w:val="00F730E3"/>
    <w:rsid w:val="00F754F0"/>
    <w:rsid w:val="00F755E9"/>
    <w:rsid w:val="00F83E78"/>
    <w:rsid w:val="00F85961"/>
    <w:rsid w:val="00F909CD"/>
    <w:rsid w:val="00F9217F"/>
    <w:rsid w:val="00F974D1"/>
    <w:rsid w:val="00FA121E"/>
    <w:rsid w:val="00FA16E0"/>
    <w:rsid w:val="00FA4B96"/>
    <w:rsid w:val="00FB6ACB"/>
    <w:rsid w:val="00FC2C4F"/>
    <w:rsid w:val="00FC4397"/>
    <w:rsid w:val="00FC499D"/>
    <w:rsid w:val="00FD05AD"/>
    <w:rsid w:val="00FD0666"/>
    <w:rsid w:val="00FD44EE"/>
    <w:rsid w:val="00FD7295"/>
    <w:rsid w:val="00FE2187"/>
    <w:rsid w:val="00FE320C"/>
    <w:rsid w:val="00FE5293"/>
    <w:rsid w:val="0A025430"/>
    <w:rsid w:val="0A3DC00D"/>
    <w:rsid w:val="38C4C945"/>
    <w:rsid w:val="5188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DE14438B-3058-4FFA-94CD-DBB5697D4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tabs>
        <w:tab w:val="num" w:pos="284"/>
      </w:tabs>
      <w:ind w:left="284" w:hanging="284"/>
    </w:pPr>
  </w:style>
  <w:style w:type="paragraph" w:styleId="ListNumber">
    <w:name w:val="List Number"/>
    <w:basedOn w:val="Normal"/>
    <w:uiPriority w:val="1"/>
    <w:qFormat/>
    <w:rsid w:val="00894ACE"/>
    <w:pPr>
      <w:tabs>
        <w:tab w:val="num" w:pos="284"/>
      </w:tabs>
      <w:ind w:left="284" w:hanging="284"/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2">
    <w:name w:val="List Number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3">
    <w:name w:val="List Number 3"/>
    <w:basedOn w:val="Normal"/>
    <w:uiPriority w:val="1"/>
    <w:qFormat/>
    <w:rsid w:val="00894ACE"/>
    <w:pPr>
      <w:tabs>
        <w:tab w:val="num" w:pos="1134"/>
      </w:tabs>
      <w:ind w:left="1134" w:hanging="567"/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tabs>
        <w:tab w:val="num" w:pos="851"/>
      </w:tabs>
      <w:ind w:left="851" w:hanging="284"/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Bullet3">
    <w:name w:val="Table Bullet 3"/>
    <w:basedOn w:val="ListBullet3"/>
    <w:uiPriority w:val="9"/>
    <w:qFormat/>
    <w:rsid w:val="00894ACE"/>
    <w:pPr>
      <w:tabs>
        <w:tab w:val="clear" w:pos="851"/>
        <w:tab w:val="num" w:pos="284"/>
      </w:tabs>
      <w:spacing w:before="60" w:after="60"/>
      <w:ind w:left="284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Number3">
    <w:name w:val="Table Number 3"/>
    <w:basedOn w:val="ListNumber3"/>
    <w:uiPriority w:val="9"/>
    <w:qFormat/>
    <w:rsid w:val="00894ACE"/>
    <w:pPr>
      <w:tabs>
        <w:tab w:val="clear" w:pos="1134"/>
        <w:tab w:val="num" w:pos="284"/>
      </w:tabs>
      <w:spacing w:before="60" w:after="60"/>
      <w:ind w:left="284" w:hanging="284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4921CD29944748902B241F7873773D" ma:contentTypeVersion="0" ma:contentTypeDescription="Create a new document." ma:contentTypeScope="" ma:versionID="504a8363e07b957c3e2c8fca4dc7026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22F49-3FF1-4BC8-A191-7291BF491A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2E9586-A224-4C53-8FD0-071D2D11F6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FED71F-F84B-4368-AC0F-75E5D0010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80</TotalTime>
  <Pages>2</Pages>
  <Words>492</Words>
  <Characters>1896</Characters>
  <Application>Microsoft Office Word</Application>
  <DocSecurity>0</DocSecurity>
  <Lines>15</Lines>
  <Paragraphs>4</Paragraphs>
  <ScaleCrop>false</ScaleCrop>
  <Company>Grant Thornton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Chaveewan Srikun</cp:lastModifiedBy>
  <cp:revision>314</cp:revision>
  <cp:lastPrinted>2022-05-11T08:53:00Z</cp:lastPrinted>
  <dcterms:created xsi:type="dcterms:W3CDTF">2019-03-12T06:58:00Z</dcterms:created>
  <dcterms:modified xsi:type="dcterms:W3CDTF">2025-05-15T06:14:00Z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0x0101003D4921CD29944748902B241F7873773D</vt:lpwstr>
  </property>
  <property fmtid="{D5CDD505-2E9C-101B-9397-08002B2CF9AE}" pid="4" name="MediaServiceImageTags">
    <vt:lpwstr/>
  </property>
</Properties>
</file>