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331B" w14:textId="77777777" w:rsidR="00DA001B" w:rsidRPr="00DC2ACA" w:rsidRDefault="00DA001B" w:rsidP="001D05B5">
      <w:pPr>
        <w:jc w:val="thaiDistribute"/>
        <w:rPr>
          <w:rFonts w:asciiTheme="majorBidi" w:hAnsiTheme="majorBidi"/>
          <w:b/>
          <w:bCs/>
          <w:sz w:val="36"/>
          <w:szCs w:val="36"/>
        </w:rPr>
      </w:pPr>
      <w:r w:rsidRPr="004F0216">
        <w:rPr>
          <w:rFonts w:asciiTheme="majorBidi" w:hAnsiTheme="majorBidi" w:hint="cs"/>
          <w:b/>
          <w:bCs/>
          <w:sz w:val="36"/>
          <w:szCs w:val="36"/>
          <w:cs/>
        </w:rPr>
        <w:t>บริษัท</w:t>
      </w:r>
      <w:r w:rsidRPr="004F0216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ลอนดรี้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ยู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จำกัด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(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มหาชน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>)</w:t>
      </w:r>
    </w:p>
    <w:p w14:paraId="639538BD" w14:textId="5B86F3F7" w:rsidR="00390D85" w:rsidRPr="00DC2ACA" w:rsidRDefault="00390D85" w:rsidP="001D05B5">
      <w:pPr>
        <w:jc w:val="thaiDistribute"/>
        <w:rPr>
          <w:rFonts w:asciiTheme="majorBidi" w:hAnsiTheme="majorBidi"/>
          <w:b/>
          <w:bCs/>
          <w:sz w:val="36"/>
          <w:szCs w:val="36"/>
        </w:rPr>
      </w:pPr>
      <w:r w:rsidRPr="00DC2ACA">
        <w:rPr>
          <w:rFonts w:asciiTheme="majorBidi" w:hAnsiTheme="majorBidi"/>
          <w:b/>
          <w:bCs/>
          <w:sz w:val="36"/>
          <w:szCs w:val="36"/>
          <w:cs/>
        </w:rPr>
        <w:t>หมายเหตุประกอบงบการเงิน</w:t>
      </w:r>
      <w:r w:rsidR="00EA501C" w:rsidRPr="00DC2ACA">
        <w:rPr>
          <w:rFonts w:asciiTheme="majorBidi" w:hAnsiTheme="majorBidi"/>
          <w:b/>
          <w:bCs/>
          <w:sz w:val="36"/>
          <w:szCs w:val="36"/>
          <w:cs/>
        </w:rPr>
        <w:t>แบบย่อ</w:t>
      </w:r>
    </w:p>
    <w:p w14:paraId="744ADA35" w14:textId="2701EFB7" w:rsidR="008B74F7" w:rsidRPr="00DC2ACA" w:rsidRDefault="008B74F7" w:rsidP="001D05B5">
      <w:pPr>
        <w:jc w:val="thaiDistribute"/>
        <w:rPr>
          <w:rFonts w:asciiTheme="majorBidi" w:hAnsiTheme="majorBidi"/>
          <w:b/>
          <w:bCs/>
          <w:sz w:val="36"/>
          <w:szCs w:val="36"/>
          <w:cs/>
        </w:rPr>
      </w:pPr>
      <w:r w:rsidRPr="00DC2ACA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8D78DC" w:rsidRPr="00DC2ACA">
        <w:rPr>
          <w:rFonts w:asciiTheme="majorBidi" w:hAnsiTheme="majorBidi"/>
          <w:b/>
          <w:bCs/>
          <w:sz w:val="36"/>
          <w:szCs w:val="36"/>
          <w:cs/>
        </w:rPr>
        <w:t>งวด</w:t>
      </w:r>
      <w:r w:rsidR="008175EB" w:rsidRPr="00DC2ACA">
        <w:rPr>
          <w:rFonts w:asciiTheme="majorBidi" w:hAnsiTheme="majorBidi" w:hint="cs"/>
          <w:b/>
          <w:bCs/>
          <w:sz w:val="36"/>
          <w:szCs w:val="36"/>
          <w:cs/>
        </w:rPr>
        <w:t>สามเดือนและงวด</w:t>
      </w:r>
      <w:r w:rsidR="00CD438C" w:rsidRPr="00DC2ACA">
        <w:rPr>
          <w:rFonts w:asciiTheme="majorBidi" w:hAnsiTheme="majorBidi" w:hint="cs"/>
          <w:b/>
          <w:bCs/>
          <w:sz w:val="36"/>
          <w:szCs w:val="36"/>
          <w:cs/>
        </w:rPr>
        <w:t>หก</w:t>
      </w:r>
      <w:r w:rsidR="008D78DC" w:rsidRPr="00DC2ACA">
        <w:rPr>
          <w:rFonts w:asciiTheme="majorBidi" w:hAnsiTheme="majorBidi"/>
          <w:b/>
          <w:bCs/>
          <w:sz w:val="36"/>
          <w:szCs w:val="36"/>
          <w:cs/>
        </w:rPr>
        <w:t>เดือน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F9706D" w:rsidRPr="00F9706D">
        <w:rPr>
          <w:rFonts w:asciiTheme="majorBidi" w:hAnsiTheme="majorBidi"/>
          <w:b/>
          <w:bCs/>
          <w:sz w:val="36"/>
          <w:szCs w:val="36"/>
        </w:rPr>
        <w:t>3</w:t>
      </w:r>
      <w:r w:rsidR="00F9706D" w:rsidRPr="00F9706D">
        <w:rPr>
          <w:rFonts w:asciiTheme="majorBidi" w:hAnsiTheme="majorBidi" w:hint="cs"/>
          <w:b/>
          <w:bCs/>
          <w:sz w:val="36"/>
          <w:szCs w:val="36"/>
        </w:rPr>
        <w:t>0</w:t>
      </w:r>
      <w:r w:rsidR="008C5822" w:rsidRPr="00DC2ACA">
        <w:rPr>
          <w:rFonts w:asciiTheme="majorBidi" w:hAnsiTheme="majorBidi"/>
          <w:b/>
          <w:bCs/>
          <w:sz w:val="36"/>
          <w:szCs w:val="36"/>
        </w:rPr>
        <w:t xml:space="preserve"> </w:t>
      </w:r>
      <w:r w:rsidR="00CD438C" w:rsidRPr="00DC2ACA">
        <w:rPr>
          <w:rFonts w:asciiTheme="majorBidi" w:hAnsiTheme="majorBidi" w:hint="cs"/>
          <w:b/>
          <w:bCs/>
          <w:sz w:val="36"/>
          <w:szCs w:val="36"/>
          <w:cs/>
        </w:rPr>
        <w:t>มิถุนายน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F9706D" w:rsidRPr="00F9706D">
        <w:rPr>
          <w:rFonts w:asciiTheme="majorBidi" w:hAnsiTheme="majorBidi"/>
          <w:b/>
          <w:bCs/>
          <w:sz w:val="36"/>
          <w:szCs w:val="36"/>
        </w:rPr>
        <w:t>2568</w:t>
      </w:r>
    </w:p>
    <w:p w14:paraId="6570CD42" w14:textId="7E112F27" w:rsidR="00DD3297" w:rsidRPr="00DC2ACA" w:rsidRDefault="0051467F" w:rsidP="001D05B5">
      <w:pPr>
        <w:jc w:val="thaiDistribute"/>
        <w:rPr>
          <w:rFonts w:asciiTheme="majorBidi" w:hAnsiTheme="majorBidi"/>
          <w:b/>
          <w:bCs/>
          <w:sz w:val="36"/>
          <w:szCs w:val="36"/>
        </w:rPr>
      </w:pPr>
      <w:r w:rsidRPr="00DC2ACA">
        <w:rPr>
          <w:rFonts w:asciiTheme="majorBidi" w:hAnsiTheme="majorBidi"/>
          <w:b/>
          <w:bCs/>
          <w:sz w:val="36"/>
          <w:szCs w:val="36"/>
        </w:rPr>
        <w:t>(</w:t>
      </w:r>
      <w:r w:rsidR="00DD3297" w:rsidRPr="00DC2ACA">
        <w:rPr>
          <w:rFonts w:asciiTheme="majorBidi" w:hAnsiTheme="majorBidi"/>
          <w:b/>
          <w:bCs/>
          <w:sz w:val="36"/>
          <w:szCs w:val="36"/>
        </w:rPr>
        <w:t>“</w:t>
      </w:r>
      <w:r w:rsidR="00DD3297" w:rsidRPr="00DC2ACA">
        <w:rPr>
          <w:rFonts w:asciiTheme="majorBidi" w:hAnsiTheme="majorBidi"/>
          <w:b/>
          <w:bCs/>
          <w:sz w:val="36"/>
          <w:szCs w:val="36"/>
          <w:cs/>
        </w:rPr>
        <w:t>ยังไม่ได้ตรวจสอบ</w:t>
      </w:r>
      <w:r w:rsidR="00DD3297" w:rsidRPr="00DC2ACA">
        <w:rPr>
          <w:rFonts w:asciiTheme="majorBidi" w:hAnsiTheme="majorBidi"/>
          <w:b/>
          <w:bCs/>
          <w:sz w:val="36"/>
          <w:szCs w:val="36"/>
        </w:rPr>
        <w:t>”</w:t>
      </w:r>
      <w:r w:rsidRPr="00DC2ACA">
        <w:rPr>
          <w:rFonts w:asciiTheme="majorBidi" w:hAnsiTheme="majorBidi"/>
          <w:b/>
          <w:bCs/>
          <w:sz w:val="36"/>
          <w:szCs w:val="36"/>
        </w:rPr>
        <w:t>)</w:t>
      </w:r>
    </w:p>
    <w:p w14:paraId="3B09528C" w14:textId="447A06EF" w:rsidR="00390D85" w:rsidRPr="00DC2ACA" w:rsidRDefault="00F9706D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90D85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90D85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390D8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6FB0A118" w14:textId="5EE550C7" w:rsidR="00390D85" w:rsidRPr="00DC2ACA" w:rsidRDefault="00DA001B" w:rsidP="001D05B5">
      <w:pPr>
        <w:spacing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บริษัท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ลอนดรี้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ยู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จำกัด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(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มหาชน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) 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(“บริษัท”) ได้จดทะเบียนเป็นบริษัทจำกัดตามประมวลกฎหมายแพ่งและพาณิชย์ของ</w:t>
      </w:r>
      <w:r w:rsidR="00AE5CFD" w:rsidRPr="00DC2ACA">
        <w:rPr>
          <w:rFonts w:asciiTheme="majorBidi" w:hAnsiTheme="majorBidi" w:cstheme="majorBidi"/>
          <w:spacing w:val="-2"/>
          <w:sz w:val="32"/>
          <w:szCs w:val="32"/>
          <w:cs/>
        </w:rPr>
        <w:t>ประเทศ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ไทย เมื่อวันที่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2"/>
          <w:sz w:val="32"/>
          <w:szCs w:val="32"/>
        </w:rPr>
        <w:t>6</w:t>
      </w:r>
      <w:r w:rsidR="00734724" w:rsidRPr="00DC2ACA">
        <w:rPr>
          <w:rFonts w:asciiTheme="majorBidi" w:hAnsiTheme="majorBidi" w:cstheme="majorBidi"/>
          <w:spacing w:val="-2"/>
          <w:sz w:val="32"/>
          <w:szCs w:val="32"/>
          <w:cs/>
        </w:rPr>
        <w:t xml:space="preserve"> สิงหาคม </w:t>
      </w:r>
      <w:r w:rsidR="00F9706D" w:rsidRPr="00F9706D">
        <w:rPr>
          <w:rFonts w:asciiTheme="majorBidi" w:hAnsiTheme="majorBidi" w:cstheme="majorBidi"/>
          <w:spacing w:val="-2"/>
          <w:sz w:val="32"/>
          <w:szCs w:val="32"/>
        </w:rPr>
        <w:t>2561</w:t>
      </w:r>
      <w:r w:rsidR="00A6639D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953AD7" w:rsidRPr="00DC2ACA">
        <w:rPr>
          <w:rFonts w:asciiTheme="majorBidi" w:hAnsiTheme="majorBidi" w:cstheme="majorBidi"/>
          <w:spacing w:val="-2"/>
          <w:sz w:val="32"/>
          <w:szCs w:val="32"/>
          <w:cs/>
        </w:rPr>
        <w:t>โดยมีที่อยู่จดทะเบียนของบริษัทตั้งอยู่</w:t>
      </w:r>
      <w:r w:rsidR="007E2126" w:rsidRPr="00DC2ACA">
        <w:rPr>
          <w:rFonts w:asciiTheme="majorBidi" w:hAnsiTheme="majorBidi" w:cstheme="majorBidi"/>
          <w:spacing w:val="-2"/>
          <w:sz w:val="32"/>
          <w:szCs w:val="32"/>
          <w:cs/>
        </w:rPr>
        <w:t>เลข</w:t>
      </w:r>
      <w:r w:rsidR="00953AD7" w:rsidRPr="00DC2ACA">
        <w:rPr>
          <w:rFonts w:asciiTheme="majorBidi" w:hAnsiTheme="majorBidi" w:cstheme="majorBidi"/>
          <w:spacing w:val="-2"/>
          <w:sz w:val="32"/>
          <w:szCs w:val="32"/>
          <w:cs/>
        </w:rPr>
        <w:t>ที่</w:t>
      </w:r>
      <w:r w:rsidR="00EF15C1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2"/>
          <w:sz w:val="32"/>
          <w:szCs w:val="32"/>
        </w:rPr>
        <w:t>689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  <w:cs/>
        </w:rPr>
        <w:t>หมู่ที่</w:t>
      </w:r>
      <w:r w:rsidR="009A1075" w:rsidRPr="00DC2ACA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pacing w:val="-2"/>
          <w:sz w:val="32"/>
          <w:szCs w:val="32"/>
        </w:rPr>
        <w:t>10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  <w:cs/>
        </w:rPr>
        <w:t xml:space="preserve">ตำบลสำโรงเหนือ 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อำเภอเมืองสมุทรปราการ จังหวัดสมุทรปราการ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ธุรกิจ</w:t>
      </w:r>
      <w:r w:rsidR="00C72A50" w:rsidRPr="00DC2ACA">
        <w:rPr>
          <w:rFonts w:asciiTheme="majorBidi" w:hAnsiTheme="majorBidi" w:cstheme="majorBidi"/>
          <w:spacing w:val="-2"/>
          <w:sz w:val="32"/>
          <w:szCs w:val="32"/>
          <w:cs/>
        </w:rPr>
        <w:t>หลักของบริษัทคือ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การจำหน่ายและให้บริการ</w:t>
      </w:r>
      <w:r w:rsidR="00C10FD6" w:rsidRPr="00DC2ACA">
        <w:rPr>
          <w:rFonts w:asciiTheme="majorBidi" w:hAnsiTheme="majorBidi" w:cstheme="majorBidi"/>
          <w:spacing w:val="-2"/>
          <w:sz w:val="32"/>
          <w:szCs w:val="32"/>
          <w:cs/>
        </w:rPr>
        <w:t>เครื่อง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ซักผ้า</w:t>
      </w:r>
      <w:r w:rsidR="00C10FD6" w:rsidRPr="00DC2ACA">
        <w:rPr>
          <w:rFonts w:asciiTheme="majorBidi" w:hAnsiTheme="majorBidi" w:cstheme="majorBidi"/>
          <w:spacing w:val="-2"/>
          <w:sz w:val="32"/>
          <w:szCs w:val="32"/>
          <w:cs/>
        </w:rPr>
        <w:t>และเครื่องอบผ้าแบบ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หยอดเหรียญ รวมถึงบริการอื่นที่เกี่ยวข้อง</w:t>
      </w:r>
    </w:p>
    <w:p w14:paraId="38D6EDCB" w14:textId="64FB7ED4" w:rsidR="003F1D97" w:rsidRPr="00DC2ACA" w:rsidRDefault="003F1D97" w:rsidP="001D05B5">
      <w:pPr>
        <w:tabs>
          <w:tab w:val="decimal" w:pos="9000"/>
        </w:tabs>
        <w:spacing w:after="240"/>
        <w:ind w:left="54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เมื่อวันที่ </w:t>
      </w:r>
      <w:r w:rsidR="00F9706D" w:rsidRPr="00F9706D">
        <w:rPr>
          <w:rFonts w:asciiTheme="majorBidi" w:hAnsiTheme="majorBidi"/>
          <w:spacing w:val="-2"/>
          <w:sz w:val="32"/>
          <w:szCs w:val="32"/>
        </w:rPr>
        <w:t>12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A73143" w:rsidRPr="00DC2ACA">
        <w:rPr>
          <w:rFonts w:asciiTheme="majorBidi" w:hAnsiTheme="majorBidi" w:hint="cs"/>
          <w:spacing w:val="-2"/>
          <w:sz w:val="32"/>
          <w:szCs w:val="32"/>
          <w:cs/>
        </w:rPr>
        <w:t>มีนาคม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/>
          <w:spacing w:val="-2"/>
          <w:sz w:val="32"/>
          <w:szCs w:val="32"/>
        </w:rPr>
        <w:t>2568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 xml:space="preserve"> บริษัทจดทะเบียนแปรสภาพเป็นบริษัทมหาชนกับกรมพัฒนาธุรกิจการค้า กระทรวงพาณิชย์และได้เปลี่ยนชื่อจาก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บริษัท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ลอนดรี้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ยู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จำกัด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เป็น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บริษัท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ลอนดรี้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ยู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จำกัด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 xml:space="preserve"> (</w:t>
      </w:r>
      <w:r w:rsidR="008B6036" w:rsidRPr="00DC2ACA">
        <w:rPr>
          <w:rFonts w:asciiTheme="majorBidi" w:hAnsiTheme="majorBidi" w:hint="cs"/>
          <w:spacing w:val="-2"/>
          <w:sz w:val="32"/>
          <w:szCs w:val="32"/>
          <w:cs/>
        </w:rPr>
        <w:t>มหาชน</w:t>
      </w:r>
      <w:r w:rsidR="008B6036" w:rsidRPr="00DC2ACA">
        <w:rPr>
          <w:rFonts w:asciiTheme="majorBidi" w:hAnsiTheme="majorBidi"/>
          <w:spacing w:val="-2"/>
          <w:sz w:val="32"/>
          <w:szCs w:val="32"/>
          <w:cs/>
        </w:rPr>
        <w:t>)</w:t>
      </w:r>
    </w:p>
    <w:p w14:paraId="4BF4156F" w14:textId="37BA8BCE" w:rsidR="004325A8" w:rsidRPr="00DC2ACA" w:rsidRDefault="004325A8" w:rsidP="001D05B5">
      <w:pPr>
        <w:spacing w:before="24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บริษัทดำเนินธุรกิจภายใต้เครื่องหมายการค้า </w:t>
      </w:r>
      <w:r w:rsidRPr="00DC2ACA">
        <w:rPr>
          <w:rFonts w:ascii="Angsana New" w:hAnsi="Angsana New"/>
          <w:spacing w:val="-8"/>
          <w:sz w:val="32"/>
          <w:szCs w:val="32"/>
        </w:rPr>
        <w:t>“WashXpress”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 และให้สิทธิในการประกอบการธุรกิจแฟรนไชส์</w:t>
      </w:r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ภายใต้เครื่องหมายการค้าและ/หรือบริการในนาม </w:t>
      </w:r>
      <w:r w:rsidRPr="00DC2ACA">
        <w:rPr>
          <w:rFonts w:ascii="Angsana New" w:hAnsi="Angsana New"/>
          <w:spacing w:val="-2"/>
          <w:sz w:val="32"/>
          <w:szCs w:val="32"/>
        </w:rPr>
        <w:t>“WashXpress”</w:t>
      </w:r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 โดย </w:t>
      </w:r>
      <w:r w:rsidRPr="00DC2ACA">
        <w:rPr>
          <w:rFonts w:ascii="Angsana New" w:eastAsia="MS Mincho" w:hAnsi="Angsana New"/>
          <w:sz w:val="32"/>
          <w:szCs w:val="32"/>
          <w:cs/>
          <w:lang w:eastAsia="ja-JP"/>
        </w:rPr>
        <w:t xml:space="preserve">ณ วันที่ </w:t>
      </w:r>
      <w:r w:rsidR="00F9706D" w:rsidRPr="00F9706D">
        <w:rPr>
          <w:rFonts w:ascii="Angsana New" w:hAnsi="Angsana New"/>
          <w:sz w:val="32"/>
          <w:szCs w:val="32"/>
        </w:rPr>
        <w:t>30</w:t>
      </w:r>
      <w:r w:rsidR="00CD438C" w:rsidRPr="00DC2ACA">
        <w:rPr>
          <w:rFonts w:ascii="Angsana New" w:hAnsi="Angsana New"/>
          <w:sz w:val="32"/>
          <w:szCs w:val="32"/>
        </w:rPr>
        <w:t xml:space="preserve"> </w:t>
      </w:r>
      <w:r w:rsidR="00CD438C" w:rsidRPr="00DC2ACA">
        <w:rPr>
          <w:rFonts w:ascii="Angsana New" w:hAnsi="Angsana New"/>
          <w:sz w:val="32"/>
          <w:szCs w:val="32"/>
          <w:cs/>
        </w:rPr>
        <w:t>มิถุนายน</w:t>
      </w:r>
      <w:r w:rsidR="00AE7F84" w:rsidRPr="00DC2ACA">
        <w:rPr>
          <w:rFonts w:ascii="Angsana New" w:hAnsi="Angsana New" w:hint="cs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z w:val="32"/>
          <w:szCs w:val="32"/>
        </w:rPr>
        <w:t>2568</w:t>
      </w:r>
      <w:r w:rsidR="00AE7F84" w:rsidRPr="00DC2ACA">
        <w:rPr>
          <w:rFonts w:ascii="Angsana New" w:hAnsi="Angsana New"/>
          <w:sz w:val="32"/>
          <w:szCs w:val="32"/>
        </w:rPr>
        <w:t xml:space="preserve"> </w:t>
      </w:r>
      <w:r w:rsidR="00AE7F84" w:rsidRPr="00DC2ACA">
        <w:rPr>
          <w:rFonts w:ascii="Angsana New" w:hAnsi="Angsana New" w:hint="cs"/>
          <w:sz w:val="32"/>
          <w:szCs w:val="32"/>
          <w:cs/>
        </w:rPr>
        <w:t xml:space="preserve">และ </w:t>
      </w:r>
      <w:r w:rsidR="009E42EE" w:rsidRPr="00DC2AC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F9706D" w:rsidRPr="00F9706D">
        <w:rPr>
          <w:rFonts w:ascii="Angsana New" w:hAnsi="Angsana New"/>
          <w:sz w:val="32"/>
          <w:szCs w:val="32"/>
        </w:rPr>
        <w:t>31</w:t>
      </w:r>
      <w:r w:rsidRPr="00DC2AC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9706D" w:rsidRPr="00F9706D">
        <w:rPr>
          <w:rFonts w:ascii="Angsana New" w:hAnsi="Angsana New"/>
          <w:spacing w:val="-4"/>
          <w:sz w:val="32"/>
          <w:szCs w:val="32"/>
        </w:rPr>
        <w:t>2567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มีจำนวนสาขาของร้านเปิดให้บริการจำนวน </w:t>
      </w:r>
      <w:r w:rsidR="00F9706D" w:rsidRPr="00F9706D">
        <w:rPr>
          <w:rFonts w:ascii="Angsana New" w:hAnsi="Angsana New"/>
          <w:spacing w:val="-4"/>
          <w:sz w:val="32"/>
          <w:szCs w:val="32"/>
        </w:rPr>
        <w:t>469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สาขา และ </w:t>
      </w:r>
      <w:r w:rsidR="00F9706D" w:rsidRPr="00F9706D">
        <w:rPr>
          <w:rFonts w:ascii="Angsana New" w:hAnsi="Angsana New"/>
          <w:spacing w:val="-4"/>
          <w:sz w:val="32"/>
          <w:szCs w:val="32"/>
        </w:rPr>
        <w:t>436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 </w:t>
      </w:r>
      <w:r w:rsidRPr="00DC2ACA">
        <w:rPr>
          <w:rFonts w:ascii="Angsana New" w:hAnsi="Angsana New"/>
          <w:spacing w:val="-4"/>
          <w:sz w:val="32"/>
          <w:szCs w:val="32"/>
          <w:cs/>
        </w:rPr>
        <w:t>สาขา ตามลำดับ มีจำนวนแฟรนไชส์</w:t>
      </w:r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pacing w:val="-2"/>
          <w:sz w:val="32"/>
          <w:szCs w:val="32"/>
        </w:rPr>
        <w:t>79</w:t>
      </w:r>
      <w:r w:rsidRPr="00DC2ACA">
        <w:rPr>
          <w:rFonts w:ascii="Angsana New" w:hAnsi="Angsana New"/>
          <w:spacing w:val="-2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2"/>
          <w:sz w:val="32"/>
          <w:szCs w:val="32"/>
          <w:cs/>
        </w:rPr>
        <w:t>สาขา</w:t>
      </w:r>
      <w:r w:rsidRPr="00DC2ACA">
        <w:rPr>
          <w:rFonts w:ascii="Angsana New" w:hAnsi="Angsana New"/>
          <w:spacing w:val="-2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F9706D" w:rsidRPr="00F9706D">
        <w:rPr>
          <w:rFonts w:ascii="Angsana New" w:hAnsi="Angsana New"/>
          <w:spacing w:val="-2"/>
          <w:sz w:val="32"/>
          <w:szCs w:val="32"/>
        </w:rPr>
        <w:t>80</w:t>
      </w:r>
      <w:r w:rsidRPr="00DC2ACA">
        <w:rPr>
          <w:rFonts w:ascii="Angsana New" w:hAnsi="Angsana New"/>
          <w:spacing w:val="-2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2"/>
          <w:sz w:val="32"/>
          <w:szCs w:val="32"/>
          <w:cs/>
        </w:rPr>
        <w:t>สาขา ตามลำดับ</w:t>
      </w:r>
    </w:p>
    <w:p w14:paraId="6DE710DF" w14:textId="344E8D89" w:rsidR="004325A8" w:rsidRPr="00DC2ACA" w:rsidRDefault="004325A8" w:rsidP="001D05B5">
      <w:pPr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9706D" w:rsidRPr="00F9706D">
        <w:rPr>
          <w:rFonts w:ascii="Angsana New" w:hAnsi="Angsana New"/>
          <w:sz w:val="32"/>
          <w:szCs w:val="32"/>
        </w:rPr>
        <w:t>30</w:t>
      </w:r>
      <w:r w:rsidR="00CD438C" w:rsidRPr="00DC2ACA">
        <w:rPr>
          <w:rFonts w:ascii="Angsana New" w:hAnsi="Angsana New"/>
          <w:sz w:val="32"/>
          <w:szCs w:val="32"/>
        </w:rPr>
        <w:t xml:space="preserve"> </w:t>
      </w:r>
      <w:r w:rsidR="00CD438C" w:rsidRPr="00DC2ACA">
        <w:rPr>
          <w:rFonts w:ascii="Angsana New" w:hAnsi="Angsana New"/>
          <w:sz w:val="32"/>
          <w:szCs w:val="32"/>
          <w:cs/>
        </w:rPr>
        <w:t>มิถุนายน</w:t>
      </w:r>
      <w:r w:rsidR="00DB58C4" w:rsidRPr="00DC2ACA">
        <w:rPr>
          <w:rFonts w:ascii="Angsana New" w:hAnsi="Angsana New" w:hint="cs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z w:val="32"/>
          <w:szCs w:val="32"/>
        </w:rPr>
        <w:t>2568</w:t>
      </w:r>
      <w:r w:rsidR="00DB58C4" w:rsidRPr="00DC2ACA">
        <w:rPr>
          <w:rFonts w:ascii="Angsana New" w:hAnsi="Angsana New"/>
          <w:sz w:val="32"/>
          <w:szCs w:val="32"/>
        </w:rPr>
        <w:t xml:space="preserve"> </w:t>
      </w:r>
      <w:r w:rsidR="00DB58C4" w:rsidRPr="00DC2ACA">
        <w:rPr>
          <w:rFonts w:ascii="Angsana New" w:hAnsi="Angsana New" w:hint="cs"/>
          <w:sz w:val="32"/>
          <w:szCs w:val="32"/>
          <w:cs/>
        </w:rPr>
        <w:t xml:space="preserve">และ </w:t>
      </w:r>
      <w:r w:rsidR="00B370DA" w:rsidRPr="00DC2AC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F9706D" w:rsidRPr="00F9706D">
        <w:rPr>
          <w:rFonts w:ascii="Angsana New" w:hAnsi="Angsana New"/>
          <w:sz w:val="32"/>
          <w:szCs w:val="32"/>
        </w:rPr>
        <w:t>31</w:t>
      </w:r>
      <w:r w:rsidR="00DB58C4" w:rsidRPr="00DC2AC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9706D" w:rsidRPr="00F9706D">
        <w:rPr>
          <w:rFonts w:ascii="Angsana New" w:hAnsi="Angsana New"/>
          <w:spacing w:val="-4"/>
          <w:sz w:val="32"/>
          <w:szCs w:val="32"/>
        </w:rPr>
        <w:t>2567</w:t>
      </w:r>
      <w:r w:rsidR="00DB58C4"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ผู้ถือหุ้นรายใหญ่ของบริษัทคือ </w:t>
      </w:r>
      <w:r w:rsidRPr="00DC2ACA">
        <w:rPr>
          <w:rFonts w:ascii="Angsana New" w:hAnsi="Angsana New"/>
          <w:sz w:val="32"/>
          <w:szCs w:val="32"/>
        </w:rPr>
        <w:t>Holistic Impact Pte. Ltd.</w:t>
      </w:r>
      <w:r w:rsidRPr="00DC2ACA">
        <w:rPr>
          <w:rFonts w:ascii="Angsana New" w:hAnsi="Angsana New"/>
          <w:sz w:val="32"/>
          <w:szCs w:val="32"/>
          <w:cs/>
        </w:rPr>
        <w:t xml:space="preserve"> ซึ่งจดทะเบียนในประเทศสิงคโปร์ </w:t>
      </w:r>
      <w:r w:rsidRPr="00DC2ACA">
        <w:rPr>
          <w:rFonts w:ascii="Angsana New" w:hAnsi="Angsana New" w:hint="cs"/>
          <w:sz w:val="32"/>
          <w:szCs w:val="32"/>
          <w:cs/>
        </w:rPr>
        <w:t>นายชิษณุพันธ์ ตั้งเฉลิมกุล และนายกวิน กลองกระโทก ตามลำดับ</w:t>
      </w:r>
    </w:p>
    <w:p w14:paraId="062C1590" w14:textId="06158D3C" w:rsidR="00043ECE" w:rsidRPr="00DC2ACA" w:rsidRDefault="00B5447F" w:rsidP="001D05B5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บริษัทมีรายการและความสัมพันธ์อย่างมีสาระสำคัญกับ</w:t>
      </w:r>
      <w:r w:rsidR="001459BB" w:rsidRPr="00DC2ACA">
        <w:rPr>
          <w:rFonts w:asciiTheme="majorBidi" w:hAnsiTheme="majorBidi" w:cstheme="majorBidi"/>
          <w:sz w:val="32"/>
          <w:szCs w:val="32"/>
          <w:cs/>
        </w:rPr>
        <w:t>บุคคล</w:t>
      </w:r>
      <w:r w:rsidRPr="00DC2ACA">
        <w:rPr>
          <w:rFonts w:asciiTheme="majorBidi" w:hAnsiTheme="majorBidi" w:cstheme="majorBidi"/>
          <w:sz w:val="32"/>
          <w:szCs w:val="32"/>
          <w:cs/>
        </w:rPr>
        <w:t>ที่เกี่ยวข้องกัน ดังนั้นงบการเงินนี้อาจจะ</w:t>
      </w:r>
      <w:r w:rsidRPr="00DC2ACA">
        <w:rPr>
          <w:rFonts w:asciiTheme="majorBidi" w:hAnsiTheme="majorBidi" w:cstheme="majorBidi"/>
          <w:spacing w:val="-10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</w:t>
      </w:r>
      <w:r w:rsidRPr="00DC2ACA">
        <w:rPr>
          <w:rFonts w:asciiTheme="majorBidi" w:hAnsiTheme="majorBidi" w:cstheme="majorBidi"/>
          <w:sz w:val="32"/>
          <w:szCs w:val="32"/>
          <w:cs/>
        </w:rPr>
        <w:t>ความสัมพันธ์กันดังกล่าว</w:t>
      </w:r>
    </w:p>
    <w:p w14:paraId="5173EEA2" w14:textId="076FDD7A" w:rsidR="00390D85" w:rsidRPr="00DC2ACA" w:rsidRDefault="00F9706D" w:rsidP="001D05B5">
      <w:pPr>
        <w:spacing w:before="360" w:line="260" w:lineRule="atLeast"/>
        <w:ind w:left="540" w:hanging="540"/>
        <w:jc w:val="thaiDistribute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B7A10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B7A10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372EE" w:rsidRPr="00DC2ACA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  <w:r w:rsidR="00A372EE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67969A96" w14:textId="437422BE" w:rsidR="00B066A1" w:rsidRPr="00DC2ACA" w:rsidRDefault="00F9706D" w:rsidP="001D05B5">
      <w:pPr>
        <w:pStyle w:val="ListParagraph"/>
        <w:spacing w:after="240"/>
        <w:ind w:left="1260" w:hanging="713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9706D">
        <w:rPr>
          <w:rFonts w:asciiTheme="majorBidi" w:eastAsia="Times New Roman" w:hAnsiTheme="majorBidi" w:cstheme="majorBidi"/>
          <w:sz w:val="32"/>
          <w:szCs w:val="32"/>
        </w:rPr>
        <w:t>2</w:t>
      </w:r>
      <w:r w:rsidR="006E19A7" w:rsidRPr="00DC2ACA">
        <w:rPr>
          <w:rFonts w:asciiTheme="majorBidi" w:eastAsia="Times New Roman" w:hAnsiTheme="majorBidi" w:cstheme="majorBidi"/>
          <w:sz w:val="32"/>
          <w:szCs w:val="32"/>
          <w:lang w:val="th-TH"/>
        </w:rPr>
        <w:t>.</w:t>
      </w:r>
      <w:r w:rsidRPr="00F9706D">
        <w:rPr>
          <w:rFonts w:asciiTheme="majorBidi" w:eastAsia="Times New Roman" w:hAnsiTheme="majorBidi" w:cstheme="majorBidi"/>
          <w:sz w:val="32"/>
          <w:szCs w:val="32"/>
        </w:rPr>
        <w:t>1</w:t>
      </w:r>
      <w:r w:rsidR="000B3253" w:rsidRPr="00DC2ACA">
        <w:rPr>
          <w:rFonts w:asciiTheme="majorBidi" w:hAnsiTheme="majorBidi" w:cstheme="majorBidi"/>
          <w:sz w:val="32"/>
          <w:szCs w:val="32"/>
        </w:rPr>
        <w:tab/>
      </w:r>
      <w:r w:rsidR="004038FB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งบการเงินระหว่างกาลนี้ได้จัดทำขึ้นในสกุลเงินบาทและตามมาตรฐานการบัญชีฉบับที่ 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34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  <w:cs/>
        </w:rPr>
        <w:t>เรื่อง “รายงานทางการเงินระหว่างกาล” และวิธีปฏิบัติทางการบัญชีที่รับรองทั่วไปในประเทศไทย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  <w:cs/>
        </w:rPr>
        <w:t>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10C7C6FA" w14:textId="77777777" w:rsidR="00CD438C" w:rsidRPr="00DC2ACA" w:rsidRDefault="00CD438C" w:rsidP="001D05B5">
      <w:pPr>
        <w:spacing w:after="240"/>
        <w:jc w:val="thaiDistribute"/>
        <w:rPr>
          <w:rFonts w:asciiTheme="majorBidi" w:hAnsiTheme="majorBidi" w:cstheme="majorBidi"/>
          <w:sz w:val="32"/>
          <w:szCs w:val="32"/>
        </w:rPr>
        <w:sectPr w:rsidR="00CD438C" w:rsidRPr="00DC2ACA" w:rsidSect="00FA7449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224" w:bottom="720" w:left="1440" w:header="720" w:footer="432" w:gutter="0"/>
          <w:pgNumType w:fmt="numberInDash"/>
          <w:cols w:space="720"/>
          <w:titlePg/>
          <w:docGrid w:linePitch="360"/>
        </w:sectPr>
      </w:pPr>
    </w:p>
    <w:p w14:paraId="17B54F40" w14:textId="4E9516D9" w:rsidR="002A1A59" w:rsidRPr="00DC2ACA" w:rsidRDefault="00F9706D" w:rsidP="001D05B5">
      <w:pPr>
        <w:pStyle w:val="ListParagraph"/>
        <w:spacing w:after="240"/>
        <w:ind w:left="1267" w:hanging="720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9706D">
        <w:rPr>
          <w:rFonts w:asciiTheme="majorBidi" w:hAnsiTheme="majorBidi" w:cstheme="majorBidi"/>
          <w:spacing w:val="-6"/>
          <w:sz w:val="32"/>
          <w:szCs w:val="32"/>
        </w:rPr>
        <w:lastRenderedPageBreak/>
        <w:t>2</w:t>
      </w:r>
      <w:r w:rsidR="0023755B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23755B" w:rsidRPr="00DC2ACA">
        <w:rPr>
          <w:rFonts w:asciiTheme="majorBidi" w:hAnsiTheme="majorBidi" w:cstheme="majorBidi"/>
          <w:spacing w:val="-6"/>
          <w:sz w:val="32"/>
          <w:szCs w:val="32"/>
        </w:rPr>
        <w:tab/>
      </w:r>
      <w:r w:rsidR="009A1986" w:rsidRPr="00DC2ACA">
        <w:rPr>
          <w:rFonts w:asciiTheme="majorBidi" w:hAnsiTheme="majorBidi" w:cstheme="majorBidi"/>
          <w:spacing w:val="-4"/>
          <w:sz w:val="32"/>
          <w:szCs w:val="32"/>
          <w:cs/>
        </w:rPr>
        <w:t>งบฐานะการเงิน</w:t>
      </w:r>
      <w:r w:rsidR="009A1986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038FB"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ณ วันที่ </w:t>
      </w:r>
      <w:r w:rsidRPr="00F9706D">
        <w:rPr>
          <w:rFonts w:asciiTheme="majorBidi" w:eastAsia="Times New Roman" w:hAnsiTheme="majorBidi" w:cstheme="majorBidi"/>
          <w:sz w:val="32"/>
          <w:szCs w:val="32"/>
        </w:rPr>
        <w:t>31</w:t>
      </w:r>
      <w:r w:rsidR="004038FB"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F9706D">
        <w:rPr>
          <w:rFonts w:asciiTheme="majorBidi" w:eastAsia="Times New Roman" w:hAnsiTheme="majorBidi" w:cstheme="majorBidi"/>
          <w:sz w:val="32"/>
          <w:szCs w:val="32"/>
        </w:rPr>
        <w:t>2567</w:t>
      </w:r>
      <w:r w:rsidR="004038FB"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 ซึ่งนำมาแสดงเปรียบเทียบได้มาจากงบการเงินของบริษัทสำหรับปีสิ้นสุดวันเดียวกันซึ่งได้ตรวจสอบแล้ว</w:t>
      </w:r>
    </w:p>
    <w:p w14:paraId="5FCAF740" w14:textId="2C64D05F" w:rsidR="003326AE" w:rsidRPr="00DC2ACA" w:rsidRDefault="00F9706D" w:rsidP="001D05B5">
      <w:pPr>
        <w:pStyle w:val="ListParagraph"/>
        <w:spacing w:after="240"/>
        <w:ind w:left="1267" w:hanging="720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9706D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887DAC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887DA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87DAC" w:rsidRPr="00DC2ACA">
        <w:rPr>
          <w:rFonts w:asciiTheme="majorBidi" w:hAnsiTheme="majorBidi" w:cstheme="majorBidi"/>
          <w:spacing w:val="-6"/>
          <w:sz w:val="32"/>
          <w:szCs w:val="32"/>
        </w:rPr>
        <w:tab/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FD37E0" w:rsidRPr="00DC2ACA">
        <w:rPr>
          <w:rFonts w:asciiTheme="majorBidi" w:hAnsiTheme="majorBidi" w:cstheme="majorBidi"/>
          <w:spacing w:val="-6"/>
          <w:sz w:val="32"/>
          <w:szCs w:val="32"/>
          <w:cs/>
        </w:rPr>
        <w:t>งวดสามเดือน</w:t>
      </w:r>
      <w:r w:rsidR="00B97E44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และงวดหกเดือน</w:t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>สิ้นสุดวันที่</w:t>
      </w:r>
      <w:r w:rsidR="00406483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9706D">
        <w:rPr>
          <w:rFonts w:asciiTheme="majorBidi" w:eastAsia="Times New Roman" w:hAnsiTheme="majorBidi" w:cstheme="majorBidi"/>
          <w:sz w:val="32"/>
          <w:szCs w:val="32"/>
        </w:rPr>
        <w:t>2568</w:t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14:paraId="47EBE66C" w14:textId="71CCFDC9" w:rsidR="008D0B9A" w:rsidRPr="00DC2ACA" w:rsidRDefault="00F9706D" w:rsidP="001D05B5">
      <w:pPr>
        <w:pStyle w:val="ListParagraph"/>
        <w:spacing w:after="120"/>
        <w:ind w:left="1267" w:hanging="72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F9706D">
        <w:rPr>
          <w:rFonts w:asciiTheme="majorBidi" w:hAnsiTheme="majorBidi" w:cstheme="majorBidi"/>
          <w:sz w:val="32"/>
          <w:szCs w:val="32"/>
        </w:rPr>
        <w:t>2</w:t>
      </w:r>
      <w:r w:rsidR="00B17DA8" w:rsidRPr="00DC2ACA">
        <w:rPr>
          <w:rFonts w:asciiTheme="majorBidi" w:hAnsiTheme="majorBidi" w:cstheme="majorBidi"/>
          <w:sz w:val="32"/>
          <w:szCs w:val="32"/>
        </w:rPr>
        <w:t>.</w:t>
      </w:r>
      <w:r w:rsidRPr="00F9706D">
        <w:rPr>
          <w:rFonts w:asciiTheme="majorBidi" w:hAnsiTheme="majorBidi" w:cstheme="majorBidi"/>
          <w:sz w:val="32"/>
          <w:szCs w:val="32"/>
        </w:rPr>
        <w:t>4</w:t>
      </w:r>
      <w:r w:rsidR="00B17DA8" w:rsidRPr="00DC2ACA">
        <w:rPr>
          <w:rFonts w:asciiTheme="majorBidi" w:hAnsiTheme="majorBidi" w:cstheme="majorBidi"/>
          <w:sz w:val="32"/>
          <w:szCs w:val="32"/>
        </w:rPr>
        <w:tab/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DF7ECA" w:rsidRPr="00DC2ACA">
        <w:rPr>
          <w:rFonts w:asciiTheme="majorBidi" w:hAnsiTheme="majorBidi" w:cstheme="majorBidi"/>
          <w:sz w:val="32"/>
          <w:szCs w:val="32"/>
        </w:rPr>
        <w:t xml:space="preserve">           </w:t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</w:t>
      </w:r>
      <w:r w:rsidR="001508D1" w:rsidRPr="00DC2ACA">
        <w:rPr>
          <w:rFonts w:asciiTheme="majorBidi" w:hAnsiTheme="majorBidi" w:cstheme="majorBidi"/>
          <w:sz w:val="32"/>
          <w:szCs w:val="32"/>
          <w:cs/>
        </w:rPr>
        <w:t>ล</w:t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ดังกล่าวใน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 </w:t>
      </w:r>
      <w:r w:rsidR="008D0B9A" w:rsidRPr="00DC2ACA">
        <w:rPr>
          <w:rFonts w:asciiTheme="majorBidi" w:hAnsiTheme="majorBidi" w:cstheme="majorBidi"/>
          <w:spacing w:val="-8"/>
          <w:sz w:val="32"/>
          <w:szCs w:val="32"/>
          <w:cs/>
        </w:rPr>
        <w:t>ดังนั้น</w:t>
      </w:r>
      <w:r w:rsidR="008D0B9A" w:rsidRPr="00DC2AC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>งบ</w:t>
      </w:r>
      <w:r w:rsidR="008D0B9A" w:rsidRPr="00DC2ACA">
        <w:rPr>
          <w:rFonts w:asciiTheme="majorBidi" w:hAnsiTheme="majorBidi" w:cstheme="majorBidi"/>
          <w:spacing w:val="-8"/>
          <w:sz w:val="32"/>
          <w:szCs w:val="32"/>
          <w:cs/>
        </w:rPr>
        <w:t>การเงินระหว่างกาล</w:t>
      </w:r>
      <w:r w:rsidR="008D0B9A" w:rsidRPr="00DC2ACA">
        <w:rPr>
          <w:rFonts w:asciiTheme="majorBidi" w:hAnsiTheme="majorBidi" w:cstheme="majorBidi"/>
          <w:spacing w:val="2"/>
          <w:sz w:val="32"/>
          <w:szCs w:val="32"/>
          <w:cs/>
        </w:rPr>
        <w:t>สำหรับงวดสามเดือน</w:t>
      </w:r>
      <w:r w:rsidR="00DA065B" w:rsidRPr="00DC2ACA">
        <w:rPr>
          <w:rFonts w:asciiTheme="majorBidi" w:hAnsiTheme="majorBidi" w:cstheme="majorBidi" w:hint="cs"/>
          <w:spacing w:val="2"/>
          <w:sz w:val="32"/>
          <w:szCs w:val="32"/>
          <w:cs/>
        </w:rPr>
        <w:t>และงวดหกเดือน</w:t>
      </w:r>
      <w:r w:rsidR="008875B9" w:rsidRPr="00DC2ACA">
        <w:rPr>
          <w:rFonts w:asciiTheme="majorBidi" w:hAnsiTheme="majorBidi" w:cstheme="majorBidi"/>
          <w:spacing w:val="2"/>
          <w:sz w:val="32"/>
          <w:szCs w:val="32"/>
          <w:cs/>
        </w:rPr>
        <w:t>สิ้นสุด</w:t>
      </w:r>
      <w:r w:rsidR="006403FB" w:rsidRPr="00DC2ACA">
        <w:rPr>
          <w:rFonts w:asciiTheme="majorBidi" w:hAnsiTheme="majorBidi" w:cstheme="majorBidi"/>
          <w:spacing w:val="2"/>
          <w:sz w:val="32"/>
          <w:szCs w:val="32"/>
          <w:cs/>
        </w:rPr>
        <w:t>วันที่</w:t>
      </w:r>
      <w:r w:rsidR="00825E2F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9706D">
        <w:rPr>
          <w:rFonts w:asciiTheme="majorBidi" w:eastAsia="Times New Roman" w:hAnsiTheme="majorBidi" w:cstheme="majorBidi"/>
          <w:sz w:val="32"/>
          <w:szCs w:val="32"/>
        </w:rPr>
        <w:t>2568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จึงควรอ่านประกอบกับงบการเงินสำหรับปีสิ้นสุดวันที่ 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F9706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ซึ่ง</w:t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ได้มีการตรวจสอบแล้ว</w:t>
      </w:r>
    </w:p>
    <w:p w14:paraId="7E9D6509" w14:textId="00EA2326" w:rsidR="003058BA" w:rsidRPr="00DC2ACA" w:rsidRDefault="00F9706D" w:rsidP="001D05B5">
      <w:pPr>
        <w:spacing w:before="240" w:after="24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F9706D">
        <w:rPr>
          <w:rFonts w:asciiTheme="majorBidi" w:hAnsiTheme="majorBidi" w:cstheme="majorBidi"/>
          <w:spacing w:val="2"/>
          <w:sz w:val="32"/>
          <w:szCs w:val="32"/>
        </w:rPr>
        <w:t>2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F9706D">
        <w:rPr>
          <w:rFonts w:asciiTheme="majorBidi" w:hAnsiTheme="majorBidi" w:cstheme="majorBidi"/>
          <w:spacing w:val="2"/>
          <w:sz w:val="32"/>
          <w:szCs w:val="32"/>
        </w:rPr>
        <w:t>5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ab/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t>งบการเงินระหว่างกาลฉบับภาษาอังกฤษจัดทำขึ้นจากงบการเงินระหว่างกาลตามกฎหมายที่เป็นภาษาไทย</w:t>
      </w:r>
      <w:r w:rsidR="00C5153E" w:rsidRPr="00DC2ACA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t>ในกรณีที่มีเนื้อความขัดกันหรือมีการ</w:t>
      </w:r>
      <w:r w:rsidR="00CC0935" w:rsidRPr="00DC2ACA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ตีความ</w:t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t>ในสองภาษาที่แตกต่างกันให้ใช้</w:t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br/>
        <w:t>งบการเงินระหว่างกาลตามกฎหมายฉบับภาษาไทยเป็นหลัก</w:t>
      </w:r>
    </w:p>
    <w:p w14:paraId="012FBA92" w14:textId="7F9B86D6" w:rsidR="00DD374C" w:rsidRPr="00DC2ACA" w:rsidRDefault="00F9706D" w:rsidP="001D05B5">
      <w:pPr>
        <w:tabs>
          <w:tab w:val="left" w:pos="1260"/>
        </w:tabs>
        <w:spacing w:after="240"/>
        <w:ind w:left="1259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F9706D">
        <w:rPr>
          <w:rFonts w:asciiTheme="majorBidi" w:hAnsiTheme="majorBidi" w:cstheme="majorBidi"/>
          <w:spacing w:val="2"/>
          <w:sz w:val="32"/>
          <w:szCs w:val="32"/>
        </w:rPr>
        <w:t>2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F9706D">
        <w:rPr>
          <w:rFonts w:asciiTheme="majorBidi" w:hAnsiTheme="majorBidi" w:cstheme="majorBidi"/>
          <w:spacing w:val="2"/>
          <w:sz w:val="32"/>
          <w:szCs w:val="32"/>
        </w:rPr>
        <w:t>6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ab/>
      </w:r>
      <w:r w:rsidR="00CC0935" w:rsidRPr="00DC2ACA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287852AC" w14:textId="550F5947" w:rsidR="006C288E" w:rsidRPr="00DC2ACA" w:rsidRDefault="006C288E" w:rsidP="001D05B5">
      <w:pPr>
        <w:spacing w:before="120" w:after="120"/>
        <w:ind w:left="1252"/>
        <w:jc w:val="thaiDistribute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GB"/>
        </w:rPr>
        <w:t xml:space="preserve">ในระหว่างงวด 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F9706D" w:rsidRPr="00F9706D">
        <w:rPr>
          <w:rFonts w:asciiTheme="majorBidi" w:eastAsia="Times New Roman" w:hAnsiTheme="majorBidi" w:cstheme="majorBidi"/>
          <w:spacing w:val="-4"/>
          <w:sz w:val="32"/>
          <w:szCs w:val="32"/>
        </w:rPr>
        <w:t>1</w:t>
      </w:r>
      <w:r w:rsidRPr="00DC2ACA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GB"/>
        </w:rPr>
        <w:t xml:space="preserve"> มกราคม </w:t>
      </w:r>
      <w:r w:rsidR="00F9706D" w:rsidRPr="00F9706D">
        <w:rPr>
          <w:rFonts w:asciiTheme="majorBidi" w:eastAsia="Times New Roman" w:hAnsiTheme="majorBidi" w:cstheme="majorBidi"/>
          <w:spacing w:val="-4"/>
          <w:sz w:val="32"/>
          <w:szCs w:val="32"/>
        </w:rPr>
        <w:t>2568</w:t>
      </w:r>
      <w:r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 มาถือ</w:t>
      </w:r>
      <w:r w:rsidRPr="00DC2ACA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GB"/>
        </w:rPr>
        <w:t xml:space="preserve">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DC2ACA">
        <w:rPr>
          <w:rFonts w:ascii="Angsana New" w:eastAsia="Times New Roman" w:hAnsi="Angsana New"/>
          <w:spacing w:val="-4"/>
          <w:sz w:val="32"/>
          <w:szCs w:val="32"/>
          <w:cs/>
          <w:lang w:val="en-GB"/>
        </w:rPr>
        <w:t>โดย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เป็นการปรับปรุงข้อกำหนดทางการบัญชี ได้แก่ </w:t>
      </w:r>
    </w:p>
    <w:p w14:paraId="2B085A11" w14:textId="697DF047" w:rsidR="006C288E" w:rsidRPr="00DC2ACA" w:rsidRDefault="006C288E" w:rsidP="001D05B5">
      <w:pPr>
        <w:spacing w:before="120" w:after="120"/>
        <w:ind w:left="1536" w:hanging="232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 w:hint="cs"/>
          <w:sz w:val="32"/>
          <w:szCs w:val="32"/>
          <w:cs/>
        </w:rPr>
        <w:t>-</w:t>
      </w:r>
      <w:r w:rsidRPr="00DC2ACA">
        <w:rPr>
          <w:rFonts w:ascii="Angsana New" w:hAnsi="Angsana New"/>
          <w:sz w:val="32"/>
          <w:szCs w:val="32"/>
          <w:cs/>
        </w:rPr>
        <w:tab/>
      </w:r>
      <w:r w:rsidRPr="00DC2ACA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F9706D" w:rsidRPr="00F9706D">
        <w:rPr>
          <w:rFonts w:ascii="Angsana New" w:hAnsi="Angsana New"/>
          <w:sz w:val="32"/>
          <w:szCs w:val="32"/>
        </w:rPr>
        <w:t>1</w:t>
      </w:r>
      <w:r w:rsidRPr="00DC2ACA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</w:t>
      </w:r>
      <w:r w:rsidRPr="00DC2ACA">
        <w:rPr>
          <w:rFonts w:asciiTheme="majorBidi" w:hAnsiTheme="majorBidi" w:cstheme="majorBidi"/>
          <w:sz w:val="32"/>
          <w:szCs w:val="32"/>
          <w:cs/>
        </w:rPr>
        <w:t>แก้ไขเพิ่มเติม</w:t>
      </w:r>
      <w:r w:rsidRPr="00DC2ACA">
        <w:rPr>
          <w:rFonts w:asciiTheme="majorBidi" w:hAnsiTheme="majorBidi" w:cstheme="majorBidi" w:hint="cs"/>
          <w:sz w:val="32"/>
          <w:szCs w:val="32"/>
          <w:cs/>
        </w:rPr>
        <w:t>เรื่อง</w:t>
      </w:r>
      <w:r w:rsidRPr="00DC2ACA">
        <w:rPr>
          <w:rFonts w:asciiTheme="majorBidi" w:hAnsiTheme="majorBidi"/>
          <w:sz w:val="32"/>
          <w:szCs w:val="32"/>
          <w:cs/>
        </w:rPr>
        <w:t>การจัดประเภทหนี้สินเป็นรายการหมุนเวียน</w:t>
      </w:r>
      <w:r w:rsidRPr="00DC2ACA">
        <w:rPr>
          <w:rFonts w:asciiTheme="majorBidi" w:hAnsiTheme="majorBidi" w:hint="cs"/>
          <w:sz w:val="32"/>
          <w:szCs w:val="32"/>
          <w:cs/>
        </w:rPr>
        <w:t>หรือ</w:t>
      </w:r>
      <w:r w:rsidRPr="00DC2ACA">
        <w:rPr>
          <w:rFonts w:asciiTheme="majorBidi" w:hAnsiTheme="majorBidi"/>
          <w:sz w:val="32"/>
          <w:szCs w:val="32"/>
          <w:cs/>
        </w:rPr>
        <w:t>ไม่หมุนเวียน</w:t>
      </w:r>
      <w:r w:rsidRPr="00DC2ACA">
        <w:rPr>
          <w:rFonts w:asciiTheme="majorBidi" w:hAnsiTheme="majorBidi" w:hint="cs"/>
          <w:sz w:val="32"/>
          <w:szCs w:val="32"/>
          <w:cs/>
        </w:rPr>
        <w:t xml:space="preserve"> และเพิ่มข้อกำหนดเกี่ยวกับ</w:t>
      </w:r>
      <w:r w:rsidRPr="00DC2ACA">
        <w:rPr>
          <w:rFonts w:asciiTheme="majorBidi" w:hAnsiTheme="majorBidi"/>
          <w:sz w:val="32"/>
          <w:szCs w:val="32"/>
          <w:cs/>
        </w:rPr>
        <w:t>หนี้สินไม่หมุนเวียนที่ต้องดำรงสถานะ</w:t>
      </w:r>
    </w:p>
    <w:p w14:paraId="7A73FFE2" w14:textId="77A1049C" w:rsidR="006C288E" w:rsidRPr="00DC2ACA" w:rsidRDefault="006C288E" w:rsidP="001D05B5">
      <w:pPr>
        <w:spacing w:before="120" w:after="120"/>
        <w:ind w:left="1536" w:hanging="232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 w:hint="cs"/>
          <w:sz w:val="32"/>
          <w:szCs w:val="32"/>
          <w:cs/>
        </w:rPr>
        <w:t>-</w:t>
      </w:r>
      <w:r w:rsidRPr="00DC2ACA">
        <w:rPr>
          <w:rFonts w:ascii="Angsana New" w:hAnsi="Angsana New"/>
          <w:sz w:val="32"/>
          <w:szCs w:val="32"/>
          <w:cs/>
        </w:rPr>
        <w:tab/>
        <w:t xml:space="preserve">มาตรฐานการบัญชี ฉบับที่ </w:t>
      </w:r>
      <w:r w:rsidR="00F9706D" w:rsidRPr="00F9706D">
        <w:rPr>
          <w:rFonts w:ascii="Angsana New" w:hAnsi="Angsana New"/>
          <w:sz w:val="32"/>
          <w:szCs w:val="32"/>
        </w:rPr>
        <w:t>7</w:t>
      </w:r>
      <w:r w:rsidRPr="00DC2ACA">
        <w:rPr>
          <w:rFonts w:ascii="Angsana New" w:hAnsi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F9706D" w:rsidRPr="00F9706D">
        <w:rPr>
          <w:rFonts w:ascii="Angsana New" w:hAnsi="Angsana New"/>
          <w:sz w:val="32"/>
          <w:szCs w:val="32"/>
        </w:rPr>
        <w:t>7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Pr="00DC2ACA">
        <w:rPr>
          <w:rFonts w:ascii="Angsana New" w:hAnsi="Angsana New" w:hint="cs"/>
          <w:sz w:val="32"/>
          <w:szCs w:val="32"/>
          <w:cs/>
        </w:rPr>
        <w:t>เรื่อง การ</w:t>
      </w:r>
      <w:r w:rsidRPr="00DC2ACA">
        <w:rPr>
          <w:rFonts w:ascii="Angsana New" w:hAnsi="Angsana New"/>
          <w:sz w:val="32"/>
          <w:szCs w:val="32"/>
          <w:cs/>
        </w:rPr>
        <w:t>เปิดเผยข้อมูลเครื่องมือทางการเงิน</w:t>
      </w:r>
      <w:r w:rsidRPr="00DC2ACA">
        <w:rPr>
          <w:rFonts w:ascii="Angsana New" w:hAnsi="Angsana New" w:hint="cs"/>
          <w:sz w:val="32"/>
          <w:szCs w:val="32"/>
          <w:cs/>
        </w:rPr>
        <w:t xml:space="preserve"> กำหนดให้กิจการเปิดเผยข้อมูลเกี่ยวกับ</w:t>
      </w:r>
      <w:r w:rsidRPr="00DC2ACA">
        <w:rPr>
          <w:rFonts w:ascii="Angsana New" w:hAnsi="Angsana New"/>
          <w:sz w:val="32"/>
          <w:szCs w:val="32"/>
          <w:cs/>
        </w:rPr>
        <w:t>ข้อตกลงจัดหาเงินทุนเพื่อจ่ายผู้ขาย</w:t>
      </w:r>
      <w:r w:rsidRPr="00DC2ACA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DC2ACA">
        <w:rPr>
          <w:rFonts w:ascii="Angsana New" w:hAnsi="Angsana New"/>
          <w:sz w:val="32"/>
          <w:szCs w:val="32"/>
          <w:cs/>
        </w:rPr>
        <w:t>ข้อมูลความเสี่ยงด้านสภาพคล่อง</w:t>
      </w:r>
      <w:r w:rsidRPr="00DC2ACA">
        <w:rPr>
          <w:rFonts w:ascii="Angsana New" w:hAnsi="Angsana New" w:hint="cs"/>
          <w:sz w:val="32"/>
          <w:szCs w:val="32"/>
          <w:cs/>
        </w:rPr>
        <w:t>ที่เกี่ยวข้อง</w:t>
      </w:r>
    </w:p>
    <w:p w14:paraId="4F2C8CC4" w14:textId="6B954162" w:rsidR="006C288E" w:rsidRPr="00DC2ACA" w:rsidRDefault="006C288E" w:rsidP="001D05B5">
      <w:pPr>
        <w:spacing w:before="120" w:after="120"/>
        <w:ind w:left="1536" w:hanging="232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 w:hint="cs"/>
          <w:sz w:val="32"/>
          <w:szCs w:val="32"/>
          <w:cs/>
        </w:rPr>
        <w:t>-</w:t>
      </w:r>
      <w:r w:rsidRPr="00DC2ACA">
        <w:rPr>
          <w:rFonts w:ascii="Angsana New" w:hAnsi="Angsana New"/>
          <w:sz w:val="32"/>
          <w:szCs w:val="32"/>
          <w:cs/>
        </w:rPr>
        <w:tab/>
      </w:r>
      <w:r w:rsidRPr="00DC2ACA">
        <w:rPr>
          <w:rFonts w:asciiTheme="majorBidi" w:hAnsi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="00F9706D" w:rsidRPr="00F9706D">
        <w:rPr>
          <w:rFonts w:asciiTheme="majorBidi" w:hAnsiTheme="majorBidi"/>
          <w:sz w:val="32"/>
          <w:szCs w:val="32"/>
        </w:rPr>
        <w:t>16</w:t>
      </w:r>
      <w:r w:rsidRPr="00DC2ACA">
        <w:rPr>
          <w:rFonts w:asciiTheme="majorBidi" w:hAnsiTheme="majorBidi"/>
          <w:sz w:val="32"/>
          <w:szCs w:val="32"/>
          <w:cs/>
        </w:rPr>
        <w:t xml:space="preserve"> เรื่อง สัญญาเช่า </w:t>
      </w:r>
      <w:r w:rsidRPr="00DC2ACA">
        <w:rPr>
          <w:rFonts w:asciiTheme="majorBidi" w:hAnsiTheme="majorBidi" w:hint="cs"/>
          <w:sz w:val="32"/>
          <w:szCs w:val="32"/>
          <w:cs/>
        </w:rPr>
        <w:t>เพิ่มข้อกำหนด</w:t>
      </w:r>
      <w:r w:rsidRPr="00DC2ACA">
        <w:rPr>
          <w:rFonts w:asciiTheme="majorBidi" w:hAnsiTheme="majorBidi"/>
          <w:sz w:val="32"/>
          <w:szCs w:val="32"/>
          <w:cs/>
        </w:rPr>
        <w:t>การวัดมูลค่าภายหลังสำหรับรายการการขายและเช่ากลับคืน</w:t>
      </w:r>
    </w:p>
    <w:p w14:paraId="55D227E7" w14:textId="77777777" w:rsidR="00CD438C" w:rsidRPr="00DC2ACA" w:rsidRDefault="00CD438C" w:rsidP="001D05B5">
      <w:pPr>
        <w:rPr>
          <w:rFonts w:ascii="Angsana New" w:eastAsia="Times New Roman" w:hAnsi="Angsana New"/>
          <w:sz w:val="32"/>
          <w:szCs w:val="32"/>
          <w:cs/>
          <w:lang w:val="en-GB"/>
        </w:rPr>
      </w:pPr>
      <w:r w:rsidRPr="00DC2ACA">
        <w:rPr>
          <w:rFonts w:ascii="Angsana New" w:eastAsia="Times New Roman" w:hAnsi="Angsana New"/>
          <w:sz w:val="32"/>
          <w:szCs w:val="32"/>
          <w:cs/>
          <w:lang w:val="en-GB"/>
        </w:rPr>
        <w:br w:type="page"/>
      </w:r>
    </w:p>
    <w:p w14:paraId="4283F263" w14:textId="6A659356" w:rsidR="006C288E" w:rsidRPr="00DC2ACA" w:rsidRDefault="006C288E" w:rsidP="001D05B5">
      <w:pPr>
        <w:tabs>
          <w:tab w:val="left" w:pos="1260"/>
        </w:tabs>
        <w:spacing w:before="120" w:after="240"/>
        <w:ind w:left="1250" w:firstLine="3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DC2ACA">
        <w:rPr>
          <w:rFonts w:ascii="Angsana New" w:eastAsia="Times New Roman" w:hAnsi="Angsana New" w:hint="cs"/>
          <w:sz w:val="32"/>
          <w:szCs w:val="32"/>
          <w:cs/>
          <w:lang w:val="en-GB"/>
        </w:rPr>
        <w:lastRenderedPageBreak/>
        <w:t xml:space="preserve">ทั้งนี้ </w:t>
      </w:r>
      <w:r w:rsidRPr="00DC2ACA">
        <w:rPr>
          <w:rFonts w:ascii="Angsana New" w:eastAsia="Times New Roman" w:hAnsi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>บริษัท</w:t>
      </w:r>
      <w:r w:rsidRPr="00DC2ACA">
        <w:rPr>
          <w:rFonts w:asciiTheme="majorBidi" w:eastAsia="Times New Roman" w:hAnsiTheme="majorBidi" w:cstheme="majorBidi"/>
          <w:sz w:val="32"/>
          <w:szCs w:val="32"/>
        </w:rPr>
        <w:t xml:space="preserve"> </w:t>
      </w:r>
    </w:p>
    <w:p w14:paraId="4241B08F" w14:textId="37C786AA" w:rsidR="00CC0935" w:rsidRPr="00DC2ACA" w:rsidRDefault="00F9706D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CC0935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C0935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นโยบายการบัญชีที่</w:t>
      </w:r>
      <w:r w:rsidR="00645E83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มีสาระ</w:t>
      </w:r>
      <w:r w:rsidR="00CC0935" w:rsidRPr="00DC2ACA">
        <w:rPr>
          <w:rFonts w:asciiTheme="majorBidi" w:eastAsia="Cordia New" w:hAnsiTheme="majorBidi" w:cstheme="majorBidi"/>
          <w:b/>
          <w:bCs/>
          <w:spacing w:val="2"/>
          <w:sz w:val="32"/>
          <w:szCs w:val="32"/>
          <w:cs/>
        </w:rPr>
        <w:t>สำคัญ</w:t>
      </w:r>
    </w:p>
    <w:p w14:paraId="3103AFCA" w14:textId="26F9E7A4" w:rsidR="00380C6A" w:rsidRPr="00DC2ACA" w:rsidRDefault="00CC0935" w:rsidP="001D05B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31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</w:p>
    <w:p w14:paraId="6B53199E" w14:textId="36B60998" w:rsidR="00794226" w:rsidRPr="00DC2ACA" w:rsidRDefault="00F9706D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0" w:name="_Hlk133226747"/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รายการกับบุคคลที่เกี่ยวข้องกัน</w:t>
      </w:r>
      <w:bookmarkEnd w:id="0"/>
    </w:p>
    <w:p w14:paraId="213419D9" w14:textId="77777777" w:rsidR="003F17BC" w:rsidRPr="00DC2ACA" w:rsidRDefault="003F17BC" w:rsidP="001D05B5">
      <w:pPr>
        <w:ind w:left="540"/>
        <w:jc w:val="thaiDistribute"/>
        <w:rPr>
          <w:rFonts w:ascii="Angsana New" w:hAnsi="Angsana New"/>
          <w:spacing w:val="-8"/>
          <w:sz w:val="32"/>
          <w:szCs w:val="32"/>
          <w:cs/>
        </w:rPr>
      </w:pPr>
      <w:r w:rsidRPr="00DC2ACA">
        <w:rPr>
          <w:rFonts w:ascii="Angsana New" w:hAnsi="Angsana New"/>
          <w:spacing w:val="-12"/>
          <w:sz w:val="32"/>
          <w:szCs w:val="32"/>
          <w:cs/>
        </w:rPr>
        <w:t>บุคคล</w:t>
      </w:r>
      <w:r w:rsidRPr="00DC2ACA">
        <w:rPr>
          <w:rFonts w:ascii="Angsana New" w:hAnsi="Angsana New"/>
          <w:spacing w:val="-8"/>
          <w:sz w:val="32"/>
          <w:szCs w:val="32"/>
          <w:cs/>
        </w:rPr>
        <w:t>หรือกิจการที่เกี่ยวข้องกันกับบริษัท หมายถึง บุคคลหรือกิจการที่มีอำนาจควบคุมบริษัท ถูกควบคุม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            </w:t>
      </w:r>
      <w:r w:rsidRPr="00DC2ACA">
        <w:rPr>
          <w:rFonts w:ascii="Angsana New" w:hAnsi="Angsana New"/>
          <w:spacing w:val="-8"/>
          <w:sz w:val="32"/>
          <w:szCs w:val="32"/>
          <w:cs/>
        </w:rPr>
        <w:t>โดยบริษัท ไม่ว่าจะเป็น</w:t>
      </w:r>
      <w:r w:rsidRPr="00DC2ACA">
        <w:rPr>
          <w:rFonts w:ascii="Angsana New" w:hAnsi="Angsana New"/>
          <w:sz w:val="32"/>
          <w:szCs w:val="32"/>
          <w:cs/>
        </w:rPr>
        <w:t>โดย</w:t>
      </w:r>
      <w:r w:rsidRPr="00DC2ACA">
        <w:rPr>
          <w:rFonts w:ascii="Angsana New" w:hAnsi="Angsana New"/>
          <w:spacing w:val="-8"/>
          <w:sz w:val="32"/>
          <w:szCs w:val="32"/>
          <w:cs/>
        </w:rPr>
        <w:t>ทางตรงหรือทางอ้อม หรืออยู่ภายใต้การควบคุมเดียวกันกับบริษัท รวมถึงบริษัท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            </w:t>
      </w:r>
      <w:r w:rsidRPr="00DC2ACA">
        <w:rPr>
          <w:rFonts w:ascii="Angsana New" w:hAnsi="Angsana New"/>
          <w:spacing w:val="-8"/>
          <w:sz w:val="32"/>
          <w:szCs w:val="32"/>
          <w:cs/>
        </w:rPr>
        <w:t>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66D06EE0" w14:textId="77777777" w:rsidR="003F17BC" w:rsidRPr="00DC2ACA" w:rsidRDefault="003F17BC" w:rsidP="001D05B5">
      <w:pPr>
        <w:spacing w:before="24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DC2ACA">
        <w:rPr>
          <w:rFonts w:ascii="Angsana New" w:hAnsi="Angsana New"/>
          <w:spacing w:val="-8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653A676E" w14:textId="77777777" w:rsidR="003F17BC" w:rsidRPr="00DC2ACA" w:rsidRDefault="003F17BC" w:rsidP="001D05B5">
      <w:pPr>
        <w:spacing w:before="24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DC2ACA">
        <w:rPr>
          <w:rFonts w:ascii="Angsana New" w:hAnsi="Angsana New"/>
          <w:spacing w:val="-8"/>
          <w:sz w:val="32"/>
          <w:szCs w:val="32"/>
          <w:cs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0C9EE1EC" w14:textId="74060222" w:rsidR="003F17BC" w:rsidRPr="00DC2ACA" w:rsidRDefault="003F17BC" w:rsidP="001D05B5">
      <w:pPr>
        <w:pStyle w:val="BodyText"/>
        <w:spacing w:before="240" w:after="240"/>
        <w:ind w:left="547" w:right="-29"/>
        <w:jc w:val="thaiDistribute"/>
        <w:rPr>
          <w:rFonts w:ascii="Angsana New" w:hAnsi="Angsana New"/>
          <w:sz w:val="32"/>
          <w:szCs w:val="32"/>
          <w:lang w:val="en-US"/>
        </w:rPr>
      </w:pPr>
      <w:r w:rsidRPr="00DC2ACA">
        <w:rPr>
          <w:rFonts w:ascii="Angsana New" w:hAnsi="Angsana New"/>
          <w:spacing w:val="-8"/>
          <w:sz w:val="32"/>
          <w:szCs w:val="32"/>
          <w:cs/>
          <w:lang w:val="en-US"/>
        </w:rPr>
        <w:t>ความสัมพันธ์ที่มีกับกิจการที่เกี่ยวข้องกัน</w:t>
      </w:r>
      <w:r w:rsidR="00000A15" w:rsidRPr="00DC2ACA">
        <w:rPr>
          <w:rFonts w:ascii="Angsana New" w:hAnsi="Angsana New" w:hint="cs"/>
          <w:spacing w:val="-8"/>
          <w:sz w:val="32"/>
          <w:szCs w:val="32"/>
          <w:cs/>
          <w:lang w:val="en-US"/>
        </w:rPr>
        <w:t>ที่มีรายการระหว่างกัน</w:t>
      </w:r>
      <w:r w:rsidRPr="00DC2ACA">
        <w:rPr>
          <w:rFonts w:ascii="Angsana New" w:hAnsi="Angsana New"/>
          <w:spacing w:val="-8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  <w:lang w:val="en-US"/>
        </w:rPr>
        <w:t>ณ วันที่</w:t>
      </w:r>
      <w:r w:rsidR="00EC70B1"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="00F9706D" w:rsidRPr="00F9706D">
        <w:rPr>
          <w:rFonts w:ascii="Angsana New" w:hAnsi="Angsana New"/>
          <w:sz w:val="32"/>
          <w:szCs w:val="32"/>
          <w:lang w:val="en-US"/>
        </w:rPr>
        <w:t>30</w:t>
      </w:r>
      <w:r w:rsidR="00CD438C"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="00CD438C" w:rsidRPr="00DC2ACA">
        <w:rPr>
          <w:rFonts w:ascii="Angsana New" w:hAnsi="Angsana New"/>
          <w:sz w:val="32"/>
          <w:szCs w:val="32"/>
          <w:cs/>
          <w:lang w:val="en-US"/>
        </w:rPr>
        <w:t>มิถุนายน</w:t>
      </w:r>
      <w:r w:rsidR="00EC70B1" w:rsidRPr="00DC2AC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9706D" w:rsidRPr="00F9706D">
        <w:rPr>
          <w:rFonts w:ascii="Angsana New" w:hAnsi="Angsana New"/>
          <w:sz w:val="32"/>
          <w:szCs w:val="32"/>
          <w:lang w:val="en-US"/>
        </w:rPr>
        <w:t>2568</w:t>
      </w:r>
      <w:r w:rsidR="00EC70B1"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="00EC70B1" w:rsidRPr="00DC2ACA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D438C" w:rsidRPr="00DC2ACA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Pr="00DC2ACA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CD438C" w:rsidRPr="00DC2ACA">
        <w:rPr>
          <w:rFonts w:ascii="Angsana New" w:hAnsi="Angsana New"/>
          <w:sz w:val="32"/>
          <w:szCs w:val="32"/>
          <w:cs/>
          <w:lang w:val="en-US"/>
        </w:rPr>
        <w:br/>
      </w:r>
      <w:r w:rsidR="00F9706D" w:rsidRPr="00F9706D">
        <w:rPr>
          <w:rFonts w:ascii="Angsana New" w:hAnsi="Angsana New"/>
          <w:sz w:val="32"/>
          <w:szCs w:val="32"/>
          <w:lang w:val="en-US"/>
        </w:rPr>
        <w:t>31</w:t>
      </w:r>
      <w:r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F9706D" w:rsidRPr="00F9706D">
        <w:rPr>
          <w:rFonts w:ascii="Angsana New" w:hAnsi="Angsana New"/>
          <w:sz w:val="32"/>
          <w:szCs w:val="32"/>
          <w:lang w:val="en-US"/>
        </w:rPr>
        <w:t>2567</w:t>
      </w:r>
      <w:r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  <w:lang w:val="en-US"/>
        </w:rPr>
        <w:t xml:space="preserve">มีดังนี้ </w:t>
      </w:r>
      <w:r w:rsidRPr="00DC2ACA">
        <w:rPr>
          <w:rFonts w:ascii="Angsana New" w:hAnsi="Angsana New"/>
          <w:sz w:val="32"/>
          <w:szCs w:val="32"/>
          <w:lang w:val="en-US"/>
        </w:rPr>
        <w:t xml:space="preserve"> </w:t>
      </w:r>
    </w:p>
    <w:tbl>
      <w:tblPr>
        <w:tblW w:w="873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252"/>
        <w:gridCol w:w="2988"/>
        <w:gridCol w:w="1350"/>
        <w:gridCol w:w="1710"/>
        <w:gridCol w:w="2430"/>
      </w:tblGrid>
      <w:tr w:rsidR="004F0216" w:rsidRPr="00DC2ACA" w14:paraId="6C4F3088" w14:textId="77777777" w:rsidTr="000C70EE">
        <w:trPr>
          <w:tblHeader/>
        </w:trPr>
        <w:tc>
          <w:tcPr>
            <w:tcW w:w="252" w:type="dxa"/>
          </w:tcPr>
          <w:p w14:paraId="464DD0FB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</w:p>
        </w:tc>
        <w:tc>
          <w:tcPr>
            <w:tcW w:w="2988" w:type="dxa"/>
          </w:tcPr>
          <w:p w14:paraId="32571A81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785" w:right="-2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1350" w:type="dxa"/>
          </w:tcPr>
          <w:p w14:paraId="52A0A13A" w14:textId="77777777" w:rsidR="003F17BC" w:rsidRPr="00DC2ACA" w:rsidRDefault="003F17BC" w:rsidP="001D05B5">
            <w:pPr>
              <w:ind w:left="-110" w:right="-110" w:firstLine="4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710" w:type="dxa"/>
          </w:tcPr>
          <w:p w14:paraId="77560A27" w14:textId="77777777" w:rsidR="003F17BC" w:rsidRPr="00DC2ACA" w:rsidRDefault="003F17BC" w:rsidP="001D05B5">
            <w:pPr>
              <w:ind w:left="-110" w:right="-110" w:firstLine="4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ประเทศที่จัดตั้ง/สัญชาติ</w:t>
            </w:r>
          </w:p>
        </w:tc>
        <w:tc>
          <w:tcPr>
            <w:tcW w:w="2430" w:type="dxa"/>
          </w:tcPr>
          <w:p w14:paraId="3AD08370" w14:textId="77777777" w:rsidR="003F17BC" w:rsidRPr="00DC2ACA" w:rsidRDefault="003F17BC" w:rsidP="001D05B5">
            <w:pPr>
              <w:ind w:left="-110" w:right="-110" w:firstLine="4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ลักษณะความสัมพันธ์</w:t>
            </w:r>
          </w:p>
        </w:tc>
      </w:tr>
      <w:tr w:rsidR="003F17BC" w:rsidRPr="00DC2ACA" w14:paraId="36F7A0E3" w14:textId="77777777" w:rsidTr="000C70EE">
        <w:tc>
          <w:tcPr>
            <w:tcW w:w="252" w:type="dxa"/>
          </w:tcPr>
          <w:p w14:paraId="3AE2CC19" w14:textId="26B8024C" w:rsidR="003F17BC" w:rsidRPr="00DC2ACA" w:rsidRDefault="003F17BC" w:rsidP="001D05B5">
            <w:pPr>
              <w:tabs>
                <w:tab w:val="left" w:pos="702"/>
                <w:tab w:val="left" w:pos="1062"/>
              </w:tabs>
              <w:ind w:right="-706" w:firstLine="43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988" w:type="dxa"/>
            <w:vAlign w:val="center"/>
          </w:tcPr>
          <w:p w14:paraId="29BC9EE5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45" w:right="-2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บริษัท แลนด์ แอสเซ็ทส์ โฮลดิ้ง จำกัด</w:t>
            </w:r>
          </w:p>
        </w:tc>
        <w:tc>
          <w:tcPr>
            <w:tcW w:w="1350" w:type="dxa"/>
          </w:tcPr>
          <w:p w14:paraId="4428796E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กิจการโรงแรม</w:t>
            </w:r>
          </w:p>
        </w:tc>
        <w:tc>
          <w:tcPr>
            <w:tcW w:w="1710" w:type="dxa"/>
          </w:tcPr>
          <w:p w14:paraId="5FC73A50" w14:textId="77777777" w:rsidR="003F17BC" w:rsidRPr="00DC2ACA" w:rsidRDefault="003F17BC" w:rsidP="001D05B5">
            <w:pPr>
              <w:tabs>
                <w:tab w:val="left" w:pos="540"/>
              </w:tabs>
              <w:ind w:left="-130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430" w:type="dxa"/>
          </w:tcPr>
          <w:p w14:paraId="79150898" w14:textId="77777777" w:rsidR="003F17BC" w:rsidRPr="00DC2ACA" w:rsidRDefault="003F17BC" w:rsidP="001D05B5">
            <w:pPr>
              <w:tabs>
                <w:tab w:val="left" w:pos="540"/>
              </w:tabs>
              <w:ind w:left="-104" w:right="-10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มีผู้ถือหุ้นร่วมกันกับบริษัท</w:t>
            </w:r>
          </w:p>
        </w:tc>
      </w:tr>
    </w:tbl>
    <w:p w14:paraId="54E3ED12" w14:textId="77777777" w:rsidR="003F17BC" w:rsidRPr="00DC2ACA" w:rsidRDefault="003F17BC" w:rsidP="001D05B5">
      <w:pPr>
        <w:rPr>
          <w:rFonts w:ascii="Angsana New" w:hAnsi="Angsana New"/>
          <w:sz w:val="2"/>
          <w:szCs w:val="2"/>
        </w:rPr>
      </w:pPr>
    </w:p>
    <w:p w14:paraId="470AA5C1" w14:textId="77777777" w:rsidR="003F17BC" w:rsidRPr="00DC2ACA" w:rsidRDefault="003F17BC" w:rsidP="001D05B5">
      <w:pPr>
        <w:spacing w:before="240" w:after="120"/>
        <w:ind w:left="547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t>นโยบายการกำหนดราคาระหว่างกัน</w:t>
      </w:r>
    </w:p>
    <w:tbl>
      <w:tblPr>
        <w:tblW w:w="7110" w:type="dxa"/>
        <w:tblInd w:w="648" w:type="dxa"/>
        <w:tblLook w:val="04A0" w:firstRow="1" w:lastRow="0" w:firstColumn="1" w:lastColumn="0" w:noHBand="0" w:noVBand="1"/>
      </w:tblPr>
      <w:tblGrid>
        <w:gridCol w:w="4050"/>
        <w:gridCol w:w="3060"/>
      </w:tblGrid>
      <w:tr w:rsidR="004F0216" w:rsidRPr="00DC2ACA" w14:paraId="7606CFA8" w14:textId="77777777" w:rsidTr="00EB4503">
        <w:trPr>
          <w:tblHeader/>
        </w:trPr>
        <w:tc>
          <w:tcPr>
            <w:tcW w:w="4050" w:type="dxa"/>
            <w:shd w:val="clear" w:color="auto" w:fill="auto"/>
          </w:tcPr>
          <w:p w14:paraId="7E85AB43" w14:textId="77777777" w:rsidR="003F17BC" w:rsidRPr="00DC2ACA" w:rsidRDefault="003F17BC" w:rsidP="001D05B5">
            <w:pPr>
              <w:ind w:left="-107" w:right="-81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eastAsia="ja-JP"/>
              </w:rPr>
            </w:pPr>
            <w:r w:rsidRPr="00DC2ACA">
              <w:rPr>
                <w:rFonts w:ascii="Angsana New" w:eastAsia="MS Mincho" w:hAnsi="Angsana New"/>
                <w:b/>
                <w:bCs/>
                <w:sz w:val="28"/>
                <w:szCs w:val="28"/>
                <w:cs/>
                <w:lang w:eastAsia="ja-JP"/>
              </w:rPr>
              <w:t>รายการ</w:t>
            </w:r>
          </w:p>
        </w:tc>
        <w:tc>
          <w:tcPr>
            <w:tcW w:w="3060" w:type="dxa"/>
            <w:shd w:val="clear" w:color="auto" w:fill="auto"/>
          </w:tcPr>
          <w:p w14:paraId="6908147C" w14:textId="77777777" w:rsidR="003F17BC" w:rsidRPr="00DC2ACA" w:rsidRDefault="003F17BC" w:rsidP="001D05B5">
            <w:pPr>
              <w:ind w:right="-108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eastAsia="ja-JP"/>
              </w:rPr>
            </w:pPr>
            <w:r w:rsidRPr="00DC2ACA">
              <w:rPr>
                <w:rFonts w:ascii="Angsana New" w:eastAsia="MS Mincho" w:hAnsi="Angsana New"/>
                <w:b/>
                <w:bCs/>
                <w:sz w:val="28"/>
                <w:szCs w:val="28"/>
                <w:cs/>
                <w:lang w:eastAsia="ja-JP"/>
              </w:rPr>
              <w:t>นโยบายการกำหนดราคา</w:t>
            </w:r>
          </w:p>
        </w:tc>
      </w:tr>
      <w:tr w:rsidR="003F17BC" w:rsidRPr="00DC2ACA" w14:paraId="09824614" w14:textId="77777777" w:rsidTr="00EB4503">
        <w:tc>
          <w:tcPr>
            <w:tcW w:w="4050" w:type="dxa"/>
            <w:shd w:val="clear" w:color="auto" w:fill="auto"/>
          </w:tcPr>
          <w:p w14:paraId="1521A6AF" w14:textId="77777777" w:rsidR="003F17BC" w:rsidRPr="00DC2ACA" w:rsidRDefault="003F17BC" w:rsidP="001D05B5">
            <w:pPr>
              <w:ind w:left="72" w:right="-81" w:hanging="90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DC2ACA"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  <w:t>รายได้จากการให้บริการ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70442C4" w14:textId="77777777" w:rsidR="003F17BC" w:rsidRPr="00DC2ACA" w:rsidRDefault="003F17BC" w:rsidP="001D05B5">
            <w:pPr>
              <w:ind w:right="-108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DC2ACA"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  <w:t>ราคาที่ตกลงกันตามที่ระบุไว้ในสัญญา</w:t>
            </w:r>
          </w:p>
        </w:tc>
      </w:tr>
    </w:tbl>
    <w:p w14:paraId="6DCDBB0E" w14:textId="77777777" w:rsidR="00B12BB7" w:rsidRPr="00DC2ACA" w:rsidRDefault="00B12BB7" w:rsidP="001D05B5">
      <w:pPr>
        <w:rPr>
          <w:rFonts w:ascii="Angsana New" w:hAnsi="Angsana New"/>
          <w:spacing w:val="-4"/>
          <w:sz w:val="32"/>
          <w:szCs w:val="32"/>
          <w:cs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4C126A3B" w14:textId="2AA09701" w:rsidR="00DF78D4" w:rsidRPr="00DC2ACA" w:rsidRDefault="003F17BC" w:rsidP="001D05B5">
      <w:pPr>
        <w:spacing w:after="120"/>
        <w:ind w:left="547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lastRenderedPageBreak/>
        <w:t>รายการที่สำคัญกับบุคคลหรือกิจการที่เกี่ยวข้องกัน สรุปได้ดังนี้</w:t>
      </w:r>
    </w:p>
    <w:tbl>
      <w:tblPr>
        <w:tblW w:w="8739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2"/>
        <w:gridCol w:w="1440"/>
        <w:gridCol w:w="180"/>
        <w:gridCol w:w="1440"/>
        <w:gridCol w:w="180"/>
        <w:gridCol w:w="1422"/>
        <w:gridCol w:w="180"/>
        <w:gridCol w:w="1305"/>
      </w:tblGrid>
      <w:tr w:rsidR="008D2900" w:rsidRPr="00DC2ACA" w14:paraId="5ECDE916" w14:textId="77777777" w:rsidTr="008D2900">
        <w:trPr>
          <w:cantSplit/>
          <w:tblHeader/>
        </w:trPr>
        <w:tc>
          <w:tcPr>
            <w:tcW w:w="2592" w:type="dxa"/>
          </w:tcPr>
          <w:p w14:paraId="18D71458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3"/>
          </w:tcPr>
          <w:p w14:paraId="37700B47" w14:textId="3CE74633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สำหรับงวดสามเดือนสิ้นสุด</w:t>
            </w:r>
          </w:p>
        </w:tc>
        <w:tc>
          <w:tcPr>
            <w:tcW w:w="180" w:type="dxa"/>
            <w:vAlign w:val="center"/>
          </w:tcPr>
          <w:p w14:paraId="606D7AFC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dxa"/>
            <w:gridSpan w:val="3"/>
          </w:tcPr>
          <w:p w14:paraId="091752BE" w14:textId="0F7CF643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สำหรับงวด</w:t>
            </w:r>
            <w:r w:rsidRPr="00DC2ACA">
              <w:rPr>
                <w:rFonts w:asciiTheme="majorBidi" w:hAnsiTheme="majorBidi" w:cstheme="majorBidi" w:hint="cs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หก</w:t>
            </w: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เดือนสิ้นสุด</w:t>
            </w:r>
          </w:p>
        </w:tc>
      </w:tr>
      <w:tr w:rsidR="008D2900" w:rsidRPr="00DC2ACA" w14:paraId="10492820" w14:textId="77777777" w:rsidTr="008D2900">
        <w:trPr>
          <w:cantSplit/>
          <w:tblHeader/>
        </w:trPr>
        <w:tc>
          <w:tcPr>
            <w:tcW w:w="2592" w:type="dxa"/>
          </w:tcPr>
          <w:p w14:paraId="2F9CBDB2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3"/>
          </w:tcPr>
          <w:p w14:paraId="0F9F2D78" w14:textId="01A86E93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 xml:space="preserve">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 xml:space="preserve"> </w:t>
            </w:r>
            <w:r w:rsidRPr="00DC2ACA">
              <w:rPr>
                <w:rFonts w:asciiTheme="majorBidi" w:hAnsiTheme="majorBidi" w:cstheme="majorBidi" w:hint="cs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>มิถุนายน</w:t>
            </w:r>
          </w:p>
        </w:tc>
        <w:tc>
          <w:tcPr>
            <w:tcW w:w="180" w:type="dxa"/>
            <w:vAlign w:val="center"/>
          </w:tcPr>
          <w:p w14:paraId="68A014CE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dxa"/>
            <w:gridSpan w:val="3"/>
          </w:tcPr>
          <w:p w14:paraId="171EB66D" w14:textId="55FC437F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 xml:space="preserve">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 xml:space="preserve"> </w:t>
            </w:r>
            <w:r w:rsidRPr="00DC2ACA">
              <w:rPr>
                <w:rFonts w:asciiTheme="majorBidi" w:hAnsiTheme="majorBidi" w:cstheme="majorBidi" w:hint="cs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>มิถุนายน</w:t>
            </w:r>
          </w:p>
        </w:tc>
      </w:tr>
      <w:tr w:rsidR="008D2900" w:rsidRPr="00DC2ACA" w14:paraId="680F4731" w14:textId="77777777" w:rsidTr="008D2900">
        <w:trPr>
          <w:cantSplit/>
          <w:tblHeader/>
        </w:trPr>
        <w:tc>
          <w:tcPr>
            <w:tcW w:w="2592" w:type="dxa"/>
          </w:tcPr>
          <w:p w14:paraId="3A02B9FC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15A5DAB5" w14:textId="248AD960" w:rsidR="008D2900" w:rsidRPr="00DC2ACA" w:rsidRDefault="00F9706D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2568</w:t>
            </w:r>
          </w:p>
        </w:tc>
        <w:tc>
          <w:tcPr>
            <w:tcW w:w="180" w:type="dxa"/>
          </w:tcPr>
          <w:p w14:paraId="16C40349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8BEBD77" w14:textId="6BBBA466" w:rsidR="008D2900" w:rsidRPr="00DC2ACA" w:rsidRDefault="00F9706D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80" w:type="dxa"/>
            <w:vAlign w:val="center"/>
          </w:tcPr>
          <w:p w14:paraId="4877760A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29F8488F" w14:textId="157CB5B4" w:rsidR="008D2900" w:rsidRPr="00DC2ACA" w:rsidRDefault="00F9706D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2568</w:t>
            </w:r>
          </w:p>
        </w:tc>
        <w:tc>
          <w:tcPr>
            <w:tcW w:w="180" w:type="dxa"/>
          </w:tcPr>
          <w:p w14:paraId="35045125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01A9BEF4" w14:textId="1EF77D0B" w:rsidR="008D2900" w:rsidRPr="00DC2ACA" w:rsidRDefault="00F9706D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2567</w:t>
            </w:r>
          </w:p>
        </w:tc>
      </w:tr>
      <w:tr w:rsidR="008D2900" w:rsidRPr="00DC2ACA" w14:paraId="27DBB814" w14:textId="77777777" w:rsidTr="008D2900">
        <w:trPr>
          <w:cantSplit/>
          <w:tblHeader/>
        </w:trPr>
        <w:tc>
          <w:tcPr>
            <w:tcW w:w="2592" w:type="dxa"/>
          </w:tcPr>
          <w:p w14:paraId="1C73D553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22CB8CF2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75EAF7CD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2317626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  <w:vAlign w:val="center"/>
          </w:tcPr>
          <w:p w14:paraId="4E8E6140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4735BF19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73F0FCAB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7F1A1D1C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</w:tr>
      <w:tr w:rsidR="008D2900" w:rsidRPr="00DC2ACA" w14:paraId="5BEC6736" w14:textId="77777777" w:rsidTr="008D2900">
        <w:trPr>
          <w:cantSplit/>
        </w:trPr>
        <w:tc>
          <w:tcPr>
            <w:tcW w:w="2592" w:type="dxa"/>
          </w:tcPr>
          <w:p w14:paraId="3331A950" w14:textId="7738880D" w:rsidR="008D2900" w:rsidRPr="00DC2ACA" w:rsidRDefault="008D2900" w:rsidP="001D05B5">
            <w:pPr>
              <w:ind w:right="-186" w:firstLine="9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br w:type="page"/>
            </w:r>
            <w:r w:rsidR="001B075F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cs/>
              </w:rPr>
              <w:t>กิจการ</w:t>
            </w: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440" w:type="dxa"/>
          </w:tcPr>
          <w:p w14:paraId="133937EF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15238572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EC3340B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71B0445D" w14:textId="77777777" w:rsidR="008D2900" w:rsidRPr="00DC2ACA" w:rsidRDefault="008D2900" w:rsidP="001D05B5">
            <w:pPr>
              <w:tabs>
                <w:tab w:val="decimal" w:pos="834"/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123B90BC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2C33F9" w14:textId="77777777" w:rsidR="008D2900" w:rsidRPr="00DC2ACA" w:rsidRDefault="008D2900" w:rsidP="001D05B5">
            <w:pPr>
              <w:tabs>
                <w:tab w:val="decimal" w:pos="945"/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44D2895C" w14:textId="77777777" w:rsidR="008D2900" w:rsidRPr="00DC2ACA" w:rsidRDefault="008D2900" w:rsidP="001D05B5">
            <w:pPr>
              <w:tabs>
                <w:tab w:val="decimal" w:pos="945"/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8D2900" w:rsidRPr="00DC2ACA" w14:paraId="7ED7409F" w14:textId="77777777" w:rsidTr="008D2900">
        <w:trPr>
          <w:cantSplit/>
        </w:trPr>
        <w:tc>
          <w:tcPr>
            <w:tcW w:w="2592" w:type="dxa"/>
          </w:tcPr>
          <w:p w14:paraId="174065D3" w14:textId="347B0621" w:rsidR="008D2900" w:rsidRPr="00DC2ACA" w:rsidRDefault="00B81346" w:rsidP="001D05B5">
            <w:pPr>
              <w:ind w:left="162" w:right="-186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auto"/>
          </w:tcPr>
          <w:p w14:paraId="1C8F1603" w14:textId="28BB7FB9" w:rsidR="008D2900" w:rsidRPr="00DC2ACA" w:rsidRDefault="0045387D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84C3A12" w14:textId="77777777" w:rsidR="008D2900" w:rsidRPr="00DC2ACA" w:rsidRDefault="008D2900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F5C9B3B" w14:textId="5D832D71" w:rsidR="008D2900" w:rsidRPr="00DC2ACA" w:rsidRDefault="008D2900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EBC0657" w14:textId="77777777" w:rsidR="008D2900" w:rsidRPr="00DC2ACA" w:rsidRDefault="008D2900" w:rsidP="001D05B5">
            <w:pPr>
              <w:tabs>
                <w:tab w:val="decimal" w:pos="918"/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shd w:val="clear" w:color="auto" w:fill="auto"/>
          </w:tcPr>
          <w:p w14:paraId="0E4C24A1" w14:textId="14D73F54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</w:t>
            </w:r>
            <w:r w:rsidR="0045387D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180" w:type="dxa"/>
            <w:shd w:val="clear" w:color="auto" w:fill="auto"/>
          </w:tcPr>
          <w:p w14:paraId="1A25F30E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</w:tcPr>
          <w:p w14:paraId="3CEA2D43" w14:textId="701D8084" w:rsidR="008D2900" w:rsidRPr="00DC2ACA" w:rsidRDefault="008D2900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</w:tr>
      <w:tr w:rsidR="008D2900" w:rsidRPr="00DC2ACA" w14:paraId="688852EC" w14:textId="77777777" w:rsidTr="008D2900">
        <w:trPr>
          <w:cantSplit/>
        </w:trPr>
        <w:tc>
          <w:tcPr>
            <w:tcW w:w="2592" w:type="dxa"/>
          </w:tcPr>
          <w:p w14:paraId="682F9A44" w14:textId="77777777" w:rsidR="008D2900" w:rsidRPr="00DC2ACA" w:rsidRDefault="008D2900" w:rsidP="001D05B5">
            <w:pPr>
              <w:ind w:right="-186" w:firstLine="9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14:paraId="053E2156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3B9192AB" w14:textId="77777777" w:rsidR="008D2900" w:rsidRPr="00DC2ACA" w:rsidRDefault="008D2900" w:rsidP="001D05B5">
            <w:pPr>
              <w:tabs>
                <w:tab w:val="decimal" w:pos="864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AB48D53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5B9E95DF" w14:textId="77777777" w:rsidR="008D2900" w:rsidRPr="00DC2ACA" w:rsidRDefault="008D2900" w:rsidP="001D05B5">
            <w:pPr>
              <w:tabs>
                <w:tab w:val="decimal" w:pos="834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6DE87B5A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D128C1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15152DBC" w14:textId="77777777" w:rsidR="008D2900" w:rsidRPr="00DC2ACA" w:rsidRDefault="008D2900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8D2900" w:rsidRPr="00DC2ACA" w14:paraId="17FF5F47" w14:textId="77777777" w:rsidTr="008D2900">
        <w:trPr>
          <w:cantSplit/>
        </w:trPr>
        <w:tc>
          <w:tcPr>
            <w:tcW w:w="2592" w:type="dxa"/>
          </w:tcPr>
          <w:p w14:paraId="50E20877" w14:textId="77777777" w:rsidR="008D2900" w:rsidRPr="00DC2ACA" w:rsidRDefault="008D2900" w:rsidP="001D05B5">
            <w:pPr>
              <w:ind w:left="162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ค่าตอบแทนผู้บริหารสำคัญ</w:t>
            </w:r>
          </w:p>
        </w:tc>
        <w:tc>
          <w:tcPr>
            <w:tcW w:w="1440" w:type="dxa"/>
          </w:tcPr>
          <w:p w14:paraId="0A6BAA2E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6C5E3B" w14:textId="77777777" w:rsidR="008D2900" w:rsidRPr="00DC2ACA" w:rsidRDefault="008D2900" w:rsidP="001D05B5">
            <w:pPr>
              <w:tabs>
                <w:tab w:val="decimal" w:pos="882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67EE20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3D2722A8" w14:textId="77777777" w:rsidR="008D2900" w:rsidRPr="00DC2ACA" w:rsidRDefault="008D2900" w:rsidP="001D05B5">
            <w:pPr>
              <w:tabs>
                <w:tab w:val="decimal" w:pos="834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2169697D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6400ADCF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0918D065" w14:textId="77777777" w:rsidR="008D2900" w:rsidRPr="00DC2ACA" w:rsidRDefault="008D2900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8D2900" w:rsidRPr="00DC2ACA" w14:paraId="33774E3B" w14:textId="77777777" w:rsidTr="008D2900">
        <w:trPr>
          <w:cantSplit/>
        </w:trPr>
        <w:tc>
          <w:tcPr>
            <w:tcW w:w="2592" w:type="dxa"/>
          </w:tcPr>
          <w:p w14:paraId="3AF6DD31" w14:textId="77777777" w:rsidR="008D2900" w:rsidRPr="00DC2ACA" w:rsidRDefault="008D2900" w:rsidP="001D05B5">
            <w:pPr>
              <w:ind w:left="34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40" w:type="dxa"/>
            <w:vAlign w:val="bottom"/>
          </w:tcPr>
          <w:p w14:paraId="2B9075B2" w14:textId="59935955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  <w:r w:rsidR="005E3EEA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308</w:t>
            </w:r>
            <w:r w:rsidR="005E3EEA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070</w:t>
            </w:r>
          </w:p>
        </w:tc>
        <w:tc>
          <w:tcPr>
            <w:tcW w:w="180" w:type="dxa"/>
            <w:vAlign w:val="bottom"/>
          </w:tcPr>
          <w:p w14:paraId="5FFFFFC9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7B049EDA" w14:textId="4B5A63FC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552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025</w:t>
            </w:r>
          </w:p>
        </w:tc>
        <w:tc>
          <w:tcPr>
            <w:tcW w:w="180" w:type="dxa"/>
            <w:vAlign w:val="bottom"/>
          </w:tcPr>
          <w:p w14:paraId="7B4F136B" w14:textId="77777777" w:rsidR="008D2900" w:rsidRPr="00DC2ACA" w:rsidRDefault="008D2900" w:rsidP="001D05B5">
            <w:pPr>
              <w:tabs>
                <w:tab w:val="decimal" w:pos="918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vAlign w:val="bottom"/>
          </w:tcPr>
          <w:p w14:paraId="23A8E463" w14:textId="255AC5F0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  <w:r w:rsidR="00254B5E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597</w:t>
            </w:r>
            <w:r w:rsidR="00254B5E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283</w:t>
            </w:r>
          </w:p>
        </w:tc>
        <w:tc>
          <w:tcPr>
            <w:tcW w:w="180" w:type="dxa"/>
            <w:vAlign w:val="bottom"/>
          </w:tcPr>
          <w:p w14:paraId="214E6ED3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8FE6BB8" w14:textId="440C680C" w:rsidR="008D2900" w:rsidRPr="00DC2ACA" w:rsidRDefault="00F9706D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12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535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077</w:t>
            </w:r>
          </w:p>
        </w:tc>
      </w:tr>
      <w:tr w:rsidR="008D2900" w:rsidRPr="00DC2ACA" w14:paraId="34E97570" w14:textId="77777777" w:rsidTr="008D2900">
        <w:trPr>
          <w:cantSplit/>
        </w:trPr>
        <w:tc>
          <w:tcPr>
            <w:tcW w:w="2592" w:type="dxa"/>
          </w:tcPr>
          <w:p w14:paraId="030105DA" w14:textId="77777777" w:rsidR="008D2900" w:rsidRPr="00DC2ACA" w:rsidRDefault="008D2900" w:rsidP="001D05B5">
            <w:pPr>
              <w:ind w:left="34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94A3C8F" w14:textId="09806684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89</w:t>
            </w:r>
            <w:r w:rsidR="00254B5E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247</w:t>
            </w:r>
          </w:p>
        </w:tc>
        <w:tc>
          <w:tcPr>
            <w:tcW w:w="180" w:type="dxa"/>
            <w:vAlign w:val="bottom"/>
          </w:tcPr>
          <w:p w14:paraId="100214EB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E9331E" w14:textId="25D97526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193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332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AE522" w14:textId="77777777" w:rsidR="008D2900" w:rsidRPr="00DC2ACA" w:rsidRDefault="008D2900" w:rsidP="001D05B5">
            <w:pPr>
              <w:tabs>
                <w:tab w:val="decimal" w:pos="918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7D151E04" w14:textId="3CBC48FB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178</w:t>
            </w:r>
            <w:r w:rsidR="00254B5E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494</w:t>
            </w:r>
          </w:p>
        </w:tc>
        <w:tc>
          <w:tcPr>
            <w:tcW w:w="180" w:type="dxa"/>
            <w:vAlign w:val="bottom"/>
          </w:tcPr>
          <w:p w14:paraId="2E2D8966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3FCD0F8" w14:textId="7CAEE053" w:rsidR="008D2900" w:rsidRPr="00DC2ACA" w:rsidRDefault="00F9706D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374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335</w:t>
            </w:r>
          </w:p>
        </w:tc>
      </w:tr>
      <w:tr w:rsidR="008D2900" w:rsidRPr="00DC2ACA" w14:paraId="2D3DE332" w14:textId="77777777" w:rsidTr="008D2900">
        <w:trPr>
          <w:cantSplit/>
        </w:trPr>
        <w:tc>
          <w:tcPr>
            <w:tcW w:w="2592" w:type="dxa"/>
          </w:tcPr>
          <w:p w14:paraId="7B4B1E21" w14:textId="77777777" w:rsidR="008D2900" w:rsidRPr="00DC2ACA" w:rsidRDefault="008D2900" w:rsidP="001D05B5">
            <w:pPr>
              <w:ind w:left="342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CFCD08" w14:textId="61548E82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  <w:r w:rsidR="00254B5E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397</w:t>
            </w:r>
            <w:r w:rsidR="00254B5E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317</w:t>
            </w:r>
          </w:p>
        </w:tc>
        <w:tc>
          <w:tcPr>
            <w:tcW w:w="180" w:type="dxa"/>
            <w:vAlign w:val="bottom"/>
          </w:tcPr>
          <w:p w14:paraId="3DF954E4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3A9662" w14:textId="73354834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745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357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A7E220" w14:textId="77777777" w:rsidR="008D2900" w:rsidRPr="00DC2ACA" w:rsidRDefault="008D2900" w:rsidP="001D05B5">
            <w:pPr>
              <w:tabs>
                <w:tab w:val="decimal" w:pos="918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ACC20" w14:textId="47262D88" w:rsidR="008D2900" w:rsidRPr="00DC2ACA" w:rsidRDefault="00F9706D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  <w:r w:rsidR="00D67B2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775</w:t>
            </w:r>
            <w:r w:rsidR="00D67B2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777</w:t>
            </w:r>
          </w:p>
        </w:tc>
        <w:tc>
          <w:tcPr>
            <w:tcW w:w="180" w:type="dxa"/>
            <w:vAlign w:val="bottom"/>
          </w:tcPr>
          <w:p w14:paraId="3B95D40C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F4A3D3" w14:textId="5ABBDBC7" w:rsidR="008D2900" w:rsidRPr="00DC2ACA" w:rsidRDefault="00F9706D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12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909</w:t>
            </w:r>
            <w:r w:rsidR="008D2900"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412</w:t>
            </w:r>
          </w:p>
        </w:tc>
      </w:tr>
    </w:tbl>
    <w:p w14:paraId="6F9246B5" w14:textId="034E297D" w:rsidR="003F17BC" w:rsidRPr="00DC2ACA" w:rsidRDefault="003F17BC" w:rsidP="001D05B5">
      <w:pPr>
        <w:spacing w:before="240" w:after="120"/>
        <w:ind w:left="547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t>ยอดคงเหลือที่สำคัญกับกิจการที่เกี่ยวข้องกัน สรุปได้ดังนี้</w:t>
      </w:r>
    </w:p>
    <w:tbl>
      <w:tblPr>
        <w:tblW w:w="8487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4"/>
        <w:gridCol w:w="1436"/>
        <w:gridCol w:w="144"/>
        <w:gridCol w:w="1443"/>
      </w:tblGrid>
      <w:tr w:rsidR="00CD438C" w:rsidRPr="00DC2ACA" w14:paraId="0D6FDB28" w14:textId="77777777" w:rsidTr="00027324">
        <w:tc>
          <w:tcPr>
            <w:tcW w:w="5464" w:type="dxa"/>
          </w:tcPr>
          <w:p w14:paraId="11E2E4F2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6" w:type="dxa"/>
            <w:shd w:val="clear" w:color="auto" w:fill="FFFFFF"/>
          </w:tcPr>
          <w:p w14:paraId="4875D9A0" w14:textId="4A8CE91C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4" w:type="dxa"/>
          </w:tcPr>
          <w:p w14:paraId="6C2AB46D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</w:tcPr>
          <w:p w14:paraId="3D58A99E" w14:textId="266B1D59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ณ วันที่</w:t>
            </w:r>
          </w:p>
        </w:tc>
      </w:tr>
      <w:tr w:rsidR="00CD438C" w:rsidRPr="00DC2ACA" w14:paraId="751B4F0E" w14:textId="77777777" w:rsidTr="0039668F">
        <w:tc>
          <w:tcPr>
            <w:tcW w:w="5464" w:type="dxa"/>
          </w:tcPr>
          <w:p w14:paraId="669402C6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6" w:type="dxa"/>
            <w:shd w:val="clear" w:color="auto" w:fill="FFFFFF"/>
            <w:vAlign w:val="center"/>
          </w:tcPr>
          <w:p w14:paraId="573B5040" w14:textId="0882B789" w:rsidR="00CD438C" w:rsidRPr="00DC2ACA" w:rsidRDefault="00F9706D" w:rsidP="001D05B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>30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44" w:type="dxa"/>
          </w:tcPr>
          <w:p w14:paraId="19829DCA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vAlign w:val="center"/>
          </w:tcPr>
          <w:p w14:paraId="42EC0F7F" w14:textId="1C850D9F" w:rsidR="00CD438C" w:rsidRPr="00DC2ACA" w:rsidRDefault="00F9706D" w:rsidP="001D05B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>31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ธันวาคม</w:t>
            </w:r>
          </w:p>
        </w:tc>
      </w:tr>
      <w:tr w:rsidR="00CD438C" w:rsidRPr="00DC2ACA" w14:paraId="6329E4A4" w14:textId="77777777" w:rsidTr="0039668F">
        <w:tc>
          <w:tcPr>
            <w:tcW w:w="5464" w:type="dxa"/>
          </w:tcPr>
          <w:p w14:paraId="6F16A0AE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6" w:type="dxa"/>
            <w:shd w:val="clear" w:color="auto" w:fill="FFFFFF"/>
            <w:vAlign w:val="center"/>
          </w:tcPr>
          <w:p w14:paraId="521F1524" w14:textId="29BDAE24" w:rsidR="00CD438C" w:rsidRPr="00DC2ACA" w:rsidRDefault="00F9706D" w:rsidP="001D05B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4" w:type="dxa"/>
          </w:tcPr>
          <w:p w14:paraId="0D7AEF81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vAlign w:val="center"/>
          </w:tcPr>
          <w:p w14:paraId="4042F125" w14:textId="048D2185" w:rsidR="00CD438C" w:rsidRPr="00DC2ACA" w:rsidRDefault="00F9706D" w:rsidP="001D05B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CD438C" w:rsidRPr="00DC2ACA" w14:paraId="12D8DED0" w14:textId="77777777" w:rsidTr="0039668F">
        <w:tc>
          <w:tcPr>
            <w:tcW w:w="5464" w:type="dxa"/>
          </w:tcPr>
          <w:p w14:paraId="17374F52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FFFFFF"/>
            <w:vAlign w:val="center"/>
          </w:tcPr>
          <w:p w14:paraId="3FEAC2B3" w14:textId="77777777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4" w:type="dxa"/>
            <w:vAlign w:val="center"/>
          </w:tcPr>
          <w:p w14:paraId="2C3C1290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vAlign w:val="center"/>
          </w:tcPr>
          <w:p w14:paraId="17A0E75F" w14:textId="77777777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D438C" w:rsidRPr="00DC2ACA" w14:paraId="31431867" w14:textId="77777777" w:rsidTr="0039668F">
        <w:tc>
          <w:tcPr>
            <w:tcW w:w="5464" w:type="dxa"/>
          </w:tcPr>
          <w:p w14:paraId="4304B7CC" w14:textId="15C9CA57" w:rsidR="00CD438C" w:rsidRPr="00DC2ACA" w:rsidRDefault="00CD438C" w:rsidP="001D05B5">
            <w:pPr>
              <w:ind w:left="24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br w:type="page"/>
            </w: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ลูกหนี้ค่าบริการ</w:t>
            </w:r>
          </w:p>
        </w:tc>
        <w:tc>
          <w:tcPr>
            <w:tcW w:w="1436" w:type="dxa"/>
            <w:shd w:val="clear" w:color="auto" w:fill="FFFFFF"/>
          </w:tcPr>
          <w:p w14:paraId="270BD74B" w14:textId="77777777" w:rsidR="00CD438C" w:rsidRPr="00DC2ACA" w:rsidRDefault="00CD438C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" w:type="dxa"/>
          </w:tcPr>
          <w:p w14:paraId="0C4F1BFC" w14:textId="77777777" w:rsidR="00CD438C" w:rsidRPr="00DC2ACA" w:rsidRDefault="00CD438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</w:tcPr>
          <w:p w14:paraId="51F14DD0" w14:textId="77777777" w:rsidR="00CD438C" w:rsidRPr="00DC2ACA" w:rsidRDefault="00CD438C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D438C" w:rsidRPr="00DC2ACA" w14:paraId="5ED3CEE5" w14:textId="77777777" w:rsidTr="0039668F">
        <w:tc>
          <w:tcPr>
            <w:tcW w:w="5464" w:type="dxa"/>
          </w:tcPr>
          <w:p w14:paraId="760BFA36" w14:textId="7964218D" w:rsidR="00CD438C" w:rsidRPr="00DC2ACA" w:rsidRDefault="00CD438C" w:rsidP="001D05B5">
            <w:pPr>
              <w:ind w:left="42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436" w:type="dxa"/>
            <w:shd w:val="clear" w:color="auto" w:fill="FFFFFF"/>
          </w:tcPr>
          <w:p w14:paraId="448ADECE" w14:textId="4B005D7D" w:rsidR="00CD438C" w:rsidRPr="00DC2ACA" w:rsidRDefault="00662A17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4" w:type="dxa"/>
          </w:tcPr>
          <w:p w14:paraId="1E9261F9" w14:textId="77777777" w:rsidR="00CD438C" w:rsidRPr="00DC2ACA" w:rsidRDefault="00CD438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</w:tcPr>
          <w:p w14:paraId="70C55ED4" w14:textId="26A96697" w:rsidR="00CD438C" w:rsidRPr="00DC2ACA" w:rsidRDefault="00F9706D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</w:t>
            </w:r>
            <w:r w:rsidR="00CD438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614</w:t>
            </w:r>
          </w:p>
        </w:tc>
      </w:tr>
      <w:tr w:rsidR="00CD438C" w:rsidRPr="00DC2ACA" w14:paraId="34C88586" w14:textId="77777777" w:rsidTr="0039668F">
        <w:tc>
          <w:tcPr>
            <w:tcW w:w="5464" w:type="dxa"/>
          </w:tcPr>
          <w:p w14:paraId="00EF818A" w14:textId="53E5816E" w:rsidR="00CD438C" w:rsidRPr="00DC2ACA" w:rsidRDefault="00CD438C" w:rsidP="001D05B5">
            <w:pPr>
              <w:ind w:left="697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7F4928BA" w14:textId="74EE9078" w:rsidR="00CD438C" w:rsidRPr="00DC2ACA" w:rsidRDefault="00662A17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4" w:type="dxa"/>
          </w:tcPr>
          <w:p w14:paraId="34AC5E1C" w14:textId="77777777" w:rsidR="00CD438C" w:rsidRPr="00DC2ACA" w:rsidRDefault="00CD438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</w:tcPr>
          <w:p w14:paraId="53A324D3" w14:textId="3B402258" w:rsidR="00CD438C" w:rsidRPr="00DC2ACA" w:rsidRDefault="00F9706D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</w:t>
            </w:r>
            <w:r w:rsidR="00CD438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614</w:t>
            </w:r>
          </w:p>
        </w:tc>
      </w:tr>
    </w:tbl>
    <w:p w14:paraId="4BD3B0BE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5167CB0" w14:textId="485A32EB" w:rsidR="00794226" w:rsidRPr="00DC2ACA" w:rsidRDefault="00F9706D" w:rsidP="001D05B5">
      <w:pPr>
        <w:pStyle w:val="Header"/>
        <w:tabs>
          <w:tab w:val="left" w:pos="720"/>
          <w:tab w:val="left" w:pos="1698"/>
        </w:tabs>
        <w:spacing w:before="360"/>
        <w:ind w:left="547" w:right="43" w:hanging="547"/>
        <w:rPr>
          <w:rFonts w:asciiTheme="majorBidi" w:hAnsiTheme="majorBidi" w:cstheme="majorBidi"/>
          <w:b/>
          <w:bCs/>
          <w:i/>
          <w:iCs/>
          <w:sz w:val="32"/>
          <w:szCs w:val="32"/>
          <w:lang w:val="en-US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  <w:lang w:val="en-US" w:eastAsia="en-US"/>
        </w:rPr>
        <w:lastRenderedPageBreak/>
        <w:t>5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lang w:val="en-US" w:eastAsia="en-US"/>
        </w:rPr>
        <w:t>.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lang w:val="en-US" w:eastAsia="en-US"/>
        </w:rPr>
        <w:tab/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  <w:lang w:val="en-US" w:eastAsia="en-US"/>
        </w:rPr>
        <w:t>ข้อมูลเพิ่มเติมเกี่ยวกับ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กระแสเ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  <w:lang w:val="en-US" w:eastAsia="en-US"/>
        </w:rPr>
        <w:t>งินสด</w:t>
      </w:r>
    </w:p>
    <w:p w14:paraId="42334958" w14:textId="5247F2BA" w:rsidR="00794226" w:rsidRPr="00DC2ACA" w:rsidRDefault="00F9706D" w:rsidP="001D05B5">
      <w:pPr>
        <w:ind w:left="1080" w:right="29" w:hanging="518"/>
        <w:jc w:val="thaiDistribute"/>
        <w:rPr>
          <w:rFonts w:asciiTheme="majorBidi" w:hAnsiTheme="majorBidi" w:cstheme="majorBidi"/>
          <w:sz w:val="32"/>
          <w:szCs w:val="32"/>
        </w:rPr>
      </w:pPr>
      <w:r w:rsidRPr="00F9706D">
        <w:rPr>
          <w:rFonts w:asciiTheme="majorBidi" w:hAnsiTheme="majorBidi" w:cstheme="majorBidi"/>
          <w:sz w:val="32"/>
          <w:szCs w:val="32"/>
        </w:rPr>
        <w:t>5</w:t>
      </w:r>
      <w:r w:rsidR="00827C70" w:rsidRPr="00DC2ACA">
        <w:rPr>
          <w:rFonts w:asciiTheme="majorBidi" w:hAnsiTheme="majorBidi" w:cstheme="majorBidi"/>
          <w:sz w:val="32"/>
          <w:szCs w:val="32"/>
        </w:rPr>
        <w:t>.</w:t>
      </w:r>
      <w:r w:rsidRPr="00F9706D">
        <w:rPr>
          <w:rFonts w:asciiTheme="majorBidi" w:hAnsiTheme="majorBidi" w:cstheme="majorBidi"/>
          <w:sz w:val="32"/>
          <w:szCs w:val="32"/>
        </w:rPr>
        <w:t>1</w:t>
      </w:r>
      <w:r w:rsidR="00FA7449" w:rsidRPr="00DC2ACA">
        <w:rPr>
          <w:rFonts w:asciiTheme="majorBidi" w:hAnsiTheme="majorBidi" w:cstheme="majorBidi"/>
          <w:sz w:val="32"/>
          <w:szCs w:val="32"/>
          <w:cs/>
        </w:rPr>
        <w:tab/>
      </w:r>
      <w:r w:rsidR="00794226" w:rsidRPr="00DC2ACA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</w:t>
      </w:r>
      <w:r w:rsidR="002503BA" w:rsidRPr="00DC2ACA">
        <w:rPr>
          <w:rFonts w:asciiTheme="majorBidi" w:hAnsiTheme="majorBidi" w:cstheme="majorBidi"/>
          <w:sz w:val="32"/>
          <w:szCs w:val="32"/>
          <w:cs/>
        </w:rPr>
        <w:t>ขึ้น</w:t>
      </w:r>
      <w:r w:rsidR="00794226" w:rsidRPr="00DC2ACA">
        <w:rPr>
          <w:rFonts w:asciiTheme="majorBidi" w:hAnsiTheme="majorBidi" w:cstheme="majorBidi"/>
          <w:sz w:val="32"/>
          <w:szCs w:val="32"/>
          <w:cs/>
        </w:rPr>
        <w:t>จากกิจกรรมจัดหาเงิน</w:t>
      </w:r>
    </w:p>
    <w:p w14:paraId="449194F4" w14:textId="30091D3A" w:rsidR="00794226" w:rsidRPr="00DC2ACA" w:rsidRDefault="00794226" w:rsidP="001D05B5">
      <w:pPr>
        <w:spacing w:after="240"/>
        <w:ind w:left="1080" w:right="43"/>
        <w:jc w:val="thaiDistribute"/>
        <w:rPr>
          <w:rFonts w:asciiTheme="majorBidi" w:hAnsiTheme="majorBidi" w:cstheme="majorBidi"/>
          <w:sz w:val="32"/>
          <w:szCs w:val="32"/>
          <w:cs/>
          <w:lang w:eastAsia="ja-JP"/>
        </w:rPr>
      </w:pPr>
      <w:r w:rsidRPr="00DC2ACA">
        <w:rPr>
          <w:rFonts w:asciiTheme="majorBidi" w:hAnsiTheme="majorBidi" w:cstheme="majorBidi"/>
          <w:sz w:val="32"/>
          <w:szCs w:val="32"/>
          <w:cs/>
          <w:lang w:eastAsia="ja-JP"/>
        </w:rPr>
        <w:t xml:space="preserve">การเปลี่ยนแปลงในหนี้สินที่เกิดขึ้นจากกิจกรรมจัดหาเงินรวมส่วนที่เป็นกระแสเงินสดและส่วนที่ไม่ใช่กระแสเงินสดที่มีการจัดประเภทเป็นกิจกรรมจัดหาเงินในงบกระแสเงินสด </w:t>
      </w:r>
      <w:r w:rsidR="000357B6" w:rsidRPr="00DC2ACA">
        <w:rPr>
          <w:rFonts w:asciiTheme="majorBidi" w:hAnsiTheme="majorBidi" w:cstheme="majorBidi"/>
          <w:sz w:val="32"/>
          <w:szCs w:val="32"/>
          <w:cs/>
          <w:lang w:eastAsia="ja-JP"/>
        </w:rPr>
        <w:t>มีดังนี้</w:t>
      </w:r>
    </w:p>
    <w:tbl>
      <w:tblPr>
        <w:tblW w:w="8676" w:type="dxa"/>
        <w:tblInd w:w="5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170"/>
        <w:gridCol w:w="90"/>
        <w:gridCol w:w="1170"/>
        <w:gridCol w:w="90"/>
        <w:gridCol w:w="1440"/>
        <w:gridCol w:w="90"/>
        <w:gridCol w:w="1350"/>
      </w:tblGrid>
      <w:tr w:rsidR="004F0216" w:rsidRPr="00DC2ACA" w14:paraId="678876CE" w14:textId="77777777" w:rsidTr="00E33B39">
        <w:trPr>
          <w:trHeight w:val="20"/>
          <w:tblHeader/>
        </w:trPr>
        <w:tc>
          <w:tcPr>
            <w:tcW w:w="3276" w:type="dxa"/>
          </w:tcPr>
          <w:p w14:paraId="200C2245" w14:textId="46235BA8" w:rsidR="00EE4A64" w:rsidRPr="00DC2ACA" w:rsidRDefault="00EE4A64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</w:t>
            </w:r>
            <w:r w:rsidR="006403FB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F9706D" w:rsidRPr="00F9706D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C8B6B70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BA56E45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4842AF3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0D709CF9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442B720" w14:textId="361313A3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การเปลี่ยนแปลงอื่น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7E782914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62CCD807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4F0216" w:rsidRPr="00DC2ACA" w14:paraId="0FB44C47" w14:textId="77777777" w:rsidTr="00E33B39">
        <w:trPr>
          <w:trHeight w:val="20"/>
          <w:tblHeader/>
        </w:trPr>
        <w:tc>
          <w:tcPr>
            <w:tcW w:w="3276" w:type="dxa"/>
          </w:tcPr>
          <w:p w14:paraId="7942BD1C" w14:textId="77777777" w:rsidR="00EE4A64" w:rsidRPr="00DC2ACA" w:rsidRDefault="00EE4A64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05DDA2E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7B87C5B0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B7ECDF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0506EB46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57CA21C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9640987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1DCE558A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4F0216" w:rsidRPr="00DC2ACA" w14:paraId="0025842E" w14:textId="77777777" w:rsidTr="00E33B39">
        <w:trPr>
          <w:trHeight w:val="20"/>
          <w:tblHeader/>
        </w:trPr>
        <w:tc>
          <w:tcPr>
            <w:tcW w:w="3276" w:type="dxa"/>
          </w:tcPr>
          <w:p w14:paraId="12DEFBAA" w14:textId="77777777" w:rsidR="00EE4A64" w:rsidRPr="00DC2ACA" w:rsidRDefault="00EE4A64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696142" w14:textId="0FF5BC71" w:rsidR="00EE4A64" w:rsidRPr="00DC2ACA" w:rsidRDefault="00F9706D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EE4A64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E4A64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58C4D2CD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1D7FAA9" w14:textId="1317DDEF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จัดหาเงิน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25B7E65C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0D1D68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12DEB48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39A81474" w14:textId="328F8BC8" w:rsidR="00EE4A64" w:rsidRPr="00DC2ACA" w:rsidRDefault="00F9706D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4F0216" w:rsidRPr="00DC2ACA" w14:paraId="0B18B284" w14:textId="77777777" w:rsidTr="00E33B39">
        <w:trPr>
          <w:trHeight w:val="60"/>
          <w:tblHeader/>
        </w:trPr>
        <w:tc>
          <w:tcPr>
            <w:tcW w:w="3276" w:type="dxa"/>
          </w:tcPr>
          <w:p w14:paraId="3A4C8A9D" w14:textId="77777777" w:rsidR="00EE4A64" w:rsidRPr="00DC2ACA" w:rsidRDefault="00EE4A64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56E81D4" w14:textId="2E919526" w:rsidR="00EE4A64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0" w:type="dxa"/>
          </w:tcPr>
          <w:p w14:paraId="1B776D3F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FA6CB73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CD7D225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EA5A757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4117C8A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DE37BFF" w14:textId="673D8E56" w:rsidR="00EE4A64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</w:tr>
      <w:tr w:rsidR="004F0216" w:rsidRPr="00DC2ACA" w14:paraId="128B8D60" w14:textId="77777777" w:rsidTr="00E33B39">
        <w:trPr>
          <w:trHeight w:val="60"/>
          <w:tblHeader/>
        </w:trPr>
        <w:tc>
          <w:tcPr>
            <w:tcW w:w="3276" w:type="dxa"/>
          </w:tcPr>
          <w:p w14:paraId="4D85335D" w14:textId="77777777" w:rsidR="00EE4A64" w:rsidRPr="00DC2ACA" w:rsidRDefault="00EE4A64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A106695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323C15E8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212C77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1B39A24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622D0070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7376ACB7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ACCEC22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0C6219" w:rsidRPr="00DC2ACA" w14:paraId="567D2DDC" w14:textId="77777777" w:rsidTr="00E33B39">
        <w:trPr>
          <w:trHeight w:val="60"/>
          <w:tblHeader/>
        </w:trPr>
        <w:tc>
          <w:tcPr>
            <w:tcW w:w="3276" w:type="dxa"/>
          </w:tcPr>
          <w:p w14:paraId="6993682E" w14:textId="722006F6" w:rsidR="000C6219" w:rsidRPr="00DC2ACA" w:rsidRDefault="000C6219" w:rsidP="001D05B5">
            <w:pPr>
              <w:ind w:left="490"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7108C8B" w14:textId="0C7498FF" w:rsidR="000C6219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000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" w:type="dxa"/>
          </w:tcPr>
          <w:p w14:paraId="30EC968D" w14:textId="77777777" w:rsidR="000C6219" w:rsidRPr="00DC2ACA" w:rsidRDefault="000C6219" w:rsidP="001D05B5">
            <w:pPr>
              <w:ind w:right="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5861D5" w14:textId="557D69C6" w:rsidR="000C6219" w:rsidRPr="00DC2ACA" w:rsidRDefault="00E27ACF" w:rsidP="001D05B5">
            <w:pPr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CAE1492" w14:textId="77777777" w:rsidR="000C6219" w:rsidRPr="00DC2ACA" w:rsidRDefault="000C6219" w:rsidP="001D05B5">
            <w:pPr>
              <w:tabs>
                <w:tab w:val="decimal" w:pos="982"/>
              </w:tabs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583055" w14:textId="3443A474" w:rsidR="000C6219" w:rsidRPr="00DC2ACA" w:rsidRDefault="00E27ACF" w:rsidP="001D05B5">
            <w:pPr>
              <w:tabs>
                <w:tab w:val="decimal" w:pos="0"/>
              </w:tabs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B42FA20" w14:textId="77777777" w:rsidR="000C6219" w:rsidRPr="00DC2ACA" w:rsidRDefault="000C6219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382A83E" w14:textId="505CF534" w:rsidR="000C6219" w:rsidRPr="00DC2ACA" w:rsidRDefault="00F9706D" w:rsidP="001D05B5">
            <w:pPr>
              <w:tabs>
                <w:tab w:val="decimal" w:pos="982"/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000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</w:tr>
      <w:tr w:rsidR="000C6219" w:rsidRPr="00DC2ACA" w14:paraId="2C99E57D" w14:textId="77777777" w:rsidTr="00E33B39">
        <w:trPr>
          <w:trHeight w:val="20"/>
        </w:trPr>
        <w:tc>
          <w:tcPr>
            <w:tcW w:w="3276" w:type="dxa"/>
          </w:tcPr>
          <w:p w14:paraId="5A8A1800" w14:textId="77777777" w:rsidR="000C6219" w:rsidRPr="00DC2ACA" w:rsidRDefault="000C6219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EC78D6A" w14:textId="2BF3C768" w:rsidR="000C6219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146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909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626</w:t>
            </w:r>
          </w:p>
        </w:tc>
        <w:tc>
          <w:tcPr>
            <w:tcW w:w="90" w:type="dxa"/>
          </w:tcPr>
          <w:p w14:paraId="48891E68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F606235" w14:textId="0652A8AF" w:rsidR="000C6219" w:rsidRPr="00DC2ACA" w:rsidRDefault="00F9706D" w:rsidP="001D05B5">
            <w:pPr>
              <w:tabs>
                <w:tab w:val="decimal" w:pos="990"/>
              </w:tabs>
              <w:ind w:right="8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541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773</w:t>
            </w:r>
          </w:p>
        </w:tc>
        <w:tc>
          <w:tcPr>
            <w:tcW w:w="90" w:type="dxa"/>
          </w:tcPr>
          <w:p w14:paraId="3FA470B5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2284A759" w14:textId="2056CDAE" w:rsidR="000C6219" w:rsidRPr="00DC2ACA" w:rsidRDefault="00F9706D" w:rsidP="001D05B5">
            <w:pPr>
              <w:tabs>
                <w:tab w:val="decimal" w:pos="26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195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314</w:t>
            </w:r>
          </w:p>
        </w:tc>
        <w:tc>
          <w:tcPr>
            <w:tcW w:w="90" w:type="dxa"/>
          </w:tcPr>
          <w:p w14:paraId="5614C1C5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55A847F" w14:textId="14D01F94" w:rsidR="000C6219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162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646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713</w:t>
            </w:r>
          </w:p>
        </w:tc>
      </w:tr>
      <w:tr w:rsidR="000C6219" w:rsidRPr="00DC2ACA" w14:paraId="494D37EB" w14:textId="77777777" w:rsidTr="00E33B39">
        <w:trPr>
          <w:trHeight w:val="64"/>
        </w:trPr>
        <w:tc>
          <w:tcPr>
            <w:tcW w:w="3276" w:type="dxa"/>
          </w:tcPr>
          <w:p w14:paraId="6DE753F0" w14:textId="098F876A" w:rsidR="000C6219" w:rsidRPr="00DC2ACA" w:rsidRDefault="000C6219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70" w:type="dxa"/>
          </w:tcPr>
          <w:p w14:paraId="5E8C2369" w14:textId="3BEF3848" w:rsidR="000C6219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  <w:tc>
          <w:tcPr>
            <w:tcW w:w="90" w:type="dxa"/>
          </w:tcPr>
          <w:p w14:paraId="41374B7C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157B3CF" w14:textId="28CD35D5" w:rsidR="000C6219" w:rsidRPr="00DC2ACA" w:rsidRDefault="00E27ACF" w:rsidP="001D05B5">
            <w:pPr>
              <w:tabs>
                <w:tab w:val="decimal" w:pos="98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333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190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C99C4EC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2245878" w14:textId="2B5F2070" w:rsidR="000C6219" w:rsidRPr="00DC2ACA" w:rsidRDefault="00F9706D" w:rsidP="001D05B5">
            <w:pPr>
              <w:tabs>
                <w:tab w:val="decimal" w:pos="26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0375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234</w:t>
            </w:r>
          </w:p>
        </w:tc>
        <w:tc>
          <w:tcPr>
            <w:tcW w:w="90" w:type="dxa"/>
          </w:tcPr>
          <w:p w14:paraId="5762C48D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31B4C5D" w14:textId="382521F1" w:rsidR="000C6219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275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840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228</w:t>
            </w:r>
          </w:p>
        </w:tc>
      </w:tr>
      <w:tr w:rsidR="000C6219" w:rsidRPr="00DC2ACA" w14:paraId="1DB833B7" w14:textId="77777777" w:rsidTr="0047621B">
        <w:trPr>
          <w:trHeight w:val="64"/>
        </w:trPr>
        <w:tc>
          <w:tcPr>
            <w:tcW w:w="3276" w:type="dxa"/>
          </w:tcPr>
          <w:p w14:paraId="13A20F66" w14:textId="77777777" w:rsidR="000C6219" w:rsidRPr="00DC2ACA" w:rsidRDefault="000C6219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B357467" w14:textId="34E75EAD" w:rsidR="000C6219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959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473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  <w:tc>
          <w:tcPr>
            <w:tcW w:w="90" w:type="dxa"/>
          </w:tcPr>
          <w:p w14:paraId="5CBF5DAC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479698D" w14:textId="131131B4" w:rsidR="000C6219" w:rsidRPr="00DC2ACA" w:rsidRDefault="00E27ACF" w:rsidP="001D05B5">
            <w:pPr>
              <w:tabs>
                <w:tab w:val="decimal" w:pos="98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58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687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112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0D30670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AAAC3B7" w14:textId="6C215B9B" w:rsidR="000C6219" w:rsidRPr="00DC2ACA" w:rsidRDefault="00F9706D" w:rsidP="001D05B5">
            <w:pPr>
              <w:tabs>
                <w:tab w:val="decimal" w:pos="135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094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599</w:t>
            </w:r>
          </w:p>
        </w:tc>
        <w:tc>
          <w:tcPr>
            <w:tcW w:w="90" w:type="dxa"/>
          </w:tcPr>
          <w:p w14:paraId="742312D4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0963692" w14:textId="5BD8464C" w:rsidR="000C6219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992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880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927</w:t>
            </w:r>
          </w:p>
        </w:tc>
      </w:tr>
      <w:tr w:rsidR="000C6219" w:rsidRPr="00DC2ACA" w14:paraId="352F1932" w14:textId="77777777" w:rsidTr="0047621B">
        <w:trPr>
          <w:trHeight w:val="20"/>
        </w:trPr>
        <w:tc>
          <w:tcPr>
            <w:tcW w:w="3276" w:type="dxa"/>
          </w:tcPr>
          <w:p w14:paraId="32670BB0" w14:textId="77777777" w:rsidR="000C6219" w:rsidRPr="00DC2ACA" w:rsidRDefault="000C6219" w:rsidP="001D05B5">
            <w:pPr>
              <w:ind w:left="580" w:right="1"/>
              <w:outlineLvl w:val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6383D33" w14:textId="0FF85B1F" w:rsidR="000C6219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391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555</w:t>
            </w:r>
            <w:r w:rsidR="00E27AC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90" w:type="dxa"/>
          </w:tcPr>
          <w:p w14:paraId="26909456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39773AC" w14:textId="511E6804" w:rsidR="000C6219" w:rsidRPr="00DC2ACA" w:rsidRDefault="00010E4D" w:rsidP="001D05B5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478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529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43D4B73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E845CEF" w14:textId="10AC3E8A" w:rsidR="000C6219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291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147</w:t>
            </w:r>
          </w:p>
        </w:tc>
        <w:tc>
          <w:tcPr>
            <w:tcW w:w="90" w:type="dxa"/>
          </w:tcPr>
          <w:p w14:paraId="26EE14B8" w14:textId="77777777" w:rsidR="000C6219" w:rsidRPr="00DC2ACA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69D8CCC" w14:textId="070AE52E" w:rsidR="000C6219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440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="00010E4D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868</w:t>
            </w:r>
          </w:p>
        </w:tc>
      </w:tr>
    </w:tbl>
    <w:p w14:paraId="5293440F" w14:textId="77777777" w:rsidR="00BB7B08" w:rsidRPr="00DC2ACA" w:rsidRDefault="00BB7B08" w:rsidP="001D05B5">
      <w:pPr>
        <w:rPr>
          <w:rFonts w:asciiTheme="majorBidi" w:hAnsiTheme="majorBidi" w:cstheme="majorBidi"/>
        </w:rPr>
      </w:pPr>
    </w:p>
    <w:tbl>
      <w:tblPr>
        <w:tblW w:w="8676" w:type="dxa"/>
        <w:tblInd w:w="5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170"/>
        <w:gridCol w:w="90"/>
        <w:gridCol w:w="1170"/>
        <w:gridCol w:w="90"/>
        <w:gridCol w:w="1440"/>
        <w:gridCol w:w="90"/>
        <w:gridCol w:w="1350"/>
      </w:tblGrid>
      <w:tr w:rsidR="008D2900" w:rsidRPr="00DC2ACA" w14:paraId="734035D8" w14:textId="77777777" w:rsidTr="0021788C">
        <w:trPr>
          <w:trHeight w:val="20"/>
          <w:tblHeader/>
        </w:trPr>
        <w:tc>
          <w:tcPr>
            <w:tcW w:w="3276" w:type="dxa"/>
          </w:tcPr>
          <w:p w14:paraId="50644998" w14:textId="5257694D" w:rsidR="008D2900" w:rsidRPr="00DC2ACA" w:rsidRDefault="008D2900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F9706D" w:rsidRPr="00F9706D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70" w:type="dxa"/>
          </w:tcPr>
          <w:p w14:paraId="32683CA6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63EB882A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DD3A79F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1BD25BFA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01F37CB" w14:textId="44D5B0B3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การเปลี่ยนแปลงอื่น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78AC6CDD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09D95FE3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8D2900" w:rsidRPr="00DC2ACA" w14:paraId="79F3C7B1" w14:textId="77777777" w:rsidTr="0021788C">
        <w:trPr>
          <w:trHeight w:val="20"/>
          <w:tblHeader/>
        </w:trPr>
        <w:tc>
          <w:tcPr>
            <w:tcW w:w="3276" w:type="dxa"/>
          </w:tcPr>
          <w:p w14:paraId="015E8A05" w14:textId="77777777" w:rsidR="008D2900" w:rsidRPr="00DC2ACA" w:rsidRDefault="008D2900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2E1A0AF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44DE1C43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7EF0EA5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49119912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32A2C2B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3ED454A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0087EF4B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8D2900" w:rsidRPr="00DC2ACA" w14:paraId="3A0CC65C" w14:textId="77777777" w:rsidTr="0021788C">
        <w:trPr>
          <w:trHeight w:val="20"/>
          <w:tblHeader/>
        </w:trPr>
        <w:tc>
          <w:tcPr>
            <w:tcW w:w="3276" w:type="dxa"/>
          </w:tcPr>
          <w:p w14:paraId="1840BB07" w14:textId="77777777" w:rsidR="008D2900" w:rsidRPr="00DC2ACA" w:rsidRDefault="008D2900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653C5F3" w14:textId="732C5A6E" w:rsidR="008D2900" w:rsidRPr="00DC2ACA" w:rsidRDefault="00F9706D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8D2900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D2900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56DDBCEA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A53B58" w14:textId="27E30E18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จัดหาเงิน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44E26CBF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72A3B1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1FEA200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5099DEFF" w14:textId="3256F372" w:rsidR="008D2900" w:rsidRPr="00DC2ACA" w:rsidRDefault="00F9706D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8D2900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D2900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8D2900" w:rsidRPr="00DC2ACA" w14:paraId="216F331C" w14:textId="77777777" w:rsidTr="0021788C">
        <w:trPr>
          <w:trHeight w:val="60"/>
          <w:tblHeader/>
        </w:trPr>
        <w:tc>
          <w:tcPr>
            <w:tcW w:w="3276" w:type="dxa"/>
          </w:tcPr>
          <w:p w14:paraId="17229C94" w14:textId="77777777" w:rsidR="008D2900" w:rsidRPr="00DC2ACA" w:rsidRDefault="008D2900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5DD957C" w14:textId="18284201" w:rsidR="008D2900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dxa"/>
          </w:tcPr>
          <w:p w14:paraId="40BC86F8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92B887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6BDE41D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DE51AE8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945FF1C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0D58C44B" w14:textId="47241C9A" w:rsidR="008D2900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7</w:t>
            </w:r>
          </w:p>
        </w:tc>
      </w:tr>
      <w:tr w:rsidR="008D2900" w:rsidRPr="00DC2ACA" w14:paraId="33BD764A" w14:textId="77777777" w:rsidTr="0021788C">
        <w:trPr>
          <w:trHeight w:val="60"/>
          <w:tblHeader/>
        </w:trPr>
        <w:tc>
          <w:tcPr>
            <w:tcW w:w="3276" w:type="dxa"/>
          </w:tcPr>
          <w:p w14:paraId="4208860C" w14:textId="77777777" w:rsidR="008D2900" w:rsidRPr="00DC2ACA" w:rsidRDefault="008D2900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C0B6222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3BC0A225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8193F94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BA8FE50" w14:textId="77777777" w:rsidR="008D2900" w:rsidRPr="00DC2ACA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310BF9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DA4F8D2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CEA4DF5" w14:textId="77777777" w:rsidR="008D2900" w:rsidRPr="00DC2ACA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D2900" w:rsidRPr="00DC2ACA" w14:paraId="52B64AEF" w14:textId="77777777" w:rsidTr="0021788C">
        <w:trPr>
          <w:trHeight w:val="20"/>
        </w:trPr>
        <w:tc>
          <w:tcPr>
            <w:tcW w:w="3276" w:type="dxa"/>
          </w:tcPr>
          <w:p w14:paraId="066FB6E6" w14:textId="77777777" w:rsidR="008D2900" w:rsidRPr="00DC2ACA" w:rsidRDefault="008D2900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06C84A02" w14:textId="0D670490" w:rsidR="008D2900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678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722</w:t>
            </w:r>
          </w:p>
        </w:tc>
        <w:tc>
          <w:tcPr>
            <w:tcW w:w="90" w:type="dxa"/>
          </w:tcPr>
          <w:p w14:paraId="4CCBE7E5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8C2CBC" w14:textId="3C46471F" w:rsidR="008D2900" w:rsidRPr="00DC2ACA" w:rsidRDefault="008D2900" w:rsidP="001D05B5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706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111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D9CFB65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7A651606" w14:textId="54371B20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336</w:t>
            </w:r>
          </w:p>
        </w:tc>
        <w:tc>
          <w:tcPr>
            <w:tcW w:w="90" w:type="dxa"/>
          </w:tcPr>
          <w:p w14:paraId="130AD733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1EE6C1D" w14:textId="200A0302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037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947</w:t>
            </w:r>
          </w:p>
        </w:tc>
      </w:tr>
      <w:tr w:rsidR="008D2900" w:rsidRPr="00DC2ACA" w14:paraId="5024AF96" w14:textId="77777777" w:rsidTr="0021788C">
        <w:trPr>
          <w:trHeight w:val="64"/>
        </w:trPr>
        <w:tc>
          <w:tcPr>
            <w:tcW w:w="3276" w:type="dxa"/>
          </w:tcPr>
          <w:p w14:paraId="366587B8" w14:textId="624AB669" w:rsidR="008D2900" w:rsidRPr="00DC2ACA" w:rsidRDefault="008D2900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70" w:type="dxa"/>
          </w:tcPr>
          <w:p w14:paraId="70146FF6" w14:textId="2AEB9D7F" w:rsidR="008D2900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110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  <w:tc>
          <w:tcPr>
            <w:tcW w:w="90" w:type="dxa"/>
          </w:tcPr>
          <w:p w14:paraId="5B183391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A7F1D9D" w14:textId="78ACFAA8" w:rsidR="008D2900" w:rsidRPr="00DC2ACA" w:rsidRDefault="00F9706D" w:rsidP="001D05B5">
            <w:pPr>
              <w:tabs>
                <w:tab w:val="decimal" w:pos="986"/>
              </w:tabs>
              <w:ind w:right="8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907</w:t>
            </w:r>
          </w:p>
        </w:tc>
        <w:tc>
          <w:tcPr>
            <w:tcW w:w="90" w:type="dxa"/>
          </w:tcPr>
          <w:p w14:paraId="099FE502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6213074" w14:textId="7A447B04" w:rsidR="008D2900" w:rsidRPr="00DC2ACA" w:rsidRDefault="008D2900" w:rsidP="0060501C">
            <w:pPr>
              <w:tabs>
                <w:tab w:val="decimal" w:pos="0"/>
              </w:tabs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24CAADB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2436FCB" w14:textId="19A8F924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264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379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727</w:t>
            </w:r>
          </w:p>
        </w:tc>
      </w:tr>
      <w:tr w:rsidR="008D2900" w:rsidRPr="00DC2ACA" w14:paraId="701E1BDE" w14:textId="77777777" w:rsidTr="0021788C">
        <w:trPr>
          <w:trHeight w:val="64"/>
        </w:trPr>
        <w:tc>
          <w:tcPr>
            <w:tcW w:w="3276" w:type="dxa"/>
          </w:tcPr>
          <w:p w14:paraId="2A70FC76" w14:textId="77777777" w:rsidR="008D2900" w:rsidRPr="00DC2ACA" w:rsidRDefault="008D2900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4B921515" w14:textId="26168DD8" w:rsidR="008D2900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872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  <w:tc>
          <w:tcPr>
            <w:tcW w:w="90" w:type="dxa"/>
          </w:tcPr>
          <w:p w14:paraId="3E3F94C8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3B8171" w14:textId="4D636B25" w:rsidR="008D2900" w:rsidRPr="00DC2ACA" w:rsidRDefault="008D2900" w:rsidP="001D05B5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402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638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DE19C27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23303E50" w14:textId="2A484188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290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237</w:t>
            </w:r>
          </w:p>
        </w:tc>
        <w:tc>
          <w:tcPr>
            <w:tcW w:w="90" w:type="dxa"/>
          </w:tcPr>
          <w:p w14:paraId="0CD35B1B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35ADEB2" w14:textId="6AE8657E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908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375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</w:tr>
      <w:tr w:rsidR="008D2900" w:rsidRPr="00DC2ACA" w14:paraId="4BE37DB2" w14:textId="77777777" w:rsidTr="0021788C">
        <w:trPr>
          <w:trHeight w:val="20"/>
        </w:trPr>
        <w:tc>
          <w:tcPr>
            <w:tcW w:w="3276" w:type="dxa"/>
          </w:tcPr>
          <w:p w14:paraId="4E1FFF3F" w14:textId="77777777" w:rsidR="008D2900" w:rsidRPr="00DC2ACA" w:rsidRDefault="008D2900" w:rsidP="001D05B5">
            <w:pPr>
              <w:ind w:left="580" w:right="1"/>
              <w:outlineLvl w:val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C8FE76F" w14:textId="4AFCF027" w:rsidR="008D2900" w:rsidRPr="00DC2ACA" w:rsidRDefault="00F9706D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201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  <w:tc>
          <w:tcPr>
            <w:tcW w:w="90" w:type="dxa"/>
          </w:tcPr>
          <w:p w14:paraId="77AE551A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603C718" w14:textId="645440AC" w:rsidR="008D2900" w:rsidRPr="00DC2ACA" w:rsidRDefault="008D2900" w:rsidP="001D05B5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839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842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9F9DF47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1F76E80" w14:textId="3C07AC64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355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573</w:t>
            </w:r>
          </w:p>
        </w:tc>
        <w:tc>
          <w:tcPr>
            <w:tcW w:w="90" w:type="dxa"/>
          </w:tcPr>
          <w:p w14:paraId="1C56F7D3" w14:textId="77777777" w:rsidR="008D2900" w:rsidRPr="00DC2ACA" w:rsidRDefault="008D2900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F6E0C87" w14:textId="13E2EEEC" w:rsidR="008D2900" w:rsidRPr="00DC2ACA" w:rsidRDefault="00F9706D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259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792</w:t>
            </w:r>
            <w:r w:rsidR="008D290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720</w:t>
            </w:r>
          </w:p>
        </w:tc>
      </w:tr>
    </w:tbl>
    <w:p w14:paraId="25DFED0E" w14:textId="77777777" w:rsidR="00794226" w:rsidRPr="00DC2ACA" w:rsidRDefault="00794226" w:rsidP="001D05B5">
      <w:pPr>
        <w:numPr>
          <w:ilvl w:val="0"/>
          <w:numId w:val="6"/>
        </w:numPr>
        <w:spacing w:before="120"/>
        <w:ind w:left="1440" w:right="43" w:hanging="274"/>
        <w:jc w:val="thaiDistribute"/>
        <w:rPr>
          <w:rFonts w:asciiTheme="majorBidi" w:hAnsiTheme="majorBidi" w:cstheme="majorBidi"/>
          <w:sz w:val="20"/>
        </w:rPr>
      </w:pPr>
      <w:r w:rsidRPr="00DC2ACA">
        <w:rPr>
          <w:rFonts w:asciiTheme="majorBidi" w:hAnsiTheme="majorBidi" w:cstheme="majorBidi"/>
          <w:sz w:val="20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441B1EA4" w14:textId="2CD7127D" w:rsidR="00FA7449" w:rsidRPr="00DC2ACA" w:rsidRDefault="00B236A3" w:rsidP="001D05B5">
      <w:pPr>
        <w:numPr>
          <w:ilvl w:val="0"/>
          <w:numId w:val="6"/>
        </w:numPr>
        <w:ind w:left="1350" w:right="43" w:hanging="180"/>
        <w:jc w:val="thaiDistribute"/>
        <w:rPr>
          <w:rFonts w:asciiTheme="majorBidi" w:hAnsiTheme="majorBidi" w:cstheme="majorBidi"/>
          <w:sz w:val="20"/>
        </w:rPr>
      </w:pPr>
      <w:r w:rsidRPr="00DC2ACA">
        <w:rPr>
          <w:rFonts w:asciiTheme="majorBidi" w:hAnsiTheme="majorBidi" w:cstheme="majorBidi"/>
          <w:sz w:val="20"/>
          <w:cs/>
        </w:rPr>
        <w:t xml:space="preserve">   </w:t>
      </w:r>
      <w:r w:rsidR="00794226" w:rsidRPr="00DC2ACA">
        <w:rPr>
          <w:rFonts w:asciiTheme="majorBidi" w:hAnsiTheme="majorBidi" w:cstheme="majorBidi"/>
          <w:sz w:val="20"/>
          <w:cs/>
        </w:rPr>
        <w:t>การเปลี่ยนแปลงอื่นเกิดจากดอกเบี้ยจ่ายรอตัดบัญชี</w:t>
      </w:r>
      <w:r w:rsidR="00EC2AE0" w:rsidRPr="00DC2ACA">
        <w:rPr>
          <w:rFonts w:asciiTheme="majorBidi" w:hAnsiTheme="majorBidi" w:cstheme="majorBidi"/>
          <w:sz w:val="20"/>
          <w:cs/>
        </w:rPr>
        <w:t>และเพิ่มขึ้น</w:t>
      </w:r>
      <w:r w:rsidR="00270AA9" w:rsidRPr="00DC2ACA">
        <w:rPr>
          <w:rFonts w:asciiTheme="majorBidi" w:hAnsiTheme="majorBidi" w:cstheme="majorBidi"/>
          <w:sz w:val="20"/>
          <w:cs/>
        </w:rPr>
        <w:t>จาก</w:t>
      </w:r>
      <w:r w:rsidR="00EC2AE0" w:rsidRPr="00DC2ACA">
        <w:rPr>
          <w:rFonts w:asciiTheme="majorBidi" w:hAnsiTheme="majorBidi" w:cstheme="majorBidi"/>
          <w:sz w:val="20"/>
          <w:cs/>
        </w:rPr>
        <w:t>หนี้สินตามสัญญาเช่า</w:t>
      </w:r>
    </w:p>
    <w:p w14:paraId="377384C0" w14:textId="02C7AFA9" w:rsidR="004306AF" w:rsidRPr="00DC2ACA" w:rsidRDefault="00F9706D" w:rsidP="001D05B5">
      <w:pPr>
        <w:spacing w:before="240" w:after="120"/>
        <w:ind w:left="1094" w:hanging="547"/>
        <w:rPr>
          <w:rFonts w:asciiTheme="majorBidi" w:hAnsiTheme="majorBidi" w:cstheme="majorBidi"/>
          <w:sz w:val="32"/>
          <w:szCs w:val="32"/>
        </w:rPr>
      </w:pPr>
      <w:r w:rsidRPr="00F9706D">
        <w:rPr>
          <w:rFonts w:asciiTheme="majorBidi" w:hAnsiTheme="majorBidi" w:cstheme="majorBidi"/>
          <w:sz w:val="32"/>
          <w:szCs w:val="32"/>
        </w:rPr>
        <w:t>5</w:t>
      </w:r>
      <w:r w:rsidR="00827C70" w:rsidRPr="00DC2ACA">
        <w:rPr>
          <w:rFonts w:asciiTheme="majorBidi" w:hAnsiTheme="majorBidi" w:cstheme="majorBidi"/>
          <w:sz w:val="32"/>
          <w:szCs w:val="32"/>
        </w:rPr>
        <w:t>.</w:t>
      </w:r>
      <w:r w:rsidRPr="00F9706D">
        <w:rPr>
          <w:rFonts w:asciiTheme="majorBidi" w:hAnsiTheme="majorBidi" w:cstheme="majorBidi"/>
          <w:sz w:val="32"/>
          <w:szCs w:val="32"/>
        </w:rPr>
        <w:t>2</w:t>
      </w:r>
      <w:r w:rsidR="00827C70" w:rsidRPr="00DC2ACA">
        <w:rPr>
          <w:rFonts w:asciiTheme="majorBidi" w:hAnsiTheme="majorBidi" w:cstheme="majorBidi"/>
          <w:sz w:val="32"/>
          <w:szCs w:val="32"/>
          <w:cs/>
        </w:rPr>
        <w:tab/>
        <w:t>รายการที่ไม่เกี่ยวข้องกับเงินสดสำหรับ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>งวด</w:t>
      </w:r>
      <w:r w:rsidR="00182B82" w:rsidRPr="00DC2ACA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>เดือน</w:t>
      </w:r>
      <w:r w:rsidR="00827C70" w:rsidRPr="00DC2ACA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9706D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8B74F7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827C70" w:rsidRPr="00DC2ACA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748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6"/>
        <w:gridCol w:w="1512"/>
        <w:gridCol w:w="198"/>
        <w:gridCol w:w="1512"/>
      </w:tblGrid>
      <w:tr w:rsidR="008D2900" w:rsidRPr="00DC2ACA" w14:paraId="02200839" w14:textId="77777777" w:rsidTr="008D2900">
        <w:trPr>
          <w:cantSplit/>
          <w:trHeight w:val="20"/>
        </w:trPr>
        <w:tc>
          <w:tcPr>
            <w:tcW w:w="5526" w:type="dxa"/>
          </w:tcPr>
          <w:p w14:paraId="08C629B4" w14:textId="77777777" w:rsidR="008D2900" w:rsidRPr="00DC2ACA" w:rsidRDefault="008D2900" w:rsidP="001D05B5">
            <w:pPr>
              <w:ind w:left="-18" w:right="-186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353A9EE8" w14:textId="36B3C4C2" w:rsidR="008D2900" w:rsidRPr="00DC2ACA" w:rsidRDefault="00F9706D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98" w:type="dxa"/>
          </w:tcPr>
          <w:p w14:paraId="24EEECD2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7CFFF327" w14:textId="2562FB9E" w:rsidR="008D2900" w:rsidRPr="00DC2ACA" w:rsidRDefault="00F9706D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8D2900" w:rsidRPr="00DC2ACA" w14:paraId="45F8AD09" w14:textId="77777777" w:rsidTr="008D2900">
        <w:trPr>
          <w:cantSplit/>
          <w:trHeight w:val="20"/>
        </w:trPr>
        <w:tc>
          <w:tcPr>
            <w:tcW w:w="5526" w:type="dxa"/>
          </w:tcPr>
          <w:p w14:paraId="21E8194C" w14:textId="77777777" w:rsidR="008D2900" w:rsidRPr="00DC2ACA" w:rsidRDefault="008D2900" w:rsidP="001D05B5">
            <w:pPr>
              <w:ind w:left="-18" w:right="-186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601F40FE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98" w:type="dxa"/>
            <w:vAlign w:val="center"/>
          </w:tcPr>
          <w:p w14:paraId="2A0D2C96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567447F0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62A17" w:rsidRPr="00DC2ACA" w14:paraId="3D88DF3F" w14:textId="77777777" w:rsidTr="00F90BAE">
        <w:trPr>
          <w:cantSplit/>
          <w:trHeight w:val="20"/>
        </w:trPr>
        <w:tc>
          <w:tcPr>
            <w:tcW w:w="5526" w:type="dxa"/>
          </w:tcPr>
          <w:p w14:paraId="70130CDB" w14:textId="45E43309" w:rsidR="00662A17" w:rsidRPr="00DC2ACA" w:rsidRDefault="00662A17" w:rsidP="001D05B5">
            <w:pPr>
              <w:ind w:left="562" w:right="14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เจ้าหนี้ค่าซื้อ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สินทรัพย์ถาวร</w:t>
            </w:r>
            <w:r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และค่าก่อสร้างค้างจ่าย</w:t>
            </w:r>
          </w:p>
        </w:tc>
        <w:tc>
          <w:tcPr>
            <w:tcW w:w="1512" w:type="dxa"/>
            <w:vAlign w:val="center"/>
          </w:tcPr>
          <w:p w14:paraId="25E11E8D" w14:textId="7FDEEF7D" w:rsidR="00662A17" w:rsidRPr="00DC2ACA" w:rsidRDefault="00F9706D" w:rsidP="001D05B5">
            <w:pPr>
              <w:tabs>
                <w:tab w:val="decimal" w:pos="1348"/>
              </w:tabs>
              <w:ind w:right="-16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39</w:t>
            </w:r>
            <w:r w:rsidR="00384599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359</w:t>
            </w:r>
            <w:r w:rsidR="00384599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459</w:t>
            </w:r>
          </w:p>
        </w:tc>
        <w:tc>
          <w:tcPr>
            <w:tcW w:w="198" w:type="dxa"/>
            <w:vAlign w:val="bottom"/>
          </w:tcPr>
          <w:p w14:paraId="485DDDC4" w14:textId="77777777" w:rsidR="00662A17" w:rsidRPr="00DC2ACA" w:rsidRDefault="00662A17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54117A2C" w14:textId="77B37CBF" w:rsidR="00662A17" w:rsidRPr="00DC2ACA" w:rsidRDefault="00F9706D" w:rsidP="001D05B5">
            <w:pPr>
              <w:tabs>
                <w:tab w:val="decimal" w:pos="1348"/>
              </w:tabs>
              <w:ind w:right="-16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78</w:t>
            </w:r>
            <w:r w:rsidR="00384599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880</w:t>
            </w:r>
            <w:r w:rsidR="00384599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934</w:t>
            </w:r>
          </w:p>
        </w:tc>
      </w:tr>
    </w:tbl>
    <w:p w14:paraId="29CB328E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0C9CBCB" w14:textId="7A9E181A" w:rsidR="00CC0C4C" w:rsidRPr="00DC2ACA" w:rsidRDefault="00F9706D" w:rsidP="001D05B5">
      <w:pPr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CC0C4C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C0C4C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0C4C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189BF36E" w14:textId="59B83968" w:rsidR="00161CF7" w:rsidRPr="00DC2ACA" w:rsidRDefault="00CC0C4C" w:rsidP="001D05B5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4712" w:type="pct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458"/>
        <w:gridCol w:w="117"/>
        <w:gridCol w:w="1467"/>
      </w:tblGrid>
      <w:tr w:rsidR="004F0216" w:rsidRPr="00DC2ACA" w14:paraId="07D80E75" w14:textId="77777777" w:rsidTr="00CD438C">
        <w:trPr>
          <w:trHeight w:val="432"/>
        </w:trPr>
        <w:tc>
          <w:tcPr>
            <w:tcW w:w="5670" w:type="dxa"/>
          </w:tcPr>
          <w:p w14:paraId="20F1F3B1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7D1E8365" w14:textId="01F7BE5A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17" w:type="dxa"/>
          </w:tcPr>
          <w:p w14:paraId="16A3BF71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22F40E5F" w14:textId="184E20E5" w:rsidR="006C21CA" w:rsidRPr="00DC2ACA" w:rsidRDefault="006C21CA" w:rsidP="001D05B5">
            <w:pPr>
              <w:ind w:left="-10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78CEE9DF" w14:textId="77777777" w:rsidTr="00CD438C">
        <w:trPr>
          <w:trHeight w:val="432"/>
        </w:trPr>
        <w:tc>
          <w:tcPr>
            <w:tcW w:w="5670" w:type="dxa"/>
          </w:tcPr>
          <w:p w14:paraId="7B7408B0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2D7E3CFA" w14:textId="617FA194" w:rsidR="006C21CA" w:rsidRPr="00DC2ACA" w:rsidRDefault="00F9706D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" w:type="dxa"/>
          </w:tcPr>
          <w:p w14:paraId="5EF6122B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2123E32D" w14:textId="14DF4799" w:rsidR="006C21CA" w:rsidRPr="00DC2ACA" w:rsidRDefault="00F9706D" w:rsidP="001D05B5">
            <w:pPr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6C21C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6FE61D08" w14:textId="77777777" w:rsidTr="00CD438C">
        <w:trPr>
          <w:trHeight w:val="432"/>
        </w:trPr>
        <w:tc>
          <w:tcPr>
            <w:tcW w:w="5670" w:type="dxa"/>
          </w:tcPr>
          <w:p w14:paraId="34EEF684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4E73EC03" w14:textId="22820B39" w:rsidR="006C21CA" w:rsidRPr="00DC2ACA" w:rsidRDefault="00F9706D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7" w:type="dxa"/>
          </w:tcPr>
          <w:p w14:paraId="5032028F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29990F21" w14:textId="04727523" w:rsidR="006C21CA" w:rsidRPr="00DC2ACA" w:rsidRDefault="00F9706D" w:rsidP="001D05B5">
            <w:pPr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4F0216" w:rsidRPr="00DC2ACA" w14:paraId="0AEA006A" w14:textId="77777777" w:rsidTr="00CD438C">
        <w:trPr>
          <w:trHeight w:val="432"/>
        </w:trPr>
        <w:tc>
          <w:tcPr>
            <w:tcW w:w="5670" w:type="dxa"/>
          </w:tcPr>
          <w:p w14:paraId="69F4B703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6C1DD8B6" w14:textId="00444D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17" w:type="dxa"/>
          </w:tcPr>
          <w:p w14:paraId="500FAA2A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03FFE467" w14:textId="575C8D65" w:rsidR="006C21CA" w:rsidRPr="00DC2ACA" w:rsidRDefault="006C21CA" w:rsidP="001D05B5">
            <w:pPr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20D2D" w:rsidRPr="00DC2ACA" w14:paraId="1A78AE2B" w14:textId="77777777" w:rsidTr="00CD438C">
        <w:trPr>
          <w:trHeight w:val="432"/>
        </w:trPr>
        <w:tc>
          <w:tcPr>
            <w:tcW w:w="5670" w:type="dxa"/>
          </w:tcPr>
          <w:p w14:paraId="465A6096" w14:textId="77777777" w:rsidR="00620D2D" w:rsidRPr="00DC2ACA" w:rsidRDefault="00620D2D" w:rsidP="001D05B5">
            <w:pPr>
              <w:ind w:left="360" w:firstLine="166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458" w:type="dxa"/>
          </w:tcPr>
          <w:p w14:paraId="143841F9" w14:textId="280440CF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19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680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257</w:t>
            </w:r>
          </w:p>
        </w:tc>
        <w:tc>
          <w:tcPr>
            <w:tcW w:w="117" w:type="dxa"/>
          </w:tcPr>
          <w:p w14:paraId="4D479B03" w14:textId="77777777" w:rsidR="00620D2D" w:rsidRPr="00DC2ACA" w:rsidRDefault="00620D2D" w:rsidP="001D05B5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4F12ACB6" w14:textId="3ABF3DDD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17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405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220</w:t>
            </w:r>
          </w:p>
        </w:tc>
      </w:tr>
      <w:tr w:rsidR="00620D2D" w:rsidRPr="00DC2ACA" w14:paraId="6026A4F5" w14:textId="77777777" w:rsidTr="00CD438C">
        <w:trPr>
          <w:trHeight w:val="432"/>
        </w:trPr>
        <w:tc>
          <w:tcPr>
            <w:tcW w:w="5670" w:type="dxa"/>
          </w:tcPr>
          <w:p w14:paraId="22BE5840" w14:textId="77777777" w:rsidR="00620D2D" w:rsidRPr="00DC2ACA" w:rsidRDefault="00620D2D" w:rsidP="001D05B5">
            <w:pPr>
              <w:ind w:left="360" w:firstLine="166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458" w:type="dxa"/>
          </w:tcPr>
          <w:p w14:paraId="7B4C64AA" w14:textId="4B85CE7B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119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590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175</w:t>
            </w:r>
          </w:p>
        </w:tc>
        <w:tc>
          <w:tcPr>
            <w:tcW w:w="117" w:type="dxa"/>
          </w:tcPr>
          <w:p w14:paraId="3CBED0A8" w14:textId="77777777" w:rsidR="00620D2D" w:rsidRPr="00DC2ACA" w:rsidRDefault="00620D2D" w:rsidP="001D05B5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7F57A374" w14:textId="639A5219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47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364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892</w:t>
            </w:r>
          </w:p>
        </w:tc>
      </w:tr>
      <w:tr w:rsidR="00620D2D" w:rsidRPr="00DC2ACA" w14:paraId="2EB0BCB6" w14:textId="77777777" w:rsidTr="00CD438C">
        <w:trPr>
          <w:trHeight w:val="432"/>
        </w:trPr>
        <w:tc>
          <w:tcPr>
            <w:tcW w:w="5670" w:type="dxa"/>
          </w:tcPr>
          <w:p w14:paraId="459322BF" w14:textId="77777777" w:rsidR="00620D2D" w:rsidRPr="00DC2ACA" w:rsidRDefault="00620D2D" w:rsidP="001D05B5">
            <w:pPr>
              <w:ind w:left="360" w:firstLine="16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38A8C7C3" w14:textId="67660BBC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17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253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723</w:t>
            </w:r>
          </w:p>
        </w:tc>
        <w:tc>
          <w:tcPr>
            <w:tcW w:w="117" w:type="dxa"/>
          </w:tcPr>
          <w:p w14:paraId="3E045D88" w14:textId="77777777" w:rsidR="00620D2D" w:rsidRPr="00DC2ACA" w:rsidRDefault="00620D2D" w:rsidP="001D05B5">
            <w:pPr>
              <w:tabs>
                <w:tab w:val="decimal" w:pos="117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14:paraId="4884EE24" w14:textId="4ACFF93D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43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254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373</w:t>
            </w:r>
          </w:p>
        </w:tc>
      </w:tr>
      <w:tr w:rsidR="00620D2D" w:rsidRPr="00DC2ACA" w14:paraId="681534D5" w14:textId="77777777" w:rsidTr="00CD438C">
        <w:trPr>
          <w:trHeight w:val="432"/>
        </w:trPr>
        <w:tc>
          <w:tcPr>
            <w:tcW w:w="5670" w:type="dxa"/>
          </w:tcPr>
          <w:p w14:paraId="4D445F98" w14:textId="486B302D" w:rsidR="00620D2D" w:rsidRPr="00DC2ACA" w:rsidRDefault="00620D2D" w:rsidP="001D05B5">
            <w:pPr>
              <w:tabs>
                <w:tab w:val="right" w:pos="3780"/>
              </w:tabs>
              <w:ind w:left="722" w:hanging="180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</w:tcPr>
          <w:p w14:paraId="53141D04" w14:textId="48F7F876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156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524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155</w:t>
            </w:r>
          </w:p>
        </w:tc>
        <w:tc>
          <w:tcPr>
            <w:tcW w:w="117" w:type="dxa"/>
          </w:tcPr>
          <w:p w14:paraId="45A9F147" w14:textId="77777777" w:rsidR="00620D2D" w:rsidRPr="00DC2ACA" w:rsidRDefault="00620D2D" w:rsidP="001D05B5">
            <w:pPr>
              <w:tabs>
                <w:tab w:val="decimal" w:pos="117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</w:tcPr>
          <w:p w14:paraId="239A0DEE" w14:textId="327D3318" w:rsidR="00620D2D" w:rsidRPr="00DC2ACA" w:rsidRDefault="00F9706D" w:rsidP="001D05B5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108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024</w:t>
            </w:r>
            <w:r w:rsidR="00620D2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485</w:t>
            </w:r>
          </w:p>
        </w:tc>
      </w:tr>
    </w:tbl>
    <w:p w14:paraId="4D21C9AF" w14:textId="46226A0F" w:rsidR="00161CF7" w:rsidRPr="00DC2ACA" w:rsidRDefault="00F9706D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AD58EF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BA6DB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และลูกหนี้หมุนเวียนอื่น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4432F32" w14:textId="2966700E" w:rsidR="0085083B" w:rsidRPr="00DC2ACA" w:rsidRDefault="00B51D66" w:rsidP="001D05B5">
      <w:pPr>
        <w:spacing w:after="120"/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  <w:lang w:val="th-TH"/>
        </w:rPr>
        <w:t>ลูกหนี้การค้าและลูกหนี้หมุนเวียนอื่น ประกอบด้วย</w:t>
      </w:r>
    </w:p>
    <w:tbl>
      <w:tblPr>
        <w:tblW w:w="8723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1"/>
        <w:gridCol w:w="1429"/>
        <w:gridCol w:w="143"/>
        <w:gridCol w:w="1430"/>
      </w:tblGrid>
      <w:tr w:rsidR="004F0216" w:rsidRPr="00DC2ACA" w14:paraId="44814DAD" w14:textId="77777777" w:rsidTr="00E46F03">
        <w:tc>
          <w:tcPr>
            <w:tcW w:w="5721" w:type="dxa"/>
          </w:tcPr>
          <w:p w14:paraId="4C440FA8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6A197D17" w14:textId="2D0F9FF6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3" w:type="dxa"/>
          </w:tcPr>
          <w:p w14:paraId="6EE0CC1F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</w:tcPr>
          <w:p w14:paraId="4103A943" w14:textId="3CDBD0BB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4502E93C" w14:textId="77777777" w:rsidTr="00E46F03">
        <w:tc>
          <w:tcPr>
            <w:tcW w:w="5721" w:type="dxa"/>
          </w:tcPr>
          <w:p w14:paraId="795AF12D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30E34076" w14:textId="2BE749B7" w:rsidR="00E46F03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E46F03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3" w:type="dxa"/>
          </w:tcPr>
          <w:p w14:paraId="192CC51D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</w:tcPr>
          <w:p w14:paraId="65929FA2" w14:textId="2387BB5E" w:rsidR="00E46F03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E46F03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7664457C" w14:textId="77777777" w:rsidTr="00DC4981">
        <w:tc>
          <w:tcPr>
            <w:tcW w:w="5721" w:type="dxa"/>
          </w:tcPr>
          <w:p w14:paraId="76DE3EBD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4719CDB3" w14:textId="7DB45A61" w:rsidR="00E46F03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43" w:type="dxa"/>
          </w:tcPr>
          <w:p w14:paraId="43F51B60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  <w:vAlign w:val="center"/>
          </w:tcPr>
          <w:p w14:paraId="2D28196D" w14:textId="3BB3E183" w:rsidR="00E46F03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4F0216" w:rsidRPr="00DC2ACA" w14:paraId="1E062B0E" w14:textId="77777777" w:rsidTr="00E46F03">
        <w:tc>
          <w:tcPr>
            <w:tcW w:w="5721" w:type="dxa"/>
          </w:tcPr>
          <w:p w14:paraId="2F8DB3A0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6A30C96E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3" w:type="dxa"/>
          </w:tcPr>
          <w:p w14:paraId="6CAC65AA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</w:tcPr>
          <w:p w14:paraId="2CC50965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7A0E7A" w:rsidRPr="00DC2ACA" w14:paraId="6A2681DE" w14:textId="77777777" w:rsidTr="00E46F03">
        <w:tc>
          <w:tcPr>
            <w:tcW w:w="5721" w:type="dxa"/>
          </w:tcPr>
          <w:p w14:paraId="6DAE76E0" w14:textId="77777777" w:rsidR="007A0E7A" w:rsidRPr="00DC2ACA" w:rsidRDefault="007A0E7A" w:rsidP="001D05B5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ลูกหนี้การค้า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บุคคลหรือกิจการอื่น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ๆ</w:t>
            </w:r>
          </w:p>
        </w:tc>
        <w:tc>
          <w:tcPr>
            <w:tcW w:w="1429" w:type="dxa"/>
            <w:shd w:val="clear" w:color="auto" w:fill="auto"/>
          </w:tcPr>
          <w:p w14:paraId="59135174" w14:textId="15F1D097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405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757</w:t>
            </w:r>
          </w:p>
        </w:tc>
        <w:tc>
          <w:tcPr>
            <w:tcW w:w="143" w:type="dxa"/>
            <w:vAlign w:val="bottom"/>
          </w:tcPr>
          <w:p w14:paraId="5528C680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</w:tcPr>
          <w:p w14:paraId="185403E7" w14:textId="38871D61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048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129</w:t>
            </w:r>
          </w:p>
        </w:tc>
      </w:tr>
      <w:tr w:rsidR="007A0E7A" w:rsidRPr="00DC2ACA" w14:paraId="190BA2B3" w14:textId="77777777" w:rsidTr="00E46F03">
        <w:tc>
          <w:tcPr>
            <w:tcW w:w="5721" w:type="dxa"/>
          </w:tcPr>
          <w:p w14:paraId="62511064" w14:textId="77777777" w:rsidR="007A0E7A" w:rsidRPr="00DC2ACA" w:rsidRDefault="007A0E7A" w:rsidP="001D05B5">
            <w:pPr>
              <w:ind w:left="920" w:hanging="45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429" w:type="dxa"/>
            <w:shd w:val="clear" w:color="auto" w:fill="auto"/>
          </w:tcPr>
          <w:p w14:paraId="5AEEB800" w14:textId="4A30AD11" w:rsidR="007A0E7A" w:rsidRPr="00DC2ACA" w:rsidRDefault="0035787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225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956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3" w:type="dxa"/>
            <w:vAlign w:val="bottom"/>
          </w:tcPr>
          <w:p w14:paraId="1315B284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</w:tcPr>
          <w:p w14:paraId="426E359D" w14:textId="7C4727C9" w:rsidR="007A0E7A" w:rsidRPr="00DC2ACA" w:rsidRDefault="007A0E7A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506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869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A0E7A" w:rsidRPr="00DC2ACA" w14:paraId="1AA9114C" w14:textId="77777777" w:rsidTr="00E46F03">
        <w:tc>
          <w:tcPr>
            <w:tcW w:w="5721" w:type="dxa"/>
            <w:shd w:val="clear" w:color="auto" w:fill="auto"/>
          </w:tcPr>
          <w:p w14:paraId="6E6D7E9F" w14:textId="77777777" w:rsidR="007A0E7A" w:rsidRPr="00DC2ACA" w:rsidRDefault="007A0E7A" w:rsidP="001D05B5">
            <w:pPr>
              <w:ind w:left="1004" w:hanging="27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รวมลูกหนี้การค้า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14:paraId="799F928B" w14:textId="136CF0C4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179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801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79C5D734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14:paraId="35DDD7B5" w14:textId="7A9D364A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541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260</w:t>
            </w:r>
          </w:p>
        </w:tc>
      </w:tr>
      <w:tr w:rsidR="007A0E7A" w:rsidRPr="00DC2ACA" w14:paraId="5CC025EA" w14:textId="77777777" w:rsidTr="00E46F03">
        <w:tc>
          <w:tcPr>
            <w:tcW w:w="5721" w:type="dxa"/>
            <w:shd w:val="clear" w:color="auto" w:fill="auto"/>
          </w:tcPr>
          <w:p w14:paraId="63096294" w14:textId="77777777" w:rsidR="007A0E7A" w:rsidRPr="00DC2ACA" w:rsidRDefault="007A0E7A" w:rsidP="001D05B5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ลูกหนี้อื่น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บุคคลหรือกิจการอื่น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ๆ</w:t>
            </w:r>
          </w:p>
        </w:tc>
        <w:tc>
          <w:tcPr>
            <w:tcW w:w="1429" w:type="dxa"/>
            <w:shd w:val="clear" w:color="auto" w:fill="auto"/>
          </w:tcPr>
          <w:p w14:paraId="7A17BD06" w14:textId="78B0DDE7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894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824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7BBB99A5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shd w:val="clear" w:color="auto" w:fill="auto"/>
          </w:tcPr>
          <w:p w14:paraId="6702428E" w14:textId="23CA7E4C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654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115</w:t>
            </w:r>
          </w:p>
        </w:tc>
      </w:tr>
      <w:tr w:rsidR="007A0E7A" w:rsidRPr="00DC2ACA" w14:paraId="385BFBD1" w14:textId="77777777" w:rsidTr="00E46F03">
        <w:tc>
          <w:tcPr>
            <w:tcW w:w="5721" w:type="dxa"/>
            <w:shd w:val="clear" w:color="auto" w:fill="auto"/>
          </w:tcPr>
          <w:p w14:paraId="527B642A" w14:textId="77777777" w:rsidR="007A0E7A" w:rsidRPr="00DC2ACA" w:rsidRDefault="007A0E7A" w:rsidP="001D05B5">
            <w:pPr>
              <w:ind w:left="920" w:hanging="45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14:paraId="62BE7726" w14:textId="43855CB4" w:rsidR="007A0E7A" w:rsidRPr="00DC2ACA" w:rsidRDefault="0035787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295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733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3FEDC91E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14:paraId="20495559" w14:textId="7FCB1D3B" w:rsidR="007A0E7A" w:rsidRPr="00DC2ACA" w:rsidRDefault="007A0E7A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295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733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A0E7A" w:rsidRPr="00DC2ACA" w14:paraId="65468E46" w14:textId="77777777" w:rsidTr="00E46F03">
        <w:tc>
          <w:tcPr>
            <w:tcW w:w="5721" w:type="dxa"/>
            <w:shd w:val="clear" w:color="auto" w:fill="auto"/>
          </w:tcPr>
          <w:p w14:paraId="3BD85B84" w14:textId="77777777" w:rsidR="007A0E7A" w:rsidRPr="00DC2ACA" w:rsidRDefault="007A0E7A" w:rsidP="001D05B5">
            <w:pPr>
              <w:ind w:left="1609" w:hanging="851"/>
              <w:jc w:val="thaiDistribute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รวมลูกหนี้อื่น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14:paraId="763BA194" w14:textId="6E745AAD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599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091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68B2A7AB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14:paraId="28D74388" w14:textId="064F7F23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358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382</w:t>
            </w:r>
          </w:p>
        </w:tc>
      </w:tr>
      <w:tr w:rsidR="007A0E7A" w:rsidRPr="00DC2ACA" w14:paraId="5BC0A328" w14:textId="77777777" w:rsidTr="00E46F03">
        <w:tc>
          <w:tcPr>
            <w:tcW w:w="5721" w:type="dxa"/>
            <w:shd w:val="clear" w:color="auto" w:fill="auto"/>
          </w:tcPr>
          <w:p w14:paraId="5ECCF369" w14:textId="77777777" w:rsidR="007A0E7A" w:rsidRPr="00DC2ACA" w:rsidRDefault="007A0E7A" w:rsidP="001D05B5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429" w:type="dxa"/>
            <w:shd w:val="clear" w:color="auto" w:fill="auto"/>
          </w:tcPr>
          <w:p w14:paraId="77A2F721" w14:textId="6E8DAF32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6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210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770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41EFB416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shd w:val="clear" w:color="auto" w:fill="auto"/>
          </w:tcPr>
          <w:p w14:paraId="23DC76A7" w14:textId="02AF642F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5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958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552</w:t>
            </w:r>
          </w:p>
        </w:tc>
      </w:tr>
      <w:tr w:rsidR="007A0E7A" w:rsidRPr="00DC2ACA" w14:paraId="1F426682" w14:textId="77777777" w:rsidTr="00E46F03">
        <w:tc>
          <w:tcPr>
            <w:tcW w:w="5721" w:type="dxa"/>
            <w:shd w:val="clear" w:color="auto" w:fill="auto"/>
          </w:tcPr>
          <w:p w14:paraId="0840221B" w14:textId="77777777" w:rsidR="007A0E7A" w:rsidRPr="00DC2ACA" w:rsidRDefault="007A0E7A" w:rsidP="001D05B5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รายได้ค้างรับ</w:t>
            </w:r>
          </w:p>
        </w:tc>
        <w:tc>
          <w:tcPr>
            <w:tcW w:w="1429" w:type="dxa"/>
            <w:shd w:val="clear" w:color="auto" w:fill="auto"/>
          </w:tcPr>
          <w:p w14:paraId="1F6920DB" w14:textId="12E1A256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782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000</w:t>
            </w:r>
          </w:p>
        </w:tc>
        <w:tc>
          <w:tcPr>
            <w:tcW w:w="143" w:type="dxa"/>
            <w:shd w:val="clear" w:color="auto" w:fill="auto"/>
            <w:vAlign w:val="bottom"/>
          </w:tcPr>
          <w:p w14:paraId="1F1E2A22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0" w:type="dxa"/>
            <w:shd w:val="clear" w:color="auto" w:fill="auto"/>
          </w:tcPr>
          <w:p w14:paraId="63431325" w14:textId="54764272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501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330</w:t>
            </w:r>
          </w:p>
        </w:tc>
      </w:tr>
      <w:tr w:rsidR="007A0E7A" w:rsidRPr="00DC2ACA" w14:paraId="4096DF6D" w14:textId="77777777" w:rsidTr="00E46F03">
        <w:tc>
          <w:tcPr>
            <w:tcW w:w="5721" w:type="dxa"/>
            <w:shd w:val="clear" w:color="auto" w:fill="auto"/>
          </w:tcPr>
          <w:p w14:paraId="5F109135" w14:textId="77777777" w:rsidR="007A0E7A" w:rsidRPr="00DC2ACA" w:rsidRDefault="007A0E7A" w:rsidP="001D05B5">
            <w:pPr>
              <w:ind w:left="1257" w:hanging="975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9F7C4B" w14:textId="780A3D3A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10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771</w:t>
            </w:r>
            <w:r w:rsidR="0035787D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662</w:t>
            </w:r>
          </w:p>
        </w:tc>
        <w:tc>
          <w:tcPr>
            <w:tcW w:w="143" w:type="dxa"/>
            <w:shd w:val="clear" w:color="auto" w:fill="auto"/>
            <w:vAlign w:val="center"/>
          </w:tcPr>
          <w:p w14:paraId="166FFB27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02B998" w14:textId="70869819" w:rsidR="007A0E7A" w:rsidRPr="00DC2ACA" w:rsidRDefault="00F9706D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359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524</w:t>
            </w:r>
          </w:p>
        </w:tc>
      </w:tr>
    </w:tbl>
    <w:p w14:paraId="270906DD" w14:textId="77777777" w:rsidR="00B12BB7" w:rsidRPr="00DC2ACA" w:rsidRDefault="00B12BB7" w:rsidP="001D05B5">
      <w:pPr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0180DF7" w14:textId="735F388A" w:rsidR="00670CAD" w:rsidRPr="00DC2ACA" w:rsidRDefault="00C21D88" w:rsidP="001D05B5">
      <w:pPr>
        <w:spacing w:before="120" w:after="120"/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lastRenderedPageBreak/>
        <w:t>การวิเคราะห์อายุของลูกหนี้การค้</w:t>
      </w:r>
      <w:r w:rsidR="00D5740A" w:rsidRPr="00DC2ACA">
        <w:rPr>
          <w:rFonts w:asciiTheme="majorBidi" w:hAnsiTheme="majorBidi" w:cstheme="majorBidi"/>
          <w:sz w:val="32"/>
          <w:szCs w:val="32"/>
          <w:cs/>
        </w:rPr>
        <w:t>า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559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8"/>
        <w:gridCol w:w="1242"/>
        <w:gridCol w:w="198"/>
        <w:gridCol w:w="1161"/>
      </w:tblGrid>
      <w:tr w:rsidR="004F0216" w:rsidRPr="00DC2ACA" w14:paraId="54F1B1FF" w14:textId="77777777" w:rsidTr="008D78DC">
        <w:tc>
          <w:tcPr>
            <w:tcW w:w="5958" w:type="dxa"/>
          </w:tcPr>
          <w:p w14:paraId="75DCA541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</w:tcPr>
          <w:p w14:paraId="2CBC975D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98" w:type="dxa"/>
          </w:tcPr>
          <w:p w14:paraId="5A07A23A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</w:tcPr>
          <w:p w14:paraId="71E763EF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2D09485D" w14:textId="77777777" w:rsidTr="008D78DC">
        <w:tc>
          <w:tcPr>
            <w:tcW w:w="5958" w:type="dxa"/>
          </w:tcPr>
          <w:p w14:paraId="57466C4F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</w:tcPr>
          <w:p w14:paraId="43B60963" w14:textId="717F87DA" w:rsidR="00890FD5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" w:type="dxa"/>
          </w:tcPr>
          <w:p w14:paraId="3992EA04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</w:tcPr>
          <w:p w14:paraId="54286721" w14:textId="3CC7B0E9" w:rsidR="00890FD5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890FD5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18B88F61" w14:textId="77777777" w:rsidTr="008D78DC">
        <w:tc>
          <w:tcPr>
            <w:tcW w:w="5958" w:type="dxa"/>
          </w:tcPr>
          <w:p w14:paraId="5829D66D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  <w:vAlign w:val="center"/>
          </w:tcPr>
          <w:p w14:paraId="5813E7BE" w14:textId="07B61AC9" w:rsidR="009325FD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98" w:type="dxa"/>
          </w:tcPr>
          <w:p w14:paraId="0EAE3D31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  <w:vAlign w:val="center"/>
          </w:tcPr>
          <w:p w14:paraId="4D6E3A1F" w14:textId="78778D75" w:rsidR="009325FD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0004D736" w14:textId="77777777" w:rsidTr="008D78DC">
        <w:tc>
          <w:tcPr>
            <w:tcW w:w="5958" w:type="dxa"/>
          </w:tcPr>
          <w:p w14:paraId="1DFBB0A4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</w:tcPr>
          <w:p w14:paraId="5BB4400B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98" w:type="dxa"/>
          </w:tcPr>
          <w:p w14:paraId="2D09D63D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</w:tcPr>
          <w:p w14:paraId="6D6CBFBE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1B2171BF" w14:textId="77777777" w:rsidTr="008D78DC">
        <w:tc>
          <w:tcPr>
            <w:tcW w:w="5958" w:type="dxa"/>
          </w:tcPr>
          <w:p w14:paraId="54C0D768" w14:textId="2CAA6FA1" w:rsidR="009325FD" w:rsidRPr="00DC2ACA" w:rsidRDefault="009325FD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บุคคลหรือกิจการอื่น</w:t>
            </w:r>
            <w:r w:rsidR="00A10C0D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</w:t>
            </w:r>
          </w:p>
        </w:tc>
        <w:tc>
          <w:tcPr>
            <w:tcW w:w="1242" w:type="dxa"/>
          </w:tcPr>
          <w:p w14:paraId="051491BE" w14:textId="77777777" w:rsidR="009325FD" w:rsidRPr="00DC2ACA" w:rsidRDefault="009325FD" w:rsidP="001D05B5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" w:type="dxa"/>
          </w:tcPr>
          <w:p w14:paraId="0127E903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7322DA66" w14:textId="77777777" w:rsidR="009325FD" w:rsidRPr="00DC2ACA" w:rsidRDefault="009325FD" w:rsidP="001D05B5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F0216" w:rsidRPr="00DC2ACA" w14:paraId="2CC1E6D1" w14:textId="77777777" w:rsidTr="006007C6">
        <w:tc>
          <w:tcPr>
            <w:tcW w:w="5958" w:type="dxa"/>
          </w:tcPr>
          <w:p w14:paraId="6D15609C" w14:textId="77777777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ยังไม่ครบกำหนดชำระ</w:t>
            </w:r>
          </w:p>
        </w:tc>
        <w:tc>
          <w:tcPr>
            <w:tcW w:w="1242" w:type="dxa"/>
          </w:tcPr>
          <w:p w14:paraId="682831A9" w14:textId="08506C9A" w:rsidR="00CB0673" w:rsidRPr="00DC2ACA" w:rsidRDefault="00F9706D" w:rsidP="001D05B5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787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269</w:t>
            </w:r>
          </w:p>
        </w:tc>
        <w:tc>
          <w:tcPr>
            <w:tcW w:w="198" w:type="dxa"/>
            <w:vAlign w:val="center"/>
          </w:tcPr>
          <w:p w14:paraId="69061D4C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2A9EE4F2" w14:textId="083EC1F0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460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628</w:t>
            </w:r>
          </w:p>
        </w:tc>
      </w:tr>
      <w:tr w:rsidR="004F0216" w:rsidRPr="00DC2ACA" w14:paraId="424E5857" w14:textId="77777777" w:rsidTr="006007C6">
        <w:tc>
          <w:tcPr>
            <w:tcW w:w="5958" w:type="dxa"/>
          </w:tcPr>
          <w:p w14:paraId="25C09DAB" w14:textId="69641925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เกินกำหนดชำระ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242" w:type="dxa"/>
          </w:tcPr>
          <w:p w14:paraId="696D765F" w14:textId="77777777" w:rsidR="00CB0673" w:rsidRPr="00DC2ACA" w:rsidRDefault="00CB0673" w:rsidP="001D05B5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" w:type="dxa"/>
            <w:vAlign w:val="center"/>
          </w:tcPr>
          <w:p w14:paraId="2762FEC5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1BD48065" w14:textId="77777777" w:rsidR="00CB0673" w:rsidRPr="00DC2ACA" w:rsidRDefault="00CB0673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F0216" w:rsidRPr="00DC2ACA" w14:paraId="76F8E319" w14:textId="77777777" w:rsidTr="006007C6">
        <w:tc>
          <w:tcPr>
            <w:tcW w:w="5958" w:type="dxa"/>
          </w:tcPr>
          <w:p w14:paraId="529FDD8B" w14:textId="08BAE5AE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น้อยกว่า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42" w:type="dxa"/>
          </w:tcPr>
          <w:p w14:paraId="5A02F277" w14:textId="5D3F3E0D" w:rsidR="00CB0673" w:rsidRPr="00DC2ACA" w:rsidRDefault="00F9706D" w:rsidP="001D05B5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308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844</w:t>
            </w:r>
          </w:p>
        </w:tc>
        <w:tc>
          <w:tcPr>
            <w:tcW w:w="198" w:type="dxa"/>
            <w:vAlign w:val="center"/>
          </w:tcPr>
          <w:p w14:paraId="3E1C9852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6A0C5A80" w14:textId="4ACDD4C5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871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431</w:t>
            </w:r>
          </w:p>
        </w:tc>
      </w:tr>
      <w:tr w:rsidR="004F0216" w:rsidRPr="00DC2ACA" w14:paraId="4886E8CC" w14:textId="77777777" w:rsidTr="006007C6">
        <w:tc>
          <w:tcPr>
            <w:tcW w:w="5958" w:type="dxa"/>
          </w:tcPr>
          <w:p w14:paraId="452D26ED" w14:textId="66891159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-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</w:p>
        </w:tc>
        <w:tc>
          <w:tcPr>
            <w:tcW w:w="1242" w:type="dxa"/>
          </w:tcPr>
          <w:p w14:paraId="703B1ADA" w14:textId="2083C0EA" w:rsidR="00CB0673" w:rsidRPr="00DC2ACA" w:rsidRDefault="00F9706D" w:rsidP="001D05B5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86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134</w:t>
            </w:r>
          </w:p>
        </w:tc>
        <w:tc>
          <w:tcPr>
            <w:tcW w:w="198" w:type="dxa"/>
            <w:vAlign w:val="center"/>
          </w:tcPr>
          <w:p w14:paraId="26820559" w14:textId="77777777" w:rsidR="00CB0673" w:rsidRPr="00DC2ACA" w:rsidRDefault="00CB0673" w:rsidP="001D05B5">
            <w:pPr>
              <w:tabs>
                <w:tab w:val="decimal" w:pos="81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shd w:val="clear" w:color="auto" w:fill="auto"/>
          </w:tcPr>
          <w:p w14:paraId="6513ED63" w14:textId="311C44EF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188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677</w:t>
            </w:r>
          </w:p>
        </w:tc>
      </w:tr>
      <w:tr w:rsidR="004F0216" w:rsidRPr="00DC2ACA" w14:paraId="0A30BCC5" w14:textId="77777777" w:rsidTr="006007C6">
        <w:tc>
          <w:tcPr>
            <w:tcW w:w="5958" w:type="dxa"/>
          </w:tcPr>
          <w:p w14:paraId="7A9DC148" w14:textId="7EBEB1B1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</w:p>
        </w:tc>
        <w:tc>
          <w:tcPr>
            <w:tcW w:w="1242" w:type="dxa"/>
          </w:tcPr>
          <w:p w14:paraId="110CEBEF" w14:textId="6C7DF404" w:rsidR="00CB0673" w:rsidRPr="00DC2ACA" w:rsidRDefault="0035787D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98" w:type="dxa"/>
            <w:vAlign w:val="center"/>
          </w:tcPr>
          <w:p w14:paraId="37C3DE35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shd w:val="clear" w:color="auto" w:fill="auto"/>
          </w:tcPr>
          <w:p w14:paraId="70305B70" w14:textId="303BFF67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23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326</w:t>
            </w:r>
          </w:p>
        </w:tc>
      </w:tr>
      <w:tr w:rsidR="004F0216" w:rsidRPr="00DC2ACA" w14:paraId="72205E30" w14:textId="77777777" w:rsidTr="006007C6">
        <w:tc>
          <w:tcPr>
            <w:tcW w:w="5958" w:type="dxa"/>
          </w:tcPr>
          <w:p w14:paraId="0AC68665" w14:textId="6618FDEA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มากกว่า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7D1E8656" w14:textId="0BA3C267" w:rsidR="00CB0673" w:rsidRPr="00DC2ACA" w:rsidRDefault="00F9706D" w:rsidP="001D05B5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223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510</w:t>
            </w:r>
          </w:p>
        </w:tc>
        <w:tc>
          <w:tcPr>
            <w:tcW w:w="198" w:type="dxa"/>
            <w:vAlign w:val="center"/>
          </w:tcPr>
          <w:p w14:paraId="1714938C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B6D108B" w14:textId="48347DD5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504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067</w:t>
            </w:r>
          </w:p>
        </w:tc>
      </w:tr>
      <w:tr w:rsidR="004F0216" w:rsidRPr="00DC2ACA" w14:paraId="469A43F6" w14:textId="77777777" w:rsidTr="006007C6">
        <w:tc>
          <w:tcPr>
            <w:tcW w:w="5958" w:type="dxa"/>
          </w:tcPr>
          <w:p w14:paraId="5ECA5265" w14:textId="77777777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12C7C961" w14:textId="090CF06E" w:rsidR="00CB0673" w:rsidRPr="00DC2ACA" w:rsidRDefault="00F9706D" w:rsidP="001D05B5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405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757</w:t>
            </w:r>
          </w:p>
        </w:tc>
        <w:tc>
          <w:tcPr>
            <w:tcW w:w="198" w:type="dxa"/>
            <w:vAlign w:val="center"/>
          </w:tcPr>
          <w:p w14:paraId="15855C2B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382D8D80" w14:textId="4455B793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048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129</w:t>
            </w:r>
          </w:p>
        </w:tc>
      </w:tr>
      <w:tr w:rsidR="004F0216" w:rsidRPr="00DC2ACA" w14:paraId="68437C45" w14:textId="77777777" w:rsidTr="008D78DC">
        <w:tc>
          <w:tcPr>
            <w:tcW w:w="5958" w:type="dxa"/>
          </w:tcPr>
          <w:p w14:paraId="272E13C1" w14:textId="77777777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42" w:type="dxa"/>
          </w:tcPr>
          <w:p w14:paraId="2DB88F5B" w14:textId="1D52FF67" w:rsidR="00CB0673" w:rsidRPr="00DC2ACA" w:rsidRDefault="0035787D" w:rsidP="001D05B5">
            <w:pPr>
              <w:tabs>
                <w:tab w:val="decimal" w:pos="1076"/>
              </w:tabs>
              <w:ind w:left="-1152" w:right="213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225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956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98" w:type="dxa"/>
            <w:vAlign w:val="center"/>
          </w:tcPr>
          <w:p w14:paraId="1C607166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3AEB19A4" w14:textId="32CEC69A" w:rsidR="00CB0673" w:rsidRPr="00DC2ACA" w:rsidRDefault="00CB0673" w:rsidP="001D05B5">
            <w:pPr>
              <w:tabs>
                <w:tab w:val="left" w:pos="1003"/>
              </w:tabs>
              <w:spacing w:line="380" w:lineRule="exact"/>
              <w:ind w:left="193" w:right="8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506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869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F0216" w:rsidRPr="00DC2ACA" w14:paraId="18AD2FE1" w14:textId="77777777" w:rsidTr="008D78DC">
        <w:tc>
          <w:tcPr>
            <w:tcW w:w="5958" w:type="dxa"/>
            <w:shd w:val="clear" w:color="auto" w:fill="auto"/>
          </w:tcPr>
          <w:p w14:paraId="00035F27" w14:textId="77777777" w:rsidR="00CB0673" w:rsidRPr="00DC2ACA" w:rsidRDefault="00CB0673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6606DB" w14:textId="0F6CA80B" w:rsidR="00CB0673" w:rsidRPr="00DC2ACA" w:rsidRDefault="00F9706D" w:rsidP="001D05B5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179</w:t>
            </w:r>
            <w:r w:rsidR="0035787D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801</w:t>
            </w:r>
          </w:p>
        </w:tc>
        <w:tc>
          <w:tcPr>
            <w:tcW w:w="198" w:type="dxa"/>
            <w:shd w:val="clear" w:color="auto" w:fill="auto"/>
            <w:vAlign w:val="center"/>
          </w:tcPr>
          <w:p w14:paraId="1121AF11" w14:textId="77777777" w:rsidR="00CB0673" w:rsidRPr="00DC2ACA" w:rsidRDefault="00CB0673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45E69E" w14:textId="2E54A205" w:rsidR="00CB0673" w:rsidRPr="00DC2ACA" w:rsidRDefault="00F9706D" w:rsidP="001D05B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541</w:t>
            </w:r>
            <w:r w:rsidR="00CB067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260</w:t>
            </w:r>
          </w:p>
        </w:tc>
      </w:tr>
    </w:tbl>
    <w:p w14:paraId="471278E5" w14:textId="2A532E50" w:rsidR="00C21D88" w:rsidRPr="00DC2ACA" w:rsidRDefault="00C21D88" w:rsidP="001D05B5">
      <w:pPr>
        <w:spacing w:before="240"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รอบเก็บเงินโดยเฉลี่ยของการขายสินค้า</w:t>
      </w:r>
      <w:r w:rsidR="00CA22BB" w:rsidRPr="00DC2ACA">
        <w:rPr>
          <w:rFonts w:asciiTheme="majorBidi" w:hAnsiTheme="majorBidi" w:cstheme="majorBidi"/>
          <w:sz w:val="32"/>
          <w:szCs w:val="32"/>
          <w:cs/>
        </w:rPr>
        <w:t>และบริการ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="00F9706D" w:rsidRPr="00F9706D">
        <w:rPr>
          <w:rFonts w:asciiTheme="majorBidi" w:hAnsiTheme="majorBidi" w:cstheme="majorBidi"/>
          <w:sz w:val="32"/>
          <w:szCs w:val="32"/>
        </w:rPr>
        <w:t>15</w:t>
      </w:r>
      <w:r w:rsidR="00795E45" w:rsidRPr="00DC2ACA">
        <w:rPr>
          <w:rFonts w:asciiTheme="majorBidi" w:hAnsiTheme="majorBidi" w:cstheme="majorBidi"/>
          <w:sz w:val="32"/>
          <w:szCs w:val="32"/>
        </w:rPr>
        <w:t xml:space="preserve"> - </w:t>
      </w:r>
      <w:r w:rsidR="00F9706D" w:rsidRPr="00F9706D">
        <w:rPr>
          <w:rFonts w:asciiTheme="majorBidi" w:hAnsiTheme="majorBidi" w:cstheme="majorBidi"/>
          <w:sz w:val="32"/>
          <w:szCs w:val="32"/>
        </w:rPr>
        <w:t>60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วัน</w:t>
      </w:r>
      <w:r w:rsidR="009A50B3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โดยไม่เรียกเก็บดอกเบี้ยจากลูกหนี้</w:t>
      </w:r>
      <w:r w:rsidR="00E2773F" w:rsidRPr="00DC2ACA">
        <w:rPr>
          <w:rFonts w:asciiTheme="majorBidi" w:hAnsiTheme="majorBidi" w:cstheme="majorBidi"/>
          <w:sz w:val="32"/>
          <w:szCs w:val="32"/>
          <w:cs/>
        </w:rPr>
        <w:t>การค้า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สำหรับยอดคงค้าง </w:t>
      </w:r>
    </w:p>
    <w:p w14:paraId="2AB4BED6" w14:textId="07DF686D" w:rsidR="00AE1B68" w:rsidRPr="00DC2ACA" w:rsidRDefault="002737BD" w:rsidP="001D05B5">
      <w:pPr>
        <w:spacing w:before="240"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</w:t>
      </w:r>
      <w:r w:rsidR="00F70B8F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 </w:t>
      </w:r>
      <w:r w:rsidR="00733A37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           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จะเกิดขึ้นตลอดอายุ 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บริษัทรับรู้ค่าเผื่อผลขาดทุนในอัตราร้อยละ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100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เดือน</w:t>
      </w:r>
      <w:r w:rsidR="009A50B3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>เนื่องจากประสบการณ์ในอดีตได้บ่งชี้ว่าลูกหนี้เหล่านี้จะไม่สามารถเรียกชำระได้</w:t>
      </w:r>
    </w:p>
    <w:p w14:paraId="742B3818" w14:textId="3FC8CF43" w:rsidR="00CA0CE9" w:rsidRPr="00DC2ACA" w:rsidRDefault="00CA0CE9" w:rsidP="001D05B5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ตารางต่อไปนี้แสดงการกระทบยอดค่าเผื่อผลขาดทุนด้านเครดิตที่คาดว่าจะเกิดขึ้นตลอดอายุที่ได้รับรู้สำหรับลูกหนี้การค้า</w:t>
      </w:r>
      <w:r w:rsidR="00BB7979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และลูกหนี้อื่น</w:t>
      </w:r>
      <w:r w:rsidR="009A50B3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ซึ่งเป็นไปตามวิธีการอย่างง่ายที่กำหนดไว้ใน 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TFRS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9</w:t>
      </w:r>
    </w:p>
    <w:tbl>
      <w:tblPr>
        <w:tblW w:w="8730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1125"/>
        <w:gridCol w:w="1152"/>
        <w:gridCol w:w="180"/>
        <w:gridCol w:w="1080"/>
      </w:tblGrid>
      <w:tr w:rsidR="004F0216" w:rsidRPr="00DC2ACA" w14:paraId="4B02BB52" w14:textId="77777777" w:rsidTr="00430C94">
        <w:tc>
          <w:tcPr>
            <w:tcW w:w="5193" w:type="dxa"/>
          </w:tcPr>
          <w:p w14:paraId="3913F0D9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4D0B7FAF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4D2E4805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80" w:type="dxa"/>
          </w:tcPr>
          <w:p w14:paraId="038DD3CB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302BC67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4136CD10" w14:textId="77777777" w:rsidTr="00430C94">
        <w:tc>
          <w:tcPr>
            <w:tcW w:w="5193" w:type="dxa"/>
          </w:tcPr>
          <w:p w14:paraId="42D91507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1D087806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68F146C8" w14:textId="276B849A" w:rsidR="00890FD5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0" w:type="dxa"/>
          </w:tcPr>
          <w:p w14:paraId="0B35673D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AC636F3" w14:textId="197BCDC4" w:rsidR="00890FD5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8D78D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800133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ธันวาคม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4F0216" w:rsidRPr="00DC2ACA" w14:paraId="69B691C5" w14:textId="77777777" w:rsidTr="008469AA">
        <w:tc>
          <w:tcPr>
            <w:tcW w:w="5193" w:type="dxa"/>
          </w:tcPr>
          <w:p w14:paraId="6E65AEE9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4DF40127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  <w:vAlign w:val="center"/>
          </w:tcPr>
          <w:p w14:paraId="24DD0D36" w14:textId="3FB00745" w:rsidR="009325FD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80" w:type="dxa"/>
          </w:tcPr>
          <w:p w14:paraId="4F509480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615DE211" w14:textId="139A1800" w:rsidR="009325FD" w:rsidRPr="00DC2ACA" w:rsidRDefault="00F9706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6AF2AD3D" w14:textId="77777777" w:rsidTr="00430C94">
        <w:tc>
          <w:tcPr>
            <w:tcW w:w="5193" w:type="dxa"/>
          </w:tcPr>
          <w:p w14:paraId="1C032C7A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40CE0C1A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3BB31BBC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80" w:type="dxa"/>
          </w:tcPr>
          <w:p w14:paraId="613BD06A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4EB75989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60035BA2" w14:textId="77777777" w:rsidTr="00430C94">
        <w:tc>
          <w:tcPr>
            <w:tcW w:w="5193" w:type="dxa"/>
          </w:tcPr>
          <w:p w14:paraId="7AED0082" w14:textId="779A592E" w:rsidR="005D308F" w:rsidRPr="00DC2ACA" w:rsidRDefault="005D308F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="00C4765D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C4765D"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</w:t>
            </w:r>
          </w:p>
        </w:tc>
        <w:tc>
          <w:tcPr>
            <w:tcW w:w="1125" w:type="dxa"/>
          </w:tcPr>
          <w:p w14:paraId="71396519" w14:textId="77777777" w:rsidR="005D308F" w:rsidRPr="00DC2ACA" w:rsidRDefault="005D308F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41E8633F" w14:textId="11565964" w:rsidR="005D308F" w:rsidRPr="00DC2ACA" w:rsidRDefault="00F9706D" w:rsidP="001D05B5">
            <w:pPr>
              <w:tabs>
                <w:tab w:val="decimal" w:pos="1008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802</w:t>
            </w:r>
            <w:r w:rsidR="0008434B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602</w:t>
            </w:r>
          </w:p>
        </w:tc>
        <w:tc>
          <w:tcPr>
            <w:tcW w:w="180" w:type="dxa"/>
          </w:tcPr>
          <w:p w14:paraId="0B3448C6" w14:textId="77777777" w:rsidR="005D308F" w:rsidRPr="00DC2ACA" w:rsidRDefault="005D308F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6FD88215" w14:textId="6302A1F8" w:rsidR="005D308F" w:rsidRPr="00DC2ACA" w:rsidRDefault="00F9706D" w:rsidP="001D05B5">
            <w:pPr>
              <w:tabs>
                <w:tab w:val="decimal" w:pos="917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643</w:t>
            </w:r>
            <w:r w:rsidR="005D308F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471</w:t>
            </w:r>
          </w:p>
        </w:tc>
      </w:tr>
      <w:tr w:rsidR="004F0216" w:rsidRPr="00DC2ACA" w14:paraId="32224EB6" w14:textId="77777777" w:rsidTr="00430C94">
        <w:tc>
          <w:tcPr>
            <w:tcW w:w="5193" w:type="dxa"/>
          </w:tcPr>
          <w:p w14:paraId="7BDF475D" w14:textId="5B37C588" w:rsidR="005D308F" w:rsidRPr="00DC2ACA" w:rsidRDefault="005D308F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ผลขาดทุนด้านเครดิตที่คาดว่าจะเกิดขึ้น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กลับรายการ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125" w:type="dxa"/>
          </w:tcPr>
          <w:p w14:paraId="3FC1C21B" w14:textId="77777777" w:rsidR="005D308F" w:rsidRPr="00DC2ACA" w:rsidRDefault="005D308F" w:rsidP="001D05B5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2" w:type="dxa"/>
            <w:shd w:val="clear" w:color="auto" w:fill="auto"/>
          </w:tcPr>
          <w:p w14:paraId="07406173" w14:textId="204C7F48" w:rsidR="005D308F" w:rsidRPr="00DC2ACA" w:rsidRDefault="0008434B" w:rsidP="001D05B5">
            <w:pPr>
              <w:tabs>
                <w:tab w:val="decimal" w:pos="100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280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913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4BE731DF" w14:textId="77777777" w:rsidR="005D308F" w:rsidRPr="00DC2ACA" w:rsidRDefault="005D308F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F712195" w14:textId="05C37BE4" w:rsidR="005D308F" w:rsidRPr="00DC2ACA" w:rsidRDefault="00F9706D" w:rsidP="001D05B5">
            <w:pPr>
              <w:tabs>
                <w:tab w:val="decimal" w:pos="917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159</w:t>
            </w:r>
            <w:r w:rsidR="005D308F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131</w:t>
            </w:r>
          </w:p>
        </w:tc>
      </w:tr>
      <w:tr w:rsidR="004F0216" w:rsidRPr="00DC2ACA" w14:paraId="1C94C425" w14:textId="77777777" w:rsidTr="007B73D3">
        <w:tc>
          <w:tcPr>
            <w:tcW w:w="5193" w:type="dxa"/>
            <w:shd w:val="clear" w:color="auto" w:fill="auto"/>
          </w:tcPr>
          <w:p w14:paraId="69326013" w14:textId="79A392A2" w:rsidR="005D308F" w:rsidRPr="00DC2ACA" w:rsidRDefault="005D308F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ยอดคงเหลือสิ้นงวด</w:t>
            </w:r>
            <w:r w:rsidR="00C4765D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C4765D"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</w:t>
            </w:r>
          </w:p>
        </w:tc>
        <w:tc>
          <w:tcPr>
            <w:tcW w:w="1125" w:type="dxa"/>
          </w:tcPr>
          <w:p w14:paraId="4C9CAF70" w14:textId="77777777" w:rsidR="005D308F" w:rsidRPr="00DC2ACA" w:rsidRDefault="005D308F" w:rsidP="001D05B5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03432A" w14:textId="0C1BC97F" w:rsidR="005D308F" w:rsidRPr="00DC2ACA" w:rsidRDefault="00F9706D" w:rsidP="001D05B5">
            <w:pPr>
              <w:tabs>
                <w:tab w:val="decimal" w:pos="1008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521</w:t>
            </w:r>
            <w:r w:rsidR="0008434B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689</w:t>
            </w:r>
          </w:p>
        </w:tc>
        <w:tc>
          <w:tcPr>
            <w:tcW w:w="180" w:type="dxa"/>
            <w:shd w:val="clear" w:color="auto" w:fill="auto"/>
          </w:tcPr>
          <w:p w14:paraId="4234762D" w14:textId="77777777" w:rsidR="005D308F" w:rsidRPr="00DC2ACA" w:rsidRDefault="005D308F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A686F8" w14:textId="05DE7597" w:rsidR="005D308F" w:rsidRPr="00DC2ACA" w:rsidRDefault="00F9706D" w:rsidP="001D05B5">
            <w:pPr>
              <w:tabs>
                <w:tab w:val="decimal" w:pos="917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802</w:t>
            </w:r>
            <w:r w:rsidR="005D308F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602</w:t>
            </w:r>
          </w:p>
        </w:tc>
      </w:tr>
    </w:tbl>
    <w:p w14:paraId="5AFD98E5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2357039" w14:textId="59A2A1D7" w:rsidR="00C72A50" w:rsidRPr="00DC2ACA" w:rsidRDefault="00F9706D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21442D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D7943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2A50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271EF7B3" w14:textId="74E0485B" w:rsidR="0085083B" w:rsidRPr="00DC2ACA" w:rsidRDefault="00C72A50" w:rsidP="001D05B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สินค้าคงเหลือ ประกอบด้วย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8"/>
        <w:gridCol w:w="1520"/>
        <w:gridCol w:w="152"/>
        <w:gridCol w:w="1520"/>
      </w:tblGrid>
      <w:tr w:rsidR="004F0216" w:rsidRPr="00DC2ACA" w14:paraId="72836314" w14:textId="77777777" w:rsidTr="005745BA">
        <w:tc>
          <w:tcPr>
            <w:tcW w:w="6078" w:type="dxa"/>
          </w:tcPr>
          <w:p w14:paraId="1697FF1C" w14:textId="77777777" w:rsidR="005745BA" w:rsidRPr="00DC2ACA" w:rsidRDefault="005745BA" w:rsidP="001D05B5">
            <w:pPr>
              <w:spacing w:line="400" w:lineRule="exact"/>
              <w:ind w:left="54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6022A4D2" w14:textId="3D1D19C1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52" w:type="dxa"/>
          </w:tcPr>
          <w:p w14:paraId="2C19E95A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7919EC19" w14:textId="022D068C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12B69FE2" w14:textId="77777777" w:rsidTr="005745BA">
        <w:tc>
          <w:tcPr>
            <w:tcW w:w="6078" w:type="dxa"/>
          </w:tcPr>
          <w:p w14:paraId="018FD8C5" w14:textId="77777777" w:rsidR="005745BA" w:rsidRPr="00DC2ACA" w:rsidRDefault="005745BA" w:rsidP="001D05B5">
            <w:pPr>
              <w:spacing w:line="400" w:lineRule="exact"/>
              <w:ind w:left="54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067BA881" w14:textId="764B7665" w:rsidR="005745BA" w:rsidRPr="00DC2ACA" w:rsidRDefault="00F9706D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5745B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2" w:type="dxa"/>
          </w:tcPr>
          <w:p w14:paraId="50FC1369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71819178" w14:textId="43A2F96C" w:rsidR="005745BA" w:rsidRPr="00DC2ACA" w:rsidRDefault="00F9706D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5745B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36FD0C52" w14:textId="77777777" w:rsidTr="00FD259F">
        <w:tc>
          <w:tcPr>
            <w:tcW w:w="6078" w:type="dxa"/>
          </w:tcPr>
          <w:p w14:paraId="03205B2D" w14:textId="77777777" w:rsidR="005745BA" w:rsidRPr="00DC2ACA" w:rsidRDefault="005745BA" w:rsidP="001D05B5">
            <w:pPr>
              <w:spacing w:line="400" w:lineRule="exact"/>
              <w:ind w:left="54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vAlign w:val="center"/>
          </w:tcPr>
          <w:p w14:paraId="0B56780F" w14:textId="3F1903C1" w:rsidR="005745BA" w:rsidRPr="00DC2ACA" w:rsidRDefault="00F9706D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52" w:type="dxa"/>
          </w:tcPr>
          <w:p w14:paraId="0F489F76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  <w:vAlign w:val="center"/>
          </w:tcPr>
          <w:p w14:paraId="701A2B53" w14:textId="3AB76913" w:rsidR="005745BA" w:rsidRPr="00DC2ACA" w:rsidRDefault="00F9706D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6E829902" w14:textId="77777777" w:rsidTr="005745BA">
        <w:tc>
          <w:tcPr>
            <w:tcW w:w="6078" w:type="dxa"/>
          </w:tcPr>
          <w:p w14:paraId="357CFAF7" w14:textId="77777777" w:rsidR="005745BA" w:rsidRPr="00DC2ACA" w:rsidRDefault="005745BA" w:rsidP="001D05B5">
            <w:pPr>
              <w:spacing w:line="400" w:lineRule="exact"/>
              <w:ind w:left="54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16B4A395" w14:textId="77777777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52" w:type="dxa"/>
          </w:tcPr>
          <w:p w14:paraId="2AF45A68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7B3D01FF" w14:textId="77777777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2ACF0FCC" w14:textId="77777777" w:rsidTr="005745BA">
        <w:tc>
          <w:tcPr>
            <w:tcW w:w="6078" w:type="dxa"/>
          </w:tcPr>
          <w:p w14:paraId="2334C7DB" w14:textId="77777777" w:rsidR="005D1929" w:rsidRPr="00DC2ACA" w:rsidRDefault="005D1929" w:rsidP="001D05B5">
            <w:pPr>
              <w:spacing w:line="400" w:lineRule="exact"/>
              <w:ind w:left="54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สินค้าสำเร็จรูป</w:t>
            </w:r>
          </w:p>
        </w:tc>
        <w:tc>
          <w:tcPr>
            <w:tcW w:w="1520" w:type="dxa"/>
            <w:shd w:val="clear" w:color="auto" w:fill="auto"/>
          </w:tcPr>
          <w:p w14:paraId="3AE3E637" w14:textId="27BFD76A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4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383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598</w:t>
            </w:r>
          </w:p>
        </w:tc>
        <w:tc>
          <w:tcPr>
            <w:tcW w:w="152" w:type="dxa"/>
          </w:tcPr>
          <w:p w14:paraId="540394A9" w14:textId="77777777" w:rsidR="005D1929" w:rsidRPr="00DC2ACA" w:rsidRDefault="005D1929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286AF894" w14:textId="1F84520A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4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274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443</w:t>
            </w:r>
          </w:p>
        </w:tc>
      </w:tr>
      <w:tr w:rsidR="004F0216" w:rsidRPr="00DC2ACA" w14:paraId="4462E63E" w14:textId="77777777" w:rsidTr="005745BA">
        <w:tc>
          <w:tcPr>
            <w:tcW w:w="6078" w:type="dxa"/>
          </w:tcPr>
          <w:p w14:paraId="649DCA44" w14:textId="77777777" w:rsidR="005D1929" w:rsidRPr="00DC2ACA" w:rsidRDefault="005D1929" w:rsidP="001D05B5">
            <w:pPr>
              <w:spacing w:line="400" w:lineRule="exact"/>
              <w:ind w:left="54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อะไหล่และวัสดุสิ้นเปลือง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146585A5" w14:textId="784EC8B1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12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227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975</w:t>
            </w:r>
          </w:p>
        </w:tc>
        <w:tc>
          <w:tcPr>
            <w:tcW w:w="152" w:type="dxa"/>
          </w:tcPr>
          <w:p w14:paraId="15C4D6D9" w14:textId="77777777" w:rsidR="005D1929" w:rsidRPr="00DC2ACA" w:rsidRDefault="005D1929" w:rsidP="001D05B5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B72F662" w14:textId="3A20EBAD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390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391</w:t>
            </w:r>
          </w:p>
        </w:tc>
      </w:tr>
      <w:tr w:rsidR="004F0216" w:rsidRPr="00DC2ACA" w14:paraId="484D061D" w14:textId="77777777" w:rsidTr="005745BA">
        <w:tc>
          <w:tcPr>
            <w:tcW w:w="6078" w:type="dxa"/>
          </w:tcPr>
          <w:p w14:paraId="2127ADCB" w14:textId="77777777" w:rsidR="005D1929" w:rsidRPr="00DC2ACA" w:rsidRDefault="005D1929" w:rsidP="001D05B5">
            <w:pPr>
              <w:spacing w:line="400" w:lineRule="exact"/>
              <w:ind w:left="54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</w:tcPr>
          <w:p w14:paraId="0A431359" w14:textId="77A22E60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16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611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573</w:t>
            </w:r>
          </w:p>
        </w:tc>
        <w:tc>
          <w:tcPr>
            <w:tcW w:w="152" w:type="dxa"/>
          </w:tcPr>
          <w:p w14:paraId="4A4A0590" w14:textId="77777777" w:rsidR="005D1929" w:rsidRPr="00DC2ACA" w:rsidRDefault="005D1929" w:rsidP="001D05B5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14C4430D" w14:textId="056E0B78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13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664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834</w:t>
            </w:r>
          </w:p>
        </w:tc>
      </w:tr>
      <w:tr w:rsidR="004F0216" w:rsidRPr="00DC2ACA" w14:paraId="09C6EB18" w14:textId="77777777" w:rsidTr="005745BA">
        <w:tc>
          <w:tcPr>
            <w:tcW w:w="6078" w:type="dxa"/>
          </w:tcPr>
          <w:p w14:paraId="4DF06FCF" w14:textId="77777777" w:rsidR="005D1929" w:rsidRPr="00DC2ACA" w:rsidRDefault="005D1929" w:rsidP="001D05B5">
            <w:pPr>
              <w:spacing w:line="400" w:lineRule="exact"/>
              <w:ind w:left="54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 xml:space="preserve"> ค่าเผื่อการลดมูลค่าของสินค้าคงเหลือ</w:t>
            </w:r>
          </w:p>
        </w:tc>
        <w:tc>
          <w:tcPr>
            <w:tcW w:w="1520" w:type="dxa"/>
            <w:shd w:val="clear" w:color="auto" w:fill="auto"/>
          </w:tcPr>
          <w:p w14:paraId="1BFE39E9" w14:textId="00128173" w:rsidR="005D1929" w:rsidRPr="00DC2ACA" w:rsidRDefault="0008434B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82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935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52" w:type="dxa"/>
          </w:tcPr>
          <w:p w14:paraId="03004DBB" w14:textId="77777777" w:rsidR="005D1929" w:rsidRPr="00DC2ACA" w:rsidRDefault="005D1929" w:rsidP="001D05B5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3DB2A73F" w14:textId="46959B90" w:rsidR="005D1929" w:rsidRPr="00DC2ACA" w:rsidRDefault="005D1929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93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269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F0216" w:rsidRPr="00DC2ACA" w14:paraId="0F9733C5" w14:textId="77777777" w:rsidTr="005745BA">
        <w:tc>
          <w:tcPr>
            <w:tcW w:w="6078" w:type="dxa"/>
          </w:tcPr>
          <w:p w14:paraId="2F359B9C" w14:textId="77777777" w:rsidR="005D1929" w:rsidRPr="00DC2ACA" w:rsidRDefault="005D1929" w:rsidP="001D05B5">
            <w:pPr>
              <w:spacing w:line="400" w:lineRule="exact"/>
              <w:ind w:left="540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9F89BD" w14:textId="4E85228D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16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528</w:t>
            </w:r>
            <w:r w:rsidR="0008434B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638</w:t>
            </w:r>
          </w:p>
        </w:tc>
        <w:tc>
          <w:tcPr>
            <w:tcW w:w="152" w:type="dxa"/>
          </w:tcPr>
          <w:p w14:paraId="2173D7E0" w14:textId="77777777" w:rsidR="005D1929" w:rsidRPr="00DC2ACA" w:rsidRDefault="005D1929" w:rsidP="001D05B5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</w:tcPr>
          <w:p w14:paraId="742D7966" w14:textId="00404E9B" w:rsidR="005D1929" w:rsidRPr="00DC2ACA" w:rsidRDefault="00F9706D" w:rsidP="001D05B5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13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571</w:t>
            </w:r>
            <w:r w:rsidR="005D192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565</w:t>
            </w:r>
          </w:p>
        </w:tc>
      </w:tr>
    </w:tbl>
    <w:p w14:paraId="53762AD2" w14:textId="1738AE0F" w:rsidR="00B845D5" w:rsidRPr="00DC2ACA" w:rsidRDefault="00F9706D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845D5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845D5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เงินฝาก</w:t>
      </w:r>
      <w:r w:rsidR="00E040B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สถาบันการเงินที่ใช้เป็นหลักประกัน</w:t>
      </w:r>
    </w:p>
    <w:p w14:paraId="77559BEB" w14:textId="1EA478B8" w:rsidR="00B845D5" w:rsidRPr="00DC2ACA" w:rsidRDefault="00B845D5" w:rsidP="001D05B5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ab/>
      </w:r>
      <w:r w:rsidR="00E040BA" w:rsidRPr="00DC2ACA">
        <w:rPr>
          <w:rFonts w:asciiTheme="majorBidi" w:hAnsiTheme="majorBidi" w:cstheme="majorBidi"/>
          <w:sz w:val="32"/>
          <w:szCs w:val="32"/>
          <w:cs/>
        </w:rPr>
        <w:t>เงินฝากสถาบันการเงินที่ใช้เป็นหลักประกัน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4527" w:type="pct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3780"/>
        <w:gridCol w:w="1174"/>
        <w:gridCol w:w="446"/>
        <w:gridCol w:w="1170"/>
      </w:tblGrid>
      <w:tr w:rsidR="00CD438C" w:rsidRPr="00DC2ACA" w14:paraId="2A5E19BC" w14:textId="77777777" w:rsidTr="00CD438C">
        <w:trPr>
          <w:cantSplit/>
        </w:trPr>
        <w:tc>
          <w:tcPr>
            <w:tcW w:w="1800" w:type="dxa"/>
          </w:tcPr>
          <w:p w14:paraId="2A4B7A36" w14:textId="77777777" w:rsidR="00CD438C" w:rsidRPr="00DC2ACA" w:rsidRDefault="00CD438C" w:rsidP="001D05B5">
            <w:pPr>
              <w:spacing w:line="400" w:lineRule="exact"/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2C9C3C90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4" w:type="dxa"/>
          </w:tcPr>
          <w:p w14:paraId="00CC3D14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446" w:type="dxa"/>
          </w:tcPr>
          <w:p w14:paraId="364FD6CC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FF0223C" w14:textId="77777777" w:rsidR="00CD438C" w:rsidRPr="00DC2ACA" w:rsidRDefault="00CD438C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CD438C" w:rsidRPr="00DC2ACA" w14:paraId="1B0CEA31" w14:textId="77777777" w:rsidTr="00CD438C">
        <w:trPr>
          <w:cantSplit/>
        </w:trPr>
        <w:tc>
          <w:tcPr>
            <w:tcW w:w="1800" w:type="dxa"/>
          </w:tcPr>
          <w:p w14:paraId="770E1523" w14:textId="77777777" w:rsidR="00CD438C" w:rsidRPr="00DC2ACA" w:rsidRDefault="00CD438C" w:rsidP="001D05B5">
            <w:pPr>
              <w:spacing w:line="400" w:lineRule="exact"/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724DE9BB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4" w:type="dxa"/>
          </w:tcPr>
          <w:p w14:paraId="320C9B41" w14:textId="6C920E6D" w:rsidR="00CD438C" w:rsidRPr="00DC2ACA" w:rsidRDefault="00F9706D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มิถุนายน </w:t>
            </w:r>
          </w:p>
        </w:tc>
        <w:tc>
          <w:tcPr>
            <w:tcW w:w="446" w:type="dxa"/>
          </w:tcPr>
          <w:p w14:paraId="28ACCAE1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07EFF168" w14:textId="5060F817" w:rsidR="00CD438C" w:rsidRPr="00DC2ACA" w:rsidRDefault="00F9706D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CD438C" w:rsidRPr="00DC2ACA" w14:paraId="0A0354C8" w14:textId="77777777" w:rsidTr="00CD438C">
        <w:trPr>
          <w:cantSplit/>
        </w:trPr>
        <w:tc>
          <w:tcPr>
            <w:tcW w:w="1800" w:type="dxa"/>
          </w:tcPr>
          <w:p w14:paraId="5981113F" w14:textId="77777777" w:rsidR="00CD438C" w:rsidRPr="00DC2ACA" w:rsidRDefault="00CD438C" w:rsidP="001D05B5">
            <w:pPr>
              <w:spacing w:line="400" w:lineRule="exact"/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477F879C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4" w:type="dxa"/>
          </w:tcPr>
          <w:p w14:paraId="028250D4" w14:textId="503139A6" w:rsidR="00CD438C" w:rsidRPr="00DC2ACA" w:rsidRDefault="00F9706D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46" w:type="dxa"/>
          </w:tcPr>
          <w:p w14:paraId="5C6390BB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2B44D38" w14:textId="2B8A5B69" w:rsidR="00CD438C" w:rsidRPr="00DC2ACA" w:rsidRDefault="00F9706D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CD438C" w:rsidRPr="00DC2ACA" w14:paraId="5C359EA8" w14:textId="77777777" w:rsidTr="00CD438C">
        <w:trPr>
          <w:cantSplit/>
        </w:trPr>
        <w:tc>
          <w:tcPr>
            <w:tcW w:w="1800" w:type="dxa"/>
          </w:tcPr>
          <w:p w14:paraId="3CD844D0" w14:textId="77777777" w:rsidR="00CD438C" w:rsidRPr="00DC2ACA" w:rsidRDefault="00CD438C" w:rsidP="001D05B5">
            <w:pPr>
              <w:spacing w:line="400" w:lineRule="exact"/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4FD4B654" w14:textId="6ADED918" w:rsidR="00CD438C" w:rsidRPr="00DC2ACA" w:rsidRDefault="00CD438C" w:rsidP="001D05B5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            ใช้เป็นหลักประกัน</w:t>
            </w:r>
          </w:p>
        </w:tc>
        <w:tc>
          <w:tcPr>
            <w:tcW w:w="1174" w:type="dxa"/>
          </w:tcPr>
          <w:p w14:paraId="2E639B65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446" w:type="dxa"/>
          </w:tcPr>
          <w:p w14:paraId="3E4D343A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2D97A4D" w14:textId="77777777" w:rsidR="00CD438C" w:rsidRPr="00DC2ACA" w:rsidRDefault="00CD438C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D438C" w:rsidRPr="00DC2ACA" w14:paraId="641543B8" w14:textId="77777777" w:rsidTr="00CD438C">
        <w:trPr>
          <w:cantSplit/>
        </w:trPr>
        <w:tc>
          <w:tcPr>
            <w:tcW w:w="1800" w:type="dxa"/>
          </w:tcPr>
          <w:p w14:paraId="10148633" w14:textId="355B4D05" w:rsidR="00CD438C" w:rsidRPr="00DC2ACA" w:rsidRDefault="00CD438C" w:rsidP="001D05B5">
            <w:pPr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3780" w:type="dxa"/>
          </w:tcPr>
          <w:p w14:paraId="7E6D0CF8" w14:textId="44B2C453" w:rsidR="00CD438C" w:rsidRPr="00DC2ACA" w:rsidRDefault="00CD438C" w:rsidP="001D05B5">
            <w:pPr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หลักประกันเงินกู้ยืมระยะยาว</w:t>
            </w:r>
          </w:p>
        </w:tc>
        <w:tc>
          <w:tcPr>
            <w:tcW w:w="1174" w:type="dxa"/>
          </w:tcPr>
          <w:p w14:paraId="38977A02" w14:textId="78A2ECA2" w:rsidR="00CD438C" w:rsidRPr="00DC2ACA" w:rsidRDefault="00CD438C" w:rsidP="001D05B5">
            <w:pPr>
              <w:tabs>
                <w:tab w:val="decimal" w:pos="1127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46" w:type="dxa"/>
          </w:tcPr>
          <w:p w14:paraId="26307891" w14:textId="77777777" w:rsidR="00CD438C" w:rsidRPr="00DC2ACA" w:rsidRDefault="00CD438C" w:rsidP="001D05B5">
            <w:pPr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C8E2459" w14:textId="1D5CEE3A" w:rsidR="00CD438C" w:rsidRPr="00DC2ACA" w:rsidRDefault="00CD438C" w:rsidP="001D05B5">
            <w:pPr>
              <w:tabs>
                <w:tab w:val="decimal" w:pos="591"/>
              </w:tabs>
              <w:spacing w:line="400" w:lineRule="exact"/>
              <w:ind w:left="-1152" w:right="57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D438C" w:rsidRPr="00DC2ACA" w14:paraId="51CC8ED6" w14:textId="752FEDD1" w:rsidTr="00CD438C">
        <w:trPr>
          <w:cantSplit/>
        </w:trPr>
        <w:tc>
          <w:tcPr>
            <w:tcW w:w="1800" w:type="dxa"/>
          </w:tcPr>
          <w:p w14:paraId="50259802" w14:textId="77777777" w:rsidR="00CD438C" w:rsidRPr="00DC2ACA" w:rsidRDefault="00CD438C" w:rsidP="001D05B5">
            <w:pPr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4D4575B8" w14:textId="2FC274E5" w:rsidR="00CD438C" w:rsidRPr="00DC2ACA" w:rsidRDefault="00CD438C" w:rsidP="001D05B5">
            <w:pPr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จากสถาบันการเงิน 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ดูหมายเหตุข้อ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174" w:type="dxa"/>
          </w:tcPr>
          <w:p w14:paraId="7CC1EA62" w14:textId="16347679" w:rsidR="00CD438C" w:rsidRPr="00DC2ACA" w:rsidRDefault="00F9706D" w:rsidP="001D05B5">
            <w:pPr>
              <w:tabs>
                <w:tab w:val="decimal" w:pos="1127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08434B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500</w:t>
            </w:r>
            <w:r w:rsidR="0008434B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  <w:tc>
          <w:tcPr>
            <w:tcW w:w="446" w:type="dxa"/>
          </w:tcPr>
          <w:p w14:paraId="3649A9F0" w14:textId="77777777" w:rsidR="00CD438C" w:rsidRPr="00DC2ACA" w:rsidRDefault="00CD438C" w:rsidP="001D05B5">
            <w:pPr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3092B3D" w14:textId="3EFDE6D2" w:rsidR="00CD438C" w:rsidRPr="00DC2ACA" w:rsidRDefault="00F9706D" w:rsidP="001D05B5">
            <w:pPr>
              <w:spacing w:line="400" w:lineRule="exact"/>
              <w:ind w:left="-1152" w:right="9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500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</w:tbl>
    <w:p w14:paraId="33156607" w14:textId="55BB27E8" w:rsidR="0034474F" w:rsidRPr="00DC2ACA" w:rsidRDefault="00F9706D" w:rsidP="001D05B5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F9706D">
        <w:rPr>
          <w:rFonts w:asciiTheme="majorBidi" w:eastAsia="MS Mincho" w:hAnsiTheme="majorBidi" w:cstheme="majorBidi"/>
          <w:b/>
          <w:bCs/>
          <w:sz w:val="32"/>
          <w:szCs w:val="32"/>
        </w:rPr>
        <w:t>10</w:t>
      </w:r>
      <w:r w:rsidR="0034474F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.</w:t>
      </w:r>
      <w:r w:rsidR="0034474F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ab/>
      </w:r>
      <w:r w:rsidR="0034474F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อาคารและอุปกรณ์</w:t>
      </w:r>
    </w:p>
    <w:p w14:paraId="51DB9EF3" w14:textId="7FB59A71" w:rsidR="0034474F" w:rsidRPr="00DC2ACA" w:rsidRDefault="0034474F" w:rsidP="001D05B5">
      <w:pPr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อาคารและอุปกรณ์ ประกอบด้วย</w:t>
      </w:r>
    </w:p>
    <w:tbl>
      <w:tblPr>
        <w:tblW w:w="8631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377"/>
        <w:gridCol w:w="201"/>
        <w:gridCol w:w="1311"/>
      </w:tblGrid>
      <w:tr w:rsidR="004F0216" w:rsidRPr="00DC2ACA" w14:paraId="473C6209" w14:textId="77777777" w:rsidTr="006E2988">
        <w:trPr>
          <w:cantSplit/>
        </w:trPr>
        <w:tc>
          <w:tcPr>
            <w:tcW w:w="5742" w:type="dxa"/>
          </w:tcPr>
          <w:p w14:paraId="0575C41B" w14:textId="77777777" w:rsidR="00F74D14" w:rsidRPr="00DC2ACA" w:rsidRDefault="00F74D14" w:rsidP="001D05B5">
            <w:pPr>
              <w:spacing w:line="400" w:lineRule="exact"/>
              <w:ind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11F0FE60" w14:textId="77777777" w:rsidR="00F74D14" w:rsidRPr="00DC2ACA" w:rsidRDefault="00F74D14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201" w:type="dxa"/>
          </w:tcPr>
          <w:p w14:paraId="655B760D" w14:textId="77777777" w:rsidR="00F74D14" w:rsidRPr="00DC2ACA" w:rsidRDefault="00F74D14" w:rsidP="001D05B5">
            <w:pPr>
              <w:tabs>
                <w:tab w:val="decimal" w:pos="175"/>
              </w:tabs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1" w:type="dxa"/>
          </w:tcPr>
          <w:p w14:paraId="00CCAE03" w14:textId="77777777" w:rsidR="00F74D14" w:rsidRPr="00DC2ACA" w:rsidRDefault="00F74D14" w:rsidP="001D05B5">
            <w:pPr>
              <w:tabs>
                <w:tab w:val="decimal" w:pos="175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6BD19079" w14:textId="77777777" w:rsidTr="006E2988">
        <w:trPr>
          <w:cantSplit/>
        </w:trPr>
        <w:tc>
          <w:tcPr>
            <w:tcW w:w="5742" w:type="dxa"/>
          </w:tcPr>
          <w:p w14:paraId="7289CEE8" w14:textId="77777777" w:rsidR="00F74D14" w:rsidRPr="00DC2ACA" w:rsidRDefault="00F74D14" w:rsidP="001D05B5">
            <w:pPr>
              <w:spacing w:line="400" w:lineRule="exact"/>
              <w:ind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2BD38535" w14:textId="1668C501" w:rsidR="00F74D14" w:rsidRPr="00DC2ACA" w:rsidRDefault="00F9706D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1" w:type="dxa"/>
          </w:tcPr>
          <w:p w14:paraId="6CA9FD85" w14:textId="77777777" w:rsidR="00F74D14" w:rsidRPr="00DC2ACA" w:rsidRDefault="00F74D14" w:rsidP="001D05B5">
            <w:pPr>
              <w:tabs>
                <w:tab w:val="decimal" w:pos="175"/>
              </w:tabs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1" w:type="dxa"/>
          </w:tcPr>
          <w:p w14:paraId="506FCB28" w14:textId="437F6EC0" w:rsidR="00F74D14" w:rsidRPr="00DC2ACA" w:rsidRDefault="00F9706D" w:rsidP="001D05B5">
            <w:pPr>
              <w:tabs>
                <w:tab w:val="decimal" w:pos="175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F74D14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1CF970F8" w14:textId="77777777" w:rsidTr="006E2988">
        <w:trPr>
          <w:cantSplit/>
        </w:trPr>
        <w:tc>
          <w:tcPr>
            <w:tcW w:w="5742" w:type="dxa"/>
          </w:tcPr>
          <w:p w14:paraId="61A07514" w14:textId="77777777" w:rsidR="00F74D14" w:rsidRPr="00DC2ACA" w:rsidRDefault="00F74D14" w:rsidP="001D05B5">
            <w:pPr>
              <w:spacing w:line="400" w:lineRule="exact"/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63B87BAC" w14:textId="65DB9316" w:rsidR="00F74D14" w:rsidRPr="00DC2ACA" w:rsidRDefault="00F9706D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201" w:type="dxa"/>
          </w:tcPr>
          <w:p w14:paraId="376D558B" w14:textId="77777777" w:rsidR="00F74D14" w:rsidRPr="00DC2ACA" w:rsidRDefault="00F74D14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78778A16" w14:textId="67AC40F5" w:rsidR="00F74D14" w:rsidRPr="00DC2ACA" w:rsidRDefault="00F9706D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F9706D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4F0216" w:rsidRPr="00DC2ACA" w14:paraId="6BF75CD4" w14:textId="77777777" w:rsidTr="006E2988">
        <w:trPr>
          <w:cantSplit/>
        </w:trPr>
        <w:tc>
          <w:tcPr>
            <w:tcW w:w="5742" w:type="dxa"/>
          </w:tcPr>
          <w:p w14:paraId="286FA10D" w14:textId="77777777" w:rsidR="00F74D14" w:rsidRPr="00DC2ACA" w:rsidRDefault="00F74D14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5D824A16" w14:textId="77777777" w:rsidR="00F74D14" w:rsidRPr="00DC2ACA" w:rsidRDefault="00F74D14" w:rsidP="001D05B5">
            <w:pPr>
              <w:tabs>
                <w:tab w:val="decimal" w:pos="456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01" w:type="dxa"/>
          </w:tcPr>
          <w:p w14:paraId="6A610A14" w14:textId="77777777" w:rsidR="00F74D14" w:rsidRPr="00DC2ACA" w:rsidRDefault="00F74D14" w:rsidP="001D05B5">
            <w:pPr>
              <w:tabs>
                <w:tab w:val="decimal" w:pos="1050"/>
              </w:tabs>
              <w:spacing w:line="400" w:lineRule="exact"/>
              <w:ind w:left="264" w:hanging="26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27CC842C" w14:textId="77777777" w:rsidR="00F74D14" w:rsidRPr="00DC2ACA" w:rsidRDefault="00F74D14" w:rsidP="001D05B5">
            <w:pPr>
              <w:tabs>
                <w:tab w:val="decimal" w:pos="855"/>
              </w:tabs>
              <w:spacing w:line="400" w:lineRule="exact"/>
              <w:ind w:right="18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5F3F710D" w14:textId="77777777" w:rsidTr="006E2988">
        <w:trPr>
          <w:cantSplit/>
        </w:trPr>
        <w:tc>
          <w:tcPr>
            <w:tcW w:w="5742" w:type="dxa"/>
          </w:tcPr>
          <w:p w14:paraId="0BB130D9" w14:textId="77777777" w:rsidR="001C48CB" w:rsidRPr="00DC2ACA" w:rsidRDefault="001C48C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27ABA3D0" w14:textId="0D97DCBD" w:rsidR="001C48CB" w:rsidRPr="00DC2ACA" w:rsidRDefault="00F9706D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B06F7F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133</w:t>
            </w:r>
            <w:r w:rsidR="00B06F7F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626</w:t>
            </w:r>
            <w:r w:rsidR="00B06F7F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591</w:t>
            </w:r>
          </w:p>
        </w:tc>
        <w:tc>
          <w:tcPr>
            <w:tcW w:w="201" w:type="dxa"/>
          </w:tcPr>
          <w:p w14:paraId="7EB83821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7C4E3475" w14:textId="7E487197" w:rsidR="001C48CB" w:rsidRPr="00DC2ACA" w:rsidRDefault="00F9706D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983</w:t>
            </w:r>
            <w:r w:rsidR="00DC0F02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017</w:t>
            </w:r>
            <w:r w:rsidR="00DC0F02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485</w:t>
            </w:r>
          </w:p>
        </w:tc>
      </w:tr>
      <w:tr w:rsidR="004F0216" w:rsidRPr="00DC2ACA" w14:paraId="64BA8484" w14:textId="77777777" w:rsidTr="006E2988">
        <w:trPr>
          <w:cantSplit/>
        </w:trPr>
        <w:tc>
          <w:tcPr>
            <w:tcW w:w="5742" w:type="dxa"/>
          </w:tcPr>
          <w:p w14:paraId="1FE0E601" w14:textId="68A1459E" w:rsidR="001C48CB" w:rsidRPr="00DC2ACA" w:rsidRDefault="001C48C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  <w:r w:rsidR="007C061B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ระหว่างงวด</w:t>
            </w:r>
            <w:r w:rsidR="007C061B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7C061B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11E46585" w14:textId="4EBE2459" w:rsidR="001C48CB" w:rsidRPr="00DC2ACA" w:rsidRDefault="00F9706D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130</w:t>
            </w:r>
            <w:r w:rsidR="0050691C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588</w:t>
            </w:r>
            <w:r w:rsidR="0050691C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248</w:t>
            </w:r>
          </w:p>
        </w:tc>
        <w:tc>
          <w:tcPr>
            <w:tcW w:w="201" w:type="dxa"/>
          </w:tcPr>
          <w:p w14:paraId="021758CA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54B5FD12" w14:textId="30629C26" w:rsidR="001C48CB" w:rsidRPr="00DC2ACA" w:rsidRDefault="00F9706D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297</w:t>
            </w:r>
            <w:r w:rsidR="00074655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041</w:t>
            </w:r>
            <w:r w:rsidR="00074655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242</w:t>
            </w:r>
          </w:p>
        </w:tc>
      </w:tr>
      <w:tr w:rsidR="004F0216" w:rsidRPr="00DC2ACA" w14:paraId="08AEED31" w14:textId="77777777" w:rsidTr="006E2988">
        <w:trPr>
          <w:cantSplit/>
          <w:trHeight w:val="73"/>
        </w:trPr>
        <w:tc>
          <w:tcPr>
            <w:tcW w:w="5742" w:type="dxa"/>
          </w:tcPr>
          <w:p w14:paraId="627A98CA" w14:textId="07CACD66" w:rsidR="001C48CB" w:rsidRPr="00DC2ACA" w:rsidRDefault="001C48C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</w:t>
            </w:r>
            <w:r w:rsidR="00CA5A75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หรือ</w:t>
            </w:r>
            <w:r w:rsidR="000539CF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</w:t>
            </w:r>
            <w:r w:rsidR="004321A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ระหว่างงวด</w:t>
            </w:r>
            <w:r w:rsidR="004321A4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4321A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1444593F" w14:textId="5F70289B" w:rsidR="001C48CB" w:rsidRPr="00DC2ACA" w:rsidRDefault="0050691C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403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885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201" w:type="dxa"/>
          </w:tcPr>
          <w:p w14:paraId="1D2093E4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05D648AE" w14:textId="3C2A53A9" w:rsidR="001C48CB" w:rsidRPr="00DC2ACA" w:rsidRDefault="0083254D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185</w:t>
            </w:r>
            <w:r w:rsidR="004D7B0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668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223AF3D1" w14:textId="77777777" w:rsidTr="006E2988">
        <w:trPr>
          <w:cantSplit/>
        </w:trPr>
        <w:tc>
          <w:tcPr>
            <w:tcW w:w="5742" w:type="dxa"/>
          </w:tcPr>
          <w:p w14:paraId="39CE2A32" w14:textId="7F324A93" w:rsidR="001C48CB" w:rsidRPr="00DC2ACA" w:rsidRDefault="001C48C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  <w:r w:rsidR="00352149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สำหรับงวด</w:t>
            </w:r>
            <w:r w:rsidR="00352149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352149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35359F40" w14:textId="48B11DBB" w:rsidR="001C48CB" w:rsidRPr="00DC2ACA" w:rsidRDefault="0050691C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85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483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468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201" w:type="dxa"/>
          </w:tcPr>
          <w:p w14:paraId="652B20FB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429D2901" w14:textId="6A5E9B33" w:rsidR="001C48CB" w:rsidRPr="00DC2ACA" w:rsidRDefault="004515FC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145</w:t>
            </w:r>
            <w:r w:rsidR="005161ED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472</w:t>
            </w:r>
            <w:r w:rsidR="005161ED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454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1B21406A" w14:textId="77777777" w:rsidTr="006E2988">
        <w:trPr>
          <w:cantSplit/>
        </w:trPr>
        <w:tc>
          <w:tcPr>
            <w:tcW w:w="5742" w:type="dxa"/>
          </w:tcPr>
          <w:p w14:paraId="75542AAC" w14:textId="51736A89" w:rsidR="005B415B" w:rsidRPr="00DC2ACA" w:rsidRDefault="005B415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ค่าเผื่อการด้อยค่าของส่วนปรับปรุงอาคารเช่า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ลดลง 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77" w:type="dxa"/>
          </w:tcPr>
          <w:p w14:paraId="38F60921" w14:textId="5C8E0F45" w:rsidR="005B415B" w:rsidRPr="00DC2ACA" w:rsidRDefault="00F9706D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B01A0E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113</w:t>
            </w:r>
            <w:r w:rsidR="00B01A0E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400</w:t>
            </w:r>
          </w:p>
        </w:tc>
        <w:tc>
          <w:tcPr>
            <w:tcW w:w="201" w:type="dxa"/>
          </w:tcPr>
          <w:p w14:paraId="51C8FCE5" w14:textId="77777777" w:rsidR="005B415B" w:rsidRPr="00DC2ACA" w:rsidRDefault="005B415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269AC917" w14:textId="1EB39BE1" w:rsidR="005B415B" w:rsidRPr="00DC2ACA" w:rsidRDefault="00E41DAF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774</w:t>
            </w:r>
            <w:r w:rsidR="00E0262C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625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71714CE6" w14:textId="77777777" w:rsidTr="00625D74">
        <w:trPr>
          <w:cantSplit/>
        </w:trPr>
        <w:tc>
          <w:tcPr>
            <w:tcW w:w="5742" w:type="dxa"/>
            <w:shd w:val="clear" w:color="auto" w:fill="auto"/>
          </w:tcPr>
          <w:p w14:paraId="4AA85458" w14:textId="0339BF49" w:rsidR="005B415B" w:rsidRPr="00DC2ACA" w:rsidRDefault="005B415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ค่าเผื่อ</w:t>
            </w:r>
            <w:r w:rsidR="00B12FD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การ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ด้อยค่าของเครื่องซักผ้าและเครื่องอบผ้า</w:t>
            </w:r>
            <w:r w:rsidR="00F92D83"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1377" w:type="dxa"/>
            <w:shd w:val="clear" w:color="auto" w:fill="auto"/>
          </w:tcPr>
          <w:p w14:paraId="36B88F62" w14:textId="0C9AB6F8" w:rsidR="005B415B" w:rsidRPr="00DC2ACA" w:rsidRDefault="00B01A0E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01" w:type="dxa"/>
          </w:tcPr>
          <w:p w14:paraId="61616D27" w14:textId="77777777" w:rsidR="005B415B" w:rsidRPr="00DC2ACA" w:rsidRDefault="005B415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71A5671A" w14:textId="1F2A4A8C" w:rsidR="005B415B" w:rsidRPr="00DC2ACA" w:rsidRDefault="00F9706D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611</w:t>
            </w:r>
          </w:p>
        </w:tc>
      </w:tr>
      <w:tr w:rsidR="004F0216" w:rsidRPr="00DC2ACA" w14:paraId="77459CEE" w14:textId="77777777" w:rsidTr="006E2988">
        <w:trPr>
          <w:cantSplit/>
        </w:trPr>
        <w:tc>
          <w:tcPr>
            <w:tcW w:w="5742" w:type="dxa"/>
          </w:tcPr>
          <w:p w14:paraId="22A00885" w14:textId="77777777" w:rsidR="001C48CB" w:rsidRPr="00DC2ACA" w:rsidRDefault="001C48CB" w:rsidP="001D05B5">
            <w:pPr>
              <w:spacing w:line="400" w:lineRule="exact"/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  <w:tcBorders>
              <w:top w:val="single" w:sz="4" w:space="0" w:color="auto"/>
              <w:bottom w:val="double" w:sz="4" w:space="0" w:color="auto"/>
            </w:tcBorders>
          </w:tcPr>
          <w:p w14:paraId="70739E9F" w14:textId="4206673C" w:rsidR="001C48CB" w:rsidRPr="00DC2ACA" w:rsidRDefault="00F9706D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B01A0E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178</w:t>
            </w:r>
            <w:r w:rsidR="00B01A0E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440</w:t>
            </w:r>
            <w:r w:rsidR="00B01A0E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886</w:t>
            </w:r>
          </w:p>
        </w:tc>
        <w:tc>
          <w:tcPr>
            <w:tcW w:w="201" w:type="dxa"/>
          </w:tcPr>
          <w:p w14:paraId="1E991E78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</w:tcPr>
          <w:p w14:paraId="733299DD" w14:textId="5DA702EF" w:rsidR="001C48CB" w:rsidRPr="00DC2ACA" w:rsidRDefault="00F9706D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EF4C1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133</w:t>
            </w:r>
            <w:r w:rsidR="00EF4C1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626</w:t>
            </w:r>
            <w:r w:rsidR="00EF4C1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591</w:t>
            </w:r>
          </w:p>
        </w:tc>
      </w:tr>
    </w:tbl>
    <w:p w14:paraId="0C804BA2" w14:textId="77777777" w:rsidR="00B12BB7" w:rsidRPr="00DC2ACA" w:rsidRDefault="00B12BB7" w:rsidP="001D05B5">
      <w:pPr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3D0A093" w14:textId="5023481E" w:rsidR="00B57600" w:rsidRPr="00DC2ACA" w:rsidRDefault="00865607" w:rsidP="001D05B5">
      <w:pPr>
        <w:spacing w:before="24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Pr="00DC2ACA">
        <w:rPr>
          <w:rFonts w:asciiTheme="majorBidi" w:hAnsiTheme="majorBidi" w:cstheme="majorBidi"/>
          <w:sz w:val="32"/>
          <w:szCs w:val="32"/>
        </w:rPr>
        <w:t> </w:t>
      </w:r>
      <w:r w:rsidR="00F9706D" w:rsidRPr="00F9706D">
        <w:rPr>
          <w:rFonts w:asciiTheme="majorBidi" w:hAnsiTheme="majorBidi" w:cstheme="majorBidi"/>
          <w:sz w:val="32"/>
          <w:szCs w:val="32"/>
        </w:rPr>
        <w:t>2568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และวันที่</w:t>
      </w:r>
      <w:r w:rsidRPr="00DC2ACA">
        <w:rPr>
          <w:rFonts w:asciiTheme="majorBidi" w:hAnsiTheme="majorBidi" w:cstheme="majorBidi"/>
          <w:sz w:val="32"/>
          <w:szCs w:val="32"/>
        </w:rPr>
        <w:t> </w:t>
      </w:r>
      <w:r w:rsidR="00F9706D" w:rsidRPr="00F9706D">
        <w:rPr>
          <w:rFonts w:asciiTheme="majorBidi" w:hAnsiTheme="majorBidi" w:cstheme="majorBidi"/>
          <w:sz w:val="32"/>
          <w:szCs w:val="32"/>
        </w:rPr>
        <w:t>31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DC2ACA">
        <w:rPr>
          <w:rFonts w:asciiTheme="majorBidi" w:hAnsiTheme="majorBidi" w:cstheme="majorBidi"/>
          <w:sz w:val="32"/>
          <w:szCs w:val="32"/>
        </w:rPr>
        <w:t> 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B57600" w:rsidRPr="00DC2ACA">
        <w:rPr>
          <w:rFonts w:ascii="Angsana New" w:hAnsi="Angsana New"/>
          <w:sz w:val="32"/>
          <w:szCs w:val="32"/>
          <w:cs/>
        </w:rPr>
        <w:t>บริษัทได้นำเครื่องซักผ้าและเครื่องอบผ้ามูลค่าสุทธิตามบัญชีจำนวน</w:t>
      </w:r>
      <w:r w:rsidR="004A0BA6" w:rsidRPr="00DC2ACA">
        <w:rPr>
          <w:rFonts w:ascii="Angsana New" w:hAnsi="Angsana New"/>
          <w:sz w:val="32"/>
          <w:szCs w:val="32"/>
        </w:rPr>
        <w:t xml:space="preserve"> </w:t>
      </w:r>
      <w:r w:rsidR="00F9706D" w:rsidRPr="00F9706D">
        <w:rPr>
          <w:rFonts w:ascii="Angsana New" w:hAnsi="Angsana New"/>
          <w:sz w:val="32"/>
          <w:szCs w:val="32"/>
        </w:rPr>
        <w:t>493</w:t>
      </w:r>
      <w:r w:rsidR="007D629E"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94</w:t>
      </w:r>
      <w:r w:rsidR="00B57600" w:rsidRPr="00DC2ACA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F9706D" w:rsidRPr="00F9706D">
        <w:rPr>
          <w:rFonts w:ascii="Angsana New" w:hAnsi="Angsana New"/>
          <w:sz w:val="32"/>
          <w:szCs w:val="32"/>
        </w:rPr>
        <w:t>465</w:t>
      </w:r>
      <w:r w:rsidR="007A6730"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07</w:t>
      </w:r>
      <w:r w:rsidR="007A6730" w:rsidRPr="00DC2ACA">
        <w:rPr>
          <w:rFonts w:ascii="Angsana New" w:hAnsi="Angsana New"/>
          <w:sz w:val="32"/>
          <w:szCs w:val="32"/>
        </w:rPr>
        <w:t xml:space="preserve"> </w:t>
      </w:r>
      <w:r w:rsidR="00B57600" w:rsidRPr="00DC2ACA">
        <w:rPr>
          <w:rFonts w:ascii="Angsana New" w:hAnsi="Angsana New"/>
          <w:sz w:val="32"/>
          <w:szCs w:val="32"/>
          <w:cs/>
        </w:rPr>
        <w:t>ล้านบาท ตามลำดับ ไปค้ำประกันเงินกู้ยืมระยะยาว</w:t>
      </w:r>
      <w:r w:rsidR="00B57600" w:rsidRPr="00DC2ACA">
        <w:rPr>
          <w:rFonts w:ascii="Angsana New" w:hAnsi="Angsana New"/>
          <w:sz w:val="32"/>
          <w:szCs w:val="32"/>
        </w:rPr>
        <w:t xml:space="preserve"> (</w:t>
      </w:r>
      <w:r w:rsidR="00B57600" w:rsidRPr="00DC2ACA">
        <w:rPr>
          <w:rFonts w:ascii="Angsana New" w:hAnsi="Angsana New"/>
          <w:sz w:val="32"/>
          <w:szCs w:val="32"/>
          <w:cs/>
        </w:rPr>
        <w:t xml:space="preserve">ดูหมายเหตุข้อ </w:t>
      </w:r>
      <w:r w:rsidR="00F9706D" w:rsidRPr="00F9706D">
        <w:rPr>
          <w:rFonts w:ascii="Angsana New" w:hAnsi="Angsana New"/>
          <w:sz w:val="32"/>
          <w:szCs w:val="32"/>
        </w:rPr>
        <w:t>16</w:t>
      </w:r>
      <w:r w:rsidR="00B57600" w:rsidRPr="00DC2ACA">
        <w:rPr>
          <w:rFonts w:ascii="Angsana New" w:hAnsi="Angsana New"/>
          <w:sz w:val="32"/>
          <w:szCs w:val="32"/>
        </w:rPr>
        <w:t>)</w:t>
      </w:r>
    </w:p>
    <w:p w14:paraId="24CAA546" w14:textId="359521FD" w:rsidR="0063178A" w:rsidRPr="00DC2ACA" w:rsidRDefault="00F52833" w:rsidP="001D05B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>วันที่</w:t>
      </w:r>
      <w:r w:rsidR="000C19FB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2568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94E82" w:rsidRPr="00DC2ACA">
        <w:rPr>
          <w:rFonts w:ascii="Angsana New" w:hAnsi="Angsana New"/>
          <w:sz w:val="32"/>
          <w:szCs w:val="32"/>
          <w:cs/>
        </w:rPr>
        <w:t xml:space="preserve">บริษัทบันทึกค่าเสื่อมราคาของสินทรัพย์สิทธิการใช้ที่อยู่ระหว่างการก่อสร้างและยังไม่สามารถใช้งานสินทรัพย์ที่เช่าได้ เข้าเป็นต้นทุนของส่วนปรับปรุงอาคารเช่า จำนวน </w:t>
      </w:r>
      <w:r w:rsidR="00F9706D" w:rsidRPr="00F9706D">
        <w:rPr>
          <w:rFonts w:ascii="Angsana New" w:hAnsi="Angsana New"/>
          <w:sz w:val="32"/>
          <w:szCs w:val="32"/>
        </w:rPr>
        <w:t>11</w:t>
      </w:r>
      <w:r w:rsidR="00C11BBF"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40</w:t>
      </w:r>
      <w:r w:rsidR="00CD1CDA" w:rsidRPr="00DC2ACA">
        <w:rPr>
          <w:rFonts w:ascii="Angsana New" w:hAnsi="Angsana New"/>
          <w:sz w:val="32"/>
          <w:szCs w:val="32"/>
        </w:rPr>
        <w:t xml:space="preserve"> </w:t>
      </w:r>
      <w:r w:rsidR="00994E82" w:rsidRPr="00DC2ACA">
        <w:rPr>
          <w:rFonts w:ascii="Angsana New" w:hAnsi="Angsana New"/>
          <w:sz w:val="32"/>
          <w:szCs w:val="32"/>
          <w:cs/>
        </w:rPr>
        <w:t xml:space="preserve">ล้านบาท และ </w:t>
      </w:r>
      <w:r w:rsidR="00F9706D" w:rsidRPr="00F9706D">
        <w:rPr>
          <w:rFonts w:ascii="Angsana New" w:hAnsi="Angsana New"/>
          <w:sz w:val="32"/>
          <w:szCs w:val="32"/>
        </w:rPr>
        <w:t>9</w:t>
      </w:r>
      <w:r w:rsidR="007A6730"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40</w:t>
      </w:r>
      <w:r w:rsidR="007A6730" w:rsidRPr="00DC2ACA">
        <w:rPr>
          <w:rFonts w:ascii="Angsana New" w:hAnsi="Angsana New"/>
          <w:sz w:val="32"/>
          <w:szCs w:val="32"/>
        </w:rPr>
        <w:t xml:space="preserve"> </w:t>
      </w:r>
      <w:r w:rsidR="00994E82" w:rsidRPr="00DC2ACA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14:paraId="0411FB23" w14:textId="1406BCF1" w:rsidR="0032340F" w:rsidRPr="00DC2ACA" w:rsidRDefault="00F9706D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32340F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2340F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สินทรัพย์สิทธิการใช้ </w:t>
      </w:r>
    </w:p>
    <w:p w14:paraId="40DC161A" w14:textId="39F682F6" w:rsidR="0032340F" w:rsidRPr="00DC2ACA" w:rsidRDefault="0032340F" w:rsidP="001D05B5">
      <w:pPr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ประกอบด้วย</w:t>
      </w:r>
    </w:p>
    <w:tbl>
      <w:tblPr>
        <w:tblW w:w="871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4"/>
        <w:gridCol w:w="1613"/>
        <w:gridCol w:w="180"/>
        <w:gridCol w:w="1665"/>
      </w:tblGrid>
      <w:tr w:rsidR="004F0216" w:rsidRPr="00DC2ACA" w14:paraId="4097096C" w14:textId="77777777" w:rsidTr="00224A3D">
        <w:trPr>
          <w:cantSplit/>
        </w:trPr>
        <w:tc>
          <w:tcPr>
            <w:tcW w:w="5254" w:type="dxa"/>
          </w:tcPr>
          <w:p w14:paraId="39776069" w14:textId="77777777" w:rsidR="006C21CA" w:rsidRPr="00DC2ACA" w:rsidRDefault="006C21CA" w:rsidP="001D05B5">
            <w:pPr>
              <w:ind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13" w:type="dxa"/>
          </w:tcPr>
          <w:p w14:paraId="33BA7490" w14:textId="2DD584AB" w:rsidR="006C21CA" w:rsidRPr="00DC2ACA" w:rsidRDefault="006C21CA" w:rsidP="001D05B5">
            <w:pPr>
              <w:ind w:left="84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80" w:type="dxa"/>
          </w:tcPr>
          <w:p w14:paraId="131678AE" w14:textId="77777777" w:rsidR="006C21CA" w:rsidRPr="00DC2ACA" w:rsidRDefault="006C21CA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</w:tcPr>
          <w:p w14:paraId="60205FCF" w14:textId="47D83B20" w:rsidR="006C21CA" w:rsidRPr="00DC2ACA" w:rsidRDefault="006C21CA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37A2003A" w14:textId="77777777" w:rsidTr="00224A3D">
        <w:trPr>
          <w:cantSplit/>
        </w:trPr>
        <w:tc>
          <w:tcPr>
            <w:tcW w:w="5254" w:type="dxa"/>
          </w:tcPr>
          <w:p w14:paraId="00B33FA1" w14:textId="77777777" w:rsidR="006C21CA" w:rsidRPr="00DC2ACA" w:rsidRDefault="006C21CA" w:rsidP="001D05B5">
            <w:pPr>
              <w:ind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13" w:type="dxa"/>
          </w:tcPr>
          <w:p w14:paraId="779CC2A6" w14:textId="7C7AB8D9" w:rsidR="006C21CA" w:rsidRPr="00DC2ACA" w:rsidRDefault="00F9706D" w:rsidP="001D05B5">
            <w:pPr>
              <w:ind w:left="84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0" w:type="dxa"/>
          </w:tcPr>
          <w:p w14:paraId="53E45F3A" w14:textId="77777777" w:rsidR="006C21CA" w:rsidRPr="00DC2ACA" w:rsidRDefault="006C21CA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</w:tcPr>
          <w:p w14:paraId="7B262249" w14:textId="5B2EC371" w:rsidR="006C21CA" w:rsidRPr="00DC2ACA" w:rsidRDefault="00F9706D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6C21C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46FBE6A0" w14:textId="77777777" w:rsidTr="00224A3D">
        <w:trPr>
          <w:cantSplit/>
        </w:trPr>
        <w:tc>
          <w:tcPr>
            <w:tcW w:w="5254" w:type="dxa"/>
          </w:tcPr>
          <w:p w14:paraId="5CEF800B" w14:textId="77777777" w:rsidR="009325FD" w:rsidRPr="00DC2ACA" w:rsidRDefault="009325FD" w:rsidP="001D05B5">
            <w:pPr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13" w:type="dxa"/>
            <w:vAlign w:val="center"/>
          </w:tcPr>
          <w:p w14:paraId="6B101C88" w14:textId="1F302AD0" w:rsidR="009325FD" w:rsidRPr="00DC2ACA" w:rsidRDefault="00F9706D" w:rsidP="001D05B5">
            <w:pPr>
              <w:ind w:left="84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80" w:type="dxa"/>
          </w:tcPr>
          <w:p w14:paraId="642374E1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65" w:type="dxa"/>
            <w:vAlign w:val="center"/>
          </w:tcPr>
          <w:p w14:paraId="3F47D619" w14:textId="4CE33FC1" w:rsidR="009325FD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154A6AC3" w14:textId="77777777" w:rsidTr="00224A3D">
        <w:trPr>
          <w:cantSplit/>
        </w:trPr>
        <w:tc>
          <w:tcPr>
            <w:tcW w:w="5254" w:type="dxa"/>
          </w:tcPr>
          <w:p w14:paraId="48CB5F7E" w14:textId="77777777" w:rsidR="009325FD" w:rsidRPr="00DC2ACA" w:rsidRDefault="009325FD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13" w:type="dxa"/>
          </w:tcPr>
          <w:p w14:paraId="3D1B36AC" w14:textId="33604FF9" w:rsidR="009325FD" w:rsidRPr="00DC2ACA" w:rsidRDefault="009325FD" w:rsidP="001D05B5">
            <w:pPr>
              <w:ind w:left="84" w:hanging="8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80" w:type="dxa"/>
          </w:tcPr>
          <w:p w14:paraId="580D2C6A" w14:textId="77777777" w:rsidR="009325FD" w:rsidRPr="00DC2ACA" w:rsidRDefault="009325FD" w:rsidP="001D05B5">
            <w:pPr>
              <w:tabs>
                <w:tab w:val="decimal" w:pos="105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0C6DC6BD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52C0F95C" w14:textId="77777777" w:rsidTr="00224A3D">
        <w:trPr>
          <w:cantSplit/>
        </w:trPr>
        <w:tc>
          <w:tcPr>
            <w:tcW w:w="5254" w:type="dxa"/>
          </w:tcPr>
          <w:p w14:paraId="62EE8445" w14:textId="0C853B8F" w:rsidR="006367A7" w:rsidRPr="00DC2ACA" w:rsidRDefault="006367A7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73552534" w14:textId="4E45AB56" w:rsidR="006367A7" w:rsidRPr="00DC2ACA" w:rsidRDefault="00F9706D" w:rsidP="001D05B5">
            <w:pPr>
              <w:tabs>
                <w:tab w:val="decimal" w:pos="994"/>
              </w:tabs>
              <w:ind w:left="-176" w:right="141" w:hanging="84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884</w:t>
            </w:r>
            <w:r w:rsidR="002464B0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728</w:t>
            </w:r>
            <w:r w:rsidR="002464B0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895</w:t>
            </w:r>
          </w:p>
        </w:tc>
        <w:tc>
          <w:tcPr>
            <w:tcW w:w="180" w:type="dxa"/>
          </w:tcPr>
          <w:p w14:paraId="24812970" w14:textId="77777777" w:rsidR="006367A7" w:rsidRPr="00DC2ACA" w:rsidRDefault="006367A7" w:rsidP="001D05B5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0A1F76BF" w14:textId="68099F58" w:rsidR="006367A7" w:rsidRPr="00DC2ACA" w:rsidRDefault="00F9706D" w:rsidP="001D05B5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821</w:t>
            </w:r>
            <w:r w:rsidR="006367A7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152</w:t>
            </w:r>
            <w:r w:rsidR="006367A7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776</w:t>
            </w:r>
          </w:p>
        </w:tc>
      </w:tr>
      <w:tr w:rsidR="004F0216" w:rsidRPr="00DC2ACA" w14:paraId="54451885" w14:textId="77777777" w:rsidTr="00224A3D">
        <w:trPr>
          <w:cantSplit/>
        </w:trPr>
        <w:tc>
          <w:tcPr>
            <w:tcW w:w="5254" w:type="dxa"/>
          </w:tcPr>
          <w:p w14:paraId="502B2BE4" w14:textId="32AC0072" w:rsidR="006367A7" w:rsidRPr="00DC2ACA" w:rsidRDefault="006367A7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233FB221" w14:textId="1D78272A" w:rsidR="006367A7" w:rsidRPr="00DC2ACA" w:rsidRDefault="00F9706D" w:rsidP="001D05B5">
            <w:pPr>
              <w:tabs>
                <w:tab w:val="decimal" w:pos="994"/>
              </w:tabs>
              <w:ind w:left="-176" w:right="141" w:hanging="84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93</w:t>
            </w:r>
            <w:r w:rsidR="002464B0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014</w:t>
            </w:r>
            <w:r w:rsidR="002464B0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988</w:t>
            </w:r>
          </w:p>
        </w:tc>
        <w:tc>
          <w:tcPr>
            <w:tcW w:w="180" w:type="dxa"/>
          </w:tcPr>
          <w:p w14:paraId="5DA16FD5" w14:textId="77777777" w:rsidR="006367A7" w:rsidRPr="00DC2ACA" w:rsidRDefault="006367A7" w:rsidP="001D05B5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154C2209" w14:textId="21A67137" w:rsidR="006367A7" w:rsidRPr="00DC2ACA" w:rsidRDefault="00F9706D" w:rsidP="001D05B5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198</w:t>
            </w:r>
            <w:r w:rsidR="006367A7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389</w:t>
            </w:r>
            <w:r w:rsidR="006367A7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765</w:t>
            </w:r>
          </w:p>
        </w:tc>
      </w:tr>
      <w:tr w:rsidR="004F0216" w:rsidRPr="00DC2ACA" w14:paraId="09B06BFC" w14:textId="77777777" w:rsidTr="00224A3D">
        <w:trPr>
          <w:cantSplit/>
        </w:trPr>
        <w:tc>
          <w:tcPr>
            <w:tcW w:w="5254" w:type="dxa"/>
          </w:tcPr>
          <w:p w14:paraId="4B51EDCF" w14:textId="0F65CFDD" w:rsidR="006367A7" w:rsidRPr="00DC2ACA" w:rsidRDefault="006367A7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211CFB0A" w14:textId="126547B0" w:rsidR="006367A7" w:rsidRPr="00DC2ACA" w:rsidRDefault="002464B0" w:rsidP="001D05B5">
            <w:pPr>
              <w:tabs>
                <w:tab w:val="decimal" w:pos="1483"/>
              </w:tabs>
              <w:ind w:left="-176" w:right="132" w:hanging="84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819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986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6FD76421" w14:textId="77777777" w:rsidR="006367A7" w:rsidRPr="00DC2ACA" w:rsidRDefault="006367A7" w:rsidP="001D05B5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35293A5A" w14:textId="728E1859" w:rsidR="006367A7" w:rsidRPr="00DC2ACA" w:rsidRDefault="006367A7" w:rsidP="001D05B5">
            <w:pPr>
              <w:tabs>
                <w:tab w:val="decimal" w:pos="1182"/>
              </w:tabs>
              <w:ind w:right="29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555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142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72649A46" w14:textId="77777777" w:rsidTr="00224A3D">
        <w:trPr>
          <w:cantSplit/>
        </w:trPr>
        <w:tc>
          <w:tcPr>
            <w:tcW w:w="5254" w:type="dxa"/>
          </w:tcPr>
          <w:p w14:paraId="55CAB909" w14:textId="208D7BC0" w:rsidR="006367A7" w:rsidRPr="00DC2ACA" w:rsidRDefault="006367A7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5D29736C" w14:textId="5CC197E5" w:rsidR="006367A7" w:rsidRPr="00DC2ACA" w:rsidRDefault="002464B0" w:rsidP="001D05B5">
            <w:pPr>
              <w:tabs>
                <w:tab w:val="decimal" w:pos="1483"/>
              </w:tabs>
              <w:ind w:left="-176" w:right="132" w:hanging="84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70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662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758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1A3DD851" w14:textId="77777777" w:rsidR="006367A7" w:rsidRPr="00DC2ACA" w:rsidRDefault="006367A7" w:rsidP="001D05B5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51A06C59" w14:textId="64947802" w:rsidR="006367A7" w:rsidRPr="00DC2ACA" w:rsidRDefault="006367A7" w:rsidP="001D05B5">
            <w:pPr>
              <w:tabs>
                <w:tab w:val="decimal" w:pos="1182"/>
              </w:tabs>
              <w:ind w:right="29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133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258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="00F9706D"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504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5AFBE99E" w14:textId="77777777" w:rsidTr="00224A3D">
        <w:trPr>
          <w:cantSplit/>
        </w:trPr>
        <w:tc>
          <w:tcPr>
            <w:tcW w:w="5254" w:type="dxa"/>
          </w:tcPr>
          <w:p w14:paraId="187F5DCD" w14:textId="57E452B9" w:rsidR="006367A7" w:rsidRPr="00DC2ACA" w:rsidRDefault="006367A7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  <w:tcBorders>
              <w:top w:val="single" w:sz="4" w:space="0" w:color="auto"/>
              <w:bottom w:val="double" w:sz="4" w:space="0" w:color="auto"/>
            </w:tcBorders>
          </w:tcPr>
          <w:p w14:paraId="693E4A60" w14:textId="37EA0F78" w:rsidR="006367A7" w:rsidRPr="00DC2ACA" w:rsidRDefault="00F9706D" w:rsidP="001D05B5">
            <w:pPr>
              <w:tabs>
                <w:tab w:val="decimal" w:pos="1084"/>
              </w:tabs>
              <w:ind w:left="84" w:right="141" w:hanging="84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906</w:t>
            </w:r>
            <w:r w:rsidR="002464B0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261</w:t>
            </w:r>
            <w:r w:rsidR="002464B0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139</w:t>
            </w:r>
          </w:p>
        </w:tc>
        <w:tc>
          <w:tcPr>
            <w:tcW w:w="180" w:type="dxa"/>
          </w:tcPr>
          <w:p w14:paraId="15B83AF7" w14:textId="77777777" w:rsidR="006367A7" w:rsidRPr="00DC2ACA" w:rsidRDefault="006367A7" w:rsidP="001D05B5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</w:tcPr>
          <w:p w14:paraId="57BAD365" w14:textId="6DC1DC41" w:rsidR="006367A7" w:rsidRPr="00DC2ACA" w:rsidRDefault="00F9706D" w:rsidP="001D05B5">
            <w:pPr>
              <w:tabs>
                <w:tab w:val="decimal" w:pos="1182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884</w:t>
            </w:r>
            <w:r w:rsidR="006367A7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728</w:t>
            </w:r>
            <w:r w:rsidR="006367A7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eastAsia="Times New Roman" w:hAnsiTheme="majorBidi" w:cstheme="majorBidi"/>
                <w:sz w:val="32"/>
                <w:szCs w:val="32"/>
              </w:rPr>
              <w:t>895</w:t>
            </w:r>
          </w:p>
        </w:tc>
      </w:tr>
    </w:tbl>
    <w:p w14:paraId="5D054676" w14:textId="3E89BD70" w:rsidR="00FA7449" w:rsidRPr="00DC2ACA" w:rsidRDefault="004D6812" w:rsidP="001D05B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บริษัทเช่าสินทรัพย์หลายประเภท</w:t>
      </w:r>
      <w:r w:rsidR="00BB37AA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  <w:r w:rsidR="00BB37AA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900BC" w:rsidRPr="00DC2ACA">
        <w:rPr>
          <w:rFonts w:asciiTheme="majorBidi" w:hAnsiTheme="majorBidi" w:cstheme="majorBidi"/>
          <w:spacing w:val="-4"/>
          <w:sz w:val="32"/>
          <w:szCs w:val="32"/>
          <w:cs/>
        </w:rPr>
        <w:t>ที่ดิน</w:t>
      </w:r>
      <w:r w:rsidR="00EC4BA7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อาคาร อายุสัญญาเช่าเฉลี่ยเท่ากับ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9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B1179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                                </w:t>
      </w:r>
    </w:p>
    <w:p w14:paraId="029E2C67" w14:textId="325EA09F" w:rsidR="00610FD6" w:rsidRPr="00DC2ACA" w:rsidRDefault="009900BC" w:rsidP="001D05B5">
      <w:pPr>
        <w:spacing w:before="120"/>
        <w:ind w:left="562" w:right="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บริษัทมีสิทธิเลือก</w:t>
      </w:r>
      <w:r w:rsidR="0068219C" w:rsidRPr="00DC2ACA">
        <w:rPr>
          <w:rFonts w:asciiTheme="majorBidi" w:hAnsiTheme="majorBidi" w:cstheme="majorBidi"/>
          <w:sz w:val="32"/>
          <w:szCs w:val="32"/>
          <w:cs/>
        </w:rPr>
        <w:t>ใน</w:t>
      </w:r>
      <w:r w:rsidRPr="00DC2ACA">
        <w:rPr>
          <w:rFonts w:asciiTheme="majorBidi" w:hAnsiTheme="majorBidi" w:cstheme="majorBidi"/>
          <w:sz w:val="32"/>
          <w:szCs w:val="32"/>
          <w:cs/>
        </w:rPr>
        <w:t>การขยายหรือการยกเลิกสัญญาเช่า</w:t>
      </w:r>
    </w:p>
    <w:p w14:paraId="26735DF8" w14:textId="20459328" w:rsidR="00081E1C" w:rsidRPr="00DC2ACA" w:rsidRDefault="00F9706D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081E1C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81E1C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สินทรัพย์ไม่หมุนเวียนอื่น</w:t>
      </w:r>
    </w:p>
    <w:p w14:paraId="32E8B974" w14:textId="32A24FE9" w:rsidR="00081E1C" w:rsidRPr="00DC2ACA" w:rsidRDefault="00081E1C" w:rsidP="001D05B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สินทรัพย์ไม่หมุนเวียนอื่น ประกอบด้วย</w:t>
      </w:r>
    </w:p>
    <w:tbl>
      <w:tblPr>
        <w:tblW w:w="4677" w:type="pct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1363"/>
        <w:gridCol w:w="55"/>
        <w:gridCol w:w="1418"/>
      </w:tblGrid>
      <w:tr w:rsidR="004F0216" w:rsidRPr="00DC2ACA" w14:paraId="66F73EAA" w14:textId="77777777" w:rsidTr="007877D9">
        <w:tc>
          <w:tcPr>
            <w:tcW w:w="5812" w:type="dxa"/>
          </w:tcPr>
          <w:p w14:paraId="251F601F" w14:textId="77777777" w:rsidR="00FD4C1E" w:rsidRPr="00DC2ACA" w:rsidRDefault="00FD4C1E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3" w:type="dxa"/>
          </w:tcPr>
          <w:p w14:paraId="3FB75BF4" w14:textId="77777777" w:rsidR="00FD4C1E" w:rsidRPr="00DC2ACA" w:rsidRDefault="00FD4C1E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55" w:type="dxa"/>
          </w:tcPr>
          <w:p w14:paraId="784F7F8C" w14:textId="77777777" w:rsidR="00FD4C1E" w:rsidRPr="00DC2ACA" w:rsidRDefault="00FD4C1E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14:paraId="1CDD0AE2" w14:textId="77777777" w:rsidR="00FD4C1E" w:rsidRPr="00DC2ACA" w:rsidRDefault="00FD4C1E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37CE132D" w14:textId="77777777" w:rsidTr="007877D9">
        <w:tc>
          <w:tcPr>
            <w:tcW w:w="5812" w:type="dxa"/>
          </w:tcPr>
          <w:p w14:paraId="362BF34C" w14:textId="77777777" w:rsidR="00FD4C1E" w:rsidRPr="00DC2ACA" w:rsidRDefault="00FD4C1E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3" w:type="dxa"/>
          </w:tcPr>
          <w:p w14:paraId="4F2187E5" w14:textId="325C48AC" w:rsidR="00FD4C1E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5" w:type="dxa"/>
          </w:tcPr>
          <w:p w14:paraId="54673B80" w14:textId="77777777" w:rsidR="00FD4C1E" w:rsidRPr="00DC2ACA" w:rsidRDefault="00FD4C1E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14:paraId="17627924" w14:textId="150E25E4" w:rsidR="00FD4C1E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FD4C1E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538F4352" w14:textId="77777777" w:rsidTr="007877D9">
        <w:tc>
          <w:tcPr>
            <w:tcW w:w="5812" w:type="dxa"/>
          </w:tcPr>
          <w:p w14:paraId="77C2688E" w14:textId="77777777" w:rsidR="009325FD" w:rsidRPr="00DC2ACA" w:rsidRDefault="009325FD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3" w:type="dxa"/>
            <w:vAlign w:val="center"/>
          </w:tcPr>
          <w:p w14:paraId="78320D2A" w14:textId="6220F647" w:rsidR="009325FD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55" w:type="dxa"/>
          </w:tcPr>
          <w:p w14:paraId="332FEE95" w14:textId="77777777" w:rsidR="009325FD" w:rsidRPr="00DC2ACA" w:rsidRDefault="009325FD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0E09A60" w14:textId="7B944BD1" w:rsidR="009325FD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5C7477D8" w14:textId="77777777" w:rsidTr="007877D9">
        <w:tc>
          <w:tcPr>
            <w:tcW w:w="5812" w:type="dxa"/>
          </w:tcPr>
          <w:p w14:paraId="3A167097" w14:textId="77777777" w:rsidR="009325FD" w:rsidRPr="00DC2ACA" w:rsidRDefault="009325FD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3" w:type="dxa"/>
          </w:tcPr>
          <w:p w14:paraId="09EA157E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55" w:type="dxa"/>
          </w:tcPr>
          <w:p w14:paraId="744744EF" w14:textId="77777777" w:rsidR="009325FD" w:rsidRPr="00DC2ACA" w:rsidRDefault="009325FD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14:paraId="6D2C6D92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297FF68D" w14:textId="77777777" w:rsidTr="007877D9">
        <w:tc>
          <w:tcPr>
            <w:tcW w:w="5812" w:type="dxa"/>
          </w:tcPr>
          <w:p w14:paraId="7B267268" w14:textId="0E4E75EC" w:rsidR="00EF3204" w:rsidRPr="00DC2ACA" w:rsidRDefault="00EF3204" w:rsidP="001D05B5">
            <w:pPr>
              <w:ind w:left="720" w:hanging="4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ค่าเช่าจ่ายล่วงหน้า</w:t>
            </w:r>
          </w:p>
        </w:tc>
        <w:tc>
          <w:tcPr>
            <w:tcW w:w="1363" w:type="dxa"/>
            <w:shd w:val="clear" w:color="auto" w:fill="FFFFFF"/>
          </w:tcPr>
          <w:p w14:paraId="0CFFF0ED" w14:textId="52BFCA2D" w:rsidR="00EF3204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345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  <w:tc>
          <w:tcPr>
            <w:tcW w:w="55" w:type="dxa"/>
          </w:tcPr>
          <w:p w14:paraId="51CA725D" w14:textId="77777777" w:rsidR="00EF3204" w:rsidRPr="00DC2ACA" w:rsidRDefault="00EF3204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E923173" w14:textId="627B491F" w:rsidR="00EF3204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265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000</w:t>
            </w:r>
          </w:p>
        </w:tc>
      </w:tr>
      <w:tr w:rsidR="004F0216" w:rsidRPr="00DC2ACA" w14:paraId="12D24E65" w14:textId="77777777" w:rsidTr="007877D9">
        <w:tc>
          <w:tcPr>
            <w:tcW w:w="5812" w:type="dxa"/>
          </w:tcPr>
          <w:p w14:paraId="2D2236AC" w14:textId="77777777" w:rsidR="00EF3204" w:rsidRPr="00DC2ACA" w:rsidRDefault="00EF3204" w:rsidP="001D05B5">
            <w:pPr>
              <w:ind w:left="720" w:hanging="4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เงินประกันการเช่า</w:t>
            </w:r>
          </w:p>
        </w:tc>
        <w:tc>
          <w:tcPr>
            <w:tcW w:w="1363" w:type="dxa"/>
            <w:shd w:val="clear" w:color="auto" w:fill="FFFFFF"/>
          </w:tcPr>
          <w:p w14:paraId="149827D9" w14:textId="4EBAFD60" w:rsidR="00EF3204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30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033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451</w:t>
            </w:r>
          </w:p>
        </w:tc>
        <w:tc>
          <w:tcPr>
            <w:tcW w:w="55" w:type="dxa"/>
          </w:tcPr>
          <w:p w14:paraId="2C3D6EA0" w14:textId="77777777" w:rsidR="00EF3204" w:rsidRPr="00DC2ACA" w:rsidRDefault="00EF3204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4BC9ABD8" w14:textId="289C6BD9" w:rsidR="00EF3204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28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037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921</w:t>
            </w:r>
          </w:p>
        </w:tc>
      </w:tr>
      <w:tr w:rsidR="004F0216" w:rsidRPr="00DC2ACA" w14:paraId="015DB347" w14:textId="77777777" w:rsidTr="007877D9">
        <w:tc>
          <w:tcPr>
            <w:tcW w:w="5812" w:type="dxa"/>
          </w:tcPr>
          <w:p w14:paraId="291632C3" w14:textId="77777777" w:rsidR="00EF3204" w:rsidRPr="00DC2ACA" w:rsidRDefault="00EF3204" w:rsidP="001D05B5">
            <w:pPr>
              <w:ind w:left="720" w:hanging="4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เงินประกันอื่น ๆ</w:t>
            </w:r>
          </w:p>
        </w:tc>
        <w:tc>
          <w:tcPr>
            <w:tcW w:w="1363" w:type="dxa"/>
            <w:shd w:val="clear" w:color="auto" w:fill="FFFFFF"/>
          </w:tcPr>
          <w:p w14:paraId="53A633E9" w14:textId="09A5E22C" w:rsidR="00EF3204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023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617</w:t>
            </w:r>
          </w:p>
        </w:tc>
        <w:tc>
          <w:tcPr>
            <w:tcW w:w="55" w:type="dxa"/>
          </w:tcPr>
          <w:p w14:paraId="2A226004" w14:textId="77777777" w:rsidR="00EF3204" w:rsidRPr="00DC2ACA" w:rsidRDefault="00EF3204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3CA424A" w14:textId="665C5429" w:rsidR="00EF3204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876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017</w:t>
            </w:r>
          </w:p>
        </w:tc>
      </w:tr>
      <w:tr w:rsidR="004F0216" w:rsidRPr="00DC2ACA" w14:paraId="709A2D5C" w14:textId="77777777" w:rsidTr="007877D9">
        <w:tc>
          <w:tcPr>
            <w:tcW w:w="5812" w:type="dxa"/>
          </w:tcPr>
          <w:p w14:paraId="02B36C96" w14:textId="77777777" w:rsidR="00EF3204" w:rsidRPr="00DC2ACA" w:rsidRDefault="00EF3204" w:rsidP="001D05B5">
            <w:pPr>
              <w:ind w:left="720" w:hanging="47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3859560A" w14:textId="77EED056" w:rsidR="00EF3204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33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402</w:t>
            </w:r>
            <w:r w:rsidR="002464B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068</w:t>
            </w:r>
          </w:p>
        </w:tc>
        <w:tc>
          <w:tcPr>
            <w:tcW w:w="55" w:type="dxa"/>
          </w:tcPr>
          <w:p w14:paraId="56468EAA" w14:textId="77777777" w:rsidR="00EF3204" w:rsidRPr="00DC2ACA" w:rsidRDefault="00EF3204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6BDBF6DB" w14:textId="6431DD08" w:rsidR="00EF3204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32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178</w:t>
            </w:r>
            <w:r w:rsidR="00EF3204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938</w:t>
            </w:r>
          </w:p>
        </w:tc>
      </w:tr>
    </w:tbl>
    <w:p w14:paraId="1DCB3671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0861D92" w14:textId="19FF82CA" w:rsidR="007352A5" w:rsidRPr="00DC2ACA" w:rsidRDefault="00F9706D" w:rsidP="001D05B5">
      <w:pPr>
        <w:tabs>
          <w:tab w:val="left" w:pos="540"/>
        </w:tabs>
        <w:spacing w:before="36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13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C7F8D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  <w:r w:rsidR="00163DED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ระยะสั้น</w:t>
      </w:r>
      <w:r w:rsidR="0020406B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จากสถาบันการเงิน</w:t>
      </w:r>
    </w:p>
    <w:p w14:paraId="14294109" w14:textId="5B7DEF5A" w:rsidR="002B028B" w:rsidRPr="00DC2ACA" w:rsidRDefault="002B028B" w:rsidP="001D05B5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เงินกู้ยืม</w:t>
      </w:r>
      <w:r w:rsidR="00163DED" w:rsidRPr="00DC2ACA">
        <w:rPr>
          <w:rFonts w:asciiTheme="majorBidi" w:hAnsiTheme="majorBidi" w:cstheme="majorBidi"/>
          <w:sz w:val="32"/>
          <w:szCs w:val="32"/>
          <w:cs/>
        </w:rPr>
        <w:t>ระยะสั้น</w:t>
      </w:r>
      <w:r w:rsidR="00B60C9F" w:rsidRPr="00DC2ACA">
        <w:rPr>
          <w:rFonts w:asciiTheme="majorBidi" w:hAnsiTheme="majorBidi" w:cstheme="majorBidi"/>
          <w:sz w:val="32"/>
          <w:szCs w:val="32"/>
          <w:cs/>
        </w:rPr>
        <w:t>จากสถาบันการเงิน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8735" w:type="dxa"/>
        <w:tblInd w:w="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3"/>
        <w:gridCol w:w="231"/>
        <w:gridCol w:w="1212"/>
        <w:gridCol w:w="100"/>
        <w:gridCol w:w="1429"/>
      </w:tblGrid>
      <w:tr w:rsidR="004F0216" w:rsidRPr="00DC2ACA" w14:paraId="75D4D337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0DB0A554" w14:textId="77777777" w:rsidR="00AF3C00" w:rsidRPr="00DC2ACA" w:rsidRDefault="00AF3C00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4CC33DB0" w14:textId="77777777" w:rsidR="00AF3C00" w:rsidRPr="00DC2ACA" w:rsidRDefault="00AF3C00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4" w:type="pct"/>
            <w:vAlign w:val="bottom"/>
          </w:tcPr>
          <w:p w14:paraId="79226F49" w14:textId="77777777" w:rsidR="00AF3C00" w:rsidRPr="00DC2ACA" w:rsidRDefault="00AF3C00" w:rsidP="001D05B5">
            <w:pPr>
              <w:pStyle w:val="acctmergecolhdg"/>
              <w:spacing w:line="240" w:lineRule="auto"/>
              <w:ind w:left="96" w:right="9" w:hanging="96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ณ วันที่</w:t>
            </w:r>
          </w:p>
        </w:tc>
        <w:tc>
          <w:tcPr>
            <w:tcW w:w="57" w:type="pct"/>
            <w:vAlign w:val="bottom"/>
          </w:tcPr>
          <w:p w14:paraId="3914485E" w14:textId="77777777" w:rsidR="00AF3C00" w:rsidRPr="00DC2ACA" w:rsidRDefault="00AF3C00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bottom"/>
          </w:tcPr>
          <w:p w14:paraId="5A2919EF" w14:textId="77777777" w:rsidR="00AF3C00" w:rsidRPr="00DC2ACA" w:rsidRDefault="00AF3C00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ณ วันที่</w:t>
            </w:r>
          </w:p>
        </w:tc>
      </w:tr>
      <w:tr w:rsidR="004F0216" w:rsidRPr="00DC2ACA" w14:paraId="36A71DB6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00B7ECAE" w14:textId="77777777" w:rsidR="00AF3C00" w:rsidRPr="00DC2ACA" w:rsidRDefault="00AF3C00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2AFF80E4" w14:textId="77777777" w:rsidR="00AF3C00" w:rsidRPr="00DC2ACA" w:rsidRDefault="00AF3C00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4" w:type="pct"/>
            <w:vAlign w:val="bottom"/>
          </w:tcPr>
          <w:p w14:paraId="27006EB7" w14:textId="6827D173" w:rsidR="00AF3C00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  <w:t>30</w:t>
            </w:r>
            <w:r w:rsidR="00CD438C" w:rsidRPr="00DC2ACA"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 xml:space="preserve"> </w:t>
            </w:r>
          </w:p>
        </w:tc>
        <w:tc>
          <w:tcPr>
            <w:tcW w:w="57" w:type="pct"/>
            <w:vAlign w:val="bottom"/>
          </w:tcPr>
          <w:p w14:paraId="56A43730" w14:textId="77777777" w:rsidR="00AF3C00" w:rsidRPr="00DC2ACA" w:rsidRDefault="00AF3C00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bottom"/>
          </w:tcPr>
          <w:p w14:paraId="74E60051" w14:textId="0B638F2C" w:rsidR="00AF3C00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  <w:t>31</w:t>
            </w:r>
            <w:r w:rsidR="00AF3C00"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 xml:space="preserve"> ธันวาคม</w:t>
            </w:r>
          </w:p>
        </w:tc>
      </w:tr>
      <w:tr w:rsidR="004F0216" w:rsidRPr="00DC2ACA" w14:paraId="225606C5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442B9360" w14:textId="77777777" w:rsidR="009325FD" w:rsidRPr="00DC2ACA" w:rsidRDefault="009325FD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56C1B5EC" w14:textId="1B3125E6" w:rsidR="009325FD" w:rsidRPr="00DC2ACA" w:rsidRDefault="009325FD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94" w:type="pct"/>
            <w:vAlign w:val="center"/>
          </w:tcPr>
          <w:p w14:paraId="606CF5B9" w14:textId="7FAFDF90" w:rsidR="009325FD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cs/>
                <w:lang w:bidi="th-TH"/>
              </w:rPr>
            </w:pPr>
            <w:r w:rsidRPr="00F9706D">
              <w:rPr>
                <w:rFonts w:asciiTheme="majorBidi" w:hAnsiTheme="majorBidi" w:cstheme="majorBidi"/>
                <w:bCs/>
                <w:snapToGrid w:val="0"/>
                <w:sz w:val="32"/>
                <w:szCs w:val="32"/>
                <w:lang w:val="en-US" w:eastAsia="th-TH" w:bidi="th-TH"/>
              </w:rPr>
              <w:t>256</w:t>
            </w:r>
            <w:r w:rsidRPr="00F9706D">
              <w:rPr>
                <w:rFonts w:asciiTheme="majorBidi" w:hAnsiTheme="majorBidi" w:cstheme="majorBidi" w:hint="cs"/>
                <w:bCs/>
                <w:snapToGrid w:val="0"/>
                <w:sz w:val="32"/>
                <w:szCs w:val="32"/>
                <w:lang w:val="en-US" w:eastAsia="th-TH" w:bidi="th-TH"/>
              </w:rPr>
              <w:t>8</w:t>
            </w:r>
          </w:p>
        </w:tc>
        <w:tc>
          <w:tcPr>
            <w:tcW w:w="57" w:type="pct"/>
          </w:tcPr>
          <w:p w14:paraId="4F1BB5FD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center"/>
          </w:tcPr>
          <w:p w14:paraId="75218772" w14:textId="0ED2C3BA" w:rsidR="009325FD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bidi="th-TH"/>
              </w:rPr>
            </w:pPr>
            <w:r w:rsidRPr="00F9706D">
              <w:rPr>
                <w:rFonts w:asciiTheme="majorBidi" w:hAnsiTheme="majorBidi" w:cstheme="majorBidi"/>
                <w:bCs/>
                <w:snapToGrid w:val="0"/>
                <w:sz w:val="32"/>
                <w:szCs w:val="32"/>
                <w:lang w:val="en-US" w:eastAsia="th-TH" w:bidi="th-TH"/>
              </w:rPr>
              <w:t>256</w:t>
            </w:r>
            <w:r w:rsidRPr="00F9706D">
              <w:rPr>
                <w:rFonts w:asciiTheme="majorBidi" w:hAnsiTheme="majorBidi" w:cstheme="majorBidi" w:hint="cs"/>
                <w:bCs/>
                <w:snapToGrid w:val="0"/>
                <w:sz w:val="32"/>
                <w:szCs w:val="32"/>
                <w:lang w:val="en-US" w:eastAsia="th-TH" w:bidi="th-TH"/>
              </w:rPr>
              <w:t>7</w:t>
            </w:r>
          </w:p>
        </w:tc>
      </w:tr>
      <w:tr w:rsidR="004F0216" w:rsidRPr="00DC2ACA" w14:paraId="0CA83692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594E6BD6" w14:textId="77777777" w:rsidR="009325FD" w:rsidRPr="00DC2ACA" w:rsidRDefault="009325FD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308BDA64" w14:textId="42A1AD2C" w:rsidR="009325FD" w:rsidRPr="00DC2ACA" w:rsidRDefault="009325FD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694" w:type="pct"/>
            <w:vAlign w:val="bottom"/>
          </w:tcPr>
          <w:p w14:paraId="00460C84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บาท</w:t>
            </w:r>
          </w:p>
        </w:tc>
        <w:tc>
          <w:tcPr>
            <w:tcW w:w="57" w:type="pct"/>
            <w:vAlign w:val="bottom"/>
          </w:tcPr>
          <w:p w14:paraId="1A5AE3CB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bottom"/>
          </w:tcPr>
          <w:p w14:paraId="2BE1B34C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บาท</w:t>
            </w:r>
          </w:p>
        </w:tc>
      </w:tr>
      <w:tr w:rsidR="004F0216" w:rsidRPr="00DC2ACA" w14:paraId="0ECD3953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06D59BF7" w14:textId="74D37DA7" w:rsidR="00A16D6C" w:rsidRPr="00DC2ACA" w:rsidRDefault="00A16D6C" w:rsidP="001D05B5">
            <w:pPr>
              <w:ind w:right="9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เงินกู้ยืมระยะสั้นจากสถาบันการเงินโดยการออกตั๋วสัญญาใช้เงิน</w:t>
            </w:r>
          </w:p>
        </w:tc>
        <w:tc>
          <w:tcPr>
            <w:tcW w:w="132" w:type="pct"/>
            <w:vAlign w:val="bottom"/>
          </w:tcPr>
          <w:p w14:paraId="4BCD0B27" w14:textId="77777777" w:rsidR="00A16D6C" w:rsidRPr="00DC2ACA" w:rsidRDefault="00A16D6C" w:rsidP="001D05B5">
            <w:pPr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14:paraId="1431A865" w14:textId="6785C214" w:rsidR="00A16D6C" w:rsidRPr="00DC2ACA" w:rsidRDefault="00F9706D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="00DD07B3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  <w:r w:rsidR="00DD07B3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  <w:tc>
          <w:tcPr>
            <w:tcW w:w="57" w:type="pct"/>
            <w:vAlign w:val="bottom"/>
          </w:tcPr>
          <w:p w14:paraId="5015DA45" w14:textId="77777777" w:rsidR="00A16D6C" w:rsidRPr="00DC2ACA" w:rsidRDefault="00A16D6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71637004" w14:textId="110E5B8F" w:rsidR="00A16D6C" w:rsidRPr="00DC2ACA" w:rsidRDefault="00F9706D" w:rsidP="001D05B5">
            <w:pPr>
              <w:tabs>
                <w:tab w:val="decimal" w:pos="120"/>
              </w:tabs>
              <w:ind w:left="-116" w:right="1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000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000</w:t>
            </w:r>
          </w:p>
        </w:tc>
      </w:tr>
      <w:tr w:rsidR="00A16D6C" w:rsidRPr="00DC2ACA" w14:paraId="5A200282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41441429" w14:textId="18DA22AC" w:rsidR="00A16D6C" w:rsidRPr="00DC2ACA" w:rsidRDefault="00A16D6C" w:rsidP="001D05B5">
            <w:pPr>
              <w:ind w:left="169" w:right="9" w:hanging="16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132" w:type="pct"/>
            <w:vAlign w:val="bottom"/>
          </w:tcPr>
          <w:p w14:paraId="6BC6523E" w14:textId="77777777" w:rsidR="00A16D6C" w:rsidRPr="00DC2ACA" w:rsidRDefault="00A16D6C" w:rsidP="001D05B5">
            <w:pPr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4E0AD6" w14:textId="6D2D911E" w:rsidR="00A16D6C" w:rsidRPr="00DC2ACA" w:rsidRDefault="00F9706D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="00DD07B3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  <w:r w:rsidR="00DD07B3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  <w:tc>
          <w:tcPr>
            <w:tcW w:w="57" w:type="pct"/>
            <w:vAlign w:val="bottom"/>
          </w:tcPr>
          <w:p w14:paraId="77028663" w14:textId="77777777" w:rsidR="00A16D6C" w:rsidRPr="00DC2ACA" w:rsidRDefault="00A16D6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8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EA6B38" w14:textId="1114A17E" w:rsidR="00A16D6C" w:rsidRPr="00DC2ACA" w:rsidRDefault="00F9706D" w:rsidP="001D05B5">
            <w:pPr>
              <w:tabs>
                <w:tab w:val="decimal" w:pos="120"/>
              </w:tabs>
              <w:ind w:left="-116" w:right="1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000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000</w:t>
            </w:r>
          </w:p>
        </w:tc>
      </w:tr>
    </w:tbl>
    <w:p w14:paraId="76E8E517" w14:textId="0F742817" w:rsidR="00610FD6" w:rsidRPr="00DC2ACA" w:rsidRDefault="00681F1F" w:rsidP="001D05B5">
      <w:pPr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</w:t>
      </w:r>
      <w:r w:rsidR="006403FB" w:rsidRPr="00DC2ACA">
        <w:rPr>
          <w:rFonts w:asciiTheme="majorBidi" w:hAnsiTheme="majorBidi" w:cstheme="majorBidi"/>
          <w:spacing w:val="-8"/>
          <w:sz w:val="32"/>
          <w:szCs w:val="32"/>
          <w:cs/>
        </w:rPr>
        <w:t>วันที่</w:t>
      </w:r>
      <w:r w:rsidR="00614B3D" w:rsidRPr="00DC2AC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pacing w:val="-8"/>
          <w:sz w:val="32"/>
          <w:szCs w:val="32"/>
        </w:rPr>
        <w:t>30</w:t>
      </w:r>
      <w:r w:rsidR="00CD438C"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="00CD438C" w:rsidRPr="00DC2ACA">
        <w:rPr>
          <w:rFonts w:ascii="Angsana New" w:hAnsi="Angsana New"/>
          <w:spacing w:val="-8"/>
          <w:sz w:val="32"/>
          <w:szCs w:val="32"/>
          <w:cs/>
        </w:rPr>
        <w:t>มิถุนายน</w:t>
      </w:r>
      <w:r w:rsidRPr="00DC2ACA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pacing w:val="-8"/>
          <w:sz w:val="32"/>
          <w:szCs w:val="32"/>
        </w:rPr>
        <w:t>2568</w:t>
      </w:r>
      <w:r w:rsidR="007C6A90" w:rsidRPr="00DC2AC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C07590" w:rsidRPr="00DC2AC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 </w:t>
      </w:r>
      <w:r w:rsidR="001D474B" w:rsidRPr="00DC2AC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วันที่ </w:t>
      </w:r>
      <w:r w:rsidR="00F9706D" w:rsidRPr="00F9706D">
        <w:rPr>
          <w:rFonts w:ascii="Angsana New" w:hAnsi="Angsana New"/>
          <w:spacing w:val="-8"/>
          <w:sz w:val="32"/>
          <w:szCs w:val="32"/>
        </w:rPr>
        <w:t>31</w:t>
      </w:r>
      <w:r w:rsidR="00C07590" w:rsidRPr="00DC2ACA">
        <w:rPr>
          <w:rFonts w:ascii="Angsana New" w:hAnsi="Angsana New"/>
          <w:spacing w:val="-8"/>
          <w:sz w:val="32"/>
          <w:szCs w:val="32"/>
          <w:cs/>
        </w:rPr>
        <w:t xml:space="preserve"> ธันวาคม </w:t>
      </w:r>
      <w:r w:rsidR="00F9706D" w:rsidRPr="00F9706D">
        <w:rPr>
          <w:rFonts w:ascii="Angsana New" w:hAnsi="Angsana New"/>
          <w:spacing w:val="-8"/>
          <w:sz w:val="32"/>
          <w:szCs w:val="32"/>
        </w:rPr>
        <w:t>2567</w:t>
      </w:r>
      <w:r w:rsidR="00C07590"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>บริษัทมีเงินกู้ยืมระยะสั้นจากสถาบันการเงิน โดยการออก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ตั๋วสัญญาใช้เงินจำนวน </w:t>
      </w:r>
      <w:r w:rsidR="00F9706D" w:rsidRPr="00F9706D">
        <w:rPr>
          <w:rFonts w:ascii="Angsana New" w:hAnsi="Angsana New"/>
          <w:spacing w:val="-10"/>
          <w:sz w:val="32"/>
          <w:szCs w:val="32"/>
        </w:rPr>
        <w:t>9</w:t>
      </w:r>
      <w:r w:rsidR="00347B8F" w:rsidRPr="00DC2ACA">
        <w:rPr>
          <w:rFonts w:ascii="Angsana New" w:hAnsi="Angsana New"/>
          <w:spacing w:val="-10"/>
          <w:sz w:val="32"/>
          <w:szCs w:val="32"/>
        </w:rPr>
        <w:t>.</w:t>
      </w:r>
      <w:r w:rsidR="00F9706D" w:rsidRPr="00F9706D">
        <w:rPr>
          <w:rFonts w:ascii="Angsana New" w:hAnsi="Angsana New"/>
          <w:spacing w:val="-10"/>
          <w:sz w:val="32"/>
          <w:szCs w:val="32"/>
        </w:rPr>
        <w:t>00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ล้านบาท ซึ่งจะครบกำหนดวันที่ </w:t>
      </w:r>
      <w:r w:rsidR="00F9706D" w:rsidRPr="00F9706D">
        <w:rPr>
          <w:rFonts w:ascii="Angsana New" w:hAnsi="Angsana New"/>
          <w:spacing w:val="-10"/>
          <w:sz w:val="32"/>
          <w:szCs w:val="32"/>
        </w:rPr>
        <w:t>9</w:t>
      </w:r>
      <w:r w:rsidR="006045F6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6045F6" w:rsidRPr="00DC2ACA">
        <w:rPr>
          <w:rFonts w:ascii="Angsana New" w:hAnsi="Angsana New" w:hint="cs"/>
          <w:spacing w:val="-10"/>
          <w:sz w:val="32"/>
          <w:szCs w:val="32"/>
          <w:cs/>
        </w:rPr>
        <w:t>กันยายน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pacing w:val="-10"/>
          <w:sz w:val="32"/>
          <w:szCs w:val="32"/>
        </w:rPr>
        <w:t>2568</w:t>
      </w:r>
      <w:r w:rsidR="00347B8F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>นับจากวันที่กู้ยืมและมีอัตราดอกเบี้ยร้อยละ</w:t>
      </w:r>
      <w:r w:rsidR="00347B8F" w:rsidRPr="00DC2ACA">
        <w:rPr>
          <w:rFonts w:ascii="Angsana New" w:hAnsi="Angsana New"/>
          <w:spacing w:val="-10"/>
          <w:sz w:val="32"/>
          <w:szCs w:val="32"/>
        </w:rPr>
        <w:t xml:space="preserve"> Minimum Loan Rate (MLR) 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ลบ</w:t>
      </w:r>
      <w:r w:rsidR="00347B8F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F9706D" w:rsidRPr="00F9706D">
        <w:rPr>
          <w:rFonts w:ascii="Angsana New" w:hAnsi="Angsana New"/>
          <w:spacing w:val="-10"/>
          <w:sz w:val="32"/>
          <w:szCs w:val="32"/>
        </w:rPr>
        <w:t>1</w:t>
      </w:r>
      <w:r w:rsidR="00347B8F" w:rsidRPr="00DC2ACA">
        <w:rPr>
          <w:rFonts w:ascii="Angsana New" w:hAnsi="Angsana New"/>
          <w:spacing w:val="-10"/>
          <w:sz w:val="32"/>
          <w:szCs w:val="32"/>
        </w:rPr>
        <w:t>.</w:t>
      </w:r>
      <w:r w:rsidR="00F9706D" w:rsidRPr="00F9706D">
        <w:rPr>
          <w:rFonts w:ascii="Angsana New" w:hAnsi="Angsana New"/>
          <w:spacing w:val="-10"/>
          <w:sz w:val="32"/>
          <w:szCs w:val="32"/>
        </w:rPr>
        <w:t>5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ต่อปี</w:t>
      </w:r>
      <w:r w:rsidR="00347B8F" w:rsidRPr="00DC2ACA">
        <w:rPr>
          <w:rFonts w:ascii="Angsana New" w:hAnsi="Angsana New"/>
          <w:sz w:val="32"/>
          <w:szCs w:val="32"/>
          <w:cs/>
        </w:rPr>
        <w:t xml:space="preserve"> 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 xml:space="preserve">(ณ วันที่ </w:t>
      </w:r>
      <w:r w:rsidR="00F9706D" w:rsidRPr="00F9706D">
        <w:rPr>
          <w:rFonts w:ascii="Angsana New" w:hAnsi="Angsana New"/>
          <w:spacing w:val="-8"/>
          <w:sz w:val="32"/>
          <w:szCs w:val="32"/>
        </w:rPr>
        <w:t>31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 xml:space="preserve"> ธันวาคม </w:t>
      </w:r>
      <w:r w:rsidR="00F9706D" w:rsidRPr="00F9706D">
        <w:rPr>
          <w:rFonts w:ascii="Angsana New" w:hAnsi="Angsana New"/>
          <w:spacing w:val="-8"/>
          <w:sz w:val="32"/>
          <w:szCs w:val="32"/>
        </w:rPr>
        <w:t>2567</w:t>
      </w:r>
      <w:r w:rsidR="00347B8F" w:rsidRPr="00DC2ACA">
        <w:rPr>
          <w:rFonts w:ascii="Angsana New" w:hAnsi="Angsana New"/>
          <w:spacing w:val="-8"/>
          <w:sz w:val="32"/>
          <w:szCs w:val="32"/>
        </w:rPr>
        <w:t xml:space="preserve"> : </w:t>
      </w:r>
      <w:r w:rsidR="0028595C" w:rsidRPr="00DC2ACA">
        <w:rPr>
          <w:rFonts w:ascii="Angsana New" w:hAnsi="Angsana New"/>
          <w:spacing w:val="-10"/>
          <w:sz w:val="32"/>
          <w:szCs w:val="32"/>
        </w:rPr>
        <w:t xml:space="preserve">Minimum Loan Rate (MLR) </w:t>
      </w:r>
      <w:r w:rsidR="0028595C" w:rsidRPr="00DC2ACA">
        <w:rPr>
          <w:rFonts w:ascii="Angsana New" w:hAnsi="Angsana New"/>
          <w:spacing w:val="-10"/>
          <w:sz w:val="32"/>
          <w:szCs w:val="32"/>
          <w:cs/>
        </w:rPr>
        <w:t xml:space="preserve"> ลบ</w:t>
      </w:r>
      <w:r w:rsidR="0028595C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F9706D" w:rsidRPr="00F9706D">
        <w:rPr>
          <w:rFonts w:ascii="Angsana New" w:hAnsi="Angsana New"/>
          <w:spacing w:val="-10"/>
          <w:sz w:val="32"/>
          <w:szCs w:val="32"/>
        </w:rPr>
        <w:t>1</w:t>
      </w:r>
      <w:r w:rsidR="0028595C" w:rsidRPr="00DC2ACA">
        <w:rPr>
          <w:rFonts w:ascii="Angsana New" w:hAnsi="Angsana New"/>
          <w:spacing w:val="-10"/>
          <w:sz w:val="32"/>
          <w:szCs w:val="32"/>
        </w:rPr>
        <w:t>.</w:t>
      </w:r>
      <w:r w:rsidR="00F9706D" w:rsidRPr="00F9706D">
        <w:rPr>
          <w:rFonts w:ascii="Angsana New" w:hAnsi="Angsana New"/>
          <w:spacing w:val="-10"/>
          <w:sz w:val="32"/>
          <w:szCs w:val="32"/>
        </w:rPr>
        <w:t>5</w:t>
      </w:r>
      <w:r w:rsidR="0028595C" w:rsidRPr="00DC2ACA">
        <w:rPr>
          <w:rFonts w:ascii="Angsana New" w:hAnsi="Angsana New"/>
          <w:spacing w:val="-10"/>
          <w:sz w:val="32"/>
          <w:szCs w:val="32"/>
          <w:cs/>
        </w:rPr>
        <w:t xml:space="preserve"> ต่อปี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>)</w:t>
      </w:r>
    </w:p>
    <w:p w14:paraId="7471DAF2" w14:textId="3CC23755" w:rsidR="009B5E61" w:rsidRPr="00DC2ACA" w:rsidRDefault="00F9706D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B5E61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5E61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เจ้าหนี้การค้าและเจ้าหนี้หมุนเวียนอื่น</w:t>
      </w:r>
    </w:p>
    <w:p w14:paraId="4EE9675B" w14:textId="77777777" w:rsidR="009B5E61" w:rsidRPr="00DC2ACA" w:rsidRDefault="009B5E61" w:rsidP="001D05B5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4668" w:type="pct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4"/>
        <w:gridCol w:w="1350"/>
        <w:gridCol w:w="72"/>
        <w:gridCol w:w="1395"/>
      </w:tblGrid>
      <w:tr w:rsidR="004F0216" w:rsidRPr="00DC2ACA" w14:paraId="77BD6831" w14:textId="77777777" w:rsidTr="001904BD">
        <w:tc>
          <w:tcPr>
            <w:tcW w:w="5814" w:type="dxa"/>
          </w:tcPr>
          <w:p w14:paraId="6B2EE832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018EB3B7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72" w:type="dxa"/>
          </w:tcPr>
          <w:p w14:paraId="5A91162C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5" w:type="dxa"/>
          </w:tcPr>
          <w:p w14:paraId="0B0C73A6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6510F89D" w14:textId="77777777" w:rsidTr="001904BD">
        <w:tc>
          <w:tcPr>
            <w:tcW w:w="5814" w:type="dxa"/>
          </w:tcPr>
          <w:p w14:paraId="3853052E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3FA8668" w14:textId="1F7618BB" w:rsidR="009B5E61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9B5E61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2" w:type="dxa"/>
          </w:tcPr>
          <w:p w14:paraId="1D0335AD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5" w:type="dxa"/>
          </w:tcPr>
          <w:p w14:paraId="1F2EE4EC" w14:textId="517F375A" w:rsidR="009B5E61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9B5E61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167D80C5" w14:textId="77777777" w:rsidTr="001904BD">
        <w:tc>
          <w:tcPr>
            <w:tcW w:w="5814" w:type="dxa"/>
          </w:tcPr>
          <w:p w14:paraId="571E98CB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  <w:vAlign w:val="center"/>
          </w:tcPr>
          <w:p w14:paraId="4BD883F4" w14:textId="0E55275D" w:rsidR="009B5E61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72" w:type="dxa"/>
          </w:tcPr>
          <w:p w14:paraId="4C4B0A2C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 w14:paraId="75D20E5A" w14:textId="2FF8D478" w:rsidR="009B5E61" w:rsidRPr="00DC2ACA" w:rsidRDefault="00F9706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3BC773F2" w14:textId="77777777" w:rsidTr="001904BD">
        <w:tc>
          <w:tcPr>
            <w:tcW w:w="5814" w:type="dxa"/>
          </w:tcPr>
          <w:p w14:paraId="67C1B299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0CED77CB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72" w:type="dxa"/>
          </w:tcPr>
          <w:p w14:paraId="0D1962EB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5" w:type="dxa"/>
          </w:tcPr>
          <w:p w14:paraId="21F47F61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6EBCF00D" w14:textId="77777777" w:rsidTr="001904BD">
        <w:tc>
          <w:tcPr>
            <w:tcW w:w="5814" w:type="dxa"/>
          </w:tcPr>
          <w:p w14:paraId="6DB7DE3B" w14:textId="3D40F6A5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เจ้าหนี้การค้า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350" w:type="dxa"/>
          </w:tcPr>
          <w:p w14:paraId="41D57D09" w14:textId="7F1BF20F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22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616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304</w:t>
            </w:r>
          </w:p>
        </w:tc>
        <w:tc>
          <w:tcPr>
            <w:tcW w:w="72" w:type="dxa"/>
            <w:vAlign w:val="center"/>
          </w:tcPr>
          <w:p w14:paraId="362AA8FF" w14:textId="77777777" w:rsidR="002269CC" w:rsidRPr="00DC2ACA" w:rsidRDefault="002269CC" w:rsidP="001D05B5">
            <w:pPr>
              <w:ind w:right="9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5" w:type="dxa"/>
          </w:tcPr>
          <w:p w14:paraId="1DA2199A" w14:textId="1DEE3111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21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880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551</w:t>
            </w:r>
          </w:p>
        </w:tc>
      </w:tr>
      <w:tr w:rsidR="004F0216" w:rsidRPr="00DC2ACA" w14:paraId="6A23CE79" w14:textId="77777777" w:rsidTr="001904BD">
        <w:tc>
          <w:tcPr>
            <w:tcW w:w="5814" w:type="dxa"/>
          </w:tcPr>
          <w:p w14:paraId="61520B05" w14:textId="21230FC6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350" w:type="dxa"/>
            <w:shd w:val="clear" w:color="auto" w:fill="auto"/>
          </w:tcPr>
          <w:p w14:paraId="237DB907" w14:textId="20238756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576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628</w:t>
            </w:r>
          </w:p>
        </w:tc>
        <w:tc>
          <w:tcPr>
            <w:tcW w:w="72" w:type="dxa"/>
            <w:vAlign w:val="center"/>
          </w:tcPr>
          <w:p w14:paraId="292FFED6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</w:tcPr>
          <w:p w14:paraId="3150218C" w14:textId="7131201D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647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742</w:t>
            </w:r>
          </w:p>
        </w:tc>
      </w:tr>
      <w:tr w:rsidR="004F0216" w:rsidRPr="00DC2ACA" w14:paraId="1C8E2287" w14:textId="77777777" w:rsidTr="00CE21CD">
        <w:tc>
          <w:tcPr>
            <w:tcW w:w="5814" w:type="dxa"/>
          </w:tcPr>
          <w:p w14:paraId="7AB4F742" w14:textId="5CE10C91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B7E901F" w14:textId="145172E1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13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007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920</w:t>
            </w:r>
          </w:p>
        </w:tc>
        <w:tc>
          <w:tcPr>
            <w:tcW w:w="72" w:type="dxa"/>
            <w:vAlign w:val="center"/>
          </w:tcPr>
          <w:p w14:paraId="116BB388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</w:tcPr>
          <w:p w14:paraId="6BD319B5" w14:textId="1BD04321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10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528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783</w:t>
            </w:r>
          </w:p>
        </w:tc>
      </w:tr>
      <w:tr w:rsidR="004F0216" w:rsidRPr="00DC2ACA" w14:paraId="63C97434" w14:textId="77777777" w:rsidTr="001904BD">
        <w:tc>
          <w:tcPr>
            <w:tcW w:w="5814" w:type="dxa"/>
          </w:tcPr>
          <w:p w14:paraId="13CF4C91" w14:textId="2424B0DA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เจ้าหนี้ค่าซื้อสินทรัพย์ถาวร</w:t>
            </w:r>
          </w:p>
        </w:tc>
        <w:tc>
          <w:tcPr>
            <w:tcW w:w="1350" w:type="dxa"/>
            <w:shd w:val="clear" w:color="auto" w:fill="auto"/>
          </w:tcPr>
          <w:p w14:paraId="12B92102" w14:textId="57687708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37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588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424</w:t>
            </w:r>
          </w:p>
        </w:tc>
        <w:tc>
          <w:tcPr>
            <w:tcW w:w="72" w:type="dxa"/>
            <w:vAlign w:val="center"/>
          </w:tcPr>
          <w:p w14:paraId="63340465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</w:tcPr>
          <w:p w14:paraId="5D997925" w14:textId="00A2FFA9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15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049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271</w:t>
            </w:r>
          </w:p>
        </w:tc>
      </w:tr>
      <w:tr w:rsidR="004F0216" w:rsidRPr="00DC2ACA" w14:paraId="1C37D74B" w14:textId="77777777" w:rsidTr="001904BD">
        <w:tc>
          <w:tcPr>
            <w:tcW w:w="5814" w:type="dxa"/>
          </w:tcPr>
          <w:p w14:paraId="427BE115" w14:textId="02199732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เจ้าหนี้กรมสรรพากร</w:t>
            </w:r>
          </w:p>
        </w:tc>
        <w:tc>
          <w:tcPr>
            <w:tcW w:w="1350" w:type="dxa"/>
            <w:shd w:val="clear" w:color="auto" w:fill="auto"/>
          </w:tcPr>
          <w:p w14:paraId="2576B594" w14:textId="78A93918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327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780</w:t>
            </w:r>
          </w:p>
        </w:tc>
        <w:tc>
          <w:tcPr>
            <w:tcW w:w="72" w:type="dxa"/>
            <w:vAlign w:val="center"/>
          </w:tcPr>
          <w:p w14:paraId="5620A52A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</w:tcPr>
          <w:p w14:paraId="3D6D1127" w14:textId="0A6AA7ED" w:rsidR="002269CC" w:rsidRPr="00DC2ACA" w:rsidRDefault="00F9706D" w:rsidP="001D05B5">
            <w:pPr>
              <w:tabs>
                <w:tab w:val="decimal" w:pos="1290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4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499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421</w:t>
            </w:r>
          </w:p>
        </w:tc>
      </w:tr>
      <w:tr w:rsidR="004F0216" w:rsidRPr="00DC2ACA" w14:paraId="7911F67D" w14:textId="77777777" w:rsidTr="00743139">
        <w:tc>
          <w:tcPr>
            <w:tcW w:w="5814" w:type="dxa"/>
          </w:tcPr>
          <w:p w14:paraId="254B0EB9" w14:textId="4F91D2D9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350" w:type="dxa"/>
            <w:shd w:val="clear" w:color="auto" w:fill="auto"/>
          </w:tcPr>
          <w:p w14:paraId="4B8084B5" w14:textId="167E4DBB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741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285</w:t>
            </w:r>
          </w:p>
        </w:tc>
        <w:tc>
          <w:tcPr>
            <w:tcW w:w="72" w:type="dxa"/>
            <w:vAlign w:val="center"/>
          </w:tcPr>
          <w:p w14:paraId="1C6FE1C2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</w:tcPr>
          <w:p w14:paraId="0B348654" w14:textId="2AE3F007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13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159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141</w:t>
            </w:r>
          </w:p>
        </w:tc>
      </w:tr>
      <w:tr w:rsidR="004F0216" w:rsidRPr="00DC2ACA" w14:paraId="3F8B0428" w14:textId="77777777" w:rsidTr="00743139">
        <w:tc>
          <w:tcPr>
            <w:tcW w:w="5814" w:type="dxa"/>
          </w:tcPr>
          <w:p w14:paraId="72E96541" w14:textId="65325FF2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ค่าก่อสร้างค้างจ่าย</w:t>
            </w:r>
          </w:p>
        </w:tc>
        <w:tc>
          <w:tcPr>
            <w:tcW w:w="1350" w:type="dxa"/>
            <w:shd w:val="clear" w:color="auto" w:fill="auto"/>
          </w:tcPr>
          <w:p w14:paraId="7EDE69F1" w14:textId="46DC7040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771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035</w:t>
            </w:r>
          </w:p>
        </w:tc>
        <w:tc>
          <w:tcPr>
            <w:tcW w:w="72" w:type="dxa"/>
            <w:vAlign w:val="center"/>
          </w:tcPr>
          <w:p w14:paraId="35934228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</w:tcPr>
          <w:p w14:paraId="6D5DB8E4" w14:textId="5FFF50B4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031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181</w:t>
            </w:r>
          </w:p>
        </w:tc>
      </w:tr>
      <w:tr w:rsidR="004F0216" w:rsidRPr="00DC2ACA" w14:paraId="105C796F" w14:textId="77777777" w:rsidTr="00743139">
        <w:tc>
          <w:tcPr>
            <w:tcW w:w="5814" w:type="dxa"/>
          </w:tcPr>
          <w:p w14:paraId="412A1F88" w14:textId="4CBF751F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อื่น ๆ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80883A5" w14:textId="1145543C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661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652</w:t>
            </w:r>
          </w:p>
        </w:tc>
        <w:tc>
          <w:tcPr>
            <w:tcW w:w="72" w:type="dxa"/>
            <w:vAlign w:val="center"/>
          </w:tcPr>
          <w:p w14:paraId="49AEFF3F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5982F777" w14:textId="1E147EBE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579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936</w:t>
            </w:r>
          </w:p>
        </w:tc>
      </w:tr>
      <w:tr w:rsidR="004F0216" w:rsidRPr="00DC2ACA" w14:paraId="04EEF37E" w14:textId="77777777" w:rsidTr="00CE21CD">
        <w:tc>
          <w:tcPr>
            <w:tcW w:w="5814" w:type="dxa"/>
          </w:tcPr>
          <w:p w14:paraId="46AB4BB3" w14:textId="77777777" w:rsidR="002269CC" w:rsidRPr="00DC2ACA" w:rsidRDefault="002269CC" w:rsidP="001D05B5">
            <w:pPr>
              <w:ind w:left="157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83EA98" w14:textId="022AB34B" w:rsidR="002269CC" w:rsidRPr="00DC2ACA" w:rsidRDefault="00F9706D" w:rsidP="001D05B5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98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291</w:t>
            </w:r>
            <w:r w:rsidR="00DF5AC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028</w:t>
            </w:r>
          </w:p>
        </w:tc>
        <w:tc>
          <w:tcPr>
            <w:tcW w:w="72" w:type="dxa"/>
            <w:vAlign w:val="center"/>
          </w:tcPr>
          <w:p w14:paraId="43CB9785" w14:textId="77777777" w:rsidR="002269CC" w:rsidRPr="00DC2ACA" w:rsidRDefault="002269CC" w:rsidP="001D05B5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</w:tcPr>
          <w:p w14:paraId="74809C09" w14:textId="47A10073" w:rsidR="002269CC" w:rsidRPr="00DC2ACA" w:rsidRDefault="00F9706D" w:rsidP="001D05B5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69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376</w:t>
            </w:r>
            <w:r w:rsidR="002269C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026</w:t>
            </w:r>
          </w:p>
        </w:tc>
      </w:tr>
    </w:tbl>
    <w:p w14:paraId="296ECAF1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327F220" w14:textId="4B1351CB" w:rsidR="000D5FB7" w:rsidRPr="00DC2ACA" w:rsidRDefault="00F9706D" w:rsidP="001D05B5">
      <w:pPr>
        <w:tabs>
          <w:tab w:val="left" w:pos="540"/>
        </w:tabs>
        <w:spacing w:before="360"/>
        <w:ind w:right="4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0D5FB7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D5FB7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เงินกู้ยืม</w:t>
      </w:r>
      <w:r w:rsidR="00533DA7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ระยะยาวจากสถาบันการเงิน</w:t>
      </w:r>
    </w:p>
    <w:p w14:paraId="096D9C8C" w14:textId="017A1FCD" w:rsidR="00516877" w:rsidRPr="00DC2ACA" w:rsidRDefault="00516877" w:rsidP="001D05B5">
      <w:pPr>
        <w:pStyle w:val="ListParagraph"/>
        <w:spacing w:after="120"/>
        <w:ind w:left="547"/>
        <w:contextualSpacing w:val="0"/>
        <w:rPr>
          <w:rFonts w:asciiTheme="majorBidi" w:hAnsiTheme="majorBidi" w:cstheme="majorBidi"/>
          <w:sz w:val="32"/>
          <w:szCs w:val="32"/>
          <w:lang w:val="th-TH"/>
        </w:rPr>
      </w:pPr>
      <w:r w:rsidRPr="00DC2ACA">
        <w:rPr>
          <w:rFonts w:asciiTheme="majorBidi" w:hAnsiTheme="majorBidi" w:cstheme="majorBidi"/>
          <w:sz w:val="32"/>
          <w:szCs w:val="32"/>
          <w:cs/>
          <w:lang w:val="th-TH"/>
        </w:rPr>
        <w:t>เงินกู้ยืมระยะยาว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จากสถาบันการเงิน </w:t>
      </w:r>
      <w:r w:rsidRPr="00DC2ACA">
        <w:rPr>
          <w:rFonts w:asciiTheme="majorBidi" w:hAnsiTheme="majorBidi" w:cstheme="majorBidi"/>
          <w:sz w:val="32"/>
          <w:szCs w:val="32"/>
          <w:cs/>
          <w:lang w:val="th-TH"/>
        </w:rPr>
        <w:t>ประกอบด้วย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1440"/>
        <w:gridCol w:w="90"/>
        <w:gridCol w:w="1440"/>
      </w:tblGrid>
      <w:tr w:rsidR="004F0216" w:rsidRPr="00DC2ACA" w14:paraId="1E70E57D" w14:textId="77777777" w:rsidTr="006F101D">
        <w:tc>
          <w:tcPr>
            <w:tcW w:w="5760" w:type="dxa"/>
          </w:tcPr>
          <w:p w14:paraId="4D1B5324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517355" w14:textId="77777777" w:rsidR="00AF3C00" w:rsidRPr="00DC2ACA" w:rsidRDefault="00AF3C00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90" w:type="dxa"/>
          </w:tcPr>
          <w:p w14:paraId="4BC242E5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68D1BD0" w14:textId="77777777" w:rsidR="00AF3C00" w:rsidRPr="00DC2ACA" w:rsidRDefault="00AF3C00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4B0F7E2E" w14:textId="77777777" w:rsidTr="006F101D">
        <w:tc>
          <w:tcPr>
            <w:tcW w:w="5760" w:type="dxa"/>
          </w:tcPr>
          <w:p w14:paraId="6C20A7AD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CD8BB0" w14:textId="1F95861E" w:rsidR="00AF3C00" w:rsidRPr="00DC2ACA" w:rsidRDefault="00F9706D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" w:type="dxa"/>
          </w:tcPr>
          <w:p w14:paraId="5774B1E2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2D907DD" w14:textId="2CB51F86" w:rsidR="00AF3C00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AF3C00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546699CE" w14:textId="77777777" w:rsidTr="006F101D">
        <w:tc>
          <w:tcPr>
            <w:tcW w:w="5760" w:type="dxa"/>
          </w:tcPr>
          <w:p w14:paraId="2C687CD5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  <w:vAlign w:val="center"/>
          </w:tcPr>
          <w:p w14:paraId="3F89D437" w14:textId="235031B9" w:rsidR="009325FD" w:rsidRPr="00DC2ACA" w:rsidRDefault="00F9706D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68</w:t>
            </w:r>
          </w:p>
        </w:tc>
        <w:tc>
          <w:tcPr>
            <w:tcW w:w="90" w:type="dxa"/>
          </w:tcPr>
          <w:p w14:paraId="259F1DD8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448B578" w14:textId="4AD7E09D" w:rsidR="009325FD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00905A7E" w14:textId="77777777" w:rsidTr="006F101D">
        <w:tc>
          <w:tcPr>
            <w:tcW w:w="5760" w:type="dxa"/>
          </w:tcPr>
          <w:p w14:paraId="08FB5072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49D9CA" w14:textId="77777777" w:rsidR="009325FD" w:rsidRPr="00DC2ACA" w:rsidRDefault="009325FD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90" w:type="dxa"/>
          </w:tcPr>
          <w:p w14:paraId="2834F2F3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2592295" w14:textId="77777777" w:rsidR="009325FD" w:rsidRPr="00DC2ACA" w:rsidRDefault="009325F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27309AAA" w14:textId="77777777" w:rsidTr="006F101D">
        <w:tc>
          <w:tcPr>
            <w:tcW w:w="5760" w:type="dxa"/>
          </w:tcPr>
          <w:p w14:paraId="3CEC3544" w14:textId="45284911" w:rsidR="00085449" w:rsidRPr="00DC2ACA" w:rsidRDefault="00085449" w:rsidP="001D05B5">
            <w:pPr>
              <w:tabs>
                <w:tab w:val="left" w:pos="365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เงินกู้ยืมระยะยาวจากสถาบันการเงินตามหมายเหตุข้อ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CC452F6" w14:textId="07093B08" w:rsidR="00085449" w:rsidRPr="00DC2ACA" w:rsidRDefault="00F9706D" w:rsidP="001D05B5">
            <w:pPr>
              <w:tabs>
                <w:tab w:val="decimal" w:pos="1343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76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859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761</w:t>
            </w:r>
          </w:p>
        </w:tc>
        <w:tc>
          <w:tcPr>
            <w:tcW w:w="90" w:type="dxa"/>
          </w:tcPr>
          <w:p w14:paraId="22AF83D5" w14:textId="77777777" w:rsidR="00085449" w:rsidRPr="00DC2ACA" w:rsidRDefault="00085449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</w:tcPr>
          <w:p w14:paraId="42613B66" w14:textId="35C731A1" w:rsidR="00085449" w:rsidRPr="00DC2ACA" w:rsidRDefault="00F9706D" w:rsidP="001D05B5">
            <w:pPr>
              <w:tabs>
                <w:tab w:val="decimal" w:pos="1347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93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506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494</w:t>
            </w:r>
          </w:p>
        </w:tc>
      </w:tr>
      <w:tr w:rsidR="004F0216" w:rsidRPr="00DC2ACA" w14:paraId="55708831" w14:textId="77777777" w:rsidTr="00E2239A">
        <w:tc>
          <w:tcPr>
            <w:tcW w:w="5760" w:type="dxa"/>
          </w:tcPr>
          <w:p w14:paraId="54CCE832" w14:textId="15986C8D" w:rsidR="00085449" w:rsidRPr="00DC2ACA" w:rsidRDefault="00085449" w:rsidP="001D05B5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เงินกู้ยืมระยะยาวจากสถาบันการเงินตามหมายเหตุข้อ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53F4AD7D" w14:textId="4573D95E" w:rsidR="00085449" w:rsidRPr="00DC2ACA" w:rsidRDefault="00F9706D" w:rsidP="001D05B5">
            <w:pPr>
              <w:tabs>
                <w:tab w:val="decimal" w:pos="1343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87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096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193</w:t>
            </w:r>
          </w:p>
        </w:tc>
        <w:tc>
          <w:tcPr>
            <w:tcW w:w="90" w:type="dxa"/>
          </w:tcPr>
          <w:p w14:paraId="6CB080C1" w14:textId="77777777" w:rsidR="00085449" w:rsidRPr="00DC2ACA" w:rsidRDefault="00085449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</w:tcPr>
          <w:p w14:paraId="4A485EFA" w14:textId="66C2F08F" w:rsidR="00085449" w:rsidRPr="00DC2ACA" w:rsidRDefault="00F9706D" w:rsidP="001D05B5">
            <w:pPr>
              <w:tabs>
                <w:tab w:val="decimal" w:pos="1347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54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907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687</w:t>
            </w:r>
          </w:p>
        </w:tc>
      </w:tr>
      <w:tr w:rsidR="004F0216" w:rsidRPr="00DC2ACA" w14:paraId="35D9C610" w14:textId="77777777" w:rsidTr="006F101D">
        <w:tc>
          <w:tcPr>
            <w:tcW w:w="5760" w:type="dxa"/>
          </w:tcPr>
          <w:p w14:paraId="0EAA20BC" w14:textId="77777777" w:rsidR="00085449" w:rsidRPr="00DC2ACA" w:rsidRDefault="00085449" w:rsidP="001D05B5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ค่าธรรมเนียมการกู้ยืมรอตัดบัญชี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FB68FE2" w14:textId="3997D8D6" w:rsidR="00085449" w:rsidRPr="00DC2ACA" w:rsidRDefault="00CA7397" w:rsidP="001D05B5">
            <w:pPr>
              <w:tabs>
                <w:tab w:val="decimal" w:pos="1343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309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241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90" w:type="dxa"/>
          </w:tcPr>
          <w:p w14:paraId="09BAA4CD" w14:textId="77777777" w:rsidR="00085449" w:rsidRPr="00DC2ACA" w:rsidRDefault="00085449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50FBD4" w14:textId="7E561C2F" w:rsidR="00085449" w:rsidRPr="00DC2ACA" w:rsidRDefault="00085449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1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504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555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F0216" w:rsidRPr="00DC2ACA" w14:paraId="35C4783E" w14:textId="77777777" w:rsidTr="006F101D">
        <w:tc>
          <w:tcPr>
            <w:tcW w:w="5760" w:type="dxa"/>
          </w:tcPr>
          <w:p w14:paraId="7E9029AD" w14:textId="77777777" w:rsidR="00085449" w:rsidRPr="00DC2ACA" w:rsidRDefault="00085449" w:rsidP="001D05B5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B9BD831" w14:textId="1F6244C9" w:rsidR="00085449" w:rsidRPr="00DC2ACA" w:rsidRDefault="00F9706D" w:rsidP="001D05B5">
            <w:pPr>
              <w:tabs>
                <w:tab w:val="decimal" w:pos="1343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162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646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713</w:t>
            </w:r>
          </w:p>
        </w:tc>
        <w:tc>
          <w:tcPr>
            <w:tcW w:w="90" w:type="dxa"/>
          </w:tcPr>
          <w:p w14:paraId="24C1C3DE" w14:textId="77777777" w:rsidR="00085449" w:rsidRPr="00DC2ACA" w:rsidRDefault="00085449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883DD10" w14:textId="000B29C6" w:rsidR="00085449" w:rsidRPr="00DC2ACA" w:rsidRDefault="00F9706D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146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909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626</w:t>
            </w:r>
          </w:p>
        </w:tc>
      </w:tr>
      <w:tr w:rsidR="004F0216" w:rsidRPr="00DC2ACA" w14:paraId="51AFDF19" w14:textId="77777777" w:rsidTr="006F101D">
        <w:tc>
          <w:tcPr>
            <w:tcW w:w="5760" w:type="dxa"/>
          </w:tcPr>
          <w:p w14:paraId="4D45BCA9" w14:textId="77777777" w:rsidR="00085449" w:rsidRPr="00DC2ACA" w:rsidRDefault="00085449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  <w:shd w:val="clear" w:color="auto" w:fill="auto"/>
          </w:tcPr>
          <w:p w14:paraId="07638CF2" w14:textId="188D45D8" w:rsidR="00085449" w:rsidRPr="00DC2ACA" w:rsidRDefault="00CA7397" w:rsidP="001D05B5">
            <w:pPr>
              <w:tabs>
                <w:tab w:val="decimal" w:pos="1343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54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868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518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90" w:type="dxa"/>
          </w:tcPr>
          <w:p w14:paraId="1122C276" w14:textId="77777777" w:rsidR="00085449" w:rsidRPr="00DC2ACA" w:rsidRDefault="00085449" w:rsidP="001D05B5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</w:tcPr>
          <w:p w14:paraId="7D8AD239" w14:textId="764335AB" w:rsidR="00085449" w:rsidRPr="00DC2ACA" w:rsidRDefault="00085449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53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561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253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F0216" w:rsidRPr="00DC2ACA" w14:paraId="79D18F5A" w14:textId="77777777" w:rsidTr="006F101D">
        <w:tc>
          <w:tcPr>
            <w:tcW w:w="5760" w:type="dxa"/>
          </w:tcPr>
          <w:p w14:paraId="630EAECD" w14:textId="418B9793" w:rsidR="00085449" w:rsidRPr="00DC2ACA" w:rsidRDefault="00085449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ส่วนที่จะครบกำหนดชำระเกินหนึ่งปี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554DDD1" w14:textId="1EF10EFC" w:rsidR="00085449" w:rsidRPr="00DC2ACA" w:rsidRDefault="00F9706D" w:rsidP="001D05B5">
            <w:pPr>
              <w:tabs>
                <w:tab w:val="decimal" w:pos="1343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107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778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195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CE719E" w14:textId="77777777" w:rsidR="00085449" w:rsidRPr="00DC2ACA" w:rsidRDefault="00085449" w:rsidP="001D05B5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E99A50" w14:textId="31E5AB7A" w:rsidR="00085449" w:rsidRPr="00DC2ACA" w:rsidRDefault="00F9706D" w:rsidP="001D05B5">
            <w:pPr>
              <w:tabs>
                <w:tab w:val="decimal" w:pos="1347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93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348</w:t>
            </w:r>
            <w:r w:rsidR="00085449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373</w:t>
            </w:r>
          </w:p>
        </w:tc>
      </w:tr>
    </w:tbl>
    <w:p w14:paraId="2B2FCEA2" w14:textId="65AD3751" w:rsidR="000C4357" w:rsidRPr="00DC2ACA" w:rsidRDefault="00F9706D" w:rsidP="001D05B5">
      <w:pPr>
        <w:pStyle w:val="Style1"/>
        <w:numPr>
          <w:ilvl w:val="0"/>
          <w:numId w:val="0"/>
        </w:numPr>
        <w:spacing w:before="240"/>
        <w:ind w:left="1260" w:hanging="713"/>
        <w:jc w:val="thaiDistribute"/>
        <w:rPr>
          <w:b w:val="0"/>
          <w:bCs w:val="0"/>
        </w:rPr>
      </w:pPr>
      <w:r w:rsidRPr="00F9706D">
        <w:rPr>
          <w:b w:val="0"/>
          <w:bCs w:val="0"/>
          <w:lang w:val="en-US"/>
        </w:rPr>
        <w:t>15</w:t>
      </w:r>
      <w:r w:rsidR="000C4357" w:rsidRPr="00DC2ACA">
        <w:rPr>
          <w:b w:val="0"/>
          <w:bCs w:val="0"/>
        </w:rPr>
        <w:t>.</w:t>
      </w:r>
      <w:r w:rsidRPr="00F9706D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  <w:cs/>
        </w:rPr>
        <w:tab/>
        <w:t xml:space="preserve">เงินกู้ยืมระยะยาวจากสถาบันการเงินข้างต้นมีอัตราดอกเบี้ยร้อยละ </w:t>
      </w:r>
      <w:r w:rsidR="000C4357" w:rsidRPr="00DC2ACA">
        <w:rPr>
          <w:b w:val="0"/>
          <w:bCs w:val="0"/>
        </w:rPr>
        <w:t xml:space="preserve">MLR </w:t>
      </w:r>
      <w:r w:rsidR="000C4357" w:rsidRPr="00DC2ACA">
        <w:rPr>
          <w:b w:val="0"/>
          <w:bCs w:val="0"/>
          <w:cs/>
        </w:rPr>
        <w:t>ลบ</w:t>
      </w:r>
      <w:r w:rsidR="000C4357" w:rsidRPr="00DC2ACA">
        <w:rPr>
          <w:b w:val="0"/>
          <w:bCs w:val="0"/>
        </w:rPr>
        <w:t xml:space="preserve"> </w:t>
      </w:r>
      <w:r w:rsidRPr="00F9706D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</w:rPr>
        <w:t>.</w:t>
      </w:r>
      <w:r w:rsidRPr="00F9706D">
        <w:rPr>
          <w:b w:val="0"/>
          <w:bCs w:val="0"/>
          <w:lang w:val="en-US"/>
        </w:rPr>
        <w:t>0</w:t>
      </w:r>
      <w:r w:rsidR="000C4357" w:rsidRPr="00DC2ACA">
        <w:rPr>
          <w:b w:val="0"/>
          <w:bCs w:val="0"/>
        </w:rPr>
        <w:t xml:space="preserve"> - </w:t>
      </w:r>
      <w:r w:rsidRPr="00F9706D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  <w:cs/>
        </w:rPr>
        <w:t>.</w:t>
      </w:r>
      <w:r w:rsidRPr="00F9706D">
        <w:rPr>
          <w:b w:val="0"/>
          <w:bCs w:val="0"/>
          <w:lang w:val="en-US"/>
        </w:rPr>
        <w:t>5</w:t>
      </w:r>
      <w:r w:rsidR="000C4357" w:rsidRPr="00DC2ACA">
        <w:rPr>
          <w:b w:val="0"/>
          <w:bCs w:val="0"/>
          <w:cs/>
        </w:rPr>
        <w:t xml:space="preserve"> ต่อปี </w:t>
      </w:r>
      <w:r w:rsidR="000C4357" w:rsidRPr="00DC2ACA">
        <w:rPr>
          <w:b w:val="0"/>
          <w:bCs w:val="0"/>
        </w:rPr>
        <w:t xml:space="preserve">              </w:t>
      </w:r>
      <w:r w:rsidR="000C4357" w:rsidRPr="00DC2ACA">
        <w:rPr>
          <w:b w:val="0"/>
          <w:bCs w:val="0"/>
          <w:cs/>
        </w:rPr>
        <w:t xml:space="preserve">ค้ำประกันโดยกรรมการและมีหลักประกันเป็นที่ดินพร้อมสิ่งปลูกสร้างของบุคคลที่เกี่ยวข้องกัน โดยมีกำหนดชำระ คืนเป็นรายเดือน ซึ่งจะครบกำหนดในปี </w:t>
      </w:r>
      <w:r w:rsidRPr="00F9706D">
        <w:rPr>
          <w:b w:val="0"/>
          <w:bCs w:val="0"/>
          <w:lang w:val="en-US"/>
        </w:rPr>
        <w:t>2569</w:t>
      </w:r>
      <w:r w:rsidR="000C4357" w:rsidRPr="00DC2ACA">
        <w:rPr>
          <w:b w:val="0"/>
          <w:bCs w:val="0"/>
        </w:rPr>
        <w:t xml:space="preserve"> - </w:t>
      </w:r>
      <w:r w:rsidRPr="00F9706D">
        <w:rPr>
          <w:b w:val="0"/>
          <w:bCs w:val="0"/>
          <w:lang w:val="en-US"/>
        </w:rPr>
        <w:t>2572</w:t>
      </w:r>
    </w:p>
    <w:p w14:paraId="6416EA2D" w14:textId="77777777" w:rsidR="000C4357" w:rsidRPr="00DC2ACA" w:rsidRDefault="000C4357" w:rsidP="001D05B5">
      <w:pPr>
        <w:pStyle w:val="Style1"/>
        <w:numPr>
          <w:ilvl w:val="0"/>
          <w:numId w:val="0"/>
        </w:numPr>
        <w:spacing w:before="240"/>
        <w:ind w:left="1260"/>
        <w:jc w:val="thaiDistribute"/>
        <w:rPr>
          <w:b w:val="0"/>
          <w:bCs w:val="0"/>
          <w:cs/>
        </w:rPr>
      </w:pPr>
      <w:r w:rsidRPr="00DC2ACA">
        <w:rPr>
          <w:b w:val="0"/>
          <w:bCs w:val="0"/>
          <w:cs/>
        </w:rPr>
        <w:t>เงินกู้ยืมระยะยาวจากสถาบันการเงินข้างต้นซึ่งอยู่ภายใต้ข้อตกลงทางการเงิน โดยการดำรงอัตราส่วนหนี้สินต่อทุนและอัตราส่วนหนี้สินที่มีภาระดอกเบี้ยต่อทุนของบริษัทตามที่ระบุในสัญญากู้ยืมเงินจากธนาคารผู้ให้กู้</w:t>
      </w:r>
    </w:p>
    <w:p w14:paraId="5E22AB92" w14:textId="7AD504C3" w:rsidR="000C4357" w:rsidRPr="00DC2ACA" w:rsidRDefault="000C4357" w:rsidP="001D05B5">
      <w:pPr>
        <w:pStyle w:val="Style1"/>
        <w:numPr>
          <w:ilvl w:val="0"/>
          <w:numId w:val="0"/>
        </w:numPr>
        <w:spacing w:before="240"/>
        <w:ind w:left="1260"/>
        <w:jc w:val="thaiDistribute"/>
        <w:rPr>
          <w:b w:val="0"/>
          <w:bCs w:val="0"/>
        </w:rPr>
      </w:pPr>
      <w:r w:rsidRPr="00DC2ACA">
        <w:rPr>
          <w:b w:val="0"/>
          <w:bCs w:val="0"/>
          <w:cs/>
        </w:rPr>
        <w:t>ณ วันที่</w:t>
      </w:r>
      <w:r w:rsidR="00610B73" w:rsidRPr="00DC2ACA">
        <w:rPr>
          <w:b w:val="0"/>
          <w:bCs w:val="0"/>
        </w:rPr>
        <w:t xml:space="preserve"> </w:t>
      </w:r>
      <w:r w:rsidR="00F9706D" w:rsidRPr="00F9706D">
        <w:rPr>
          <w:b w:val="0"/>
          <w:bCs w:val="0"/>
          <w:lang w:val="en-US"/>
        </w:rPr>
        <w:t>30</w:t>
      </w:r>
      <w:r w:rsidR="00CD438C" w:rsidRPr="00DC2ACA">
        <w:rPr>
          <w:b w:val="0"/>
          <w:bCs w:val="0"/>
          <w:lang w:val="en-US"/>
        </w:rPr>
        <w:t xml:space="preserve"> </w:t>
      </w:r>
      <w:r w:rsidR="00CD438C" w:rsidRPr="00DC2ACA">
        <w:rPr>
          <w:b w:val="0"/>
          <w:bCs w:val="0"/>
          <w:cs/>
          <w:lang w:val="en-US"/>
        </w:rPr>
        <w:t>มิถุนายน</w:t>
      </w:r>
      <w:r w:rsidR="00610B73" w:rsidRPr="00DC2ACA">
        <w:rPr>
          <w:rFonts w:hint="cs"/>
          <w:b w:val="0"/>
          <w:bCs w:val="0"/>
          <w:cs/>
        </w:rPr>
        <w:t xml:space="preserve"> </w:t>
      </w:r>
      <w:r w:rsidR="00F9706D" w:rsidRPr="00F9706D">
        <w:rPr>
          <w:b w:val="0"/>
          <w:bCs w:val="0"/>
          <w:lang w:val="en-US"/>
        </w:rPr>
        <w:t>2568</w:t>
      </w:r>
      <w:r w:rsidR="00610B73" w:rsidRPr="00DC2ACA">
        <w:rPr>
          <w:b w:val="0"/>
          <w:bCs w:val="0"/>
          <w:lang w:val="en-US"/>
        </w:rPr>
        <w:t xml:space="preserve"> </w:t>
      </w:r>
      <w:r w:rsidR="00610B73" w:rsidRPr="00DC2ACA">
        <w:rPr>
          <w:rFonts w:hint="cs"/>
          <w:b w:val="0"/>
          <w:bCs w:val="0"/>
          <w:cs/>
          <w:lang w:val="en-US"/>
        </w:rPr>
        <w:t>และ</w:t>
      </w:r>
      <w:r w:rsidRPr="00DC2ACA">
        <w:rPr>
          <w:b w:val="0"/>
          <w:bCs w:val="0"/>
          <w:cs/>
        </w:rPr>
        <w:t xml:space="preserve"> </w:t>
      </w:r>
      <w:r w:rsidR="00D901C7" w:rsidRPr="00DC2ACA">
        <w:rPr>
          <w:rFonts w:hint="cs"/>
          <w:b w:val="0"/>
          <w:bCs w:val="0"/>
          <w:cs/>
        </w:rPr>
        <w:t xml:space="preserve">วันที่ </w:t>
      </w:r>
      <w:r w:rsidR="00F9706D" w:rsidRPr="00F9706D">
        <w:rPr>
          <w:b w:val="0"/>
          <w:bCs w:val="0"/>
          <w:lang w:val="en-US"/>
        </w:rPr>
        <w:t>31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 xml:space="preserve">ธันวาคม </w:t>
      </w:r>
      <w:r w:rsidR="00F9706D" w:rsidRPr="00F9706D">
        <w:rPr>
          <w:b w:val="0"/>
          <w:bCs w:val="0"/>
          <w:lang w:val="en-US"/>
        </w:rPr>
        <w:t>2567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 xml:space="preserve">บริษัทสามารถดำรงอัตราส่วนหนี้สินต่อทุนและอัตราส่วนหนี้สินที่มีภาระดอกเบี้ยต่อทุนไว้ในอัตราไม่เกิน </w:t>
      </w:r>
      <w:r w:rsidR="00F9706D" w:rsidRPr="00F9706D">
        <w:rPr>
          <w:b w:val="0"/>
          <w:bCs w:val="0"/>
          <w:lang w:val="en-US"/>
        </w:rPr>
        <w:t>3</w:t>
      </w:r>
      <w:r w:rsidRPr="00DC2ACA">
        <w:rPr>
          <w:b w:val="0"/>
          <w:bCs w:val="0"/>
        </w:rPr>
        <w:t>.</w:t>
      </w:r>
      <w:r w:rsidR="00F9706D" w:rsidRPr="00F9706D">
        <w:rPr>
          <w:b w:val="0"/>
          <w:bCs w:val="0"/>
          <w:lang w:val="en-US"/>
        </w:rPr>
        <w:t>5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 xml:space="preserve">เท่า และ </w:t>
      </w:r>
      <w:r w:rsidR="00F9706D" w:rsidRPr="00F9706D">
        <w:rPr>
          <w:b w:val="0"/>
          <w:bCs w:val="0"/>
          <w:lang w:val="en-US"/>
        </w:rPr>
        <w:t>2</w:t>
      </w:r>
      <w:r w:rsidRPr="00DC2ACA">
        <w:rPr>
          <w:b w:val="0"/>
          <w:bCs w:val="0"/>
        </w:rPr>
        <w:t>.</w:t>
      </w:r>
      <w:r w:rsidR="00F9706D" w:rsidRPr="00F9706D">
        <w:rPr>
          <w:b w:val="0"/>
          <w:bCs w:val="0"/>
          <w:lang w:val="en-US"/>
        </w:rPr>
        <w:t>0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>เท่า ตามลำดับ ที่ระบุไว้ในสัญญาเงินกู้ดังกล่าว ตลอดระยะเวลาที่บริษัทมีภาระหนี้อยู่กับสถาบันการเงิน</w:t>
      </w:r>
    </w:p>
    <w:p w14:paraId="731CD71A" w14:textId="68EC7385" w:rsidR="000C4357" w:rsidRPr="00DC2ACA" w:rsidRDefault="00F9706D" w:rsidP="001D05B5">
      <w:pPr>
        <w:pStyle w:val="Style1"/>
        <w:numPr>
          <w:ilvl w:val="0"/>
          <w:numId w:val="0"/>
        </w:numPr>
        <w:spacing w:before="240"/>
        <w:ind w:left="1260" w:hanging="713"/>
        <w:jc w:val="thaiDistribute"/>
        <w:rPr>
          <w:b w:val="0"/>
          <w:bCs w:val="0"/>
        </w:rPr>
      </w:pPr>
      <w:r w:rsidRPr="00F9706D">
        <w:rPr>
          <w:b w:val="0"/>
          <w:bCs w:val="0"/>
          <w:lang w:val="en-US"/>
        </w:rPr>
        <w:t>15</w:t>
      </w:r>
      <w:r w:rsidR="000C4357" w:rsidRPr="00DC2ACA">
        <w:rPr>
          <w:b w:val="0"/>
          <w:bCs w:val="0"/>
        </w:rPr>
        <w:t>.</w:t>
      </w:r>
      <w:r w:rsidRPr="00F9706D">
        <w:rPr>
          <w:b w:val="0"/>
          <w:bCs w:val="0"/>
          <w:lang w:val="en-US"/>
        </w:rPr>
        <w:t>2</w:t>
      </w:r>
      <w:r w:rsidR="000C4357" w:rsidRPr="00DC2ACA">
        <w:rPr>
          <w:b w:val="0"/>
          <w:bCs w:val="0"/>
          <w:cs/>
        </w:rPr>
        <w:tab/>
        <w:t xml:space="preserve">เงินกู้ยืมระยะยาวจากสถาบันการเงินข้างต้นมีอัตราดอกเบี้ยร้อยละ </w:t>
      </w:r>
      <w:r w:rsidR="000C4357" w:rsidRPr="00DC2ACA">
        <w:rPr>
          <w:b w:val="0"/>
          <w:bCs w:val="0"/>
        </w:rPr>
        <w:t xml:space="preserve">MLR </w:t>
      </w:r>
      <w:r w:rsidR="000C4357" w:rsidRPr="00DC2ACA">
        <w:rPr>
          <w:b w:val="0"/>
          <w:bCs w:val="0"/>
          <w:cs/>
        </w:rPr>
        <w:t>ลบ</w:t>
      </w:r>
      <w:r w:rsidR="000C4357" w:rsidRPr="00DC2ACA">
        <w:rPr>
          <w:b w:val="0"/>
          <w:bCs w:val="0"/>
        </w:rPr>
        <w:t xml:space="preserve"> </w:t>
      </w:r>
      <w:r w:rsidRPr="00F9706D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  <w:cs/>
        </w:rPr>
        <w:t>.</w:t>
      </w:r>
      <w:r w:rsidRPr="00F9706D">
        <w:rPr>
          <w:b w:val="0"/>
          <w:bCs w:val="0"/>
          <w:lang w:val="en-US"/>
        </w:rPr>
        <w:t>0</w:t>
      </w:r>
      <w:r w:rsidR="000C4357" w:rsidRPr="00DC2ACA">
        <w:rPr>
          <w:b w:val="0"/>
          <w:bCs w:val="0"/>
          <w:cs/>
        </w:rPr>
        <w:t xml:space="preserve"> ต่อปี </w:t>
      </w:r>
      <w:r w:rsidR="000C4357" w:rsidRPr="00DC2ACA">
        <w:rPr>
          <w:b w:val="0"/>
          <w:bCs w:val="0"/>
        </w:rPr>
        <w:br/>
      </w:r>
      <w:r w:rsidR="000C4357" w:rsidRPr="00DC2ACA">
        <w:rPr>
          <w:b w:val="0"/>
          <w:bCs w:val="0"/>
          <w:cs/>
        </w:rPr>
        <w:t xml:space="preserve">ค้ำประกันโดยกรรมการและมีหลักประกันเป็นเงินฝากประเภทออมทรัพย์ </w:t>
      </w:r>
      <w:r w:rsidR="000C4357" w:rsidRPr="00DC2ACA">
        <w:rPr>
          <w:b w:val="0"/>
          <w:bCs w:val="0"/>
        </w:rPr>
        <w:t>(</w:t>
      </w:r>
      <w:r w:rsidR="000C4357" w:rsidRPr="00DC2ACA">
        <w:rPr>
          <w:b w:val="0"/>
          <w:bCs w:val="0"/>
          <w:cs/>
        </w:rPr>
        <w:t xml:space="preserve">ดูหมายเหตุข้อ </w:t>
      </w:r>
      <w:r w:rsidRPr="00F9706D">
        <w:rPr>
          <w:b w:val="0"/>
          <w:bCs w:val="0"/>
          <w:lang w:val="en-US"/>
        </w:rPr>
        <w:t>9</w:t>
      </w:r>
      <w:r w:rsidR="000C4357" w:rsidRPr="00DC2ACA">
        <w:rPr>
          <w:b w:val="0"/>
          <w:bCs w:val="0"/>
        </w:rPr>
        <w:t>)</w:t>
      </w:r>
      <w:r w:rsidR="000C4357" w:rsidRPr="00DC2ACA">
        <w:rPr>
          <w:b w:val="0"/>
          <w:bCs w:val="0"/>
          <w:cs/>
        </w:rPr>
        <w:t xml:space="preserve"> โดยมีกำหนดชำระคืนเป็นรายเดือน ซึ่งจะครบกำหนดในปี </w:t>
      </w:r>
      <w:r w:rsidRPr="00F9706D">
        <w:rPr>
          <w:b w:val="0"/>
          <w:bCs w:val="0"/>
          <w:lang w:val="en-US"/>
        </w:rPr>
        <w:t>2572</w:t>
      </w:r>
    </w:p>
    <w:p w14:paraId="1F8F9833" w14:textId="77777777" w:rsidR="006F2BA4" w:rsidRPr="00DC2ACA" w:rsidRDefault="006F2BA4" w:rsidP="001D05B5">
      <w:pPr>
        <w:pStyle w:val="Style1"/>
        <w:numPr>
          <w:ilvl w:val="0"/>
          <w:numId w:val="0"/>
        </w:numPr>
        <w:spacing w:before="240"/>
        <w:ind w:left="1080" w:hanging="533"/>
        <w:jc w:val="left"/>
        <w:rPr>
          <w:lang w:val="en-US"/>
        </w:rPr>
      </w:pPr>
      <w:r w:rsidRPr="00DC2ACA">
        <w:rPr>
          <w:cs/>
          <w:lang w:val="en-US"/>
        </w:rPr>
        <w:t>วงเงินกู้ยืมระยะยาวจากสถาบันการเงิน</w:t>
      </w:r>
    </w:p>
    <w:p w14:paraId="62CE9A7E" w14:textId="6BE1D544" w:rsidR="006F2BA4" w:rsidRPr="00DC2ACA" w:rsidRDefault="006F2BA4" w:rsidP="001D05B5">
      <w:pPr>
        <w:ind w:left="547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9706D" w:rsidRPr="00F9706D">
        <w:rPr>
          <w:rFonts w:ascii="Angsana New" w:hAnsi="Angsana New"/>
          <w:sz w:val="32"/>
          <w:szCs w:val="32"/>
        </w:rPr>
        <w:t>31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ธันวาคม </w:t>
      </w:r>
      <w:r w:rsidR="00F9706D" w:rsidRPr="00F9706D">
        <w:rPr>
          <w:rFonts w:ascii="Angsana New" w:hAnsi="Angsana New"/>
          <w:sz w:val="32"/>
          <w:szCs w:val="32"/>
        </w:rPr>
        <w:t>2567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บริษัทมีวงเงินกู้ยืม</w:t>
      </w:r>
      <w:r w:rsidRPr="00DC2ACA">
        <w:rPr>
          <w:rFonts w:ascii="Angsana New" w:hAnsi="Angsana New"/>
          <w:sz w:val="32"/>
          <w:szCs w:val="32"/>
          <w:cs/>
          <w:lang w:val="en-GB"/>
        </w:rPr>
        <w:t>ระยะยาวจากสถาบันการเงิน</w:t>
      </w:r>
      <w:r w:rsidRPr="00DC2ACA">
        <w:rPr>
          <w:rFonts w:ascii="Angsana New" w:hAnsi="Angsana New"/>
          <w:sz w:val="32"/>
          <w:szCs w:val="32"/>
          <w:cs/>
        </w:rPr>
        <w:t xml:space="preserve">ที่ยังไม่ได้เบิกใช้ จำนวน </w:t>
      </w:r>
      <w:r w:rsidR="00F9706D" w:rsidRPr="00F9706D">
        <w:rPr>
          <w:rFonts w:ascii="Angsana New" w:hAnsi="Angsana New"/>
          <w:sz w:val="32"/>
          <w:szCs w:val="32"/>
        </w:rPr>
        <w:t>41</w:t>
      </w:r>
      <w:r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56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ล้านบาท</w:t>
      </w:r>
      <w:r w:rsidR="006700AA" w:rsidRPr="00DC2ACA">
        <w:rPr>
          <w:rFonts w:ascii="Angsana New" w:hAnsi="Angsana New" w:hint="cs"/>
          <w:sz w:val="32"/>
          <w:szCs w:val="32"/>
          <w:cs/>
        </w:rPr>
        <w:t xml:space="preserve"> </w:t>
      </w:r>
      <w:r w:rsidR="00BC3110" w:rsidRPr="00DC2ACA">
        <w:rPr>
          <w:rFonts w:ascii="Angsana New" w:hAnsi="Angsana New"/>
          <w:sz w:val="32"/>
          <w:szCs w:val="32"/>
        </w:rPr>
        <w:t>(</w:t>
      </w:r>
      <w:r w:rsidR="00CF1BE8" w:rsidRPr="00DC2ACA">
        <w:rPr>
          <w:rFonts w:ascii="Angsana New" w:hAnsi="Angsana New"/>
          <w:sz w:val="32"/>
          <w:szCs w:val="32"/>
          <w:cs/>
        </w:rPr>
        <w:t xml:space="preserve">ณ </w:t>
      </w:r>
      <w:r w:rsidR="008D1A04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F9706D" w:rsidRPr="00F9706D">
        <w:rPr>
          <w:rFonts w:ascii="Angsana New" w:hAnsi="Angsana New"/>
          <w:sz w:val="32"/>
          <w:szCs w:val="32"/>
        </w:rPr>
        <w:t>30</w:t>
      </w:r>
      <w:r w:rsidR="00CF1BE8" w:rsidRPr="00DC2ACA">
        <w:rPr>
          <w:rFonts w:ascii="Angsana New" w:hAnsi="Angsana New"/>
          <w:sz w:val="32"/>
          <w:szCs w:val="32"/>
        </w:rPr>
        <w:t xml:space="preserve"> </w:t>
      </w:r>
      <w:r w:rsidR="00CF1BE8" w:rsidRPr="00DC2ACA">
        <w:rPr>
          <w:rFonts w:ascii="Angsana New" w:hAnsi="Angsana New" w:hint="cs"/>
          <w:sz w:val="32"/>
          <w:szCs w:val="32"/>
          <w:cs/>
        </w:rPr>
        <w:t>มิถุนายน</w:t>
      </w:r>
      <w:r w:rsidR="00CF1BE8" w:rsidRPr="00DC2ACA">
        <w:rPr>
          <w:rFonts w:ascii="Angsana New" w:hAnsi="Angsana New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z w:val="32"/>
          <w:szCs w:val="32"/>
        </w:rPr>
        <w:t>2568</w:t>
      </w:r>
      <w:r w:rsidR="00CF1BE8" w:rsidRPr="00DC2ACA">
        <w:rPr>
          <w:rFonts w:ascii="Angsana New" w:hAnsi="Angsana New"/>
          <w:sz w:val="32"/>
          <w:szCs w:val="32"/>
        </w:rPr>
        <w:t xml:space="preserve">: </w:t>
      </w:r>
      <w:r w:rsidR="00CF1BE8" w:rsidRPr="00DC2ACA">
        <w:rPr>
          <w:rFonts w:ascii="Angsana New" w:hAnsi="Angsana New"/>
          <w:sz w:val="32"/>
          <w:szCs w:val="32"/>
          <w:cs/>
        </w:rPr>
        <w:t>ไม่มี</w:t>
      </w:r>
      <w:r w:rsidR="00CF1BE8" w:rsidRPr="00DC2ACA">
        <w:rPr>
          <w:rFonts w:ascii="Angsana New" w:hAnsi="Angsana New"/>
          <w:sz w:val="32"/>
          <w:szCs w:val="32"/>
        </w:rPr>
        <w:t>)</w:t>
      </w:r>
    </w:p>
    <w:p w14:paraId="4672483F" w14:textId="6579DD6B" w:rsidR="001D05B5" w:rsidRDefault="001D05B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B09FF6E" w14:textId="3617D92D" w:rsidR="005631AA" w:rsidRPr="00DC2ACA" w:rsidRDefault="00F9706D" w:rsidP="001D05B5">
      <w:pPr>
        <w:tabs>
          <w:tab w:val="left" w:pos="540"/>
        </w:tabs>
        <w:spacing w:before="360"/>
        <w:ind w:right="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16</w:t>
      </w:r>
      <w:r w:rsidR="000D10EB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0D10EB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31A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</w:t>
      </w:r>
    </w:p>
    <w:p w14:paraId="0998E70C" w14:textId="0A534A5B" w:rsidR="004A3EE8" w:rsidRPr="00DC2ACA" w:rsidRDefault="003937BF" w:rsidP="001D05B5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เงินกู้ยืมระยะยาว ประกอบด้วย 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1440"/>
        <w:gridCol w:w="90"/>
        <w:gridCol w:w="1440"/>
      </w:tblGrid>
      <w:tr w:rsidR="004F0216" w:rsidRPr="00DC2ACA" w14:paraId="385AE5F7" w14:textId="77777777" w:rsidTr="006F101D">
        <w:trPr>
          <w:cantSplit/>
        </w:trPr>
        <w:tc>
          <w:tcPr>
            <w:tcW w:w="5760" w:type="dxa"/>
          </w:tcPr>
          <w:p w14:paraId="49E460CB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6236BE" w14:textId="77777777" w:rsidR="00AF3C00" w:rsidRPr="00DC2ACA" w:rsidRDefault="00AF3C00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90" w:type="dxa"/>
          </w:tcPr>
          <w:p w14:paraId="27DAFF8D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78A869D" w14:textId="77777777" w:rsidR="00AF3C00" w:rsidRPr="00DC2ACA" w:rsidRDefault="00AF3C00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7ABA8776" w14:textId="77777777" w:rsidTr="006F101D">
        <w:trPr>
          <w:cantSplit/>
        </w:trPr>
        <w:tc>
          <w:tcPr>
            <w:tcW w:w="5760" w:type="dxa"/>
          </w:tcPr>
          <w:p w14:paraId="1234FFA9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40C273" w14:textId="018652F8" w:rsidR="00AF3C00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" w:type="dxa"/>
          </w:tcPr>
          <w:p w14:paraId="4D707744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E9C3C19" w14:textId="6F367064" w:rsidR="00AF3C00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AF3C00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45E37F90" w14:textId="77777777" w:rsidTr="006F101D">
        <w:trPr>
          <w:cantSplit/>
        </w:trPr>
        <w:tc>
          <w:tcPr>
            <w:tcW w:w="5760" w:type="dxa"/>
          </w:tcPr>
          <w:p w14:paraId="60EBA7C9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  <w:vAlign w:val="center"/>
          </w:tcPr>
          <w:p w14:paraId="4B90B5D7" w14:textId="39C98B95" w:rsidR="009325FD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90" w:type="dxa"/>
          </w:tcPr>
          <w:p w14:paraId="099CE18F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285E65E" w14:textId="22F43B83" w:rsidR="009325FD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70D6E143" w14:textId="77777777" w:rsidTr="006F101D">
        <w:trPr>
          <w:cantSplit/>
        </w:trPr>
        <w:tc>
          <w:tcPr>
            <w:tcW w:w="5760" w:type="dxa"/>
          </w:tcPr>
          <w:p w14:paraId="43A181DE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FFF139" w14:textId="77777777" w:rsidR="009325FD" w:rsidRPr="00DC2ACA" w:rsidRDefault="009325F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90" w:type="dxa"/>
          </w:tcPr>
          <w:p w14:paraId="66D5EDCC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810A000" w14:textId="77777777" w:rsidR="009325FD" w:rsidRPr="00DC2ACA" w:rsidRDefault="009325F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4CD955E7" w14:textId="77777777" w:rsidTr="006F101D">
        <w:trPr>
          <w:cantSplit/>
        </w:trPr>
        <w:tc>
          <w:tcPr>
            <w:tcW w:w="5760" w:type="dxa"/>
          </w:tcPr>
          <w:p w14:paraId="7E8CA931" w14:textId="385844C0" w:rsidR="005406D5" w:rsidRPr="00DC2ACA" w:rsidRDefault="005406D5" w:rsidP="001D05B5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440" w:type="dxa"/>
            <w:shd w:val="clear" w:color="auto" w:fill="auto"/>
          </w:tcPr>
          <w:p w14:paraId="7543C5B1" w14:textId="707A95FF" w:rsidR="005406D5" w:rsidRPr="00DC2ACA" w:rsidRDefault="00F9706D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293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098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633</w:t>
            </w:r>
          </w:p>
        </w:tc>
        <w:tc>
          <w:tcPr>
            <w:tcW w:w="90" w:type="dxa"/>
          </w:tcPr>
          <w:p w14:paraId="4404121C" w14:textId="77777777" w:rsidR="005406D5" w:rsidRPr="00DC2ACA" w:rsidRDefault="005406D5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378AEB" w14:textId="10BB5410" w:rsidR="005406D5" w:rsidRPr="00DC2ACA" w:rsidRDefault="00F9706D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292</w:t>
            </w:r>
            <w:r w:rsidR="005406D5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303</w:t>
            </w:r>
            <w:r w:rsidR="005406D5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073</w:t>
            </w:r>
          </w:p>
        </w:tc>
      </w:tr>
      <w:tr w:rsidR="004F0216" w:rsidRPr="00DC2ACA" w14:paraId="06F4B66C" w14:textId="77777777" w:rsidTr="006F101D">
        <w:trPr>
          <w:cantSplit/>
        </w:trPr>
        <w:tc>
          <w:tcPr>
            <w:tcW w:w="5760" w:type="dxa"/>
          </w:tcPr>
          <w:p w14:paraId="48C15490" w14:textId="1E36386C" w:rsidR="005406D5" w:rsidRPr="00DC2ACA" w:rsidRDefault="005406D5" w:rsidP="001D05B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ดอกเบี้ยจ่าย</w:t>
            </w:r>
            <w:r w:rsidR="00147EB4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  <w:r w:rsidR="00147EB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ค่าธรรมเนียมการกู้ยืม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BD5E364" w14:textId="56C649CF" w:rsidR="005406D5" w:rsidRPr="00DC2ACA" w:rsidRDefault="00CA7397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258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405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90" w:type="dxa"/>
          </w:tcPr>
          <w:p w14:paraId="17814D52" w14:textId="77777777" w:rsidR="005406D5" w:rsidRPr="00DC2ACA" w:rsidRDefault="005406D5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67FFC09" w14:textId="48ED16DB" w:rsidR="005406D5" w:rsidRPr="00DC2ACA" w:rsidRDefault="005406D5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16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130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889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F0216" w:rsidRPr="00DC2ACA" w14:paraId="2B418AAC" w14:textId="77777777" w:rsidTr="006F101D">
        <w:trPr>
          <w:cantSplit/>
        </w:trPr>
        <w:tc>
          <w:tcPr>
            <w:tcW w:w="5760" w:type="dxa"/>
          </w:tcPr>
          <w:p w14:paraId="7506F5D8" w14:textId="77777777" w:rsidR="005406D5" w:rsidRPr="00DC2ACA" w:rsidRDefault="005406D5" w:rsidP="001D05B5">
            <w:pPr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124A8B" w14:textId="66365A11" w:rsidR="005406D5" w:rsidRPr="00DC2ACA" w:rsidRDefault="00F9706D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275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840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228</w:t>
            </w:r>
          </w:p>
        </w:tc>
        <w:tc>
          <w:tcPr>
            <w:tcW w:w="90" w:type="dxa"/>
          </w:tcPr>
          <w:p w14:paraId="03C27FB4" w14:textId="77777777" w:rsidR="005406D5" w:rsidRPr="00DC2ACA" w:rsidRDefault="005406D5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7A9E1A0" w14:textId="451B073F" w:rsidR="005406D5" w:rsidRPr="00DC2ACA" w:rsidRDefault="00F9706D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276</w:t>
            </w:r>
            <w:r w:rsidR="005406D5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172</w:t>
            </w:r>
            <w:r w:rsidR="005406D5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184</w:t>
            </w:r>
          </w:p>
        </w:tc>
      </w:tr>
      <w:tr w:rsidR="004F0216" w:rsidRPr="00DC2ACA" w14:paraId="0CD8A500" w14:textId="77777777" w:rsidTr="006F101D">
        <w:trPr>
          <w:cantSplit/>
        </w:trPr>
        <w:tc>
          <w:tcPr>
            <w:tcW w:w="5760" w:type="dxa"/>
          </w:tcPr>
          <w:p w14:paraId="0C71B045" w14:textId="77777777" w:rsidR="005406D5" w:rsidRPr="00DC2ACA" w:rsidRDefault="005406D5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  <w:shd w:val="clear" w:color="auto" w:fill="auto"/>
          </w:tcPr>
          <w:p w14:paraId="0083FAFF" w14:textId="79BE2599" w:rsidR="005406D5" w:rsidRPr="00DC2ACA" w:rsidRDefault="00CA7397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145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259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603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90" w:type="dxa"/>
          </w:tcPr>
          <w:p w14:paraId="6240B764" w14:textId="77777777" w:rsidR="005406D5" w:rsidRPr="00DC2ACA" w:rsidRDefault="005406D5" w:rsidP="001D05B5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C85E5B" w14:textId="60AB83A0" w:rsidR="005406D5" w:rsidRPr="00DC2ACA" w:rsidRDefault="005406D5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150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934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111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F0216" w:rsidRPr="00DC2ACA" w14:paraId="51584713" w14:textId="77777777" w:rsidTr="000C0C97">
        <w:trPr>
          <w:cantSplit/>
        </w:trPr>
        <w:tc>
          <w:tcPr>
            <w:tcW w:w="5760" w:type="dxa"/>
          </w:tcPr>
          <w:p w14:paraId="6E3E9F9A" w14:textId="42E92ABD" w:rsidR="005406D5" w:rsidRPr="00DC2ACA" w:rsidRDefault="005406D5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ส่วนที่จะครบกำหนดชำระเกินหนึ่งปี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7DD665" w14:textId="3213E18F" w:rsidR="005406D5" w:rsidRPr="00DC2ACA" w:rsidRDefault="00F9706D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130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580</w:t>
            </w:r>
            <w:r w:rsidR="00CA7397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625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D96DFD8" w14:textId="77777777" w:rsidR="005406D5" w:rsidRPr="00DC2ACA" w:rsidRDefault="005406D5" w:rsidP="001D05B5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1644BF" w14:textId="6BA22263" w:rsidR="005406D5" w:rsidRPr="00DC2ACA" w:rsidRDefault="00F9706D" w:rsidP="001D05B5">
            <w:pPr>
              <w:tabs>
                <w:tab w:val="decimal" w:pos="1347"/>
              </w:tabs>
              <w:ind w:left="-116" w:right="9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125</w:t>
            </w:r>
            <w:r w:rsidR="005406D5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238</w:t>
            </w:r>
            <w:r w:rsidR="005406D5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073</w:t>
            </w:r>
          </w:p>
        </w:tc>
      </w:tr>
    </w:tbl>
    <w:p w14:paraId="42AB8F20" w14:textId="33D4E56D" w:rsidR="005631AA" w:rsidRPr="00DC2ACA" w:rsidRDefault="001D04D6" w:rsidP="001D05B5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เงินกู้ยืมระยะ</w:t>
      </w:r>
      <w:r w:rsidRPr="00DC2ACA">
        <w:rPr>
          <w:rFonts w:asciiTheme="majorBidi" w:hAnsiTheme="majorBidi" w:cstheme="majorBidi"/>
          <w:spacing w:val="-8"/>
          <w:sz w:val="32"/>
          <w:szCs w:val="32"/>
          <w:cs/>
        </w:rPr>
        <w:t>ยาว</w:t>
      </w:r>
      <w:r w:rsidR="003937BF" w:rsidRPr="00DC2ACA">
        <w:rPr>
          <w:rFonts w:asciiTheme="majorBidi" w:hAnsiTheme="majorBidi" w:cstheme="majorBidi"/>
          <w:spacing w:val="-6"/>
          <w:sz w:val="32"/>
          <w:szCs w:val="32"/>
          <w:cs/>
        </w:rPr>
        <w:t>ซึ่งเป็นหนี้สินตามสัญญาขายและเช่ากลับคืน</w:t>
      </w:r>
      <w:r w:rsidR="009E3293" w:rsidRPr="00DC2ACA">
        <w:rPr>
          <w:rFonts w:asciiTheme="majorBidi" w:hAnsiTheme="majorBidi" w:cstheme="majorBidi"/>
          <w:spacing w:val="-6"/>
          <w:sz w:val="32"/>
          <w:szCs w:val="32"/>
          <w:cs/>
        </w:rPr>
        <w:t>กับ</w:t>
      </w:r>
      <w:r w:rsidR="00894C9D">
        <w:rPr>
          <w:rFonts w:asciiTheme="majorBidi" w:hAnsiTheme="majorBidi" w:cstheme="majorBidi" w:hint="cs"/>
          <w:spacing w:val="-6"/>
          <w:sz w:val="32"/>
          <w:szCs w:val="32"/>
          <w:cs/>
        </w:rPr>
        <w:t>สถาบันการเงิน</w:t>
      </w:r>
      <w:r w:rsidR="009E3293" w:rsidRPr="00DC2ACA">
        <w:rPr>
          <w:rFonts w:asciiTheme="majorBidi" w:hAnsiTheme="majorBidi" w:cstheme="majorBidi"/>
          <w:spacing w:val="-6"/>
          <w:sz w:val="32"/>
          <w:szCs w:val="32"/>
          <w:cs/>
        </w:rPr>
        <w:t>หลายแห่ง</w:t>
      </w:r>
      <w:r w:rsidR="003937BF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  <w:cs/>
        </w:rPr>
        <w:t>มีอัตราดอกเบี้ยร้อยละ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520CF8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62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D5505" w:rsidRPr="00DC2ACA">
        <w:rPr>
          <w:rFonts w:asciiTheme="majorBidi" w:hAnsiTheme="majorBidi" w:cstheme="majorBidi"/>
          <w:spacing w:val="-6"/>
          <w:sz w:val="32"/>
          <w:szCs w:val="32"/>
        </w:rPr>
        <w:t>-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520CF8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96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  <w:cs/>
        </w:rPr>
        <w:t>ต่อปี และมีการ</w:t>
      </w:r>
      <w:r w:rsidR="005631AA" w:rsidRPr="00DC2ACA">
        <w:rPr>
          <w:rFonts w:asciiTheme="majorBidi" w:hAnsiTheme="majorBidi" w:cstheme="majorBidi"/>
          <w:sz w:val="32"/>
          <w:szCs w:val="32"/>
          <w:cs/>
        </w:rPr>
        <w:t>ค้ำประกันโดยกรรมการของบริษัท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>และเครื่องซ</w:t>
      </w:r>
      <w:r w:rsidR="00327F0C" w:rsidRPr="00DC2ACA">
        <w:rPr>
          <w:rFonts w:asciiTheme="majorBidi" w:hAnsiTheme="majorBidi" w:cstheme="majorBidi"/>
          <w:sz w:val="32"/>
          <w:szCs w:val="32"/>
          <w:cs/>
        </w:rPr>
        <w:t>ั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 xml:space="preserve">กผ้าและเครื่องอบผ้า </w:t>
      </w:r>
      <w:r w:rsidR="006D6DA3" w:rsidRPr="00DC2ACA">
        <w:rPr>
          <w:rFonts w:asciiTheme="majorBidi" w:hAnsiTheme="majorBidi" w:cstheme="majorBidi"/>
          <w:sz w:val="32"/>
          <w:szCs w:val="32"/>
          <w:cs/>
        </w:rPr>
        <w:br/>
      </w:r>
      <w:r w:rsidR="00E422BE" w:rsidRPr="00DC2ACA">
        <w:rPr>
          <w:rFonts w:asciiTheme="majorBidi" w:hAnsiTheme="majorBidi" w:cstheme="majorBidi"/>
          <w:sz w:val="32"/>
          <w:szCs w:val="32"/>
        </w:rPr>
        <w:t>(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>ดูหมายเหตุ</w:t>
      </w:r>
      <w:r w:rsidR="00950997" w:rsidRPr="00DC2ACA">
        <w:rPr>
          <w:rFonts w:asciiTheme="majorBidi" w:hAnsiTheme="majorBidi" w:cstheme="majorBidi"/>
          <w:sz w:val="32"/>
          <w:szCs w:val="32"/>
          <w:cs/>
        </w:rPr>
        <w:t>ข้อ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10</w:t>
      </w:r>
      <w:r w:rsidR="00E422BE" w:rsidRPr="00DC2ACA">
        <w:rPr>
          <w:rFonts w:asciiTheme="majorBidi" w:hAnsiTheme="majorBidi" w:cstheme="majorBidi"/>
          <w:sz w:val="32"/>
          <w:szCs w:val="32"/>
        </w:rPr>
        <w:t>)</w:t>
      </w:r>
    </w:p>
    <w:p w14:paraId="4B084FCB" w14:textId="28272122" w:rsidR="008B74F7" w:rsidRPr="00DC2ACA" w:rsidRDefault="00C37087" w:rsidP="001D05B5">
      <w:pPr>
        <w:pStyle w:val="Style1"/>
        <w:numPr>
          <w:ilvl w:val="0"/>
          <w:numId w:val="0"/>
        </w:numPr>
        <w:spacing w:before="240"/>
        <w:ind w:left="547"/>
        <w:jc w:val="thaiDistribute"/>
        <w:rPr>
          <w:b w:val="0"/>
          <w:bCs w:val="0"/>
        </w:rPr>
      </w:pPr>
      <w:r w:rsidRPr="00DC2ACA">
        <w:rPr>
          <w:rFonts w:asciiTheme="majorBidi" w:hAnsiTheme="majorBidi" w:cstheme="majorBidi"/>
          <w:b w:val="0"/>
          <w:bCs w:val="0"/>
          <w:cs/>
        </w:rPr>
        <w:t xml:space="preserve">ณ </w:t>
      </w:r>
      <w:r w:rsidR="006403FB" w:rsidRPr="00DC2ACA">
        <w:rPr>
          <w:rFonts w:asciiTheme="majorBidi" w:hAnsiTheme="majorBidi" w:cstheme="majorBidi"/>
          <w:b w:val="0"/>
          <w:bCs w:val="0"/>
          <w:cs/>
        </w:rPr>
        <w:t xml:space="preserve">วันที่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30</w:t>
      </w:r>
      <w:r w:rsidR="00CD438C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CD438C" w:rsidRPr="00DC2ACA">
        <w:rPr>
          <w:rFonts w:asciiTheme="majorBidi" w:hAnsiTheme="majorBidi" w:cstheme="majorBidi"/>
          <w:b w:val="0"/>
          <w:bCs w:val="0"/>
          <w:cs/>
          <w:lang w:val="en-US"/>
        </w:rPr>
        <w:t>มิถุนายน</w:t>
      </w:r>
      <w:r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2568</w:t>
      </w:r>
      <w:r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และวันที่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31</w:t>
      </w:r>
      <w:r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ธันวาคม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2567</w:t>
      </w:r>
      <w:r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6404A5" w:rsidRPr="00DC2ACA">
        <w:rPr>
          <w:b w:val="0"/>
          <w:bCs w:val="0"/>
          <w:spacing w:val="-4"/>
          <w:cs/>
        </w:rPr>
        <w:t xml:space="preserve">บริษัทสามารถดำรงอัตราส่วนหนี้สินต่อทุนไว้ในอัตราไม่เกิน </w:t>
      </w:r>
      <w:r w:rsidR="00F9706D" w:rsidRPr="00F9706D">
        <w:rPr>
          <w:b w:val="0"/>
          <w:bCs w:val="0"/>
          <w:spacing w:val="-4"/>
          <w:lang w:val="en-US"/>
        </w:rPr>
        <w:t>2</w:t>
      </w:r>
      <w:r w:rsidR="006404A5" w:rsidRPr="00DC2ACA">
        <w:rPr>
          <w:b w:val="0"/>
          <w:bCs w:val="0"/>
          <w:spacing w:val="-4"/>
          <w:lang w:val="en-US"/>
        </w:rPr>
        <w:t>.</w:t>
      </w:r>
      <w:r w:rsidR="00F9706D" w:rsidRPr="00F9706D">
        <w:rPr>
          <w:b w:val="0"/>
          <w:bCs w:val="0"/>
          <w:spacing w:val="-4"/>
          <w:lang w:val="en-US"/>
        </w:rPr>
        <w:t>5</w:t>
      </w:r>
      <w:r w:rsidR="006404A5" w:rsidRPr="00DC2ACA">
        <w:rPr>
          <w:b w:val="0"/>
          <w:bCs w:val="0"/>
          <w:spacing w:val="-4"/>
          <w:lang w:val="en-US"/>
        </w:rPr>
        <w:t xml:space="preserve"> </w:t>
      </w:r>
      <w:r w:rsidR="006404A5" w:rsidRPr="00DC2ACA">
        <w:rPr>
          <w:b w:val="0"/>
          <w:bCs w:val="0"/>
          <w:spacing w:val="-4"/>
          <w:cs/>
        </w:rPr>
        <w:t>เท่า</w:t>
      </w:r>
      <w:r w:rsidR="006404A5" w:rsidRPr="00DC2ACA">
        <w:rPr>
          <w:b w:val="0"/>
          <w:bCs w:val="0"/>
          <w:spacing w:val="-6"/>
        </w:rPr>
        <w:t xml:space="preserve"> </w:t>
      </w:r>
      <w:r w:rsidR="006404A5" w:rsidRPr="00DC2ACA">
        <w:rPr>
          <w:b w:val="0"/>
          <w:bCs w:val="0"/>
          <w:spacing w:val="-6"/>
          <w:cs/>
          <w:lang w:val="en-US"/>
        </w:rPr>
        <w:t>ตาม</w:t>
      </w:r>
      <w:r w:rsidR="006404A5" w:rsidRPr="00DC2ACA">
        <w:rPr>
          <w:b w:val="0"/>
          <w:bCs w:val="0"/>
          <w:spacing w:val="-6"/>
          <w:cs/>
        </w:rPr>
        <w:t>ที่ระบุไว้ในสัญญาเงินกู้ดังกล่าว ตลอดระยะเวลาที่บริษัทมีภาระหนี้กับ</w:t>
      </w:r>
      <w:r w:rsidR="00894C9D">
        <w:rPr>
          <w:rFonts w:hint="cs"/>
          <w:b w:val="0"/>
          <w:bCs w:val="0"/>
          <w:spacing w:val="-6"/>
          <w:cs/>
        </w:rPr>
        <w:t>สถาบันการเงิน</w:t>
      </w:r>
    </w:p>
    <w:p w14:paraId="34B187C1" w14:textId="20A13EBF" w:rsidR="00E34285" w:rsidRPr="00DC2ACA" w:rsidRDefault="00E34285" w:rsidP="001D05B5">
      <w:pPr>
        <w:pStyle w:val="Style1"/>
        <w:numPr>
          <w:ilvl w:val="0"/>
          <w:numId w:val="0"/>
        </w:numPr>
        <w:spacing w:before="240" w:after="240"/>
        <w:ind w:left="547"/>
        <w:jc w:val="thaiDistribute"/>
        <w:rPr>
          <w:b w:val="0"/>
          <w:bCs w:val="0"/>
          <w:lang w:val="en-US"/>
        </w:rPr>
      </w:pPr>
      <w:r w:rsidRPr="00DC2ACA">
        <w:rPr>
          <w:rFonts w:asciiTheme="majorBidi" w:hAnsiTheme="majorBidi" w:cstheme="majorBidi"/>
          <w:b w:val="0"/>
          <w:bCs w:val="0"/>
          <w:cs/>
        </w:rPr>
        <w:t>นอกจากนี้</w:t>
      </w:r>
      <w:r w:rsidR="00040B8F" w:rsidRPr="00DC2ACA">
        <w:rPr>
          <w:rFonts w:asciiTheme="majorBidi" w:hAnsiTheme="majorBidi" w:cstheme="majorBidi"/>
          <w:b w:val="0"/>
          <w:bCs w:val="0"/>
          <w:cs/>
        </w:rPr>
        <w:t xml:space="preserve"> </w:t>
      </w:r>
      <w:r w:rsidR="00F93E2A" w:rsidRPr="00DC2ACA">
        <w:rPr>
          <w:rFonts w:asciiTheme="majorBidi" w:hAnsiTheme="majorBidi" w:cstheme="majorBidi"/>
          <w:b w:val="0"/>
          <w:bCs w:val="0"/>
          <w:cs/>
        </w:rPr>
        <w:t xml:space="preserve">ณ วันที่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30</w:t>
      </w:r>
      <w:r w:rsidR="00CD438C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CD438C" w:rsidRPr="00DC2ACA">
        <w:rPr>
          <w:rFonts w:asciiTheme="majorBidi" w:hAnsiTheme="majorBidi" w:cstheme="majorBidi"/>
          <w:b w:val="0"/>
          <w:bCs w:val="0"/>
          <w:cs/>
          <w:lang w:val="en-US"/>
        </w:rPr>
        <w:t>มิถุนายน</w:t>
      </w:r>
      <w:r w:rsidR="00F94EAF"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2568</w:t>
      </w:r>
      <w:r w:rsidR="00F94EAF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F94EAF"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และวันที่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31</w:t>
      </w:r>
      <w:r w:rsidR="00F94EAF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F94EAF"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ธันวาคม </w:t>
      </w:r>
      <w:r w:rsidR="00F9706D" w:rsidRPr="00F9706D">
        <w:rPr>
          <w:rFonts w:asciiTheme="majorBidi" w:hAnsiTheme="majorBidi" w:cstheme="majorBidi"/>
          <w:b w:val="0"/>
          <w:bCs w:val="0"/>
          <w:lang w:val="en-US"/>
        </w:rPr>
        <w:t>2567</w:t>
      </w:r>
      <w:r w:rsidR="00F94EAF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7E2B8F" w:rsidRPr="00DC2ACA">
        <w:rPr>
          <w:b w:val="0"/>
          <w:bCs w:val="0"/>
          <w:cs/>
          <w:lang w:val="en-US"/>
        </w:rPr>
        <w:t>บริษัทสามารถดำรงอัตราส่วนความสามารถในการชำระหนี้ไว้ในอัตราไม่</w:t>
      </w:r>
      <w:r w:rsidR="00DF5F6E" w:rsidRPr="00DC2ACA">
        <w:rPr>
          <w:rFonts w:hint="cs"/>
          <w:b w:val="0"/>
          <w:bCs w:val="0"/>
          <w:cs/>
          <w:lang w:val="en-US"/>
        </w:rPr>
        <w:t>น้อยกว่า</w:t>
      </w:r>
      <w:r w:rsidR="007E2B8F" w:rsidRPr="00DC2ACA">
        <w:rPr>
          <w:b w:val="0"/>
          <w:bCs w:val="0"/>
          <w:cs/>
          <w:lang w:val="en-US"/>
        </w:rPr>
        <w:t xml:space="preserve"> </w:t>
      </w:r>
      <w:r w:rsidR="00F9706D" w:rsidRPr="00F9706D">
        <w:rPr>
          <w:b w:val="0"/>
          <w:bCs w:val="0"/>
          <w:lang w:val="en-US"/>
        </w:rPr>
        <w:t>1</w:t>
      </w:r>
      <w:r w:rsidR="007E2B8F" w:rsidRPr="00DC2ACA">
        <w:rPr>
          <w:b w:val="0"/>
          <w:bCs w:val="0"/>
          <w:lang w:val="en-US"/>
        </w:rPr>
        <w:t>.</w:t>
      </w:r>
      <w:r w:rsidR="00F9706D" w:rsidRPr="00F9706D">
        <w:rPr>
          <w:b w:val="0"/>
          <w:bCs w:val="0"/>
          <w:lang w:val="en-US"/>
        </w:rPr>
        <w:t>25</w:t>
      </w:r>
      <w:r w:rsidR="007E2B8F" w:rsidRPr="00DC2ACA">
        <w:rPr>
          <w:b w:val="0"/>
          <w:bCs w:val="0"/>
          <w:lang w:val="en-US"/>
        </w:rPr>
        <w:t xml:space="preserve"> </w:t>
      </w:r>
      <w:r w:rsidR="007E2B8F" w:rsidRPr="00DC2ACA">
        <w:rPr>
          <w:b w:val="0"/>
          <w:bCs w:val="0"/>
          <w:cs/>
          <w:lang w:val="en-US"/>
        </w:rPr>
        <w:t>เท่า ตามที่ระบุในสัญญาเงินกู้ดังกล่าว ตลอดระยะเวลาที่บริษัทมีภาระหนี้กับ</w:t>
      </w:r>
      <w:r w:rsidR="00894C9D">
        <w:rPr>
          <w:rFonts w:hint="cs"/>
          <w:b w:val="0"/>
          <w:bCs w:val="0"/>
          <w:cs/>
          <w:lang w:val="en-US"/>
        </w:rPr>
        <w:t>สถาบันการเงิน</w:t>
      </w:r>
    </w:p>
    <w:p w14:paraId="5A8FEADB" w14:textId="6E357959" w:rsidR="00180C30" w:rsidRPr="00DC2ACA" w:rsidRDefault="00180C30" w:rsidP="001D05B5">
      <w:pPr>
        <w:pStyle w:val="Style1"/>
        <w:numPr>
          <w:ilvl w:val="0"/>
          <w:numId w:val="0"/>
        </w:numPr>
        <w:spacing w:before="240"/>
        <w:ind w:left="547"/>
        <w:jc w:val="left"/>
        <w:rPr>
          <w:rFonts w:eastAsia="MS Mincho"/>
          <w:cs/>
        </w:rPr>
      </w:pPr>
      <w:r w:rsidRPr="00DC2ACA">
        <w:rPr>
          <w:rFonts w:eastAsia="MS Mincho"/>
          <w:cs/>
        </w:rPr>
        <w:t>วงเงินกู้ยืมระยะยาว</w:t>
      </w:r>
    </w:p>
    <w:p w14:paraId="5E31B470" w14:textId="7CB5B3AA" w:rsidR="00180C30" w:rsidRPr="00DC2ACA" w:rsidRDefault="00180C30" w:rsidP="001D05B5">
      <w:pPr>
        <w:ind w:left="547"/>
        <w:rPr>
          <w:rFonts w:ascii="Angsana New" w:hAnsi="Angsana New"/>
          <w:spacing w:val="-6"/>
          <w:sz w:val="32"/>
          <w:szCs w:val="32"/>
        </w:rPr>
      </w:pPr>
      <w:r w:rsidRPr="00DC2ACA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F9706D" w:rsidRPr="00F9706D">
        <w:rPr>
          <w:rFonts w:ascii="Angsana New" w:hAnsi="Angsana New"/>
          <w:spacing w:val="-6"/>
          <w:sz w:val="32"/>
          <w:szCs w:val="32"/>
        </w:rPr>
        <w:t>30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มิถุนายน </w:t>
      </w:r>
      <w:r w:rsidR="00F9706D" w:rsidRPr="00F9706D">
        <w:rPr>
          <w:rFonts w:ascii="Angsana New" w:hAnsi="Angsana New"/>
          <w:spacing w:val="-6"/>
          <w:sz w:val="32"/>
          <w:szCs w:val="32"/>
        </w:rPr>
        <w:t>2568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051575">
        <w:rPr>
          <w:rFonts w:ascii="Angsana New" w:hAnsi="Angsana New" w:hint="cs"/>
          <w:spacing w:val="-6"/>
          <w:sz w:val="32"/>
          <w:szCs w:val="32"/>
          <w:cs/>
        </w:rPr>
        <w:t xml:space="preserve">วันที่ </w:t>
      </w:r>
      <w:r w:rsidR="00F9706D" w:rsidRPr="00F9706D">
        <w:rPr>
          <w:rFonts w:ascii="Angsana New" w:hAnsi="Angsana New"/>
          <w:spacing w:val="-6"/>
          <w:sz w:val="32"/>
          <w:szCs w:val="32"/>
        </w:rPr>
        <w:t>31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F9706D" w:rsidRPr="00F9706D">
        <w:rPr>
          <w:rFonts w:ascii="Angsana New" w:hAnsi="Angsana New"/>
          <w:spacing w:val="-6"/>
          <w:sz w:val="32"/>
          <w:szCs w:val="32"/>
        </w:rPr>
        <w:t>2567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</w:rPr>
        <w:t>บริษัทมีวงเงินกู้ยืม</w:t>
      </w:r>
      <w:r w:rsidRPr="00DC2ACA">
        <w:rPr>
          <w:rFonts w:ascii="Angsana New" w:hAnsi="Angsana New"/>
          <w:spacing w:val="-6"/>
          <w:sz w:val="32"/>
          <w:szCs w:val="32"/>
          <w:cs/>
          <w:lang w:val="en-GB"/>
        </w:rPr>
        <w:t>ระยะยาว</w:t>
      </w:r>
      <w:r w:rsidRPr="00DC2ACA">
        <w:rPr>
          <w:rFonts w:ascii="Angsana New" w:hAnsi="Angsana New"/>
          <w:spacing w:val="-6"/>
          <w:sz w:val="32"/>
          <w:szCs w:val="32"/>
          <w:cs/>
        </w:rPr>
        <w:t xml:space="preserve">ที่ยังไม่ได้เบิกใช้ จำนวน </w:t>
      </w:r>
      <w:r w:rsidR="00F9706D" w:rsidRPr="00F9706D">
        <w:rPr>
          <w:rFonts w:ascii="Angsana New" w:hAnsi="Angsana New"/>
          <w:spacing w:val="-6"/>
          <w:sz w:val="32"/>
          <w:szCs w:val="32"/>
        </w:rPr>
        <w:t>159</w:t>
      </w:r>
      <w:r w:rsidRPr="00DC2ACA">
        <w:rPr>
          <w:rFonts w:ascii="Angsana New" w:hAnsi="Angsana New"/>
          <w:spacing w:val="-6"/>
          <w:sz w:val="32"/>
          <w:szCs w:val="32"/>
        </w:rPr>
        <w:t>.</w:t>
      </w:r>
      <w:r w:rsidR="00F9706D" w:rsidRPr="00F9706D">
        <w:rPr>
          <w:rFonts w:ascii="Angsana New" w:hAnsi="Angsana New"/>
          <w:spacing w:val="-6"/>
          <w:sz w:val="32"/>
          <w:szCs w:val="32"/>
        </w:rPr>
        <w:t>35</w:t>
      </w:r>
      <w:r w:rsidR="00C92634"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</w:t>
      </w:r>
      <w:r w:rsidR="00C92634"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="00C92634"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F9706D" w:rsidRPr="00F9706D">
        <w:rPr>
          <w:rFonts w:ascii="Angsana New" w:hAnsi="Angsana New"/>
          <w:spacing w:val="-6"/>
          <w:sz w:val="32"/>
          <w:szCs w:val="32"/>
        </w:rPr>
        <w:t>3</w:t>
      </w:r>
      <w:r w:rsidRPr="00DC2ACA">
        <w:rPr>
          <w:rFonts w:ascii="Angsana New" w:hAnsi="Angsana New"/>
          <w:spacing w:val="-6"/>
          <w:sz w:val="32"/>
          <w:szCs w:val="32"/>
        </w:rPr>
        <w:t>.</w:t>
      </w:r>
      <w:r w:rsidR="00F9706D" w:rsidRPr="00F9706D">
        <w:rPr>
          <w:rFonts w:ascii="Angsana New" w:hAnsi="Angsana New"/>
          <w:spacing w:val="-6"/>
          <w:sz w:val="32"/>
          <w:szCs w:val="32"/>
        </w:rPr>
        <w:t>95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="00C92634"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 ตามลำดับ</w:t>
      </w:r>
    </w:p>
    <w:p w14:paraId="27B2E029" w14:textId="4676F1E0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78BC5DD" w14:textId="2121614A" w:rsidR="00D75C8D" w:rsidRPr="00DC2ACA" w:rsidRDefault="00F9706D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17</w:t>
      </w:r>
      <w:r w:rsidR="00D75C8D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246C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75C8D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08326E74" w14:textId="47B98A2B" w:rsidR="00D75C8D" w:rsidRPr="00DC2ACA" w:rsidRDefault="00D75C8D" w:rsidP="001D05B5">
      <w:pPr>
        <w:pStyle w:val="ListParagraph"/>
        <w:tabs>
          <w:tab w:val="left" w:pos="6570"/>
        </w:tabs>
        <w:spacing w:after="120"/>
        <w:ind w:left="547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หนี้สินตามสัญญาเช่า ณ 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pacing w:val="-4"/>
          <w:sz w:val="32"/>
          <w:szCs w:val="32"/>
          <w:cs/>
        </w:rPr>
        <w:t>มิถุนายน</w:t>
      </w:r>
      <w:r w:rsidR="008B74F7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256</w:t>
      </w:r>
      <w:r w:rsidR="00F9706D" w:rsidRPr="00F9706D">
        <w:rPr>
          <w:rFonts w:asciiTheme="majorBidi" w:hAnsiTheme="majorBidi" w:cstheme="majorBidi" w:hint="cs"/>
          <w:sz w:val="32"/>
          <w:szCs w:val="32"/>
        </w:rPr>
        <w:t>8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31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9706D" w:rsidRPr="00F9706D">
        <w:rPr>
          <w:rFonts w:asciiTheme="majorBidi" w:hAnsiTheme="majorBidi" w:cstheme="majorBidi"/>
          <w:sz w:val="32"/>
          <w:szCs w:val="32"/>
        </w:rPr>
        <w:t>256</w:t>
      </w:r>
      <w:r w:rsidR="00F9706D" w:rsidRPr="00F9706D">
        <w:rPr>
          <w:rFonts w:asciiTheme="majorBidi" w:hAnsiTheme="majorBidi" w:cstheme="majorBidi" w:hint="cs"/>
          <w:sz w:val="32"/>
          <w:szCs w:val="32"/>
        </w:rPr>
        <w:t>7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tbl>
      <w:tblPr>
        <w:tblW w:w="855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496"/>
        <w:gridCol w:w="142"/>
        <w:gridCol w:w="1512"/>
      </w:tblGrid>
      <w:tr w:rsidR="004F0216" w:rsidRPr="00DC2ACA" w14:paraId="36635CF0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1C41057" w14:textId="77777777" w:rsidR="00D75C8D" w:rsidRPr="00DC2ACA" w:rsidRDefault="00D75C8D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29B395ED" w14:textId="77777777" w:rsidR="00D75C8D" w:rsidRPr="00DC2ACA" w:rsidRDefault="00D75C8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98B610A" w14:textId="77777777" w:rsidR="00D75C8D" w:rsidRPr="00DC2ACA" w:rsidRDefault="00D75C8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316A276" w14:textId="77777777" w:rsidR="00D75C8D" w:rsidRPr="00DC2ACA" w:rsidRDefault="00D75C8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792202A5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CF13563" w14:textId="77777777" w:rsidR="00D75C8D" w:rsidRPr="00DC2ACA" w:rsidRDefault="00D75C8D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6C99D467" w14:textId="7DE41374" w:rsidR="00D75C8D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มิถุนายน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4767185" w14:textId="77777777" w:rsidR="00D75C8D" w:rsidRPr="00DC2ACA" w:rsidRDefault="00D75C8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EEDF022" w14:textId="5CAFFED3" w:rsidR="00D75C8D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D75C8D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347FE109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8CC59EC" w14:textId="77777777" w:rsidR="00514A03" w:rsidRPr="00DC2ACA" w:rsidRDefault="00514A03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26E74" w14:textId="108171A7" w:rsidR="00514A03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C742910" w14:textId="77777777" w:rsidR="00514A03" w:rsidRPr="00DC2ACA" w:rsidRDefault="00514A03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82B3F" w14:textId="16630627" w:rsidR="00514A03" w:rsidRPr="00DC2ACA" w:rsidRDefault="00F9706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2F819D0E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8E8E53F" w14:textId="77777777" w:rsidR="00514A03" w:rsidRPr="00DC2ACA" w:rsidRDefault="00514A03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09AF6699" w14:textId="77777777" w:rsidR="00514A03" w:rsidRPr="00DC2ACA" w:rsidRDefault="00514A03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8FFC4B7" w14:textId="77777777" w:rsidR="00514A03" w:rsidRPr="00DC2ACA" w:rsidRDefault="00514A03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72A5EBE" w14:textId="77777777" w:rsidR="00514A03" w:rsidRPr="00DC2ACA" w:rsidRDefault="00514A03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56631026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A72E9A5" w14:textId="77777777" w:rsidR="00514A03" w:rsidRPr="00DC2ACA" w:rsidRDefault="00514A03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7A2453" w14:textId="77777777" w:rsidR="00514A03" w:rsidRPr="00DC2ACA" w:rsidRDefault="00514A03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9D065A1" w14:textId="77777777" w:rsidR="00514A03" w:rsidRPr="00DC2ACA" w:rsidRDefault="00514A03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4AD7DDC1" w14:textId="77777777" w:rsidR="00514A03" w:rsidRPr="00DC2ACA" w:rsidRDefault="00514A03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F0216" w:rsidRPr="00DC2ACA" w14:paraId="3A482B66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316F763F" w14:textId="77777777" w:rsidR="00301688" w:rsidRPr="00DC2ACA" w:rsidRDefault="00301688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การวิเคราะห์ตามการครบกำหนด: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180CB5" w14:textId="5449A79F" w:rsidR="00301688" w:rsidRPr="00DC2ACA" w:rsidRDefault="00301688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1AC299C" w14:textId="77777777" w:rsidR="00301688" w:rsidRPr="00DC2ACA" w:rsidRDefault="00301688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24C525CF" w14:textId="26B0FC12" w:rsidR="00301688" w:rsidRPr="00DC2ACA" w:rsidRDefault="00301688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A7916" w:rsidRPr="00DC2ACA" w14:paraId="128B9904" w14:textId="77777777" w:rsidTr="00CD438C">
        <w:trPr>
          <w:cantSplit/>
          <w:trHeight w:val="34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DB5C08B" w14:textId="4EE03952" w:rsidR="00DA7916" w:rsidRPr="00DC2ACA" w:rsidRDefault="00DA7916" w:rsidP="001D05B5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A88231" w14:textId="2CF01527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179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957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898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768A5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1A96496D" w14:textId="5A65B142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165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055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204</w:t>
            </w:r>
          </w:p>
        </w:tc>
      </w:tr>
      <w:tr w:rsidR="00DA7916" w:rsidRPr="00DC2ACA" w14:paraId="332098F0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079EDB2" w14:textId="29072F36" w:rsidR="00DA7916" w:rsidRPr="00DC2ACA" w:rsidRDefault="00DA7916" w:rsidP="001D05B5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A084D4" w14:textId="671D89BD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184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783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924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49794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4607C515" w14:textId="7F0A743A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170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318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580</w:t>
            </w:r>
          </w:p>
        </w:tc>
      </w:tr>
      <w:tr w:rsidR="00DA7916" w:rsidRPr="00DC2ACA" w14:paraId="361B4826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45921BF3" w14:textId="1ACC0902" w:rsidR="00DA7916" w:rsidRPr="00DC2ACA" w:rsidRDefault="00DA7916" w:rsidP="001D05B5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4723AE" w14:textId="2D260F75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185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367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027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07AFD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6BEB1F43" w14:textId="4B7E8AF4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173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015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115</w:t>
            </w:r>
          </w:p>
        </w:tc>
      </w:tr>
      <w:tr w:rsidR="00DA7916" w:rsidRPr="00DC2ACA" w14:paraId="3B55EC33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03A9597F" w14:textId="6342C455" w:rsidR="00DA7916" w:rsidRPr="00DC2ACA" w:rsidRDefault="00DA7916" w:rsidP="001D05B5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DB0CB8" w14:textId="317CA6FB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175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772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348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3AF6E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6EEDFED4" w14:textId="11F261AA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168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606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898</w:t>
            </w:r>
          </w:p>
        </w:tc>
      </w:tr>
      <w:tr w:rsidR="00DA7916" w:rsidRPr="00DC2ACA" w14:paraId="65EFA68F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4EF83CEE" w14:textId="05FFC71D" w:rsidR="00DA7916" w:rsidRPr="00DC2ACA" w:rsidRDefault="00DA7916" w:rsidP="001D05B5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465CAA" w14:textId="5A3C4720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155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520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715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DB64E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3827B24B" w14:textId="09E1F7C5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155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647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743</w:t>
            </w:r>
          </w:p>
        </w:tc>
      </w:tr>
      <w:tr w:rsidR="00DA7916" w:rsidRPr="00DC2ACA" w14:paraId="788F2761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EF41AD7" w14:textId="0305A436" w:rsidR="00DA7916" w:rsidRPr="00DC2ACA" w:rsidRDefault="00DA7916" w:rsidP="001D05B5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ถัดจากปีที่ 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6752F" w14:textId="0D05B505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297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426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027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A6611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A536C" w14:textId="4A04309E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306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764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414</w:t>
            </w:r>
          </w:p>
        </w:tc>
      </w:tr>
      <w:tr w:rsidR="00DA7916" w:rsidRPr="00DC2ACA" w14:paraId="596B7998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6E6A994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04579F" w14:textId="5010DE0B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178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827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939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26C32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591D7056" w14:textId="333363EF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139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407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954</w:t>
            </w:r>
          </w:p>
        </w:tc>
      </w:tr>
      <w:tr w:rsidR="00DA7916" w:rsidRPr="00DC2ACA" w14:paraId="3DE702D2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0B249AB5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ดอกเบี้ยจ่ายรอตัดบัญชี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4FC71B" w14:textId="331B83FA" w:rsidR="00DA7916" w:rsidRPr="00DC2ACA" w:rsidRDefault="008565E5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185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947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012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  <w:vAlign w:val="center"/>
          </w:tcPr>
          <w:p w14:paraId="0D9616E0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84E77" w14:textId="62A9CC50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179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934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514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DA7916" w:rsidRPr="00DC2ACA" w14:paraId="5C350779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2641917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523694A" w14:textId="2E188940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992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880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927</w:t>
            </w:r>
          </w:p>
        </w:tc>
        <w:tc>
          <w:tcPr>
            <w:tcW w:w="142" w:type="dxa"/>
            <w:tcBorders>
              <w:left w:val="nil"/>
              <w:right w:val="nil"/>
            </w:tcBorders>
            <w:vAlign w:val="center"/>
          </w:tcPr>
          <w:p w14:paraId="2A8AFEDF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1607353" w14:textId="147AEE54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959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473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440</w:t>
            </w:r>
          </w:p>
        </w:tc>
      </w:tr>
      <w:tr w:rsidR="00DA7916" w:rsidRPr="00DC2ACA" w14:paraId="4EE04213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6F71D2F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1274AC6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center"/>
          </w:tcPr>
          <w:p w14:paraId="7B6C5855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859CE2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A7916" w:rsidRPr="00DC2ACA" w14:paraId="078D7736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4A34F2CB" w14:textId="2137F44E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การจัดประเภท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auto"/>
          </w:tcPr>
          <w:p w14:paraId="6C5322FF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4C7274E4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DFB2A2A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A7916" w:rsidRPr="00DC2ACA" w14:paraId="2A96F6C7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9104692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ไม่หมุนเวียน</w:t>
            </w: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007E9" w14:textId="5242C9A4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858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884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643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14:paraId="04EC4A51" w14:textId="77777777" w:rsidR="00DA7916" w:rsidRPr="00DC2ACA" w:rsidRDefault="00DA7916" w:rsidP="001D05B5">
            <w:pPr>
              <w:tabs>
                <w:tab w:val="decimal" w:pos="810"/>
              </w:tabs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77EBC2A4" w14:textId="1DC675B0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837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879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485</w:t>
            </w:r>
          </w:p>
        </w:tc>
      </w:tr>
      <w:tr w:rsidR="00DA7916" w:rsidRPr="00DC2ACA" w14:paraId="692D2ED0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60B07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หมุนเวียน</w:t>
            </w: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20A79" w14:textId="35441230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133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996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284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14:paraId="75389267" w14:textId="77777777" w:rsidR="00DA7916" w:rsidRPr="00DC2ACA" w:rsidRDefault="00DA7916" w:rsidP="001D05B5">
            <w:pPr>
              <w:tabs>
                <w:tab w:val="decimal" w:pos="810"/>
              </w:tabs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16558071" w14:textId="1C16FB52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121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593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955</w:t>
            </w:r>
          </w:p>
        </w:tc>
      </w:tr>
      <w:tr w:rsidR="00DA7916" w:rsidRPr="00DC2ACA" w14:paraId="01C4ECA5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9D182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79729F0" w14:textId="44E0CB8E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992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880</w:t>
            </w:r>
            <w:r w:rsidR="008565E5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927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0C17E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7BC86E" w14:textId="30302CE2" w:rsidR="00DA7916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959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473</w:t>
            </w:r>
            <w:r w:rsidR="00DA7916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440</w:t>
            </w:r>
          </w:p>
        </w:tc>
      </w:tr>
    </w:tbl>
    <w:p w14:paraId="09AFF3F1" w14:textId="5711A266" w:rsidR="005A783C" w:rsidRPr="00DC2ACA" w:rsidRDefault="00092D34" w:rsidP="001D05B5">
      <w:pPr>
        <w:tabs>
          <w:tab w:val="left" w:pos="810"/>
        </w:tabs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1" w:name="OLE_LINK1"/>
      <w:r w:rsidRPr="00DC2ACA">
        <w:rPr>
          <w:rFonts w:asciiTheme="majorBidi" w:hAnsiTheme="majorBidi" w:cstheme="majorBidi"/>
          <w:sz w:val="32"/>
          <w:szCs w:val="32"/>
          <w:cs/>
        </w:rPr>
        <w:t>ณ</w:t>
      </w:r>
      <w:r w:rsidR="00AD662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5957A1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8B74F7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2568</w:t>
      </w:r>
      <w:r w:rsidR="00D75C8D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>และ</w:t>
      </w:r>
      <w:r w:rsidR="008E0786" w:rsidRPr="00DC2ACA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AD662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31</w:t>
      </w:r>
      <w:r w:rsidR="00AD6624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AD6624" w:rsidRPr="00DC2ACA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  <w:r w:rsidR="008179F1" w:rsidRPr="00DC2ACA">
        <w:rPr>
          <w:rFonts w:asciiTheme="majorBidi" w:hAnsiTheme="majorBidi" w:cstheme="majorBidi"/>
          <w:sz w:val="32"/>
          <w:szCs w:val="32"/>
          <w:cs/>
        </w:rPr>
        <w:t xml:space="preserve"> บริษัทมีการทำสัญญาเช่าที่ดิน</w:t>
      </w:r>
      <w:r w:rsidR="0067069D" w:rsidRPr="00DC2ACA">
        <w:rPr>
          <w:rFonts w:asciiTheme="majorBidi" w:hAnsiTheme="majorBidi" w:cstheme="majorBidi"/>
          <w:sz w:val="32"/>
          <w:szCs w:val="32"/>
          <w:cs/>
        </w:rPr>
        <w:t xml:space="preserve"> และที่ดินพร้อ</w:t>
      </w:r>
      <w:r w:rsidR="00222CB1" w:rsidRPr="00DC2ACA">
        <w:rPr>
          <w:rFonts w:asciiTheme="majorBidi" w:hAnsiTheme="majorBidi" w:cstheme="majorBidi"/>
          <w:sz w:val="32"/>
          <w:szCs w:val="32"/>
          <w:cs/>
        </w:rPr>
        <w:t>มอาคาร</w:t>
      </w:r>
      <w:r w:rsidR="00D75C8D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เป็นจำนวน </w:t>
      </w:r>
      <w:r w:rsidR="00F9706D" w:rsidRPr="00F9706D">
        <w:rPr>
          <w:rFonts w:asciiTheme="majorBidi" w:hAnsiTheme="majorBidi" w:cstheme="majorBidi"/>
          <w:sz w:val="32"/>
          <w:szCs w:val="32"/>
        </w:rPr>
        <w:t>477</w:t>
      </w:r>
      <w:r w:rsidR="009E6D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FD11F2" w:rsidRPr="00DC2ACA">
        <w:rPr>
          <w:rFonts w:asciiTheme="majorBidi" w:hAnsiTheme="majorBidi" w:cstheme="majorBidi"/>
          <w:sz w:val="32"/>
          <w:szCs w:val="32"/>
          <w:cs/>
        </w:rPr>
        <w:t>สัญญา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F9706D" w:rsidRPr="00F9706D">
        <w:rPr>
          <w:rFonts w:asciiTheme="majorBidi" w:hAnsiTheme="majorBidi" w:cstheme="majorBidi"/>
          <w:sz w:val="32"/>
          <w:szCs w:val="32"/>
        </w:rPr>
        <w:t>444</w:t>
      </w:r>
      <w:r w:rsidR="00D75C8D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FD11F2" w:rsidRPr="00DC2ACA">
        <w:rPr>
          <w:rFonts w:asciiTheme="majorBidi" w:hAnsiTheme="majorBidi" w:cstheme="majorBidi"/>
          <w:sz w:val="32"/>
          <w:szCs w:val="32"/>
          <w:cs/>
        </w:rPr>
        <w:t>สัญญา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</w:p>
    <w:bookmarkEnd w:id="1"/>
    <w:p w14:paraId="35D18A53" w14:textId="77777777" w:rsidR="00DC3678" w:rsidRPr="00DC2ACA" w:rsidRDefault="00DC3678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44780CA" w14:textId="5A9E383B" w:rsidR="0048236C" w:rsidRPr="00DC2ACA" w:rsidRDefault="00F9706D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133C5A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E2F96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94DDC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ประมาณการหนี้สินสำหรับต้นทุนการรื้อถอนและขนย้าย</w:t>
      </w:r>
    </w:p>
    <w:p w14:paraId="46247650" w14:textId="0CB9570C" w:rsidR="00BD3CED" w:rsidRPr="00DC2ACA" w:rsidRDefault="0048236C" w:rsidP="001D05B5">
      <w:pPr>
        <w:widowControl w:val="0"/>
        <w:autoSpaceDE w:val="0"/>
        <w:autoSpaceDN w:val="0"/>
        <w:adjustRightInd w:val="0"/>
        <w:spacing w:after="240"/>
        <w:ind w:left="547" w:right="-29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ประมาณการ</w:t>
      </w:r>
      <w:r w:rsidR="00887C83" w:rsidRPr="00DC2ACA">
        <w:rPr>
          <w:rFonts w:asciiTheme="majorBidi" w:hAnsiTheme="majorBidi" w:cstheme="majorBidi"/>
          <w:spacing w:val="-4"/>
          <w:sz w:val="32"/>
          <w:szCs w:val="32"/>
          <w:cs/>
        </w:rPr>
        <w:t>หนี้สินสำหรับ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ต้นทุน</w:t>
      </w:r>
      <w:r w:rsidR="00887C83" w:rsidRPr="00DC2ACA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รื้อถอน</w:t>
      </w:r>
      <w:r w:rsidR="007340FA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และขนย้าย</w:t>
      </w:r>
      <w:r w:rsidR="00EB0D60" w:rsidRPr="00DC2ACA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4677" w:type="pct"/>
        <w:tblInd w:w="56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6"/>
        <w:gridCol w:w="1452"/>
        <w:gridCol w:w="142"/>
        <w:gridCol w:w="1418"/>
      </w:tblGrid>
      <w:tr w:rsidR="00CD438C" w:rsidRPr="00DC2ACA" w14:paraId="681AEFBF" w14:textId="77777777" w:rsidTr="008107E1">
        <w:tc>
          <w:tcPr>
            <w:tcW w:w="5636" w:type="dxa"/>
          </w:tcPr>
          <w:p w14:paraId="7FDBA5FD" w14:textId="77777777" w:rsidR="00CD438C" w:rsidRPr="00DC2ACA" w:rsidRDefault="00CD438C" w:rsidP="001D05B5">
            <w:pPr>
              <w:ind w:left="72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287BCD54" w14:textId="20100852" w:rsidR="00CD438C" w:rsidRPr="00DC2ACA" w:rsidRDefault="00CD438C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080D114" w14:textId="77777777" w:rsidR="00CD438C" w:rsidRPr="00DC2ACA" w:rsidRDefault="00CD438C" w:rsidP="001D05B5">
            <w:pPr>
              <w:ind w:left="9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E1C3A1" w14:textId="2810FB82" w:rsidR="00CD438C" w:rsidRPr="00DC2ACA" w:rsidRDefault="00CD438C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CD438C" w:rsidRPr="00DC2ACA" w14:paraId="5C6E3C5F" w14:textId="77777777" w:rsidTr="008107E1">
        <w:tc>
          <w:tcPr>
            <w:tcW w:w="5636" w:type="dxa"/>
          </w:tcPr>
          <w:p w14:paraId="7AFFE2B3" w14:textId="77777777" w:rsidR="00CD438C" w:rsidRPr="00DC2ACA" w:rsidRDefault="00CD438C" w:rsidP="001D05B5">
            <w:pPr>
              <w:ind w:left="72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45A8E9B5" w14:textId="090700C1" w:rsidR="00CD438C" w:rsidRPr="00DC2ACA" w:rsidRDefault="00F9706D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มิถุนายน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C1AA82E" w14:textId="77777777" w:rsidR="00CD438C" w:rsidRPr="00DC2ACA" w:rsidRDefault="00CD438C" w:rsidP="001D05B5">
            <w:pPr>
              <w:ind w:left="9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B2EE57" w14:textId="68BFD100" w:rsidR="00CD438C" w:rsidRPr="00DC2ACA" w:rsidRDefault="00F9706D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CD438C" w:rsidRPr="00DC2ACA" w14:paraId="4B75F5AD" w14:textId="77777777" w:rsidTr="008107E1">
        <w:tc>
          <w:tcPr>
            <w:tcW w:w="5636" w:type="dxa"/>
          </w:tcPr>
          <w:p w14:paraId="6C6C60AE" w14:textId="77777777" w:rsidR="00CD438C" w:rsidRPr="00DC2ACA" w:rsidRDefault="00CD438C" w:rsidP="001D05B5">
            <w:pPr>
              <w:ind w:left="72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5DB70" w14:textId="68746CBA" w:rsidR="00CD438C" w:rsidRPr="00DC2ACA" w:rsidRDefault="00F9706D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58024A5" w14:textId="77777777" w:rsidR="00CD438C" w:rsidRPr="00DC2ACA" w:rsidRDefault="00CD438C" w:rsidP="001D05B5">
            <w:pPr>
              <w:ind w:left="9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A6FF6" w14:textId="1321F8B5" w:rsidR="00CD438C" w:rsidRPr="00DC2ACA" w:rsidRDefault="00F9706D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9706D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F9706D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CD438C" w:rsidRPr="00DC2ACA" w14:paraId="50B4B7B5" w14:textId="77777777" w:rsidTr="008107E1">
        <w:tc>
          <w:tcPr>
            <w:tcW w:w="5636" w:type="dxa"/>
          </w:tcPr>
          <w:p w14:paraId="075EC85D" w14:textId="2990E960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5A395B72" w14:textId="786F1CD9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DC2ACA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cs/>
                <w:lang w:eastAsia="th-TH"/>
              </w:rPr>
              <w:t>บาท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575FF13" w14:textId="77777777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C773DC" w14:textId="59B2B454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DC2ACA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cs/>
                <w:lang w:eastAsia="th-TH"/>
              </w:rPr>
              <w:t>บาท</w:t>
            </w:r>
          </w:p>
        </w:tc>
      </w:tr>
      <w:tr w:rsidR="00CD438C" w:rsidRPr="00DC2ACA" w14:paraId="658C021D" w14:textId="77777777" w:rsidTr="00BC63C0">
        <w:tc>
          <w:tcPr>
            <w:tcW w:w="5636" w:type="dxa"/>
          </w:tcPr>
          <w:p w14:paraId="2CF7C4B9" w14:textId="4AABD0EC" w:rsidR="00CD438C" w:rsidRPr="00DC2ACA" w:rsidRDefault="00CD438C" w:rsidP="001D05B5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452" w:type="dxa"/>
            <w:shd w:val="clear" w:color="auto" w:fill="FFFFFF"/>
          </w:tcPr>
          <w:p w14:paraId="3842BC68" w14:textId="2199D925" w:rsidR="00CD438C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="003B173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701</w:t>
            </w:r>
            <w:r w:rsidR="003B173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569</w:t>
            </w:r>
          </w:p>
        </w:tc>
        <w:tc>
          <w:tcPr>
            <w:tcW w:w="142" w:type="dxa"/>
          </w:tcPr>
          <w:p w14:paraId="7342BB65" w14:textId="77777777" w:rsidR="00CD438C" w:rsidRPr="00DC2ACA" w:rsidRDefault="00CD438C" w:rsidP="001D05B5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21BF4D2" w14:textId="03F97090" w:rsidR="00CD438C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13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195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  <w:tr w:rsidR="00CD438C" w:rsidRPr="00DC2ACA" w14:paraId="594085E4" w14:textId="77777777" w:rsidTr="00BC63C0">
        <w:tc>
          <w:tcPr>
            <w:tcW w:w="5636" w:type="dxa"/>
          </w:tcPr>
          <w:p w14:paraId="3FF86D1A" w14:textId="1C3CCB38" w:rsidR="00CD438C" w:rsidRPr="00DC2ACA" w:rsidRDefault="00CD438C" w:rsidP="001D05B5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eastAsia="MS Mincho" w:hAnsiTheme="majorBidi" w:cstheme="majorBidi"/>
                <w:sz w:val="32"/>
                <w:szCs w:val="32"/>
                <w:lang w:eastAsia="ja-JP"/>
              </w:rPr>
            </w:pPr>
            <w:r w:rsidRPr="00DC2ACA">
              <w:rPr>
                <w:rFonts w:asciiTheme="majorBidi" w:eastAsia="MS Mincho" w:hAnsiTheme="majorBidi" w:cstheme="majorBidi"/>
                <w:sz w:val="32"/>
                <w:szCs w:val="32"/>
                <w:cs/>
                <w:lang w:eastAsia="ja-JP"/>
              </w:rPr>
              <w:t>เพิ่มขึ้นระหว่างงวด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452" w:type="dxa"/>
            <w:shd w:val="clear" w:color="auto" w:fill="FFFFFF"/>
          </w:tcPr>
          <w:p w14:paraId="387E49D3" w14:textId="6F7F5FEA" w:rsidR="00CD438C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3B173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163</w:t>
            </w:r>
            <w:r w:rsidR="003B1730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213</w:t>
            </w:r>
          </w:p>
        </w:tc>
        <w:tc>
          <w:tcPr>
            <w:tcW w:w="142" w:type="dxa"/>
          </w:tcPr>
          <w:p w14:paraId="5FE2F326" w14:textId="77777777" w:rsidR="00CD438C" w:rsidRPr="00DC2ACA" w:rsidRDefault="00CD438C" w:rsidP="001D05B5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096EE4B" w14:textId="6618F660" w:rsidR="00CD438C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F9706D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561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569</w:t>
            </w:r>
          </w:p>
        </w:tc>
      </w:tr>
      <w:tr w:rsidR="00CD438C" w:rsidRPr="00DC2ACA" w14:paraId="60EC764C" w14:textId="77777777" w:rsidTr="00BC63C0">
        <w:tc>
          <w:tcPr>
            <w:tcW w:w="5636" w:type="dxa"/>
          </w:tcPr>
          <w:p w14:paraId="550D47BE" w14:textId="607828C8" w:rsidR="00CD438C" w:rsidRPr="00DC2ACA" w:rsidRDefault="00CD438C" w:rsidP="001D05B5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eastAsia="MS Mincho" w:hAnsiTheme="majorBidi" w:cstheme="majorBidi"/>
                <w:sz w:val="32"/>
                <w:szCs w:val="32"/>
                <w:cs/>
                <w:lang w:eastAsia="ja-JP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452" w:type="dxa"/>
            <w:shd w:val="clear" w:color="auto" w:fill="FFFFFF"/>
          </w:tcPr>
          <w:p w14:paraId="798634A3" w14:textId="785A91C5" w:rsidR="00CD438C" w:rsidRPr="00DC2ACA" w:rsidRDefault="003B1730" w:rsidP="001D05B5">
            <w:pPr>
              <w:tabs>
                <w:tab w:val="decimal" w:pos="1343"/>
              </w:tabs>
              <w:ind w:left="-116" w:right="-570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35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32"/>
                <w:szCs w:val="32"/>
              </w:rPr>
              <w:t>000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2C9E51A5" w14:textId="77777777" w:rsidR="00CD438C" w:rsidRPr="00DC2ACA" w:rsidRDefault="00CD438C" w:rsidP="001D05B5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0AEE74E" w14:textId="79583579" w:rsidR="00CD438C" w:rsidRPr="00DC2ACA" w:rsidRDefault="00CD438C" w:rsidP="001D05B5">
            <w:pPr>
              <w:tabs>
                <w:tab w:val="decimal" w:pos="1253"/>
              </w:tabs>
              <w:ind w:right="43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55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F9706D" w:rsidRPr="00F9706D">
              <w:rPr>
                <w:rFonts w:ascii="Angsana New" w:hAnsi="Angsana New"/>
                <w:sz w:val="32"/>
                <w:szCs w:val="32"/>
              </w:rPr>
              <w:t>000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CD438C" w:rsidRPr="00DC2ACA" w14:paraId="0D49F495" w14:textId="77777777" w:rsidTr="00BC63C0">
        <w:tc>
          <w:tcPr>
            <w:tcW w:w="5636" w:type="dxa"/>
          </w:tcPr>
          <w:p w14:paraId="0268A092" w14:textId="7CE08D80" w:rsidR="00CD438C" w:rsidRPr="00DC2ACA" w:rsidRDefault="00CD438C" w:rsidP="001D05B5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eastAsia="MS Mincho" w:hAnsiTheme="majorBidi" w:cstheme="majorBidi"/>
                <w:sz w:val="32"/>
                <w:szCs w:val="32"/>
                <w:lang w:eastAsia="ja-JP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02E4B199" w14:textId="25EBEDF0" w:rsidR="00CD438C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17</w:t>
            </w:r>
            <w:r w:rsidR="003B1730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829</w:t>
            </w:r>
            <w:r w:rsidR="003B1730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782</w:t>
            </w:r>
          </w:p>
        </w:tc>
        <w:tc>
          <w:tcPr>
            <w:tcW w:w="142" w:type="dxa"/>
          </w:tcPr>
          <w:p w14:paraId="1A7DE2AC" w14:textId="77777777" w:rsidR="00CD438C" w:rsidRPr="00DC2ACA" w:rsidRDefault="00CD438C" w:rsidP="001D05B5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6A6DB1C6" w14:textId="01F4A0FF" w:rsidR="00CD438C" w:rsidRPr="00DC2ACA" w:rsidRDefault="00F9706D" w:rsidP="001D05B5">
            <w:pPr>
              <w:tabs>
                <w:tab w:val="decimal" w:pos="1343"/>
              </w:tabs>
              <w:ind w:left="-116" w:right="-570"/>
              <w:rPr>
                <w:rFonts w:ascii="Angsana New" w:hAnsi="Angsana New"/>
                <w:sz w:val="32"/>
                <w:szCs w:val="32"/>
              </w:rPr>
            </w:pPr>
            <w:r w:rsidRPr="00F9706D">
              <w:rPr>
                <w:rFonts w:ascii="Angsana New" w:hAnsi="Angsana New"/>
                <w:sz w:val="32"/>
                <w:szCs w:val="32"/>
              </w:rPr>
              <w:t>15</w:t>
            </w:r>
            <w:r w:rsidR="00CD438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="Angsana New" w:hAnsi="Angsana New"/>
                <w:sz w:val="32"/>
                <w:szCs w:val="32"/>
              </w:rPr>
              <w:t>701</w:t>
            </w:r>
            <w:r w:rsidR="00CD438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F9706D">
              <w:rPr>
                <w:rFonts w:asciiTheme="majorBidi" w:hAnsiTheme="majorBidi" w:cstheme="majorBidi"/>
                <w:sz w:val="32"/>
                <w:szCs w:val="32"/>
              </w:rPr>
              <w:t>569</w:t>
            </w:r>
          </w:p>
        </w:tc>
      </w:tr>
    </w:tbl>
    <w:p w14:paraId="35ED03F7" w14:textId="77777777" w:rsidR="00273877" w:rsidRPr="00DC2ACA" w:rsidRDefault="00273877" w:rsidP="001D05B5">
      <w:pPr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>บริษัทรับรู้ประมาณการหนี้สินสำหรับต้นทุนการรื้อถอนและขนย้ายของส่วนปรับปรุงอาคารเช่าโดยอ้างอิงราคาประเมินค่ารื้อถอนที่ถูกเสนอโดยบริษัทรับเหมาก่อสร้าง</w:t>
      </w:r>
    </w:p>
    <w:p w14:paraId="40FEE9BE" w14:textId="0C616487" w:rsidR="00557F8C" w:rsidRPr="00DC2ACA" w:rsidRDefault="00F9706D" w:rsidP="001D05B5">
      <w:pPr>
        <w:tabs>
          <w:tab w:val="left" w:pos="54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57F8C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57F8C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B0D76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ทุนเรือนหุ้น </w:t>
      </w:r>
    </w:p>
    <w:p w14:paraId="1256C914" w14:textId="601A98DE" w:rsidR="00B128D0" w:rsidRPr="00DC2ACA" w:rsidRDefault="00B128D0" w:rsidP="001D05B5">
      <w:pPr>
        <w:snapToGrid w:val="0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F9706D" w:rsidRPr="00F9706D">
        <w:rPr>
          <w:rFonts w:ascii="Angsana New" w:hAnsi="Angsana New"/>
          <w:sz w:val="32"/>
          <w:szCs w:val="32"/>
        </w:rPr>
        <w:t>5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3E7524" w:rsidRPr="00DC2ACA">
        <w:rPr>
          <w:rFonts w:ascii="Angsana New" w:hAnsi="Angsana New" w:hint="cs"/>
          <w:sz w:val="32"/>
          <w:szCs w:val="32"/>
          <w:cs/>
        </w:rPr>
        <w:t>มีนาคม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  <w:cs/>
        </w:rPr>
        <w:t xml:space="preserve"> ที่ประชุม</w:t>
      </w:r>
      <w:r w:rsidR="000E25BA" w:rsidRPr="00DC2ACA">
        <w:rPr>
          <w:rFonts w:ascii="Angsana New" w:hAnsi="Angsana New" w:hint="cs"/>
          <w:sz w:val="32"/>
          <w:szCs w:val="32"/>
          <w:cs/>
        </w:rPr>
        <w:t>วิสามัญผู้ถือหุ้น</w:t>
      </w:r>
      <w:r w:rsidRPr="00DC2ACA">
        <w:rPr>
          <w:rFonts w:ascii="Angsana New" w:hAnsi="Angsana New"/>
          <w:sz w:val="32"/>
          <w:szCs w:val="32"/>
          <w:cs/>
        </w:rPr>
        <w:t xml:space="preserve">ครั้งที่ </w:t>
      </w:r>
      <w:r w:rsidR="00F9706D" w:rsidRPr="00F9706D">
        <w:rPr>
          <w:rFonts w:ascii="Angsana New" w:hAnsi="Angsana New"/>
          <w:sz w:val="32"/>
          <w:szCs w:val="32"/>
        </w:rPr>
        <w:t>1</w:t>
      </w:r>
      <w:r w:rsidRPr="00DC2ACA">
        <w:rPr>
          <w:rFonts w:ascii="Angsana New" w:hAnsi="Angsana New"/>
          <w:sz w:val="32"/>
          <w:szCs w:val="32"/>
        </w:rPr>
        <w:t>/</w:t>
      </w:r>
      <w:r w:rsidR="00F9706D" w:rsidRPr="00F9706D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ได้อนุมัติให้เปลี่ยนแปลงมูลค่าหุ้นสามัญของบริษัทจากเดิมที่ตราไว้หุ้นละ </w:t>
      </w:r>
      <w:r w:rsidR="00F9706D" w:rsidRPr="00F9706D">
        <w:rPr>
          <w:rFonts w:ascii="Angsana New" w:hAnsi="Angsana New"/>
          <w:sz w:val="32"/>
          <w:szCs w:val="32"/>
        </w:rPr>
        <w:t>10</w:t>
      </w:r>
      <w:r w:rsidRPr="00DC2ACA">
        <w:rPr>
          <w:rFonts w:ascii="Angsana New" w:hAnsi="Angsana New"/>
          <w:sz w:val="32"/>
          <w:szCs w:val="32"/>
          <w:cs/>
        </w:rPr>
        <w:t xml:space="preserve"> บาท จำนวน </w:t>
      </w:r>
      <w:r w:rsidR="00F9706D" w:rsidRPr="00F9706D">
        <w:rPr>
          <w:rFonts w:ascii="Angsana New" w:hAnsi="Angsana New"/>
          <w:sz w:val="32"/>
          <w:szCs w:val="32"/>
        </w:rPr>
        <w:t>15</w:t>
      </w:r>
      <w:r w:rsidRPr="00DC2ACA">
        <w:rPr>
          <w:rFonts w:ascii="Angsana New" w:hAnsi="Angsana New"/>
          <w:sz w:val="32"/>
          <w:szCs w:val="32"/>
          <w:cs/>
        </w:rPr>
        <w:t xml:space="preserve"> ล้านหุ้น เป็นหุ้นละ </w:t>
      </w:r>
      <w:r w:rsidR="00F9706D" w:rsidRPr="00F9706D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บาท จำนวน </w:t>
      </w:r>
      <w:r w:rsidR="00F9706D" w:rsidRPr="00F9706D">
        <w:rPr>
          <w:rFonts w:ascii="Angsana New" w:hAnsi="Angsana New"/>
          <w:spacing w:val="-8"/>
          <w:sz w:val="32"/>
          <w:szCs w:val="32"/>
        </w:rPr>
        <w:t>300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ล้านหุ้น และเพิ่มทุนจดทะเบียนของบริษัทจากทุนจดทะเบียนเดิม </w:t>
      </w:r>
      <w:r w:rsidR="00F9706D" w:rsidRPr="00F9706D">
        <w:rPr>
          <w:rFonts w:ascii="Angsana New" w:hAnsi="Angsana New"/>
          <w:spacing w:val="-8"/>
          <w:sz w:val="32"/>
          <w:szCs w:val="32"/>
        </w:rPr>
        <w:t>150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 ล้านบาท (หุ้นสามัญ </w:t>
      </w:r>
      <w:r w:rsidR="00F9706D" w:rsidRPr="00F9706D">
        <w:rPr>
          <w:rFonts w:ascii="Angsana New" w:hAnsi="Angsana New"/>
          <w:spacing w:val="-8"/>
          <w:sz w:val="32"/>
          <w:szCs w:val="32"/>
        </w:rPr>
        <w:t>300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 ล้านหุ้น</w:t>
      </w:r>
      <w:r w:rsidRPr="00DC2ACA">
        <w:rPr>
          <w:rFonts w:ascii="Angsana New" w:hAnsi="Angsana New"/>
          <w:sz w:val="32"/>
          <w:szCs w:val="32"/>
          <w:cs/>
        </w:rPr>
        <w:t xml:space="preserve"> มูลค่าหุ้นละ </w:t>
      </w:r>
      <w:r w:rsidR="00F9706D" w:rsidRPr="00F9706D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บาท) เป็นทุนจดทะเบียนจำนวน </w:t>
      </w:r>
      <w:r w:rsidR="00F9706D" w:rsidRPr="00F9706D">
        <w:rPr>
          <w:rFonts w:ascii="Angsana New" w:hAnsi="Angsana New"/>
          <w:sz w:val="32"/>
          <w:szCs w:val="32"/>
        </w:rPr>
        <w:t>187</w:t>
      </w:r>
      <w:r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ล้านบาท (หุ้นสามัญ </w:t>
      </w:r>
      <w:r w:rsidR="00F9706D" w:rsidRPr="00F9706D">
        <w:rPr>
          <w:rFonts w:ascii="Angsana New" w:hAnsi="Angsana New"/>
          <w:sz w:val="32"/>
          <w:szCs w:val="32"/>
        </w:rPr>
        <w:t>375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ล้านหุ้น มูลค่าหุ้นละ </w:t>
      </w:r>
      <w:r w:rsidR="00F9706D" w:rsidRPr="00F9706D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บาท) โดยการออกหุ้นสามัญเพิ่มทุนจำนวน </w:t>
      </w:r>
      <w:r w:rsidR="00F9706D" w:rsidRPr="00F9706D">
        <w:rPr>
          <w:rFonts w:ascii="Angsana New" w:hAnsi="Angsana New"/>
          <w:sz w:val="32"/>
          <w:szCs w:val="32"/>
        </w:rPr>
        <w:t>75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ล้านหุ้น มูลค่าหุ้นละ </w:t>
      </w:r>
      <w:r w:rsidR="00F9706D" w:rsidRPr="00F9706D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F9706D" w:rsidRPr="00F9706D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บาท เพื่อเสนอขายให้แก่ประชาชนครั้งแรก</w:t>
      </w:r>
    </w:p>
    <w:tbl>
      <w:tblPr>
        <w:tblW w:w="9181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260"/>
        <w:gridCol w:w="90"/>
        <w:gridCol w:w="990"/>
        <w:gridCol w:w="85"/>
        <w:gridCol w:w="993"/>
        <w:gridCol w:w="108"/>
        <w:gridCol w:w="1010"/>
        <w:gridCol w:w="112"/>
        <w:gridCol w:w="929"/>
        <w:gridCol w:w="115"/>
        <w:gridCol w:w="1059"/>
      </w:tblGrid>
      <w:tr w:rsidR="00764D27" w:rsidRPr="00DC2ACA" w14:paraId="06106E21" w14:textId="77777777" w:rsidTr="00B01030">
        <w:trPr>
          <w:trHeight w:val="144"/>
        </w:trPr>
        <w:tc>
          <w:tcPr>
            <w:tcW w:w="2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3D009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70A549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1CE5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9D4C96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จำนวน 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33E3A7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5507B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ทุนจด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52129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A6188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ทุนที่ออก</w:t>
            </w: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06FB4F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E3D58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7825423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E284E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รวมมูลค่าหุ้น</w:t>
            </w:r>
          </w:p>
        </w:tc>
      </w:tr>
      <w:tr w:rsidR="00764D27" w:rsidRPr="00DC2ACA" w14:paraId="4E2254E1" w14:textId="77777777" w:rsidTr="00B01030">
        <w:trPr>
          <w:trHeight w:val="144"/>
        </w:trPr>
        <w:tc>
          <w:tcPr>
            <w:tcW w:w="2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D98E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C03A4E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หุ้นสามัญ 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96806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B689607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หุ้นสามัญ 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7650814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7D636F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ทะเบียน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C419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4BF98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และชำระแล้ว</w:t>
            </w: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B1273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3AE53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E774BD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A6269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ที่ชำระแล้ว</w:t>
            </w:r>
          </w:p>
        </w:tc>
      </w:tr>
      <w:tr w:rsidR="00764D27" w:rsidRPr="00DC2ACA" w14:paraId="3BAF8342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1F0B2A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FC126A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ก่อนแปรสภาพ</w:t>
            </w:r>
          </w:p>
          <w:p w14:paraId="445B4346" w14:textId="2B36E8E1" w:rsidR="00764D27" w:rsidRPr="00DC2ACA" w:rsidRDefault="00670033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(หุ้นละ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30BB4E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748E883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หลังแปรสภาพ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1B0D4B07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040E4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หุ้นสามัญ</w:t>
            </w:r>
          </w:p>
          <w:p w14:paraId="7EA59A1A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15DA7F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6C0824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8103E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80737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ชำระแล้ว</w:t>
            </w:r>
          </w:p>
          <w:p w14:paraId="24D96F73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95478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E4C03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64D27" w:rsidRPr="00DC2ACA" w14:paraId="151A141F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4B3D1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727097" w14:textId="2D18D775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5652A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03ACDB69" w14:textId="5D59803A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 xml:space="preserve">(หุ้นละ </w:t>
            </w:r>
            <w:r w:rsidR="00F9706D" w:rsidRPr="00F9706D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</w:rPr>
              <w:t>0</w:t>
            </w:r>
            <w:r w:rsidRPr="00DC2ACA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  <w:cs/>
              </w:rPr>
              <w:t>.</w:t>
            </w:r>
            <w:r w:rsidR="00F9706D" w:rsidRPr="00F9706D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</w:rPr>
              <w:t>50</w:t>
            </w: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บาท)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1969F45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D01D28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FB2FB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6180EE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9BE5F5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D1A405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8E409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5196F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764D27" w:rsidRPr="00DC2ACA" w14:paraId="1725DA62" w14:textId="77777777" w:rsidTr="00B01030">
        <w:trPr>
          <w:trHeight w:val="144"/>
        </w:trPr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A32F" w14:textId="56E017DE" w:rsidR="00764D27" w:rsidRPr="00DC2ACA" w:rsidRDefault="00764D27" w:rsidP="001D05B5">
            <w:pPr>
              <w:ind w:left="44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260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2BB0536" w14:textId="20403D7D" w:rsidR="00764D27" w:rsidRPr="00DC2ACA" w:rsidRDefault="00F9706D" w:rsidP="001D05B5">
            <w:pPr>
              <w:tabs>
                <w:tab w:val="decimal" w:pos="90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F9706D">
              <w:rPr>
                <w:rFonts w:asciiTheme="majorBidi" w:hAnsiTheme="majorBidi" w:cstheme="majorBidi" w:hint="cs"/>
                <w:sz w:val="28"/>
                <w:szCs w:val="28"/>
              </w:rPr>
              <w:t>00</w:t>
            </w:r>
            <w:r w:rsidR="00764D27" w:rsidRPr="00DC2ACA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F9706D">
              <w:rPr>
                <w:rFonts w:asciiTheme="majorBidi" w:hAnsiTheme="majorBidi" w:cstheme="majorBidi" w:hint="cs"/>
                <w:sz w:val="28"/>
                <w:szCs w:val="28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C3B8DE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E97E4BB" w14:textId="1BCC5193" w:rsidR="00764D27" w:rsidRPr="00DC2ACA" w:rsidRDefault="00F9706D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642EA9BB" w14:textId="77777777" w:rsidR="00764D27" w:rsidRPr="00DC2ACA" w:rsidRDefault="00764D2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3255EE" w14:textId="679C7521" w:rsidR="00764D27" w:rsidRPr="00DC2ACA" w:rsidRDefault="00F9706D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1773FC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C97360" w14:textId="3CD2E91E" w:rsidR="00764D27" w:rsidRPr="00DC2ACA" w:rsidRDefault="00F9706D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2" w:type="dxa"/>
            <w:tcBorders>
              <w:left w:val="nil"/>
              <w:right w:val="nil"/>
            </w:tcBorders>
            <w:shd w:val="clear" w:color="auto" w:fill="auto"/>
          </w:tcPr>
          <w:p w14:paraId="285BE1C6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F12FBD" w14:textId="4870A9B1" w:rsidR="00764D27" w:rsidRPr="00DC2ACA" w:rsidRDefault="00F9706D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348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11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C14917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1DD29E" w14:textId="4B85CBCB" w:rsidR="00764D27" w:rsidRPr="00DC2ACA" w:rsidRDefault="00F9706D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498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</w:tr>
      <w:tr w:rsidR="00764D27" w:rsidRPr="00DC2ACA" w14:paraId="73E68A91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930E" w14:textId="77777777" w:rsidR="00764D27" w:rsidRPr="00DC2ACA" w:rsidRDefault="00764D27" w:rsidP="001D05B5">
            <w:pPr>
              <w:ind w:left="44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เพิ่มทุนระหว่าง</w:t>
            </w:r>
            <w:r w:rsidRPr="00DC2AC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11556E" w14:textId="77777777" w:rsidR="00764D27" w:rsidRPr="00DC2ACA" w:rsidRDefault="00764D27" w:rsidP="001D05B5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73288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642A4F84" w14:textId="6F763574" w:rsidR="00764D27" w:rsidRPr="00DC2ACA" w:rsidRDefault="00F9706D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6395910" w14:textId="77777777" w:rsidR="00764D27" w:rsidRPr="00DC2ACA" w:rsidRDefault="00764D2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1A9A0C" w14:textId="46C95061" w:rsidR="00764D27" w:rsidRPr="00DC2ACA" w:rsidRDefault="00F9706D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49308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D95720" w14:textId="77777777" w:rsidR="00764D27" w:rsidRPr="00DC2ACA" w:rsidRDefault="00764D27" w:rsidP="001D05B5">
            <w:pPr>
              <w:tabs>
                <w:tab w:val="left" w:pos="882"/>
                <w:tab w:val="decimal" w:pos="972"/>
              </w:tabs>
              <w:ind w:left="162" w:hanging="18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02977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736E9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708DF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CC47A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64D27" w:rsidRPr="00DC2ACA" w14:paraId="190A18FC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CAE5" w14:textId="0EC7B09B" w:rsidR="00764D27" w:rsidRPr="00DC2ACA" w:rsidRDefault="00764D27" w:rsidP="001D05B5">
            <w:pPr>
              <w:ind w:left="44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9A9486" w14:textId="77777777" w:rsidR="00764D27" w:rsidRPr="00DC2ACA" w:rsidRDefault="00764D2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0B0B8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AC86D18" w14:textId="6A7B24ED" w:rsidR="00764D27" w:rsidRPr="00DC2ACA" w:rsidRDefault="00F9706D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375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460DFAEC" w14:textId="77777777" w:rsidR="00764D27" w:rsidRPr="00DC2ACA" w:rsidRDefault="00764D2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1601B55" w14:textId="24B792D7" w:rsidR="00764D27" w:rsidRPr="00DC2ACA" w:rsidRDefault="00F9706D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187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55F6C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C2AA062" w14:textId="2218E7DB" w:rsidR="00764D27" w:rsidRPr="00DC2ACA" w:rsidRDefault="00F9706D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783AD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A6366E7" w14:textId="00F6D3A4" w:rsidR="00764D27" w:rsidRPr="00DC2ACA" w:rsidRDefault="00F9706D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348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F8AB5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C28EC9E" w14:textId="3218C8BA" w:rsidR="00764D27" w:rsidRPr="00DC2ACA" w:rsidRDefault="00F9706D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498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</w:tr>
    </w:tbl>
    <w:p w14:paraId="77F002F0" w14:textId="77777777" w:rsidR="001D05B5" w:rsidRDefault="001D05B5">
      <w:pPr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51C7AEA4" w14:textId="732B4831" w:rsidR="006215DA" w:rsidRPr="00DC2ACA" w:rsidRDefault="006215DA" w:rsidP="001D05B5">
      <w:pPr>
        <w:pStyle w:val="ListParagraph"/>
        <w:spacing w:before="240" w:after="24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lastRenderedPageBreak/>
        <w:t>กำไรต่อหุ้นขั้นพื้นฐานคำนวณโดยการหารกำไรสำหรับ</w:t>
      </w:r>
      <w:r w:rsidR="00B10601" w:rsidRPr="00DC2ACA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DC2ACA">
        <w:rPr>
          <w:rFonts w:asciiTheme="majorBidi" w:hAnsiTheme="majorBidi" w:cstheme="majorBidi"/>
          <w:sz w:val="32"/>
          <w:szCs w:val="32"/>
          <w:cs/>
        </w:rPr>
        <w:t>ส่วนที่เป็นของผู้ถือหุ้นของบริษัท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(ไม่รวมกำไรขาดทุนเบ็ดเสร็จอื่น) และหุ้นสามัญที่ออกจำหน่ายแล้วถัวเฉลี่ยถ่วงน้ำหนักระหว่าง</w:t>
      </w:r>
      <w:r w:rsidR="00B10601" w:rsidRPr="00DC2ACA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DC2ACA">
        <w:rPr>
          <w:rFonts w:asciiTheme="majorBidi" w:hAnsiTheme="majorBidi" w:cstheme="majorBidi"/>
          <w:sz w:val="32"/>
          <w:szCs w:val="32"/>
          <w:cs/>
        </w:rPr>
        <w:t>ในแต่ละงวด แสดงการคำนวณดังนี้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80"/>
        <w:gridCol w:w="1335"/>
        <w:gridCol w:w="20"/>
        <w:gridCol w:w="90"/>
        <w:gridCol w:w="20"/>
        <w:gridCol w:w="20"/>
        <w:gridCol w:w="1215"/>
        <w:gridCol w:w="180"/>
        <w:gridCol w:w="1350"/>
      </w:tblGrid>
      <w:tr w:rsidR="005E2AD5" w:rsidRPr="00DC2ACA" w14:paraId="37590B04" w14:textId="6E2DA9A0" w:rsidTr="002F4576">
        <w:trPr>
          <w:trHeight w:val="144"/>
        </w:trPr>
        <w:tc>
          <w:tcPr>
            <w:tcW w:w="3600" w:type="dxa"/>
          </w:tcPr>
          <w:p w14:paraId="03A980EB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65" w:type="dxa"/>
            <w:gridSpan w:val="3"/>
          </w:tcPr>
          <w:p w14:paraId="0666F887" w14:textId="498ABA28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20" w:type="dxa"/>
          </w:tcPr>
          <w:p w14:paraId="67B271F9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D65F4EA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5AD95FE0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604007B0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45" w:type="dxa"/>
            <w:gridSpan w:val="3"/>
          </w:tcPr>
          <w:p w14:paraId="42E12FA9" w14:textId="58C0F4F1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</w:tc>
      </w:tr>
      <w:tr w:rsidR="005E2AD5" w:rsidRPr="00DC2ACA" w14:paraId="23C95BD7" w14:textId="070DA3F0" w:rsidTr="002F4576">
        <w:trPr>
          <w:trHeight w:val="144"/>
        </w:trPr>
        <w:tc>
          <w:tcPr>
            <w:tcW w:w="3600" w:type="dxa"/>
          </w:tcPr>
          <w:p w14:paraId="48FE5E4B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65" w:type="dxa"/>
            <w:gridSpan w:val="3"/>
          </w:tcPr>
          <w:p w14:paraId="1169D2D1" w14:textId="3F38AE4D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0" w:type="dxa"/>
          </w:tcPr>
          <w:p w14:paraId="2A08C062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909EFD5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455BF40F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73AEBE2F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45" w:type="dxa"/>
            <w:gridSpan w:val="3"/>
          </w:tcPr>
          <w:p w14:paraId="6C0814D8" w14:textId="61E9B8A0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F9706D"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</w:tr>
      <w:tr w:rsidR="005E2AD5" w:rsidRPr="00DC2ACA" w14:paraId="666D5A51" w14:textId="5B000CEF" w:rsidTr="002F4576">
        <w:trPr>
          <w:trHeight w:val="144"/>
        </w:trPr>
        <w:tc>
          <w:tcPr>
            <w:tcW w:w="3600" w:type="dxa"/>
          </w:tcPr>
          <w:p w14:paraId="623E53E0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78CBC69" w14:textId="6D3885C5" w:rsidR="005E2AD5" w:rsidRPr="00DC2ACA" w:rsidRDefault="00F9706D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80" w:type="dxa"/>
          </w:tcPr>
          <w:p w14:paraId="4D24EC8C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</w:tcPr>
          <w:p w14:paraId="1C939FFC" w14:textId="1B7299C5" w:rsidR="005E2AD5" w:rsidRPr="00DC2ACA" w:rsidRDefault="00F9706D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0" w:type="dxa"/>
          </w:tcPr>
          <w:p w14:paraId="0DEBA831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49F3AA80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" w:type="dxa"/>
          </w:tcPr>
          <w:p w14:paraId="4A7C8A53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" w:type="dxa"/>
          </w:tcPr>
          <w:p w14:paraId="26D364CD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2BFD0A43" w14:textId="7C993B97" w:rsidR="005E2AD5" w:rsidRPr="00DC2ACA" w:rsidRDefault="00F9706D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80" w:type="dxa"/>
          </w:tcPr>
          <w:p w14:paraId="79A10287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257F7339" w14:textId="0EDE15BF" w:rsidR="005E2AD5" w:rsidRPr="00DC2ACA" w:rsidRDefault="00F9706D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</w:tr>
      <w:tr w:rsidR="005E2AD5" w:rsidRPr="00DC2ACA" w14:paraId="459B6340" w14:textId="2FFD8733" w:rsidTr="002F4576">
        <w:trPr>
          <w:trHeight w:val="144"/>
        </w:trPr>
        <w:tc>
          <w:tcPr>
            <w:tcW w:w="3600" w:type="dxa"/>
          </w:tcPr>
          <w:p w14:paraId="0C2EB21E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17E3BF5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72CF0C6E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5" w:type="dxa"/>
          </w:tcPr>
          <w:p w14:paraId="0C1CBD6B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20" w:type="dxa"/>
          </w:tcPr>
          <w:p w14:paraId="0F147EFA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75EF361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35D1E7A4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50B06036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2C3883F9" w14:textId="025CE93A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284F2F91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F2BB623" w14:textId="13EA8DD0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5E2AD5" w:rsidRPr="00DC2ACA" w14:paraId="4F4EAF41" w14:textId="4744B3DF" w:rsidTr="002F4576">
        <w:trPr>
          <w:trHeight w:val="144"/>
        </w:trPr>
        <w:tc>
          <w:tcPr>
            <w:tcW w:w="3600" w:type="dxa"/>
          </w:tcPr>
          <w:p w14:paraId="753B5C9F" w14:textId="77777777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8BE7557" w14:textId="2F12D3EF" w:rsidR="005E2AD5" w:rsidRPr="00DC2ACA" w:rsidRDefault="00F9706D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411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651</w:t>
            </w:r>
          </w:p>
        </w:tc>
        <w:tc>
          <w:tcPr>
            <w:tcW w:w="180" w:type="dxa"/>
          </w:tcPr>
          <w:p w14:paraId="5DA842F3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bottom w:val="double" w:sz="4" w:space="0" w:color="auto"/>
            </w:tcBorders>
            <w:vAlign w:val="bottom"/>
          </w:tcPr>
          <w:p w14:paraId="1B1D54E6" w14:textId="3A940378" w:rsidR="005E2AD5" w:rsidRPr="00DC2ACA" w:rsidRDefault="00F9706D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866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042</w:t>
            </w:r>
          </w:p>
        </w:tc>
        <w:tc>
          <w:tcPr>
            <w:tcW w:w="20" w:type="dxa"/>
          </w:tcPr>
          <w:p w14:paraId="6C7FDEED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5D54B3B9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7017096D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3ED19255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bottom w:val="double" w:sz="4" w:space="0" w:color="auto"/>
            </w:tcBorders>
          </w:tcPr>
          <w:p w14:paraId="31B557C4" w14:textId="1FBC18C6" w:rsidR="005E2AD5" w:rsidRPr="00DC2ACA" w:rsidRDefault="00F9706D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50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918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479</w:t>
            </w:r>
          </w:p>
        </w:tc>
        <w:tc>
          <w:tcPr>
            <w:tcW w:w="180" w:type="dxa"/>
          </w:tcPr>
          <w:p w14:paraId="731B2A30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4F4C74F" w14:textId="753DF439" w:rsidR="005E2AD5" w:rsidRPr="00DC2ACA" w:rsidRDefault="00F9706D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397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610</w:t>
            </w:r>
          </w:p>
        </w:tc>
      </w:tr>
      <w:tr w:rsidR="005E2AD5" w:rsidRPr="00DC2ACA" w14:paraId="5C0FEB75" w14:textId="1D01B559" w:rsidTr="002F4576">
        <w:trPr>
          <w:trHeight w:val="144"/>
        </w:trPr>
        <w:tc>
          <w:tcPr>
            <w:tcW w:w="3600" w:type="dxa"/>
          </w:tcPr>
          <w:p w14:paraId="3BA01FD4" w14:textId="7FCD024B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หุ้นสามัญที่ออกจำหน่ายแล้วถัวเฉลี่ย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D1449D9" w14:textId="6806D4F6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E61F103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67B823" w14:textId="298ED825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31F83E3B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0D90E6BF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5075BAC5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4F8AF719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</w:tcPr>
          <w:p w14:paraId="6596D3F2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5BE73073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64DE917" w14:textId="39B1250D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5E2AD5" w:rsidRPr="00DC2ACA" w14:paraId="1CFBA772" w14:textId="0E0FCDB7" w:rsidTr="002F4576">
        <w:trPr>
          <w:trHeight w:val="144"/>
        </w:trPr>
        <w:tc>
          <w:tcPr>
            <w:tcW w:w="3600" w:type="dxa"/>
          </w:tcPr>
          <w:p w14:paraId="5510591A" w14:textId="54E211AD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 w:hint="cs"/>
                <w:sz w:val="28"/>
                <w:szCs w:val="28"/>
                <w:cs/>
              </w:rPr>
              <w:t xml:space="preserve">     </w:t>
            </w: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ถ่วงน้ำหนักสำหรับงวด (หุ้น)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F371F85" w14:textId="7352BA3D" w:rsidR="005E2AD5" w:rsidRPr="00DC2ACA" w:rsidRDefault="00F9706D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80" w:type="dxa"/>
            <w:shd w:val="clear" w:color="auto" w:fill="auto"/>
          </w:tcPr>
          <w:p w14:paraId="30C132CB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C66AC9" w14:textId="21A41572" w:rsidR="005E2AD5" w:rsidRPr="00DC2ACA" w:rsidRDefault="00F9706D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20" w:type="dxa"/>
          </w:tcPr>
          <w:p w14:paraId="74D17E45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177EFE7D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10A42CA7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0551AF2E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bottom w:val="double" w:sz="4" w:space="0" w:color="auto"/>
            </w:tcBorders>
          </w:tcPr>
          <w:p w14:paraId="0F539D3B" w14:textId="1D924D20" w:rsidR="005E2AD5" w:rsidRPr="00DC2ACA" w:rsidRDefault="00F9706D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80" w:type="dxa"/>
          </w:tcPr>
          <w:p w14:paraId="23EF47B0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5C3994F" w14:textId="39C34F2D" w:rsidR="005E2AD5" w:rsidRPr="00DC2ACA" w:rsidRDefault="00F9706D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5E2AD5" w:rsidRPr="00DC2ACA" w14:paraId="2D301AAA" w14:textId="510EB5C0" w:rsidTr="002F4576">
        <w:trPr>
          <w:trHeight w:val="144"/>
        </w:trPr>
        <w:tc>
          <w:tcPr>
            <w:tcW w:w="3600" w:type="dxa"/>
          </w:tcPr>
          <w:p w14:paraId="69C8D20D" w14:textId="77777777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50CC48" w14:textId="6FFD4552" w:rsidR="005E2AD5" w:rsidRPr="00DC2ACA" w:rsidRDefault="00F9706D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80" w:type="dxa"/>
            <w:shd w:val="clear" w:color="auto" w:fill="auto"/>
          </w:tcPr>
          <w:p w14:paraId="21B9D37B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F2C9AE" w14:textId="4E1D8139" w:rsidR="005E2AD5" w:rsidRPr="00DC2ACA" w:rsidRDefault="00F9706D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04</w:t>
            </w:r>
          </w:p>
        </w:tc>
        <w:tc>
          <w:tcPr>
            <w:tcW w:w="20" w:type="dxa"/>
          </w:tcPr>
          <w:p w14:paraId="7B4ADEF3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343149FD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top w:val="double" w:sz="4" w:space="0" w:color="auto"/>
              <w:bottom w:val="double" w:sz="4" w:space="0" w:color="auto"/>
            </w:tcBorders>
          </w:tcPr>
          <w:p w14:paraId="3F04A897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top w:val="double" w:sz="4" w:space="0" w:color="auto"/>
              <w:bottom w:val="double" w:sz="4" w:space="0" w:color="auto"/>
            </w:tcBorders>
          </w:tcPr>
          <w:p w14:paraId="30C4731C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</w:tcPr>
          <w:p w14:paraId="3C5F617D" w14:textId="4B4BC049" w:rsidR="005E2AD5" w:rsidRPr="00DC2ACA" w:rsidRDefault="00F9706D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80" w:type="dxa"/>
          </w:tcPr>
          <w:p w14:paraId="05F8E55F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14:paraId="322BD0FA" w14:textId="7C446702" w:rsidR="005E2AD5" w:rsidRPr="00DC2ACA" w:rsidRDefault="00F9706D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E3571" w:rsidRPr="00DC2AC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09</w:t>
            </w:r>
          </w:p>
        </w:tc>
      </w:tr>
    </w:tbl>
    <w:p w14:paraId="297BA860" w14:textId="7F2F1437" w:rsidR="006215DA" w:rsidRPr="00DC2ACA" w:rsidRDefault="006215DA" w:rsidP="001D05B5">
      <w:pPr>
        <w:snapToGrid w:val="0"/>
        <w:spacing w:before="240" w:after="36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>การคำนวณกำไรต่อหุ้นขั้นพื้นฐานสำหรับ</w:t>
      </w:r>
      <w:r w:rsidR="00744441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งวด</w:t>
      </w:r>
      <w:r w:rsidR="006D1A2C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="004B7869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และงวดหกเดือน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E62D65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E62D65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62D65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ำนวณโดยการหารกำไรสำหรับงวดที่เป็นส่วนของผู้ถือหุ้นของบริษัทและจำนวนหุ้นสามัญถัวเฉลี่ยถ่วงน้ำหนักที่ออกจำหน่ายแล้วระหว่างงวด (ถ้ามี) โดยได้ปรับจำนวนหุ้นสามัญตามสัดส่วนที่เปลี่ยนไปของจำนวนหุ้นสามัญที่เกิดจากการเปลี่ยนแปลงมูลค่าหุ้นที่ตราไว้จากมูลค่าหุ้นละ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10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บาท เป็นมูลค่าหุ้นละ 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0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F9706D" w:rsidRPr="00F9706D">
        <w:rPr>
          <w:rFonts w:asciiTheme="majorBidi" w:hAnsiTheme="majorBidi" w:cstheme="majorBidi"/>
          <w:spacing w:val="-6"/>
          <w:sz w:val="32"/>
          <w:szCs w:val="32"/>
        </w:rPr>
        <w:t>50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>บาท โดยถือเสมือนว่าการเปลี่ยนแปลงจำนวนหุ้นและมูลค่าหุ้นที่ตราไว้ได้เกิดขึ้นตั้งแต่วันเริ่มต้นของงวดแรกที่เสนอรายงาน</w:t>
      </w:r>
    </w:p>
    <w:p w14:paraId="11DBD276" w14:textId="25C75A83" w:rsidR="00E00823" w:rsidRPr="00DC2ACA" w:rsidRDefault="00F9706D" w:rsidP="001D05B5">
      <w:pPr>
        <w:tabs>
          <w:tab w:val="left" w:pos="54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E00823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00823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ทุนสำรองตามกฎหมาย</w:t>
      </w:r>
    </w:p>
    <w:p w14:paraId="3925A214" w14:textId="317284E5" w:rsidR="00E00823" w:rsidRPr="00DC2ACA" w:rsidRDefault="00E00823" w:rsidP="001D05B5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ตามบทบัญญัติแห่งประมวลกฎหมายแพ่งและพาณิชย์ ทุกคราวที่จ่ายเงินปันผล บริษัทต้องจัดสรรเงินไว้เป็นทุนสำรองอย่างน้อยหนึ่งในยี่สิบส่วนของจำนวนผลกำไรซึ่งบริษัทได้รับจากกิจการของบริษัท จนกว่าทุนสำรองนั้นจะมีจำนวนถึงหนึ่งในสิบของจำนวนทุนของบริษัท ทุนสำรองนี้จะนำมาจัดสรรเป็น</w:t>
      </w:r>
      <w:r w:rsidR="00E35EB3" w:rsidRPr="00DC2ACA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เงินปันผลไม่ได้</w:t>
      </w:r>
    </w:p>
    <w:p w14:paraId="178F41D6" w14:textId="65921F4B" w:rsidR="00751AE1" w:rsidRPr="00DC2ACA" w:rsidRDefault="00216F90" w:rsidP="001D05B5">
      <w:pPr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2568</w:t>
      </w:r>
      <w:r w:rsidR="007E34A4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31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ทุนสำรองตามกฎหมายของบริษัทมีจำนวน</w:t>
      </w:r>
      <w:r w:rsidR="000E63F1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13</w:t>
      </w:r>
      <w:r w:rsidR="00467119" w:rsidRPr="00DC2ACA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F9706D" w:rsidRPr="00F9706D">
        <w:rPr>
          <w:rFonts w:asciiTheme="majorBidi" w:hAnsiTheme="majorBidi" w:cstheme="majorBidi"/>
          <w:spacing w:val="-4"/>
          <w:sz w:val="32"/>
          <w:szCs w:val="32"/>
        </w:rPr>
        <w:t>05</w:t>
      </w:r>
      <w:r w:rsidR="00AD2BEF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C9264F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9264F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4B504B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pacing w:val="-4"/>
          <w:sz w:val="32"/>
          <w:szCs w:val="32"/>
        </w:rPr>
        <w:t>11</w:t>
      </w:r>
      <w:r w:rsidR="00A1616D" w:rsidRPr="00DC2ACA">
        <w:rPr>
          <w:rFonts w:ascii="Angsana New" w:hAnsi="Angsana New"/>
          <w:spacing w:val="-4"/>
          <w:sz w:val="32"/>
          <w:szCs w:val="32"/>
        </w:rPr>
        <w:t>.</w:t>
      </w:r>
      <w:r w:rsidR="00F9706D" w:rsidRPr="00F9706D">
        <w:rPr>
          <w:rFonts w:ascii="Angsana New" w:hAnsi="Angsana New"/>
          <w:spacing w:val="-4"/>
          <w:sz w:val="32"/>
          <w:szCs w:val="32"/>
        </w:rPr>
        <w:t>78</w:t>
      </w:r>
      <w:r w:rsidR="00A1616D"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="004B504B" w:rsidRPr="00DC2ACA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41B20C64" w14:textId="4A0CF810" w:rsidR="00475F5A" w:rsidRPr="00DC2ACA" w:rsidRDefault="00F9706D" w:rsidP="001D05B5">
      <w:pPr>
        <w:snapToGrid w:val="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475F5A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5F5A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5F5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644B2FAD" w14:textId="5011C4C7" w:rsidR="00363270" w:rsidRPr="00DC2ACA" w:rsidRDefault="00363270" w:rsidP="001D05B5">
      <w:pPr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F9706D" w:rsidRPr="00F9706D">
        <w:rPr>
          <w:rFonts w:ascii="Angsana New" w:hAnsi="Angsana New"/>
          <w:sz w:val="32"/>
          <w:szCs w:val="32"/>
        </w:rPr>
        <w:t>5</w:t>
      </w:r>
      <w:r w:rsidR="00AF7881" w:rsidRPr="00DC2ACA">
        <w:rPr>
          <w:rFonts w:ascii="Angsana New" w:hAnsi="Angsana New"/>
          <w:sz w:val="32"/>
          <w:szCs w:val="32"/>
        </w:rPr>
        <w:t xml:space="preserve"> </w:t>
      </w:r>
      <w:r w:rsidR="001F77BC" w:rsidRPr="00DC2ACA">
        <w:rPr>
          <w:rFonts w:ascii="Angsana New" w:hAnsi="Angsana New" w:hint="cs"/>
          <w:sz w:val="32"/>
          <w:szCs w:val="32"/>
          <w:cs/>
        </w:rPr>
        <w:t>มีนาคม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  <w:cs/>
        </w:rPr>
        <w:t xml:space="preserve"> ที่</w:t>
      </w:r>
      <w:r w:rsidR="00004594" w:rsidRPr="00DC2ACA">
        <w:rPr>
          <w:rFonts w:ascii="Angsana New" w:hAnsi="Angsana New"/>
          <w:spacing w:val="-8"/>
          <w:sz w:val="32"/>
          <w:szCs w:val="32"/>
          <w:cs/>
        </w:rPr>
        <w:t>ประชุม</w:t>
      </w:r>
      <w:r w:rsidR="001F77BC" w:rsidRPr="00DC2ACA">
        <w:rPr>
          <w:rFonts w:ascii="Angsana New" w:hAnsi="Angsana New" w:hint="cs"/>
          <w:spacing w:val="-8"/>
          <w:sz w:val="32"/>
          <w:szCs w:val="32"/>
          <w:cs/>
        </w:rPr>
        <w:t>ผู้ถือหุ้น</w:t>
      </w:r>
      <w:r w:rsidR="00004594" w:rsidRPr="00DC2ACA">
        <w:rPr>
          <w:rFonts w:ascii="Angsana New" w:hAnsi="Angsana New"/>
          <w:spacing w:val="-8"/>
          <w:sz w:val="32"/>
          <w:szCs w:val="32"/>
          <w:cs/>
        </w:rPr>
        <w:t xml:space="preserve">ของบริษัทครั้งที่ </w:t>
      </w:r>
      <w:r w:rsidR="00F9706D" w:rsidRPr="00F9706D">
        <w:rPr>
          <w:rFonts w:ascii="Angsana New" w:hAnsi="Angsana New"/>
          <w:spacing w:val="-8"/>
          <w:sz w:val="32"/>
          <w:szCs w:val="32"/>
        </w:rPr>
        <w:t>1</w:t>
      </w:r>
      <w:r w:rsidR="00004594" w:rsidRPr="00DC2ACA">
        <w:rPr>
          <w:rFonts w:ascii="Angsana New" w:hAnsi="Angsana New"/>
          <w:spacing w:val="-8"/>
          <w:sz w:val="32"/>
          <w:szCs w:val="32"/>
        </w:rPr>
        <w:t>/</w:t>
      </w:r>
      <w:r w:rsidR="00F9706D" w:rsidRPr="00F9706D">
        <w:rPr>
          <w:rFonts w:ascii="Angsana New" w:hAnsi="Angsana New"/>
          <w:spacing w:val="-8"/>
          <w:sz w:val="32"/>
          <w:szCs w:val="32"/>
        </w:rPr>
        <w:t>2568</w:t>
      </w:r>
      <w:r w:rsidR="00004594"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ได้มีมติอนุมัติการจ่ายเงินปันผล</w:t>
      </w:r>
      <w:r w:rsidR="00CD28EB" w:rsidRPr="00DC2ACA">
        <w:rPr>
          <w:rFonts w:ascii="Angsana New" w:hAnsi="Angsana New" w:hint="cs"/>
          <w:sz w:val="32"/>
          <w:szCs w:val="32"/>
          <w:cs/>
        </w:rPr>
        <w:t>จากกำไรสุทธิ</w:t>
      </w:r>
      <w:r w:rsidR="00672F71" w:rsidRPr="00DC2ACA">
        <w:rPr>
          <w:rFonts w:ascii="Angsana New" w:hAnsi="Angsana New" w:hint="cs"/>
          <w:sz w:val="32"/>
          <w:szCs w:val="32"/>
          <w:cs/>
        </w:rPr>
        <w:t>ประจำ</w:t>
      </w:r>
      <w:r w:rsidRPr="00DC2ACA">
        <w:rPr>
          <w:rFonts w:ascii="Angsana New" w:hAnsi="Angsana New"/>
          <w:sz w:val="32"/>
          <w:szCs w:val="32"/>
          <w:cs/>
        </w:rPr>
        <w:t xml:space="preserve">ปี </w:t>
      </w:r>
      <w:r w:rsidR="00F9706D" w:rsidRPr="00F9706D">
        <w:rPr>
          <w:rFonts w:ascii="Angsana New" w:hAnsi="Angsana New"/>
          <w:sz w:val="32"/>
          <w:szCs w:val="32"/>
        </w:rPr>
        <w:t>2567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980"/>
        <w:gridCol w:w="1312"/>
        <w:gridCol w:w="1838"/>
        <w:gridCol w:w="1800"/>
      </w:tblGrid>
      <w:tr w:rsidR="004F0216" w:rsidRPr="00DC2ACA" w14:paraId="37D436BD" w14:textId="77777777" w:rsidTr="00A5534A">
        <w:tc>
          <w:tcPr>
            <w:tcW w:w="1980" w:type="dxa"/>
          </w:tcPr>
          <w:p w14:paraId="3370E6BA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1980" w:type="dxa"/>
          </w:tcPr>
          <w:p w14:paraId="0D50301C" w14:textId="77777777" w:rsidR="00363270" w:rsidRPr="00DC2ACA" w:rsidRDefault="00363270" w:rsidP="001D05B5">
            <w:pPr>
              <w:tabs>
                <w:tab w:val="left" w:pos="93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วันที่จ่ายเงินปันผล</w:t>
            </w:r>
          </w:p>
        </w:tc>
        <w:tc>
          <w:tcPr>
            <w:tcW w:w="1312" w:type="dxa"/>
          </w:tcPr>
          <w:p w14:paraId="58526109" w14:textId="77777777" w:rsidR="00363270" w:rsidRPr="00DC2ACA" w:rsidRDefault="00363270" w:rsidP="001D05B5">
            <w:pPr>
              <w:ind w:right="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เงินปันผลต่อหุ้น</w:t>
            </w:r>
          </w:p>
        </w:tc>
        <w:tc>
          <w:tcPr>
            <w:tcW w:w="1838" w:type="dxa"/>
          </w:tcPr>
          <w:p w14:paraId="6B617F51" w14:textId="77777777" w:rsidR="00363270" w:rsidRPr="00DC2ACA" w:rsidRDefault="00363270" w:rsidP="001D05B5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จำนวนเงินปันผลจ่าย</w:t>
            </w:r>
          </w:p>
        </w:tc>
        <w:tc>
          <w:tcPr>
            <w:tcW w:w="1800" w:type="dxa"/>
          </w:tcPr>
          <w:p w14:paraId="165E3998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ทุนสำรองตามกฎหมาย</w:t>
            </w:r>
          </w:p>
        </w:tc>
      </w:tr>
      <w:tr w:rsidR="004F0216" w:rsidRPr="00DC2ACA" w14:paraId="5764DF26" w14:textId="77777777" w:rsidTr="00A5534A">
        <w:tc>
          <w:tcPr>
            <w:tcW w:w="1980" w:type="dxa"/>
          </w:tcPr>
          <w:p w14:paraId="6344C52D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604D4B5A" w14:textId="77777777" w:rsidR="00363270" w:rsidRPr="00DC2ACA" w:rsidRDefault="00363270" w:rsidP="001D05B5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2" w:type="dxa"/>
          </w:tcPr>
          <w:p w14:paraId="1050AD24" w14:textId="77777777" w:rsidR="00363270" w:rsidRPr="00DC2ACA" w:rsidRDefault="00363270" w:rsidP="001D05B5">
            <w:pPr>
              <w:ind w:right="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38" w:type="dxa"/>
          </w:tcPr>
          <w:p w14:paraId="020EF1B5" w14:textId="77777777" w:rsidR="00363270" w:rsidRPr="00DC2ACA" w:rsidRDefault="00363270" w:rsidP="001D05B5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0" w:type="dxa"/>
          </w:tcPr>
          <w:p w14:paraId="125B6601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363270" w:rsidRPr="00DC2ACA" w14:paraId="04FA869B" w14:textId="77777777" w:rsidTr="00A5534A">
        <w:trPr>
          <w:trHeight w:val="252"/>
        </w:trPr>
        <w:tc>
          <w:tcPr>
            <w:tcW w:w="1980" w:type="dxa"/>
          </w:tcPr>
          <w:p w14:paraId="53D19AC8" w14:textId="5295CD3D" w:rsidR="00363270" w:rsidRPr="00DC2ACA" w:rsidRDefault="00ED16B9" w:rsidP="001D05B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C2ACA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363270" w:rsidRPr="00DC2ACA">
              <w:rPr>
                <w:rFonts w:ascii="Angsana New" w:hAnsi="Angsana New"/>
                <w:sz w:val="28"/>
                <w:szCs w:val="28"/>
                <w:cs/>
              </w:rPr>
              <w:t xml:space="preserve">ปี </w:t>
            </w:r>
            <w:r w:rsidR="00F9706D" w:rsidRPr="00F9706D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980" w:type="dxa"/>
          </w:tcPr>
          <w:p w14:paraId="2B2BCCAA" w14:textId="05E1141D" w:rsidR="00363270" w:rsidRPr="00DC2ACA" w:rsidRDefault="00F9706D" w:rsidP="001D05B5">
            <w:pPr>
              <w:ind w:left="-108" w:right="-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06D">
              <w:rPr>
                <w:rFonts w:ascii="Angsana New" w:hAnsi="Angsana New"/>
                <w:sz w:val="28"/>
                <w:szCs w:val="28"/>
              </w:rPr>
              <w:t>14</w:t>
            </w:r>
            <w:r w:rsidR="00AF7881" w:rsidRPr="00DC2A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5534A" w:rsidRPr="00DC2ACA">
              <w:rPr>
                <w:rFonts w:ascii="Angsana New" w:hAnsi="Angsana New" w:hint="cs"/>
                <w:sz w:val="28"/>
                <w:szCs w:val="28"/>
                <w:cs/>
              </w:rPr>
              <w:t xml:space="preserve">และ </w:t>
            </w:r>
            <w:r w:rsidRPr="00F9706D">
              <w:rPr>
                <w:rFonts w:ascii="Angsana New" w:hAnsi="Angsana New"/>
                <w:sz w:val="28"/>
                <w:szCs w:val="28"/>
              </w:rPr>
              <w:t>17</w:t>
            </w:r>
            <w:r w:rsidR="00A5534A" w:rsidRPr="00DC2A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F7881" w:rsidRPr="00DC2ACA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="00363270" w:rsidRPr="00DC2AC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F9706D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12" w:type="dxa"/>
          </w:tcPr>
          <w:p w14:paraId="4A575FB6" w14:textId="57D7D6EA" w:rsidR="00363270" w:rsidRPr="00DC2ACA" w:rsidRDefault="00F9706D" w:rsidP="001D05B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9706D">
              <w:rPr>
                <w:rFonts w:ascii="Angsana New" w:hAnsi="Angsana New"/>
                <w:sz w:val="28"/>
                <w:szCs w:val="28"/>
              </w:rPr>
              <w:t>0</w:t>
            </w:r>
            <w:r w:rsidR="00363270" w:rsidRPr="00DC2ACA">
              <w:rPr>
                <w:rFonts w:ascii="Angsana New" w:hAnsi="Angsana New"/>
                <w:sz w:val="28"/>
                <w:szCs w:val="28"/>
              </w:rPr>
              <w:t>.</w:t>
            </w:r>
            <w:r w:rsidRPr="00F9706D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838" w:type="dxa"/>
          </w:tcPr>
          <w:p w14:paraId="14FFADAD" w14:textId="516C2A09" w:rsidR="00363270" w:rsidRPr="00DC2ACA" w:rsidRDefault="00F9706D" w:rsidP="001D05B5">
            <w:pPr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9706D">
              <w:rPr>
                <w:rFonts w:ascii="Angsana New" w:hAnsi="Angsana New"/>
                <w:sz w:val="28"/>
                <w:szCs w:val="28"/>
              </w:rPr>
              <w:t>9</w:t>
            </w:r>
            <w:r w:rsidR="00363270" w:rsidRPr="00DC2ACA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F9706D">
              <w:rPr>
                <w:rFonts w:ascii="Angsana New" w:hAnsi="Angsana New"/>
                <w:sz w:val="28"/>
                <w:szCs w:val="28"/>
              </w:rPr>
              <w:t>750</w:t>
            </w:r>
            <w:r w:rsidR="00363270" w:rsidRPr="00DC2ACA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F9706D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1800" w:type="dxa"/>
          </w:tcPr>
          <w:p w14:paraId="2FB6702F" w14:textId="013609C8" w:rsidR="00363270" w:rsidRPr="00DC2ACA" w:rsidRDefault="00F9706D" w:rsidP="001D05B5">
            <w:pPr>
              <w:ind w:left="94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9706D">
              <w:rPr>
                <w:rFonts w:ascii="Angsana New" w:hAnsi="Angsana New"/>
                <w:sz w:val="28"/>
                <w:szCs w:val="28"/>
              </w:rPr>
              <w:t>1</w:t>
            </w:r>
            <w:r w:rsidR="00F14098" w:rsidRPr="00DC2ACA">
              <w:rPr>
                <w:rFonts w:ascii="Angsana New" w:hAnsi="Angsana New"/>
                <w:sz w:val="28"/>
                <w:szCs w:val="28"/>
              </w:rPr>
              <w:t>,</w:t>
            </w:r>
            <w:r w:rsidRPr="00F9706D">
              <w:rPr>
                <w:rFonts w:ascii="Angsana New" w:hAnsi="Angsana New"/>
                <w:sz w:val="28"/>
                <w:szCs w:val="28"/>
              </w:rPr>
              <w:t>278</w:t>
            </w:r>
            <w:r w:rsidR="00F14098" w:rsidRPr="00DC2ACA">
              <w:rPr>
                <w:rFonts w:ascii="Angsana New" w:hAnsi="Angsana New"/>
                <w:sz w:val="28"/>
                <w:szCs w:val="28"/>
              </w:rPr>
              <w:t>,</w:t>
            </w:r>
            <w:r w:rsidRPr="00F9706D">
              <w:rPr>
                <w:rFonts w:ascii="Angsana New" w:hAnsi="Angsana New"/>
                <w:sz w:val="28"/>
                <w:szCs w:val="28"/>
              </w:rPr>
              <w:t>168</w:t>
            </w:r>
          </w:p>
        </w:tc>
      </w:tr>
    </w:tbl>
    <w:p w14:paraId="278EAF1E" w14:textId="77777777" w:rsidR="001D05B5" w:rsidRDefault="001D05B5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777A096" w14:textId="02EDCC25" w:rsidR="00C7399F" w:rsidRPr="00DC2ACA" w:rsidRDefault="00C7399F" w:rsidP="001D05B5">
      <w:pPr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เมื่อวันที่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15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ที่ประชุมผู้ถือหุ้นของบริษัทครั้งที่ </w:t>
      </w:r>
      <w:r w:rsidR="00F9706D" w:rsidRPr="00F9706D">
        <w:rPr>
          <w:rFonts w:asciiTheme="majorBidi" w:hAnsiTheme="majorBidi" w:cstheme="majorBidi"/>
          <w:sz w:val="32"/>
          <w:szCs w:val="32"/>
        </w:rPr>
        <w:t>1</w:t>
      </w:r>
      <w:r w:rsidRPr="00DC2ACA">
        <w:rPr>
          <w:rFonts w:asciiTheme="majorBidi" w:hAnsiTheme="majorBidi" w:cstheme="majorBidi"/>
          <w:sz w:val="32"/>
          <w:szCs w:val="32"/>
        </w:rPr>
        <w:t>/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ได้มีมติอนุมัติการจ่ายเงินปันผล</w:t>
      </w:r>
      <w:r w:rsidRPr="00DC2ACA">
        <w:rPr>
          <w:rFonts w:asciiTheme="majorBidi" w:hAnsiTheme="majorBidi" w:cstheme="majorBidi"/>
          <w:sz w:val="32"/>
          <w:szCs w:val="32"/>
        </w:rPr>
        <w:br/>
      </w:r>
      <w:r w:rsidRPr="00DC2ACA">
        <w:rPr>
          <w:rFonts w:asciiTheme="majorBidi" w:hAnsiTheme="majorBidi" w:cstheme="majorBidi"/>
          <w:sz w:val="32"/>
          <w:szCs w:val="32"/>
          <w:cs/>
        </w:rPr>
        <w:t>จากกำไรสุทธิประจำปี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2566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2070"/>
        <w:gridCol w:w="1260"/>
        <w:gridCol w:w="1890"/>
        <w:gridCol w:w="1800"/>
      </w:tblGrid>
      <w:tr w:rsidR="00C7399F" w:rsidRPr="00DC2ACA" w14:paraId="663B91AA" w14:textId="77777777" w:rsidTr="00A5534A">
        <w:tc>
          <w:tcPr>
            <w:tcW w:w="1890" w:type="dxa"/>
          </w:tcPr>
          <w:p w14:paraId="33585B88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070" w:type="dxa"/>
          </w:tcPr>
          <w:p w14:paraId="5FBC3D5B" w14:textId="77777777" w:rsidR="00C7399F" w:rsidRPr="00DC2ACA" w:rsidRDefault="00C7399F" w:rsidP="001D05B5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วันที่จ่ายเงินปันผล</w:t>
            </w:r>
          </w:p>
        </w:tc>
        <w:tc>
          <w:tcPr>
            <w:tcW w:w="1260" w:type="dxa"/>
          </w:tcPr>
          <w:p w14:paraId="538ABACD" w14:textId="77777777" w:rsidR="00C7399F" w:rsidRPr="00DC2ACA" w:rsidRDefault="00C7399F" w:rsidP="001D05B5">
            <w:pPr>
              <w:ind w:right="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เงินปันผลต่อหุ้น</w:t>
            </w:r>
          </w:p>
        </w:tc>
        <w:tc>
          <w:tcPr>
            <w:tcW w:w="1890" w:type="dxa"/>
          </w:tcPr>
          <w:p w14:paraId="0C2D3626" w14:textId="77777777" w:rsidR="00C7399F" w:rsidRPr="00DC2ACA" w:rsidRDefault="00C7399F" w:rsidP="001D05B5">
            <w:pPr>
              <w:ind w:left="-108"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จำนวนเงินปันผลจ่าย</w:t>
            </w:r>
          </w:p>
        </w:tc>
        <w:tc>
          <w:tcPr>
            <w:tcW w:w="1800" w:type="dxa"/>
          </w:tcPr>
          <w:p w14:paraId="3D8303F5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ทุนสำรองตามกฎหมาย</w:t>
            </w:r>
          </w:p>
        </w:tc>
      </w:tr>
      <w:tr w:rsidR="00C7399F" w:rsidRPr="00DC2ACA" w14:paraId="233FBE9F" w14:textId="77777777" w:rsidTr="00A5534A">
        <w:tc>
          <w:tcPr>
            <w:tcW w:w="1890" w:type="dxa"/>
          </w:tcPr>
          <w:p w14:paraId="1650016D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16535DD6" w14:textId="77777777" w:rsidR="00C7399F" w:rsidRPr="00DC2ACA" w:rsidRDefault="00C7399F" w:rsidP="001D05B5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174386CE" w14:textId="77777777" w:rsidR="00C7399F" w:rsidRPr="00DC2ACA" w:rsidRDefault="00C7399F" w:rsidP="001D05B5">
            <w:pPr>
              <w:ind w:right="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90" w:type="dxa"/>
          </w:tcPr>
          <w:p w14:paraId="149738D2" w14:textId="77777777" w:rsidR="00C7399F" w:rsidRPr="00DC2ACA" w:rsidRDefault="00C7399F" w:rsidP="001D05B5">
            <w:pPr>
              <w:ind w:left="-108"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0" w:type="dxa"/>
          </w:tcPr>
          <w:p w14:paraId="086B9BAC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C7399F" w:rsidRPr="00DC2ACA" w14:paraId="06F3F2F5" w14:textId="77777777" w:rsidTr="00A5534A">
        <w:trPr>
          <w:trHeight w:val="252"/>
        </w:trPr>
        <w:tc>
          <w:tcPr>
            <w:tcW w:w="1890" w:type="dxa"/>
          </w:tcPr>
          <w:p w14:paraId="5F80A8E2" w14:textId="0549DBA3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 </w:t>
            </w:r>
            <w:r w:rsidR="00F9706D" w:rsidRPr="00F9706D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070" w:type="dxa"/>
          </w:tcPr>
          <w:p w14:paraId="65DBDF1C" w14:textId="60545E31" w:rsidR="00C7399F" w:rsidRPr="00DC2ACA" w:rsidRDefault="00F9706D" w:rsidP="001D05B5">
            <w:pPr>
              <w:ind w:left="-108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C7399F"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3F0B1C6C" w14:textId="37B06416" w:rsidR="00C7399F" w:rsidRPr="00DC2ACA" w:rsidRDefault="00F9706D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7399F" w:rsidRPr="00DC2AC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06</w:t>
            </w:r>
          </w:p>
        </w:tc>
        <w:tc>
          <w:tcPr>
            <w:tcW w:w="1890" w:type="dxa"/>
          </w:tcPr>
          <w:p w14:paraId="284E409D" w14:textId="295029A1" w:rsidR="00C7399F" w:rsidRPr="00DC2ACA" w:rsidRDefault="00F9706D" w:rsidP="001D05B5">
            <w:pPr>
              <w:ind w:left="-108"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C7399F"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900</w:t>
            </w:r>
            <w:r w:rsidR="00C7399F"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800" w:type="dxa"/>
          </w:tcPr>
          <w:p w14:paraId="5D1197A8" w14:textId="29A2CDA5" w:rsidR="00C7399F" w:rsidRPr="00DC2ACA" w:rsidRDefault="00F9706D" w:rsidP="001D05B5">
            <w:pPr>
              <w:ind w:left="94"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706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7399F"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333</w:t>
            </w:r>
            <w:r w:rsidR="00C7399F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9706D">
              <w:rPr>
                <w:rFonts w:asciiTheme="majorBidi" w:hAnsiTheme="majorBidi" w:cstheme="majorBidi"/>
                <w:sz w:val="28"/>
                <w:szCs w:val="28"/>
              </w:rPr>
              <w:t>489</w:t>
            </w:r>
          </w:p>
        </w:tc>
      </w:tr>
    </w:tbl>
    <w:p w14:paraId="4D458FFA" w14:textId="4989BF9F" w:rsidR="003A0F1A" w:rsidRPr="00DC2ACA" w:rsidRDefault="00F9706D" w:rsidP="001D05B5">
      <w:pPr>
        <w:spacing w:before="360"/>
        <w:ind w:left="547" w:right="29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3A0F1A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A0F1A" w:rsidRPr="00DC2ACA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ab/>
        <w:t>ส่วนงาน</w:t>
      </w:r>
      <w:r w:rsidR="003A0F1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</w:t>
      </w:r>
    </w:p>
    <w:p w14:paraId="665DA047" w14:textId="4CACE6CB" w:rsidR="00A8455B" w:rsidRPr="00DC2ACA" w:rsidRDefault="00A8455B" w:rsidP="001D05B5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ข้อมูลส่วนงานที่นำเสนอนี้สอดคล้องกับข้อมูลภายในของบริษัทที่ประธานเจ้าหน้าที่บริหารของบริษัท </w:t>
      </w:r>
      <w:r w:rsidRPr="00DC2ACA">
        <w:rPr>
          <w:rFonts w:ascii="Angsana New" w:hAnsi="Angsana New"/>
          <w:sz w:val="32"/>
          <w:szCs w:val="32"/>
        </w:rPr>
        <w:br/>
      </w:r>
      <w:r w:rsidRPr="00DC2ACA">
        <w:rPr>
          <w:rFonts w:ascii="Angsana New" w:hAnsi="Angsana New"/>
          <w:sz w:val="32"/>
          <w:szCs w:val="32"/>
          <w:cs/>
        </w:rPr>
        <w:t>(ผู้มีอำนาจตัดสินใจสูงสุดด้านการดำเนินงาน</w:t>
      </w:r>
      <w:r w:rsidRPr="00DC2ACA">
        <w:rPr>
          <w:rFonts w:ascii="Angsana New" w:hAnsi="Angsana New"/>
          <w:sz w:val="32"/>
          <w:szCs w:val="32"/>
        </w:rPr>
        <w:t xml:space="preserve">) </w:t>
      </w:r>
      <w:r w:rsidRPr="00DC2ACA">
        <w:rPr>
          <w:rFonts w:ascii="Angsana New" w:hAnsi="Angsana New"/>
          <w:sz w:val="32"/>
          <w:szCs w:val="32"/>
          <w:cs/>
        </w:rPr>
        <w:t>ได้รับและสอบทานอย่างสม่ำเสมอเพื่อวัตถุประสงค์ในการจัดสรรทรัพยากรและการประเมินผลการดำเนินงานของส่วนงานนั้น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บริษัทมีการวัดผลการดำเนินงานโดยพิจารณาเป็น </w:t>
      </w:r>
      <w:r w:rsidR="00F9706D" w:rsidRPr="00F9706D">
        <w:rPr>
          <w:rFonts w:ascii="Angsana New" w:hAnsi="Angsana New"/>
          <w:sz w:val="32"/>
          <w:szCs w:val="32"/>
        </w:rPr>
        <w:t>3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ส่วนงานที่รายงาน ซึ่งเป็นส่วนงานที่มีการบริหารจัดการแยกต่างหากเนื่องจากกลยุทธ์ทางการตลาดที่แตกต่างกัน ส่วนงานที่รายงานของบริษัท เป็นดังนี้</w:t>
      </w:r>
    </w:p>
    <w:p w14:paraId="30DAA67A" w14:textId="6DCA79AF" w:rsidR="00A8455B" w:rsidRPr="00DC2ACA" w:rsidRDefault="00A8455B" w:rsidP="001D05B5">
      <w:pPr>
        <w:tabs>
          <w:tab w:val="left" w:pos="1800"/>
        </w:tabs>
        <w:spacing w:before="240"/>
        <w:ind w:left="1814" w:hanging="126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="00F9706D" w:rsidRPr="00F9706D">
        <w:rPr>
          <w:rFonts w:ascii="Angsana New" w:hAnsi="Angsana New"/>
          <w:sz w:val="32"/>
          <w:szCs w:val="32"/>
        </w:rPr>
        <w:t>1</w:t>
      </w:r>
      <w:r w:rsidRPr="00DC2ACA">
        <w:rPr>
          <w:rFonts w:ascii="Angsana New" w:hAnsi="Angsana New"/>
          <w:sz w:val="32"/>
          <w:szCs w:val="32"/>
        </w:rPr>
        <w:t xml:space="preserve">: </w:t>
      </w:r>
      <w:r w:rsidRPr="00DC2ACA">
        <w:rPr>
          <w:rFonts w:ascii="Angsana New" w:hAnsi="Angsana New"/>
          <w:sz w:val="32"/>
          <w:szCs w:val="32"/>
        </w:rPr>
        <w:tab/>
      </w:r>
      <w:r w:rsidRPr="00DC2ACA">
        <w:rPr>
          <w:rFonts w:ascii="Angsana New" w:hAnsi="Angsana New"/>
          <w:sz w:val="32"/>
          <w:szCs w:val="32"/>
          <w:cs/>
        </w:rPr>
        <w:t>รายได้จากการให้บริการเครื่องซักผ้า เครื่องอบผ้า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และการพับผ้า และรายได้จากการขายสินค้าผ่านเครื่องหยอดเหรียญและสินค้าอื่นหน้าสาขา</w:t>
      </w:r>
    </w:p>
    <w:p w14:paraId="4F315243" w14:textId="58A7FD1E" w:rsidR="00A8455B" w:rsidRPr="00DC2ACA" w:rsidRDefault="00A8455B" w:rsidP="001D05B5">
      <w:pPr>
        <w:tabs>
          <w:tab w:val="left" w:pos="1800"/>
        </w:tabs>
        <w:ind w:left="1800" w:hanging="1260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="00F9706D" w:rsidRPr="00F9706D">
        <w:rPr>
          <w:rFonts w:ascii="Angsana New" w:hAnsi="Angsana New"/>
          <w:sz w:val="32"/>
          <w:szCs w:val="32"/>
        </w:rPr>
        <w:t>2</w:t>
      </w:r>
      <w:r w:rsidRPr="00DC2ACA">
        <w:rPr>
          <w:rFonts w:ascii="Angsana New" w:hAnsi="Angsana New"/>
          <w:sz w:val="32"/>
          <w:szCs w:val="32"/>
        </w:rPr>
        <w:t xml:space="preserve">: </w:t>
      </w:r>
      <w:r w:rsidRPr="00DC2ACA">
        <w:rPr>
          <w:rFonts w:ascii="Angsana New" w:hAnsi="Angsana New"/>
          <w:sz w:val="32"/>
          <w:szCs w:val="32"/>
        </w:rPr>
        <w:tab/>
      </w:r>
      <w:r w:rsidRPr="00DC2ACA">
        <w:rPr>
          <w:rFonts w:ascii="Angsana New" w:hAnsi="Angsana New"/>
          <w:sz w:val="32"/>
          <w:szCs w:val="32"/>
          <w:cs/>
        </w:rPr>
        <w:t>รายได้จากการให้บริการกับผู้แทนจำหน่าย (</w:t>
      </w:r>
      <w:r w:rsidRPr="00DC2ACA">
        <w:rPr>
          <w:rFonts w:ascii="Angsana New" w:hAnsi="Angsana New"/>
          <w:sz w:val="32"/>
          <w:szCs w:val="32"/>
        </w:rPr>
        <w:t>Franchises)</w:t>
      </w:r>
    </w:p>
    <w:p w14:paraId="322DBA2B" w14:textId="57F306D2" w:rsidR="00A8455B" w:rsidRPr="00DC2ACA" w:rsidRDefault="00A8455B" w:rsidP="001D05B5">
      <w:pPr>
        <w:tabs>
          <w:tab w:val="left" w:pos="1800"/>
        </w:tabs>
        <w:ind w:left="1800" w:hanging="1260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="00F9706D" w:rsidRPr="00F9706D">
        <w:rPr>
          <w:rFonts w:ascii="Angsana New" w:hAnsi="Angsana New"/>
          <w:sz w:val="32"/>
          <w:szCs w:val="32"/>
        </w:rPr>
        <w:t>3</w:t>
      </w:r>
      <w:r w:rsidRPr="00DC2ACA">
        <w:rPr>
          <w:rFonts w:ascii="Angsana New" w:hAnsi="Angsana New"/>
          <w:sz w:val="32"/>
          <w:szCs w:val="32"/>
        </w:rPr>
        <w:t xml:space="preserve">: </w:t>
      </w:r>
      <w:r w:rsidRPr="00DC2ACA">
        <w:rPr>
          <w:rFonts w:ascii="Angsana New" w:hAnsi="Angsana New"/>
          <w:sz w:val="32"/>
          <w:szCs w:val="32"/>
        </w:rPr>
        <w:tab/>
      </w:r>
      <w:r w:rsidRPr="00DC2ACA">
        <w:rPr>
          <w:rFonts w:ascii="Angsana New" w:hAnsi="Angsana New"/>
          <w:sz w:val="32"/>
          <w:szCs w:val="32"/>
          <w:cs/>
        </w:rPr>
        <w:t>รายได้จากการขายสินค้าและรายได้จากการให้บริการติดตั้งเครื่อง</w:t>
      </w:r>
      <w:r w:rsidRPr="00DC2ACA">
        <w:rPr>
          <w:rFonts w:ascii="Angsana New" w:hAnsi="Angsana New"/>
          <w:sz w:val="32"/>
          <w:szCs w:val="32"/>
        </w:rPr>
        <w:t> </w:t>
      </w:r>
      <w:r w:rsidRPr="00DC2ACA">
        <w:rPr>
          <w:rFonts w:ascii="Angsana New" w:hAnsi="Angsana New"/>
          <w:sz w:val="32"/>
          <w:szCs w:val="32"/>
          <w:cs/>
        </w:rPr>
        <w:t xml:space="preserve"> ประกอบด้วย การขายเครื่องซักผ้า เครื่องอบผ้าพร้อมบริการติดตั้ง และการขายสินค้าอื่น</w:t>
      </w:r>
    </w:p>
    <w:p w14:paraId="4FD904BA" w14:textId="77777777" w:rsidR="0079617F" w:rsidRPr="00DC2ACA" w:rsidRDefault="0079617F" w:rsidP="001D05B5">
      <w:pPr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>ผลการดำเนินงานของแต่ละส่วนงานวัดโดยใช้รายได้และกำไรขั้นต้น ซึ่งนำเสนอในรายงานการจัดการภายในและสอบทานโดยผู้มีอำนาจตัดสินใจสูงสุดด้านการดำเนินงานของบริษัท ผู้บริหารเชื่อว่าการใช้ รายได้และกำไรขั้นต้น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78588A74" w14:textId="066AF181" w:rsidR="003A0F1A" w:rsidRPr="00DC2ACA" w:rsidRDefault="003A0F1A" w:rsidP="001D05B5">
      <w:pPr>
        <w:tabs>
          <w:tab w:val="left" w:pos="540"/>
        </w:tabs>
        <w:spacing w:before="240"/>
        <w:ind w:right="-43" w:firstLine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ข้อมูลทางภูมิศาสตร์ </w:t>
      </w:r>
    </w:p>
    <w:p w14:paraId="77C46D7D" w14:textId="689E051E" w:rsidR="003A0F1A" w:rsidRPr="00DC2ACA" w:rsidRDefault="003A0F1A" w:rsidP="001D05B5">
      <w:pPr>
        <w:spacing w:before="120"/>
        <w:ind w:left="547" w:right="-1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>บริษัทดำเนินธุรกิจเฉพาะในประเทศ</w:t>
      </w:r>
      <w:r w:rsidR="00CC037C"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>ไทย</w:t>
      </w:r>
      <w:r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>เท่านั้น ไม่มีรายได้จากต่างประเทศหรือสินทรัพย์ในต่างประเทศ</w:t>
      </w:r>
      <w:r w:rsidRPr="00DC2ACA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ที่มีสาระสำคัญ</w:t>
      </w:r>
    </w:p>
    <w:p w14:paraId="45A93D3C" w14:textId="7196631A" w:rsidR="003A0F1A" w:rsidRPr="00DC2ACA" w:rsidRDefault="003A0F1A" w:rsidP="001D05B5">
      <w:pPr>
        <w:tabs>
          <w:tab w:val="left" w:pos="540"/>
        </w:tabs>
        <w:spacing w:before="240"/>
        <w:ind w:right="-43" w:firstLine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736AE60B" w14:textId="6C10A396" w:rsidR="00893248" w:rsidRPr="00DC2ACA" w:rsidRDefault="006611DF" w:rsidP="001D05B5">
      <w:pPr>
        <w:spacing w:before="120"/>
        <w:ind w:left="547" w:right="-14"/>
        <w:jc w:val="thaiDistribute"/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</w:pPr>
      <w:r w:rsidRPr="00DC2ACA">
        <w:rPr>
          <w:rFonts w:asciiTheme="majorBidi" w:hAnsiTheme="majorBidi" w:cstheme="majorBidi" w:hint="cs"/>
          <w:spacing w:val="-4"/>
          <w:sz w:val="32"/>
          <w:szCs w:val="32"/>
          <w:cs/>
        </w:rPr>
        <w:t>ในระหว่างงวดสามเดือน</w:t>
      </w:r>
      <w:r w:rsidR="00530490" w:rsidRPr="00DC2ACA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และงวดหกเดือน</w:t>
      </w:r>
      <w:r w:rsidR="00244576" w:rsidRPr="00DC2ACA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>วันที่</w:t>
      </w:r>
      <w:r w:rsidR="00400FBD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201E39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706D" w:rsidRPr="00F9706D">
        <w:rPr>
          <w:rFonts w:asciiTheme="majorBidi" w:hAnsiTheme="majorBidi" w:cstheme="majorBidi"/>
          <w:sz w:val="32"/>
          <w:szCs w:val="32"/>
        </w:rPr>
        <w:t>2568</w:t>
      </w:r>
      <w:r w:rsidR="00201E39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201E39" w:rsidRPr="00DC2ACA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F9706D" w:rsidRPr="00F9706D">
        <w:rPr>
          <w:rFonts w:asciiTheme="majorBidi" w:hAnsiTheme="majorBidi" w:cstheme="majorBidi"/>
          <w:sz w:val="32"/>
          <w:szCs w:val="32"/>
        </w:rPr>
        <w:t>2567</w:t>
      </w:r>
      <w:r w:rsidR="00201E39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A0F1A"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="00F9706D" w:rsidRPr="00F9706D"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  <w:t>10</w:t>
      </w:r>
      <w:r w:rsidR="003A0F1A"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 xml:space="preserve"> ของรายได้ของบริษัท</w:t>
      </w:r>
    </w:p>
    <w:p w14:paraId="72EC5D6F" w14:textId="77777777" w:rsidR="0096789F" w:rsidRPr="00DC2ACA" w:rsidRDefault="0096789F" w:rsidP="001D05B5">
      <w:pPr>
        <w:ind w:left="547" w:right="-14"/>
        <w:jc w:val="thaiDistribute"/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</w:pPr>
    </w:p>
    <w:p w14:paraId="7F42354A" w14:textId="51DF5C42" w:rsidR="0096789F" w:rsidRPr="00DC2ACA" w:rsidRDefault="0096789F" w:rsidP="001D05B5">
      <w:pPr>
        <w:ind w:left="547" w:right="-14"/>
        <w:jc w:val="thaiDistribute"/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  <w:sectPr w:rsidR="0096789F" w:rsidRPr="00DC2ACA" w:rsidSect="00FA7449">
          <w:headerReference w:type="default" r:id="rId12"/>
          <w:footerReference w:type="default" r:id="rId13"/>
          <w:headerReference w:type="first" r:id="rId14"/>
          <w:pgSz w:w="11909" w:h="16834" w:code="9"/>
          <w:pgMar w:top="1440" w:right="1224" w:bottom="720" w:left="1440" w:header="720" w:footer="432" w:gutter="0"/>
          <w:pgNumType w:fmt="numberInDash"/>
          <w:cols w:space="720"/>
          <w:titlePg/>
          <w:docGrid w:linePitch="360"/>
        </w:sectPr>
      </w:pPr>
    </w:p>
    <w:p w14:paraId="2A0362F4" w14:textId="77777777" w:rsidR="00A434B2" w:rsidRPr="00DC2ACA" w:rsidRDefault="00D81417" w:rsidP="001D05B5">
      <w:pPr>
        <w:spacing w:line="400" w:lineRule="exact"/>
        <w:ind w:left="426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ข้อมูลจำแนกตาม</w:t>
      </w:r>
      <w:r w:rsidR="00A434B2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ส่วนงาน</w:t>
      </w:r>
    </w:p>
    <w:p w14:paraId="5EF7E2E9" w14:textId="7B1D6DDF" w:rsidR="0096789F" w:rsidRPr="00DC2ACA" w:rsidRDefault="00A434B2" w:rsidP="001D05B5">
      <w:pPr>
        <w:ind w:left="426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ข้อมูลที่มีสาระสำคัญเกี่ยวกับรายได้และกำไรขั้นต้นของแต่ละส่วนงานที่รายงาน</w:t>
      </w:r>
      <w:r w:rsidR="00B74A57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146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1215"/>
        <w:gridCol w:w="229"/>
        <w:gridCol w:w="1215"/>
        <w:gridCol w:w="235"/>
        <w:gridCol w:w="1215"/>
        <w:gridCol w:w="232"/>
        <w:gridCol w:w="1215"/>
        <w:gridCol w:w="236"/>
        <w:gridCol w:w="1215"/>
        <w:gridCol w:w="250"/>
        <w:gridCol w:w="1278"/>
        <w:gridCol w:w="313"/>
        <w:gridCol w:w="1291"/>
        <w:gridCol w:w="249"/>
        <w:gridCol w:w="1439"/>
      </w:tblGrid>
      <w:tr w:rsidR="0096789F" w:rsidRPr="00DC2ACA" w14:paraId="77609EF7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B7751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D0C6F" w14:textId="22B8A2B1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2C608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3F43A" w14:textId="3AC0E293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 xml:space="preserve">ส่วนงานที่ 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DD2E5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6735A" w14:textId="26844518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9C417B1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DAC88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96789F" w:rsidRPr="00DC2ACA" w14:paraId="6F0AC640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F6776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0EBEA" w14:textId="77777777" w:rsidR="0096789F" w:rsidRPr="00DC2ACA" w:rsidRDefault="0096789F" w:rsidP="001D05B5">
            <w:pPr>
              <w:pStyle w:val="acctmergecolhdg"/>
              <w:spacing w:line="240" w:lineRule="auto"/>
              <w:ind w:left="-95" w:right="-113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745E1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0825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75D10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19A18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4E1514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D4D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</w:tr>
      <w:tr w:rsidR="0096789F" w:rsidRPr="00DC2ACA" w14:paraId="0E4AD369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46649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4BAB0" w14:textId="3F742666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AC64F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68C69" w14:textId="0E3D4CA9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854519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CFAF" w14:textId="3F27E1CE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104533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9AC11" w14:textId="5F12B084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</w:tr>
      <w:tr w:rsidR="0096789F" w:rsidRPr="00DC2ACA" w14:paraId="6EE0D88F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D09D8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897D" w14:textId="79F8268C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2C52" w14:textId="77777777" w:rsidR="0096789F" w:rsidRPr="00DC2ACA" w:rsidRDefault="0096789F" w:rsidP="001D05B5">
            <w:pPr>
              <w:ind w:right="9" w:hanging="128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30A33" w14:textId="12A344E2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B1A25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6F28D" w14:textId="53A15BBA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407C0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4CC2" w14:textId="4B9EF472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CF798E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71693" w14:textId="36AFAE1D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A9E50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3753E" w14:textId="2E368135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3757436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8074C" w14:textId="733D3BC5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53CB39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39967" w14:textId="49C8F4EC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</w:tr>
      <w:tr w:rsidR="0096789F" w:rsidRPr="00DC2ACA" w14:paraId="610E0D7B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0E57A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05927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91338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3345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AF3B4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3DF9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4605F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1EAC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2A0049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9B861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031C2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B155A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F4EDEB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39F3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EC122A1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662A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</w:tr>
      <w:tr w:rsidR="0096789F" w:rsidRPr="00DC2ACA" w14:paraId="3E3A205D" w14:textId="77777777" w:rsidTr="0096789F">
        <w:trPr>
          <w:trHeight w:val="171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818AD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7926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7F5C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B7E0D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F6E2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16ED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5E91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B55D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2A091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AAB1F8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E5610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7C7FAF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DF4DDF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45F4BBD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58D67F18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7D695B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4D92F226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860EE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B7FCD" w14:textId="60FA4463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239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660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2A02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7F435" w14:textId="37126E8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174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768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0538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0ECFB" w14:textId="45BA115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046F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EDC87" w14:textId="533263D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EEF15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4AEAA8B" w14:textId="0AB0B71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308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D178F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E19F60B" w14:textId="6B2D04D4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993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500CFD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B31A498" w14:textId="58F33D06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242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550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A845E5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73242B02" w14:textId="6AEE8FB0" w:rsidR="0096789F" w:rsidRPr="00DC2ACA" w:rsidRDefault="00F9706D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176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613</w:t>
            </w:r>
          </w:p>
        </w:tc>
      </w:tr>
      <w:tr w:rsidR="0096789F" w:rsidRPr="00DC2ACA" w14:paraId="76092C7C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0708D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A9569" w14:textId="7F63B0F6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227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267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29BD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2220A" w14:textId="23C9C853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254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0885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A451F" w14:textId="313D1C8E" w:rsidR="0096789F" w:rsidRPr="00DC2ACA" w:rsidRDefault="00E13505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A8ADA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DD02D" w14:textId="18DFD488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A7EEF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8866DEA" w14:textId="7E50262C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590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726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339D1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EA1EC" w14:textId="1522AD9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653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864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536AC6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5D80EB2B" w14:textId="0F27D3AA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817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993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5CAC53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745F" w14:textId="5EBBC4E2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908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96789F" w:rsidRPr="00DC2ACA" w14:paraId="36342F45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C984B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D6B49D6" w14:textId="27B0AB82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887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C99B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0A1EECD" w14:textId="2178DC28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293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308D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F86D5D4" w14:textId="24FBFA07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608ED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2511696" w14:textId="1D57675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DC2B9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815269" w14:textId="29CB2286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899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539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43639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501203" w14:textId="2294A901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2CFD07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7E0541" w14:textId="5831F141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251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368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29C712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AD6CD0" w14:textId="7CD56C96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185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493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</w:tr>
      <w:tr w:rsidR="0096789F" w:rsidRPr="00DC2ACA" w14:paraId="36841212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63D64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6DD83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C298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A28D7E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AE601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F675EE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6DC7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14932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D20E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C4BF9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D7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31F948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5089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73CA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DDA0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A2542C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63AD88AB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62093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 ณ เวลาใดเวลาหนึ่ง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C4752" w14:textId="5FF3C4C2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887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8FD2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50F25" w14:textId="20E21C5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293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2E4F2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5DDF9" w14:textId="788E842E" w:rsidR="0096789F" w:rsidRPr="00DC2ACA" w:rsidRDefault="00E13505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16CED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CA745" w14:textId="31AE0409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A06D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3AD9" w14:textId="0EF90765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899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539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F816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34B77" w14:textId="1534644E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2FD5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E5FD3" w14:textId="6D90DEAA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248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786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918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F24B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FDB50" w14:textId="4B1C4529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183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</w:tr>
      <w:tr w:rsidR="0096789F" w:rsidRPr="00DC2ACA" w14:paraId="00EA8F19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0E496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รับรู้ตลอดช่วงระยะเวลา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E0784" w14:textId="5CFBD014" w:rsidR="0096789F" w:rsidRPr="00DC2ACA" w:rsidRDefault="00E13505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30F33" w14:textId="77777777" w:rsidR="0096789F" w:rsidRPr="00DC2ACA" w:rsidRDefault="0096789F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CACC81" w14:textId="44F86D81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4347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2CF378" w14:textId="56F2EFA4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53EA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244E4" w14:textId="49235139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9DB1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B5AE96" w14:textId="3D200973" w:rsidR="0096789F" w:rsidRPr="00DC2ACA" w:rsidRDefault="00E13505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765B1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50FCB" w14:textId="1863E21B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BA61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5F241C" w14:textId="7AFC4F54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90DA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DA473" w14:textId="5ACD9300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</w:tr>
      <w:tr w:rsidR="0096789F" w:rsidRPr="00DC2ACA" w14:paraId="3B325073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051DA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2D0F2A2" w14:textId="1736702C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887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91F5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435565A" w14:textId="42F89F8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293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EA88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7D49B10" w14:textId="4FDCAD81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D81F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80A433" w14:textId="0613CBCB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7F17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678A98" w14:textId="74EE467C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899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539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CC8C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EE5E4B" w14:textId="0DE674D2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4365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1C5924E" w14:textId="2429ACFC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251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368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A86FD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696AC7" w14:textId="151DA648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185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493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</w:tr>
      <w:tr w:rsidR="0096789F" w:rsidRPr="00DC2ACA" w14:paraId="09629F07" w14:textId="77777777" w:rsidTr="003A2381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524CC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A1517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02F2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DCF57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155A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FEF04E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5D2F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8B975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9CD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9F6D3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EE9D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CEDDB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C76D1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0718C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D5C1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D285C4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A2381" w:rsidRPr="00DC2ACA" w14:paraId="1A3BC5C6" w14:textId="77777777" w:rsidTr="003A2381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CCB95" w14:textId="46C7F748" w:rsidR="003A2381" w:rsidRPr="00DC2ACA" w:rsidRDefault="00E937DE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ค่าเสื่อมราคาและค่าตัดจำหน่าย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C2DC" w14:textId="706BC172" w:rsidR="003A2381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BF16B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373</w:t>
            </w:r>
            <w:r w:rsidR="00BF16B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4072" w14:textId="77777777" w:rsidR="003A2381" w:rsidRPr="00DC2ACA" w:rsidRDefault="003A2381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F3D0A" w14:textId="1288C286" w:rsidR="003A2381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EB1DB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738</w:t>
            </w:r>
            <w:r w:rsidR="00EB1DB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929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58A7E" w14:textId="77777777" w:rsidR="003A2381" w:rsidRPr="00DC2ACA" w:rsidRDefault="003A2381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EBFCB" w14:textId="1E579A66" w:rsidR="003A2381" w:rsidRPr="00DC2ACA" w:rsidRDefault="00EB1DB1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0952D" w14:textId="77777777" w:rsidR="003A2381" w:rsidRPr="00DC2ACA" w:rsidRDefault="003A2381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7D5AA" w14:textId="21CB0E61" w:rsidR="003A2381" w:rsidRPr="00DC2ACA" w:rsidRDefault="00EB1DB1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C86F8" w14:textId="77777777" w:rsidR="003A2381" w:rsidRPr="00DC2ACA" w:rsidRDefault="003A2381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29203" w14:textId="05F3521E" w:rsidR="003A2381" w:rsidRPr="00DC2ACA" w:rsidRDefault="00EB1DB1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86697" w14:textId="77777777" w:rsidR="003A2381" w:rsidRPr="00DC2ACA" w:rsidRDefault="003A2381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47F1A" w14:textId="62A2092F" w:rsidR="003A2381" w:rsidRPr="00DC2ACA" w:rsidRDefault="00EB1DB1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CF6E5" w14:textId="77777777" w:rsidR="003A2381" w:rsidRPr="00DC2ACA" w:rsidRDefault="003A2381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858A0" w14:textId="0744AAA8" w:rsidR="003A2381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EB1DB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373</w:t>
            </w:r>
            <w:r w:rsidR="00EB1DB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CDD1F" w14:textId="77777777" w:rsidR="003A2381" w:rsidRPr="00DC2ACA" w:rsidRDefault="003A2381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BD6CA" w14:textId="665D10EC" w:rsidR="003A2381" w:rsidRPr="00DC2ACA" w:rsidRDefault="00F9706D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EB1DB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738</w:t>
            </w:r>
            <w:r w:rsidR="00EB1DB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929</w:t>
            </w:r>
          </w:p>
        </w:tc>
      </w:tr>
      <w:tr w:rsidR="0096789F" w:rsidRPr="00DC2ACA" w14:paraId="56735C40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B7575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กำไรขั้นต้นของส่วนงาน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5DFE5" w14:textId="72BC01AC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266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753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B3E9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CFDFE" w14:textId="4F5BA59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684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286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902F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49EB8" w14:textId="2CA32B2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092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588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9C78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80884" w14:textId="7C4E24AC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B899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962CF" w14:textId="43835FA1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917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05EA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C73D5" w14:textId="60195D7A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822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46BD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B01D9" w14:textId="247A0CD3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2E68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2BD41" w14:textId="04556833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992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654</w:t>
            </w:r>
          </w:p>
        </w:tc>
      </w:tr>
      <w:tr w:rsidR="0096789F" w:rsidRPr="00DC2ACA" w14:paraId="3E42127A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6E3D6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F4163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C591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2B75F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1A68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F76C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C2D9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E0BB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5449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593D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5C5C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0200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99F1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9C498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7E9B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ECE6E" w14:textId="77777777" w:rsidR="0096789F" w:rsidRPr="00DC2ACA" w:rsidRDefault="0096789F" w:rsidP="001D05B5">
            <w:pPr>
              <w:tabs>
                <w:tab w:val="decimal" w:pos="780"/>
              </w:tabs>
              <w:ind w:right="10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041AFCA1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B94DC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A7ACA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55A12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D315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AB76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B2B1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FB83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AE0A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A771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76BD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12A0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6A30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9A3F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A214" w14:textId="40F89A4F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685</w:t>
            </w:r>
            <w:r w:rsidR="00E13505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616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DBC52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E7493" w14:textId="02AB1FCC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817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891</w:t>
            </w:r>
          </w:p>
        </w:tc>
      </w:tr>
      <w:tr w:rsidR="0096789F" w:rsidRPr="00DC2ACA" w14:paraId="385D3C0E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A5C12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ADF21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EBE7E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EC8E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D492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C999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DEF3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E8F8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6297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226E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C4AB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BD2B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F3D5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25AA0" w14:textId="77D5D774" w:rsidR="0096789F" w:rsidRPr="00DC2ACA" w:rsidRDefault="00E13505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358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197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B825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52C9D" w14:textId="55D4FBC9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529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265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67070F43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5C7B0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AACA4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DD33D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A5D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F614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2A6A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0E6D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444C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E95F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C66F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6248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5693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1AEE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FCAE7" w14:textId="3BDEFA48" w:rsidR="0096789F" w:rsidRPr="00DC2ACA" w:rsidRDefault="00E13505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701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642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7EAD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91BAA" w14:textId="217429E0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026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563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38B1F454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17A9F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9F43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A9C4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A0F6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DEAC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5115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6F4C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A06C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3FEB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0030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02A9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F761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14A6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F7422" w14:textId="4ACB7115" w:rsidR="0096789F" w:rsidRPr="00DC2ACA" w:rsidRDefault="00BA7D91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775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017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710B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4950EB" w14:textId="4A8141BE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730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682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6120E72E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713C2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DB9C4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C6833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637C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5CF0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48A0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EF3E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F867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72B4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3E96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D1CF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DB4D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0101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D56C90" w14:textId="65E82E1C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2AB0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58EA4B" w14:textId="4565018F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524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035</w:t>
            </w:r>
          </w:p>
        </w:tc>
      </w:tr>
      <w:tr w:rsidR="0096789F" w:rsidRPr="00DC2ACA" w14:paraId="2297E2D9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1C8CC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101F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541FD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157E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646A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2748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276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E45E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CAFC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0E8C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EA83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8B10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C525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F32DC" w14:textId="43247D72" w:rsidR="0096789F" w:rsidRPr="00DC2ACA" w:rsidRDefault="00E13505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715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849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F13A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23069" w14:textId="08AB33EF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657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993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45A35DF7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659E0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2C550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846DC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333A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0427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291B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C119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A881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4D9B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194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627D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3FAD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9D9D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F7837D3" w14:textId="02D09082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411</w:t>
            </w:r>
            <w:r w:rsidR="00BA7D91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651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25E23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E23F4E" w14:textId="2FEDEA5D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866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042</w:t>
            </w:r>
          </w:p>
        </w:tc>
      </w:tr>
    </w:tbl>
    <w:p w14:paraId="46BDCDBE" w14:textId="77777777" w:rsidR="0096789F" w:rsidRPr="00DC2ACA" w:rsidRDefault="0096789F" w:rsidP="001D05B5">
      <w:pPr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10046FB" w14:textId="77777777" w:rsidR="0096789F" w:rsidRPr="00DC2ACA" w:rsidRDefault="0096789F" w:rsidP="001D05B5">
      <w:pPr>
        <w:tabs>
          <w:tab w:val="left" w:pos="540"/>
          <w:tab w:val="left" w:pos="72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146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1216"/>
        <w:gridCol w:w="229"/>
        <w:gridCol w:w="1216"/>
        <w:gridCol w:w="235"/>
        <w:gridCol w:w="1215"/>
        <w:gridCol w:w="232"/>
        <w:gridCol w:w="1215"/>
        <w:gridCol w:w="236"/>
        <w:gridCol w:w="1215"/>
        <w:gridCol w:w="250"/>
        <w:gridCol w:w="1279"/>
        <w:gridCol w:w="313"/>
        <w:gridCol w:w="1288"/>
        <w:gridCol w:w="249"/>
        <w:gridCol w:w="1439"/>
      </w:tblGrid>
      <w:tr w:rsidR="0096789F" w:rsidRPr="00DC2ACA" w14:paraId="38FC3938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0095D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40A21" w14:textId="6DAD0FCC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5698E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F5710" w14:textId="37C3E0C6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 xml:space="preserve">ส่วนงานที่ 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8BB89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4252F" w14:textId="55A9AF42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B8350B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D6C9A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96789F" w:rsidRPr="00DC2ACA" w14:paraId="10AC838E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BFB20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DD60A" w14:textId="77777777" w:rsidR="0096789F" w:rsidRPr="00DC2ACA" w:rsidRDefault="0096789F" w:rsidP="001D05B5">
            <w:pPr>
              <w:pStyle w:val="acctmergecolhdg"/>
              <w:spacing w:line="240" w:lineRule="auto"/>
              <w:ind w:left="-95" w:right="-113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สำหรับงวดหกเดือนสิ้นสุด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082F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BE90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สำหรับงวดหกเดือนสิ้นสุด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06EE3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C4F99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สำหรับงวดหกเดือนสิ้นสุด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EB68835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43B1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สำหรับงวดหกเดือนสิ้นสุด</w:t>
            </w:r>
          </w:p>
        </w:tc>
      </w:tr>
      <w:tr w:rsidR="0096789F" w:rsidRPr="00DC2ACA" w14:paraId="69A23B56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FA505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A80C4" w14:textId="6D06C6CB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AB1C6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2D936" w14:textId="3CA11BC2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F3D61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A0D26" w14:textId="602B223B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B8732E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7FE43" w14:textId="62502CF0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706D" w:rsidRPr="00F9706D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</w:tr>
      <w:tr w:rsidR="0096789F" w:rsidRPr="00DC2ACA" w14:paraId="1FDC0AF5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B3AC5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A59F5" w14:textId="4B390B50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9BCEE" w14:textId="77777777" w:rsidR="0096789F" w:rsidRPr="00DC2ACA" w:rsidRDefault="0096789F" w:rsidP="001D05B5">
            <w:pPr>
              <w:ind w:right="9" w:hanging="128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1E7C1" w14:textId="60507109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4BA3E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9C246" w14:textId="0748F4EB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EEAE5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2996" w14:textId="5D5598D9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F62387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DC930" w14:textId="38BCEC81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CDBF36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69742" w14:textId="1CEFFD62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6B57FC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446CA" w14:textId="572C8DD6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54CAE7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EDC08" w14:textId="32B115FA" w:rsidR="0096789F" w:rsidRPr="00DC2ACA" w:rsidRDefault="00F9706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</w:tr>
      <w:tr w:rsidR="0096789F" w:rsidRPr="00DC2ACA" w14:paraId="09CF03F4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D09A2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76145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B709A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BAA4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0418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6E86E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FAA64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87D6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504977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F1AA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34EF40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5801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33F1B36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3DD4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A4DC863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49A5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</w:tr>
      <w:tr w:rsidR="0096789F" w:rsidRPr="00DC2ACA" w14:paraId="692C380C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76647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BAC4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DDF2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62165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C1E2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E48D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D253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88E8F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E1E1F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0A758C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06FC5A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A0BEBFA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668A32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747ADA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3DE29D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6CF7600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2BECEBC6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F0B16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925F5" w14:textId="69E599B8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447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913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919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1EF1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EED7A" w14:textId="0298DC3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568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286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90EC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9B222" w14:textId="0B187C04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082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365C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4F35D" w14:textId="34E4A1B7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790FBA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05D1D5A" w14:textId="17D5698E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541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F3BC3C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2D3CC4B" w14:textId="48D0347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493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25128E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7E9AB640" w14:textId="604802F5" w:rsidR="0096789F" w:rsidRPr="00DC2ACA" w:rsidRDefault="00F9706D" w:rsidP="001D05B5">
            <w:pPr>
              <w:tabs>
                <w:tab w:val="left" w:pos="914"/>
              </w:tabs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453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538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163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04EA60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443E675" w14:textId="2567E493" w:rsidR="0096789F" w:rsidRPr="00DC2ACA" w:rsidRDefault="00F9706D" w:rsidP="001D05B5">
            <w:pPr>
              <w:ind w:right="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979</w:t>
            </w:r>
          </w:p>
        </w:tc>
      </w:tr>
      <w:tr w:rsidR="0096789F" w:rsidRPr="00DC2ACA" w14:paraId="0AC3671B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DD988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EFEA4" w14:textId="1921A02B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833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676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B90F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49D09" w14:textId="375CFE01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93C2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6AFB7" w14:textId="772C4DFE" w:rsidR="0096789F" w:rsidRPr="00DC2ACA" w:rsidRDefault="002006D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FD4D3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47838" w14:textId="2EBED841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14E6D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3E7BE09" w14:textId="7D9C32F7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843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607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723E8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4AF88" w14:textId="055286C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921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B5ED7F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6090C7BF" w14:textId="272FDD70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677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2D4BC52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63531" w14:textId="56640619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308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96789F" w:rsidRPr="00DC2ACA" w14:paraId="00F6A765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7232C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AECF079" w14:textId="57ECA51C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461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2599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6C353EA" w14:textId="50D07755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955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7070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7569621" w14:textId="5740747A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082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A34F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5FFFA4" w14:textId="37E6E1F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DF0AB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AB345F" w14:textId="3084E675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385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050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A05005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CEB1605" w14:textId="53DB89D1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021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1B8A6C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E37F94" w14:textId="2E45FC68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470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59A235B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EF2BAD7" w14:textId="4730D7F9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380</w:t>
            </w:r>
          </w:p>
        </w:tc>
      </w:tr>
      <w:tr w:rsidR="0096789F" w:rsidRPr="00DC2ACA" w14:paraId="0F75F282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086A4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B9F6D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FF428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867463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BF7F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D4492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6F3C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C3AD67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02F8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8BD8C3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7636A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7DCAA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426C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E0B6D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2934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689701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042B56B1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52358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 ณ เวลาใดเวลาหนึ่ง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9B0B4" w14:textId="63E455A7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461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C92AD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3D3E9" w14:textId="059D0DB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955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55C0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205C" w14:textId="0152C30D" w:rsidR="0096789F" w:rsidRPr="00DC2ACA" w:rsidRDefault="002006D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B47C2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CAB41" w14:textId="27A1521F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2A4E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DB014" w14:textId="4B6D889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385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050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8A78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01C6C" w14:textId="1393EC57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021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F130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AE64A" w14:textId="6D56E1DB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465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645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1756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2E0EA" w14:textId="730EDF57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977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</w:tr>
      <w:tr w:rsidR="0096789F" w:rsidRPr="00DC2ACA" w14:paraId="4A52AD5A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96413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รับรู้ตลอดช่วงระยะเวลา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0E0FA" w14:textId="0F057057" w:rsidR="0096789F" w:rsidRPr="00DC2ACA" w:rsidRDefault="002006D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3B9E1" w14:textId="77777777" w:rsidR="0096789F" w:rsidRPr="00DC2ACA" w:rsidRDefault="0096789F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EA529" w14:textId="3F6BD359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2E71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93FD8" w14:textId="55202806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082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3020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2C2F4" w14:textId="66A6EA3A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DEBC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F9E7CF" w14:textId="1672A18C" w:rsidR="0096789F" w:rsidRPr="00DC2ACA" w:rsidRDefault="00A872D8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EDFD7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1E2DD3" w14:textId="2FEF42E5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0AEB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CBDC74" w14:textId="62472497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082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5218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7464FA" w14:textId="4C0555BE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</w:tr>
      <w:tr w:rsidR="0096789F" w:rsidRPr="00DC2ACA" w14:paraId="5ECEAAC1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12A10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4795E2" w14:textId="011F4BC8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461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DD26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08E5279" w14:textId="3EDD769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352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955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ED2A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0E55E8A" w14:textId="1DD44683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082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89B6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A1E1B34" w14:textId="2476BEC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873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6657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070772D" w14:textId="6E5947B0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385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050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8E27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5350FCD" w14:textId="287280FE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021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547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0F2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CD2EF1" w14:textId="5314EA57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470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EB81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39B482" w14:textId="0761B0D4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850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380</w:t>
            </w:r>
          </w:p>
        </w:tc>
      </w:tr>
      <w:tr w:rsidR="0096789F" w:rsidRPr="00DC2ACA" w14:paraId="09E89DC0" w14:textId="77777777" w:rsidTr="00E937DE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8B8D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EB671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F4A3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2E8D1A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7DA9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BA8D68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F967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D0CBB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3B2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E0EDA3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95A5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DC549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5DE2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93C7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16C1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BC4D27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937DE" w:rsidRPr="00DC2ACA" w14:paraId="739EF38C" w14:textId="77777777" w:rsidTr="00E937DE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AEB08" w14:textId="33F23B8B" w:rsidR="00E937DE" w:rsidRPr="00DC2ACA" w:rsidRDefault="00E937DE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ค่าเสื่อมราคาและค่าตัดจำหน่าย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766A6" w14:textId="585A55C0" w:rsidR="00E937DE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153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044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562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9D8DA" w14:textId="77777777" w:rsidR="00E937DE" w:rsidRPr="00DC2ACA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10845" w14:textId="4C8E0C7C" w:rsidR="00E937DE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364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7408A" w14:textId="77777777" w:rsidR="00E937DE" w:rsidRPr="00DC2ACA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3E98A" w14:textId="6BF73BCF" w:rsidR="00E937DE" w:rsidRPr="00DC2ACA" w:rsidRDefault="001C3820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33331" w14:textId="77777777" w:rsidR="00E937DE" w:rsidRPr="00DC2ACA" w:rsidRDefault="00E937DE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FB366" w14:textId="06BE6D96" w:rsidR="00E937DE" w:rsidRPr="00DC2ACA" w:rsidRDefault="001C3820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2064E" w14:textId="77777777" w:rsidR="00E937DE" w:rsidRPr="00DC2ACA" w:rsidRDefault="00E937DE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8A54C" w14:textId="527ED0DC" w:rsidR="00E937DE" w:rsidRPr="00DC2ACA" w:rsidRDefault="001C3820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A089C" w14:textId="77777777" w:rsidR="00E937DE" w:rsidRPr="00DC2ACA" w:rsidRDefault="00E937DE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924C3" w14:textId="661F58B1" w:rsidR="00E937DE" w:rsidRPr="00DC2ACA" w:rsidRDefault="001C3820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40961" w14:textId="77777777" w:rsidR="00E937DE" w:rsidRPr="00DC2ACA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8C573" w14:textId="6BBB1B0C" w:rsidR="00E937DE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153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044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562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BA63D" w14:textId="77777777" w:rsidR="00E937DE" w:rsidRPr="00DC2ACA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56DB9" w14:textId="5A5A517B" w:rsidR="00E937DE" w:rsidRPr="00DC2ACA" w:rsidRDefault="00F9706D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364</w:t>
            </w:r>
            <w:r w:rsidR="001C3820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</w:tr>
      <w:tr w:rsidR="0096789F" w:rsidRPr="00DC2ACA" w14:paraId="60129F19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8744A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กำไรขั้นต้นของส่วนงาน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14CC" w14:textId="4F053815" w:rsidR="0096789F" w:rsidRPr="00DC2ACA" w:rsidRDefault="00F9706D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151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068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365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4AEC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0D105" w14:textId="7E58DB54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105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432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084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F7B6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E801B" w14:textId="27075150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096</w:t>
            </w:r>
            <w:r w:rsidR="002006DC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075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5432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F1E77" w14:textId="71D6BA5C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770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0A48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3CA92" w14:textId="1943579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671</w:t>
            </w:r>
            <w:r w:rsidR="00A872D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F177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4BEB9" w14:textId="7395054B" w:rsidR="0096789F" w:rsidRPr="00DC2ACA" w:rsidRDefault="00F9706D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867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603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58E6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50565" w14:textId="46884A43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156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836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396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CD6D3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A1C0A" w14:textId="10506853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113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069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827</w:t>
            </w:r>
          </w:p>
        </w:tc>
      </w:tr>
      <w:tr w:rsidR="0096789F" w:rsidRPr="00DC2ACA" w14:paraId="13AA4BEE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6F67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49CC8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80BF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ADBEF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40A5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C522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8EA7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72BC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7174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028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E686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736C5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CDBC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7AA8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5929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6C397" w14:textId="77777777" w:rsidR="0096789F" w:rsidRPr="00DC2ACA" w:rsidRDefault="0096789F" w:rsidP="001D05B5">
            <w:pPr>
              <w:tabs>
                <w:tab w:val="decimal" w:pos="780"/>
              </w:tabs>
              <w:ind w:right="10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1F016203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F954C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F420D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5C47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ED79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2F2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7968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77F9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6413C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166E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65A8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CC5D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F85AD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8283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CD007" w14:textId="708AE65E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165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57FE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86ED9" w14:textId="79D2FC4E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196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677</w:t>
            </w:r>
          </w:p>
        </w:tc>
      </w:tr>
      <w:tr w:rsidR="0096789F" w:rsidRPr="00DC2ACA" w14:paraId="6E04ADDF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9C524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CA475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E070E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162C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82D9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9A88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36FD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5EC9C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F94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22C7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11EC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5DB88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3CF5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61BC3" w14:textId="0EBF9A31" w:rsidR="0096789F" w:rsidRPr="00DC2ACA" w:rsidRDefault="00324F98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055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899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3FC0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97470" w14:textId="64C21CA4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848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21DE14BE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F4543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101EB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36165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C556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5380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3DFD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F909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A443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7287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8A2E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DE54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10C6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6068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4BEDC" w14:textId="6260FBD9" w:rsidR="0096789F" w:rsidRPr="00DC2ACA" w:rsidRDefault="00324F98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779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007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ACDA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016F9" w14:textId="5451826A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278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009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1EE71FC9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E7F09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C571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5A029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E357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4DCE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C8F1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A767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0937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6384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B271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8331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C67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472E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795C32" w14:textId="15F01714" w:rsidR="0096789F" w:rsidRPr="00DC2ACA" w:rsidRDefault="00324F98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559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157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28DD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97E98A" w14:textId="59A0E1BF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042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903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72DEE1CA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B34E4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8E49F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780C8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4240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773F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9A16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0D25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3289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98EA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C6D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A05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DDD9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B5F6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C78899" w14:textId="29C8AFDC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342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498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0266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5F236E" w14:textId="4D0D0761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096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755</w:t>
            </w:r>
          </w:p>
        </w:tc>
      </w:tr>
      <w:tr w:rsidR="0096789F" w:rsidRPr="00DC2ACA" w14:paraId="08747786" w14:textId="77777777" w:rsidTr="0096789F">
        <w:trPr>
          <w:trHeight w:val="73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8F060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A859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3CF4B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4373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6A04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EB9B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701F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21BF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7D36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52BB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B18D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5F37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AB90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951B5" w14:textId="5AB88B55" w:rsidR="0096789F" w:rsidRPr="00DC2ACA" w:rsidRDefault="00324F98" w:rsidP="001D05B5">
            <w:pPr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424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019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528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A498D" w14:textId="1F77EA85" w:rsidR="0096789F" w:rsidRPr="00DC2ACA" w:rsidRDefault="0096789F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699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F9706D" w:rsidRPr="00F9706D">
              <w:rPr>
                <w:rFonts w:asciiTheme="majorBidi" w:hAnsiTheme="majorBidi" w:cstheme="majorBidi"/>
                <w:sz w:val="24"/>
                <w:szCs w:val="24"/>
              </w:rPr>
              <w:t>145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4C52B42D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A0639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DC1E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484DF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A439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EE26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F487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C54B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B265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A5EA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DE2F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9F83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392C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26C0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1727EE" w14:textId="2666A976" w:rsidR="0096789F" w:rsidRPr="00DC2ACA" w:rsidRDefault="00F9706D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50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918</w:t>
            </w:r>
            <w:r w:rsidR="00324F98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479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391B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DD981BA" w14:textId="03764575" w:rsidR="0096789F" w:rsidRPr="00DC2ACA" w:rsidRDefault="00F9706D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706D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397</w:t>
            </w:r>
            <w:r w:rsidR="0096789F" w:rsidRPr="00DC2A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9706D">
              <w:rPr>
                <w:rFonts w:asciiTheme="majorBidi" w:hAnsiTheme="majorBidi" w:cstheme="majorBidi"/>
                <w:sz w:val="24"/>
                <w:szCs w:val="24"/>
              </w:rPr>
              <w:t>610</w:t>
            </w:r>
          </w:p>
        </w:tc>
      </w:tr>
    </w:tbl>
    <w:p w14:paraId="039806D9" w14:textId="77777777" w:rsidR="0096789F" w:rsidRPr="00DC2ACA" w:rsidRDefault="0096789F" w:rsidP="001D05B5">
      <w:pPr>
        <w:rPr>
          <w:rFonts w:asciiTheme="majorBidi" w:hAnsiTheme="majorBidi" w:cstheme="majorBidi"/>
          <w:sz w:val="32"/>
          <w:szCs w:val="32"/>
        </w:rPr>
      </w:pPr>
    </w:p>
    <w:p w14:paraId="6B192A98" w14:textId="77777777" w:rsidR="0096789F" w:rsidRPr="00DC2ACA" w:rsidRDefault="0096789F" w:rsidP="001D05B5">
      <w:pPr>
        <w:rPr>
          <w:rFonts w:asciiTheme="majorBidi" w:hAnsiTheme="majorBidi" w:cstheme="majorBidi"/>
          <w:sz w:val="32"/>
          <w:szCs w:val="32"/>
        </w:rPr>
        <w:sectPr w:rsidR="0096789F" w:rsidRPr="00DC2ACA" w:rsidSect="00FA7449">
          <w:headerReference w:type="first" r:id="rId15"/>
          <w:pgSz w:w="16834" w:h="11909" w:orient="landscape" w:code="9"/>
          <w:pgMar w:top="1440" w:right="1224" w:bottom="720" w:left="1440" w:header="720" w:footer="432" w:gutter="0"/>
          <w:pgNumType w:fmt="numberInDash"/>
          <w:cols w:space="720"/>
          <w:titlePg/>
          <w:docGrid w:linePitch="360"/>
        </w:sectPr>
      </w:pPr>
    </w:p>
    <w:p w14:paraId="4B737732" w14:textId="7AEA77B5" w:rsidR="007D4DC7" w:rsidRPr="00DC2ACA" w:rsidRDefault="00F9706D" w:rsidP="001D05B5">
      <w:pPr>
        <w:ind w:left="540" w:right="14" w:hanging="540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pacing w:val="-4"/>
          <w:sz w:val="32"/>
          <w:szCs w:val="32"/>
        </w:rPr>
        <w:lastRenderedPageBreak/>
        <w:t>23</w:t>
      </w:r>
      <w:r w:rsidR="004459DC" w:rsidRPr="00DC2ACA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610FD6" w:rsidRPr="00DC2ACA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</w:r>
      <w:r w:rsidR="007D4DC7" w:rsidRPr="00DC2ACA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มูลค่า</w:t>
      </w:r>
      <w:r w:rsidR="007D4DC7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ยุติธรรม</w:t>
      </w:r>
      <w:r w:rsidR="007D4DC7" w:rsidRPr="00DC2ACA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ของเครื่องมือทางการเงิน</w:t>
      </w:r>
    </w:p>
    <w:p w14:paraId="55412C7A" w14:textId="77777777" w:rsidR="003A27F3" w:rsidRPr="00DC2ACA" w:rsidRDefault="003A27F3" w:rsidP="001D05B5">
      <w:pPr>
        <w:pStyle w:val="BodyText2"/>
        <w:adjustRightInd w:val="0"/>
        <w:spacing w:after="0" w:line="240" w:lineRule="auto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>นโยบายการบัญชีและการเปิดเผยของบริษัทกำหนดให้มีการกำหนดมูลค่ายุติธรรมทั้งสินทรัพย์และหนี้สิน</w:t>
      </w:r>
      <w:r w:rsidRPr="00DC2ACA">
        <w:rPr>
          <w:rFonts w:ascii="Angsana New" w:hAnsi="Angsana New"/>
          <w:spacing w:val="-4"/>
          <w:sz w:val="32"/>
          <w:szCs w:val="32"/>
          <w:cs/>
        </w:rPr>
        <w:t>ทางการเงินและไม่ใช่ทางการเงิน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4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</w:t>
      </w:r>
      <w:r w:rsidRPr="00DC2ACA">
        <w:rPr>
          <w:rFonts w:ascii="Angsana New" w:hAnsi="Angsana New"/>
          <w:spacing w:val="-10"/>
          <w:sz w:val="32"/>
          <w:szCs w:val="32"/>
          <w:cs/>
        </w:rPr>
        <w:t>หรือชำระหนี้สินกัน ในขณะที่ทั้งสองฝ่ายมีความรอบรู้และเต็มใจในการแลกเปลี่ยนกัน</w:t>
      </w:r>
      <w:r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10"/>
          <w:sz w:val="32"/>
          <w:szCs w:val="32"/>
          <w:cs/>
        </w:rPr>
        <w:t>และสามารถต่อรองราคากัน</w:t>
      </w:r>
      <w:r w:rsidRPr="00DC2ACA">
        <w:rPr>
          <w:rFonts w:ascii="Angsana New" w:hAnsi="Angsana New"/>
          <w:sz w:val="32"/>
          <w:szCs w:val="32"/>
          <w:cs/>
        </w:rPr>
        <w:t xml:space="preserve">ได้อย่างเป็นอิสระในลักษณะของผู้ที่ไม่มีความเกี่ยวข้องกัน </w:t>
      </w:r>
    </w:p>
    <w:p w14:paraId="40541CF6" w14:textId="77777777" w:rsidR="003A27F3" w:rsidRPr="00DC2ACA" w:rsidRDefault="003A27F3" w:rsidP="001D05B5">
      <w:pPr>
        <w:pStyle w:val="BodyText2"/>
        <w:adjustRightInd w:val="0"/>
        <w:spacing w:before="240" w:after="0" w:line="240" w:lineRule="auto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ในการเปิดเผยมูลค่ายุติธรรมของเครื่องมือทางการเงินต้องใช้ดุลยพินิจในการประมาณมูลค่ายุติธรรม ดังนั้นมูลค่ายุติธรรมที่ประมาณขึ้นที่เปิดเผยในหมายเหตุประกอบงบการเงินนี้จึงไม่จำเป็นต้องบ่งชี้ถึงจำนวนเงิน ซึ่งเกิดขึ้นจริงในตลาดแลกเปลี่ยนในปัจจุบัน การใช้ข้อสมมติฐานทางการตลาดและหรือวิธีการประมาณที่แตกต่างกันอาจมีผลกระทบที่มีสาระสำคัญต่อมูลค่ายุติธรรมที่ประมาณขึ้น บริษัทใช้วิธีการและ</w:t>
      </w:r>
      <w:r w:rsidRPr="00DC2ACA">
        <w:rPr>
          <w:rFonts w:ascii="Angsana New" w:hAnsi="Angsana New"/>
          <w:spacing w:val="-6"/>
          <w:sz w:val="32"/>
          <w:szCs w:val="32"/>
          <w:lang w:val="en-US"/>
        </w:rPr>
        <w:br/>
      </w: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ข้อสมมติฐานดังต่อไปนี้ ในการประมาณมูลค่ายุติธรรมของเครื่องมือทางการเงิน</w:t>
      </w:r>
    </w:p>
    <w:p w14:paraId="1E3EAB9C" w14:textId="77777777" w:rsidR="006F3269" w:rsidRPr="00DC2ACA" w:rsidRDefault="006F3269" w:rsidP="001D05B5">
      <w:pPr>
        <w:pStyle w:val="BodyText2"/>
        <w:adjustRightInd w:val="0"/>
        <w:spacing w:before="240" w:after="0" w:line="240" w:lineRule="auto"/>
        <w:ind w:left="547"/>
        <w:jc w:val="thaiDistribute"/>
        <w:rPr>
          <w:rFonts w:ascii="Angsana New" w:hAnsi="Angsana New"/>
          <w:spacing w:val="-4"/>
          <w:sz w:val="32"/>
          <w:szCs w:val="32"/>
          <w:u w:val="single"/>
          <w:lang w:val="en-US"/>
        </w:rPr>
      </w:pPr>
      <w:r w:rsidRPr="00DC2ACA">
        <w:rPr>
          <w:rFonts w:ascii="Angsana New" w:hAnsi="Angsana New"/>
          <w:spacing w:val="-4"/>
          <w:sz w:val="32"/>
          <w:szCs w:val="32"/>
          <w:u w:val="single"/>
          <w:cs/>
          <w:lang w:val="en-US"/>
        </w:rPr>
        <w:t>สินทรัพย์ทางการเงินและหนี้สินทางการเงิน</w:t>
      </w:r>
    </w:p>
    <w:p w14:paraId="654A50BE" w14:textId="77777777" w:rsidR="006F3269" w:rsidRPr="00DC2ACA" w:rsidRDefault="006F3269" w:rsidP="001D05B5">
      <w:pPr>
        <w:pStyle w:val="BodyText2"/>
        <w:adjustRightInd w:val="0"/>
        <w:spacing w:after="0" w:line="240" w:lineRule="auto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เงินสดและรายการเทียบเท่าเงินสด ลูกหนี้การค้าและลูกหนี้หมุนเวียนอื่น</w:t>
      </w:r>
      <w:r w:rsidRPr="00DC2ACA">
        <w:rPr>
          <w:rFonts w:ascii="Angsana New" w:hAnsi="Angsana New"/>
          <w:spacing w:val="-6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สินทรัพย์หมุนเวียนอื่น สินทรัพย์ไม่หมุนเวียนอื่น เงินกู้ยืมระยะสั้นจากสถาบันการเงิน เจ้าหนี้การค้าและเจ้าหนี้หมุนเวียนอื่น หนี้สินที่เกิดจากสัญญา หนี้สินหมุนเวียนอื่น และหนี้สินไม่หมุนเวียนอื่น มีมูลค่ายุติธรรมโดยประมาณเท่ากับมูลค่าตามบัญชี </w:t>
      </w:r>
      <w:r w:rsidRPr="00DC2ACA">
        <w:rPr>
          <w:rFonts w:ascii="Angsana New" w:hAnsi="Angsana New"/>
          <w:sz w:val="32"/>
          <w:szCs w:val="32"/>
          <w:cs/>
        </w:rPr>
        <w:t>เนื่องจากครบกำหนดชำระในระยะเวลาอันสั้น</w:t>
      </w:r>
    </w:p>
    <w:p w14:paraId="6F087764" w14:textId="0129B5F5" w:rsidR="006F3269" w:rsidRPr="00DC2ACA" w:rsidRDefault="006F3269" w:rsidP="001D05B5">
      <w:pPr>
        <w:tabs>
          <w:tab w:val="left" w:pos="540"/>
        </w:tabs>
        <w:spacing w:before="24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t>เงินกู้ยืมระยะยาวจากสถาบันการเงินที่มีอัตราดอกเบี้ยลอยตัว หนี้สินตามสัญญาเช่า แ</w:t>
      </w:r>
      <w:r w:rsidRPr="00DC2ACA">
        <w:rPr>
          <w:rFonts w:ascii="Angsana New" w:hAnsi="Angsana New"/>
          <w:spacing w:val="-6"/>
          <w:sz w:val="32"/>
          <w:szCs w:val="32"/>
          <w:cs/>
        </w:rPr>
        <w:t>ละ</w:t>
      </w:r>
      <w:r w:rsidRPr="00DC2ACA">
        <w:rPr>
          <w:rFonts w:ascii="Angsana New" w:hAnsi="Angsana New"/>
          <w:spacing w:val="-4"/>
          <w:sz w:val="32"/>
          <w:szCs w:val="32"/>
          <w:cs/>
        </w:rPr>
        <w:t>เงินกู้ยืมระยะยาว</w:t>
      </w:r>
      <w:r w:rsidR="005050EF"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ซึ่งวัดมูลค่าด้วยราคาทุนตัดจำหน่าย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 มีมูลค่ายุติธรรมโดยประมาณเท่ากับมูลค่าตามบัญชี </w:t>
      </w:r>
    </w:p>
    <w:p w14:paraId="28491230" w14:textId="2C31AC96" w:rsidR="00EC5AFB" w:rsidRPr="00DC2ACA" w:rsidRDefault="00F9706D" w:rsidP="001D05B5">
      <w:pPr>
        <w:tabs>
          <w:tab w:val="left" w:pos="540"/>
          <w:tab w:val="left" w:pos="630"/>
        </w:tabs>
        <w:spacing w:before="360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F9706D">
        <w:rPr>
          <w:rFonts w:asciiTheme="majorBidi" w:eastAsia="MS Mincho" w:hAnsiTheme="majorBidi" w:cstheme="majorBidi"/>
          <w:b/>
          <w:bCs/>
          <w:sz w:val="32"/>
          <w:szCs w:val="32"/>
        </w:rPr>
        <w:t>24</w:t>
      </w:r>
      <w:r w:rsidR="00EC5AFB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>.</w:t>
      </w:r>
      <w:r w:rsidR="0041401B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ab/>
      </w:r>
      <w:r w:rsidR="00865A41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หนังสือ</w:t>
      </w:r>
      <w:r w:rsidR="00EC5AFB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ค้ำประกั</w:t>
      </w:r>
      <w:r w:rsidR="008E1AF0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น</w:t>
      </w:r>
    </w:p>
    <w:p w14:paraId="724D5500" w14:textId="6F0C783B" w:rsidR="00EC5AFB" w:rsidRPr="00DC2ACA" w:rsidRDefault="00EC5AFB" w:rsidP="001D05B5">
      <w:pPr>
        <w:tabs>
          <w:tab w:val="left" w:pos="540"/>
        </w:tabs>
        <w:ind w:left="547" w:hanging="367"/>
        <w:jc w:val="thaiDistribute"/>
        <w:rPr>
          <w:rFonts w:asciiTheme="majorBidi" w:eastAsia="MS Mincho" w:hAnsiTheme="majorBidi" w:cstheme="majorBidi"/>
          <w:sz w:val="32"/>
          <w:szCs w:val="32"/>
        </w:rPr>
      </w:pPr>
      <w:r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ab/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ณ </w:t>
      </w:r>
      <w:r w:rsidR="006403FB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วันที่ </w:t>
      </w:r>
      <w:r w:rsidR="00F9706D" w:rsidRPr="00F9706D">
        <w:rPr>
          <w:rFonts w:asciiTheme="majorBidi" w:eastAsia="MS Mincho" w:hAnsiTheme="majorBidi" w:cstheme="majorBidi"/>
          <w:sz w:val="32"/>
          <w:szCs w:val="32"/>
        </w:rPr>
        <w:t>30</w:t>
      </w:r>
      <w:r w:rsidR="00CD438C" w:rsidRPr="00DC2ACA">
        <w:rPr>
          <w:rFonts w:asciiTheme="majorBidi" w:eastAsia="MS Mincho" w:hAnsiTheme="majorBidi" w:cstheme="majorBidi"/>
          <w:sz w:val="32"/>
          <w:szCs w:val="32"/>
        </w:rPr>
        <w:t xml:space="preserve"> </w:t>
      </w:r>
      <w:r w:rsidR="00CD438C" w:rsidRPr="00DC2ACA">
        <w:rPr>
          <w:rFonts w:asciiTheme="majorBidi" w:eastAsia="MS Mincho" w:hAnsiTheme="majorBidi" w:cstheme="majorBidi"/>
          <w:sz w:val="32"/>
          <w:szCs w:val="32"/>
          <w:cs/>
        </w:rPr>
        <w:t>มิถุนายน</w:t>
      </w:r>
      <w:r w:rsidR="0065017E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2568</w:t>
      </w:r>
      <w:r w:rsidR="0065017E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="004E7CF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และวันที่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31</w:t>
      </w:r>
      <w:r w:rsidR="004E7CF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ธันวาคม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2567</w:t>
      </w:r>
      <w:r w:rsidR="004E7CF8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 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>บริษัทมี</w:t>
      </w:r>
      <w:r w:rsidR="00865A41" w:rsidRPr="00DC2ACA">
        <w:rPr>
          <w:rFonts w:asciiTheme="majorBidi" w:eastAsia="MS Mincho" w:hAnsiTheme="majorBidi" w:cstheme="majorBidi"/>
          <w:sz w:val="32"/>
          <w:szCs w:val="32"/>
          <w:cs/>
        </w:rPr>
        <w:t>หนังสือ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>ค้ำประกัน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>ที่ธนาคารออกเพื่อ</w:t>
      </w:r>
      <w:r w:rsidR="00ED7499" w:rsidRPr="00DC2ACA">
        <w:rPr>
          <w:rFonts w:asciiTheme="majorBidi" w:eastAsia="MS Mincho" w:hAnsiTheme="majorBidi" w:cstheme="majorBidi"/>
          <w:sz w:val="32"/>
          <w:szCs w:val="32"/>
          <w:cs/>
        </w:rPr>
        <w:t>ซื้อวัสดุ</w:t>
      </w:r>
      <w:r w:rsidR="005406F8" w:rsidRPr="00DC2ACA">
        <w:rPr>
          <w:rFonts w:asciiTheme="majorBidi" w:eastAsia="MS Mincho" w:hAnsiTheme="majorBidi" w:cstheme="majorBidi"/>
          <w:sz w:val="32"/>
          <w:szCs w:val="32"/>
          <w:cs/>
        </w:rPr>
        <w:t>ก่อสร้าง</w:t>
      </w:r>
      <w:r w:rsidR="00ED7499" w:rsidRPr="00DC2ACA">
        <w:rPr>
          <w:rFonts w:asciiTheme="majorBidi" w:eastAsia="MS Mincho" w:hAnsiTheme="majorBidi" w:cstheme="majorBidi"/>
          <w:sz w:val="32"/>
          <w:szCs w:val="32"/>
          <w:cs/>
        </w:rPr>
        <w:t>ของ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>บริษัทเป็น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จำนวน </w:t>
      </w:r>
      <w:r w:rsidR="00F9706D" w:rsidRPr="00F9706D">
        <w:rPr>
          <w:rFonts w:asciiTheme="majorBidi" w:eastAsia="MS Mincho" w:hAnsiTheme="majorBidi" w:cstheme="majorBidi"/>
          <w:sz w:val="32"/>
          <w:szCs w:val="32"/>
        </w:rPr>
        <w:t>0</w:t>
      </w:r>
      <w:r w:rsidR="007B39FD" w:rsidRPr="00DC2ACA">
        <w:rPr>
          <w:rFonts w:asciiTheme="majorBidi" w:eastAsia="MS Mincho" w:hAnsiTheme="majorBidi" w:cstheme="majorBidi"/>
          <w:sz w:val="32"/>
          <w:szCs w:val="32"/>
        </w:rPr>
        <w:t>.</w:t>
      </w:r>
      <w:r w:rsidR="00F9706D" w:rsidRPr="00F9706D">
        <w:rPr>
          <w:rFonts w:asciiTheme="majorBidi" w:eastAsia="MS Mincho" w:hAnsiTheme="majorBidi" w:cstheme="majorBidi"/>
          <w:sz w:val="32"/>
          <w:szCs w:val="32"/>
        </w:rPr>
        <w:t>10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ล้านบาท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  <w:r w:rsidR="002D6B19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และ </w:t>
      </w:r>
      <w:r w:rsidR="00F9706D" w:rsidRPr="00F9706D">
        <w:rPr>
          <w:rFonts w:asciiTheme="majorBidi" w:eastAsia="MS Mincho" w:hAnsiTheme="majorBidi" w:cstheme="majorBidi"/>
          <w:sz w:val="32"/>
          <w:szCs w:val="32"/>
        </w:rPr>
        <w:t>0</w:t>
      </w:r>
      <w:r w:rsidR="002D6B19" w:rsidRPr="00DC2ACA">
        <w:rPr>
          <w:rFonts w:asciiTheme="majorBidi" w:eastAsia="MS Mincho" w:hAnsiTheme="majorBidi" w:cstheme="majorBidi"/>
          <w:sz w:val="32"/>
          <w:szCs w:val="32"/>
          <w:cs/>
        </w:rPr>
        <w:t>.</w:t>
      </w:r>
      <w:r w:rsidR="00F9706D" w:rsidRPr="00F9706D">
        <w:rPr>
          <w:rFonts w:asciiTheme="majorBidi" w:eastAsia="MS Mincho" w:hAnsiTheme="majorBidi" w:cstheme="majorBidi"/>
          <w:sz w:val="32"/>
          <w:szCs w:val="32"/>
        </w:rPr>
        <w:t>10</w:t>
      </w:r>
      <w:r w:rsidR="002D6B19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  <w:r w:rsidR="002D6B19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ล้านบาท ตามลำดับ</w:t>
      </w:r>
      <w:r w:rsidR="002D6B19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>โดยไม่มีหลักประกัน</w:t>
      </w:r>
      <w:r w:rsidR="00B3248E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</w:p>
    <w:p w14:paraId="6B26B4FE" w14:textId="44845C0A" w:rsidR="009B78CC" w:rsidRPr="00DC2ACA" w:rsidRDefault="00F9706D" w:rsidP="001D05B5">
      <w:pPr>
        <w:spacing w:before="240"/>
        <w:ind w:left="547" w:hanging="547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F9706D">
        <w:rPr>
          <w:rFonts w:asciiTheme="majorBidi" w:eastAsia="MS Mincho" w:hAnsiTheme="majorBidi" w:cstheme="majorBidi"/>
          <w:b/>
          <w:bCs/>
          <w:sz w:val="32"/>
          <w:szCs w:val="32"/>
        </w:rPr>
        <w:t>25</w:t>
      </w:r>
      <w:r w:rsidR="009B78CC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>.</w:t>
      </w:r>
      <w:r w:rsidR="009B78CC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ab/>
      </w:r>
      <w:r w:rsidR="00464A0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</w:p>
    <w:p w14:paraId="243184EB" w14:textId="7843CDC1" w:rsidR="00D014BC" w:rsidRDefault="0062208A" w:rsidP="001D05B5">
      <w:pPr>
        <w:spacing w:after="240"/>
        <w:ind w:left="547"/>
        <w:jc w:val="thaiDistribute"/>
        <w:rPr>
          <w:rFonts w:asciiTheme="majorBidi" w:eastAsia="MS Mincho" w:hAnsiTheme="majorBidi" w:cstheme="majorBidi"/>
          <w:sz w:val="32"/>
          <w:szCs w:val="32"/>
        </w:rPr>
      </w:pP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ณ </w:t>
      </w:r>
      <w:r w:rsidR="006403FB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วันที่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30</w:t>
      </w:r>
      <w:r w:rsidR="00CD438C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="00CD438C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มิถุนายน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2568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และ</w:t>
      </w:r>
      <w:r w:rsidR="00D80946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วันที่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31</w:t>
      </w:r>
      <w:r w:rsidR="008D5A8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ธันวาคม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2567</w:t>
      </w:r>
      <w:r w:rsidR="008D5A88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บริษัทมี</w:t>
      </w:r>
      <w:r w:rsidR="00DB7862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ภาระผูกพัน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รายจ่ายฝ่ายทุนจำนวนเงิน</w:t>
      </w:r>
      <w:r w:rsidR="00CF1CBB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3</w:t>
      </w:r>
      <w:r w:rsidR="004F6157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>.</w:t>
      </w:r>
      <w:r w:rsidR="00F9706D" w:rsidRPr="00F9706D">
        <w:rPr>
          <w:rFonts w:asciiTheme="majorBidi" w:eastAsia="MS Mincho" w:hAnsiTheme="majorBidi" w:cstheme="majorBidi"/>
          <w:spacing w:val="-14"/>
          <w:sz w:val="32"/>
          <w:szCs w:val="32"/>
        </w:rPr>
        <w:t>50</w:t>
      </w:r>
      <w:r w:rsidR="00BA35B4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="008D5A8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ล้านบาท</w:t>
      </w:r>
      <w:r w:rsidR="00F7187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DE7FF7" w:rsidRPr="00DC2ACA">
        <w:rPr>
          <w:rFonts w:ascii="Angsana New" w:eastAsia="MS Mincho" w:hAnsi="Angsana New"/>
          <w:sz w:val="32"/>
          <w:szCs w:val="32"/>
          <w:cs/>
        </w:rPr>
        <w:t xml:space="preserve">และ </w:t>
      </w:r>
      <w:r w:rsidR="00F9706D" w:rsidRPr="00F9706D">
        <w:rPr>
          <w:rFonts w:ascii="Angsana New" w:eastAsia="MS Mincho" w:hAnsi="Angsana New"/>
          <w:sz w:val="32"/>
          <w:szCs w:val="32"/>
        </w:rPr>
        <w:t>9</w:t>
      </w:r>
      <w:r w:rsidR="00EA6BB0" w:rsidRPr="00DC2ACA">
        <w:rPr>
          <w:rFonts w:ascii="Angsana New" w:eastAsia="MS Mincho" w:hAnsi="Angsana New"/>
          <w:sz w:val="32"/>
          <w:szCs w:val="32"/>
        </w:rPr>
        <w:t>.</w:t>
      </w:r>
      <w:r w:rsidR="00F9706D" w:rsidRPr="00F9706D">
        <w:rPr>
          <w:rFonts w:ascii="Angsana New" w:eastAsia="MS Mincho" w:hAnsi="Angsana New"/>
          <w:sz w:val="32"/>
          <w:szCs w:val="32"/>
        </w:rPr>
        <w:t>78</w:t>
      </w:r>
      <w:r w:rsidR="00DE7FF7" w:rsidRPr="00DC2ACA">
        <w:rPr>
          <w:rFonts w:ascii="Angsana New" w:eastAsia="MS Mincho" w:hAnsi="Angsana New"/>
          <w:sz w:val="32"/>
          <w:szCs w:val="32"/>
        </w:rPr>
        <w:t xml:space="preserve"> </w:t>
      </w:r>
      <w:r w:rsidR="00DE7FF7" w:rsidRPr="00DC2ACA">
        <w:rPr>
          <w:rFonts w:ascii="Angsana New" w:eastAsia="MS Mincho" w:hAnsi="Angsana New"/>
          <w:sz w:val="32"/>
          <w:szCs w:val="32"/>
          <w:cs/>
        </w:rPr>
        <w:t>ล้านบาท</w:t>
      </w:r>
      <w:r w:rsidR="00DE7FF7" w:rsidRPr="00DC2ACA">
        <w:rPr>
          <w:rFonts w:ascii="Angsana New" w:eastAsia="MS Mincho" w:hAnsi="Angsana New"/>
          <w:sz w:val="32"/>
          <w:szCs w:val="32"/>
        </w:rPr>
        <w:t xml:space="preserve"> </w:t>
      </w:r>
      <w:r w:rsidR="00DE7FF7" w:rsidRPr="00DC2ACA">
        <w:rPr>
          <w:rFonts w:ascii="Angsana New" w:eastAsia="MS Mincho" w:hAnsi="Angsana New"/>
          <w:sz w:val="32"/>
          <w:szCs w:val="32"/>
          <w:cs/>
        </w:rPr>
        <w:t>ตามลำดับ</w:t>
      </w:r>
      <w:r w:rsidR="00DE7FF7" w:rsidRPr="00DC2ACA">
        <w:rPr>
          <w:rFonts w:ascii="Angsana New" w:eastAsia="MS Mincho" w:hAnsi="Angsana New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>อันเป็นรายจ่ายที่เกี่ยวข้องกับการ</w:t>
      </w:r>
      <w:r w:rsidR="00646CF6" w:rsidRPr="00DC2ACA">
        <w:rPr>
          <w:rFonts w:asciiTheme="majorBidi" w:eastAsia="MS Mincho" w:hAnsiTheme="majorBidi" w:cstheme="majorBidi"/>
          <w:sz w:val="32"/>
          <w:szCs w:val="32"/>
          <w:cs/>
        </w:rPr>
        <w:t>ก่อสร้างสาขา</w:t>
      </w:r>
    </w:p>
    <w:p w14:paraId="2C05B9DE" w14:textId="532DFEFA" w:rsidR="00A65DD6" w:rsidRPr="00A67FF0" w:rsidRDefault="00F9706D" w:rsidP="00A65DD6">
      <w:pPr>
        <w:tabs>
          <w:tab w:val="left" w:pos="540"/>
        </w:tabs>
        <w:rPr>
          <w:rFonts w:ascii="Angsana New" w:hAnsi="Angsana New"/>
          <w:b/>
          <w:bCs/>
          <w:sz w:val="32"/>
          <w:szCs w:val="32"/>
        </w:rPr>
      </w:pPr>
      <w:r w:rsidRPr="00F9706D">
        <w:rPr>
          <w:rFonts w:ascii="Angsana New" w:hAnsi="Angsana New"/>
          <w:b/>
          <w:bCs/>
          <w:sz w:val="32"/>
          <w:szCs w:val="32"/>
        </w:rPr>
        <w:t>26</w:t>
      </w:r>
      <w:r w:rsidR="00A65DD6" w:rsidRPr="00A67FF0">
        <w:rPr>
          <w:rFonts w:ascii="Angsana New" w:hAnsi="Angsana New"/>
          <w:b/>
          <w:bCs/>
          <w:sz w:val="32"/>
          <w:szCs w:val="32"/>
        </w:rPr>
        <w:t>.</w:t>
      </w:r>
      <w:r w:rsidR="00A65DD6" w:rsidRPr="00A67FF0">
        <w:rPr>
          <w:rFonts w:ascii="Angsana New" w:hAnsi="Angsana New"/>
          <w:b/>
          <w:bCs/>
          <w:sz w:val="32"/>
          <w:szCs w:val="32"/>
        </w:rPr>
        <w:tab/>
      </w:r>
      <w:r w:rsidR="00A65DD6" w:rsidRPr="00A67FF0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72B83D4E" w14:textId="15B265FF" w:rsidR="00A65DD6" w:rsidRPr="00A67FF0" w:rsidRDefault="00A65DD6" w:rsidP="00A65DD6">
      <w:pPr>
        <w:tabs>
          <w:tab w:val="left" w:pos="540"/>
        </w:tabs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A67FF0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="00F9706D" w:rsidRPr="00F9706D">
        <w:rPr>
          <w:rFonts w:ascii="Angsana New" w:hAnsi="Angsana New"/>
          <w:spacing w:val="-6"/>
          <w:sz w:val="32"/>
          <w:szCs w:val="32"/>
        </w:rPr>
        <w:t>8</w:t>
      </w:r>
      <w:r w:rsidRPr="00A67FF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Pr="00A67FF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F9706D" w:rsidRPr="00F9706D">
        <w:rPr>
          <w:rFonts w:ascii="Angsana New" w:hAnsi="Angsana New"/>
          <w:spacing w:val="-6"/>
          <w:sz w:val="32"/>
          <w:szCs w:val="32"/>
        </w:rPr>
        <w:t>2568</w:t>
      </w:r>
      <w:r w:rsidRPr="00A67FF0">
        <w:rPr>
          <w:rFonts w:ascii="Angsana New" w:hAnsi="Angsana New"/>
          <w:spacing w:val="-6"/>
          <w:sz w:val="32"/>
          <w:szCs w:val="32"/>
          <w:cs/>
        </w:rPr>
        <w:t xml:space="preserve"> ที่ประชุม</w:t>
      </w:r>
      <w:r>
        <w:rPr>
          <w:rFonts w:ascii="Angsana New" w:hAnsi="Angsana New" w:hint="cs"/>
          <w:spacing w:val="-6"/>
          <w:sz w:val="32"/>
          <w:szCs w:val="32"/>
          <w:cs/>
        </w:rPr>
        <w:t xml:space="preserve">คณะกรรมการของบริษัทครั้งที่ </w:t>
      </w:r>
      <w:r w:rsidR="00F9706D" w:rsidRPr="00F9706D">
        <w:rPr>
          <w:rFonts w:ascii="Angsana New" w:hAnsi="Angsana New"/>
          <w:spacing w:val="-6"/>
          <w:sz w:val="32"/>
          <w:szCs w:val="32"/>
        </w:rPr>
        <w:t>4</w:t>
      </w:r>
      <w:r>
        <w:rPr>
          <w:rFonts w:ascii="Angsana New" w:hAnsi="Angsana New"/>
          <w:spacing w:val="-6"/>
          <w:sz w:val="32"/>
          <w:szCs w:val="32"/>
        </w:rPr>
        <w:t>/</w:t>
      </w:r>
      <w:r w:rsidR="00F9706D" w:rsidRPr="00F9706D">
        <w:rPr>
          <w:rFonts w:ascii="Angsana New" w:hAnsi="Angsana New"/>
          <w:spacing w:val="-6"/>
          <w:sz w:val="32"/>
          <w:szCs w:val="32"/>
        </w:rPr>
        <w:t>2568</w:t>
      </w:r>
      <w:r>
        <w:rPr>
          <w:rFonts w:ascii="Angsana New" w:hAnsi="Angsana New" w:hint="cs"/>
          <w:spacing w:val="-6"/>
          <w:sz w:val="32"/>
          <w:szCs w:val="32"/>
          <w:cs/>
        </w:rPr>
        <w:t xml:space="preserve"> ได้อนุมัติให้</w:t>
      </w:r>
      <w:r w:rsidR="00885986">
        <w:rPr>
          <w:rFonts w:ascii="Angsana New" w:hAnsi="Angsana New" w:hint="cs"/>
          <w:spacing w:val="-6"/>
          <w:sz w:val="32"/>
          <w:szCs w:val="32"/>
          <w:cs/>
        </w:rPr>
        <w:t>เสนอต่อที่ประชุม</w:t>
      </w:r>
      <w:r w:rsidR="00706140">
        <w:rPr>
          <w:rFonts w:ascii="Angsana New" w:hAnsi="Angsana New" w:hint="cs"/>
          <w:spacing w:val="-6"/>
          <w:sz w:val="32"/>
          <w:szCs w:val="32"/>
          <w:cs/>
        </w:rPr>
        <w:t>วิสามัญผู้ถือหุ้นเพื่อพิจารณาและอนุมัติการ</w:t>
      </w:r>
      <w:r>
        <w:rPr>
          <w:rFonts w:ascii="Angsana New" w:hAnsi="Angsana New" w:hint="cs"/>
          <w:spacing w:val="-6"/>
          <w:sz w:val="32"/>
          <w:szCs w:val="32"/>
          <w:cs/>
        </w:rPr>
        <w:t>จ่ายเงินปันผล</w:t>
      </w:r>
      <w:r w:rsidR="00B12059">
        <w:rPr>
          <w:rFonts w:ascii="Angsana New" w:hAnsi="Angsana New" w:hint="cs"/>
          <w:spacing w:val="-8"/>
          <w:sz w:val="32"/>
          <w:szCs w:val="32"/>
          <w:cs/>
        </w:rPr>
        <w:t>จากกำไรสะสมที่ยังไม่ได้จัดสรร</w:t>
      </w:r>
      <w:r w:rsidRPr="009C6F61">
        <w:rPr>
          <w:rFonts w:ascii="Angsana New" w:hAnsi="Angsana New" w:hint="cs"/>
          <w:spacing w:val="-8"/>
          <w:sz w:val="32"/>
          <w:szCs w:val="32"/>
          <w:cs/>
        </w:rPr>
        <w:t xml:space="preserve"> แก่ผู้ถือหุ้นใน</w:t>
      </w:r>
      <w:r w:rsidRPr="00C56D40">
        <w:rPr>
          <w:rFonts w:ascii="Angsana New" w:hAnsi="Angsana New" w:hint="cs"/>
          <w:spacing w:val="-8"/>
          <w:sz w:val="32"/>
          <w:szCs w:val="32"/>
          <w:cs/>
        </w:rPr>
        <w:t xml:space="preserve">อัตรา </w:t>
      </w:r>
      <w:r w:rsidR="00F9706D" w:rsidRPr="00F9706D">
        <w:rPr>
          <w:rFonts w:ascii="Angsana New" w:hAnsi="Angsana New"/>
          <w:spacing w:val="-8"/>
          <w:sz w:val="32"/>
          <w:szCs w:val="32"/>
        </w:rPr>
        <w:t>0</w:t>
      </w:r>
      <w:r w:rsidRPr="00C56D40">
        <w:rPr>
          <w:rFonts w:ascii="Angsana New" w:hAnsi="Angsana New"/>
          <w:spacing w:val="-8"/>
          <w:sz w:val="32"/>
          <w:szCs w:val="32"/>
        </w:rPr>
        <w:t>.</w:t>
      </w:r>
      <w:r w:rsidR="00F9706D" w:rsidRPr="00F9706D">
        <w:rPr>
          <w:rFonts w:ascii="Angsana New" w:hAnsi="Angsana New"/>
          <w:spacing w:val="-8"/>
          <w:sz w:val="32"/>
          <w:szCs w:val="32"/>
        </w:rPr>
        <w:t>3334</w:t>
      </w:r>
      <w:r w:rsidRPr="00C56D40">
        <w:rPr>
          <w:rFonts w:ascii="Angsana New" w:hAnsi="Angsana New" w:hint="cs"/>
          <w:spacing w:val="-8"/>
          <w:sz w:val="32"/>
          <w:szCs w:val="32"/>
          <w:cs/>
        </w:rPr>
        <w:t xml:space="preserve"> บาทต่อหุ้น รวมเป็น</w:t>
      </w:r>
      <w:r w:rsidRPr="00C56D40">
        <w:rPr>
          <w:rFonts w:ascii="Angsana New" w:hAnsi="Angsana New" w:hint="cs"/>
          <w:spacing w:val="-6"/>
          <w:sz w:val="32"/>
          <w:szCs w:val="32"/>
          <w:cs/>
        </w:rPr>
        <w:t xml:space="preserve">เงิน </w:t>
      </w:r>
      <w:r w:rsidR="00F9706D" w:rsidRPr="00F9706D">
        <w:rPr>
          <w:rFonts w:ascii="Angsana New" w:hAnsi="Angsana New"/>
          <w:spacing w:val="-6"/>
          <w:sz w:val="32"/>
          <w:szCs w:val="32"/>
        </w:rPr>
        <w:t>100</w:t>
      </w:r>
      <w:r w:rsidRPr="00C56D40">
        <w:rPr>
          <w:rFonts w:ascii="Angsana New" w:hAnsi="Angsana New"/>
          <w:spacing w:val="-6"/>
          <w:sz w:val="32"/>
          <w:szCs w:val="32"/>
        </w:rPr>
        <w:t>.</w:t>
      </w:r>
      <w:r w:rsidR="00F9706D" w:rsidRPr="00F9706D">
        <w:rPr>
          <w:rFonts w:ascii="Angsana New" w:hAnsi="Angsana New"/>
          <w:spacing w:val="-6"/>
          <w:sz w:val="32"/>
          <w:szCs w:val="32"/>
        </w:rPr>
        <w:t>02</w:t>
      </w:r>
      <w:r w:rsidRPr="00C56D40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 และเสนอให้จัดสรรทุนสำรองตามกฏหมายจำนวน </w:t>
      </w:r>
      <w:r w:rsidR="00F9706D" w:rsidRPr="00F9706D">
        <w:rPr>
          <w:rFonts w:ascii="Angsana New" w:hAnsi="Angsana New"/>
          <w:spacing w:val="-6"/>
          <w:sz w:val="32"/>
          <w:szCs w:val="32"/>
        </w:rPr>
        <w:t>5</w:t>
      </w:r>
      <w:r w:rsidRPr="00C56D40">
        <w:rPr>
          <w:rFonts w:ascii="Angsana New" w:hAnsi="Angsana New"/>
          <w:spacing w:val="-6"/>
          <w:sz w:val="32"/>
          <w:szCs w:val="32"/>
        </w:rPr>
        <w:t>.</w:t>
      </w:r>
      <w:r w:rsidR="00F9706D" w:rsidRPr="00F9706D">
        <w:rPr>
          <w:rFonts w:ascii="Angsana New" w:hAnsi="Angsana New"/>
          <w:spacing w:val="-6"/>
          <w:sz w:val="32"/>
          <w:szCs w:val="32"/>
        </w:rPr>
        <w:t>26</w:t>
      </w:r>
      <w:r w:rsidRPr="00C56D40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</w:t>
      </w:r>
      <w:r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</w:p>
    <w:p w14:paraId="13187323" w14:textId="190D7139" w:rsidR="00F9706D" w:rsidRDefault="00F9706D">
      <w:pPr>
        <w:rPr>
          <w:rFonts w:asciiTheme="majorBidi" w:eastAsia="MS Mincho" w:hAnsiTheme="majorBidi" w:cstheme="majorBidi"/>
          <w:sz w:val="32"/>
          <w:szCs w:val="32"/>
          <w:cs/>
        </w:rPr>
      </w:pPr>
      <w:r>
        <w:rPr>
          <w:rFonts w:asciiTheme="majorBidi" w:eastAsia="MS Mincho" w:hAnsiTheme="majorBidi" w:cstheme="majorBidi"/>
          <w:sz w:val="32"/>
          <w:szCs w:val="32"/>
          <w:cs/>
        </w:rPr>
        <w:br w:type="page"/>
      </w:r>
    </w:p>
    <w:p w14:paraId="71778910" w14:textId="482EF8DB" w:rsidR="00C10645" w:rsidRPr="00DC2ACA" w:rsidRDefault="00F9706D" w:rsidP="001D05B5">
      <w:pPr>
        <w:tabs>
          <w:tab w:val="left" w:pos="540"/>
        </w:tabs>
        <w:spacing w:before="240"/>
        <w:rPr>
          <w:rFonts w:asciiTheme="majorBidi" w:hAnsiTheme="majorBidi" w:cstheme="majorBidi"/>
          <w:spacing w:val="-8"/>
          <w:sz w:val="32"/>
          <w:szCs w:val="32"/>
        </w:rPr>
      </w:pPr>
      <w:r w:rsidRPr="00F9706D">
        <w:rPr>
          <w:rFonts w:asciiTheme="majorBidi" w:hAnsiTheme="majorBidi" w:cstheme="majorBidi"/>
          <w:b/>
          <w:bCs/>
          <w:sz w:val="32"/>
          <w:szCs w:val="32"/>
        </w:rPr>
        <w:lastRenderedPageBreak/>
        <w:t>27</w:t>
      </w:r>
      <w:r w:rsidR="00AE29AF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E29AF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064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7F2DFD18" w14:textId="07B2C223" w:rsidR="00A845B7" w:rsidRPr="004F0216" w:rsidRDefault="00C10645" w:rsidP="001D05B5">
      <w:pPr>
        <w:spacing w:after="36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DC2ACA">
        <w:rPr>
          <w:rFonts w:asciiTheme="majorBidi" w:hAnsiTheme="majorBidi" w:cstheme="majorBidi"/>
          <w:spacing w:val="-10"/>
          <w:sz w:val="32"/>
          <w:szCs w:val="32"/>
          <w:cs/>
        </w:rPr>
        <w:t>ข้อมูลทางการเงินระหว่างกาลนี้ได้รับการอนุมัติให้ออกโดยค</w:t>
      </w:r>
      <w:r w:rsidRPr="00E26236">
        <w:rPr>
          <w:rFonts w:asciiTheme="majorBidi" w:hAnsiTheme="majorBidi" w:cstheme="majorBidi"/>
          <w:spacing w:val="-10"/>
          <w:sz w:val="32"/>
          <w:szCs w:val="32"/>
          <w:cs/>
        </w:rPr>
        <w:t>ณะกรรมการบริษัทเมื่อวันที่</w:t>
      </w:r>
      <w:r w:rsidRPr="00E2623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9706D" w:rsidRPr="00F9706D">
        <w:rPr>
          <w:rFonts w:asciiTheme="majorBidi" w:hAnsiTheme="majorBidi" w:cstheme="majorBidi"/>
          <w:spacing w:val="-10"/>
          <w:sz w:val="32"/>
          <w:szCs w:val="32"/>
        </w:rPr>
        <w:t>8</w:t>
      </w:r>
      <w:r w:rsidR="00932D71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932D71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สิงหาคม </w:t>
      </w:r>
      <w:r w:rsidR="00F9706D" w:rsidRPr="00F9706D">
        <w:rPr>
          <w:rFonts w:asciiTheme="majorBidi" w:hAnsiTheme="majorBidi" w:cstheme="majorBidi"/>
          <w:spacing w:val="-10"/>
          <w:sz w:val="32"/>
          <w:szCs w:val="32"/>
        </w:rPr>
        <w:t>2568</w:t>
      </w:r>
    </w:p>
    <w:sectPr w:rsidR="00A845B7" w:rsidRPr="004F0216" w:rsidSect="00FA7449">
      <w:headerReference w:type="first" r:id="rId16"/>
      <w:pgSz w:w="11909" w:h="16834" w:code="9"/>
      <w:pgMar w:top="1440" w:right="1224" w:bottom="720" w:left="1440" w:header="720" w:footer="432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5C09" w14:textId="77777777" w:rsidR="00092507" w:rsidRDefault="00092507">
      <w:r>
        <w:separator/>
      </w:r>
    </w:p>
  </w:endnote>
  <w:endnote w:type="continuationSeparator" w:id="0">
    <w:p w14:paraId="13E15F29" w14:textId="77777777" w:rsidR="00092507" w:rsidRDefault="00092507">
      <w:r>
        <w:continuationSeparator/>
      </w:r>
    </w:p>
  </w:endnote>
  <w:endnote w:type="continuationNotice" w:id="1">
    <w:p w14:paraId="1E2E10C5" w14:textId="77777777" w:rsidR="00092507" w:rsidRDefault="00092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altName w:val="BrowalliaUPC"/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Univers 55">
    <w:altName w:val="Times New Roman"/>
    <w:panose1 w:val="00000000000000000000"/>
    <w:charset w:val="00"/>
    <w:family w:val="roman"/>
    <w:notTrueType/>
    <w:pitch w:val="default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ZapfDingbats BT">
    <w:altName w:val="Cambria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C22C" w14:textId="5036A394" w:rsidR="00CD438C" w:rsidRPr="00CD438C" w:rsidRDefault="00CD438C" w:rsidP="00CD438C">
    <w:pPr>
      <w:pStyle w:val="Footer"/>
      <w:jc w:val="right"/>
      <w:rPr>
        <w:rFonts w:ascii="Arial" w:hAnsi="Arial" w:cs="Arial"/>
        <w:lang w:val="en-US"/>
      </w:rPr>
    </w:pPr>
    <w:r w:rsidRPr="00CD438C">
      <w:rPr>
        <w:rFonts w:ascii="Arial" w:hAnsi="Arial" w:cs="Arial"/>
        <w:lang w:val="en-US"/>
      </w:rPr>
      <w:fldChar w:fldCharType="begin"/>
    </w:r>
    <w:r w:rsidRPr="00CD438C">
      <w:rPr>
        <w:rFonts w:ascii="Arial" w:hAnsi="Arial" w:cs="Arial"/>
        <w:lang w:val="en-US"/>
      </w:rPr>
      <w:instrText xml:space="preserve"> FILENAME \* MERGEFORMAT </w:instrText>
    </w:r>
    <w:r w:rsidRPr="00CD438C">
      <w:rPr>
        <w:rFonts w:ascii="Arial" w:hAnsi="Arial" w:cs="Arial"/>
        <w:lang w:val="en-US"/>
      </w:rPr>
      <w:fldChar w:fldCharType="separate"/>
    </w:r>
    <w:r w:rsidR="00F9706D">
      <w:rPr>
        <w:rFonts w:ascii="Arial" w:hAnsi="Arial" w:cs="Arial"/>
        <w:noProof/>
        <w:lang w:val="en-US"/>
      </w:rPr>
      <w:t>LAUNDRY 68Q2.docx</w:t>
    </w:r>
    <w:r w:rsidRPr="00CD438C">
      <w:rPr>
        <w:rFonts w:ascii="Arial" w:hAnsi="Arial" w:cs="Arial"/>
        <w:lang w:val="en-US"/>
      </w:rPr>
      <w:fldChar w:fldCharType="end"/>
    </w:r>
    <w:r w:rsidRPr="00CD438C">
      <w:rPr>
        <w:rFonts w:ascii="Arial" w:hAnsi="Arial" w:cs="Arial"/>
        <w:lang w:val="en-US"/>
      </w:rPr>
      <w:t xml:space="preserve">  /   </w:t>
    </w:r>
    <w:r w:rsidRPr="00CD438C">
      <w:rPr>
        <w:rFonts w:ascii="Arial" w:hAnsi="Arial" w:cs="Arial"/>
        <w:lang w:val="en-US"/>
      </w:rPr>
      <w:fldChar w:fldCharType="begin"/>
    </w:r>
    <w:r w:rsidRPr="00CD438C">
      <w:rPr>
        <w:rFonts w:ascii="Arial" w:hAnsi="Arial" w:cs="Arial"/>
        <w:lang w:val="en-US"/>
      </w:rPr>
      <w:instrText xml:space="preserve"> DATE \@ "dd/MM/yyyy" </w:instrText>
    </w:r>
    <w:r w:rsidRPr="00CD438C">
      <w:rPr>
        <w:rFonts w:ascii="Arial" w:hAnsi="Arial" w:cs="Arial"/>
        <w:lang w:val="en-US"/>
      </w:rPr>
      <w:fldChar w:fldCharType="separate"/>
    </w:r>
    <w:r w:rsidR="00F9706D">
      <w:rPr>
        <w:rFonts w:ascii="Arial" w:hAnsi="Arial" w:cs="Arial"/>
        <w:noProof/>
        <w:lang w:val="en-US"/>
      </w:rPr>
      <w:t>13/08/2025</w:t>
    </w:r>
    <w:r w:rsidRPr="00CD438C">
      <w:rPr>
        <w:rFonts w:ascii="Arial" w:hAnsi="Arial" w:cs="Arial"/>
        <w:lang w:val="en-US"/>
      </w:rPr>
      <w:fldChar w:fldCharType="end"/>
    </w:r>
    <w:r w:rsidRPr="00CD438C">
      <w:rPr>
        <w:rFonts w:ascii="Arial" w:hAnsi="Arial" w:cs="Arial"/>
        <w:lang w:val="en-US"/>
      </w:rPr>
      <w:t xml:space="preserve">  /   </w:t>
    </w:r>
    <w:r w:rsidRPr="00CD438C">
      <w:rPr>
        <w:rFonts w:ascii="Arial" w:hAnsi="Arial" w:cs="Arial"/>
        <w:lang w:val="en-US"/>
      </w:rPr>
      <w:fldChar w:fldCharType="begin"/>
    </w:r>
    <w:r w:rsidRPr="00CD438C">
      <w:rPr>
        <w:rFonts w:ascii="Arial" w:hAnsi="Arial" w:cs="Arial"/>
        <w:lang w:val="en-US"/>
      </w:rPr>
      <w:instrText xml:space="preserve"> DATE \@ "HH:mm" </w:instrText>
    </w:r>
    <w:r w:rsidRPr="00CD438C">
      <w:rPr>
        <w:rFonts w:ascii="Arial" w:hAnsi="Arial" w:cs="Arial"/>
        <w:lang w:val="en-US"/>
      </w:rPr>
      <w:fldChar w:fldCharType="separate"/>
    </w:r>
    <w:r w:rsidR="00F9706D">
      <w:rPr>
        <w:rFonts w:ascii="Arial" w:hAnsi="Arial" w:cs="Arial"/>
        <w:noProof/>
        <w:lang w:val="en-US"/>
      </w:rPr>
      <w:t>13:42</w:t>
    </w:r>
    <w:r w:rsidRPr="00CD438C">
      <w:rPr>
        <w:rFonts w:ascii="Arial" w:hAnsi="Arial" w:cs="Arial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008B" w14:textId="4387E456" w:rsidR="00CD438C" w:rsidRPr="00CD438C" w:rsidRDefault="00CD438C" w:rsidP="00CD438C">
    <w:pPr>
      <w:pStyle w:val="Footer"/>
      <w:jc w:val="right"/>
      <w:rPr>
        <w:rFonts w:ascii="Arial" w:hAnsi="Arial" w:cs="Arial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FE882" w14:textId="5BF54CAD" w:rsidR="00CD438C" w:rsidRPr="00CD438C" w:rsidRDefault="00CD438C" w:rsidP="00CD438C">
    <w:pPr>
      <w:pStyle w:val="Footer"/>
      <w:jc w:val="right"/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48C8C" w14:textId="77777777" w:rsidR="00092507" w:rsidRDefault="00092507">
      <w:r>
        <w:separator/>
      </w:r>
    </w:p>
  </w:footnote>
  <w:footnote w:type="continuationSeparator" w:id="0">
    <w:p w14:paraId="10E69BF2" w14:textId="77777777" w:rsidR="00092507" w:rsidRDefault="00092507">
      <w:r>
        <w:continuationSeparator/>
      </w:r>
    </w:p>
  </w:footnote>
  <w:footnote w:type="continuationNotice" w:id="1">
    <w:p w14:paraId="6B13FBBD" w14:textId="77777777" w:rsidR="00092507" w:rsidRDefault="00092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649F" w14:textId="77777777" w:rsidR="00CD438C" w:rsidRPr="008C5822" w:rsidRDefault="00CD438C" w:rsidP="00CD438C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  <w:lang w:val="en-US"/>
      </w:rPr>
      <w:t>ร่าง</w:t>
    </w:r>
  </w:p>
  <w:p w14:paraId="3F835A59" w14:textId="77777777" w:rsidR="00D804A1" w:rsidRPr="00A849B8" w:rsidRDefault="00D804A1" w:rsidP="00B34D86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- 2 -</w:t>
    </w:r>
    <w:r w:rsidRPr="00A849B8">
      <w:rPr>
        <w:noProof/>
        <w:sz w:val="21"/>
        <w:szCs w:val="21"/>
      </w:rPr>
      <w:fldChar w:fldCharType="end"/>
    </w:r>
  </w:p>
  <w:p w14:paraId="2D2DCEFE" w14:textId="77777777" w:rsidR="00D804A1" w:rsidRDefault="00D804A1" w:rsidP="00A5377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0A9E" w14:textId="2723DF64" w:rsidR="00CD438C" w:rsidRPr="008C5822" w:rsidRDefault="00CD438C" w:rsidP="00CD438C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1C0A5599" w14:textId="37E1BEE8" w:rsidR="00CD438C" w:rsidRPr="00A849B8" w:rsidRDefault="00CD438C" w:rsidP="00CD438C">
    <w:pPr>
      <w:pStyle w:val="Header"/>
      <w:jc w:val="center"/>
      <w:rPr>
        <w:sz w:val="21"/>
        <w:szCs w:val="21"/>
      </w:rPr>
    </w:pPr>
  </w:p>
  <w:p w14:paraId="53828E58" w14:textId="77777777" w:rsidR="00CD438C" w:rsidRDefault="00CD438C" w:rsidP="00CD438C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FDAB" w14:textId="6F49B3B1" w:rsidR="00CD438C" w:rsidRPr="008C5822" w:rsidRDefault="00CD438C" w:rsidP="00CD438C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5AB1321B" w14:textId="77777777" w:rsidR="00CD438C" w:rsidRPr="00A849B8" w:rsidRDefault="00CD438C" w:rsidP="00B34D86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- 2 -</w:t>
    </w:r>
    <w:r w:rsidRPr="00A849B8">
      <w:rPr>
        <w:noProof/>
        <w:sz w:val="21"/>
        <w:szCs w:val="21"/>
      </w:rPr>
      <w:fldChar w:fldCharType="end"/>
    </w:r>
  </w:p>
  <w:p w14:paraId="5ADC1D5C" w14:textId="77777777" w:rsidR="00CD438C" w:rsidRDefault="00CD438C" w:rsidP="00A53770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3DA0" w14:textId="05D68B39" w:rsidR="00CD438C" w:rsidRPr="008C5822" w:rsidRDefault="00CD438C" w:rsidP="00CD438C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3C56E4EA" w14:textId="77777777" w:rsidR="00CD438C" w:rsidRPr="00A849B8" w:rsidRDefault="00CD438C" w:rsidP="00CD438C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- 3 -</w:t>
    </w:r>
    <w:r w:rsidRPr="00A849B8">
      <w:rPr>
        <w:noProof/>
        <w:sz w:val="21"/>
        <w:szCs w:val="21"/>
      </w:rPr>
      <w:fldChar w:fldCharType="end"/>
    </w:r>
  </w:p>
  <w:p w14:paraId="6C98AAEA" w14:textId="77777777" w:rsidR="00CD438C" w:rsidRDefault="00CD438C" w:rsidP="00CD438C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0BD4C" w14:textId="02FF00AA" w:rsidR="00B12BB7" w:rsidRPr="008C5822" w:rsidRDefault="00B12BB7" w:rsidP="00B12BB7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1B0B0360" w14:textId="77777777" w:rsidR="00B12BB7" w:rsidRPr="00A849B8" w:rsidRDefault="00B12BB7" w:rsidP="00B12BB7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- 16 -</w:t>
    </w:r>
    <w:r w:rsidRPr="00A849B8">
      <w:rPr>
        <w:noProof/>
        <w:sz w:val="21"/>
        <w:szCs w:val="21"/>
      </w:rPr>
      <w:fldChar w:fldCharType="end"/>
    </w:r>
  </w:p>
  <w:p w14:paraId="16528E10" w14:textId="77777777" w:rsidR="00B12BB7" w:rsidRPr="00287D6B" w:rsidRDefault="00B12BB7" w:rsidP="00585757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0E50" w14:textId="51DECD96" w:rsidR="00B12BB7" w:rsidRPr="008C5822" w:rsidRDefault="00B12BB7" w:rsidP="00B12BB7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3473E5A2" w14:textId="77777777" w:rsidR="00B12BB7" w:rsidRPr="00A849B8" w:rsidRDefault="00B12BB7" w:rsidP="00B12BB7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- 16 -</w:t>
    </w:r>
    <w:r w:rsidRPr="00A849B8">
      <w:rPr>
        <w:noProof/>
        <w:sz w:val="21"/>
        <w:szCs w:val="21"/>
      </w:rPr>
      <w:fldChar w:fldCharType="end"/>
    </w:r>
  </w:p>
  <w:p w14:paraId="5D3D5822" w14:textId="77777777" w:rsidR="00B12BB7" w:rsidRPr="00CD438C" w:rsidRDefault="00B12BB7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056CC"/>
    <w:multiLevelType w:val="hybridMultilevel"/>
    <w:tmpl w:val="42D674F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E71574"/>
    <w:multiLevelType w:val="hybridMultilevel"/>
    <w:tmpl w:val="8FB0C6D8"/>
    <w:lvl w:ilvl="0" w:tplc="BE64AED0">
      <w:start w:val="1"/>
      <w:numFmt w:val="bullet"/>
      <w:pStyle w:val="Style1"/>
      <w:lvlText w:val=""/>
      <w:lvlJc w:val="left"/>
      <w:pPr>
        <w:ind w:left="200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3" w15:restartNumberingAfterBreak="0">
    <w:nsid w:val="100A0D88"/>
    <w:multiLevelType w:val="hybridMultilevel"/>
    <w:tmpl w:val="9EFC9FE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5" w15:restartNumberingAfterBreak="0">
    <w:nsid w:val="10944019"/>
    <w:multiLevelType w:val="hybridMultilevel"/>
    <w:tmpl w:val="9C169AE8"/>
    <w:lvl w:ilvl="0" w:tplc="4D60ACE4">
      <w:start w:val="1"/>
      <w:numFmt w:val="thaiLetters"/>
      <w:lvlText w:val="%1)."/>
      <w:lvlJc w:val="left"/>
      <w:pPr>
        <w:ind w:left="8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460" w:hanging="360"/>
      </w:pPr>
    </w:lvl>
    <w:lvl w:ilvl="2" w:tplc="0409001B" w:tentative="1">
      <w:start w:val="1"/>
      <w:numFmt w:val="lowerRoman"/>
      <w:lvlText w:val="%3."/>
      <w:lvlJc w:val="right"/>
      <w:pPr>
        <w:ind w:left="9180" w:hanging="180"/>
      </w:pPr>
    </w:lvl>
    <w:lvl w:ilvl="3" w:tplc="0409000F" w:tentative="1">
      <w:start w:val="1"/>
      <w:numFmt w:val="decimal"/>
      <w:lvlText w:val="%4."/>
      <w:lvlJc w:val="left"/>
      <w:pPr>
        <w:ind w:left="9900" w:hanging="360"/>
      </w:pPr>
    </w:lvl>
    <w:lvl w:ilvl="4" w:tplc="04090019" w:tentative="1">
      <w:start w:val="1"/>
      <w:numFmt w:val="lowerLetter"/>
      <w:lvlText w:val="%5."/>
      <w:lvlJc w:val="left"/>
      <w:pPr>
        <w:ind w:left="10620" w:hanging="360"/>
      </w:pPr>
    </w:lvl>
    <w:lvl w:ilvl="5" w:tplc="0409001B" w:tentative="1">
      <w:start w:val="1"/>
      <w:numFmt w:val="lowerRoman"/>
      <w:lvlText w:val="%6."/>
      <w:lvlJc w:val="right"/>
      <w:pPr>
        <w:ind w:left="11340" w:hanging="180"/>
      </w:pPr>
    </w:lvl>
    <w:lvl w:ilvl="6" w:tplc="0409000F" w:tentative="1">
      <w:start w:val="1"/>
      <w:numFmt w:val="decimal"/>
      <w:lvlText w:val="%7."/>
      <w:lvlJc w:val="left"/>
      <w:pPr>
        <w:ind w:left="12060" w:hanging="360"/>
      </w:pPr>
    </w:lvl>
    <w:lvl w:ilvl="7" w:tplc="04090019" w:tentative="1">
      <w:start w:val="1"/>
      <w:numFmt w:val="lowerLetter"/>
      <w:lvlText w:val="%8."/>
      <w:lvlJc w:val="left"/>
      <w:pPr>
        <w:ind w:left="12780" w:hanging="360"/>
      </w:pPr>
    </w:lvl>
    <w:lvl w:ilvl="8" w:tplc="040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6" w15:restartNumberingAfterBreak="0">
    <w:nsid w:val="10A40B2A"/>
    <w:multiLevelType w:val="multilevel"/>
    <w:tmpl w:val="0114A5C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hint="default"/>
        <w:b w:val="0"/>
        <w:bCs w:val="0"/>
        <w:sz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88858A5"/>
    <w:multiLevelType w:val="hybridMultilevel"/>
    <w:tmpl w:val="D9DE95D2"/>
    <w:lvl w:ilvl="0" w:tplc="35F41948">
      <w:start w:val="40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  <w:color w:val="auto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A306BB"/>
    <w:multiLevelType w:val="hybridMultilevel"/>
    <w:tmpl w:val="1AD24AF6"/>
    <w:lvl w:ilvl="0" w:tplc="BC5A57B6">
      <w:start w:val="15"/>
      <w:numFmt w:val="bullet"/>
      <w:lvlText w:val="-"/>
      <w:lvlJc w:val="left"/>
      <w:pPr>
        <w:ind w:left="1292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0" w15:restartNumberingAfterBreak="0">
    <w:nsid w:val="21F56445"/>
    <w:multiLevelType w:val="hybridMultilevel"/>
    <w:tmpl w:val="9B78EAE8"/>
    <w:lvl w:ilvl="0" w:tplc="BE64AED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F63643"/>
    <w:multiLevelType w:val="hybridMultilevel"/>
    <w:tmpl w:val="D72A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575A7"/>
    <w:multiLevelType w:val="multilevel"/>
    <w:tmpl w:val="3FD63F4E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3" w15:restartNumberingAfterBreak="0">
    <w:nsid w:val="26F54FC3"/>
    <w:multiLevelType w:val="hybridMultilevel"/>
    <w:tmpl w:val="50FA1E62"/>
    <w:lvl w:ilvl="0" w:tplc="813E8A1A">
      <w:start w:val="1"/>
      <w:numFmt w:val="bullet"/>
      <w:lvlText w:val="-"/>
      <w:lvlJc w:val="left"/>
      <w:pPr>
        <w:ind w:left="1710" w:hanging="360"/>
      </w:pPr>
      <w:rPr>
        <w:rFonts w:ascii="EucrosiaUPC" w:eastAsia="Times New Roman" w:hAnsi="EucrosiaUPC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2AA83B04"/>
    <w:multiLevelType w:val="hybridMultilevel"/>
    <w:tmpl w:val="83AE3C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6" w15:restartNumberingAfterBreak="0">
    <w:nsid w:val="34A67685"/>
    <w:multiLevelType w:val="multilevel"/>
    <w:tmpl w:val="98D6C654"/>
    <w:lvl w:ilvl="0">
      <w:start w:val="1"/>
      <w:numFmt w:val="decimal"/>
      <w:lvlText w:val="%1."/>
      <w:lvlJc w:val="left"/>
      <w:pPr>
        <w:ind w:left="7470" w:hanging="54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6464FE1"/>
    <w:multiLevelType w:val="multilevel"/>
    <w:tmpl w:val="5062199A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b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8" w15:restartNumberingAfterBreak="0">
    <w:nsid w:val="36F344C1"/>
    <w:multiLevelType w:val="hybridMultilevel"/>
    <w:tmpl w:val="B07E6E7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3A435C81"/>
    <w:multiLevelType w:val="hybridMultilevel"/>
    <w:tmpl w:val="1FA214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C996C47"/>
    <w:multiLevelType w:val="hybridMultilevel"/>
    <w:tmpl w:val="49468090"/>
    <w:lvl w:ilvl="0" w:tplc="A06E0BD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FB66F0B"/>
    <w:multiLevelType w:val="hybridMultilevel"/>
    <w:tmpl w:val="2E721DE0"/>
    <w:lvl w:ilvl="0" w:tplc="863AF3E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8C0057"/>
    <w:multiLevelType w:val="hybridMultilevel"/>
    <w:tmpl w:val="D172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763ED"/>
    <w:multiLevelType w:val="hybridMultilevel"/>
    <w:tmpl w:val="954AB7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A67E51"/>
    <w:multiLevelType w:val="hybridMultilevel"/>
    <w:tmpl w:val="82102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6E6297"/>
    <w:multiLevelType w:val="hybridMultilevel"/>
    <w:tmpl w:val="2228A4E2"/>
    <w:lvl w:ilvl="0" w:tplc="97B8E8A0">
      <w:start w:val="15"/>
      <w:numFmt w:val="bullet"/>
      <w:lvlText w:val="-"/>
      <w:lvlJc w:val="left"/>
      <w:pPr>
        <w:ind w:left="2361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1" w:hanging="360"/>
      </w:pPr>
      <w:rPr>
        <w:rFonts w:ascii="Wingdings" w:hAnsi="Wingdings" w:hint="default"/>
      </w:rPr>
    </w:lvl>
  </w:abstractNum>
  <w:abstractNum w:abstractNumId="26" w15:restartNumberingAfterBreak="0">
    <w:nsid w:val="46BC54D5"/>
    <w:multiLevelType w:val="hybridMultilevel"/>
    <w:tmpl w:val="CED2E6D8"/>
    <w:lvl w:ilvl="0" w:tplc="6CB4D616">
      <w:start w:val="1"/>
      <w:numFmt w:val="decimal"/>
      <w:lvlText w:val="(%1)"/>
      <w:lvlJc w:val="left"/>
      <w:pPr>
        <w:ind w:left="904" w:hanging="360"/>
      </w:pPr>
      <w:rPr>
        <w:rFonts w:cs="Cordia New" w:hint="default"/>
        <w:color w:val="FF0000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7" w15:restartNumberingAfterBreak="0">
    <w:nsid w:val="46E16B8B"/>
    <w:multiLevelType w:val="singleLevel"/>
    <w:tmpl w:val="F158710A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8" w15:restartNumberingAfterBreak="0">
    <w:nsid w:val="48484040"/>
    <w:multiLevelType w:val="hybridMultilevel"/>
    <w:tmpl w:val="B34E27B2"/>
    <w:lvl w:ilvl="0" w:tplc="CC2C2ED2">
      <w:start w:val="1"/>
      <w:numFmt w:val="decimal"/>
      <w:lvlText w:val="%1."/>
      <w:lvlJc w:val="left"/>
      <w:pPr>
        <w:ind w:left="900" w:hanging="54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12417"/>
    <w:multiLevelType w:val="hybridMultilevel"/>
    <w:tmpl w:val="6CA0BED4"/>
    <w:lvl w:ilvl="0" w:tplc="72882FD0">
      <w:numFmt w:val="bullet"/>
      <w:lvlText w:val="-"/>
      <w:lvlJc w:val="left"/>
      <w:pPr>
        <w:ind w:left="28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 w15:restartNumberingAfterBreak="0">
    <w:nsid w:val="4A94620E"/>
    <w:multiLevelType w:val="hybridMultilevel"/>
    <w:tmpl w:val="0686838E"/>
    <w:lvl w:ilvl="0" w:tplc="21F0702E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B5370C"/>
    <w:multiLevelType w:val="hybridMultilevel"/>
    <w:tmpl w:val="6E4E4808"/>
    <w:lvl w:ilvl="0" w:tplc="BA62B31E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2" w15:restartNumberingAfterBreak="0">
    <w:nsid w:val="4D771F25"/>
    <w:multiLevelType w:val="hybridMultilevel"/>
    <w:tmpl w:val="3340A25E"/>
    <w:lvl w:ilvl="0" w:tplc="6CEE54D8">
      <w:start w:val="1"/>
      <w:numFmt w:val="bullet"/>
      <w:lvlText w:val=""/>
      <w:lvlJc w:val="left"/>
      <w:pPr>
        <w:ind w:left="200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33" w15:restartNumberingAfterBreak="0">
    <w:nsid w:val="52484A54"/>
    <w:multiLevelType w:val="hybridMultilevel"/>
    <w:tmpl w:val="8AD2295E"/>
    <w:lvl w:ilvl="0" w:tplc="DF2892BA">
      <w:numFmt w:val="bullet"/>
      <w:lvlText w:val="-"/>
      <w:lvlJc w:val="left"/>
      <w:pPr>
        <w:ind w:left="1987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34" w15:restartNumberingAfterBreak="0">
    <w:nsid w:val="52490DA8"/>
    <w:multiLevelType w:val="hybridMultilevel"/>
    <w:tmpl w:val="B3B24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378F8"/>
    <w:multiLevelType w:val="hybridMultilevel"/>
    <w:tmpl w:val="0680D8AA"/>
    <w:lvl w:ilvl="0" w:tplc="69E02A7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6" w15:restartNumberingAfterBreak="0">
    <w:nsid w:val="59571528"/>
    <w:multiLevelType w:val="hybridMultilevel"/>
    <w:tmpl w:val="E71EFAB8"/>
    <w:lvl w:ilvl="0" w:tplc="35F66B90">
      <w:start w:val="100"/>
      <w:numFmt w:val="bullet"/>
      <w:lvlText w:val="-"/>
      <w:lvlJc w:val="left"/>
      <w:pPr>
        <w:ind w:left="1335" w:hanging="975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B07C11"/>
    <w:multiLevelType w:val="hybridMultilevel"/>
    <w:tmpl w:val="003C56EC"/>
    <w:lvl w:ilvl="0" w:tplc="FDAA27EC">
      <w:start w:val="1"/>
      <w:numFmt w:val="bullet"/>
      <w:lvlText w:val="-"/>
      <w:lvlJc w:val="left"/>
      <w:pPr>
        <w:ind w:left="2361" w:hanging="360"/>
      </w:pPr>
      <w:rPr>
        <w:rFonts w:ascii="EucrosiaUPC" w:eastAsia="Times New Roman" w:hAnsi="EucrosiaUPC" w:cs="Times New Roman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1" w:hanging="360"/>
      </w:pPr>
      <w:rPr>
        <w:rFonts w:ascii="Wingdings" w:hAnsi="Wingdings" w:hint="default"/>
      </w:rPr>
    </w:lvl>
  </w:abstractNum>
  <w:abstractNum w:abstractNumId="38" w15:restartNumberingAfterBreak="0">
    <w:nsid w:val="5A8D2933"/>
    <w:multiLevelType w:val="hybridMultilevel"/>
    <w:tmpl w:val="A796CCAE"/>
    <w:lvl w:ilvl="0" w:tplc="813E8A1A">
      <w:start w:val="1"/>
      <w:numFmt w:val="bullet"/>
      <w:lvlText w:val="-"/>
      <w:lvlJc w:val="left"/>
      <w:pPr>
        <w:ind w:left="1637" w:hanging="360"/>
      </w:pPr>
      <w:rPr>
        <w:rFonts w:ascii="EucrosiaUPC" w:eastAsia="Times New Roman" w:hAnsi="EucrosiaUPC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5B812E72"/>
    <w:multiLevelType w:val="hybridMultilevel"/>
    <w:tmpl w:val="F5508D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B9D6BE2"/>
    <w:multiLevelType w:val="hybridMultilevel"/>
    <w:tmpl w:val="36D86E64"/>
    <w:lvl w:ilvl="0" w:tplc="77ECF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4D7606"/>
    <w:multiLevelType w:val="hybridMultilevel"/>
    <w:tmpl w:val="CB1A48F2"/>
    <w:lvl w:ilvl="0" w:tplc="040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153B96"/>
    <w:multiLevelType w:val="multilevel"/>
    <w:tmpl w:val="45ECF50A"/>
    <w:lvl w:ilvl="0">
      <w:start w:val="2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43" w15:restartNumberingAfterBreak="0">
    <w:nsid w:val="62273299"/>
    <w:multiLevelType w:val="multilevel"/>
    <w:tmpl w:val="88E66822"/>
    <w:lvl w:ilvl="0">
      <w:start w:val="2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65082770"/>
    <w:multiLevelType w:val="hybridMultilevel"/>
    <w:tmpl w:val="5144ED5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5" w15:restartNumberingAfterBreak="0">
    <w:nsid w:val="664A7B20"/>
    <w:multiLevelType w:val="hybridMultilevel"/>
    <w:tmpl w:val="EC844C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47" w15:restartNumberingAfterBreak="0">
    <w:nsid w:val="681D63A5"/>
    <w:multiLevelType w:val="hybridMultilevel"/>
    <w:tmpl w:val="11460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507ED9"/>
    <w:multiLevelType w:val="hybridMultilevel"/>
    <w:tmpl w:val="2228A4E2"/>
    <w:lvl w:ilvl="0" w:tplc="97B8E8A0">
      <w:start w:val="15"/>
      <w:numFmt w:val="bullet"/>
      <w:lvlText w:val="-"/>
      <w:lvlJc w:val="left"/>
      <w:pPr>
        <w:ind w:left="2361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1" w:hanging="360"/>
      </w:pPr>
      <w:rPr>
        <w:rFonts w:ascii="Wingdings" w:hAnsi="Wingdings" w:hint="default"/>
      </w:rPr>
    </w:lvl>
  </w:abstractNum>
  <w:abstractNum w:abstractNumId="49" w15:restartNumberingAfterBreak="0">
    <w:nsid w:val="69901459"/>
    <w:multiLevelType w:val="multilevel"/>
    <w:tmpl w:val="892CD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(%2)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0" w:hanging="1440"/>
      </w:pPr>
      <w:rPr>
        <w:rFonts w:hint="default"/>
      </w:rPr>
    </w:lvl>
  </w:abstractNum>
  <w:abstractNum w:abstractNumId="50" w15:restartNumberingAfterBreak="0">
    <w:nsid w:val="6E685CFB"/>
    <w:multiLevelType w:val="hybridMultilevel"/>
    <w:tmpl w:val="9AC2B3C8"/>
    <w:lvl w:ilvl="0" w:tplc="EC8E8A86">
      <w:start w:val="29"/>
      <w:numFmt w:val="bullet"/>
      <w:lvlText w:val="-"/>
      <w:lvlJc w:val="left"/>
      <w:pPr>
        <w:ind w:left="-530" w:hanging="360"/>
      </w:pPr>
      <w:rPr>
        <w:rFonts w:ascii="Angsana New" w:eastAsia="Malgun Gothic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</w:abstractNum>
  <w:abstractNum w:abstractNumId="51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946084"/>
    <w:multiLevelType w:val="hybridMultilevel"/>
    <w:tmpl w:val="C95A3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70152380"/>
    <w:multiLevelType w:val="hybridMultilevel"/>
    <w:tmpl w:val="A89CE3BC"/>
    <w:lvl w:ilvl="0" w:tplc="2A9036B6">
      <w:start w:val="1"/>
      <w:numFmt w:val="thaiLetters"/>
      <w:lvlText w:val="(%1)"/>
      <w:lvlJc w:val="left"/>
      <w:pPr>
        <w:ind w:left="1494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8F1B3C"/>
    <w:multiLevelType w:val="hybridMultilevel"/>
    <w:tmpl w:val="8FF6546A"/>
    <w:lvl w:ilvl="0" w:tplc="39A0F7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C127F0E"/>
    <w:multiLevelType w:val="hybridMultilevel"/>
    <w:tmpl w:val="B4EAFD0E"/>
    <w:lvl w:ilvl="0" w:tplc="72882FD0">
      <w:numFmt w:val="bullet"/>
      <w:lvlText w:val="-"/>
      <w:lvlJc w:val="left"/>
      <w:pPr>
        <w:ind w:left="16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7" w15:restartNumberingAfterBreak="0">
    <w:nsid w:val="7CD8344A"/>
    <w:multiLevelType w:val="hybridMultilevel"/>
    <w:tmpl w:val="7C56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030E5"/>
    <w:multiLevelType w:val="hybridMultilevel"/>
    <w:tmpl w:val="4CA60C44"/>
    <w:lvl w:ilvl="0" w:tplc="F8185B1C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9" w15:restartNumberingAfterBreak="0">
    <w:nsid w:val="7E351CE9"/>
    <w:multiLevelType w:val="hybridMultilevel"/>
    <w:tmpl w:val="5A88834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0" w15:restartNumberingAfterBreak="0">
    <w:nsid w:val="7FF5370D"/>
    <w:multiLevelType w:val="hybridMultilevel"/>
    <w:tmpl w:val="3BE41EB2"/>
    <w:lvl w:ilvl="0" w:tplc="E6722330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489056649">
    <w:abstractNumId w:val="27"/>
  </w:num>
  <w:num w:numId="2" w16cid:durableId="1159926419">
    <w:abstractNumId w:val="12"/>
  </w:num>
  <w:num w:numId="3" w16cid:durableId="1521508490">
    <w:abstractNumId w:val="49"/>
  </w:num>
  <w:num w:numId="4" w16cid:durableId="1551259176">
    <w:abstractNumId w:val="15"/>
  </w:num>
  <w:num w:numId="5" w16cid:durableId="653723783">
    <w:abstractNumId w:val="38"/>
  </w:num>
  <w:num w:numId="6" w16cid:durableId="250814787">
    <w:abstractNumId w:val="20"/>
  </w:num>
  <w:num w:numId="7" w16cid:durableId="1760639590">
    <w:abstractNumId w:val="8"/>
  </w:num>
  <w:num w:numId="8" w16cid:durableId="1208565408">
    <w:abstractNumId w:val="35"/>
  </w:num>
  <w:num w:numId="9" w16cid:durableId="868294690">
    <w:abstractNumId w:val="53"/>
  </w:num>
  <w:num w:numId="10" w16cid:durableId="705178369">
    <w:abstractNumId w:val="26"/>
  </w:num>
  <w:num w:numId="11" w16cid:durableId="1781031198">
    <w:abstractNumId w:val="17"/>
  </w:num>
  <w:num w:numId="12" w16cid:durableId="1287810540">
    <w:abstractNumId w:val="24"/>
  </w:num>
  <w:num w:numId="13" w16cid:durableId="2110881733">
    <w:abstractNumId w:val="51"/>
  </w:num>
  <w:num w:numId="14" w16cid:durableId="1843471090">
    <w:abstractNumId w:val="54"/>
  </w:num>
  <w:num w:numId="15" w16cid:durableId="749741672">
    <w:abstractNumId w:val="1"/>
  </w:num>
  <w:num w:numId="16" w16cid:durableId="1149396513">
    <w:abstractNumId w:val="52"/>
  </w:num>
  <w:num w:numId="17" w16cid:durableId="685443673">
    <w:abstractNumId w:val="14"/>
  </w:num>
  <w:num w:numId="18" w16cid:durableId="90443552">
    <w:abstractNumId w:val="39"/>
  </w:num>
  <w:num w:numId="19" w16cid:durableId="521941743">
    <w:abstractNumId w:val="11"/>
  </w:num>
  <w:num w:numId="20" w16cid:durableId="2082369290">
    <w:abstractNumId w:val="23"/>
  </w:num>
  <w:num w:numId="21" w16cid:durableId="1520657072">
    <w:abstractNumId w:val="13"/>
  </w:num>
  <w:num w:numId="22" w16cid:durableId="1584605059">
    <w:abstractNumId w:val="2"/>
  </w:num>
  <w:num w:numId="23" w16cid:durableId="1579552901">
    <w:abstractNumId w:val="32"/>
  </w:num>
  <w:num w:numId="24" w16cid:durableId="1792432028">
    <w:abstractNumId w:val="60"/>
  </w:num>
  <w:num w:numId="25" w16cid:durableId="291179121">
    <w:abstractNumId w:val="31"/>
  </w:num>
  <w:num w:numId="26" w16cid:durableId="1956786386">
    <w:abstractNumId w:val="58"/>
  </w:num>
  <w:num w:numId="27" w16cid:durableId="322658518">
    <w:abstractNumId w:val="0"/>
  </w:num>
  <w:num w:numId="28" w16cid:durableId="940719258">
    <w:abstractNumId w:val="55"/>
  </w:num>
  <w:num w:numId="29" w16cid:durableId="1879706789">
    <w:abstractNumId w:val="57"/>
  </w:num>
  <w:num w:numId="30" w16cid:durableId="793909928">
    <w:abstractNumId w:val="47"/>
  </w:num>
  <w:num w:numId="31" w16cid:durableId="686950169">
    <w:abstractNumId w:val="10"/>
  </w:num>
  <w:num w:numId="32" w16cid:durableId="435247188">
    <w:abstractNumId w:val="21"/>
  </w:num>
  <w:num w:numId="33" w16cid:durableId="513688330">
    <w:abstractNumId w:val="3"/>
  </w:num>
  <w:num w:numId="34" w16cid:durableId="1630436736">
    <w:abstractNumId w:val="59"/>
  </w:num>
  <w:num w:numId="35" w16cid:durableId="1729300170">
    <w:abstractNumId w:val="50"/>
  </w:num>
  <w:num w:numId="36" w16cid:durableId="216555908">
    <w:abstractNumId w:val="2"/>
  </w:num>
  <w:num w:numId="37" w16cid:durableId="1677269097">
    <w:abstractNumId w:val="2"/>
  </w:num>
  <w:num w:numId="38" w16cid:durableId="1859194342">
    <w:abstractNumId w:val="2"/>
  </w:num>
  <w:num w:numId="39" w16cid:durableId="783694266">
    <w:abstractNumId w:val="2"/>
  </w:num>
  <w:num w:numId="40" w16cid:durableId="1911961395">
    <w:abstractNumId w:val="34"/>
  </w:num>
  <w:num w:numId="41" w16cid:durableId="983463004">
    <w:abstractNumId w:val="46"/>
  </w:num>
  <w:num w:numId="42" w16cid:durableId="459997625">
    <w:abstractNumId w:val="2"/>
  </w:num>
  <w:num w:numId="43" w16cid:durableId="1249969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6F3CCA"/>
    <w:rsid w:val="0000014B"/>
    <w:rsid w:val="00000A15"/>
    <w:rsid w:val="00000B60"/>
    <w:rsid w:val="00000EEB"/>
    <w:rsid w:val="0000124B"/>
    <w:rsid w:val="00001518"/>
    <w:rsid w:val="00001A24"/>
    <w:rsid w:val="00001AD6"/>
    <w:rsid w:val="00001C81"/>
    <w:rsid w:val="00001D0D"/>
    <w:rsid w:val="00001EA3"/>
    <w:rsid w:val="00002130"/>
    <w:rsid w:val="000024EA"/>
    <w:rsid w:val="00002608"/>
    <w:rsid w:val="00002730"/>
    <w:rsid w:val="000028D0"/>
    <w:rsid w:val="000028D1"/>
    <w:rsid w:val="0000360E"/>
    <w:rsid w:val="000037DC"/>
    <w:rsid w:val="0000384F"/>
    <w:rsid w:val="00003A22"/>
    <w:rsid w:val="00003FFC"/>
    <w:rsid w:val="00004594"/>
    <w:rsid w:val="00004849"/>
    <w:rsid w:val="00004BE0"/>
    <w:rsid w:val="00004C41"/>
    <w:rsid w:val="00004DBD"/>
    <w:rsid w:val="00005186"/>
    <w:rsid w:val="00005217"/>
    <w:rsid w:val="0000550E"/>
    <w:rsid w:val="0000572F"/>
    <w:rsid w:val="00005D59"/>
    <w:rsid w:val="000061CC"/>
    <w:rsid w:val="000064A5"/>
    <w:rsid w:val="0000658F"/>
    <w:rsid w:val="00006984"/>
    <w:rsid w:val="00007039"/>
    <w:rsid w:val="000078C3"/>
    <w:rsid w:val="00007AD9"/>
    <w:rsid w:val="00010314"/>
    <w:rsid w:val="00010998"/>
    <w:rsid w:val="00010C0B"/>
    <w:rsid w:val="00010E4D"/>
    <w:rsid w:val="0001197D"/>
    <w:rsid w:val="00011B80"/>
    <w:rsid w:val="00012168"/>
    <w:rsid w:val="000123F9"/>
    <w:rsid w:val="00012EBB"/>
    <w:rsid w:val="00013294"/>
    <w:rsid w:val="000133E0"/>
    <w:rsid w:val="00013422"/>
    <w:rsid w:val="0001353A"/>
    <w:rsid w:val="000137AA"/>
    <w:rsid w:val="00013DC3"/>
    <w:rsid w:val="00014056"/>
    <w:rsid w:val="000140A8"/>
    <w:rsid w:val="0001416C"/>
    <w:rsid w:val="000141E5"/>
    <w:rsid w:val="00014782"/>
    <w:rsid w:val="000147B8"/>
    <w:rsid w:val="0001480C"/>
    <w:rsid w:val="00015922"/>
    <w:rsid w:val="00015FCE"/>
    <w:rsid w:val="000168C3"/>
    <w:rsid w:val="0001704A"/>
    <w:rsid w:val="000171C6"/>
    <w:rsid w:val="00017241"/>
    <w:rsid w:val="00017331"/>
    <w:rsid w:val="00017521"/>
    <w:rsid w:val="0001773B"/>
    <w:rsid w:val="00017834"/>
    <w:rsid w:val="000179FC"/>
    <w:rsid w:val="00017A03"/>
    <w:rsid w:val="00017DD1"/>
    <w:rsid w:val="00017E0B"/>
    <w:rsid w:val="00020213"/>
    <w:rsid w:val="00020294"/>
    <w:rsid w:val="00020B9A"/>
    <w:rsid w:val="00020DB4"/>
    <w:rsid w:val="00021B32"/>
    <w:rsid w:val="00021CE6"/>
    <w:rsid w:val="00021F51"/>
    <w:rsid w:val="0002201C"/>
    <w:rsid w:val="00022133"/>
    <w:rsid w:val="000222C3"/>
    <w:rsid w:val="000222CC"/>
    <w:rsid w:val="000223DF"/>
    <w:rsid w:val="0002271D"/>
    <w:rsid w:val="00022CB0"/>
    <w:rsid w:val="0002317B"/>
    <w:rsid w:val="000233E1"/>
    <w:rsid w:val="0002392E"/>
    <w:rsid w:val="00023BBA"/>
    <w:rsid w:val="00023DB7"/>
    <w:rsid w:val="0002415A"/>
    <w:rsid w:val="000242A4"/>
    <w:rsid w:val="0002439F"/>
    <w:rsid w:val="000246B5"/>
    <w:rsid w:val="000247FE"/>
    <w:rsid w:val="00024ABF"/>
    <w:rsid w:val="00024EF3"/>
    <w:rsid w:val="000254C0"/>
    <w:rsid w:val="00025BEF"/>
    <w:rsid w:val="00026085"/>
    <w:rsid w:val="00026203"/>
    <w:rsid w:val="000263B2"/>
    <w:rsid w:val="000264C4"/>
    <w:rsid w:val="000264D9"/>
    <w:rsid w:val="00026D5F"/>
    <w:rsid w:val="00026E8A"/>
    <w:rsid w:val="00030153"/>
    <w:rsid w:val="00030183"/>
    <w:rsid w:val="00030269"/>
    <w:rsid w:val="000302D5"/>
    <w:rsid w:val="000306A1"/>
    <w:rsid w:val="00030814"/>
    <w:rsid w:val="00030821"/>
    <w:rsid w:val="000308B3"/>
    <w:rsid w:val="0003097F"/>
    <w:rsid w:val="00030C0A"/>
    <w:rsid w:val="00030F33"/>
    <w:rsid w:val="00031595"/>
    <w:rsid w:val="000316BE"/>
    <w:rsid w:val="000316F3"/>
    <w:rsid w:val="00031855"/>
    <w:rsid w:val="00031888"/>
    <w:rsid w:val="00031F41"/>
    <w:rsid w:val="00032214"/>
    <w:rsid w:val="000322F8"/>
    <w:rsid w:val="0003244A"/>
    <w:rsid w:val="00032936"/>
    <w:rsid w:val="00032F22"/>
    <w:rsid w:val="000330DE"/>
    <w:rsid w:val="000331DC"/>
    <w:rsid w:val="00033351"/>
    <w:rsid w:val="00033BB1"/>
    <w:rsid w:val="00033CD7"/>
    <w:rsid w:val="00033F3F"/>
    <w:rsid w:val="00034956"/>
    <w:rsid w:val="00034BFB"/>
    <w:rsid w:val="000350E2"/>
    <w:rsid w:val="00035668"/>
    <w:rsid w:val="00035798"/>
    <w:rsid w:val="000357B6"/>
    <w:rsid w:val="00035811"/>
    <w:rsid w:val="00035AA5"/>
    <w:rsid w:val="00035F46"/>
    <w:rsid w:val="00036B9D"/>
    <w:rsid w:val="00036FB6"/>
    <w:rsid w:val="00037297"/>
    <w:rsid w:val="000376C6"/>
    <w:rsid w:val="000379DB"/>
    <w:rsid w:val="0004057C"/>
    <w:rsid w:val="00040B8F"/>
    <w:rsid w:val="00040C90"/>
    <w:rsid w:val="00041850"/>
    <w:rsid w:val="00041868"/>
    <w:rsid w:val="0004197B"/>
    <w:rsid w:val="00041CA2"/>
    <w:rsid w:val="0004203A"/>
    <w:rsid w:val="0004253F"/>
    <w:rsid w:val="00042786"/>
    <w:rsid w:val="00042856"/>
    <w:rsid w:val="000428F5"/>
    <w:rsid w:val="000433BF"/>
    <w:rsid w:val="000438EF"/>
    <w:rsid w:val="00043980"/>
    <w:rsid w:val="00043A40"/>
    <w:rsid w:val="00043D20"/>
    <w:rsid w:val="00043ECE"/>
    <w:rsid w:val="00043FA9"/>
    <w:rsid w:val="0004497B"/>
    <w:rsid w:val="00044A97"/>
    <w:rsid w:val="0004530A"/>
    <w:rsid w:val="00045532"/>
    <w:rsid w:val="000455BD"/>
    <w:rsid w:val="000455FD"/>
    <w:rsid w:val="00045C67"/>
    <w:rsid w:val="0004615A"/>
    <w:rsid w:val="00046326"/>
    <w:rsid w:val="00046F70"/>
    <w:rsid w:val="00047393"/>
    <w:rsid w:val="000475D9"/>
    <w:rsid w:val="00047705"/>
    <w:rsid w:val="000478F6"/>
    <w:rsid w:val="00047A41"/>
    <w:rsid w:val="00047B65"/>
    <w:rsid w:val="00047C93"/>
    <w:rsid w:val="00050205"/>
    <w:rsid w:val="0005076E"/>
    <w:rsid w:val="000508A7"/>
    <w:rsid w:val="000509CB"/>
    <w:rsid w:val="000511D1"/>
    <w:rsid w:val="00051575"/>
    <w:rsid w:val="00051B03"/>
    <w:rsid w:val="00051DE9"/>
    <w:rsid w:val="00052022"/>
    <w:rsid w:val="000524CE"/>
    <w:rsid w:val="00052589"/>
    <w:rsid w:val="00052CB9"/>
    <w:rsid w:val="000532DD"/>
    <w:rsid w:val="0005330C"/>
    <w:rsid w:val="00053369"/>
    <w:rsid w:val="00053603"/>
    <w:rsid w:val="00053619"/>
    <w:rsid w:val="00053912"/>
    <w:rsid w:val="000539CF"/>
    <w:rsid w:val="00053AE2"/>
    <w:rsid w:val="00053EFD"/>
    <w:rsid w:val="0005401B"/>
    <w:rsid w:val="000541E5"/>
    <w:rsid w:val="00054205"/>
    <w:rsid w:val="00054D4C"/>
    <w:rsid w:val="0005569B"/>
    <w:rsid w:val="00055774"/>
    <w:rsid w:val="000557B9"/>
    <w:rsid w:val="00055D8A"/>
    <w:rsid w:val="00055EB5"/>
    <w:rsid w:val="00056541"/>
    <w:rsid w:val="00056B5A"/>
    <w:rsid w:val="00056BEB"/>
    <w:rsid w:val="00056DF2"/>
    <w:rsid w:val="00057527"/>
    <w:rsid w:val="000575F0"/>
    <w:rsid w:val="000578CD"/>
    <w:rsid w:val="00057A25"/>
    <w:rsid w:val="00060045"/>
    <w:rsid w:val="00060232"/>
    <w:rsid w:val="00060282"/>
    <w:rsid w:val="000603F7"/>
    <w:rsid w:val="00060416"/>
    <w:rsid w:val="000605BB"/>
    <w:rsid w:val="0006075E"/>
    <w:rsid w:val="00061300"/>
    <w:rsid w:val="0006164D"/>
    <w:rsid w:val="000617DA"/>
    <w:rsid w:val="000618C9"/>
    <w:rsid w:val="000618EE"/>
    <w:rsid w:val="00061912"/>
    <w:rsid w:val="00061F3D"/>
    <w:rsid w:val="000623DD"/>
    <w:rsid w:val="00062473"/>
    <w:rsid w:val="00062562"/>
    <w:rsid w:val="00062D04"/>
    <w:rsid w:val="00063543"/>
    <w:rsid w:val="000638C9"/>
    <w:rsid w:val="000645E5"/>
    <w:rsid w:val="000646DE"/>
    <w:rsid w:val="00064F46"/>
    <w:rsid w:val="00065090"/>
    <w:rsid w:val="000653A8"/>
    <w:rsid w:val="000653D1"/>
    <w:rsid w:val="0006555D"/>
    <w:rsid w:val="00065D90"/>
    <w:rsid w:val="00065DB6"/>
    <w:rsid w:val="0006630E"/>
    <w:rsid w:val="0006722A"/>
    <w:rsid w:val="00067467"/>
    <w:rsid w:val="000674E0"/>
    <w:rsid w:val="00067519"/>
    <w:rsid w:val="00067E43"/>
    <w:rsid w:val="00067F7E"/>
    <w:rsid w:val="00070263"/>
    <w:rsid w:val="0007026C"/>
    <w:rsid w:val="000703E6"/>
    <w:rsid w:val="000707DE"/>
    <w:rsid w:val="000708D2"/>
    <w:rsid w:val="00070F28"/>
    <w:rsid w:val="0007148A"/>
    <w:rsid w:val="000715ED"/>
    <w:rsid w:val="00071A1C"/>
    <w:rsid w:val="00071E9B"/>
    <w:rsid w:val="00072359"/>
    <w:rsid w:val="00072428"/>
    <w:rsid w:val="000727C9"/>
    <w:rsid w:val="00072BB4"/>
    <w:rsid w:val="00072CC1"/>
    <w:rsid w:val="0007316B"/>
    <w:rsid w:val="00073688"/>
    <w:rsid w:val="00073703"/>
    <w:rsid w:val="00073827"/>
    <w:rsid w:val="0007384D"/>
    <w:rsid w:val="00073C01"/>
    <w:rsid w:val="0007413C"/>
    <w:rsid w:val="00074655"/>
    <w:rsid w:val="00074C4F"/>
    <w:rsid w:val="00074D02"/>
    <w:rsid w:val="00075104"/>
    <w:rsid w:val="0007539F"/>
    <w:rsid w:val="00075549"/>
    <w:rsid w:val="00076C83"/>
    <w:rsid w:val="00076E1C"/>
    <w:rsid w:val="00076E67"/>
    <w:rsid w:val="000770C8"/>
    <w:rsid w:val="0007712F"/>
    <w:rsid w:val="00077FDB"/>
    <w:rsid w:val="000800AC"/>
    <w:rsid w:val="000807AE"/>
    <w:rsid w:val="000807C9"/>
    <w:rsid w:val="000808DE"/>
    <w:rsid w:val="00080E36"/>
    <w:rsid w:val="0008103F"/>
    <w:rsid w:val="0008178B"/>
    <w:rsid w:val="00081E1C"/>
    <w:rsid w:val="00081EEB"/>
    <w:rsid w:val="000827D4"/>
    <w:rsid w:val="00082AE8"/>
    <w:rsid w:val="00082D18"/>
    <w:rsid w:val="00082E09"/>
    <w:rsid w:val="00083012"/>
    <w:rsid w:val="00083160"/>
    <w:rsid w:val="000831FF"/>
    <w:rsid w:val="000833A7"/>
    <w:rsid w:val="000833B2"/>
    <w:rsid w:val="000834FF"/>
    <w:rsid w:val="00083888"/>
    <w:rsid w:val="00083984"/>
    <w:rsid w:val="0008434B"/>
    <w:rsid w:val="00084572"/>
    <w:rsid w:val="000847A6"/>
    <w:rsid w:val="000849EB"/>
    <w:rsid w:val="000851C0"/>
    <w:rsid w:val="000852B6"/>
    <w:rsid w:val="000853FF"/>
    <w:rsid w:val="00085449"/>
    <w:rsid w:val="00085C74"/>
    <w:rsid w:val="00085CA6"/>
    <w:rsid w:val="00085D53"/>
    <w:rsid w:val="00086D90"/>
    <w:rsid w:val="000875D5"/>
    <w:rsid w:val="0008782C"/>
    <w:rsid w:val="000879D7"/>
    <w:rsid w:val="00090067"/>
    <w:rsid w:val="00090158"/>
    <w:rsid w:val="0009022A"/>
    <w:rsid w:val="00090774"/>
    <w:rsid w:val="00090B4C"/>
    <w:rsid w:val="00091263"/>
    <w:rsid w:val="000912AE"/>
    <w:rsid w:val="0009159E"/>
    <w:rsid w:val="00091C56"/>
    <w:rsid w:val="00091D27"/>
    <w:rsid w:val="00092507"/>
    <w:rsid w:val="000925BC"/>
    <w:rsid w:val="000926AD"/>
    <w:rsid w:val="00092724"/>
    <w:rsid w:val="00092D2C"/>
    <w:rsid w:val="00092D34"/>
    <w:rsid w:val="0009325E"/>
    <w:rsid w:val="00093468"/>
    <w:rsid w:val="000935E9"/>
    <w:rsid w:val="0009509B"/>
    <w:rsid w:val="00095500"/>
    <w:rsid w:val="0009567C"/>
    <w:rsid w:val="000956C9"/>
    <w:rsid w:val="000956DC"/>
    <w:rsid w:val="00095884"/>
    <w:rsid w:val="00096511"/>
    <w:rsid w:val="000966AC"/>
    <w:rsid w:val="000969D2"/>
    <w:rsid w:val="00096B3A"/>
    <w:rsid w:val="000972AA"/>
    <w:rsid w:val="000973FD"/>
    <w:rsid w:val="0009750A"/>
    <w:rsid w:val="00097B2B"/>
    <w:rsid w:val="00097E13"/>
    <w:rsid w:val="000A04EC"/>
    <w:rsid w:val="000A08D4"/>
    <w:rsid w:val="000A0990"/>
    <w:rsid w:val="000A0B04"/>
    <w:rsid w:val="000A149D"/>
    <w:rsid w:val="000A17EC"/>
    <w:rsid w:val="000A19BB"/>
    <w:rsid w:val="000A19F4"/>
    <w:rsid w:val="000A1B68"/>
    <w:rsid w:val="000A20A2"/>
    <w:rsid w:val="000A27C3"/>
    <w:rsid w:val="000A280A"/>
    <w:rsid w:val="000A2D97"/>
    <w:rsid w:val="000A39DA"/>
    <w:rsid w:val="000A3BDD"/>
    <w:rsid w:val="000A3E71"/>
    <w:rsid w:val="000A40B7"/>
    <w:rsid w:val="000A431D"/>
    <w:rsid w:val="000A49B7"/>
    <w:rsid w:val="000A4E8A"/>
    <w:rsid w:val="000A5835"/>
    <w:rsid w:val="000A5CD3"/>
    <w:rsid w:val="000A6709"/>
    <w:rsid w:val="000A6EF8"/>
    <w:rsid w:val="000A7379"/>
    <w:rsid w:val="000A747C"/>
    <w:rsid w:val="000A75AD"/>
    <w:rsid w:val="000A7C53"/>
    <w:rsid w:val="000B02E2"/>
    <w:rsid w:val="000B02E3"/>
    <w:rsid w:val="000B0A0C"/>
    <w:rsid w:val="000B0D76"/>
    <w:rsid w:val="000B136A"/>
    <w:rsid w:val="000B14D9"/>
    <w:rsid w:val="000B169B"/>
    <w:rsid w:val="000B17C0"/>
    <w:rsid w:val="000B194D"/>
    <w:rsid w:val="000B1958"/>
    <w:rsid w:val="000B19CF"/>
    <w:rsid w:val="000B1A2B"/>
    <w:rsid w:val="000B1B19"/>
    <w:rsid w:val="000B1C10"/>
    <w:rsid w:val="000B2269"/>
    <w:rsid w:val="000B2F40"/>
    <w:rsid w:val="000B304F"/>
    <w:rsid w:val="000B3253"/>
    <w:rsid w:val="000B34E2"/>
    <w:rsid w:val="000B35AE"/>
    <w:rsid w:val="000B394F"/>
    <w:rsid w:val="000B3BDF"/>
    <w:rsid w:val="000B3F61"/>
    <w:rsid w:val="000B4044"/>
    <w:rsid w:val="000B4E27"/>
    <w:rsid w:val="000B4E59"/>
    <w:rsid w:val="000B5623"/>
    <w:rsid w:val="000B597A"/>
    <w:rsid w:val="000B5BD0"/>
    <w:rsid w:val="000B6563"/>
    <w:rsid w:val="000B6603"/>
    <w:rsid w:val="000B666D"/>
    <w:rsid w:val="000B6717"/>
    <w:rsid w:val="000B67F8"/>
    <w:rsid w:val="000B6956"/>
    <w:rsid w:val="000B6C73"/>
    <w:rsid w:val="000B7395"/>
    <w:rsid w:val="000B78F9"/>
    <w:rsid w:val="000B7AEB"/>
    <w:rsid w:val="000B7E10"/>
    <w:rsid w:val="000C028B"/>
    <w:rsid w:val="000C036C"/>
    <w:rsid w:val="000C0650"/>
    <w:rsid w:val="000C0C97"/>
    <w:rsid w:val="000C13DA"/>
    <w:rsid w:val="000C17E5"/>
    <w:rsid w:val="000C19FB"/>
    <w:rsid w:val="000C22FF"/>
    <w:rsid w:val="000C2744"/>
    <w:rsid w:val="000C2A23"/>
    <w:rsid w:val="000C2BB3"/>
    <w:rsid w:val="000C2FD3"/>
    <w:rsid w:val="000C3090"/>
    <w:rsid w:val="000C377B"/>
    <w:rsid w:val="000C377D"/>
    <w:rsid w:val="000C378A"/>
    <w:rsid w:val="000C3803"/>
    <w:rsid w:val="000C38F7"/>
    <w:rsid w:val="000C4357"/>
    <w:rsid w:val="000C4465"/>
    <w:rsid w:val="000C454D"/>
    <w:rsid w:val="000C47E1"/>
    <w:rsid w:val="000C507E"/>
    <w:rsid w:val="000C58FB"/>
    <w:rsid w:val="000C5942"/>
    <w:rsid w:val="000C6219"/>
    <w:rsid w:val="000C631D"/>
    <w:rsid w:val="000C631F"/>
    <w:rsid w:val="000C6A2A"/>
    <w:rsid w:val="000C705B"/>
    <w:rsid w:val="000C70EE"/>
    <w:rsid w:val="000C7518"/>
    <w:rsid w:val="000C7995"/>
    <w:rsid w:val="000D0487"/>
    <w:rsid w:val="000D0D35"/>
    <w:rsid w:val="000D0D59"/>
    <w:rsid w:val="000D0F2F"/>
    <w:rsid w:val="000D10EB"/>
    <w:rsid w:val="000D15B3"/>
    <w:rsid w:val="000D1A40"/>
    <w:rsid w:val="000D1B27"/>
    <w:rsid w:val="000D2337"/>
    <w:rsid w:val="000D2869"/>
    <w:rsid w:val="000D2B25"/>
    <w:rsid w:val="000D33BD"/>
    <w:rsid w:val="000D370C"/>
    <w:rsid w:val="000D3939"/>
    <w:rsid w:val="000D3C18"/>
    <w:rsid w:val="000D3C96"/>
    <w:rsid w:val="000D3D63"/>
    <w:rsid w:val="000D3E7E"/>
    <w:rsid w:val="000D4244"/>
    <w:rsid w:val="000D4571"/>
    <w:rsid w:val="000D484A"/>
    <w:rsid w:val="000D4FD6"/>
    <w:rsid w:val="000D5A03"/>
    <w:rsid w:val="000D5AFE"/>
    <w:rsid w:val="000D5CFD"/>
    <w:rsid w:val="000D5F73"/>
    <w:rsid w:val="000D5FB7"/>
    <w:rsid w:val="000D6A06"/>
    <w:rsid w:val="000D6AAD"/>
    <w:rsid w:val="000D6B8C"/>
    <w:rsid w:val="000D6EAC"/>
    <w:rsid w:val="000D70FB"/>
    <w:rsid w:val="000D7162"/>
    <w:rsid w:val="000D71EE"/>
    <w:rsid w:val="000D7277"/>
    <w:rsid w:val="000D764E"/>
    <w:rsid w:val="000D76D1"/>
    <w:rsid w:val="000D77CF"/>
    <w:rsid w:val="000D7A09"/>
    <w:rsid w:val="000D7CB7"/>
    <w:rsid w:val="000D7D30"/>
    <w:rsid w:val="000E0460"/>
    <w:rsid w:val="000E0D10"/>
    <w:rsid w:val="000E0D97"/>
    <w:rsid w:val="000E1176"/>
    <w:rsid w:val="000E138D"/>
    <w:rsid w:val="000E1596"/>
    <w:rsid w:val="000E1597"/>
    <w:rsid w:val="000E19AF"/>
    <w:rsid w:val="000E1BEE"/>
    <w:rsid w:val="000E1E42"/>
    <w:rsid w:val="000E1ED2"/>
    <w:rsid w:val="000E23F0"/>
    <w:rsid w:val="000E25BA"/>
    <w:rsid w:val="000E261E"/>
    <w:rsid w:val="000E27B7"/>
    <w:rsid w:val="000E302F"/>
    <w:rsid w:val="000E33C6"/>
    <w:rsid w:val="000E340A"/>
    <w:rsid w:val="000E377F"/>
    <w:rsid w:val="000E3836"/>
    <w:rsid w:val="000E3934"/>
    <w:rsid w:val="000E3D76"/>
    <w:rsid w:val="000E4062"/>
    <w:rsid w:val="000E4614"/>
    <w:rsid w:val="000E46EE"/>
    <w:rsid w:val="000E46FD"/>
    <w:rsid w:val="000E4EC9"/>
    <w:rsid w:val="000E4F27"/>
    <w:rsid w:val="000E5173"/>
    <w:rsid w:val="000E5430"/>
    <w:rsid w:val="000E5D12"/>
    <w:rsid w:val="000E63F1"/>
    <w:rsid w:val="000E69E7"/>
    <w:rsid w:val="000E6A7D"/>
    <w:rsid w:val="000E6F7D"/>
    <w:rsid w:val="000E7D3B"/>
    <w:rsid w:val="000E7F3D"/>
    <w:rsid w:val="000F0004"/>
    <w:rsid w:val="000F001A"/>
    <w:rsid w:val="000F01A0"/>
    <w:rsid w:val="000F0228"/>
    <w:rsid w:val="000F0841"/>
    <w:rsid w:val="000F0B2D"/>
    <w:rsid w:val="000F0C77"/>
    <w:rsid w:val="000F0E36"/>
    <w:rsid w:val="000F10FE"/>
    <w:rsid w:val="000F11EC"/>
    <w:rsid w:val="000F122A"/>
    <w:rsid w:val="000F138F"/>
    <w:rsid w:val="000F1523"/>
    <w:rsid w:val="000F1527"/>
    <w:rsid w:val="000F1623"/>
    <w:rsid w:val="000F1685"/>
    <w:rsid w:val="000F172B"/>
    <w:rsid w:val="000F1C3A"/>
    <w:rsid w:val="000F1C79"/>
    <w:rsid w:val="000F1CC4"/>
    <w:rsid w:val="000F219C"/>
    <w:rsid w:val="000F21BC"/>
    <w:rsid w:val="000F2325"/>
    <w:rsid w:val="000F24EC"/>
    <w:rsid w:val="000F2C70"/>
    <w:rsid w:val="000F31A0"/>
    <w:rsid w:val="000F351D"/>
    <w:rsid w:val="000F382D"/>
    <w:rsid w:val="000F3A14"/>
    <w:rsid w:val="000F4364"/>
    <w:rsid w:val="000F43F8"/>
    <w:rsid w:val="000F44D2"/>
    <w:rsid w:val="000F4656"/>
    <w:rsid w:val="000F4F84"/>
    <w:rsid w:val="000F50FD"/>
    <w:rsid w:val="000F51C5"/>
    <w:rsid w:val="000F54E3"/>
    <w:rsid w:val="000F5594"/>
    <w:rsid w:val="000F594E"/>
    <w:rsid w:val="000F5C93"/>
    <w:rsid w:val="000F62AE"/>
    <w:rsid w:val="000F640E"/>
    <w:rsid w:val="000F68A9"/>
    <w:rsid w:val="000F690C"/>
    <w:rsid w:val="000F6E4B"/>
    <w:rsid w:val="000F72C4"/>
    <w:rsid w:val="000F74DB"/>
    <w:rsid w:val="000F765F"/>
    <w:rsid w:val="000F7808"/>
    <w:rsid w:val="000F7EC1"/>
    <w:rsid w:val="000F7F30"/>
    <w:rsid w:val="00100261"/>
    <w:rsid w:val="001007D7"/>
    <w:rsid w:val="00100A5C"/>
    <w:rsid w:val="00100FB9"/>
    <w:rsid w:val="0010180F"/>
    <w:rsid w:val="00101C0E"/>
    <w:rsid w:val="00101DDB"/>
    <w:rsid w:val="00101F9F"/>
    <w:rsid w:val="00102524"/>
    <w:rsid w:val="00102ADB"/>
    <w:rsid w:val="00102E11"/>
    <w:rsid w:val="00102EE8"/>
    <w:rsid w:val="00103403"/>
    <w:rsid w:val="00103DD0"/>
    <w:rsid w:val="001043CD"/>
    <w:rsid w:val="0010442B"/>
    <w:rsid w:val="00104446"/>
    <w:rsid w:val="001046F7"/>
    <w:rsid w:val="00104B49"/>
    <w:rsid w:val="00105748"/>
    <w:rsid w:val="00105ABF"/>
    <w:rsid w:val="00105B5B"/>
    <w:rsid w:val="00105DC0"/>
    <w:rsid w:val="0010602E"/>
    <w:rsid w:val="00106C67"/>
    <w:rsid w:val="00107629"/>
    <w:rsid w:val="001079C5"/>
    <w:rsid w:val="00107C7F"/>
    <w:rsid w:val="0011057A"/>
    <w:rsid w:val="0011067A"/>
    <w:rsid w:val="00110768"/>
    <w:rsid w:val="001107E1"/>
    <w:rsid w:val="0011086D"/>
    <w:rsid w:val="00110E6E"/>
    <w:rsid w:val="00111224"/>
    <w:rsid w:val="00111864"/>
    <w:rsid w:val="00111A1C"/>
    <w:rsid w:val="00111BFD"/>
    <w:rsid w:val="00111C8E"/>
    <w:rsid w:val="0011205E"/>
    <w:rsid w:val="0011288A"/>
    <w:rsid w:val="001128BF"/>
    <w:rsid w:val="0011328A"/>
    <w:rsid w:val="001132D1"/>
    <w:rsid w:val="00113A24"/>
    <w:rsid w:val="0011427D"/>
    <w:rsid w:val="0011468E"/>
    <w:rsid w:val="00114697"/>
    <w:rsid w:val="001146BF"/>
    <w:rsid w:val="00114918"/>
    <w:rsid w:val="00114AF8"/>
    <w:rsid w:val="00114CCA"/>
    <w:rsid w:val="00115007"/>
    <w:rsid w:val="001154E5"/>
    <w:rsid w:val="00115FEE"/>
    <w:rsid w:val="00116192"/>
    <w:rsid w:val="001161B3"/>
    <w:rsid w:val="00116352"/>
    <w:rsid w:val="0011656B"/>
    <w:rsid w:val="001169DE"/>
    <w:rsid w:val="00117515"/>
    <w:rsid w:val="00117D29"/>
    <w:rsid w:val="00117E7E"/>
    <w:rsid w:val="00117E90"/>
    <w:rsid w:val="0012039E"/>
    <w:rsid w:val="0012041F"/>
    <w:rsid w:val="00120586"/>
    <w:rsid w:val="00120790"/>
    <w:rsid w:val="0012182D"/>
    <w:rsid w:val="00121975"/>
    <w:rsid w:val="00121B9A"/>
    <w:rsid w:val="00121B9D"/>
    <w:rsid w:val="00121DDA"/>
    <w:rsid w:val="00121E63"/>
    <w:rsid w:val="00121F7F"/>
    <w:rsid w:val="00121FA8"/>
    <w:rsid w:val="001220C4"/>
    <w:rsid w:val="0012261F"/>
    <w:rsid w:val="001226CB"/>
    <w:rsid w:val="0012280B"/>
    <w:rsid w:val="0012298D"/>
    <w:rsid w:val="00122AEF"/>
    <w:rsid w:val="00122C50"/>
    <w:rsid w:val="00122FD7"/>
    <w:rsid w:val="0012390E"/>
    <w:rsid w:val="00123FAC"/>
    <w:rsid w:val="00124C61"/>
    <w:rsid w:val="00125204"/>
    <w:rsid w:val="001252D9"/>
    <w:rsid w:val="00125B1E"/>
    <w:rsid w:val="00125FC5"/>
    <w:rsid w:val="00126746"/>
    <w:rsid w:val="00126E4C"/>
    <w:rsid w:val="00126E7A"/>
    <w:rsid w:val="001270DD"/>
    <w:rsid w:val="001271D1"/>
    <w:rsid w:val="001274B8"/>
    <w:rsid w:val="00127A88"/>
    <w:rsid w:val="00127C43"/>
    <w:rsid w:val="0013022B"/>
    <w:rsid w:val="001303AE"/>
    <w:rsid w:val="00130817"/>
    <w:rsid w:val="00130880"/>
    <w:rsid w:val="001310D2"/>
    <w:rsid w:val="001311FE"/>
    <w:rsid w:val="00131D44"/>
    <w:rsid w:val="0013254B"/>
    <w:rsid w:val="001326D0"/>
    <w:rsid w:val="00132F1E"/>
    <w:rsid w:val="00133136"/>
    <w:rsid w:val="00133481"/>
    <w:rsid w:val="00133C5A"/>
    <w:rsid w:val="00133C72"/>
    <w:rsid w:val="00133CE7"/>
    <w:rsid w:val="00133D11"/>
    <w:rsid w:val="00133DAA"/>
    <w:rsid w:val="00133E3A"/>
    <w:rsid w:val="0013418F"/>
    <w:rsid w:val="00134A9C"/>
    <w:rsid w:val="00134AF5"/>
    <w:rsid w:val="00134D67"/>
    <w:rsid w:val="001351B6"/>
    <w:rsid w:val="0013521E"/>
    <w:rsid w:val="00135F3C"/>
    <w:rsid w:val="0013656A"/>
    <w:rsid w:val="00136830"/>
    <w:rsid w:val="001369B4"/>
    <w:rsid w:val="00136DEE"/>
    <w:rsid w:val="00136FA4"/>
    <w:rsid w:val="001370AA"/>
    <w:rsid w:val="00137267"/>
    <w:rsid w:val="00137325"/>
    <w:rsid w:val="001376E4"/>
    <w:rsid w:val="001400C8"/>
    <w:rsid w:val="001402B9"/>
    <w:rsid w:val="00140657"/>
    <w:rsid w:val="00140CB3"/>
    <w:rsid w:val="00141564"/>
    <w:rsid w:val="00142381"/>
    <w:rsid w:val="00142556"/>
    <w:rsid w:val="00142AEC"/>
    <w:rsid w:val="00142C16"/>
    <w:rsid w:val="00142CAA"/>
    <w:rsid w:val="001430BE"/>
    <w:rsid w:val="001430E4"/>
    <w:rsid w:val="00143138"/>
    <w:rsid w:val="00143187"/>
    <w:rsid w:val="0014344F"/>
    <w:rsid w:val="0014378F"/>
    <w:rsid w:val="00144632"/>
    <w:rsid w:val="00144DAF"/>
    <w:rsid w:val="00145264"/>
    <w:rsid w:val="001457D7"/>
    <w:rsid w:val="001459BB"/>
    <w:rsid w:val="00145CD6"/>
    <w:rsid w:val="00145EEF"/>
    <w:rsid w:val="001460AA"/>
    <w:rsid w:val="001467AE"/>
    <w:rsid w:val="001468F8"/>
    <w:rsid w:val="00146DF4"/>
    <w:rsid w:val="00146FD4"/>
    <w:rsid w:val="0014710F"/>
    <w:rsid w:val="00147670"/>
    <w:rsid w:val="00147814"/>
    <w:rsid w:val="001478F7"/>
    <w:rsid w:val="0014799F"/>
    <w:rsid w:val="00147A12"/>
    <w:rsid w:val="00147B08"/>
    <w:rsid w:val="00147C4C"/>
    <w:rsid w:val="00147DD8"/>
    <w:rsid w:val="00147EB4"/>
    <w:rsid w:val="001500D6"/>
    <w:rsid w:val="00150213"/>
    <w:rsid w:val="001508D1"/>
    <w:rsid w:val="001509D0"/>
    <w:rsid w:val="00150D9A"/>
    <w:rsid w:val="00151812"/>
    <w:rsid w:val="00151990"/>
    <w:rsid w:val="00151EDD"/>
    <w:rsid w:val="001520A8"/>
    <w:rsid w:val="001520F4"/>
    <w:rsid w:val="0015243F"/>
    <w:rsid w:val="00152693"/>
    <w:rsid w:val="00153171"/>
    <w:rsid w:val="0015323F"/>
    <w:rsid w:val="00153893"/>
    <w:rsid w:val="0015396F"/>
    <w:rsid w:val="00153AA5"/>
    <w:rsid w:val="00153B8F"/>
    <w:rsid w:val="00153FB2"/>
    <w:rsid w:val="00154915"/>
    <w:rsid w:val="00154F92"/>
    <w:rsid w:val="00155815"/>
    <w:rsid w:val="001563BD"/>
    <w:rsid w:val="00156553"/>
    <w:rsid w:val="00156612"/>
    <w:rsid w:val="0015678E"/>
    <w:rsid w:val="001567A1"/>
    <w:rsid w:val="00156927"/>
    <w:rsid w:val="00156BBD"/>
    <w:rsid w:val="00156F32"/>
    <w:rsid w:val="001570BE"/>
    <w:rsid w:val="001572FE"/>
    <w:rsid w:val="00157343"/>
    <w:rsid w:val="00157402"/>
    <w:rsid w:val="001575B2"/>
    <w:rsid w:val="001605FC"/>
    <w:rsid w:val="00160EF5"/>
    <w:rsid w:val="00161533"/>
    <w:rsid w:val="00161CF7"/>
    <w:rsid w:val="00161DB8"/>
    <w:rsid w:val="00162004"/>
    <w:rsid w:val="0016204C"/>
    <w:rsid w:val="001621FF"/>
    <w:rsid w:val="0016253A"/>
    <w:rsid w:val="001626EE"/>
    <w:rsid w:val="00162974"/>
    <w:rsid w:val="001629D0"/>
    <w:rsid w:val="00162D39"/>
    <w:rsid w:val="00162D7D"/>
    <w:rsid w:val="00162D88"/>
    <w:rsid w:val="001635D1"/>
    <w:rsid w:val="001638E1"/>
    <w:rsid w:val="00163A34"/>
    <w:rsid w:val="00163BAF"/>
    <w:rsid w:val="00163C9D"/>
    <w:rsid w:val="00163DED"/>
    <w:rsid w:val="00164229"/>
    <w:rsid w:val="00164424"/>
    <w:rsid w:val="00164BF5"/>
    <w:rsid w:val="00164C3B"/>
    <w:rsid w:val="00164F66"/>
    <w:rsid w:val="00165496"/>
    <w:rsid w:val="00165899"/>
    <w:rsid w:val="0016590A"/>
    <w:rsid w:val="0016593F"/>
    <w:rsid w:val="00166765"/>
    <w:rsid w:val="00166CBF"/>
    <w:rsid w:val="00166E7E"/>
    <w:rsid w:val="00167FF3"/>
    <w:rsid w:val="00170127"/>
    <w:rsid w:val="001704B4"/>
    <w:rsid w:val="00170528"/>
    <w:rsid w:val="0017061D"/>
    <w:rsid w:val="00170884"/>
    <w:rsid w:val="001711E4"/>
    <w:rsid w:val="001716C7"/>
    <w:rsid w:val="001717A6"/>
    <w:rsid w:val="00171BD3"/>
    <w:rsid w:val="00171DCB"/>
    <w:rsid w:val="00171EA1"/>
    <w:rsid w:val="00171FFB"/>
    <w:rsid w:val="00172029"/>
    <w:rsid w:val="00172522"/>
    <w:rsid w:val="00172B8E"/>
    <w:rsid w:val="001731BB"/>
    <w:rsid w:val="001735AB"/>
    <w:rsid w:val="001736C8"/>
    <w:rsid w:val="001737F3"/>
    <w:rsid w:val="00173A42"/>
    <w:rsid w:val="00173F9A"/>
    <w:rsid w:val="0017404B"/>
    <w:rsid w:val="001741C5"/>
    <w:rsid w:val="001742AF"/>
    <w:rsid w:val="00174328"/>
    <w:rsid w:val="001743D3"/>
    <w:rsid w:val="0017477D"/>
    <w:rsid w:val="001748AA"/>
    <w:rsid w:val="00174930"/>
    <w:rsid w:val="00174A45"/>
    <w:rsid w:val="00174C5D"/>
    <w:rsid w:val="00174D30"/>
    <w:rsid w:val="001750E4"/>
    <w:rsid w:val="0017530B"/>
    <w:rsid w:val="00175552"/>
    <w:rsid w:val="001758AC"/>
    <w:rsid w:val="00175A27"/>
    <w:rsid w:val="00176012"/>
    <w:rsid w:val="0017630B"/>
    <w:rsid w:val="00176483"/>
    <w:rsid w:val="00176A33"/>
    <w:rsid w:val="00176EEF"/>
    <w:rsid w:val="00176FA0"/>
    <w:rsid w:val="0017703D"/>
    <w:rsid w:val="001773D9"/>
    <w:rsid w:val="001776E7"/>
    <w:rsid w:val="00177EFE"/>
    <w:rsid w:val="001808EA"/>
    <w:rsid w:val="00180C30"/>
    <w:rsid w:val="001810C8"/>
    <w:rsid w:val="001812B6"/>
    <w:rsid w:val="00181370"/>
    <w:rsid w:val="00181794"/>
    <w:rsid w:val="001825C3"/>
    <w:rsid w:val="001827A1"/>
    <w:rsid w:val="001829D0"/>
    <w:rsid w:val="00182B82"/>
    <w:rsid w:val="0018306D"/>
    <w:rsid w:val="00183BC8"/>
    <w:rsid w:val="00183C64"/>
    <w:rsid w:val="00184021"/>
    <w:rsid w:val="00184039"/>
    <w:rsid w:val="001841F8"/>
    <w:rsid w:val="0018430A"/>
    <w:rsid w:val="00184886"/>
    <w:rsid w:val="00184A06"/>
    <w:rsid w:val="00184C9F"/>
    <w:rsid w:val="001851E0"/>
    <w:rsid w:val="0018538B"/>
    <w:rsid w:val="00185B7D"/>
    <w:rsid w:val="00186125"/>
    <w:rsid w:val="001866D6"/>
    <w:rsid w:val="0018680E"/>
    <w:rsid w:val="001868CA"/>
    <w:rsid w:val="00186D1F"/>
    <w:rsid w:val="00187053"/>
    <w:rsid w:val="001871F4"/>
    <w:rsid w:val="0018735C"/>
    <w:rsid w:val="001874A1"/>
    <w:rsid w:val="00187649"/>
    <w:rsid w:val="0018797B"/>
    <w:rsid w:val="00187995"/>
    <w:rsid w:val="00187E3E"/>
    <w:rsid w:val="0019005B"/>
    <w:rsid w:val="001900F7"/>
    <w:rsid w:val="0019020B"/>
    <w:rsid w:val="00190387"/>
    <w:rsid w:val="001903E6"/>
    <w:rsid w:val="00190835"/>
    <w:rsid w:val="00190ACE"/>
    <w:rsid w:val="001913B4"/>
    <w:rsid w:val="00191A9E"/>
    <w:rsid w:val="00191B71"/>
    <w:rsid w:val="00191C24"/>
    <w:rsid w:val="00191C55"/>
    <w:rsid w:val="00191EC6"/>
    <w:rsid w:val="00192406"/>
    <w:rsid w:val="0019267A"/>
    <w:rsid w:val="00192A18"/>
    <w:rsid w:val="00192DA0"/>
    <w:rsid w:val="00192E9C"/>
    <w:rsid w:val="0019302B"/>
    <w:rsid w:val="001931C2"/>
    <w:rsid w:val="001932B1"/>
    <w:rsid w:val="00193AF9"/>
    <w:rsid w:val="0019435F"/>
    <w:rsid w:val="00194A5A"/>
    <w:rsid w:val="00194FDA"/>
    <w:rsid w:val="0019537E"/>
    <w:rsid w:val="0019551A"/>
    <w:rsid w:val="001958E1"/>
    <w:rsid w:val="0019598E"/>
    <w:rsid w:val="00195CAE"/>
    <w:rsid w:val="00195D40"/>
    <w:rsid w:val="00196359"/>
    <w:rsid w:val="00196B38"/>
    <w:rsid w:val="00196E84"/>
    <w:rsid w:val="00196ECF"/>
    <w:rsid w:val="0019706B"/>
    <w:rsid w:val="00197C76"/>
    <w:rsid w:val="00197CEB"/>
    <w:rsid w:val="00197F63"/>
    <w:rsid w:val="001A029C"/>
    <w:rsid w:val="001A0B8D"/>
    <w:rsid w:val="001A0D96"/>
    <w:rsid w:val="001A154E"/>
    <w:rsid w:val="001A1592"/>
    <w:rsid w:val="001A2EA6"/>
    <w:rsid w:val="001A2F85"/>
    <w:rsid w:val="001A3655"/>
    <w:rsid w:val="001A4040"/>
    <w:rsid w:val="001A4180"/>
    <w:rsid w:val="001A4577"/>
    <w:rsid w:val="001A4747"/>
    <w:rsid w:val="001A4B25"/>
    <w:rsid w:val="001A50A6"/>
    <w:rsid w:val="001A522D"/>
    <w:rsid w:val="001A582C"/>
    <w:rsid w:val="001A5D5D"/>
    <w:rsid w:val="001A5E73"/>
    <w:rsid w:val="001A6973"/>
    <w:rsid w:val="001A6A4D"/>
    <w:rsid w:val="001A6C4F"/>
    <w:rsid w:val="001A6E19"/>
    <w:rsid w:val="001A6F1F"/>
    <w:rsid w:val="001A6FE4"/>
    <w:rsid w:val="001A75B5"/>
    <w:rsid w:val="001A7628"/>
    <w:rsid w:val="001A77A4"/>
    <w:rsid w:val="001A77C6"/>
    <w:rsid w:val="001A78BD"/>
    <w:rsid w:val="001A7DD3"/>
    <w:rsid w:val="001A7EA4"/>
    <w:rsid w:val="001B0184"/>
    <w:rsid w:val="001B0189"/>
    <w:rsid w:val="001B02EE"/>
    <w:rsid w:val="001B03AE"/>
    <w:rsid w:val="001B03B7"/>
    <w:rsid w:val="001B04B5"/>
    <w:rsid w:val="001B0588"/>
    <w:rsid w:val="001B075F"/>
    <w:rsid w:val="001B1052"/>
    <w:rsid w:val="001B14B7"/>
    <w:rsid w:val="001B17E9"/>
    <w:rsid w:val="001B2063"/>
    <w:rsid w:val="001B22A1"/>
    <w:rsid w:val="001B251A"/>
    <w:rsid w:val="001B2AC5"/>
    <w:rsid w:val="001B2D9C"/>
    <w:rsid w:val="001B3085"/>
    <w:rsid w:val="001B385C"/>
    <w:rsid w:val="001B41C9"/>
    <w:rsid w:val="001B435F"/>
    <w:rsid w:val="001B4AF9"/>
    <w:rsid w:val="001B4CB1"/>
    <w:rsid w:val="001B5266"/>
    <w:rsid w:val="001B5F49"/>
    <w:rsid w:val="001B5F91"/>
    <w:rsid w:val="001B5FB8"/>
    <w:rsid w:val="001B6527"/>
    <w:rsid w:val="001B68B7"/>
    <w:rsid w:val="001B69FE"/>
    <w:rsid w:val="001B6DE7"/>
    <w:rsid w:val="001B6EF4"/>
    <w:rsid w:val="001B6FC7"/>
    <w:rsid w:val="001B7014"/>
    <w:rsid w:val="001B72B3"/>
    <w:rsid w:val="001B76EE"/>
    <w:rsid w:val="001B7C70"/>
    <w:rsid w:val="001B7D97"/>
    <w:rsid w:val="001C0153"/>
    <w:rsid w:val="001C0306"/>
    <w:rsid w:val="001C0561"/>
    <w:rsid w:val="001C06EE"/>
    <w:rsid w:val="001C0E04"/>
    <w:rsid w:val="001C12AD"/>
    <w:rsid w:val="001C1603"/>
    <w:rsid w:val="001C1A2A"/>
    <w:rsid w:val="001C1B9A"/>
    <w:rsid w:val="001C1C79"/>
    <w:rsid w:val="001C1DC3"/>
    <w:rsid w:val="001C1DD5"/>
    <w:rsid w:val="001C2021"/>
    <w:rsid w:val="001C2201"/>
    <w:rsid w:val="001C2254"/>
    <w:rsid w:val="001C2882"/>
    <w:rsid w:val="001C2908"/>
    <w:rsid w:val="001C2AB0"/>
    <w:rsid w:val="001C2AD6"/>
    <w:rsid w:val="001C2DAF"/>
    <w:rsid w:val="001C2E2F"/>
    <w:rsid w:val="001C3281"/>
    <w:rsid w:val="001C32BC"/>
    <w:rsid w:val="001C3346"/>
    <w:rsid w:val="001C33BD"/>
    <w:rsid w:val="001C3820"/>
    <w:rsid w:val="001C3E2E"/>
    <w:rsid w:val="001C3FDD"/>
    <w:rsid w:val="001C48CB"/>
    <w:rsid w:val="001C4E07"/>
    <w:rsid w:val="001C4EC9"/>
    <w:rsid w:val="001C536D"/>
    <w:rsid w:val="001C5B4B"/>
    <w:rsid w:val="001C5B7D"/>
    <w:rsid w:val="001C6411"/>
    <w:rsid w:val="001C6643"/>
    <w:rsid w:val="001C7049"/>
    <w:rsid w:val="001C77A1"/>
    <w:rsid w:val="001C7CAD"/>
    <w:rsid w:val="001C7DA9"/>
    <w:rsid w:val="001C7FAB"/>
    <w:rsid w:val="001D037E"/>
    <w:rsid w:val="001D04D6"/>
    <w:rsid w:val="001D0537"/>
    <w:rsid w:val="001D05B5"/>
    <w:rsid w:val="001D099F"/>
    <w:rsid w:val="001D0D7C"/>
    <w:rsid w:val="001D0DD2"/>
    <w:rsid w:val="001D0E76"/>
    <w:rsid w:val="001D0F77"/>
    <w:rsid w:val="001D165A"/>
    <w:rsid w:val="001D1CF4"/>
    <w:rsid w:val="001D2374"/>
    <w:rsid w:val="001D28B1"/>
    <w:rsid w:val="001D29D4"/>
    <w:rsid w:val="001D2AF2"/>
    <w:rsid w:val="001D2BB1"/>
    <w:rsid w:val="001D2D40"/>
    <w:rsid w:val="001D3274"/>
    <w:rsid w:val="001D3387"/>
    <w:rsid w:val="001D35A7"/>
    <w:rsid w:val="001D3D03"/>
    <w:rsid w:val="001D4493"/>
    <w:rsid w:val="001D44AC"/>
    <w:rsid w:val="001D474B"/>
    <w:rsid w:val="001D4F12"/>
    <w:rsid w:val="001D51E7"/>
    <w:rsid w:val="001D538B"/>
    <w:rsid w:val="001D5BA7"/>
    <w:rsid w:val="001D5C19"/>
    <w:rsid w:val="001D60A0"/>
    <w:rsid w:val="001D685F"/>
    <w:rsid w:val="001D6CFC"/>
    <w:rsid w:val="001D753D"/>
    <w:rsid w:val="001D7747"/>
    <w:rsid w:val="001D7A1B"/>
    <w:rsid w:val="001D7B88"/>
    <w:rsid w:val="001D7D49"/>
    <w:rsid w:val="001D7D93"/>
    <w:rsid w:val="001D7DF7"/>
    <w:rsid w:val="001D7ED5"/>
    <w:rsid w:val="001E01AC"/>
    <w:rsid w:val="001E0286"/>
    <w:rsid w:val="001E038A"/>
    <w:rsid w:val="001E0832"/>
    <w:rsid w:val="001E0BD5"/>
    <w:rsid w:val="001E0CCF"/>
    <w:rsid w:val="001E0E8B"/>
    <w:rsid w:val="001E0F23"/>
    <w:rsid w:val="001E1865"/>
    <w:rsid w:val="001E228A"/>
    <w:rsid w:val="001E2855"/>
    <w:rsid w:val="001E2A63"/>
    <w:rsid w:val="001E2F44"/>
    <w:rsid w:val="001E30D5"/>
    <w:rsid w:val="001E3134"/>
    <w:rsid w:val="001E3A7E"/>
    <w:rsid w:val="001E3B20"/>
    <w:rsid w:val="001E3ECD"/>
    <w:rsid w:val="001E4B95"/>
    <w:rsid w:val="001E4F1D"/>
    <w:rsid w:val="001E558C"/>
    <w:rsid w:val="001E5B48"/>
    <w:rsid w:val="001E5B4C"/>
    <w:rsid w:val="001E5E61"/>
    <w:rsid w:val="001E6250"/>
    <w:rsid w:val="001E65E2"/>
    <w:rsid w:val="001E6B42"/>
    <w:rsid w:val="001E6D9A"/>
    <w:rsid w:val="001E70BE"/>
    <w:rsid w:val="001E73C8"/>
    <w:rsid w:val="001E7402"/>
    <w:rsid w:val="001E7821"/>
    <w:rsid w:val="001F026C"/>
    <w:rsid w:val="001F05DF"/>
    <w:rsid w:val="001F08EC"/>
    <w:rsid w:val="001F1413"/>
    <w:rsid w:val="001F16A2"/>
    <w:rsid w:val="001F16D6"/>
    <w:rsid w:val="001F1C0E"/>
    <w:rsid w:val="001F2160"/>
    <w:rsid w:val="001F22D3"/>
    <w:rsid w:val="001F256B"/>
    <w:rsid w:val="001F2910"/>
    <w:rsid w:val="001F2BB0"/>
    <w:rsid w:val="001F3232"/>
    <w:rsid w:val="001F3835"/>
    <w:rsid w:val="001F384B"/>
    <w:rsid w:val="001F3E9F"/>
    <w:rsid w:val="001F40C4"/>
    <w:rsid w:val="001F431E"/>
    <w:rsid w:val="001F43AF"/>
    <w:rsid w:val="001F4677"/>
    <w:rsid w:val="001F4914"/>
    <w:rsid w:val="001F49D0"/>
    <w:rsid w:val="001F4A18"/>
    <w:rsid w:val="001F4D0E"/>
    <w:rsid w:val="001F4F8E"/>
    <w:rsid w:val="001F5D87"/>
    <w:rsid w:val="001F667B"/>
    <w:rsid w:val="001F6E9E"/>
    <w:rsid w:val="001F71BA"/>
    <w:rsid w:val="001F734A"/>
    <w:rsid w:val="001F775F"/>
    <w:rsid w:val="001F77BC"/>
    <w:rsid w:val="001F795C"/>
    <w:rsid w:val="001F7A59"/>
    <w:rsid w:val="001F7CFC"/>
    <w:rsid w:val="0020016B"/>
    <w:rsid w:val="00200317"/>
    <w:rsid w:val="00200356"/>
    <w:rsid w:val="002005D8"/>
    <w:rsid w:val="002006DC"/>
    <w:rsid w:val="002007CB"/>
    <w:rsid w:val="00200AE6"/>
    <w:rsid w:val="00200C0D"/>
    <w:rsid w:val="00200DA5"/>
    <w:rsid w:val="002010B1"/>
    <w:rsid w:val="00201135"/>
    <w:rsid w:val="00201194"/>
    <w:rsid w:val="00201A49"/>
    <w:rsid w:val="00201B3A"/>
    <w:rsid w:val="00201D49"/>
    <w:rsid w:val="00201E39"/>
    <w:rsid w:val="00202255"/>
    <w:rsid w:val="00202990"/>
    <w:rsid w:val="0020306C"/>
    <w:rsid w:val="00203197"/>
    <w:rsid w:val="0020337B"/>
    <w:rsid w:val="0020364C"/>
    <w:rsid w:val="00203DE2"/>
    <w:rsid w:val="0020406B"/>
    <w:rsid w:val="0020441B"/>
    <w:rsid w:val="0020451B"/>
    <w:rsid w:val="002049BC"/>
    <w:rsid w:val="00204C52"/>
    <w:rsid w:val="00205A71"/>
    <w:rsid w:val="00205D94"/>
    <w:rsid w:val="00205F12"/>
    <w:rsid w:val="00206198"/>
    <w:rsid w:val="00206F14"/>
    <w:rsid w:val="00206F78"/>
    <w:rsid w:val="002072C6"/>
    <w:rsid w:val="00207307"/>
    <w:rsid w:val="00207363"/>
    <w:rsid w:val="00207514"/>
    <w:rsid w:val="00207E3A"/>
    <w:rsid w:val="0021004C"/>
    <w:rsid w:val="002101D6"/>
    <w:rsid w:val="002103E5"/>
    <w:rsid w:val="00210718"/>
    <w:rsid w:val="00210B15"/>
    <w:rsid w:val="00210BDB"/>
    <w:rsid w:val="00210F95"/>
    <w:rsid w:val="002116A0"/>
    <w:rsid w:val="0021178D"/>
    <w:rsid w:val="00211CC2"/>
    <w:rsid w:val="00212150"/>
    <w:rsid w:val="002126B8"/>
    <w:rsid w:val="0021288A"/>
    <w:rsid w:val="00212B41"/>
    <w:rsid w:val="00212C6D"/>
    <w:rsid w:val="00212CBF"/>
    <w:rsid w:val="00212D03"/>
    <w:rsid w:val="00212D4F"/>
    <w:rsid w:val="0021320E"/>
    <w:rsid w:val="0021338F"/>
    <w:rsid w:val="00213696"/>
    <w:rsid w:val="00213795"/>
    <w:rsid w:val="002137C9"/>
    <w:rsid w:val="0021385D"/>
    <w:rsid w:val="00213F08"/>
    <w:rsid w:val="0021442D"/>
    <w:rsid w:val="00214444"/>
    <w:rsid w:val="002147F7"/>
    <w:rsid w:val="00214981"/>
    <w:rsid w:val="00214A14"/>
    <w:rsid w:val="0021506D"/>
    <w:rsid w:val="0021561F"/>
    <w:rsid w:val="002156DE"/>
    <w:rsid w:val="00215A40"/>
    <w:rsid w:val="0021620B"/>
    <w:rsid w:val="002162E1"/>
    <w:rsid w:val="00216671"/>
    <w:rsid w:val="00216A1F"/>
    <w:rsid w:val="00216CA8"/>
    <w:rsid w:val="00216F07"/>
    <w:rsid w:val="00216F90"/>
    <w:rsid w:val="002172E6"/>
    <w:rsid w:val="00217A03"/>
    <w:rsid w:val="00217DE7"/>
    <w:rsid w:val="002200FF"/>
    <w:rsid w:val="00220261"/>
    <w:rsid w:val="0022070C"/>
    <w:rsid w:val="00220A9C"/>
    <w:rsid w:val="00220BFC"/>
    <w:rsid w:val="00220CFD"/>
    <w:rsid w:val="00220EB1"/>
    <w:rsid w:val="00220FB7"/>
    <w:rsid w:val="0022103F"/>
    <w:rsid w:val="00221117"/>
    <w:rsid w:val="002211F6"/>
    <w:rsid w:val="002215A3"/>
    <w:rsid w:val="0022179A"/>
    <w:rsid w:val="00222CB1"/>
    <w:rsid w:val="00223775"/>
    <w:rsid w:val="00223992"/>
    <w:rsid w:val="00223B8B"/>
    <w:rsid w:val="00223C47"/>
    <w:rsid w:val="00223CE2"/>
    <w:rsid w:val="00223DCC"/>
    <w:rsid w:val="00223E63"/>
    <w:rsid w:val="0022459B"/>
    <w:rsid w:val="00224A3D"/>
    <w:rsid w:val="00224B60"/>
    <w:rsid w:val="00224B62"/>
    <w:rsid w:val="0022538E"/>
    <w:rsid w:val="0022547E"/>
    <w:rsid w:val="002269CC"/>
    <w:rsid w:val="00227B0F"/>
    <w:rsid w:val="00227FCC"/>
    <w:rsid w:val="00230227"/>
    <w:rsid w:val="0023058E"/>
    <w:rsid w:val="00230B1C"/>
    <w:rsid w:val="00230CF5"/>
    <w:rsid w:val="00230D16"/>
    <w:rsid w:val="00230EB4"/>
    <w:rsid w:val="002314B3"/>
    <w:rsid w:val="002317EE"/>
    <w:rsid w:val="0023181A"/>
    <w:rsid w:val="002320E2"/>
    <w:rsid w:val="00232112"/>
    <w:rsid w:val="00232387"/>
    <w:rsid w:val="002324B7"/>
    <w:rsid w:val="0023271A"/>
    <w:rsid w:val="00233173"/>
    <w:rsid w:val="0023344B"/>
    <w:rsid w:val="0023350E"/>
    <w:rsid w:val="002338C0"/>
    <w:rsid w:val="00233E5C"/>
    <w:rsid w:val="0023405A"/>
    <w:rsid w:val="002347C5"/>
    <w:rsid w:val="00234848"/>
    <w:rsid w:val="00234A32"/>
    <w:rsid w:val="00234A69"/>
    <w:rsid w:val="00234AC0"/>
    <w:rsid w:val="002350D6"/>
    <w:rsid w:val="00235557"/>
    <w:rsid w:val="00235584"/>
    <w:rsid w:val="0023564A"/>
    <w:rsid w:val="00235769"/>
    <w:rsid w:val="002357E8"/>
    <w:rsid w:val="00235A7F"/>
    <w:rsid w:val="00235C9D"/>
    <w:rsid w:val="00235DC8"/>
    <w:rsid w:val="00235DF8"/>
    <w:rsid w:val="00236048"/>
    <w:rsid w:val="0023608D"/>
    <w:rsid w:val="0023609F"/>
    <w:rsid w:val="00236254"/>
    <w:rsid w:val="002362C2"/>
    <w:rsid w:val="002366F5"/>
    <w:rsid w:val="0023755B"/>
    <w:rsid w:val="00237BC9"/>
    <w:rsid w:val="00237C8F"/>
    <w:rsid w:val="00237EAB"/>
    <w:rsid w:val="00237F18"/>
    <w:rsid w:val="00240027"/>
    <w:rsid w:val="002405C9"/>
    <w:rsid w:val="002409CC"/>
    <w:rsid w:val="00240BD3"/>
    <w:rsid w:val="00240C1A"/>
    <w:rsid w:val="00240C1F"/>
    <w:rsid w:val="00240F9B"/>
    <w:rsid w:val="00240FC7"/>
    <w:rsid w:val="002412E5"/>
    <w:rsid w:val="00241608"/>
    <w:rsid w:val="00241860"/>
    <w:rsid w:val="00241DC4"/>
    <w:rsid w:val="00241FA1"/>
    <w:rsid w:val="002429C8"/>
    <w:rsid w:val="00242E18"/>
    <w:rsid w:val="0024306E"/>
    <w:rsid w:val="00243144"/>
    <w:rsid w:val="0024316E"/>
    <w:rsid w:val="00243BA6"/>
    <w:rsid w:val="00243DEB"/>
    <w:rsid w:val="00244576"/>
    <w:rsid w:val="00244B1E"/>
    <w:rsid w:val="00244B27"/>
    <w:rsid w:val="002457F4"/>
    <w:rsid w:val="002464B0"/>
    <w:rsid w:val="00246727"/>
    <w:rsid w:val="00246B57"/>
    <w:rsid w:val="00246B60"/>
    <w:rsid w:val="00246BE4"/>
    <w:rsid w:val="00246DA1"/>
    <w:rsid w:val="00246DB6"/>
    <w:rsid w:val="002472FD"/>
    <w:rsid w:val="002477EA"/>
    <w:rsid w:val="0024783C"/>
    <w:rsid w:val="00247EB2"/>
    <w:rsid w:val="0025032F"/>
    <w:rsid w:val="002503BA"/>
    <w:rsid w:val="0025070E"/>
    <w:rsid w:val="002508C0"/>
    <w:rsid w:val="00250908"/>
    <w:rsid w:val="00250A58"/>
    <w:rsid w:val="002513F0"/>
    <w:rsid w:val="002520BC"/>
    <w:rsid w:val="002525A8"/>
    <w:rsid w:val="00252A22"/>
    <w:rsid w:val="00252F73"/>
    <w:rsid w:val="002539F8"/>
    <w:rsid w:val="00253DC1"/>
    <w:rsid w:val="00253EC1"/>
    <w:rsid w:val="00254266"/>
    <w:rsid w:val="002544B8"/>
    <w:rsid w:val="00254752"/>
    <w:rsid w:val="002549A5"/>
    <w:rsid w:val="00254B45"/>
    <w:rsid w:val="00254B5E"/>
    <w:rsid w:val="00254CD8"/>
    <w:rsid w:val="00254E9B"/>
    <w:rsid w:val="002550C0"/>
    <w:rsid w:val="00255113"/>
    <w:rsid w:val="002558FD"/>
    <w:rsid w:val="00255B42"/>
    <w:rsid w:val="00255CD5"/>
    <w:rsid w:val="00255F58"/>
    <w:rsid w:val="0025685B"/>
    <w:rsid w:val="00256BCC"/>
    <w:rsid w:val="00256F35"/>
    <w:rsid w:val="0025703A"/>
    <w:rsid w:val="00257651"/>
    <w:rsid w:val="00257883"/>
    <w:rsid w:val="002579F4"/>
    <w:rsid w:val="00257D25"/>
    <w:rsid w:val="00257EA4"/>
    <w:rsid w:val="0026001A"/>
    <w:rsid w:val="002600B6"/>
    <w:rsid w:val="00260276"/>
    <w:rsid w:val="00260CDF"/>
    <w:rsid w:val="00260D79"/>
    <w:rsid w:val="00260EBB"/>
    <w:rsid w:val="00260F55"/>
    <w:rsid w:val="0026159C"/>
    <w:rsid w:val="0026185E"/>
    <w:rsid w:val="00261A58"/>
    <w:rsid w:val="00261C47"/>
    <w:rsid w:val="00261E89"/>
    <w:rsid w:val="002625CB"/>
    <w:rsid w:val="002625DE"/>
    <w:rsid w:val="0026304C"/>
    <w:rsid w:val="00263254"/>
    <w:rsid w:val="0026327B"/>
    <w:rsid w:val="0026363A"/>
    <w:rsid w:val="00263825"/>
    <w:rsid w:val="002639D1"/>
    <w:rsid w:val="00263C76"/>
    <w:rsid w:val="00264295"/>
    <w:rsid w:val="0026447E"/>
    <w:rsid w:val="00264EED"/>
    <w:rsid w:val="00264FCF"/>
    <w:rsid w:val="00265097"/>
    <w:rsid w:val="002654C4"/>
    <w:rsid w:val="00265597"/>
    <w:rsid w:val="00265952"/>
    <w:rsid w:val="00265DF2"/>
    <w:rsid w:val="00266283"/>
    <w:rsid w:val="00266ACC"/>
    <w:rsid w:val="00266B7B"/>
    <w:rsid w:val="00266B93"/>
    <w:rsid w:val="00266C6F"/>
    <w:rsid w:val="002679C0"/>
    <w:rsid w:val="00267AE7"/>
    <w:rsid w:val="00267D4A"/>
    <w:rsid w:val="00267ED8"/>
    <w:rsid w:val="002700C0"/>
    <w:rsid w:val="00270234"/>
    <w:rsid w:val="00270471"/>
    <w:rsid w:val="00270AA9"/>
    <w:rsid w:val="00270CF1"/>
    <w:rsid w:val="002712DF"/>
    <w:rsid w:val="00271505"/>
    <w:rsid w:val="0027153D"/>
    <w:rsid w:val="0027161B"/>
    <w:rsid w:val="0027249B"/>
    <w:rsid w:val="00272933"/>
    <w:rsid w:val="00272D10"/>
    <w:rsid w:val="00272D69"/>
    <w:rsid w:val="002735E2"/>
    <w:rsid w:val="002737BD"/>
    <w:rsid w:val="00273877"/>
    <w:rsid w:val="00273ADF"/>
    <w:rsid w:val="00273B46"/>
    <w:rsid w:val="00273D81"/>
    <w:rsid w:val="0027421A"/>
    <w:rsid w:val="002742E8"/>
    <w:rsid w:val="002746E8"/>
    <w:rsid w:val="00274928"/>
    <w:rsid w:val="00274C54"/>
    <w:rsid w:val="00274F6E"/>
    <w:rsid w:val="00275A17"/>
    <w:rsid w:val="00275B88"/>
    <w:rsid w:val="00275E7A"/>
    <w:rsid w:val="002765C9"/>
    <w:rsid w:val="00276F2B"/>
    <w:rsid w:val="002776DD"/>
    <w:rsid w:val="002777C6"/>
    <w:rsid w:val="00277BB0"/>
    <w:rsid w:val="00277E57"/>
    <w:rsid w:val="00277F7A"/>
    <w:rsid w:val="00277FFB"/>
    <w:rsid w:val="00280099"/>
    <w:rsid w:val="00280150"/>
    <w:rsid w:val="002806CC"/>
    <w:rsid w:val="0028087E"/>
    <w:rsid w:val="002808B0"/>
    <w:rsid w:val="00281232"/>
    <w:rsid w:val="00281319"/>
    <w:rsid w:val="00281420"/>
    <w:rsid w:val="0028172A"/>
    <w:rsid w:val="00281980"/>
    <w:rsid w:val="00281E0F"/>
    <w:rsid w:val="002824B4"/>
    <w:rsid w:val="00282F58"/>
    <w:rsid w:val="00283035"/>
    <w:rsid w:val="002834DA"/>
    <w:rsid w:val="00283982"/>
    <w:rsid w:val="0028462B"/>
    <w:rsid w:val="0028491A"/>
    <w:rsid w:val="00284B63"/>
    <w:rsid w:val="002850D9"/>
    <w:rsid w:val="002855B6"/>
    <w:rsid w:val="0028595C"/>
    <w:rsid w:val="00286372"/>
    <w:rsid w:val="00286475"/>
    <w:rsid w:val="002864FD"/>
    <w:rsid w:val="002872D6"/>
    <w:rsid w:val="002872EC"/>
    <w:rsid w:val="00287D6B"/>
    <w:rsid w:val="00290027"/>
    <w:rsid w:val="00290399"/>
    <w:rsid w:val="002905EE"/>
    <w:rsid w:val="00290691"/>
    <w:rsid w:val="002906BE"/>
    <w:rsid w:val="0029072B"/>
    <w:rsid w:val="0029134C"/>
    <w:rsid w:val="002913A3"/>
    <w:rsid w:val="002914BD"/>
    <w:rsid w:val="00291885"/>
    <w:rsid w:val="00291988"/>
    <w:rsid w:val="00291C9A"/>
    <w:rsid w:val="00291F92"/>
    <w:rsid w:val="00291FB4"/>
    <w:rsid w:val="00292126"/>
    <w:rsid w:val="0029258B"/>
    <w:rsid w:val="0029296B"/>
    <w:rsid w:val="00292EF3"/>
    <w:rsid w:val="00293200"/>
    <w:rsid w:val="00293342"/>
    <w:rsid w:val="002933A6"/>
    <w:rsid w:val="00293A13"/>
    <w:rsid w:val="00294179"/>
    <w:rsid w:val="002941B2"/>
    <w:rsid w:val="00294296"/>
    <w:rsid w:val="0029476A"/>
    <w:rsid w:val="002952F2"/>
    <w:rsid w:val="002955D8"/>
    <w:rsid w:val="00295AA3"/>
    <w:rsid w:val="00295DF4"/>
    <w:rsid w:val="00297548"/>
    <w:rsid w:val="00297AB8"/>
    <w:rsid w:val="00297BCB"/>
    <w:rsid w:val="00297C86"/>
    <w:rsid w:val="002A0012"/>
    <w:rsid w:val="002A0262"/>
    <w:rsid w:val="002A04BA"/>
    <w:rsid w:val="002A06D5"/>
    <w:rsid w:val="002A0D00"/>
    <w:rsid w:val="002A0E63"/>
    <w:rsid w:val="002A126F"/>
    <w:rsid w:val="002A1434"/>
    <w:rsid w:val="002A1919"/>
    <w:rsid w:val="002A1A22"/>
    <w:rsid w:val="002A1A59"/>
    <w:rsid w:val="002A20EB"/>
    <w:rsid w:val="002A224D"/>
    <w:rsid w:val="002A23FE"/>
    <w:rsid w:val="002A24C0"/>
    <w:rsid w:val="002A24FE"/>
    <w:rsid w:val="002A28DD"/>
    <w:rsid w:val="002A2BB2"/>
    <w:rsid w:val="002A2E8B"/>
    <w:rsid w:val="002A32F9"/>
    <w:rsid w:val="002A348A"/>
    <w:rsid w:val="002A37E9"/>
    <w:rsid w:val="002A3E34"/>
    <w:rsid w:val="002A401E"/>
    <w:rsid w:val="002A46EB"/>
    <w:rsid w:val="002A47DC"/>
    <w:rsid w:val="002A5524"/>
    <w:rsid w:val="002A55A4"/>
    <w:rsid w:val="002A5732"/>
    <w:rsid w:val="002A5772"/>
    <w:rsid w:val="002A5936"/>
    <w:rsid w:val="002A6048"/>
    <w:rsid w:val="002A604A"/>
    <w:rsid w:val="002A62D3"/>
    <w:rsid w:val="002A6354"/>
    <w:rsid w:val="002A63B5"/>
    <w:rsid w:val="002A69B9"/>
    <w:rsid w:val="002A6DC2"/>
    <w:rsid w:val="002A7792"/>
    <w:rsid w:val="002A7993"/>
    <w:rsid w:val="002A7DEE"/>
    <w:rsid w:val="002A7F2E"/>
    <w:rsid w:val="002B028B"/>
    <w:rsid w:val="002B03F8"/>
    <w:rsid w:val="002B071B"/>
    <w:rsid w:val="002B0DAC"/>
    <w:rsid w:val="002B12CF"/>
    <w:rsid w:val="002B14AE"/>
    <w:rsid w:val="002B158B"/>
    <w:rsid w:val="002B173A"/>
    <w:rsid w:val="002B256F"/>
    <w:rsid w:val="002B25B4"/>
    <w:rsid w:val="002B27F6"/>
    <w:rsid w:val="002B286D"/>
    <w:rsid w:val="002B2D2E"/>
    <w:rsid w:val="002B2D81"/>
    <w:rsid w:val="002B31FA"/>
    <w:rsid w:val="002B34EB"/>
    <w:rsid w:val="002B354B"/>
    <w:rsid w:val="002B3561"/>
    <w:rsid w:val="002B35E5"/>
    <w:rsid w:val="002B3F30"/>
    <w:rsid w:val="002B48BA"/>
    <w:rsid w:val="002B4912"/>
    <w:rsid w:val="002B4970"/>
    <w:rsid w:val="002B4CCB"/>
    <w:rsid w:val="002B4CEF"/>
    <w:rsid w:val="002B4D25"/>
    <w:rsid w:val="002B4EF6"/>
    <w:rsid w:val="002B4F01"/>
    <w:rsid w:val="002B5749"/>
    <w:rsid w:val="002B5C1C"/>
    <w:rsid w:val="002B5FD2"/>
    <w:rsid w:val="002B5FF8"/>
    <w:rsid w:val="002B601D"/>
    <w:rsid w:val="002B6B40"/>
    <w:rsid w:val="002B727F"/>
    <w:rsid w:val="002B763E"/>
    <w:rsid w:val="002B775C"/>
    <w:rsid w:val="002B79B0"/>
    <w:rsid w:val="002B7CFC"/>
    <w:rsid w:val="002B7F96"/>
    <w:rsid w:val="002B7FC3"/>
    <w:rsid w:val="002C134C"/>
    <w:rsid w:val="002C1371"/>
    <w:rsid w:val="002C1400"/>
    <w:rsid w:val="002C1629"/>
    <w:rsid w:val="002C1663"/>
    <w:rsid w:val="002C1698"/>
    <w:rsid w:val="002C2159"/>
    <w:rsid w:val="002C215E"/>
    <w:rsid w:val="002C22DD"/>
    <w:rsid w:val="002C249E"/>
    <w:rsid w:val="002C25CE"/>
    <w:rsid w:val="002C2D7A"/>
    <w:rsid w:val="002C2FEE"/>
    <w:rsid w:val="002C34F3"/>
    <w:rsid w:val="002C39CF"/>
    <w:rsid w:val="002C3AB4"/>
    <w:rsid w:val="002C3C90"/>
    <w:rsid w:val="002C411A"/>
    <w:rsid w:val="002C4149"/>
    <w:rsid w:val="002C4517"/>
    <w:rsid w:val="002C486B"/>
    <w:rsid w:val="002C49D0"/>
    <w:rsid w:val="002C4C8A"/>
    <w:rsid w:val="002C51A3"/>
    <w:rsid w:val="002C5673"/>
    <w:rsid w:val="002C581F"/>
    <w:rsid w:val="002C58F8"/>
    <w:rsid w:val="002C5BA6"/>
    <w:rsid w:val="002C6012"/>
    <w:rsid w:val="002C6177"/>
    <w:rsid w:val="002C644D"/>
    <w:rsid w:val="002C6450"/>
    <w:rsid w:val="002C65C3"/>
    <w:rsid w:val="002C6A14"/>
    <w:rsid w:val="002C6F02"/>
    <w:rsid w:val="002C7006"/>
    <w:rsid w:val="002C70AA"/>
    <w:rsid w:val="002C731F"/>
    <w:rsid w:val="002C7777"/>
    <w:rsid w:val="002C7784"/>
    <w:rsid w:val="002C7877"/>
    <w:rsid w:val="002C7E69"/>
    <w:rsid w:val="002D017F"/>
    <w:rsid w:val="002D0280"/>
    <w:rsid w:val="002D03B9"/>
    <w:rsid w:val="002D0917"/>
    <w:rsid w:val="002D0B85"/>
    <w:rsid w:val="002D0C31"/>
    <w:rsid w:val="002D1017"/>
    <w:rsid w:val="002D1156"/>
    <w:rsid w:val="002D152A"/>
    <w:rsid w:val="002D1C6C"/>
    <w:rsid w:val="002D2573"/>
    <w:rsid w:val="002D29DC"/>
    <w:rsid w:val="002D35D6"/>
    <w:rsid w:val="002D3A49"/>
    <w:rsid w:val="002D40DB"/>
    <w:rsid w:val="002D41B2"/>
    <w:rsid w:val="002D4829"/>
    <w:rsid w:val="002D4B17"/>
    <w:rsid w:val="002D4BD6"/>
    <w:rsid w:val="002D5322"/>
    <w:rsid w:val="002D5403"/>
    <w:rsid w:val="002D5ADC"/>
    <w:rsid w:val="002D5B16"/>
    <w:rsid w:val="002D5D30"/>
    <w:rsid w:val="002D5E2D"/>
    <w:rsid w:val="002D5FD2"/>
    <w:rsid w:val="002D6174"/>
    <w:rsid w:val="002D6624"/>
    <w:rsid w:val="002D6651"/>
    <w:rsid w:val="002D67FD"/>
    <w:rsid w:val="002D68D1"/>
    <w:rsid w:val="002D6A68"/>
    <w:rsid w:val="002D6B19"/>
    <w:rsid w:val="002D6C89"/>
    <w:rsid w:val="002D6EEF"/>
    <w:rsid w:val="002D728A"/>
    <w:rsid w:val="002D7784"/>
    <w:rsid w:val="002D7A8D"/>
    <w:rsid w:val="002E04C8"/>
    <w:rsid w:val="002E0617"/>
    <w:rsid w:val="002E07E1"/>
    <w:rsid w:val="002E0972"/>
    <w:rsid w:val="002E0F46"/>
    <w:rsid w:val="002E0F72"/>
    <w:rsid w:val="002E11C9"/>
    <w:rsid w:val="002E121A"/>
    <w:rsid w:val="002E13E6"/>
    <w:rsid w:val="002E159F"/>
    <w:rsid w:val="002E1729"/>
    <w:rsid w:val="002E1FA0"/>
    <w:rsid w:val="002E210A"/>
    <w:rsid w:val="002E24E1"/>
    <w:rsid w:val="002E29B2"/>
    <w:rsid w:val="002E2A26"/>
    <w:rsid w:val="002E31EE"/>
    <w:rsid w:val="002E3319"/>
    <w:rsid w:val="002E36A5"/>
    <w:rsid w:val="002E38B7"/>
    <w:rsid w:val="002E3907"/>
    <w:rsid w:val="002E3AD0"/>
    <w:rsid w:val="002E3F8D"/>
    <w:rsid w:val="002E47B4"/>
    <w:rsid w:val="002E48F9"/>
    <w:rsid w:val="002E4904"/>
    <w:rsid w:val="002E4955"/>
    <w:rsid w:val="002E5505"/>
    <w:rsid w:val="002E5536"/>
    <w:rsid w:val="002E5622"/>
    <w:rsid w:val="002E5F68"/>
    <w:rsid w:val="002E60D0"/>
    <w:rsid w:val="002E648C"/>
    <w:rsid w:val="002E6B87"/>
    <w:rsid w:val="002E709F"/>
    <w:rsid w:val="002E7323"/>
    <w:rsid w:val="002E7AFA"/>
    <w:rsid w:val="002E7C77"/>
    <w:rsid w:val="002F0226"/>
    <w:rsid w:val="002F0734"/>
    <w:rsid w:val="002F083D"/>
    <w:rsid w:val="002F0935"/>
    <w:rsid w:val="002F1173"/>
    <w:rsid w:val="002F1BF2"/>
    <w:rsid w:val="002F276E"/>
    <w:rsid w:val="002F30C0"/>
    <w:rsid w:val="002F3826"/>
    <w:rsid w:val="002F39E4"/>
    <w:rsid w:val="002F3D7A"/>
    <w:rsid w:val="002F401E"/>
    <w:rsid w:val="002F4089"/>
    <w:rsid w:val="002F4193"/>
    <w:rsid w:val="002F4576"/>
    <w:rsid w:val="002F461F"/>
    <w:rsid w:val="002F55AB"/>
    <w:rsid w:val="002F568C"/>
    <w:rsid w:val="002F569B"/>
    <w:rsid w:val="002F572E"/>
    <w:rsid w:val="002F5C73"/>
    <w:rsid w:val="002F5CD1"/>
    <w:rsid w:val="002F5DE2"/>
    <w:rsid w:val="002F6309"/>
    <w:rsid w:val="002F638F"/>
    <w:rsid w:val="002F6540"/>
    <w:rsid w:val="002F6585"/>
    <w:rsid w:val="002F6658"/>
    <w:rsid w:val="002F68C3"/>
    <w:rsid w:val="002F6A53"/>
    <w:rsid w:val="002F6AA8"/>
    <w:rsid w:val="002F6CE7"/>
    <w:rsid w:val="002F6E66"/>
    <w:rsid w:val="002F752B"/>
    <w:rsid w:val="002F7BE2"/>
    <w:rsid w:val="002F7DB8"/>
    <w:rsid w:val="00300261"/>
    <w:rsid w:val="0030028A"/>
    <w:rsid w:val="00300294"/>
    <w:rsid w:val="003004DB"/>
    <w:rsid w:val="00300BCD"/>
    <w:rsid w:val="00300E1D"/>
    <w:rsid w:val="00300E71"/>
    <w:rsid w:val="0030141A"/>
    <w:rsid w:val="00301588"/>
    <w:rsid w:val="00301676"/>
    <w:rsid w:val="00301688"/>
    <w:rsid w:val="00301D4F"/>
    <w:rsid w:val="00301E61"/>
    <w:rsid w:val="00301F63"/>
    <w:rsid w:val="00302928"/>
    <w:rsid w:val="00302A23"/>
    <w:rsid w:val="00302AB6"/>
    <w:rsid w:val="00303092"/>
    <w:rsid w:val="00303099"/>
    <w:rsid w:val="00303181"/>
    <w:rsid w:val="00303798"/>
    <w:rsid w:val="00303A48"/>
    <w:rsid w:val="00303B4C"/>
    <w:rsid w:val="00304C4C"/>
    <w:rsid w:val="00304DF4"/>
    <w:rsid w:val="00304F49"/>
    <w:rsid w:val="003051EC"/>
    <w:rsid w:val="0030521F"/>
    <w:rsid w:val="003052BD"/>
    <w:rsid w:val="00305440"/>
    <w:rsid w:val="0030557A"/>
    <w:rsid w:val="003056C7"/>
    <w:rsid w:val="00305791"/>
    <w:rsid w:val="003058BA"/>
    <w:rsid w:val="00305CF2"/>
    <w:rsid w:val="00305D93"/>
    <w:rsid w:val="00306317"/>
    <w:rsid w:val="00306830"/>
    <w:rsid w:val="00306B15"/>
    <w:rsid w:val="00306F05"/>
    <w:rsid w:val="003070A9"/>
    <w:rsid w:val="003075AB"/>
    <w:rsid w:val="003075BB"/>
    <w:rsid w:val="00307753"/>
    <w:rsid w:val="003077C8"/>
    <w:rsid w:val="00307AA9"/>
    <w:rsid w:val="00307FB0"/>
    <w:rsid w:val="00310279"/>
    <w:rsid w:val="00310524"/>
    <w:rsid w:val="00310621"/>
    <w:rsid w:val="00310745"/>
    <w:rsid w:val="00310C99"/>
    <w:rsid w:val="00310F18"/>
    <w:rsid w:val="00311104"/>
    <w:rsid w:val="0031126F"/>
    <w:rsid w:val="003117A7"/>
    <w:rsid w:val="00311ABA"/>
    <w:rsid w:val="003122E4"/>
    <w:rsid w:val="00312C62"/>
    <w:rsid w:val="00312D67"/>
    <w:rsid w:val="00312DA3"/>
    <w:rsid w:val="00313380"/>
    <w:rsid w:val="003134E4"/>
    <w:rsid w:val="0031377C"/>
    <w:rsid w:val="003137A6"/>
    <w:rsid w:val="003139EC"/>
    <w:rsid w:val="00313F12"/>
    <w:rsid w:val="0031408A"/>
    <w:rsid w:val="003144B0"/>
    <w:rsid w:val="0031459D"/>
    <w:rsid w:val="00314A9D"/>
    <w:rsid w:val="00315605"/>
    <w:rsid w:val="00315670"/>
    <w:rsid w:val="00315862"/>
    <w:rsid w:val="00315CE6"/>
    <w:rsid w:val="00315FCF"/>
    <w:rsid w:val="00316180"/>
    <w:rsid w:val="003164FF"/>
    <w:rsid w:val="00316759"/>
    <w:rsid w:val="003168CF"/>
    <w:rsid w:val="003169F1"/>
    <w:rsid w:val="00316BBD"/>
    <w:rsid w:val="003176F1"/>
    <w:rsid w:val="0031799C"/>
    <w:rsid w:val="0032029E"/>
    <w:rsid w:val="003203C5"/>
    <w:rsid w:val="003205A5"/>
    <w:rsid w:val="003205F5"/>
    <w:rsid w:val="00320E8A"/>
    <w:rsid w:val="00321358"/>
    <w:rsid w:val="00321A83"/>
    <w:rsid w:val="00321B5A"/>
    <w:rsid w:val="00321CE9"/>
    <w:rsid w:val="00321FCC"/>
    <w:rsid w:val="00322638"/>
    <w:rsid w:val="00322BDC"/>
    <w:rsid w:val="00322C57"/>
    <w:rsid w:val="00322CB4"/>
    <w:rsid w:val="00322E68"/>
    <w:rsid w:val="0032340F"/>
    <w:rsid w:val="003240CF"/>
    <w:rsid w:val="003243B3"/>
    <w:rsid w:val="00324429"/>
    <w:rsid w:val="00324588"/>
    <w:rsid w:val="00324694"/>
    <w:rsid w:val="00324BC7"/>
    <w:rsid w:val="00324F98"/>
    <w:rsid w:val="00325085"/>
    <w:rsid w:val="00325674"/>
    <w:rsid w:val="003260AF"/>
    <w:rsid w:val="00326293"/>
    <w:rsid w:val="0032638F"/>
    <w:rsid w:val="00326E36"/>
    <w:rsid w:val="00327452"/>
    <w:rsid w:val="003274FF"/>
    <w:rsid w:val="00327970"/>
    <w:rsid w:val="00327A28"/>
    <w:rsid w:val="00327EE8"/>
    <w:rsid w:val="00327F0C"/>
    <w:rsid w:val="00327FFC"/>
    <w:rsid w:val="00330363"/>
    <w:rsid w:val="0033073A"/>
    <w:rsid w:val="00330740"/>
    <w:rsid w:val="003308DC"/>
    <w:rsid w:val="00330C28"/>
    <w:rsid w:val="00330D27"/>
    <w:rsid w:val="003314AB"/>
    <w:rsid w:val="00331641"/>
    <w:rsid w:val="0033197C"/>
    <w:rsid w:val="00331BF4"/>
    <w:rsid w:val="00331E34"/>
    <w:rsid w:val="00332456"/>
    <w:rsid w:val="003326AE"/>
    <w:rsid w:val="00332A5B"/>
    <w:rsid w:val="00332C33"/>
    <w:rsid w:val="0033304C"/>
    <w:rsid w:val="00333083"/>
    <w:rsid w:val="003333A1"/>
    <w:rsid w:val="00333840"/>
    <w:rsid w:val="00333BD5"/>
    <w:rsid w:val="00333C1E"/>
    <w:rsid w:val="00333C93"/>
    <w:rsid w:val="00333EE7"/>
    <w:rsid w:val="00333FA7"/>
    <w:rsid w:val="0033428D"/>
    <w:rsid w:val="00334416"/>
    <w:rsid w:val="00334C99"/>
    <w:rsid w:val="00334EA1"/>
    <w:rsid w:val="00334FB6"/>
    <w:rsid w:val="0033536A"/>
    <w:rsid w:val="0033581C"/>
    <w:rsid w:val="00335A71"/>
    <w:rsid w:val="00335C58"/>
    <w:rsid w:val="00336053"/>
    <w:rsid w:val="0033663F"/>
    <w:rsid w:val="00337480"/>
    <w:rsid w:val="00337785"/>
    <w:rsid w:val="0034046A"/>
    <w:rsid w:val="003404A1"/>
    <w:rsid w:val="003404DD"/>
    <w:rsid w:val="003407AF"/>
    <w:rsid w:val="00340C3B"/>
    <w:rsid w:val="00341140"/>
    <w:rsid w:val="003412C8"/>
    <w:rsid w:val="00341528"/>
    <w:rsid w:val="00341E63"/>
    <w:rsid w:val="00341F9E"/>
    <w:rsid w:val="0034225A"/>
    <w:rsid w:val="003423F8"/>
    <w:rsid w:val="00342837"/>
    <w:rsid w:val="00342FF2"/>
    <w:rsid w:val="003430D0"/>
    <w:rsid w:val="0034335D"/>
    <w:rsid w:val="0034363B"/>
    <w:rsid w:val="00343863"/>
    <w:rsid w:val="00343D0A"/>
    <w:rsid w:val="00343E44"/>
    <w:rsid w:val="00343F5E"/>
    <w:rsid w:val="003443A2"/>
    <w:rsid w:val="0034474F"/>
    <w:rsid w:val="00344C7B"/>
    <w:rsid w:val="00344F62"/>
    <w:rsid w:val="00345569"/>
    <w:rsid w:val="00345740"/>
    <w:rsid w:val="00345835"/>
    <w:rsid w:val="00345CA7"/>
    <w:rsid w:val="00345CD9"/>
    <w:rsid w:val="00345D0F"/>
    <w:rsid w:val="00345E0A"/>
    <w:rsid w:val="00345F26"/>
    <w:rsid w:val="00345F9A"/>
    <w:rsid w:val="00346053"/>
    <w:rsid w:val="0034605B"/>
    <w:rsid w:val="003462BF"/>
    <w:rsid w:val="003463DA"/>
    <w:rsid w:val="00346673"/>
    <w:rsid w:val="00346698"/>
    <w:rsid w:val="00346830"/>
    <w:rsid w:val="00346B23"/>
    <w:rsid w:val="00346C37"/>
    <w:rsid w:val="00347B8F"/>
    <w:rsid w:val="00347E50"/>
    <w:rsid w:val="003502D3"/>
    <w:rsid w:val="003506C3"/>
    <w:rsid w:val="003510F0"/>
    <w:rsid w:val="00351140"/>
    <w:rsid w:val="003515E2"/>
    <w:rsid w:val="00351B82"/>
    <w:rsid w:val="00351CA7"/>
    <w:rsid w:val="00352098"/>
    <w:rsid w:val="00352149"/>
    <w:rsid w:val="00352740"/>
    <w:rsid w:val="0035290F"/>
    <w:rsid w:val="003533E8"/>
    <w:rsid w:val="0035396E"/>
    <w:rsid w:val="0035397F"/>
    <w:rsid w:val="00353AAE"/>
    <w:rsid w:val="00353BDA"/>
    <w:rsid w:val="0035403A"/>
    <w:rsid w:val="00354117"/>
    <w:rsid w:val="00354CEE"/>
    <w:rsid w:val="003558D3"/>
    <w:rsid w:val="00355B19"/>
    <w:rsid w:val="00355B96"/>
    <w:rsid w:val="00356AD2"/>
    <w:rsid w:val="00357590"/>
    <w:rsid w:val="0035787D"/>
    <w:rsid w:val="00357C93"/>
    <w:rsid w:val="00360723"/>
    <w:rsid w:val="00360AAA"/>
    <w:rsid w:val="00360C3D"/>
    <w:rsid w:val="00361495"/>
    <w:rsid w:val="003616CC"/>
    <w:rsid w:val="00361D19"/>
    <w:rsid w:val="0036206F"/>
    <w:rsid w:val="003621E8"/>
    <w:rsid w:val="003622E3"/>
    <w:rsid w:val="00362AEE"/>
    <w:rsid w:val="00362B08"/>
    <w:rsid w:val="00362DD0"/>
    <w:rsid w:val="00362F27"/>
    <w:rsid w:val="0036301D"/>
    <w:rsid w:val="00363043"/>
    <w:rsid w:val="00363270"/>
    <w:rsid w:val="003636E1"/>
    <w:rsid w:val="0036380D"/>
    <w:rsid w:val="00363AFF"/>
    <w:rsid w:val="00364096"/>
    <w:rsid w:val="00364327"/>
    <w:rsid w:val="0036478B"/>
    <w:rsid w:val="00365179"/>
    <w:rsid w:val="003655C5"/>
    <w:rsid w:val="0036587E"/>
    <w:rsid w:val="00365C6F"/>
    <w:rsid w:val="0036621D"/>
    <w:rsid w:val="00366ED0"/>
    <w:rsid w:val="00366FB7"/>
    <w:rsid w:val="00367114"/>
    <w:rsid w:val="0036758A"/>
    <w:rsid w:val="00367CD9"/>
    <w:rsid w:val="003702F4"/>
    <w:rsid w:val="00370EE9"/>
    <w:rsid w:val="003712EF"/>
    <w:rsid w:val="003713C8"/>
    <w:rsid w:val="00371CAD"/>
    <w:rsid w:val="00371D07"/>
    <w:rsid w:val="00371F14"/>
    <w:rsid w:val="00372056"/>
    <w:rsid w:val="00372076"/>
    <w:rsid w:val="00372272"/>
    <w:rsid w:val="00372339"/>
    <w:rsid w:val="00372345"/>
    <w:rsid w:val="0037268C"/>
    <w:rsid w:val="00372C43"/>
    <w:rsid w:val="00372EBB"/>
    <w:rsid w:val="00373452"/>
    <w:rsid w:val="0037345D"/>
    <w:rsid w:val="003736B9"/>
    <w:rsid w:val="00373788"/>
    <w:rsid w:val="00373892"/>
    <w:rsid w:val="003743FF"/>
    <w:rsid w:val="003746AB"/>
    <w:rsid w:val="00374D62"/>
    <w:rsid w:val="00375114"/>
    <w:rsid w:val="0037517B"/>
    <w:rsid w:val="003752E8"/>
    <w:rsid w:val="00375432"/>
    <w:rsid w:val="0037553E"/>
    <w:rsid w:val="00375733"/>
    <w:rsid w:val="0037579D"/>
    <w:rsid w:val="00375ACD"/>
    <w:rsid w:val="00375B32"/>
    <w:rsid w:val="00375E04"/>
    <w:rsid w:val="0037681C"/>
    <w:rsid w:val="00376AA2"/>
    <w:rsid w:val="00377A38"/>
    <w:rsid w:val="00380065"/>
    <w:rsid w:val="00380187"/>
    <w:rsid w:val="003804ED"/>
    <w:rsid w:val="00380C6A"/>
    <w:rsid w:val="00380E26"/>
    <w:rsid w:val="00380E27"/>
    <w:rsid w:val="00380E76"/>
    <w:rsid w:val="003812E9"/>
    <w:rsid w:val="00381335"/>
    <w:rsid w:val="003816D7"/>
    <w:rsid w:val="003816FF"/>
    <w:rsid w:val="00381A05"/>
    <w:rsid w:val="00381C0B"/>
    <w:rsid w:val="00381C29"/>
    <w:rsid w:val="00381F24"/>
    <w:rsid w:val="003823A4"/>
    <w:rsid w:val="003823DA"/>
    <w:rsid w:val="00382826"/>
    <w:rsid w:val="00382902"/>
    <w:rsid w:val="00382AC0"/>
    <w:rsid w:val="00382C93"/>
    <w:rsid w:val="00382CA1"/>
    <w:rsid w:val="003837E9"/>
    <w:rsid w:val="00383883"/>
    <w:rsid w:val="00383D2E"/>
    <w:rsid w:val="00383ECF"/>
    <w:rsid w:val="0038437F"/>
    <w:rsid w:val="00384569"/>
    <w:rsid w:val="00384599"/>
    <w:rsid w:val="003846F7"/>
    <w:rsid w:val="0038485F"/>
    <w:rsid w:val="00384E18"/>
    <w:rsid w:val="00384EC7"/>
    <w:rsid w:val="00386020"/>
    <w:rsid w:val="0038661B"/>
    <w:rsid w:val="0038694B"/>
    <w:rsid w:val="00386C9D"/>
    <w:rsid w:val="00390489"/>
    <w:rsid w:val="0039050D"/>
    <w:rsid w:val="00390A47"/>
    <w:rsid w:val="00390AA7"/>
    <w:rsid w:val="00390C95"/>
    <w:rsid w:val="00390D85"/>
    <w:rsid w:val="00390D87"/>
    <w:rsid w:val="003913D9"/>
    <w:rsid w:val="003916AD"/>
    <w:rsid w:val="00391907"/>
    <w:rsid w:val="00391ABC"/>
    <w:rsid w:val="00391B8C"/>
    <w:rsid w:val="00391EDF"/>
    <w:rsid w:val="003920B8"/>
    <w:rsid w:val="0039233D"/>
    <w:rsid w:val="00392390"/>
    <w:rsid w:val="00392583"/>
    <w:rsid w:val="00392DF8"/>
    <w:rsid w:val="00393055"/>
    <w:rsid w:val="003933B7"/>
    <w:rsid w:val="003937BF"/>
    <w:rsid w:val="00394363"/>
    <w:rsid w:val="0039475E"/>
    <w:rsid w:val="00394B36"/>
    <w:rsid w:val="00395614"/>
    <w:rsid w:val="003958FA"/>
    <w:rsid w:val="00396094"/>
    <w:rsid w:val="003960AF"/>
    <w:rsid w:val="003961C0"/>
    <w:rsid w:val="003961D0"/>
    <w:rsid w:val="0039669B"/>
    <w:rsid w:val="00396A2E"/>
    <w:rsid w:val="00396BCC"/>
    <w:rsid w:val="00396D8D"/>
    <w:rsid w:val="00397190"/>
    <w:rsid w:val="00397379"/>
    <w:rsid w:val="003978AA"/>
    <w:rsid w:val="0039793C"/>
    <w:rsid w:val="00397D70"/>
    <w:rsid w:val="00397F1C"/>
    <w:rsid w:val="003A018E"/>
    <w:rsid w:val="003A0E08"/>
    <w:rsid w:val="003A0F1A"/>
    <w:rsid w:val="003A13DD"/>
    <w:rsid w:val="003A166A"/>
    <w:rsid w:val="003A19A6"/>
    <w:rsid w:val="003A1BCA"/>
    <w:rsid w:val="003A1C0D"/>
    <w:rsid w:val="003A1D9E"/>
    <w:rsid w:val="003A1FA4"/>
    <w:rsid w:val="003A2381"/>
    <w:rsid w:val="003A27B7"/>
    <w:rsid w:val="003A27F3"/>
    <w:rsid w:val="003A2805"/>
    <w:rsid w:val="003A2A38"/>
    <w:rsid w:val="003A2B5E"/>
    <w:rsid w:val="003A2BF5"/>
    <w:rsid w:val="003A2CE2"/>
    <w:rsid w:val="003A2D3D"/>
    <w:rsid w:val="003A2E39"/>
    <w:rsid w:val="003A3405"/>
    <w:rsid w:val="003A3526"/>
    <w:rsid w:val="003A38B6"/>
    <w:rsid w:val="003A4AAA"/>
    <w:rsid w:val="003A4F7D"/>
    <w:rsid w:val="003A54F6"/>
    <w:rsid w:val="003A5CF7"/>
    <w:rsid w:val="003A5FB0"/>
    <w:rsid w:val="003A64E6"/>
    <w:rsid w:val="003A66B9"/>
    <w:rsid w:val="003A69F5"/>
    <w:rsid w:val="003A6B02"/>
    <w:rsid w:val="003A6B1D"/>
    <w:rsid w:val="003A6BE9"/>
    <w:rsid w:val="003A6E57"/>
    <w:rsid w:val="003A6E8C"/>
    <w:rsid w:val="003A6F3F"/>
    <w:rsid w:val="003A7438"/>
    <w:rsid w:val="003A77FA"/>
    <w:rsid w:val="003A7AEE"/>
    <w:rsid w:val="003A7B6B"/>
    <w:rsid w:val="003A7B77"/>
    <w:rsid w:val="003B0036"/>
    <w:rsid w:val="003B0E0A"/>
    <w:rsid w:val="003B1020"/>
    <w:rsid w:val="003B1024"/>
    <w:rsid w:val="003B1472"/>
    <w:rsid w:val="003B1730"/>
    <w:rsid w:val="003B1C38"/>
    <w:rsid w:val="003B1D37"/>
    <w:rsid w:val="003B1F91"/>
    <w:rsid w:val="003B261F"/>
    <w:rsid w:val="003B2A06"/>
    <w:rsid w:val="003B2A80"/>
    <w:rsid w:val="003B2AC2"/>
    <w:rsid w:val="003B2FD4"/>
    <w:rsid w:val="003B354C"/>
    <w:rsid w:val="003B3654"/>
    <w:rsid w:val="003B3C0A"/>
    <w:rsid w:val="003B3CDF"/>
    <w:rsid w:val="003B3D48"/>
    <w:rsid w:val="003B3FD8"/>
    <w:rsid w:val="003B4521"/>
    <w:rsid w:val="003B472E"/>
    <w:rsid w:val="003B4B05"/>
    <w:rsid w:val="003B4B6E"/>
    <w:rsid w:val="003B4E54"/>
    <w:rsid w:val="003B518A"/>
    <w:rsid w:val="003B54EB"/>
    <w:rsid w:val="003B55A3"/>
    <w:rsid w:val="003B564E"/>
    <w:rsid w:val="003B56DA"/>
    <w:rsid w:val="003B5E62"/>
    <w:rsid w:val="003B63D0"/>
    <w:rsid w:val="003B63F6"/>
    <w:rsid w:val="003B6806"/>
    <w:rsid w:val="003B6B11"/>
    <w:rsid w:val="003B7003"/>
    <w:rsid w:val="003B7085"/>
    <w:rsid w:val="003B7417"/>
    <w:rsid w:val="003B74DA"/>
    <w:rsid w:val="003B7962"/>
    <w:rsid w:val="003C0137"/>
    <w:rsid w:val="003C04B5"/>
    <w:rsid w:val="003C0C8D"/>
    <w:rsid w:val="003C0E1D"/>
    <w:rsid w:val="003C1781"/>
    <w:rsid w:val="003C1ACA"/>
    <w:rsid w:val="003C1D0E"/>
    <w:rsid w:val="003C1F78"/>
    <w:rsid w:val="003C1F9C"/>
    <w:rsid w:val="003C1F9F"/>
    <w:rsid w:val="003C28E4"/>
    <w:rsid w:val="003C2D1F"/>
    <w:rsid w:val="003C2FCD"/>
    <w:rsid w:val="003C3077"/>
    <w:rsid w:val="003C3795"/>
    <w:rsid w:val="003C3B35"/>
    <w:rsid w:val="003C3BCB"/>
    <w:rsid w:val="003C4F56"/>
    <w:rsid w:val="003C4FDA"/>
    <w:rsid w:val="003C508A"/>
    <w:rsid w:val="003C50D9"/>
    <w:rsid w:val="003C5633"/>
    <w:rsid w:val="003C565D"/>
    <w:rsid w:val="003C59CB"/>
    <w:rsid w:val="003C5A69"/>
    <w:rsid w:val="003C5D0A"/>
    <w:rsid w:val="003C7967"/>
    <w:rsid w:val="003C7A34"/>
    <w:rsid w:val="003C7E6B"/>
    <w:rsid w:val="003C7EB6"/>
    <w:rsid w:val="003C7F1D"/>
    <w:rsid w:val="003D0459"/>
    <w:rsid w:val="003D04AB"/>
    <w:rsid w:val="003D09C1"/>
    <w:rsid w:val="003D0B96"/>
    <w:rsid w:val="003D0E6A"/>
    <w:rsid w:val="003D12D9"/>
    <w:rsid w:val="003D1312"/>
    <w:rsid w:val="003D13C5"/>
    <w:rsid w:val="003D1512"/>
    <w:rsid w:val="003D1BF2"/>
    <w:rsid w:val="003D2102"/>
    <w:rsid w:val="003D2103"/>
    <w:rsid w:val="003D211C"/>
    <w:rsid w:val="003D2180"/>
    <w:rsid w:val="003D2422"/>
    <w:rsid w:val="003D2A38"/>
    <w:rsid w:val="003D2C85"/>
    <w:rsid w:val="003D2FB0"/>
    <w:rsid w:val="003D32BF"/>
    <w:rsid w:val="003D3603"/>
    <w:rsid w:val="003D3755"/>
    <w:rsid w:val="003D3C63"/>
    <w:rsid w:val="003D433F"/>
    <w:rsid w:val="003D48A8"/>
    <w:rsid w:val="003D49BF"/>
    <w:rsid w:val="003D4A1D"/>
    <w:rsid w:val="003D4FE7"/>
    <w:rsid w:val="003D5194"/>
    <w:rsid w:val="003D52EF"/>
    <w:rsid w:val="003D5ADD"/>
    <w:rsid w:val="003D5FD6"/>
    <w:rsid w:val="003D6283"/>
    <w:rsid w:val="003D6314"/>
    <w:rsid w:val="003D6EB2"/>
    <w:rsid w:val="003D7827"/>
    <w:rsid w:val="003D7933"/>
    <w:rsid w:val="003E00D5"/>
    <w:rsid w:val="003E12F2"/>
    <w:rsid w:val="003E14E5"/>
    <w:rsid w:val="003E17EC"/>
    <w:rsid w:val="003E1AD4"/>
    <w:rsid w:val="003E1E36"/>
    <w:rsid w:val="003E1EAB"/>
    <w:rsid w:val="003E2401"/>
    <w:rsid w:val="003E2492"/>
    <w:rsid w:val="003E250D"/>
    <w:rsid w:val="003E29CC"/>
    <w:rsid w:val="003E2B48"/>
    <w:rsid w:val="003E2D97"/>
    <w:rsid w:val="003E2DC8"/>
    <w:rsid w:val="003E2F85"/>
    <w:rsid w:val="003E3399"/>
    <w:rsid w:val="003E3723"/>
    <w:rsid w:val="003E3C82"/>
    <w:rsid w:val="003E4156"/>
    <w:rsid w:val="003E4587"/>
    <w:rsid w:val="003E4B4C"/>
    <w:rsid w:val="003E4ECB"/>
    <w:rsid w:val="003E5191"/>
    <w:rsid w:val="003E6686"/>
    <w:rsid w:val="003E6BDC"/>
    <w:rsid w:val="003E6E90"/>
    <w:rsid w:val="003E718D"/>
    <w:rsid w:val="003E7524"/>
    <w:rsid w:val="003E78F4"/>
    <w:rsid w:val="003E7CC9"/>
    <w:rsid w:val="003E7D7D"/>
    <w:rsid w:val="003F0436"/>
    <w:rsid w:val="003F054B"/>
    <w:rsid w:val="003F118D"/>
    <w:rsid w:val="003F17BC"/>
    <w:rsid w:val="003F196F"/>
    <w:rsid w:val="003F1D97"/>
    <w:rsid w:val="003F2203"/>
    <w:rsid w:val="003F23C9"/>
    <w:rsid w:val="003F2411"/>
    <w:rsid w:val="003F2444"/>
    <w:rsid w:val="003F279F"/>
    <w:rsid w:val="003F2CE1"/>
    <w:rsid w:val="003F2FF2"/>
    <w:rsid w:val="003F3129"/>
    <w:rsid w:val="003F3160"/>
    <w:rsid w:val="003F36CB"/>
    <w:rsid w:val="003F3ED6"/>
    <w:rsid w:val="003F3FC0"/>
    <w:rsid w:val="003F4430"/>
    <w:rsid w:val="003F4889"/>
    <w:rsid w:val="003F4CEC"/>
    <w:rsid w:val="003F4F7B"/>
    <w:rsid w:val="003F5097"/>
    <w:rsid w:val="003F5224"/>
    <w:rsid w:val="003F52D0"/>
    <w:rsid w:val="003F5320"/>
    <w:rsid w:val="003F57B2"/>
    <w:rsid w:val="003F5945"/>
    <w:rsid w:val="003F648B"/>
    <w:rsid w:val="003F69AC"/>
    <w:rsid w:val="003F6A83"/>
    <w:rsid w:val="003F7213"/>
    <w:rsid w:val="003F7BB5"/>
    <w:rsid w:val="003F7D17"/>
    <w:rsid w:val="004000AC"/>
    <w:rsid w:val="0040017B"/>
    <w:rsid w:val="00400426"/>
    <w:rsid w:val="00400588"/>
    <w:rsid w:val="00400AA6"/>
    <w:rsid w:val="00400C66"/>
    <w:rsid w:val="00400D13"/>
    <w:rsid w:val="00400FBD"/>
    <w:rsid w:val="0040126C"/>
    <w:rsid w:val="004014C4"/>
    <w:rsid w:val="00401A35"/>
    <w:rsid w:val="00401A8A"/>
    <w:rsid w:val="00401BB0"/>
    <w:rsid w:val="004027F9"/>
    <w:rsid w:val="0040287C"/>
    <w:rsid w:val="00403113"/>
    <w:rsid w:val="0040319F"/>
    <w:rsid w:val="004031CB"/>
    <w:rsid w:val="004033AA"/>
    <w:rsid w:val="004036CA"/>
    <w:rsid w:val="00403868"/>
    <w:rsid w:val="004038FB"/>
    <w:rsid w:val="00403EDB"/>
    <w:rsid w:val="00403F29"/>
    <w:rsid w:val="0040454D"/>
    <w:rsid w:val="00404694"/>
    <w:rsid w:val="0040469B"/>
    <w:rsid w:val="00404788"/>
    <w:rsid w:val="004047D6"/>
    <w:rsid w:val="0040494C"/>
    <w:rsid w:val="004049D0"/>
    <w:rsid w:val="004052E8"/>
    <w:rsid w:val="0040540C"/>
    <w:rsid w:val="00405FAF"/>
    <w:rsid w:val="00406483"/>
    <w:rsid w:val="0040681F"/>
    <w:rsid w:val="00406916"/>
    <w:rsid w:val="00406DFC"/>
    <w:rsid w:val="0040701E"/>
    <w:rsid w:val="0040702A"/>
    <w:rsid w:val="004072BD"/>
    <w:rsid w:val="00407350"/>
    <w:rsid w:val="0040763F"/>
    <w:rsid w:val="004078CA"/>
    <w:rsid w:val="00407C62"/>
    <w:rsid w:val="00407D41"/>
    <w:rsid w:val="00410081"/>
    <w:rsid w:val="00410990"/>
    <w:rsid w:val="00411320"/>
    <w:rsid w:val="0041159C"/>
    <w:rsid w:val="004115DD"/>
    <w:rsid w:val="00411C2F"/>
    <w:rsid w:val="00411C82"/>
    <w:rsid w:val="0041215B"/>
    <w:rsid w:val="004125C9"/>
    <w:rsid w:val="0041277B"/>
    <w:rsid w:val="00412D33"/>
    <w:rsid w:val="00412DC1"/>
    <w:rsid w:val="0041359D"/>
    <w:rsid w:val="004138FE"/>
    <w:rsid w:val="0041401B"/>
    <w:rsid w:val="00414434"/>
    <w:rsid w:val="00414581"/>
    <w:rsid w:val="00415410"/>
    <w:rsid w:val="00415436"/>
    <w:rsid w:val="00415FC9"/>
    <w:rsid w:val="00416191"/>
    <w:rsid w:val="00416317"/>
    <w:rsid w:val="00416699"/>
    <w:rsid w:val="004166AE"/>
    <w:rsid w:val="00416DCA"/>
    <w:rsid w:val="00416DE2"/>
    <w:rsid w:val="00417388"/>
    <w:rsid w:val="004173C1"/>
    <w:rsid w:val="004175EB"/>
    <w:rsid w:val="00417CCD"/>
    <w:rsid w:val="004201A4"/>
    <w:rsid w:val="0042041F"/>
    <w:rsid w:val="004204BF"/>
    <w:rsid w:val="00420AFB"/>
    <w:rsid w:val="00420EBF"/>
    <w:rsid w:val="004211E3"/>
    <w:rsid w:val="004214F7"/>
    <w:rsid w:val="0042190B"/>
    <w:rsid w:val="0042192E"/>
    <w:rsid w:val="004227B6"/>
    <w:rsid w:val="00422D7B"/>
    <w:rsid w:val="00422DBE"/>
    <w:rsid w:val="00422DD0"/>
    <w:rsid w:val="0042364D"/>
    <w:rsid w:val="00423C8A"/>
    <w:rsid w:val="00423FB6"/>
    <w:rsid w:val="00424259"/>
    <w:rsid w:val="004244B5"/>
    <w:rsid w:val="00424573"/>
    <w:rsid w:val="004245EF"/>
    <w:rsid w:val="00424655"/>
    <w:rsid w:val="004246FA"/>
    <w:rsid w:val="00424883"/>
    <w:rsid w:val="004248A1"/>
    <w:rsid w:val="00424BB8"/>
    <w:rsid w:val="004251E2"/>
    <w:rsid w:val="00425AF7"/>
    <w:rsid w:val="00425CF0"/>
    <w:rsid w:val="00425F66"/>
    <w:rsid w:val="00426C79"/>
    <w:rsid w:val="00426FBE"/>
    <w:rsid w:val="004272C5"/>
    <w:rsid w:val="00427443"/>
    <w:rsid w:val="004274B4"/>
    <w:rsid w:val="004275FB"/>
    <w:rsid w:val="0042777E"/>
    <w:rsid w:val="004302A9"/>
    <w:rsid w:val="0043064F"/>
    <w:rsid w:val="004306AF"/>
    <w:rsid w:val="00430793"/>
    <w:rsid w:val="0043097A"/>
    <w:rsid w:val="00430A23"/>
    <w:rsid w:val="00430C94"/>
    <w:rsid w:val="00430D09"/>
    <w:rsid w:val="00431382"/>
    <w:rsid w:val="004315F3"/>
    <w:rsid w:val="004317B6"/>
    <w:rsid w:val="004321A4"/>
    <w:rsid w:val="004325A8"/>
    <w:rsid w:val="00432649"/>
    <w:rsid w:val="0043294D"/>
    <w:rsid w:val="00432A0D"/>
    <w:rsid w:val="00432AC0"/>
    <w:rsid w:val="00432CEA"/>
    <w:rsid w:val="0043386A"/>
    <w:rsid w:val="00433AE4"/>
    <w:rsid w:val="00433B95"/>
    <w:rsid w:val="00433C7D"/>
    <w:rsid w:val="00434B72"/>
    <w:rsid w:val="00434D6B"/>
    <w:rsid w:val="00434EAB"/>
    <w:rsid w:val="00435248"/>
    <w:rsid w:val="00435693"/>
    <w:rsid w:val="00435986"/>
    <w:rsid w:val="00435A1B"/>
    <w:rsid w:val="004360F9"/>
    <w:rsid w:val="0043627D"/>
    <w:rsid w:val="004365EC"/>
    <w:rsid w:val="00436819"/>
    <w:rsid w:val="00436A2A"/>
    <w:rsid w:val="00437551"/>
    <w:rsid w:val="00437787"/>
    <w:rsid w:val="00437AFB"/>
    <w:rsid w:val="00440055"/>
    <w:rsid w:val="0044016A"/>
    <w:rsid w:val="0044021E"/>
    <w:rsid w:val="004409B8"/>
    <w:rsid w:val="00441F54"/>
    <w:rsid w:val="004420A1"/>
    <w:rsid w:val="00442385"/>
    <w:rsid w:val="004424F4"/>
    <w:rsid w:val="00442A75"/>
    <w:rsid w:val="00442B18"/>
    <w:rsid w:val="00442B2A"/>
    <w:rsid w:val="00442C00"/>
    <w:rsid w:val="00442CE9"/>
    <w:rsid w:val="00442DF7"/>
    <w:rsid w:val="004430EC"/>
    <w:rsid w:val="00443940"/>
    <w:rsid w:val="00443A68"/>
    <w:rsid w:val="0044438B"/>
    <w:rsid w:val="004448FD"/>
    <w:rsid w:val="00444CC8"/>
    <w:rsid w:val="00444F30"/>
    <w:rsid w:val="004453B1"/>
    <w:rsid w:val="004455D8"/>
    <w:rsid w:val="004459DC"/>
    <w:rsid w:val="00445C45"/>
    <w:rsid w:val="0044641C"/>
    <w:rsid w:val="004464A3"/>
    <w:rsid w:val="0044659E"/>
    <w:rsid w:val="0044728B"/>
    <w:rsid w:val="004472CE"/>
    <w:rsid w:val="004475E2"/>
    <w:rsid w:val="004476F8"/>
    <w:rsid w:val="00447882"/>
    <w:rsid w:val="004478D8"/>
    <w:rsid w:val="004501FE"/>
    <w:rsid w:val="0045035B"/>
    <w:rsid w:val="00450524"/>
    <w:rsid w:val="00450546"/>
    <w:rsid w:val="0045063B"/>
    <w:rsid w:val="004508A9"/>
    <w:rsid w:val="004509F9"/>
    <w:rsid w:val="00450E6F"/>
    <w:rsid w:val="00450FDD"/>
    <w:rsid w:val="004514CE"/>
    <w:rsid w:val="004515FC"/>
    <w:rsid w:val="00451AA4"/>
    <w:rsid w:val="00451C44"/>
    <w:rsid w:val="00452393"/>
    <w:rsid w:val="004528B1"/>
    <w:rsid w:val="00452D76"/>
    <w:rsid w:val="00452E19"/>
    <w:rsid w:val="00452E3C"/>
    <w:rsid w:val="0045309A"/>
    <w:rsid w:val="00453441"/>
    <w:rsid w:val="004536AC"/>
    <w:rsid w:val="004536C5"/>
    <w:rsid w:val="00453769"/>
    <w:rsid w:val="0045387D"/>
    <w:rsid w:val="0045398A"/>
    <w:rsid w:val="00453B34"/>
    <w:rsid w:val="00453CDA"/>
    <w:rsid w:val="004547A5"/>
    <w:rsid w:val="004547B7"/>
    <w:rsid w:val="00454ADE"/>
    <w:rsid w:val="00454BEE"/>
    <w:rsid w:val="00455381"/>
    <w:rsid w:val="00455719"/>
    <w:rsid w:val="00455AA5"/>
    <w:rsid w:val="00455C40"/>
    <w:rsid w:val="00455D5A"/>
    <w:rsid w:val="0045611C"/>
    <w:rsid w:val="00456329"/>
    <w:rsid w:val="004563CD"/>
    <w:rsid w:val="00456558"/>
    <w:rsid w:val="00456A8B"/>
    <w:rsid w:val="004570EE"/>
    <w:rsid w:val="0045761B"/>
    <w:rsid w:val="00457877"/>
    <w:rsid w:val="00457907"/>
    <w:rsid w:val="00457EEA"/>
    <w:rsid w:val="00460232"/>
    <w:rsid w:val="004604EB"/>
    <w:rsid w:val="00460AE5"/>
    <w:rsid w:val="00460E7C"/>
    <w:rsid w:val="0046111F"/>
    <w:rsid w:val="0046113E"/>
    <w:rsid w:val="00461250"/>
    <w:rsid w:val="00461896"/>
    <w:rsid w:val="00461CAD"/>
    <w:rsid w:val="004624E7"/>
    <w:rsid w:val="00462634"/>
    <w:rsid w:val="004628C7"/>
    <w:rsid w:val="004628CB"/>
    <w:rsid w:val="004628D7"/>
    <w:rsid w:val="0046299C"/>
    <w:rsid w:val="00462A01"/>
    <w:rsid w:val="00462B43"/>
    <w:rsid w:val="00462C68"/>
    <w:rsid w:val="004630CB"/>
    <w:rsid w:val="004638C5"/>
    <w:rsid w:val="00463C0E"/>
    <w:rsid w:val="00463F74"/>
    <w:rsid w:val="004643A0"/>
    <w:rsid w:val="00464410"/>
    <w:rsid w:val="00464412"/>
    <w:rsid w:val="00464A05"/>
    <w:rsid w:val="00464A66"/>
    <w:rsid w:val="0046654C"/>
    <w:rsid w:val="0046668D"/>
    <w:rsid w:val="004669AB"/>
    <w:rsid w:val="004670A3"/>
    <w:rsid w:val="00467119"/>
    <w:rsid w:val="0046791A"/>
    <w:rsid w:val="00467D31"/>
    <w:rsid w:val="0047007C"/>
    <w:rsid w:val="004702E5"/>
    <w:rsid w:val="0047055D"/>
    <w:rsid w:val="00470600"/>
    <w:rsid w:val="00470879"/>
    <w:rsid w:val="00470912"/>
    <w:rsid w:val="00470B05"/>
    <w:rsid w:val="00470CF8"/>
    <w:rsid w:val="0047146F"/>
    <w:rsid w:val="004714EA"/>
    <w:rsid w:val="00471589"/>
    <w:rsid w:val="00471AE5"/>
    <w:rsid w:val="00471D59"/>
    <w:rsid w:val="00471EEB"/>
    <w:rsid w:val="00471F0F"/>
    <w:rsid w:val="004720F3"/>
    <w:rsid w:val="004729E9"/>
    <w:rsid w:val="00472BD6"/>
    <w:rsid w:val="00473240"/>
    <w:rsid w:val="004733AC"/>
    <w:rsid w:val="00473680"/>
    <w:rsid w:val="004736D1"/>
    <w:rsid w:val="00473731"/>
    <w:rsid w:val="00473B3C"/>
    <w:rsid w:val="00473C4B"/>
    <w:rsid w:val="00473DA9"/>
    <w:rsid w:val="0047451B"/>
    <w:rsid w:val="00474C94"/>
    <w:rsid w:val="00475A62"/>
    <w:rsid w:val="00475D78"/>
    <w:rsid w:val="00475F5A"/>
    <w:rsid w:val="0047600C"/>
    <w:rsid w:val="004761ED"/>
    <w:rsid w:val="0047621B"/>
    <w:rsid w:val="00476430"/>
    <w:rsid w:val="00476580"/>
    <w:rsid w:val="00476603"/>
    <w:rsid w:val="004766C5"/>
    <w:rsid w:val="00476EB4"/>
    <w:rsid w:val="00477723"/>
    <w:rsid w:val="00477A9E"/>
    <w:rsid w:val="00477ADE"/>
    <w:rsid w:val="00477CC5"/>
    <w:rsid w:val="00477ED8"/>
    <w:rsid w:val="004800BC"/>
    <w:rsid w:val="00480315"/>
    <w:rsid w:val="00480EE5"/>
    <w:rsid w:val="00481089"/>
    <w:rsid w:val="004811D5"/>
    <w:rsid w:val="00481253"/>
    <w:rsid w:val="004814B6"/>
    <w:rsid w:val="004815EC"/>
    <w:rsid w:val="004818A5"/>
    <w:rsid w:val="0048236C"/>
    <w:rsid w:val="00482BA0"/>
    <w:rsid w:val="00483496"/>
    <w:rsid w:val="00483F87"/>
    <w:rsid w:val="00483FF6"/>
    <w:rsid w:val="004840BD"/>
    <w:rsid w:val="0048436F"/>
    <w:rsid w:val="0048516B"/>
    <w:rsid w:val="004853CD"/>
    <w:rsid w:val="00485A87"/>
    <w:rsid w:val="00485A9C"/>
    <w:rsid w:val="00485E37"/>
    <w:rsid w:val="00485EA1"/>
    <w:rsid w:val="004864F3"/>
    <w:rsid w:val="004868AD"/>
    <w:rsid w:val="00486A80"/>
    <w:rsid w:val="00486E3D"/>
    <w:rsid w:val="00486FC4"/>
    <w:rsid w:val="0048701D"/>
    <w:rsid w:val="004873B3"/>
    <w:rsid w:val="004877CF"/>
    <w:rsid w:val="00487CFF"/>
    <w:rsid w:val="00487E57"/>
    <w:rsid w:val="00487E63"/>
    <w:rsid w:val="00490249"/>
    <w:rsid w:val="00490329"/>
    <w:rsid w:val="004905E0"/>
    <w:rsid w:val="00490A83"/>
    <w:rsid w:val="00490AF7"/>
    <w:rsid w:val="00490BE4"/>
    <w:rsid w:val="00490BEC"/>
    <w:rsid w:val="00490FD3"/>
    <w:rsid w:val="00491CFA"/>
    <w:rsid w:val="00492559"/>
    <w:rsid w:val="0049281D"/>
    <w:rsid w:val="00492E12"/>
    <w:rsid w:val="00492E87"/>
    <w:rsid w:val="004944CA"/>
    <w:rsid w:val="00494573"/>
    <w:rsid w:val="00494DDC"/>
    <w:rsid w:val="00494FE5"/>
    <w:rsid w:val="004950EA"/>
    <w:rsid w:val="00495299"/>
    <w:rsid w:val="00495DB8"/>
    <w:rsid w:val="004961E1"/>
    <w:rsid w:val="00496421"/>
    <w:rsid w:val="0049648A"/>
    <w:rsid w:val="004965DD"/>
    <w:rsid w:val="0049660D"/>
    <w:rsid w:val="00496D37"/>
    <w:rsid w:val="00496F6C"/>
    <w:rsid w:val="0049720F"/>
    <w:rsid w:val="0049748B"/>
    <w:rsid w:val="004976FD"/>
    <w:rsid w:val="00497813"/>
    <w:rsid w:val="004A005E"/>
    <w:rsid w:val="004A0637"/>
    <w:rsid w:val="004A0733"/>
    <w:rsid w:val="004A0A21"/>
    <w:rsid w:val="004A0B1A"/>
    <w:rsid w:val="004A0BA6"/>
    <w:rsid w:val="004A1299"/>
    <w:rsid w:val="004A1353"/>
    <w:rsid w:val="004A142D"/>
    <w:rsid w:val="004A1683"/>
    <w:rsid w:val="004A1CD0"/>
    <w:rsid w:val="004A2283"/>
    <w:rsid w:val="004A2536"/>
    <w:rsid w:val="004A2F02"/>
    <w:rsid w:val="004A2FFD"/>
    <w:rsid w:val="004A34FF"/>
    <w:rsid w:val="004A3AAB"/>
    <w:rsid w:val="004A3EE8"/>
    <w:rsid w:val="004A407D"/>
    <w:rsid w:val="004A486D"/>
    <w:rsid w:val="004A4889"/>
    <w:rsid w:val="004A4976"/>
    <w:rsid w:val="004A4A39"/>
    <w:rsid w:val="004A4B73"/>
    <w:rsid w:val="004A4BAD"/>
    <w:rsid w:val="004A4C3D"/>
    <w:rsid w:val="004A4F99"/>
    <w:rsid w:val="004A543D"/>
    <w:rsid w:val="004A544F"/>
    <w:rsid w:val="004A54F4"/>
    <w:rsid w:val="004A5765"/>
    <w:rsid w:val="004A5B14"/>
    <w:rsid w:val="004A5BB5"/>
    <w:rsid w:val="004A5CB6"/>
    <w:rsid w:val="004A636A"/>
    <w:rsid w:val="004A65DE"/>
    <w:rsid w:val="004A6980"/>
    <w:rsid w:val="004A6C72"/>
    <w:rsid w:val="004A6CC8"/>
    <w:rsid w:val="004A72C2"/>
    <w:rsid w:val="004A77E6"/>
    <w:rsid w:val="004A79E0"/>
    <w:rsid w:val="004A7B92"/>
    <w:rsid w:val="004A7E1A"/>
    <w:rsid w:val="004A7F9B"/>
    <w:rsid w:val="004B1768"/>
    <w:rsid w:val="004B18DD"/>
    <w:rsid w:val="004B1B3D"/>
    <w:rsid w:val="004B246C"/>
    <w:rsid w:val="004B248C"/>
    <w:rsid w:val="004B31E5"/>
    <w:rsid w:val="004B3557"/>
    <w:rsid w:val="004B36E1"/>
    <w:rsid w:val="004B3715"/>
    <w:rsid w:val="004B3819"/>
    <w:rsid w:val="004B3A26"/>
    <w:rsid w:val="004B3ABE"/>
    <w:rsid w:val="004B3C3A"/>
    <w:rsid w:val="004B42BA"/>
    <w:rsid w:val="004B4909"/>
    <w:rsid w:val="004B4976"/>
    <w:rsid w:val="004B4DE8"/>
    <w:rsid w:val="004B4E70"/>
    <w:rsid w:val="004B504B"/>
    <w:rsid w:val="004B5421"/>
    <w:rsid w:val="004B5571"/>
    <w:rsid w:val="004B56C5"/>
    <w:rsid w:val="004B5824"/>
    <w:rsid w:val="004B5832"/>
    <w:rsid w:val="004B5C24"/>
    <w:rsid w:val="004B5DD8"/>
    <w:rsid w:val="004B5DFD"/>
    <w:rsid w:val="004B5F34"/>
    <w:rsid w:val="004B6180"/>
    <w:rsid w:val="004B62BD"/>
    <w:rsid w:val="004B648D"/>
    <w:rsid w:val="004B665A"/>
    <w:rsid w:val="004B699A"/>
    <w:rsid w:val="004B7869"/>
    <w:rsid w:val="004B78C3"/>
    <w:rsid w:val="004B78F0"/>
    <w:rsid w:val="004B7963"/>
    <w:rsid w:val="004B7C7E"/>
    <w:rsid w:val="004B7C96"/>
    <w:rsid w:val="004B7D7D"/>
    <w:rsid w:val="004B7F42"/>
    <w:rsid w:val="004C032C"/>
    <w:rsid w:val="004C05E6"/>
    <w:rsid w:val="004C0CFD"/>
    <w:rsid w:val="004C1A43"/>
    <w:rsid w:val="004C1C60"/>
    <w:rsid w:val="004C2207"/>
    <w:rsid w:val="004C28A3"/>
    <w:rsid w:val="004C2A3A"/>
    <w:rsid w:val="004C2D2B"/>
    <w:rsid w:val="004C2F1B"/>
    <w:rsid w:val="004C338E"/>
    <w:rsid w:val="004C34DE"/>
    <w:rsid w:val="004C37DF"/>
    <w:rsid w:val="004C3B25"/>
    <w:rsid w:val="004C47B4"/>
    <w:rsid w:val="004C4845"/>
    <w:rsid w:val="004C4908"/>
    <w:rsid w:val="004C4946"/>
    <w:rsid w:val="004C4DD6"/>
    <w:rsid w:val="004C5121"/>
    <w:rsid w:val="004C5BC4"/>
    <w:rsid w:val="004C5D0A"/>
    <w:rsid w:val="004C5D5D"/>
    <w:rsid w:val="004C5F0F"/>
    <w:rsid w:val="004C600B"/>
    <w:rsid w:val="004C686C"/>
    <w:rsid w:val="004C70E3"/>
    <w:rsid w:val="004C731A"/>
    <w:rsid w:val="004C74C9"/>
    <w:rsid w:val="004C760E"/>
    <w:rsid w:val="004C7AFD"/>
    <w:rsid w:val="004C7CEB"/>
    <w:rsid w:val="004C7FDA"/>
    <w:rsid w:val="004C7FEF"/>
    <w:rsid w:val="004D00B7"/>
    <w:rsid w:val="004D05F3"/>
    <w:rsid w:val="004D0685"/>
    <w:rsid w:val="004D0AA4"/>
    <w:rsid w:val="004D0CE2"/>
    <w:rsid w:val="004D0E01"/>
    <w:rsid w:val="004D0F77"/>
    <w:rsid w:val="004D1000"/>
    <w:rsid w:val="004D1092"/>
    <w:rsid w:val="004D162E"/>
    <w:rsid w:val="004D197E"/>
    <w:rsid w:val="004D1B5D"/>
    <w:rsid w:val="004D2176"/>
    <w:rsid w:val="004D21A4"/>
    <w:rsid w:val="004D229B"/>
    <w:rsid w:val="004D25CB"/>
    <w:rsid w:val="004D3401"/>
    <w:rsid w:val="004D3513"/>
    <w:rsid w:val="004D387E"/>
    <w:rsid w:val="004D4376"/>
    <w:rsid w:val="004D4421"/>
    <w:rsid w:val="004D4459"/>
    <w:rsid w:val="004D4580"/>
    <w:rsid w:val="004D48DF"/>
    <w:rsid w:val="004D4D1C"/>
    <w:rsid w:val="004D4E12"/>
    <w:rsid w:val="004D5015"/>
    <w:rsid w:val="004D516F"/>
    <w:rsid w:val="004D578E"/>
    <w:rsid w:val="004D5B7B"/>
    <w:rsid w:val="004D6340"/>
    <w:rsid w:val="004D6454"/>
    <w:rsid w:val="004D6593"/>
    <w:rsid w:val="004D670E"/>
    <w:rsid w:val="004D6812"/>
    <w:rsid w:val="004D73DB"/>
    <w:rsid w:val="004D76C3"/>
    <w:rsid w:val="004D79F3"/>
    <w:rsid w:val="004D7AEE"/>
    <w:rsid w:val="004D7B01"/>
    <w:rsid w:val="004D7C7C"/>
    <w:rsid w:val="004E000F"/>
    <w:rsid w:val="004E077D"/>
    <w:rsid w:val="004E085F"/>
    <w:rsid w:val="004E08E5"/>
    <w:rsid w:val="004E0C0B"/>
    <w:rsid w:val="004E0FA6"/>
    <w:rsid w:val="004E11C9"/>
    <w:rsid w:val="004E18A6"/>
    <w:rsid w:val="004E1B72"/>
    <w:rsid w:val="004E2422"/>
    <w:rsid w:val="004E26D5"/>
    <w:rsid w:val="004E2C4D"/>
    <w:rsid w:val="004E2EEA"/>
    <w:rsid w:val="004E330E"/>
    <w:rsid w:val="004E3393"/>
    <w:rsid w:val="004E3405"/>
    <w:rsid w:val="004E3A99"/>
    <w:rsid w:val="004E41FF"/>
    <w:rsid w:val="004E43EF"/>
    <w:rsid w:val="004E464C"/>
    <w:rsid w:val="004E4842"/>
    <w:rsid w:val="004E4A29"/>
    <w:rsid w:val="004E5210"/>
    <w:rsid w:val="004E52B5"/>
    <w:rsid w:val="004E54C4"/>
    <w:rsid w:val="004E6AEF"/>
    <w:rsid w:val="004E6EFA"/>
    <w:rsid w:val="004E721E"/>
    <w:rsid w:val="004E767A"/>
    <w:rsid w:val="004E7CF8"/>
    <w:rsid w:val="004F0216"/>
    <w:rsid w:val="004F04E1"/>
    <w:rsid w:val="004F0749"/>
    <w:rsid w:val="004F0758"/>
    <w:rsid w:val="004F08CD"/>
    <w:rsid w:val="004F0BD9"/>
    <w:rsid w:val="004F1076"/>
    <w:rsid w:val="004F1149"/>
    <w:rsid w:val="004F1260"/>
    <w:rsid w:val="004F156F"/>
    <w:rsid w:val="004F159B"/>
    <w:rsid w:val="004F1A4E"/>
    <w:rsid w:val="004F1C98"/>
    <w:rsid w:val="004F1D12"/>
    <w:rsid w:val="004F2D6D"/>
    <w:rsid w:val="004F2EF4"/>
    <w:rsid w:val="004F3000"/>
    <w:rsid w:val="004F3369"/>
    <w:rsid w:val="004F39AE"/>
    <w:rsid w:val="004F3A49"/>
    <w:rsid w:val="004F3F16"/>
    <w:rsid w:val="004F4181"/>
    <w:rsid w:val="004F4654"/>
    <w:rsid w:val="004F4E62"/>
    <w:rsid w:val="004F52D7"/>
    <w:rsid w:val="004F5718"/>
    <w:rsid w:val="004F5746"/>
    <w:rsid w:val="004F5C91"/>
    <w:rsid w:val="004F600A"/>
    <w:rsid w:val="004F608C"/>
    <w:rsid w:val="004F6116"/>
    <w:rsid w:val="004F6157"/>
    <w:rsid w:val="004F657F"/>
    <w:rsid w:val="004F65C2"/>
    <w:rsid w:val="004F69F1"/>
    <w:rsid w:val="004F75C6"/>
    <w:rsid w:val="004F7A65"/>
    <w:rsid w:val="004F7CC9"/>
    <w:rsid w:val="004F7D4C"/>
    <w:rsid w:val="004F7DFB"/>
    <w:rsid w:val="0050027A"/>
    <w:rsid w:val="005008BA"/>
    <w:rsid w:val="005008F5"/>
    <w:rsid w:val="00500F3B"/>
    <w:rsid w:val="005015D0"/>
    <w:rsid w:val="00501B5C"/>
    <w:rsid w:val="00501C5D"/>
    <w:rsid w:val="00501CE4"/>
    <w:rsid w:val="00501FC2"/>
    <w:rsid w:val="00502212"/>
    <w:rsid w:val="00502324"/>
    <w:rsid w:val="005023AC"/>
    <w:rsid w:val="005024CD"/>
    <w:rsid w:val="00502885"/>
    <w:rsid w:val="00503772"/>
    <w:rsid w:val="00503A0B"/>
    <w:rsid w:val="00503F2D"/>
    <w:rsid w:val="0050403E"/>
    <w:rsid w:val="0050411E"/>
    <w:rsid w:val="005045C6"/>
    <w:rsid w:val="00504A09"/>
    <w:rsid w:val="00504D62"/>
    <w:rsid w:val="005050EF"/>
    <w:rsid w:val="0050539C"/>
    <w:rsid w:val="00505721"/>
    <w:rsid w:val="00505772"/>
    <w:rsid w:val="00505775"/>
    <w:rsid w:val="00505F78"/>
    <w:rsid w:val="00505FA8"/>
    <w:rsid w:val="005060B1"/>
    <w:rsid w:val="00506268"/>
    <w:rsid w:val="00506511"/>
    <w:rsid w:val="0050691C"/>
    <w:rsid w:val="00506A0E"/>
    <w:rsid w:val="00507033"/>
    <w:rsid w:val="00507219"/>
    <w:rsid w:val="005076B1"/>
    <w:rsid w:val="0050777B"/>
    <w:rsid w:val="005078A0"/>
    <w:rsid w:val="005101AC"/>
    <w:rsid w:val="0051030D"/>
    <w:rsid w:val="005110C7"/>
    <w:rsid w:val="00511DE7"/>
    <w:rsid w:val="00511EB0"/>
    <w:rsid w:val="00512253"/>
    <w:rsid w:val="0051352A"/>
    <w:rsid w:val="005136DF"/>
    <w:rsid w:val="00513AA7"/>
    <w:rsid w:val="00513C1D"/>
    <w:rsid w:val="00514094"/>
    <w:rsid w:val="00514357"/>
    <w:rsid w:val="0051467F"/>
    <w:rsid w:val="00514703"/>
    <w:rsid w:val="005148B6"/>
    <w:rsid w:val="00514945"/>
    <w:rsid w:val="00514A03"/>
    <w:rsid w:val="00515265"/>
    <w:rsid w:val="005153CC"/>
    <w:rsid w:val="0051545C"/>
    <w:rsid w:val="00515514"/>
    <w:rsid w:val="0051575A"/>
    <w:rsid w:val="0051577F"/>
    <w:rsid w:val="005159E2"/>
    <w:rsid w:val="00515C4A"/>
    <w:rsid w:val="00515C6D"/>
    <w:rsid w:val="0051604A"/>
    <w:rsid w:val="00516078"/>
    <w:rsid w:val="005161ED"/>
    <w:rsid w:val="0051627A"/>
    <w:rsid w:val="00516877"/>
    <w:rsid w:val="00516955"/>
    <w:rsid w:val="00516B58"/>
    <w:rsid w:val="00516CB6"/>
    <w:rsid w:val="00516CCF"/>
    <w:rsid w:val="00516DA4"/>
    <w:rsid w:val="00517492"/>
    <w:rsid w:val="00517772"/>
    <w:rsid w:val="00517AC0"/>
    <w:rsid w:val="00517B17"/>
    <w:rsid w:val="00517D02"/>
    <w:rsid w:val="00517E8A"/>
    <w:rsid w:val="00520392"/>
    <w:rsid w:val="005203FD"/>
    <w:rsid w:val="0052072C"/>
    <w:rsid w:val="0052090F"/>
    <w:rsid w:val="00520CF8"/>
    <w:rsid w:val="00521210"/>
    <w:rsid w:val="00521A20"/>
    <w:rsid w:val="00521D74"/>
    <w:rsid w:val="0052236E"/>
    <w:rsid w:val="005229E3"/>
    <w:rsid w:val="00522DD3"/>
    <w:rsid w:val="00522F98"/>
    <w:rsid w:val="0052390F"/>
    <w:rsid w:val="00523EC9"/>
    <w:rsid w:val="005240C9"/>
    <w:rsid w:val="00524776"/>
    <w:rsid w:val="00524B84"/>
    <w:rsid w:val="00524FF4"/>
    <w:rsid w:val="0052525A"/>
    <w:rsid w:val="00525720"/>
    <w:rsid w:val="00526059"/>
    <w:rsid w:val="00526A45"/>
    <w:rsid w:val="00526AF4"/>
    <w:rsid w:val="00526E2A"/>
    <w:rsid w:val="00527BA5"/>
    <w:rsid w:val="0053001E"/>
    <w:rsid w:val="0053029A"/>
    <w:rsid w:val="00530490"/>
    <w:rsid w:val="005304D7"/>
    <w:rsid w:val="005304E5"/>
    <w:rsid w:val="00530FA8"/>
    <w:rsid w:val="00531855"/>
    <w:rsid w:val="00531A5A"/>
    <w:rsid w:val="00531A6B"/>
    <w:rsid w:val="00531FD3"/>
    <w:rsid w:val="00532101"/>
    <w:rsid w:val="005321B1"/>
    <w:rsid w:val="005321FE"/>
    <w:rsid w:val="005322FE"/>
    <w:rsid w:val="0053249A"/>
    <w:rsid w:val="00532E14"/>
    <w:rsid w:val="005331F6"/>
    <w:rsid w:val="00533410"/>
    <w:rsid w:val="00533430"/>
    <w:rsid w:val="005334CA"/>
    <w:rsid w:val="00533835"/>
    <w:rsid w:val="00533A8D"/>
    <w:rsid w:val="00533D0F"/>
    <w:rsid w:val="00533DA7"/>
    <w:rsid w:val="00534804"/>
    <w:rsid w:val="00534854"/>
    <w:rsid w:val="0053499B"/>
    <w:rsid w:val="00534C5F"/>
    <w:rsid w:val="00534CBA"/>
    <w:rsid w:val="00534EB1"/>
    <w:rsid w:val="00534FA9"/>
    <w:rsid w:val="00535053"/>
    <w:rsid w:val="0053517E"/>
    <w:rsid w:val="005353C5"/>
    <w:rsid w:val="005364CC"/>
    <w:rsid w:val="0053676D"/>
    <w:rsid w:val="00536A99"/>
    <w:rsid w:val="00536C7F"/>
    <w:rsid w:val="00537593"/>
    <w:rsid w:val="005376D0"/>
    <w:rsid w:val="005376F4"/>
    <w:rsid w:val="005378F7"/>
    <w:rsid w:val="00537E09"/>
    <w:rsid w:val="005404F8"/>
    <w:rsid w:val="00540550"/>
    <w:rsid w:val="005406D5"/>
    <w:rsid w:val="005406F8"/>
    <w:rsid w:val="00540B9B"/>
    <w:rsid w:val="00540EC7"/>
    <w:rsid w:val="00540FAD"/>
    <w:rsid w:val="0054158B"/>
    <w:rsid w:val="005422A7"/>
    <w:rsid w:val="005422CC"/>
    <w:rsid w:val="005426B7"/>
    <w:rsid w:val="00542994"/>
    <w:rsid w:val="005429ED"/>
    <w:rsid w:val="00542CC1"/>
    <w:rsid w:val="00542E46"/>
    <w:rsid w:val="005438E7"/>
    <w:rsid w:val="0054397B"/>
    <w:rsid w:val="00543B3D"/>
    <w:rsid w:val="00544175"/>
    <w:rsid w:val="00544AAF"/>
    <w:rsid w:val="0054501C"/>
    <w:rsid w:val="005451EF"/>
    <w:rsid w:val="00545993"/>
    <w:rsid w:val="00545998"/>
    <w:rsid w:val="00545B31"/>
    <w:rsid w:val="00545BC7"/>
    <w:rsid w:val="00545F27"/>
    <w:rsid w:val="00545F8F"/>
    <w:rsid w:val="00545F90"/>
    <w:rsid w:val="00545FA6"/>
    <w:rsid w:val="005462AD"/>
    <w:rsid w:val="0054670B"/>
    <w:rsid w:val="00546E13"/>
    <w:rsid w:val="0054724A"/>
    <w:rsid w:val="0054727B"/>
    <w:rsid w:val="00547A2D"/>
    <w:rsid w:val="00547AFD"/>
    <w:rsid w:val="00547AFE"/>
    <w:rsid w:val="00550294"/>
    <w:rsid w:val="005504E8"/>
    <w:rsid w:val="005505DE"/>
    <w:rsid w:val="00550985"/>
    <w:rsid w:val="00550993"/>
    <w:rsid w:val="00550AE1"/>
    <w:rsid w:val="00551748"/>
    <w:rsid w:val="00551F8A"/>
    <w:rsid w:val="00552C74"/>
    <w:rsid w:val="00552F7E"/>
    <w:rsid w:val="00553565"/>
    <w:rsid w:val="0055413A"/>
    <w:rsid w:val="005541CB"/>
    <w:rsid w:val="005541FD"/>
    <w:rsid w:val="00554388"/>
    <w:rsid w:val="00554947"/>
    <w:rsid w:val="0055503B"/>
    <w:rsid w:val="0055514D"/>
    <w:rsid w:val="0055530F"/>
    <w:rsid w:val="00555380"/>
    <w:rsid w:val="005553F7"/>
    <w:rsid w:val="005558F3"/>
    <w:rsid w:val="00555974"/>
    <w:rsid w:val="00555A2B"/>
    <w:rsid w:val="0055631E"/>
    <w:rsid w:val="0055656A"/>
    <w:rsid w:val="0055658B"/>
    <w:rsid w:val="00556D69"/>
    <w:rsid w:val="00556D92"/>
    <w:rsid w:val="005570EE"/>
    <w:rsid w:val="00557170"/>
    <w:rsid w:val="00557230"/>
    <w:rsid w:val="0055747D"/>
    <w:rsid w:val="00557534"/>
    <w:rsid w:val="005577C7"/>
    <w:rsid w:val="00557B75"/>
    <w:rsid w:val="00557DF3"/>
    <w:rsid w:val="00557F8C"/>
    <w:rsid w:val="00560533"/>
    <w:rsid w:val="00560C55"/>
    <w:rsid w:val="00561311"/>
    <w:rsid w:val="00561681"/>
    <w:rsid w:val="00561730"/>
    <w:rsid w:val="00561C7B"/>
    <w:rsid w:val="00561DA5"/>
    <w:rsid w:val="00561EAD"/>
    <w:rsid w:val="005626D8"/>
    <w:rsid w:val="00562DB4"/>
    <w:rsid w:val="00562DD6"/>
    <w:rsid w:val="00563183"/>
    <w:rsid w:val="005631AA"/>
    <w:rsid w:val="005638F5"/>
    <w:rsid w:val="00563E58"/>
    <w:rsid w:val="00563EBE"/>
    <w:rsid w:val="0056437A"/>
    <w:rsid w:val="0056453A"/>
    <w:rsid w:val="005645E2"/>
    <w:rsid w:val="005646A9"/>
    <w:rsid w:val="00564751"/>
    <w:rsid w:val="005648B3"/>
    <w:rsid w:val="0056500B"/>
    <w:rsid w:val="005650E7"/>
    <w:rsid w:val="00565CF4"/>
    <w:rsid w:val="00565CF8"/>
    <w:rsid w:val="0056613C"/>
    <w:rsid w:val="0056615D"/>
    <w:rsid w:val="00566660"/>
    <w:rsid w:val="005666A5"/>
    <w:rsid w:val="00566A25"/>
    <w:rsid w:val="00567194"/>
    <w:rsid w:val="005675BD"/>
    <w:rsid w:val="00567954"/>
    <w:rsid w:val="00567C54"/>
    <w:rsid w:val="00567F9B"/>
    <w:rsid w:val="00567FAB"/>
    <w:rsid w:val="00570C44"/>
    <w:rsid w:val="00571552"/>
    <w:rsid w:val="00571564"/>
    <w:rsid w:val="00571BC7"/>
    <w:rsid w:val="00571EBA"/>
    <w:rsid w:val="00571F97"/>
    <w:rsid w:val="00572295"/>
    <w:rsid w:val="0057294B"/>
    <w:rsid w:val="00572A0F"/>
    <w:rsid w:val="00572E8C"/>
    <w:rsid w:val="0057338E"/>
    <w:rsid w:val="0057353B"/>
    <w:rsid w:val="00573814"/>
    <w:rsid w:val="00573EEB"/>
    <w:rsid w:val="005740DB"/>
    <w:rsid w:val="005740EE"/>
    <w:rsid w:val="005744D4"/>
    <w:rsid w:val="005745BA"/>
    <w:rsid w:val="005749DC"/>
    <w:rsid w:val="00574B9B"/>
    <w:rsid w:val="005751B7"/>
    <w:rsid w:val="005757AD"/>
    <w:rsid w:val="00575AE9"/>
    <w:rsid w:val="00576410"/>
    <w:rsid w:val="005764C1"/>
    <w:rsid w:val="0057674E"/>
    <w:rsid w:val="00576BA9"/>
    <w:rsid w:val="0057717D"/>
    <w:rsid w:val="005774DC"/>
    <w:rsid w:val="00577B60"/>
    <w:rsid w:val="00577F10"/>
    <w:rsid w:val="00580004"/>
    <w:rsid w:val="00580145"/>
    <w:rsid w:val="00580B9E"/>
    <w:rsid w:val="00580C97"/>
    <w:rsid w:val="0058149F"/>
    <w:rsid w:val="0058157D"/>
    <w:rsid w:val="00581889"/>
    <w:rsid w:val="005818C0"/>
    <w:rsid w:val="005818F7"/>
    <w:rsid w:val="00581E03"/>
    <w:rsid w:val="0058208F"/>
    <w:rsid w:val="00582359"/>
    <w:rsid w:val="00582511"/>
    <w:rsid w:val="0058266D"/>
    <w:rsid w:val="00582FA3"/>
    <w:rsid w:val="005836A9"/>
    <w:rsid w:val="00583D73"/>
    <w:rsid w:val="00583E2C"/>
    <w:rsid w:val="0058458F"/>
    <w:rsid w:val="00584ABB"/>
    <w:rsid w:val="00584BB2"/>
    <w:rsid w:val="0058515D"/>
    <w:rsid w:val="00585283"/>
    <w:rsid w:val="00585757"/>
    <w:rsid w:val="0058582C"/>
    <w:rsid w:val="00585BF4"/>
    <w:rsid w:val="00585C94"/>
    <w:rsid w:val="00585F2C"/>
    <w:rsid w:val="00586100"/>
    <w:rsid w:val="005861F7"/>
    <w:rsid w:val="00586390"/>
    <w:rsid w:val="0058639D"/>
    <w:rsid w:val="0058669E"/>
    <w:rsid w:val="005868F9"/>
    <w:rsid w:val="00586916"/>
    <w:rsid w:val="00586C2F"/>
    <w:rsid w:val="00586C31"/>
    <w:rsid w:val="00586F7B"/>
    <w:rsid w:val="00587379"/>
    <w:rsid w:val="00590A05"/>
    <w:rsid w:val="00590CDF"/>
    <w:rsid w:val="00591548"/>
    <w:rsid w:val="0059167E"/>
    <w:rsid w:val="00591CC9"/>
    <w:rsid w:val="00591D7E"/>
    <w:rsid w:val="00592275"/>
    <w:rsid w:val="005928DD"/>
    <w:rsid w:val="00593115"/>
    <w:rsid w:val="0059312C"/>
    <w:rsid w:val="005931F7"/>
    <w:rsid w:val="00593232"/>
    <w:rsid w:val="005938C5"/>
    <w:rsid w:val="00593D64"/>
    <w:rsid w:val="00593D87"/>
    <w:rsid w:val="00594552"/>
    <w:rsid w:val="00594ADE"/>
    <w:rsid w:val="00594EE9"/>
    <w:rsid w:val="00595703"/>
    <w:rsid w:val="005957A1"/>
    <w:rsid w:val="0059595F"/>
    <w:rsid w:val="00595C4C"/>
    <w:rsid w:val="00595C76"/>
    <w:rsid w:val="00595E00"/>
    <w:rsid w:val="005963F1"/>
    <w:rsid w:val="00596496"/>
    <w:rsid w:val="00596740"/>
    <w:rsid w:val="00596E95"/>
    <w:rsid w:val="0059703A"/>
    <w:rsid w:val="0059726A"/>
    <w:rsid w:val="00597A53"/>
    <w:rsid w:val="00597C5B"/>
    <w:rsid w:val="00597CA0"/>
    <w:rsid w:val="00597CB1"/>
    <w:rsid w:val="00597F72"/>
    <w:rsid w:val="005A02F2"/>
    <w:rsid w:val="005A0608"/>
    <w:rsid w:val="005A0B76"/>
    <w:rsid w:val="005A0B93"/>
    <w:rsid w:val="005A0C99"/>
    <w:rsid w:val="005A0E9A"/>
    <w:rsid w:val="005A0FF3"/>
    <w:rsid w:val="005A1008"/>
    <w:rsid w:val="005A11B7"/>
    <w:rsid w:val="005A13B3"/>
    <w:rsid w:val="005A1BC3"/>
    <w:rsid w:val="005A2559"/>
    <w:rsid w:val="005A2592"/>
    <w:rsid w:val="005A27E5"/>
    <w:rsid w:val="005A2C42"/>
    <w:rsid w:val="005A30F4"/>
    <w:rsid w:val="005A3554"/>
    <w:rsid w:val="005A3948"/>
    <w:rsid w:val="005A3D6B"/>
    <w:rsid w:val="005A4060"/>
    <w:rsid w:val="005A478C"/>
    <w:rsid w:val="005A4CF0"/>
    <w:rsid w:val="005A52C5"/>
    <w:rsid w:val="005A539A"/>
    <w:rsid w:val="005A5885"/>
    <w:rsid w:val="005A64C7"/>
    <w:rsid w:val="005A676B"/>
    <w:rsid w:val="005A6954"/>
    <w:rsid w:val="005A6AF6"/>
    <w:rsid w:val="005A6B49"/>
    <w:rsid w:val="005A6C56"/>
    <w:rsid w:val="005A6F4C"/>
    <w:rsid w:val="005A72D0"/>
    <w:rsid w:val="005A732A"/>
    <w:rsid w:val="005A7468"/>
    <w:rsid w:val="005A783C"/>
    <w:rsid w:val="005A7B0E"/>
    <w:rsid w:val="005B0042"/>
    <w:rsid w:val="005B0315"/>
    <w:rsid w:val="005B0A32"/>
    <w:rsid w:val="005B0B1C"/>
    <w:rsid w:val="005B0E72"/>
    <w:rsid w:val="005B1770"/>
    <w:rsid w:val="005B1D95"/>
    <w:rsid w:val="005B226A"/>
    <w:rsid w:val="005B26EB"/>
    <w:rsid w:val="005B271B"/>
    <w:rsid w:val="005B27BE"/>
    <w:rsid w:val="005B296C"/>
    <w:rsid w:val="005B2A54"/>
    <w:rsid w:val="005B2E12"/>
    <w:rsid w:val="005B2E20"/>
    <w:rsid w:val="005B3297"/>
    <w:rsid w:val="005B3504"/>
    <w:rsid w:val="005B376B"/>
    <w:rsid w:val="005B397E"/>
    <w:rsid w:val="005B39A8"/>
    <w:rsid w:val="005B3C05"/>
    <w:rsid w:val="005B3C41"/>
    <w:rsid w:val="005B3D06"/>
    <w:rsid w:val="005B415B"/>
    <w:rsid w:val="005B45B7"/>
    <w:rsid w:val="005B4E64"/>
    <w:rsid w:val="005B51F0"/>
    <w:rsid w:val="005B5653"/>
    <w:rsid w:val="005B5D20"/>
    <w:rsid w:val="005B65B0"/>
    <w:rsid w:val="005B670C"/>
    <w:rsid w:val="005B68C3"/>
    <w:rsid w:val="005B6D90"/>
    <w:rsid w:val="005B6EA8"/>
    <w:rsid w:val="005B7084"/>
    <w:rsid w:val="005B787E"/>
    <w:rsid w:val="005B78D6"/>
    <w:rsid w:val="005B799F"/>
    <w:rsid w:val="005B7BFD"/>
    <w:rsid w:val="005B7C68"/>
    <w:rsid w:val="005B7DEB"/>
    <w:rsid w:val="005B7E95"/>
    <w:rsid w:val="005C0056"/>
    <w:rsid w:val="005C0789"/>
    <w:rsid w:val="005C0CC1"/>
    <w:rsid w:val="005C0E7D"/>
    <w:rsid w:val="005C10A1"/>
    <w:rsid w:val="005C11AE"/>
    <w:rsid w:val="005C2251"/>
    <w:rsid w:val="005C244B"/>
    <w:rsid w:val="005C35CE"/>
    <w:rsid w:val="005C39A9"/>
    <w:rsid w:val="005C3F30"/>
    <w:rsid w:val="005C4597"/>
    <w:rsid w:val="005C4616"/>
    <w:rsid w:val="005C4BD7"/>
    <w:rsid w:val="005C4C14"/>
    <w:rsid w:val="005C4CF2"/>
    <w:rsid w:val="005C5287"/>
    <w:rsid w:val="005C5F80"/>
    <w:rsid w:val="005C68F9"/>
    <w:rsid w:val="005C6C24"/>
    <w:rsid w:val="005C71A3"/>
    <w:rsid w:val="005C7722"/>
    <w:rsid w:val="005C775E"/>
    <w:rsid w:val="005C795E"/>
    <w:rsid w:val="005C7F8D"/>
    <w:rsid w:val="005C7FDC"/>
    <w:rsid w:val="005D00EA"/>
    <w:rsid w:val="005D0342"/>
    <w:rsid w:val="005D03F9"/>
    <w:rsid w:val="005D06B2"/>
    <w:rsid w:val="005D08EC"/>
    <w:rsid w:val="005D0A55"/>
    <w:rsid w:val="005D0E05"/>
    <w:rsid w:val="005D0F22"/>
    <w:rsid w:val="005D0FAC"/>
    <w:rsid w:val="005D10B8"/>
    <w:rsid w:val="005D150C"/>
    <w:rsid w:val="005D17D1"/>
    <w:rsid w:val="005D182D"/>
    <w:rsid w:val="005D1836"/>
    <w:rsid w:val="005D190B"/>
    <w:rsid w:val="005D1929"/>
    <w:rsid w:val="005D241A"/>
    <w:rsid w:val="005D308F"/>
    <w:rsid w:val="005D3144"/>
    <w:rsid w:val="005D32D4"/>
    <w:rsid w:val="005D3768"/>
    <w:rsid w:val="005D3975"/>
    <w:rsid w:val="005D4756"/>
    <w:rsid w:val="005D497B"/>
    <w:rsid w:val="005D49B4"/>
    <w:rsid w:val="005D4C7F"/>
    <w:rsid w:val="005D4DF5"/>
    <w:rsid w:val="005D5505"/>
    <w:rsid w:val="005D5D31"/>
    <w:rsid w:val="005D64BE"/>
    <w:rsid w:val="005D653D"/>
    <w:rsid w:val="005D67B1"/>
    <w:rsid w:val="005D6CAD"/>
    <w:rsid w:val="005D7224"/>
    <w:rsid w:val="005D7432"/>
    <w:rsid w:val="005D74AC"/>
    <w:rsid w:val="005D759B"/>
    <w:rsid w:val="005D7650"/>
    <w:rsid w:val="005D7A6A"/>
    <w:rsid w:val="005D7B01"/>
    <w:rsid w:val="005D7B41"/>
    <w:rsid w:val="005D7F08"/>
    <w:rsid w:val="005D7F5D"/>
    <w:rsid w:val="005E001E"/>
    <w:rsid w:val="005E068C"/>
    <w:rsid w:val="005E0750"/>
    <w:rsid w:val="005E099F"/>
    <w:rsid w:val="005E0A6F"/>
    <w:rsid w:val="005E0D2D"/>
    <w:rsid w:val="005E1564"/>
    <w:rsid w:val="005E175B"/>
    <w:rsid w:val="005E2235"/>
    <w:rsid w:val="005E255C"/>
    <w:rsid w:val="005E2982"/>
    <w:rsid w:val="005E2AD5"/>
    <w:rsid w:val="005E2B21"/>
    <w:rsid w:val="005E2E7F"/>
    <w:rsid w:val="005E2F98"/>
    <w:rsid w:val="005E318E"/>
    <w:rsid w:val="005E341B"/>
    <w:rsid w:val="005E34A8"/>
    <w:rsid w:val="005E3735"/>
    <w:rsid w:val="005E3EEA"/>
    <w:rsid w:val="005E47B7"/>
    <w:rsid w:val="005E48CB"/>
    <w:rsid w:val="005E56D1"/>
    <w:rsid w:val="005E5814"/>
    <w:rsid w:val="005E5C08"/>
    <w:rsid w:val="005E5F50"/>
    <w:rsid w:val="005E6043"/>
    <w:rsid w:val="005E6245"/>
    <w:rsid w:val="005E624E"/>
    <w:rsid w:val="005E650A"/>
    <w:rsid w:val="005E6B91"/>
    <w:rsid w:val="005E7AEC"/>
    <w:rsid w:val="005F00E3"/>
    <w:rsid w:val="005F031B"/>
    <w:rsid w:val="005F0579"/>
    <w:rsid w:val="005F06C7"/>
    <w:rsid w:val="005F0CF8"/>
    <w:rsid w:val="005F113E"/>
    <w:rsid w:val="005F1A6D"/>
    <w:rsid w:val="005F252A"/>
    <w:rsid w:val="005F281D"/>
    <w:rsid w:val="005F2CF3"/>
    <w:rsid w:val="005F2FA6"/>
    <w:rsid w:val="005F2FC4"/>
    <w:rsid w:val="005F30DB"/>
    <w:rsid w:val="005F33E8"/>
    <w:rsid w:val="005F3C7B"/>
    <w:rsid w:val="005F4166"/>
    <w:rsid w:val="005F4478"/>
    <w:rsid w:val="005F4505"/>
    <w:rsid w:val="005F4A4B"/>
    <w:rsid w:val="005F4D1D"/>
    <w:rsid w:val="005F5075"/>
    <w:rsid w:val="005F59BB"/>
    <w:rsid w:val="005F5A63"/>
    <w:rsid w:val="005F6513"/>
    <w:rsid w:val="005F722A"/>
    <w:rsid w:val="005F75A8"/>
    <w:rsid w:val="005F7624"/>
    <w:rsid w:val="005F7680"/>
    <w:rsid w:val="005F76C0"/>
    <w:rsid w:val="005F7754"/>
    <w:rsid w:val="005F7920"/>
    <w:rsid w:val="005F7B47"/>
    <w:rsid w:val="005F7CAA"/>
    <w:rsid w:val="005F7E55"/>
    <w:rsid w:val="006000B1"/>
    <w:rsid w:val="006002C9"/>
    <w:rsid w:val="006004F6"/>
    <w:rsid w:val="00600F8D"/>
    <w:rsid w:val="0060106F"/>
    <w:rsid w:val="006012B4"/>
    <w:rsid w:val="00601328"/>
    <w:rsid w:val="0060196B"/>
    <w:rsid w:val="00601A4C"/>
    <w:rsid w:val="00601D4F"/>
    <w:rsid w:val="00602C42"/>
    <w:rsid w:val="00602C83"/>
    <w:rsid w:val="00602CF6"/>
    <w:rsid w:val="0060302E"/>
    <w:rsid w:val="00603498"/>
    <w:rsid w:val="00603913"/>
    <w:rsid w:val="00603A2F"/>
    <w:rsid w:val="00604268"/>
    <w:rsid w:val="0060441D"/>
    <w:rsid w:val="006045F6"/>
    <w:rsid w:val="00604A2F"/>
    <w:rsid w:val="0060501C"/>
    <w:rsid w:val="00605354"/>
    <w:rsid w:val="006058BB"/>
    <w:rsid w:val="00605ADC"/>
    <w:rsid w:val="00605B88"/>
    <w:rsid w:val="00605E30"/>
    <w:rsid w:val="00605E4D"/>
    <w:rsid w:val="0060601A"/>
    <w:rsid w:val="0060609A"/>
    <w:rsid w:val="00606297"/>
    <w:rsid w:val="006062EC"/>
    <w:rsid w:val="006064A3"/>
    <w:rsid w:val="00606C91"/>
    <w:rsid w:val="00607684"/>
    <w:rsid w:val="006078C5"/>
    <w:rsid w:val="00607965"/>
    <w:rsid w:val="00610807"/>
    <w:rsid w:val="00610B73"/>
    <w:rsid w:val="00610F27"/>
    <w:rsid w:val="00610FD6"/>
    <w:rsid w:val="00611749"/>
    <w:rsid w:val="00611756"/>
    <w:rsid w:val="00611C93"/>
    <w:rsid w:val="0061231E"/>
    <w:rsid w:val="0061246D"/>
    <w:rsid w:val="00612515"/>
    <w:rsid w:val="0061291B"/>
    <w:rsid w:val="00612BE0"/>
    <w:rsid w:val="00612E9D"/>
    <w:rsid w:val="006130C1"/>
    <w:rsid w:val="00613662"/>
    <w:rsid w:val="006139FB"/>
    <w:rsid w:val="00613A83"/>
    <w:rsid w:val="00613D7B"/>
    <w:rsid w:val="00613FE2"/>
    <w:rsid w:val="006147E2"/>
    <w:rsid w:val="00614839"/>
    <w:rsid w:val="00614B3D"/>
    <w:rsid w:val="006153A6"/>
    <w:rsid w:val="00615719"/>
    <w:rsid w:val="006158AC"/>
    <w:rsid w:val="0061591B"/>
    <w:rsid w:val="00615DAA"/>
    <w:rsid w:val="00615F3B"/>
    <w:rsid w:val="00616084"/>
    <w:rsid w:val="0061623A"/>
    <w:rsid w:val="0061636B"/>
    <w:rsid w:val="00616646"/>
    <w:rsid w:val="00616A14"/>
    <w:rsid w:val="006172A3"/>
    <w:rsid w:val="00617586"/>
    <w:rsid w:val="00617DEF"/>
    <w:rsid w:val="00617F47"/>
    <w:rsid w:val="006201F0"/>
    <w:rsid w:val="006206CA"/>
    <w:rsid w:val="00620899"/>
    <w:rsid w:val="00620AB6"/>
    <w:rsid w:val="00620C0E"/>
    <w:rsid w:val="00620D2D"/>
    <w:rsid w:val="00621218"/>
    <w:rsid w:val="006215DA"/>
    <w:rsid w:val="00621718"/>
    <w:rsid w:val="00621A0F"/>
    <w:rsid w:val="00621C1E"/>
    <w:rsid w:val="00621E21"/>
    <w:rsid w:val="00621E40"/>
    <w:rsid w:val="00621EE3"/>
    <w:rsid w:val="00621FD7"/>
    <w:rsid w:val="0062208A"/>
    <w:rsid w:val="00622177"/>
    <w:rsid w:val="0062296C"/>
    <w:rsid w:val="00623347"/>
    <w:rsid w:val="0062450A"/>
    <w:rsid w:val="006245B5"/>
    <w:rsid w:val="00624A44"/>
    <w:rsid w:val="00624A4A"/>
    <w:rsid w:val="00624B2E"/>
    <w:rsid w:val="00624BC0"/>
    <w:rsid w:val="00624C3B"/>
    <w:rsid w:val="00624FFC"/>
    <w:rsid w:val="006250AF"/>
    <w:rsid w:val="006250DF"/>
    <w:rsid w:val="00625201"/>
    <w:rsid w:val="00625302"/>
    <w:rsid w:val="00625A0A"/>
    <w:rsid w:val="00625D74"/>
    <w:rsid w:val="00626075"/>
    <w:rsid w:val="00626186"/>
    <w:rsid w:val="006268F9"/>
    <w:rsid w:val="0062723C"/>
    <w:rsid w:val="006276D7"/>
    <w:rsid w:val="006276ED"/>
    <w:rsid w:val="00627A8B"/>
    <w:rsid w:val="00627C2A"/>
    <w:rsid w:val="00627EFF"/>
    <w:rsid w:val="0063026C"/>
    <w:rsid w:val="00630541"/>
    <w:rsid w:val="006306BF"/>
    <w:rsid w:val="006306E8"/>
    <w:rsid w:val="006307B4"/>
    <w:rsid w:val="00630CD4"/>
    <w:rsid w:val="006312E4"/>
    <w:rsid w:val="00631411"/>
    <w:rsid w:val="006315C3"/>
    <w:rsid w:val="006316EA"/>
    <w:rsid w:val="0063178A"/>
    <w:rsid w:val="006318C7"/>
    <w:rsid w:val="00631A74"/>
    <w:rsid w:val="00631B58"/>
    <w:rsid w:val="00631B6D"/>
    <w:rsid w:val="00631F3B"/>
    <w:rsid w:val="00632066"/>
    <w:rsid w:val="00633251"/>
    <w:rsid w:val="00633297"/>
    <w:rsid w:val="006334EA"/>
    <w:rsid w:val="006335BF"/>
    <w:rsid w:val="00633FB4"/>
    <w:rsid w:val="00634395"/>
    <w:rsid w:val="006344FD"/>
    <w:rsid w:val="006345A3"/>
    <w:rsid w:val="006345B6"/>
    <w:rsid w:val="00634A82"/>
    <w:rsid w:val="00634B0F"/>
    <w:rsid w:val="00634BDE"/>
    <w:rsid w:val="0063514A"/>
    <w:rsid w:val="006351AE"/>
    <w:rsid w:val="00635216"/>
    <w:rsid w:val="00635ACA"/>
    <w:rsid w:val="00635D0B"/>
    <w:rsid w:val="00635EF1"/>
    <w:rsid w:val="00636231"/>
    <w:rsid w:val="00636472"/>
    <w:rsid w:val="00636611"/>
    <w:rsid w:val="006367A7"/>
    <w:rsid w:val="0063681D"/>
    <w:rsid w:val="00636A34"/>
    <w:rsid w:val="00636EC3"/>
    <w:rsid w:val="00636F4E"/>
    <w:rsid w:val="006374D2"/>
    <w:rsid w:val="006376F0"/>
    <w:rsid w:val="006379CA"/>
    <w:rsid w:val="00637AE3"/>
    <w:rsid w:val="00637D9E"/>
    <w:rsid w:val="00640065"/>
    <w:rsid w:val="006403FB"/>
    <w:rsid w:val="006404A5"/>
    <w:rsid w:val="00641AAF"/>
    <w:rsid w:val="00641CD1"/>
    <w:rsid w:val="00641FEB"/>
    <w:rsid w:val="00642255"/>
    <w:rsid w:val="00642456"/>
    <w:rsid w:val="00642838"/>
    <w:rsid w:val="00642BCC"/>
    <w:rsid w:val="00642E28"/>
    <w:rsid w:val="00642E83"/>
    <w:rsid w:val="006430A6"/>
    <w:rsid w:val="006430F9"/>
    <w:rsid w:val="00643BF5"/>
    <w:rsid w:val="00643C0F"/>
    <w:rsid w:val="00643CD5"/>
    <w:rsid w:val="00644039"/>
    <w:rsid w:val="00644486"/>
    <w:rsid w:val="00644609"/>
    <w:rsid w:val="006448AC"/>
    <w:rsid w:val="00644A54"/>
    <w:rsid w:val="00644B19"/>
    <w:rsid w:val="00644F73"/>
    <w:rsid w:val="00644FAC"/>
    <w:rsid w:val="006455E5"/>
    <w:rsid w:val="0064567B"/>
    <w:rsid w:val="006456D4"/>
    <w:rsid w:val="00645E83"/>
    <w:rsid w:val="0064632B"/>
    <w:rsid w:val="006465D4"/>
    <w:rsid w:val="00646C7C"/>
    <w:rsid w:val="00646CF6"/>
    <w:rsid w:val="00646F1A"/>
    <w:rsid w:val="00647337"/>
    <w:rsid w:val="006475E8"/>
    <w:rsid w:val="006478CB"/>
    <w:rsid w:val="00647960"/>
    <w:rsid w:val="00647AC7"/>
    <w:rsid w:val="0065017E"/>
    <w:rsid w:val="00650550"/>
    <w:rsid w:val="00650CB5"/>
    <w:rsid w:val="00650D52"/>
    <w:rsid w:val="00650DF2"/>
    <w:rsid w:val="00650FB2"/>
    <w:rsid w:val="0065147C"/>
    <w:rsid w:val="006515D2"/>
    <w:rsid w:val="00651A7C"/>
    <w:rsid w:val="00651CD9"/>
    <w:rsid w:val="00651FA0"/>
    <w:rsid w:val="00651FA6"/>
    <w:rsid w:val="00652486"/>
    <w:rsid w:val="00652ED5"/>
    <w:rsid w:val="00652F66"/>
    <w:rsid w:val="0065335A"/>
    <w:rsid w:val="0065381B"/>
    <w:rsid w:val="00653A5C"/>
    <w:rsid w:val="00653D52"/>
    <w:rsid w:val="00653F50"/>
    <w:rsid w:val="00654C6E"/>
    <w:rsid w:val="00654CED"/>
    <w:rsid w:val="00654DE9"/>
    <w:rsid w:val="006550A4"/>
    <w:rsid w:val="0065521C"/>
    <w:rsid w:val="00655247"/>
    <w:rsid w:val="00655447"/>
    <w:rsid w:val="00655796"/>
    <w:rsid w:val="00655A8A"/>
    <w:rsid w:val="00655B20"/>
    <w:rsid w:val="00655B41"/>
    <w:rsid w:val="00655BE6"/>
    <w:rsid w:val="00656106"/>
    <w:rsid w:val="006561A7"/>
    <w:rsid w:val="00656383"/>
    <w:rsid w:val="006566BD"/>
    <w:rsid w:val="0065696A"/>
    <w:rsid w:val="00656A1B"/>
    <w:rsid w:val="00656A77"/>
    <w:rsid w:val="00656E9F"/>
    <w:rsid w:val="00656EE9"/>
    <w:rsid w:val="006578A7"/>
    <w:rsid w:val="00657AAE"/>
    <w:rsid w:val="00657D6D"/>
    <w:rsid w:val="00657FEB"/>
    <w:rsid w:val="00660463"/>
    <w:rsid w:val="006607DF"/>
    <w:rsid w:val="0066086F"/>
    <w:rsid w:val="00660BCD"/>
    <w:rsid w:val="00661130"/>
    <w:rsid w:val="006611DF"/>
    <w:rsid w:val="006615F8"/>
    <w:rsid w:val="006615F9"/>
    <w:rsid w:val="00661AA0"/>
    <w:rsid w:val="006626A8"/>
    <w:rsid w:val="0066282E"/>
    <w:rsid w:val="00662A17"/>
    <w:rsid w:val="00662A70"/>
    <w:rsid w:val="00662B4C"/>
    <w:rsid w:val="00662FB8"/>
    <w:rsid w:val="006630ED"/>
    <w:rsid w:val="00663179"/>
    <w:rsid w:val="0066353D"/>
    <w:rsid w:val="00663561"/>
    <w:rsid w:val="006638DC"/>
    <w:rsid w:val="0066403B"/>
    <w:rsid w:val="006640F8"/>
    <w:rsid w:val="006641D8"/>
    <w:rsid w:val="00664B08"/>
    <w:rsid w:val="00664D4A"/>
    <w:rsid w:val="00665062"/>
    <w:rsid w:val="006657A3"/>
    <w:rsid w:val="00665A83"/>
    <w:rsid w:val="00665AD5"/>
    <w:rsid w:val="00665BBA"/>
    <w:rsid w:val="00665E9C"/>
    <w:rsid w:val="006662FF"/>
    <w:rsid w:val="00666724"/>
    <w:rsid w:val="00666DF1"/>
    <w:rsid w:val="006671C6"/>
    <w:rsid w:val="0066723B"/>
    <w:rsid w:val="00667ACD"/>
    <w:rsid w:val="00667C7F"/>
    <w:rsid w:val="00667D8A"/>
    <w:rsid w:val="00667EB1"/>
    <w:rsid w:val="00670033"/>
    <w:rsid w:val="006700AA"/>
    <w:rsid w:val="00670164"/>
    <w:rsid w:val="00670471"/>
    <w:rsid w:val="0067069D"/>
    <w:rsid w:val="0067094D"/>
    <w:rsid w:val="006709F1"/>
    <w:rsid w:val="00670CAD"/>
    <w:rsid w:val="00670CAF"/>
    <w:rsid w:val="00670D30"/>
    <w:rsid w:val="00670F5E"/>
    <w:rsid w:val="006715EA"/>
    <w:rsid w:val="0067181A"/>
    <w:rsid w:val="006721B6"/>
    <w:rsid w:val="0067229E"/>
    <w:rsid w:val="00672349"/>
    <w:rsid w:val="0067275D"/>
    <w:rsid w:val="006727A2"/>
    <w:rsid w:val="00672847"/>
    <w:rsid w:val="00672910"/>
    <w:rsid w:val="006729A5"/>
    <w:rsid w:val="00672F71"/>
    <w:rsid w:val="00673258"/>
    <w:rsid w:val="00673361"/>
    <w:rsid w:val="00673793"/>
    <w:rsid w:val="006737C1"/>
    <w:rsid w:val="00673A09"/>
    <w:rsid w:val="00673C61"/>
    <w:rsid w:val="00673CA0"/>
    <w:rsid w:val="00673DEB"/>
    <w:rsid w:val="00673E06"/>
    <w:rsid w:val="0067435E"/>
    <w:rsid w:val="00674374"/>
    <w:rsid w:val="006749BA"/>
    <w:rsid w:val="006749CA"/>
    <w:rsid w:val="00674EEB"/>
    <w:rsid w:val="00675183"/>
    <w:rsid w:val="00675270"/>
    <w:rsid w:val="00675669"/>
    <w:rsid w:val="00675739"/>
    <w:rsid w:val="006758B9"/>
    <w:rsid w:val="006759D4"/>
    <w:rsid w:val="00675B92"/>
    <w:rsid w:val="00675BCA"/>
    <w:rsid w:val="00675CDB"/>
    <w:rsid w:val="00676313"/>
    <w:rsid w:val="00676343"/>
    <w:rsid w:val="0067641C"/>
    <w:rsid w:val="0067679C"/>
    <w:rsid w:val="00676A24"/>
    <w:rsid w:val="00676A6C"/>
    <w:rsid w:val="00676AB3"/>
    <w:rsid w:val="00676E1B"/>
    <w:rsid w:val="00676EE5"/>
    <w:rsid w:val="0067710D"/>
    <w:rsid w:val="006772F8"/>
    <w:rsid w:val="00677369"/>
    <w:rsid w:val="0067758B"/>
    <w:rsid w:val="00677851"/>
    <w:rsid w:val="00677E69"/>
    <w:rsid w:val="006803A7"/>
    <w:rsid w:val="00680D7A"/>
    <w:rsid w:val="0068141A"/>
    <w:rsid w:val="00681443"/>
    <w:rsid w:val="0068149A"/>
    <w:rsid w:val="006819B5"/>
    <w:rsid w:val="00681A7A"/>
    <w:rsid w:val="00681F1F"/>
    <w:rsid w:val="00682062"/>
    <w:rsid w:val="0068219C"/>
    <w:rsid w:val="006824A7"/>
    <w:rsid w:val="0068306B"/>
    <w:rsid w:val="006830DE"/>
    <w:rsid w:val="00683386"/>
    <w:rsid w:val="006837B9"/>
    <w:rsid w:val="006837C4"/>
    <w:rsid w:val="00683889"/>
    <w:rsid w:val="00683ECA"/>
    <w:rsid w:val="00684516"/>
    <w:rsid w:val="00684C18"/>
    <w:rsid w:val="00685028"/>
    <w:rsid w:val="00685FFB"/>
    <w:rsid w:val="006867C8"/>
    <w:rsid w:val="006869FA"/>
    <w:rsid w:val="00686D4D"/>
    <w:rsid w:val="00686D88"/>
    <w:rsid w:val="00686D9E"/>
    <w:rsid w:val="00686E5C"/>
    <w:rsid w:val="0068715C"/>
    <w:rsid w:val="006876CF"/>
    <w:rsid w:val="00687A77"/>
    <w:rsid w:val="00687D5C"/>
    <w:rsid w:val="00687F1D"/>
    <w:rsid w:val="00687F38"/>
    <w:rsid w:val="00687F9C"/>
    <w:rsid w:val="00690263"/>
    <w:rsid w:val="00690BD5"/>
    <w:rsid w:val="006910E7"/>
    <w:rsid w:val="006919BF"/>
    <w:rsid w:val="006919EE"/>
    <w:rsid w:val="00691B8F"/>
    <w:rsid w:val="0069241F"/>
    <w:rsid w:val="006926DE"/>
    <w:rsid w:val="006927AE"/>
    <w:rsid w:val="00692A76"/>
    <w:rsid w:val="00692C97"/>
    <w:rsid w:val="00692D87"/>
    <w:rsid w:val="00693045"/>
    <w:rsid w:val="00693153"/>
    <w:rsid w:val="0069350B"/>
    <w:rsid w:val="00694371"/>
    <w:rsid w:val="0069485F"/>
    <w:rsid w:val="00694B45"/>
    <w:rsid w:val="00694C04"/>
    <w:rsid w:val="00694C49"/>
    <w:rsid w:val="00694D26"/>
    <w:rsid w:val="00695174"/>
    <w:rsid w:val="006952A5"/>
    <w:rsid w:val="006958E2"/>
    <w:rsid w:val="00695BEF"/>
    <w:rsid w:val="00695CB3"/>
    <w:rsid w:val="00696165"/>
    <w:rsid w:val="006963DA"/>
    <w:rsid w:val="00696A00"/>
    <w:rsid w:val="00696A95"/>
    <w:rsid w:val="00696D97"/>
    <w:rsid w:val="006975E4"/>
    <w:rsid w:val="00697918"/>
    <w:rsid w:val="00697D92"/>
    <w:rsid w:val="006A013B"/>
    <w:rsid w:val="006A027F"/>
    <w:rsid w:val="006A03CF"/>
    <w:rsid w:val="006A0A43"/>
    <w:rsid w:val="006A0EF5"/>
    <w:rsid w:val="006A0F09"/>
    <w:rsid w:val="006A1106"/>
    <w:rsid w:val="006A137F"/>
    <w:rsid w:val="006A18EC"/>
    <w:rsid w:val="006A243D"/>
    <w:rsid w:val="006A276D"/>
    <w:rsid w:val="006A288C"/>
    <w:rsid w:val="006A310F"/>
    <w:rsid w:val="006A34C1"/>
    <w:rsid w:val="006A407B"/>
    <w:rsid w:val="006A4229"/>
    <w:rsid w:val="006A480A"/>
    <w:rsid w:val="006A4BA6"/>
    <w:rsid w:val="006A4C2C"/>
    <w:rsid w:val="006A4C91"/>
    <w:rsid w:val="006A5408"/>
    <w:rsid w:val="006A543B"/>
    <w:rsid w:val="006A576B"/>
    <w:rsid w:val="006A605A"/>
    <w:rsid w:val="006A62FF"/>
    <w:rsid w:val="006A64E9"/>
    <w:rsid w:val="006A67D7"/>
    <w:rsid w:val="006A6A0E"/>
    <w:rsid w:val="006A6EBB"/>
    <w:rsid w:val="006A6FDF"/>
    <w:rsid w:val="006A714B"/>
    <w:rsid w:val="006A7A09"/>
    <w:rsid w:val="006B0595"/>
    <w:rsid w:val="006B0685"/>
    <w:rsid w:val="006B0BB5"/>
    <w:rsid w:val="006B1179"/>
    <w:rsid w:val="006B1A41"/>
    <w:rsid w:val="006B1C93"/>
    <w:rsid w:val="006B1D84"/>
    <w:rsid w:val="006B1E4B"/>
    <w:rsid w:val="006B2159"/>
    <w:rsid w:val="006B23F6"/>
    <w:rsid w:val="006B2631"/>
    <w:rsid w:val="006B2EAD"/>
    <w:rsid w:val="006B391C"/>
    <w:rsid w:val="006B395A"/>
    <w:rsid w:val="006B3A06"/>
    <w:rsid w:val="006B3B11"/>
    <w:rsid w:val="006B3BD5"/>
    <w:rsid w:val="006B3CA2"/>
    <w:rsid w:val="006B3E01"/>
    <w:rsid w:val="006B40F5"/>
    <w:rsid w:val="006B47FC"/>
    <w:rsid w:val="006B4832"/>
    <w:rsid w:val="006B4B11"/>
    <w:rsid w:val="006B4CDB"/>
    <w:rsid w:val="006B50E8"/>
    <w:rsid w:val="006B5439"/>
    <w:rsid w:val="006B5648"/>
    <w:rsid w:val="006B5866"/>
    <w:rsid w:val="006B5A3D"/>
    <w:rsid w:val="006B5B91"/>
    <w:rsid w:val="006B6024"/>
    <w:rsid w:val="006B60B8"/>
    <w:rsid w:val="006B67F8"/>
    <w:rsid w:val="006B6855"/>
    <w:rsid w:val="006B6A1B"/>
    <w:rsid w:val="006B6BFD"/>
    <w:rsid w:val="006B71AF"/>
    <w:rsid w:val="006B7DF5"/>
    <w:rsid w:val="006B7E8E"/>
    <w:rsid w:val="006C0070"/>
    <w:rsid w:val="006C0688"/>
    <w:rsid w:val="006C0705"/>
    <w:rsid w:val="006C13A9"/>
    <w:rsid w:val="006C165A"/>
    <w:rsid w:val="006C1866"/>
    <w:rsid w:val="006C1D4B"/>
    <w:rsid w:val="006C21CA"/>
    <w:rsid w:val="006C288E"/>
    <w:rsid w:val="006C2E54"/>
    <w:rsid w:val="006C3246"/>
    <w:rsid w:val="006C34DA"/>
    <w:rsid w:val="006C384C"/>
    <w:rsid w:val="006C3855"/>
    <w:rsid w:val="006C3B2C"/>
    <w:rsid w:val="006C4085"/>
    <w:rsid w:val="006C41B6"/>
    <w:rsid w:val="006C4283"/>
    <w:rsid w:val="006C47A8"/>
    <w:rsid w:val="006C499D"/>
    <w:rsid w:val="006C4C5B"/>
    <w:rsid w:val="006C4CBF"/>
    <w:rsid w:val="006C4D5D"/>
    <w:rsid w:val="006C4E13"/>
    <w:rsid w:val="006C5114"/>
    <w:rsid w:val="006C517D"/>
    <w:rsid w:val="006C52B4"/>
    <w:rsid w:val="006C5401"/>
    <w:rsid w:val="006C597E"/>
    <w:rsid w:val="006C59D7"/>
    <w:rsid w:val="006C5A52"/>
    <w:rsid w:val="006C5DBE"/>
    <w:rsid w:val="006C6090"/>
    <w:rsid w:val="006C64F1"/>
    <w:rsid w:val="006C698C"/>
    <w:rsid w:val="006C6AC7"/>
    <w:rsid w:val="006C6B56"/>
    <w:rsid w:val="006C6D6E"/>
    <w:rsid w:val="006C6DE8"/>
    <w:rsid w:val="006C7058"/>
    <w:rsid w:val="006C7470"/>
    <w:rsid w:val="006C752C"/>
    <w:rsid w:val="006C75A3"/>
    <w:rsid w:val="006C7625"/>
    <w:rsid w:val="006C76A8"/>
    <w:rsid w:val="006C7B1F"/>
    <w:rsid w:val="006C7BEA"/>
    <w:rsid w:val="006D00A7"/>
    <w:rsid w:val="006D0306"/>
    <w:rsid w:val="006D079C"/>
    <w:rsid w:val="006D0B84"/>
    <w:rsid w:val="006D0C13"/>
    <w:rsid w:val="006D0F86"/>
    <w:rsid w:val="006D1A2C"/>
    <w:rsid w:val="006D1DC3"/>
    <w:rsid w:val="006D2291"/>
    <w:rsid w:val="006D2408"/>
    <w:rsid w:val="006D2598"/>
    <w:rsid w:val="006D263C"/>
    <w:rsid w:val="006D265B"/>
    <w:rsid w:val="006D2910"/>
    <w:rsid w:val="006D2C0D"/>
    <w:rsid w:val="006D3AC5"/>
    <w:rsid w:val="006D3F00"/>
    <w:rsid w:val="006D43C0"/>
    <w:rsid w:val="006D446A"/>
    <w:rsid w:val="006D4480"/>
    <w:rsid w:val="006D44A2"/>
    <w:rsid w:val="006D4662"/>
    <w:rsid w:val="006D4808"/>
    <w:rsid w:val="006D4C32"/>
    <w:rsid w:val="006D4DA7"/>
    <w:rsid w:val="006D4E7D"/>
    <w:rsid w:val="006D4EA7"/>
    <w:rsid w:val="006D4F91"/>
    <w:rsid w:val="006D52EA"/>
    <w:rsid w:val="006D56C6"/>
    <w:rsid w:val="006D57BC"/>
    <w:rsid w:val="006D5F71"/>
    <w:rsid w:val="006D6544"/>
    <w:rsid w:val="006D6AB2"/>
    <w:rsid w:val="006D6BAE"/>
    <w:rsid w:val="006D6DA3"/>
    <w:rsid w:val="006D7092"/>
    <w:rsid w:val="006D70E6"/>
    <w:rsid w:val="006E0032"/>
    <w:rsid w:val="006E00C3"/>
    <w:rsid w:val="006E0174"/>
    <w:rsid w:val="006E024E"/>
    <w:rsid w:val="006E027F"/>
    <w:rsid w:val="006E0D1A"/>
    <w:rsid w:val="006E0F76"/>
    <w:rsid w:val="006E0F87"/>
    <w:rsid w:val="006E141C"/>
    <w:rsid w:val="006E176B"/>
    <w:rsid w:val="006E178E"/>
    <w:rsid w:val="006E19A7"/>
    <w:rsid w:val="006E1B81"/>
    <w:rsid w:val="006E1C31"/>
    <w:rsid w:val="006E1D73"/>
    <w:rsid w:val="006E24B5"/>
    <w:rsid w:val="006E26D3"/>
    <w:rsid w:val="006E2837"/>
    <w:rsid w:val="006E28F9"/>
    <w:rsid w:val="006E2988"/>
    <w:rsid w:val="006E2C12"/>
    <w:rsid w:val="006E2C51"/>
    <w:rsid w:val="006E3163"/>
    <w:rsid w:val="006E369D"/>
    <w:rsid w:val="006E3826"/>
    <w:rsid w:val="006E3BFF"/>
    <w:rsid w:val="006E3C3A"/>
    <w:rsid w:val="006E3C3F"/>
    <w:rsid w:val="006E3FD2"/>
    <w:rsid w:val="006E4739"/>
    <w:rsid w:val="006E4C67"/>
    <w:rsid w:val="006E4FF1"/>
    <w:rsid w:val="006E551D"/>
    <w:rsid w:val="006E5FBC"/>
    <w:rsid w:val="006E6256"/>
    <w:rsid w:val="006E69DE"/>
    <w:rsid w:val="006E6B16"/>
    <w:rsid w:val="006E6C11"/>
    <w:rsid w:val="006E707A"/>
    <w:rsid w:val="006E712C"/>
    <w:rsid w:val="006E72F7"/>
    <w:rsid w:val="006E752C"/>
    <w:rsid w:val="006E78B9"/>
    <w:rsid w:val="006E79C1"/>
    <w:rsid w:val="006E79C8"/>
    <w:rsid w:val="006E7CE5"/>
    <w:rsid w:val="006F0287"/>
    <w:rsid w:val="006F03D3"/>
    <w:rsid w:val="006F0770"/>
    <w:rsid w:val="006F07F2"/>
    <w:rsid w:val="006F101D"/>
    <w:rsid w:val="006F16C9"/>
    <w:rsid w:val="006F18A8"/>
    <w:rsid w:val="006F1A5F"/>
    <w:rsid w:val="006F1C84"/>
    <w:rsid w:val="006F1ED6"/>
    <w:rsid w:val="006F234A"/>
    <w:rsid w:val="006F24A4"/>
    <w:rsid w:val="006F2BA4"/>
    <w:rsid w:val="006F2C37"/>
    <w:rsid w:val="006F2CD3"/>
    <w:rsid w:val="006F2D31"/>
    <w:rsid w:val="006F2E2B"/>
    <w:rsid w:val="006F2E34"/>
    <w:rsid w:val="006F2F09"/>
    <w:rsid w:val="006F2FD7"/>
    <w:rsid w:val="006F31A1"/>
    <w:rsid w:val="006F3269"/>
    <w:rsid w:val="006F39C8"/>
    <w:rsid w:val="006F3CCA"/>
    <w:rsid w:val="006F4086"/>
    <w:rsid w:val="006F416A"/>
    <w:rsid w:val="006F41B0"/>
    <w:rsid w:val="006F4777"/>
    <w:rsid w:val="006F47B5"/>
    <w:rsid w:val="006F4D35"/>
    <w:rsid w:val="006F52EA"/>
    <w:rsid w:val="006F534C"/>
    <w:rsid w:val="006F56AE"/>
    <w:rsid w:val="006F5A90"/>
    <w:rsid w:val="006F5C8F"/>
    <w:rsid w:val="006F5D42"/>
    <w:rsid w:val="006F627D"/>
    <w:rsid w:val="006F6357"/>
    <w:rsid w:val="006F6681"/>
    <w:rsid w:val="006F6A26"/>
    <w:rsid w:val="006F6F48"/>
    <w:rsid w:val="006F7050"/>
    <w:rsid w:val="006F7340"/>
    <w:rsid w:val="006F746B"/>
    <w:rsid w:val="006F77D6"/>
    <w:rsid w:val="006F7812"/>
    <w:rsid w:val="006F7B6F"/>
    <w:rsid w:val="007003F0"/>
    <w:rsid w:val="007009B2"/>
    <w:rsid w:val="00700ADC"/>
    <w:rsid w:val="00700B22"/>
    <w:rsid w:val="00700EBB"/>
    <w:rsid w:val="00700F5F"/>
    <w:rsid w:val="00700FF5"/>
    <w:rsid w:val="00701383"/>
    <w:rsid w:val="007014BF"/>
    <w:rsid w:val="00701831"/>
    <w:rsid w:val="007019CB"/>
    <w:rsid w:val="00701BAB"/>
    <w:rsid w:val="00701DAC"/>
    <w:rsid w:val="00701E90"/>
    <w:rsid w:val="00701F6F"/>
    <w:rsid w:val="0070348C"/>
    <w:rsid w:val="007034D3"/>
    <w:rsid w:val="00703751"/>
    <w:rsid w:val="0070423A"/>
    <w:rsid w:val="007044F2"/>
    <w:rsid w:val="00704C65"/>
    <w:rsid w:val="00704C77"/>
    <w:rsid w:val="00705367"/>
    <w:rsid w:val="007057C7"/>
    <w:rsid w:val="00705857"/>
    <w:rsid w:val="007058FD"/>
    <w:rsid w:val="00705B64"/>
    <w:rsid w:val="00705C64"/>
    <w:rsid w:val="00705EC4"/>
    <w:rsid w:val="00706140"/>
    <w:rsid w:val="007062B5"/>
    <w:rsid w:val="00706B22"/>
    <w:rsid w:val="007073DD"/>
    <w:rsid w:val="00707582"/>
    <w:rsid w:val="0070772A"/>
    <w:rsid w:val="00707B72"/>
    <w:rsid w:val="007105BF"/>
    <w:rsid w:val="007105E5"/>
    <w:rsid w:val="00710EDD"/>
    <w:rsid w:val="0071136B"/>
    <w:rsid w:val="007114EA"/>
    <w:rsid w:val="00711CDC"/>
    <w:rsid w:val="00711D47"/>
    <w:rsid w:val="007124B5"/>
    <w:rsid w:val="00712C91"/>
    <w:rsid w:val="00712E66"/>
    <w:rsid w:val="00713211"/>
    <w:rsid w:val="00713484"/>
    <w:rsid w:val="00713791"/>
    <w:rsid w:val="00713ADF"/>
    <w:rsid w:val="00713DEE"/>
    <w:rsid w:val="0071421E"/>
    <w:rsid w:val="00714CA6"/>
    <w:rsid w:val="007150C0"/>
    <w:rsid w:val="007152A7"/>
    <w:rsid w:val="0071575C"/>
    <w:rsid w:val="00715824"/>
    <w:rsid w:val="00715D7F"/>
    <w:rsid w:val="00716322"/>
    <w:rsid w:val="007165D7"/>
    <w:rsid w:val="007166FC"/>
    <w:rsid w:val="00716ED6"/>
    <w:rsid w:val="00716F7B"/>
    <w:rsid w:val="00717185"/>
    <w:rsid w:val="00717A4F"/>
    <w:rsid w:val="00717D2A"/>
    <w:rsid w:val="00717EB6"/>
    <w:rsid w:val="00720248"/>
    <w:rsid w:val="00720433"/>
    <w:rsid w:val="007208E6"/>
    <w:rsid w:val="00720B6E"/>
    <w:rsid w:val="00720F70"/>
    <w:rsid w:val="00720FD2"/>
    <w:rsid w:val="00721166"/>
    <w:rsid w:val="00722072"/>
    <w:rsid w:val="007221EF"/>
    <w:rsid w:val="0072234D"/>
    <w:rsid w:val="00722369"/>
    <w:rsid w:val="00722827"/>
    <w:rsid w:val="00722AB8"/>
    <w:rsid w:val="00722EA8"/>
    <w:rsid w:val="0072305C"/>
    <w:rsid w:val="007231BB"/>
    <w:rsid w:val="00723203"/>
    <w:rsid w:val="0072389A"/>
    <w:rsid w:val="007239F2"/>
    <w:rsid w:val="00723A8B"/>
    <w:rsid w:val="00723DDD"/>
    <w:rsid w:val="00724087"/>
    <w:rsid w:val="00724190"/>
    <w:rsid w:val="0072451D"/>
    <w:rsid w:val="0072479B"/>
    <w:rsid w:val="007247F6"/>
    <w:rsid w:val="00724D58"/>
    <w:rsid w:val="00724D95"/>
    <w:rsid w:val="00724F65"/>
    <w:rsid w:val="00725B35"/>
    <w:rsid w:val="0072613F"/>
    <w:rsid w:val="00726222"/>
    <w:rsid w:val="00727055"/>
    <w:rsid w:val="00727667"/>
    <w:rsid w:val="00727CA0"/>
    <w:rsid w:val="00730611"/>
    <w:rsid w:val="007310AA"/>
    <w:rsid w:val="00731201"/>
    <w:rsid w:val="00731843"/>
    <w:rsid w:val="00731BA8"/>
    <w:rsid w:val="00731C4D"/>
    <w:rsid w:val="00731C8B"/>
    <w:rsid w:val="00732445"/>
    <w:rsid w:val="0073269A"/>
    <w:rsid w:val="00732821"/>
    <w:rsid w:val="00732987"/>
    <w:rsid w:val="00732B0C"/>
    <w:rsid w:val="00733325"/>
    <w:rsid w:val="007333FD"/>
    <w:rsid w:val="00733497"/>
    <w:rsid w:val="0073352A"/>
    <w:rsid w:val="00733889"/>
    <w:rsid w:val="00733A37"/>
    <w:rsid w:val="00733D8B"/>
    <w:rsid w:val="00733D98"/>
    <w:rsid w:val="007340FA"/>
    <w:rsid w:val="00734177"/>
    <w:rsid w:val="00734286"/>
    <w:rsid w:val="00734426"/>
    <w:rsid w:val="00734468"/>
    <w:rsid w:val="00734724"/>
    <w:rsid w:val="00734B97"/>
    <w:rsid w:val="007350E2"/>
    <w:rsid w:val="007352A5"/>
    <w:rsid w:val="00735933"/>
    <w:rsid w:val="007359F6"/>
    <w:rsid w:val="00735BCD"/>
    <w:rsid w:val="00735CEC"/>
    <w:rsid w:val="0073600F"/>
    <w:rsid w:val="007364AB"/>
    <w:rsid w:val="00736724"/>
    <w:rsid w:val="00736792"/>
    <w:rsid w:val="00736A55"/>
    <w:rsid w:val="00736DA0"/>
    <w:rsid w:val="00736FCA"/>
    <w:rsid w:val="00736FE7"/>
    <w:rsid w:val="007374CC"/>
    <w:rsid w:val="00737B40"/>
    <w:rsid w:val="00737C23"/>
    <w:rsid w:val="00737F8A"/>
    <w:rsid w:val="00740015"/>
    <w:rsid w:val="00740245"/>
    <w:rsid w:val="00740699"/>
    <w:rsid w:val="00740BB0"/>
    <w:rsid w:val="00740D98"/>
    <w:rsid w:val="00740D9A"/>
    <w:rsid w:val="00740E5C"/>
    <w:rsid w:val="00740FB7"/>
    <w:rsid w:val="007410F8"/>
    <w:rsid w:val="00741D39"/>
    <w:rsid w:val="00742116"/>
    <w:rsid w:val="007421F4"/>
    <w:rsid w:val="00742214"/>
    <w:rsid w:val="007422EE"/>
    <w:rsid w:val="00742C13"/>
    <w:rsid w:val="00742E30"/>
    <w:rsid w:val="00742FE1"/>
    <w:rsid w:val="0074300D"/>
    <w:rsid w:val="00743119"/>
    <w:rsid w:val="00743139"/>
    <w:rsid w:val="007431A4"/>
    <w:rsid w:val="0074329B"/>
    <w:rsid w:val="00743631"/>
    <w:rsid w:val="00743EC4"/>
    <w:rsid w:val="00743F40"/>
    <w:rsid w:val="00744441"/>
    <w:rsid w:val="0074489C"/>
    <w:rsid w:val="00744E90"/>
    <w:rsid w:val="00744FC3"/>
    <w:rsid w:val="00745122"/>
    <w:rsid w:val="00745636"/>
    <w:rsid w:val="00745C62"/>
    <w:rsid w:val="00745F11"/>
    <w:rsid w:val="00745F72"/>
    <w:rsid w:val="00746387"/>
    <w:rsid w:val="00746564"/>
    <w:rsid w:val="007465E5"/>
    <w:rsid w:val="00746791"/>
    <w:rsid w:val="00746881"/>
    <w:rsid w:val="00746B9E"/>
    <w:rsid w:val="00746BAD"/>
    <w:rsid w:val="00746E6E"/>
    <w:rsid w:val="007470F6"/>
    <w:rsid w:val="00747242"/>
    <w:rsid w:val="00747A20"/>
    <w:rsid w:val="00747D0F"/>
    <w:rsid w:val="00750082"/>
    <w:rsid w:val="0075008F"/>
    <w:rsid w:val="00750151"/>
    <w:rsid w:val="00750ADB"/>
    <w:rsid w:val="00750B59"/>
    <w:rsid w:val="00750BF2"/>
    <w:rsid w:val="00750BF5"/>
    <w:rsid w:val="00750D4B"/>
    <w:rsid w:val="00750D52"/>
    <w:rsid w:val="00750E9F"/>
    <w:rsid w:val="00751624"/>
    <w:rsid w:val="007516A1"/>
    <w:rsid w:val="00751AE1"/>
    <w:rsid w:val="00751E0B"/>
    <w:rsid w:val="00751FC2"/>
    <w:rsid w:val="00752283"/>
    <w:rsid w:val="007523E5"/>
    <w:rsid w:val="00752A93"/>
    <w:rsid w:val="00752E48"/>
    <w:rsid w:val="0075320E"/>
    <w:rsid w:val="0075324E"/>
    <w:rsid w:val="007532AC"/>
    <w:rsid w:val="007532C5"/>
    <w:rsid w:val="00753C07"/>
    <w:rsid w:val="00753E36"/>
    <w:rsid w:val="00754149"/>
    <w:rsid w:val="00754726"/>
    <w:rsid w:val="0075473F"/>
    <w:rsid w:val="0075479A"/>
    <w:rsid w:val="007547DC"/>
    <w:rsid w:val="00754F94"/>
    <w:rsid w:val="00755245"/>
    <w:rsid w:val="00755751"/>
    <w:rsid w:val="0075576C"/>
    <w:rsid w:val="007557D3"/>
    <w:rsid w:val="007558CA"/>
    <w:rsid w:val="007560ED"/>
    <w:rsid w:val="0075661B"/>
    <w:rsid w:val="00756EB0"/>
    <w:rsid w:val="007572A3"/>
    <w:rsid w:val="00757E58"/>
    <w:rsid w:val="00760000"/>
    <w:rsid w:val="0076036C"/>
    <w:rsid w:val="00760669"/>
    <w:rsid w:val="007609C3"/>
    <w:rsid w:val="0076130B"/>
    <w:rsid w:val="007614C8"/>
    <w:rsid w:val="00761A1D"/>
    <w:rsid w:val="00761BAA"/>
    <w:rsid w:val="00761E6F"/>
    <w:rsid w:val="00762204"/>
    <w:rsid w:val="007622E4"/>
    <w:rsid w:val="0076247C"/>
    <w:rsid w:val="007625FA"/>
    <w:rsid w:val="00762BB0"/>
    <w:rsid w:val="00762C09"/>
    <w:rsid w:val="0076349A"/>
    <w:rsid w:val="0076369A"/>
    <w:rsid w:val="00763DAD"/>
    <w:rsid w:val="00763F42"/>
    <w:rsid w:val="0076412C"/>
    <w:rsid w:val="00764458"/>
    <w:rsid w:val="007645CA"/>
    <w:rsid w:val="00764AA5"/>
    <w:rsid w:val="00764B87"/>
    <w:rsid w:val="00764D27"/>
    <w:rsid w:val="00764FB7"/>
    <w:rsid w:val="0076545A"/>
    <w:rsid w:val="0076560D"/>
    <w:rsid w:val="00765617"/>
    <w:rsid w:val="00765C84"/>
    <w:rsid w:val="00765ED2"/>
    <w:rsid w:val="00766107"/>
    <w:rsid w:val="007664C7"/>
    <w:rsid w:val="00766901"/>
    <w:rsid w:val="00766C82"/>
    <w:rsid w:val="00767057"/>
    <w:rsid w:val="00767416"/>
    <w:rsid w:val="007676C5"/>
    <w:rsid w:val="0076781F"/>
    <w:rsid w:val="0077032B"/>
    <w:rsid w:val="007711ED"/>
    <w:rsid w:val="00771425"/>
    <w:rsid w:val="00771761"/>
    <w:rsid w:val="00771824"/>
    <w:rsid w:val="00771899"/>
    <w:rsid w:val="00771D30"/>
    <w:rsid w:val="0077250B"/>
    <w:rsid w:val="007729C1"/>
    <w:rsid w:val="0077325D"/>
    <w:rsid w:val="00773949"/>
    <w:rsid w:val="00773AEB"/>
    <w:rsid w:val="00773B95"/>
    <w:rsid w:val="00773BFA"/>
    <w:rsid w:val="00774190"/>
    <w:rsid w:val="0077428A"/>
    <w:rsid w:val="00774731"/>
    <w:rsid w:val="007749BF"/>
    <w:rsid w:val="00774B37"/>
    <w:rsid w:val="00774D9C"/>
    <w:rsid w:val="00774F08"/>
    <w:rsid w:val="00775573"/>
    <w:rsid w:val="0077569B"/>
    <w:rsid w:val="00775B2E"/>
    <w:rsid w:val="00775C78"/>
    <w:rsid w:val="00775C80"/>
    <w:rsid w:val="00775CDF"/>
    <w:rsid w:val="0077634F"/>
    <w:rsid w:val="00776CDC"/>
    <w:rsid w:val="00776E68"/>
    <w:rsid w:val="00776EE5"/>
    <w:rsid w:val="0077708C"/>
    <w:rsid w:val="0077718C"/>
    <w:rsid w:val="0077797D"/>
    <w:rsid w:val="00777B4A"/>
    <w:rsid w:val="00777E13"/>
    <w:rsid w:val="00780464"/>
    <w:rsid w:val="0078053F"/>
    <w:rsid w:val="00780562"/>
    <w:rsid w:val="00780751"/>
    <w:rsid w:val="00780A7D"/>
    <w:rsid w:val="00780F9F"/>
    <w:rsid w:val="00780FDA"/>
    <w:rsid w:val="0078133D"/>
    <w:rsid w:val="007813C1"/>
    <w:rsid w:val="00781726"/>
    <w:rsid w:val="007818B9"/>
    <w:rsid w:val="007818EE"/>
    <w:rsid w:val="00781BBF"/>
    <w:rsid w:val="00781D9A"/>
    <w:rsid w:val="0078209D"/>
    <w:rsid w:val="0078244E"/>
    <w:rsid w:val="007826E4"/>
    <w:rsid w:val="00782AE7"/>
    <w:rsid w:val="00782F39"/>
    <w:rsid w:val="007832A3"/>
    <w:rsid w:val="00783D86"/>
    <w:rsid w:val="00783E41"/>
    <w:rsid w:val="0078439A"/>
    <w:rsid w:val="0078455E"/>
    <w:rsid w:val="007845ED"/>
    <w:rsid w:val="00784618"/>
    <w:rsid w:val="00784694"/>
    <w:rsid w:val="0078470A"/>
    <w:rsid w:val="0078484F"/>
    <w:rsid w:val="007848AA"/>
    <w:rsid w:val="00784957"/>
    <w:rsid w:val="007851D5"/>
    <w:rsid w:val="00785455"/>
    <w:rsid w:val="0078574B"/>
    <w:rsid w:val="00785996"/>
    <w:rsid w:val="00785EA7"/>
    <w:rsid w:val="00785F26"/>
    <w:rsid w:val="00785FEC"/>
    <w:rsid w:val="00786176"/>
    <w:rsid w:val="007861D1"/>
    <w:rsid w:val="007867B4"/>
    <w:rsid w:val="00786879"/>
    <w:rsid w:val="00786954"/>
    <w:rsid w:val="00786972"/>
    <w:rsid w:val="00786A17"/>
    <w:rsid w:val="00786A88"/>
    <w:rsid w:val="00786D5A"/>
    <w:rsid w:val="00787008"/>
    <w:rsid w:val="007877D9"/>
    <w:rsid w:val="00787A8C"/>
    <w:rsid w:val="00787E82"/>
    <w:rsid w:val="00787E8A"/>
    <w:rsid w:val="00790539"/>
    <w:rsid w:val="0079063D"/>
    <w:rsid w:val="00790A76"/>
    <w:rsid w:val="00791065"/>
    <w:rsid w:val="00791432"/>
    <w:rsid w:val="0079152D"/>
    <w:rsid w:val="00791569"/>
    <w:rsid w:val="00792A25"/>
    <w:rsid w:val="00792AC5"/>
    <w:rsid w:val="007932E8"/>
    <w:rsid w:val="007934EA"/>
    <w:rsid w:val="00793A99"/>
    <w:rsid w:val="00793BB8"/>
    <w:rsid w:val="00794226"/>
    <w:rsid w:val="00794603"/>
    <w:rsid w:val="00794E7C"/>
    <w:rsid w:val="00794E8D"/>
    <w:rsid w:val="00795220"/>
    <w:rsid w:val="007953B4"/>
    <w:rsid w:val="007954BF"/>
    <w:rsid w:val="007955EF"/>
    <w:rsid w:val="007956B1"/>
    <w:rsid w:val="00795E45"/>
    <w:rsid w:val="0079617F"/>
    <w:rsid w:val="00796212"/>
    <w:rsid w:val="00796383"/>
    <w:rsid w:val="007965D8"/>
    <w:rsid w:val="00796815"/>
    <w:rsid w:val="00796846"/>
    <w:rsid w:val="007971B5"/>
    <w:rsid w:val="00797334"/>
    <w:rsid w:val="007974BE"/>
    <w:rsid w:val="00797AA2"/>
    <w:rsid w:val="007A002A"/>
    <w:rsid w:val="007A01FF"/>
    <w:rsid w:val="007A0C66"/>
    <w:rsid w:val="007A0E7A"/>
    <w:rsid w:val="007A0EDD"/>
    <w:rsid w:val="007A1218"/>
    <w:rsid w:val="007A13D3"/>
    <w:rsid w:val="007A18F0"/>
    <w:rsid w:val="007A2506"/>
    <w:rsid w:val="007A2957"/>
    <w:rsid w:val="007A2B02"/>
    <w:rsid w:val="007A2EE4"/>
    <w:rsid w:val="007A3386"/>
    <w:rsid w:val="007A3BAA"/>
    <w:rsid w:val="007A4441"/>
    <w:rsid w:val="007A4EBB"/>
    <w:rsid w:val="007A51D2"/>
    <w:rsid w:val="007A5437"/>
    <w:rsid w:val="007A545B"/>
    <w:rsid w:val="007A6139"/>
    <w:rsid w:val="007A636D"/>
    <w:rsid w:val="007A6443"/>
    <w:rsid w:val="007A6730"/>
    <w:rsid w:val="007A6B35"/>
    <w:rsid w:val="007A6D23"/>
    <w:rsid w:val="007A6FD3"/>
    <w:rsid w:val="007A76EC"/>
    <w:rsid w:val="007A7CDE"/>
    <w:rsid w:val="007A7F35"/>
    <w:rsid w:val="007B09B8"/>
    <w:rsid w:val="007B0D17"/>
    <w:rsid w:val="007B1DCB"/>
    <w:rsid w:val="007B268D"/>
    <w:rsid w:val="007B2745"/>
    <w:rsid w:val="007B27FB"/>
    <w:rsid w:val="007B295C"/>
    <w:rsid w:val="007B2AB6"/>
    <w:rsid w:val="007B2AC1"/>
    <w:rsid w:val="007B2B30"/>
    <w:rsid w:val="007B2DE5"/>
    <w:rsid w:val="007B3034"/>
    <w:rsid w:val="007B39FD"/>
    <w:rsid w:val="007B3CDE"/>
    <w:rsid w:val="007B3DBC"/>
    <w:rsid w:val="007B526E"/>
    <w:rsid w:val="007B5847"/>
    <w:rsid w:val="007B5911"/>
    <w:rsid w:val="007B5A91"/>
    <w:rsid w:val="007B5EE8"/>
    <w:rsid w:val="007B6513"/>
    <w:rsid w:val="007B66EF"/>
    <w:rsid w:val="007B68C2"/>
    <w:rsid w:val="007B6FC1"/>
    <w:rsid w:val="007B73D3"/>
    <w:rsid w:val="007B7493"/>
    <w:rsid w:val="007B74E4"/>
    <w:rsid w:val="007B7EF8"/>
    <w:rsid w:val="007B7F80"/>
    <w:rsid w:val="007C04F0"/>
    <w:rsid w:val="007C061B"/>
    <w:rsid w:val="007C0A71"/>
    <w:rsid w:val="007C0AB4"/>
    <w:rsid w:val="007C0D8C"/>
    <w:rsid w:val="007C0E24"/>
    <w:rsid w:val="007C0ED4"/>
    <w:rsid w:val="007C1356"/>
    <w:rsid w:val="007C1B1C"/>
    <w:rsid w:val="007C1EB7"/>
    <w:rsid w:val="007C1FBF"/>
    <w:rsid w:val="007C202B"/>
    <w:rsid w:val="007C2304"/>
    <w:rsid w:val="007C2A25"/>
    <w:rsid w:val="007C2F1C"/>
    <w:rsid w:val="007C31FE"/>
    <w:rsid w:val="007C32EE"/>
    <w:rsid w:val="007C362D"/>
    <w:rsid w:val="007C3931"/>
    <w:rsid w:val="007C47DB"/>
    <w:rsid w:val="007C4838"/>
    <w:rsid w:val="007C4911"/>
    <w:rsid w:val="007C4B67"/>
    <w:rsid w:val="007C528A"/>
    <w:rsid w:val="007C54B4"/>
    <w:rsid w:val="007C55A9"/>
    <w:rsid w:val="007C56ED"/>
    <w:rsid w:val="007C58A4"/>
    <w:rsid w:val="007C5B44"/>
    <w:rsid w:val="007C5D07"/>
    <w:rsid w:val="007C5E37"/>
    <w:rsid w:val="007C6196"/>
    <w:rsid w:val="007C654D"/>
    <w:rsid w:val="007C6764"/>
    <w:rsid w:val="007C695F"/>
    <w:rsid w:val="007C69B7"/>
    <w:rsid w:val="007C6A90"/>
    <w:rsid w:val="007C6C64"/>
    <w:rsid w:val="007C6ED0"/>
    <w:rsid w:val="007C7214"/>
    <w:rsid w:val="007C78D9"/>
    <w:rsid w:val="007D0139"/>
    <w:rsid w:val="007D0663"/>
    <w:rsid w:val="007D0C0B"/>
    <w:rsid w:val="007D0F3F"/>
    <w:rsid w:val="007D0F6F"/>
    <w:rsid w:val="007D1594"/>
    <w:rsid w:val="007D16D7"/>
    <w:rsid w:val="007D1A33"/>
    <w:rsid w:val="007D1A64"/>
    <w:rsid w:val="007D1C77"/>
    <w:rsid w:val="007D2087"/>
    <w:rsid w:val="007D23D0"/>
    <w:rsid w:val="007D2A16"/>
    <w:rsid w:val="007D2F29"/>
    <w:rsid w:val="007D2F54"/>
    <w:rsid w:val="007D33D2"/>
    <w:rsid w:val="007D34D9"/>
    <w:rsid w:val="007D41B1"/>
    <w:rsid w:val="007D4639"/>
    <w:rsid w:val="007D4D7C"/>
    <w:rsid w:val="007D4DC7"/>
    <w:rsid w:val="007D5303"/>
    <w:rsid w:val="007D5B56"/>
    <w:rsid w:val="007D629E"/>
    <w:rsid w:val="007D6B78"/>
    <w:rsid w:val="007D71A3"/>
    <w:rsid w:val="007D7491"/>
    <w:rsid w:val="007D7654"/>
    <w:rsid w:val="007D7A5C"/>
    <w:rsid w:val="007E002B"/>
    <w:rsid w:val="007E0177"/>
    <w:rsid w:val="007E04C4"/>
    <w:rsid w:val="007E0C59"/>
    <w:rsid w:val="007E0CC3"/>
    <w:rsid w:val="007E0E1E"/>
    <w:rsid w:val="007E0FFF"/>
    <w:rsid w:val="007E1033"/>
    <w:rsid w:val="007E10A6"/>
    <w:rsid w:val="007E14A4"/>
    <w:rsid w:val="007E16BF"/>
    <w:rsid w:val="007E1CE0"/>
    <w:rsid w:val="007E1E13"/>
    <w:rsid w:val="007E1FB3"/>
    <w:rsid w:val="007E2126"/>
    <w:rsid w:val="007E2B8F"/>
    <w:rsid w:val="007E2F3A"/>
    <w:rsid w:val="007E34A4"/>
    <w:rsid w:val="007E350F"/>
    <w:rsid w:val="007E3A3D"/>
    <w:rsid w:val="007E4736"/>
    <w:rsid w:val="007E4AC6"/>
    <w:rsid w:val="007E4EB6"/>
    <w:rsid w:val="007E4EE9"/>
    <w:rsid w:val="007E50E3"/>
    <w:rsid w:val="007E52EE"/>
    <w:rsid w:val="007E5617"/>
    <w:rsid w:val="007E5C64"/>
    <w:rsid w:val="007E62BB"/>
    <w:rsid w:val="007E65D0"/>
    <w:rsid w:val="007E6A9A"/>
    <w:rsid w:val="007E6B96"/>
    <w:rsid w:val="007E6D17"/>
    <w:rsid w:val="007E77BB"/>
    <w:rsid w:val="007E79D2"/>
    <w:rsid w:val="007E7ABF"/>
    <w:rsid w:val="007E7F97"/>
    <w:rsid w:val="007F0375"/>
    <w:rsid w:val="007F0CB4"/>
    <w:rsid w:val="007F170F"/>
    <w:rsid w:val="007F17B2"/>
    <w:rsid w:val="007F2350"/>
    <w:rsid w:val="007F2775"/>
    <w:rsid w:val="007F2A23"/>
    <w:rsid w:val="007F30C6"/>
    <w:rsid w:val="007F3609"/>
    <w:rsid w:val="007F3787"/>
    <w:rsid w:val="007F3797"/>
    <w:rsid w:val="007F3B95"/>
    <w:rsid w:val="007F3E62"/>
    <w:rsid w:val="007F4686"/>
    <w:rsid w:val="007F4744"/>
    <w:rsid w:val="007F5352"/>
    <w:rsid w:val="007F549D"/>
    <w:rsid w:val="007F5785"/>
    <w:rsid w:val="007F5951"/>
    <w:rsid w:val="007F5A8E"/>
    <w:rsid w:val="007F5D45"/>
    <w:rsid w:val="007F5F71"/>
    <w:rsid w:val="007F6057"/>
    <w:rsid w:val="007F666A"/>
    <w:rsid w:val="007F7720"/>
    <w:rsid w:val="007F7801"/>
    <w:rsid w:val="007F792D"/>
    <w:rsid w:val="007F7BAF"/>
    <w:rsid w:val="00800133"/>
    <w:rsid w:val="0080080E"/>
    <w:rsid w:val="00800D80"/>
    <w:rsid w:val="00800E4E"/>
    <w:rsid w:val="00800E6B"/>
    <w:rsid w:val="0080106C"/>
    <w:rsid w:val="00801240"/>
    <w:rsid w:val="00801EC9"/>
    <w:rsid w:val="00802787"/>
    <w:rsid w:val="00802BE1"/>
    <w:rsid w:val="00802DAB"/>
    <w:rsid w:val="008032A5"/>
    <w:rsid w:val="008033D0"/>
    <w:rsid w:val="0080369E"/>
    <w:rsid w:val="00803740"/>
    <w:rsid w:val="00803CB8"/>
    <w:rsid w:val="00803EF2"/>
    <w:rsid w:val="00804362"/>
    <w:rsid w:val="00804664"/>
    <w:rsid w:val="00804BB4"/>
    <w:rsid w:val="00804E03"/>
    <w:rsid w:val="00804E47"/>
    <w:rsid w:val="00805361"/>
    <w:rsid w:val="008053CF"/>
    <w:rsid w:val="0080562C"/>
    <w:rsid w:val="008057D1"/>
    <w:rsid w:val="00805C78"/>
    <w:rsid w:val="0080625D"/>
    <w:rsid w:val="00807789"/>
    <w:rsid w:val="008104DC"/>
    <w:rsid w:val="008108DC"/>
    <w:rsid w:val="00810CFC"/>
    <w:rsid w:val="00811644"/>
    <w:rsid w:val="00811DD2"/>
    <w:rsid w:val="00811E45"/>
    <w:rsid w:val="00811EAE"/>
    <w:rsid w:val="008123E3"/>
    <w:rsid w:val="00812C10"/>
    <w:rsid w:val="00812D64"/>
    <w:rsid w:val="00812F56"/>
    <w:rsid w:val="008130E7"/>
    <w:rsid w:val="0081317E"/>
    <w:rsid w:val="00813CDD"/>
    <w:rsid w:val="00815147"/>
    <w:rsid w:val="008154CC"/>
    <w:rsid w:val="0081586C"/>
    <w:rsid w:val="00815A7D"/>
    <w:rsid w:val="00815F8C"/>
    <w:rsid w:val="0081653D"/>
    <w:rsid w:val="0081669E"/>
    <w:rsid w:val="008166A4"/>
    <w:rsid w:val="00816910"/>
    <w:rsid w:val="0081691F"/>
    <w:rsid w:val="00816C93"/>
    <w:rsid w:val="00816F54"/>
    <w:rsid w:val="00816F76"/>
    <w:rsid w:val="00817405"/>
    <w:rsid w:val="00817482"/>
    <w:rsid w:val="008175EB"/>
    <w:rsid w:val="00817893"/>
    <w:rsid w:val="008179F1"/>
    <w:rsid w:val="00817B92"/>
    <w:rsid w:val="0082051D"/>
    <w:rsid w:val="008205CD"/>
    <w:rsid w:val="00821271"/>
    <w:rsid w:val="008213C0"/>
    <w:rsid w:val="008213E8"/>
    <w:rsid w:val="008215FC"/>
    <w:rsid w:val="0082168C"/>
    <w:rsid w:val="00821D9C"/>
    <w:rsid w:val="008222E3"/>
    <w:rsid w:val="00822344"/>
    <w:rsid w:val="008225B5"/>
    <w:rsid w:val="008227AE"/>
    <w:rsid w:val="008228FA"/>
    <w:rsid w:val="00822DF3"/>
    <w:rsid w:val="00823037"/>
    <w:rsid w:val="0082305C"/>
    <w:rsid w:val="0082344B"/>
    <w:rsid w:val="00823669"/>
    <w:rsid w:val="0082368C"/>
    <w:rsid w:val="00823EF3"/>
    <w:rsid w:val="0082429F"/>
    <w:rsid w:val="00824AD8"/>
    <w:rsid w:val="00824EC6"/>
    <w:rsid w:val="008251F0"/>
    <w:rsid w:val="008255EB"/>
    <w:rsid w:val="00825829"/>
    <w:rsid w:val="008259E5"/>
    <w:rsid w:val="00825ACC"/>
    <w:rsid w:val="00825E2F"/>
    <w:rsid w:val="008261C8"/>
    <w:rsid w:val="00826281"/>
    <w:rsid w:val="00826910"/>
    <w:rsid w:val="00826FFC"/>
    <w:rsid w:val="00827157"/>
    <w:rsid w:val="00827238"/>
    <w:rsid w:val="0082724D"/>
    <w:rsid w:val="008279C1"/>
    <w:rsid w:val="00827AFC"/>
    <w:rsid w:val="00827B1D"/>
    <w:rsid w:val="00827C70"/>
    <w:rsid w:val="00827D6C"/>
    <w:rsid w:val="00830A20"/>
    <w:rsid w:val="00830BDE"/>
    <w:rsid w:val="008311B2"/>
    <w:rsid w:val="008311BD"/>
    <w:rsid w:val="008312C8"/>
    <w:rsid w:val="008315A9"/>
    <w:rsid w:val="008319F8"/>
    <w:rsid w:val="00831B6D"/>
    <w:rsid w:val="0083254D"/>
    <w:rsid w:val="00832CDD"/>
    <w:rsid w:val="00832E2C"/>
    <w:rsid w:val="008331DB"/>
    <w:rsid w:val="0083338F"/>
    <w:rsid w:val="00833427"/>
    <w:rsid w:val="008335D5"/>
    <w:rsid w:val="00833F26"/>
    <w:rsid w:val="00834491"/>
    <w:rsid w:val="008347EF"/>
    <w:rsid w:val="00834FAB"/>
    <w:rsid w:val="008352B6"/>
    <w:rsid w:val="008353AB"/>
    <w:rsid w:val="008353F2"/>
    <w:rsid w:val="00835867"/>
    <w:rsid w:val="008359D9"/>
    <w:rsid w:val="00835C07"/>
    <w:rsid w:val="008366C0"/>
    <w:rsid w:val="00836AA9"/>
    <w:rsid w:val="00836B24"/>
    <w:rsid w:val="00836CCA"/>
    <w:rsid w:val="00836EB8"/>
    <w:rsid w:val="0083712D"/>
    <w:rsid w:val="008371F2"/>
    <w:rsid w:val="00837314"/>
    <w:rsid w:val="008375A0"/>
    <w:rsid w:val="00837A89"/>
    <w:rsid w:val="00837CEF"/>
    <w:rsid w:val="00837DED"/>
    <w:rsid w:val="00840CA2"/>
    <w:rsid w:val="00840D58"/>
    <w:rsid w:val="00840D92"/>
    <w:rsid w:val="0084192F"/>
    <w:rsid w:val="00841931"/>
    <w:rsid w:val="00841B04"/>
    <w:rsid w:val="00841F07"/>
    <w:rsid w:val="008420FC"/>
    <w:rsid w:val="00842764"/>
    <w:rsid w:val="00842781"/>
    <w:rsid w:val="008428F5"/>
    <w:rsid w:val="008429A9"/>
    <w:rsid w:val="00842D29"/>
    <w:rsid w:val="008430EF"/>
    <w:rsid w:val="008432FD"/>
    <w:rsid w:val="008437F6"/>
    <w:rsid w:val="008439B6"/>
    <w:rsid w:val="00843B78"/>
    <w:rsid w:val="00843B93"/>
    <w:rsid w:val="00843DF3"/>
    <w:rsid w:val="0084403C"/>
    <w:rsid w:val="00844150"/>
    <w:rsid w:val="00844717"/>
    <w:rsid w:val="00844806"/>
    <w:rsid w:val="008449B3"/>
    <w:rsid w:val="00844AF6"/>
    <w:rsid w:val="00845E7B"/>
    <w:rsid w:val="008461ED"/>
    <w:rsid w:val="00846512"/>
    <w:rsid w:val="00846842"/>
    <w:rsid w:val="00846892"/>
    <w:rsid w:val="00846CDB"/>
    <w:rsid w:val="00847108"/>
    <w:rsid w:val="0084717F"/>
    <w:rsid w:val="008472AA"/>
    <w:rsid w:val="0084777D"/>
    <w:rsid w:val="00847E14"/>
    <w:rsid w:val="00850349"/>
    <w:rsid w:val="0085038A"/>
    <w:rsid w:val="0085083B"/>
    <w:rsid w:val="0085177A"/>
    <w:rsid w:val="00851C29"/>
    <w:rsid w:val="00852412"/>
    <w:rsid w:val="008528B2"/>
    <w:rsid w:val="00852B9B"/>
    <w:rsid w:val="00852C83"/>
    <w:rsid w:val="00852D8C"/>
    <w:rsid w:val="00853132"/>
    <w:rsid w:val="008531D7"/>
    <w:rsid w:val="008535D9"/>
    <w:rsid w:val="008537BF"/>
    <w:rsid w:val="00853FD4"/>
    <w:rsid w:val="008547B7"/>
    <w:rsid w:val="00854805"/>
    <w:rsid w:val="00854E54"/>
    <w:rsid w:val="008552C6"/>
    <w:rsid w:val="0085543D"/>
    <w:rsid w:val="008554B8"/>
    <w:rsid w:val="00855B1D"/>
    <w:rsid w:val="00855D65"/>
    <w:rsid w:val="0085630F"/>
    <w:rsid w:val="008564D8"/>
    <w:rsid w:val="008565E5"/>
    <w:rsid w:val="00856B96"/>
    <w:rsid w:val="00856C5B"/>
    <w:rsid w:val="00856F5D"/>
    <w:rsid w:val="008574B1"/>
    <w:rsid w:val="00857BD4"/>
    <w:rsid w:val="00857C66"/>
    <w:rsid w:val="008608F8"/>
    <w:rsid w:val="0086180A"/>
    <w:rsid w:val="0086181C"/>
    <w:rsid w:val="00861868"/>
    <w:rsid w:val="00861B6D"/>
    <w:rsid w:val="0086207C"/>
    <w:rsid w:val="008624D6"/>
    <w:rsid w:val="008624F0"/>
    <w:rsid w:val="008627DA"/>
    <w:rsid w:val="00862997"/>
    <w:rsid w:val="00862AD0"/>
    <w:rsid w:val="00862B3D"/>
    <w:rsid w:val="00862D5C"/>
    <w:rsid w:val="008632EE"/>
    <w:rsid w:val="008636B4"/>
    <w:rsid w:val="00863E9C"/>
    <w:rsid w:val="008642F6"/>
    <w:rsid w:val="008645E1"/>
    <w:rsid w:val="00864EE8"/>
    <w:rsid w:val="00864F07"/>
    <w:rsid w:val="00864F62"/>
    <w:rsid w:val="00864FAB"/>
    <w:rsid w:val="00865607"/>
    <w:rsid w:val="00865781"/>
    <w:rsid w:val="00865A41"/>
    <w:rsid w:val="00865B67"/>
    <w:rsid w:val="00866381"/>
    <w:rsid w:val="008664A4"/>
    <w:rsid w:val="0086651E"/>
    <w:rsid w:val="00866550"/>
    <w:rsid w:val="0086726C"/>
    <w:rsid w:val="008675F0"/>
    <w:rsid w:val="0086779A"/>
    <w:rsid w:val="00867B5A"/>
    <w:rsid w:val="00867DA8"/>
    <w:rsid w:val="00867E58"/>
    <w:rsid w:val="008701B8"/>
    <w:rsid w:val="008702A1"/>
    <w:rsid w:val="00870510"/>
    <w:rsid w:val="008705DB"/>
    <w:rsid w:val="00870679"/>
    <w:rsid w:val="008707F9"/>
    <w:rsid w:val="00870D47"/>
    <w:rsid w:val="00871644"/>
    <w:rsid w:val="008718B0"/>
    <w:rsid w:val="00871982"/>
    <w:rsid w:val="00872AAD"/>
    <w:rsid w:val="00873003"/>
    <w:rsid w:val="008730AC"/>
    <w:rsid w:val="008734C1"/>
    <w:rsid w:val="008736B1"/>
    <w:rsid w:val="00873C72"/>
    <w:rsid w:val="0087457B"/>
    <w:rsid w:val="00874DC9"/>
    <w:rsid w:val="0087501E"/>
    <w:rsid w:val="00875205"/>
    <w:rsid w:val="008753AE"/>
    <w:rsid w:val="008753CF"/>
    <w:rsid w:val="00875427"/>
    <w:rsid w:val="008757C0"/>
    <w:rsid w:val="00875BC2"/>
    <w:rsid w:val="00875DA3"/>
    <w:rsid w:val="00876097"/>
    <w:rsid w:val="008767F3"/>
    <w:rsid w:val="00876A29"/>
    <w:rsid w:val="00876D53"/>
    <w:rsid w:val="00876F25"/>
    <w:rsid w:val="00877536"/>
    <w:rsid w:val="008777F7"/>
    <w:rsid w:val="008779A7"/>
    <w:rsid w:val="008779DE"/>
    <w:rsid w:val="00877D63"/>
    <w:rsid w:val="00877F35"/>
    <w:rsid w:val="00880C17"/>
    <w:rsid w:val="008813FD"/>
    <w:rsid w:val="0088152D"/>
    <w:rsid w:val="00881708"/>
    <w:rsid w:val="00881B29"/>
    <w:rsid w:val="00882FF6"/>
    <w:rsid w:val="0088315F"/>
    <w:rsid w:val="0088321C"/>
    <w:rsid w:val="00883E71"/>
    <w:rsid w:val="00883FC2"/>
    <w:rsid w:val="00884788"/>
    <w:rsid w:val="00884A69"/>
    <w:rsid w:val="00884E4C"/>
    <w:rsid w:val="008852E9"/>
    <w:rsid w:val="00885986"/>
    <w:rsid w:val="00885CA0"/>
    <w:rsid w:val="008860BC"/>
    <w:rsid w:val="0088681C"/>
    <w:rsid w:val="00886BA8"/>
    <w:rsid w:val="008875B9"/>
    <w:rsid w:val="00887C83"/>
    <w:rsid w:val="00887DAC"/>
    <w:rsid w:val="00887EC8"/>
    <w:rsid w:val="00887ED4"/>
    <w:rsid w:val="00887FF8"/>
    <w:rsid w:val="0089051C"/>
    <w:rsid w:val="00890AAD"/>
    <w:rsid w:val="00890FD5"/>
    <w:rsid w:val="0089124A"/>
    <w:rsid w:val="008914D1"/>
    <w:rsid w:val="00891652"/>
    <w:rsid w:val="00891706"/>
    <w:rsid w:val="0089176C"/>
    <w:rsid w:val="00891CDE"/>
    <w:rsid w:val="00891E6E"/>
    <w:rsid w:val="00891FBD"/>
    <w:rsid w:val="00892180"/>
    <w:rsid w:val="00892183"/>
    <w:rsid w:val="008928FB"/>
    <w:rsid w:val="00892CD1"/>
    <w:rsid w:val="00892D21"/>
    <w:rsid w:val="00892F4C"/>
    <w:rsid w:val="00893248"/>
    <w:rsid w:val="008936D4"/>
    <w:rsid w:val="008937A2"/>
    <w:rsid w:val="00894C9D"/>
    <w:rsid w:val="00894D27"/>
    <w:rsid w:val="008952E2"/>
    <w:rsid w:val="008952E4"/>
    <w:rsid w:val="00895A87"/>
    <w:rsid w:val="00895F9D"/>
    <w:rsid w:val="00896070"/>
    <w:rsid w:val="00896085"/>
    <w:rsid w:val="00896ACC"/>
    <w:rsid w:val="00896C21"/>
    <w:rsid w:val="00896C43"/>
    <w:rsid w:val="00896C86"/>
    <w:rsid w:val="00896F64"/>
    <w:rsid w:val="0089700A"/>
    <w:rsid w:val="00897238"/>
    <w:rsid w:val="0089741B"/>
    <w:rsid w:val="00897750"/>
    <w:rsid w:val="00897852"/>
    <w:rsid w:val="008A01C1"/>
    <w:rsid w:val="008A0321"/>
    <w:rsid w:val="008A089A"/>
    <w:rsid w:val="008A0ABB"/>
    <w:rsid w:val="008A0C5E"/>
    <w:rsid w:val="008A0EE7"/>
    <w:rsid w:val="008A1142"/>
    <w:rsid w:val="008A13A7"/>
    <w:rsid w:val="008A146D"/>
    <w:rsid w:val="008A19D3"/>
    <w:rsid w:val="008A1A05"/>
    <w:rsid w:val="008A1ACE"/>
    <w:rsid w:val="008A205C"/>
    <w:rsid w:val="008A233E"/>
    <w:rsid w:val="008A2A85"/>
    <w:rsid w:val="008A2F22"/>
    <w:rsid w:val="008A2F35"/>
    <w:rsid w:val="008A3384"/>
    <w:rsid w:val="008A3723"/>
    <w:rsid w:val="008A39AD"/>
    <w:rsid w:val="008A3A51"/>
    <w:rsid w:val="008A3DB5"/>
    <w:rsid w:val="008A44C3"/>
    <w:rsid w:val="008A4501"/>
    <w:rsid w:val="008A47A4"/>
    <w:rsid w:val="008A50B7"/>
    <w:rsid w:val="008A52A0"/>
    <w:rsid w:val="008A5579"/>
    <w:rsid w:val="008A57D2"/>
    <w:rsid w:val="008A59B2"/>
    <w:rsid w:val="008A5D28"/>
    <w:rsid w:val="008A5E7F"/>
    <w:rsid w:val="008A5FA1"/>
    <w:rsid w:val="008A631D"/>
    <w:rsid w:val="008A6382"/>
    <w:rsid w:val="008A6418"/>
    <w:rsid w:val="008A64B6"/>
    <w:rsid w:val="008A64BD"/>
    <w:rsid w:val="008A66E8"/>
    <w:rsid w:val="008A6760"/>
    <w:rsid w:val="008A6B9C"/>
    <w:rsid w:val="008A7146"/>
    <w:rsid w:val="008A7423"/>
    <w:rsid w:val="008A74DB"/>
    <w:rsid w:val="008A753D"/>
    <w:rsid w:val="008A7699"/>
    <w:rsid w:val="008A7A1F"/>
    <w:rsid w:val="008B04BB"/>
    <w:rsid w:val="008B0FB4"/>
    <w:rsid w:val="008B1326"/>
    <w:rsid w:val="008B1538"/>
    <w:rsid w:val="008B1764"/>
    <w:rsid w:val="008B17F1"/>
    <w:rsid w:val="008B1D32"/>
    <w:rsid w:val="008B2205"/>
    <w:rsid w:val="008B2557"/>
    <w:rsid w:val="008B2B2C"/>
    <w:rsid w:val="008B2B66"/>
    <w:rsid w:val="008B2D00"/>
    <w:rsid w:val="008B2DE5"/>
    <w:rsid w:val="008B319E"/>
    <w:rsid w:val="008B3724"/>
    <w:rsid w:val="008B373B"/>
    <w:rsid w:val="008B3837"/>
    <w:rsid w:val="008B3B2B"/>
    <w:rsid w:val="008B3C07"/>
    <w:rsid w:val="008B3CF9"/>
    <w:rsid w:val="008B3F89"/>
    <w:rsid w:val="008B4047"/>
    <w:rsid w:val="008B4226"/>
    <w:rsid w:val="008B46C9"/>
    <w:rsid w:val="008B4B9D"/>
    <w:rsid w:val="008B4BF7"/>
    <w:rsid w:val="008B50C4"/>
    <w:rsid w:val="008B525A"/>
    <w:rsid w:val="008B52C1"/>
    <w:rsid w:val="008B54C3"/>
    <w:rsid w:val="008B5628"/>
    <w:rsid w:val="008B6036"/>
    <w:rsid w:val="008B60DB"/>
    <w:rsid w:val="008B697F"/>
    <w:rsid w:val="008B6C41"/>
    <w:rsid w:val="008B6E0B"/>
    <w:rsid w:val="008B70D9"/>
    <w:rsid w:val="008B7167"/>
    <w:rsid w:val="008B74F7"/>
    <w:rsid w:val="008B76B7"/>
    <w:rsid w:val="008B777E"/>
    <w:rsid w:val="008B7A58"/>
    <w:rsid w:val="008B7E58"/>
    <w:rsid w:val="008C02EF"/>
    <w:rsid w:val="008C08B9"/>
    <w:rsid w:val="008C129D"/>
    <w:rsid w:val="008C1700"/>
    <w:rsid w:val="008C191F"/>
    <w:rsid w:val="008C1C46"/>
    <w:rsid w:val="008C1D74"/>
    <w:rsid w:val="008C1F70"/>
    <w:rsid w:val="008C2456"/>
    <w:rsid w:val="008C283A"/>
    <w:rsid w:val="008C28CD"/>
    <w:rsid w:val="008C2951"/>
    <w:rsid w:val="008C298A"/>
    <w:rsid w:val="008C29B5"/>
    <w:rsid w:val="008C3006"/>
    <w:rsid w:val="008C312E"/>
    <w:rsid w:val="008C3AE3"/>
    <w:rsid w:val="008C4157"/>
    <w:rsid w:val="008C4A27"/>
    <w:rsid w:val="008C4A53"/>
    <w:rsid w:val="008C4AD4"/>
    <w:rsid w:val="008C5338"/>
    <w:rsid w:val="008C5375"/>
    <w:rsid w:val="008C5822"/>
    <w:rsid w:val="008C5C93"/>
    <w:rsid w:val="008C646C"/>
    <w:rsid w:val="008C65DB"/>
    <w:rsid w:val="008C6609"/>
    <w:rsid w:val="008C6653"/>
    <w:rsid w:val="008C66DD"/>
    <w:rsid w:val="008C6A5E"/>
    <w:rsid w:val="008C70CE"/>
    <w:rsid w:val="008C7201"/>
    <w:rsid w:val="008C75F6"/>
    <w:rsid w:val="008C7A4C"/>
    <w:rsid w:val="008C7AF2"/>
    <w:rsid w:val="008D00D4"/>
    <w:rsid w:val="008D02A2"/>
    <w:rsid w:val="008D05F4"/>
    <w:rsid w:val="008D06A7"/>
    <w:rsid w:val="008D0843"/>
    <w:rsid w:val="008D0B9A"/>
    <w:rsid w:val="008D0EA3"/>
    <w:rsid w:val="008D10CA"/>
    <w:rsid w:val="008D17B2"/>
    <w:rsid w:val="008D1A04"/>
    <w:rsid w:val="008D2150"/>
    <w:rsid w:val="008D257A"/>
    <w:rsid w:val="008D2900"/>
    <w:rsid w:val="008D2CB9"/>
    <w:rsid w:val="008D3700"/>
    <w:rsid w:val="008D37EF"/>
    <w:rsid w:val="008D38E5"/>
    <w:rsid w:val="008D390F"/>
    <w:rsid w:val="008D39FA"/>
    <w:rsid w:val="008D3D59"/>
    <w:rsid w:val="008D444A"/>
    <w:rsid w:val="008D44F6"/>
    <w:rsid w:val="008D47C1"/>
    <w:rsid w:val="008D48BC"/>
    <w:rsid w:val="008D4B28"/>
    <w:rsid w:val="008D4CE5"/>
    <w:rsid w:val="008D518A"/>
    <w:rsid w:val="008D5368"/>
    <w:rsid w:val="008D5471"/>
    <w:rsid w:val="008D54F8"/>
    <w:rsid w:val="008D555E"/>
    <w:rsid w:val="008D577D"/>
    <w:rsid w:val="008D5A88"/>
    <w:rsid w:val="008D5A99"/>
    <w:rsid w:val="008D6224"/>
    <w:rsid w:val="008D62C3"/>
    <w:rsid w:val="008D6356"/>
    <w:rsid w:val="008D657C"/>
    <w:rsid w:val="008D6E3E"/>
    <w:rsid w:val="008D75CB"/>
    <w:rsid w:val="008D78DC"/>
    <w:rsid w:val="008D7CD5"/>
    <w:rsid w:val="008D7F7A"/>
    <w:rsid w:val="008E01EA"/>
    <w:rsid w:val="008E0605"/>
    <w:rsid w:val="008E0786"/>
    <w:rsid w:val="008E0799"/>
    <w:rsid w:val="008E0983"/>
    <w:rsid w:val="008E1115"/>
    <w:rsid w:val="008E11D9"/>
    <w:rsid w:val="008E11F2"/>
    <w:rsid w:val="008E12D3"/>
    <w:rsid w:val="008E13E6"/>
    <w:rsid w:val="008E1544"/>
    <w:rsid w:val="008E1631"/>
    <w:rsid w:val="008E17B7"/>
    <w:rsid w:val="008E1922"/>
    <w:rsid w:val="008E1AF0"/>
    <w:rsid w:val="008E1B95"/>
    <w:rsid w:val="008E1EB5"/>
    <w:rsid w:val="008E23F2"/>
    <w:rsid w:val="008E2E14"/>
    <w:rsid w:val="008E2F96"/>
    <w:rsid w:val="008E3149"/>
    <w:rsid w:val="008E327D"/>
    <w:rsid w:val="008E3511"/>
    <w:rsid w:val="008E3C3F"/>
    <w:rsid w:val="008E6110"/>
    <w:rsid w:val="008E649A"/>
    <w:rsid w:val="008E79AE"/>
    <w:rsid w:val="008E7E07"/>
    <w:rsid w:val="008E7EAC"/>
    <w:rsid w:val="008E7F07"/>
    <w:rsid w:val="008F02B4"/>
    <w:rsid w:val="008F0624"/>
    <w:rsid w:val="008F0B11"/>
    <w:rsid w:val="008F0E36"/>
    <w:rsid w:val="008F0F74"/>
    <w:rsid w:val="008F115D"/>
    <w:rsid w:val="008F129C"/>
    <w:rsid w:val="008F154A"/>
    <w:rsid w:val="008F1877"/>
    <w:rsid w:val="008F1A35"/>
    <w:rsid w:val="008F2230"/>
    <w:rsid w:val="008F2698"/>
    <w:rsid w:val="008F27ED"/>
    <w:rsid w:val="008F280D"/>
    <w:rsid w:val="008F2881"/>
    <w:rsid w:val="008F2C88"/>
    <w:rsid w:val="008F320E"/>
    <w:rsid w:val="008F3BE6"/>
    <w:rsid w:val="008F427D"/>
    <w:rsid w:val="008F4409"/>
    <w:rsid w:val="008F4578"/>
    <w:rsid w:val="008F47AA"/>
    <w:rsid w:val="008F4A8F"/>
    <w:rsid w:val="008F4D85"/>
    <w:rsid w:val="008F51F8"/>
    <w:rsid w:val="008F5346"/>
    <w:rsid w:val="008F5363"/>
    <w:rsid w:val="008F58B2"/>
    <w:rsid w:val="008F5B74"/>
    <w:rsid w:val="008F6226"/>
    <w:rsid w:val="008F6919"/>
    <w:rsid w:val="008F6CC2"/>
    <w:rsid w:val="008F6EF9"/>
    <w:rsid w:val="008F6FCF"/>
    <w:rsid w:val="008F7132"/>
    <w:rsid w:val="008F72F6"/>
    <w:rsid w:val="008F7522"/>
    <w:rsid w:val="008F77DD"/>
    <w:rsid w:val="008F7F45"/>
    <w:rsid w:val="00900091"/>
    <w:rsid w:val="009003E2"/>
    <w:rsid w:val="0090041C"/>
    <w:rsid w:val="00900494"/>
    <w:rsid w:val="009008F6"/>
    <w:rsid w:val="00900F5E"/>
    <w:rsid w:val="00901309"/>
    <w:rsid w:val="009014DC"/>
    <w:rsid w:val="009016C2"/>
    <w:rsid w:val="009016F9"/>
    <w:rsid w:val="00901B4B"/>
    <w:rsid w:val="00901B6C"/>
    <w:rsid w:val="00901B94"/>
    <w:rsid w:val="00901D09"/>
    <w:rsid w:val="00902564"/>
    <w:rsid w:val="00902AE3"/>
    <w:rsid w:val="009034E3"/>
    <w:rsid w:val="009034EA"/>
    <w:rsid w:val="009036B0"/>
    <w:rsid w:val="00903A63"/>
    <w:rsid w:val="00903F54"/>
    <w:rsid w:val="00904097"/>
    <w:rsid w:val="0090452D"/>
    <w:rsid w:val="00904574"/>
    <w:rsid w:val="00904769"/>
    <w:rsid w:val="0090487B"/>
    <w:rsid w:val="00904A59"/>
    <w:rsid w:val="00904B19"/>
    <w:rsid w:val="00904CC7"/>
    <w:rsid w:val="0090556E"/>
    <w:rsid w:val="00905684"/>
    <w:rsid w:val="009056FD"/>
    <w:rsid w:val="00905F71"/>
    <w:rsid w:val="00906C51"/>
    <w:rsid w:val="0090723D"/>
    <w:rsid w:val="009073C7"/>
    <w:rsid w:val="00907643"/>
    <w:rsid w:val="00907970"/>
    <w:rsid w:val="00907CBA"/>
    <w:rsid w:val="0091033E"/>
    <w:rsid w:val="009106A0"/>
    <w:rsid w:val="009107C6"/>
    <w:rsid w:val="00910A34"/>
    <w:rsid w:val="00910C77"/>
    <w:rsid w:val="009110BE"/>
    <w:rsid w:val="009114A0"/>
    <w:rsid w:val="0091151F"/>
    <w:rsid w:val="00911B9D"/>
    <w:rsid w:val="00911D79"/>
    <w:rsid w:val="00912247"/>
    <w:rsid w:val="009126A4"/>
    <w:rsid w:val="0091281C"/>
    <w:rsid w:val="00912922"/>
    <w:rsid w:val="00912BA9"/>
    <w:rsid w:val="009136CF"/>
    <w:rsid w:val="00913FC5"/>
    <w:rsid w:val="00913FE6"/>
    <w:rsid w:val="00914373"/>
    <w:rsid w:val="00914469"/>
    <w:rsid w:val="00914537"/>
    <w:rsid w:val="0091494C"/>
    <w:rsid w:val="00914970"/>
    <w:rsid w:val="00914BA8"/>
    <w:rsid w:val="00914FA8"/>
    <w:rsid w:val="00915016"/>
    <w:rsid w:val="00915515"/>
    <w:rsid w:val="00915BAD"/>
    <w:rsid w:val="0091611D"/>
    <w:rsid w:val="00916734"/>
    <w:rsid w:val="00916A00"/>
    <w:rsid w:val="00916E09"/>
    <w:rsid w:val="0091725D"/>
    <w:rsid w:val="009174B9"/>
    <w:rsid w:val="00917519"/>
    <w:rsid w:val="0091791F"/>
    <w:rsid w:val="00917DE7"/>
    <w:rsid w:val="0092001A"/>
    <w:rsid w:val="00920073"/>
    <w:rsid w:val="00920468"/>
    <w:rsid w:val="0092068F"/>
    <w:rsid w:val="00921645"/>
    <w:rsid w:val="00921778"/>
    <w:rsid w:val="00921DF3"/>
    <w:rsid w:val="0092219F"/>
    <w:rsid w:val="00922360"/>
    <w:rsid w:val="0092249B"/>
    <w:rsid w:val="00922577"/>
    <w:rsid w:val="0092271C"/>
    <w:rsid w:val="00922854"/>
    <w:rsid w:val="00922ABD"/>
    <w:rsid w:val="00922EFD"/>
    <w:rsid w:val="0092311C"/>
    <w:rsid w:val="00923382"/>
    <w:rsid w:val="009234E9"/>
    <w:rsid w:val="00923565"/>
    <w:rsid w:val="009236C7"/>
    <w:rsid w:val="0092398E"/>
    <w:rsid w:val="00923D2B"/>
    <w:rsid w:val="009241F5"/>
    <w:rsid w:val="00924351"/>
    <w:rsid w:val="009243E8"/>
    <w:rsid w:val="0092440B"/>
    <w:rsid w:val="00924601"/>
    <w:rsid w:val="0092482C"/>
    <w:rsid w:val="009250F8"/>
    <w:rsid w:val="009253DA"/>
    <w:rsid w:val="00925512"/>
    <w:rsid w:val="0092680D"/>
    <w:rsid w:val="00926DB5"/>
    <w:rsid w:val="009270B9"/>
    <w:rsid w:val="00927514"/>
    <w:rsid w:val="009275A3"/>
    <w:rsid w:val="0092793C"/>
    <w:rsid w:val="0092796B"/>
    <w:rsid w:val="00927A36"/>
    <w:rsid w:val="00927BEC"/>
    <w:rsid w:val="00927C47"/>
    <w:rsid w:val="00927E90"/>
    <w:rsid w:val="00930147"/>
    <w:rsid w:val="009303BA"/>
    <w:rsid w:val="009303D9"/>
    <w:rsid w:val="00930842"/>
    <w:rsid w:val="00930BFA"/>
    <w:rsid w:val="00930CB0"/>
    <w:rsid w:val="00931174"/>
    <w:rsid w:val="00931D36"/>
    <w:rsid w:val="0093221C"/>
    <w:rsid w:val="009325FD"/>
    <w:rsid w:val="00932755"/>
    <w:rsid w:val="009327FF"/>
    <w:rsid w:val="00932D71"/>
    <w:rsid w:val="00933129"/>
    <w:rsid w:val="009333EE"/>
    <w:rsid w:val="00933589"/>
    <w:rsid w:val="009337DF"/>
    <w:rsid w:val="00933D79"/>
    <w:rsid w:val="00934027"/>
    <w:rsid w:val="00934888"/>
    <w:rsid w:val="00934AAD"/>
    <w:rsid w:val="00935057"/>
    <w:rsid w:val="0093516C"/>
    <w:rsid w:val="0093552C"/>
    <w:rsid w:val="00935987"/>
    <w:rsid w:val="00935E68"/>
    <w:rsid w:val="00935FDB"/>
    <w:rsid w:val="009362F0"/>
    <w:rsid w:val="0093661D"/>
    <w:rsid w:val="00936671"/>
    <w:rsid w:val="00936778"/>
    <w:rsid w:val="009367A7"/>
    <w:rsid w:val="009369F1"/>
    <w:rsid w:val="00936C0B"/>
    <w:rsid w:val="00936C85"/>
    <w:rsid w:val="00937558"/>
    <w:rsid w:val="00937641"/>
    <w:rsid w:val="0093768C"/>
    <w:rsid w:val="0093769E"/>
    <w:rsid w:val="00937942"/>
    <w:rsid w:val="00937996"/>
    <w:rsid w:val="00937BE1"/>
    <w:rsid w:val="009406A1"/>
    <w:rsid w:val="009406F3"/>
    <w:rsid w:val="009407BD"/>
    <w:rsid w:val="00940DCD"/>
    <w:rsid w:val="00940EB2"/>
    <w:rsid w:val="00940FA4"/>
    <w:rsid w:val="009414E1"/>
    <w:rsid w:val="00941898"/>
    <w:rsid w:val="00941A30"/>
    <w:rsid w:val="00941C9C"/>
    <w:rsid w:val="00941EB8"/>
    <w:rsid w:val="009421AE"/>
    <w:rsid w:val="00942488"/>
    <w:rsid w:val="00942513"/>
    <w:rsid w:val="0094364E"/>
    <w:rsid w:val="00943C50"/>
    <w:rsid w:val="00944AD3"/>
    <w:rsid w:val="00944C99"/>
    <w:rsid w:val="009458A9"/>
    <w:rsid w:val="0094599A"/>
    <w:rsid w:val="00945DD8"/>
    <w:rsid w:val="0094630C"/>
    <w:rsid w:val="0094686B"/>
    <w:rsid w:val="00946A05"/>
    <w:rsid w:val="00947688"/>
    <w:rsid w:val="00947713"/>
    <w:rsid w:val="00947A67"/>
    <w:rsid w:val="00947AC9"/>
    <w:rsid w:val="00947C4E"/>
    <w:rsid w:val="00947D11"/>
    <w:rsid w:val="0095038C"/>
    <w:rsid w:val="00950468"/>
    <w:rsid w:val="0095046F"/>
    <w:rsid w:val="00950951"/>
    <w:rsid w:val="00950997"/>
    <w:rsid w:val="00950C27"/>
    <w:rsid w:val="00950DF0"/>
    <w:rsid w:val="00951AB4"/>
    <w:rsid w:val="00951CE6"/>
    <w:rsid w:val="00951CEB"/>
    <w:rsid w:val="00952292"/>
    <w:rsid w:val="009525B6"/>
    <w:rsid w:val="0095264C"/>
    <w:rsid w:val="00952BCE"/>
    <w:rsid w:val="00952F04"/>
    <w:rsid w:val="009533E4"/>
    <w:rsid w:val="009534DD"/>
    <w:rsid w:val="00953842"/>
    <w:rsid w:val="00953AD7"/>
    <w:rsid w:val="00953E75"/>
    <w:rsid w:val="0095435C"/>
    <w:rsid w:val="009547D8"/>
    <w:rsid w:val="009548F3"/>
    <w:rsid w:val="00955111"/>
    <w:rsid w:val="00955AE8"/>
    <w:rsid w:val="00956176"/>
    <w:rsid w:val="0095664E"/>
    <w:rsid w:val="009568F0"/>
    <w:rsid w:val="009569A0"/>
    <w:rsid w:val="00956F8F"/>
    <w:rsid w:val="0095708B"/>
    <w:rsid w:val="00957434"/>
    <w:rsid w:val="00957A5B"/>
    <w:rsid w:val="00957B22"/>
    <w:rsid w:val="00957E6E"/>
    <w:rsid w:val="009608D0"/>
    <w:rsid w:val="009609CE"/>
    <w:rsid w:val="00960B48"/>
    <w:rsid w:val="00960E75"/>
    <w:rsid w:val="00960FA7"/>
    <w:rsid w:val="00961783"/>
    <w:rsid w:val="00961AC0"/>
    <w:rsid w:val="00961EC0"/>
    <w:rsid w:val="009625BE"/>
    <w:rsid w:val="00962B38"/>
    <w:rsid w:val="00962B55"/>
    <w:rsid w:val="009630AB"/>
    <w:rsid w:val="00963136"/>
    <w:rsid w:val="00963207"/>
    <w:rsid w:val="009633E8"/>
    <w:rsid w:val="0096354B"/>
    <w:rsid w:val="009638F1"/>
    <w:rsid w:val="00964084"/>
    <w:rsid w:val="00964CC0"/>
    <w:rsid w:val="00965351"/>
    <w:rsid w:val="009654DA"/>
    <w:rsid w:val="00965798"/>
    <w:rsid w:val="00965CAA"/>
    <w:rsid w:val="00965EA1"/>
    <w:rsid w:val="009662E6"/>
    <w:rsid w:val="00966D6B"/>
    <w:rsid w:val="00966E8E"/>
    <w:rsid w:val="009672E7"/>
    <w:rsid w:val="00967702"/>
    <w:rsid w:val="0096789F"/>
    <w:rsid w:val="0096796E"/>
    <w:rsid w:val="00967F1E"/>
    <w:rsid w:val="00970BAA"/>
    <w:rsid w:val="00970F29"/>
    <w:rsid w:val="0097130F"/>
    <w:rsid w:val="009720FB"/>
    <w:rsid w:val="00972BB8"/>
    <w:rsid w:val="00972DAE"/>
    <w:rsid w:val="00973588"/>
    <w:rsid w:val="00974C0E"/>
    <w:rsid w:val="00975080"/>
    <w:rsid w:val="009753F2"/>
    <w:rsid w:val="0097562A"/>
    <w:rsid w:val="00975884"/>
    <w:rsid w:val="00975F89"/>
    <w:rsid w:val="00976498"/>
    <w:rsid w:val="00976632"/>
    <w:rsid w:val="00976FA7"/>
    <w:rsid w:val="00976FDE"/>
    <w:rsid w:val="00977487"/>
    <w:rsid w:val="009777F1"/>
    <w:rsid w:val="00980237"/>
    <w:rsid w:val="009802E7"/>
    <w:rsid w:val="00980662"/>
    <w:rsid w:val="00980CE0"/>
    <w:rsid w:val="00981309"/>
    <w:rsid w:val="00981619"/>
    <w:rsid w:val="009819FD"/>
    <w:rsid w:val="00981FE8"/>
    <w:rsid w:val="00982028"/>
    <w:rsid w:val="00983671"/>
    <w:rsid w:val="00983D43"/>
    <w:rsid w:val="00983F11"/>
    <w:rsid w:val="009843B3"/>
    <w:rsid w:val="00984A08"/>
    <w:rsid w:val="00984CDE"/>
    <w:rsid w:val="00984E0C"/>
    <w:rsid w:val="00984F0D"/>
    <w:rsid w:val="00985047"/>
    <w:rsid w:val="00985199"/>
    <w:rsid w:val="00985236"/>
    <w:rsid w:val="00985D3E"/>
    <w:rsid w:val="00985FBB"/>
    <w:rsid w:val="009860D0"/>
    <w:rsid w:val="00986340"/>
    <w:rsid w:val="00986621"/>
    <w:rsid w:val="00986826"/>
    <w:rsid w:val="009868EF"/>
    <w:rsid w:val="00986F22"/>
    <w:rsid w:val="00986F31"/>
    <w:rsid w:val="00987195"/>
    <w:rsid w:val="009878B4"/>
    <w:rsid w:val="00987990"/>
    <w:rsid w:val="00987F44"/>
    <w:rsid w:val="009900BC"/>
    <w:rsid w:val="009903A5"/>
    <w:rsid w:val="0099073C"/>
    <w:rsid w:val="0099081F"/>
    <w:rsid w:val="00990E59"/>
    <w:rsid w:val="00990F6F"/>
    <w:rsid w:val="009910BB"/>
    <w:rsid w:val="0099159A"/>
    <w:rsid w:val="00991B9A"/>
    <w:rsid w:val="00991E59"/>
    <w:rsid w:val="00991E75"/>
    <w:rsid w:val="009923C5"/>
    <w:rsid w:val="00992768"/>
    <w:rsid w:val="00993148"/>
    <w:rsid w:val="009931D8"/>
    <w:rsid w:val="009933FC"/>
    <w:rsid w:val="0099372B"/>
    <w:rsid w:val="0099434E"/>
    <w:rsid w:val="00994E82"/>
    <w:rsid w:val="00994F00"/>
    <w:rsid w:val="009951D2"/>
    <w:rsid w:val="0099540B"/>
    <w:rsid w:val="009954B4"/>
    <w:rsid w:val="00995C50"/>
    <w:rsid w:val="00995E66"/>
    <w:rsid w:val="00995E75"/>
    <w:rsid w:val="00996625"/>
    <w:rsid w:val="009967D9"/>
    <w:rsid w:val="009967FF"/>
    <w:rsid w:val="00996823"/>
    <w:rsid w:val="00996C51"/>
    <w:rsid w:val="00996E89"/>
    <w:rsid w:val="00996FF8"/>
    <w:rsid w:val="009970F0"/>
    <w:rsid w:val="00997536"/>
    <w:rsid w:val="0099758D"/>
    <w:rsid w:val="009976DC"/>
    <w:rsid w:val="00997B0B"/>
    <w:rsid w:val="00997B6B"/>
    <w:rsid w:val="00997F09"/>
    <w:rsid w:val="00997F4B"/>
    <w:rsid w:val="00997FF8"/>
    <w:rsid w:val="009A0097"/>
    <w:rsid w:val="009A065A"/>
    <w:rsid w:val="009A09DE"/>
    <w:rsid w:val="009A0B10"/>
    <w:rsid w:val="009A0B96"/>
    <w:rsid w:val="009A0E76"/>
    <w:rsid w:val="009A0E7C"/>
    <w:rsid w:val="009A0EDC"/>
    <w:rsid w:val="009A1075"/>
    <w:rsid w:val="009A12E1"/>
    <w:rsid w:val="009A18D1"/>
    <w:rsid w:val="009A1986"/>
    <w:rsid w:val="009A1ACC"/>
    <w:rsid w:val="009A1DC6"/>
    <w:rsid w:val="009A1DE0"/>
    <w:rsid w:val="009A2089"/>
    <w:rsid w:val="009A25BB"/>
    <w:rsid w:val="009A3279"/>
    <w:rsid w:val="009A35D6"/>
    <w:rsid w:val="009A3B31"/>
    <w:rsid w:val="009A3D69"/>
    <w:rsid w:val="009A403C"/>
    <w:rsid w:val="009A45EC"/>
    <w:rsid w:val="009A46A6"/>
    <w:rsid w:val="009A46CA"/>
    <w:rsid w:val="009A4731"/>
    <w:rsid w:val="009A47B1"/>
    <w:rsid w:val="009A4C67"/>
    <w:rsid w:val="009A506F"/>
    <w:rsid w:val="009A50B3"/>
    <w:rsid w:val="009A50F8"/>
    <w:rsid w:val="009A5733"/>
    <w:rsid w:val="009A5748"/>
    <w:rsid w:val="009A5765"/>
    <w:rsid w:val="009A584B"/>
    <w:rsid w:val="009A5907"/>
    <w:rsid w:val="009A5A17"/>
    <w:rsid w:val="009A5C9A"/>
    <w:rsid w:val="009A5CFF"/>
    <w:rsid w:val="009A652B"/>
    <w:rsid w:val="009A68EF"/>
    <w:rsid w:val="009A6A9E"/>
    <w:rsid w:val="009A6CBF"/>
    <w:rsid w:val="009A71AE"/>
    <w:rsid w:val="009A764A"/>
    <w:rsid w:val="009B00F2"/>
    <w:rsid w:val="009B081B"/>
    <w:rsid w:val="009B0A12"/>
    <w:rsid w:val="009B0C04"/>
    <w:rsid w:val="009B148B"/>
    <w:rsid w:val="009B186A"/>
    <w:rsid w:val="009B190E"/>
    <w:rsid w:val="009B1CE2"/>
    <w:rsid w:val="009B1EB3"/>
    <w:rsid w:val="009B2241"/>
    <w:rsid w:val="009B22EF"/>
    <w:rsid w:val="009B282F"/>
    <w:rsid w:val="009B2AE5"/>
    <w:rsid w:val="009B2B16"/>
    <w:rsid w:val="009B3711"/>
    <w:rsid w:val="009B3D75"/>
    <w:rsid w:val="009B3D94"/>
    <w:rsid w:val="009B3DEF"/>
    <w:rsid w:val="009B3F58"/>
    <w:rsid w:val="009B3F93"/>
    <w:rsid w:val="009B453C"/>
    <w:rsid w:val="009B4585"/>
    <w:rsid w:val="009B49E0"/>
    <w:rsid w:val="009B4DD0"/>
    <w:rsid w:val="009B4E05"/>
    <w:rsid w:val="009B4F09"/>
    <w:rsid w:val="009B5A54"/>
    <w:rsid w:val="009B5E61"/>
    <w:rsid w:val="009B624E"/>
    <w:rsid w:val="009B6328"/>
    <w:rsid w:val="009B67A1"/>
    <w:rsid w:val="009B6955"/>
    <w:rsid w:val="009B6B3E"/>
    <w:rsid w:val="009B71D1"/>
    <w:rsid w:val="009B77C8"/>
    <w:rsid w:val="009B78CC"/>
    <w:rsid w:val="009B7933"/>
    <w:rsid w:val="009B7977"/>
    <w:rsid w:val="009C0389"/>
    <w:rsid w:val="009C066E"/>
    <w:rsid w:val="009C070A"/>
    <w:rsid w:val="009C08EB"/>
    <w:rsid w:val="009C0A17"/>
    <w:rsid w:val="009C0FAA"/>
    <w:rsid w:val="009C126E"/>
    <w:rsid w:val="009C17AE"/>
    <w:rsid w:val="009C1F6A"/>
    <w:rsid w:val="009C20D0"/>
    <w:rsid w:val="009C2205"/>
    <w:rsid w:val="009C2594"/>
    <w:rsid w:val="009C27A4"/>
    <w:rsid w:val="009C2BB0"/>
    <w:rsid w:val="009C31D0"/>
    <w:rsid w:val="009C36D1"/>
    <w:rsid w:val="009C4A68"/>
    <w:rsid w:val="009C5061"/>
    <w:rsid w:val="009C5846"/>
    <w:rsid w:val="009C593E"/>
    <w:rsid w:val="009C5EB7"/>
    <w:rsid w:val="009C6101"/>
    <w:rsid w:val="009C635C"/>
    <w:rsid w:val="009C65AC"/>
    <w:rsid w:val="009C66FA"/>
    <w:rsid w:val="009C6873"/>
    <w:rsid w:val="009C6B2F"/>
    <w:rsid w:val="009C6D34"/>
    <w:rsid w:val="009C6DC0"/>
    <w:rsid w:val="009C6F61"/>
    <w:rsid w:val="009C7941"/>
    <w:rsid w:val="009C79A8"/>
    <w:rsid w:val="009C7BEE"/>
    <w:rsid w:val="009C7F55"/>
    <w:rsid w:val="009D01C2"/>
    <w:rsid w:val="009D0249"/>
    <w:rsid w:val="009D0A1B"/>
    <w:rsid w:val="009D125C"/>
    <w:rsid w:val="009D127A"/>
    <w:rsid w:val="009D1683"/>
    <w:rsid w:val="009D17AC"/>
    <w:rsid w:val="009D1959"/>
    <w:rsid w:val="009D195C"/>
    <w:rsid w:val="009D1CFA"/>
    <w:rsid w:val="009D1D85"/>
    <w:rsid w:val="009D1EB2"/>
    <w:rsid w:val="009D2065"/>
    <w:rsid w:val="009D2067"/>
    <w:rsid w:val="009D20BF"/>
    <w:rsid w:val="009D2149"/>
    <w:rsid w:val="009D215F"/>
    <w:rsid w:val="009D2215"/>
    <w:rsid w:val="009D2ED3"/>
    <w:rsid w:val="009D3533"/>
    <w:rsid w:val="009D3B26"/>
    <w:rsid w:val="009D40C9"/>
    <w:rsid w:val="009D41D1"/>
    <w:rsid w:val="009D41F4"/>
    <w:rsid w:val="009D45F4"/>
    <w:rsid w:val="009D4ACA"/>
    <w:rsid w:val="009D4C9D"/>
    <w:rsid w:val="009D4F12"/>
    <w:rsid w:val="009D4F9A"/>
    <w:rsid w:val="009D535E"/>
    <w:rsid w:val="009D53ED"/>
    <w:rsid w:val="009D58F5"/>
    <w:rsid w:val="009D5F2E"/>
    <w:rsid w:val="009D6449"/>
    <w:rsid w:val="009D647D"/>
    <w:rsid w:val="009D6793"/>
    <w:rsid w:val="009D6A29"/>
    <w:rsid w:val="009D6A44"/>
    <w:rsid w:val="009D6B52"/>
    <w:rsid w:val="009D7596"/>
    <w:rsid w:val="009D764C"/>
    <w:rsid w:val="009D76A6"/>
    <w:rsid w:val="009D7BF9"/>
    <w:rsid w:val="009D7E98"/>
    <w:rsid w:val="009E0149"/>
    <w:rsid w:val="009E01D4"/>
    <w:rsid w:val="009E0476"/>
    <w:rsid w:val="009E0560"/>
    <w:rsid w:val="009E070E"/>
    <w:rsid w:val="009E0D3C"/>
    <w:rsid w:val="009E1167"/>
    <w:rsid w:val="009E11A3"/>
    <w:rsid w:val="009E1757"/>
    <w:rsid w:val="009E1E2B"/>
    <w:rsid w:val="009E1EE8"/>
    <w:rsid w:val="009E2446"/>
    <w:rsid w:val="009E26FC"/>
    <w:rsid w:val="009E2BB4"/>
    <w:rsid w:val="009E2C76"/>
    <w:rsid w:val="009E2CF1"/>
    <w:rsid w:val="009E3293"/>
    <w:rsid w:val="009E3492"/>
    <w:rsid w:val="009E3CCB"/>
    <w:rsid w:val="009E4219"/>
    <w:rsid w:val="009E42EE"/>
    <w:rsid w:val="009E4502"/>
    <w:rsid w:val="009E45F1"/>
    <w:rsid w:val="009E486E"/>
    <w:rsid w:val="009E4A15"/>
    <w:rsid w:val="009E5142"/>
    <w:rsid w:val="009E53F3"/>
    <w:rsid w:val="009E54EE"/>
    <w:rsid w:val="009E5912"/>
    <w:rsid w:val="009E5F38"/>
    <w:rsid w:val="009E6174"/>
    <w:rsid w:val="009E6827"/>
    <w:rsid w:val="009E6D8C"/>
    <w:rsid w:val="009E775D"/>
    <w:rsid w:val="009E7B6B"/>
    <w:rsid w:val="009E7B96"/>
    <w:rsid w:val="009E7FE7"/>
    <w:rsid w:val="009F046A"/>
    <w:rsid w:val="009F0659"/>
    <w:rsid w:val="009F0A5E"/>
    <w:rsid w:val="009F0A71"/>
    <w:rsid w:val="009F13D5"/>
    <w:rsid w:val="009F1C8A"/>
    <w:rsid w:val="009F1E15"/>
    <w:rsid w:val="009F24E2"/>
    <w:rsid w:val="009F2548"/>
    <w:rsid w:val="009F25C3"/>
    <w:rsid w:val="009F2938"/>
    <w:rsid w:val="009F3B0A"/>
    <w:rsid w:val="009F3C4C"/>
    <w:rsid w:val="009F3CB0"/>
    <w:rsid w:val="009F3D48"/>
    <w:rsid w:val="009F463E"/>
    <w:rsid w:val="009F4EC9"/>
    <w:rsid w:val="009F4F23"/>
    <w:rsid w:val="009F51A6"/>
    <w:rsid w:val="009F54CC"/>
    <w:rsid w:val="009F5641"/>
    <w:rsid w:val="009F5DB3"/>
    <w:rsid w:val="009F5DE5"/>
    <w:rsid w:val="009F5F73"/>
    <w:rsid w:val="009F64C4"/>
    <w:rsid w:val="009F7068"/>
    <w:rsid w:val="009F7321"/>
    <w:rsid w:val="009F7CF4"/>
    <w:rsid w:val="00A0033E"/>
    <w:rsid w:val="00A0042E"/>
    <w:rsid w:val="00A005B5"/>
    <w:rsid w:val="00A009B7"/>
    <w:rsid w:val="00A00C0A"/>
    <w:rsid w:val="00A00CCB"/>
    <w:rsid w:val="00A00DF5"/>
    <w:rsid w:val="00A01153"/>
    <w:rsid w:val="00A01677"/>
    <w:rsid w:val="00A01926"/>
    <w:rsid w:val="00A01E94"/>
    <w:rsid w:val="00A01EE0"/>
    <w:rsid w:val="00A02350"/>
    <w:rsid w:val="00A0241C"/>
    <w:rsid w:val="00A024ED"/>
    <w:rsid w:val="00A02556"/>
    <w:rsid w:val="00A02617"/>
    <w:rsid w:val="00A02640"/>
    <w:rsid w:val="00A02764"/>
    <w:rsid w:val="00A029AC"/>
    <w:rsid w:val="00A02A4D"/>
    <w:rsid w:val="00A02CED"/>
    <w:rsid w:val="00A0316D"/>
    <w:rsid w:val="00A03589"/>
    <w:rsid w:val="00A0380B"/>
    <w:rsid w:val="00A043D0"/>
    <w:rsid w:val="00A04830"/>
    <w:rsid w:val="00A04955"/>
    <w:rsid w:val="00A04E60"/>
    <w:rsid w:val="00A0513C"/>
    <w:rsid w:val="00A0573A"/>
    <w:rsid w:val="00A0634D"/>
    <w:rsid w:val="00A064E2"/>
    <w:rsid w:val="00A0668C"/>
    <w:rsid w:val="00A0686D"/>
    <w:rsid w:val="00A06A70"/>
    <w:rsid w:val="00A06C2B"/>
    <w:rsid w:val="00A07178"/>
    <w:rsid w:val="00A07411"/>
    <w:rsid w:val="00A0742A"/>
    <w:rsid w:val="00A076ED"/>
    <w:rsid w:val="00A0794B"/>
    <w:rsid w:val="00A07B66"/>
    <w:rsid w:val="00A10433"/>
    <w:rsid w:val="00A10485"/>
    <w:rsid w:val="00A10677"/>
    <w:rsid w:val="00A106E2"/>
    <w:rsid w:val="00A108D3"/>
    <w:rsid w:val="00A10BA7"/>
    <w:rsid w:val="00A10C0D"/>
    <w:rsid w:val="00A1233D"/>
    <w:rsid w:val="00A12379"/>
    <w:rsid w:val="00A127F2"/>
    <w:rsid w:val="00A12E7C"/>
    <w:rsid w:val="00A12F5B"/>
    <w:rsid w:val="00A12F72"/>
    <w:rsid w:val="00A13031"/>
    <w:rsid w:val="00A1314C"/>
    <w:rsid w:val="00A1343A"/>
    <w:rsid w:val="00A136AA"/>
    <w:rsid w:val="00A136DD"/>
    <w:rsid w:val="00A1428B"/>
    <w:rsid w:val="00A14473"/>
    <w:rsid w:val="00A144C1"/>
    <w:rsid w:val="00A144FE"/>
    <w:rsid w:val="00A148D1"/>
    <w:rsid w:val="00A14B09"/>
    <w:rsid w:val="00A14E0D"/>
    <w:rsid w:val="00A14E17"/>
    <w:rsid w:val="00A14F6B"/>
    <w:rsid w:val="00A150C5"/>
    <w:rsid w:val="00A15410"/>
    <w:rsid w:val="00A15B14"/>
    <w:rsid w:val="00A1616D"/>
    <w:rsid w:val="00A16566"/>
    <w:rsid w:val="00A16B7B"/>
    <w:rsid w:val="00A16D6C"/>
    <w:rsid w:val="00A1775A"/>
    <w:rsid w:val="00A17E84"/>
    <w:rsid w:val="00A20067"/>
    <w:rsid w:val="00A20CA0"/>
    <w:rsid w:val="00A212DE"/>
    <w:rsid w:val="00A2138C"/>
    <w:rsid w:val="00A2153A"/>
    <w:rsid w:val="00A21854"/>
    <w:rsid w:val="00A21BF1"/>
    <w:rsid w:val="00A21FAE"/>
    <w:rsid w:val="00A21FB0"/>
    <w:rsid w:val="00A226DF"/>
    <w:rsid w:val="00A22A43"/>
    <w:rsid w:val="00A22E80"/>
    <w:rsid w:val="00A22ED4"/>
    <w:rsid w:val="00A22F6F"/>
    <w:rsid w:val="00A2351D"/>
    <w:rsid w:val="00A2364B"/>
    <w:rsid w:val="00A23751"/>
    <w:rsid w:val="00A23A06"/>
    <w:rsid w:val="00A2415B"/>
    <w:rsid w:val="00A24351"/>
    <w:rsid w:val="00A25026"/>
    <w:rsid w:val="00A256AD"/>
    <w:rsid w:val="00A257DA"/>
    <w:rsid w:val="00A25B9B"/>
    <w:rsid w:val="00A25B9E"/>
    <w:rsid w:val="00A25DEC"/>
    <w:rsid w:val="00A2600E"/>
    <w:rsid w:val="00A26290"/>
    <w:rsid w:val="00A26582"/>
    <w:rsid w:val="00A26AC1"/>
    <w:rsid w:val="00A26DE3"/>
    <w:rsid w:val="00A2704C"/>
    <w:rsid w:val="00A271F9"/>
    <w:rsid w:val="00A278C5"/>
    <w:rsid w:val="00A30320"/>
    <w:rsid w:val="00A306A0"/>
    <w:rsid w:val="00A30A94"/>
    <w:rsid w:val="00A31233"/>
    <w:rsid w:val="00A32144"/>
    <w:rsid w:val="00A32387"/>
    <w:rsid w:val="00A32852"/>
    <w:rsid w:val="00A32F08"/>
    <w:rsid w:val="00A3326F"/>
    <w:rsid w:val="00A33A9A"/>
    <w:rsid w:val="00A3414B"/>
    <w:rsid w:val="00A341EC"/>
    <w:rsid w:val="00A343FE"/>
    <w:rsid w:val="00A34828"/>
    <w:rsid w:val="00A34D93"/>
    <w:rsid w:val="00A34E89"/>
    <w:rsid w:val="00A35543"/>
    <w:rsid w:val="00A35601"/>
    <w:rsid w:val="00A36181"/>
    <w:rsid w:val="00A36579"/>
    <w:rsid w:val="00A367B4"/>
    <w:rsid w:val="00A36848"/>
    <w:rsid w:val="00A36AAD"/>
    <w:rsid w:val="00A36B41"/>
    <w:rsid w:val="00A36C49"/>
    <w:rsid w:val="00A36FB1"/>
    <w:rsid w:val="00A37068"/>
    <w:rsid w:val="00A372EE"/>
    <w:rsid w:val="00A375D9"/>
    <w:rsid w:val="00A3787E"/>
    <w:rsid w:val="00A37889"/>
    <w:rsid w:val="00A379A2"/>
    <w:rsid w:val="00A40087"/>
    <w:rsid w:val="00A4014A"/>
    <w:rsid w:val="00A4032A"/>
    <w:rsid w:val="00A4041A"/>
    <w:rsid w:val="00A407B4"/>
    <w:rsid w:val="00A407C8"/>
    <w:rsid w:val="00A40877"/>
    <w:rsid w:val="00A40BD5"/>
    <w:rsid w:val="00A40CDB"/>
    <w:rsid w:val="00A40E50"/>
    <w:rsid w:val="00A40EBA"/>
    <w:rsid w:val="00A41BC7"/>
    <w:rsid w:val="00A42276"/>
    <w:rsid w:val="00A426AB"/>
    <w:rsid w:val="00A42835"/>
    <w:rsid w:val="00A42864"/>
    <w:rsid w:val="00A43218"/>
    <w:rsid w:val="00A434B2"/>
    <w:rsid w:val="00A43AC9"/>
    <w:rsid w:val="00A43C43"/>
    <w:rsid w:val="00A458DE"/>
    <w:rsid w:val="00A45B30"/>
    <w:rsid w:val="00A4617B"/>
    <w:rsid w:val="00A46679"/>
    <w:rsid w:val="00A467B6"/>
    <w:rsid w:val="00A46BCA"/>
    <w:rsid w:val="00A46C93"/>
    <w:rsid w:val="00A47444"/>
    <w:rsid w:val="00A47585"/>
    <w:rsid w:val="00A476C5"/>
    <w:rsid w:val="00A4789D"/>
    <w:rsid w:val="00A47B99"/>
    <w:rsid w:val="00A5010F"/>
    <w:rsid w:val="00A501F4"/>
    <w:rsid w:val="00A5054E"/>
    <w:rsid w:val="00A5171A"/>
    <w:rsid w:val="00A5199C"/>
    <w:rsid w:val="00A51A20"/>
    <w:rsid w:val="00A51EB4"/>
    <w:rsid w:val="00A5241B"/>
    <w:rsid w:val="00A52A67"/>
    <w:rsid w:val="00A52F2B"/>
    <w:rsid w:val="00A53284"/>
    <w:rsid w:val="00A5346A"/>
    <w:rsid w:val="00A53770"/>
    <w:rsid w:val="00A53B48"/>
    <w:rsid w:val="00A53B92"/>
    <w:rsid w:val="00A53FE5"/>
    <w:rsid w:val="00A540C4"/>
    <w:rsid w:val="00A540E3"/>
    <w:rsid w:val="00A5435C"/>
    <w:rsid w:val="00A5476F"/>
    <w:rsid w:val="00A54986"/>
    <w:rsid w:val="00A55084"/>
    <w:rsid w:val="00A552D1"/>
    <w:rsid w:val="00A5534A"/>
    <w:rsid w:val="00A55B43"/>
    <w:rsid w:val="00A55FCC"/>
    <w:rsid w:val="00A567BB"/>
    <w:rsid w:val="00A569A4"/>
    <w:rsid w:val="00A56A96"/>
    <w:rsid w:val="00A56E7A"/>
    <w:rsid w:val="00A57318"/>
    <w:rsid w:val="00A57594"/>
    <w:rsid w:val="00A57FCF"/>
    <w:rsid w:val="00A6010C"/>
    <w:rsid w:val="00A603A0"/>
    <w:rsid w:val="00A604C3"/>
    <w:rsid w:val="00A6078D"/>
    <w:rsid w:val="00A60BC4"/>
    <w:rsid w:val="00A60C35"/>
    <w:rsid w:val="00A60F14"/>
    <w:rsid w:val="00A61264"/>
    <w:rsid w:val="00A61A5A"/>
    <w:rsid w:val="00A61C90"/>
    <w:rsid w:val="00A61E10"/>
    <w:rsid w:val="00A61F7D"/>
    <w:rsid w:val="00A6211D"/>
    <w:rsid w:val="00A6219D"/>
    <w:rsid w:val="00A621C6"/>
    <w:rsid w:val="00A6270C"/>
    <w:rsid w:val="00A63307"/>
    <w:rsid w:val="00A63345"/>
    <w:rsid w:val="00A63641"/>
    <w:rsid w:val="00A638C1"/>
    <w:rsid w:val="00A63DB3"/>
    <w:rsid w:val="00A63F20"/>
    <w:rsid w:val="00A646C6"/>
    <w:rsid w:val="00A64ED0"/>
    <w:rsid w:val="00A65805"/>
    <w:rsid w:val="00A65DD6"/>
    <w:rsid w:val="00A65FCA"/>
    <w:rsid w:val="00A6604E"/>
    <w:rsid w:val="00A6619E"/>
    <w:rsid w:val="00A66215"/>
    <w:rsid w:val="00A6639D"/>
    <w:rsid w:val="00A663E2"/>
    <w:rsid w:val="00A6651E"/>
    <w:rsid w:val="00A66633"/>
    <w:rsid w:val="00A6694B"/>
    <w:rsid w:val="00A66BDF"/>
    <w:rsid w:val="00A66C75"/>
    <w:rsid w:val="00A66D7B"/>
    <w:rsid w:val="00A67160"/>
    <w:rsid w:val="00A67773"/>
    <w:rsid w:val="00A678FB"/>
    <w:rsid w:val="00A702C6"/>
    <w:rsid w:val="00A70AB5"/>
    <w:rsid w:val="00A70B31"/>
    <w:rsid w:val="00A70C03"/>
    <w:rsid w:val="00A70CA0"/>
    <w:rsid w:val="00A710A9"/>
    <w:rsid w:val="00A71163"/>
    <w:rsid w:val="00A71670"/>
    <w:rsid w:val="00A7187C"/>
    <w:rsid w:val="00A71F18"/>
    <w:rsid w:val="00A7202B"/>
    <w:rsid w:val="00A72182"/>
    <w:rsid w:val="00A721D3"/>
    <w:rsid w:val="00A72664"/>
    <w:rsid w:val="00A72667"/>
    <w:rsid w:val="00A72982"/>
    <w:rsid w:val="00A72A1F"/>
    <w:rsid w:val="00A72A42"/>
    <w:rsid w:val="00A72A95"/>
    <w:rsid w:val="00A72DF5"/>
    <w:rsid w:val="00A72F70"/>
    <w:rsid w:val="00A7300D"/>
    <w:rsid w:val="00A73143"/>
    <w:rsid w:val="00A7369A"/>
    <w:rsid w:val="00A7379D"/>
    <w:rsid w:val="00A7394F"/>
    <w:rsid w:val="00A73C3A"/>
    <w:rsid w:val="00A73CB4"/>
    <w:rsid w:val="00A73CE9"/>
    <w:rsid w:val="00A740DE"/>
    <w:rsid w:val="00A7427A"/>
    <w:rsid w:val="00A75247"/>
    <w:rsid w:val="00A75DAB"/>
    <w:rsid w:val="00A764C5"/>
    <w:rsid w:val="00A768CE"/>
    <w:rsid w:val="00A7739B"/>
    <w:rsid w:val="00A77E83"/>
    <w:rsid w:val="00A801EB"/>
    <w:rsid w:val="00A803BD"/>
    <w:rsid w:val="00A80504"/>
    <w:rsid w:val="00A807EA"/>
    <w:rsid w:val="00A80AD5"/>
    <w:rsid w:val="00A8108B"/>
    <w:rsid w:val="00A81202"/>
    <w:rsid w:val="00A81D98"/>
    <w:rsid w:val="00A81F23"/>
    <w:rsid w:val="00A82200"/>
    <w:rsid w:val="00A82223"/>
    <w:rsid w:val="00A82853"/>
    <w:rsid w:val="00A82D4E"/>
    <w:rsid w:val="00A831F8"/>
    <w:rsid w:val="00A8333A"/>
    <w:rsid w:val="00A839D6"/>
    <w:rsid w:val="00A83E5D"/>
    <w:rsid w:val="00A83E8E"/>
    <w:rsid w:val="00A84213"/>
    <w:rsid w:val="00A84346"/>
    <w:rsid w:val="00A84487"/>
    <w:rsid w:val="00A8455B"/>
    <w:rsid w:val="00A845B7"/>
    <w:rsid w:val="00A8462F"/>
    <w:rsid w:val="00A849B8"/>
    <w:rsid w:val="00A84A3C"/>
    <w:rsid w:val="00A84DA5"/>
    <w:rsid w:val="00A85038"/>
    <w:rsid w:val="00A857C4"/>
    <w:rsid w:val="00A858C6"/>
    <w:rsid w:val="00A85AB0"/>
    <w:rsid w:val="00A85DBF"/>
    <w:rsid w:val="00A8663C"/>
    <w:rsid w:val="00A867EF"/>
    <w:rsid w:val="00A86B2D"/>
    <w:rsid w:val="00A86C1E"/>
    <w:rsid w:val="00A870D8"/>
    <w:rsid w:val="00A8728F"/>
    <w:rsid w:val="00A872D8"/>
    <w:rsid w:val="00A87496"/>
    <w:rsid w:val="00A87812"/>
    <w:rsid w:val="00A87C01"/>
    <w:rsid w:val="00A87CDC"/>
    <w:rsid w:val="00A87FE3"/>
    <w:rsid w:val="00A900FB"/>
    <w:rsid w:val="00A901B1"/>
    <w:rsid w:val="00A9068E"/>
    <w:rsid w:val="00A90742"/>
    <w:rsid w:val="00A9096E"/>
    <w:rsid w:val="00A909B5"/>
    <w:rsid w:val="00A90AC4"/>
    <w:rsid w:val="00A90B51"/>
    <w:rsid w:val="00A90BDC"/>
    <w:rsid w:val="00A90D80"/>
    <w:rsid w:val="00A9199C"/>
    <w:rsid w:val="00A91C42"/>
    <w:rsid w:val="00A91D5E"/>
    <w:rsid w:val="00A91F42"/>
    <w:rsid w:val="00A925BC"/>
    <w:rsid w:val="00A9264E"/>
    <w:rsid w:val="00A928A6"/>
    <w:rsid w:val="00A928F0"/>
    <w:rsid w:val="00A92907"/>
    <w:rsid w:val="00A929AC"/>
    <w:rsid w:val="00A92DB4"/>
    <w:rsid w:val="00A93192"/>
    <w:rsid w:val="00A932BB"/>
    <w:rsid w:val="00A93527"/>
    <w:rsid w:val="00A937BD"/>
    <w:rsid w:val="00A93925"/>
    <w:rsid w:val="00A93EAB"/>
    <w:rsid w:val="00A945B9"/>
    <w:rsid w:val="00A94A8C"/>
    <w:rsid w:val="00A94B4D"/>
    <w:rsid w:val="00A94D9B"/>
    <w:rsid w:val="00A94E6B"/>
    <w:rsid w:val="00A954EF"/>
    <w:rsid w:val="00A955CE"/>
    <w:rsid w:val="00A955EA"/>
    <w:rsid w:val="00A95740"/>
    <w:rsid w:val="00A95C9E"/>
    <w:rsid w:val="00A95F7F"/>
    <w:rsid w:val="00A9649D"/>
    <w:rsid w:val="00A96B90"/>
    <w:rsid w:val="00A96DE8"/>
    <w:rsid w:val="00A96EBC"/>
    <w:rsid w:val="00A96F5F"/>
    <w:rsid w:val="00A970AF"/>
    <w:rsid w:val="00A970D9"/>
    <w:rsid w:val="00A973CB"/>
    <w:rsid w:val="00A974DB"/>
    <w:rsid w:val="00A97608"/>
    <w:rsid w:val="00A9764F"/>
    <w:rsid w:val="00A97AA7"/>
    <w:rsid w:val="00A97BB5"/>
    <w:rsid w:val="00A97C8E"/>
    <w:rsid w:val="00A97DB2"/>
    <w:rsid w:val="00AA052A"/>
    <w:rsid w:val="00AA1240"/>
    <w:rsid w:val="00AA1474"/>
    <w:rsid w:val="00AA156B"/>
    <w:rsid w:val="00AA16EE"/>
    <w:rsid w:val="00AA17B7"/>
    <w:rsid w:val="00AA1A73"/>
    <w:rsid w:val="00AA1CD7"/>
    <w:rsid w:val="00AA1E0D"/>
    <w:rsid w:val="00AA1E4A"/>
    <w:rsid w:val="00AA242E"/>
    <w:rsid w:val="00AA2519"/>
    <w:rsid w:val="00AA2CCA"/>
    <w:rsid w:val="00AA32C1"/>
    <w:rsid w:val="00AA3676"/>
    <w:rsid w:val="00AA3814"/>
    <w:rsid w:val="00AA3B92"/>
    <w:rsid w:val="00AA3C54"/>
    <w:rsid w:val="00AA3CB5"/>
    <w:rsid w:val="00AA4190"/>
    <w:rsid w:val="00AA44E9"/>
    <w:rsid w:val="00AA4E77"/>
    <w:rsid w:val="00AA51E5"/>
    <w:rsid w:val="00AA5329"/>
    <w:rsid w:val="00AA55AC"/>
    <w:rsid w:val="00AA58DC"/>
    <w:rsid w:val="00AA58ED"/>
    <w:rsid w:val="00AA5981"/>
    <w:rsid w:val="00AA5A5E"/>
    <w:rsid w:val="00AA5BAF"/>
    <w:rsid w:val="00AA6394"/>
    <w:rsid w:val="00AA6743"/>
    <w:rsid w:val="00AA69EC"/>
    <w:rsid w:val="00AA6C63"/>
    <w:rsid w:val="00AA6E0B"/>
    <w:rsid w:val="00AA755C"/>
    <w:rsid w:val="00AB001A"/>
    <w:rsid w:val="00AB068A"/>
    <w:rsid w:val="00AB109C"/>
    <w:rsid w:val="00AB11CC"/>
    <w:rsid w:val="00AB1285"/>
    <w:rsid w:val="00AB195B"/>
    <w:rsid w:val="00AB1A89"/>
    <w:rsid w:val="00AB1E60"/>
    <w:rsid w:val="00AB25D8"/>
    <w:rsid w:val="00AB26FA"/>
    <w:rsid w:val="00AB272B"/>
    <w:rsid w:val="00AB2A7B"/>
    <w:rsid w:val="00AB2AE3"/>
    <w:rsid w:val="00AB2AE4"/>
    <w:rsid w:val="00AB2F86"/>
    <w:rsid w:val="00AB3030"/>
    <w:rsid w:val="00AB3802"/>
    <w:rsid w:val="00AB38E6"/>
    <w:rsid w:val="00AB3DEC"/>
    <w:rsid w:val="00AB3F6D"/>
    <w:rsid w:val="00AB449E"/>
    <w:rsid w:val="00AB4611"/>
    <w:rsid w:val="00AB55F0"/>
    <w:rsid w:val="00AB59C9"/>
    <w:rsid w:val="00AB6020"/>
    <w:rsid w:val="00AB6530"/>
    <w:rsid w:val="00AB6579"/>
    <w:rsid w:val="00AB65D7"/>
    <w:rsid w:val="00AB66F6"/>
    <w:rsid w:val="00AB6BCD"/>
    <w:rsid w:val="00AB705C"/>
    <w:rsid w:val="00AB71BD"/>
    <w:rsid w:val="00AB7262"/>
    <w:rsid w:val="00AB7310"/>
    <w:rsid w:val="00AB7ADA"/>
    <w:rsid w:val="00AB7C8F"/>
    <w:rsid w:val="00AB7FA8"/>
    <w:rsid w:val="00AC0153"/>
    <w:rsid w:val="00AC03ED"/>
    <w:rsid w:val="00AC09D2"/>
    <w:rsid w:val="00AC0E8F"/>
    <w:rsid w:val="00AC1368"/>
    <w:rsid w:val="00AC1ED2"/>
    <w:rsid w:val="00AC2088"/>
    <w:rsid w:val="00AC2128"/>
    <w:rsid w:val="00AC2216"/>
    <w:rsid w:val="00AC242C"/>
    <w:rsid w:val="00AC2575"/>
    <w:rsid w:val="00AC32F2"/>
    <w:rsid w:val="00AC34B0"/>
    <w:rsid w:val="00AC43E3"/>
    <w:rsid w:val="00AC4E8D"/>
    <w:rsid w:val="00AC4F32"/>
    <w:rsid w:val="00AC5115"/>
    <w:rsid w:val="00AC5292"/>
    <w:rsid w:val="00AC5C5B"/>
    <w:rsid w:val="00AC5F08"/>
    <w:rsid w:val="00AC5FC8"/>
    <w:rsid w:val="00AC6700"/>
    <w:rsid w:val="00AC6B3B"/>
    <w:rsid w:val="00AC737C"/>
    <w:rsid w:val="00AC7D09"/>
    <w:rsid w:val="00AC7E12"/>
    <w:rsid w:val="00AC7FE3"/>
    <w:rsid w:val="00AD0100"/>
    <w:rsid w:val="00AD05DC"/>
    <w:rsid w:val="00AD0874"/>
    <w:rsid w:val="00AD0894"/>
    <w:rsid w:val="00AD0937"/>
    <w:rsid w:val="00AD1154"/>
    <w:rsid w:val="00AD1172"/>
    <w:rsid w:val="00AD12F9"/>
    <w:rsid w:val="00AD1A42"/>
    <w:rsid w:val="00AD20EA"/>
    <w:rsid w:val="00AD220C"/>
    <w:rsid w:val="00AD246D"/>
    <w:rsid w:val="00AD266D"/>
    <w:rsid w:val="00AD28F0"/>
    <w:rsid w:val="00AD2BDA"/>
    <w:rsid w:val="00AD2BEF"/>
    <w:rsid w:val="00AD2DF0"/>
    <w:rsid w:val="00AD35CE"/>
    <w:rsid w:val="00AD3851"/>
    <w:rsid w:val="00AD3AFE"/>
    <w:rsid w:val="00AD3DF5"/>
    <w:rsid w:val="00AD3EF7"/>
    <w:rsid w:val="00AD4530"/>
    <w:rsid w:val="00AD4575"/>
    <w:rsid w:val="00AD4672"/>
    <w:rsid w:val="00AD46A7"/>
    <w:rsid w:val="00AD4AAA"/>
    <w:rsid w:val="00AD4E14"/>
    <w:rsid w:val="00AD5342"/>
    <w:rsid w:val="00AD5436"/>
    <w:rsid w:val="00AD56DD"/>
    <w:rsid w:val="00AD58EF"/>
    <w:rsid w:val="00AD593C"/>
    <w:rsid w:val="00AD5A59"/>
    <w:rsid w:val="00AD5B99"/>
    <w:rsid w:val="00AD6083"/>
    <w:rsid w:val="00AD6624"/>
    <w:rsid w:val="00AD68B1"/>
    <w:rsid w:val="00AD68F8"/>
    <w:rsid w:val="00AD6932"/>
    <w:rsid w:val="00AD6DA8"/>
    <w:rsid w:val="00AD7748"/>
    <w:rsid w:val="00AD7822"/>
    <w:rsid w:val="00AD7A72"/>
    <w:rsid w:val="00AD7C20"/>
    <w:rsid w:val="00AD7CCC"/>
    <w:rsid w:val="00AE0297"/>
    <w:rsid w:val="00AE0E21"/>
    <w:rsid w:val="00AE1150"/>
    <w:rsid w:val="00AE16CC"/>
    <w:rsid w:val="00AE1B68"/>
    <w:rsid w:val="00AE1C82"/>
    <w:rsid w:val="00AE1CAA"/>
    <w:rsid w:val="00AE1E37"/>
    <w:rsid w:val="00AE29AF"/>
    <w:rsid w:val="00AE2CF2"/>
    <w:rsid w:val="00AE3045"/>
    <w:rsid w:val="00AE30C9"/>
    <w:rsid w:val="00AE317B"/>
    <w:rsid w:val="00AE31BD"/>
    <w:rsid w:val="00AE3571"/>
    <w:rsid w:val="00AE38DF"/>
    <w:rsid w:val="00AE3B7E"/>
    <w:rsid w:val="00AE3BEB"/>
    <w:rsid w:val="00AE3CBA"/>
    <w:rsid w:val="00AE3ECD"/>
    <w:rsid w:val="00AE43ED"/>
    <w:rsid w:val="00AE45AE"/>
    <w:rsid w:val="00AE523E"/>
    <w:rsid w:val="00AE5579"/>
    <w:rsid w:val="00AE575D"/>
    <w:rsid w:val="00AE5994"/>
    <w:rsid w:val="00AE5A2E"/>
    <w:rsid w:val="00AE5B30"/>
    <w:rsid w:val="00AE5BDA"/>
    <w:rsid w:val="00AE5CFC"/>
    <w:rsid w:val="00AE5CFD"/>
    <w:rsid w:val="00AE6113"/>
    <w:rsid w:val="00AE6703"/>
    <w:rsid w:val="00AE6DD6"/>
    <w:rsid w:val="00AE707A"/>
    <w:rsid w:val="00AE7499"/>
    <w:rsid w:val="00AE760C"/>
    <w:rsid w:val="00AE78AC"/>
    <w:rsid w:val="00AE7BB8"/>
    <w:rsid w:val="00AE7DAB"/>
    <w:rsid w:val="00AE7F84"/>
    <w:rsid w:val="00AF0317"/>
    <w:rsid w:val="00AF0377"/>
    <w:rsid w:val="00AF0746"/>
    <w:rsid w:val="00AF0A10"/>
    <w:rsid w:val="00AF0B59"/>
    <w:rsid w:val="00AF0ECF"/>
    <w:rsid w:val="00AF0F94"/>
    <w:rsid w:val="00AF1D4F"/>
    <w:rsid w:val="00AF20A9"/>
    <w:rsid w:val="00AF22AE"/>
    <w:rsid w:val="00AF22BB"/>
    <w:rsid w:val="00AF24EB"/>
    <w:rsid w:val="00AF253B"/>
    <w:rsid w:val="00AF260E"/>
    <w:rsid w:val="00AF2976"/>
    <w:rsid w:val="00AF2B60"/>
    <w:rsid w:val="00AF2D08"/>
    <w:rsid w:val="00AF2E3A"/>
    <w:rsid w:val="00AF3C00"/>
    <w:rsid w:val="00AF3F37"/>
    <w:rsid w:val="00AF4178"/>
    <w:rsid w:val="00AF41DA"/>
    <w:rsid w:val="00AF41FD"/>
    <w:rsid w:val="00AF4511"/>
    <w:rsid w:val="00AF47C8"/>
    <w:rsid w:val="00AF4CF0"/>
    <w:rsid w:val="00AF5234"/>
    <w:rsid w:val="00AF54B0"/>
    <w:rsid w:val="00AF595B"/>
    <w:rsid w:val="00AF5ABF"/>
    <w:rsid w:val="00AF60FD"/>
    <w:rsid w:val="00AF6848"/>
    <w:rsid w:val="00AF689C"/>
    <w:rsid w:val="00AF6949"/>
    <w:rsid w:val="00AF73E8"/>
    <w:rsid w:val="00AF7881"/>
    <w:rsid w:val="00AF79B0"/>
    <w:rsid w:val="00B00571"/>
    <w:rsid w:val="00B005F0"/>
    <w:rsid w:val="00B006E7"/>
    <w:rsid w:val="00B00BEC"/>
    <w:rsid w:val="00B01016"/>
    <w:rsid w:val="00B0155A"/>
    <w:rsid w:val="00B01A0E"/>
    <w:rsid w:val="00B02357"/>
    <w:rsid w:val="00B026BF"/>
    <w:rsid w:val="00B02AB0"/>
    <w:rsid w:val="00B02D48"/>
    <w:rsid w:val="00B02DCD"/>
    <w:rsid w:val="00B0320E"/>
    <w:rsid w:val="00B03EBF"/>
    <w:rsid w:val="00B04368"/>
    <w:rsid w:val="00B0599A"/>
    <w:rsid w:val="00B059AA"/>
    <w:rsid w:val="00B05DF2"/>
    <w:rsid w:val="00B06278"/>
    <w:rsid w:val="00B062DD"/>
    <w:rsid w:val="00B066A1"/>
    <w:rsid w:val="00B0671D"/>
    <w:rsid w:val="00B067BE"/>
    <w:rsid w:val="00B0689A"/>
    <w:rsid w:val="00B06F7F"/>
    <w:rsid w:val="00B0707F"/>
    <w:rsid w:val="00B07145"/>
    <w:rsid w:val="00B07A14"/>
    <w:rsid w:val="00B07C37"/>
    <w:rsid w:val="00B07F8C"/>
    <w:rsid w:val="00B104AA"/>
    <w:rsid w:val="00B10601"/>
    <w:rsid w:val="00B1119D"/>
    <w:rsid w:val="00B1152C"/>
    <w:rsid w:val="00B11993"/>
    <w:rsid w:val="00B11C05"/>
    <w:rsid w:val="00B11C56"/>
    <w:rsid w:val="00B11EA6"/>
    <w:rsid w:val="00B11EF4"/>
    <w:rsid w:val="00B12059"/>
    <w:rsid w:val="00B12290"/>
    <w:rsid w:val="00B12675"/>
    <w:rsid w:val="00B1274E"/>
    <w:rsid w:val="00B128D0"/>
    <w:rsid w:val="00B129C1"/>
    <w:rsid w:val="00B12ADD"/>
    <w:rsid w:val="00B12BB7"/>
    <w:rsid w:val="00B12FD4"/>
    <w:rsid w:val="00B13025"/>
    <w:rsid w:val="00B13041"/>
    <w:rsid w:val="00B1348E"/>
    <w:rsid w:val="00B138EB"/>
    <w:rsid w:val="00B13A77"/>
    <w:rsid w:val="00B13F1E"/>
    <w:rsid w:val="00B146F3"/>
    <w:rsid w:val="00B14A8F"/>
    <w:rsid w:val="00B14B51"/>
    <w:rsid w:val="00B14DAD"/>
    <w:rsid w:val="00B152AA"/>
    <w:rsid w:val="00B154E2"/>
    <w:rsid w:val="00B15735"/>
    <w:rsid w:val="00B157A0"/>
    <w:rsid w:val="00B15CDC"/>
    <w:rsid w:val="00B15E35"/>
    <w:rsid w:val="00B15E54"/>
    <w:rsid w:val="00B15F1C"/>
    <w:rsid w:val="00B1634A"/>
    <w:rsid w:val="00B1656A"/>
    <w:rsid w:val="00B1661B"/>
    <w:rsid w:val="00B16944"/>
    <w:rsid w:val="00B16B25"/>
    <w:rsid w:val="00B16F6B"/>
    <w:rsid w:val="00B17DA8"/>
    <w:rsid w:val="00B17E64"/>
    <w:rsid w:val="00B20133"/>
    <w:rsid w:val="00B20534"/>
    <w:rsid w:val="00B20BB8"/>
    <w:rsid w:val="00B2130A"/>
    <w:rsid w:val="00B21459"/>
    <w:rsid w:val="00B214B6"/>
    <w:rsid w:val="00B21B2A"/>
    <w:rsid w:val="00B21BB3"/>
    <w:rsid w:val="00B21C61"/>
    <w:rsid w:val="00B22266"/>
    <w:rsid w:val="00B223AA"/>
    <w:rsid w:val="00B223E6"/>
    <w:rsid w:val="00B223FB"/>
    <w:rsid w:val="00B227A7"/>
    <w:rsid w:val="00B227B1"/>
    <w:rsid w:val="00B235AD"/>
    <w:rsid w:val="00B236A3"/>
    <w:rsid w:val="00B24107"/>
    <w:rsid w:val="00B2412F"/>
    <w:rsid w:val="00B2413F"/>
    <w:rsid w:val="00B246DC"/>
    <w:rsid w:val="00B24A74"/>
    <w:rsid w:val="00B250FB"/>
    <w:rsid w:val="00B2525A"/>
    <w:rsid w:val="00B255D1"/>
    <w:rsid w:val="00B255F5"/>
    <w:rsid w:val="00B25A85"/>
    <w:rsid w:val="00B25F7D"/>
    <w:rsid w:val="00B260FC"/>
    <w:rsid w:val="00B26183"/>
    <w:rsid w:val="00B263C1"/>
    <w:rsid w:val="00B26637"/>
    <w:rsid w:val="00B26795"/>
    <w:rsid w:val="00B26B4D"/>
    <w:rsid w:val="00B26EC4"/>
    <w:rsid w:val="00B2711B"/>
    <w:rsid w:val="00B2730C"/>
    <w:rsid w:val="00B2736B"/>
    <w:rsid w:val="00B273F4"/>
    <w:rsid w:val="00B27B51"/>
    <w:rsid w:val="00B27CA1"/>
    <w:rsid w:val="00B27E7E"/>
    <w:rsid w:val="00B27FAE"/>
    <w:rsid w:val="00B30302"/>
    <w:rsid w:val="00B30395"/>
    <w:rsid w:val="00B306CD"/>
    <w:rsid w:val="00B3079C"/>
    <w:rsid w:val="00B30D72"/>
    <w:rsid w:val="00B30FC9"/>
    <w:rsid w:val="00B315E9"/>
    <w:rsid w:val="00B31C62"/>
    <w:rsid w:val="00B31FF8"/>
    <w:rsid w:val="00B31FFF"/>
    <w:rsid w:val="00B321C3"/>
    <w:rsid w:val="00B322A0"/>
    <w:rsid w:val="00B3236F"/>
    <w:rsid w:val="00B3248E"/>
    <w:rsid w:val="00B32A54"/>
    <w:rsid w:val="00B32F5C"/>
    <w:rsid w:val="00B334CB"/>
    <w:rsid w:val="00B334FB"/>
    <w:rsid w:val="00B3360A"/>
    <w:rsid w:val="00B33870"/>
    <w:rsid w:val="00B339C8"/>
    <w:rsid w:val="00B343C2"/>
    <w:rsid w:val="00B34B2D"/>
    <w:rsid w:val="00B34BCF"/>
    <w:rsid w:val="00B34D86"/>
    <w:rsid w:val="00B35020"/>
    <w:rsid w:val="00B3555C"/>
    <w:rsid w:val="00B35A63"/>
    <w:rsid w:val="00B35C87"/>
    <w:rsid w:val="00B35F2A"/>
    <w:rsid w:val="00B363E5"/>
    <w:rsid w:val="00B36487"/>
    <w:rsid w:val="00B36B16"/>
    <w:rsid w:val="00B36D1E"/>
    <w:rsid w:val="00B36D51"/>
    <w:rsid w:val="00B36E5C"/>
    <w:rsid w:val="00B370DA"/>
    <w:rsid w:val="00B374F9"/>
    <w:rsid w:val="00B37769"/>
    <w:rsid w:val="00B3785D"/>
    <w:rsid w:val="00B40163"/>
    <w:rsid w:val="00B4032B"/>
    <w:rsid w:val="00B40493"/>
    <w:rsid w:val="00B404FF"/>
    <w:rsid w:val="00B40757"/>
    <w:rsid w:val="00B407A3"/>
    <w:rsid w:val="00B40A9B"/>
    <w:rsid w:val="00B40B3E"/>
    <w:rsid w:val="00B40C51"/>
    <w:rsid w:val="00B40CD9"/>
    <w:rsid w:val="00B40E5A"/>
    <w:rsid w:val="00B40EBC"/>
    <w:rsid w:val="00B4120C"/>
    <w:rsid w:val="00B41355"/>
    <w:rsid w:val="00B41495"/>
    <w:rsid w:val="00B41826"/>
    <w:rsid w:val="00B4191D"/>
    <w:rsid w:val="00B419FB"/>
    <w:rsid w:val="00B41D5D"/>
    <w:rsid w:val="00B41DB2"/>
    <w:rsid w:val="00B41E37"/>
    <w:rsid w:val="00B420BB"/>
    <w:rsid w:val="00B4214A"/>
    <w:rsid w:val="00B42313"/>
    <w:rsid w:val="00B4263A"/>
    <w:rsid w:val="00B4263F"/>
    <w:rsid w:val="00B42674"/>
    <w:rsid w:val="00B42B51"/>
    <w:rsid w:val="00B43368"/>
    <w:rsid w:val="00B43459"/>
    <w:rsid w:val="00B43ED5"/>
    <w:rsid w:val="00B44818"/>
    <w:rsid w:val="00B44A06"/>
    <w:rsid w:val="00B44A8B"/>
    <w:rsid w:val="00B44BA3"/>
    <w:rsid w:val="00B44C6A"/>
    <w:rsid w:val="00B450BD"/>
    <w:rsid w:val="00B4510B"/>
    <w:rsid w:val="00B451CA"/>
    <w:rsid w:val="00B45557"/>
    <w:rsid w:val="00B4573C"/>
    <w:rsid w:val="00B45D26"/>
    <w:rsid w:val="00B45D93"/>
    <w:rsid w:val="00B45F39"/>
    <w:rsid w:val="00B46048"/>
    <w:rsid w:val="00B4612C"/>
    <w:rsid w:val="00B4638A"/>
    <w:rsid w:val="00B463D2"/>
    <w:rsid w:val="00B46E50"/>
    <w:rsid w:val="00B46FC1"/>
    <w:rsid w:val="00B475A2"/>
    <w:rsid w:val="00B476C7"/>
    <w:rsid w:val="00B5029D"/>
    <w:rsid w:val="00B50372"/>
    <w:rsid w:val="00B50458"/>
    <w:rsid w:val="00B5064B"/>
    <w:rsid w:val="00B51437"/>
    <w:rsid w:val="00B5177D"/>
    <w:rsid w:val="00B517A8"/>
    <w:rsid w:val="00B5190A"/>
    <w:rsid w:val="00B51D66"/>
    <w:rsid w:val="00B52138"/>
    <w:rsid w:val="00B527A1"/>
    <w:rsid w:val="00B527AC"/>
    <w:rsid w:val="00B52CA5"/>
    <w:rsid w:val="00B52E66"/>
    <w:rsid w:val="00B5312B"/>
    <w:rsid w:val="00B5447F"/>
    <w:rsid w:val="00B544FE"/>
    <w:rsid w:val="00B54F04"/>
    <w:rsid w:val="00B54FDB"/>
    <w:rsid w:val="00B55608"/>
    <w:rsid w:val="00B5578C"/>
    <w:rsid w:val="00B5606B"/>
    <w:rsid w:val="00B563A9"/>
    <w:rsid w:val="00B5658B"/>
    <w:rsid w:val="00B56736"/>
    <w:rsid w:val="00B57208"/>
    <w:rsid w:val="00B5735F"/>
    <w:rsid w:val="00B57600"/>
    <w:rsid w:val="00B5780A"/>
    <w:rsid w:val="00B57E91"/>
    <w:rsid w:val="00B57F75"/>
    <w:rsid w:val="00B57FBE"/>
    <w:rsid w:val="00B600A3"/>
    <w:rsid w:val="00B60752"/>
    <w:rsid w:val="00B607D3"/>
    <w:rsid w:val="00B60A0D"/>
    <w:rsid w:val="00B60C9F"/>
    <w:rsid w:val="00B60D3B"/>
    <w:rsid w:val="00B61025"/>
    <w:rsid w:val="00B611A4"/>
    <w:rsid w:val="00B616CD"/>
    <w:rsid w:val="00B61BD2"/>
    <w:rsid w:val="00B61D3A"/>
    <w:rsid w:val="00B61D54"/>
    <w:rsid w:val="00B620FA"/>
    <w:rsid w:val="00B62693"/>
    <w:rsid w:val="00B62940"/>
    <w:rsid w:val="00B62EDF"/>
    <w:rsid w:val="00B63068"/>
    <w:rsid w:val="00B631F2"/>
    <w:rsid w:val="00B6327E"/>
    <w:rsid w:val="00B63F22"/>
    <w:rsid w:val="00B64002"/>
    <w:rsid w:val="00B640FB"/>
    <w:rsid w:val="00B64236"/>
    <w:rsid w:val="00B64605"/>
    <w:rsid w:val="00B64698"/>
    <w:rsid w:val="00B64D59"/>
    <w:rsid w:val="00B6562F"/>
    <w:rsid w:val="00B65B6A"/>
    <w:rsid w:val="00B65CA2"/>
    <w:rsid w:val="00B665F4"/>
    <w:rsid w:val="00B66885"/>
    <w:rsid w:val="00B66B89"/>
    <w:rsid w:val="00B67399"/>
    <w:rsid w:val="00B673E1"/>
    <w:rsid w:val="00B6764F"/>
    <w:rsid w:val="00B676B2"/>
    <w:rsid w:val="00B678A3"/>
    <w:rsid w:val="00B67B8C"/>
    <w:rsid w:val="00B67CE0"/>
    <w:rsid w:val="00B702E2"/>
    <w:rsid w:val="00B704AE"/>
    <w:rsid w:val="00B704FA"/>
    <w:rsid w:val="00B710F2"/>
    <w:rsid w:val="00B7125A"/>
    <w:rsid w:val="00B712AF"/>
    <w:rsid w:val="00B7180E"/>
    <w:rsid w:val="00B7265D"/>
    <w:rsid w:val="00B72A9D"/>
    <w:rsid w:val="00B72B6A"/>
    <w:rsid w:val="00B734A1"/>
    <w:rsid w:val="00B734EA"/>
    <w:rsid w:val="00B7389D"/>
    <w:rsid w:val="00B739F6"/>
    <w:rsid w:val="00B746E0"/>
    <w:rsid w:val="00B747F7"/>
    <w:rsid w:val="00B749D4"/>
    <w:rsid w:val="00B74A57"/>
    <w:rsid w:val="00B74AF1"/>
    <w:rsid w:val="00B74CD3"/>
    <w:rsid w:val="00B74CF3"/>
    <w:rsid w:val="00B75103"/>
    <w:rsid w:val="00B75744"/>
    <w:rsid w:val="00B758CC"/>
    <w:rsid w:val="00B75B52"/>
    <w:rsid w:val="00B75F5E"/>
    <w:rsid w:val="00B76051"/>
    <w:rsid w:val="00B760CE"/>
    <w:rsid w:val="00B760F6"/>
    <w:rsid w:val="00B7648F"/>
    <w:rsid w:val="00B765D7"/>
    <w:rsid w:val="00B765DE"/>
    <w:rsid w:val="00B76866"/>
    <w:rsid w:val="00B76953"/>
    <w:rsid w:val="00B76E46"/>
    <w:rsid w:val="00B7732F"/>
    <w:rsid w:val="00B774A1"/>
    <w:rsid w:val="00B775A8"/>
    <w:rsid w:val="00B777F2"/>
    <w:rsid w:val="00B7786E"/>
    <w:rsid w:val="00B77AE1"/>
    <w:rsid w:val="00B77C64"/>
    <w:rsid w:val="00B804FC"/>
    <w:rsid w:val="00B807FB"/>
    <w:rsid w:val="00B80828"/>
    <w:rsid w:val="00B80A15"/>
    <w:rsid w:val="00B80A3E"/>
    <w:rsid w:val="00B80C24"/>
    <w:rsid w:val="00B80D1E"/>
    <w:rsid w:val="00B8118B"/>
    <w:rsid w:val="00B81346"/>
    <w:rsid w:val="00B81622"/>
    <w:rsid w:val="00B81772"/>
    <w:rsid w:val="00B81CC2"/>
    <w:rsid w:val="00B81FC2"/>
    <w:rsid w:val="00B8206B"/>
    <w:rsid w:val="00B82124"/>
    <w:rsid w:val="00B828CD"/>
    <w:rsid w:val="00B828D6"/>
    <w:rsid w:val="00B8292B"/>
    <w:rsid w:val="00B82B23"/>
    <w:rsid w:val="00B82C26"/>
    <w:rsid w:val="00B82D3A"/>
    <w:rsid w:val="00B82D8D"/>
    <w:rsid w:val="00B82F15"/>
    <w:rsid w:val="00B83335"/>
    <w:rsid w:val="00B8337F"/>
    <w:rsid w:val="00B838CF"/>
    <w:rsid w:val="00B83BAF"/>
    <w:rsid w:val="00B83D2A"/>
    <w:rsid w:val="00B83F75"/>
    <w:rsid w:val="00B845D5"/>
    <w:rsid w:val="00B84893"/>
    <w:rsid w:val="00B84B60"/>
    <w:rsid w:val="00B84D91"/>
    <w:rsid w:val="00B84F27"/>
    <w:rsid w:val="00B8523F"/>
    <w:rsid w:val="00B8559C"/>
    <w:rsid w:val="00B85B69"/>
    <w:rsid w:val="00B85E97"/>
    <w:rsid w:val="00B85F48"/>
    <w:rsid w:val="00B85FA2"/>
    <w:rsid w:val="00B8612E"/>
    <w:rsid w:val="00B866A4"/>
    <w:rsid w:val="00B86FA8"/>
    <w:rsid w:val="00B8701E"/>
    <w:rsid w:val="00B872ED"/>
    <w:rsid w:val="00B873F8"/>
    <w:rsid w:val="00B8757C"/>
    <w:rsid w:val="00B876FC"/>
    <w:rsid w:val="00B87C02"/>
    <w:rsid w:val="00B87C7F"/>
    <w:rsid w:val="00B87EA6"/>
    <w:rsid w:val="00B87FE4"/>
    <w:rsid w:val="00B902F4"/>
    <w:rsid w:val="00B90440"/>
    <w:rsid w:val="00B90587"/>
    <w:rsid w:val="00B907F0"/>
    <w:rsid w:val="00B9089E"/>
    <w:rsid w:val="00B9094F"/>
    <w:rsid w:val="00B90A75"/>
    <w:rsid w:val="00B90C44"/>
    <w:rsid w:val="00B90C57"/>
    <w:rsid w:val="00B90EE8"/>
    <w:rsid w:val="00B90FA2"/>
    <w:rsid w:val="00B910FE"/>
    <w:rsid w:val="00B91A23"/>
    <w:rsid w:val="00B91D7D"/>
    <w:rsid w:val="00B91F2B"/>
    <w:rsid w:val="00B92158"/>
    <w:rsid w:val="00B9246C"/>
    <w:rsid w:val="00B92CB4"/>
    <w:rsid w:val="00B93227"/>
    <w:rsid w:val="00B93231"/>
    <w:rsid w:val="00B93966"/>
    <w:rsid w:val="00B93AFD"/>
    <w:rsid w:val="00B94214"/>
    <w:rsid w:val="00B94874"/>
    <w:rsid w:val="00B94C09"/>
    <w:rsid w:val="00B95997"/>
    <w:rsid w:val="00B95999"/>
    <w:rsid w:val="00B95C46"/>
    <w:rsid w:val="00B95CA5"/>
    <w:rsid w:val="00B964E8"/>
    <w:rsid w:val="00B97110"/>
    <w:rsid w:val="00B97827"/>
    <w:rsid w:val="00B97A27"/>
    <w:rsid w:val="00B97D37"/>
    <w:rsid w:val="00B97E44"/>
    <w:rsid w:val="00BA016F"/>
    <w:rsid w:val="00BA033C"/>
    <w:rsid w:val="00BA0565"/>
    <w:rsid w:val="00BA0582"/>
    <w:rsid w:val="00BA0929"/>
    <w:rsid w:val="00BA0A8F"/>
    <w:rsid w:val="00BA0FB8"/>
    <w:rsid w:val="00BA1038"/>
    <w:rsid w:val="00BA12A2"/>
    <w:rsid w:val="00BA1AD7"/>
    <w:rsid w:val="00BA1C0D"/>
    <w:rsid w:val="00BA23BF"/>
    <w:rsid w:val="00BA23D5"/>
    <w:rsid w:val="00BA23FF"/>
    <w:rsid w:val="00BA2757"/>
    <w:rsid w:val="00BA2B90"/>
    <w:rsid w:val="00BA35B4"/>
    <w:rsid w:val="00BA3763"/>
    <w:rsid w:val="00BA3845"/>
    <w:rsid w:val="00BA3B98"/>
    <w:rsid w:val="00BA3EAF"/>
    <w:rsid w:val="00BA401C"/>
    <w:rsid w:val="00BA4092"/>
    <w:rsid w:val="00BA41C7"/>
    <w:rsid w:val="00BA43D2"/>
    <w:rsid w:val="00BA48DC"/>
    <w:rsid w:val="00BA4DD9"/>
    <w:rsid w:val="00BA4EC1"/>
    <w:rsid w:val="00BA55DE"/>
    <w:rsid w:val="00BA5656"/>
    <w:rsid w:val="00BA56E8"/>
    <w:rsid w:val="00BA5A37"/>
    <w:rsid w:val="00BA5CDE"/>
    <w:rsid w:val="00BA5E72"/>
    <w:rsid w:val="00BA6888"/>
    <w:rsid w:val="00BA6A54"/>
    <w:rsid w:val="00BA6DB5"/>
    <w:rsid w:val="00BA745F"/>
    <w:rsid w:val="00BA776C"/>
    <w:rsid w:val="00BA7985"/>
    <w:rsid w:val="00BA7D91"/>
    <w:rsid w:val="00BA7E85"/>
    <w:rsid w:val="00BB0051"/>
    <w:rsid w:val="00BB1498"/>
    <w:rsid w:val="00BB1775"/>
    <w:rsid w:val="00BB19CF"/>
    <w:rsid w:val="00BB1E39"/>
    <w:rsid w:val="00BB1E46"/>
    <w:rsid w:val="00BB210D"/>
    <w:rsid w:val="00BB2325"/>
    <w:rsid w:val="00BB2887"/>
    <w:rsid w:val="00BB2942"/>
    <w:rsid w:val="00BB2CAF"/>
    <w:rsid w:val="00BB2D06"/>
    <w:rsid w:val="00BB2D13"/>
    <w:rsid w:val="00BB2D66"/>
    <w:rsid w:val="00BB2E8B"/>
    <w:rsid w:val="00BB337B"/>
    <w:rsid w:val="00BB351F"/>
    <w:rsid w:val="00BB3704"/>
    <w:rsid w:val="00BB37AA"/>
    <w:rsid w:val="00BB3F98"/>
    <w:rsid w:val="00BB40B9"/>
    <w:rsid w:val="00BB4E2E"/>
    <w:rsid w:val="00BB524B"/>
    <w:rsid w:val="00BB5418"/>
    <w:rsid w:val="00BB5501"/>
    <w:rsid w:val="00BB6423"/>
    <w:rsid w:val="00BB652C"/>
    <w:rsid w:val="00BB680A"/>
    <w:rsid w:val="00BB69B8"/>
    <w:rsid w:val="00BB6E6E"/>
    <w:rsid w:val="00BB7703"/>
    <w:rsid w:val="00BB7979"/>
    <w:rsid w:val="00BB7B08"/>
    <w:rsid w:val="00BC03FC"/>
    <w:rsid w:val="00BC0689"/>
    <w:rsid w:val="00BC07BE"/>
    <w:rsid w:val="00BC088A"/>
    <w:rsid w:val="00BC0A78"/>
    <w:rsid w:val="00BC0D43"/>
    <w:rsid w:val="00BC1114"/>
    <w:rsid w:val="00BC1223"/>
    <w:rsid w:val="00BC1546"/>
    <w:rsid w:val="00BC1861"/>
    <w:rsid w:val="00BC1A0F"/>
    <w:rsid w:val="00BC1ADC"/>
    <w:rsid w:val="00BC1AF1"/>
    <w:rsid w:val="00BC1B3E"/>
    <w:rsid w:val="00BC1FEF"/>
    <w:rsid w:val="00BC205C"/>
    <w:rsid w:val="00BC212D"/>
    <w:rsid w:val="00BC28B7"/>
    <w:rsid w:val="00BC2AB3"/>
    <w:rsid w:val="00BC2B45"/>
    <w:rsid w:val="00BC3110"/>
    <w:rsid w:val="00BC32E7"/>
    <w:rsid w:val="00BC338F"/>
    <w:rsid w:val="00BC3464"/>
    <w:rsid w:val="00BC36D2"/>
    <w:rsid w:val="00BC3A82"/>
    <w:rsid w:val="00BC3B97"/>
    <w:rsid w:val="00BC3E50"/>
    <w:rsid w:val="00BC4334"/>
    <w:rsid w:val="00BC474E"/>
    <w:rsid w:val="00BC49A7"/>
    <w:rsid w:val="00BC4DF9"/>
    <w:rsid w:val="00BC4F83"/>
    <w:rsid w:val="00BC508E"/>
    <w:rsid w:val="00BC5806"/>
    <w:rsid w:val="00BC5841"/>
    <w:rsid w:val="00BC58DF"/>
    <w:rsid w:val="00BC617F"/>
    <w:rsid w:val="00BC63C0"/>
    <w:rsid w:val="00BC646B"/>
    <w:rsid w:val="00BC6820"/>
    <w:rsid w:val="00BC6A2C"/>
    <w:rsid w:val="00BC6B54"/>
    <w:rsid w:val="00BC709A"/>
    <w:rsid w:val="00BC751E"/>
    <w:rsid w:val="00BC7B89"/>
    <w:rsid w:val="00BC7E46"/>
    <w:rsid w:val="00BC7F81"/>
    <w:rsid w:val="00BD0201"/>
    <w:rsid w:val="00BD08B6"/>
    <w:rsid w:val="00BD0902"/>
    <w:rsid w:val="00BD0C0C"/>
    <w:rsid w:val="00BD0CE1"/>
    <w:rsid w:val="00BD0D81"/>
    <w:rsid w:val="00BD0DBA"/>
    <w:rsid w:val="00BD0F66"/>
    <w:rsid w:val="00BD1583"/>
    <w:rsid w:val="00BD1897"/>
    <w:rsid w:val="00BD1ACC"/>
    <w:rsid w:val="00BD1DD1"/>
    <w:rsid w:val="00BD2158"/>
    <w:rsid w:val="00BD2A2A"/>
    <w:rsid w:val="00BD2CBA"/>
    <w:rsid w:val="00BD2E60"/>
    <w:rsid w:val="00BD3413"/>
    <w:rsid w:val="00BD3CED"/>
    <w:rsid w:val="00BD4D46"/>
    <w:rsid w:val="00BD5247"/>
    <w:rsid w:val="00BD52D7"/>
    <w:rsid w:val="00BD54E9"/>
    <w:rsid w:val="00BD5D0F"/>
    <w:rsid w:val="00BD65DB"/>
    <w:rsid w:val="00BD66D4"/>
    <w:rsid w:val="00BD684A"/>
    <w:rsid w:val="00BD6C2A"/>
    <w:rsid w:val="00BD6D7D"/>
    <w:rsid w:val="00BD78EE"/>
    <w:rsid w:val="00BD7FB7"/>
    <w:rsid w:val="00BE010C"/>
    <w:rsid w:val="00BE0906"/>
    <w:rsid w:val="00BE0B31"/>
    <w:rsid w:val="00BE136B"/>
    <w:rsid w:val="00BE13CC"/>
    <w:rsid w:val="00BE1E96"/>
    <w:rsid w:val="00BE2445"/>
    <w:rsid w:val="00BE27B2"/>
    <w:rsid w:val="00BE27DD"/>
    <w:rsid w:val="00BE2BCE"/>
    <w:rsid w:val="00BE2CAD"/>
    <w:rsid w:val="00BE2D15"/>
    <w:rsid w:val="00BE2E66"/>
    <w:rsid w:val="00BE2E7F"/>
    <w:rsid w:val="00BE310F"/>
    <w:rsid w:val="00BE313C"/>
    <w:rsid w:val="00BE32E4"/>
    <w:rsid w:val="00BE344F"/>
    <w:rsid w:val="00BE3519"/>
    <w:rsid w:val="00BE35A9"/>
    <w:rsid w:val="00BE3A6A"/>
    <w:rsid w:val="00BE3E87"/>
    <w:rsid w:val="00BE3FD0"/>
    <w:rsid w:val="00BE413D"/>
    <w:rsid w:val="00BE45EA"/>
    <w:rsid w:val="00BE46DB"/>
    <w:rsid w:val="00BE4C06"/>
    <w:rsid w:val="00BE52B5"/>
    <w:rsid w:val="00BE52C9"/>
    <w:rsid w:val="00BE5780"/>
    <w:rsid w:val="00BE5983"/>
    <w:rsid w:val="00BE5BA8"/>
    <w:rsid w:val="00BE5C31"/>
    <w:rsid w:val="00BE686B"/>
    <w:rsid w:val="00BE6BAD"/>
    <w:rsid w:val="00BE6BD8"/>
    <w:rsid w:val="00BE6D13"/>
    <w:rsid w:val="00BE6D58"/>
    <w:rsid w:val="00BE73AD"/>
    <w:rsid w:val="00BE7669"/>
    <w:rsid w:val="00BE7D32"/>
    <w:rsid w:val="00BF03BB"/>
    <w:rsid w:val="00BF04DD"/>
    <w:rsid w:val="00BF04ED"/>
    <w:rsid w:val="00BF0927"/>
    <w:rsid w:val="00BF09D9"/>
    <w:rsid w:val="00BF0B5B"/>
    <w:rsid w:val="00BF107E"/>
    <w:rsid w:val="00BF16B0"/>
    <w:rsid w:val="00BF1D46"/>
    <w:rsid w:val="00BF1F10"/>
    <w:rsid w:val="00BF2200"/>
    <w:rsid w:val="00BF2212"/>
    <w:rsid w:val="00BF243C"/>
    <w:rsid w:val="00BF2737"/>
    <w:rsid w:val="00BF2C39"/>
    <w:rsid w:val="00BF31A1"/>
    <w:rsid w:val="00BF3301"/>
    <w:rsid w:val="00BF37EE"/>
    <w:rsid w:val="00BF39A5"/>
    <w:rsid w:val="00BF3A8E"/>
    <w:rsid w:val="00BF3B1B"/>
    <w:rsid w:val="00BF4212"/>
    <w:rsid w:val="00BF47C4"/>
    <w:rsid w:val="00BF47DC"/>
    <w:rsid w:val="00BF4B41"/>
    <w:rsid w:val="00BF4F01"/>
    <w:rsid w:val="00BF5552"/>
    <w:rsid w:val="00BF55C6"/>
    <w:rsid w:val="00BF567E"/>
    <w:rsid w:val="00BF578D"/>
    <w:rsid w:val="00BF57C8"/>
    <w:rsid w:val="00BF57EC"/>
    <w:rsid w:val="00BF585B"/>
    <w:rsid w:val="00BF5895"/>
    <w:rsid w:val="00BF5AC5"/>
    <w:rsid w:val="00BF5F0A"/>
    <w:rsid w:val="00BF5FAB"/>
    <w:rsid w:val="00BF63ED"/>
    <w:rsid w:val="00BF64D6"/>
    <w:rsid w:val="00BF686F"/>
    <w:rsid w:val="00BF6A27"/>
    <w:rsid w:val="00BF6BF5"/>
    <w:rsid w:val="00BF6CA5"/>
    <w:rsid w:val="00BF734A"/>
    <w:rsid w:val="00BF749A"/>
    <w:rsid w:val="00BF774A"/>
    <w:rsid w:val="00BF77BB"/>
    <w:rsid w:val="00BF7879"/>
    <w:rsid w:val="00C00277"/>
    <w:rsid w:val="00C003E6"/>
    <w:rsid w:val="00C004CE"/>
    <w:rsid w:val="00C006FF"/>
    <w:rsid w:val="00C007B4"/>
    <w:rsid w:val="00C0091E"/>
    <w:rsid w:val="00C00BDD"/>
    <w:rsid w:val="00C00FEA"/>
    <w:rsid w:val="00C0102A"/>
    <w:rsid w:val="00C0106A"/>
    <w:rsid w:val="00C01369"/>
    <w:rsid w:val="00C0216C"/>
    <w:rsid w:val="00C026A3"/>
    <w:rsid w:val="00C02B37"/>
    <w:rsid w:val="00C02BFE"/>
    <w:rsid w:val="00C02DFB"/>
    <w:rsid w:val="00C03EAC"/>
    <w:rsid w:val="00C04786"/>
    <w:rsid w:val="00C047CF"/>
    <w:rsid w:val="00C04BF6"/>
    <w:rsid w:val="00C04E60"/>
    <w:rsid w:val="00C050DB"/>
    <w:rsid w:val="00C056DD"/>
    <w:rsid w:val="00C056E6"/>
    <w:rsid w:val="00C05BCD"/>
    <w:rsid w:val="00C05CA6"/>
    <w:rsid w:val="00C05DEE"/>
    <w:rsid w:val="00C061A4"/>
    <w:rsid w:val="00C0627A"/>
    <w:rsid w:val="00C066DC"/>
    <w:rsid w:val="00C06FF1"/>
    <w:rsid w:val="00C07390"/>
    <w:rsid w:val="00C07590"/>
    <w:rsid w:val="00C078BD"/>
    <w:rsid w:val="00C07D6B"/>
    <w:rsid w:val="00C103E2"/>
    <w:rsid w:val="00C10509"/>
    <w:rsid w:val="00C10645"/>
    <w:rsid w:val="00C108A8"/>
    <w:rsid w:val="00C108C6"/>
    <w:rsid w:val="00C10FD6"/>
    <w:rsid w:val="00C11659"/>
    <w:rsid w:val="00C11BBF"/>
    <w:rsid w:val="00C121D0"/>
    <w:rsid w:val="00C1270B"/>
    <w:rsid w:val="00C129B6"/>
    <w:rsid w:val="00C12FF4"/>
    <w:rsid w:val="00C142D2"/>
    <w:rsid w:val="00C143D8"/>
    <w:rsid w:val="00C145BD"/>
    <w:rsid w:val="00C1491D"/>
    <w:rsid w:val="00C14CC6"/>
    <w:rsid w:val="00C14EC5"/>
    <w:rsid w:val="00C14FCD"/>
    <w:rsid w:val="00C16299"/>
    <w:rsid w:val="00C16B57"/>
    <w:rsid w:val="00C16EA0"/>
    <w:rsid w:val="00C17549"/>
    <w:rsid w:val="00C176CF"/>
    <w:rsid w:val="00C17A60"/>
    <w:rsid w:val="00C17A82"/>
    <w:rsid w:val="00C17D04"/>
    <w:rsid w:val="00C204E3"/>
    <w:rsid w:val="00C206F0"/>
    <w:rsid w:val="00C2078C"/>
    <w:rsid w:val="00C208C5"/>
    <w:rsid w:val="00C2097F"/>
    <w:rsid w:val="00C20E3E"/>
    <w:rsid w:val="00C21475"/>
    <w:rsid w:val="00C21D24"/>
    <w:rsid w:val="00C21D4A"/>
    <w:rsid w:val="00C21D7D"/>
    <w:rsid w:val="00C21D88"/>
    <w:rsid w:val="00C21E0B"/>
    <w:rsid w:val="00C22BE6"/>
    <w:rsid w:val="00C22E00"/>
    <w:rsid w:val="00C22F01"/>
    <w:rsid w:val="00C22FA0"/>
    <w:rsid w:val="00C231E8"/>
    <w:rsid w:val="00C2332A"/>
    <w:rsid w:val="00C233C4"/>
    <w:rsid w:val="00C23FCC"/>
    <w:rsid w:val="00C24192"/>
    <w:rsid w:val="00C24682"/>
    <w:rsid w:val="00C24689"/>
    <w:rsid w:val="00C24AF7"/>
    <w:rsid w:val="00C24D99"/>
    <w:rsid w:val="00C24EC9"/>
    <w:rsid w:val="00C25143"/>
    <w:rsid w:val="00C2534A"/>
    <w:rsid w:val="00C254F1"/>
    <w:rsid w:val="00C25508"/>
    <w:rsid w:val="00C256F6"/>
    <w:rsid w:val="00C258E2"/>
    <w:rsid w:val="00C25FED"/>
    <w:rsid w:val="00C2613C"/>
    <w:rsid w:val="00C2626D"/>
    <w:rsid w:val="00C26344"/>
    <w:rsid w:val="00C268C8"/>
    <w:rsid w:val="00C26E91"/>
    <w:rsid w:val="00C27647"/>
    <w:rsid w:val="00C278BA"/>
    <w:rsid w:val="00C27BBB"/>
    <w:rsid w:val="00C30076"/>
    <w:rsid w:val="00C30283"/>
    <w:rsid w:val="00C30716"/>
    <w:rsid w:val="00C30D55"/>
    <w:rsid w:val="00C30EF1"/>
    <w:rsid w:val="00C3147E"/>
    <w:rsid w:val="00C32407"/>
    <w:rsid w:val="00C324E8"/>
    <w:rsid w:val="00C326CF"/>
    <w:rsid w:val="00C3296C"/>
    <w:rsid w:val="00C32B19"/>
    <w:rsid w:val="00C32D57"/>
    <w:rsid w:val="00C3323F"/>
    <w:rsid w:val="00C336EA"/>
    <w:rsid w:val="00C337F0"/>
    <w:rsid w:val="00C3399F"/>
    <w:rsid w:val="00C33E83"/>
    <w:rsid w:val="00C33EFB"/>
    <w:rsid w:val="00C34208"/>
    <w:rsid w:val="00C34299"/>
    <w:rsid w:val="00C34962"/>
    <w:rsid w:val="00C34D68"/>
    <w:rsid w:val="00C34D75"/>
    <w:rsid w:val="00C34EE0"/>
    <w:rsid w:val="00C34FBF"/>
    <w:rsid w:val="00C350ED"/>
    <w:rsid w:val="00C35467"/>
    <w:rsid w:val="00C356B6"/>
    <w:rsid w:val="00C35C3B"/>
    <w:rsid w:val="00C36797"/>
    <w:rsid w:val="00C36873"/>
    <w:rsid w:val="00C36B4B"/>
    <w:rsid w:val="00C36C1C"/>
    <w:rsid w:val="00C36F71"/>
    <w:rsid w:val="00C37087"/>
    <w:rsid w:val="00C372B3"/>
    <w:rsid w:val="00C37774"/>
    <w:rsid w:val="00C37E4C"/>
    <w:rsid w:val="00C40543"/>
    <w:rsid w:val="00C4067A"/>
    <w:rsid w:val="00C40CCD"/>
    <w:rsid w:val="00C40E6D"/>
    <w:rsid w:val="00C414C0"/>
    <w:rsid w:val="00C414FE"/>
    <w:rsid w:val="00C415CC"/>
    <w:rsid w:val="00C41E2F"/>
    <w:rsid w:val="00C41EB7"/>
    <w:rsid w:val="00C420D4"/>
    <w:rsid w:val="00C42107"/>
    <w:rsid w:val="00C42394"/>
    <w:rsid w:val="00C427B9"/>
    <w:rsid w:val="00C42B25"/>
    <w:rsid w:val="00C431F6"/>
    <w:rsid w:val="00C432D6"/>
    <w:rsid w:val="00C43688"/>
    <w:rsid w:val="00C43E7C"/>
    <w:rsid w:val="00C44368"/>
    <w:rsid w:val="00C44D9F"/>
    <w:rsid w:val="00C44DE0"/>
    <w:rsid w:val="00C451F8"/>
    <w:rsid w:val="00C45240"/>
    <w:rsid w:val="00C457F7"/>
    <w:rsid w:val="00C45855"/>
    <w:rsid w:val="00C45B9D"/>
    <w:rsid w:val="00C46810"/>
    <w:rsid w:val="00C46DD5"/>
    <w:rsid w:val="00C4765D"/>
    <w:rsid w:val="00C47734"/>
    <w:rsid w:val="00C479F5"/>
    <w:rsid w:val="00C47EAB"/>
    <w:rsid w:val="00C47FBF"/>
    <w:rsid w:val="00C504A7"/>
    <w:rsid w:val="00C5097B"/>
    <w:rsid w:val="00C50CB8"/>
    <w:rsid w:val="00C51514"/>
    <w:rsid w:val="00C5153E"/>
    <w:rsid w:val="00C51628"/>
    <w:rsid w:val="00C51F8A"/>
    <w:rsid w:val="00C5201A"/>
    <w:rsid w:val="00C5202A"/>
    <w:rsid w:val="00C534DA"/>
    <w:rsid w:val="00C53820"/>
    <w:rsid w:val="00C53B10"/>
    <w:rsid w:val="00C54549"/>
    <w:rsid w:val="00C5456C"/>
    <w:rsid w:val="00C548A0"/>
    <w:rsid w:val="00C54A1B"/>
    <w:rsid w:val="00C5554C"/>
    <w:rsid w:val="00C55572"/>
    <w:rsid w:val="00C55630"/>
    <w:rsid w:val="00C556AF"/>
    <w:rsid w:val="00C55745"/>
    <w:rsid w:val="00C55ADB"/>
    <w:rsid w:val="00C55C2A"/>
    <w:rsid w:val="00C55D7E"/>
    <w:rsid w:val="00C56346"/>
    <w:rsid w:val="00C56500"/>
    <w:rsid w:val="00C56D3F"/>
    <w:rsid w:val="00C56D40"/>
    <w:rsid w:val="00C56DC5"/>
    <w:rsid w:val="00C57B2E"/>
    <w:rsid w:val="00C57C62"/>
    <w:rsid w:val="00C60713"/>
    <w:rsid w:val="00C609EF"/>
    <w:rsid w:val="00C60A6D"/>
    <w:rsid w:val="00C60F0F"/>
    <w:rsid w:val="00C61537"/>
    <w:rsid w:val="00C62248"/>
    <w:rsid w:val="00C62314"/>
    <w:rsid w:val="00C62514"/>
    <w:rsid w:val="00C63274"/>
    <w:rsid w:val="00C63475"/>
    <w:rsid w:val="00C6396E"/>
    <w:rsid w:val="00C63AD9"/>
    <w:rsid w:val="00C63AE3"/>
    <w:rsid w:val="00C63FC0"/>
    <w:rsid w:val="00C6405E"/>
    <w:rsid w:val="00C643D1"/>
    <w:rsid w:val="00C64C81"/>
    <w:rsid w:val="00C651B9"/>
    <w:rsid w:val="00C653B3"/>
    <w:rsid w:val="00C6595C"/>
    <w:rsid w:val="00C65EE5"/>
    <w:rsid w:val="00C665DE"/>
    <w:rsid w:val="00C66B4D"/>
    <w:rsid w:val="00C67A2A"/>
    <w:rsid w:val="00C67CE8"/>
    <w:rsid w:val="00C700FF"/>
    <w:rsid w:val="00C70171"/>
    <w:rsid w:val="00C7029C"/>
    <w:rsid w:val="00C702A3"/>
    <w:rsid w:val="00C704C1"/>
    <w:rsid w:val="00C70A4F"/>
    <w:rsid w:val="00C70A6B"/>
    <w:rsid w:val="00C70B27"/>
    <w:rsid w:val="00C70C23"/>
    <w:rsid w:val="00C70E0D"/>
    <w:rsid w:val="00C71351"/>
    <w:rsid w:val="00C71731"/>
    <w:rsid w:val="00C71745"/>
    <w:rsid w:val="00C71C6E"/>
    <w:rsid w:val="00C71DB6"/>
    <w:rsid w:val="00C723DD"/>
    <w:rsid w:val="00C7265B"/>
    <w:rsid w:val="00C7287E"/>
    <w:rsid w:val="00C72A50"/>
    <w:rsid w:val="00C7324D"/>
    <w:rsid w:val="00C736F8"/>
    <w:rsid w:val="00C7399F"/>
    <w:rsid w:val="00C73CAB"/>
    <w:rsid w:val="00C73EE3"/>
    <w:rsid w:val="00C743A7"/>
    <w:rsid w:val="00C74B1B"/>
    <w:rsid w:val="00C74B89"/>
    <w:rsid w:val="00C74DEA"/>
    <w:rsid w:val="00C74E50"/>
    <w:rsid w:val="00C75034"/>
    <w:rsid w:val="00C75617"/>
    <w:rsid w:val="00C756C6"/>
    <w:rsid w:val="00C75AFD"/>
    <w:rsid w:val="00C75DEE"/>
    <w:rsid w:val="00C75FBE"/>
    <w:rsid w:val="00C76435"/>
    <w:rsid w:val="00C76540"/>
    <w:rsid w:val="00C7666C"/>
    <w:rsid w:val="00C76F8C"/>
    <w:rsid w:val="00C77772"/>
    <w:rsid w:val="00C80047"/>
    <w:rsid w:val="00C8027F"/>
    <w:rsid w:val="00C80C37"/>
    <w:rsid w:val="00C81056"/>
    <w:rsid w:val="00C81175"/>
    <w:rsid w:val="00C812EC"/>
    <w:rsid w:val="00C8171F"/>
    <w:rsid w:val="00C8188C"/>
    <w:rsid w:val="00C81E6F"/>
    <w:rsid w:val="00C8221D"/>
    <w:rsid w:val="00C8237A"/>
    <w:rsid w:val="00C82CC0"/>
    <w:rsid w:val="00C82E3F"/>
    <w:rsid w:val="00C82FDE"/>
    <w:rsid w:val="00C8311D"/>
    <w:rsid w:val="00C83144"/>
    <w:rsid w:val="00C83502"/>
    <w:rsid w:val="00C836BB"/>
    <w:rsid w:val="00C83985"/>
    <w:rsid w:val="00C83BE2"/>
    <w:rsid w:val="00C84502"/>
    <w:rsid w:val="00C847BD"/>
    <w:rsid w:val="00C84C23"/>
    <w:rsid w:val="00C84D6A"/>
    <w:rsid w:val="00C84EA5"/>
    <w:rsid w:val="00C85302"/>
    <w:rsid w:val="00C854CB"/>
    <w:rsid w:val="00C85804"/>
    <w:rsid w:val="00C85D09"/>
    <w:rsid w:val="00C86270"/>
    <w:rsid w:val="00C86727"/>
    <w:rsid w:val="00C86B0B"/>
    <w:rsid w:val="00C86BF3"/>
    <w:rsid w:val="00C86C5C"/>
    <w:rsid w:val="00C86E0A"/>
    <w:rsid w:val="00C8743F"/>
    <w:rsid w:val="00C904F1"/>
    <w:rsid w:val="00C904FF"/>
    <w:rsid w:val="00C9060E"/>
    <w:rsid w:val="00C90907"/>
    <w:rsid w:val="00C9093F"/>
    <w:rsid w:val="00C90E25"/>
    <w:rsid w:val="00C90F73"/>
    <w:rsid w:val="00C910A9"/>
    <w:rsid w:val="00C912D7"/>
    <w:rsid w:val="00C91518"/>
    <w:rsid w:val="00C91C3F"/>
    <w:rsid w:val="00C91C5C"/>
    <w:rsid w:val="00C91C99"/>
    <w:rsid w:val="00C91F17"/>
    <w:rsid w:val="00C920A7"/>
    <w:rsid w:val="00C92100"/>
    <w:rsid w:val="00C9210D"/>
    <w:rsid w:val="00C92634"/>
    <w:rsid w:val="00C9264F"/>
    <w:rsid w:val="00C9280E"/>
    <w:rsid w:val="00C9298C"/>
    <w:rsid w:val="00C930B4"/>
    <w:rsid w:val="00C93744"/>
    <w:rsid w:val="00C93987"/>
    <w:rsid w:val="00C93BDA"/>
    <w:rsid w:val="00C93DE5"/>
    <w:rsid w:val="00C93E04"/>
    <w:rsid w:val="00C9424C"/>
    <w:rsid w:val="00C943DC"/>
    <w:rsid w:val="00C94813"/>
    <w:rsid w:val="00C94A32"/>
    <w:rsid w:val="00C94EEE"/>
    <w:rsid w:val="00C95249"/>
    <w:rsid w:val="00C9543B"/>
    <w:rsid w:val="00C95953"/>
    <w:rsid w:val="00C95B2F"/>
    <w:rsid w:val="00C95C98"/>
    <w:rsid w:val="00C96900"/>
    <w:rsid w:val="00C96947"/>
    <w:rsid w:val="00C969B1"/>
    <w:rsid w:val="00C96A0F"/>
    <w:rsid w:val="00C96DD0"/>
    <w:rsid w:val="00C975D6"/>
    <w:rsid w:val="00C976CE"/>
    <w:rsid w:val="00C979AB"/>
    <w:rsid w:val="00C97FE9"/>
    <w:rsid w:val="00CA0098"/>
    <w:rsid w:val="00CA00C4"/>
    <w:rsid w:val="00CA019C"/>
    <w:rsid w:val="00CA0B31"/>
    <w:rsid w:val="00CA0BE9"/>
    <w:rsid w:val="00CA0CE9"/>
    <w:rsid w:val="00CA1400"/>
    <w:rsid w:val="00CA18D9"/>
    <w:rsid w:val="00CA1BC5"/>
    <w:rsid w:val="00CA1C77"/>
    <w:rsid w:val="00CA22BB"/>
    <w:rsid w:val="00CA2A8D"/>
    <w:rsid w:val="00CA2E73"/>
    <w:rsid w:val="00CA2ED4"/>
    <w:rsid w:val="00CA3112"/>
    <w:rsid w:val="00CA31EF"/>
    <w:rsid w:val="00CA3902"/>
    <w:rsid w:val="00CA3D4E"/>
    <w:rsid w:val="00CA4200"/>
    <w:rsid w:val="00CA471F"/>
    <w:rsid w:val="00CA49D5"/>
    <w:rsid w:val="00CA4BC8"/>
    <w:rsid w:val="00CA4E09"/>
    <w:rsid w:val="00CA5282"/>
    <w:rsid w:val="00CA5586"/>
    <w:rsid w:val="00CA56A9"/>
    <w:rsid w:val="00CA5A75"/>
    <w:rsid w:val="00CA6095"/>
    <w:rsid w:val="00CA60D4"/>
    <w:rsid w:val="00CA60EF"/>
    <w:rsid w:val="00CA6119"/>
    <w:rsid w:val="00CA6642"/>
    <w:rsid w:val="00CA6B46"/>
    <w:rsid w:val="00CA6D14"/>
    <w:rsid w:val="00CA7105"/>
    <w:rsid w:val="00CA7181"/>
    <w:rsid w:val="00CA725F"/>
    <w:rsid w:val="00CA7397"/>
    <w:rsid w:val="00CA7571"/>
    <w:rsid w:val="00CB0673"/>
    <w:rsid w:val="00CB0CEC"/>
    <w:rsid w:val="00CB127A"/>
    <w:rsid w:val="00CB12E6"/>
    <w:rsid w:val="00CB1362"/>
    <w:rsid w:val="00CB1404"/>
    <w:rsid w:val="00CB169C"/>
    <w:rsid w:val="00CB1C94"/>
    <w:rsid w:val="00CB1D2B"/>
    <w:rsid w:val="00CB1F2E"/>
    <w:rsid w:val="00CB1FAC"/>
    <w:rsid w:val="00CB2782"/>
    <w:rsid w:val="00CB290A"/>
    <w:rsid w:val="00CB2E5E"/>
    <w:rsid w:val="00CB33DD"/>
    <w:rsid w:val="00CB35A4"/>
    <w:rsid w:val="00CB36B3"/>
    <w:rsid w:val="00CB3812"/>
    <w:rsid w:val="00CB3849"/>
    <w:rsid w:val="00CB3B6D"/>
    <w:rsid w:val="00CB3E73"/>
    <w:rsid w:val="00CB3F95"/>
    <w:rsid w:val="00CB4446"/>
    <w:rsid w:val="00CB4557"/>
    <w:rsid w:val="00CB4AF0"/>
    <w:rsid w:val="00CB4E37"/>
    <w:rsid w:val="00CB5914"/>
    <w:rsid w:val="00CB64C3"/>
    <w:rsid w:val="00CB6587"/>
    <w:rsid w:val="00CB6954"/>
    <w:rsid w:val="00CB6BB1"/>
    <w:rsid w:val="00CB6E9E"/>
    <w:rsid w:val="00CB6F92"/>
    <w:rsid w:val="00CB7290"/>
    <w:rsid w:val="00CB72BE"/>
    <w:rsid w:val="00CB7355"/>
    <w:rsid w:val="00CB73D5"/>
    <w:rsid w:val="00CB78B3"/>
    <w:rsid w:val="00CB7C91"/>
    <w:rsid w:val="00CC037C"/>
    <w:rsid w:val="00CC08A2"/>
    <w:rsid w:val="00CC0935"/>
    <w:rsid w:val="00CC0C4C"/>
    <w:rsid w:val="00CC0D53"/>
    <w:rsid w:val="00CC0DA1"/>
    <w:rsid w:val="00CC169B"/>
    <w:rsid w:val="00CC1830"/>
    <w:rsid w:val="00CC19D3"/>
    <w:rsid w:val="00CC1B0C"/>
    <w:rsid w:val="00CC1F76"/>
    <w:rsid w:val="00CC1F8F"/>
    <w:rsid w:val="00CC1FE7"/>
    <w:rsid w:val="00CC25E0"/>
    <w:rsid w:val="00CC2B41"/>
    <w:rsid w:val="00CC2FCD"/>
    <w:rsid w:val="00CC3161"/>
    <w:rsid w:val="00CC3212"/>
    <w:rsid w:val="00CC324F"/>
    <w:rsid w:val="00CC331B"/>
    <w:rsid w:val="00CC37FF"/>
    <w:rsid w:val="00CC3ACF"/>
    <w:rsid w:val="00CC3FEB"/>
    <w:rsid w:val="00CC451A"/>
    <w:rsid w:val="00CC4B6E"/>
    <w:rsid w:val="00CC4C64"/>
    <w:rsid w:val="00CC4E20"/>
    <w:rsid w:val="00CC55ED"/>
    <w:rsid w:val="00CC568E"/>
    <w:rsid w:val="00CC569E"/>
    <w:rsid w:val="00CC57ED"/>
    <w:rsid w:val="00CC5886"/>
    <w:rsid w:val="00CC5A54"/>
    <w:rsid w:val="00CC5C6A"/>
    <w:rsid w:val="00CC6138"/>
    <w:rsid w:val="00CC63B4"/>
    <w:rsid w:val="00CC6B7A"/>
    <w:rsid w:val="00CC719C"/>
    <w:rsid w:val="00CC71A1"/>
    <w:rsid w:val="00CC7261"/>
    <w:rsid w:val="00CC7626"/>
    <w:rsid w:val="00CC77DD"/>
    <w:rsid w:val="00CC7A60"/>
    <w:rsid w:val="00CC7D4B"/>
    <w:rsid w:val="00CC7DA0"/>
    <w:rsid w:val="00CC7DD0"/>
    <w:rsid w:val="00CD0062"/>
    <w:rsid w:val="00CD0773"/>
    <w:rsid w:val="00CD0953"/>
    <w:rsid w:val="00CD0AC1"/>
    <w:rsid w:val="00CD0FEF"/>
    <w:rsid w:val="00CD1010"/>
    <w:rsid w:val="00CD14FF"/>
    <w:rsid w:val="00CD1671"/>
    <w:rsid w:val="00CD176D"/>
    <w:rsid w:val="00CD1851"/>
    <w:rsid w:val="00CD1AB5"/>
    <w:rsid w:val="00CD1BFE"/>
    <w:rsid w:val="00CD1CDA"/>
    <w:rsid w:val="00CD1EDC"/>
    <w:rsid w:val="00CD26C8"/>
    <w:rsid w:val="00CD28EB"/>
    <w:rsid w:val="00CD28F3"/>
    <w:rsid w:val="00CD2AC8"/>
    <w:rsid w:val="00CD2B8B"/>
    <w:rsid w:val="00CD2C00"/>
    <w:rsid w:val="00CD2DB5"/>
    <w:rsid w:val="00CD321B"/>
    <w:rsid w:val="00CD438C"/>
    <w:rsid w:val="00CD44F3"/>
    <w:rsid w:val="00CD4AA5"/>
    <w:rsid w:val="00CD4BD9"/>
    <w:rsid w:val="00CD506E"/>
    <w:rsid w:val="00CD51D4"/>
    <w:rsid w:val="00CD53A9"/>
    <w:rsid w:val="00CD5462"/>
    <w:rsid w:val="00CD548D"/>
    <w:rsid w:val="00CD55EB"/>
    <w:rsid w:val="00CD6059"/>
    <w:rsid w:val="00CD64DB"/>
    <w:rsid w:val="00CD6B60"/>
    <w:rsid w:val="00CD6B74"/>
    <w:rsid w:val="00CD7607"/>
    <w:rsid w:val="00CD7624"/>
    <w:rsid w:val="00CD7628"/>
    <w:rsid w:val="00CD7E65"/>
    <w:rsid w:val="00CE04E5"/>
    <w:rsid w:val="00CE05AA"/>
    <w:rsid w:val="00CE0A38"/>
    <w:rsid w:val="00CE0BD8"/>
    <w:rsid w:val="00CE0F33"/>
    <w:rsid w:val="00CE109E"/>
    <w:rsid w:val="00CE10BF"/>
    <w:rsid w:val="00CE1315"/>
    <w:rsid w:val="00CE1470"/>
    <w:rsid w:val="00CE14ED"/>
    <w:rsid w:val="00CE1B17"/>
    <w:rsid w:val="00CE1C0F"/>
    <w:rsid w:val="00CE1D4B"/>
    <w:rsid w:val="00CE21BB"/>
    <w:rsid w:val="00CE2297"/>
    <w:rsid w:val="00CE2663"/>
    <w:rsid w:val="00CE2B07"/>
    <w:rsid w:val="00CE2B87"/>
    <w:rsid w:val="00CE2C8D"/>
    <w:rsid w:val="00CE2C9E"/>
    <w:rsid w:val="00CE30C0"/>
    <w:rsid w:val="00CE335F"/>
    <w:rsid w:val="00CE4539"/>
    <w:rsid w:val="00CE4875"/>
    <w:rsid w:val="00CE4A3D"/>
    <w:rsid w:val="00CE4A8B"/>
    <w:rsid w:val="00CE4B8C"/>
    <w:rsid w:val="00CE4C66"/>
    <w:rsid w:val="00CE5010"/>
    <w:rsid w:val="00CE547A"/>
    <w:rsid w:val="00CE54CE"/>
    <w:rsid w:val="00CE5A47"/>
    <w:rsid w:val="00CE5EF6"/>
    <w:rsid w:val="00CE5FF5"/>
    <w:rsid w:val="00CE6839"/>
    <w:rsid w:val="00CE6958"/>
    <w:rsid w:val="00CE697E"/>
    <w:rsid w:val="00CE6996"/>
    <w:rsid w:val="00CE6A29"/>
    <w:rsid w:val="00CE6CC5"/>
    <w:rsid w:val="00CE6D16"/>
    <w:rsid w:val="00CE70C4"/>
    <w:rsid w:val="00CE7155"/>
    <w:rsid w:val="00CE733F"/>
    <w:rsid w:val="00CE78C2"/>
    <w:rsid w:val="00CF0175"/>
    <w:rsid w:val="00CF0201"/>
    <w:rsid w:val="00CF04C3"/>
    <w:rsid w:val="00CF0523"/>
    <w:rsid w:val="00CF0562"/>
    <w:rsid w:val="00CF092F"/>
    <w:rsid w:val="00CF0E57"/>
    <w:rsid w:val="00CF0E9E"/>
    <w:rsid w:val="00CF0F68"/>
    <w:rsid w:val="00CF0F9A"/>
    <w:rsid w:val="00CF0FB4"/>
    <w:rsid w:val="00CF1225"/>
    <w:rsid w:val="00CF1578"/>
    <w:rsid w:val="00CF174D"/>
    <w:rsid w:val="00CF1809"/>
    <w:rsid w:val="00CF18F6"/>
    <w:rsid w:val="00CF1AEE"/>
    <w:rsid w:val="00CF1BA8"/>
    <w:rsid w:val="00CF1BE8"/>
    <w:rsid w:val="00CF1CBB"/>
    <w:rsid w:val="00CF1E30"/>
    <w:rsid w:val="00CF1F5B"/>
    <w:rsid w:val="00CF2497"/>
    <w:rsid w:val="00CF2620"/>
    <w:rsid w:val="00CF2795"/>
    <w:rsid w:val="00CF2DDC"/>
    <w:rsid w:val="00CF3301"/>
    <w:rsid w:val="00CF33DD"/>
    <w:rsid w:val="00CF35FB"/>
    <w:rsid w:val="00CF3D8F"/>
    <w:rsid w:val="00CF407E"/>
    <w:rsid w:val="00CF49A6"/>
    <w:rsid w:val="00CF4B55"/>
    <w:rsid w:val="00CF4B99"/>
    <w:rsid w:val="00CF4D3C"/>
    <w:rsid w:val="00CF4FA3"/>
    <w:rsid w:val="00CF503F"/>
    <w:rsid w:val="00CF536E"/>
    <w:rsid w:val="00CF54B0"/>
    <w:rsid w:val="00CF5908"/>
    <w:rsid w:val="00CF5BB2"/>
    <w:rsid w:val="00CF5BBF"/>
    <w:rsid w:val="00CF5D2B"/>
    <w:rsid w:val="00CF5DD9"/>
    <w:rsid w:val="00CF5DED"/>
    <w:rsid w:val="00CF61A9"/>
    <w:rsid w:val="00CF62D8"/>
    <w:rsid w:val="00CF679D"/>
    <w:rsid w:val="00CF67FF"/>
    <w:rsid w:val="00CF6828"/>
    <w:rsid w:val="00CF687F"/>
    <w:rsid w:val="00CF7D92"/>
    <w:rsid w:val="00CF7FD1"/>
    <w:rsid w:val="00D00289"/>
    <w:rsid w:val="00D0063A"/>
    <w:rsid w:val="00D006B2"/>
    <w:rsid w:val="00D008A2"/>
    <w:rsid w:val="00D00AB7"/>
    <w:rsid w:val="00D00C35"/>
    <w:rsid w:val="00D00CF0"/>
    <w:rsid w:val="00D01193"/>
    <w:rsid w:val="00D014BC"/>
    <w:rsid w:val="00D01FF0"/>
    <w:rsid w:val="00D02B06"/>
    <w:rsid w:val="00D02F6F"/>
    <w:rsid w:val="00D030E0"/>
    <w:rsid w:val="00D03444"/>
    <w:rsid w:val="00D03455"/>
    <w:rsid w:val="00D03CD5"/>
    <w:rsid w:val="00D03F4E"/>
    <w:rsid w:val="00D041CA"/>
    <w:rsid w:val="00D04512"/>
    <w:rsid w:val="00D04677"/>
    <w:rsid w:val="00D048D1"/>
    <w:rsid w:val="00D04B60"/>
    <w:rsid w:val="00D04D03"/>
    <w:rsid w:val="00D04EEF"/>
    <w:rsid w:val="00D0513A"/>
    <w:rsid w:val="00D0538E"/>
    <w:rsid w:val="00D05651"/>
    <w:rsid w:val="00D056B1"/>
    <w:rsid w:val="00D058E0"/>
    <w:rsid w:val="00D05964"/>
    <w:rsid w:val="00D05C99"/>
    <w:rsid w:val="00D05F9A"/>
    <w:rsid w:val="00D063D6"/>
    <w:rsid w:val="00D06750"/>
    <w:rsid w:val="00D06EC6"/>
    <w:rsid w:val="00D06FEA"/>
    <w:rsid w:val="00D07412"/>
    <w:rsid w:val="00D075AF"/>
    <w:rsid w:val="00D07693"/>
    <w:rsid w:val="00D07D5A"/>
    <w:rsid w:val="00D100CC"/>
    <w:rsid w:val="00D103CD"/>
    <w:rsid w:val="00D104C5"/>
    <w:rsid w:val="00D10920"/>
    <w:rsid w:val="00D10BA0"/>
    <w:rsid w:val="00D10D0B"/>
    <w:rsid w:val="00D10E07"/>
    <w:rsid w:val="00D11DDA"/>
    <w:rsid w:val="00D1298C"/>
    <w:rsid w:val="00D12A03"/>
    <w:rsid w:val="00D12B45"/>
    <w:rsid w:val="00D12C21"/>
    <w:rsid w:val="00D12EF1"/>
    <w:rsid w:val="00D1304C"/>
    <w:rsid w:val="00D1331A"/>
    <w:rsid w:val="00D13C07"/>
    <w:rsid w:val="00D1409B"/>
    <w:rsid w:val="00D144BC"/>
    <w:rsid w:val="00D14D29"/>
    <w:rsid w:val="00D14E77"/>
    <w:rsid w:val="00D1523E"/>
    <w:rsid w:val="00D153A3"/>
    <w:rsid w:val="00D15522"/>
    <w:rsid w:val="00D15676"/>
    <w:rsid w:val="00D1572B"/>
    <w:rsid w:val="00D15921"/>
    <w:rsid w:val="00D15CF6"/>
    <w:rsid w:val="00D163C0"/>
    <w:rsid w:val="00D163E8"/>
    <w:rsid w:val="00D164FF"/>
    <w:rsid w:val="00D16746"/>
    <w:rsid w:val="00D16758"/>
    <w:rsid w:val="00D17202"/>
    <w:rsid w:val="00D17C4D"/>
    <w:rsid w:val="00D2008F"/>
    <w:rsid w:val="00D203E1"/>
    <w:rsid w:val="00D20670"/>
    <w:rsid w:val="00D2081D"/>
    <w:rsid w:val="00D209FE"/>
    <w:rsid w:val="00D20B50"/>
    <w:rsid w:val="00D20BAC"/>
    <w:rsid w:val="00D21068"/>
    <w:rsid w:val="00D21B05"/>
    <w:rsid w:val="00D2207E"/>
    <w:rsid w:val="00D2281F"/>
    <w:rsid w:val="00D22A2B"/>
    <w:rsid w:val="00D22EA5"/>
    <w:rsid w:val="00D2315E"/>
    <w:rsid w:val="00D2341A"/>
    <w:rsid w:val="00D238CB"/>
    <w:rsid w:val="00D23908"/>
    <w:rsid w:val="00D23C97"/>
    <w:rsid w:val="00D23CDE"/>
    <w:rsid w:val="00D24449"/>
    <w:rsid w:val="00D24C52"/>
    <w:rsid w:val="00D24D4E"/>
    <w:rsid w:val="00D24FB6"/>
    <w:rsid w:val="00D252C0"/>
    <w:rsid w:val="00D253D7"/>
    <w:rsid w:val="00D2586C"/>
    <w:rsid w:val="00D25FD6"/>
    <w:rsid w:val="00D26286"/>
    <w:rsid w:val="00D2638B"/>
    <w:rsid w:val="00D26723"/>
    <w:rsid w:val="00D2691C"/>
    <w:rsid w:val="00D26DCF"/>
    <w:rsid w:val="00D26F3D"/>
    <w:rsid w:val="00D2799F"/>
    <w:rsid w:val="00D27BD9"/>
    <w:rsid w:val="00D27F28"/>
    <w:rsid w:val="00D30090"/>
    <w:rsid w:val="00D3031C"/>
    <w:rsid w:val="00D305D9"/>
    <w:rsid w:val="00D307B3"/>
    <w:rsid w:val="00D30C2C"/>
    <w:rsid w:val="00D310C3"/>
    <w:rsid w:val="00D31387"/>
    <w:rsid w:val="00D3253B"/>
    <w:rsid w:val="00D32679"/>
    <w:rsid w:val="00D32BEA"/>
    <w:rsid w:val="00D32C13"/>
    <w:rsid w:val="00D3362D"/>
    <w:rsid w:val="00D3396F"/>
    <w:rsid w:val="00D33DB1"/>
    <w:rsid w:val="00D34490"/>
    <w:rsid w:val="00D34BB1"/>
    <w:rsid w:val="00D34D6F"/>
    <w:rsid w:val="00D35C8F"/>
    <w:rsid w:val="00D36442"/>
    <w:rsid w:val="00D36917"/>
    <w:rsid w:val="00D36AA3"/>
    <w:rsid w:val="00D36F36"/>
    <w:rsid w:val="00D371F4"/>
    <w:rsid w:val="00D37B9C"/>
    <w:rsid w:val="00D37C0D"/>
    <w:rsid w:val="00D37D2B"/>
    <w:rsid w:val="00D37DA5"/>
    <w:rsid w:val="00D37DC0"/>
    <w:rsid w:val="00D37DEB"/>
    <w:rsid w:val="00D37E38"/>
    <w:rsid w:val="00D37E3D"/>
    <w:rsid w:val="00D40369"/>
    <w:rsid w:val="00D405B8"/>
    <w:rsid w:val="00D408DE"/>
    <w:rsid w:val="00D40A77"/>
    <w:rsid w:val="00D41001"/>
    <w:rsid w:val="00D416CC"/>
    <w:rsid w:val="00D419C1"/>
    <w:rsid w:val="00D41B62"/>
    <w:rsid w:val="00D428E6"/>
    <w:rsid w:val="00D42A93"/>
    <w:rsid w:val="00D434D8"/>
    <w:rsid w:val="00D43D9B"/>
    <w:rsid w:val="00D444EF"/>
    <w:rsid w:val="00D446DE"/>
    <w:rsid w:val="00D44D3A"/>
    <w:rsid w:val="00D44EC1"/>
    <w:rsid w:val="00D451D4"/>
    <w:rsid w:val="00D45B53"/>
    <w:rsid w:val="00D46039"/>
    <w:rsid w:val="00D4649E"/>
    <w:rsid w:val="00D46971"/>
    <w:rsid w:val="00D46BB2"/>
    <w:rsid w:val="00D47283"/>
    <w:rsid w:val="00D472DB"/>
    <w:rsid w:val="00D4799F"/>
    <w:rsid w:val="00D47D94"/>
    <w:rsid w:val="00D50968"/>
    <w:rsid w:val="00D5108B"/>
    <w:rsid w:val="00D514EA"/>
    <w:rsid w:val="00D516D3"/>
    <w:rsid w:val="00D51794"/>
    <w:rsid w:val="00D51879"/>
    <w:rsid w:val="00D5197D"/>
    <w:rsid w:val="00D519B0"/>
    <w:rsid w:val="00D5277B"/>
    <w:rsid w:val="00D52E92"/>
    <w:rsid w:val="00D5354F"/>
    <w:rsid w:val="00D53581"/>
    <w:rsid w:val="00D537BE"/>
    <w:rsid w:val="00D5386D"/>
    <w:rsid w:val="00D539C0"/>
    <w:rsid w:val="00D53F92"/>
    <w:rsid w:val="00D5410B"/>
    <w:rsid w:val="00D541E0"/>
    <w:rsid w:val="00D54314"/>
    <w:rsid w:val="00D5461C"/>
    <w:rsid w:val="00D54F14"/>
    <w:rsid w:val="00D55411"/>
    <w:rsid w:val="00D55452"/>
    <w:rsid w:val="00D5564A"/>
    <w:rsid w:val="00D55744"/>
    <w:rsid w:val="00D56256"/>
    <w:rsid w:val="00D56289"/>
    <w:rsid w:val="00D5740A"/>
    <w:rsid w:val="00D575CD"/>
    <w:rsid w:val="00D57D98"/>
    <w:rsid w:val="00D600DE"/>
    <w:rsid w:val="00D60B3E"/>
    <w:rsid w:val="00D61104"/>
    <w:rsid w:val="00D6142C"/>
    <w:rsid w:val="00D6176B"/>
    <w:rsid w:val="00D61C0C"/>
    <w:rsid w:val="00D61D41"/>
    <w:rsid w:val="00D6222B"/>
    <w:rsid w:val="00D62406"/>
    <w:rsid w:val="00D62968"/>
    <w:rsid w:val="00D62CE9"/>
    <w:rsid w:val="00D635B2"/>
    <w:rsid w:val="00D63640"/>
    <w:rsid w:val="00D639F3"/>
    <w:rsid w:val="00D63FC8"/>
    <w:rsid w:val="00D64265"/>
    <w:rsid w:val="00D647F1"/>
    <w:rsid w:val="00D64A0A"/>
    <w:rsid w:val="00D64C88"/>
    <w:rsid w:val="00D64F51"/>
    <w:rsid w:val="00D6549E"/>
    <w:rsid w:val="00D65719"/>
    <w:rsid w:val="00D6607A"/>
    <w:rsid w:val="00D66144"/>
    <w:rsid w:val="00D669E6"/>
    <w:rsid w:val="00D66BEE"/>
    <w:rsid w:val="00D66C87"/>
    <w:rsid w:val="00D66F52"/>
    <w:rsid w:val="00D67079"/>
    <w:rsid w:val="00D67B20"/>
    <w:rsid w:val="00D70268"/>
    <w:rsid w:val="00D707E2"/>
    <w:rsid w:val="00D7088C"/>
    <w:rsid w:val="00D70AAD"/>
    <w:rsid w:val="00D70C39"/>
    <w:rsid w:val="00D711E6"/>
    <w:rsid w:val="00D7174D"/>
    <w:rsid w:val="00D719FF"/>
    <w:rsid w:val="00D72318"/>
    <w:rsid w:val="00D72619"/>
    <w:rsid w:val="00D72788"/>
    <w:rsid w:val="00D72794"/>
    <w:rsid w:val="00D72BC6"/>
    <w:rsid w:val="00D72F9B"/>
    <w:rsid w:val="00D73392"/>
    <w:rsid w:val="00D73849"/>
    <w:rsid w:val="00D73998"/>
    <w:rsid w:val="00D73A91"/>
    <w:rsid w:val="00D73AEB"/>
    <w:rsid w:val="00D74306"/>
    <w:rsid w:val="00D74719"/>
    <w:rsid w:val="00D74790"/>
    <w:rsid w:val="00D74F89"/>
    <w:rsid w:val="00D75C38"/>
    <w:rsid w:val="00D75C8D"/>
    <w:rsid w:val="00D75DAE"/>
    <w:rsid w:val="00D75F7D"/>
    <w:rsid w:val="00D7606A"/>
    <w:rsid w:val="00D76EC8"/>
    <w:rsid w:val="00D76F60"/>
    <w:rsid w:val="00D76FCD"/>
    <w:rsid w:val="00D76FCF"/>
    <w:rsid w:val="00D773F5"/>
    <w:rsid w:val="00D774BF"/>
    <w:rsid w:val="00D800CA"/>
    <w:rsid w:val="00D804A1"/>
    <w:rsid w:val="00D80946"/>
    <w:rsid w:val="00D811D0"/>
    <w:rsid w:val="00D81239"/>
    <w:rsid w:val="00D81417"/>
    <w:rsid w:val="00D81570"/>
    <w:rsid w:val="00D818CE"/>
    <w:rsid w:val="00D81F20"/>
    <w:rsid w:val="00D8207B"/>
    <w:rsid w:val="00D82CE8"/>
    <w:rsid w:val="00D82D60"/>
    <w:rsid w:val="00D82DC7"/>
    <w:rsid w:val="00D82EEE"/>
    <w:rsid w:val="00D83052"/>
    <w:rsid w:val="00D833A8"/>
    <w:rsid w:val="00D83425"/>
    <w:rsid w:val="00D84311"/>
    <w:rsid w:val="00D84777"/>
    <w:rsid w:val="00D847E6"/>
    <w:rsid w:val="00D8487C"/>
    <w:rsid w:val="00D85191"/>
    <w:rsid w:val="00D85D6D"/>
    <w:rsid w:val="00D8606C"/>
    <w:rsid w:val="00D86288"/>
    <w:rsid w:val="00D86336"/>
    <w:rsid w:val="00D866BF"/>
    <w:rsid w:val="00D869C8"/>
    <w:rsid w:val="00D86A36"/>
    <w:rsid w:val="00D86DD0"/>
    <w:rsid w:val="00D86E6A"/>
    <w:rsid w:val="00D87340"/>
    <w:rsid w:val="00D8770A"/>
    <w:rsid w:val="00D878DD"/>
    <w:rsid w:val="00D87DA4"/>
    <w:rsid w:val="00D87EC8"/>
    <w:rsid w:val="00D901C7"/>
    <w:rsid w:val="00D904F6"/>
    <w:rsid w:val="00D90786"/>
    <w:rsid w:val="00D90BC6"/>
    <w:rsid w:val="00D9111F"/>
    <w:rsid w:val="00D91133"/>
    <w:rsid w:val="00D91240"/>
    <w:rsid w:val="00D914B9"/>
    <w:rsid w:val="00D91749"/>
    <w:rsid w:val="00D91A14"/>
    <w:rsid w:val="00D91AA8"/>
    <w:rsid w:val="00D91BEF"/>
    <w:rsid w:val="00D91EDA"/>
    <w:rsid w:val="00D91FC5"/>
    <w:rsid w:val="00D9231D"/>
    <w:rsid w:val="00D92BD0"/>
    <w:rsid w:val="00D92BED"/>
    <w:rsid w:val="00D934B0"/>
    <w:rsid w:val="00D93655"/>
    <w:rsid w:val="00D93821"/>
    <w:rsid w:val="00D93A74"/>
    <w:rsid w:val="00D93ABD"/>
    <w:rsid w:val="00D93B64"/>
    <w:rsid w:val="00D93E66"/>
    <w:rsid w:val="00D94B23"/>
    <w:rsid w:val="00D94BC5"/>
    <w:rsid w:val="00D950B4"/>
    <w:rsid w:val="00D95159"/>
    <w:rsid w:val="00D953E3"/>
    <w:rsid w:val="00D95B5B"/>
    <w:rsid w:val="00D95FB0"/>
    <w:rsid w:val="00D96378"/>
    <w:rsid w:val="00D964A8"/>
    <w:rsid w:val="00D964E7"/>
    <w:rsid w:val="00D96684"/>
    <w:rsid w:val="00D96692"/>
    <w:rsid w:val="00D968C7"/>
    <w:rsid w:val="00D96BC0"/>
    <w:rsid w:val="00D972B1"/>
    <w:rsid w:val="00D97C71"/>
    <w:rsid w:val="00D97D70"/>
    <w:rsid w:val="00D97F08"/>
    <w:rsid w:val="00D97FC3"/>
    <w:rsid w:val="00DA001B"/>
    <w:rsid w:val="00DA065B"/>
    <w:rsid w:val="00DA0730"/>
    <w:rsid w:val="00DA08E0"/>
    <w:rsid w:val="00DA0BEF"/>
    <w:rsid w:val="00DA1362"/>
    <w:rsid w:val="00DA1565"/>
    <w:rsid w:val="00DA17CB"/>
    <w:rsid w:val="00DA1817"/>
    <w:rsid w:val="00DA1A4B"/>
    <w:rsid w:val="00DA2058"/>
    <w:rsid w:val="00DA2326"/>
    <w:rsid w:val="00DA2567"/>
    <w:rsid w:val="00DA26CB"/>
    <w:rsid w:val="00DA2CAA"/>
    <w:rsid w:val="00DA2D6B"/>
    <w:rsid w:val="00DA3667"/>
    <w:rsid w:val="00DA376C"/>
    <w:rsid w:val="00DA37A4"/>
    <w:rsid w:val="00DA3C48"/>
    <w:rsid w:val="00DA4A71"/>
    <w:rsid w:val="00DA4D39"/>
    <w:rsid w:val="00DA50D3"/>
    <w:rsid w:val="00DA526E"/>
    <w:rsid w:val="00DA53CB"/>
    <w:rsid w:val="00DA5637"/>
    <w:rsid w:val="00DA5A7E"/>
    <w:rsid w:val="00DA5C1E"/>
    <w:rsid w:val="00DA6BE8"/>
    <w:rsid w:val="00DA7071"/>
    <w:rsid w:val="00DA7298"/>
    <w:rsid w:val="00DA7916"/>
    <w:rsid w:val="00DA7A5E"/>
    <w:rsid w:val="00DA7B38"/>
    <w:rsid w:val="00DA7C38"/>
    <w:rsid w:val="00DB0225"/>
    <w:rsid w:val="00DB04F2"/>
    <w:rsid w:val="00DB0999"/>
    <w:rsid w:val="00DB0D25"/>
    <w:rsid w:val="00DB0E0C"/>
    <w:rsid w:val="00DB1414"/>
    <w:rsid w:val="00DB1E90"/>
    <w:rsid w:val="00DB2CB3"/>
    <w:rsid w:val="00DB30DC"/>
    <w:rsid w:val="00DB38B6"/>
    <w:rsid w:val="00DB39F1"/>
    <w:rsid w:val="00DB3F0B"/>
    <w:rsid w:val="00DB41DF"/>
    <w:rsid w:val="00DB4A64"/>
    <w:rsid w:val="00DB4B61"/>
    <w:rsid w:val="00DB4F7B"/>
    <w:rsid w:val="00DB55AC"/>
    <w:rsid w:val="00DB58C4"/>
    <w:rsid w:val="00DB58D5"/>
    <w:rsid w:val="00DB5960"/>
    <w:rsid w:val="00DB5C60"/>
    <w:rsid w:val="00DB5F29"/>
    <w:rsid w:val="00DB5F67"/>
    <w:rsid w:val="00DB6115"/>
    <w:rsid w:val="00DB6299"/>
    <w:rsid w:val="00DB62F6"/>
    <w:rsid w:val="00DB6347"/>
    <w:rsid w:val="00DB653A"/>
    <w:rsid w:val="00DB6AA2"/>
    <w:rsid w:val="00DB6D1F"/>
    <w:rsid w:val="00DB6EA5"/>
    <w:rsid w:val="00DB7862"/>
    <w:rsid w:val="00DC0205"/>
    <w:rsid w:val="00DC065D"/>
    <w:rsid w:val="00DC0A87"/>
    <w:rsid w:val="00DC0B08"/>
    <w:rsid w:val="00DC0B63"/>
    <w:rsid w:val="00DC0F02"/>
    <w:rsid w:val="00DC0F0F"/>
    <w:rsid w:val="00DC143A"/>
    <w:rsid w:val="00DC1659"/>
    <w:rsid w:val="00DC17E7"/>
    <w:rsid w:val="00DC192E"/>
    <w:rsid w:val="00DC1E54"/>
    <w:rsid w:val="00DC2476"/>
    <w:rsid w:val="00DC26AE"/>
    <w:rsid w:val="00DC2ACA"/>
    <w:rsid w:val="00DC2C07"/>
    <w:rsid w:val="00DC2FCF"/>
    <w:rsid w:val="00DC3678"/>
    <w:rsid w:val="00DC3A69"/>
    <w:rsid w:val="00DC3AE5"/>
    <w:rsid w:val="00DC3B3E"/>
    <w:rsid w:val="00DC3F2D"/>
    <w:rsid w:val="00DC4820"/>
    <w:rsid w:val="00DC484D"/>
    <w:rsid w:val="00DC4AAC"/>
    <w:rsid w:val="00DC4DA6"/>
    <w:rsid w:val="00DC5099"/>
    <w:rsid w:val="00DC54B2"/>
    <w:rsid w:val="00DC5685"/>
    <w:rsid w:val="00DC56EC"/>
    <w:rsid w:val="00DC56FD"/>
    <w:rsid w:val="00DC5A74"/>
    <w:rsid w:val="00DC600A"/>
    <w:rsid w:val="00DC6247"/>
    <w:rsid w:val="00DC62FD"/>
    <w:rsid w:val="00DC6692"/>
    <w:rsid w:val="00DC66E2"/>
    <w:rsid w:val="00DC6B2D"/>
    <w:rsid w:val="00DC6C4D"/>
    <w:rsid w:val="00DC6D23"/>
    <w:rsid w:val="00DC72A7"/>
    <w:rsid w:val="00DC76C0"/>
    <w:rsid w:val="00DC7B80"/>
    <w:rsid w:val="00DC7C59"/>
    <w:rsid w:val="00DC7C5B"/>
    <w:rsid w:val="00DD018B"/>
    <w:rsid w:val="00DD05DF"/>
    <w:rsid w:val="00DD0779"/>
    <w:rsid w:val="00DD07B3"/>
    <w:rsid w:val="00DD109D"/>
    <w:rsid w:val="00DD13E7"/>
    <w:rsid w:val="00DD15C3"/>
    <w:rsid w:val="00DD1897"/>
    <w:rsid w:val="00DD1C5E"/>
    <w:rsid w:val="00DD1D19"/>
    <w:rsid w:val="00DD1F03"/>
    <w:rsid w:val="00DD22D9"/>
    <w:rsid w:val="00DD24A4"/>
    <w:rsid w:val="00DD2691"/>
    <w:rsid w:val="00DD3297"/>
    <w:rsid w:val="00DD374C"/>
    <w:rsid w:val="00DD39FB"/>
    <w:rsid w:val="00DD3B7C"/>
    <w:rsid w:val="00DD402E"/>
    <w:rsid w:val="00DD4245"/>
    <w:rsid w:val="00DD4C04"/>
    <w:rsid w:val="00DD4EF4"/>
    <w:rsid w:val="00DD5186"/>
    <w:rsid w:val="00DD5721"/>
    <w:rsid w:val="00DD621A"/>
    <w:rsid w:val="00DD6A2B"/>
    <w:rsid w:val="00DD6D7F"/>
    <w:rsid w:val="00DD738F"/>
    <w:rsid w:val="00DD77C6"/>
    <w:rsid w:val="00DD77D9"/>
    <w:rsid w:val="00DD78C4"/>
    <w:rsid w:val="00DD7B28"/>
    <w:rsid w:val="00DD7C62"/>
    <w:rsid w:val="00DD7D4A"/>
    <w:rsid w:val="00DE0193"/>
    <w:rsid w:val="00DE02D0"/>
    <w:rsid w:val="00DE02F0"/>
    <w:rsid w:val="00DE0344"/>
    <w:rsid w:val="00DE03BE"/>
    <w:rsid w:val="00DE07AE"/>
    <w:rsid w:val="00DE093E"/>
    <w:rsid w:val="00DE0A4C"/>
    <w:rsid w:val="00DE0AA4"/>
    <w:rsid w:val="00DE105E"/>
    <w:rsid w:val="00DE138D"/>
    <w:rsid w:val="00DE152F"/>
    <w:rsid w:val="00DE1711"/>
    <w:rsid w:val="00DE1A69"/>
    <w:rsid w:val="00DE27AD"/>
    <w:rsid w:val="00DE2BB8"/>
    <w:rsid w:val="00DE308E"/>
    <w:rsid w:val="00DE32BB"/>
    <w:rsid w:val="00DE3357"/>
    <w:rsid w:val="00DE3432"/>
    <w:rsid w:val="00DE37C6"/>
    <w:rsid w:val="00DE3957"/>
    <w:rsid w:val="00DE3FF6"/>
    <w:rsid w:val="00DE4593"/>
    <w:rsid w:val="00DE4D45"/>
    <w:rsid w:val="00DE5193"/>
    <w:rsid w:val="00DE51DE"/>
    <w:rsid w:val="00DE5F3A"/>
    <w:rsid w:val="00DE6373"/>
    <w:rsid w:val="00DE6B08"/>
    <w:rsid w:val="00DE6D81"/>
    <w:rsid w:val="00DE6FDB"/>
    <w:rsid w:val="00DE7351"/>
    <w:rsid w:val="00DE7383"/>
    <w:rsid w:val="00DE76B1"/>
    <w:rsid w:val="00DE774F"/>
    <w:rsid w:val="00DE795D"/>
    <w:rsid w:val="00DE7974"/>
    <w:rsid w:val="00DE7A10"/>
    <w:rsid w:val="00DE7DD5"/>
    <w:rsid w:val="00DE7F49"/>
    <w:rsid w:val="00DE7FF7"/>
    <w:rsid w:val="00DF0180"/>
    <w:rsid w:val="00DF03FB"/>
    <w:rsid w:val="00DF0656"/>
    <w:rsid w:val="00DF086D"/>
    <w:rsid w:val="00DF0B95"/>
    <w:rsid w:val="00DF0F15"/>
    <w:rsid w:val="00DF134C"/>
    <w:rsid w:val="00DF13CE"/>
    <w:rsid w:val="00DF16AD"/>
    <w:rsid w:val="00DF1716"/>
    <w:rsid w:val="00DF1A52"/>
    <w:rsid w:val="00DF2260"/>
    <w:rsid w:val="00DF2A96"/>
    <w:rsid w:val="00DF30B1"/>
    <w:rsid w:val="00DF31B7"/>
    <w:rsid w:val="00DF368C"/>
    <w:rsid w:val="00DF3721"/>
    <w:rsid w:val="00DF48C3"/>
    <w:rsid w:val="00DF4A1A"/>
    <w:rsid w:val="00DF4A69"/>
    <w:rsid w:val="00DF4C03"/>
    <w:rsid w:val="00DF4F11"/>
    <w:rsid w:val="00DF5536"/>
    <w:rsid w:val="00DF55EE"/>
    <w:rsid w:val="00DF56D5"/>
    <w:rsid w:val="00DF59AE"/>
    <w:rsid w:val="00DF5AC2"/>
    <w:rsid w:val="00DF5DCA"/>
    <w:rsid w:val="00DF5F6E"/>
    <w:rsid w:val="00DF6062"/>
    <w:rsid w:val="00DF6634"/>
    <w:rsid w:val="00DF6656"/>
    <w:rsid w:val="00DF69A0"/>
    <w:rsid w:val="00DF69F5"/>
    <w:rsid w:val="00DF78D4"/>
    <w:rsid w:val="00DF7ECA"/>
    <w:rsid w:val="00DF7EFB"/>
    <w:rsid w:val="00E00432"/>
    <w:rsid w:val="00E00823"/>
    <w:rsid w:val="00E00C65"/>
    <w:rsid w:val="00E00CCA"/>
    <w:rsid w:val="00E00E7B"/>
    <w:rsid w:val="00E01187"/>
    <w:rsid w:val="00E01321"/>
    <w:rsid w:val="00E01587"/>
    <w:rsid w:val="00E021F0"/>
    <w:rsid w:val="00E0222A"/>
    <w:rsid w:val="00E0262C"/>
    <w:rsid w:val="00E02D93"/>
    <w:rsid w:val="00E03033"/>
    <w:rsid w:val="00E036E8"/>
    <w:rsid w:val="00E038DE"/>
    <w:rsid w:val="00E03A0C"/>
    <w:rsid w:val="00E03CE5"/>
    <w:rsid w:val="00E03DAD"/>
    <w:rsid w:val="00E040BA"/>
    <w:rsid w:val="00E042EC"/>
    <w:rsid w:val="00E0443C"/>
    <w:rsid w:val="00E0487F"/>
    <w:rsid w:val="00E04A8D"/>
    <w:rsid w:val="00E04B05"/>
    <w:rsid w:val="00E04C90"/>
    <w:rsid w:val="00E04E8E"/>
    <w:rsid w:val="00E05408"/>
    <w:rsid w:val="00E05EEE"/>
    <w:rsid w:val="00E0653A"/>
    <w:rsid w:val="00E06699"/>
    <w:rsid w:val="00E06918"/>
    <w:rsid w:val="00E06A71"/>
    <w:rsid w:val="00E06BA5"/>
    <w:rsid w:val="00E072C7"/>
    <w:rsid w:val="00E074BA"/>
    <w:rsid w:val="00E074CE"/>
    <w:rsid w:val="00E074DE"/>
    <w:rsid w:val="00E07727"/>
    <w:rsid w:val="00E078AF"/>
    <w:rsid w:val="00E07EB0"/>
    <w:rsid w:val="00E101B9"/>
    <w:rsid w:val="00E109F2"/>
    <w:rsid w:val="00E1100E"/>
    <w:rsid w:val="00E114B7"/>
    <w:rsid w:val="00E11A8C"/>
    <w:rsid w:val="00E11F53"/>
    <w:rsid w:val="00E11FF4"/>
    <w:rsid w:val="00E12201"/>
    <w:rsid w:val="00E1231D"/>
    <w:rsid w:val="00E123BB"/>
    <w:rsid w:val="00E1271F"/>
    <w:rsid w:val="00E12750"/>
    <w:rsid w:val="00E130BB"/>
    <w:rsid w:val="00E13235"/>
    <w:rsid w:val="00E13505"/>
    <w:rsid w:val="00E14044"/>
    <w:rsid w:val="00E14378"/>
    <w:rsid w:val="00E14BA4"/>
    <w:rsid w:val="00E14E8B"/>
    <w:rsid w:val="00E14EE9"/>
    <w:rsid w:val="00E15062"/>
    <w:rsid w:val="00E15384"/>
    <w:rsid w:val="00E15706"/>
    <w:rsid w:val="00E15750"/>
    <w:rsid w:val="00E15792"/>
    <w:rsid w:val="00E158BA"/>
    <w:rsid w:val="00E159DB"/>
    <w:rsid w:val="00E15B52"/>
    <w:rsid w:val="00E15E57"/>
    <w:rsid w:val="00E16057"/>
    <w:rsid w:val="00E162A9"/>
    <w:rsid w:val="00E1692A"/>
    <w:rsid w:val="00E16A79"/>
    <w:rsid w:val="00E16C56"/>
    <w:rsid w:val="00E16F46"/>
    <w:rsid w:val="00E170AF"/>
    <w:rsid w:val="00E1723F"/>
    <w:rsid w:val="00E1745B"/>
    <w:rsid w:val="00E174D9"/>
    <w:rsid w:val="00E17ED0"/>
    <w:rsid w:val="00E204EA"/>
    <w:rsid w:val="00E204FC"/>
    <w:rsid w:val="00E20533"/>
    <w:rsid w:val="00E206A0"/>
    <w:rsid w:val="00E210B7"/>
    <w:rsid w:val="00E210DD"/>
    <w:rsid w:val="00E211B0"/>
    <w:rsid w:val="00E2178C"/>
    <w:rsid w:val="00E21C4E"/>
    <w:rsid w:val="00E22074"/>
    <w:rsid w:val="00E22209"/>
    <w:rsid w:val="00E2241E"/>
    <w:rsid w:val="00E225BA"/>
    <w:rsid w:val="00E225FB"/>
    <w:rsid w:val="00E227DF"/>
    <w:rsid w:val="00E22C35"/>
    <w:rsid w:val="00E22E40"/>
    <w:rsid w:val="00E2348B"/>
    <w:rsid w:val="00E235CD"/>
    <w:rsid w:val="00E235F4"/>
    <w:rsid w:val="00E236F3"/>
    <w:rsid w:val="00E23F22"/>
    <w:rsid w:val="00E24460"/>
    <w:rsid w:val="00E2471F"/>
    <w:rsid w:val="00E24803"/>
    <w:rsid w:val="00E24DC5"/>
    <w:rsid w:val="00E2557E"/>
    <w:rsid w:val="00E260E4"/>
    <w:rsid w:val="00E26236"/>
    <w:rsid w:val="00E2696D"/>
    <w:rsid w:val="00E2698B"/>
    <w:rsid w:val="00E27185"/>
    <w:rsid w:val="00E2773F"/>
    <w:rsid w:val="00E27A85"/>
    <w:rsid w:val="00E27ACF"/>
    <w:rsid w:val="00E30841"/>
    <w:rsid w:val="00E30D02"/>
    <w:rsid w:val="00E30E89"/>
    <w:rsid w:val="00E30F23"/>
    <w:rsid w:val="00E3112C"/>
    <w:rsid w:val="00E3153C"/>
    <w:rsid w:val="00E31DC7"/>
    <w:rsid w:val="00E31F09"/>
    <w:rsid w:val="00E31F9B"/>
    <w:rsid w:val="00E32882"/>
    <w:rsid w:val="00E32C83"/>
    <w:rsid w:val="00E32FB3"/>
    <w:rsid w:val="00E330C9"/>
    <w:rsid w:val="00E33295"/>
    <w:rsid w:val="00E3340A"/>
    <w:rsid w:val="00E33696"/>
    <w:rsid w:val="00E33B39"/>
    <w:rsid w:val="00E33EBE"/>
    <w:rsid w:val="00E34284"/>
    <w:rsid w:val="00E34285"/>
    <w:rsid w:val="00E3456E"/>
    <w:rsid w:val="00E347A8"/>
    <w:rsid w:val="00E347B7"/>
    <w:rsid w:val="00E34F93"/>
    <w:rsid w:val="00E3512E"/>
    <w:rsid w:val="00E3557E"/>
    <w:rsid w:val="00E35AFF"/>
    <w:rsid w:val="00E35BB4"/>
    <w:rsid w:val="00E35C9D"/>
    <w:rsid w:val="00E35E33"/>
    <w:rsid w:val="00E35EB3"/>
    <w:rsid w:val="00E36895"/>
    <w:rsid w:val="00E36B60"/>
    <w:rsid w:val="00E3724A"/>
    <w:rsid w:val="00E37366"/>
    <w:rsid w:val="00E37E23"/>
    <w:rsid w:val="00E37F13"/>
    <w:rsid w:val="00E40274"/>
    <w:rsid w:val="00E407EC"/>
    <w:rsid w:val="00E408EE"/>
    <w:rsid w:val="00E4093B"/>
    <w:rsid w:val="00E40E65"/>
    <w:rsid w:val="00E41434"/>
    <w:rsid w:val="00E41952"/>
    <w:rsid w:val="00E41DAF"/>
    <w:rsid w:val="00E42171"/>
    <w:rsid w:val="00E422BE"/>
    <w:rsid w:val="00E42835"/>
    <w:rsid w:val="00E428D6"/>
    <w:rsid w:val="00E42A5A"/>
    <w:rsid w:val="00E42CC2"/>
    <w:rsid w:val="00E42F8B"/>
    <w:rsid w:val="00E43860"/>
    <w:rsid w:val="00E439F2"/>
    <w:rsid w:val="00E43ACB"/>
    <w:rsid w:val="00E43CC8"/>
    <w:rsid w:val="00E43EBC"/>
    <w:rsid w:val="00E445F5"/>
    <w:rsid w:val="00E44763"/>
    <w:rsid w:val="00E449C8"/>
    <w:rsid w:val="00E44CAF"/>
    <w:rsid w:val="00E44D7F"/>
    <w:rsid w:val="00E450A0"/>
    <w:rsid w:val="00E45168"/>
    <w:rsid w:val="00E45191"/>
    <w:rsid w:val="00E45330"/>
    <w:rsid w:val="00E4551B"/>
    <w:rsid w:val="00E4553F"/>
    <w:rsid w:val="00E45672"/>
    <w:rsid w:val="00E456AB"/>
    <w:rsid w:val="00E45DDF"/>
    <w:rsid w:val="00E46032"/>
    <w:rsid w:val="00E4626C"/>
    <w:rsid w:val="00E462DA"/>
    <w:rsid w:val="00E46361"/>
    <w:rsid w:val="00E466B3"/>
    <w:rsid w:val="00E46812"/>
    <w:rsid w:val="00E468D0"/>
    <w:rsid w:val="00E46919"/>
    <w:rsid w:val="00E4697B"/>
    <w:rsid w:val="00E46B47"/>
    <w:rsid w:val="00E46E07"/>
    <w:rsid w:val="00E46F03"/>
    <w:rsid w:val="00E4769B"/>
    <w:rsid w:val="00E47925"/>
    <w:rsid w:val="00E479AB"/>
    <w:rsid w:val="00E47A92"/>
    <w:rsid w:val="00E47CA8"/>
    <w:rsid w:val="00E47E2D"/>
    <w:rsid w:val="00E50047"/>
    <w:rsid w:val="00E50381"/>
    <w:rsid w:val="00E50796"/>
    <w:rsid w:val="00E50F45"/>
    <w:rsid w:val="00E5118F"/>
    <w:rsid w:val="00E512B9"/>
    <w:rsid w:val="00E51319"/>
    <w:rsid w:val="00E51647"/>
    <w:rsid w:val="00E51C37"/>
    <w:rsid w:val="00E51D94"/>
    <w:rsid w:val="00E51F4F"/>
    <w:rsid w:val="00E52141"/>
    <w:rsid w:val="00E52501"/>
    <w:rsid w:val="00E52639"/>
    <w:rsid w:val="00E52A26"/>
    <w:rsid w:val="00E52B74"/>
    <w:rsid w:val="00E52BBD"/>
    <w:rsid w:val="00E52BF0"/>
    <w:rsid w:val="00E531D1"/>
    <w:rsid w:val="00E531E5"/>
    <w:rsid w:val="00E5343A"/>
    <w:rsid w:val="00E53E21"/>
    <w:rsid w:val="00E54067"/>
    <w:rsid w:val="00E5416C"/>
    <w:rsid w:val="00E541DA"/>
    <w:rsid w:val="00E5452C"/>
    <w:rsid w:val="00E5479B"/>
    <w:rsid w:val="00E54FB6"/>
    <w:rsid w:val="00E5528C"/>
    <w:rsid w:val="00E55485"/>
    <w:rsid w:val="00E555C3"/>
    <w:rsid w:val="00E55B18"/>
    <w:rsid w:val="00E55C08"/>
    <w:rsid w:val="00E56151"/>
    <w:rsid w:val="00E562E9"/>
    <w:rsid w:val="00E565DB"/>
    <w:rsid w:val="00E568B8"/>
    <w:rsid w:val="00E56A47"/>
    <w:rsid w:val="00E56D35"/>
    <w:rsid w:val="00E56EE9"/>
    <w:rsid w:val="00E575C1"/>
    <w:rsid w:val="00E57F99"/>
    <w:rsid w:val="00E600C1"/>
    <w:rsid w:val="00E60121"/>
    <w:rsid w:val="00E60762"/>
    <w:rsid w:val="00E6085D"/>
    <w:rsid w:val="00E60913"/>
    <w:rsid w:val="00E60B6C"/>
    <w:rsid w:val="00E60DFB"/>
    <w:rsid w:val="00E61005"/>
    <w:rsid w:val="00E612A8"/>
    <w:rsid w:val="00E61631"/>
    <w:rsid w:val="00E617CE"/>
    <w:rsid w:val="00E6187E"/>
    <w:rsid w:val="00E61A9F"/>
    <w:rsid w:val="00E61C64"/>
    <w:rsid w:val="00E6212A"/>
    <w:rsid w:val="00E62235"/>
    <w:rsid w:val="00E62A1F"/>
    <w:rsid w:val="00E62AFF"/>
    <w:rsid w:val="00E62D65"/>
    <w:rsid w:val="00E63028"/>
    <w:rsid w:val="00E6361A"/>
    <w:rsid w:val="00E638FB"/>
    <w:rsid w:val="00E639C7"/>
    <w:rsid w:val="00E63FAB"/>
    <w:rsid w:val="00E642D9"/>
    <w:rsid w:val="00E64581"/>
    <w:rsid w:val="00E6556C"/>
    <w:rsid w:val="00E65992"/>
    <w:rsid w:val="00E659F1"/>
    <w:rsid w:val="00E65A54"/>
    <w:rsid w:val="00E65C43"/>
    <w:rsid w:val="00E65D10"/>
    <w:rsid w:val="00E65D12"/>
    <w:rsid w:val="00E662F2"/>
    <w:rsid w:val="00E667AE"/>
    <w:rsid w:val="00E67768"/>
    <w:rsid w:val="00E677BE"/>
    <w:rsid w:val="00E67C0F"/>
    <w:rsid w:val="00E70163"/>
    <w:rsid w:val="00E70337"/>
    <w:rsid w:val="00E704D6"/>
    <w:rsid w:val="00E70B52"/>
    <w:rsid w:val="00E71288"/>
    <w:rsid w:val="00E71373"/>
    <w:rsid w:val="00E71568"/>
    <w:rsid w:val="00E71712"/>
    <w:rsid w:val="00E71AF7"/>
    <w:rsid w:val="00E7221C"/>
    <w:rsid w:val="00E72406"/>
    <w:rsid w:val="00E725B2"/>
    <w:rsid w:val="00E72BC6"/>
    <w:rsid w:val="00E72F0B"/>
    <w:rsid w:val="00E72F55"/>
    <w:rsid w:val="00E7300F"/>
    <w:rsid w:val="00E73551"/>
    <w:rsid w:val="00E739A1"/>
    <w:rsid w:val="00E73A04"/>
    <w:rsid w:val="00E73A35"/>
    <w:rsid w:val="00E73A96"/>
    <w:rsid w:val="00E73D9C"/>
    <w:rsid w:val="00E73DF1"/>
    <w:rsid w:val="00E73FCA"/>
    <w:rsid w:val="00E7412E"/>
    <w:rsid w:val="00E74140"/>
    <w:rsid w:val="00E74194"/>
    <w:rsid w:val="00E74A75"/>
    <w:rsid w:val="00E74E03"/>
    <w:rsid w:val="00E75085"/>
    <w:rsid w:val="00E75250"/>
    <w:rsid w:val="00E75430"/>
    <w:rsid w:val="00E75455"/>
    <w:rsid w:val="00E7545A"/>
    <w:rsid w:val="00E756A9"/>
    <w:rsid w:val="00E75885"/>
    <w:rsid w:val="00E75994"/>
    <w:rsid w:val="00E75FAD"/>
    <w:rsid w:val="00E76265"/>
    <w:rsid w:val="00E7660E"/>
    <w:rsid w:val="00E76CC0"/>
    <w:rsid w:val="00E76D0F"/>
    <w:rsid w:val="00E76EA7"/>
    <w:rsid w:val="00E76FDC"/>
    <w:rsid w:val="00E779DD"/>
    <w:rsid w:val="00E77B78"/>
    <w:rsid w:val="00E77CA7"/>
    <w:rsid w:val="00E77D1C"/>
    <w:rsid w:val="00E77FBF"/>
    <w:rsid w:val="00E801A7"/>
    <w:rsid w:val="00E80F64"/>
    <w:rsid w:val="00E81062"/>
    <w:rsid w:val="00E8114A"/>
    <w:rsid w:val="00E8178C"/>
    <w:rsid w:val="00E81A87"/>
    <w:rsid w:val="00E81B80"/>
    <w:rsid w:val="00E821EB"/>
    <w:rsid w:val="00E823AF"/>
    <w:rsid w:val="00E8281D"/>
    <w:rsid w:val="00E82A0A"/>
    <w:rsid w:val="00E82B3D"/>
    <w:rsid w:val="00E83337"/>
    <w:rsid w:val="00E83C4A"/>
    <w:rsid w:val="00E83D9F"/>
    <w:rsid w:val="00E849BB"/>
    <w:rsid w:val="00E849CF"/>
    <w:rsid w:val="00E84BAE"/>
    <w:rsid w:val="00E84C84"/>
    <w:rsid w:val="00E84F55"/>
    <w:rsid w:val="00E84FC9"/>
    <w:rsid w:val="00E85695"/>
    <w:rsid w:val="00E85753"/>
    <w:rsid w:val="00E860E0"/>
    <w:rsid w:val="00E86B4E"/>
    <w:rsid w:val="00E86CC0"/>
    <w:rsid w:val="00E86F04"/>
    <w:rsid w:val="00E86F83"/>
    <w:rsid w:val="00E871EF"/>
    <w:rsid w:val="00E8748E"/>
    <w:rsid w:val="00E87689"/>
    <w:rsid w:val="00E87857"/>
    <w:rsid w:val="00E87A74"/>
    <w:rsid w:val="00E87AB7"/>
    <w:rsid w:val="00E90B5E"/>
    <w:rsid w:val="00E90E47"/>
    <w:rsid w:val="00E9127F"/>
    <w:rsid w:val="00E913A7"/>
    <w:rsid w:val="00E91A48"/>
    <w:rsid w:val="00E91D07"/>
    <w:rsid w:val="00E92254"/>
    <w:rsid w:val="00E92425"/>
    <w:rsid w:val="00E9261B"/>
    <w:rsid w:val="00E92620"/>
    <w:rsid w:val="00E92962"/>
    <w:rsid w:val="00E92A0E"/>
    <w:rsid w:val="00E92CF9"/>
    <w:rsid w:val="00E92FB8"/>
    <w:rsid w:val="00E930A4"/>
    <w:rsid w:val="00E934FB"/>
    <w:rsid w:val="00E93597"/>
    <w:rsid w:val="00E937AD"/>
    <w:rsid w:val="00E937DE"/>
    <w:rsid w:val="00E9380A"/>
    <w:rsid w:val="00E93A14"/>
    <w:rsid w:val="00E93C01"/>
    <w:rsid w:val="00E93C79"/>
    <w:rsid w:val="00E94030"/>
    <w:rsid w:val="00E94763"/>
    <w:rsid w:val="00E950E1"/>
    <w:rsid w:val="00E95215"/>
    <w:rsid w:val="00E95FD0"/>
    <w:rsid w:val="00E960D6"/>
    <w:rsid w:val="00E9632E"/>
    <w:rsid w:val="00E964CC"/>
    <w:rsid w:val="00E96D5C"/>
    <w:rsid w:val="00E96D90"/>
    <w:rsid w:val="00E970E5"/>
    <w:rsid w:val="00E97210"/>
    <w:rsid w:val="00E9733B"/>
    <w:rsid w:val="00E9794F"/>
    <w:rsid w:val="00E97BBB"/>
    <w:rsid w:val="00E97E7C"/>
    <w:rsid w:val="00E97F49"/>
    <w:rsid w:val="00E97F6E"/>
    <w:rsid w:val="00EA0005"/>
    <w:rsid w:val="00EA01CF"/>
    <w:rsid w:val="00EA0294"/>
    <w:rsid w:val="00EA0C22"/>
    <w:rsid w:val="00EA0DC8"/>
    <w:rsid w:val="00EA1010"/>
    <w:rsid w:val="00EA1390"/>
    <w:rsid w:val="00EA14AC"/>
    <w:rsid w:val="00EA156F"/>
    <w:rsid w:val="00EA16F4"/>
    <w:rsid w:val="00EA1868"/>
    <w:rsid w:val="00EA2120"/>
    <w:rsid w:val="00EA22F6"/>
    <w:rsid w:val="00EA25FF"/>
    <w:rsid w:val="00EA2633"/>
    <w:rsid w:val="00EA28DB"/>
    <w:rsid w:val="00EA2C11"/>
    <w:rsid w:val="00EA2DE8"/>
    <w:rsid w:val="00EA38DF"/>
    <w:rsid w:val="00EA42C3"/>
    <w:rsid w:val="00EA4334"/>
    <w:rsid w:val="00EA483D"/>
    <w:rsid w:val="00EA4898"/>
    <w:rsid w:val="00EA4D58"/>
    <w:rsid w:val="00EA501C"/>
    <w:rsid w:val="00EA52CC"/>
    <w:rsid w:val="00EA55A4"/>
    <w:rsid w:val="00EA5894"/>
    <w:rsid w:val="00EA5CF0"/>
    <w:rsid w:val="00EA5E8A"/>
    <w:rsid w:val="00EA607D"/>
    <w:rsid w:val="00EA63B7"/>
    <w:rsid w:val="00EA673C"/>
    <w:rsid w:val="00EA69C8"/>
    <w:rsid w:val="00EA6B01"/>
    <w:rsid w:val="00EA6BB0"/>
    <w:rsid w:val="00EA74B7"/>
    <w:rsid w:val="00EA7867"/>
    <w:rsid w:val="00EA79EF"/>
    <w:rsid w:val="00EB0426"/>
    <w:rsid w:val="00EB062F"/>
    <w:rsid w:val="00EB0666"/>
    <w:rsid w:val="00EB0C54"/>
    <w:rsid w:val="00EB0D60"/>
    <w:rsid w:val="00EB0EBE"/>
    <w:rsid w:val="00EB0FC0"/>
    <w:rsid w:val="00EB14DB"/>
    <w:rsid w:val="00EB15D9"/>
    <w:rsid w:val="00EB1967"/>
    <w:rsid w:val="00EB1DB1"/>
    <w:rsid w:val="00EB2206"/>
    <w:rsid w:val="00EB2244"/>
    <w:rsid w:val="00EB2338"/>
    <w:rsid w:val="00EB2B2C"/>
    <w:rsid w:val="00EB2B62"/>
    <w:rsid w:val="00EB2CDD"/>
    <w:rsid w:val="00EB2E6E"/>
    <w:rsid w:val="00EB301D"/>
    <w:rsid w:val="00EB31D5"/>
    <w:rsid w:val="00EB37D8"/>
    <w:rsid w:val="00EB3BA3"/>
    <w:rsid w:val="00EB4039"/>
    <w:rsid w:val="00EB42E5"/>
    <w:rsid w:val="00EB44D4"/>
    <w:rsid w:val="00EB47C0"/>
    <w:rsid w:val="00EB4992"/>
    <w:rsid w:val="00EB4B1D"/>
    <w:rsid w:val="00EB4CF5"/>
    <w:rsid w:val="00EB51BE"/>
    <w:rsid w:val="00EB54B9"/>
    <w:rsid w:val="00EB56AF"/>
    <w:rsid w:val="00EB5A02"/>
    <w:rsid w:val="00EB64B7"/>
    <w:rsid w:val="00EB6F08"/>
    <w:rsid w:val="00EB73E7"/>
    <w:rsid w:val="00EB758E"/>
    <w:rsid w:val="00EB7AB6"/>
    <w:rsid w:val="00EB7BF9"/>
    <w:rsid w:val="00EC02A9"/>
    <w:rsid w:val="00EC0584"/>
    <w:rsid w:val="00EC0AD5"/>
    <w:rsid w:val="00EC1453"/>
    <w:rsid w:val="00EC18E5"/>
    <w:rsid w:val="00EC1EB9"/>
    <w:rsid w:val="00EC1F47"/>
    <w:rsid w:val="00EC2003"/>
    <w:rsid w:val="00EC27B1"/>
    <w:rsid w:val="00EC2AE0"/>
    <w:rsid w:val="00EC2C7E"/>
    <w:rsid w:val="00EC2E12"/>
    <w:rsid w:val="00EC32CA"/>
    <w:rsid w:val="00EC3392"/>
    <w:rsid w:val="00EC3477"/>
    <w:rsid w:val="00EC35A9"/>
    <w:rsid w:val="00EC3830"/>
    <w:rsid w:val="00EC385B"/>
    <w:rsid w:val="00EC3BA1"/>
    <w:rsid w:val="00EC3FFE"/>
    <w:rsid w:val="00EC4B50"/>
    <w:rsid w:val="00EC4BA7"/>
    <w:rsid w:val="00EC4EEF"/>
    <w:rsid w:val="00EC4EFE"/>
    <w:rsid w:val="00EC4FB1"/>
    <w:rsid w:val="00EC5065"/>
    <w:rsid w:val="00EC5263"/>
    <w:rsid w:val="00EC5322"/>
    <w:rsid w:val="00EC5524"/>
    <w:rsid w:val="00EC5984"/>
    <w:rsid w:val="00EC5A12"/>
    <w:rsid w:val="00EC5A44"/>
    <w:rsid w:val="00EC5AFB"/>
    <w:rsid w:val="00EC5E78"/>
    <w:rsid w:val="00EC5F0A"/>
    <w:rsid w:val="00EC6E34"/>
    <w:rsid w:val="00EC70B1"/>
    <w:rsid w:val="00EC717C"/>
    <w:rsid w:val="00EC7485"/>
    <w:rsid w:val="00EC7486"/>
    <w:rsid w:val="00EC74AD"/>
    <w:rsid w:val="00EC765E"/>
    <w:rsid w:val="00ED053C"/>
    <w:rsid w:val="00ED0612"/>
    <w:rsid w:val="00ED0DFE"/>
    <w:rsid w:val="00ED0F82"/>
    <w:rsid w:val="00ED1156"/>
    <w:rsid w:val="00ED1201"/>
    <w:rsid w:val="00ED1520"/>
    <w:rsid w:val="00ED16B9"/>
    <w:rsid w:val="00ED1724"/>
    <w:rsid w:val="00ED1B00"/>
    <w:rsid w:val="00ED1E7D"/>
    <w:rsid w:val="00ED2492"/>
    <w:rsid w:val="00ED2ADB"/>
    <w:rsid w:val="00ED2D3B"/>
    <w:rsid w:val="00ED3052"/>
    <w:rsid w:val="00ED370C"/>
    <w:rsid w:val="00ED3CEA"/>
    <w:rsid w:val="00ED3EF3"/>
    <w:rsid w:val="00ED40C3"/>
    <w:rsid w:val="00ED40F7"/>
    <w:rsid w:val="00ED44D7"/>
    <w:rsid w:val="00ED4565"/>
    <w:rsid w:val="00ED495F"/>
    <w:rsid w:val="00ED49EF"/>
    <w:rsid w:val="00ED4F14"/>
    <w:rsid w:val="00ED4FD6"/>
    <w:rsid w:val="00ED583A"/>
    <w:rsid w:val="00ED6637"/>
    <w:rsid w:val="00ED6DD6"/>
    <w:rsid w:val="00ED7499"/>
    <w:rsid w:val="00ED76A9"/>
    <w:rsid w:val="00ED76CC"/>
    <w:rsid w:val="00ED7E60"/>
    <w:rsid w:val="00EE0305"/>
    <w:rsid w:val="00EE039E"/>
    <w:rsid w:val="00EE071B"/>
    <w:rsid w:val="00EE0925"/>
    <w:rsid w:val="00EE099A"/>
    <w:rsid w:val="00EE0B9D"/>
    <w:rsid w:val="00EE0CE7"/>
    <w:rsid w:val="00EE0DC1"/>
    <w:rsid w:val="00EE13C1"/>
    <w:rsid w:val="00EE1B36"/>
    <w:rsid w:val="00EE1BAA"/>
    <w:rsid w:val="00EE20C0"/>
    <w:rsid w:val="00EE20C6"/>
    <w:rsid w:val="00EE2105"/>
    <w:rsid w:val="00EE2210"/>
    <w:rsid w:val="00EE2231"/>
    <w:rsid w:val="00EE223C"/>
    <w:rsid w:val="00EE2295"/>
    <w:rsid w:val="00EE2334"/>
    <w:rsid w:val="00EE239E"/>
    <w:rsid w:val="00EE2FF0"/>
    <w:rsid w:val="00EE332E"/>
    <w:rsid w:val="00EE3629"/>
    <w:rsid w:val="00EE3CF3"/>
    <w:rsid w:val="00EE3DD8"/>
    <w:rsid w:val="00EE40D6"/>
    <w:rsid w:val="00EE42B5"/>
    <w:rsid w:val="00EE4478"/>
    <w:rsid w:val="00EE46E4"/>
    <w:rsid w:val="00EE49AD"/>
    <w:rsid w:val="00EE4A64"/>
    <w:rsid w:val="00EE4AC8"/>
    <w:rsid w:val="00EE514E"/>
    <w:rsid w:val="00EE5298"/>
    <w:rsid w:val="00EE534A"/>
    <w:rsid w:val="00EE5450"/>
    <w:rsid w:val="00EE5561"/>
    <w:rsid w:val="00EE56B4"/>
    <w:rsid w:val="00EE57EF"/>
    <w:rsid w:val="00EE5940"/>
    <w:rsid w:val="00EE59C7"/>
    <w:rsid w:val="00EE5A37"/>
    <w:rsid w:val="00EE5A6F"/>
    <w:rsid w:val="00EE5CFA"/>
    <w:rsid w:val="00EE5F44"/>
    <w:rsid w:val="00EE6498"/>
    <w:rsid w:val="00EE6535"/>
    <w:rsid w:val="00EE66D2"/>
    <w:rsid w:val="00EE6EDC"/>
    <w:rsid w:val="00EE6F04"/>
    <w:rsid w:val="00EE7012"/>
    <w:rsid w:val="00EE733C"/>
    <w:rsid w:val="00EE772B"/>
    <w:rsid w:val="00EE7C0F"/>
    <w:rsid w:val="00EE7EC5"/>
    <w:rsid w:val="00EF002B"/>
    <w:rsid w:val="00EF04A2"/>
    <w:rsid w:val="00EF0541"/>
    <w:rsid w:val="00EF091D"/>
    <w:rsid w:val="00EF0D85"/>
    <w:rsid w:val="00EF0F6C"/>
    <w:rsid w:val="00EF1080"/>
    <w:rsid w:val="00EF1128"/>
    <w:rsid w:val="00EF13CE"/>
    <w:rsid w:val="00EF15C1"/>
    <w:rsid w:val="00EF186B"/>
    <w:rsid w:val="00EF1A12"/>
    <w:rsid w:val="00EF1F16"/>
    <w:rsid w:val="00EF2527"/>
    <w:rsid w:val="00EF28DE"/>
    <w:rsid w:val="00EF2DC7"/>
    <w:rsid w:val="00EF3204"/>
    <w:rsid w:val="00EF3274"/>
    <w:rsid w:val="00EF37FA"/>
    <w:rsid w:val="00EF3DB4"/>
    <w:rsid w:val="00EF3DBA"/>
    <w:rsid w:val="00EF3FDE"/>
    <w:rsid w:val="00EF408C"/>
    <w:rsid w:val="00EF4219"/>
    <w:rsid w:val="00EF4C11"/>
    <w:rsid w:val="00EF5001"/>
    <w:rsid w:val="00EF5348"/>
    <w:rsid w:val="00EF55F0"/>
    <w:rsid w:val="00EF563E"/>
    <w:rsid w:val="00EF5C9F"/>
    <w:rsid w:val="00EF6025"/>
    <w:rsid w:val="00EF64A6"/>
    <w:rsid w:val="00EF660D"/>
    <w:rsid w:val="00EF66D9"/>
    <w:rsid w:val="00EF672D"/>
    <w:rsid w:val="00EF680A"/>
    <w:rsid w:val="00EF7278"/>
    <w:rsid w:val="00EF72D5"/>
    <w:rsid w:val="00EF73FB"/>
    <w:rsid w:val="00EF7474"/>
    <w:rsid w:val="00EF7CF4"/>
    <w:rsid w:val="00EF7D27"/>
    <w:rsid w:val="00F00071"/>
    <w:rsid w:val="00F00081"/>
    <w:rsid w:val="00F000AC"/>
    <w:rsid w:val="00F00166"/>
    <w:rsid w:val="00F00253"/>
    <w:rsid w:val="00F00317"/>
    <w:rsid w:val="00F0087F"/>
    <w:rsid w:val="00F00BB3"/>
    <w:rsid w:val="00F01044"/>
    <w:rsid w:val="00F0188C"/>
    <w:rsid w:val="00F02182"/>
    <w:rsid w:val="00F02362"/>
    <w:rsid w:val="00F026FF"/>
    <w:rsid w:val="00F02974"/>
    <w:rsid w:val="00F02C37"/>
    <w:rsid w:val="00F03617"/>
    <w:rsid w:val="00F037BB"/>
    <w:rsid w:val="00F045FB"/>
    <w:rsid w:val="00F04937"/>
    <w:rsid w:val="00F04AE5"/>
    <w:rsid w:val="00F04E32"/>
    <w:rsid w:val="00F0507E"/>
    <w:rsid w:val="00F050A4"/>
    <w:rsid w:val="00F05351"/>
    <w:rsid w:val="00F0595F"/>
    <w:rsid w:val="00F05A9E"/>
    <w:rsid w:val="00F05C53"/>
    <w:rsid w:val="00F05C90"/>
    <w:rsid w:val="00F05D98"/>
    <w:rsid w:val="00F05ED3"/>
    <w:rsid w:val="00F05F6E"/>
    <w:rsid w:val="00F05FAE"/>
    <w:rsid w:val="00F07507"/>
    <w:rsid w:val="00F07A7D"/>
    <w:rsid w:val="00F07B19"/>
    <w:rsid w:val="00F07C98"/>
    <w:rsid w:val="00F07CC6"/>
    <w:rsid w:val="00F07D90"/>
    <w:rsid w:val="00F07ECA"/>
    <w:rsid w:val="00F07FED"/>
    <w:rsid w:val="00F100B4"/>
    <w:rsid w:val="00F101A9"/>
    <w:rsid w:val="00F104DE"/>
    <w:rsid w:val="00F10752"/>
    <w:rsid w:val="00F1078E"/>
    <w:rsid w:val="00F109C3"/>
    <w:rsid w:val="00F10B15"/>
    <w:rsid w:val="00F10C68"/>
    <w:rsid w:val="00F116F5"/>
    <w:rsid w:val="00F11799"/>
    <w:rsid w:val="00F119F1"/>
    <w:rsid w:val="00F12236"/>
    <w:rsid w:val="00F12459"/>
    <w:rsid w:val="00F1269E"/>
    <w:rsid w:val="00F126B4"/>
    <w:rsid w:val="00F12BE1"/>
    <w:rsid w:val="00F12CC3"/>
    <w:rsid w:val="00F1312A"/>
    <w:rsid w:val="00F13425"/>
    <w:rsid w:val="00F135B6"/>
    <w:rsid w:val="00F13809"/>
    <w:rsid w:val="00F1397E"/>
    <w:rsid w:val="00F13B38"/>
    <w:rsid w:val="00F13EA7"/>
    <w:rsid w:val="00F13F20"/>
    <w:rsid w:val="00F14098"/>
    <w:rsid w:val="00F14180"/>
    <w:rsid w:val="00F14368"/>
    <w:rsid w:val="00F14518"/>
    <w:rsid w:val="00F148E7"/>
    <w:rsid w:val="00F14B6C"/>
    <w:rsid w:val="00F14E28"/>
    <w:rsid w:val="00F14EAA"/>
    <w:rsid w:val="00F14F0A"/>
    <w:rsid w:val="00F153AB"/>
    <w:rsid w:val="00F159C1"/>
    <w:rsid w:val="00F15C9D"/>
    <w:rsid w:val="00F17185"/>
    <w:rsid w:val="00F17D37"/>
    <w:rsid w:val="00F17F08"/>
    <w:rsid w:val="00F2013A"/>
    <w:rsid w:val="00F2096B"/>
    <w:rsid w:val="00F21537"/>
    <w:rsid w:val="00F216D6"/>
    <w:rsid w:val="00F21B8F"/>
    <w:rsid w:val="00F21D15"/>
    <w:rsid w:val="00F21DBF"/>
    <w:rsid w:val="00F21E0B"/>
    <w:rsid w:val="00F21E93"/>
    <w:rsid w:val="00F220A1"/>
    <w:rsid w:val="00F222DD"/>
    <w:rsid w:val="00F222EE"/>
    <w:rsid w:val="00F22523"/>
    <w:rsid w:val="00F22701"/>
    <w:rsid w:val="00F227F1"/>
    <w:rsid w:val="00F22CB2"/>
    <w:rsid w:val="00F23B7D"/>
    <w:rsid w:val="00F24185"/>
    <w:rsid w:val="00F24232"/>
    <w:rsid w:val="00F24435"/>
    <w:rsid w:val="00F24623"/>
    <w:rsid w:val="00F24B69"/>
    <w:rsid w:val="00F24E10"/>
    <w:rsid w:val="00F259F9"/>
    <w:rsid w:val="00F25BA9"/>
    <w:rsid w:val="00F261A8"/>
    <w:rsid w:val="00F26297"/>
    <w:rsid w:val="00F2639D"/>
    <w:rsid w:val="00F265C3"/>
    <w:rsid w:val="00F2797C"/>
    <w:rsid w:val="00F27EF5"/>
    <w:rsid w:val="00F30470"/>
    <w:rsid w:val="00F30FEF"/>
    <w:rsid w:val="00F31185"/>
    <w:rsid w:val="00F31718"/>
    <w:rsid w:val="00F31787"/>
    <w:rsid w:val="00F31FA9"/>
    <w:rsid w:val="00F320A4"/>
    <w:rsid w:val="00F32584"/>
    <w:rsid w:val="00F326AC"/>
    <w:rsid w:val="00F327BF"/>
    <w:rsid w:val="00F33428"/>
    <w:rsid w:val="00F33A66"/>
    <w:rsid w:val="00F33ACE"/>
    <w:rsid w:val="00F33EDB"/>
    <w:rsid w:val="00F3418C"/>
    <w:rsid w:val="00F3447A"/>
    <w:rsid w:val="00F34E09"/>
    <w:rsid w:val="00F34F43"/>
    <w:rsid w:val="00F3520E"/>
    <w:rsid w:val="00F35376"/>
    <w:rsid w:val="00F35EB3"/>
    <w:rsid w:val="00F36863"/>
    <w:rsid w:val="00F36939"/>
    <w:rsid w:val="00F36988"/>
    <w:rsid w:val="00F36BDE"/>
    <w:rsid w:val="00F36E7A"/>
    <w:rsid w:val="00F37182"/>
    <w:rsid w:val="00F37476"/>
    <w:rsid w:val="00F376C5"/>
    <w:rsid w:val="00F37F5F"/>
    <w:rsid w:val="00F40AB9"/>
    <w:rsid w:val="00F4109D"/>
    <w:rsid w:val="00F41224"/>
    <w:rsid w:val="00F416A1"/>
    <w:rsid w:val="00F41C81"/>
    <w:rsid w:val="00F41CA2"/>
    <w:rsid w:val="00F41FBC"/>
    <w:rsid w:val="00F42210"/>
    <w:rsid w:val="00F42356"/>
    <w:rsid w:val="00F42628"/>
    <w:rsid w:val="00F43089"/>
    <w:rsid w:val="00F431F8"/>
    <w:rsid w:val="00F43493"/>
    <w:rsid w:val="00F435BE"/>
    <w:rsid w:val="00F43725"/>
    <w:rsid w:val="00F4377B"/>
    <w:rsid w:val="00F437C0"/>
    <w:rsid w:val="00F43933"/>
    <w:rsid w:val="00F43A64"/>
    <w:rsid w:val="00F43AD3"/>
    <w:rsid w:val="00F43B93"/>
    <w:rsid w:val="00F43BC2"/>
    <w:rsid w:val="00F44222"/>
    <w:rsid w:val="00F44423"/>
    <w:rsid w:val="00F44639"/>
    <w:rsid w:val="00F4472F"/>
    <w:rsid w:val="00F44D3D"/>
    <w:rsid w:val="00F44D42"/>
    <w:rsid w:val="00F44F03"/>
    <w:rsid w:val="00F455D1"/>
    <w:rsid w:val="00F45B10"/>
    <w:rsid w:val="00F45FC6"/>
    <w:rsid w:val="00F463EE"/>
    <w:rsid w:val="00F464CC"/>
    <w:rsid w:val="00F465CE"/>
    <w:rsid w:val="00F46737"/>
    <w:rsid w:val="00F46850"/>
    <w:rsid w:val="00F46B8A"/>
    <w:rsid w:val="00F46C02"/>
    <w:rsid w:val="00F470FF"/>
    <w:rsid w:val="00F47892"/>
    <w:rsid w:val="00F50522"/>
    <w:rsid w:val="00F50A8C"/>
    <w:rsid w:val="00F518D4"/>
    <w:rsid w:val="00F522BA"/>
    <w:rsid w:val="00F52476"/>
    <w:rsid w:val="00F52625"/>
    <w:rsid w:val="00F52833"/>
    <w:rsid w:val="00F528FD"/>
    <w:rsid w:val="00F52BBE"/>
    <w:rsid w:val="00F52F9F"/>
    <w:rsid w:val="00F532D0"/>
    <w:rsid w:val="00F53388"/>
    <w:rsid w:val="00F534C6"/>
    <w:rsid w:val="00F53DA6"/>
    <w:rsid w:val="00F54879"/>
    <w:rsid w:val="00F54AC7"/>
    <w:rsid w:val="00F54CA4"/>
    <w:rsid w:val="00F550B1"/>
    <w:rsid w:val="00F554C2"/>
    <w:rsid w:val="00F556B7"/>
    <w:rsid w:val="00F55F0F"/>
    <w:rsid w:val="00F561D1"/>
    <w:rsid w:val="00F56CB8"/>
    <w:rsid w:val="00F56DFD"/>
    <w:rsid w:val="00F56EBE"/>
    <w:rsid w:val="00F575B7"/>
    <w:rsid w:val="00F57641"/>
    <w:rsid w:val="00F57951"/>
    <w:rsid w:val="00F57B6E"/>
    <w:rsid w:val="00F57CB7"/>
    <w:rsid w:val="00F57E76"/>
    <w:rsid w:val="00F57F77"/>
    <w:rsid w:val="00F600AE"/>
    <w:rsid w:val="00F60D8B"/>
    <w:rsid w:val="00F60FD8"/>
    <w:rsid w:val="00F615C1"/>
    <w:rsid w:val="00F617B3"/>
    <w:rsid w:val="00F618B3"/>
    <w:rsid w:val="00F61B37"/>
    <w:rsid w:val="00F61CDA"/>
    <w:rsid w:val="00F622BC"/>
    <w:rsid w:val="00F622C4"/>
    <w:rsid w:val="00F6236D"/>
    <w:rsid w:val="00F62869"/>
    <w:rsid w:val="00F62875"/>
    <w:rsid w:val="00F629A8"/>
    <w:rsid w:val="00F62FF0"/>
    <w:rsid w:val="00F6361F"/>
    <w:rsid w:val="00F63C99"/>
    <w:rsid w:val="00F63CFE"/>
    <w:rsid w:val="00F63DAB"/>
    <w:rsid w:val="00F64265"/>
    <w:rsid w:val="00F64405"/>
    <w:rsid w:val="00F64783"/>
    <w:rsid w:val="00F6479F"/>
    <w:rsid w:val="00F64971"/>
    <w:rsid w:val="00F64990"/>
    <w:rsid w:val="00F64B37"/>
    <w:rsid w:val="00F652CE"/>
    <w:rsid w:val="00F657CE"/>
    <w:rsid w:val="00F65D85"/>
    <w:rsid w:val="00F65FC8"/>
    <w:rsid w:val="00F66698"/>
    <w:rsid w:val="00F66B9B"/>
    <w:rsid w:val="00F66C46"/>
    <w:rsid w:val="00F672E5"/>
    <w:rsid w:val="00F67587"/>
    <w:rsid w:val="00F676C6"/>
    <w:rsid w:val="00F67788"/>
    <w:rsid w:val="00F67882"/>
    <w:rsid w:val="00F67CEC"/>
    <w:rsid w:val="00F705A0"/>
    <w:rsid w:val="00F7082C"/>
    <w:rsid w:val="00F70A54"/>
    <w:rsid w:val="00F70B58"/>
    <w:rsid w:val="00F70B85"/>
    <w:rsid w:val="00F70B8F"/>
    <w:rsid w:val="00F70CB9"/>
    <w:rsid w:val="00F71878"/>
    <w:rsid w:val="00F71933"/>
    <w:rsid w:val="00F71CDD"/>
    <w:rsid w:val="00F72B4E"/>
    <w:rsid w:val="00F72DDA"/>
    <w:rsid w:val="00F72DF2"/>
    <w:rsid w:val="00F7312C"/>
    <w:rsid w:val="00F732CE"/>
    <w:rsid w:val="00F73A69"/>
    <w:rsid w:val="00F742C1"/>
    <w:rsid w:val="00F74B3F"/>
    <w:rsid w:val="00F74D14"/>
    <w:rsid w:val="00F74F0E"/>
    <w:rsid w:val="00F74F12"/>
    <w:rsid w:val="00F75228"/>
    <w:rsid w:val="00F7586A"/>
    <w:rsid w:val="00F758F2"/>
    <w:rsid w:val="00F75EAC"/>
    <w:rsid w:val="00F76E75"/>
    <w:rsid w:val="00F76F3D"/>
    <w:rsid w:val="00F770CF"/>
    <w:rsid w:val="00F77280"/>
    <w:rsid w:val="00F7736F"/>
    <w:rsid w:val="00F77827"/>
    <w:rsid w:val="00F77DCE"/>
    <w:rsid w:val="00F80293"/>
    <w:rsid w:val="00F8069F"/>
    <w:rsid w:val="00F80DCD"/>
    <w:rsid w:val="00F80EBA"/>
    <w:rsid w:val="00F81209"/>
    <w:rsid w:val="00F815DC"/>
    <w:rsid w:val="00F81942"/>
    <w:rsid w:val="00F81BB6"/>
    <w:rsid w:val="00F8260D"/>
    <w:rsid w:val="00F82B78"/>
    <w:rsid w:val="00F8305A"/>
    <w:rsid w:val="00F83179"/>
    <w:rsid w:val="00F8324B"/>
    <w:rsid w:val="00F8337F"/>
    <w:rsid w:val="00F833B7"/>
    <w:rsid w:val="00F83E1B"/>
    <w:rsid w:val="00F840AF"/>
    <w:rsid w:val="00F844E8"/>
    <w:rsid w:val="00F850D1"/>
    <w:rsid w:val="00F85936"/>
    <w:rsid w:val="00F85A4C"/>
    <w:rsid w:val="00F85B19"/>
    <w:rsid w:val="00F8616E"/>
    <w:rsid w:val="00F8622A"/>
    <w:rsid w:val="00F867A5"/>
    <w:rsid w:val="00F86803"/>
    <w:rsid w:val="00F86FE5"/>
    <w:rsid w:val="00F87956"/>
    <w:rsid w:val="00F87A72"/>
    <w:rsid w:val="00F87CF9"/>
    <w:rsid w:val="00F87DE4"/>
    <w:rsid w:val="00F90007"/>
    <w:rsid w:val="00F90284"/>
    <w:rsid w:val="00F90312"/>
    <w:rsid w:val="00F90321"/>
    <w:rsid w:val="00F90822"/>
    <w:rsid w:val="00F90A04"/>
    <w:rsid w:val="00F91134"/>
    <w:rsid w:val="00F91949"/>
    <w:rsid w:val="00F91A8D"/>
    <w:rsid w:val="00F91B42"/>
    <w:rsid w:val="00F9236E"/>
    <w:rsid w:val="00F927AD"/>
    <w:rsid w:val="00F92A96"/>
    <w:rsid w:val="00F92D83"/>
    <w:rsid w:val="00F934F6"/>
    <w:rsid w:val="00F9370A"/>
    <w:rsid w:val="00F93809"/>
    <w:rsid w:val="00F93B09"/>
    <w:rsid w:val="00F93C93"/>
    <w:rsid w:val="00F93E14"/>
    <w:rsid w:val="00F93E2A"/>
    <w:rsid w:val="00F94784"/>
    <w:rsid w:val="00F9498E"/>
    <w:rsid w:val="00F94B14"/>
    <w:rsid w:val="00F94E67"/>
    <w:rsid w:val="00F94EAF"/>
    <w:rsid w:val="00F95682"/>
    <w:rsid w:val="00F958B2"/>
    <w:rsid w:val="00F959B2"/>
    <w:rsid w:val="00F96AE5"/>
    <w:rsid w:val="00F96E8C"/>
    <w:rsid w:val="00F96F6F"/>
    <w:rsid w:val="00F9706D"/>
    <w:rsid w:val="00F977FB"/>
    <w:rsid w:val="00F9796C"/>
    <w:rsid w:val="00F97DDD"/>
    <w:rsid w:val="00F97E68"/>
    <w:rsid w:val="00FA0A1E"/>
    <w:rsid w:val="00FA0AD8"/>
    <w:rsid w:val="00FA139B"/>
    <w:rsid w:val="00FA1DA6"/>
    <w:rsid w:val="00FA1E6C"/>
    <w:rsid w:val="00FA202C"/>
    <w:rsid w:val="00FA26F1"/>
    <w:rsid w:val="00FA2732"/>
    <w:rsid w:val="00FA29DB"/>
    <w:rsid w:val="00FA2B1A"/>
    <w:rsid w:val="00FA30AC"/>
    <w:rsid w:val="00FA3111"/>
    <w:rsid w:val="00FA36D6"/>
    <w:rsid w:val="00FA38AD"/>
    <w:rsid w:val="00FA4235"/>
    <w:rsid w:val="00FA46F6"/>
    <w:rsid w:val="00FA4917"/>
    <w:rsid w:val="00FA4BFD"/>
    <w:rsid w:val="00FA4DD3"/>
    <w:rsid w:val="00FA585C"/>
    <w:rsid w:val="00FA5BEC"/>
    <w:rsid w:val="00FA5CBD"/>
    <w:rsid w:val="00FA64C5"/>
    <w:rsid w:val="00FA65F1"/>
    <w:rsid w:val="00FA6C2E"/>
    <w:rsid w:val="00FA6D1C"/>
    <w:rsid w:val="00FA6DC3"/>
    <w:rsid w:val="00FA6E05"/>
    <w:rsid w:val="00FA70E1"/>
    <w:rsid w:val="00FA718B"/>
    <w:rsid w:val="00FA7449"/>
    <w:rsid w:val="00FB0140"/>
    <w:rsid w:val="00FB04C3"/>
    <w:rsid w:val="00FB07DE"/>
    <w:rsid w:val="00FB093D"/>
    <w:rsid w:val="00FB0B75"/>
    <w:rsid w:val="00FB0EBD"/>
    <w:rsid w:val="00FB0F6B"/>
    <w:rsid w:val="00FB10AB"/>
    <w:rsid w:val="00FB1E2A"/>
    <w:rsid w:val="00FB2364"/>
    <w:rsid w:val="00FB2B76"/>
    <w:rsid w:val="00FB3095"/>
    <w:rsid w:val="00FB31F5"/>
    <w:rsid w:val="00FB35D5"/>
    <w:rsid w:val="00FB3727"/>
    <w:rsid w:val="00FB3814"/>
    <w:rsid w:val="00FB428A"/>
    <w:rsid w:val="00FB4812"/>
    <w:rsid w:val="00FB493E"/>
    <w:rsid w:val="00FB54B4"/>
    <w:rsid w:val="00FB598D"/>
    <w:rsid w:val="00FB59D0"/>
    <w:rsid w:val="00FB5A85"/>
    <w:rsid w:val="00FB5D8F"/>
    <w:rsid w:val="00FB610F"/>
    <w:rsid w:val="00FB6198"/>
    <w:rsid w:val="00FB6223"/>
    <w:rsid w:val="00FB6287"/>
    <w:rsid w:val="00FB6740"/>
    <w:rsid w:val="00FB6A80"/>
    <w:rsid w:val="00FB6B80"/>
    <w:rsid w:val="00FB6F08"/>
    <w:rsid w:val="00FB71CC"/>
    <w:rsid w:val="00FB77C6"/>
    <w:rsid w:val="00FB7A10"/>
    <w:rsid w:val="00FB7A2A"/>
    <w:rsid w:val="00FB7DA7"/>
    <w:rsid w:val="00FB7F0E"/>
    <w:rsid w:val="00FB7FED"/>
    <w:rsid w:val="00FC04F3"/>
    <w:rsid w:val="00FC0A85"/>
    <w:rsid w:val="00FC0C5B"/>
    <w:rsid w:val="00FC0DB4"/>
    <w:rsid w:val="00FC0E0A"/>
    <w:rsid w:val="00FC0EB2"/>
    <w:rsid w:val="00FC112B"/>
    <w:rsid w:val="00FC14CF"/>
    <w:rsid w:val="00FC17CE"/>
    <w:rsid w:val="00FC1825"/>
    <w:rsid w:val="00FC1C09"/>
    <w:rsid w:val="00FC1C4D"/>
    <w:rsid w:val="00FC1C7B"/>
    <w:rsid w:val="00FC1CB4"/>
    <w:rsid w:val="00FC233A"/>
    <w:rsid w:val="00FC23FC"/>
    <w:rsid w:val="00FC274A"/>
    <w:rsid w:val="00FC2757"/>
    <w:rsid w:val="00FC2C2E"/>
    <w:rsid w:val="00FC2E5E"/>
    <w:rsid w:val="00FC30F7"/>
    <w:rsid w:val="00FC326D"/>
    <w:rsid w:val="00FC3C26"/>
    <w:rsid w:val="00FC4A16"/>
    <w:rsid w:val="00FC52FF"/>
    <w:rsid w:val="00FC5331"/>
    <w:rsid w:val="00FC55E3"/>
    <w:rsid w:val="00FC5E74"/>
    <w:rsid w:val="00FC63F2"/>
    <w:rsid w:val="00FC6AD0"/>
    <w:rsid w:val="00FC7378"/>
    <w:rsid w:val="00FC761A"/>
    <w:rsid w:val="00FC7876"/>
    <w:rsid w:val="00FC78F6"/>
    <w:rsid w:val="00FC7A41"/>
    <w:rsid w:val="00FD05D3"/>
    <w:rsid w:val="00FD0F45"/>
    <w:rsid w:val="00FD11F2"/>
    <w:rsid w:val="00FD1493"/>
    <w:rsid w:val="00FD1620"/>
    <w:rsid w:val="00FD1BE2"/>
    <w:rsid w:val="00FD1C2C"/>
    <w:rsid w:val="00FD20CE"/>
    <w:rsid w:val="00FD219D"/>
    <w:rsid w:val="00FD2671"/>
    <w:rsid w:val="00FD2A56"/>
    <w:rsid w:val="00FD2BCE"/>
    <w:rsid w:val="00FD33D2"/>
    <w:rsid w:val="00FD360E"/>
    <w:rsid w:val="00FD37E0"/>
    <w:rsid w:val="00FD3CFD"/>
    <w:rsid w:val="00FD43C1"/>
    <w:rsid w:val="00FD48D4"/>
    <w:rsid w:val="00FD4B75"/>
    <w:rsid w:val="00FD4C1E"/>
    <w:rsid w:val="00FD4C2F"/>
    <w:rsid w:val="00FD52F4"/>
    <w:rsid w:val="00FD532D"/>
    <w:rsid w:val="00FD5808"/>
    <w:rsid w:val="00FD595D"/>
    <w:rsid w:val="00FD5D04"/>
    <w:rsid w:val="00FD674D"/>
    <w:rsid w:val="00FD7129"/>
    <w:rsid w:val="00FD72DF"/>
    <w:rsid w:val="00FD7454"/>
    <w:rsid w:val="00FD77BA"/>
    <w:rsid w:val="00FD7943"/>
    <w:rsid w:val="00FD7C1E"/>
    <w:rsid w:val="00FE00B5"/>
    <w:rsid w:val="00FE00E6"/>
    <w:rsid w:val="00FE091C"/>
    <w:rsid w:val="00FE092C"/>
    <w:rsid w:val="00FE0B2A"/>
    <w:rsid w:val="00FE0BA4"/>
    <w:rsid w:val="00FE1922"/>
    <w:rsid w:val="00FE1A8B"/>
    <w:rsid w:val="00FE1B2E"/>
    <w:rsid w:val="00FE2073"/>
    <w:rsid w:val="00FE24D8"/>
    <w:rsid w:val="00FE24FF"/>
    <w:rsid w:val="00FE26C7"/>
    <w:rsid w:val="00FE2D2F"/>
    <w:rsid w:val="00FE2F0B"/>
    <w:rsid w:val="00FE32D5"/>
    <w:rsid w:val="00FE35AA"/>
    <w:rsid w:val="00FE391C"/>
    <w:rsid w:val="00FE3991"/>
    <w:rsid w:val="00FE4486"/>
    <w:rsid w:val="00FE4D9F"/>
    <w:rsid w:val="00FE51B0"/>
    <w:rsid w:val="00FE55F4"/>
    <w:rsid w:val="00FE5A61"/>
    <w:rsid w:val="00FE6166"/>
    <w:rsid w:val="00FE65FC"/>
    <w:rsid w:val="00FE71D7"/>
    <w:rsid w:val="00FE78D9"/>
    <w:rsid w:val="00FE78FF"/>
    <w:rsid w:val="00FE7ECF"/>
    <w:rsid w:val="00FF0313"/>
    <w:rsid w:val="00FF0DA5"/>
    <w:rsid w:val="00FF11E3"/>
    <w:rsid w:val="00FF1667"/>
    <w:rsid w:val="00FF1930"/>
    <w:rsid w:val="00FF19A1"/>
    <w:rsid w:val="00FF1AD0"/>
    <w:rsid w:val="00FF1E29"/>
    <w:rsid w:val="00FF22F9"/>
    <w:rsid w:val="00FF2A1A"/>
    <w:rsid w:val="00FF2F9D"/>
    <w:rsid w:val="00FF3320"/>
    <w:rsid w:val="00FF3393"/>
    <w:rsid w:val="00FF366E"/>
    <w:rsid w:val="00FF3AB3"/>
    <w:rsid w:val="00FF3E07"/>
    <w:rsid w:val="00FF4125"/>
    <w:rsid w:val="00FF461B"/>
    <w:rsid w:val="00FF482C"/>
    <w:rsid w:val="00FF4A44"/>
    <w:rsid w:val="00FF4DBE"/>
    <w:rsid w:val="00FF4F5D"/>
    <w:rsid w:val="00FF5290"/>
    <w:rsid w:val="00FF56B7"/>
    <w:rsid w:val="00FF5B20"/>
    <w:rsid w:val="00FF5C0F"/>
    <w:rsid w:val="00FF5E99"/>
    <w:rsid w:val="00FF60DB"/>
    <w:rsid w:val="00FF61D6"/>
    <w:rsid w:val="00FF6C18"/>
    <w:rsid w:val="00FF721A"/>
    <w:rsid w:val="00FF724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A3506D"/>
  <w15:chartTrackingRefBased/>
  <w15:docId w15:val="{0F50B095-1E58-457C-9FCD-FB2228EF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text" w:uiPriority="99"/>
    <w:lsdException w:name="table of authorities" w:uiPriority="99"/>
    <w:lsdException w:name="List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152D"/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6AEF"/>
    <w:pPr>
      <w:keepNext/>
      <w:spacing w:before="240" w:after="120"/>
      <w:outlineLvl w:val="0"/>
    </w:pPr>
    <w:rPr>
      <w:rFonts w:ascii="Arial" w:hAnsi="Arial"/>
      <w:b/>
      <w:caps/>
    </w:rPr>
  </w:style>
  <w:style w:type="paragraph" w:styleId="Heading2">
    <w:name w:val="heading 2"/>
    <w:aliases w:val="h2 main heading,h2"/>
    <w:basedOn w:val="Heading1"/>
    <w:next w:val="Normal"/>
    <w:link w:val="Heading2Char"/>
    <w:uiPriority w:val="99"/>
    <w:qFormat/>
    <w:rsid w:val="004E6AEF"/>
    <w:pPr>
      <w:outlineLvl w:val="1"/>
    </w:pPr>
    <w:rPr>
      <w:caps w:val="0"/>
    </w:rPr>
  </w:style>
  <w:style w:type="paragraph" w:styleId="Heading3">
    <w:name w:val="heading 3"/>
    <w:aliases w:val="h3 sub heading"/>
    <w:basedOn w:val="Heading2"/>
    <w:next w:val="Normal"/>
    <w:link w:val="Heading3Char"/>
    <w:uiPriority w:val="99"/>
    <w:qFormat/>
    <w:rsid w:val="004E6AEF"/>
    <w:pPr>
      <w:outlineLvl w:val="2"/>
    </w:pPr>
    <w:rPr>
      <w:rFonts w:ascii="Times New Roman" w:hAnsi="Times New Roman"/>
    </w:rPr>
  </w:style>
  <w:style w:type="paragraph" w:styleId="Heading4">
    <w:name w:val="heading 4"/>
    <w:aliases w:val="h4 sub sub heading"/>
    <w:basedOn w:val="Normal"/>
    <w:next w:val="Normal"/>
    <w:link w:val="Heading4Char"/>
    <w:uiPriority w:val="99"/>
    <w:qFormat/>
    <w:rsid w:val="004E6AEF"/>
    <w:pPr>
      <w:keepNext/>
      <w:spacing w:before="180" w:after="120" w:line="280" w:lineRule="exact"/>
      <w:outlineLvl w:val="3"/>
    </w:pPr>
    <w:rPr>
      <w:rFonts w:ascii="Arial" w:hAnsi="Arial"/>
      <w:b/>
      <w:lang w:val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6AEF"/>
    <w:p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6AEF"/>
    <w:p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6AEF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6AEF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6AEF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rsid w:val="004E6AEF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4E6AEF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columnsection">
    <w:name w:val="column section"/>
    <w:basedOn w:val="columnhead"/>
    <w:rsid w:val="004E6AEF"/>
    <w:pPr>
      <w:ind w:left="475" w:hanging="475"/>
      <w:jc w:val="left"/>
    </w:pPr>
    <w:rPr>
      <w:caps/>
    </w:rPr>
  </w:style>
  <w:style w:type="paragraph" w:customStyle="1" w:styleId="columnhead">
    <w:name w:val="column head"/>
    <w:rsid w:val="004E6AEF"/>
    <w:pPr>
      <w:spacing w:before="120" w:after="120"/>
      <w:jc w:val="center"/>
    </w:pPr>
    <w:rPr>
      <w:rFonts w:ascii="Arial" w:hAnsi="Arial"/>
      <w:b/>
    </w:rPr>
  </w:style>
  <w:style w:type="paragraph" w:customStyle="1" w:styleId="questionsub">
    <w:name w:val="question sub"/>
    <w:basedOn w:val="question"/>
    <w:rsid w:val="004E6AEF"/>
    <w:pPr>
      <w:spacing w:after="120"/>
      <w:ind w:left="576"/>
    </w:pPr>
    <w:rPr>
      <w:b w:val="0"/>
    </w:rPr>
  </w:style>
  <w:style w:type="paragraph" w:customStyle="1" w:styleId="question">
    <w:name w:val="question #"/>
    <w:basedOn w:val="Normal"/>
    <w:rsid w:val="004E6AEF"/>
    <w:pPr>
      <w:ind w:left="288" w:hanging="288"/>
    </w:pPr>
    <w:rPr>
      <w:b/>
    </w:rPr>
  </w:style>
  <w:style w:type="paragraph" w:customStyle="1" w:styleId="YESNO">
    <w:name w:val="YES/NO"/>
    <w:basedOn w:val="columnhead"/>
    <w:rsid w:val="004E6AEF"/>
    <w:pPr>
      <w:spacing w:after="0"/>
    </w:pPr>
    <w:rPr>
      <w:caps/>
    </w:rPr>
  </w:style>
  <w:style w:type="paragraph" w:customStyle="1" w:styleId="standards">
    <w:name w:val="standards"/>
    <w:basedOn w:val="Normal"/>
    <w:rsid w:val="004E6A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</w:pPr>
    <w:rPr>
      <w:b/>
    </w:rPr>
  </w:style>
  <w:style w:type="paragraph" w:customStyle="1" w:styleId="halfline">
    <w:name w:val="half line"/>
    <w:basedOn w:val="Normal"/>
    <w:rsid w:val="004E6AEF"/>
    <w:pPr>
      <w:ind w:left="1152"/>
    </w:pPr>
    <w:rPr>
      <w:sz w:val="10"/>
    </w:rPr>
  </w:style>
  <w:style w:type="paragraph" w:customStyle="1" w:styleId="performed">
    <w:name w:val="performed"/>
    <w:basedOn w:val="Normal"/>
    <w:rsid w:val="004E6AEF"/>
    <w:pPr>
      <w:keepNext/>
      <w:keepLines/>
      <w:spacing w:before="120"/>
      <w:jc w:val="center"/>
    </w:pPr>
  </w:style>
  <w:style w:type="paragraph" w:customStyle="1" w:styleId="yesno0">
    <w:name w:val="yes/no"/>
    <w:basedOn w:val="YESNO"/>
    <w:rsid w:val="004E6AEF"/>
    <w:rPr>
      <w:b w:val="0"/>
      <w:caps w:val="0"/>
      <w:sz w:val="18"/>
    </w:rPr>
  </w:style>
  <w:style w:type="paragraph" w:customStyle="1" w:styleId="consideration">
    <w:name w:val="consideration"/>
    <w:basedOn w:val="question"/>
    <w:rsid w:val="004E6AEF"/>
    <w:pPr>
      <w:tabs>
        <w:tab w:val="left" w:pos="288"/>
      </w:tabs>
      <w:spacing w:before="120"/>
      <w:ind w:left="576"/>
    </w:pPr>
    <w:rPr>
      <w:b w:val="0"/>
      <w:i/>
    </w:rPr>
  </w:style>
  <w:style w:type="paragraph" w:customStyle="1" w:styleId="reference">
    <w:name w:val="reference"/>
    <w:basedOn w:val="yesno0"/>
    <w:rsid w:val="004E6AEF"/>
    <w:rPr>
      <w:rFonts w:ascii="Times New Roman" w:hAnsi="Times New Roman"/>
    </w:rPr>
  </w:style>
  <w:style w:type="paragraph" w:customStyle="1" w:styleId="step1">
    <w:name w:val="step 1"/>
    <w:basedOn w:val="Normal"/>
    <w:rsid w:val="004E6AEF"/>
    <w:pPr>
      <w:keepNext/>
      <w:keepLines/>
      <w:tabs>
        <w:tab w:val="left" w:pos="576"/>
        <w:tab w:val="left" w:pos="1152"/>
        <w:tab w:val="left" w:pos="1728"/>
      </w:tabs>
      <w:spacing w:before="240"/>
      <w:ind w:left="576" w:hanging="576"/>
    </w:pPr>
    <w:rPr>
      <w:rFonts w:ascii="Arial" w:hAnsi="Arial"/>
      <w:caps/>
    </w:rPr>
  </w:style>
  <w:style w:type="paragraph" w:customStyle="1" w:styleId="BodyText1">
    <w:name w:val="Body Text1"/>
    <w:basedOn w:val="Normal"/>
    <w:rsid w:val="004E6AEF"/>
    <w:pPr>
      <w:spacing w:before="120" w:after="120"/>
    </w:pPr>
  </w:style>
  <w:style w:type="paragraph" w:customStyle="1" w:styleId="checkbox">
    <w:name w:val="checkbox"/>
    <w:basedOn w:val="Normal"/>
    <w:rsid w:val="004E6AEF"/>
    <w:pPr>
      <w:ind w:left="480" w:hanging="480"/>
    </w:pPr>
  </w:style>
  <w:style w:type="paragraph" w:customStyle="1" w:styleId="note">
    <w:name w:val="note"/>
    <w:basedOn w:val="BodyText1"/>
    <w:rsid w:val="004E6AEF"/>
    <w:rPr>
      <w:b/>
      <w:i/>
    </w:rPr>
  </w:style>
  <w:style w:type="paragraph" w:customStyle="1" w:styleId="response">
    <w:name w:val="response"/>
    <w:basedOn w:val="Normal"/>
    <w:rsid w:val="004E6AEF"/>
    <w:pPr>
      <w:spacing w:before="120" w:after="120"/>
    </w:pPr>
    <w:rPr>
      <w:sz w:val="20"/>
    </w:rPr>
  </w:style>
  <w:style w:type="paragraph" w:customStyle="1" w:styleId="responsebox">
    <w:name w:val="response box"/>
    <w:basedOn w:val="response"/>
    <w:rsid w:val="004E6AEF"/>
    <w:pPr>
      <w:pBdr>
        <w:top w:val="single" w:sz="12" w:space="6" w:color="auto"/>
        <w:left w:val="single" w:sz="12" w:space="6" w:color="auto"/>
        <w:bottom w:val="single" w:sz="12" w:space="6" w:color="auto"/>
        <w:right w:val="single" w:sz="12" w:space="6" w:color="auto"/>
      </w:pBdr>
    </w:pPr>
  </w:style>
  <w:style w:type="paragraph" w:customStyle="1" w:styleId="step2">
    <w:name w:val="step 2"/>
    <w:basedOn w:val="step1"/>
    <w:rsid w:val="004E6AEF"/>
    <w:pPr>
      <w:keepNext w:val="0"/>
    </w:pPr>
    <w:rPr>
      <w:rFonts w:ascii="Times New Roman" w:hAnsi="Times New Roman"/>
      <w:caps w:val="0"/>
    </w:rPr>
  </w:style>
  <w:style w:type="paragraph" w:customStyle="1" w:styleId="step3">
    <w:name w:val="step 3"/>
    <w:basedOn w:val="step2"/>
    <w:rsid w:val="004E6AEF"/>
    <w:pPr>
      <w:tabs>
        <w:tab w:val="left" w:pos="288"/>
      </w:tabs>
      <w:spacing w:before="120"/>
      <w:ind w:left="864" w:hanging="288"/>
    </w:pPr>
  </w:style>
  <w:style w:type="paragraph" w:customStyle="1" w:styleId="step3bullet">
    <w:name w:val="step 3 bullet"/>
    <w:basedOn w:val="step3"/>
    <w:rsid w:val="004E6AEF"/>
    <w:pPr>
      <w:tabs>
        <w:tab w:val="left" w:pos="864"/>
      </w:tabs>
      <w:spacing w:before="0"/>
    </w:pPr>
  </w:style>
  <w:style w:type="paragraph" w:customStyle="1" w:styleId="step4bullet">
    <w:name w:val="step 4 bullet"/>
    <w:basedOn w:val="step3bullet"/>
    <w:rsid w:val="004E6AEF"/>
    <w:pPr>
      <w:ind w:left="1152"/>
    </w:pPr>
  </w:style>
  <w:style w:type="paragraph" w:customStyle="1" w:styleId="customstep">
    <w:name w:val="custom step"/>
    <w:basedOn w:val="step2"/>
    <w:rsid w:val="004E6AEF"/>
    <w:pPr>
      <w:ind w:left="0" w:firstLine="0"/>
    </w:pPr>
  </w:style>
  <w:style w:type="paragraph" w:customStyle="1" w:styleId="consideration2">
    <w:name w:val="consideration 2"/>
    <w:basedOn w:val="consideration"/>
    <w:rsid w:val="004E6AEF"/>
    <w:pPr>
      <w:ind w:left="864"/>
    </w:pPr>
  </w:style>
  <w:style w:type="paragraph" w:customStyle="1" w:styleId="BodyTextIndent1">
    <w:name w:val="Body Text Indent1"/>
    <w:basedOn w:val="BodyText1"/>
    <w:rsid w:val="004E6AEF"/>
    <w:pPr>
      <w:ind w:left="720"/>
    </w:pPr>
  </w:style>
  <w:style w:type="paragraph" w:customStyle="1" w:styleId="checkboxindent">
    <w:name w:val="checkbox indent"/>
    <w:basedOn w:val="checkbox"/>
    <w:rsid w:val="004E6AEF"/>
    <w:pPr>
      <w:ind w:left="1200"/>
    </w:pPr>
  </w:style>
  <w:style w:type="paragraph" w:customStyle="1" w:styleId="noteindent">
    <w:name w:val="note indent"/>
    <w:basedOn w:val="note"/>
    <w:rsid w:val="004E6AEF"/>
    <w:pPr>
      <w:ind w:left="720"/>
    </w:pPr>
  </w:style>
  <w:style w:type="paragraph" w:customStyle="1" w:styleId="responseboxindent">
    <w:name w:val="response box indent"/>
    <w:basedOn w:val="responsebox"/>
    <w:rsid w:val="004E6AEF"/>
    <w:pPr>
      <w:ind w:left="720"/>
    </w:pPr>
  </w:style>
  <w:style w:type="paragraph" w:customStyle="1" w:styleId="bodytexthanging">
    <w:name w:val="body text hanging"/>
    <w:basedOn w:val="BodyText1"/>
    <w:rsid w:val="004E6AEF"/>
    <w:pPr>
      <w:ind w:left="480" w:hanging="480"/>
    </w:pPr>
  </w:style>
  <w:style w:type="paragraph" w:styleId="Title">
    <w:name w:val="Title"/>
    <w:basedOn w:val="Normal"/>
    <w:link w:val="TitleChar"/>
    <w:uiPriority w:val="10"/>
    <w:qFormat/>
    <w:rsid w:val="004E6AEF"/>
    <w:pPr>
      <w:jc w:val="center"/>
    </w:pPr>
    <w:rPr>
      <w:b/>
      <w:bCs/>
      <w:color w:val="000000"/>
      <w:sz w:val="36"/>
      <w:szCs w:val="36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4E6AEF"/>
    <w:pPr>
      <w:ind w:firstLine="990"/>
      <w:jc w:val="both"/>
    </w:pPr>
    <w:rPr>
      <w:color w:val="000000"/>
      <w:sz w:val="32"/>
      <w:szCs w:val="32"/>
      <w:lang w:val="th-TH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4E6AEF"/>
    <w:pPr>
      <w:ind w:firstLine="630"/>
      <w:jc w:val="both"/>
    </w:pPr>
    <w:rPr>
      <w:color w:val="000000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4E6AEF"/>
    <w:pPr>
      <w:ind w:left="270"/>
      <w:jc w:val="both"/>
    </w:pPr>
    <w:rPr>
      <w:color w:val="000000"/>
      <w:sz w:val="32"/>
      <w:szCs w:val="32"/>
      <w:lang w:val="th-TH"/>
    </w:rPr>
  </w:style>
  <w:style w:type="paragraph" w:styleId="BlockText">
    <w:name w:val="Block Text"/>
    <w:basedOn w:val="Normal"/>
    <w:uiPriority w:val="99"/>
    <w:rsid w:val="004E6AEF"/>
    <w:pPr>
      <w:ind w:left="810" w:right="-205" w:hanging="450"/>
      <w:jc w:val="both"/>
    </w:pPr>
    <w:rPr>
      <w:color w:val="000000"/>
      <w:sz w:val="32"/>
      <w:szCs w:val="32"/>
      <w:lang w:val="th-TH"/>
    </w:rPr>
  </w:style>
  <w:style w:type="paragraph" w:styleId="MacroText">
    <w:name w:val="macro"/>
    <w:link w:val="MacroTextChar"/>
    <w:rsid w:val="004E6A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</w:rPr>
  </w:style>
  <w:style w:type="character" w:styleId="PageNumber">
    <w:name w:val="page number"/>
    <w:basedOn w:val="DefaultParagraphFont"/>
    <w:uiPriority w:val="99"/>
    <w:rsid w:val="004E6AEF"/>
  </w:style>
  <w:style w:type="character" w:styleId="CommentReference">
    <w:name w:val="annotation reference"/>
    <w:uiPriority w:val="99"/>
    <w:rsid w:val="004E6AEF"/>
    <w:rPr>
      <w:sz w:val="16"/>
      <w:szCs w:val="18"/>
    </w:rPr>
  </w:style>
  <w:style w:type="paragraph" w:styleId="CommentText">
    <w:name w:val="annotation text"/>
    <w:basedOn w:val="Normal"/>
    <w:link w:val="CommentTextChar"/>
    <w:rsid w:val="004E6AEF"/>
    <w:rPr>
      <w:sz w:val="20"/>
      <w:szCs w:val="23"/>
      <w:lang w:val="x-none"/>
    </w:rPr>
  </w:style>
  <w:style w:type="paragraph" w:styleId="BalloonText">
    <w:name w:val="Balloon Text"/>
    <w:basedOn w:val="Normal"/>
    <w:link w:val="BalloonTextChar"/>
    <w:uiPriority w:val="99"/>
    <w:semiHidden/>
    <w:rsid w:val="006F3CCA"/>
    <w:rPr>
      <w:rFonts w:ascii="Tahoma" w:hAnsi="Tahoma"/>
      <w:sz w:val="16"/>
      <w:szCs w:val="18"/>
    </w:rPr>
  </w:style>
  <w:style w:type="paragraph" w:styleId="BodyText">
    <w:name w:val="Body Text"/>
    <w:aliases w:val="bt,Body"/>
    <w:basedOn w:val="Normal"/>
    <w:link w:val="BodyTextChar"/>
    <w:uiPriority w:val="99"/>
    <w:rsid w:val="00B616CD"/>
    <w:pPr>
      <w:spacing w:after="120"/>
    </w:pPr>
    <w:rPr>
      <w:lang w:val="x-none" w:eastAsia="x-none"/>
    </w:rPr>
  </w:style>
  <w:style w:type="character" w:customStyle="1" w:styleId="BodyTextChar">
    <w:name w:val="Body Text Char"/>
    <w:aliases w:val="bt Char,Body Char"/>
    <w:link w:val="BodyText"/>
    <w:uiPriority w:val="99"/>
    <w:rsid w:val="00B616CD"/>
    <w:rPr>
      <w:sz w:val="22"/>
    </w:rPr>
  </w:style>
  <w:style w:type="character" w:customStyle="1" w:styleId="HeaderChar">
    <w:name w:val="Header Char"/>
    <w:aliases w:val=" Char Char"/>
    <w:link w:val="Header"/>
    <w:uiPriority w:val="99"/>
    <w:rsid w:val="004C5D5D"/>
    <w:rPr>
      <w:sz w:val="22"/>
    </w:rPr>
  </w:style>
  <w:style w:type="paragraph" w:styleId="BodyText2">
    <w:name w:val="Body Text 2"/>
    <w:basedOn w:val="Normal"/>
    <w:link w:val="BodyText2Char"/>
    <w:uiPriority w:val="99"/>
    <w:rsid w:val="00ED0612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rsid w:val="00ED0612"/>
    <w:rPr>
      <w:sz w:val="22"/>
    </w:rPr>
  </w:style>
  <w:style w:type="character" w:customStyle="1" w:styleId="FooterChar">
    <w:name w:val="Footer Char"/>
    <w:link w:val="Footer"/>
    <w:uiPriority w:val="99"/>
    <w:rsid w:val="007A01FF"/>
    <w:rPr>
      <w:sz w:val="22"/>
    </w:rPr>
  </w:style>
  <w:style w:type="table" w:styleId="TableGrid">
    <w:name w:val="Table Grid"/>
    <w:basedOn w:val="TableNormal"/>
    <w:uiPriority w:val="99"/>
    <w:rsid w:val="00C47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อักขระ อักขระ7"/>
    <w:rsid w:val="000B6717"/>
    <w:rPr>
      <w:sz w:val="28"/>
      <w:szCs w:val="28"/>
    </w:rPr>
  </w:style>
  <w:style w:type="character" w:customStyle="1" w:styleId="Heading4Char">
    <w:name w:val="Heading 4 Char"/>
    <w:aliases w:val="h4 sub sub heading Char"/>
    <w:link w:val="Heading4"/>
    <w:uiPriority w:val="99"/>
    <w:rsid w:val="00EF66D9"/>
    <w:rPr>
      <w:rFonts w:ascii="Arial" w:hAnsi="Arial"/>
      <w:b/>
      <w:sz w:val="22"/>
      <w:lang w:eastAsia="en-US"/>
    </w:rPr>
  </w:style>
  <w:style w:type="paragraph" w:customStyle="1" w:styleId="a">
    <w:name w:val="เนื้อเรื่อง"/>
    <w:basedOn w:val="Normal"/>
    <w:rsid w:val="00DC2FCF"/>
    <w:pPr>
      <w:ind w:right="386"/>
    </w:pPr>
    <w:rPr>
      <w:sz w:val="28"/>
      <w:szCs w:val="28"/>
    </w:rPr>
  </w:style>
  <w:style w:type="paragraph" w:styleId="Revision">
    <w:name w:val="Revision"/>
    <w:hidden/>
    <w:uiPriority w:val="99"/>
    <w:semiHidden/>
    <w:rsid w:val="00BC4DF9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A6F1F"/>
    <w:rPr>
      <w:b/>
      <w:bCs/>
      <w:szCs w:val="25"/>
    </w:rPr>
  </w:style>
  <w:style w:type="character" w:customStyle="1" w:styleId="CommentTextChar">
    <w:name w:val="Comment Text Char"/>
    <w:link w:val="CommentText"/>
    <w:rsid w:val="001A6F1F"/>
    <w:rPr>
      <w:szCs w:val="23"/>
      <w:lang w:eastAsia="en-US"/>
    </w:rPr>
  </w:style>
  <w:style w:type="character" w:customStyle="1" w:styleId="CommentSubjectChar">
    <w:name w:val="Comment Subject Char"/>
    <w:link w:val="CommentSubject"/>
    <w:uiPriority w:val="99"/>
    <w:rsid w:val="001A6F1F"/>
    <w:rPr>
      <w:b/>
      <w:bCs/>
      <w:szCs w:val="25"/>
      <w:lang w:eastAsia="en-US"/>
    </w:rPr>
  </w:style>
  <w:style w:type="paragraph" w:styleId="EndnoteText">
    <w:name w:val="endnote text"/>
    <w:basedOn w:val="Normal"/>
    <w:link w:val="EndnoteTextChar"/>
    <w:uiPriority w:val="99"/>
    <w:rsid w:val="00505721"/>
    <w:rPr>
      <w:sz w:val="20"/>
      <w:szCs w:val="25"/>
      <w:lang w:val="x-none"/>
    </w:rPr>
  </w:style>
  <w:style w:type="character" w:customStyle="1" w:styleId="EndnoteTextChar">
    <w:name w:val="Endnote Text Char"/>
    <w:link w:val="EndnoteText"/>
    <w:uiPriority w:val="99"/>
    <w:rsid w:val="00505721"/>
    <w:rPr>
      <w:szCs w:val="25"/>
      <w:lang w:eastAsia="en-US"/>
    </w:rPr>
  </w:style>
  <w:style w:type="character" w:styleId="EndnoteReference">
    <w:name w:val="endnote reference"/>
    <w:rsid w:val="00505721"/>
    <w:rPr>
      <w:vertAlign w:val="superscript"/>
    </w:rPr>
  </w:style>
  <w:style w:type="paragraph" w:styleId="FootnoteText">
    <w:name w:val="footnote text"/>
    <w:aliases w:val="ft"/>
    <w:basedOn w:val="Normal"/>
    <w:link w:val="FootnoteTextChar"/>
    <w:uiPriority w:val="99"/>
    <w:rsid w:val="00642E28"/>
    <w:rPr>
      <w:sz w:val="20"/>
      <w:szCs w:val="25"/>
    </w:rPr>
  </w:style>
  <w:style w:type="character" w:customStyle="1" w:styleId="FootnoteTextChar">
    <w:name w:val="Footnote Text Char"/>
    <w:aliases w:val="ft Char"/>
    <w:link w:val="FootnoteText"/>
    <w:uiPriority w:val="99"/>
    <w:rsid w:val="00642E28"/>
    <w:rPr>
      <w:szCs w:val="25"/>
    </w:rPr>
  </w:style>
  <w:style w:type="character" w:styleId="FootnoteReference">
    <w:name w:val="footnote reference"/>
    <w:aliases w:val="fr"/>
    <w:uiPriority w:val="99"/>
    <w:rsid w:val="00642E28"/>
    <w:rPr>
      <w:vertAlign w:val="superscript"/>
    </w:rPr>
  </w:style>
  <w:style w:type="paragraph" w:customStyle="1" w:styleId="Style">
    <w:name w:val="Style"/>
    <w:rsid w:val="00A96F5F"/>
    <w:pPr>
      <w:widowControl w:val="0"/>
      <w:autoSpaceDE w:val="0"/>
      <w:autoSpaceDN w:val="0"/>
      <w:adjustRightInd w:val="0"/>
    </w:pPr>
    <w:rPr>
      <w:rFonts w:eastAsia="MS Mincho" w:cs="Times New Roman"/>
      <w:sz w:val="24"/>
      <w:szCs w:val="24"/>
      <w:lang w:eastAsia="ja-JP"/>
    </w:rPr>
  </w:style>
  <w:style w:type="character" w:customStyle="1" w:styleId="st">
    <w:name w:val="st"/>
    <w:rsid w:val="008F129C"/>
  </w:style>
  <w:style w:type="paragraph" w:customStyle="1" w:styleId="ParagraphPara">
    <w:name w:val="Paragraph:Para"/>
    <w:rsid w:val="008F129C"/>
    <w:pPr>
      <w:widowControl w:val="0"/>
      <w:tabs>
        <w:tab w:val="left" w:pos="360"/>
      </w:tabs>
      <w:snapToGrid w:val="0"/>
      <w:jc w:val="both"/>
    </w:pPr>
    <w:rPr>
      <w:sz w:val="24"/>
      <w:szCs w:val="24"/>
    </w:rPr>
  </w:style>
  <w:style w:type="character" w:customStyle="1" w:styleId="BodyTextIndent3Char">
    <w:name w:val="Body Text Indent 3 Char"/>
    <w:link w:val="BodyTextIndent3"/>
    <w:uiPriority w:val="99"/>
    <w:rsid w:val="00742116"/>
    <w:rPr>
      <w:color w:val="000000"/>
      <w:sz w:val="32"/>
      <w:szCs w:val="32"/>
      <w:lang w:val="th-TH"/>
    </w:rPr>
  </w:style>
  <w:style w:type="paragraph" w:styleId="ListParagraph">
    <w:name w:val="List Paragraph"/>
    <w:basedOn w:val="Normal"/>
    <w:uiPriority w:val="34"/>
    <w:qFormat/>
    <w:rsid w:val="00EA1010"/>
    <w:pPr>
      <w:ind w:left="720"/>
      <w:contextualSpacing/>
    </w:pPr>
    <w:rPr>
      <w:rFonts w:eastAsia="SimSun"/>
      <w:sz w:val="20"/>
      <w:szCs w:val="35"/>
    </w:rPr>
  </w:style>
  <w:style w:type="character" w:customStyle="1" w:styleId="MacroTextChar">
    <w:name w:val="Macro Text Char"/>
    <w:link w:val="MacroText"/>
    <w:rsid w:val="00A80504"/>
    <w:rPr>
      <w:rFonts w:cs="EucrosiaUPC"/>
      <w:sz w:val="28"/>
      <w:szCs w:val="28"/>
    </w:rPr>
  </w:style>
  <w:style w:type="character" w:styleId="Emphasis">
    <w:name w:val="Emphasis"/>
    <w:uiPriority w:val="99"/>
    <w:qFormat/>
    <w:rsid w:val="005A5885"/>
    <w:rPr>
      <w:i/>
      <w:iCs/>
    </w:rPr>
  </w:style>
  <w:style w:type="character" w:customStyle="1" w:styleId="Heading8Char">
    <w:name w:val="Heading 8 Char"/>
    <w:link w:val="Heading8"/>
    <w:uiPriority w:val="99"/>
    <w:rsid w:val="00B97827"/>
    <w:rPr>
      <w:rFonts w:ascii="Arial" w:hAnsi="Arial"/>
      <w:i/>
      <w:sz w:val="22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uiPriority w:val="99"/>
    <w:rsid w:val="000F1527"/>
    <w:pPr>
      <w:tabs>
        <w:tab w:val="decimal" w:pos="765"/>
      </w:tabs>
      <w:spacing w:line="260" w:lineRule="atLeast"/>
    </w:pPr>
    <w:rPr>
      <w:rFonts w:eastAsia="Times New Roman" w:cs="Times New Roman"/>
      <w:lang w:val="en-GB" w:bidi="ar-SA"/>
    </w:rPr>
  </w:style>
  <w:style w:type="paragraph" w:customStyle="1" w:styleId="acctmergecolhdg">
    <w:name w:val="acct merge col hdg"/>
    <w:aliases w:val="mh"/>
    <w:basedOn w:val="Normal"/>
    <w:rsid w:val="00D86DD0"/>
    <w:pPr>
      <w:spacing w:line="260" w:lineRule="atLeast"/>
      <w:jc w:val="center"/>
    </w:pPr>
    <w:rPr>
      <w:rFonts w:eastAsia="Times New Roman" w:cs="Times New Roman"/>
      <w:b/>
      <w:lang w:val="en-GB" w:bidi="ar-SA"/>
    </w:rPr>
  </w:style>
  <w:style w:type="paragraph" w:customStyle="1" w:styleId="a0">
    <w:name w:val="??"/>
    <w:basedOn w:val="Normal"/>
    <w:uiPriority w:val="99"/>
    <w:rsid w:val="007C202B"/>
    <w:pPr>
      <w:tabs>
        <w:tab w:val="left" w:pos="360"/>
        <w:tab w:val="left" w:pos="720"/>
        <w:tab w:val="left" w:pos="1080"/>
      </w:tabs>
    </w:pPr>
    <w:rPr>
      <w:rFonts w:eastAsia="Batang"/>
      <w:sz w:val="28"/>
      <w:szCs w:val="28"/>
      <w:lang w:val="th-TH"/>
    </w:rPr>
  </w:style>
  <w:style w:type="paragraph" w:customStyle="1" w:styleId="Style1">
    <w:name w:val="Style1"/>
    <w:basedOn w:val="Normal"/>
    <w:qFormat/>
    <w:rsid w:val="00ED495F"/>
    <w:pPr>
      <w:numPr>
        <w:numId w:val="22"/>
      </w:numPr>
      <w:overflowPunct w:val="0"/>
      <w:autoSpaceDE w:val="0"/>
      <w:autoSpaceDN w:val="0"/>
      <w:adjustRightInd w:val="0"/>
      <w:jc w:val="mediumKashida"/>
      <w:textAlignment w:val="baseline"/>
      <w:outlineLvl w:val="0"/>
    </w:pPr>
    <w:rPr>
      <w:rFonts w:ascii="Angsana New" w:eastAsia="Times New Roman" w:hAnsi="Angsana New"/>
      <w:b/>
      <w:bCs/>
      <w:sz w:val="32"/>
      <w:szCs w:val="32"/>
      <w:lang w:val="en-GB"/>
    </w:rPr>
  </w:style>
  <w:style w:type="paragraph" w:customStyle="1" w:styleId="a1">
    <w:name w:val="¢éÍ¤ÇÒÁ"/>
    <w:basedOn w:val="Normal"/>
    <w:uiPriority w:val="99"/>
    <w:rsid w:val="00786972"/>
    <w:pPr>
      <w:tabs>
        <w:tab w:val="left" w:pos="1080"/>
      </w:tabs>
    </w:pPr>
    <w:rPr>
      <w:rFonts w:eastAsia="SimSun" w:cs="BrowalliaUPC"/>
      <w:sz w:val="30"/>
      <w:szCs w:val="30"/>
      <w:lang w:val="th-TH"/>
    </w:rPr>
  </w:style>
  <w:style w:type="paragraph" w:customStyle="1" w:styleId="Default">
    <w:name w:val="Default"/>
    <w:rsid w:val="001E0F23"/>
    <w:pPr>
      <w:autoSpaceDE w:val="0"/>
      <w:autoSpaceDN w:val="0"/>
      <w:adjustRightInd w:val="0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Heading3Char">
    <w:name w:val="Heading 3 Char"/>
    <w:aliases w:val="h3 sub heading Char"/>
    <w:link w:val="Heading3"/>
    <w:uiPriority w:val="99"/>
    <w:locked/>
    <w:rsid w:val="00794226"/>
    <w:rPr>
      <w:b/>
      <w:sz w:val="22"/>
    </w:rPr>
  </w:style>
  <w:style w:type="character" w:customStyle="1" w:styleId="Heading2Char">
    <w:name w:val="Heading 2 Char"/>
    <w:aliases w:val="h2 main heading Char,h2 Char"/>
    <w:link w:val="Heading2"/>
    <w:uiPriority w:val="99"/>
    <w:locked/>
    <w:rsid w:val="00794226"/>
    <w:rPr>
      <w:rFonts w:ascii="Arial" w:hAnsi="Arial"/>
      <w:b/>
      <w:sz w:val="22"/>
    </w:rPr>
  </w:style>
  <w:style w:type="character" w:customStyle="1" w:styleId="Heading1Char">
    <w:name w:val="Heading 1 Char"/>
    <w:link w:val="Heading1"/>
    <w:uiPriority w:val="99"/>
    <w:locked/>
    <w:rsid w:val="00794226"/>
    <w:rPr>
      <w:rFonts w:ascii="Arial" w:hAnsi="Arial"/>
      <w:b/>
      <w:caps/>
      <w:sz w:val="22"/>
    </w:rPr>
  </w:style>
  <w:style w:type="character" w:customStyle="1" w:styleId="Heading5Char">
    <w:name w:val="Heading 5 Char"/>
    <w:link w:val="Heading5"/>
    <w:uiPriority w:val="99"/>
    <w:locked/>
    <w:rsid w:val="00794226"/>
    <w:rPr>
      <w:rFonts w:ascii="Arial" w:hAnsi="Arial"/>
      <w:sz w:val="22"/>
    </w:rPr>
  </w:style>
  <w:style w:type="character" w:customStyle="1" w:styleId="Heading6Char">
    <w:name w:val="Heading 6 Char"/>
    <w:link w:val="Heading6"/>
    <w:uiPriority w:val="99"/>
    <w:locked/>
    <w:rsid w:val="00794226"/>
    <w:rPr>
      <w:rFonts w:ascii="Arial" w:hAnsi="Arial"/>
      <w:i/>
      <w:sz w:val="22"/>
    </w:rPr>
  </w:style>
  <w:style w:type="character" w:customStyle="1" w:styleId="Heading7Char">
    <w:name w:val="Heading 7 Char"/>
    <w:link w:val="Heading7"/>
    <w:uiPriority w:val="99"/>
    <w:locked/>
    <w:rsid w:val="00794226"/>
    <w:rPr>
      <w:rFonts w:ascii="Arial" w:hAnsi="Arial"/>
      <w:sz w:val="22"/>
    </w:rPr>
  </w:style>
  <w:style w:type="character" w:customStyle="1" w:styleId="Heading9Char">
    <w:name w:val="Heading 9 Char"/>
    <w:link w:val="Heading9"/>
    <w:uiPriority w:val="99"/>
    <w:locked/>
    <w:rsid w:val="00794226"/>
    <w:rPr>
      <w:rFonts w:ascii="Arial" w:hAnsi="Arial"/>
      <w:i/>
      <w:sz w:val="18"/>
    </w:rPr>
  </w:style>
  <w:style w:type="character" w:customStyle="1" w:styleId="BodyTextIndentChar">
    <w:name w:val="Body Text Indent Char"/>
    <w:aliases w:val="i Char"/>
    <w:uiPriority w:val="99"/>
    <w:locked/>
    <w:rsid w:val="00794226"/>
    <w:rPr>
      <w:rFonts w:cs="Cordia New"/>
      <w:sz w:val="38"/>
      <w:szCs w:val="38"/>
      <w:lang w:val="en-GB"/>
    </w:rPr>
  </w:style>
  <w:style w:type="paragraph" w:styleId="ListBullet">
    <w:name w:val="List Bullet"/>
    <w:basedOn w:val="BodyText"/>
    <w:uiPriority w:val="99"/>
    <w:rsid w:val="00794226"/>
    <w:pPr>
      <w:spacing w:after="260" w:line="260" w:lineRule="atLeast"/>
    </w:pPr>
    <w:rPr>
      <w:rFonts w:ascii="Angsana New" w:eastAsia="Times New Roman" w:hAnsi="Angsana New" w:cs="Cordia New"/>
      <w:sz w:val="30"/>
      <w:szCs w:val="30"/>
      <w:lang w:val="en-GB" w:eastAsia="en-US"/>
    </w:rPr>
  </w:style>
  <w:style w:type="paragraph" w:customStyle="1" w:styleId="Graphic">
    <w:name w:val="Graphic"/>
    <w:basedOn w:val="Signature"/>
    <w:uiPriority w:val="99"/>
    <w:rsid w:val="007942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794226"/>
    <w:rPr>
      <w:rFonts w:ascii="Angsana New" w:eastAsia="Times New Roman" w:hAnsi="Angsana New" w:cs="Cordia New"/>
      <w:sz w:val="30"/>
      <w:szCs w:val="30"/>
      <w:lang w:val="en-GB"/>
    </w:rPr>
  </w:style>
  <w:style w:type="character" w:customStyle="1" w:styleId="SignatureChar">
    <w:name w:val="Signature Char"/>
    <w:link w:val="Signature"/>
    <w:uiPriority w:val="99"/>
    <w:rsid w:val="00794226"/>
    <w:rPr>
      <w:rFonts w:ascii="Angsana New" w:eastAsia="Times New Roman" w:hAnsi="Angsana New" w:cs="Cordia New"/>
      <w:sz w:val="30"/>
      <w:szCs w:val="30"/>
      <w:lang w:val="en-GB"/>
    </w:rPr>
  </w:style>
  <w:style w:type="paragraph" w:styleId="ListBullet2">
    <w:name w:val="List Bullet 2"/>
    <w:basedOn w:val="ListBullet"/>
    <w:uiPriority w:val="99"/>
    <w:rsid w:val="00794226"/>
    <w:pPr>
      <w:numPr>
        <w:numId w:val="1"/>
      </w:numPr>
    </w:pPr>
  </w:style>
  <w:style w:type="paragraph" w:styleId="BodyText3">
    <w:name w:val="Body Text 3"/>
    <w:basedOn w:val="Normal"/>
    <w:next w:val="Normal"/>
    <w:link w:val="BodyText3Char"/>
    <w:uiPriority w:val="99"/>
    <w:rsid w:val="00794226"/>
    <w:pPr>
      <w:jc w:val="both"/>
    </w:pPr>
    <w:rPr>
      <w:rFonts w:ascii="Arial" w:eastAsia="Times New Roman" w:hAnsi="Arial" w:cs="Cordia New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794226"/>
    <w:rPr>
      <w:rFonts w:ascii="Arial" w:eastAsia="Times New Roman" w:hAnsi="Arial" w:cs="Cordia New"/>
      <w:sz w:val="24"/>
      <w:szCs w:val="24"/>
      <w:lang w:eastAsia="th-TH"/>
    </w:rPr>
  </w:style>
  <w:style w:type="paragraph" w:customStyle="1" w:styleId="zfaxdetails">
    <w:name w:val="zfax details"/>
    <w:basedOn w:val="Normal"/>
    <w:uiPriority w:val="99"/>
    <w:rsid w:val="00794226"/>
    <w:pPr>
      <w:spacing w:line="260" w:lineRule="atLeast"/>
    </w:pPr>
    <w:rPr>
      <w:rFonts w:ascii="Univers 55" w:eastAsia="Times New Roman" w:hAnsi="Univers 55"/>
      <w:sz w:val="18"/>
      <w:szCs w:val="18"/>
      <w:lang w:val="en-GB"/>
    </w:rPr>
  </w:style>
  <w:style w:type="paragraph" w:customStyle="1" w:styleId="zdisclaimer">
    <w:name w:val="zdisclaimer"/>
    <w:basedOn w:val="Normal"/>
    <w:next w:val="Footer"/>
    <w:uiPriority w:val="99"/>
    <w:rsid w:val="00794226"/>
    <w:pPr>
      <w:framePr w:wrap="auto" w:vAnchor="page" w:hAnchor="page" w:x="3238" w:y="14685"/>
      <w:spacing w:line="240" w:lineRule="exact"/>
    </w:pPr>
    <w:rPr>
      <w:rFonts w:ascii="Univers 55" w:eastAsia="Times New Roman" w:hAnsi="Univers 55"/>
      <w:sz w:val="20"/>
      <w:lang w:val="en-GB"/>
    </w:rPr>
  </w:style>
  <w:style w:type="paragraph" w:customStyle="1" w:styleId="zsubject">
    <w:name w:val="zsubject"/>
    <w:basedOn w:val="Normal"/>
    <w:uiPriority w:val="99"/>
    <w:rsid w:val="00794226"/>
    <w:pPr>
      <w:spacing w:after="520" w:line="260" w:lineRule="atLeast"/>
    </w:pPr>
    <w:rPr>
      <w:rFonts w:ascii="Angsana New" w:eastAsia="Times New Roman" w:hAnsi="Angsana New"/>
      <w:b/>
      <w:bCs/>
      <w:szCs w:val="22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794226"/>
    <w:pPr>
      <w:keepNext/>
      <w:spacing w:before="520" w:line="260" w:lineRule="atLeast"/>
    </w:pPr>
    <w:rPr>
      <w:rFonts w:ascii="Angsana New" w:eastAsia="Times New Roman" w:hAnsi="Angsana New"/>
      <w:szCs w:val="22"/>
      <w:lang w:val="en-GB"/>
    </w:rPr>
  </w:style>
  <w:style w:type="paragraph" w:customStyle="1" w:styleId="zdetails">
    <w:name w:val="zdetails"/>
    <w:basedOn w:val="Normal"/>
    <w:uiPriority w:val="99"/>
    <w:rsid w:val="00794226"/>
    <w:pPr>
      <w:spacing w:line="240" w:lineRule="exact"/>
    </w:pPr>
    <w:rPr>
      <w:rFonts w:ascii="Univers 45 Light" w:eastAsia="Times New Roman" w:hAnsi="Univers 45 Light"/>
      <w:sz w:val="16"/>
      <w:szCs w:val="16"/>
      <w:lang w:val="en-GB"/>
    </w:rPr>
  </w:style>
  <w:style w:type="paragraph" w:customStyle="1" w:styleId="zbrand">
    <w:name w:val="zbrand"/>
    <w:basedOn w:val="Normal"/>
    <w:uiPriority w:val="99"/>
    <w:rsid w:val="00794226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/>
      <w:noProof/>
      <w:szCs w:val="22"/>
      <w:lang w:val="en-GB"/>
    </w:rPr>
  </w:style>
  <w:style w:type="paragraph" w:styleId="Caption">
    <w:name w:val="caption"/>
    <w:basedOn w:val="Normal"/>
    <w:next w:val="Normal"/>
    <w:uiPriority w:val="99"/>
    <w:qFormat/>
    <w:rsid w:val="00794226"/>
    <w:pPr>
      <w:tabs>
        <w:tab w:val="left" w:pos="540"/>
      </w:tabs>
      <w:spacing w:before="240"/>
      <w:ind w:right="389"/>
      <w:jc w:val="both"/>
    </w:pPr>
    <w:rPr>
      <w:rFonts w:ascii="Angsana New" w:eastAsia="Times New Roman" w:hAnsi="Angsana New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794226"/>
    <w:pPr>
      <w:spacing w:after="120" w:line="260" w:lineRule="atLeast"/>
      <w:ind w:left="1134" w:right="389"/>
      <w:jc w:val="both"/>
    </w:pPr>
    <w:rPr>
      <w:rFonts w:ascii="Angsana New" w:eastAsia="Times New Roman" w:hAnsi="Angsana New"/>
      <w:i/>
      <w:iCs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794226"/>
    <w:rPr>
      <w:rFonts w:ascii="Angsana New" w:eastAsia="Times New Roman" w:hAnsi="Angsana New"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794226"/>
    <w:rPr>
      <w:rFonts w:ascii="Angsana New" w:hAnsi="Angsana New"/>
      <w:b/>
      <w:sz w:val="30"/>
      <w:szCs w:val="30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794226"/>
    <w:pPr>
      <w:spacing w:after="0"/>
      <w:ind w:left="540" w:right="43"/>
      <w:jc w:val="both"/>
    </w:pPr>
    <w:rPr>
      <w:rFonts w:ascii="Angsana New" w:hAnsi="Angsana New"/>
      <w:b/>
      <w:sz w:val="30"/>
      <w:szCs w:val="30"/>
      <w:shd w:val="clear" w:color="auto" w:fill="FFFFFF"/>
      <w:lang w:val="en-US" w:eastAsia="en-GB"/>
    </w:rPr>
  </w:style>
  <w:style w:type="paragraph" w:customStyle="1" w:styleId="AccPolicyHeading">
    <w:name w:val="Acc Policy Heading"/>
    <w:basedOn w:val="BodyText"/>
    <w:autoRedefine/>
    <w:uiPriority w:val="99"/>
    <w:rsid w:val="00794226"/>
    <w:pPr>
      <w:tabs>
        <w:tab w:val="left" w:pos="540"/>
      </w:tabs>
      <w:spacing w:before="240" w:after="0" w:line="260" w:lineRule="atLeast"/>
      <w:ind w:right="567"/>
      <w:jc w:val="thaiDistribute"/>
    </w:pPr>
    <w:rPr>
      <w:rFonts w:ascii="Angsana New" w:eastAsia="Times New Roman" w:hAnsi="Angsana New"/>
      <w:i/>
      <w:iCs/>
      <w:sz w:val="30"/>
      <w:szCs w:val="30"/>
      <w:lang w:val="en-GB" w:eastAsia="en-US"/>
    </w:rPr>
  </w:style>
  <w:style w:type="character" w:customStyle="1" w:styleId="AccPolicyHeadingChar">
    <w:name w:val="Acc Policy Heading Char"/>
    <w:uiPriority w:val="99"/>
    <w:rsid w:val="00794226"/>
    <w:rPr>
      <w:rFonts w:ascii="Angsana New" w:hAnsi="Angsana New" w:cs="Angsana New"/>
      <w:sz w:val="30"/>
      <w:szCs w:val="30"/>
      <w:lang w:val="en-US" w:eastAsia="en-US" w:bidi="th-TH"/>
    </w:rPr>
  </w:style>
  <w:style w:type="paragraph" w:customStyle="1" w:styleId="accpolicyheading0">
    <w:name w:val="accpolicyheading"/>
    <w:basedOn w:val="Normal"/>
    <w:uiPriority w:val="99"/>
    <w:rsid w:val="00794226"/>
    <w:pPr>
      <w:ind w:left="900" w:right="387" w:hanging="540"/>
      <w:jc w:val="both"/>
    </w:pPr>
    <w:rPr>
      <w:rFonts w:ascii="Angsana New" w:eastAsia="Times New Roman" w:hAnsi="Angsana New"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locked/>
    <w:rsid w:val="00794226"/>
    <w:rPr>
      <w:rFonts w:ascii="Tahoma" w:hAnsi="Tahoma"/>
      <w:sz w:val="16"/>
      <w:szCs w:val="18"/>
    </w:rPr>
  </w:style>
  <w:style w:type="paragraph" w:customStyle="1" w:styleId="block">
    <w:name w:val="block"/>
    <w:aliases w:val="b"/>
    <w:basedOn w:val="BodyText"/>
    <w:uiPriority w:val="99"/>
    <w:rsid w:val="00794226"/>
    <w:pPr>
      <w:spacing w:after="260" w:line="260" w:lineRule="atLeast"/>
      <w:ind w:left="567"/>
    </w:pPr>
    <w:rPr>
      <w:rFonts w:ascii="Angsana New" w:eastAsia="Times New Roman" w:hAnsi="Angsana New" w:cs="Times New Roman"/>
      <w:szCs w:val="22"/>
      <w:lang w:val="en-GB" w:eastAsia="en-US" w:bidi="ar-SA"/>
    </w:rPr>
  </w:style>
  <w:style w:type="paragraph" w:customStyle="1" w:styleId="index">
    <w:name w:val="index"/>
    <w:aliases w:val="ix"/>
    <w:basedOn w:val="BodyText"/>
    <w:uiPriority w:val="99"/>
    <w:rsid w:val="00794226"/>
    <w:pPr>
      <w:tabs>
        <w:tab w:val="num" w:pos="1134"/>
      </w:tabs>
      <w:spacing w:after="20" w:line="260" w:lineRule="atLeast"/>
      <w:ind w:left="1134" w:hanging="1134"/>
    </w:pPr>
    <w:rPr>
      <w:rFonts w:ascii="Angsana New" w:eastAsia="Times New Roman" w:hAnsi="Angsana New" w:cs="Times New Roman"/>
      <w:szCs w:val="22"/>
      <w:lang w:val="en-GB" w:eastAsia="en-US" w:bidi="ar-SA"/>
    </w:rPr>
  </w:style>
  <w:style w:type="paragraph" w:styleId="Index1">
    <w:name w:val="index 1"/>
    <w:basedOn w:val="Normal"/>
    <w:next w:val="Normal"/>
    <w:autoRedefine/>
    <w:uiPriority w:val="99"/>
    <w:rsid w:val="00794226"/>
    <w:pPr>
      <w:spacing w:line="260" w:lineRule="atLeast"/>
      <w:ind w:left="300" w:hanging="300"/>
    </w:pPr>
    <w:rPr>
      <w:rFonts w:ascii="Angsana New" w:eastAsia="Times New Roman" w:hAnsi="Angsana New" w:cs="Cordia New"/>
      <w:sz w:val="30"/>
      <w:szCs w:val="38"/>
      <w:lang w:val="en-GB"/>
    </w:rPr>
  </w:style>
  <w:style w:type="paragraph" w:styleId="IndexHeading">
    <w:name w:val="index heading"/>
    <w:aliases w:val="ixh,Index Heading1"/>
    <w:basedOn w:val="BodyText"/>
    <w:uiPriority w:val="99"/>
    <w:rsid w:val="00794226"/>
    <w:pPr>
      <w:spacing w:after="130" w:line="260" w:lineRule="atLeast"/>
      <w:ind w:left="1134" w:hanging="1134"/>
    </w:pPr>
    <w:rPr>
      <w:rFonts w:ascii="Angsana New" w:eastAsia="Times New Roman" w:hAnsi="Angsana New" w:cs="Times New Roman"/>
      <w:b/>
      <w:bCs/>
      <w:szCs w:val="22"/>
      <w:lang w:val="en-GB" w:eastAsia="en-US" w:bidi="ar-SA"/>
    </w:rPr>
  </w:style>
  <w:style w:type="paragraph" w:customStyle="1" w:styleId="acctcolumnheading">
    <w:name w:val="acct column heading"/>
    <w:aliases w:val="ac"/>
    <w:basedOn w:val="Normal"/>
    <w:uiPriority w:val="99"/>
    <w:rsid w:val="00794226"/>
    <w:pPr>
      <w:spacing w:after="260" w:line="260" w:lineRule="atLeast"/>
      <w:jc w:val="center"/>
    </w:pPr>
    <w:rPr>
      <w:rFonts w:ascii="Angsana New" w:eastAsia="Times New Roman" w:hAnsi="Angsana New" w:cs="Times New Roman"/>
      <w:szCs w:val="22"/>
      <w:lang w:val="en-GB" w:bidi="ar-SA"/>
    </w:rPr>
  </w:style>
  <w:style w:type="paragraph" w:customStyle="1" w:styleId="3">
    <w:name w:val="?????3????"/>
    <w:basedOn w:val="Normal"/>
    <w:uiPriority w:val="99"/>
    <w:rsid w:val="00794226"/>
    <w:pPr>
      <w:tabs>
        <w:tab w:val="left" w:pos="360"/>
        <w:tab w:val="left" w:pos="720"/>
      </w:tabs>
    </w:pPr>
    <w:rPr>
      <w:rFonts w:ascii="Angsana New" w:eastAsia="Times New Roman" w:hAnsi="Angsana New"/>
      <w:szCs w:val="22"/>
      <w:lang w:val="th-TH"/>
    </w:rPr>
  </w:style>
  <w:style w:type="paragraph" w:styleId="Index6">
    <w:name w:val="index 6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/>
      <w:sz w:val="18"/>
      <w:szCs w:val="18"/>
    </w:rPr>
  </w:style>
  <w:style w:type="character" w:customStyle="1" w:styleId="BodyTextIndent2Char">
    <w:name w:val="Body Text Indent 2 Char"/>
    <w:link w:val="BodyTextIndent2"/>
    <w:uiPriority w:val="99"/>
    <w:locked/>
    <w:rsid w:val="00794226"/>
    <w:rPr>
      <w:color w:val="000000"/>
      <w:sz w:val="32"/>
      <w:szCs w:val="32"/>
      <w:lang w:val="th-TH"/>
    </w:rPr>
  </w:style>
  <w:style w:type="paragraph" w:styleId="TOC4">
    <w:name w:val="toc 4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Times New Roman"/>
      <w:sz w:val="18"/>
      <w:szCs w:val="18"/>
    </w:rPr>
  </w:style>
  <w:style w:type="paragraph" w:customStyle="1" w:styleId="a2">
    <w:name w:val="???????"/>
    <w:basedOn w:val="Normal"/>
    <w:uiPriority w:val="99"/>
    <w:rsid w:val="00794226"/>
    <w:pPr>
      <w:tabs>
        <w:tab w:val="left" w:pos="1080"/>
      </w:tabs>
    </w:pPr>
    <w:rPr>
      <w:rFonts w:ascii="Angsana New" w:eastAsia="Times New Roman" w:hAnsi="Angsana New" w:cs="Times New Roman"/>
      <w:sz w:val="30"/>
      <w:szCs w:val="30"/>
      <w:lang w:val="th-TH"/>
    </w:rPr>
  </w:style>
  <w:style w:type="paragraph" w:styleId="TOC2">
    <w:name w:val="toc 2"/>
    <w:basedOn w:val="Normal"/>
    <w:next w:val="Normal"/>
    <w:autoRedefine/>
    <w:uiPriority w:val="99"/>
    <w:rsid w:val="00794226"/>
    <w:pPr>
      <w:spacing w:line="260" w:lineRule="atLeast"/>
      <w:ind w:right="-135"/>
    </w:pPr>
    <w:rPr>
      <w:rFonts w:ascii="Angsana New" w:eastAsia="Times New Roman" w:hAnsi="Angsana New" w:cs="Cordia New"/>
      <w:sz w:val="30"/>
      <w:szCs w:val="30"/>
      <w:lang w:val="en-GB"/>
    </w:rPr>
  </w:style>
  <w:style w:type="paragraph" w:customStyle="1" w:styleId="NormalLinespacingAtleast12pt">
    <w:name w:val="Normal + Line spacing:  At least 12 pt"/>
    <w:basedOn w:val="Normal"/>
    <w:uiPriority w:val="99"/>
    <w:rsid w:val="00794226"/>
    <w:pPr>
      <w:spacing w:line="240" w:lineRule="atLeast"/>
    </w:pPr>
    <w:rPr>
      <w:rFonts w:ascii="Angsana New" w:eastAsia="Times New Roman" w:hAnsi="Angsana New" w:cs="Cordia New"/>
      <w:sz w:val="30"/>
      <w:szCs w:val="30"/>
      <w:lang w:val="en-GB"/>
    </w:rPr>
  </w:style>
  <w:style w:type="paragraph" w:customStyle="1" w:styleId="acctstatementheadinga">
    <w:name w:val="acct statement heading (a)"/>
    <w:aliases w:val="asa"/>
    <w:basedOn w:val="Normal"/>
    <w:uiPriority w:val="99"/>
    <w:rsid w:val="00794226"/>
    <w:pPr>
      <w:keepNext/>
      <w:tabs>
        <w:tab w:val="num" w:pos="360"/>
      </w:tabs>
      <w:spacing w:before="130" w:after="130" w:line="260" w:lineRule="atLeast"/>
      <w:ind w:left="567" w:hanging="567"/>
      <w:outlineLvl w:val="1"/>
    </w:pPr>
    <w:rPr>
      <w:rFonts w:ascii="Angsana New" w:eastAsia="Times New Roman" w:hAnsi="Angsana New" w:cs="Times New Roman"/>
      <w:b/>
      <w:lang w:val="en-GB" w:bidi="ar-SA"/>
    </w:rPr>
  </w:style>
  <w:style w:type="paragraph" w:styleId="DocumentMap">
    <w:name w:val="Document Map"/>
    <w:basedOn w:val="Normal"/>
    <w:link w:val="DocumentMapChar"/>
    <w:uiPriority w:val="99"/>
    <w:rsid w:val="00794226"/>
    <w:pPr>
      <w:spacing w:line="260" w:lineRule="atLeast"/>
    </w:pPr>
    <w:rPr>
      <w:rFonts w:ascii="Tahoma" w:eastAsia="Times New Roman" w:hAnsi="Tahoma"/>
      <w:sz w:val="16"/>
      <w:lang w:val="en-GB"/>
    </w:rPr>
  </w:style>
  <w:style w:type="character" w:customStyle="1" w:styleId="DocumentMapChar">
    <w:name w:val="Document Map Char"/>
    <w:link w:val="DocumentMap"/>
    <w:uiPriority w:val="99"/>
    <w:rsid w:val="00794226"/>
    <w:rPr>
      <w:rFonts w:ascii="Tahoma" w:eastAsia="Times New Roman" w:hAnsi="Tahoma"/>
      <w:sz w:val="16"/>
      <w:lang w:val="en-GB"/>
    </w:rPr>
  </w:style>
  <w:style w:type="character" w:customStyle="1" w:styleId="AAAddress">
    <w:name w:val="AA Address"/>
    <w:uiPriority w:val="99"/>
    <w:rsid w:val="0079422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79422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uiPriority w:val="99"/>
    <w:rsid w:val="00794226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uiPriority w:val="99"/>
    <w:rsid w:val="00794226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794226"/>
    <w:pPr>
      <w:framePr w:w="2812" w:h="1701" w:hSpace="142" w:vSpace="142" w:wrap="around" w:vAnchor="page" w:hAnchor="page" w:x="8024" w:y="2723"/>
      <w:shd w:val="clear" w:color="FFFFFF" w:fill="auto"/>
      <w:tabs>
        <w:tab w:val="num" w:pos="360"/>
      </w:tabs>
      <w:spacing w:before="0" w:after="90"/>
      <w:ind w:left="360" w:hanging="360"/>
    </w:pPr>
    <w:rPr>
      <w:rFonts w:eastAsia="Times New Roman" w:cs="Times New Roman"/>
      <w:bCs/>
      <w:caps w:val="0"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209" w:hanging="360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firstLine="284"/>
    </w:pPr>
    <w:rPr>
      <w:rFonts w:ascii="Arial" w:eastAsia="Times New Roman" w:hAnsi="Arial" w:cs="Times New Roman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rsid w:val="00794226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color w:val="auto"/>
      <w:sz w:val="18"/>
      <w:szCs w:val="18"/>
      <w:lang w:val="en-US"/>
    </w:rPr>
  </w:style>
  <w:style w:type="character" w:customStyle="1" w:styleId="BodyTextIndentChar1">
    <w:name w:val="Body Text Indent Char1"/>
    <w:aliases w:val="i Char1"/>
    <w:link w:val="BodyTextIndent"/>
    <w:uiPriority w:val="99"/>
    <w:rsid w:val="00794226"/>
    <w:rPr>
      <w:color w:val="000000"/>
      <w:sz w:val="32"/>
      <w:szCs w:val="32"/>
      <w:lang w:val="th-TH"/>
    </w:rPr>
  </w:style>
  <w:style w:type="character" w:customStyle="1" w:styleId="BodyTextFirstIndent2Char">
    <w:name w:val="Body Text First Indent 2 Char"/>
    <w:link w:val="BodyTextFirstIndent2"/>
    <w:uiPriority w:val="99"/>
    <w:rsid w:val="00794226"/>
    <w:rPr>
      <w:rFonts w:ascii="Arial" w:eastAsia="Times New Roman" w:hAnsi="Arial" w:cs="Times New Roman"/>
      <w:color w:val="000000"/>
      <w:sz w:val="18"/>
      <w:szCs w:val="18"/>
      <w:lang w:val="th-TH"/>
    </w:rPr>
  </w:style>
  <w:style w:type="character" w:styleId="Strong">
    <w:name w:val="Strong"/>
    <w:uiPriority w:val="22"/>
    <w:qFormat/>
    <w:rsid w:val="0079422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94226"/>
    <w:pPr>
      <w:tabs>
        <w:tab w:val="left" w:pos="227"/>
      </w:tabs>
      <w:spacing w:line="240" w:lineRule="atLeast"/>
      <w:ind w:left="227" w:hanging="227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uiPriority w:val="99"/>
    <w:rsid w:val="0079422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uiPriority w:val="99"/>
    <w:rsid w:val="0079422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9422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94226"/>
    <w:pPr>
      <w:tabs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94226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9422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94226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794226"/>
    <w:pPr>
      <w:tabs>
        <w:tab w:val="clear" w:pos="4320"/>
        <w:tab w:val="clear" w:pos="8640"/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uiPriority w:val="99"/>
    <w:rsid w:val="0079422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uiPriority w:val="99"/>
    <w:rsid w:val="0079422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79422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b/>
      <w:bCs/>
      <w:szCs w:val="22"/>
    </w:rPr>
  </w:style>
  <w:style w:type="paragraph" w:customStyle="1" w:styleId="StandaardOpinion">
    <w:name w:val="StandaardOpinion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szCs w:val="22"/>
    </w:rPr>
  </w:style>
  <w:style w:type="paragraph" w:customStyle="1" w:styleId="T">
    <w:name w:val="Å§ª×Í T"/>
    <w:basedOn w:val="Normal"/>
    <w:uiPriority w:val="99"/>
    <w:rsid w:val="0079422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794226"/>
    <w:pPr>
      <w:tabs>
        <w:tab w:val="left" w:pos="360"/>
        <w:tab w:val="left" w:pos="720"/>
      </w:tabs>
    </w:pPr>
    <w:rPr>
      <w:rFonts w:ascii="Book Antiqua" w:eastAsia="Times New Roman" w:hAnsi="Book Antiqua" w:cs="Times New Roman"/>
      <w:szCs w:val="22"/>
      <w:lang w:val="th-TH"/>
    </w:rPr>
  </w:style>
  <w:style w:type="paragraph" w:customStyle="1" w:styleId="a3">
    <w:name w:val="ºÇ¡"/>
    <w:basedOn w:val="Normal"/>
    <w:uiPriority w:val="99"/>
    <w:rsid w:val="00794226"/>
    <w:pPr>
      <w:ind w:right="129"/>
      <w:jc w:val="right"/>
    </w:pPr>
    <w:rPr>
      <w:rFonts w:ascii="Book Antiqua" w:eastAsia="Times New Roman" w:hAnsi="Book Antiqua" w:cs="Times New Roman"/>
      <w:szCs w:val="22"/>
      <w:lang w:val="th-TH"/>
    </w:rPr>
  </w:style>
  <w:style w:type="paragraph" w:customStyle="1" w:styleId="T0">
    <w:name w:val="????? T"/>
    <w:basedOn w:val="Normal"/>
    <w:uiPriority w:val="99"/>
    <w:rsid w:val="0079422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a4">
    <w:name w:val="???"/>
    <w:basedOn w:val="Normal"/>
    <w:uiPriority w:val="99"/>
    <w:rsid w:val="00794226"/>
    <w:pPr>
      <w:ind w:right="129"/>
      <w:jc w:val="right"/>
    </w:pPr>
    <w:rPr>
      <w:rFonts w:ascii="Angsana New" w:eastAsia="Times New Roman" w:hAnsi="Angsana New" w:cs="Times New Roman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94226"/>
    <w:pPr>
      <w:jc w:val="center"/>
    </w:pPr>
    <w:rPr>
      <w:rFonts w:ascii="Book Antiqua" w:eastAsia="Times New Roman" w:hAnsi="Book Antiqua" w:cs="Times New Roman"/>
      <w:b/>
      <w:bCs/>
      <w:szCs w:val="22"/>
      <w:lang w:val="th-TH"/>
    </w:rPr>
  </w:style>
  <w:style w:type="paragraph" w:customStyle="1" w:styleId="a5">
    <w:name w:val="Åº"/>
    <w:basedOn w:val="Normal"/>
    <w:uiPriority w:val="99"/>
    <w:rsid w:val="00794226"/>
    <w:pPr>
      <w:tabs>
        <w:tab w:val="left" w:pos="360"/>
        <w:tab w:val="left" w:pos="720"/>
        <w:tab w:val="left" w:pos="1080"/>
      </w:tabs>
    </w:pPr>
    <w:rPr>
      <w:rFonts w:ascii="Angsana New" w:eastAsia="Times New Roman" w:hAnsi="Angsana New" w:cs="BrowalliaUPC"/>
      <w:sz w:val="28"/>
      <w:szCs w:val="28"/>
      <w:lang w:val="th-TH"/>
    </w:rPr>
  </w:style>
  <w:style w:type="paragraph" w:customStyle="1" w:styleId="a6">
    <w:name w:val="ลบ"/>
    <w:basedOn w:val="Normal"/>
    <w:uiPriority w:val="99"/>
    <w:rsid w:val="00794226"/>
    <w:pPr>
      <w:tabs>
        <w:tab w:val="left" w:pos="360"/>
        <w:tab w:val="left" w:pos="720"/>
        <w:tab w:val="left" w:pos="1080"/>
      </w:tabs>
    </w:pPr>
    <w:rPr>
      <w:rFonts w:ascii="Angsana New" w:eastAsia="Times New Roman"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794226"/>
    <w:pPr>
      <w:ind w:right="360"/>
      <w:jc w:val="center"/>
    </w:pPr>
    <w:rPr>
      <w:rFonts w:ascii="Book Antiqua" w:eastAsia="Times New Roman" w:hAnsi="Book Antiqua" w:cs="Times New Roman"/>
      <w:b/>
      <w:bCs/>
      <w:szCs w:val="22"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794226"/>
    <w:pPr>
      <w:keepNext/>
      <w:spacing w:after="140" w:line="320" w:lineRule="atLeast"/>
    </w:pPr>
    <w:rPr>
      <w:rFonts w:ascii="Angsana New" w:eastAsia="Times New Roman" w:hAnsi="Angsana New" w:cs="Times New Roman"/>
      <w:b/>
      <w:sz w:val="28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794226"/>
    <w:pPr>
      <w:spacing w:after="0"/>
    </w:pPr>
    <w:rPr>
      <w:szCs w:val="20"/>
    </w:rPr>
  </w:style>
  <w:style w:type="paragraph" w:customStyle="1" w:styleId="acctdividends">
    <w:name w:val="acct dividends"/>
    <w:aliases w:val="ad"/>
    <w:basedOn w:val="Normal"/>
    <w:uiPriority w:val="99"/>
    <w:rsid w:val="00794226"/>
    <w:pPr>
      <w:tabs>
        <w:tab w:val="decimal" w:pos="8505"/>
      </w:tabs>
      <w:spacing w:after="240" w:line="260" w:lineRule="atLeast"/>
      <w:ind w:left="709" w:right="1701" w:hanging="709"/>
    </w:pPr>
    <w:rPr>
      <w:rFonts w:ascii="Angsana New" w:eastAsia="Times New Roman" w:hAnsi="Angsana New" w:cs="Times New Roman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794226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794226"/>
    <w:pPr>
      <w:spacing w:after="260" w:line="260" w:lineRule="atLeast"/>
      <w:ind w:left="284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notecolumn">
    <w:name w:val="acct note column"/>
    <w:aliases w:val="an"/>
    <w:basedOn w:val="Normal"/>
    <w:uiPriority w:val="99"/>
    <w:rsid w:val="00794226"/>
    <w:pPr>
      <w:spacing w:line="260" w:lineRule="atLeast"/>
      <w:jc w:val="center"/>
    </w:pPr>
    <w:rPr>
      <w:rFonts w:ascii="Angsana New" w:eastAsia="Times New Roman" w:hAnsi="Angsana New" w:cs="Times New Roman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794226"/>
    <w:pPr>
      <w:framePr w:hSpace="180" w:vSpace="180" w:wrap="auto" w:hAnchor="margin" w:yAlign="bottom"/>
      <w:spacing w:after="26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794226"/>
    <w:pPr>
      <w:tabs>
        <w:tab w:val="left" w:pos="5103"/>
      </w:tabs>
      <w:spacing w:before="130" w:after="13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794226"/>
    <w:pPr>
      <w:tabs>
        <w:tab w:val="num" w:pos="0"/>
      </w:tabs>
      <w:spacing w:before="130" w:after="130" w:line="280" w:lineRule="atLeast"/>
      <w:ind w:left="567" w:hanging="567"/>
    </w:pPr>
    <w:rPr>
      <w:rFonts w:ascii="Angsana New" w:eastAsia="Times New Roman" w:hAnsi="Angsana New" w:cs="Times New Roman"/>
      <w:sz w:val="24"/>
      <w:lang w:val="en-GB" w:bidi="ar-SA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79422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/>
      <w:bCs/>
      <w:i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79422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Cs/>
      <w:i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79422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79422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794226"/>
    <w:pPr>
      <w:ind w:left="1134"/>
    </w:pPr>
    <w:rPr>
      <w:szCs w:val="20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794226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794226"/>
    <w:pPr>
      <w:tabs>
        <w:tab w:val="decimal" w:pos="124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79422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794226"/>
    <w:pPr>
      <w:spacing w:after="240" w:line="260" w:lineRule="atLeast"/>
      <w:ind w:left="142" w:hanging="142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794226"/>
    <w:pPr>
      <w:spacing w:line="260" w:lineRule="atLeast"/>
      <w:ind w:left="142" w:hanging="142"/>
    </w:pPr>
    <w:rPr>
      <w:rFonts w:ascii="Angsana New" w:eastAsia="Times New Roman" w:hAnsi="Angsana New" w:cs="Times New Roman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794226"/>
    <w:pPr>
      <w:spacing w:after="0"/>
    </w:pPr>
    <w:rPr>
      <w:szCs w:val="20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79422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794226"/>
    <w:pPr>
      <w:spacing w:after="260" w:line="260" w:lineRule="atLeast"/>
      <w:ind w:left="567" w:hanging="567"/>
    </w:pPr>
    <w:rPr>
      <w:rFonts w:ascii="Angsana New" w:eastAsia="Times New Roman" w:hAnsi="Angsana New" w:cs="Times New Roman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794226"/>
    <w:pPr>
      <w:spacing w:after="260" w:line="260" w:lineRule="atLeast"/>
      <w:ind w:left="1134" w:hanging="567"/>
    </w:pPr>
    <w:rPr>
      <w:rFonts w:ascii="Angsana New" w:eastAsia="Times New Roman" w:hAnsi="Angsana New" w:cs="Times New Roman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794226"/>
    <w:pPr>
      <w:framePr w:w="4536" w:wrap="around" w:vAnchor="page" w:hAnchor="page" w:xAlign="center" w:y="3993"/>
      <w:spacing w:after="400"/>
      <w:jc w:val="center"/>
    </w:pPr>
    <w:rPr>
      <w:rFonts w:ascii="Angsana New" w:eastAsia="Times New Roman" w:hAnsi="Angsana New" w:cs="Times New Roman"/>
      <w:b/>
      <w:sz w:val="26"/>
      <w:lang w:val="en-GB" w:bidi="ar-SA"/>
    </w:rPr>
  </w:style>
  <w:style w:type="paragraph" w:customStyle="1" w:styleId="zcontents">
    <w:name w:val="zcontents"/>
    <w:basedOn w:val="acctmainheading"/>
    <w:uiPriority w:val="99"/>
    <w:rsid w:val="00794226"/>
  </w:style>
  <w:style w:type="paragraph" w:customStyle="1" w:styleId="zreportaddinfo">
    <w:name w:val="zreport addinfo"/>
    <w:basedOn w:val="Normal"/>
    <w:uiPriority w:val="99"/>
    <w:rsid w:val="0079422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noProof/>
      <w:sz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79422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i/>
      <w:sz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794226"/>
    <w:pPr>
      <w:keepLines/>
      <w:framePr w:w="4536" w:wrap="around" w:vAnchor="page" w:hAnchor="page" w:xAlign="center" w:y="3993"/>
      <w:spacing w:line="440" w:lineRule="exact"/>
      <w:jc w:val="center"/>
    </w:pPr>
    <w:rPr>
      <w:rFonts w:ascii="Angsana New" w:eastAsia="Times New Roman" w:hAnsi="Angsana New" w:cs="Times New Roman"/>
      <w:noProof/>
      <w:sz w:val="36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79422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794226"/>
    <w:pPr>
      <w:spacing w:after="13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ind">
    <w:name w:val="*ind"/>
    <w:basedOn w:val="BodyText"/>
    <w:uiPriority w:val="99"/>
    <w:rsid w:val="00794226"/>
    <w:pPr>
      <w:spacing w:after="260" w:line="260" w:lineRule="atLeast"/>
      <w:ind w:left="340" w:hanging="340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79422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794226"/>
    <w:pPr>
      <w:keepNext/>
      <w:keepLines/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794226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794226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794226"/>
    <w:pPr>
      <w:spacing w:line="220" w:lineRule="atLeast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794226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794226"/>
    <w:pPr>
      <w:spacing w:after="260" w:line="260" w:lineRule="atLeast"/>
    </w:pPr>
    <w:rPr>
      <w:rFonts w:ascii="Angsana New" w:eastAsia="Times New Roman" w:hAnsi="Angsana New" w:cs="Times New Roman"/>
      <w:b/>
      <w:lang w:val="en-GB" w:eastAsia="en-US" w:bidi="ar-SA"/>
    </w:rPr>
  </w:style>
  <w:style w:type="paragraph" w:customStyle="1" w:styleId="headingcentred">
    <w:name w:val="heading centred"/>
    <w:aliases w:val="hc"/>
    <w:basedOn w:val="heading"/>
    <w:uiPriority w:val="99"/>
    <w:rsid w:val="0079422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794226"/>
  </w:style>
  <w:style w:type="paragraph" w:customStyle="1" w:styleId="nineptheadingcentredbold">
    <w:name w:val="nine pt heading centred bold"/>
    <w:aliases w:val="9hcb"/>
    <w:basedOn w:val="Normal"/>
    <w:uiPriority w:val="99"/>
    <w:rsid w:val="00794226"/>
    <w:pPr>
      <w:spacing w:line="220" w:lineRule="atLeast"/>
      <w:jc w:val="center"/>
    </w:pPr>
    <w:rPr>
      <w:rFonts w:ascii="Angsana New" w:eastAsia="Times New Roman" w:hAnsi="Angsana New" w:cs="Times New Roman"/>
      <w:b/>
      <w:bCs/>
      <w:sz w:val="18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79422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794226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79422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79422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794226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794226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794226"/>
    <w:pPr>
      <w:spacing w:line="260" w:lineRule="atLeast"/>
    </w:pPr>
    <w:rPr>
      <w:rFonts w:ascii="Angsana New" w:eastAsia="Times New Roman" w:hAnsi="Angsana New" w:cs="Times New Roman"/>
      <w:b/>
      <w:bCs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794226"/>
    <w:pPr>
      <w:tabs>
        <w:tab w:val="num" w:pos="340"/>
      </w:tabs>
      <w:spacing w:after="130"/>
      <w:ind w:left="340" w:hanging="340"/>
    </w:pPr>
    <w:rPr>
      <w:rFonts w:cs="Times New Roman"/>
      <w:sz w:val="22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794226"/>
    <w:pPr>
      <w:tabs>
        <w:tab w:val="decimal" w:pos="28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79422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ormalIndent1">
    <w:name w:val="Normal Indent1"/>
    <w:basedOn w:val="Normal"/>
    <w:uiPriority w:val="99"/>
    <w:rsid w:val="00794226"/>
    <w:pPr>
      <w:spacing w:line="260" w:lineRule="atLeast"/>
      <w:ind w:left="142"/>
    </w:pPr>
    <w:rPr>
      <w:rFonts w:ascii="Angsana New" w:eastAsia="Times New Roman" w:hAnsi="Angsana New" w:cs="Times New Roman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794226"/>
    <w:pPr>
      <w:numPr>
        <w:numId w:val="0"/>
      </w:numPr>
      <w:tabs>
        <w:tab w:val="num" w:pos="680"/>
      </w:tabs>
      <w:spacing w:after="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794226"/>
    <w:pPr>
      <w:numPr>
        <w:numId w:val="0"/>
      </w:numPr>
      <w:tabs>
        <w:tab w:val="num" w:pos="680"/>
      </w:tabs>
      <w:spacing w:after="13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79422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794226"/>
    <w:pPr>
      <w:spacing w:after="260" w:line="260" w:lineRule="atLeast"/>
      <w:ind w:left="340" w:firstLine="0"/>
      <w:jc w:val="left"/>
    </w:pPr>
    <w:rPr>
      <w:rFonts w:ascii="Angsana New" w:eastAsia="Times New Roman" w:hAnsi="Angsana New" w:cs="Times New Roman"/>
      <w:i/>
      <w:iCs/>
      <w:color w:val="auto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794226"/>
    <w:pPr>
      <w:spacing w:after="130" w:line="260" w:lineRule="atLeast"/>
      <w:ind w:left="340" w:firstLine="0"/>
      <w:jc w:val="left"/>
    </w:pPr>
    <w:rPr>
      <w:rFonts w:ascii="Angsana New" w:eastAsia="Times New Roman" w:hAnsi="Angsana New" w:cs="Times New Roman"/>
      <w:color w:val="auto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794226"/>
    <w:pPr>
      <w:spacing w:after="2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keeptogether">
    <w:name w:val="keep together"/>
    <w:aliases w:val="kt"/>
    <w:basedOn w:val="BodyText"/>
    <w:uiPriority w:val="99"/>
    <w:rsid w:val="00794226"/>
    <w:pPr>
      <w:keepNext/>
      <w:keepLines/>
      <w:spacing w:after="26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794226"/>
    <w:pPr>
      <w:tabs>
        <w:tab w:val="decimal" w:pos="136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79422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794226"/>
    <w:pPr>
      <w:spacing w:before="130" w:after="130"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odyTextitalic">
    <w:name w:val="Body Text italic"/>
    <w:basedOn w:val="BodyText"/>
    <w:uiPriority w:val="99"/>
    <w:rsid w:val="00794226"/>
    <w:pPr>
      <w:spacing w:after="260" w:line="260" w:lineRule="atLeast"/>
    </w:pPr>
    <w:rPr>
      <w:rFonts w:ascii="Angsana New" w:eastAsia="Times New Roman" w:hAnsi="Angsana New" w:cs="Times New Roman"/>
      <w:i/>
      <w:iCs/>
      <w:lang w:val="en-GB" w:eastAsia="en-US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794226"/>
    <w:pPr>
      <w:spacing w:line="260" w:lineRule="atLeast"/>
      <w:ind w:left="340" w:firstLine="0"/>
      <w:jc w:val="left"/>
    </w:pPr>
    <w:rPr>
      <w:rFonts w:ascii="Angsana New" w:eastAsia="Times New Roman" w:hAnsi="Angsana New" w:cs="Times New Roman"/>
      <w:color w:val="auto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794226"/>
    <w:pPr>
      <w:tabs>
        <w:tab w:val="decimal" w:pos="383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79422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794226"/>
    <w:pPr>
      <w:tabs>
        <w:tab w:val="decimal" w:pos="425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79422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79422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79422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794226"/>
    <w:pPr>
      <w:spacing w:after="60" w:line="220" w:lineRule="atLeast"/>
      <w:ind w:left="425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79422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79422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794226"/>
    <w:pPr>
      <w:tabs>
        <w:tab w:val="decimal" w:pos="22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794226"/>
    <w:pPr>
      <w:tabs>
        <w:tab w:val="decimal" w:pos="482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794226"/>
    <w:pPr>
      <w:tabs>
        <w:tab w:val="decimal" w:pos="56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794226"/>
    <w:pPr>
      <w:spacing w:line="260" w:lineRule="atLeast"/>
    </w:pPr>
    <w:rPr>
      <w:rFonts w:ascii="Angsana New" w:eastAsia="Times New Roman" w:hAnsi="Angsana New" w:cs="Times New Roman"/>
      <w:i/>
      <w:iCs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794226"/>
    <w:pPr>
      <w:tabs>
        <w:tab w:val="decimal" w:pos="79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79422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794226"/>
    <w:pPr>
      <w:ind w:left="1134" w:hanging="567"/>
    </w:pPr>
    <w:rPr>
      <w:szCs w:val="20"/>
    </w:rPr>
  </w:style>
  <w:style w:type="paragraph" w:customStyle="1" w:styleId="blocklist2">
    <w:name w:val="block list2"/>
    <w:aliases w:val="blist2"/>
    <w:basedOn w:val="blocklist"/>
    <w:uiPriority w:val="99"/>
    <w:rsid w:val="0079422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794226"/>
    <w:pPr>
      <w:tabs>
        <w:tab w:val="decimal" w:pos="85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794226"/>
    <w:pPr>
      <w:keepNext/>
      <w:keepLines/>
      <w:spacing w:before="70"/>
    </w:pPr>
    <w:rPr>
      <w:b/>
      <w:szCs w:val="2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79422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794226"/>
    <w:rPr>
      <w:b w:val="0"/>
    </w:rPr>
  </w:style>
  <w:style w:type="paragraph" w:customStyle="1" w:styleId="blockheadingitalicbold">
    <w:name w:val="block heading italic bold"/>
    <w:aliases w:val="bhib"/>
    <w:uiPriority w:val="99"/>
    <w:rsid w:val="00794226"/>
    <w:pPr>
      <w:keepNext/>
      <w:keepLines/>
      <w:spacing w:before="70" w:after="260" w:line="260" w:lineRule="atLeast"/>
      <w:ind w:left="567"/>
    </w:pPr>
    <w:rPr>
      <w:rFonts w:ascii="Angsana New" w:eastAsia="Times New Roman" w:hAnsi="Angsana New"/>
      <w:b/>
      <w:i/>
      <w:sz w:val="22"/>
      <w:szCs w:val="30"/>
      <w:lang w:val="en-GB" w:bidi="ar-SA"/>
    </w:rPr>
  </w:style>
  <w:style w:type="paragraph" w:customStyle="1" w:styleId="blockheadingnosp">
    <w:name w:val="block heading no sp"/>
    <w:aliases w:val="bhn,block heading no space after"/>
    <w:uiPriority w:val="99"/>
    <w:rsid w:val="00794226"/>
    <w:pPr>
      <w:keepNext/>
      <w:keepLines/>
      <w:spacing w:before="70" w:line="260" w:lineRule="atLeast"/>
      <w:ind w:left="567"/>
    </w:pPr>
    <w:rPr>
      <w:rFonts w:ascii="Angsana New" w:eastAsia="Times New Roman" w:hAnsi="Angsana New"/>
      <w:b/>
      <w:sz w:val="22"/>
      <w:szCs w:val="30"/>
      <w:lang w:val="en-GB" w:bidi="ar-SA"/>
    </w:rPr>
  </w:style>
  <w:style w:type="paragraph" w:customStyle="1" w:styleId="smallreturn">
    <w:name w:val="small return"/>
    <w:aliases w:val="sr"/>
    <w:basedOn w:val="Normal"/>
    <w:uiPriority w:val="99"/>
    <w:rsid w:val="00794226"/>
    <w:pPr>
      <w:spacing w:line="130" w:lineRule="exac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794226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79422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794226"/>
    <w:pPr>
      <w:keepNext/>
      <w:spacing w:before="140" w:after="140" w:line="260" w:lineRule="atLeast"/>
      <w:ind w:left="567" w:right="4252" w:hanging="567"/>
      <w:outlineLvl w:val="1"/>
    </w:pPr>
    <w:rPr>
      <w:rFonts w:ascii="Angsana New" w:eastAsia="Times New Roman" w:hAnsi="Angsana New" w:cs="Times New Roman"/>
      <w:b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794226"/>
    <w:pPr>
      <w:keepNext/>
      <w:spacing w:before="140" w:after="140" w:line="28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4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794226"/>
    <w:pPr>
      <w:spacing w:line="260" w:lineRule="atLeast"/>
      <w:ind w:left="568" w:hanging="284"/>
    </w:pPr>
    <w:rPr>
      <w:rFonts w:ascii="Angsana New" w:eastAsia="Times New Roman" w:hAnsi="Angsana New" w:cs="Times New Roman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79422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794226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794226"/>
    <w:pPr>
      <w:tabs>
        <w:tab w:val="num" w:pos="907"/>
      </w:tabs>
      <w:ind w:left="907" w:hanging="340"/>
    </w:pPr>
    <w:rPr>
      <w:szCs w:val="20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794226"/>
    <w:pPr>
      <w:tabs>
        <w:tab w:val="decimal" w:pos="96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79422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79422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794226"/>
    <w:pPr>
      <w:spacing w:line="200" w:lineRule="atLeast"/>
    </w:pPr>
    <w:rPr>
      <w:rFonts w:ascii="Angsana New" w:eastAsia="Times New Roman" w:hAnsi="Angsana New" w:cs="Times New Roman"/>
      <w:sz w:val="16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79422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79422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79422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79422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79422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79422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79422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794226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794226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794226"/>
    <w:pPr>
      <w:spacing w:after="160" w:line="200" w:lineRule="atLeast"/>
      <w:ind w:left="567"/>
    </w:pPr>
    <w:rPr>
      <w:rFonts w:ascii="Angsana New" w:eastAsia="Times New Roman" w:hAnsi="Angsana New" w:cs="Times New Roman"/>
      <w:sz w:val="16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79422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79422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79422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794226"/>
    <w:pPr>
      <w:tabs>
        <w:tab w:val="decimal" w:pos="1332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794226"/>
    <w:pPr>
      <w:tabs>
        <w:tab w:val="num" w:pos="340"/>
      </w:tabs>
      <w:spacing w:line="260" w:lineRule="atLeast"/>
      <w:ind w:left="340" w:hanging="340"/>
    </w:pPr>
    <w:rPr>
      <w:rFonts w:ascii="Angsana New" w:eastAsia="Times New Roman" w:hAnsi="Angsana New" w:cs="Times New Roman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794226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794226"/>
    <w:pPr>
      <w:ind w:left="737" w:hanging="170"/>
    </w:pPr>
    <w:rPr>
      <w:szCs w:val="20"/>
    </w:rPr>
  </w:style>
  <w:style w:type="paragraph" w:customStyle="1" w:styleId="nineptnormalcentred">
    <w:name w:val="nine pt normal centred"/>
    <w:aliases w:val="9nc"/>
    <w:basedOn w:val="nineptnormal"/>
    <w:uiPriority w:val="99"/>
    <w:rsid w:val="0079422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79422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79422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79422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79422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794226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79422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794226"/>
    <w:pPr>
      <w:tabs>
        <w:tab w:val="decimal" w:pos="62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79422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794226"/>
    <w:pPr>
      <w:spacing w:after="180" w:line="220" w:lineRule="atLeast"/>
      <w:jc w:val="center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79422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79422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79422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79422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794226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794226"/>
    <w:pPr>
      <w:tabs>
        <w:tab w:val="num" w:pos="907"/>
      </w:tabs>
      <w:spacing w:line="260" w:lineRule="atLeast"/>
      <w:ind w:left="907" w:hanging="340"/>
    </w:pPr>
    <w:rPr>
      <w:rFonts w:ascii="Angsana New" w:eastAsia="Times New Roman" w:hAnsi="Angsana New"/>
      <w:sz w:val="22"/>
      <w:szCs w:val="3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794226"/>
    <w:pPr>
      <w:tabs>
        <w:tab w:val="clear" w:pos="360"/>
        <w:tab w:val="num" w:pos="0"/>
      </w:tabs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794226"/>
    <w:pPr>
      <w:spacing w:line="220" w:lineRule="atLeast"/>
      <w:ind w:left="567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79422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79422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79422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79422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794226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794226"/>
    <w:pPr>
      <w:tabs>
        <w:tab w:val="clear" w:pos="4320"/>
        <w:tab w:val="clear" w:pos="8640"/>
      </w:tabs>
      <w:spacing w:after="180" w:line="220" w:lineRule="atLeast"/>
    </w:pPr>
    <w:rPr>
      <w:rFonts w:ascii="Angsana New" w:eastAsia="Times New Roman" w:hAnsi="Angsana New" w:cs="Times New Roman"/>
      <w:b/>
      <w:bCs/>
      <w:sz w:val="18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79422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79422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794226"/>
    <w:pPr>
      <w:tabs>
        <w:tab w:val="decimal" w:pos="794"/>
      </w:tabs>
      <w:spacing w:line="220" w:lineRule="atLeast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79422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79422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79422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79422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79422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79422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794226"/>
    <w:pPr>
      <w:ind w:left="907" w:hanging="340"/>
    </w:pPr>
    <w:rPr>
      <w:szCs w:val="20"/>
    </w:rPr>
  </w:style>
  <w:style w:type="paragraph" w:customStyle="1" w:styleId="List3i">
    <w:name w:val="List 3i"/>
    <w:aliases w:val="3i"/>
    <w:basedOn w:val="List2i"/>
    <w:uiPriority w:val="99"/>
    <w:rsid w:val="0079422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79422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79422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79422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79422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79422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79422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79422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794226"/>
    <w:pPr>
      <w:tabs>
        <w:tab w:val="num" w:pos="1247"/>
      </w:tabs>
      <w:spacing w:after="260" w:line="260" w:lineRule="atLeast"/>
      <w:ind w:left="1247" w:hanging="340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79422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794226"/>
    <w:pPr>
      <w:tabs>
        <w:tab w:val="decimal" w:pos="90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794226"/>
    <w:pPr>
      <w:tabs>
        <w:tab w:val="num" w:pos="1440"/>
      </w:tabs>
      <w:spacing w:line="260" w:lineRule="atLeast"/>
      <w:ind w:left="1440" w:hanging="360"/>
      <w:jc w:val="both"/>
    </w:pPr>
    <w:rPr>
      <w:rFonts w:ascii="Angsana New" w:eastAsia="Times New Roman" w:hAnsi="Angsana New" w:cs="Times New Roman"/>
      <w:bCs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794226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Angsana New" w:eastAsia="Times New Roman" w:hAnsi="Angsana New" w:cs="Times New Roman"/>
      <w:b/>
      <w:bCs/>
      <w:sz w:val="24"/>
      <w:szCs w:val="22"/>
      <w:lang w:val="en-US" w:eastAsia="en-GB"/>
    </w:rPr>
  </w:style>
  <w:style w:type="paragraph" w:customStyle="1" w:styleId="CoverTitle">
    <w:name w:val="Cover Title"/>
    <w:basedOn w:val="Normal"/>
    <w:uiPriority w:val="99"/>
    <w:rsid w:val="00794226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Angsana New" w:eastAsia="Times New Roman" w:hAnsi="Angsana New" w:cs="Times New Roman"/>
      <w:sz w:val="36"/>
      <w:lang w:val="en-GB" w:bidi="ar-SA"/>
    </w:rPr>
  </w:style>
  <w:style w:type="paragraph" w:customStyle="1" w:styleId="Single">
    <w:name w:val="Single"/>
    <w:basedOn w:val="Normal"/>
    <w:uiPriority w:val="99"/>
    <w:rsid w:val="00794226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Angsana New" w:eastAsia="Times New Roman" w:hAnsi="Angsana New" w:cs="Times New Roman"/>
      <w:sz w:val="18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794226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Angsana New" w:eastAsia="Times New Roman" w:hAnsi="Angsana New" w:cs="Times New Roman"/>
      <w:b/>
      <w:sz w:val="26"/>
      <w:lang w:val="en-GB" w:bidi="ar-SA"/>
    </w:rPr>
  </w:style>
  <w:style w:type="paragraph" w:customStyle="1" w:styleId="CoverSubTitle">
    <w:name w:val="Cover SubTitle"/>
    <w:basedOn w:val="Single"/>
    <w:uiPriority w:val="99"/>
    <w:rsid w:val="0079422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794226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794226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794226"/>
    <w:rPr>
      <w:rFonts w:cs="Times New Roman"/>
      <w:sz w:val="29"/>
      <w:szCs w:val="29"/>
    </w:rPr>
  </w:style>
  <w:style w:type="character" w:customStyle="1" w:styleId="hps">
    <w:name w:val="hps"/>
    <w:rsid w:val="00794226"/>
    <w:rPr>
      <w:rFonts w:cs="Times New Roman"/>
    </w:rPr>
  </w:style>
  <w:style w:type="character" w:customStyle="1" w:styleId="gt-icon-text1">
    <w:name w:val="gt-icon-text1"/>
    <w:uiPriority w:val="99"/>
    <w:rsid w:val="00794226"/>
    <w:rPr>
      <w:rFonts w:cs="Times New Roman"/>
    </w:rPr>
  </w:style>
  <w:style w:type="character" w:customStyle="1" w:styleId="shorttext">
    <w:name w:val="short_text"/>
    <w:rsid w:val="00794226"/>
    <w:rPr>
      <w:rFonts w:cs="Times New Roman"/>
    </w:rPr>
  </w:style>
  <w:style w:type="character" w:customStyle="1" w:styleId="longtext">
    <w:name w:val="long_text"/>
    <w:uiPriority w:val="99"/>
    <w:rsid w:val="0079422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94226"/>
    <w:rPr>
      <w:rFonts w:ascii="Consolas" w:eastAsia="Times New Roman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794226"/>
    <w:rPr>
      <w:rFonts w:ascii="Consolas" w:eastAsia="Times New Roman" w:hAnsi="Consolas"/>
      <w:sz w:val="21"/>
      <w:szCs w:val="26"/>
    </w:rPr>
  </w:style>
  <w:style w:type="character" w:customStyle="1" w:styleId="BodyTextChar1">
    <w:name w:val="Body Text Char1"/>
    <w:aliases w:val="bt Char1,body text Char1,Body Char1,Body Char Char"/>
    <w:uiPriority w:val="99"/>
    <w:locked/>
    <w:rsid w:val="00794226"/>
    <w:rPr>
      <w:rFonts w:ascii="Arial" w:hAnsi="Arial" w:cs="Angsana New"/>
      <w:sz w:val="22"/>
      <w:szCs w:val="22"/>
    </w:rPr>
  </w:style>
  <w:style w:type="character" w:styleId="SubtleEmphasis">
    <w:name w:val="Subtle Emphasis"/>
    <w:uiPriority w:val="99"/>
    <w:qFormat/>
    <w:rsid w:val="00794226"/>
    <w:rPr>
      <w:rFonts w:cs="Times New Roman"/>
      <w:i/>
      <w:iCs/>
      <w:color w:val="808080"/>
    </w:rPr>
  </w:style>
  <w:style w:type="paragraph" w:styleId="Subtitle">
    <w:name w:val="Subtitle"/>
    <w:basedOn w:val="Normal"/>
    <w:next w:val="Normal"/>
    <w:link w:val="SubtitleChar"/>
    <w:uiPriority w:val="99"/>
    <w:qFormat/>
    <w:rsid w:val="00794226"/>
    <w:pPr>
      <w:spacing w:after="60" w:line="260" w:lineRule="atLeast"/>
      <w:jc w:val="center"/>
      <w:outlineLvl w:val="1"/>
    </w:pPr>
    <w:rPr>
      <w:rFonts w:ascii="Cambria" w:eastAsia="Times New Roman" w:hAnsi="Cambria"/>
      <w:sz w:val="24"/>
      <w:szCs w:val="30"/>
      <w:lang w:val="en-GB"/>
    </w:rPr>
  </w:style>
  <w:style w:type="character" w:customStyle="1" w:styleId="SubtitleChar">
    <w:name w:val="Subtitle Char"/>
    <w:link w:val="Subtitle"/>
    <w:uiPriority w:val="99"/>
    <w:rsid w:val="00794226"/>
    <w:rPr>
      <w:rFonts w:ascii="Cambria" w:eastAsia="Times New Roman" w:hAnsi="Cambria"/>
      <w:sz w:val="24"/>
      <w:szCs w:val="30"/>
      <w:lang w:val="en-GB"/>
    </w:rPr>
  </w:style>
  <w:style w:type="character" w:customStyle="1" w:styleId="apple-converted-space">
    <w:name w:val="apple-converted-space"/>
    <w:rsid w:val="00794226"/>
  </w:style>
  <w:style w:type="paragraph" w:customStyle="1" w:styleId="Char">
    <w:name w:val="Char"/>
    <w:basedOn w:val="Normal"/>
    <w:rsid w:val="00794226"/>
    <w:pPr>
      <w:spacing w:after="160" w:line="240" w:lineRule="exact"/>
    </w:pPr>
    <w:rPr>
      <w:rFonts w:ascii="Verdana" w:eastAsia="Times New Roman" w:hAnsi="Verdana" w:cs="Times New Roman"/>
      <w:sz w:val="20"/>
      <w:lang w:bidi="ar-SA"/>
    </w:rPr>
  </w:style>
  <w:style w:type="paragraph" w:customStyle="1" w:styleId="listparagraph0">
    <w:name w:val="listparagraph"/>
    <w:basedOn w:val="Normal"/>
    <w:uiPriority w:val="99"/>
    <w:rsid w:val="00794226"/>
    <w:pPr>
      <w:spacing w:line="240" w:lineRule="atLeast"/>
      <w:ind w:left="720"/>
    </w:pPr>
    <w:rPr>
      <w:rFonts w:ascii="Arial" w:eastAsia="MS Mincho" w:hAnsi="Arial" w:cs="Arial"/>
      <w:sz w:val="18"/>
      <w:szCs w:val="18"/>
      <w:lang w:eastAsia="ja-JP"/>
    </w:rPr>
  </w:style>
  <w:style w:type="character" w:customStyle="1" w:styleId="CharChar17">
    <w:name w:val="Char Char17"/>
    <w:locked/>
    <w:rsid w:val="00794226"/>
    <w:rPr>
      <w:rFonts w:ascii="Angsana New" w:hAnsi="Angsana New" w:cs="Cordia New"/>
      <w:sz w:val="30"/>
      <w:szCs w:val="30"/>
      <w:lang w:val="en-GB" w:eastAsia="en-US" w:bidi="th-TH"/>
    </w:rPr>
  </w:style>
  <w:style w:type="character" w:customStyle="1" w:styleId="TitleChar">
    <w:name w:val="Title Char"/>
    <w:link w:val="Title"/>
    <w:uiPriority w:val="10"/>
    <w:rsid w:val="00794226"/>
    <w:rPr>
      <w:b/>
      <w:bCs/>
      <w:color w:val="000000"/>
      <w:sz w:val="36"/>
      <w:szCs w:val="36"/>
      <w:lang w:val="th-TH"/>
    </w:rPr>
  </w:style>
  <w:style w:type="paragraph" w:styleId="NoSpacing">
    <w:name w:val="No Spacing"/>
    <w:basedOn w:val="Normal"/>
    <w:uiPriority w:val="1"/>
    <w:qFormat/>
    <w:rsid w:val="00794226"/>
    <w:pPr>
      <w:spacing w:line="260" w:lineRule="atLeast"/>
    </w:pPr>
    <w:rPr>
      <w:rFonts w:ascii="Angsana New" w:eastAsia="Times New Roman" w:hAnsi="Angsana New" w:cs="Cordia New"/>
      <w:sz w:val="30"/>
      <w:szCs w:val="30"/>
      <w:lang w:val="en-GB"/>
    </w:rPr>
  </w:style>
  <w:style w:type="paragraph" w:styleId="Quote">
    <w:name w:val="Quote"/>
    <w:basedOn w:val="Heading1"/>
    <w:link w:val="QuoteChar"/>
    <w:uiPriority w:val="29"/>
    <w:qFormat/>
    <w:rsid w:val="00794226"/>
    <w:pPr>
      <w:keepLines/>
      <w:spacing w:before="360" w:after="360" w:line="260" w:lineRule="atLeast"/>
      <w:contextualSpacing/>
    </w:pPr>
    <w:rPr>
      <w:rFonts w:eastAsia="MS Gothic" w:cs="BrowalliaUPC"/>
      <w:b w:val="0"/>
      <w:bCs/>
      <w:caps w:val="0"/>
      <w:color w:val="00A1DE"/>
      <w:sz w:val="32"/>
      <w:szCs w:val="28"/>
      <w:lang w:val="en-GB"/>
    </w:rPr>
  </w:style>
  <w:style w:type="character" w:customStyle="1" w:styleId="QuoteChar">
    <w:name w:val="Quote Char"/>
    <w:link w:val="Quote"/>
    <w:uiPriority w:val="29"/>
    <w:rsid w:val="00794226"/>
    <w:rPr>
      <w:rFonts w:ascii="Arial" w:eastAsia="MS Gothic" w:hAnsi="Arial" w:cs="BrowalliaUPC"/>
      <w:bCs/>
      <w:color w:val="00A1DE"/>
      <w:sz w:val="32"/>
      <w:szCs w:val="28"/>
      <w:lang w:val="en-GB"/>
    </w:rPr>
  </w:style>
  <w:style w:type="paragraph" w:styleId="IntenseQuote">
    <w:name w:val="Intense Quote"/>
    <w:basedOn w:val="Normal"/>
    <w:next w:val="Normal"/>
    <w:link w:val="IntenseQuoteChar1"/>
    <w:uiPriority w:val="30"/>
    <w:qFormat/>
    <w:rsid w:val="00794226"/>
    <w:pPr>
      <w:pBdr>
        <w:bottom w:val="single" w:sz="4" w:space="4" w:color="4F81BD"/>
      </w:pBdr>
      <w:spacing w:before="200" w:after="280" w:line="260" w:lineRule="atLeast"/>
      <w:ind w:left="936" w:right="936"/>
    </w:pPr>
    <w:rPr>
      <w:rFonts w:ascii="Angsana New" w:eastAsia="Times New Roman" w:hAnsi="Angsana New" w:cs="Cordia New"/>
      <w:b/>
      <w:bCs/>
      <w:i/>
      <w:iCs/>
      <w:color w:val="4F81BD"/>
      <w:sz w:val="30"/>
      <w:szCs w:val="38"/>
      <w:lang w:val="en-GB"/>
    </w:rPr>
  </w:style>
  <w:style w:type="character" w:customStyle="1" w:styleId="IntenseQuoteChar">
    <w:name w:val="Intense Quote Char"/>
    <w:link w:val="IntenseQuote1"/>
    <w:uiPriority w:val="30"/>
    <w:rsid w:val="00794226"/>
    <w:rPr>
      <w:i/>
      <w:iCs/>
      <w:color w:val="4472C4"/>
      <w:sz w:val="22"/>
    </w:rPr>
  </w:style>
  <w:style w:type="character" w:customStyle="1" w:styleId="IntenseQuoteChar1">
    <w:name w:val="Intense Quote Char1"/>
    <w:link w:val="IntenseQuote"/>
    <w:uiPriority w:val="30"/>
    <w:locked/>
    <w:rsid w:val="00794226"/>
    <w:rPr>
      <w:rFonts w:ascii="Angsana New" w:eastAsia="Times New Roman" w:hAnsi="Angsana New" w:cs="Cordia New"/>
      <w:b/>
      <w:bCs/>
      <w:i/>
      <w:iCs/>
      <w:color w:val="4F81BD"/>
      <w:sz w:val="30"/>
      <w:szCs w:val="38"/>
      <w:lang w:val="en-GB"/>
    </w:rPr>
  </w:style>
  <w:style w:type="paragraph" w:customStyle="1" w:styleId="IntenseQuote1">
    <w:name w:val="Intense Quote1"/>
    <w:basedOn w:val="Quote"/>
    <w:next w:val="IntenseQuote"/>
    <w:link w:val="IntenseQuoteChar"/>
    <w:uiPriority w:val="30"/>
    <w:qFormat/>
    <w:rsid w:val="00794226"/>
    <w:rPr>
      <w:rFonts w:ascii="Times New Roman" w:eastAsia="Malgun Gothic" w:hAnsi="Times New Roman" w:cs="Angsana New"/>
      <w:bCs w:val="0"/>
      <w:i/>
      <w:iCs/>
      <w:color w:val="4472C4"/>
      <w:sz w:val="22"/>
      <w:szCs w:val="20"/>
      <w:lang w:val="en-US"/>
    </w:rPr>
  </w:style>
  <w:style w:type="character" w:customStyle="1" w:styleId="st1">
    <w:name w:val="st1"/>
    <w:rsid w:val="00794226"/>
  </w:style>
  <w:style w:type="character" w:styleId="Hyperlink">
    <w:name w:val="Hyperlink"/>
    <w:uiPriority w:val="99"/>
    <w:unhideWhenUsed/>
    <w:rsid w:val="00794226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94226"/>
    <w:rPr>
      <w:color w:val="954F72"/>
      <w:u w:val="single"/>
    </w:rPr>
  </w:style>
  <w:style w:type="character" w:customStyle="1" w:styleId="Heading4Char1">
    <w:name w:val="Heading 4 Char1"/>
    <w:aliases w:val="h4 sub sub heading Char1"/>
    <w:uiPriority w:val="99"/>
    <w:semiHidden/>
    <w:rsid w:val="00794226"/>
    <w:rPr>
      <w:rFonts w:ascii="Calibri Light" w:eastAsia="Times New Roman" w:hAnsi="Calibri Light" w:cs="Angsana New"/>
      <w:i/>
      <w:iCs/>
      <w:color w:val="2E74B5"/>
      <w:sz w:val="30"/>
      <w:szCs w:val="38"/>
      <w:lang w:val="en-GB"/>
    </w:rPr>
  </w:style>
  <w:style w:type="paragraph" w:styleId="NormalWeb">
    <w:name w:val="Normal (Web)"/>
    <w:basedOn w:val="Normal"/>
    <w:uiPriority w:val="99"/>
    <w:unhideWhenUsed/>
    <w:rsid w:val="0079422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FootnoteTextChar1">
    <w:name w:val="Footnote Text Char1"/>
    <w:aliases w:val="ft Char1"/>
    <w:uiPriority w:val="99"/>
    <w:semiHidden/>
    <w:rsid w:val="00794226"/>
    <w:rPr>
      <w:rFonts w:cs="Cordia New"/>
      <w:szCs w:val="25"/>
      <w:lang w:val="en-GB"/>
    </w:rPr>
  </w:style>
  <w:style w:type="character" w:customStyle="1" w:styleId="HeaderChar1">
    <w:name w:val="Header Char1"/>
    <w:aliases w:val="Char Char3"/>
    <w:semiHidden/>
    <w:rsid w:val="00794226"/>
    <w:rPr>
      <w:rFonts w:cs="Cordia New"/>
      <w:sz w:val="30"/>
      <w:szCs w:val="38"/>
      <w:lang w:val="en-GB"/>
    </w:rPr>
  </w:style>
  <w:style w:type="table" w:customStyle="1" w:styleId="TableGrid1">
    <w:name w:val="Table Grid1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99"/>
    <w:unhideWhenUsed/>
    <w:rsid w:val="00794226"/>
    <w:pPr>
      <w:spacing w:line="260" w:lineRule="atLeast"/>
      <w:ind w:left="360" w:hanging="360"/>
      <w:contextualSpacing/>
    </w:pPr>
    <w:rPr>
      <w:rFonts w:ascii="Angsana New" w:eastAsia="Times New Roman" w:hAnsi="Angsana New" w:cs="Cordia New"/>
      <w:sz w:val="30"/>
      <w:szCs w:val="38"/>
      <w:lang w:val="en-GB"/>
    </w:rPr>
  </w:style>
  <w:style w:type="paragraph" w:customStyle="1" w:styleId="1">
    <w:name w:val="เนื้อเรื่อง1"/>
    <w:basedOn w:val="Normal"/>
    <w:rsid w:val="00794226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eastAsia="Times New Roman" w:hAnsi="CordiaUPC" w:cs="CordiaUPC"/>
      <w:color w:val="800080"/>
      <w:sz w:val="28"/>
      <w:szCs w:val="28"/>
    </w:rPr>
  </w:style>
  <w:style w:type="paragraph" w:customStyle="1" w:styleId="Style3">
    <w:name w:val="Style3"/>
    <w:basedOn w:val="Normal"/>
    <w:uiPriority w:val="99"/>
    <w:rsid w:val="00794226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/>
      <w:sz w:val="16"/>
      <w:szCs w:val="16"/>
      <w:lang w:val="en-GB"/>
    </w:rPr>
  </w:style>
  <w:style w:type="paragraph" w:customStyle="1" w:styleId="RNormal">
    <w:name w:val="RNormal"/>
    <w:basedOn w:val="Normal"/>
    <w:uiPriority w:val="99"/>
    <w:rsid w:val="00794226"/>
    <w:pPr>
      <w:jc w:val="both"/>
    </w:pPr>
    <w:rPr>
      <w:rFonts w:eastAsia="Times New Roman" w:cs="Times New Roman"/>
      <w:szCs w:val="24"/>
      <w:lang w:bidi="ar-SA"/>
    </w:rPr>
  </w:style>
  <w:style w:type="paragraph" w:customStyle="1" w:styleId="NormalComplexTimesNewRoman">
    <w:name w:val="Normal + (Complex) Times New Roman"/>
    <w:aliases w:val="11 pt,Right:  -0.11&quot;,Line spacing:  At ..."/>
    <w:basedOn w:val="BodyText"/>
    <w:uiPriority w:val="99"/>
    <w:rsid w:val="00794226"/>
    <w:pPr>
      <w:spacing w:after="0"/>
      <w:ind w:right="366"/>
      <w:jc w:val="thaiDistribute"/>
    </w:pPr>
    <w:rPr>
      <w:rFonts w:eastAsia="Times New Roman"/>
      <w:szCs w:val="22"/>
      <w:lang w:val="en-US" w:eastAsia="en-US"/>
    </w:rPr>
  </w:style>
  <w:style w:type="paragraph" w:customStyle="1" w:styleId="NormalIndent2">
    <w:name w:val="Normal Indent2"/>
    <w:basedOn w:val="Normal"/>
    <w:uiPriority w:val="99"/>
    <w:rsid w:val="00794226"/>
    <w:pPr>
      <w:spacing w:line="260" w:lineRule="atLeast"/>
      <w:ind w:left="142"/>
    </w:pPr>
    <w:rPr>
      <w:rFonts w:eastAsia="Times New Roman" w:cs="Times New Roman"/>
      <w:lang w:val="en-GB" w:bidi="ar-SA"/>
    </w:rPr>
  </w:style>
  <w:style w:type="paragraph" w:customStyle="1" w:styleId="AccountingPolicy">
    <w:name w:val="Accounting Policy"/>
    <w:basedOn w:val="Normal"/>
    <w:link w:val="AccountingPolicyChar1"/>
    <w:uiPriority w:val="99"/>
    <w:rsid w:val="00794226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lang w:val="en-GB" w:bidi="ar-SA"/>
    </w:rPr>
  </w:style>
  <w:style w:type="character" w:customStyle="1" w:styleId="AccountingPolicyChar1">
    <w:name w:val="Accounting Policy Char1"/>
    <w:link w:val="AccountingPolicy"/>
    <w:uiPriority w:val="99"/>
    <w:locked/>
    <w:rsid w:val="00794226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uiPriority w:val="99"/>
    <w:rsid w:val="00794226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lang w:val="en-GB" w:bidi="ar-SA"/>
    </w:rPr>
  </w:style>
  <w:style w:type="character" w:customStyle="1" w:styleId="Subhead3Char">
    <w:name w:val="Subhead 3 Char"/>
    <w:link w:val="Subhead3"/>
    <w:uiPriority w:val="99"/>
    <w:locked/>
    <w:rsid w:val="00794226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uiPriority w:val="99"/>
    <w:rsid w:val="00794226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lang w:val="en-GB" w:bidi="ar-SA"/>
    </w:rPr>
  </w:style>
  <w:style w:type="character" w:customStyle="1" w:styleId="Reference0">
    <w:name w:val="Reference"/>
    <w:uiPriority w:val="99"/>
    <w:rsid w:val="00794226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uiPriority w:val="99"/>
    <w:rsid w:val="00794226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uiPriority w:val="99"/>
    <w:rsid w:val="00794226"/>
    <w:rPr>
      <w:rFonts w:ascii="ZapfDingbats BT" w:eastAsia="Times New Roman"/>
      <w:color w:val="0C2D83"/>
      <w:position w:val="2"/>
      <w:sz w:val="10"/>
      <w:lang w:bidi="th-TH"/>
    </w:rPr>
  </w:style>
  <w:style w:type="paragraph" w:customStyle="1" w:styleId="CM32">
    <w:name w:val="CM32"/>
    <w:basedOn w:val="Default"/>
    <w:next w:val="Default"/>
    <w:uiPriority w:val="99"/>
    <w:rsid w:val="00794226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uiPriority w:val="99"/>
    <w:rsid w:val="00794226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uiPriority w:val="99"/>
    <w:rsid w:val="00794226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uiPriority w:val="99"/>
    <w:rsid w:val="00794226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uiPriority w:val="99"/>
    <w:rsid w:val="00794226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uiPriority w:val="99"/>
    <w:rsid w:val="00794226"/>
    <w:rPr>
      <w:rFonts w:ascii="Univers 45 Light" w:hAnsi="Univers 45 Light" w:cs="Angsana New"/>
      <w:color w:val="auto"/>
    </w:rPr>
  </w:style>
  <w:style w:type="paragraph" w:customStyle="1" w:styleId="Normal10pt">
    <w:name w:val="Normal + 10 pt"/>
    <w:aliases w:val="Justified,Before:  -0.07&quot;,After:  -0.08&quot;,Line spacing"/>
    <w:basedOn w:val="Normal"/>
    <w:uiPriority w:val="99"/>
    <w:rsid w:val="00794226"/>
    <w:pPr>
      <w:tabs>
        <w:tab w:val="decimal" w:pos="590"/>
      </w:tabs>
      <w:spacing w:line="240" w:lineRule="atLeast"/>
      <w:ind w:left="-102" w:right="-108"/>
      <w:jc w:val="both"/>
    </w:pPr>
    <w:rPr>
      <w:rFonts w:eastAsia="Times New Roman"/>
      <w:sz w:val="20"/>
    </w:rPr>
  </w:style>
  <w:style w:type="character" w:customStyle="1" w:styleId="h2mainheadingCharChar">
    <w:name w:val="h2 main heading Char Char"/>
    <w:locked/>
    <w:rsid w:val="00794226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HTMLPreformattedChar">
    <w:name w:val="HTML Preformatted Char"/>
    <w:link w:val="HTMLPreformatted"/>
    <w:uiPriority w:val="99"/>
    <w:rsid w:val="00794226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94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1">
    <w:name w:val="HTML Preformatted Char1"/>
    <w:rsid w:val="00794226"/>
    <w:rPr>
      <w:rFonts w:ascii="Courier New" w:hAnsi="Courier New"/>
      <w:szCs w:val="25"/>
    </w:rPr>
  </w:style>
  <w:style w:type="character" w:customStyle="1" w:styleId="paragraph1">
    <w:name w:val="paragraph1"/>
    <w:rsid w:val="00794226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paragraph" w:customStyle="1" w:styleId="Pa4">
    <w:name w:val="Pa4"/>
    <w:basedOn w:val="Normal"/>
    <w:uiPriority w:val="99"/>
    <w:rsid w:val="00794226"/>
    <w:pPr>
      <w:autoSpaceDE w:val="0"/>
      <w:autoSpaceDN w:val="0"/>
      <w:spacing w:line="171" w:lineRule="atLeast"/>
    </w:pPr>
    <w:rPr>
      <w:rFonts w:ascii="Open Sans Light" w:eastAsia="Verdana" w:hAnsi="Open Sans Light" w:cs="Tahoma"/>
      <w:sz w:val="24"/>
      <w:szCs w:val="24"/>
    </w:rPr>
  </w:style>
  <w:style w:type="paragraph" w:customStyle="1" w:styleId="xl28">
    <w:name w:val="xl28"/>
    <w:basedOn w:val="Normal"/>
    <w:rsid w:val="00794226"/>
    <w:pPr>
      <w:spacing w:before="100" w:beforeAutospacing="1" w:after="100" w:afterAutospacing="1"/>
      <w:textAlignment w:val="top"/>
    </w:pPr>
    <w:rPr>
      <w:rFonts w:ascii="Angsana New" w:eastAsia="Times New Roman" w:hAnsi="Angsana New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94226"/>
    <w:pPr>
      <w:keepLines/>
      <w:spacing w:after="0" w:line="259" w:lineRule="auto"/>
      <w:outlineLvl w:val="9"/>
    </w:pPr>
    <w:rPr>
      <w:rFonts w:ascii="Verdana" w:eastAsia="Times New Roman" w:hAnsi="Verdana"/>
      <w:b w:val="0"/>
      <w:caps w:val="0"/>
      <w:color w:val="638C1B"/>
      <w:sz w:val="32"/>
      <w:szCs w:val="32"/>
      <w:lang w:bidi="ar-SA"/>
    </w:rPr>
  </w:style>
  <w:style w:type="paragraph" w:customStyle="1" w:styleId="Pa1">
    <w:name w:val="Pa1"/>
    <w:basedOn w:val="Default"/>
    <w:next w:val="Default"/>
    <w:uiPriority w:val="99"/>
    <w:rsid w:val="00794226"/>
    <w:pPr>
      <w:spacing w:line="171" w:lineRule="atLeast"/>
    </w:pPr>
    <w:rPr>
      <w:rFonts w:ascii="Open Sans" w:hAnsi="Open Sans" w:cs="Angsana New"/>
      <w:color w:val="auto"/>
    </w:rPr>
  </w:style>
  <w:style w:type="paragraph" w:customStyle="1" w:styleId="Pa13">
    <w:name w:val="Pa13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3">
    <w:name w:val="Pa3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12">
    <w:name w:val="Pa12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20">
    <w:name w:val="Pa20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11">
    <w:name w:val="Pa11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14">
    <w:name w:val="Pa14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character" w:styleId="BookTitle">
    <w:name w:val="Book Title"/>
    <w:uiPriority w:val="33"/>
    <w:qFormat/>
    <w:rsid w:val="00794226"/>
    <w:rPr>
      <w:b/>
      <w:bCs/>
      <w:i/>
      <w:iCs/>
      <w:spacing w:val="5"/>
    </w:rPr>
  </w:style>
  <w:style w:type="character" w:customStyle="1" w:styleId="y2iqfc">
    <w:name w:val="y2iqfc"/>
    <w:basedOn w:val="DefaultParagraphFont"/>
    <w:rsid w:val="00794226"/>
  </w:style>
  <w:style w:type="paragraph" w:customStyle="1" w:styleId="BodyText10">
    <w:name w:val="Body Text1"/>
    <w:basedOn w:val="Normal"/>
    <w:rsid w:val="00FB7A10"/>
    <w:pPr>
      <w:spacing w:before="120" w:after="120"/>
    </w:pPr>
  </w:style>
  <w:style w:type="paragraph" w:customStyle="1" w:styleId="BodyTextIndent10">
    <w:name w:val="Body Text Indent1"/>
    <w:basedOn w:val="BodyText10"/>
    <w:rsid w:val="00FB7A10"/>
    <w:pPr>
      <w:ind w:left="720"/>
    </w:pPr>
  </w:style>
  <w:style w:type="character" w:customStyle="1" w:styleId="70">
    <w:name w:val="อักขระ อักขระ7"/>
    <w:rsid w:val="00FB7A10"/>
    <w:rPr>
      <w:sz w:val="28"/>
      <w:szCs w:val="28"/>
    </w:rPr>
  </w:style>
  <w:style w:type="table" w:styleId="TableSimple2">
    <w:name w:val="Table Simple 2"/>
    <w:basedOn w:val="TableNormal"/>
    <w:rsid w:val="006772F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ui-provider">
    <w:name w:val="ui-provider"/>
    <w:basedOn w:val="DefaultParagraphFont"/>
    <w:rsid w:val="00391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mmon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0A8CE-F9E5-47E1-9942-47DC2E1F79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Common1.dot</Template>
  <TotalTime>1555</TotalTime>
  <Pages>20</Pages>
  <Words>4216</Words>
  <Characters>24036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Deloitte Touche Tohmatsu</Company>
  <LinksUpToDate>false</LinksUpToDate>
  <CharactersWithSpaces>28196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sadulnirath@deloitte.com</dc:creator>
  <cp:keywords/>
  <dc:description/>
  <cp:lastModifiedBy>Iamwong, Withanon</cp:lastModifiedBy>
  <cp:revision>390</cp:revision>
  <cp:lastPrinted>2025-08-13T06:42:00Z</cp:lastPrinted>
  <dcterms:created xsi:type="dcterms:W3CDTF">2025-05-03T08:23:00Z</dcterms:created>
  <dcterms:modified xsi:type="dcterms:W3CDTF">2025-08-13T06:42:00Z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2021-06-29T02:14:16Z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bd817cf5-5a89-46c8-96fd-d98ce33bdf92</vt:lpwstr>
  </property>
  <property fmtid="{D5CDD505-2E9C-101B-9397-08002B2CF9AE}" pid="8" name="MSIP_Label_ea60d57e-af5b-4752-ac57-3e4f28ca11dc_ContentBits">
    <vt:lpwstr>0</vt:lpwstr>
  </property>
  <property fmtid="{D5CDD505-2E9C-101B-9397-08002B2CF9AE}" pid="9" name="GrammarlyDocumentId">
    <vt:lpwstr>12cbd1d284f1b7b2780a84eed6316ea53341b551fa237f9a96d9e99a4a1b0354</vt:lpwstr>
  </property>
</Properties>
</file>