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E4D60" w14:textId="62B12CCB" w:rsidR="00804175" w:rsidRPr="00C05013" w:rsidRDefault="00804175" w:rsidP="009777AF">
      <w:pPr>
        <w:pStyle w:val="IndexHeading1"/>
        <w:spacing w:after="0" w:line="240" w:lineRule="auto"/>
        <w:ind w:left="1080" w:hanging="1080"/>
        <w:outlineLvl w:val="0"/>
        <w:rPr>
          <w:rFonts w:ascii="Angsana New" w:hAnsi="Angsana New" w:cs="Angsana New"/>
          <w:b w:val="0"/>
          <w:bCs/>
          <w:sz w:val="28"/>
          <w:szCs w:val="28"/>
          <w:lang w:val="en-US" w:bidi="th-TH"/>
        </w:rPr>
      </w:pPr>
      <w:r w:rsidRPr="00C05013">
        <w:rPr>
          <w:rFonts w:ascii="Angsana New" w:hAnsi="Angsana New" w:cs="Angsana New"/>
          <w:b w:val="0"/>
          <w:bCs/>
          <w:sz w:val="28"/>
          <w:szCs w:val="28"/>
          <w:cs/>
          <w:lang w:bidi="th-TH"/>
        </w:rPr>
        <w:t>หมายเหตุ</w:t>
      </w:r>
      <w:r w:rsidRPr="00C05013">
        <w:rPr>
          <w:rFonts w:ascii="Angsana New" w:hAnsi="Angsana New" w:cs="Angsana New"/>
          <w:b w:val="0"/>
          <w:bCs/>
          <w:sz w:val="28"/>
          <w:szCs w:val="28"/>
        </w:rPr>
        <w:tab/>
      </w:r>
      <w:r w:rsidRPr="00C05013">
        <w:rPr>
          <w:rFonts w:ascii="Angsana New" w:hAnsi="Angsana New" w:cs="Angsana New"/>
          <w:b w:val="0"/>
          <w:bCs/>
          <w:sz w:val="28"/>
          <w:szCs w:val="28"/>
          <w:cs/>
          <w:lang w:bidi="th-TH"/>
        </w:rPr>
        <w:t>สารบัญ</w:t>
      </w:r>
      <w:r w:rsidR="000838C3" w:rsidRPr="00C05013">
        <w:rPr>
          <w:rFonts w:ascii="Angsana New" w:hAnsi="Angsana New" w:cs="Angsana New" w:hint="cs"/>
          <w:b w:val="0"/>
          <w:bCs/>
          <w:sz w:val="28"/>
          <w:szCs w:val="28"/>
          <w:cs/>
          <w:lang w:bidi="th-TH"/>
        </w:rPr>
        <w:t xml:space="preserve"> </w:t>
      </w:r>
    </w:p>
    <w:p w14:paraId="182B45F8" w14:textId="77777777" w:rsidR="00081F88" w:rsidRPr="00C05013" w:rsidRDefault="00081F88" w:rsidP="0029720A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sz w:val="28"/>
          <w:szCs w:val="28"/>
          <w:cs/>
          <w:lang w:val="en-US"/>
        </w:rPr>
      </w:pPr>
    </w:p>
    <w:p w14:paraId="4CE56EB3" w14:textId="7AC319C3" w:rsidR="00C12064" w:rsidRPr="00C05013" w:rsidRDefault="00C12064" w:rsidP="00C12064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เกณฑ์การจัดทำงบการเงินระหว่างกาล</w:t>
      </w:r>
    </w:p>
    <w:p w14:paraId="03B64113" w14:textId="77777777" w:rsidR="00804175" w:rsidRPr="00C05013" w:rsidRDefault="00804175" w:rsidP="009777AF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  <w:lang w:bidi="th-TH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บุคคลหรือกิจการที่เกี่ยวข้องกัน</w:t>
      </w:r>
    </w:p>
    <w:p w14:paraId="3A139E13" w14:textId="76E6BCA9" w:rsidR="00804175" w:rsidRDefault="00804175" w:rsidP="009777AF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ที่ดิน อาคารและอุปกรณ์</w:t>
      </w:r>
    </w:p>
    <w:p w14:paraId="0CE092DD" w14:textId="01D9C2F2" w:rsidR="00DA7800" w:rsidRPr="00C05013" w:rsidRDefault="00DA7800" w:rsidP="009777AF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>ทุนเรือนหุ้น</w:t>
      </w:r>
    </w:p>
    <w:p w14:paraId="7978EFC1" w14:textId="0E6625F9" w:rsidR="00804175" w:rsidRDefault="00F82A3D" w:rsidP="009777AF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  <w:lang w:bidi="th-TH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ส่วนงานดำเนินงาน</w:t>
      </w:r>
      <w:r w:rsidR="00F85C2F" w:rsidRPr="00C05013">
        <w:rPr>
          <w:rFonts w:ascii="Angsana New" w:hAnsi="Angsana New" w:cs="Angsana New"/>
          <w:sz w:val="28"/>
          <w:szCs w:val="28"/>
          <w:cs/>
          <w:lang w:bidi="th-TH"/>
        </w:rPr>
        <w:t>และการจำแนกรายได้</w:t>
      </w:r>
    </w:p>
    <w:p w14:paraId="4C795087" w14:textId="18CF54E2" w:rsidR="00594258" w:rsidRDefault="00C06690" w:rsidP="009435D0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  <w:lang w:bidi="th-TH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>กำไรต่อหุ้น</w:t>
      </w:r>
    </w:p>
    <w:p w14:paraId="2EA3FFF0" w14:textId="1F9FBDBD" w:rsidR="0096673C" w:rsidRPr="00C05013" w:rsidRDefault="00202B12" w:rsidP="009777AF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เครื่องมือทางการเงิน</w:t>
      </w:r>
    </w:p>
    <w:p w14:paraId="51808DE5" w14:textId="77777777" w:rsidR="00A62553" w:rsidRDefault="00804175" w:rsidP="00A62553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3ACDA4F1" w14:textId="20AC755D" w:rsidR="00A62553" w:rsidRDefault="00A62553" w:rsidP="00A62553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 w:rsidRPr="00A62553">
        <w:rPr>
          <w:rFonts w:ascii="Angsana New" w:hAnsi="Angsana New" w:cs="Angsana New" w:hint="cs"/>
          <w:sz w:val="28"/>
          <w:szCs w:val="28"/>
          <w:cs/>
        </w:rPr>
        <w:t>เหตุการณ์ภายหลังรอบระยะเวลารายงาน</w:t>
      </w:r>
    </w:p>
    <w:p w14:paraId="77FA98E9" w14:textId="6A53B2A1" w:rsidR="0082437B" w:rsidRPr="00A62553" w:rsidRDefault="0082437B" w:rsidP="00A62553">
      <w:pPr>
        <w:pStyle w:val="index"/>
        <w:numPr>
          <w:ilvl w:val="0"/>
          <w:numId w:val="2"/>
        </w:numPr>
        <w:tabs>
          <w:tab w:val="clear" w:pos="2458"/>
          <w:tab w:val="num" w:pos="1080"/>
        </w:tabs>
        <w:spacing w:after="0" w:line="240" w:lineRule="auto"/>
        <w:ind w:left="1080" w:hanging="1080"/>
        <w:outlineLvl w:val="0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 w:hint="cs"/>
          <w:sz w:val="28"/>
          <w:szCs w:val="28"/>
          <w:cs/>
          <w:lang w:bidi="th-TH"/>
        </w:rPr>
        <w:t>การจัดประเภทรายการใหม่</w:t>
      </w:r>
    </w:p>
    <w:p w14:paraId="3DB21F92" w14:textId="77777777" w:rsidR="004A330D" w:rsidRPr="00C05013" w:rsidRDefault="004A330D" w:rsidP="00EF3540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sz w:val="28"/>
          <w:szCs w:val="28"/>
          <w:lang w:val="en-US"/>
        </w:rPr>
      </w:pPr>
    </w:p>
    <w:p w14:paraId="6DF2516A" w14:textId="5E8C0BEB" w:rsidR="004A330D" w:rsidRPr="00C05013" w:rsidRDefault="004A330D" w:rsidP="00EF3540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sz w:val="28"/>
          <w:szCs w:val="28"/>
          <w:cs/>
          <w:lang w:val="en-US"/>
        </w:rPr>
        <w:sectPr w:rsidR="004A330D" w:rsidRPr="00C05013" w:rsidSect="001D3FFA">
          <w:headerReference w:type="default" r:id="rId11"/>
          <w:footerReference w:type="default" r:id="rId12"/>
          <w:pgSz w:w="11909" w:h="16834" w:code="9"/>
          <w:pgMar w:top="691" w:right="1152" w:bottom="576" w:left="1152" w:header="720" w:footer="720" w:gutter="0"/>
          <w:pgNumType w:start="10"/>
          <w:cols w:space="720"/>
          <w:docGrid w:linePitch="360"/>
        </w:sectPr>
      </w:pPr>
    </w:p>
    <w:p w14:paraId="265FCFF9" w14:textId="45571585" w:rsidR="00804175" w:rsidRPr="00C05013" w:rsidRDefault="00804175" w:rsidP="006B54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หมายเหตุประกอบ</w:t>
      </w:r>
      <w:r w:rsidR="00D25073" w:rsidRPr="00C05013">
        <w:rPr>
          <w:rFonts w:ascii="Angsana New" w:hAnsi="Angsana New" w:cs="Angsana New"/>
          <w:sz w:val="28"/>
          <w:szCs w:val="28"/>
          <w:cs/>
        </w:rPr>
        <w:t>งบ</w:t>
      </w:r>
      <w:r w:rsidRPr="00C05013">
        <w:rPr>
          <w:rFonts w:ascii="Angsana New" w:hAnsi="Angsana New" w:cs="Angsana New"/>
          <w:sz w:val="28"/>
          <w:szCs w:val="28"/>
          <w:cs/>
        </w:rPr>
        <w:t>การเงินเป็นส่วนหนึ่งของ</w:t>
      </w:r>
      <w:r w:rsidR="00D25073" w:rsidRPr="00C05013">
        <w:rPr>
          <w:rFonts w:ascii="Angsana New" w:hAnsi="Angsana New" w:cs="Angsana New"/>
          <w:sz w:val="28"/>
          <w:szCs w:val="28"/>
          <w:cs/>
        </w:rPr>
        <w:t>งบ</w:t>
      </w:r>
      <w:r w:rsidRPr="00C05013">
        <w:rPr>
          <w:rFonts w:ascii="Angsana New" w:hAnsi="Angsana New" w:cs="Angsana New"/>
          <w:sz w:val="28"/>
          <w:szCs w:val="28"/>
          <w:cs/>
        </w:rPr>
        <w:t>การเงินระหว่างกาลนี้</w:t>
      </w:r>
    </w:p>
    <w:p w14:paraId="44BA37FB" w14:textId="77777777" w:rsidR="00804175" w:rsidRPr="00FB0B1E" w:rsidRDefault="00804175" w:rsidP="001F21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</w:p>
    <w:p w14:paraId="37027EB0" w14:textId="4C23CD4D" w:rsidR="00804175" w:rsidRPr="00C05013" w:rsidRDefault="00D25073" w:rsidP="00373B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งบ</w:t>
      </w:r>
      <w:r w:rsidR="00804175" w:rsidRPr="00C05013">
        <w:rPr>
          <w:rFonts w:ascii="Angsana New" w:hAnsi="Angsana New" w:cs="Angsana New"/>
          <w:sz w:val="28"/>
          <w:szCs w:val="28"/>
          <w:cs/>
        </w:rPr>
        <w:t>การเงินระหว่างกาลนี้ได้รับอนุมัติให้ออก</w:t>
      </w:r>
      <w:r w:rsidRPr="00C05013">
        <w:rPr>
          <w:rFonts w:ascii="Angsana New" w:hAnsi="Angsana New" w:cs="Angsana New"/>
          <w:sz w:val="28"/>
          <w:szCs w:val="28"/>
          <w:cs/>
        </w:rPr>
        <w:t>งบ</w:t>
      </w:r>
      <w:r w:rsidR="00804175" w:rsidRPr="00C05013">
        <w:rPr>
          <w:rFonts w:ascii="Angsana New" w:hAnsi="Angsana New" w:cs="Angsana New"/>
          <w:sz w:val="28"/>
          <w:szCs w:val="28"/>
          <w:cs/>
        </w:rPr>
        <w:t>การเงินจากคณะกรรมการ</w:t>
      </w:r>
      <w:r w:rsidR="00C37FC0" w:rsidRPr="00C05013">
        <w:rPr>
          <w:rFonts w:ascii="Angsana New" w:hAnsi="Angsana New" w:cs="Angsana New" w:hint="cs"/>
          <w:sz w:val="28"/>
          <w:szCs w:val="28"/>
          <w:cs/>
        </w:rPr>
        <w:t>บริษัท</w:t>
      </w:r>
      <w:r w:rsidR="00804175" w:rsidRPr="00C05013">
        <w:rPr>
          <w:rFonts w:ascii="Angsana New" w:hAnsi="Angsana New" w:cs="Angsana New"/>
          <w:sz w:val="28"/>
          <w:szCs w:val="28"/>
          <w:cs/>
        </w:rPr>
        <w:t>เมื่อวันที่</w:t>
      </w:r>
      <w:r w:rsidR="00AC01DB">
        <w:rPr>
          <w:rFonts w:ascii="Angsana New" w:hAnsi="Angsana New" w:cs="Angsana New"/>
          <w:sz w:val="28"/>
          <w:szCs w:val="28"/>
        </w:rPr>
        <w:t xml:space="preserve"> 13</w:t>
      </w:r>
      <w:r w:rsidR="00C50608">
        <w:rPr>
          <w:rFonts w:ascii="Angsana New" w:hAnsi="Angsana New" w:cs="Angsana New"/>
          <w:sz w:val="28"/>
          <w:szCs w:val="28"/>
        </w:rPr>
        <w:t xml:space="preserve"> </w:t>
      </w:r>
      <w:r w:rsidR="00A457CB" w:rsidRPr="00A457CB">
        <w:rPr>
          <w:rFonts w:ascii="Angsana New" w:hAnsi="Angsana New" w:cs="Angsana New" w:hint="cs"/>
          <w:sz w:val="28"/>
          <w:szCs w:val="28"/>
          <w:cs/>
        </w:rPr>
        <w:t>พฤษภาคม</w:t>
      </w:r>
      <w:r w:rsidR="00210CC8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C42DDF" w:rsidRPr="00C42DDF">
        <w:rPr>
          <w:rFonts w:ascii="Angsana New" w:hAnsi="Angsana New" w:cs="Angsana New"/>
          <w:sz w:val="28"/>
          <w:szCs w:val="28"/>
        </w:rPr>
        <w:t>256</w:t>
      </w:r>
      <w:r w:rsidR="00171F80">
        <w:rPr>
          <w:rFonts w:ascii="Angsana New" w:hAnsi="Angsana New" w:cs="Angsana New"/>
          <w:sz w:val="28"/>
          <w:szCs w:val="28"/>
        </w:rPr>
        <w:t>8</w:t>
      </w:r>
    </w:p>
    <w:p w14:paraId="0DFE0418" w14:textId="7F0D69EB" w:rsidR="00C12064" w:rsidRPr="00E73BA9" w:rsidRDefault="00C12064" w:rsidP="00C12064">
      <w:pPr>
        <w:rPr>
          <w:rFonts w:ascii="Angsana New" w:hAnsi="Angsana New" w:cs="Angsana New"/>
          <w:sz w:val="28"/>
          <w:szCs w:val="28"/>
        </w:rPr>
      </w:pPr>
    </w:p>
    <w:p w14:paraId="438AD20E" w14:textId="0A5C1DCC" w:rsidR="00C12064" w:rsidRPr="00C05013" w:rsidRDefault="00C12064" w:rsidP="00C12064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cs/>
          <w:lang w:val="th-TH"/>
        </w:rPr>
      </w:pPr>
      <w:r w:rsidRPr="00C05013">
        <w:rPr>
          <w:rFonts w:ascii="Angsana New" w:hAnsi="Angsana New" w:cs="Angsana New"/>
          <w:sz w:val="30"/>
          <w:szCs w:val="30"/>
          <w:u w:val="none"/>
          <w:cs/>
          <w:lang w:val="th-TH"/>
        </w:rPr>
        <w:t xml:space="preserve">เกณฑ์การจัดทำงบการเงินระหว่างกาล </w:t>
      </w:r>
    </w:p>
    <w:p w14:paraId="62009F4A" w14:textId="77777777" w:rsidR="00C11916" w:rsidRPr="00FB0B1E" w:rsidRDefault="00C11916" w:rsidP="006B54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</w:p>
    <w:p w14:paraId="50A13E7E" w14:textId="613C09F1" w:rsidR="00A47FCA" w:rsidRPr="00C05013" w:rsidRDefault="00A47FCA" w:rsidP="00A47F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bookmarkStart w:id="0" w:name="_Hlk66464858"/>
      <w:r w:rsidRPr="00C05013">
        <w:rPr>
          <w:rFonts w:ascii="Angsana New" w:hAnsi="Angsana New" w:cs="Angsana New"/>
          <w:sz w:val="28"/>
          <w:szCs w:val="28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C42DDF" w:rsidRPr="00C42DDF">
        <w:rPr>
          <w:rFonts w:ascii="Angsana New" w:hAnsi="Angsana New" w:cs="Angsana New"/>
          <w:sz w:val="28"/>
          <w:szCs w:val="28"/>
        </w:rPr>
        <w:t>34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 xml:space="preserve">เรื่อง </w:t>
      </w:r>
      <w:r w:rsidRPr="00C05013">
        <w:rPr>
          <w:rFonts w:ascii="Angsana New" w:hAnsi="Angsana New" w:cs="Angsana New"/>
          <w:sz w:val="28"/>
          <w:szCs w:val="28"/>
        </w:rPr>
        <w:br/>
      </w:r>
      <w:r w:rsidRPr="00C05013">
        <w:rPr>
          <w:rFonts w:ascii="Angsana New" w:hAnsi="Angsana New" w:cs="Angsana New"/>
          <w:i/>
          <w:iCs/>
          <w:sz w:val="28"/>
          <w:szCs w:val="28"/>
          <w:cs/>
        </w:rPr>
        <w:t>การรายงานทางการเงินระหว่างกาล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bookmarkEnd w:id="0"/>
      <w:r w:rsidRPr="00C05013">
        <w:rPr>
          <w:rFonts w:ascii="Angsana New" w:hAnsi="Angsana New" w:cs="Angsana New"/>
          <w:sz w:val="28"/>
          <w:szCs w:val="28"/>
          <w:cs/>
        </w:rPr>
        <w:t>รวมถึงแนวปฏิบัติทางการบัญชีที่ประกาศใช้โดยสภาวิชาชีพบัญชีฯ</w:t>
      </w:r>
      <w:r w:rsidRPr="00C05013">
        <w:rPr>
          <w:rFonts w:ascii="Angsana New" w:hAnsi="Angsana New" w:cs="Angsana New"/>
          <w:color w:val="FF0000"/>
          <w:sz w:val="28"/>
          <w:szCs w:val="28"/>
          <w:cs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</w:t>
      </w:r>
      <w:r w:rsidR="00FE0D99" w:rsidRPr="00C05013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ๆ เพื่อไม่ให้ซ้ำซ้อนกับข้อมูลที่ได้นำเสนอไปแล้วในงบการเงินประจำปี</w:t>
      </w:r>
      <w:r w:rsidRPr="00C05013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="00C42DDF" w:rsidRPr="00C42DDF">
        <w:rPr>
          <w:rFonts w:ascii="Angsana New" w:hAnsi="Angsana New" w:cs="Angsana New"/>
          <w:sz w:val="28"/>
          <w:szCs w:val="28"/>
        </w:rPr>
        <w:t>31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ธันวาคม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="00C42DDF" w:rsidRPr="00C42DDF">
        <w:rPr>
          <w:rFonts w:ascii="Angsana New" w:hAnsi="Angsana New" w:cs="Angsana New"/>
          <w:sz w:val="28"/>
          <w:szCs w:val="28"/>
        </w:rPr>
        <w:t>256</w:t>
      </w:r>
      <w:r w:rsidR="00A457CB">
        <w:rPr>
          <w:rFonts w:ascii="Angsana New" w:hAnsi="Angsana New" w:cs="Angsana New"/>
          <w:sz w:val="28"/>
          <w:szCs w:val="28"/>
        </w:rPr>
        <w:t>7</w:t>
      </w:r>
    </w:p>
    <w:p w14:paraId="4FB86C63" w14:textId="77777777" w:rsidR="00A47FCA" w:rsidRPr="00FB0B1E" w:rsidRDefault="00A47FCA" w:rsidP="00A47F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</w:p>
    <w:p w14:paraId="1739B1B5" w14:textId="22323BAF" w:rsidR="00804175" w:rsidRPr="00C05013" w:rsidRDefault="008C27AE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Pr="00C05013">
        <w:rPr>
          <w:rFonts w:ascii="Angsana New" w:hAnsi="Angsana New" w:cs="Angsana New" w:hint="cs"/>
          <w:sz w:val="28"/>
          <w:szCs w:val="28"/>
          <w:cs/>
        </w:rPr>
        <w:t>ที่</w:t>
      </w:r>
      <w:r w:rsidRPr="00C05013">
        <w:rPr>
          <w:rFonts w:ascii="Angsana New" w:hAnsi="Angsana New" w:cs="Angsana New"/>
          <w:sz w:val="28"/>
          <w:szCs w:val="28"/>
          <w:cs/>
        </w:rPr>
        <w:t>อาจมีความไม่แน่นอนนั้นไม่แตกต่างจากที่ได้อธิบาย</w:t>
      </w:r>
      <w:r w:rsidRPr="00C05013">
        <w:rPr>
          <w:rFonts w:ascii="Angsana New" w:hAnsi="Angsana New" w:cs="Angsana New" w:hint="cs"/>
          <w:sz w:val="28"/>
          <w:szCs w:val="28"/>
          <w:cs/>
        </w:rPr>
        <w:t>ไว้</w:t>
      </w:r>
      <w:r w:rsidRPr="00C05013">
        <w:rPr>
          <w:rFonts w:ascii="Angsana New" w:hAnsi="Angsana New" w:cs="Angsana New"/>
          <w:sz w:val="28"/>
          <w:szCs w:val="28"/>
          <w:cs/>
        </w:rPr>
        <w:t xml:space="preserve">ในงบการเงินสำหรับปีสิ้นสุดวันที่ </w:t>
      </w:r>
      <w:r w:rsidR="00C42DDF" w:rsidRPr="00C42DDF">
        <w:rPr>
          <w:rFonts w:ascii="Angsana New" w:hAnsi="Angsana New" w:cs="Angsana New"/>
          <w:sz w:val="28"/>
          <w:szCs w:val="28"/>
        </w:rPr>
        <w:t>31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 xml:space="preserve">ธันวาคม </w:t>
      </w:r>
      <w:r w:rsidR="00C42DDF" w:rsidRPr="00C42DDF">
        <w:rPr>
          <w:rFonts w:ascii="Angsana New" w:hAnsi="Angsana New" w:cs="Angsana New"/>
          <w:sz w:val="28"/>
          <w:szCs w:val="28"/>
        </w:rPr>
        <w:t>256</w:t>
      </w:r>
      <w:r w:rsidR="00A457CB">
        <w:rPr>
          <w:rFonts w:ascii="Angsana New" w:hAnsi="Angsana New" w:cs="Angsana New"/>
          <w:sz w:val="28"/>
          <w:szCs w:val="28"/>
        </w:rPr>
        <w:t>7</w:t>
      </w:r>
    </w:p>
    <w:p w14:paraId="43D77DDD" w14:textId="77777777" w:rsidR="008C27AE" w:rsidRPr="00FB0B1E" w:rsidRDefault="008C27AE" w:rsidP="008C27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</w:p>
    <w:p w14:paraId="1E3F13A7" w14:textId="090B68E2" w:rsidR="00093B30" w:rsidRPr="00C05013" w:rsidRDefault="00804175" w:rsidP="009D7AF3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color w:val="0000FF"/>
          <w:sz w:val="30"/>
          <w:szCs w:val="30"/>
          <w:u w:val="none"/>
        </w:rPr>
      </w:pPr>
      <w:r w:rsidRPr="00C05013">
        <w:rPr>
          <w:rFonts w:ascii="Angsana New" w:hAnsi="Angsana New" w:cs="Angsana New"/>
          <w:sz w:val="30"/>
          <w:szCs w:val="30"/>
          <w:u w:val="none"/>
          <w:cs/>
          <w:lang w:val="th-TH"/>
        </w:rPr>
        <w:t xml:space="preserve">บุคคลหรือกิจการที่เกี่ยวข้องกัน </w:t>
      </w:r>
    </w:p>
    <w:p w14:paraId="0B427509" w14:textId="77777777" w:rsidR="00991336" w:rsidRPr="00FB0B1E" w:rsidRDefault="00991336" w:rsidP="008C27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  <w:cs/>
        </w:rPr>
      </w:pPr>
    </w:p>
    <w:p w14:paraId="6E13AB5E" w14:textId="5FEBE3B8" w:rsidR="00B30727" w:rsidRPr="00C05013" w:rsidRDefault="0021407F" w:rsidP="000F5E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Theme="majorBidi" w:hAnsiTheme="majorBidi" w:cs="Angsana New"/>
          <w:sz w:val="28"/>
          <w:szCs w:val="28"/>
        </w:rPr>
      </w:pPr>
      <w:r w:rsidRPr="00C05013">
        <w:rPr>
          <w:rFonts w:asciiTheme="majorBidi" w:hAnsiTheme="majorBidi" w:cs="Angsana New" w:hint="cs"/>
          <w:sz w:val="28"/>
          <w:szCs w:val="28"/>
          <w:cs/>
        </w:rPr>
        <w:t>ความสัมพันธ์ที่มีกับบริษัทย่อย</w:t>
      </w:r>
      <w:r w:rsidR="00FE1DAE" w:rsidRPr="00C05013">
        <w:rPr>
          <w:rFonts w:asciiTheme="majorBidi" w:hAnsiTheme="majorBidi" w:cs="Angsana New" w:hint="cs"/>
          <w:sz w:val="28"/>
          <w:szCs w:val="28"/>
          <w:cs/>
        </w:rPr>
        <w:t xml:space="preserve"> </w:t>
      </w:r>
      <w:r w:rsidRPr="00C05013">
        <w:rPr>
          <w:rFonts w:asciiTheme="majorBidi" w:hAnsiTheme="majorBidi" w:cs="Angsana New" w:hint="cs"/>
          <w:sz w:val="28"/>
          <w:szCs w:val="28"/>
          <w:cs/>
        </w:rPr>
        <w:t>ผู้บริหารสำคัญและบุคคลหรือกิจการ</w:t>
      </w:r>
      <w:r w:rsidR="00C95284" w:rsidRPr="00C05013">
        <w:rPr>
          <w:rFonts w:asciiTheme="majorBidi" w:hAnsiTheme="majorBidi" w:cs="Angsana New" w:hint="cs"/>
          <w:sz w:val="28"/>
          <w:szCs w:val="28"/>
          <w:cs/>
        </w:rPr>
        <w:t>อื่น</w:t>
      </w:r>
      <w:r w:rsidRPr="00C05013">
        <w:rPr>
          <w:rFonts w:asciiTheme="majorBidi" w:hAnsiTheme="majorBidi" w:cs="Angsana New" w:hint="cs"/>
          <w:sz w:val="28"/>
          <w:szCs w:val="28"/>
          <w:cs/>
        </w:rPr>
        <w:t>ที่เกี่ยวข้องกันไม่ได้มีการเปลี่ยนแปลง</w:t>
      </w:r>
      <w:r w:rsidR="000F5EFA">
        <w:rPr>
          <w:rFonts w:asciiTheme="majorBidi" w:hAnsiTheme="majorBidi" w:cs="Angsana New"/>
          <w:sz w:val="28"/>
          <w:szCs w:val="28"/>
        </w:rPr>
        <w:br/>
      </w:r>
      <w:r w:rsidRPr="00C05013">
        <w:rPr>
          <w:rFonts w:asciiTheme="majorBidi" w:hAnsiTheme="majorBidi" w:cs="Angsana New" w:hint="cs"/>
          <w:sz w:val="28"/>
          <w:szCs w:val="28"/>
          <w:cs/>
        </w:rPr>
        <w:t>อย่างมีสาระสำคัญ</w:t>
      </w:r>
    </w:p>
    <w:p w14:paraId="778C7CC9" w14:textId="77777777" w:rsidR="0021407F" w:rsidRPr="00FB0B1E" w:rsidRDefault="0021407F" w:rsidP="002140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8"/>
          <w:szCs w:val="28"/>
        </w:rPr>
      </w:pPr>
    </w:p>
    <w:p w14:paraId="5D63E705" w14:textId="68522A4F" w:rsidR="00B30727" w:rsidRPr="00C05013" w:rsidRDefault="0042798C" w:rsidP="00B30727">
      <w:pPr>
        <w:ind w:left="540" w:right="45"/>
        <w:jc w:val="thaiDistribute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 w:hint="cs"/>
          <w:b/>
          <w:sz w:val="28"/>
          <w:szCs w:val="28"/>
          <w:cs/>
        </w:rPr>
        <w:t>บุ</w:t>
      </w:r>
      <w:r w:rsidR="00B30727" w:rsidRPr="00C05013">
        <w:rPr>
          <w:rFonts w:asciiTheme="majorBidi" w:hAnsiTheme="majorBidi" w:cstheme="majorBidi"/>
          <w:b/>
          <w:sz w:val="28"/>
          <w:szCs w:val="28"/>
          <w:cs/>
        </w:rPr>
        <w:t>คคลหรือกิจการที่เกี่ยวข้องกันที่มีรายการระหว่างกันที่มีนัยสำคัญกับกลุ่มบริษัทในระหว่าง</w:t>
      </w:r>
      <w:r w:rsidR="00FE0D99" w:rsidRPr="00C05013">
        <w:rPr>
          <w:rFonts w:asciiTheme="majorBidi" w:hAnsiTheme="majorBidi" w:cstheme="majorBidi" w:hint="cs"/>
          <w:b/>
          <w:sz w:val="28"/>
          <w:szCs w:val="28"/>
          <w:cs/>
        </w:rPr>
        <w:t>งวด</w:t>
      </w:r>
      <w:r w:rsidR="00B30727" w:rsidRPr="00C05013">
        <w:rPr>
          <w:rFonts w:asciiTheme="majorBidi" w:hAnsiTheme="majorBidi" w:cstheme="majorBidi"/>
          <w:b/>
          <w:sz w:val="28"/>
          <w:szCs w:val="28"/>
          <w:cs/>
        </w:rPr>
        <w:t xml:space="preserve">มีดังต่อไปนี้ </w:t>
      </w:r>
    </w:p>
    <w:p w14:paraId="64171C75" w14:textId="77777777" w:rsidR="003E6A17" w:rsidRPr="00FB0B1E" w:rsidRDefault="003E6A17" w:rsidP="009777AF">
      <w:pPr>
        <w:spacing w:line="240" w:lineRule="auto"/>
        <w:ind w:left="540" w:right="45"/>
        <w:jc w:val="thaiDistribute"/>
        <w:rPr>
          <w:rFonts w:ascii="Angsana New" w:hAnsi="Angsana New" w:cs="Angsana New"/>
          <w:color w:val="000000"/>
          <w:sz w:val="28"/>
          <w:szCs w:val="28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350"/>
        <w:gridCol w:w="4860"/>
      </w:tblGrid>
      <w:tr w:rsidR="00802769" w:rsidRPr="00C05013" w14:paraId="2BD62A9A" w14:textId="77777777" w:rsidTr="004D1FE0">
        <w:trPr>
          <w:trHeight w:val="20"/>
          <w:tblHeader/>
        </w:trPr>
        <w:tc>
          <w:tcPr>
            <w:tcW w:w="2970" w:type="dxa"/>
          </w:tcPr>
          <w:p w14:paraId="65ABA379" w14:textId="201F7435" w:rsidR="00802769" w:rsidRPr="00C05013" w:rsidRDefault="00802769" w:rsidP="00977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spacing w:line="240" w:lineRule="auto"/>
              <w:ind w:left="-18" w:right="-10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ชื่อกิจการ</w:t>
            </w:r>
            <w:r w:rsidR="00392AC0" w:rsidRPr="00C05013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0" w:type="dxa"/>
          </w:tcPr>
          <w:p w14:paraId="36D6ED23" w14:textId="020A2554" w:rsidR="00802769" w:rsidRPr="00C05013" w:rsidRDefault="00802769" w:rsidP="009777AF">
            <w:pPr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ประเทศที่จัดตั้ง</w:t>
            </w:r>
            <w:r w:rsidR="00C95284" w:rsidRPr="00C05013">
              <w:rPr>
                <w:rFonts w:ascii="Angsana New" w:hAnsi="Angsana New" w:cs="Angsana New"/>
                <w:b/>
                <w:bCs/>
                <w:sz w:val="28"/>
                <w:szCs w:val="28"/>
              </w:rPr>
              <w:t>/</w:t>
            </w:r>
            <w:r w:rsidR="00A00BA1" w:rsidRPr="00C05013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C95284" w:rsidRPr="00C05013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สัญชาติ</w:t>
            </w:r>
          </w:p>
        </w:tc>
        <w:tc>
          <w:tcPr>
            <w:tcW w:w="4860" w:type="dxa"/>
          </w:tcPr>
          <w:p w14:paraId="6E541C7F" w14:textId="77777777" w:rsidR="00802769" w:rsidRPr="00C05013" w:rsidRDefault="00802769" w:rsidP="00EE0023">
            <w:pPr>
              <w:tabs>
                <w:tab w:val="clear" w:pos="227"/>
              </w:tabs>
              <w:spacing w:line="240" w:lineRule="auto"/>
              <w:ind w:left="73" w:right="-1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802769" w:rsidRPr="00C05013" w14:paraId="630D1258" w14:textId="77777777" w:rsidTr="004D1FE0">
        <w:trPr>
          <w:trHeight w:val="20"/>
        </w:trPr>
        <w:tc>
          <w:tcPr>
            <w:tcW w:w="2970" w:type="dxa"/>
          </w:tcPr>
          <w:p w14:paraId="2DEF2B15" w14:textId="6062A7E2" w:rsidR="00802769" w:rsidRPr="00C05013" w:rsidRDefault="002B2277" w:rsidP="009777AF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ผู้บริหารสำคัญ</w:t>
            </w:r>
          </w:p>
        </w:tc>
        <w:tc>
          <w:tcPr>
            <w:tcW w:w="1350" w:type="dxa"/>
          </w:tcPr>
          <w:p w14:paraId="4B548391" w14:textId="77777777" w:rsidR="00802769" w:rsidRPr="00C05013" w:rsidRDefault="00802769" w:rsidP="009777AF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044841B3" w14:textId="440C6085" w:rsidR="00802769" w:rsidRPr="00C05013" w:rsidRDefault="000E526A" w:rsidP="008D4FD5">
            <w:pPr>
              <w:tabs>
                <w:tab w:val="clear" w:pos="227"/>
              </w:tabs>
              <w:ind w:left="253" w:right="-18" w:hanging="174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บุคคลที่มีอำนาจและความรับผิดชอบการวางแผน สั่งการและควบคุมกิจกรรมต่าง ๆ ของกิจการไม่ว่าทางตรงหรือทางอ้อม ทั้งนี้ รวมถึงกรรมการของกิจการ (ไม่ว่าจะทำหน้าที่ในระดับบริหารหรือไม่)</w:t>
            </w:r>
          </w:p>
        </w:tc>
      </w:tr>
      <w:tr w:rsidR="00182098" w:rsidRPr="00C05013" w14:paraId="1EE52CC4" w14:textId="77777777" w:rsidTr="004D1FE0">
        <w:trPr>
          <w:trHeight w:val="20"/>
        </w:trPr>
        <w:tc>
          <w:tcPr>
            <w:tcW w:w="2970" w:type="dxa"/>
          </w:tcPr>
          <w:p w14:paraId="01CEC1F9" w14:textId="77777777" w:rsidR="00182098" w:rsidRPr="00C05013" w:rsidRDefault="00182098" w:rsidP="009777AF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350" w:type="dxa"/>
          </w:tcPr>
          <w:p w14:paraId="73F427AC" w14:textId="77777777" w:rsidR="00182098" w:rsidRPr="00C05013" w:rsidRDefault="00182098" w:rsidP="009777AF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860" w:type="dxa"/>
          </w:tcPr>
          <w:p w14:paraId="78A2F6DB" w14:textId="77777777" w:rsidR="00182098" w:rsidRPr="00C05013" w:rsidRDefault="00182098" w:rsidP="00EE0023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</w:p>
        </w:tc>
      </w:tr>
      <w:tr w:rsidR="00182098" w:rsidRPr="00C05013" w14:paraId="62FC1264" w14:textId="77777777" w:rsidTr="004D1FE0">
        <w:trPr>
          <w:trHeight w:val="20"/>
        </w:trPr>
        <w:tc>
          <w:tcPr>
            <w:tcW w:w="2970" w:type="dxa"/>
          </w:tcPr>
          <w:p w14:paraId="2D7F8A29" w14:textId="77777777" w:rsidR="00182098" w:rsidRPr="00C05013" w:rsidRDefault="00182098" w:rsidP="009777AF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350" w:type="dxa"/>
          </w:tcPr>
          <w:p w14:paraId="10E40563" w14:textId="77777777" w:rsidR="00182098" w:rsidRPr="00C05013" w:rsidRDefault="00182098" w:rsidP="009777AF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860" w:type="dxa"/>
          </w:tcPr>
          <w:p w14:paraId="16AF6D2D" w14:textId="77777777" w:rsidR="00182098" w:rsidRPr="00C05013" w:rsidRDefault="00182098" w:rsidP="00EE0023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</w:p>
        </w:tc>
      </w:tr>
      <w:tr w:rsidR="00182098" w:rsidRPr="00C05013" w14:paraId="5E99E136" w14:textId="77777777" w:rsidTr="004D1FE0">
        <w:trPr>
          <w:trHeight w:val="20"/>
        </w:trPr>
        <w:tc>
          <w:tcPr>
            <w:tcW w:w="2970" w:type="dxa"/>
          </w:tcPr>
          <w:p w14:paraId="3BDA97A2" w14:textId="77777777" w:rsidR="00182098" w:rsidRPr="00C05013" w:rsidRDefault="00182098" w:rsidP="009777AF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350" w:type="dxa"/>
          </w:tcPr>
          <w:p w14:paraId="4BF7EA4F" w14:textId="77777777" w:rsidR="00182098" w:rsidRPr="00C05013" w:rsidRDefault="00182098" w:rsidP="009777AF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860" w:type="dxa"/>
          </w:tcPr>
          <w:p w14:paraId="00E4A4FB" w14:textId="77777777" w:rsidR="00182098" w:rsidRPr="00C05013" w:rsidRDefault="00182098" w:rsidP="00EE0023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</w:p>
        </w:tc>
      </w:tr>
      <w:tr w:rsidR="0094053D" w:rsidRPr="00C05013" w14:paraId="5E2D3A99" w14:textId="77777777" w:rsidTr="004D1FE0">
        <w:trPr>
          <w:trHeight w:val="20"/>
        </w:trPr>
        <w:tc>
          <w:tcPr>
            <w:tcW w:w="2970" w:type="dxa"/>
          </w:tcPr>
          <w:p w14:paraId="3FB9BAB9" w14:textId="77777777" w:rsidR="0094053D" w:rsidRPr="00C05013" w:rsidRDefault="0094053D" w:rsidP="00AB702A">
            <w:pPr>
              <w:spacing w:line="240" w:lineRule="auto"/>
              <w:ind w:left="76" w:right="-108" w:hanging="76"/>
              <w:jc w:val="both"/>
              <w:rPr>
                <w:rFonts w:ascii="Angsana New" w:hAnsi="Angsana New" w:cs="Angsana New"/>
                <w:sz w:val="2"/>
                <w:szCs w:val="2"/>
                <w:cs/>
              </w:rPr>
            </w:pPr>
          </w:p>
        </w:tc>
        <w:tc>
          <w:tcPr>
            <w:tcW w:w="1350" w:type="dxa"/>
          </w:tcPr>
          <w:p w14:paraId="533D31DC" w14:textId="77777777" w:rsidR="0094053D" w:rsidRPr="00C05013" w:rsidRDefault="0094053D" w:rsidP="009777AF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4860" w:type="dxa"/>
          </w:tcPr>
          <w:p w14:paraId="6DAE98EA" w14:textId="77777777" w:rsidR="0094053D" w:rsidRPr="00C05013" w:rsidRDefault="0094053D" w:rsidP="009777AF">
            <w:pPr>
              <w:tabs>
                <w:tab w:val="clear" w:pos="227"/>
              </w:tabs>
              <w:spacing w:line="240" w:lineRule="auto"/>
              <w:ind w:left="-21" w:right="-18"/>
              <w:jc w:val="both"/>
              <w:rPr>
                <w:rFonts w:ascii="Angsana New" w:hAnsi="Angsana New" w:cs="Angsana New"/>
                <w:sz w:val="2"/>
                <w:szCs w:val="2"/>
                <w:cs/>
              </w:rPr>
            </w:pPr>
          </w:p>
        </w:tc>
      </w:tr>
      <w:tr w:rsidR="000179E4" w:rsidRPr="00C05013" w14:paraId="214E2C56" w14:textId="77777777" w:rsidTr="004D1FE0">
        <w:trPr>
          <w:trHeight w:val="20"/>
        </w:trPr>
        <w:tc>
          <w:tcPr>
            <w:tcW w:w="2970" w:type="dxa"/>
          </w:tcPr>
          <w:p w14:paraId="00FDC0D5" w14:textId="38882458" w:rsidR="000179E4" w:rsidRPr="00C05013" w:rsidRDefault="000179E4" w:rsidP="000179E4">
            <w:pPr>
              <w:spacing w:line="240" w:lineRule="auto"/>
              <w:ind w:left="76" w:right="-108" w:hanging="76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350" w:type="dxa"/>
          </w:tcPr>
          <w:p w14:paraId="21DB6D3E" w14:textId="77777777" w:rsidR="000179E4" w:rsidRPr="00C05013" w:rsidRDefault="000179E4" w:rsidP="000179E4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860" w:type="dxa"/>
          </w:tcPr>
          <w:p w14:paraId="79FAB066" w14:textId="77777777" w:rsidR="000179E4" w:rsidRPr="00C05013" w:rsidRDefault="000179E4" w:rsidP="000179E4">
            <w:pPr>
              <w:tabs>
                <w:tab w:val="clear" w:pos="227"/>
              </w:tabs>
              <w:spacing w:line="240" w:lineRule="auto"/>
              <w:ind w:left="-21" w:righ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</w:tr>
      <w:tr w:rsidR="00D82C47" w:rsidRPr="006677A8" w14:paraId="214EB78C" w14:textId="77777777" w:rsidTr="004D1FE0">
        <w:trPr>
          <w:trHeight w:val="20"/>
        </w:trPr>
        <w:tc>
          <w:tcPr>
            <w:tcW w:w="2970" w:type="dxa"/>
          </w:tcPr>
          <w:p w14:paraId="0D3873F7" w14:textId="54A2184A" w:rsidR="00D82C47" w:rsidRPr="00C05013" w:rsidRDefault="00D82C47" w:rsidP="00D82C47">
            <w:pPr>
              <w:spacing w:line="240" w:lineRule="auto"/>
              <w:ind w:left="160" w:right="-108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บริษัท เอเชี่ยน ออร่า เทรดดิ้ง จำกัด</w:t>
            </w:r>
          </w:p>
        </w:tc>
        <w:tc>
          <w:tcPr>
            <w:tcW w:w="1350" w:type="dxa"/>
          </w:tcPr>
          <w:p w14:paraId="49C57750" w14:textId="1602DC14" w:rsidR="00D82C47" w:rsidRPr="00C05013" w:rsidRDefault="00D82C47" w:rsidP="00D82C47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377F14D3" w14:textId="1101C858" w:rsidR="00D82C47" w:rsidRPr="00C05013" w:rsidRDefault="00134CC9" w:rsidP="00EE0023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ถือหุ้นโดยกรรมการ</w:t>
            </w:r>
            <w:r w:rsidR="00D82C47"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และมีกรรมการร่วมกัน</w:t>
            </w:r>
          </w:p>
        </w:tc>
      </w:tr>
      <w:tr w:rsidR="00134CC9" w:rsidRPr="00C05013" w14:paraId="22A7857C" w14:textId="77777777" w:rsidTr="004D1FE0">
        <w:trPr>
          <w:trHeight w:val="20"/>
        </w:trPr>
        <w:tc>
          <w:tcPr>
            <w:tcW w:w="2970" w:type="dxa"/>
          </w:tcPr>
          <w:p w14:paraId="675D4BC8" w14:textId="661EB831" w:rsidR="00134CC9" w:rsidRPr="00C05013" w:rsidRDefault="00134CC9" w:rsidP="00134CC9">
            <w:pPr>
              <w:spacing w:line="240" w:lineRule="auto"/>
              <w:ind w:left="160" w:right="-108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บริษัท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เฟลคซ์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-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ไอเบิล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พลาส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1350" w:type="dxa"/>
          </w:tcPr>
          <w:p w14:paraId="01313743" w14:textId="3862DC99" w:rsidR="00134CC9" w:rsidRPr="00C05013" w:rsidRDefault="00134CC9" w:rsidP="00134CC9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5821C5A1" w14:textId="5E757EF6" w:rsidR="00134CC9" w:rsidRPr="00C05013" w:rsidRDefault="007A0D47" w:rsidP="00134CC9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ถือหุ้นโดยผู้บริหารสำคัญและ</w:t>
            </w:r>
            <w:r w:rsidR="00A92A4C">
              <w:rPr>
                <w:rFonts w:asciiTheme="majorBidi" w:hAnsiTheme="majorBidi" w:cs="Angsana New" w:hint="cs"/>
                <w:sz w:val="28"/>
                <w:szCs w:val="28"/>
                <w:cs/>
              </w:rPr>
              <w:t>มีผู้บริหารสำคัญ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เป็นกรรมการ</w:t>
            </w:r>
          </w:p>
        </w:tc>
      </w:tr>
      <w:tr w:rsidR="007A0D47" w:rsidRPr="00C05013" w14:paraId="18760AE5" w14:textId="77777777" w:rsidTr="004D1FE0">
        <w:trPr>
          <w:trHeight w:val="20"/>
        </w:trPr>
        <w:tc>
          <w:tcPr>
            <w:tcW w:w="2970" w:type="dxa"/>
          </w:tcPr>
          <w:p w14:paraId="1ABB55D6" w14:textId="1D3446B0" w:rsidR="007A0D47" w:rsidRPr="00C05013" w:rsidRDefault="007A0D47" w:rsidP="007A0D47">
            <w:pPr>
              <w:spacing w:line="240" w:lineRule="auto"/>
              <w:ind w:left="160" w:right="-108" w:hanging="160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บริษัท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ดีฟาร์มาซี</w:t>
            </w:r>
            <w:r w:rsidRPr="00C05013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1350" w:type="dxa"/>
          </w:tcPr>
          <w:p w14:paraId="1FD8AD0A" w14:textId="79889604" w:rsidR="007A0D47" w:rsidRPr="00C05013" w:rsidRDefault="007A0D47" w:rsidP="007A0D47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5673183F" w14:textId="07F00D9E" w:rsidR="007A0D47" w:rsidRPr="00C05013" w:rsidRDefault="007A0D47" w:rsidP="007A0D47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ถือหุ้นโดยสมาชิกในครอบครัวที่ใกล้ชิดของกรรมการ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  <w:br/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และเป็นกรรมการ</w:t>
            </w:r>
          </w:p>
        </w:tc>
      </w:tr>
      <w:tr w:rsidR="007A0D47" w:rsidRPr="00C05013" w14:paraId="18F13D17" w14:textId="77777777" w:rsidTr="004D1FE0">
        <w:trPr>
          <w:trHeight w:val="20"/>
        </w:trPr>
        <w:tc>
          <w:tcPr>
            <w:tcW w:w="2970" w:type="dxa"/>
          </w:tcPr>
          <w:p w14:paraId="0F1E5582" w14:textId="799CF0C9" w:rsidR="007A0D47" w:rsidRPr="00C05013" w:rsidRDefault="007A0D47" w:rsidP="007A0D47">
            <w:pPr>
              <w:spacing w:line="240" w:lineRule="auto"/>
              <w:ind w:left="160" w:right="-108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บริษัท มิตรไมตรีการแพทย์ จำกัด</w:t>
            </w:r>
          </w:p>
        </w:tc>
        <w:tc>
          <w:tcPr>
            <w:tcW w:w="1350" w:type="dxa"/>
          </w:tcPr>
          <w:p w14:paraId="19C30630" w14:textId="14CE4615" w:rsidR="007A0D47" w:rsidRPr="00C05013" w:rsidRDefault="007A0D47" w:rsidP="007A0D47">
            <w:pPr>
              <w:spacing w:line="240" w:lineRule="auto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69D12E7C" w14:textId="48635F3B" w:rsidR="007A0D47" w:rsidRPr="00C05013" w:rsidRDefault="007A0D47" w:rsidP="007A0D47">
            <w:pPr>
              <w:tabs>
                <w:tab w:val="clear" w:pos="227"/>
              </w:tabs>
              <w:ind w:left="253" w:right="-18" w:hanging="17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มีกรรมการร่วมกัน</w:t>
            </w:r>
          </w:p>
        </w:tc>
      </w:tr>
      <w:tr w:rsidR="007A0D47" w:rsidRPr="00C05013" w14:paraId="51525194" w14:textId="77777777" w:rsidTr="004D1FE0">
        <w:trPr>
          <w:trHeight w:val="20"/>
        </w:trPr>
        <w:tc>
          <w:tcPr>
            <w:tcW w:w="2970" w:type="dxa"/>
          </w:tcPr>
          <w:p w14:paraId="6D63AEEB" w14:textId="63EFBEB6" w:rsidR="007A0D47" w:rsidRPr="00C05013" w:rsidRDefault="007A0D47" w:rsidP="007A0D47">
            <w:pPr>
              <w:spacing w:line="240" w:lineRule="auto"/>
              <w:ind w:left="76" w:right="-108" w:hanging="76"/>
              <w:jc w:val="both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บริษัท อีซี่ แพ็ค โปรดักส์ จำกัด</w:t>
            </w:r>
          </w:p>
        </w:tc>
        <w:tc>
          <w:tcPr>
            <w:tcW w:w="1350" w:type="dxa"/>
          </w:tcPr>
          <w:p w14:paraId="243A6868" w14:textId="7F7425A8" w:rsidR="007A0D47" w:rsidRPr="00C05013" w:rsidRDefault="007A0D47" w:rsidP="007A0D47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6FC41B25" w14:textId="25D59133" w:rsidR="007A0D47" w:rsidRPr="00C05013" w:rsidRDefault="007A0D47" w:rsidP="007A0D47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ถือหุ้นโดยสมาชิกในครอบครัวที่ใกล้ชิดของผู้บริหารสำคัญและเป็นกรรมการ</w:t>
            </w:r>
          </w:p>
        </w:tc>
      </w:tr>
      <w:tr w:rsidR="007A0D47" w:rsidRPr="00C05013" w14:paraId="2149344E" w14:textId="77777777" w:rsidTr="004D1FE0">
        <w:trPr>
          <w:trHeight w:val="20"/>
        </w:trPr>
        <w:tc>
          <w:tcPr>
            <w:tcW w:w="2970" w:type="dxa"/>
          </w:tcPr>
          <w:p w14:paraId="565ECBFE" w14:textId="0D300C0D" w:rsidR="007A0D47" w:rsidRPr="00C05013" w:rsidRDefault="007A0D47" w:rsidP="007A0D47">
            <w:pPr>
              <w:spacing w:line="240" w:lineRule="auto"/>
              <w:ind w:left="76" w:right="-108" w:hanging="76"/>
              <w:jc w:val="both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บริษัท เอสจี คอร์ปอเรชั่น จำกัด</w:t>
            </w:r>
          </w:p>
        </w:tc>
        <w:tc>
          <w:tcPr>
            <w:tcW w:w="1350" w:type="dxa"/>
          </w:tcPr>
          <w:p w14:paraId="0DC4B242" w14:textId="074AFCE2" w:rsidR="007A0D47" w:rsidRPr="00C05013" w:rsidRDefault="007A0D47" w:rsidP="007A0D47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860" w:type="dxa"/>
          </w:tcPr>
          <w:p w14:paraId="4DF73F6E" w14:textId="62D41961" w:rsidR="007A0D47" w:rsidRPr="00C05013" w:rsidRDefault="007A0D47" w:rsidP="007A0D47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ถือหุ้นโดยสมาชิกในครอบครัวที่ใกล้ชิดของผู้บริหารสำคัญและเป็นกรรมการ</w:t>
            </w:r>
          </w:p>
        </w:tc>
      </w:tr>
      <w:tr w:rsidR="00A44F10" w:rsidRPr="00C05013" w14:paraId="7AE934FC" w14:textId="77777777" w:rsidTr="004D1FE0">
        <w:trPr>
          <w:trHeight w:val="20"/>
        </w:trPr>
        <w:tc>
          <w:tcPr>
            <w:tcW w:w="2970" w:type="dxa"/>
          </w:tcPr>
          <w:p w14:paraId="7A116EFA" w14:textId="6CB78535" w:rsidR="00A44F10" w:rsidRPr="00530506" w:rsidRDefault="00A44F10" w:rsidP="007A0D47">
            <w:pPr>
              <w:spacing w:line="240" w:lineRule="auto"/>
              <w:ind w:left="76" w:right="-108" w:hanging="76"/>
              <w:jc w:val="both"/>
              <w:rPr>
                <w:rFonts w:asciiTheme="majorBidi" w:hAnsiTheme="majorBidi" w:cs="Angsana New"/>
                <w:sz w:val="28"/>
                <w:szCs w:val="28"/>
              </w:rPr>
            </w:pPr>
            <w:r>
              <w:rPr>
                <w:rFonts w:asciiTheme="majorBidi" w:hAnsiTheme="majorBidi" w:cs="Angsana New"/>
                <w:sz w:val="28"/>
                <w:szCs w:val="28"/>
              </w:rPr>
              <w:t xml:space="preserve">Pharmaceutical Siri </w:t>
            </w:r>
            <w:proofErr w:type="spellStart"/>
            <w:r>
              <w:rPr>
                <w:rFonts w:asciiTheme="majorBidi" w:hAnsiTheme="majorBidi" w:cs="Angsana New"/>
                <w:sz w:val="28"/>
                <w:szCs w:val="28"/>
              </w:rPr>
              <w:t>Chalern</w:t>
            </w:r>
            <w:proofErr w:type="spellEnd"/>
            <w:r>
              <w:rPr>
                <w:rFonts w:asciiTheme="majorBidi" w:hAnsiTheme="majorBidi" w:cs="Angsana New"/>
                <w:sz w:val="28"/>
                <w:szCs w:val="28"/>
              </w:rPr>
              <w:t xml:space="preserve"> Co., Lt</w:t>
            </w:r>
            <w:r w:rsidR="00530506">
              <w:rPr>
                <w:rFonts w:asciiTheme="majorBidi" w:hAnsiTheme="majorBidi" w:cs="Angsana New"/>
                <w:sz w:val="28"/>
                <w:szCs w:val="28"/>
              </w:rPr>
              <w:t>d.</w:t>
            </w:r>
          </w:p>
        </w:tc>
        <w:tc>
          <w:tcPr>
            <w:tcW w:w="1350" w:type="dxa"/>
          </w:tcPr>
          <w:p w14:paraId="09DB5546" w14:textId="1890CB77" w:rsidR="00A44F10" w:rsidRPr="00C05013" w:rsidRDefault="00A44F10" w:rsidP="007A0D47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ลาว</w:t>
            </w:r>
          </w:p>
        </w:tc>
        <w:tc>
          <w:tcPr>
            <w:tcW w:w="4860" w:type="dxa"/>
          </w:tcPr>
          <w:p w14:paraId="3E631A00" w14:textId="609787D5" w:rsidR="00A44F10" w:rsidRPr="00C05013" w:rsidRDefault="00A44F10" w:rsidP="004618DE">
            <w:pPr>
              <w:tabs>
                <w:tab w:val="clear" w:pos="227"/>
              </w:tabs>
              <w:ind w:left="253" w:right="-18" w:hanging="174"/>
              <w:rPr>
                <w:rFonts w:asciiTheme="majorBidi" w:hAnsiTheme="majorBidi" w:cstheme="majorBidi"/>
                <w:sz w:val="28"/>
                <w:szCs w:val="28"/>
                <w:cs/>
                <w:lang w:val="en-GB" w:eastAsia="en-G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GB" w:eastAsia="en-GB"/>
              </w:rPr>
              <w:t>ถือหุ้นโดยสมาชิกในครอบครัวที่ใกล้ชิดของผู้บริหารสำคัญ</w:t>
            </w:r>
          </w:p>
        </w:tc>
      </w:tr>
    </w:tbl>
    <w:p w14:paraId="459D3455" w14:textId="4EEB50DC" w:rsidR="00407B9E" w:rsidRPr="00C05013" w:rsidRDefault="00407B9E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 w:cs="Angsana New"/>
          <w:color w:val="000000"/>
          <w:sz w:val="28"/>
          <w:szCs w:val="28"/>
        </w:rPr>
      </w:pPr>
    </w:p>
    <w:tbl>
      <w:tblPr>
        <w:tblW w:w="913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109"/>
        <w:gridCol w:w="268"/>
        <w:gridCol w:w="1094"/>
        <w:gridCol w:w="268"/>
        <w:gridCol w:w="1078"/>
        <w:gridCol w:w="250"/>
        <w:gridCol w:w="1105"/>
      </w:tblGrid>
      <w:tr w:rsidR="00B22371" w:rsidRPr="00C05013" w14:paraId="0C5B876B" w14:textId="77777777" w:rsidTr="005F50E5">
        <w:trPr>
          <w:tblHeader/>
        </w:trPr>
        <w:tc>
          <w:tcPr>
            <w:tcW w:w="2168" w:type="pct"/>
            <w:shd w:val="clear" w:color="auto" w:fill="auto"/>
          </w:tcPr>
          <w:p w14:paraId="28C38638" w14:textId="77777777" w:rsidR="00B22371" w:rsidRPr="0042798C" w:rsidRDefault="00B22371" w:rsidP="00577D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i/>
                <w:iCs/>
                <w:color w:val="000000" w:themeColor="text1"/>
                <w:sz w:val="28"/>
                <w:szCs w:val="28"/>
                <w:cs/>
              </w:rPr>
            </w:pPr>
            <w:r w:rsidRPr="0042798C">
              <w:rPr>
                <w:rFonts w:ascii="Angsana New" w:hAnsi="Angsana New" w:cs="Angsana New"/>
                <w:b/>
                <w:bCs/>
                <w:i/>
                <w:iCs/>
                <w:color w:val="000000" w:themeColor="text1"/>
                <w:sz w:val="28"/>
                <w:szCs w:val="28"/>
                <w:cs/>
              </w:rPr>
              <w:t>รายการที่สำคัญกับบุคคลหรือกิจการที่เกี่ยวข้องกัน</w:t>
            </w:r>
            <w:r w:rsidRPr="0042798C" w:rsidDel="001728D0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3" w:type="pct"/>
            <w:gridSpan w:val="3"/>
          </w:tcPr>
          <w:p w14:paraId="7000E8E2" w14:textId="77777777" w:rsidR="00B22371" w:rsidRPr="00C05013" w:rsidRDefault="00B22371" w:rsidP="00577D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6DF31E6F" w14:textId="77777777" w:rsidR="00B22371" w:rsidRPr="00C05013" w:rsidRDefault="00B22371" w:rsidP="00577D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pct"/>
            <w:gridSpan w:val="3"/>
          </w:tcPr>
          <w:p w14:paraId="22E37DBD" w14:textId="77777777" w:rsidR="00B22371" w:rsidRPr="00C05013" w:rsidRDefault="00B22371" w:rsidP="00577D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งบการเงินเฉพาะกิจการ </w:t>
            </w:r>
          </w:p>
        </w:tc>
      </w:tr>
      <w:tr w:rsidR="00C50608" w:rsidRPr="00C05013" w14:paraId="58C37A77" w14:textId="77777777" w:rsidTr="005F50E5">
        <w:trPr>
          <w:tblHeader/>
        </w:trPr>
        <w:tc>
          <w:tcPr>
            <w:tcW w:w="2168" w:type="pct"/>
          </w:tcPr>
          <w:p w14:paraId="2E66B97D" w14:textId="1212DD3E" w:rsidR="00C50608" w:rsidRPr="00C05013" w:rsidRDefault="00C50608" w:rsidP="00C506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1F313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สาม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>เดือน</w:t>
            </w:r>
            <w:r w:rsidRPr="001F313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="00A457CB" w:rsidRPr="00A457CB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="00A457CB" w:rsidRPr="00A457CB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มีนาคม</w:t>
            </w:r>
          </w:p>
        </w:tc>
        <w:tc>
          <w:tcPr>
            <w:tcW w:w="607" w:type="pct"/>
          </w:tcPr>
          <w:p w14:paraId="35E6AAEE" w14:textId="35522CB6" w:rsidR="00C50608" w:rsidRPr="00C05013" w:rsidRDefault="00C50608" w:rsidP="00C506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A457CB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47" w:type="pct"/>
          </w:tcPr>
          <w:p w14:paraId="6D3840FA" w14:textId="77777777" w:rsidR="00C50608" w:rsidRPr="00C05013" w:rsidRDefault="00C50608" w:rsidP="00C506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2221B2D4" w14:textId="456B8533" w:rsidR="00C50608" w:rsidRPr="00C05013" w:rsidRDefault="00C50608" w:rsidP="00C506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A457CB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47" w:type="pct"/>
          </w:tcPr>
          <w:p w14:paraId="01D63A2C" w14:textId="77777777" w:rsidR="00C50608" w:rsidRPr="00C05013" w:rsidRDefault="00C50608" w:rsidP="00C506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12826495" w14:textId="18B7E804" w:rsidR="00C50608" w:rsidRPr="00C05013" w:rsidRDefault="00C50608" w:rsidP="00C506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A457CB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37" w:type="pct"/>
          </w:tcPr>
          <w:p w14:paraId="2F595D42" w14:textId="77777777" w:rsidR="00C50608" w:rsidRPr="00C05013" w:rsidRDefault="00C50608" w:rsidP="00C506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125B6F24" w14:textId="2EA9C3C1" w:rsidR="00C50608" w:rsidRPr="00C05013" w:rsidRDefault="00C50608" w:rsidP="00C506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A457CB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</w:tr>
      <w:tr w:rsidR="00B22371" w:rsidRPr="00C05013" w14:paraId="1C619DBA" w14:textId="77777777" w:rsidTr="005F50E5">
        <w:trPr>
          <w:trHeight w:val="83"/>
          <w:tblHeader/>
        </w:trPr>
        <w:tc>
          <w:tcPr>
            <w:tcW w:w="2168" w:type="pct"/>
          </w:tcPr>
          <w:p w14:paraId="5E3DFE85" w14:textId="77777777" w:rsidR="00B22371" w:rsidRPr="00C05013" w:rsidRDefault="00B22371" w:rsidP="00577D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832" w:type="pct"/>
            <w:gridSpan w:val="7"/>
          </w:tcPr>
          <w:p w14:paraId="0B5A259D" w14:textId="77777777" w:rsidR="00B22371" w:rsidRPr="00C05013" w:rsidRDefault="00B22371" w:rsidP="00577D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</w:rPr>
              <w:t>(</w:t>
            </w:r>
            <w:r w:rsidRPr="00C05013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</w:rPr>
              <w:t>พั</w:t>
            </w: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</w:rPr>
              <w:t>นบาท)</w:t>
            </w:r>
          </w:p>
        </w:tc>
      </w:tr>
      <w:tr w:rsidR="00B22371" w:rsidRPr="00C05013" w14:paraId="6D8AE42A" w14:textId="77777777" w:rsidTr="005F50E5">
        <w:tc>
          <w:tcPr>
            <w:tcW w:w="2168" w:type="pct"/>
          </w:tcPr>
          <w:p w14:paraId="67ECAA0E" w14:textId="77777777" w:rsidR="00B22371" w:rsidRPr="00C05013" w:rsidRDefault="00B22371" w:rsidP="00577D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7" w:type="pct"/>
          </w:tcPr>
          <w:p w14:paraId="7D44D1D8" w14:textId="77777777" w:rsidR="00B22371" w:rsidRPr="00C05013" w:rsidRDefault="00B22371" w:rsidP="00577D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543347D9" w14:textId="77777777" w:rsidR="00B22371" w:rsidRPr="00C05013" w:rsidRDefault="00B22371" w:rsidP="00577D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4E583DC0" w14:textId="77777777" w:rsidR="00B22371" w:rsidRPr="00C05013" w:rsidRDefault="00B22371" w:rsidP="00577D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2A45DA80" w14:textId="77777777" w:rsidR="00B22371" w:rsidRPr="00C05013" w:rsidRDefault="00B22371" w:rsidP="00577D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54DC1B9E" w14:textId="77777777" w:rsidR="00B22371" w:rsidRPr="00C05013" w:rsidRDefault="00B22371" w:rsidP="00577D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" w:type="pct"/>
          </w:tcPr>
          <w:p w14:paraId="1B1C624E" w14:textId="77777777" w:rsidR="00B22371" w:rsidRPr="00C05013" w:rsidRDefault="00B22371" w:rsidP="00577D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2AF3FF03" w14:textId="77777777" w:rsidR="00B22371" w:rsidRPr="00C05013" w:rsidRDefault="00B22371" w:rsidP="00577D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457CB" w:rsidRPr="00C05013" w14:paraId="24AE7C10" w14:textId="77777777" w:rsidTr="005F50E5">
        <w:tc>
          <w:tcPr>
            <w:tcW w:w="2168" w:type="pct"/>
          </w:tcPr>
          <w:p w14:paraId="04600371" w14:textId="77777777" w:rsidR="00A457CB" w:rsidRPr="00C05013" w:rsidRDefault="00A457CB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607" w:type="pct"/>
          </w:tcPr>
          <w:p w14:paraId="7270B3FB" w14:textId="28803DE9" w:rsidR="00A457CB" w:rsidRPr="00B07CA4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68B58B48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17AD46F7" w14:textId="4B74EBD6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07CA4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7" w:type="pct"/>
          </w:tcPr>
          <w:p w14:paraId="6D88243B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1AE2D59C" w14:textId="79B8709A" w:rsidR="00A457CB" w:rsidRPr="00B07CA4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443</w:t>
            </w:r>
          </w:p>
        </w:tc>
        <w:tc>
          <w:tcPr>
            <w:tcW w:w="137" w:type="pct"/>
          </w:tcPr>
          <w:p w14:paraId="0B2983FD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52B92ADF" w14:textId="579B8FAA" w:rsidR="00A457CB" w:rsidRPr="00B07CA4" w:rsidRDefault="00A457CB" w:rsidP="00554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35</w:t>
            </w:r>
          </w:p>
        </w:tc>
      </w:tr>
      <w:tr w:rsidR="00A457CB" w:rsidRPr="00C05013" w14:paraId="04A298AA" w14:textId="77777777" w:rsidTr="005F50E5">
        <w:tc>
          <w:tcPr>
            <w:tcW w:w="2168" w:type="pct"/>
          </w:tcPr>
          <w:p w14:paraId="54DA3D7D" w14:textId="77777777" w:rsidR="00A457CB" w:rsidRPr="00C05013" w:rsidRDefault="00A457CB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line="240" w:lineRule="auto"/>
              <w:ind w:right="160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607" w:type="pct"/>
          </w:tcPr>
          <w:p w14:paraId="5375CFC8" w14:textId="5AD3CA31" w:rsidR="00A457CB" w:rsidRPr="00B07CA4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69B110A8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48D8F78A" w14:textId="5F884FC0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07CA4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7" w:type="pct"/>
          </w:tcPr>
          <w:p w14:paraId="469D424C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1A053D4C" w14:textId="01D00B80" w:rsidR="00A457CB" w:rsidRPr="00B07CA4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11,126</w:t>
            </w:r>
          </w:p>
        </w:tc>
        <w:tc>
          <w:tcPr>
            <w:tcW w:w="137" w:type="pct"/>
          </w:tcPr>
          <w:p w14:paraId="560D3E5C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551E40A3" w14:textId="7EB5C39C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C42DDF">
              <w:rPr>
                <w:rFonts w:ascii="Angsana New" w:hAnsi="Angsana New" w:cs="Angsana New"/>
                <w:sz w:val="28"/>
                <w:szCs w:val="28"/>
              </w:rPr>
              <w:t>247</w:t>
            </w:r>
          </w:p>
        </w:tc>
      </w:tr>
      <w:tr w:rsidR="00A457CB" w:rsidRPr="00C05013" w14:paraId="128C2A1B" w14:textId="77777777" w:rsidTr="005F50E5">
        <w:tc>
          <w:tcPr>
            <w:tcW w:w="2168" w:type="pct"/>
          </w:tcPr>
          <w:p w14:paraId="6CC7775D" w14:textId="77777777" w:rsidR="00A457CB" w:rsidRPr="00C05013" w:rsidRDefault="00A457CB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ซื้อสินค้า</w:t>
            </w:r>
          </w:p>
        </w:tc>
        <w:tc>
          <w:tcPr>
            <w:tcW w:w="607" w:type="pct"/>
          </w:tcPr>
          <w:p w14:paraId="3B3B212C" w14:textId="5485BCBB" w:rsidR="00A457CB" w:rsidRPr="00B07CA4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66746E86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1BC0E6D8" w14:textId="0B685EE1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07CA4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7" w:type="pct"/>
          </w:tcPr>
          <w:p w14:paraId="5264AFFA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7BBFFCE8" w14:textId="66BBC234" w:rsidR="00A457CB" w:rsidRPr="00B07CA4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339,123</w:t>
            </w:r>
          </w:p>
        </w:tc>
        <w:tc>
          <w:tcPr>
            <w:tcW w:w="137" w:type="pct"/>
          </w:tcPr>
          <w:p w14:paraId="0F56507D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7D5A76CA" w14:textId="3AE10A2A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378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C42DDF">
              <w:rPr>
                <w:rFonts w:ascii="Angsana New" w:hAnsi="Angsana New" w:cs="Angsana New"/>
                <w:sz w:val="28"/>
                <w:szCs w:val="28"/>
              </w:rPr>
              <w:t>737</w:t>
            </w:r>
          </w:p>
        </w:tc>
      </w:tr>
      <w:tr w:rsidR="00A457CB" w:rsidRPr="00C05013" w14:paraId="700B0DDF" w14:textId="77777777" w:rsidTr="005F50E5">
        <w:tc>
          <w:tcPr>
            <w:tcW w:w="2168" w:type="pct"/>
          </w:tcPr>
          <w:p w14:paraId="26381810" w14:textId="77777777" w:rsidR="00A457CB" w:rsidRPr="00C05013" w:rsidRDefault="00A457CB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607" w:type="pct"/>
          </w:tcPr>
          <w:p w14:paraId="50FFF7E0" w14:textId="29A62F85" w:rsidR="00A457CB" w:rsidRPr="00B07CA4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06D532F5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3C1087AB" w14:textId="3E0CA751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07CA4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7" w:type="pct"/>
          </w:tcPr>
          <w:p w14:paraId="61317A78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42343525" w14:textId="66742725" w:rsidR="00A457CB" w:rsidRPr="00B07CA4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4,893</w:t>
            </w:r>
          </w:p>
        </w:tc>
        <w:tc>
          <w:tcPr>
            <w:tcW w:w="137" w:type="pct"/>
          </w:tcPr>
          <w:p w14:paraId="67E7A754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3D0B2805" w14:textId="1C0C0D79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4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C42DDF">
              <w:rPr>
                <w:rFonts w:ascii="Angsana New" w:hAnsi="Angsana New" w:cs="Angsana New"/>
                <w:sz w:val="28"/>
                <w:szCs w:val="28"/>
              </w:rPr>
              <w:t>893</w:t>
            </w:r>
          </w:p>
        </w:tc>
      </w:tr>
      <w:tr w:rsidR="00514EAD" w:rsidRPr="00C05013" w14:paraId="3B8C6EF0" w14:textId="77777777" w:rsidTr="005F50E5">
        <w:tc>
          <w:tcPr>
            <w:tcW w:w="2168" w:type="pct"/>
          </w:tcPr>
          <w:p w14:paraId="73201DD8" w14:textId="77777777" w:rsidR="00514EAD" w:rsidRPr="00C05013" w:rsidRDefault="00514EAD" w:rsidP="00514E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7" w:type="pct"/>
          </w:tcPr>
          <w:p w14:paraId="3225CECC" w14:textId="77777777" w:rsidR="00514EAD" w:rsidRPr="00B07CA4" w:rsidRDefault="00514EAD" w:rsidP="00514E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" w:type="pct"/>
          </w:tcPr>
          <w:p w14:paraId="6F7B2E2A" w14:textId="77777777" w:rsidR="00514EAD" w:rsidRPr="00B07CA4" w:rsidRDefault="00514EAD" w:rsidP="00514E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63A6FB17" w14:textId="77777777" w:rsidR="00514EAD" w:rsidRPr="00B07CA4" w:rsidRDefault="00514EAD" w:rsidP="00514E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" w:type="pct"/>
          </w:tcPr>
          <w:p w14:paraId="17FB88AF" w14:textId="77777777" w:rsidR="00514EAD" w:rsidRPr="00B07CA4" w:rsidRDefault="00514EAD" w:rsidP="00514E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27B7678F" w14:textId="77777777" w:rsidR="00514EAD" w:rsidRPr="00B07CA4" w:rsidRDefault="00514EAD" w:rsidP="00514E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" w:type="pct"/>
          </w:tcPr>
          <w:p w14:paraId="420CA574" w14:textId="77777777" w:rsidR="00514EAD" w:rsidRPr="00B07CA4" w:rsidRDefault="00514EAD" w:rsidP="00514E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7A341812" w14:textId="77777777" w:rsidR="00514EAD" w:rsidRPr="00B07CA4" w:rsidRDefault="00514EAD" w:rsidP="00514E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14EAD" w:rsidRPr="00C05013" w14:paraId="042AE3E0" w14:textId="77777777" w:rsidTr="005F50E5">
        <w:tc>
          <w:tcPr>
            <w:tcW w:w="2168" w:type="pct"/>
          </w:tcPr>
          <w:p w14:paraId="1588C588" w14:textId="77777777" w:rsidR="00514EAD" w:rsidRPr="00C05013" w:rsidRDefault="00514EAD" w:rsidP="00514E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บุคคลหรือ</w:t>
            </w: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607" w:type="pct"/>
          </w:tcPr>
          <w:p w14:paraId="3B0EABCD" w14:textId="77777777" w:rsidR="00514EAD" w:rsidRPr="00B07CA4" w:rsidRDefault="00514EAD" w:rsidP="00514E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3CE1B68F" w14:textId="77777777" w:rsidR="00514EAD" w:rsidRPr="00B07CA4" w:rsidRDefault="00514EAD" w:rsidP="00514E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3A2552AF" w14:textId="77777777" w:rsidR="00514EAD" w:rsidRPr="00B07CA4" w:rsidRDefault="00514EAD" w:rsidP="00514E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7" w:type="pct"/>
          </w:tcPr>
          <w:p w14:paraId="44E1C908" w14:textId="77777777" w:rsidR="00514EAD" w:rsidRPr="00B07CA4" w:rsidRDefault="00514EAD" w:rsidP="00514E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24EA205C" w14:textId="77777777" w:rsidR="00514EAD" w:rsidRPr="00B07CA4" w:rsidRDefault="00514EAD" w:rsidP="00514E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" w:type="pct"/>
          </w:tcPr>
          <w:p w14:paraId="44E824D7" w14:textId="77777777" w:rsidR="00514EAD" w:rsidRPr="00B07CA4" w:rsidRDefault="00514EAD" w:rsidP="00514E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18DA2785" w14:textId="77777777" w:rsidR="00514EAD" w:rsidRPr="00B07CA4" w:rsidRDefault="00514EAD" w:rsidP="00514E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457CB" w:rsidRPr="00C05013" w14:paraId="34A97229" w14:textId="77777777" w:rsidTr="005F50E5">
        <w:tc>
          <w:tcPr>
            <w:tcW w:w="2168" w:type="pct"/>
          </w:tcPr>
          <w:p w14:paraId="7C74B195" w14:textId="77777777" w:rsidR="00A457CB" w:rsidRPr="00C05013" w:rsidRDefault="00A457CB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607" w:type="pct"/>
          </w:tcPr>
          <w:p w14:paraId="23CD9D96" w14:textId="13171937" w:rsidR="00A457CB" w:rsidRPr="00B07CA4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756</w:t>
            </w:r>
          </w:p>
        </w:tc>
        <w:tc>
          <w:tcPr>
            <w:tcW w:w="147" w:type="pct"/>
          </w:tcPr>
          <w:p w14:paraId="22235218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40112AF3" w14:textId="6FCC5D43" w:rsidR="00A457CB" w:rsidRPr="00B07CA4" w:rsidRDefault="00A457CB" w:rsidP="00554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746</w:t>
            </w:r>
          </w:p>
        </w:tc>
        <w:tc>
          <w:tcPr>
            <w:tcW w:w="147" w:type="pct"/>
          </w:tcPr>
          <w:p w14:paraId="6DA98A03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1C2077D9" w14:textId="29E17F09" w:rsidR="00A457CB" w:rsidRPr="00B07CA4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  <w:r w:rsidR="0015666D">
              <w:rPr>
                <w:rFonts w:ascii="Angsana New" w:hAnsi="Angsana New" w:cs="Angsana New"/>
                <w:sz w:val="28"/>
                <w:szCs w:val="28"/>
              </w:rPr>
              <w:t>5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7" w:type="pct"/>
          </w:tcPr>
          <w:p w14:paraId="24A282E5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0984547A" w14:textId="34809376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746</w:t>
            </w:r>
          </w:p>
        </w:tc>
      </w:tr>
      <w:tr w:rsidR="00A457CB" w:rsidRPr="00C05013" w14:paraId="4D493C80" w14:textId="77777777" w:rsidTr="005F50E5">
        <w:tc>
          <w:tcPr>
            <w:tcW w:w="2168" w:type="pct"/>
          </w:tcPr>
          <w:p w14:paraId="638D5E51" w14:textId="77777777" w:rsidR="00A457CB" w:rsidRPr="00C05013" w:rsidRDefault="00A457CB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ซื้อสินค้า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และบริการ</w:t>
            </w:r>
          </w:p>
        </w:tc>
        <w:tc>
          <w:tcPr>
            <w:tcW w:w="607" w:type="pct"/>
          </w:tcPr>
          <w:p w14:paraId="416837F2" w14:textId="7C6A606E" w:rsidR="00A457CB" w:rsidRPr="00B07CA4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13,271</w:t>
            </w:r>
          </w:p>
        </w:tc>
        <w:tc>
          <w:tcPr>
            <w:tcW w:w="147" w:type="pct"/>
          </w:tcPr>
          <w:p w14:paraId="563715AE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1A479B17" w14:textId="664324F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1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112</w:t>
            </w:r>
          </w:p>
        </w:tc>
        <w:tc>
          <w:tcPr>
            <w:tcW w:w="147" w:type="pct"/>
          </w:tcPr>
          <w:p w14:paraId="481583E4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7C71A70E" w14:textId="36D4F1B6" w:rsidR="00A457CB" w:rsidRPr="00B07CA4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2F22AD23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6058E4AA" w14:textId="5AAB0A3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07CA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457CB" w:rsidRPr="00C05013" w14:paraId="28935BF2" w14:textId="77777777" w:rsidTr="005F50E5">
        <w:tc>
          <w:tcPr>
            <w:tcW w:w="2168" w:type="pct"/>
          </w:tcPr>
          <w:p w14:paraId="424237AD" w14:textId="5878349F" w:rsidR="00A457CB" w:rsidRPr="00C05013" w:rsidRDefault="00A457CB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607" w:type="pct"/>
          </w:tcPr>
          <w:p w14:paraId="015EB507" w14:textId="180262C2" w:rsidR="00A457CB" w:rsidRPr="00B07CA4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47" w:type="pct"/>
          </w:tcPr>
          <w:p w14:paraId="29538478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040DA88B" w14:textId="1BFD1858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47" w:type="pct"/>
          </w:tcPr>
          <w:p w14:paraId="1B079D46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0E294E2D" w14:textId="2249A218" w:rsidR="00A457CB" w:rsidRPr="00B07CA4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61A8D7F8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25722F75" w14:textId="728F4B6C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07CA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457CB" w:rsidRPr="00C05013" w14:paraId="3F2ACA20" w14:textId="77777777" w:rsidTr="005F50E5">
        <w:tc>
          <w:tcPr>
            <w:tcW w:w="2168" w:type="pct"/>
          </w:tcPr>
          <w:p w14:paraId="1BE9CA0E" w14:textId="74EBB5C3" w:rsidR="00A457CB" w:rsidRPr="00C05013" w:rsidRDefault="00A457CB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ค่าเช่าจ่าย</w:t>
            </w:r>
          </w:p>
        </w:tc>
        <w:tc>
          <w:tcPr>
            <w:tcW w:w="607" w:type="pct"/>
          </w:tcPr>
          <w:p w14:paraId="72F929B0" w14:textId="2559D428" w:rsidR="00A457CB" w:rsidRPr="00B07CA4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355</w:t>
            </w:r>
          </w:p>
        </w:tc>
        <w:tc>
          <w:tcPr>
            <w:tcW w:w="147" w:type="pct"/>
          </w:tcPr>
          <w:p w14:paraId="5BC14464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2069891F" w14:textId="2B92CF81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A457CB">
              <w:rPr>
                <w:rFonts w:ascii="Angsana New" w:hAnsi="Angsana New" w:cs="Angsana New"/>
                <w:sz w:val="28"/>
                <w:szCs w:val="28"/>
              </w:rPr>
              <w:t>339</w:t>
            </w:r>
          </w:p>
        </w:tc>
        <w:tc>
          <w:tcPr>
            <w:tcW w:w="147" w:type="pct"/>
          </w:tcPr>
          <w:p w14:paraId="0BBE271B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18EEFD2B" w14:textId="7DDC376D" w:rsidR="00A457CB" w:rsidRPr="00B07CA4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2373239A" w14:textId="77777777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1329A1A4" w14:textId="1BB26F7C" w:rsidR="00A457CB" w:rsidRPr="00B07CA4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B07CA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457CB" w:rsidRPr="00C05013" w14:paraId="49D031BF" w14:textId="77777777" w:rsidTr="005F50E5">
        <w:tc>
          <w:tcPr>
            <w:tcW w:w="2168" w:type="pct"/>
          </w:tcPr>
          <w:p w14:paraId="21A99BAD" w14:textId="176B4DC1" w:rsidR="00A457CB" w:rsidRPr="00C05013" w:rsidRDefault="00A457CB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การเพิ่มขึ้นของสินทรัพย์สิทธิการใช้</w:t>
            </w:r>
          </w:p>
        </w:tc>
        <w:tc>
          <w:tcPr>
            <w:tcW w:w="607" w:type="pct"/>
          </w:tcPr>
          <w:p w14:paraId="02C5F9E4" w14:textId="022CCBBE" w:rsidR="00A457CB" w:rsidRPr="00C05013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00106298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0FA30EA2" w14:textId="2CB4063E" w:rsidR="00A457CB" w:rsidRPr="00C05013" w:rsidRDefault="00A457CB" w:rsidP="00171F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5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C42DDF">
              <w:rPr>
                <w:rFonts w:ascii="Angsana New" w:hAnsi="Angsana New" w:cs="Angsana New"/>
                <w:sz w:val="28"/>
                <w:szCs w:val="28"/>
              </w:rPr>
              <w:t>93</w:t>
            </w:r>
            <w:r w:rsidRPr="00C72C92">
              <w:rPr>
                <w:rFonts w:ascii="Angsana New" w:hAnsi="Angsana New" w:cs="Angsana New"/>
                <w:sz w:val="28"/>
                <w:szCs w:val="28"/>
              </w:rPr>
              <w:t>0</w:t>
            </w:r>
          </w:p>
        </w:tc>
        <w:tc>
          <w:tcPr>
            <w:tcW w:w="147" w:type="pct"/>
          </w:tcPr>
          <w:p w14:paraId="7D7503CE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0D1FF674" w14:textId="1D0537BE" w:rsidR="00A457CB" w:rsidRPr="00C05013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1E3E7EB5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5E8FB2EE" w14:textId="2C8682D2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F313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457CB" w:rsidRPr="007213BB" w14:paraId="607BD3C9" w14:textId="77777777" w:rsidTr="00610D55">
        <w:tc>
          <w:tcPr>
            <w:tcW w:w="2168" w:type="pct"/>
          </w:tcPr>
          <w:p w14:paraId="7C377470" w14:textId="34B84D3F" w:rsidR="00A457CB" w:rsidRPr="007213BB" w:rsidRDefault="00A457CB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607" w:type="pct"/>
            <w:shd w:val="clear" w:color="auto" w:fill="auto"/>
          </w:tcPr>
          <w:p w14:paraId="767AF414" w14:textId="0B90D6E6" w:rsidR="00A457CB" w:rsidRPr="007213BB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610D5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65F2AC28" w14:textId="77777777" w:rsidR="00A457CB" w:rsidRPr="007213BB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599" w:type="pct"/>
          </w:tcPr>
          <w:p w14:paraId="29C37557" w14:textId="36F40F14" w:rsidR="00A457CB" w:rsidRPr="007213BB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after="0" w:line="240" w:lineRule="auto"/>
              <w:ind w:left="-108" w:right="-75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449</w:t>
            </w:r>
          </w:p>
        </w:tc>
        <w:tc>
          <w:tcPr>
            <w:tcW w:w="147" w:type="pct"/>
          </w:tcPr>
          <w:p w14:paraId="4A795948" w14:textId="77777777" w:rsidR="00A457CB" w:rsidRPr="007213BB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590" w:type="pct"/>
          </w:tcPr>
          <w:p w14:paraId="2C62EE5B" w14:textId="6C382D31" w:rsidR="00A457CB" w:rsidRPr="007213BB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610D5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6A5EF2AC" w14:textId="77777777" w:rsidR="00A457CB" w:rsidRPr="007213BB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605" w:type="pct"/>
          </w:tcPr>
          <w:p w14:paraId="5790939D" w14:textId="4881FCD1" w:rsidR="00A457CB" w:rsidRPr="007213BB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1F313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35001" w:rsidRPr="00C05013" w14:paraId="282E030D" w14:textId="77777777" w:rsidTr="005F50E5">
        <w:tc>
          <w:tcPr>
            <w:tcW w:w="2168" w:type="pct"/>
          </w:tcPr>
          <w:p w14:paraId="1346A8A9" w14:textId="77777777" w:rsidR="00335001" w:rsidRPr="00C05013" w:rsidRDefault="00335001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07" w:type="pct"/>
          </w:tcPr>
          <w:p w14:paraId="18C10C7A" w14:textId="77777777" w:rsidR="00335001" w:rsidRPr="00C05013" w:rsidRDefault="003350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410856D2" w14:textId="77777777" w:rsidR="00335001" w:rsidRPr="00C05013" w:rsidRDefault="003350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9" w:type="pct"/>
          </w:tcPr>
          <w:p w14:paraId="77F7A076" w14:textId="77777777" w:rsidR="00335001" w:rsidRPr="00C05013" w:rsidRDefault="003350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71D3B777" w14:textId="77777777" w:rsidR="00335001" w:rsidRPr="00C05013" w:rsidRDefault="003350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0" w:type="pct"/>
          </w:tcPr>
          <w:p w14:paraId="62323FF2" w14:textId="77777777" w:rsidR="00335001" w:rsidRPr="00C05013" w:rsidRDefault="003350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pct"/>
          </w:tcPr>
          <w:p w14:paraId="3CCC2086" w14:textId="77777777" w:rsidR="00335001" w:rsidRPr="00C05013" w:rsidRDefault="003350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5" w:type="pct"/>
          </w:tcPr>
          <w:p w14:paraId="7E0886F3" w14:textId="77777777" w:rsidR="00335001" w:rsidRPr="00C05013" w:rsidRDefault="003350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35001" w:rsidRPr="00C05013" w14:paraId="1A420910" w14:textId="77777777" w:rsidTr="005F50E5">
        <w:tc>
          <w:tcPr>
            <w:tcW w:w="2168" w:type="pct"/>
          </w:tcPr>
          <w:p w14:paraId="2A0DC2E9" w14:textId="77777777" w:rsidR="00335001" w:rsidRPr="00C05013" w:rsidRDefault="00335001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07" w:type="pct"/>
          </w:tcPr>
          <w:p w14:paraId="6CFB253C" w14:textId="77777777" w:rsidR="00335001" w:rsidRPr="00C05013" w:rsidRDefault="003350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79D04F4D" w14:textId="77777777" w:rsidR="00335001" w:rsidRPr="00C05013" w:rsidRDefault="003350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9" w:type="pct"/>
          </w:tcPr>
          <w:p w14:paraId="477F3B60" w14:textId="77777777" w:rsidR="00335001" w:rsidRPr="00C05013" w:rsidRDefault="003350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7715BC32" w14:textId="77777777" w:rsidR="00335001" w:rsidRPr="00C05013" w:rsidRDefault="003350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0" w:type="pct"/>
          </w:tcPr>
          <w:p w14:paraId="17E1C0B4" w14:textId="77777777" w:rsidR="00335001" w:rsidRPr="00C05013" w:rsidRDefault="003350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pct"/>
          </w:tcPr>
          <w:p w14:paraId="4AAA7AA7" w14:textId="77777777" w:rsidR="00335001" w:rsidRPr="00C05013" w:rsidRDefault="003350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5" w:type="pct"/>
          </w:tcPr>
          <w:p w14:paraId="09303A87" w14:textId="77777777" w:rsidR="00335001" w:rsidRPr="00C05013" w:rsidRDefault="003350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457CB" w:rsidRPr="00C05013" w14:paraId="3E09AC35" w14:textId="77777777" w:rsidTr="005F50E5">
        <w:tc>
          <w:tcPr>
            <w:tcW w:w="2168" w:type="pct"/>
          </w:tcPr>
          <w:p w14:paraId="2364246C" w14:textId="77777777" w:rsidR="00A457CB" w:rsidRPr="00C05013" w:rsidRDefault="00A457CB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07" w:type="pct"/>
          </w:tcPr>
          <w:p w14:paraId="53D608D8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551E167E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9" w:type="pct"/>
          </w:tcPr>
          <w:p w14:paraId="7E51B94F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203F0E3A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0" w:type="pct"/>
          </w:tcPr>
          <w:p w14:paraId="2E118ABB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pct"/>
          </w:tcPr>
          <w:p w14:paraId="72040298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5" w:type="pct"/>
          </w:tcPr>
          <w:p w14:paraId="1EE4792E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74F01" w:rsidRPr="00C05013" w14:paraId="62BFEFC4" w14:textId="77777777" w:rsidTr="005F50E5">
        <w:tc>
          <w:tcPr>
            <w:tcW w:w="2168" w:type="pct"/>
          </w:tcPr>
          <w:p w14:paraId="3B1E4291" w14:textId="77777777" w:rsidR="00574F01" w:rsidRPr="00C05013" w:rsidRDefault="00574F01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07" w:type="pct"/>
          </w:tcPr>
          <w:p w14:paraId="12EC805B" w14:textId="77777777" w:rsidR="00574F01" w:rsidRPr="00C05013" w:rsidRDefault="00574F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1604E812" w14:textId="77777777" w:rsidR="00574F01" w:rsidRPr="00C05013" w:rsidRDefault="00574F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9" w:type="pct"/>
          </w:tcPr>
          <w:p w14:paraId="5547B92E" w14:textId="77777777" w:rsidR="00574F01" w:rsidRPr="00C05013" w:rsidRDefault="00574F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3B97EDDB" w14:textId="77777777" w:rsidR="00574F01" w:rsidRPr="00C05013" w:rsidRDefault="00574F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0" w:type="pct"/>
          </w:tcPr>
          <w:p w14:paraId="4E8CC3B9" w14:textId="77777777" w:rsidR="00574F01" w:rsidRPr="00C05013" w:rsidRDefault="00574F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pct"/>
          </w:tcPr>
          <w:p w14:paraId="093D6FE5" w14:textId="77777777" w:rsidR="00574F01" w:rsidRPr="00C05013" w:rsidRDefault="00574F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5" w:type="pct"/>
          </w:tcPr>
          <w:p w14:paraId="14FA55F2" w14:textId="77777777" w:rsidR="00574F01" w:rsidRPr="00C05013" w:rsidRDefault="00574F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74F01" w:rsidRPr="00C05013" w14:paraId="0A4915A3" w14:textId="77777777" w:rsidTr="005F50E5">
        <w:tc>
          <w:tcPr>
            <w:tcW w:w="2168" w:type="pct"/>
          </w:tcPr>
          <w:p w14:paraId="588851FC" w14:textId="77777777" w:rsidR="00574F01" w:rsidRPr="00C05013" w:rsidRDefault="00574F01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07" w:type="pct"/>
          </w:tcPr>
          <w:p w14:paraId="00BE1EB2" w14:textId="77777777" w:rsidR="00574F01" w:rsidRPr="00C05013" w:rsidRDefault="00574F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18AC4698" w14:textId="77777777" w:rsidR="00574F01" w:rsidRPr="00C05013" w:rsidRDefault="00574F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9" w:type="pct"/>
          </w:tcPr>
          <w:p w14:paraId="241CE3FA" w14:textId="77777777" w:rsidR="00574F01" w:rsidRPr="00C05013" w:rsidRDefault="00574F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0362B9FD" w14:textId="77777777" w:rsidR="00574F01" w:rsidRPr="00C05013" w:rsidRDefault="00574F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0" w:type="pct"/>
          </w:tcPr>
          <w:p w14:paraId="7D85D7AA" w14:textId="77777777" w:rsidR="00574F01" w:rsidRPr="00C05013" w:rsidRDefault="00574F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pct"/>
          </w:tcPr>
          <w:p w14:paraId="12AF9886" w14:textId="77777777" w:rsidR="00574F01" w:rsidRPr="00C05013" w:rsidRDefault="00574F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5" w:type="pct"/>
          </w:tcPr>
          <w:p w14:paraId="757AFD01" w14:textId="77777777" w:rsidR="00574F01" w:rsidRPr="00C05013" w:rsidRDefault="00574F01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457CB" w:rsidRPr="00C05013" w14:paraId="56127C19" w14:textId="77777777" w:rsidTr="005B2279">
        <w:tc>
          <w:tcPr>
            <w:tcW w:w="2168" w:type="pct"/>
            <w:shd w:val="clear" w:color="auto" w:fill="FFFFFF"/>
          </w:tcPr>
          <w:p w14:paraId="68013E57" w14:textId="64A27988" w:rsidR="00A457CB" w:rsidRPr="00C05013" w:rsidRDefault="00A457CB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607" w:type="pct"/>
          </w:tcPr>
          <w:p w14:paraId="12C1853F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25217C1C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9" w:type="pct"/>
          </w:tcPr>
          <w:p w14:paraId="10A2F6D2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 w:line="240" w:lineRule="auto"/>
              <w:ind w:left="-108" w:right="16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</w:tcPr>
          <w:p w14:paraId="56E3960D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0" w:type="pct"/>
          </w:tcPr>
          <w:p w14:paraId="740060AA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pct"/>
          </w:tcPr>
          <w:p w14:paraId="4D8941D5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5" w:type="pct"/>
          </w:tcPr>
          <w:p w14:paraId="25AF6DC2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457CB" w:rsidRPr="00C05013" w14:paraId="0F889984" w14:textId="77777777" w:rsidTr="005F50E5">
        <w:tc>
          <w:tcPr>
            <w:tcW w:w="2168" w:type="pct"/>
            <w:shd w:val="clear" w:color="auto" w:fill="FFFFFF"/>
          </w:tcPr>
          <w:p w14:paraId="125A55EB" w14:textId="3A1B91FA" w:rsidR="00A457CB" w:rsidRPr="00C05013" w:rsidRDefault="00A457CB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i/>
                <w:iCs/>
                <w:color w:val="0000FF"/>
                <w:sz w:val="28"/>
                <w:szCs w:val="28"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การเพิ่มขึ้นของสินทรัพย์สิทธิการใช้</w:t>
            </w:r>
          </w:p>
        </w:tc>
        <w:tc>
          <w:tcPr>
            <w:tcW w:w="607" w:type="pct"/>
          </w:tcPr>
          <w:p w14:paraId="2E9EC99A" w14:textId="422AA158" w:rsidR="00A457CB" w:rsidRPr="00C05013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1CA8D963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14A86689" w14:textId="4C87F778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70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15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C42DDF">
              <w:rPr>
                <w:rFonts w:ascii="Angsana New" w:hAnsi="Angsana New" w:cs="Angsana New"/>
                <w:sz w:val="28"/>
                <w:szCs w:val="28"/>
              </w:rPr>
              <w:t>363</w:t>
            </w:r>
          </w:p>
        </w:tc>
        <w:tc>
          <w:tcPr>
            <w:tcW w:w="147" w:type="pct"/>
          </w:tcPr>
          <w:p w14:paraId="1B7258C2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0CC3CCCB" w14:textId="165DD22D" w:rsidR="00A457CB" w:rsidRPr="00C05013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4E9431B5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2643BBCE" w14:textId="5D00545E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457CB" w:rsidRPr="00C05013" w14:paraId="2EC4C81C" w14:textId="77777777" w:rsidTr="005F50E5">
        <w:tc>
          <w:tcPr>
            <w:tcW w:w="2168" w:type="pct"/>
            <w:shd w:val="clear" w:color="auto" w:fill="FFFFFF"/>
          </w:tcPr>
          <w:p w14:paraId="190DAD28" w14:textId="4EBBE468" w:rsidR="00A457CB" w:rsidRPr="00C05013" w:rsidRDefault="00A457CB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607" w:type="pct"/>
          </w:tcPr>
          <w:p w14:paraId="3CB884A3" w14:textId="787C8036" w:rsidR="00A457CB" w:rsidRPr="00C05013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0DC54865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647702BC" w14:textId="172D97EE" w:rsidR="00A457CB" w:rsidRPr="00C42DDF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after="0" w:line="240" w:lineRule="auto"/>
              <w:ind w:left="-108" w:right="-70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1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C42DDF">
              <w:rPr>
                <w:rFonts w:ascii="Angsana New" w:hAnsi="Angsana New" w:cs="Angsana New"/>
                <w:sz w:val="28"/>
                <w:szCs w:val="28"/>
              </w:rPr>
              <w:t>29</w:t>
            </w:r>
            <w:r w:rsidRPr="00C72C92">
              <w:rPr>
                <w:rFonts w:ascii="Angsana New" w:hAnsi="Angsana New" w:cs="Angsana New"/>
                <w:sz w:val="28"/>
                <w:szCs w:val="28"/>
              </w:rPr>
              <w:t>0</w:t>
            </w:r>
          </w:p>
        </w:tc>
        <w:tc>
          <w:tcPr>
            <w:tcW w:w="147" w:type="pct"/>
          </w:tcPr>
          <w:p w14:paraId="44B0E167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50C416F7" w14:textId="5B4F9040" w:rsidR="00A457CB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" w:type="pct"/>
          </w:tcPr>
          <w:p w14:paraId="0DB1E6D0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</w:tcPr>
          <w:p w14:paraId="7CF06E4F" w14:textId="77DAF82D" w:rsidR="00A457CB" w:rsidRPr="00C42DDF" w:rsidRDefault="00A457CB" w:rsidP="005549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457CB">
              <w:rPr>
                <w:rFonts w:ascii="Angsana New" w:hAnsi="Angsana New" w:cs="Angsana New"/>
                <w:sz w:val="28"/>
                <w:szCs w:val="28"/>
              </w:rPr>
              <w:t>639</w:t>
            </w:r>
          </w:p>
        </w:tc>
      </w:tr>
      <w:tr w:rsidR="00A457CB" w:rsidRPr="00C05013" w14:paraId="033DA0F0" w14:textId="77777777" w:rsidTr="005F50E5">
        <w:tc>
          <w:tcPr>
            <w:tcW w:w="2168" w:type="pct"/>
            <w:shd w:val="clear" w:color="auto" w:fill="FFFFFF"/>
          </w:tcPr>
          <w:p w14:paraId="36C031A9" w14:textId="3CF327B0" w:rsidR="00A457CB" w:rsidRPr="00C05013" w:rsidRDefault="00A457CB" w:rsidP="00A457CB">
            <w:pPr>
              <w:tabs>
                <w:tab w:val="clear" w:pos="3515"/>
                <w:tab w:val="clear" w:pos="3742"/>
              </w:tabs>
              <w:spacing w:line="240" w:lineRule="auto"/>
              <w:ind w:right="-138"/>
              <w:rPr>
                <w:rFonts w:ascii="Angsana New" w:hAnsi="Angsana New" w:cs="Angsana New"/>
                <w:i/>
                <w:iCs/>
                <w:color w:val="0000FF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ค่าตอบแทนผู้บริหารสำคัญ</w:t>
            </w:r>
          </w:p>
        </w:tc>
        <w:tc>
          <w:tcPr>
            <w:tcW w:w="607" w:type="pct"/>
          </w:tcPr>
          <w:p w14:paraId="063DE435" w14:textId="71D23474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" w:type="pct"/>
          </w:tcPr>
          <w:p w14:paraId="0F68877E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3822B621" w14:textId="28333D94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" w:type="pct"/>
          </w:tcPr>
          <w:p w14:paraId="26B1E329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11646733" w14:textId="50CE1EEC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" w:type="pct"/>
          </w:tcPr>
          <w:p w14:paraId="53D7D80F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605" w:type="pct"/>
          </w:tcPr>
          <w:p w14:paraId="1A888AB2" w14:textId="0E851A81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457CB" w:rsidRPr="00C05013" w14:paraId="06C05E09" w14:textId="77777777" w:rsidTr="005F50E5">
        <w:tc>
          <w:tcPr>
            <w:tcW w:w="2168" w:type="pct"/>
            <w:shd w:val="clear" w:color="auto" w:fill="FFFFFF"/>
          </w:tcPr>
          <w:p w14:paraId="63CD88F9" w14:textId="6D16C063" w:rsidR="00A457CB" w:rsidRPr="00C05013" w:rsidRDefault="00A457CB" w:rsidP="00A457CB">
            <w:pPr>
              <w:tabs>
                <w:tab w:val="clear" w:pos="3515"/>
                <w:tab w:val="clear" w:pos="3742"/>
              </w:tabs>
              <w:spacing w:line="240" w:lineRule="auto"/>
              <w:ind w:right="-13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ผลประโยชน์ระยะสั้นของพนักงาน</w:t>
            </w:r>
          </w:p>
        </w:tc>
        <w:tc>
          <w:tcPr>
            <w:tcW w:w="607" w:type="pct"/>
          </w:tcPr>
          <w:p w14:paraId="5F0CAF38" w14:textId="4B4BB6B5" w:rsidR="00A457CB" w:rsidRPr="00C05013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after="0" w:line="240" w:lineRule="auto"/>
              <w:ind w:left="-108" w:right="-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15,588</w:t>
            </w:r>
          </w:p>
        </w:tc>
        <w:tc>
          <w:tcPr>
            <w:tcW w:w="147" w:type="pct"/>
          </w:tcPr>
          <w:p w14:paraId="04AACD5E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</w:tcPr>
          <w:p w14:paraId="27953058" w14:textId="349128E7" w:rsidR="00A457CB" w:rsidRPr="001F313C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15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C42DDF">
              <w:rPr>
                <w:rFonts w:ascii="Angsana New" w:hAnsi="Angsana New" w:cs="Angsana New"/>
                <w:sz w:val="28"/>
                <w:szCs w:val="28"/>
              </w:rPr>
              <w:t>423</w:t>
            </w:r>
          </w:p>
        </w:tc>
        <w:tc>
          <w:tcPr>
            <w:tcW w:w="147" w:type="pct"/>
          </w:tcPr>
          <w:p w14:paraId="216C655B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</w:tcPr>
          <w:p w14:paraId="56790F2D" w14:textId="5DEBF0DD" w:rsidR="00A457CB" w:rsidRPr="00C05013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15,588</w:t>
            </w:r>
          </w:p>
        </w:tc>
        <w:tc>
          <w:tcPr>
            <w:tcW w:w="137" w:type="pct"/>
          </w:tcPr>
          <w:p w14:paraId="7D48173F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605" w:type="pct"/>
          </w:tcPr>
          <w:p w14:paraId="51B0CD4A" w14:textId="0CB0C576" w:rsidR="00A457CB" w:rsidRPr="001F313C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15</w:t>
            </w:r>
            <w:r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C42DDF">
              <w:rPr>
                <w:rFonts w:ascii="Angsana New" w:hAnsi="Angsana New" w:cs="Angsana New"/>
                <w:sz w:val="28"/>
                <w:szCs w:val="28"/>
              </w:rPr>
              <w:t>423</w:t>
            </w:r>
          </w:p>
        </w:tc>
      </w:tr>
      <w:tr w:rsidR="00A457CB" w:rsidRPr="00C05013" w14:paraId="25D0B75F" w14:textId="77777777" w:rsidTr="005B2279">
        <w:tc>
          <w:tcPr>
            <w:tcW w:w="2168" w:type="pct"/>
            <w:shd w:val="clear" w:color="auto" w:fill="FFFFFF"/>
          </w:tcPr>
          <w:p w14:paraId="6E53DB98" w14:textId="11D75953" w:rsidR="00A457CB" w:rsidRPr="00C05013" w:rsidRDefault="00A457CB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14:paraId="221C5035" w14:textId="5ED0CB30" w:rsidR="00A457CB" w:rsidRPr="00C05013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after="0" w:line="240" w:lineRule="auto"/>
              <w:ind w:left="-108" w:right="-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303</w:t>
            </w:r>
          </w:p>
        </w:tc>
        <w:tc>
          <w:tcPr>
            <w:tcW w:w="147" w:type="pct"/>
          </w:tcPr>
          <w:p w14:paraId="333DC0B8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  <w:tcBorders>
              <w:bottom w:val="single" w:sz="4" w:space="0" w:color="auto"/>
            </w:tcBorders>
          </w:tcPr>
          <w:p w14:paraId="631726E9" w14:textId="3FDAEA8D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08" w:right="-165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Pr="00C72C92">
              <w:rPr>
                <w:rFonts w:ascii="Angsana New" w:hAnsi="Angsana New" w:cs="Angsana New"/>
                <w:sz w:val="28"/>
                <w:szCs w:val="28"/>
              </w:rPr>
              <w:t>0</w:t>
            </w:r>
            <w:r w:rsidRPr="00C42DDF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47" w:type="pct"/>
          </w:tcPr>
          <w:p w14:paraId="0A3CB135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14:paraId="5566FBB2" w14:textId="7F20694C" w:rsidR="00A457CB" w:rsidRPr="00C05013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303</w:t>
            </w:r>
          </w:p>
        </w:tc>
        <w:tc>
          <w:tcPr>
            <w:tcW w:w="137" w:type="pct"/>
          </w:tcPr>
          <w:p w14:paraId="6AD2B367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30396B28" w14:textId="749402A0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Pr="00C72C92">
              <w:rPr>
                <w:rFonts w:ascii="Angsana New" w:hAnsi="Angsana New" w:cs="Angsana New"/>
                <w:sz w:val="28"/>
                <w:szCs w:val="28"/>
              </w:rPr>
              <w:t>0</w:t>
            </w:r>
            <w:r w:rsidRPr="00C42DDF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A457CB" w:rsidRPr="00C05013" w14:paraId="27D5E678" w14:textId="77777777" w:rsidTr="005B2279">
        <w:tc>
          <w:tcPr>
            <w:tcW w:w="2168" w:type="pct"/>
            <w:shd w:val="clear" w:color="auto" w:fill="FFFFFF"/>
          </w:tcPr>
          <w:p w14:paraId="5317892F" w14:textId="35FE0D31" w:rsidR="00A457CB" w:rsidRPr="00C05013" w:rsidRDefault="00A457CB" w:rsidP="00A4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i/>
                <w:iCs/>
                <w:color w:val="0000FF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รวมค่าตอบแทนผู้บริหารสำคัญ</w:t>
            </w: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</w:tcPr>
          <w:p w14:paraId="48F6A977" w14:textId="6C9198C7" w:rsidR="00A457CB" w:rsidRPr="007213BB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left="-108" w:right="7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15,891</w:t>
            </w:r>
          </w:p>
        </w:tc>
        <w:tc>
          <w:tcPr>
            <w:tcW w:w="147" w:type="pct"/>
          </w:tcPr>
          <w:p w14:paraId="39D00875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single" w:sz="4" w:space="0" w:color="auto"/>
              <w:bottom w:val="double" w:sz="4" w:space="0" w:color="auto"/>
            </w:tcBorders>
          </w:tcPr>
          <w:p w14:paraId="7CE13C41" w14:textId="4C650BBF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after="0" w:line="240" w:lineRule="auto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b/>
                <w:bCs/>
                <w:sz w:val="28"/>
                <w:szCs w:val="28"/>
              </w:rPr>
              <w:t>15</w:t>
            </w: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,</w:t>
            </w:r>
            <w:r w:rsidRPr="00C42DDF">
              <w:rPr>
                <w:rFonts w:ascii="Angsana New" w:hAnsi="Angsana New" w:cs="Angsana New"/>
                <w:b/>
                <w:bCs/>
                <w:sz w:val="28"/>
                <w:szCs w:val="28"/>
              </w:rPr>
              <w:t>628</w:t>
            </w:r>
          </w:p>
        </w:tc>
        <w:tc>
          <w:tcPr>
            <w:tcW w:w="147" w:type="pct"/>
          </w:tcPr>
          <w:p w14:paraId="67D17BF4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</w:tcPr>
          <w:p w14:paraId="6A8D20AC" w14:textId="01D43739" w:rsidR="00A457CB" w:rsidRPr="007213BB" w:rsidRDefault="00610D55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15,891</w:t>
            </w:r>
          </w:p>
        </w:tc>
        <w:tc>
          <w:tcPr>
            <w:tcW w:w="137" w:type="pct"/>
          </w:tcPr>
          <w:p w14:paraId="432B48F1" w14:textId="77777777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</w:tcPr>
          <w:p w14:paraId="6E9A12F3" w14:textId="6D35AE41" w:rsidR="00A457CB" w:rsidRPr="00C05013" w:rsidRDefault="00A457CB" w:rsidP="00A457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31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42DDF">
              <w:rPr>
                <w:rFonts w:ascii="Angsana New" w:hAnsi="Angsana New" w:cs="Angsana New"/>
                <w:b/>
                <w:bCs/>
                <w:sz w:val="28"/>
                <w:szCs w:val="28"/>
              </w:rPr>
              <w:t>15</w:t>
            </w: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,</w:t>
            </w:r>
            <w:r w:rsidRPr="00C42DDF">
              <w:rPr>
                <w:rFonts w:ascii="Angsana New" w:hAnsi="Angsana New" w:cs="Angsana New"/>
                <w:b/>
                <w:bCs/>
                <w:sz w:val="28"/>
                <w:szCs w:val="28"/>
              </w:rPr>
              <w:t>628</w:t>
            </w:r>
          </w:p>
        </w:tc>
      </w:tr>
    </w:tbl>
    <w:p w14:paraId="383FC0CE" w14:textId="77777777" w:rsidR="00C50608" w:rsidRPr="00AB7C17" w:rsidRDefault="00C50608" w:rsidP="005549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 w:cs="Angsana New"/>
          <w:color w:val="000000"/>
          <w:sz w:val="28"/>
          <w:szCs w:val="28"/>
        </w:rPr>
      </w:pPr>
    </w:p>
    <w:p w14:paraId="7F54EEFA" w14:textId="4EA4AC85" w:rsidR="000C1387" w:rsidRPr="00C05013" w:rsidRDefault="000C13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"/>
          <w:szCs w:val="2"/>
          <w:cs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00"/>
        <w:gridCol w:w="990"/>
        <w:gridCol w:w="182"/>
        <w:gridCol w:w="1078"/>
        <w:gridCol w:w="185"/>
        <w:gridCol w:w="985"/>
        <w:gridCol w:w="183"/>
        <w:gridCol w:w="1077"/>
      </w:tblGrid>
      <w:tr w:rsidR="00DE228E" w:rsidRPr="00C05013" w14:paraId="6B5FD1BB" w14:textId="77777777" w:rsidTr="006974E4">
        <w:trPr>
          <w:cantSplit/>
          <w:tblHeader/>
        </w:trPr>
        <w:tc>
          <w:tcPr>
            <w:tcW w:w="4500" w:type="dxa"/>
          </w:tcPr>
          <w:p w14:paraId="70195431" w14:textId="4BD6722F" w:rsidR="00DE228E" w:rsidRPr="00C05013" w:rsidRDefault="00DE228E" w:rsidP="00E82CF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8"/>
                <w:szCs w:val="28"/>
                <w:lang w:bidi="th-TH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16BFC17B" w14:textId="77777777" w:rsidR="00DE228E" w:rsidRPr="00C05013" w:rsidRDefault="00DE228E" w:rsidP="00E82CF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</w:pPr>
            <w:r w:rsidRPr="00C05013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85" w:type="dxa"/>
          </w:tcPr>
          <w:p w14:paraId="556E51E4" w14:textId="77777777" w:rsidR="00DE228E" w:rsidRPr="00C05013" w:rsidRDefault="00DE228E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245" w:type="dxa"/>
            <w:gridSpan w:val="3"/>
            <w:vAlign w:val="bottom"/>
          </w:tcPr>
          <w:p w14:paraId="0448793D" w14:textId="77777777" w:rsidR="00DE228E" w:rsidRPr="00C05013" w:rsidRDefault="00DE228E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50608" w:rsidRPr="00C05013" w14:paraId="2C017230" w14:textId="77777777" w:rsidTr="006974E4">
        <w:trPr>
          <w:cantSplit/>
          <w:tblHeader/>
        </w:trPr>
        <w:tc>
          <w:tcPr>
            <w:tcW w:w="4500" w:type="dxa"/>
          </w:tcPr>
          <w:p w14:paraId="4586833D" w14:textId="6E7D1028" w:rsidR="00C50608" w:rsidRPr="00C05013" w:rsidRDefault="00C50608" w:rsidP="00C5060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54659406" w14:textId="1879EE28" w:rsidR="00C50608" w:rsidRPr="00C05013" w:rsidRDefault="00A457CB" w:rsidP="00C50608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A457CB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31 </w:t>
            </w:r>
            <w:r w:rsidRPr="00A457CB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2" w:type="dxa"/>
            <w:vAlign w:val="bottom"/>
          </w:tcPr>
          <w:p w14:paraId="57EC945A" w14:textId="77777777" w:rsidR="00C50608" w:rsidRPr="00C05013" w:rsidRDefault="00C50608" w:rsidP="00C50608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78" w:type="dxa"/>
            <w:vAlign w:val="bottom"/>
          </w:tcPr>
          <w:p w14:paraId="2A04294C" w14:textId="5F181AE6" w:rsidR="00C50608" w:rsidRPr="00C05013" w:rsidRDefault="00C50608" w:rsidP="00C50608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C05013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85" w:type="dxa"/>
          </w:tcPr>
          <w:p w14:paraId="7CB111F6" w14:textId="77777777" w:rsidR="00C50608" w:rsidRPr="00C05013" w:rsidRDefault="00C50608" w:rsidP="00C50608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985" w:type="dxa"/>
            <w:vAlign w:val="bottom"/>
          </w:tcPr>
          <w:p w14:paraId="300B03E7" w14:textId="3A40812E" w:rsidR="00C50608" w:rsidRPr="00C05013" w:rsidRDefault="00A457CB" w:rsidP="00C50608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457CB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457CB">
              <w:rPr>
                <w:rFonts w:ascii="Angsana New" w:hAnsi="Angsana New" w:cs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83" w:type="dxa"/>
            <w:vAlign w:val="bottom"/>
          </w:tcPr>
          <w:p w14:paraId="31A1805F" w14:textId="77777777" w:rsidR="00C50608" w:rsidRPr="00C05013" w:rsidRDefault="00C50608" w:rsidP="00C50608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77" w:type="dxa"/>
            <w:vAlign w:val="bottom"/>
          </w:tcPr>
          <w:p w14:paraId="1BC692FB" w14:textId="2711FA4F" w:rsidR="00C50608" w:rsidRPr="00C05013" w:rsidRDefault="00C50608" w:rsidP="00C50608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C05013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CF2553" w:rsidRPr="00C05013" w14:paraId="30CC69AE" w14:textId="77777777" w:rsidTr="006974E4">
        <w:trPr>
          <w:cantSplit/>
          <w:tblHeader/>
        </w:trPr>
        <w:tc>
          <w:tcPr>
            <w:tcW w:w="4500" w:type="dxa"/>
          </w:tcPr>
          <w:p w14:paraId="55FDD217" w14:textId="643594AD" w:rsidR="00CF2553" w:rsidRPr="00C05013" w:rsidRDefault="00CF2553" w:rsidP="00CF2553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ยอดคงเหลือกับบุคคลหรือกิจการที่เกี่ยวข้องกัน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ณ วันที่</w:t>
            </w:r>
          </w:p>
        </w:tc>
        <w:tc>
          <w:tcPr>
            <w:tcW w:w="990" w:type="dxa"/>
            <w:vAlign w:val="bottom"/>
          </w:tcPr>
          <w:p w14:paraId="0571B093" w14:textId="474277EB" w:rsidR="00CF2553" w:rsidRPr="00C05013" w:rsidRDefault="00C42DDF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256</w:t>
            </w:r>
            <w:r w:rsidR="00A457CB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8</w:t>
            </w:r>
          </w:p>
        </w:tc>
        <w:tc>
          <w:tcPr>
            <w:tcW w:w="182" w:type="dxa"/>
            <w:vAlign w:val="bottom"/>
          </w:tcPr>
          <w:p w14:paraId="758FA04F" w14:textId="77777777" w:rsidR="00CF2553" w:rsidRPr="00C05013" w:rsidRDefault="00CF2553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vAlign w:val="bottom"/>
          </w:tcPr>
          <w:p w14:paraId="2205FDA6" w14:textId="69D9BF48" w:rsidR="00CF2553" w:rsidRPr="00C05013" w:rsidRDefault="00C42DDF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256</w:t>
            </w:r>
            <w:r w:rsidR="00A457CB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7</w:t>
            </w:r>
          </w:p>
        </w:tc>
        <w:tc>
          <w:tcPr>
            <w:tcW w:w="185" w:type="dxa"/>
          </w:tcPr>
          <w:p w14:paraId="5AE08206" w14:textId="77777777" w:rsidR="00CF2553" w:rsidRPr="00C05013" w:rsidRDefault="00CF2553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</w:pPr>
          </w:p>
        </w:tc>
        <w:tc>
          <w:tcPr>
            <w:tcW w:w="985" w:type="dxa"/>
            <w:vAlign w:val="bottom"/>
          </w:tcPr>
          <w:p w14:paraId="71E90D46" w14:textId="7BDCD0F3" w:rsidR="00CF2553" w:rsidRPr="00C05013" w:rsidRDefault="00C42DDF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256</w:t>
            </w:r>
            <w:r w:rsidR="00A457CB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8</w:t>
            </w:r>
          </w:p>
        </w:tc>
        <w:tc>
          <w:tcPr>
            <w:tcW w:w="183" w:type="dxa"/>
            <w:vAlign w:val="bottom"/>
          </w:tcPr>
          <w:p w14:paraId="14AF2241" w14:textId="77777777" w:rsidR="00CF2553" w:rsidRPr="00C05013" w:rsidRDefault="00CF2553" w:rsidP="00CF2553">
            <w:pPr>
              <w:pStyle w:val="acctmergecolhdg"/>
              <w:spacing w:line="240" w:lineRule="auto"/>
              <w:ind w:left="-77" w:right="-77"/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</w:pPr>
          </w:p>
        </w:tc>
        <w:tc>
          <w:tcPr>
            <w:tcW w:w="1077" w:type="dxa"/>
            <w:vAlign w:val="bottom"/>
          </w:tcPr>
          <w:p w14:paraId="1DC1D9C7" w14:textId="574AEFE6" w:rsidR="00CF2553" w:rsidRPr="00C05013" w:rsidRDefault="00C42DDF" w:rsidP="00CF255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256</w:t>
            </w:r>
            <w:r w:rsidR="00A457CB"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  <w:t>7</w:t>
            </w:r>
          </w:p>
        </w:tc>
      </w:tr>
      <w:tr w:rsidR="00DE228E" w:rsidRPr="00C05013" w14:paraId="0DC641CD" w14:textId="77777777" w:rsidTr="006974E4">
        <w:trPr>
          <w:cantSplit/>
          <w:tblHeader/>
        </w:trPr>
        <w:tc>
          <w:tcPr>
            <w:tcW w:w="4500" w:type="dxa"/>
          </w:tcPr>
          <w:p w14:paraId="2CFF0F81" w14:textId="77777777" w:rsidR="00DE228E" w:rsidRPr="00C05013" w:rsidRDefault="00DE228E" w:rsidP="00E82CF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4680" w:type="dxa"/>
            <w:gridSpan w:val="7"/>
            <w:vAlign w:val="bottom"/>
            <w:hideMark/>
          </w:tcPr>
          <w:p w14:paraId="500292CA" w14:textId="77777777" w:rsidR="00DE228E" w:rsidRPr="00C05013" w:rsidRDefault="00DE228E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DE228E" w:rsidRPr="00C05013" w14:paraId="632B4971" w14:textId="77777777" w:rsidTr="006974E4">
        <w:trPr>
          <w:cantSplit/>
        </w:trPr>
        <w:tc>
          <w:tcPr>
            <w:tcW w:w="4500" w:type="dxa"/>
          </w:tcPr>
          <w:p w14:paraId="09D716F7" w14:textId="77777777" w:rsidR="00DE228E" w:rsidRPr="00C05013" w:rsidRDefault="00DE228E" w:rsidP="006974E4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ลูกหนี้การค้า</w:t>
            </w: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และ</w:t>
            </w:r>
            <w:r w:rsidRPr="00C05013">
              <w:rPr>
                <w:rFonts w:cs="Angsana New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ลูกหนี้</w:t>
            </w:r>
            <w:r w:rsidRPr="00C05013">
              <w:rPr>
                <w:rFonts w:cs="Angsana New" w:hint="cs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หมุนเวียน</w:t>
            </w:r>
            <w:r w:rsidRPr="00C05013">
              <w:rPr>
                <w:rFonts w:cs="Angsana New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อื่น</w:t>
            </w:r>
          </w:p>
        </w:tc>
        <w:tc>
          <w:tcPr>
            <w:tcW w:w="990" w:type="dxa"/>
          </w:tcPr>
          <w:p w14:paraId="1B98ABC5" w14:textId="77777777" w:rsidR="00DE228E" w:rsidRPr="00C05013" w:rsidRDefault="00DE228E" w:rsidP="00E82CF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</w:tcPr>
          <w:p w14:paraId="4B025438" w14:textId="77777777" w:rsidR="00DE228E" w:rsidRPr="00C05013" w:rsidRDefault="00DE228E" w:rsidP="00E82CF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3365D644" w14:textId="77777777" w:rsidR="00DE228E" w:rsidRPr="00C05013" w:rsidRDefault="00DE228E" w:rsidP="00E82CF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" w:type="dxa"/>
          </w:tcPr>
          <w:p w14:paraId="64D9B416" w14:textId="77777777" w:rsidR="00DE228E" w:rsidRPr="00C05013" w:rsidRDefault="00DE228E" w:rsidP="00E82CF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0EDE917A" w14:textId="77777777" w:rsidR="00DE228E" w:rsidRPr="00C05013" w:rsidRDefault="00DE228E" w:rsidP="00E82CF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</w:tcPr>
          <w:p w14:paraId="0B7FB4DD" w14:textId="77777777" w:rsidR="00DE228E" w:rsidRPr="00C05013" w:rsidRDefault="00DE228E" w:rsidP="00E82CF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3D4A36F6" w14:textId="77777777" w:rsidR="00DE228E" w:rsidRPr="00C05013" w:rsidRDefault="00DE228E" w:rsidP="00E82CF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457CB" w:rsidRPr="00C05013" w14:paraId="351900EB" w14:textId="77777777" w:rsidTr="006974E4">
        <w:trPr>
          <w:cantSplit/>
          <w:trHeight w:val="353"/>
        </w:trPr>
        <w:tc>
          <w:tcPr>
            <w:tcW w:w="4500" w:type="dxa"/>
          </w:tcPr>
          <w:p w14:paraId="0EAD583C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2B1EA3A8" w14:textId="45572E65" w:rsidR="00A457CB" w:rsidRPr="00C05013" w:rsidRDefault="00610D55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51791DCD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78" w:type="dxa"/>
          </w:tcPr>
          <w:p w14:paraId="2E791D09" w14:textId="44FA296B" w:rsidR="00A457CB" w:rsidRPr="00C05013" w:rsidRDefault="00A457CB" w:rsidP="00171F8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775BBAC2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1518922D" w14:textId="13CA5F64" w:rsidR="00A457CB" w:rsidRPr="00C05013" w:rsidRDefault="00610D55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6,239</w:t>
            </w:r>
          </w:p>
        </w:tc>
        <w:tc>
          <w:tcPr>
            <w:tcW w:w="183" w:type="dxa"/>
          </w:tcPr>
          <w:p w14:paraId="6AAC78D3" w14:textId="77777777" w:rsidR="00A457CB" w:rsidRPr="00C05013" w:rsidRDefault="00A457CB" w:rsidP="00A457C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75A4247F" w14:textId="056B0190" w:rsidR="00A457CB" w:rsidRPr="00C05013" w:rsidRDefault="00A457CB" w:rsidP="000D155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14,399</w:t>
            </w:r>
          </w:p>
        </w:tc>
      </w:tr>
      <w:tr w:rsidR="00A457CB" w:rsidRPr="00C05013" w14:paraId="339CB328" w14:textId="77777777" w:rsidTr="006974E4">
        <w:trPr>
          <w:cantSplit/>
        </w:trPr>
        <w:tc>
          <w:tcPr>
            <w:tcW w:w="4500" w:type="dxa"/>
          </w:tcPr>
          <w:p w14:paraId="1B44F6B0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บุคคลหรือ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FB88412" w14:textId="53D06C9E" w:rsidR="00A457CB" w:rsidRPr="00C05013" w:rsidRDefault="00610D55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531</w:t>
            </w:r>
          </w:p>
        </w:tc>
        <w:tc>
          <w:tcPr>
            <w:tcW w:w="182" w:type="dxa"/>
          </w:tcPr>
          <w:p w14:paraId="24AF80FB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7BF3D9DF" w14:textId="4748FC52" w:rsidR="00A457CB" w:rsidRPr="00C05013" w:rsidRDefault="00A457CB" w:rsidP="00171F8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15666D">
              <w:rPr>
                <w:rFonts w:asciiTheme="majorBidi" w:hAnsiTheme="majorBidi" w:cstheme="majorBidi"/>
                <w:sz w:val="28"/>
                <w:szCs w:val="28"/>
              </w:rPr>
              <w:t>30</w:t>
            </w:r>
          </w:p>
        </w:tc>
        <w:tc>
          <w:tcPr>
            <w:tcW w:w="185" w:type="dxa"/>
          </w:tcPr>
          <w:p w14:paraId="54FA4529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203C0732" w14:textId="6038E275" w:rsidR="00A457CB" w:rsidRPr="00C05013" w:rsidRDefault="00610D55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531</w:t>
            </w:r>
          </w:p>
        </w:tc>
        <w:tc>
          <w:tcPr>
            <w:tcW w:w="183" w:type="dxa"/>
          </w:tcPr>
          <w:p w14:paraId="39ECBFB6" w14:textId="77777777" w:rsidR="00A457CB" w:rsidRPr="00C05013" w:rsidRDefault="00A457CB" w:rsidP="00A457C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4A838BF3" w14:textId="0D5F85C1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430</w:t>
            </w:r>
          </w:p>
        </w:tc>
      </w:tr>
      <w:tr w:rsidR="00A457CB" w:rsidRPr="00C05013" w14:paraId="7C8D0084" w14:textId="77777777" w:rsidTr="006974E4">
        <w:trPr>
          <w:cantSplit/>
        </w:trPr>
        <w:tc>
          <w:tcPr>
            <w:tcW w:w="4500" w:type="dxa"/>
          </w:tcPr>
          <w:p w14:paraId="1D91E31E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0C2CAB9" w14:textId="306EFDF4" w:rsidR="00A457CB" w:rsidRPr="00C05013" w:rsidRDefault="00610D55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531</w:t>
            </w:r>
          </w:p>
        </w:tc>
        <w:tc>
          <w:tcPr>
            <w:tcW w:w="182" w:type="dxa"/>
          </w:tcPr>
          <w:p w14:paraId="4BE7BFFF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14BD7A99" w14:textId="7B023914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  <w:r w:rsidR="0015666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5" w:type="dxa"/>
          </w:tcPr>
          <w:p w14:paraId="4415002C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74B4617C" w14:textId="12FBE49F" w:rsidR="00A457CB" w:rsidRPr="00C05013" w:rsidRDefault="00610D55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6,770</w:t>
            </w:r>
          </w:p>
        </w:tc>
        <w:tc>
          <w:tcPr>
            <w:tcW w:w="183" w:type="dxa"/>
          </w:tcPr>
          <w:p w14:paraId="470CD984" w14:textId="77777777" w:rsidR="00A457CB" w:rsidRPr="00C05013" w:rsidRDefault="00A457CB" w:rsidP="00A457C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53018660" w14:textId="6A6AFBBA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14,829</w:t>
            </w:r>
          </w:p>
        </w:tc>
      </w:tr>
      <w:tr w:rsidR="00DB6F29" w:rsidRPr="00E73BA9" w14:paraId="7E410A21" w14:textId="77777777" w:rsidTr="006974E4">
        <w:trPr>
          <w:cantSplit/>
        </w:trPr>
        <w:tc>
          <w:tcPr>
            <w:tcW w:w="4500" w:type="dxa"/>
          </w:tcPr>
          <w:p w14:paraId="63CAA7DF" w14:textId="77777777" w:rsidR="00DB6F29" w:rsidRPr="00E73BA9" w:rsidRDefault="00DB6F29" w:rsidP="00DB6F2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70971277" w14:textId="77777777" w:rsidR="00DB6F29" w:rsidRPr="00E73BA9" w:rsidRDefault="00DB6F29" w:rsidP="00DB6F29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6EAC541E" w14:textId="77777777" w:rsidR="00DB6F29" w:rsidRPr="00E73BA9" w:rsidRDefault="00DB6F29" w:rsidP="00DB6F2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6423EA86" w14:textId="77777777" w:rsidR="00DB6F29" w:rsidRPr="00E73BA9" w:rsidRDefault="00DB6F29" w:rsidP="00DB6F2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50E8F89C" w14:textId="77777777" w:rsidR="00DB6F29" w:rsidRPr="00E73BA9" w:rsidRDefault="00DB6F29" w:rsidP="00DB6F29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14966206" w14:textId="77777777" w:rsidR="00DB6F29" w:rsidRPr="00E73BA9" w:rsidRDefault="00DB6F29" w:rsidP="00DB6F29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683B427D" w14:textId="77777777" w:rsidR="00DB6F29" w:rsidRPr="00E73BA9" w:rsidRDefault="00DB6F29" w:rsidP="00DB6F29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4472AC19" w14:textId="77777777" w:rsidR="00DB6F29" w:rsidRPr="00E73BA9" w:rsidRDefault="00DB6F29" w:rsidP="00DB6F29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B6F29" w:rsidRPr="00C05013" w14:paraId="74386B2F" w14:textId="77777777" w:rsidTr="006974E4">
        <w:trPr>
          <w:cantSplit/>
        </w:trPr>
        <w:tc>
          <w:tcPr>
            <w:tcW w:w="4500" w:type="dxa"/>
          </w:tcPr>
          <w:p w14:paraId="202E8608" w14:textId="56E79C60" w:rsidR="00DB6F29" w:rsidRPr="00C05013" w:rsidRDefault="00E64423" w:rsidP="00DB6F29">
            <w:pPr>
              <w:spacing w:line="240" w:lineRule="auto"/>
              <w:ind w:firstLine="14"/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</w:pPr>
            <w:r w:rsidRPr="00E64423">
              <w:rPr>
                <w:rFonts w:cs="Angsana New" w:hint="cs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เงินปันผลค้างรับ</w:t>
            </w:r>
          </w:p>
        </w:tc>
        <w:tc>
          <w:tcPr>
            <w:tcW w:w="990" w:type="dxa"/>
          </w:tcPr>
          <w:p w14:paraId="33D8A611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1967A6C1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14:paraId="38750604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7C74A15D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15F6BCA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64B6F9B9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</w:tcPr>
          <w:p w14:paraId="5A972A23" w14:textId="77777777" w:rsidR="00DB6F29" w:rsidRPr="00C05013" w:rsidRDefault="00DB6F29" w:rsidP="00DB6F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E64423" w:rsidRPr="00C05013" w14:paraId="46C99BB3" w14:textId="2C234E60" w:rsidTr="006974E4">
        <w:trPr>
          <w:cantSplit/>
        </w:trPr>
        <w:tc>
          <w:tcPr>
            <w:tcW w:w="4500" w:type="dxa"/>
          </w:tcPr>
          <w:p w14:paraId="4A8C6871" w14:textId="05AFE72B" w:rsidR="00E64423" w:rsidRPr="00C05013" w:rsidRDefault="00E64423" w:rsidP="00E64423">
            <w:pPr>
              <w:spacing w:line="240" w:lineRule="auto"/>
              <w:ind w:firstLine="14"/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78F9850" w14:textId="20B02075" w:rsidR="00E64423" w:rsidRPr="00C05013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2AD2DFB3" w14:textId="77777777" w:rsidR="00E64423" w:rsidRPr="00C05013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76DC9710" w14:textId="72D3AE21" w:rsidR="00E64423" w:rsidRPr="00C05013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079C3422" w14:textId="77777777" w:rsidR="00E64423" w:rsidRPr="00C05013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0E889E73" w14:textId="7126850A" w:rsidR="00E64423" w:rsidRPr="00C05013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2A3347B1" w14:textId="77777777" w:rsidR="00E64423" w:rsidRPr="00C05013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0C5227B2" w14:textId="4337D94C" w:rsidR="00E64423" w:rsidRPr="00C05013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D4D05">
              <w:rPr>
                <w:rFonts w:asciiTheme="majorBidi" w:hAnsiTheme="majorBidi" w:cstheme="majorBidi"/>
                <w:sz w:val="28"/>
                <w:szCs w:val="28"/>
              </w:rPr>
              <w:t>161,404</w:t>
            </w:r>
          </w:p>
        </w:tc>
      </w:tr>
      <w:tr w:rsidR="00E64423" w:rsidRPr="00C05013" w14:paraId="7FDC2CF7" w14:textId="77777777" w:rsidTr="006974E4">
        <w:trPr>
          <w:cantSplit/>
        </w:trPr>
        <w:tc>
          <w:tcPr>
            <w:tcW w:w="4500" w:type="dxa"/>
          </w:tcPr>
          <w:p w14:paraId="3F66F92B" w14:textId="77777777" w:rsidR="00E64423" w:rsidRPr="00C05013" w:rsidRDefault="00E64423" w:rsidP="00E64423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C71C9F9" w14:textId="1FD9EF3D" w:rsidR="00E64423" w:rsidRPr="00C05013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645E501D" w14:textId="77777777" w:rsidR="00E64423" w:rsidRPr="00C05013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11344FB7" w14:textId="3DCC1EAD" w:rsidR="00E64423" w:rsidRPr="00C05013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33D49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33D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1EE2D787" w14:textId="77777777" w:rsidR="00E64423" w:rsidRPr="00C05013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7F732AC9" w14:textId="6DCAD28E" w:rsidR="00E64423" w:rsidRPr="00C05013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33D49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33D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003D4B92" w14:textId="77777777" w:rsidR="00E64423" w:rsidRPr="00C05013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4A88DEE7" w14:textId="197AE4AE" w:rsidR="00E64423" w:rsidRPr="00C05013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644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161,404</w:t>
            </w:r>
          </w:p>
        </w:tc>
      </w:tr>
      <w:tr w:rsidR="00E81085" w:rsidRPr="00E73BA9" w14:paraId="6D14AE77" w14:textId="77777777" w:rsidTr="00A46CC7">
        <w:trPr>
          <w:cantSplit/>
        </w:trPr>
        <w:tc>
          <w:tcPr>
            <w:tcW w:w="4500" w:type="dxa"/>
          </w:tcPr>
          <w:p w14:paraId="1F08DB64" w14:textId="77777777" w:rsidR="00E81085" w:rsidRPr="00E73BA9" w:rsidRDefault="00E81085" w:rsidP="00A46CC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31D55EF3" w14:textId="77777777" w:rsidR="00E81085" w:rsidRPr="00E73BA9" w:rsidRDefault="00E81085" w:rsidP="00A46CC7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61A85F06" w14:textId="77777777" w:rsidR="00E81085" w:rsidRPr="00E73BA9" w:rsidRDefault="00E81085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135265B7" w14:textId="77777777" w:rsidR="00E81085" w:rsidRPr="00E73BA9" w:rsidRDefault="00E81085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5B14CC9C" w14:textId="77777777" w:rsidR="00E81085" w:rsidRPr="00E73BA9" w:rsidRDefault="00E81085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47FA602D" w14:textId="77777777" w:rsidR="00E81085" w:rsidRPr="00E73BA9" w:rsidRDefault="00E81085" w:rsidP="00A46CC7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6B488094" w14:textId="77777777" w:rsidR="00E81085" w:rsidRPr="00E73BA9" w:rsidRDefault="00E81085" w:rsidP="00A46CC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57798CA0" w14:textId="77777777" w:rsidR="00E81085" w:rsidRPr="00E73BA9" w:rsidRDefault="00E81085" w:rsidP="00A46CC7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81085" w:rsidRPr="00C05013" w14:paraId="14707032" w14:textId="77777777" w:rsidTr="00A46CC7">
        <w:trPr>
          <w:cantSplit/>
        </w:trPr>
        <w:tc>
          <w:tcPr>
            <w:tcW w:w="4500" w:type="dxa"/>
          </w:tcPr>
          <w:p w14:paraId="4D75EAFD" w14:textId="0079ACD2" w:rsidR="00E81085" w:rsidRPr="00C05013" w:rsidRDefault="00E64423" w:rsidP="00A46CC7">
            <w:pPr>
              <w:spacing w:line="240" w:lineRule="auto"/>
              <w:ind w:firstLine="14"/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</w:pPr>
            <w:r w:rsidRPr="00E64423">
              <w:rPr>
                <w:rFonts w:cs="Angsana New" w:hint="cs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เงินให้กู้ยืม</w:t>
            </w:r>
          </w:p>
        </w:tc>
        <w:tc>
          <w:tcPr>
            <w:tcW w:w="990" w:type="dxa"/>
          </w:tcPr>
          <w:p w14:paraId="3FC4CB25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7BB21F1B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14:paraId="7B6058C0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3A39A706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0C972F6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5B4C22C7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</w:tcPr>
          <w:p w14:paraId="12DF1D37" w14:textId="77777777" w:rsidR="00E81085" w:rsidRPr="00C05013" w:rsidRDefault="00E81085" w:rsidP="00A46CC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A457CB" w:rsidRPr="00C05013" w14:paraId="68E62AAC" w14:textId="77777777" w:rsidTr="00622881">
        <w:trPr>
          <w:cantSplit/>
        </w:trPr>
        <w:tc>
          <w:tcPr>
            <w:tcW w:w="4500" w:type="dxa"/>
          </w:tcPr>
          <w:p w14:paraId="388CDDE5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color w:val="0000FF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F2968B8" w14:textId="4FAE185A" w:rsidR="00A457CB" w:rsidRPr="00C05013" w:rsidRDefault="00610D55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42A31C1B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067A19AB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15377124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0AFC3884" w14:textId="6B00C816" w:rsidR="00A457CB" w:rsidRPr="00C05013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E64423">
              <w:rPr>
                <w:rFonts w:asciiTheme="majorBidi" w:hAnsiTheme="majorBidi" w:cstheme="majorBidi"/>
                <w:sz w:val="28"/>
                <w:szCs w:val="28"/>
              </w:rPr>
              <w:t>1,209,000</w:t>
            </w:r>
          </w:p>
        </w:tc>
        <w:tc>
          <w:tcPr>
            <w:tcW w:w="183" w:type="dxa"/>
          </w:tcPr>
          <w:p w14:paraId="0910C98B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641085B4" w14:textId="068F4EFD" w:rsidR="00A457CB" w:rsidRPr="00C05013" w:rsidRDefault="00E64423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64423">
              <w:rPr>
                <w:rFonts w:asciiTheme="majorBidi" w:hAnsiTheme="majorBidi" w:cstheme="majorBidi"/>
                <w:sz w:val="28"/>
                <w:szCs w:val="28"/>
              </w:rPr>
              <w:t>1,050,000</w:t>
            </w:r>
          </w:p>
        </w:tc>
      </w:tr>
      <w:tr w:rsidR="00A457CB" w:rsidRPr="00C05013" w14:paraId="7C4195BC" w14:textId="77777777" w:rsidTr="00A46CC7">
        <w:trPr>
          <w:cantSplit/>
        </w:trPr>
        <w:tc>
          <w:tcPr>
            <w:tcW w:w="4500" w:type="dxa"/>
          </w:tcPr>
          <w:p w14:paraId="60FFF1FB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5F320CB" w14:textId="64E90ADC" w:rsidR="00A457CB" w:rsidRPr="00C05013" w:rsidRDefault="00610D55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6B3DFA30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43B3F999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33D49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33D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6A7B4DA7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175EEF2A" w14:textId="53D48E3B" w:rsidR="00A457CB" w:rsidRPr="00C05013" w:rsidRDefault="00E64423" w:rsidP="00E6442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644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1,209,000</w:t>
            </w:r>
          </w:p>
        </w:tc>
        <w:tc>
          <w:tcPr>
            <w:tcW w:w="183" w:type="dxa"/>
          </w:tcPr>
          <w:p w14:paraId="3009DC86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055DD85A" w14:textId="7957DAD5" w:rsidR="00A457CB" w:rsidRPr="00E81085" w:rsidRDefault="00E64423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1,050,000</w:t>
            </w:r>
          </w:p>
        </w:tc>
      </w:tr>
      <w:tr w:rsidR="00E81085" w:rsidRPr="00E81085" w14:paraId="62B1DEF8" w14:textId="77777777" w:rsidTr="006974E4">
        <w:trPr>
          <w:cantSplit/>
        </w:trPr>
        <w:tc>
          <w:tcPr>
            <w:tcW w:w="4500" w:type="dxa"/>
          </w:tcPr>
          <w:p w14:paraId="0D51E229" w14:textId="77777777" w:rsidR="00E81085" w:rsidRPr="00E81085" w:rsidRDefault="00E81085" w:rsidP="00DB6F29">
            <w:pPr>
              <w:spacing w:line="240" w:lineRule="auto"/>
              <w:ind w:firstLine="14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195DF96B" w14:textId="77777777" w:rsidR="00E81085" w:rsidRPr="00E81085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45362C07" w14:textId="77777777" w:rsidR="00E81085" w:rsidRPr="00E81085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078" w:type="dxa"/>
          </w:tcPr>
          <w:p w14:paraId="4A43DE30" w14:textId="77777777" w:rsidR="00E81085" w:rsidRPr="00E81085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28AFA284" w14:textId="77777777" w:rsidR="00E81085" w:rsidRPr="00E81085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985" w:type="dxa"/>
          </w:tcPr>
          <w:p w14:paraId="74FA7BF0" w14:textId="77777777" w:rsidR="00E81085" w:rsidRPr="00E81085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4871AC29" w14:textId="77777777" w:rsidR="00E81085" w:rsidRPr="00E81085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077" w:type="dxa"/>
          </w:tcPr>
          <w:p w14:paraId="4BE6720B" w14:textId="77777777" w:rsidR="00E81085" w:rsidRPr="00E81085" w:rsidRDefault="00E81085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</w:tr>
      <w:tr w:rsidR="00DB6F29" w:rsidRPr="00C05013" w14:paraId="67596AB6" w14:textId="77777777" w:rsidTr="006974E4">
        <w:trPr>
          <w:cantSplit/>
        </w:trPr>
        <w:tc>
          <w:tcPr>
            <w:tcW w:w="4500" w:type="dxa"/>
          </w:tcPr>
          <w:p w14:paraId="0DEAA7B0" w14:textId="77777777" w:rsidR="00DB6F29" w:rsidRPr="00C05013" w:rsidRDefault="00DB6F29" w:rsidP="00DB6F29">
            <w:pPr>
              <w:spacing w:line="240" w:lineRule="auto"/>
              <w:ind w:firstLine="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เจ้าหนี้การค้า</w:t>
            </w: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และ</w:t>
            </w: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เจ้าหนี้</w:t>
            </w: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อื่น</w:t>
            </w:r>
          </w:p>
        </w:tc>
        <w:tc>
          <w:tcPr>
            <w:tcW w:w="990" w:type="dxa"/>
          </w:tcPr>
          <w:p w14:paraId="7E2FB7F7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  <w:tc>
          <w:tcPr>
            <w:tcW w:w="182" w:type="dxa"/>
          </w:tcPr>
          <w:p w14:paraId="07B1854E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078" w:type="dxa"/>
          </w:tcPr>
          <w:p w14:paraId="4053BD81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  <w:tc>
          <w:tcPr>
            <w:tcW w:w="185" w:type="dxa"/>
          </w:tcPr>
          <w:p w14:paraId="6799D23B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985" w:type="dxa"/>
          </w:tcPr>
          <w:p w14:paraId="13230F82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  <w:tc>
          <w:tcPr>
            <w:tcW w:w="183" w:type="dxa"/>
          </w:tcPr>
          <w:p w14:paraId="43169B2F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077" w:type="dxa"/>
          </w:tcPr>
          <w:p w14:paraId="554C3350" w14:textId="77777777" w:rsidR="00DB6F29" w:rsidRPr="00C05013" w:rsidRDefault="00DB6F29" w:rsidP="00DB6F29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  <w:cs/>
              </w:rPr>
            </w:pPr>
          </w:p>
        </w:tc>
      </w:tr>
      <w:tr w:rsidR="00A457CB" w:rsidRPr="00C05013" w14:paraId="10F36424" w14:textId="77777777" w:rsidTr="006974E4">
        <w:trPr>
          <w:cantSplit/>
        </w:trPr>
        <w:tc>
          <w:tcPr>
            <w:tcW w:w="4500" w:type="dxa"/>
          </w:tcPr>
          <w:p w14:paraId="6C5FC279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0B48D8D" w14:textId="2AA33DD8" w:rsidR="00A457CB" w:rsidRPr="00C05013" w:rsidRDefault="00610D55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</w:tcPr>
          <w:p w14:paraId="19A71BCA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078" w:type="dxa"/>
          </w:tcPr>
          <w:p w14:paraId="3AE1C563" w14:textId="194BC314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5" w:type="dxa"/>
          </w:tcPr>
          <w:p w14:paraId="025E38DE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985" w:type="dxa"/>
          </w:tcPr>
          <w:p w14:paraId="73B83E37" w14:textId="74B91C83" w:rsidR="00A457CB" w:rsidRPr="00C05013" w:rsidRDefault="00610D55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371,222</w:t>
            </w:r>
          </w:p>
        </w:tc>
        <w:tc>
          <w:tcPr>
            <w:tcW w:w="183" w:type="dxa"/>
          </w:tcPr>
          <w:p w14:paraId="7E37AC34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077" w:type="dxa"/>
          </w:tcPr>
          <w:p w14:paraId="38D65122" w14:textId="7D93A3D4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288,510</w:t>
            </w:r>
          </w:p>
        </w:tc>
      </w:tr>
      <w:tr w:rsidR="00A457CB" w:rsidRPr="00C05013" w14:paraId="18FE9EFB" w14:textId="77777777" w:rsidTr="006974E4">
        <w:trPr>
          <w:cantSplit/>
        </w:trPr>
        <w:tc>
          <w:tcPr>
            <w:tcW w:w="4500" w:type="dxa"/>
          </w:tcPr>
          <w:p w14:paraId="645563EF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บุคคลหรือ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กิจการอื่นที่เกี่ยวข้องกั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น</w:t>
            </w:r>
          </w:p>
        </w:tc>
        <w:tc>
          <w:tcPr>
            <w:tcW w:w="990" w:type="dxa"/>
          </w:tcPr>
          <w:p w14:paraId="3AE7C422" w14:textId="60C4AC34" w:rsidR="00A457CB" w:rsidRPr="00C05013" w:rsidRDefault="00610D55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12,377</w:t>
            </w:r>
          </w:p>
        </w:tc>
        <w:tc>
          <w:tcPr>
            <w:tcW w:w="182" w:type="dxa"/>
          </w:tcPr>
          <w:p w14:paraId="685C0CF0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078" w:type="dxa"/>
          </w:tcPr>
          <w:p w14:paraId="2E69430F" w14:textId="2B62769E" w:rsidR="00A457CB" w:rsidRPr="00C05013" w:rsidRDefault="00A457CB" w:rsidP="00171F8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9,045</w:t>
            </w:r>
          </w:p>
        </w:tc>
        <w:tc>
          <w:tcPr>
            <w:tcW w:w="185" w:type="dxa"/>
          </w:tcPr>
          <w:p w14:paraId="173E5132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985" w:type="dxa"/>
          </w:tcPr>
          <w:p w14:paraId="4CBDAE39" w14:textId="7C87CAB7" w:rsidR="00A457CB" w:rsidRPr="00C05013" w:rsidRDefault="00610D55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23D1B05A" w14:textId="77777777" w:rsidR="00A457CB" w:rsidRPr="00C05013" w:rsidRDefault="00A457CB" w:rsidP="00A457C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077" w:type="dxa"/>
          </w:tcPr>
          <w:p w14:paraId="3E6738E6" w14:textId="56CFCB88" w:rsidR="00A457CB" w:rsidRPr="00C05013" w:rsidRDefault="00A457CB" w:rsidP="00171F8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2D59C021" w14:textId="77777777" w:rsidTr="006974E4">
        <w:trPr>
          <w:cantSplit/>
        </w:trPr>
        <w:tc>
          <w:tcPr>
            <w:tcW w:w="4500" w:type="dxa"/>
          </w:tcPr>
          <w:p w14:paraId="7B25CB56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3F69F5F" w14:textId="6202993C" w:rsidR="00A457CB" w:rsidRPr="00C05013" w:rsidRDefault="00610D55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293</w:t>
            </w:r>
          </w:p>
        </w:tc>
        <w:tc>
          <w:tcPr>
            <w:tcW w:w="182" w:type="dxa"/>
          </w:tcPr>
          <w:p w14:paraId="574CE689" w14:textId="77777777" w:rsidR="00A457CB" w:rsidRPr="00C05013" w:rsidRDefault="00A457CB" w:rsidP="00A457CB">
            <w:pPr>
              <w:pStyle w:val="acctfourfigures"/>
              <w:tabs>
                <w:tab w:val="clear" w:pos="765"/>
              </w:tabs>
              <w:spacing w:line="240" w:lineRule="auto"/>
              <w:ind w:left="-83" w:right="-80" w:firstLine="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3C350CAE" w14:textId="2B1751C5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712</w:t>
            </w:r>
          </w:p>
        </w:tc>
        <w:tc>
          <w:tcPr>
            <w:tcW w:w="185" w:type="dxa"/>
          </w:tcPr>
          <w:p w14:paraId="5A34532A" w14:textId="77777777" w:rsidR="00A457CB" w:rsidRPr="00C05013" w:rsidRDefault="00A457CB" w:rsidP="00A457CB">
            <w:pPr>
              <w:pStyle w:val="acctfourfigures"/>
              <w:tabs>
                <w:tab w:val="clear" w:pos="765"/>
              </w:tabs>
              <w:spacing w:line="240" w:lineRule="auto"/>
              <w:ind w:left="-83" w:right="-80" w:firstLine="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246757F0" w14:textId="0078DBE0" w:rsidR="00A457CB" w:rsidRPr="00C05013" w:rsidRDefault="00610D55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2BA55852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013A1C3B" w14:textId="6F1D8FF5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42410A9D" w14:textId="77777777" w:rsidTr="006974E4">
        <w:trPr>
          <w:cantSplit/>
        </w:trPr>
        <w:tc>
          <w:tcPr>
            <w:tcW w:w="4500" w:type="dxa"/>
          </w:tcPr>
          <w:p w14:paraId="672C6A69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DFB1ADF" w14:textId="68304CA9" w:rsidR="00A457CB" w:rsidRPr="00C05013" w:rsidRDefault="00610D55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12,670</w:t>
            </w:r>
          </w:p>
        </w:tc>
        <w:tc>
          <w:tcPr>
            <w:tcW w:w="182" w:type="dxa"/>
          </w:tcPr>
          <w:p w14:paraId="15429B35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3748EA97" w14:textId="3CBC9A3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9,757</w:t>
            </w:r>
          </w:p>
        </w:tc>
        <w:tc>
          <w:tcPr>
            <w:tcW w:w="185" w:type="dxa"/>
          </w:tcPr>
          <w:p w14:paraId="035C6E63" w14:textId="77777777" w:rsidR="00A457CB" w:rsidRPr="00C05013" w:rsidRDefault="00A457CB" w:rsidP="00A457C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0C03830A" w14:textId="55195098" w:rsidR="00A457CB" w:rsidRPr="00C05013" w:rsidRDefault="00975542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371,222</w:t>
            </w:r>
          </w:p>
        </w:tc>
        <w:tc>
          <w:tcPr>
            <w:tcW w:w="183" w:type="dxa"/>
          </w:tcPr>
          <w:p w14:paraId="7DC6DD83" w14:textId="77777777" w:rsidR="00A457CB" w:rsidRPr="00C05013" w:rsidRDefault="00A457CB" w:rsidP="00A457C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512CE459" w14:textId="1CBAE029" w:rsidR="00A457CB" w:rsidRPr="00C05013" w:rsidRDefault="00A457CB" w:rsidP="00171F8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288,510</w:t>
            </w:r>
          </w:p>
        </w:tc>
      </w:tr>
      <w:tr w:rsidR="00796C2E" w:rsidRPr="00341F5A" w14:paraId="4E396E70" w14:textId="77777777" w:rsidTr="00446FAC">
        <w:trPr>
          <w:cantSplit/>
        </w:trPr>
        <w:tc>
          <w:tcPr>
            <w:tcW w:w="4500" w:type="dxa"/>
            <w:shd w:val="clear" w:color="auto" w:fill="auto"/>
          </w:tcPr>
          <w:p w14:paraId="405CB1D3" w14:textId="6B026C3D" w:rsidR="00796C2E" w:rsidRPr="00446FAC" w:rsidRDefault="00796C2E" w:rsidP="00A46CC7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6FAC">
              <w:rPr>
                <w:rFonts w:cs="Angsana New" w:hint="cs"/>
                <w:b/>
                <w:bCs/>
                <w:i/>
                <w:iCs/>
                <w:color w:val="000000"/>
                <w:sz w:val="28"/>
                <w:szCs w:val="28"/>
                <w:cs/>
                <w:lang w:eastAsia="ja-JP"/>
              </w:rPr>
              <w:t>เงินปันผลค้างจ่าย</w:t>
            </w:r>
          </w:p>
        </w:tc>
        <w:tc>
          <w:tcPr>
            <w:tcW w:w="990" w:type="dxa"/>
            <w:shd w:val="clear" w:color="auto" w:fill="auto"/>
          </w:tcPr>
          <w:p w14:paraId="3F1ECC9C" w14:textId="77777777" w:rsidR="00796C2E" w:rsidRPr="00446FAC" w:rsidRDefault="00796C2E" w:rsidP="00A46CC7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shd w:val="clear" w:color="auto" w:fill="auto"/>
          </w:tcPr>
          <w:p w14:paraId="1B9C5829" w14:textId="77777777" w:rsidR="00796C2E" w:rsidRPr="00446FAC" w:rsidRDefault="00796C2E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shd w:val="clear" w:color="auto" w:fill="auto"/>
          </w:tcPr>
          <w:p w14:paraId="57EEEE6A" w14:textId="77777777" w:rsidR="00796C2E" w:rsidRPr="00446FAC" w:rsidRDefault="00796C2E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" w:type="dxa"/>
            <w:shd w:val="clear" w:color="auto" w:fill="auto"/>
          </w:tcPr>
          <w:p w14:paraId="043D4A54" w14:textId="77777777" w:rsidR="00796C2E" w:rsidRPr="00446FAC" w:rsidRDefault="00796C2E" w:rsidP="00A46CC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shd w:val="clear" w:color="auto" w:fill="auto"/>
          </w:tcPr>
          <w:p w14:paraId="3E59289F" w14:textId="77777777" w:rsidR="00796C2E" w:rsidRPr="00446FAC" w:rsidRDefault="00796C2E" w:rsidP="00A46CC7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  <w:shd w:val="clear" w:color="auto" w:fill="auto"/>
          </w:tcPr>
          <w:p w14:paraId="7D7826C3" w14:textId="77777777" w:rsidR="00796C2E" w:rsidRPr="00446FAC" w:rsidRDefault="00796C2E" w:rsidP="00A46CC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shd w:val="clear" w:color="auto" w:fill="auto"/>
          </w:tcPr>
          <w:p w14:paraId="0574003A" w14:textId="77777777" w:rsidR="00796C2E" w:rsidRPr="00446FAC" w:rsidRDefault="00796C2E" w:rsidP="00A46CC7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96C2E" w:rsidRPr="00341F5A" w14:paraId="2A585CD6" w14:textId="77777777" w:rsidTr="00446FAC">
        <w:trPr>
          <w:cantSplit/>
        </w:trPr>
        <w:tc>
          <w:tcPr>
            <w:tcW w:w="4500" w:type="dxa"/>
            <w:shd w:val="clear" w:color="auto" w:fill="auto"/>
          </w:tcPr>
          <w:p w14:paraId="7779FFCE" w14:textId="530CF65C" w:rsidR="00796C2E" w:rsidRPr="00446FAC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6FAC">
              <w:rPr>
                <w:rFonts w:asciiTheme="majorBidi" w:hAnsiTheme="majorBidi" w:cstheme="majorBidi"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1E577348" w14:textId="581C8527" w:rsidR="00796C2E" w:rsidRPr="00446FAC" w:rsidRDefault="00975542" w:rsidP="009755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</w:tcPr>
          <w:p w14:paraId="1BEE44EF" w14:textId="77777777" w:rsidR="00796C2E" w:rsidRPr="00446FAC" w:rsidRDefault="00796C2E" w:rsidP="00796C2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auto"/>
          </w:tcPr>
          <w:p w14:paraId="1ED74C02" w14:textId="0CA4868B" w:rsidR="00796C2E" w:rsidRPr="00446FAC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85" w:type="dxa"/>
            <w:shd w:val="clear" w:color="auto" w:fill="auto"/>
          </w:tcPr>
          <w:p w14:paraId="448BB1A2" w14:textId="77777777" w:rsidR="00796C2E" w:rsidRPr="00446FAC" w:rsidRDefault="00796C2E" w:rsidP="00796C2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</w:tcPr>
          <w:p w14:paraId="3E2A6393" w14:textId="7EB3FCF4" w:rsidR="00796C2E" w:rsidRPr="00446FAC" w:rsidRDefault="00975542" w:rsidP="009755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14:paraId="7B3AE26E" w14:textId="77777777" w:rsidR="00796C2E" w:rsidRPr="00446FAC" w:rsidRDefault="00796C2E" w:rsidP="00796C2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14:paraId="1D0D829C" w14:textId="35493E6C" w:rsidR="00796C2E" w:rsidRPr="00446FAC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6FA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96C2E" w:rsidRPr="0032106E" w14:paraId="2C0D9A6A" w14:textId="77777777" w:rsidTr="00446FAC">
        <w:trPr>
          <w:cantSplit/>
        </w:trPr>
        <w:tc>
          <w:tcPr>
            <w:tcW w:w="4500" w:type="dxa"/>
            <w:shd w:val="clear" w:color="auto" w:fill="auto"/>
          </w:tcPr>
          <w:p w14:paraId="1AEE4022" w14:textId="77777777" w:rsidR="00796C2E" w:rsidRPr="00446FAC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6FA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1F0948" w14:textId="592D1D61" w:rsidR="00796C2E" w:rsidRPr="00446FAC" w:rsidRDefault="00975542" w:rsidP="009755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</w:tcPr>
          <w:p w14:paraId="5EB3DA15" w14:textId="77777777" w:rsidR="00796C2E" w:rsidRPr="00446FAC" w:rsidRDefault="00796C2E" w:rsidP="00796C2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C24A0C" w14:textId="18A35CBA" w:rsidR="00796C2E" w:rsidRPr="00031B08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5" w:type="dxa"/>
            <w:shd w:val="clear" w:color="auto" w:fill="auto"/>
          </w:tcPr>
          <w:p w14:paraId="1C9F6FD9" w14:textId="77777777" w:rsidR="00796C2E" w:rsidRPr="00446FAC" w:rsidRDefault="00796C2E" w:rsidP="00796C2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92A83B" w14:textId="32CD07E0" w:rsidR="00796C2E" w:rsidRPr="00446FAC" w:rsidRDefault="00975542" w:rsidP="00975542">
            <w:pPr>
              <w:pStyle w:val="NoSpacing"/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4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14:paraId="344CB574" w14:textId="77777777" w:rsidR="00796C2E" w:rsidRPr="00446FAC" w:rsidRDefault="00796C2E" w:rsidP="00796C2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D9EAB2" w14:textId="6DAA0F8C" w:rsidR="00796C2E" w:rsidRPr="00031B08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31B0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</w:tr>
      <w:tr w:rsidR="00796C2E" w:rsidRPr="00C05013" w14:paraId="24B18270" w14:textId="77777777" w:rsidTr="006974E4">
        <w:trPr>
          <w:cantSplit/>
        </w:trPr>
        <w:tc>
          <w:tcPr>
            <w:tcW w:w="4500" w:type="dxa"/>
          </w:tcPr>
          <w:p w14:paraId="6040FB32" w14:textId="77777777" w:rsidR="00796C2E" w:rsidRPr="00C05013" w:rsidRDefault="00796C2E" w:rsidP="00796C2E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37F1923E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2" w:type="dxa"/>
          </w:tcPr>
          <w:p w14:paraId="49842FA3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14:paraId="6F245542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5" w:type="dxa"/>
          </w:tcPr>
          <w:p w14:paraId="5FE7A508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4B31F03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" w:type="dxa"/>
          </w:tcPr>
          <w:p w14:paraId="76B9A0A3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</w:tcPr>
          <w:p w14:paraId="4A54724B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96C2E" w:rsidRPr="00C05013" w14:paraId="16F3D796" w14:textId="77777777" w:rsidTr="006974E4">
        <w:trPr>
          <w:cantSplit/>
        </w:trPr>
        <w:tc>
          <w:tcPr>
            <w:tcW w:w="4500" w:type="dxa"/>
          </w:tcPr>
          <w:p w14:paraId="0C766D56" w14:textId="75DC7D91" w:rsidR="00796C2E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990" w:type="dxa"/>
          </w:tcPr>
          <w:p w14:paraId="364D22C2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2" w:type="dxa"/>
          </w:tcPr>
          <w:p w14:paraId="483B2DE4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14:paraId="215C4D43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5" w:type="dxa"/>
          </w:tcPr>
          <w:p w14:paraId="6D0CB71D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BD9C115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" w:type="dxa"/>
          </w:tcPr>
          <w:p w14:paraId="0BD10BB0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</w:tcPr>
          <w:p w14:paraId="6DBA163B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96C2E" w:rsidRPr="00C05013" w14:paraId="795099E0" w14:textId="77777777" w:rsidTr="006974E4">
        <w:trPr>
          <w:cantSplit/>
        </w:trPr>
        <w:tc>
          <w:tcPr>
            <w:tcW w:w="4500" w:type="dxa"/>
          </w:tcPr>
          <w:p w14:paraId="38FD3DD9" w14:textId="77777777" w:rsidR="00796C2E" w:rsidRPr="00C05013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บุคคลหรือ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กิจการอื่นที่เกี่ยวข้อง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</w:t>
            </w:r>
          </w:p>
        </w:tc>
        <w:tc>
          <w:tcPr>
            <w:tcW w:w="990" w:type="dxa"/>
          </w:tcPr>
          <w:p w14:paraId="663A7430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2" w:type="dxa"/>
          </w:tcPr>
          <w:p w14:paraId="6B8844C7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</w:tcPr>
          <w:p w14:paraId="65C38359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5" w:type="dxa"/>
          </w:tcPr>
          <w:p w14:paraId="1892CD51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2DB6A0D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3" w:type="dxa"/>
          </w:tcPr>
          <w:p w14:paraId="46805574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</w:tcPr>
          <w:p w14:paraId="445B3016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A457CB" w:rsidRPr="00C05013" w14:paraId="10B2175B" w14:textId="77777777" w:rsidTr="006974E4">
        <w:trPr>
          <w:cantSplit/>
        </w:trPr>
        <w:tc>
          <w:tcPr>
            <w:tcW w:w="4500" w:type="dxa"/>
          </w:tcPr>
          <w:p w14:paraId="242C1712" w14:textId="2354DFB1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ส่วนที่จะครบกำหนดชำระภายใน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</w:tcPr>
          <w:p w14:paraId="4A7DC835" w14:textId="55F0837C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519</w:t>
            </w:r>
          </w:p>
        </w:tc>
        <w:tc>
          <w:tcPr>
            <w:tcW w:w="182" w:type="dxa"/>
          </w:tcPr>
          <w:p w14:paraId="56767BB5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1A74C285" w14:textId="5EC2705C" w:rsidR="00A457CB" w:rsidRPr="00C05013" w:rsidRDefault="00A457CB" w:rsidP="0055497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514</w:t>
            </w:r>
          </w:p>
        </w:tc>
        <w:tc>
          <w:tcPr>
            <w:tcW w:w="185" w:type="dxa"/>
          </w:tcPr>
          <w:p w14:paraId="0C573426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08784264" w14:textId="020B3D93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0897ACBB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3DCA3077" w14:textId="356B2145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4F63CB5E" w14:textId="77777777" w:rsidTr="006974E4">
        <w:trPr>
          <w:cantSplit/>
        </w:trPr>
        <w:tc>
          <w:tcPr>
            <w:tcW w:w="4500" w:type="dxa"/>
          </w:tcPr>
          <w:p w14:paraId="1B36B489" w14:textId="449C7E49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ส่วนที่จะครบกำหนดชำระหลังจาก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1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แต่ไม่เกิน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5 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</w:tcPr>
          <w:p w14:paraId="1CB8A145" w14:textId="23F51CAD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3,128</w:t>
            </w:r>
          </w:p>
        </w:tc>
        <w:tc>
          <w:tcPr>
            <w:tcW w:w="182" w:type="dxa"/>
          </w:tcPr>
          <w:p w14:paraId="720FA210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5CC94363" w14:textId="6B52E2E1" w:rsidR="00A457CB" w:rsidRPr="00570BA2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3,007</w:t>
            </w:r>
          </w:p>
        </w:tc>
        <w:tc>
          <w:tcPr>
            <w:tcW w:w="185" w:type="dxa"/>
          </w:tcPr>
          <w:p w14:paraId="302B054E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7D776117" w14:textId="0445D13A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67D4B4CD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662909A4" w14:textId="69E818A0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5EE9F7E1" w14:textId="77777777" w:rsidTr="006974E4">
        <w:trPr>
          <w:cantSplit/>
        </w:trPr>
        <w:tc>
          <w:tcPr>
            <w:tcW w:w="4500" w:type="dxa"/>
          </w:tcPr>
          <w:p w14:paraId="427DB97A" w14:textId="6FF89B96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ส่วนที่จะครบกำหนดชำระหลังจาก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5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C415F79" w14:textId="499A13FE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24,739</w:t>
            </w:r>
          </w:p>
        </w:tc>
        <w:tc>
          <w:tcPr>
            <w:tcW w:w="182" w:type="dxa"/>
          </w:tcPr>
          <w:p w14:paraId="22F8A337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379A2B01" w14:textId="7C918442" w:rsidR="00A457CB" w:rsidRPr="00570BA2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24,991</w:t>
            </w:r>
          </w:p>
        </w:tc>
        <w:tc>
          <w:tcPr>
            <w:tcW w:w="185" w:type="dxa"/>
          </w:tcPr>
          <w:p w14:paraId="30709DC8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6B61C204" w14:textId="0578409E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205D14C8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2DF303EA" w14:textId="080593AF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5ECE9163" w14:textId="77777777" w:rsidTr="006974E4">
        <w:trPr>
          <w:cantSplit/>
        </w:trPr>
        <w:tc>
          <w:tcPr>
            <w:tcW w:w="4500" w:type="dxa"/>
          </w:tcPr>
          <w:p w14:paraId="33EC1DE1" w14:textId="77777777" w:rsidR="00A457CB" w:rsidRPr="00C05013" w:rsidRDefault="00A457CB" w:rsidP="00A457CB">
            <w:pPr>
              <w:pStyle w:val="ListParagraph"/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44310FE" w14:textId="3AF91E46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28,386</w:t>
            </w:r>
          </w:p>
        </w:tc>
        <w:tc>
          <w:tcPr>
            <w:tcW w:w="182" w:type="dxa"/>
          </w:tcPr>
          <w:p w14:paraId="1BEF81FE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</w:tcPr>
          <w:p w14:paraId="4E5ABD12" w14:textId="106454DF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28,512</w:t>
            </w:r>
          </w:p>
        </w:tc>
        <w:tc>
          <w:tcPr>
            <w:tcW w:w="185" w:type="dxa"/>
          </w:tcPr>
          <w:p w14:paraId="0A14468A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14:paraId="46E2DE4B" w14:textId="7153ADC0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0876CC00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14:paraId="507CCCED" w14:textId="58FF6715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00271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96C2E" w:rsidRPr="00C05013" w14:paraId="00DA0308" w14:textId="77777777" w:rsidTr="003A767A">
        <w:trPr>
          <w:cantSplit/>
        </w:trPr>
        <w:tc>
          <w:tcPr>
            <w:tcW w:w="4500" w:type="dxa"/>
          </w:tcPr>
          <w:p w14:paraId="03714ECE" w14:textId="77777777" w:rsidR="00796C2E" w:rsidRPr="00C05013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2CE8F49A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</w:tcPr>
          <w:p w14:paraId="7FFC8185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1501D9C2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" w:type="dxa"/>
          </w:tcPr>
          <w:p w14:paraId="030BA67F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70FF0065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</w:tcPr>
          <w:p w14:paraId="01BF0D9F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197A3899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96C2E" w:rsidRPr="00C05013" w14:paraId="74A07DFF" w14:textId="77777777" w:rsidTr="003A767A">
        <w:trPr>
          <w:cantSplit/>
        </w:trPr>
        <w:tc>
          <w:tcPr>
            <w:tcW w:w="4500" w:type="dxa"/>
          </w:tcPr>
          <w:p w14:paraId="75222451" w14:textId="66A9BD33" w:rsidR="00796C2E" w:rsidRPr="00C05013" w:rsidRDefault="00796C2E" w:rsidP="00796C2E">
            <w:pPr>
              <w:spacing w:line="240" w:lineRule="auto"/>
              <w:ind w:firstLine="14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990" w:type="dxa"/>
          </w:tcPr>
          <w:p w14:paraId="39D83A54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</w:tcPr>
          <w:p w14:paraId="37426895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09B2DB39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5" w:type="dxa"/>
          </w:tcPr>
          <w:p w14:paraId="2D90CAF0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26C619A1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</w:tcPr>
          <w:p w14:paraId="18D1F10F" w14:textId="7777777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49198F6F" w14:textId="144FD3A7" w:rsidR="00796C2E" w:rsidRPr="00C05013" w:rsidRDefault="00796C2E" w:rsidP="00796C2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457CB" w:rsidRPr="00C05013" w14:paraId="1285A2B6" w14:textId="77777777" w:rsidTr="006974E4">
        <w:trPr>
          <w:cantSplit/>
        </w:trPr>
        <w:tc>
          <w:tcPr>
            <w:tcW w:w="4500" w:type="dxa"/>
          </w:tcPr>
          <w:p w14:paraId="023EC95B" w14:textId="0434E5ED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ส่วนที่จะครบกำหนดชำระภายใน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1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</w:tcPr>
          <w:p w14:paraId="3DBF57B7" w14:textId="571611F9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541</w:t>
            </w:r>
          </w:p>
        </w:tc>
        <w:tc>
          <w:tcPr>
            <w:tcW w:w="182" w:type="dxa"/>
          </w:tcPr>
          <w:p w14:paraId="7094CF09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17D78F06" w14:textId="22D7D95E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535</w:t>
            </w:r>
          </w:p>
        </w:tc>
        <w:tc>
          <w:tcPr>
            <w:tcW w:w="185" w:type="dxa"/>
          </w:tcPr>
          <w:p w14:paraId="43968B4F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016B1D09" w14:textId="323D90D2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054592C1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591B973B" w14:textId="62D63B92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00271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7468FDF6" w14:textId="77777777" w:rsidTr="006974E4">
        <w:trPr>
          <w:cantSplit/>
        </w:trPr>
        <w:tc>
          <w:tcPr>
            <w:tcW w:w="4500" w:type="dxa"/>
          </w:tcPr>
          <w:p w14:paraId="52214BF5" w14:textId="7AA4EF1F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ส่วนที่จะครบกำหนดชำระหลังจาก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1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แต่ไม่เกิน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5 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</w:tcPr>
          <w:p w14:paraId="626BC56D" w14:textId="63089AA5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3,157</w:t>
            </w:r>
          </w:p>
        </w:tc>
        <w:tc>
          <w:tcPr>
            <w:tcW w:w="182" w:type="dxa"/>
          </w:tcPr>
          <w:p w14:paraId="5B81D51E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1ED9B6AB" w14:textId="0EBFAB22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3,046</w:t>
            </w:r>
          </w:p>
        </w:tc>
        <w:tc>
          <w:tcPr>
            <w:tcW w:w="185" w:type="dxa"/>
          </w:tcPr>
          <w:p w14:paraId="21417EA3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</w:tcPr>
          <w:p w14:paraId="68A3F5C0" w14:textId="7EE994CA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7517ABFA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</w:tcPr>
          <w:p w14:paraId="282D7EDF" w14:textId="4FB831D2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00271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62F37935" w14:textId="77777777" w:rsidTr="006974E4">
        <w:trPr>
          <w:cantSplit/>
        </w:trPr>
        <w:tc>
          <w:tcPr>
            <w:tcW w:w="4500" w:type="dxa"/>
          </w:tcPr>
          <w:p w14:paraId="727FBFBC" w14:textId="6D9BCD8D" w:rsidR="00A457CB" w:rsidRPr="00C05013" w:rsidRDefault="00A457CB" w:rsidP="00A457CB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ส่วนที่จะครบกำหนดชำระหลังจาก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5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9EB83AA" w14:textId="0E997CFC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26,79</w:t>
            </w:r>
            <w:r w:rsidR="0015666D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82" w:type="dxa"/>
          </w:tcPr>
          <w:p w14:paraId="4B26C7AE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29C73D85" w14:textId="3EC1015A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27,040</w:t>
            </w:r>
          </w:p>
        </w:tc>
        <w:tc>
          <w:tcPr>
            <w:tcW w:w="185" w:type="dxa"/>
          </w:tcPr>
          <w:p w14:paraId="5B8FF2F4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3C685A1A" w14:textId="61FDF4AE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0A555AA9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0783B640" w14:textId="685C20B3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00271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60231B43" w14:textId="77777777" w:rsidTr="00897E26">
        <w:trPr>
          <w:cantSplit/>
        </w:trPr>
        <w:tc>
          <w:tcPr>
            <w:tcW w:w="4500" w:type="dxa"/>
          </w:tcPr>
          <w:p w14:paraId="4F4A23EE" w14:textId="77777777" w:rsidR="00A457CB" w:rsidRPr="00C05013" w:rsidRDefault="00A457CB" w:rsidP="00A457CB">
            <w:pPr>
              <w:pStyle w:val="ListParagraph"/>
              <w:spacing w:line="240" w:lineRule="auto"/>
              <w:ind w:left="4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A51438A" w14:textId="1B260F55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30,</w:t>
            </w:r>
            <w:r w:rsidR="0015666D">
              <w:rPr>
                <w:rFonts w:asciiTheme="majorBidi" w:hAnsiTheme="majorBidi" w:cstheme="majorBidi"/>
                <w:sz w:val="28"/>
                <w:szCs w:val="28"/>
              </w:rPr>
              <w:t>489</w:t>
            </w:r>
          </w:p>
        </w:tc>
        <w:tc>
          <w:tcPr>
            <w:tcW w:w="182" w:type="dxa"/>
          </w:tcPr>
          <w:p w14:paraId="4A98FC6B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</w:tcPr>
          <w:p w14:paraId="6A18754D" w14:textId="5FCE742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30,621</w:t>
            </w:r>
          </w:p>
        </w:tc>
        <w:tc>
          <w:tcPr>
            <w:tcW w:w="185" w:type="dxa"/>
          </w:tcPr>
          <w:p w14:paraId="47590269" w14:textId="6AC670A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3CBE3E27" w14:textId="66A0953E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696326FF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1BDBF3C2" w14:textId="315F63F2" w:rsidR="00A457CB" w:rsidRPr="00C67655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C6765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457CB" w:rsidRPr="00C05013" w14:paraId="6D65D29F" w14:textId="77777777" w:rsidTr="006974E4">
        <w:trPr>
          <w:cantSplit/>
        </w:trPr>
        <w:tc>
          <w:tcPr>
            <w:tcW w:w="4500" w:type="dxa"/>
          </w:tcPr>
          <w:p w14:paraId="50D764B4" w14:textId="77777777" w:rsidR="00A457CB" w:rsidRPr="00C05013" w:rsidRDefault="00A457CB" w:rsidP="00A457CB">
            <w:pPr>
              <w:spacing w:line="240" w:lineRule="auto"/>
              <w:ind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23F31CB" w14:textId="6D65BDD8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58,8</w:t>
            </w:r>
            <w:r w:rsidR="0015666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75</w:t>
            </w:r>
          </w:p>
        </w:tc>
        <w:tc>
          <w:tcPr>
            <w:tcW w:w="182" w:type="dxa"/>
          </w:tcPr>
          <w:p w14:paraId="7D6621DE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522E3BDB" w14:textId="6C818889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59,133</w:t>
            </w:r>
          </w:p>
        </w:tc>
        <w:tc>
          <w:tcPr>
            <w:tcW w:w="185" w:type="dxa"/>
          </w:tcPr>
          <w:p w14:paraId="52BB244A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</w:tcPr>
          <w:p w14:paraId="706BFBA7" w14:textId="398A6A27" w:rsidR="00A457CB" w:rsidRPr="00C05013" w:rsidRDefault="002E796F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3" w:type="dxa"/>
          </w:tcPr>
          <w:p w14:paraId="79A22E86" w14:textId="77777777" w:rsidR="00A457CB" w:rsidRPr="00C05013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5DDFCA6E" w14:textId="338A0A7D" w:rsidR="00A457CB" w:rsidRPr="00C67655" w:rsidRDefault="00A457CB" w:rsidP="00A457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6765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</w:tr>
    </w:tbl>
    <w:p w14:paraId="29C11455" w14:textId="6B8C0252" w:rsidR="000447AA" w:rsidRDefault="000447AA" w:rsidP="00A746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/>
          <w:sz w:val="28"/>
          <w:szCs w:val="28"/>
        </w:rPr>
        <w:br w:type="page"/>
      </w:r>
    </w:p>
    <w:p w14:paraId="2E2D58CE" w14:textId="77777777" w:rsidR="003F11B5" w:rsidRPr="00AC01DB" w:rsidRDefault="003F11B5" w:rsidP="003F11B5">
      <w:pPr>
        <w:tabs>
          <w:tab w:val="clear" w:pos="227"/>
          <w:tab w:val="clear" w:pos="454"/>
          <w:tab w:val="clear" w:pos="680"/>
          <w:tab w:val="clear" w:pos="907"/>
        </w:tabs>
        <w:ind w:left="54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AC01DB">
        <w:rPr>
          <w:rFonts w:asciiTheme="majorBidi" w:hAnsiTheme="majorBidi" w:cstheme="majorBidi"/>
          <w:i/>
          <w:iCs/>
          <w:sz w:val="28"/>
          <w:szCs w:val="28"/>
          <w:cs/>
        </w:rPr>
        <w:t>สัญญาสำคัญที่ทำกับบุคคลหรือกิจการที่เกี่ยวข้องกัน</w:t>
      </w:r>
      <w:r w:rsidRPr="00AC01DB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</w:p>
    <w:p w14:paraId="6F90D02B" w14:textId="0F5F4910" w:rsidR="0042798C" w:rsidRPr="00AC01DB" w:rsidRDefault="0042798C" w:rsidP="00E054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5"/>
        <w:jc w:val="thaiDistribute"/>
        <w:rPr>
          <w:rFonts w:ascii="Angsana New" w:hAnsi="Angsana New" w:cs="Angsana New"/>
          <w:sz w:val="28"/>
          <w:szCs w:val="28"/>
        </w:rPr>
      </w:pPr>
    </w:p>
    <w:p w14:paraId="5974E5B1" w14:textId="1781F496" w:rsidR="00D24E4F" w:rsidRPr="00AC01DB" w:rsidRDefault="00827D8A" w:rsidP="003F11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AC01DB">
        <w:rPr>
          <w:rFonts w:ascii="Angsana New" w:hAnsi="Angsana New" w:cs="Angsana New" w:hint="cs"/>
          <w:i/>
          <w:iCs/>
          <w:sz w:val="28"/>
          <w:szCs w:val="28"/>
          <w:cs/>
        </w:rPr>
        <w:t>เงินให้กู้ยืมระยะสั้นแก่</w:t>
      </w:r>
      <w:r w:rsidR="00631463" w:rsidRPr="00AC01DB">
        <w:rPr>
          <w:rFonts w:ascii="Angsana New" w:hAnsi="Angsana New" w:cs="Angsana New" w:hint="cs"/>
          <w:i/>
          <w:iCs/>
          <w:sz w:val="28"/>
          <w:szCs w:val="28"/>
          <w:cs/>
        </w:rPr>
        <w:t>บริษัทย่อย</w:t>
      </w:r>
    </w:p>
    <w:p w14:paraId="684F2589" w14:textId="661649FA" w:rsidR="00D24E4F" w:rsidRPr="00AC01DB" w:rsidRDefault="00645D90" w:rsidP="00D24E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574F01">
        <w:rPr>
          <w:rFonts w:ascii="Angsana New" w:hAnsi="Angsana New" w:cs="Angsana New" w:hint="cs"/>
          <w:spacing w:val="-2"/>
          <w:sz w:val="28"/>
          <w:szCs w:val="28"/>
          <w:cs/>
        </w:rPr>
        <w:t>บริษัทได้ทำสัญญา</w:t>
      </w:r>
      <w:r w:rsidR="00D24E4F" w:rsidRPr="00574F01">
        <w:rPr>
          <w:rFonts w:ascii="Angsana New" w:hAnsi="Angsana New" w:cs="Angsana New" w:hint="cs"/>
          <w:spacing w:val="-2"/>
          <w:sz w:val="28"/>
          <w:szCs w:val="28"/>
          <w:cs/>
        </w:rPr>
        <w:t>เงินกู้ยืมระยะสั้นแก่</w:t>
      </w:r>
      <w:r w:rsidR="00827D8A" w:rsidRPr="00574F01">
        <w:rPr>
          <w:rFonts w:ascii="Angsana New" w:hAnsi="Angsana New" w:cs="Angsana New" w:hint="cs"/>
          <w:spacing w:val="-2"/>
          <w:sz w:val="28"/>
          <w:szCs w:val="28"/>
          <w:cs/>
        </w:rPr>
        <w:t>บริษัทย่อย</w:t>
      </w:r>
      <w:r w:rsidRPr="00574F01">
        <w:rPr>
          <w:rFonts w:ascii="Angsana New" w:hAnsi="Angsana New" w:cs="Angsana New" w:hint="cs"/>
          <w:spacing w:val="-2"/>
          <w:sz w:val="28"/>
          <w:szCs w:val="28"/>
          <w:cs/>
        </w:rPr>
        <w:t>โดย</w:t>
      </w:r>
      <w:r w:rsidR="00D24E4F" w:rsidRPr="00574F01">
        <w:rPr>
          <w:rFonts w:ascii="Angsana New" w:hAnsi="Angsana New" w:cs="Angsana New" w:hint="cs"/>
          <w:spacing w:val="-2"/>
          <w:sz w:val="28"/>
          <w:szCs w:val="28"/>
          <w:cs/>
        </w:rPr>
        <w:t xml:space="preserve">มีอัตราดอกเบี้ยร้อยละ </w:t>
      </w:r>
      <w:r w:rsidR="00951805" w:rsidRPr="00574F01">
        <w:rPr>
          <w:rFonts w:ascii="Angsana New" w:hAnsi="Angsana New" w:cs="Angsana New"/>
          <w:spacing w:val="-2"/>
          <w:sz w:val="28"/>
          <w:szCs w:val="28"/>
        </w:rPr>
        <w:t xml:space="preserve">3.05 </w:t>
      </w:r>
      <w:r w:rsidR="00017A77" w:rsidRPr="00574F01">
        <w:rPr>
          <w:rFonts w:ascii="Angsana New" w:hAnsi="Angsana New" w:cs="Angsana New" w:hint="cs"/>
          <w:spacing w:val="-2"/>
          <w:sz w:val="28"/>
          <w:szCs w:val="28"/>
          <w:cs/>
        </w:rPr>
        <w:t>และ</w:t>
      </w:r>
      <w:r w:rsidR="00451F3D" w:rsidRPr="00574F01">
        <w:rPr>
          <w:rFonts w:ascii="Angsana New" w:hAnsi="Angsana New" w:cs="Angsana New" w:hint="cs"/>
          <w:spacing w:val="-2"/>
          <w:sz w:val="28"/>
          <w:szCs w:val="28"/>
          <w:cs/>
        </w:rPr>
        <w:t>ร้อยละ</w:t>
      </w:r>
      <w:r w:rsidR="00B01A6C" w:rsidRPr="00574F01">
        <w:rPr>
          <w:rFonts w:ascii="Angsana New" w:hAnsi="Angsana New" w:cs="Angsana New" w:hint="cs"/>
          <w:spacing w:val="-2"/>
          <w:sz w:val="28"/>
          <w:szCs w:val="28"/>
          <w:cs/>
        </w:rPr>
        <w:t xml:space="preserve"> </w:t>
      </w:r>
      <w:r w:rsidR="00951805" w:rsidRPr="00574F01">
        <w:rPr>
          <w:rFonts w:ascii="Angsana New" w:hAnsi="Angsana New" w:cs="Angsana New"/>
          <w:spacing w:val="-2"/>
          <w:sz w:val="28"/>
          <w:szCs w:val="28"/>
        </w:rPr>
        <w:t>3.10</w:t>
      </w:r>
      <w:r w:rsidR="00B01A6C" w:rsidRPr="00574F01">
        <w:rPr>
          <w:rFonts w:ascii="Angsana New" w:hAnsi="Angsana New" w:cs="Angsana New"/>
          <w:spacing w:val="-2"/>
          <w:sz w:val="28"/>
          <w:szCs w:val="28"/>
        </w:rPr>
        <w:t xml:space="preserve"> </w:t>
      </w:r>
      <w:r w:rsidR="00D24E4F" w:rsidRPr="00574F01">
        <w:rPr>
          <w:rFonts w:ascii="Angsana New" w:hAnsi="Angsana New" w:cs="Angsana New" w:hint="cs"/>
          <w:spacing w:val="-2"/>
          <w:sz w:val="28"/>
          <w:szCs w:val="28"/>
          <w:cs/>
        </w:rPr>
        <w:t>ต่อปี และไม่มีหลักประกัน</w:t>
      </w:r>
      <w:r w:rsidR="00F53A6B" w:rsidRPr="00AC01DB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D24E4F" w:rsidRPr="00AC01DB">
        <w:rPr>
          <w:rFonts w:ascii="Angsana New" w:hAnsi="Angsana New" w:cs="Angsana New" w:hint="cs"/>
          <w:sz w:val="28"/>
          <w:szCs w:val="28"/>
          <w:cs/>
        </w:rPr>
        <w:t>มีกำหนดชำระคืนเมื่อทวงถาม</w:t>
      </w:r>
    </w:p>
    <w:p w14:paraId="5FFED8B4" w14:textId="71BDAF7B" w:rsidR="00D24E4F" w:rsidRPr="000D1556" w:rsidRDefault="00D24E4F" w:rsidP="00A746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  <w:highlight w:val="yellow"/>
        </w:rPr>
      </w:pPr>
    </w:p>
    <w:p w14:paraId="5EDBB6E6" w14:textId="48E9F77F" w:rsidR="007979B7" w:rsidRPr="00AC01DB" w:rsidRDefault="007979B7" w:rsidP="003F11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AC01DB">
        <w:rPr>
          <w:rFonts w:ascii="Angsana New" w:hAnsi="Angsana New" w:cs="Angsana New" w:hint="cs"/>
          <w:i/>
          <w:iCs/>
          <w:sz w:val="28"/>
          <w:szCs w:val="28"/>
          <w:cs/>
        </w:rPr>
        <w:t>สัญญาเช่าที่ดิน</w:t>
      </w:r>
    </w:p>
    <w:p w14:paraId="768C2C5B" w14:textId="1213AD85" w:rsidR="00A03CD3" w:rsidRPr="00AC01DB" w:rsidRDefault="00E24470" w:rsidP="00692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AC01DB">
        <w:rPr>
          <w:rFonts w:ascii="Angsana New" w:hAnsi="Angsana New" w:cs="Angsana New" w:hint="cs"/>
          <w:sz w:val="28"/>
          <w:szCs w:val="28"/>
          <w:cs/>
        </w:rPr>
        <w:t>บริษัท</w:t>
      </w:r>
      <w:r w:rsidR="00AA1464" w:rsidRPr="00AC01DB">
        <w:rPr>
          <w:rFonts w:ascii="Angsana New" w:hAnsi="Angsana New" w:cs="Angsana New" w:hint="cs"/>
          <w:sz w:val="28"/>
          <w:szCs w:val="28"/>
          <w:cs/>
        </w:rPr>
        <w:t>ย่อย</w:t>
      </w:r>
      <w:r w:rsidRPr="00AC01DB">
        <w:rPr>
          <w:rFonts w:ascii="Angsana New" w:hAnsi="Angsana New" w:cs="Angsana New" w:hint="cs"/>
          <w:sz w:val="28"/>
          <w:szCs w:val="28"/>
          <w:cs/>
        </w:rPr>
        <w:t>ได้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ทำสัญญาเช่าที่ดินเพื่อใช้ในการดำเนินงานของกลุ่มบริษัทกับกิจการอื่นที่เกี่ยวข้องกันและผู้บริหารสำคัญจำนวน</w:t>
      </w:r>
      <w:r w:rsidR="00A03CD3" w:rsidRPr="00AC01DB">
        <w:rPr>
          <w:rFonts w:ascii="Angsana New" w:hAnsi="Angsana New" w:cs="Angsana New" w:hint="cs"/>
          <w:sz w:val="28"/>
          <w:szCs w:val="28"/>
          <w:cs/>
        </w:rPr>
        <w:t>สาม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ฉบับ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โดยกำหนดให้สัญญาดังกล่าวมีผลตั้งแต่วันที่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1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กรกฎาคม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2566</w:t>
      </w:r>
      <w:r w:rsidR="00A03CD3" w:rsidRPr="00AC01DB">
        <w:rPr>
          <w:rFonts w:ascii="Angsana New" w:hAnsi="Angsana New" w:cs="Angsana New" w:hint="cs"/>
          <w:sz w:val="28"/>
          <w:szCs w:val="28"/>
          <w:cs/>
        </w:rPr>
        <w:t xml:space="preserve"> และ </w:t>
      </w:r>
      <w:r w:rsidR="00A03CD3" w:rsidRPr="00AC01DB">
        <w:rPr>
          <w:rFonts w:ascii="Angsana New" w:hAnsi="Angsana New" w:cs="Angsana New"/>
          <w:sz w:val="28"/>
          <w:szCs w:val="28"/>
        </w:rPr>
        <w:t xml:space="preserve">1 </w:t>
      </w:r>
      <w:r w:rsidR="00A03CD3" w:rsidRPr="00AC01DB">
        <w:rPr>
          <w:rFonts w:ascii="Angsana New" w:hAnsi="Angsana New" w:cs="Angsana New" w:hint="cs"/>
          <w:sz w:val="28"/>
          <w:szCs w:val="28"/>
          <w:cs/>
        </w:rPr>
        <w:t>มีนาคม</w:t>
      </w:r>
      <w:r w:rsidR="00A03CD3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A03CD3" w:rsidRPr="00AC01DB">
        <w:rPr>
          <w:rFonts w:ascii="Angsana New" w:hAnsi="Angsana New" w:cs="Angsana New"/>
          <w:sz w:val="28"/>
          <w:szCs w:val="28"/>
        </w:rPr>
        <w:t>2567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A03CD3" w:rsidRPr="00AC01DB">
        <w:rPr>
          <w:rFonts w:ascii="Angsana New" w:hAnsi="Angsana New" w:cs="Angsana New" w:hint="cs"/>
          <w:sz w:val="28"/>
          <w:szCs w:val="28"/>
          <w:cs/>
        </w:rPr>
        <w:t>ซึ่ง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มีระยะเวลาตามสัญญา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3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ปี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โดยสามารถต่อสัญญาได้คราวละไม่เกิน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3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ปี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ไม่เกิน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5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ครั้ง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และครั้งสุดท้าย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คราวละ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2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ปี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ไม่เกิน</w:t>
      </w:r>
      <w:r w:rsidR="007979B7" w:rsidRPr="00AC01DB">
        <w:rPr>
          <w:rFonts w:ascii="Angsana New" w:hAnsi="Angsana New" w:cs="Angsana New"/>
          <w:sz w:val="28"/>
          <w:szCs w:val="28"/>
          <w:cs/>
        </w:rPr>
        <w:t xml:space="preserve"> </w:t>
      </w:r>
      <w:r w:rsidR="00C42DDF" w:rsidRPr="00AC01DB">
        <w:rPr>
          <w:rFonts w:ascii="Angsana New" w:hAnsi="Angsana New" w:cs="Angsana New"/>
          <w:sz w:val="28"/>
          <w:szCs w:val="28"/>
        </w:rPr>
        <w:t>1</w:t>
      </w:r>
      <w:r w:rsidR="007979B7" w:rsidRPr="00AC01DB">
        <w:rPr>
          <w:rFonts w:ascii="Angsana New" w:hAnsi="Angsana New" w:cs="Angsana New"/>
          <w:sz w:val="28"/>
          <w:szCs w:val="28"/>
        </w:rPr>
        <w:t xml:space="preserve"> </w:t>
      </w:r>
      <w:r w:rsidR="007979B7" w:rsidRPr="00AC01DB">
        <w:rPr>
          <w:rFonts w:ascii="Angsana New" w:hAnsi="Angsana New" w:cs="Angsana New" w:hint="cs"/>
          <w:sz w:val="28"/>
          <w:szCs w:val="28"/>
          <w:cs/>
        </w:rPr>
        <w:t>ครั้</w:t>
      </w:r>
      <w:r w:rsidR="00A03CD3" w:rsidRPr="00AC01DB">
        <w:rPr>
          <w:rFonts w:ascii="Angsana New" w:hAnsi="Angsana New" w:cs="Angsana New" w:hint="cs"/>
          <w:sz w:val="28"/>
          <w:szCs w:val="28"/>
          <w:cs/>
        </w:rPr>
        <w:t>ง</w:t>
      </w:r>
      <w:r w:rsidR="00692E1E" w:rsidRPr="00AC01DB">
        <w:rPr>
          <w:rFonts w:ascii="Angsana New" w:hAnsi="Angsana New" w:cs="Angsana New"/>
          <w:sz w:val="28"/>
          <w:szCs w:val="28"/>
        </w:rPr>
        <w:t xml:space="preserve"> </w:t>
      </w:r>
      <w:r w:rsidR="00692E1E" w:rsidRPr="00AC01DB">
        <w:rPr>
          <w:rFonts w:ascii="Angsana New" w:hAnsi="Angsana New" w:cs="Angsana New"/>
          <w:sz w:val="28"/>
          <w:szCs w:val="28"/>
          <w:cs/>
        </w:rPr>
        <w:t>โดยบริษัทย่อยตกลงที่จะจ่ายค่าเช่ารายเดือนตามอัตราที่ระบุในสัญญ</w:t>
      </w:r>
      <w:r w:rsidR="00692E1E" w:rsidRPr="00AC01DB">
        <w:rPr>
          <w:rFonts w:ascii="Angsana New" w:hAnsi="Angsana New" w:cs="Angsana New" w:hint="cs"/>
          <w:sz w:val="28"/>
          <w:szCs w:val="28"/>
          <w:cs/>
        </w:rPr>
        <w:t>า</w:t>
      </w:r>
    </w:p>
    <w:p w14:paraId="76074141" w14:textId="77777777" w:rsidR="00E054A3" w:rsidRPr="000D1556" w:rsidRDefault="00E054A3" w:rsidP="00692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  <w:highlight w:val="yellow"/>
        </w:rPr>
      </w:pPr>
    </w:p>
    <w:p w14:paraId="313C9D76" w14:textId="65242456" w:rsidR="00A746DB" w:rsidRPr="00AC01DB" w:rsidRDefault="00A746DB" w:rsidP="003F11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AC01DB">
        <w:rPr>
          <w:rFonts w:ascii="Angsana New" w:hAnsi="Angsana New" w:cs="Angsana New"/>
          <w:i/>
          <w:iCs/>
          <w:sz w:val="28"/>
          <w:szCs w:val="28"/>
          <w:cs/>
        </w:rPr>
        <w:t>สัญญาให้เช่าอาคารและเครื่องจักร</w:t>
      </w:r>
      <w:r w:rsidRPr="00AC01DB">
        <w:rPr>
          <w:rFonts w:ascii="Angsana New" w:hAnsi="Angsana New" w:cs="Angsana New"/>
          <w:sz w:val="20"/>
          <w:szCs w:val="20"/>
        </w:rPr>
        <w:t> </w:t>
      </w:r>
    </w:p>
    <w:p w14:paraId="7D718DBB" w14:textId="134778A6" w:rsidR="00A746DB" w:rsidRPr="00AC01DB" w:rsidRDefault="00A746DB" w:rsidP="00A746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AC01DB">
        <w:rPr>
          <w:rFonts w:ascii="Angsana New" w:hAnsi="Angsana New" w:cs="Angsana New"/>
          <w:sz w:val="28"/>
          <w:szCs w:val="28"/>
          <w:cs/>
        </w:rPr>
        <w:t>บริษัทให้เช่าอาคารและเครื่องจักรแก่บริษัทย่อย สัญญาดังกล่าวมีระยะเวลา</w:t>
      </w:r>
      <w:r w:rsidRPr="00AC01DB">
        <w:rPr>
          <w:rFonts w:ascii="Angsana New" w:hAnsi="Angsana New" w:cs="Angsana New"/>
          <w:sz w:val="28"/>
          <w:szCs w:val="28"/>
        </w:rPr>
        <w:t> </w:t>
      </w:r>
      <w:r w:rsidR="00C42DDF" w:rsidRPr="00AC01DB">
        <w:rPr>
          <w:rFonts w:ascii="Angsana New" w:hAnsi="Angsana New" w:cs="Angsana New"/>
          <w:sz w:val="28"/>
          <w:szCs w:val="28"/>
        </w:rPr>
        <w:t>1</w:t>
      </w:r>
      <w:r w:rsidRPr="00AC01DB">
        <w:rPr>
          <w:rFonts w:ascii="Angsana New" w:hAnsi="Angsana New" w:cs="Angsana New"/>
          <w:sz w:val="28"/>
          <w:szCs w:val="28"/>
        </w:rPr>
        <w:t xml:space="preserve"> </w:t>
      </w:r>
      <w:r w:rsidRPr="00AC01DB">
        <w:rPr>
          <w:rFonts w:ascii="Angsana New" w:hAnsi="Angsana New" w:cs="Angsana New"/>
          <w:sz w:val="28"/>
          <w:szCs w:val="28"/>
          <w:cs/>
        </w:rPr>
        <w:t xml:space="preserve">ปี สิ้นสุดภายในเดือนธันวาคม </w:t>
      </w:r>
      <w:r w:rsidR="00C42DDF" w:rsidRPr="00AC01DB">
        <w:rPr>
          <w:rFonts w:ascii="Angsana New" w:hAnsi="Angsana New" w:cs="Angsana New"/>
          <w:sz w:val="28"/>
          <w:szCs w:val="28"/>
        </w:rPr>
        <w:t>256</w:t>
      </w:r>
      <w:r w:rsidR="00AC01DB" w:rsidRPr="00AC01DB">
        <w:rPr>
          <w:rFonts w:ascii="Angsana New" w:hAnsi="Angsana New" w:cs="Angsana New"/>
          <w:sz w:val="28"/>
          <w:szCs w:val="28"/>
        </w:rPr>
        <w:t>8</w:t>
      </w:r>
      <w:r w:rsidRPr="00AC01DB">
        <w:rPr>
          <w:rFonts w:ascii="Angsana New" w:hAnsi="Angsana New" w:cs="Angsana New"/>
          <w:sz w:val="28"/>
          <w:szCs w:val="28"/>
        </w:rPr>
        <w:t xml:space="preserve"> </w:t>
      </w:r>
      <w:r w:rsidRPr="00AC01DB">
        <w:rPr>
          <w:rFonts w:ascii="Angsana New" w:hAnsi="Angsana New" w:cs="Angsana New"/>
          <w:sz w:val="28"/>
          <w:szCs w:val="28"/>
          <w:cs/>
        </w:rPr>
        <w:t>โดยบริษัทย่อยตกลงที่จะจ่ายค่าเช่ารายเดือนตามอัตราที่ระบุในสัญญาและจะมีการทบทวนค่าเช่าเป็นประจำทุกปี</w:t>
      </w:r>
    </w:p>
    <w:p w14:paraId="08574549" w14:textId="055291D8" w:rsidR="00C50608" w:rsidRPr="00AC01DB" w:rsidRDefault="00A746DB" w:rsidP="00A746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AC01DB">
        <w:rPr>
          <w:rFonts w:ascii="Angsana New" w:hAnsi="Angsana New" w:cs="Angsana New"/>
          <w:sz w:val="28"/>
          <w:szCs w:val="28"/>
        </w:rPr>
        <w:t> </w:t>
      </w:r>
    </w:p>
    <w:p w14:paraId="689FC142" w14:textId="0EB81C86" w:rsidR="00A746DB" w:rsidRPr="00AC01DB" w:rsidRDefault="00A746DB" w:rsidP="003F11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i/>
          <w:iCs/>
          <w:sz w:val="28"/>
          <w:szCs w:val="28"/>
        </w:rPr>
      </w:pPr>
      <w:r w:rsidRPr="00AC01DB">
        <w:rPr>
          <w:rFonts w:ascii="Angsana New" w:hAnsi="Angsana New" w:cs="Angsana New"/>
          <w:i/>
          <w:iCs/>
          <w:sz w:val="28"/>
          <w:szCs w:val="28"/>
          <w:cs/>
        </w:rPr>
        <w:t>สัญญาจ้างบริหารจัดการส่วนงานสนับสนุนด้านการเงินและการบัญชี</w:t>
      </w:r>
      <w:r w:rsidRPr="00AC01DB">
        <w:rPr>
          <w:rFonts w:ascii="Angsana New" w:hAnsi="Angsana New" w:cs="Angsana New"/>
          <w:sz w:val="20"/>
          <w:szCs w:val="20"/>
        </w:rPr>
        <w:t> </w:t>
      </w:r>
    </w:p>
    <w:p w14:paraId="0992DD44" w14:textId="0ED14199" w:rsidR="004A0CAE" w:rsidRPr="00C05013" w:rsidRDefault="00A746DB" w:rsidP="00E244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8"/>
          <w:szCs w:val="28"/>
        </w:rPr>
      </w:pPr>
      <w:r w:rsidRPr="00AC01DB">
        <w:rPr>
          <w:rFonts w:ascii="Angsana New" w:hAnsi="Angsana New" w:cs="Angsana New"/>
          <w:sz w:val="28"/>
          <w:szCs w:val="28"/>
          <w:cs/>
        </w:rPr>
        <w:t xml:space="preserve">บริษัทได้ทำสัญญาว่าจ้างบริษัทย่อยแห่งหนึ่งให้บริหารจัดการส่วนงานสนับสนุนด้านการเงินและการบัญชี สัญญาดังกล่าวมีระยะเวลา </w:t>
      </w:r>
      <w:r w:rsidR="00C42DDF" w:rsidRPr="00AC01DB">
        <w:rPr>
          <w:rFonts w:ascii="Angsana New" w:hAnsi="Angsana New" w:cs="Angsana New"/>
          <w:sz w:val="28"/>
          <w:szCs w:val="28"/>
        </w:rPr>
        <w:t>1</w:t>
      </w:r>
      <w:r w:rsidRPr="00AC01DB">
        <w:rPr>
          <w:rFonts w:ascii="Angsana New" w:hAnsi="Angsana New" w:cs="Angsana New"/>
          <w:sz w:val="28"/>
          <w:szCs w:val="28"/>
        </w:rPr>
        <w:t xml:space="preserve"> </w:t>
      </w:r>
      <w:r w:rsidRPr="00AC01DB">
        <w:rPr>
          <w:rFonts w:ascii="Angsana New" w:hAnsi="Angsana New" w:cs="Angsana New"/>
          <w:sz w:val="28"/>
          <w:szCs w:val="28"/>
          <w:cs/>
        </w:rPr>
        <w:t>ปี สิ้นสุดวันที่</w:t>
      </w:r>
      <w:r w:rsidRPr="00AC01DB">
        <w:rPr>
          <w:rFonts w:ascii="Angsana New" w:hAnsi="Angsana New" w:cs="Angsana New"/>
          <w:sz w:val="28"/>
          <w:szCs w:val="28"/>
        </w:rPr>
        <w:t> </w:t>
      </w:r>
      <w:r w:rsidR="00C42DDF" w:rsidRPr="00AC01DB">
        <w:rPr>
          <w:rFonts w:ascii="Angsana New" w:hAnsi="Angsana New" w:cs="Angsana New"/>
          <w:sz w:val="28"/>
          <w:szCs w:val="28"/>
        </w:rPr>
        <w:t>31</w:t>
      </w:r>
      <w:r w:rsidRPr="00AC01DB">
        <w:rPr>
          <w:rFonts w:ascii="Angsana New" w:hAnsi="Angsana New" w:cs="Angsana New"/>
          <w:sz w:val="28"/>
          <w:szCs w:val="28"/>
        </w:rPr>
        <w:t xml:space="preserve"> </w:t>
      </w:r>
      <w:r w:rsidRPr="00AC01DB">
        <w:rPr>
          <w:rFonts w:ascii="Angsana New" w:hAnsi="Angsana New" w:cs="Angsana New"/>
          <w:sz w:val="28"/>
          <w:szCs w:val="28"/>
          <w:cs/>
        </w:rPr>
        <w:t>ธันวาคม</w:t>
      </w:r>
      <w:r w:rsidRPr="00AC01DB">
        <w:rPr>
          <w:rFonts w:ascii="Angsana New" w:hAnsi="Angsana New" w:cs="Angsana New"/>
          <w:sz w:val="28"/>
          <w:szCs w:val="28"/>
        </w:rPr>
        <w:t> </w:t>
      </w:r>
      <w:r w:rsidR="00C42DDF" w:rsidRPr="00AC01DB">
        <w:rPr>
          <w:rFonts w:ascii="Angsana New" w:hAnsi="Angsana New" w:cs="Angsana New"/>
          <w:sz w:val="28"/>
          <w:szCs w:val="28"/>
        </w:rPr>
        <w:t>256</w:t>
      </w:r>
      <w:r w:rsidR="00AC01DB" w:rsidRPr="00AC01DB">
        <w:rPr>
          <w:rFonts w:ascii="Angsana New" w:hAnsi="Angsana New" w:cs="Angsana New"/>
          <w:sz w:val="28"/>
          <w:szCs w:val="28"/>
        </w:rPr>
        <w:t>8</w:t>
      </w:r>
      <w:r w:rsidRPr="00AC01DB">
        <w:rPr>
          <w:rFonts w:ascii="Angsana New" w:hAnsi="Angsana New" w:cs="Angsana New"/>
          <w:sz w:val="28"/>
          <w:szCs w:val="28"/>
        </w:rPr>
        <w:t xml:space="preserve"> </w:t>
      </w:r>
      <w:r w:rsidRPr="00AC01DB">
        <w:rPr>
          <w:rFonts w:ascii="Angsana New" w:hAnsi="Angsana New" w:cs="Angsana New"/>
          <w:sz w:val="28"/>
          <w:szCs w:val="28"/>
          <w:cs/>
        </w:rPr>
        <w:t>โดยบริษัทตกลงที่จะจ่ายค่าบริการรายเดือนตามอัตราที่ระบุในสัญญาและจะมีการทบทวนค่าบริการเป็นประจำทุกปี</w:t>
      </w:r>
    </w:p>
    <w:p w14:paraId="34C6B543" w14:textId="77777777" w:rsidR="0005550E" w:rsidRPr="00A03CD3" w:rsidRDefault="0005550E" w:rsidP="00A03C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5"/>
        <w:jc w:val="thaiDistribute"/>
        <w:rPr>
          <w:rFonts w:ascii="Angsana New" w:hAnsi="Angsana New" w:cs="Angsana New"/>
          <w:sz w:val="28"/>
          <w:szCs w:val="28"/>
          <w:cs/>
        </w:rPr>
      </w:pPr>
    </w:p>
    <w:p w14:paraId="24017DFE" w14:textId="156A0983" w:rsidR="00804175" w:rsidRPr="00C05013" w:rsidRDefault="00FE0D99" w:rsidP="004A0D29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cs/>
          <w:lang w:val="th-TH"/>
        </w:rPr>
      </w:pPr>
      <w:r w:rsidRPr="00C05013"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t>ที่ดิน</w:t>
      </w:r>
      <w:r w:rsidR="000C66FC" w:rsidRPr="00C05013"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t xml:space="preserve"> </w:t>
      </w:r>
      <w:r w:rsidR="00804175" w:rsidRPr="00C05013">
        <w:rPr>
          <w:rFonts w:ascii="Angsana New" w:hAnsi="Angsana New" w:cs="Angsana New"/>
          <w:sz w:val="30"/>
          <w:szCs w:val="30"/>
          <w:u w:val="none"/>
          <w:cs/>
          <w:lang w:val="th-TH"/>
        </w:rPr>
        <w:t>อาคารและอุปกรณ์</w:t>
      </w:r>
    </w:p>
    <w:p w14:paraId="08263980" w14:textId="57786170" w:rsidR="00F85628" w:rsidRPr="00A03CD3" w:rsidRDefault="00F85628" w:rsidP="00121F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 w:cs="Angsana New"/>
          <w:sz w:val="28"/>
          <w:szCs w:val="28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210"/>
        <w:gridCol w:w="1440"/>
        <w:gridCol w:w="180"/>
        <w:gridCol w:w="1350"/>
      </w:tblGrid>
      <w:tr w:rsidR="00C50608" w:rsidRPr="00EE776F" w14:paraId="642ABC49" w14:textId="77777777" w:rsidTr="00F53A6B">
        <w:trPr>
          <w:cantSplit/>
          <w:tblHeader/>
        </w:trPr>
        <w:tc>
          <w:tcPr>
            <w:tcW w:w="6210" w:type="dxa"/>
            <w:vAlign w:val="bottom"/>
          </w:tcPr>
          <w:p w14:paraId="7E83695C" w14:textId="4C9009A5" w:rsidR="00C50608" w:rsidRPr="00124623" w:rsidRDefault="00C50608" w:rsidP="00C5060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  <w:r w:rsidRPr="0012462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สำหรับงวด</w:t>
            </w:r>
            <w:r w:rsidR="00554975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สาม</w:t>
            </w:r>
            <w:r w:rsidRPr="0012462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เดือนสิ้นสุดวันที่ </w:t>
            </w:r>
            <w:r w:rsidR="005E3605" w:rsidRPr="005E360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  <w:t xml:space="preserve">31 </w:t>
            </w:r>
            <w:r w:rsidR="005E3605" w:rsidRPr="005E3605"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มีนาคม</w:t>
            </w:r>
            <w:r w:rsidR="005E3605" w:rsidRPr="005E3605"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 xml:space="preserve"> </w:t>
            </w:r>
            <w:r w:rsidR="005E3605" w:rsidRPr="005E360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  <w:t>256</w:t>
            </w:r>
            <w:r w:rsidR="005E360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440" w:type="dxa"/>
            <w:vAlign w:val="bottom"/>
          </w:tcPr>
          <w:p w14:paraId="4645AD6E" w14:textId="588CBFA5" w:rsidR="00C50608" w:rsidRPr="00124623" w:rsidRDefault="00C50608" w:rsidP="00C50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2462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</w:t>
            </w:r>
            <w:r w:rsidRPr="0012462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0" w:type="dxa"/>
            <w:vAlign w:val="bottom"/>
          </w:tcPr>
          <w:p w14:paraId="7A1B244F" w14:textId="77777777" w:rsidR="00C50608" w:rsidRPr="00124623" w:rsidRDefault="00C50608" w:rsidP="00C50608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79DD4DEC" w14:textId="77777777" w:rsidR="00C50608" w:rsidRPr="00124623" w:rsidRDefault="00C50608" w:rsidP="00C50608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124623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>งบการเงิน</w:t>
            </w:r>
          </w:p>
          <w:p w14:paraId="7E4CD23F" w14:textId="55C3EDF5" w:rsidR="00C50608" w:rsidRPr="00124623" w:rsidRDefault="00C50608" w:rsidP="00C50608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124623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5D7AE4" w:rsidRPr="00981FA1" w14:paraId="7F06A466" w14:textId="77777777" w:rsidTr="00F53A6B">
        <w:trPr>
          <w:cantSplit/>
        </w:trPr>
        <w:tc>
          <w:tcPr>
            <w:tcW w:w="6210" w:type="dxa"/>
          </w:tcPr>
          <w:p w14:paraId="64DBEE34" w14:textId="77777777" w:rsidR="005D7AE4" w:rsidRPr="00124623" w:rsidRDefault="005D7AE4" w:rsidP="00DF1054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</w:tcPr>
          <w:p w14:paraId="41734ABA" w14:textId="38B08A12" w:rsidR="005D7AE4" w:rsidRPr="00124623" w:rsidRDefault="005D7AE4" w:rsidP="00121F9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124623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5D7AE4" w:rsidRPr="00981FA1" w14:paraId="5E764CAD" w14:textId="77777777" w:rsidTr="00F53A6B">
        <w:trPr>
          <w:cantSplit/>
        </w:trPr>
        <w:tc>
          <w:tcPr>
            <w:tcW w:w="6210" w:type="dxa"/>
          </w:tcPr>
          <w:p w14:paraId="2B097E6C" w14:textId="249020B0" w:rsidR="005D7AE4" w:rsidRPr="00124623" w:rsidRDefault="005D7AE4" w:rsidP="00D0790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2462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ซื้อสินทรัพย์ - </w:t>
            </w:r>
            <w:r w:rsidRPr="00124623">
              <w:rPr>
                <w:rFonts w:ascii="Angsana New" w:hAnsi="Angsana New" w:cs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40" w:type="dxa"/>
          </w:tcPr>
          <w:p w14:paraId="177E75CC" w14:textId="0C0ABBE2" w:rsidR="005D7AE4" w:rsidRPr="00124623" w:rsidRDefault="00CA296A" w:rsidP="007532A9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22,587</w:t>
            </w:r>
          </w:p>
        </w:tc>
        <w:tc>
          <w:tcPr>
            <w:tcW w:w="180" w:type="dxa"/>
          </w:tcPr>
          <w:p w14:paraId="6979DF3C" w14:textId="77777777" w:rsidR="005D7AE4" w:rsidRPr="00124623" w:rsidRDefault="005D7AE4" w:rsidP="00D0790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75EF9F" w14:textId="7B4EEB8E" w:rsidR="005D7AE4" w:rsidRPr="00124623" w:rsidRDefault="00CA296A" w:rsidP="00AB2C26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3,864</w:t>
            </w:r>
          </w:p>
        </w:tc>
      </w:tr>
    </w:tbl>
    <w:p w14:paraId="5231DE81" w14:textId="06F2D5C9" w:rsidR="000447AA" w:rsidRDefault="000447AA" w:rsidP="00E90A23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right="-45"/>
        <w:jc w:val="thaiDistribute"/>
        <w:rPr>
          <w:rFonts w:ascii="Angsana New" w:hAnsi="Angsana New" w:cs="Angsana New"/>
          <w:sz w:val="28"/>
          <w:szCs w:val="28"/>
          <w:u w:val="none"/>
          <w:cs/>
          <w:lang w:val="th-TH"/>
        </w:rPr>
      </w:pPr>
      <w:r>
        <w:rPr>
          <w:rFonts w:ascii="Angsana New" w:hAnsi="Angsana New" w:cs="Angsana New"/>
          <w:sz w:val="28"/>
          <w:szCs w:val="28"/>
          <w:u w:val="none"/>
          <w:cs/>
          <w:lang w:val="th-TH"/>
        </w:rPr>
        <w:br w:type="page"/>
      </w:r>
    </w:p>
    <w:p w14:paraId="5E8D795A" w14:textId="283346DA" w:rsidR="00FB1A47" w:rsidRDefault="00FB1A47" w:rsidP="00CA336A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lang w:val="th-TH"/>
        </w:rPr>
      </w:pPr>
      <w:r w:rsidRPr="00C05013"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t>ท</w:t>
      </w:r>
      <w:r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t>ุนเรือนหุ้น</w:t>
      </w:r>
    </w:p>
    <w:p w14:paraId="7C9EAA4D" w14:textId="6DF85517" w:rsidR="00FB1A47" w:rsidRPr="00A03CD3" w:rsidRDefault="00FB1A47" w:rsidP="00A03CD3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right="-45"/>
        <w:jc w:val="thaiDistribute"/>
        <w:rPr>
          <w:rFonts w:asciiTheme="majorBidi" w:hAnsiTheme="majorBidi" w:cstheme="majorBidi"/>
          <w:sz w:val="28"/>
          <w:szCs w:val="28"/>
          <w:lang w:val="th-TH"/>
        </w:rPr>
      </w:pPr>
    </w:p>
    <w:tbl>
      <w:tblPr>
        <w:tblW w:w="9161" w:type="dxa"/>
        <w:tblInd w:w="450" w:type="dxa"/>
        <w:tblLook w:val="01E0" w:firstRow="1" w:lastRow="1" w:firstColumn="1" w:lastColumn="1" w:noHBand="0" w:noVBand="0"/>
      </w:tblPr>
      <w:tblGrid>
        <w:gridCol w:w="3059"/>
        <w:gridCol w:w="888"/>
        <w:gridCol w:w="272"/>
        <w:gridCol w:w="1119"/>
        <w:gridCol w:w="235"/>
        <w:gridCol w:w="1120"/>
        <w:gridCol w:w="234"/>
        <w:gridCol w:w="1009"/>
        <w:gridCol w:w="259"/>
        <w:gridCol w:w="966"/>
      </w:tblGrid>
      <w:tr w:rsidR="00FB1A47" w:rsidRPr="00981FA1" w14:paraId="7D5F99CB" w14:textId="77777777" w:rsidTr="00C01C85">
        <w:trPr>
          <w:tblHeader/>
        </w:trPr>
        <w:tc>
          <w:tcPr>
            <w:tcW w:w="3064" w:type="dxa"/>
          </w:tcPr>
          <w:p w14:paraId="5A55E2A7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89" w:type="dxa"/>
          </w:tcPr>
          <w:p w14:paraId="2BE507C5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มูลค่าหุ้น</w:t>
            </w:r>
          </w:p>
        </w:tc>
        <w:tc>
          <w:tcPr>
            <w:tcW w:w="272" w:type="dxa"/>
          </w:tcPr>
          <w:p w14:paraId="0C67E803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2474" w:type="dxa"/>
            <w:gridSpan w:val="3"/>
            <w:tcBorders>
              <w:bottom w:val="single" w:sz="4" w:space="0" w:color="auto"/>
            </w:tcBorders>
          </w:tcPr>
          <w:p w14:paraId="093C6D98" w14:textId="1545FABE" w:rsidR="00FB1A47" w:rsidRPr="00593166" w:rsidRDefault="00C42DDF" w:rsidP="005674E7">
            <w:pPr>
              <w:pStyle w:val="30"/>
              <w:tabs>
                <w:tab w:val="clear" w:pos="360"/>
                <w:tab w:val="clear" w:pos="720"/>
              </w:tabs>
              <w:ind w:left="-72" w:right="-13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/>
                <w:sz w:val="28"/>
                <w:szCs w:val="28"/>
                <w:lang w:val="en-US"/>
              </w:rPr>
              <w:t>256</w:t>
            </w:r>
            <w:r w:rsidR="005E3605">
              <w:rPr>
                <w:rFonts w:asciiTheme="majorBidi" w:hAnsi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34" w:type="dxa"/>
          </w:tcPr>
          <w:p w14:paraId="6E452407" w14:textId="77777777" w:rsidR="00FB1A47" w:rsidRPr="00593166" w:rsidRDefault="00FB1A47" w:rsidP="005674E7">
            <w:pPr>
              <w:pStyle w:val="30"/>
              <w:tabs>
                <w:tab w:val="clear" w:pos="360"/>
                <w:tab w:val="clear" w:pos="720"/>
              </w:tabs>
              <w:ind w:right="-13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228" w:type="dxa"/>
            <w:gridSpan w:val="3"/>
            <w:tcBorders>
              <w:bottom w:val="single" w:sz="4" w:space="0" w:color="auto"/>
            </w:tcBorders>
          </w:tcPr>
          <w:p w14:paraId="6D840924" w14:textId="4263593D" w:rsidR="00FB1A47" w:rsidRPr="00593166" w:rsidRDefault="00C42DDF" w:rsidP="005674E7">
            <w:pPr>
              <w:pStyle w:val="30"/>
              <w:tabs>
                <w:tab w:val="clear" w:pos="360"/>
                <w:tab w:val="clear" w:pos="720"/>
              </w:tabs>
              <w:ind w:right="1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93166">
              <w:rPr>
                <w:rFonts w:asciiTheme="majorBidi" w:hAnsiTheme="majorBidi"/>
                <w:sz w:val="28"/>
                <w:szCs w:val="28"/>
                <w:lang w:val="en-US"/>
              </w:rPr>
              <w:t>256</w:t>
            </w:r>
            <w:r w:rsidR="005E3605">
              <w:rPr>
                <w:rFonts w:asciiTheme="majorBidi" w:hAnsiTheme="majorBidi"/>
                <w:sz w:val="28"/>
                <w:szCs w:val="28"/>
                <w:lang w:val="en-US"/>
              </w:rPr>
              <w:t>7</w:t>
            </w:r>
          </w:p>
        </w:tc>
      </w:tr>
      <w:tr w:rsidR="00C01C85" w:rsidRPr="00981FA1" w14:paraId="50038B70" w14:textId="77777777" w:rsidTr="00C01C85">
        <w:trPr>
          <w:tblHeader/>
        </w:trPr>
        <w:tc>
          <w:tcPr>
            <w:tcW w:w="3064" w:type="dxa"/>
          </w:tcPr>
          <w:p w14:paraId="579BFA5B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89" w:type="dxa"/>
          </w:tcPr>
          <w:p w14:paraId="15E04768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ต่อหุ้น</w:t>
            </w:r>
          </w:p>
        </w:tc>
        <w:tc>
          <w:tcPr>
            <w:tcW w:w="272" w:type="dxa"/>
          </w:tcPr>
          <w:p w14:paraId="58202C28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</w:tcPr>
          <w:p w14:paraId="654AF064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9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235" w:type="dxa"/>
            <w:tcBorders>
              <w:top w:val="single" w:sz="4" w:space="0" w:color="auto"/>
            </w:tcBorders>
          </w:tcPr>
          <w:p w14:paraId="06F521D2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051F2193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6" w:right="-8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34" w:type="dxa"/>
          </w:tcPr>
          <w:p w14:paraId="1657C54B" w14:textId="77777777" w:rsidR="00FB1A47" w:rsidRPr="00593166" w:rsidRDefault="00FB1A47" w:rsidP="005674E7">
            <w:pPr>
              <w:pStyle w:val="30"/>
              <w:tabs>
                <w:tab w:val="clear" w:pos="360"/>
                <w:tab w:val="clear" w:pos="720"/>
              </w:tabs>
              <w:ind w:right="-13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auto"/>
            </w:tcBorders>
          </w:tcPr>
          <w:p w14:paraId="40388D43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9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259" w:type="dxa"/>
            <w:tcBorders>
              <w:top w:val="single" w:sz="4" w:space="0" w:color="auto"/>
            </w:tcBorders>
          </w:tcPr>
          <w:p w14:paraId="549013F6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</w:tcPr>
          <w:p w14:paraId="365AAF4A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6" w:right="-8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จำนวนเงิน</w:t>
            </w:r>
          </w:p>
        </w:tc>
      </w:tr>
      <w:tr w:rsidR="00FB1A47" w:rsidRPr="00981FA1" w14:paraId="273BC5A4" w14:textId="77777777" w:rsidTr="00C01C85">
        <w:trPr>
          <w:tblHeader/>
        </w:trPr>
        <w:tc>
          <w:tcPr>
            <w:tcW w:w="3064" w:type="dxa"/>
          </w:tcPr>
          <w:p w14:paraId="3309348F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89" w:type="dxa"/>
          </w:tcPr>
          <w:p w14:paraId="033228DF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(บาท)</w:t>
            </w:r>
          </w:p>
        </w:tc>
        <w:tc>
          <w:tcPr>
            <w:tcW w:w="272" w:type="dxa"/>
          </w:tcPr>
          <w:p w14:paraId="36569B19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4936" w:type="dxa"/>
            <w:gridSpan w:val="7"/>
          </w:tcPr>
          <w:p w14:paraId="3388EEBE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59316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(พันหุ้น</w:t>
            </w:r>
            <w:r w:rsidRPr="00593166">
              <w:rPr>
                <w:rFonts w:asciiTheme="majorBidi" w:hAnsiTheme="majorBidi" w:cstheme="majorBidi" w:hint="cs"/>
                <w:b/>
                <w:i/>
                <w:iCs/>
                <w:sz w:val="28"/>
                <w:szCs w:val="28"/>
                <w:cs/>
              </w:rPr>
              <w:t xml:space="preserve"> </w:t>
            </w:r>
            <w:r w:rsidRPr="0059316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</w:rPr>
              <w:t>/</w:t>
            </w:r>
            <w:r w:rsidRPr="00593166">
              <w:rPr>
                <w:rFonts w:asciiTheme="majorBidi" w:hAnsiTheme="majorBidi" w:cstheme="majorBidi" w:hint="cs"/>
                <w:b/>
                <w:i/>
                <w:iCs/>
                <w:sz w:val="28"/>
                <w:szCs w:val="28"/>
                <w:cs/>
              </w:rPr>
              <w:t xml:space="preserve"> </w:t>
            </w:r>
            <w:r w:rsidRPr="00593166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C01C85" w:rsidRPr="00981FA1" w14:paraId="47FBB693" w14:textId="77777777" w:rsidTr="00C01C85">
        <w:tc>
          <w:tcPr>
            <w:tcW w:w="3064" w:type="dxa"/>
          </w:tcPr>
          <w:p w14:paraId="3B19FD85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ทุนจดทะเบียน</w:t>
            </w:r>
          </w:p>
        </w:tc>
        <w:tc>
          <w:tcPr>
            <w:tcW w:w="889" w:type="dxa"/>
          </w:tcPr>
          <w:p w14:paraId="6F1FA218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72" w:type="dxa"/>
          </w:tcPr>
          <w:p w14:paraId="2B9A5733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19" w:type="dxa"/>
          </w:tcPr>
          <w:p w14:paraId="5B100955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1142D880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</w:tcPr>
          <w:p w14:paraId="4C785913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3FFE1F0B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</w:tcPr>
          <w:p w14:paraId="12F9CD7A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144C8B0E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</w:tcPr>
          <w:p w14:paraId="577F415F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</w:tr>
      <w:tr w:rsidR="00C01C85" w:rsidRPr="00981FA1" w14:paraId="79ED962D" w14:textId="77777777" w:rsidTr="00C01C85">
        <w:tc>
          <w:tcPr>
            <w:tcW w:w="3064" w:type="dxa"/>
          </w:tcPr>
          <w:p w14:paraId="1E97EFCF" w14:textId="4364D0AA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C42DDF" w:rsidRPr="00593166">
              <w:rPr>
                <w:rFonts w:asciiTheme="majorBidi" w:hAnsiTheme="majorBidi"/>
                <w:sz w:val="28"/>
                <w:szCs w:val="28"/>
              </w:rPr>
              <w:t>1</w:t>
            </w:r>
            <w:r w:rsidRPr="0059316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59316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</w:p>
        </w:tc>
        <w:tc>
          <w:tcPr>
            <w:tcW w:w="889" w:type="dxa"/>
          </w:tcPr>
          <w:p w14:paraId="45D799D6" w14:textId="77777777" w:rsidR="00FB1A47" w:rsidRPr="00593166" w:rsidRDefault="00FB1A47" w:rsidP="00567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</w:tcPr>
          <w:p w14:paraId="7B358513" w14:textId="77777777" w:rsidR="00FB1A47" w:rsidRPr="00593166" w:rsidRDefault="00FB1A47" w:rsidP="00567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9" w:type="dxa"/>
          </w:tcPr>
          <w:p w14:paraId="4F3F1E0A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43705474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</w:tcPr>
          <w:p w14:paraId="4764B26B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7D1D8943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</w:tcPr>
          <w:p w14:paraId="7127B9BC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1C0D5ECE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</w:tcPr>
          <w:p w14:paraId="47FAC1E7" w14:textId="77777777" w:rsidR="00FB1A47" w:rsidRPr="00593166" w:rsidRDefault="00FB1A47" w:rsidP="005674E7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01C85" w:rsidRPr="00981FA1" w14:paraId="370EE88C" w14:textId="77777777" w:rsidTr="00C01C85">
        <w:tc>
          <w:tcPr>
            <w:tcW w:w="3064" w:type="dxa"/>
          </w:tcPr>
          <w:p w14:paraId="1897175A" w14:textId="77777777" w:rsidR="00DB68AE" w:rsidRPr="00593166" w:rsidRDefault="00DB68AE" w:rsidP="00DB68AE">
            <w:pPr>
              <w:pStyle w:val="BodyText"/>
              <w:numPr>
                <w:ilvl w:val="2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02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252"/>
              </w:tabs>
              <w:spacing w:after="0" w:line="240" w:lineRule="auto"/>
              <w:ind w:hanging="102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889" w:type="dxa"/>
          </w:tcPr>
          <w:p w14:paraId="77679775" w14:textId="6066EF90" w:rsidR="00DB68AE" w:rsidRPr="00593166" w:rsidRDefault="00DB68AE" w:rsidP="00DB6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/>
                <w:sz w:val="28"/>
                <w:szCs w:val="28"/>
              </w:rPr>
            </w:pPr>
            <w:r w:rsidRPr="00593166">
              <w:rPr>
                <w:rFonts w:asciiTheme="majorBidi" w:hAnsiTheme="majorBidi"/>
                <w:sz w:val="28"/>
                <w:szCs w:val="28"/>
              </w:rPr>
              <w:t>0.75</w:t>
            </w:r>
          </w:p>
        </w:tc>
        <w:tc>
          <w:tcPr>
            <w:tcW w:w="272" w:type="dxa"/>
          </w:tcPr>
          <w:p w14:paraId="5C2A5372" w14:textId="77777777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14:paraId="5ED024A3" w14:textId="7BE702FD" w:rsidR="00DB68AE" w:rsidRPr="00593166" w:rsidRDefault="00DB68AE" w:rsidP="001A2CFC">
            <w:pPr>
              <w:pStyle w:val="30"/>
              <w:tabs>
                <w:tab w:val="clear" w:pos="360"/>
                <w:tab w:val="clear" w:pos="720"/>
                <w:tab w:val="decimal" w:pos="887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35" w:type="dxa"/>
          </w:tcPr>
          <w:p w14:paraId="721A7474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7BF26DEA" w14:textId="0E11F6FE" w:rsidR="00DB68AE" w:rsidRPr="00593166" w:rsidRDefault="00DB68AE" w:rsidP="001A2CFC">
            <w:pPr>
              <w:pStyle w:val="30"/>
              <w:tabs>
                <w:tab w:val="clear" w:pos="360"/>
                <w:tab w:val="clear" w:pos="720"/>
                <w:tab w:val="decimal" w:pos="877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300,003</w:t>
            </w:r>
          </w:p>
        </w:tc>
        <w:tc>
          <w:tcPr>
            <w:tcW w:w="234" w:type="dxa"/>
          </w:tcPr>
          <w:p w14:paraId="1E6F99E1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14:paraId="3A6F078F" w14:textId="7F7B448A" w:rsidR="00DB68AE" w:rsidRPr="00593166" w:rsidRDefault="00DB68AE" w:rsidP="00DB68AE">
            <w:pPr>
              <w:pStyle w:val="30"/>
              <w:tabs>
                <w:tab w:val="clear" w:pos="360"/>
                <w:tab w:val="clear" w:pos="720"/>
                <w:tab w:val="decimal" w:pos="789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59" w:type="dxa"/>
          </w:tcPr>
          <w:p w14:paraId="5081C2FA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1D21DC58" w14:textId="49B93F5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300,</w:t>
            </w:r>
            <w:r w:rsidRPr="005E3605">
              <w:rPr>
                <w:rFonts w:asciiTheme="majorBidi" w:hAnsiTheme="majorBidi"/>
                <w:sz w:val="28"/>
                <w:szCs w:val="28"/>
                <w:lang w:val="en-US"/>
              </w:rPr>
              <w:t>003</w:t>
            </w:r>
          </w:p>
        </w:tc>
      </w:tr>
      <w:tr w:rsidR="00C01C85" w:rsidRPr="00981FA1" w14:paraId="1A6CA123" w14:textId="77777777" w:rsidTr="00C01C85">
        <w:tc>
          <w:tcPr>
            <w:tcW w:w="3064" w:type="dxa"/>
          </w:tcPr>
          <w:p w14:paraId="3CD3C69F" w14:textId="74D71EA5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E360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5E3605">
              <w:rPr>
                <w:rFonts w:asciiTheme="majorBidi" w:hAnsiTheme="majorBidi" w:cs="Angsana New" w:hint="cs"/>
                <w:b/>
                <w:bCs/>
                <w:sz w:val="28"/>
                <w:szCs w:val="28"/>
                <w:cs/>
              </w:rPr>
              <w:t>มีนาคม</w:t>
            </w:r>
            <w:r w:rsidRPr="005E3605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และ </w:t>
            </w:r>
            <w:r w:rsidRPr="00593166">
              <w:rPr>
                <w:rFonts w:asciiTheme="majorBidi" w:hAnsiTheme="majorBidi" w:cstheme="majorBidi"/>
                <w:b/>
                <w:sz w:val="28"/>
                <w:szCs w:val="28"/>
              </w:rPr>
              <w:t>31</w:t>
            </w: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889" w:type="dxa"/>
          </w:tcPr>
          <w:p w14:paraId="23779B87" w14:textId="77777777" w:rsidR="00DB68AE" w:rsidRPr="00593166" w:rsidRDefault="00DB68AE" w:rsidP="00DB6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</w:tcPr>
          <w:p w14:paraId="3E9654BF" w14:textId="77777777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</w:tcPr>
          <w:p w14:paraId="283E00E6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6DB54567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5E34760E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1DA1D7D2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auto"/>
            </w:tcBorders>
          </w:tcPr>
          <w:p w14:paraId="64E159DF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34419DE6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</w:tcPr>
          <w:p w14:paraId="54534AE2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01C85" w:rsidRPr="00981FA1" w14:paraId="79A364A3" w14:textId="77777777" w:rsidTr="00C01C85">
        <w:tc>
          <w:tcPr>
            <w:tcW w:w="3064" w:type="dxa"/>
          </w:tcPr>
          <w:p w14:paraId="546E77CE" w14:textId="77777777" w:rsidR="00DB68AE" w:rsidRPr="00593166" w:rsidRDefault="00DB68AE" w:rsidP="00DB68AE">
            <w:pPr>
              <w:pStyle w:val="BodyText"/>
              <w:numPr>
                <w:ilvl w:val="2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02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252"/>
              </w:tabs>
              <w:spacing w:after="0" w:line="240" w:lineRule="auto"/>
              <w:ind w:hanging="1020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889" w:type="dxa"/>
          </w:tcPr>
          <w:p w14:paraId="2CF70D9A" w14:textId="3FF81107" w:rsidR="00DB68AE" w:rsidRPr="00593166" w:rsidRDefault="00DB68AE" w:rsidP="00DB6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/>
                <w:sz w:val="28"/>
                <w:szCs w:val="28"/>
              </w:rPr>
            </w:pPr>
            <w:r w:rsidRPr="00593166">
              <w:rPr>
                <w:rFonts w:asciiTheme="majorBidi" w:hAnsiTheme="majorBidi"/>
                <w:sz w:val="28"/>
                <w:szCs w:val="28"/>
              </w:rPr>
              <w:t>0.75</w:t>
            </w:r>
          </w:p>
        </w:tc>
        <w:tc>
          <w:tcPr>
            <w:tcW w:w="272" w:type="dxa"/>
          </w:tcPr>
          <w:p w14:paraId="1CD198C6" w14:textId="77777777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double" w:sz="4" w:space="0" w:color="auto"/>
            </w:tcBorders>
          </w:tcPr>
          <w:p w14:paraId="2FDEB6E0" w14:textId="5B39BA12" w:rsidR="00DB68AE" w:rsidRPr="00593166" w:rsidRDefault="00DB68AE" w:rsidP="001A2CFC">
            <w:pPr>
              <w:pStyle w:val="30"/>
              <w:tabs>
                <w:tab w:val="clear" w:pos="360"/>
                <w:tab w:val="clear" w:pos="720"/>
                <w:tab w:val="decimal" w:pos="887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35" w:type="dxa"/>
          </w:tcPr>
          <w:p w14:paraId="0E1A8C24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  <w:tcBorders>
              <w:bottom w:val="double" w:sz="4" w:space="0" w:color="auto"/>
            </w:tcBorders>
          </w:tcPr>
          <w:p w14:paraId="2B7EEF9C" w14:textId="6F4E580E" w:rsidR="00DB68AE" w:rsidRPr="00593166" w:rsidRDefault="00DB68AE" w:rsidP="001A2CFC">
            <w:pPr>
              <w:pStyle w:val="30"/>
              <w:tabs>
                <w:tab w:val="clear" w:pos="360"/>
                <w:tab w:val="clear" w:pos="720"/>
                <w:tab w:val="decimal" w:pos="890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300,003</w:t>
            </w:r>
          </w:p>
        </w:tc>
        <w:tc>
          <w:tcPr>
            <w:tcW w:w="234" w:type="dxa"/>
          </w:tcPr>
          <w:p w14:paraId="3FBB05CB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</w:tcPr>
          <w:p w14:paraId="04DA1996" w14:textId="1DDF22BB" w:rsidR="00DB68AE" w:rsidRPr="00593166" w:rsidRDefault="00DB68AE" w:rsidP="00DB68AE">
            <w:pPr>
              <w:pStyle w:val="30"/>
              <w:tabs>
                <w:tab w:val="clear" w:pos="360"/>
                <w:tab w:val="clear" w:pos="720"/>
                <w:tab w:val="decimal" w:pos="792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59" w:type="dxa"/>
          </w:tcPr>
          <w:p w14:paraId="3E1444FE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  <w:tcBorders>
              <w:bottom w:val="double" w:sz="4" w:space="0" w:color="auto"/>
            </w:tcBorders>
          </w:tcPr>
          <w:p w14:paraId="2AA79247" w14:textId="16ABA6A6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300,003</w:t>
            </w:r>
          </w:p>
        </w:tc>
      </w:tr>
      <w:tr w:rsidR="00C01C85" w:rsidRPr="00981FA1" w14:paraId="1B9CA97C" w14:textId="77777777" w:rsidTr="00C01C85">
        <w:tc>
          <w:tcPr>
            <w:tcW w:w="3064" w:type="dxa"/>
          </w:tcPr>
          <w:p w14:paraId="0C58BFEC" w14:textId="72A194EE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89" w:type="dxa"/>
          </w:tcPr>
          <w:p w14:paraId="43C77A34" w14:textId="77777777" w:rsidR="00DB68AE" w:rsidRPr="00593166" w:rsidRDefault="00DB68AE" w:rsidP="00DB6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</w:tcPr>
          <w:p w14:paraId="56A802F1" w14:textId="77777777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</w:tcPr>
          <w:p w14:paraId="0685C087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5437C0E0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</w:tcPr>
          <w:p w14:paraId="79EF364D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69031B83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</w:tcPr>
          <w:p w14:paraId="37434E07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2C15296D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6" w:type="dxa"/>
          </w:tcPr>
          <w:p w14:paraId="42E30DFE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01C85" w:rsidRPr="00981FA1" w14:paraId="29A06439" w14:textId="77777777" w:rsidTr="00C01C85">
        <w:tc>
          <w:tcPr>
            <w:tcW w:w="3064" w:type="dxa"/>
          </w:tcPr>
          <w:p w14:paraId="78387AE7" w14:textId="3792BE20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หุ้นที่ออกและชำระแล้ว</w:t>
            </w:r>
          </w:p>
        </w:tc>
        <w:tc>
          <w:tcPr>
            <w:tcW w:w="889" w:type="dxa"/>
          </w:tcPr>
          <w:p w14:paraId="29CFD599" w14:textId="77777777" w:rsidR="00DB68AE" w:rsidRPr="00593166" w:rsidRDefault="00DB68AE" w:rsidP="00DB6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</w:tcPr>
          <w:p w14:paraId="254214CB" w14:textId="77777777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</w:tcPr>
          <w:p w14:paraId="73246AC9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5721A651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</w:tcPr>
          <w:p w14:paraId="40F650A9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</w:tcPr>
          <w:p w14:paraId="44813810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</w:tcPr>
          <w:p w14:paraId="2C50A165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</w:tcPr>
          <w:p w14:paraId="2C4C6287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6" w:type="dxa"/>
          </w:tcPr>
          <w:p w14:paraId="096CAFC9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01C85" w:rsidRPr="00981FA1" w14:paraId="1764FA47" w14:textId="77777777" w:rsidTr="00C01C85">
        <w:tc>
          <w:tcPr>
            <w:tcW w:w="3064" w:type="dxa"/>
          </w:tcPr>
          <w:p w14:paraId="73845298" w14:textId="6D639F04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593166">
              <w:rPr>
                <w:rFonts w:asciiTheme="majorBidi" w:hAnsiTheme="majorBidi"/>
                <w:sz w:val="28"/>
                <w:szCs w:val="28"/>
              </w:rPr>
              <w:t>1</w:t>
            </w:r>
            <w:r w:rsidRPr="0059316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59316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</w:p>
        </w:tc>
        <w:tc>
          <w:tcPr>
            <w:tcW w:w="889" w:type="dxa"/>
            <w:shd w:val="clear" w:color="auto" w:fill="auto"/>
          </w:tcPr>
          <w:p w14:paraId="3661806A" w14:textId="77777777" w:rsidR="00DB68AE" w:rsidRPr="00593166" w:rsidRDefault="00DB68AE" w:rsidP="00DB6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  <w:shd w:val="clear" w:color="auto" w:fill="auto"/>
          </w:tcPr>
          <w:p w14:paraId="55882B43" w14:textId="77777777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  <w:shd w:val="clear" w:color="auto" w:fill="auto"/>
          </w:tcPr>
          <w:p w14:paraId="63F0917D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  <w:shd w:val="clear" w:color="auto" w:fill="auto"/>
          </w:tcPr>
          <w:p w14:paraId="1F0A54AF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6A5F831B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  <w:shd w:val="clear" w:color="auto" w:fill="auto"/>
          </w:tcPr>
          <w:p w14:paraId="6D359239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shd w:val="clear" w:color="auto" w:fill="auto"/>
          </w:tcPr>
          <w:p w14:paraId="3B3798BB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5EEB19DE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6" w:type="dxa"/>
            <w:shd w:val="clear" w:color="auto" w:fill="auto"/>
          </w:tcPr>
          <w:p w14:paraId="7C4C54FA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01C85" w:rsidRPr="00981FA1" w14:paraId="1F03BBDE" w14:textId="77777777" w:rsidTr="00C01C85">
        <w:tc>
          <w:tcPr>
            <w:tcW w:w="3064" w:type="dxa"/>
          </w:tcPr>
          <w:p w14:paraId="59475AD6" w14:textId="4466EC12" w:rsidR="00DB68AE" w:rsidRPr="00593166" w:rsidRDefault="00DB68AE" w:rsidP="00DB68AE">
            <w:pPr>
              <w:pStyle w:val="BodyText"/>
              <w:numPr>
                <w:ilvl w:val="2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02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252"/>
              </w:tabs>
              <w:spacing w:after="0" w:line="240" w:lineRule="auto"/>
              <w:ind w:hanging="102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93166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889" w:type="dxa"/>
            <w:shd w:val="clear" w:color="auto" w:fill="auto"/>
          </w:tcPr>
          <w:p w14:paraId="2174B0B1" w14:textId="44A838E4" w:rsidR="00DB68AE" w:rsidRPr="00593166" w:rsidRDefault="00DB68AE" w:rsidP="00DB68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/>
                <w:sz w:val="28"/>
                <w:szCs w:val="28"/>
              </w:rPr>
            </w:pPr>
            <w:r w:rsidRPr="00593166">
              <w:rPr>
                <w:rFonts w:asciiTheme="majorBidi" w:hAnsiTheme="majorBidi"/>
                <w:sz w:val="28"/>
                <w:szCs w:val="28"/>
              </w:rPr>
              <w:t>0.75</w:t>
            </w:r>
          </w:p>
        </w:tc>
        <w:tc>
          <w:tcPr>
            <w:tcW w:w="272" w:type="dxa"/>
            <w:shd w:val="clear" w:color="auto" w:fill="auto"/>
          </w:tcPr>
          <w:p w14:paraId="14AB2DD3" w14:textId="77777777" w:rsidR="00DB68AE" w:rsidRPr="00593166" w:rsidRDefault="00DB68AE" w:rsidP="00DB6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  <w:shd w:val="clear" w:color="auto" w:fill="auto"/>
          </w:tcPr>
          <w:p w14:paraId="0609C1FC" w14:textId="77F912E6" w:rsidR="00DB68AE" w:rsidRPr="00593166" w:rsidRDefault="00DB68AE" w:rsidP="001A2CFC">
            <w:pPr>
              <w:pStyle w:val="30"/>
              <w:tabs>
                <w:tab w:val="clear" w:pos="360"/>
                <w:tab w:val="clear" w:pos="720"/>
                <w:tab w:val="decimal" w:pos="888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35" w:type="dxa"/>
            <w:shd w:val="clear" w:color="auto" w:fill="auto"/>
          </w:tcPr>
          <w:p w14:paraId="3F639B37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  <w:shd w:val="clear" w:color="auto" w:fill="auto"/>
          </w:tcPr>
          <w:p w14:paraId="6B466F6F" w14:textId="5F521842" w:rsidR="00DB68AE" w:rsidRPr="00593166" w:rsidRDefault="00DB68AE" w:rsidP="001A2CFC">
            <w:pPr>
              <w:pStyle w:val="30"/>
              <w:tabs>
                <w:tab w:val="clear" w:pos="360"/>
                <w:tab w:val="clear" w:pos="720"/>
                <w:tab w:val="decimal" w:pos="890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300,003</w:t>
            </w:r>
          </w:p>
        </w:tc>
        <w:tc>
          <w:tcPr>
            <w:tcW w:w="234" w:type="dxa"/>
            <w:shd w:val="clear" w:color="auto" w:fill="auto"/>
          </w:tcPr>
          <w:p w14:paraId="082DE918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shd w:val="clear" w:color="auto" w:fill="auto"/>
          </w:tcPr>
          <w:p w14:paraId="6453E342" w14:textId="429DA5E0" w:rsidR="00DB68AE" w:rsidRPr="00593166" w:rsidRDefault="00DB68AE" w:rsidP="001A2CFC">
            <w:pPr>
              <w:pStyle w:val="30"/>
              <w:tabs>
                <w:tab w:val="clear" w:pos="360"/>
                <w:tab w:val="clear" w:pos="720"/>
                <w:tab w:val="decimal" w:pos="792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/>
                <w:sz w:val="28"/>
                <w:szCs w:val="28"/>
                <w:lang w:val="en-US"/>
              </w:rPr>
              <w:t>328,57</w:t>
            </w:r>
            <w:r w:rsidRPr="0059316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259" w:type="dxa"/>
            <w:shd w:val="clear" w:color="auto" w:fill="auto"/>
          </w:tcPr>
          <w:p w14:paraId="014234E5" w14:textId="77777777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  <w:shd w:val="clear" w:color="auto" w:fill="auto"/>
          </w:tcPr>
          <w:p w14:paraId="63F3E777" w14:textId="2BB04D0A" w:rsidR="00DB68AE" w:rsidRPr="00593166" w:rsidRDefault="00DB68AE" w:rsidP="00DB68A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/>
                <w:sz w:val="28"/>
                <w:szCs w:val="28"/>
                <w:lang w:val="en-US"/>
              </w:rPr>
              <w:t>246,430</w:t>
            </w:r>
          </w:p>
        </w:tc>
      </w:tr>
      <w:tr w:rsidR="00C01C85" w:rsidRPr="00981FA1" w14:paraId="0E25CE5E" w14:textId="77777777" w:rsidTr="00C01C85">
        <w:tc>
          <w:tcPr>
            <w:tcW w:w="3064" w:type="dxa"/>
          </w:tcPr>
          <w:p w14:paraId="0DBB97DC" w14:textId="77777777" w:rsidR="00C01C85" w:rsidRPr="00593166" w:rsidRDefault="00C01C85" w:rsidP="000422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เรียกชำระค่าหุ้นสามัญเต็มมูลค่า</w:t>
            </w:r>
          </w:p>
        </w:tc>
        <w:tc>
          <w:tcPr>
            <w:tcW w:w="889" w:type="dxa"/>
            <w:shd w:val="clear" w:color="auto" w:fill="auto"/>
          </w:tcPr>
          <w:p w14:paraId="70BD8A1B" w14:textId="77777777" w:rsidR="00C01C85" w:rsidRPr="00C01C85" w:rsidRDefault="00C01C85" w:rsidP="000422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inorBidi"/>
                <w:sz w:val="28"/>
                <w:szCs w:val="28"/>
              </w:rPr>
            </w:pPr>
          </w:p>
        </w:tc>
        <w:tc>
          <w:tcPr>
            <w:tcW w:w="272" w:type="dxa"/>
            <w:shd w:val="clear" w:color="auto" w:fill="auto"/>
          </w:tcPr>
          <w:p w14:paraId="32681253" w14:textId="77777777" w:rsidR="00C01C85" w:rsidRPr="00593166" w:rsidRDefault="00C01C85" w:rsidP="000422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  <w:shd w:val="clear" w:color="auto" w:fill="auto"/>
          </w:tcPr>
          <w:p w14:paraId="5D93DA95" w14:textId="198C0BEB" w:rsidR="00C01C85" w:rsidRPr="00593166" w:rsidRDefault="00C01C85" w:rsidP="000422DE">
            <w:pPr>
              <w:pStyle w:val="30"/>
              <w:tabs>
                <w:tab w:val="clear" w:pos="360"/>
                <w:tab w:val="clear" w:pos="720"/>
                <w:tab w:val="decimal" w:pos="427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  <w:shd w:val="clear" w:color="auto" w:fill="auto"/>
          </w:tcPr>
          <w:p w14:paraId="0C357D91" w14:textId="77777777" w:rsidR="00C01C85" w:rsidRPr="00593166" w:rsidRDefault="00C01C85" w:rsidP="000422D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  <w:shd w:val="clear" w:color="auto" w:fill="auto"/>
          </w:tcPr>
          <w:p w14:paraId="7B1EEBAE" w14:textId="2DFE8DA0" w:rsidR="00C01C85" w:rsidRPr="00593166" w:rsidRDefault="00C01C85" w:rsidP="000422DE">
            <w:pPr>
              <w:pStyle w:val="30"/>
              <w:tabs>
                <w:tab w:val="clear" w:pos="360"/>
                <w:tab w:val="clear" w:pos="720"/>
                <w:tab w:val="decimal" w:pos="427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  <w:shd w:val="clear" w:color="auto" w:fill="auto"/>
          </w:tcPr>
          <w:p w14:paraId="6C446167" w14:textId="77777777" w:rsidR="00C01C85" w:rsidRPr="00593166" w:rsidRDefault="00C01C85" w:rsidP="000422D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shd w:val="clear" w:color="auto" w:fill="auto"/>
          </w:tcPr>
          <w:p w14:paraId="16599B8A" w14:textId="04BEFD0D" w:rsidR="00C01C85" w:rsidRPr="005E3605" w:rsidRDefault="00C01C85" w:rsidP="000422DE">
            <w:pPr>
              <w:pStyle w:val="30"/>
              <w:tabs>
                <w:tab w:val="clear" w:pos="360"/>
                <w:tab w:val="clear" w:pos="720"/>
                <w:tab w:val="decimal" w:pos="427"/>
              </w:tabs>
              <w:ind w:left="-121" w:right="-131"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06B0BF00" w14:textId="77777777" w:rsidR="00C01C85" w:rsidRPr="00593166" w:rsidRDefault="00C01C85" w:rsidP="000422DE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  <w:shd w:val="clear" w:color="auto" w:fill="auto"/>
          </w:tcPr>
          <w:p w14:paraId="459C0983" w14:textId="26E044E0" w:rsidR="00C01C85" w:rsidRPr="00593166" w:rsidRDefault="00C01C85" w:rsidP="000422DE">
            <w:pPr>
              <w:pStyle w:val="30"/>
              <w:tabs>
                <w:tab w:val="clear" w:pos="360"/>
                <w:tab w:val="clear" w:pos="720"/>
                <w:tab w:val="decimal" w:pos="427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01C85" w:rsidRPr="00556642" w14:paraId="26585388" w14:textId="77777777" w:rsidTr="00C01C85">
        <w:trPr>
          <w:trHeight w:val="20"/>
        </w:trPr>
        <w:tc>
          <w:tcPr>
            <w:tcW w:w="3064" w:type="dxa"/>
          </w:tcPr>
          <w:p w14:paraId="0043C3AE" w14:textId="77777777" w:rsidR="00C01C85" w:rsidRDefault="00C01C85" w:rsidP="00C01C85">
            <w:pPr>
              <w:pStyle w:val="BodyText"/>
              <w:numPr>
                <w:ilvl w:val="2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02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252"/>
              </w:tabs>
              <w:spacing w:after="0" w:line="240" w:lineRule="auto"/>
              <w:ind w:hanging="102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A5702">
              <w:rPr>
                <w:rFonts w:asciiTheme="majorBidi" w:hAnsiTheme="majorBidi" w:cs="Angsana New" w:hint="cs"/>
                <w:sz w:val="28"/>
                <w:szCs w:val="28"/>
                <w:cs/>
              </w:rPr>
              <w:t>วันที่</w:t>
            </w:r>
            <w:r w:rsidRPr="009A5702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9A5702">
              <w:rPr>
                <w:rFonts w:asciiTheme="majorBidi" w:hAnsiTheme="majorBidi" w:cstheme="majorBidi"/>
                <w:sz w:val="28"/>
                <w:szCs w:val="28"/>
              </w:rPr>
              <w:t xml:space="preserve">17 </w:t>
            </w:r>
            <w:r w:rsidRPr="009A5702">
              <w:rPr>
                <w:rFonts w:asciiTheme="majorBidi" w:hAnsiTheme="majorBidi" w:cs="Angsana New" w:hint="cs"/>
                <w:sz w:val="28"/>
                <w:szCs w:val="28"/>
                <w:cs/>
              </w:rPr>
              <w:t>ตุลาคม</w:t>
            </w:r>
          </w:p>
        </w:tc>
        <w:tc>
          <w:tcPr>
            <w:tcW w:w="889" w:type="dxa"/>
          </w:tcPr>
          <w:p w14:paraId="42B69EBC" w14:textId="77777777" w:rsidR="00C01C85" w:rsidRPr="00AF69CA" w:rsidRDefault="00C01C85" w:rsidP="00C01C85">
            <w:pPr>
              <w:pStyle w:val="BodyText"/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Cs/>
                <w:sz w:val="28"/>
                <w:szCs w:val="28"/>
              </w:rPr>
              <w:t>0.75</w:t>
            </w:r>
          </w:p>
        </w:tc>
        <w:tc>
          <w:tcPr>
            <w:tcW w:w="272" w:type="dxa"/>
          </w:tcPr>
          <w:p w14:paraId="72F478CC" w14:textId="77777777" w:rsidR="00C01C85" w:rsidRPr="00556642" w:rsidRDefault="00C01C85" w:rsidP="00C01C85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14:paraId="27CB24EB" w14:textId="2E112920" w:rsidR="00C01C85" w:rsidRDefault="00C01C85" w:rsidP="001A2CFC">
            <w:pPr>
              <w:pStyle w:val="acctfourfigures"/>
              <w:tabs>
                <w:tab w:val="clear" w:pos="765"/>
                <w:tab w:val="decimal" w:pos="618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35" w:type="dxa"/>
          </w:tcPr>
          <w:p w14:paraId="37541A1F" w14:textId="77777777" w:rsidR="00C01C85" w:rsidRPr="00556642" w:rsidRDefault="00C01C85" w:rsidP="00C01C85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307AED6E" w14:textId="7B4859F8" w:rsidR="00C01C85" w:rsidRDefault="00C01C85" w:rsidP="001A2CFC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93166">
              <w:rPr>
                <w:rFonts w:asciiTheme="majorBidi" w:hAnsi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34" w:type="dxa"/>
          </w:tcPr>
          <w:p w14:paraId="76F36A73" w14:textId="77777777" w:rsidR="00C01C85" w:rsidRPr="00230055" w:rsidRDefault="00C01C85" w:rsidP="00C01C85">
            <w:pPr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14:paraId="7347C7A5" w14:textId="2F18D50B" w:rsidR="00C01C85" w:rsidRPr="00AF69CA" w:rsidRDefault="00C01C85" w:rsidP="001A2CF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71,430</w:t>
            </w:r>
          </w:p>
        </w:tc>
        <w:tc>
          <w:tcPr>
            <w:tcW w:w="259" w:type="dxa"/>
          </w:tcPr>
          <w:p w14:paraId="23C2E72D" w14:textId="77777777" w:rsidR="00C01C85" w:rsidRPr="00556642" w:rsidRDefault="00C01C85" w:rsidP="00C01C85">
            <w:pPr>
              <w:pStyle w:val="30"/>
              <w:tabs>
                <w:tab w:val="clear" w:pos="360"/>
                <w:tab w:val="clear" w:pos="720"/>
              </w:tabs>
              <w:ind w:right="11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072B61EC" w14:textId="5119A2C4" w:rsidR="00C01C85" w:rsidRPr="00230055" w:rsidRDefault="00C01C85" w:rsidP="00441172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68AE">
              <w:rPr>
                <w:rFonts w:asciiTheme="majorBidi" w:hAnsiTheme="majorBidi"/>
                <w:sz w:val="28"/>
                <w:szCs w:val="28"/>
                <w:lang w:val="en-US"/>
              </w:rPr>
              <w:t>53,573</w:t>
            </w:r>
          </w:p>
        </w:tc>
      </w:tr>
      <w:tr w:rsidR="00C01C85" w:rsidRPr="00981FA1" w14:paraId="3A7D3497" w14:textId="77777777" w:rsidTr="00C01C85">
        <w:tc>
          <w:tcPr>
            <w:tcW w:w="3064" w:type="dxa"/>
          </w:tcPr>
          <w:p w14:paraId="7240140C" w14:textId="00D3AE7A" w:rsidR="00C01C85" w:rsidRPr="00593166" w:rsidRDefault="00C01C85" w:rsidP="00C01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9316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E3605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31 </w:t>
            </w:r>
            <w:r w:rsidRPr="005E3605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มีนาคม</w:t>
            </w:r>
            <w:r w:rsidRPr="005E360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59316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และ </w:t>
            </w:r>
            <w:r w:rsidRPr="00593166">
              <w:rPr>
                <w:rFonts w:ascii="Angsana New" w:hAnsi="Angsana New" w:cs="Angsana New"/>
                <w:b/>
                <w:sz w:val="28"/>
                <w:szCs w:val="28"/>
              </w:rPr>
              <w:t>31</w:t>
            </w:r>
            <w:r w:rsidRPr="0059316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59316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889" w:type="dxa"/>
            <w:shd w:val="clear" w:color="auto" w:fill="auto"/>
          </w:tcPr>
          <w:p w14:paraId="1F4E112A" w14:textId="77777777" w:rsidR="00C01C85" w:rsidRPr="00593166" w:rsidRDefault="00C01C85" w:rsidP="00C01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2" w:type="dxa"/>
            <w:shd w:val="clear" w:color="auto" w:fill="auto"/>
          </w:tcPr>
          <w:p w14:paraId="10F53507" w14:textId="77777777" w:rsidR="00C01C85" w:rsidRPr="00593166" w:rsidRDefault="00C01C85" w:rsidP="00C01C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</w:tcPr>
          <w:p w14:paraId="2A000CEF" w14:textId="77777777" w:rsidR="00C01C85" w:rsidRPr="00593166" w:rsidRDefault="00C01C85" w:rsidP="00C01C85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  <w:shd w:val="clear" w:color="auto" w:fill="auto"/>
          </w:tcPr>
          <w:p w14:paraId="5EFCF9ED" w14:textId="77777777" w:rsidR="00C01C85" w:rsidRPr="00593166" w:rsidRDefault="00C01C85" w:rsidP="00C01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21" w:right="-131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</w:tcPr>
          <w:p w14:paraId="2A0CCF6B" w14:textId="77777777" w:rsidR="00C01C85" w:rsidRPr="00593166" w:rsidRDefault="00C01C85" w:rsidP="00C01C85">
            <w:pPr>
              <w:pStyle w:val="30"/>
              <w:tabs>
                <w:tab w:val="clear" w:pos="360"/>
                <w:tab w:val="clear" w:pos="720"/>
                <w:tab w:val="decimal" w:pos="51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  <w:shd w:val="clear" w:color="auto" w:fill="auto"/>
          </w:tcPr>
          <w:p w14:paraId="487DF8F0" w14:textId="77777777" w:rsidR="00C01C85" w:rsidRPr="00593166" w:rsidRDefault="00C01C85" w:rsidP="00C01C85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auto"/>
            </w:tcBorders>
            <w:shd w:val="clear" w:color="auto" w:fill="auto"/>
          </w:tcPr>
          <w:p w14:paraId="23C3EA74" w14:textId="77777777" w:rsidR="00C01C85" w:rsidRPr="00593166" w:rsidRDefault="00C01C85" w:rsidP="00C01C85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2E0620C2" w14:textId="77777777" w:rsidR="00C01C85" w:rsidRPr="00593166" w:rsidRDefault="00C01C85" w:rsidP="00C01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21" w:right="-131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  <w:shd w:val="clear" w:color="auto" w:fill="auto"/>
          </w:tcPr>
          <w:p w14:paraId="3C238A4B" w14:textId="77777777" w:rsidR="00C01C85" w:rsidRPr="00593166" w:rsidRDefault="00C01C85" w:rsidP="00C01C85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01C85" w:rsidRPr="00981FA1" w14:paraId="03F90F9C" w14:textId="77777777" w:rsidTr="00C01C85">
        <w:trPr>
          <w:trHeight w:val="389"/>
        </w:trPr>
        <w:tc>
          <w:tcPr>
            <w:tcW w:w="3064" w:type="dxa"/>
          </w:tcPr>
          <w:p w14:paraId="70575A6C" w14:textId="77777777" w:rsidR="00C01C85" w:rsidRPr="00593166" w:rsidRDefault="00C01C85" w:rsidP="00C01C85">
            <w:pPr>
              <w:pStyle w:val="BodyText"/>
              <w:numPr>
                <w:ilvl w:val="2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02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252"/>
              </w:tabs>
              <w:spacing w:after="0" w:line="240" w:lineRule="auto"/>
              <w:ind w:hanging="1020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9316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889" w:type="dxa"/>
            <w:shd w:val="clear" w:color="auto" w:fill="auto"/>
          </w:tcPr>
          <w:p w14:paraId="6234CBB5" w14:textId="51427E7A" w:rsidR="00C01C85" w:rsidRPr="00593166" w:rsidRDefault="00C01C85" w:rsidP="00C01C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93166">
              <w:rPr>
                <w:rFonts w:asciiTheme="majorBidi" w:hAnsiTheme="majorBidi"/>
                <w:sz w:val="28"/>
                <w:szCs w:val="28"/>
              </w:rPr>
              <w:t>0.75</w:t>
            </w:r>
          </w:p>
        </w:tc>
        <w:tc>
          <w:tcPr>
            <w:tcW w:w="272" w:type="dxa"/>
            <w:shd w:val="clear" w:color="auto" w:fill="auto"/>
          </w:tcPr>
          <w:p w14:paraId="1E77BCF1" w14:textId="77777777" w:rsidR="00C01C85" w:rsidRPr="00593166" w:rsidRDefault="00C01C85" w:rsidP="00C01C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double" w:sz="4" w:space="0" w:color="auto"/>
            </w:tcBorders>
            <w:shd w:val="clear" w:color="auto" w:fill="auto"/>
          </w:tcPr>
          <w:p w14:paraId="72982963" w14:textId="28D20214" w:rsidR="00C01C85" w:rsidRPr="00593166" w:rsidRDefault="00C01C85" w:rsidP="001A2CFC">
            <w:pPr>
              <w:pStyle w:val="30"/>
              <w:tabs>
                <w:tab w:val="clear" w:pos="360"/>
                <w:tab w:val="clear" w:pos="720"/>
                <w:tab w:val="decimal" w:pos="888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35" w:type="dxa"/>
            <w:shd w:val="clear" w:color="auto" w:fill="auto"/>
          </w:tcPr>
          <w:p w14:paraId="5278B1E0" w14:textId="77777777" w:rsidR="00C01C85" w:rsidRPr="00593166" w:rsidRDefault="00C01C85" w:rsidP="00C01C85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20" w:type="dxa"/>
            <w:tcBorders>
              <w:bottom w:val="double" w:sz="4" w:space="0" w:color="auto"/>
            </w:tcBorders>
            <w:shd w:val="clear" w:color="auto" w:fill="auto"/>
          </w:tcPr>
          <w:p w14:paraId="7B4CC267" w14:textId="1BA67E6D" w:rsidR="00C01C85" w:rsidRPr="00593166" w:rsidRDefault="00C01C85" w:rsidP="001A2CFC">
            <w:pPr>
              <w:pStyle w:val="30"/>
              <w:tabs>
                <w:tab w:val="clear" w:pos="360"/>
                <w:tab w:val="clear" w:pos="720"/>
                <w:tab w:val="decimal" w:pos="890"/>
              </w:tabs>
              <w:ind w:left="-121" w:right="-131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300,003</w:t>
            </w:r>
          </w:p>
        </w:tc>
        <w:tc>
          <w:tcPr>
            <w:tcW w:w="234" w:type="dxa"/>
            <w:shd w:val="clear" w:color="auto" w:fill="auto"/>
          </w:tcPr>
          <w:p w14:paraId="4ACAD610" w14:textId="77777777" w:rsidR="00C01C85" w:rsidRPr="00593166" w:rsidRDefault="00C01C85" w:rsidP="00C01C85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  <w:shd w:val="clear" w:color="auto" w:fill="auto"/>
          </w:tcPr>
          <w:p w14:paraId="62830C56" w14:textId="7F0A4476" w:rsidR="00C01C85" w:rsidRPr="00593166" w:rsidRDefault="00C01C85" w:rsidP="001A2CFC">
            <w:pPr>
              <w:pStyle w:val="30"/>
              <w:tabs>
                <w:tab w:val="clear" w:pos="360"/>
                <w:tab w:val="clear" w:pos="720"/>
                <w:tab w:val="decimal" w:pos="792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400,004</w:t>
            </w:r>
          </w:p>
        </w:tc>
        <w:tc>
          <w:tcPr>
            <w:tcW w:w="259" w:type="dxa"/>
            <w:shd w:val="clear" w:color="auto" w:fill="auto"/>
          </w:tcPr>
          <w:p w14:paraId="587D27FE" w14:textId="77777777" w:rsidR="00C01C85" w:rsidRPr="00593166" w:rsidRDefault="00C01C85" w:rsidP="00C01C85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66" w:type="dxa"/>
            <w:tcBorders>
              <w:bottom w:val="double" w:sz="4" w:space="0" w:color="auto"/>
            </w:tcBorders>
            <w:shd w:val="clear" w:color="auto" w:fill="auto"/>
          </w:tcPr>
          <w:p w14:paraId="54741290" w14:textId="7B8655FD" w:rsidR="00C01C85" w:rsidRPr="00593166" w:rsidRDefault="00C01C85" w:rsidP="00C01C85">
            <w:pPr>
              <w:pStyle w:val="30"/>
              <w:tabs>
                <w:tab w:val="clear" w:pos="360"/>
                <w:tab w:val="decimal" w:pos="720"/>
              </w:tabs>
              <w:ind w:left="-121" w:right="-13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300,003</w:t>
            </w:r>
          </w:p>
        </w:tc>
      </w:tr>
    </w:tbl>
    <w:p w14:paraId="11DFF6F3" w14:textId="77777777" w:rsidR="00381889" w:rsidRPr="00AC01DB" w:rsidRDefault="00381889" w:rsidP="003818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5"/>
        <w:jc w:val="thaiDistribute"/>
        <w:rPr>
          <w:rFonts w:asciiTheme="majorBidi" w:hAnsiTheme="majorBidi" w:cstheme="majorBidi"/>
          <w:sz w:val="28"/>
          <w:szCs w:val="28"/>
          <w:highlight w:val="yellow"/>
          <w:cs/>
        </w:rPr>
      </w:pPr>
      <w:bookmarkStart w:id="1" w:name="_Hlk150429058"/>
    </w:p>
    <w:bookmarkEnd w:id="1"/>
    <w:p w14:paraId="7C9831A1" w14:textId="77777777" w:rsidR="00381889" w:rsidRPr="00AC01DB" w:rsidRDefault="00381889" w:rsidP="003818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  <w:highlight w:val="yellow"/>
          <w:cs/>
        </w:rPr>
      </w:pPr>
    </w:p>
    <w:p w14:paraId="083AC2C8" w14:textId="36E88B73" w:rsidR="003301BE" w:rsidRPr="00C05013" w:rsidRDefault="003301BE" w:rsidP="00D10F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8"/>
        <w:jc w:val="thaiDistribute"/>
        <w:rPr>
          <w:rFonts w:cstheme="minorBidi"/>
          <w:cs/>
        </w:rPr>
        <w:sectPr w:rsidR="003301BE" w:rsidRPr="00C05013" w:rsidSect="00CF443C">
          <w:headerReference w:type="even" r:id="rId13"/>
          <w:headerReference w:type="default" r:id="rId14"/>
          <w:footerReference w:type="default" r:id="rId15"/>
          <w:headerReference w:type="first" r:id="rId16"/>
          <w:footerReference w:type="first" r:id="rId17"/>
          <w:pgSz w:w="11909" w:h="16834" w:code="9"/>
          <w:pgMar w:top="691" w:right="1152" w:bottom="576" w:left="1152" w:header="720" w:footer="720" w:gutter="0"/>
          <w:cols w:space="720"/>
          <w:docGrid w:linePitch="360"/>
        </w:sectPr>
      </w:pPr>
    </w:p>
    <w:p w14:paraId="0788FE01" w14:textId="57E12594" w:rsidR="00F035A6" w:rsidRDefault="00804175" w:rsidP="003A7BA0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lang w:val="th-TH"/>
        </w:rPr>
      </w:pPr>
      <w:r w:rsidRPr="005026E8">
        <w:rPr>
          <w:rFonts w:ascii="Angsana New" w:hAnsi="Angsana New" w:cs="Angsana New"/>
          <w:sz w:val="30"/>
          <w:szCs w:val="30"/>
          <w:u w:val="none"/>
          <w:cs/>
          <w:lang w:val="th-TH"/>
        </w:rPr>
        <w:t>ส่วนงาน</w:t>
      </w:r>
      <w:r w:rsidR="004230AE" w:rsidRPr="005026E8">
        <w:rPr>
          <w:rFonts w:ascii="Angsana New" w:hAnsi="Angsana New" w:cs="Angsana New"/>
          <w:sz w:val="30"/>
          <w:szCs w:val="30"/>
          <w:u w:val="none"/>
          <w:cs/>
          <w:lang w:val="th-TH"/>
        </w:rPr>
        <w:t>ดำเนินงาน</w:t>
      </w:r>
      <w:r w:rsidR="00F85C2F" w:rsidRPr="005026E8">
        <w:rPr>
          <w:rFonts w:ascii="Angsana New" w:hAnsi="Angsana New" w:cs="Angsana New"/>
          <w:sz w:val="30"/>
          <w:szCs w:val="30"/>
          <w:u w:val="none"/>
          <w:cs/>
          <w:lang w:val="th-TH"/>
        </w:rPr>
        <w:t>และการจำแนกรายได้</w:t>
      </w:r>
    </w:p>
    <w:tbl>
      <w:tblPr>
        <w:tblW w:w="1388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117"/>
        <w:gridCol w:w="811"/>
        <w:gridCol w:w="183"/>
        <w:gridCol w:w="807"/>
        <w:gridCol w:w="180"/>
        <w:gridCol w:w="810"/>
        <w:gridCol w:w="181"/>
        <w:gridCol w:w="809"/>
        <w:gridCol w:w="183"/>
        <w:gridCol w:w="807"/>
        <w:gridCol w:w="180"/>
        <w:gridCol w:w="810"/>
        <w:gridCol w:w="178"/>
        <w:gridCol w:w="817"/>
        <w:gridCol w:w="178"/>
        <w:gridCol w:w="828"/>
        <w:gridCol w:w="10"/>
      </w:tblGrid>
      <w:tr w:rsidR="00786396" w:rsidRPr="00C05013" w14:paraId="1F416272" w14:textId="77777777" w:rsidTr="00405041">
        <w:trPr>
          <w:cantSplit/>
          <w:tblHeader/>
        </w:trPr>
        <w:tc>
          <w:tcPr>
            <w:tcW w:w="6117" w:type="dxa"/>
            <w:shd w:val="clear" w:color="auto" w:fill="auto"/>
          </w:tcPr>
          <w:p w14:paraId="5B28208F" w14:textId="77777777" w:rsidR="00786396" w:rsidRPr="00C05013" w:rsidRDefault="00786396" w:rsidP="00E4210F">
            <w:pPr>
              <w:pStyle w:val="Default"/>
              <w:spacing w:line="300" w:lineRule="exact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772" w:type="dxa"/>
            <w:gridSpan w:val="16"/>
            <w:shd w:val="clear" w:color="auto" w:fill="auto"/>
            <w:vAlign w:val="bottom"/>
          </w:tcPr>
          <w:p w14:paraId="2D75E791" w14:textId="724C60C0" w:rsidR="00786396" w:rsidRPr="00C05013" w:rsidRDefault="00786396" w:rsidP="00E4210F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7F7F5B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786396" w:rsidRPr="00C05013" w14:paraId="7D5A0FAB" w14:textId="77777777" w:rsidTr="00405041">
        <w:trPr>
          <w:cantSplit/>
          <w:tblHeader/>
        </w:trPr>
        <w:tc>
          <w:tcPr>
            <w:tcW w:w="6117" w:type="dxa"/>
            <w:shd w:val="clear" w:color="auto" w:fill="auto"/>
          </w:tcPr>
          <w:p w14:paraId="2A6A6ECE" w14:textId="77777777" w:rsidR="00786396" w:rsidRPr="00C05013" w:rsidRDefault="00786396" w:rsidP="00E4210F">
            <w:pPr>
              <w:pStyle w:val="Default"/>
              <w:spacing w:line="300" w:lineRule="exact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01" w:type="dxa"/>
            <w:gridSpan w:val="3"/>
            <w:shd w:val="clear" w:color="auto" w:fill="auto"/>
            <w:vAlign w:val="bottom"/>
          </w:tcPr>
          <w:p w14:paraId="5029A1F0" w14:textId="77777777" w:rsidR="00786396" w:rsidRPr="00C05013" w:rsidRDefault="00786396" w:rsidP="00E4210F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t>ส่วนงานสินค้าผลิต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lang w:bidi="th-TH"/>
              </w:rPr>
              <w:br/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t>ภายใต้แบรนด์บริษัท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8364A81" w14:textId="77777777" w:rsidR="00786396" w:rsidRPr="00C05013" w:rsidRDefault="00786396" w:rsidP="00E4210F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14:paraId="05D51A4C" w14:textId="77777777" w:rsidR="00786396" w:rsidRPr="00C05013" w:rsidRDefault="00786396" w:rsidP="00E4210F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i/>
                <w:iCs/>
                <w:sz w:val="28"/>
                <w:szCs w:val="28"/>
                <w:lang w:bidi="th-TH"/>
              </w:rPr>
            </w:pP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t>ส่วนงานสินค้า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br/>
              <w:t>ผลิตภายใต้แบรนด์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lang w:bidi="th-TH"/>
              </w:rPr>
              <w:br/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t>ผู้ว่าจ้างอื่น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5B5E8A82" w14:textId="77777777" w:rsidR="00786396" w:rsidRPr="00C05013" w:rsidRDefault="00786396" w:rsidP="00E4210F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797" w:type="dxa"/>
            <w:gridSpan w:val="3"/>
            <w:shd w:val="clear" w:color="auto" w:fill="auto"/>
            <w:vAlign w:val="bottom"/>
          </w:tcPr>
          <w:p w14:paraId="54F48035" w14:textId="77777777" w:rsidR="00786396" w:rsidRPr="00C05013" w:rsidRDefault="00786396" w:rsidP="00E4210F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</w:pP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t>ส่วนงานสินค้า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lang w:bidi="th-TH"/>
              </w:rPr>
              <w:br/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t>ซื้อมาขายไป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2E74912" w14:textId="71AF446A" w:rsidR="00786396" w:rsidRPr="00C05013" w:rsidRDefault="00786396" w:rsidP="00E4210F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833" w:type="dxa"/>
            <w:gridSpan w:val="4"/>
            <w:shd w:val="clear" w:color="auto" w:fill="auto"/>
            <w:vAlign w:val="bottom"/>
          </w:tcPr>
          <w:p w14:paraId="3DEB0CE2" w14:textId="77777777" w:rsidR="00786396" w:rsidRPr="00C05013" w:rsidRDefault="00786396" w:rsidP="00E4210F">
            <w:pPr>
              <w:pStyle w:val="acctmergecolhdg"/>
              <w:spacing w:line="300" w:lineRule="exact"/>
              <w:contextualSpacing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786396" w:rsidRPr="00C05013" w14:paraId="55B62D4E" w14:textId="77777777" w:rsidTr="00405041">
        <w:trPr>
          <w:gridAfter w:val="1"/>
          <w:wAfter w:w="10" w:type="dxa"/>
          <w:cantSplit/>
          <w:trHeight w:val="306"/>
        </w:trPr>
        <w:tc>
          <w:tcPr>
            <w:tcW w:w="6117" w:type="dxa"/>
            <w:shd w:val="clear" w:color="auto" w:fill="auto"/>
          </w:tcPr>
          <w:p w14:paraId="0317FD99" w14:textId="5D9F716C" w:rsidR="00786396" w:rsidRPr="00C05013" w:rsidRDefault="00786396" w:rsidP="00E4210F">
            <w:pPr>
              <w:pStyle w:val="Default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  <w:r w:rsidRPr="00C05013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สำหรับงวดสามเดือนสิ้นสุด</w:t>
            </w:r>
            <w:r w:rsidRPr="00EF0628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วันที่ </w:t>
            </w:r>
            <w:r w:rsidRPr="005E3605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5E3605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มีนาคม</w:t>
            </w:r>
          </w:p>
        </w:tc>
        <w:tc>
          <w:tcPr>
            <w:tcW w:w="811" w:type="dxa"/>
            <w:vAlign w:val="center"/>
          </w:tcPr>
          <w:p w14:paraId="4A688E67" w14:textId="1EE8DBBB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 w:rsidR="00405041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83" w:type="dxa"/>
            <w:vAlign w:val="center"/>
          </w:tcPr>
          <w:p w14:paraId="282BEBA0" w14:textId="77777777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07" w:type="dxa"/>
            <w:vAlign w:val="center"/>
          </w:tcPr>
          <w:p w14:paraId="37FB1A50" w14:textId="19BDE05A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 w:rsidR="00405041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372D49F4" w14:textId="77777777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5F7AD5C7" w14:textId="0FEDAA89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81" w:type="dxa"/>
            <w:shd w:val="clear" w:color="auto" w:fill="auto"/>
            <w:vAlign w:val="center"/>
          </w:tcPr>
          <w:p w14:paraId="06681FB8" w14:textId="77777777" w:rsidR="00786396" w:rsidRPr="008F7CB6" w:rsidRDefault="00786396" w:rsidP="00E4210F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14:paraId="639582F3" w14:textId="36150862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83" w:type="dxa"/>
            <w:shd w:val="clear" w:color="auto" w:fill="auto"/>
          </w:tcPr>
          <w:p w14:paraId="79CD8B73" w14:textId="77777777" w:rsidR="00786396" w:rsidRPr="008F7CB6" w:rsidRDefault="00786396" w:rsidP="00E4210F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5D6BBF8C" w14:textId="7E8C9CFB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9A058F8" w14:textId="77777777" w:rsidR="00786396" w:rsidRPr="008F7CB6" w:rsidRDefault="00786396" w:rsidP="00E4210F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6781E647" w14:textId="0D70C2F6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78" w:type="dxa"/>
            <w:shd w:val="clear" w:color="auto" w:fill="auto"/>
          </w:tcPr>
          <w:p w14:paraId="7D6C16DE" w14:textId="005FDD72" w:rsidR="00786396" w:rsidRPr="008F7CB6" w:rsidRDefault="00786396" w:rsidP="00E4210F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14:paraId="36B64420" w14:textId="620CBAF9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78" w:type="dxa"/>
            <w:shd w:val="clear" w:color="auto" w:fill="auto"/>
            <w:vAlign w:val="center"/>
          </w:tcPr>
          <w:p w14:paraId="096054AC" w14:textId="77777777" w:rsidR="00786396" w:rsidRPr="008F7CB6" w:rsidRDefault="00786396" w:rsidP="00E4210F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14:paraId="4F9D042E" w14:textId="1B134547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</w:tr>
      <w:tr w:rsidR="00786396" w:rsidRPr="007F7F5B" w14:paraId="39937229" w14:textId="77777777" w:rsidTr="00405041">
        <w:trPr>
          <w:cantSplit/>
        </w:trPr>
        <w:tc>
          <w:tcPr>
            <w:tcW w:w="6117" w:type="dxa"/>
            <w:shd w:val="clear" w:color="auto" w:fill="auto"/>
          </w:tcPr>
          <w:p w14:paraId="48F4E5F2" w14:textId="77777777" w:rsidR="00786396" w:rsidRPr="007F7F5B" w:rsidRDefault="00786396" w:rsidP="00E4210F">
            <w:pPr>
              <w:pStyle w:val="NoSpacing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7772" w:type="dxa"/>
            <w:gridSpan w:val="16"/>
            <w:vAlign w:val="center"/>
          </w:tcPr>
          <w:p w14:paraId="7626623B" w14:textId="6FB132F8" w:rsidR="00786396" w:rsidRPr="007F7F5B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i/>
                <w:iCs/>
                <w:sz w:val="28"/>
                <w:szCs w:val="28"/>
                <w:lang w:val="en-US" w:bidi="th-TH"/>
              </w:rPr>
            </w:pPr>
            <w:r w:rsidRPr="007F7F5B">
              <w:rPr>
                <w:rFonts w:ascii="Angsana New" w:hAnsi="Angsana New" w:cs="Angsana New"/>
                <w:i/>
                <w:iCs/>
                <w:sz w:val="28"/>
                <w:szCs w:val="28"/>
                <w:lang w:val="en-US" w:bidi="th-TH"/>
              </w:rPr>
              <w:t>(</w:t>
            </w:r>
            <w:r w:rsidRPr="007F7F5B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val="en-US" w:bidi="th-TH"/>
              </w:rPr>
              <w:t>ล้านบาท</w:t>
            </w:r>
            <w:r w:rsidRPr="007F7F5B">
              <w:rPr>
                <w:rFonts w:ascii="Angsana New" w:hAnsi="Angsana New" w:cs="Angsana New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</w:tr>
      <w:tr w:rsidR="00786396" w:rsidRPr="00C05013" w14:paraId="6F8F6420" w14:textId="77777777" w:rsidTr="00405041">
        <w:trPr>
          <w:gridAfter w:val="1"/>
          <w:wAfter w:w="10" w:type="dxa"/>
          <w:cantSplit/>
        </w:trPr>
        <w:tc>
          <w:tcPr>
            <w:tcW w:w="6117" w:type="dxa"/>
            <w:shd w:val="clear" w:color="auto" w:fill="auto"/>
          </w:tcPr>
          <w:p w14:paraId="688F6B21" w14:textId="77777777" w:rsidR="00786396" w:rsidRPr="00C05013" w:rsidRDefault="00786396" w:rsidP="00E4210F">
            <w:pPr>
              <w:pStyle w:val="NoSpacing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C0501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ข้อมูลตามส่วนงานดำเนินงาน</w:t>
            </w:r>
          </w:p>
        </w:tc>
        <w:tc>
          <w:tcPr>
            <w:tcW w:w="811" w:type="dxa"/>
            <w:vAlign w:val="center"/>
          </w:tcPr>
          <w:p w14:paraId="610DC1D4" w14:textId="77777777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3" w:type="dxa"/>
            <w:vAlign w:val="center"/>
          </w:tcPr>
          <w:p w14:paraId="67D1D0FB" w14:textId="77777777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07" w:type="dxa"/>
            <w:vAlign w:val="center"/>
          </w:tcPr>
          <w:p w14:paraId="774B2DC2" w14:textId="77777777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</w:tcPr>
          <w:p w14:paraId="1A275FFE" w14:textId="77777777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739A5821" w14:textId="77777777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center"/>
          </w:tcPr>
          <w:p w14:paraId="0333E76C" w14:textId="77777777" w:rsidR="00786396" w:rsidRPr="007F7F5B" w:rsidRDefault="00786396" w:rsidP="00E4210F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14:paraId="7941D068" w14:textId="77777777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3" w:type="dxa"/>
            <w:shd w:val="clear" w:color="auto" w:fill="auto"/>
          </w:tcPr>
          <w:p w14:paraId="6CE50C22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2A0F69EA" w14:textId="77777777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2C5F0FB3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55EA09C3" w14:textId="77777777" w:rsidR="00786396" w:rsidRPr="007F7F5B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</w:tcPr>
          <w:p w14:paraId="0E855F7A" w14:textId="2E0A2678" w:rsidR="00786396" w:rsidRPr="00C05013" w:rsidRDefault="00786396" w:rsidP="00E4210F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14:paraId="2DAC726F" w14:textId="77777777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78" w:type="dxa"/>
            <w:shd w:val="clear" w:color="auto" w:fill="auto"/>
            <w:vAlign w:val="center"/>
          </w:tcPr>
          <w:p w14:paraId="4BAEDF1F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374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14:paraId="0EB27717" w14:textId="77777777" w:rsidR="00786396" w:rsidRPr="00C05013" w:rsidRDefault="00786396" w:rsidP="00E4210F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</w:tr>
      <w:tr w:rsidR="00786396" w:rsidRPr="00F13006" w14:paraId="20E500B8" w14:textId="77777777" w:rsidTr="00405041">
        <w:trPr>
          <w:gridAfter w:val="1"/>
          <w:wAfter w:w="10" w:type="dxa"/>
          <w:cantSplit/>
        </w:trPr>
        <w:tc>
          <w:tcPr>
            <w:tcW w:w="6117" w:type="dxa"/>
            <w:shd w:val="clear" w:color="auto" w:fill="auto"/>
          </w:tcPr>
          <w:p w14:paraId="6B01175C" w14:textId="77777777" w:rsidR="00786396" w:rsidRPr="00C05013" w:rsidRDefault="00786396" w:rsidP="005E3605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C05013">
              <w:rPr>
                <w:rFonts w:ascii="Angsana New" w:hAnsi="Angsana New" w:hint="cs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811" w:type="dxa"/>
            <w:vAlign w:val="bottom"/>
          </w:tcPr>
          <w:p w14:paraId="23EA0874" w14:textId="6B43332E" w:rsidR="00786396" w:rsidRPr="003002E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573</w:t>
            </w:r>
          </w:p>
        </w:tc>
        <w:tc>
          <w:tcPr>
            <w:tcW w:w="183" w:type="dxa"/>
            <w:vAlign w:val="bottom"/>
          </w:tcPr>
          <w:p w14:paraId="6453107F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61ACC77A" w14:textId="26614CB7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561</w:t>
            </w:r>
          </w:p>
        </w:tc>
        <w:tc>
          <w:tcPr>
            <w:tcW w:w="180" w:type="dxa"/>
          </w:tcPr>
          <w:p w14:paraId="3C6D9060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24892C8" w14:textId="11783EEB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4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4533EFAD" w14:textId="77777777" w:rsidR="00786396" w:rsidRPr="00C05013" w:rsidRDefault="00786396" w:rsidP="005E3605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747EA4B3" w14:textId="0F078AC4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15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39815399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3170F611" w14:textId="23B5661D" w:rsidR="00786396" w:rsidRPr="00F13006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59CA9B7" w14:textId="77777777" w:rsidR="00786396" w:rsidRPr="00F13006" w:rsidRDefault="00786396" w:rsidP="005E3605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627AC84" w14:textId="3098A129" w:rsidR="00786396" w:rsidRPr="00F13006" w:rsidRDefault="00786396" w:rsidP="005E3605">
            <w:pPr>
              <w:pStyle w:val="acctfourfigures"/>
              <w:tabs>
                <w:tab w:val="clear" w:pos="765"/>
                <w:tab w:val="decimal" w:pos="483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11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B123864" w14:textId="45507616" w:rsidR="00786396" w:rsidRPr="00F13006" w:rsidRDefault="00786396" w:rsidP="005E3605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350A38A8" w14:textId="7E0A54DB" w:rsidR="00786396" w:rsidRPr="00F13006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594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42C6743" w14:textId="77777777" w:rsidR="00786396" w:rsidRPr="00F13006" w:rsidRDefault="00786396" w:rsidP="005E3605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14:paraId="16825434" w14:textId="41DCC1D8" w:rsidR="00786396" w:rsidRPr="00F13006" w:rsidRDefault="00786396" w:rsidP="0055497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587</w:t>
            </w:r>
          </w:p>
        </w:tc>
      </w:tr>
      <w:tr w:rsidR="00786396" w:rsidRPr="00F13006" w14:paraId="50A75FD2" w14:textId="77777777" w:rsidTr="00405041">
        <w:trPr>
          <w:gridAfter w:val="1"/>
          <w:wAfter w:w="10" w:type="dxa"/>
          <w:cantSplit/>
        </w:trPr>
        <w:tc>
          <w:tcPr>
            <w:tcW w:w="6117" w:type="dxa"/>
            <w:shd w:val="clear" w:color="auto" w:fill="auto"/>
          </w:tcPr>
          <w:p w14:paraId="0C5964AB" w14:textId="77777777" w:rsidR="00786396" w:rsidRPr="00C05013" w:rsidRDefault="00786396" w:rsidP="005E3605">
            <w:pPr>
              <w:pStyle w:val="NoSpacing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0501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8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77B515" w14:textId="52B927B0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573</w:t>
            </w:r>
          </w:p>
        </w:tc>
        <w:tc>
          <w:tcPr>
            <w:tcW w:w="183" w:type="dxa"/>
            <w:vAlign w:val="bottom"/>
          </w:tcPr>
          <w:p w14:paraId="776AD2F9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2C8D52" w14:textId="19247493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C42DDF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561</w:t>
            </w:r>
          </w:p>
        </w:tc>
        <w:tc>
          <w:tcPr>
            <w:tcW w:w="180" w:type="dxa"/>
          </w:tcPr>
          <w:p w14:paraId="40366E29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2CFFE7" w14:textId="4D127D49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4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7061EEB2" w14:textId="77777777" w:rsidR="00786396" w:rsidRPr="00C05013" w:rsidRDefault="00786396" w:rsidP="005E3605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0F2231" w14:textId="0B3970C6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C42DDF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15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779FA88F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127268" w14:textId="0A81F715" w:rsidR="00786396" w:rsidRPr="00F13006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5BBCE62" w14:textId="77777777" w:rsidR="00786396" w:rsidRPr="00F13006" w:rsidRDefault="00786396" w:rsidP="005E3605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E94DD6" w14:textId="38AD4A83" w:rsidR="00786396" w:rsidRPr="00F13006" w:rsidRDefault="00786396" w:rsidP="005E3605">
            <w:pPr>
              <w:pStyle w:val="acctfourfigures"/>
              <w:tabs>
                <w:tab w:val="clear" w:pos="765"/>
                <w:tab w:val="decimal" w:pos="501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C42DDF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11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15BC21E" w14:textId="4670BE7E" w:rsidR="00786396" w:rsidRPr="00F13006" w:rsidRDefault="00786396" w:rsidP="005E3605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32B54C" w14:textId="3387E0C8" w:rsidR="00786396" w:rsidRPr="00F13006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594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C61CCA9" w14:textId="77777777" w:rsidR="00786396" w:rsidRPr="00F13006" w:rsidRDefault="00786396" w:rsidP="005E3605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EF53962" w14:textId="61E59B04" w:rsidR="00786396" w:rsidRPr="00F13006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C42DDF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587</w:t>
            </w:r>
          </w:p>
        </w:tc>
      </w:tr>
      <w:tr w:rsidR="00786396" w:rsidRPr="00E73BA9" w14:paraId="5A04C667" w14:textId="77777777" w:rsidTr="00405041">
        <w:trPr>
          <w:gridAfter w:val="1"/>
          <w:wAfter w:w="10" w:type="dxa"/>
          <w:cantSplit/>
          <w:trHeight w:val="80"/>
        </w:trPr>
        <w:tc>
          <w:tcPr>
            <w:tcW w:w="6117" w:type="dxa"/>
            <w:shd w:val="clear" w:color="auto" w:fill="auto"/>
          </w:tcPr>
          <w:p w14:paraId="4013DD38" w14:textId="77777777" w:rsidR="00786396" w:rsidRPr="00E73BA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cs/>
              </w:rPr>
            </w:pPr>
          </w:p>
        </w:tc>
        <w:tc>
          <w:tcPr>
            <w:tcW w:w="811" w:type="dxa"/>
            <w:tcBorders>
              <w:top w:val="double" w:sz="4" w:space="0" w:color="auto"/>
            </w:tcBorders>
            <w:vAlign w:val="bottom"/>
          </w:tcPr>
          <w:p w14:paraId="551A96B1" w14:textId="77777777" w:rsidR="00786396" w:rsidRPr="00E73BA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7813ECF9" w14:textId="77777777" w:rsidR="00786396" w:rsidRPr="00E73BA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07" w:type="dxa"/>
            <w:tcBorders>
              <w:top w:val="double" w:sz="4" w:space="0" w:color="auto"/>
            </w:tcBorders>
            <w:vAlign w:val="bottom"/>
          </w:tcPr>
          <w:p w14:paraId="2F770325" w14:textId="77777777" w:rsidR="00786396" w:rsidRPr="00E73BA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</w:tcPr>
          <w:p w14:paraId="03C0717F" w14:textId="77777777" w:rsidR="00786396" w:rsidRPr="00E73BA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8CEBA74" w14:textId="77777777" w:rsidR="00786396" w:rsidRPr="00E73BA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7DD3B925" w14:textId="77777777" w:rsidR="00786396" w:rsidRPr="00E73BA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0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E72CBCF" w14:textId="77777777" w:rsidR="00786396" w:rsidRPr="00E73BA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55019858" w14:textId="77777777" w:rsidR="00786396" w:rsidRPr="00E73BA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0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93E4122" w14:textId="77777777" w:rsidR="00786396" w:rsidRPr="00E73BA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4559509" w14:textId="77777777" w:rsidR="00786396" w:rsidRPr="00E73BA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2435264" w14:textId="77777777" w:rsidR="00786396" w:rsidRPr="00E73BA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6BBC6AD1" w14:textId="300E11D1" w:rsidR="00786396" w:rsidRPr="00E73BA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65ABF60" w14:textId="77777777" w:rsidR="00786396" w:rsidRPr="00E73BA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526CA28F" w14:textId="77777777" w:rsidR="00786396" w:rsidRPr="00E73BA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2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CA53C3D" w14:textId="77777777" w:rsidR="00786396" w:rsidRPr="00E73BA9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</w:tr>
      <w:tr w:rsidR="00786396" w:rsidRPr="00786396" w14:paraId="39B2751F" w14:textId="77777777" w:rsidTr="00405041">
        <w:trPr>
          <w:gridAfter w:val="1"/>
          <w:wAfter w:w="10" w:type="dxa"/>
          <w:cantSplit/>
        </w:trPr>
        <w:tc>
          <w:tcPr>
            <w:tcW w:w="6117" w:type="dxa"/>
            <w:shd w:val="clear" w:color="auto" w:fill="auto"/>
          </w:tcPr>
          <w:p w14:paraId="043C39E2" w14:textId="77777777" w:rsidR="00786396" w:rsidRPr="00C05013" w:rsidRDefault="00786396" w:rsidP="005E3605">
            <w:pPr>
              <w:pStyle w:val="NoSpacing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05013">
              <w:rPr>
                <w:rFonts w:ascii="Angsana New" w:hAnsi="Angsana New" w:hint="cs"/>
                <w:sz w:val="28"/>
                <w:szCs w:val="28"/>
                <w:cs/>
              </w:rPr>
              <w:t>กำไรขั้นต้น</w:t>
            </w:r>
          </w:p>
        </w:tc>
        <w:tc>
          <w:tcPr>
            <w:tcW w:w="811" w:type="dxa"/>
            <w:tcBorders>
              <w:bottom w:val="double" w:sz="4" w:space="0" w:color="auto"/>
            </w:tcBorders>
            <w:vAlign w:val="bottom"/>
          </w:tcPr>
          <w:p w14:paraId="15854C20" w14:textId="4FC9F2E6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279</w:t>
            </w:r>
          </w:p>
        </w:tc>
        <w:tc>
          <w:tcPr>
            <w:tcW w:w="183" w:type="dxa"/>
            <w:vAlign w:val="bottom"/>
          </w:tcPr>
          <w:p w14:paraId="35C623DE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tcBorders>
              <w:bottom w:val="double" w:sz="4" w:space="0" w:color="auto"/>
            </w:tcBorders>
            <w:vAlign w:val="bottom"/>
          </w:tcPr>
          <w:p w14:paraId="0D5AD6FD" w14:textId="540C93FE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27</w:t>
            </w:r>
            <w:r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70F66B7E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86BAD5" w14:textId="595D3109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2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23BA532D" w14:textId="77777777" w:rsidR="00786396" w:rsidRPr="00C05013" w:rsidRDefault="00786396" w:rsidP="005E3605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E159800" w14:textId="0E8016A2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</w:t>
            </w:r>
            <w:r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  <w:t>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5D7509BF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E03C4BE" w14:textId="672F061A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9F9D7E" w14:textId="77777777" w:rsidR="00786396" w:rsidRPr="00C05013" w:rsidRDefault="00786396" w:rsidP="005E3605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369B6FB" w14:textId="6D8F7A1F" w:rsidR="00786396" w:rsidRPr="00C05013" w:rsidRDefault="00786396" w:rsidP="005E3605">
            <w:pPr>
              <w:pStyle w:val="acctfourfigures"/>
              <w:tabs>
                <w:tab w:val="clear" w:pos="765"/>
                <w:tab w:val="decimal" w:pos="519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99D643F" w14:textId="19FD783E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61B8D0A" w14:textId="1E943364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286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9FEB5C4" w14:textId="77777777" w:rsidR="00786396" w:rsidRPr="00C05013" w:rsidRDefault="00786396" w:rsidP="005E3605">
            <w:pPr>
              <w:pStyle w:val="acctfourfigures"/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B8FE0DD" w14:textId="742164A6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28</w:t>
            </w:r>
            <w:r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  <w:t>7</w:t>
            </w:r>
          </w:p>
        </w:tc>
      </w:tr>
      <w:tr w:rsidR="00786396" w:rsidRPr="00E73BA9" w14:paraId="1D73611B" w14:textId="77777777" w:rsidTr="00405041">
        <w:trPr>
          <w:gridAfter w:val="1"/>
          <w:wAfter w:w="10" w:type="dxa"/>
          <w:cantSplit/>
        </w:trPr>
        <w:tc>
          <w:tcPr>
            <w:tcW w:w="6117" w:type="dxa"/>
            <w:shd w:val="clear" w:color="auto" w:fill="auto"/>
          </w:tcPr>
          <w:p w14:paraId="0E440340" w14:textId="77777777" w:rsidR="00786396" w:rsidRPr="00E73BA9" w:rsidRDefault="00786396" w:rsidP="00E4210F">
            <w:pPr>
              <w:pStyle w:val="NoSpacing"/>
              <w:spacing w:line="276" w:lineRule="auto"/>
              <w:rPr>
                <w:rFonts w:ascii="Angsana New" w:hAnsi="Angsana New"/>
                <w:b/>
                <w:bCs/>
                <w:i/>
                <w:iCs/>
                <w:szCs w:val="18"/>
                <w:cs/>
              </w:rPr>
            </w:pPr>
          </w:p>
        </w:tc>
        <w:tc>
          <w:tcPr>
            <w:tcW w:w="811" w:type="dxa"/>
            <w:vAlign w:val="bottom"/>
          </w:tcPr>
          <w:p w14:paraId="623D71AF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6A3F32B2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1588B4A1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</w:tcPr>
          <w:p w14:paraId="38862F6C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ED61F26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4775B146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091E9450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752C7848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460F5D57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67C9DC2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5BCFC70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3E2D09D0" w14:textId="0DE054F5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60DE4215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499A1172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14:paraId="369C18E2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</w:tr>
      <w:tr w:rsidR="00786396" w:rsidRPr="00786396" w14:paraId="7C7633C4" w14:textId="77777777" w:rsidTr="00405041">
        <w:trPr>
          <w:gridAfter w:val="1"/>
          <w:wAfter w:w="10" w:type="dxa"/>
          <w:cantSplit/>
        </w:trPr>
        <w:tc>
          <w:tcPr>
            <w:tcW w:w="6117" w:type="dxa"/>
            <w:shd w:val="clear" w:color="auto" w:fill="auto"/>
          </w:tcPr>
          <w:p w14:paraId="6E611BD4" w14:textId="77777777" w:rsidR="00786396" w:rsidRPr="00C05013" w:rsidRDefault="00786396" w:rsidP="00E4210F">
            <w:pPr>
              <w:pStyle w:val="NoSpacing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C0501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811" w:type="dxa"/>
            <w:vAlign w:val="bottom"/>
          </w:tcPr>
          <w:p w14:paraId="1E7577BF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1B7FAB3D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0BD8F644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1D6C3D89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C817866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DF4D3C4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646D09ED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4622AF86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3BB48D22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89728F2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A0A8C59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01B73AA1" w14:textId="5BFAE4F0" w:rsidR="00786396" w:rsidRPr="00C05013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6D50F58C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55E8EB81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14:paraId="639F9724" w14:textId="77777777" w:rsidR="00786396" w:rsidRPr="00C05013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786396" w:rsidRPr="00C05013" w14:paraId="65D36BE3" w14:textId="77777777" w:rsidTr="00405041">
        <w:trPr>
          <w:gridAfter w:val="1"/>
          <w:wAfter w:w="10" w:type="dxa"/>
          <w:cantSplit/>
        </w:trPr>
        <w:tc>
          <w:tcPr>
            <w:tcW w:w="6928" w:type="dxa"/>
            <w:gridSpan w:val="2"/>
            <w:shd w:val="clear" w:color="auto" w:fill="auto"/>
          </w:tcPr>
          <w:p w14:paraId="5DACD16D" w14:textId="77777777" w:rsidR="00786396" w:rsidRPr="00C05013" w:rsidRDefault="00786396" w:rsidP="005E3605">
            <w:pPr>
              <w:pStyle w:val="NoSpacing"/>
              <w:rPr>
                <w:rFonts w:ascii="Angsana New" w:hAnsi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83" w:type="dxa"/>
            <w:vAlign w:val="bottom"/>
          </w:tcPr>
          <w:p w14:paraId="49EB19BD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5B474B04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5915ACBF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F91027D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9194CD9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0AA62010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2228C9A0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11CBC15D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0C5D624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0B4F63F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4957C08D" w14:textId="78C8837A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4682D01E" w14:textId="368453F4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376E225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14:paraId="22CE77B7" w14:textId="1F7DB833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  <w:t>2</w:t>
            </w:r>
          </w:p>
        </w:tc>
      </w:tr>
      <w:tr w:rsidR="00786396" w:rsidRPr="00C05013" w14:paraId="10AAB5F0" w14:textId="77777777" w:rsidTr="00405041">
        <w:trPr>
          <w:gridAfter w:val="1"/>
          <w:wAfter w:w="10" w:type="dxa"/>
          <w:cantSplit/>
        </w:trPr>
        <w:tc>
          <w:tcPr>
            <w:tcW w:w="6928" w:type="dxa"/>
            <w:gridSpan w:val="2"/>
            <w:shd w:val="clear" w:color="auto" w:fill="auto"/>
          </w:tcPr>
          <w:p w14:paraId="7ADEDD72" w14:textId="77777777" w:rsidR="00786396" w:rsidRPr="00C05013" w:rsidRDefault="00786396" w:rsidP="005E3605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C05013">
              <w:rPr>
                <w:rFonts w:ascii="Angsana New" w:hAnsi="Angsana New" w:hint="cs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183" w:type="dxa"/>
            <w:vAlign w:val="bottom"/>
          </w:tcPr>
          <w:p w14:paraId="52E25387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4FAB3849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769B24FA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8E69091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0044ED5C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6F529E5D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4F923B9D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3805D891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352070B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CE51F12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4CE5A27F" w14:textId="31CF6FBB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2097BB61" w14:textId="7F69A451" w:rsidR="00786396" w:rsidRPr="00D858CA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(137)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7FC3886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14:paraId="2211670A" w14:textId="4CB77DE0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</w:t>
            </w:r>
            <w:r w:rsidRPr="00C42DD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12</w:t>
            </w:r>
            <w:r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  <w:t>1</w:t>
            </w: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786396" w:rsidRPr="00C05013" w14:paraId="3DDEC442" w14:textId="77777777" w:rsidTr="00405041">
        <w:trPr>
          <w:gridAfter w:val="1"/>
          <w:wAfter w:w="10" w:type="dxa"/>
          <w:cantSplit/>
        </w:trPr>
        <w:tc>
          <w:tcPr>
            <w:tcW w:w="9898" w:type="dxa"/>
            <w:gridSpan w:val="8"/>
            <w:shd w:val="clear" w:color="auto" w:fill="auto"/>
          </w:tcPr>
          <w:p w14:paraId="001280B9" w14:textId="77777777" w:rsidR="00786396" w:rsidRPr="00C05013" w:rsidRDefault="00786396" w:rsidP="005E3605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C05013">
              <w:rPr>
                <w:rFonts w:ascii="Angsana New" w:hAnsi="Angsana New" w:hint="cs"/>
                <w:sz w:val="28"/>
                <w:szCs w:val="28"/>
                <w:cs/>
              </w:rPr>
              <w:t>กลับรายการขาดทุนจากการด้อยค่าด้านเครดิตที่คาดว่าจะเกิดขึ้น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60E0E616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2EE7D2A1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E883C8A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B8729A4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B553233" w14:textId="742EBDC2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7E739C26" w14:textId="12D1BE86" w:rsidR="00786396" w:rsidRPr="00D858CA" w:rsidRDefault="00786396" w:rsidP="00122B95">
            <w:pPr>
              <w:pStyle w:val="acctfourfigures"/>
              <w:tabs>
                <w:tab w:val="clear" w:pos="765"/>
                <w:tab w:val="decimal" w:pos="375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43A64E7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14:paraId="3F3DB893" w14:textId="2D7F52AD" w:rsidR="00786396" w:rsidRPr="00C05013" w:rsidRDefault="00405041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</w:tr>
      <w:tr w:rsidR="00786396" w:rsidRPr="00C05013" w14:paraId="1483FBEE" w14:textId="77777777" w:rsidTr="00405041">
        <w:trPr>
          <w:gridAfter w:val="1"/>
          <w:wAfter w:w="10" w:type="dxa"/>
          <w:cantSplit/>
        </w:trPr>
        <w:tc>
          <w:tcPr>
            <w:tcW w:w="6928" w:type="dxa"/>
            <w:gridSpan w:val="2"/>
            <w:shd w:val="clear" w:color="auto" w:fill="auto"/>
          </w:tcPr>
          <w:p w14:paraId="261BDE30" w14:textId="77777777" w:rsidR="00786396" w:rsidRPr="00C05013" w:rsidRDefault="00786396" w:rsidP="005E3605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C05013"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83" w:type="dxa"/>
            <w:vAlign w:val="bottom"/>
          </w:tcPr>
          <w:p w14:paraId="1627927C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072B579F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24CD278F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D7366A6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7F35D600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4F5FCD30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294F88C6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6B3EE1B4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665A50F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47A153A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3A8D37AC" w14:textId="711C0312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569DA703" w14:textId="0F21D64B" w:rsidR="00786396" w:rsidRPr="00D858CA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(8)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91CFCA5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14:paraId="68154EFC" w14:textId="550015B8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</w:t>
            </w:r>
            <w:r w:rsidRPr="00C42DD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4</w:t>
            </w: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786396" w:rsidRPr="00C05013" w14:paraId="78BCA6BA" w14:textId="77777777" w:rsidTr="00405041">
        <w:trPr>
          <w:gridAfter w:val="1"/>
          <w:wAfter w:w="10" w:type="dxa"/>
          <w:cantSplit/>
        </w:trPr>
        <w:tc>
          <w:tcPr>
            <w:tcW w:w="6928" w:type="dxa"/>
            <w:gridSpan w:val="2"/>
            <w:shd w:val="clear" w:color="auto" w:fill="auto"/>
          </w:tcPr>
          <w:p w14:paraId="26649FE5" w14:textId="77777777" w:rsidR="00786396" w:rsidRPr="00C05013" w:rsidRDefault="00786396" w:rsidP="005E3605">
            <w:pPr>
              <w:pStyle w:val="NoSpacing"/>
              <w:tabs>
                <w:tab w:val="clear" w:pos="3742"/>
                <w:tab w:val="left" w:pos="3980"/>
              </w:tabs>
              <w:rPr>
                <w:rFonts w:ascii="Angsana New" w:hAnsi="Angsana New"/>
                <w:sz w:val="28"/>
                <w:szCs w:val="28"/>
              </w:rPr>
            </w:pPr>
            <w:r w:rsidRPr="00C05013">
              <w:rPr>
                <w:rFonts w:ascii="Angsana New" w:hAnsi="Angsana New" w:hint="cs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83" w:type="dxa"/>
            <w:vAlign w:val="bottom"/>
          </w:tcPr>
          <w:p w14:paraId="7D56E423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097B0BA7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507ABFBD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01A86BC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4AFA24D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40F2532B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2B6D6161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1E3D8807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9983A74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00739AD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503C6AE7" w14:textId="10ABA465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DDFD94" w14:textId="2B05D1B2" w:rsidR="00786396" w:rsidRPr="00D858CA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(24)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755F28E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46F89D" w14:textId="7480556D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</w:t>
            </w:r>
            <w:r w:rsidRPr="00C42DD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26</w:t>
            </w: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786396" w:rsidRPr="00C05013" w14:paraId="224511C8" w14:textId="77777777" w:rsidTr="00405041">
        <w:trPr>
          <w:gridAfter w:val="1"/>
          <w:wAfter w:w="10" w:type="dxa"/>
          <w:cantSplit/>
        </w:trPr>
        <w:tc>
          <w:tcPr>
            <w:tcW w:w="6928" w:type="dxa"/>
            <w:gridSpan w:val="2"/>
            <w:shd w:val="clear" w:color="auto" w:fill="auto"/>
          </w:tcPr>
          <w:p w14:paraId="78552BF9" w14:textId="77777777" w:rsidR="00786396" w:rsidRPr="00C05013" w:rsidRDefault="00786396" w:rsidP="005E3605">
            <w:pPr>
              <w:pStyle w:val="NoSpacing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0501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183" w:type="dxa"/>
            <w:vAlign w:val="bottom"/>
          </w:tcPr>
          <w:p w14:paraId="7684D9C7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61A39DE7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5CED9570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18AC075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3060904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7994C759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5BB0ACEC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23E6C2DC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6CE45B1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25473FD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4CF27ED6" w14:textId="1DDCF1E9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F8ADFD" w14:textId="60FC7602" w:rsidR="00786396" w:rsidRPr="00D858CA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122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8377903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2A211D" w14:textId="728AA17E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C42DDF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1</w:t>
            </w:r>
            <w:r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val="en-US" w:bidi="th-TH"/>
              </w:rPr>
              <w:t>40</w:t>
            </w:r>
          </w:p>
        </w:tc>
      </w:tr>
      <w:tr w:rsidR="00786396" w:rsidRPr="00E73BA9" w14:paraId="300D298C" w14:textId="77777777" w:rsidTr="00405041">
        <w:trPr>
          <w:gridAfter w:val="1"/>
          <w:wAfter w:w="10" w:type="dxa"/>
          <w:cantSplit/>
        </w:trPr>
        <w:tc>
          <w:tcPr>
            <w:tcW w:w="6117" w:type="dxa"/>
            <w:shd w:val="clear" w:color="auto" w:fill="auto"/>
          </w:tcPr>
          <w:p w14:paraId="4EC7DAA1" w14:textId="77777777" w:rsidR="00786396" w:rsidRPr="00E73BA9" w:rsidRDefault="00786396" w:rsidP="00E4210F">
            <w:pPr>
              <w:pStyle w:val="NoSpacing"/>
              <w:spacing w:line="276" w:lineRule="auto"/>
              <w:rPr>
                <w:rFonts w:ascii="Angsana New" w:hAnsi="Angsana New"/>
                <w:szCs w:val="18"/>
                <w:cs/>
              </w:rPr>
            </w:pPr>
          </w:p>
        </w:tc>
        <w:tc>
          <w:tcPr>
            <w:tcW w:w="811" w:type="dxa"/>
            <w:vAlign w:val="bottom"/>
          </w:tcPr>
          <w:p w14:paraId="641B3C6F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03EA6863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52B34D52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</w:tcPr>
          <w:p w14:paraId="43AA14D6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EEE2B9C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420BDFA8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5C8FFDBB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1B05D6A3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4A07EDAD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D35E41C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77CCCFC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59D0859C" w14:textId="3E973DC1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FA29601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0B616029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82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1B2B66C" w14:textId="77777777" w:rsidR="00786396" w:rsidRPr="00E73BA9" w:rsidRDefault="00786396" w:rsidP="00E4210F">
            <w:pPr>
              <w:pStyle w:val="acctfourfigures"/>
              <w:tabs>
                <w:tab w:val="clear" w:pos="765"/>
                <w:tab w:val="decimal" w:pos="647"/>
              </w:tabs>
              <w:spacing w:line="276" w:lineRule="auto"/>
              <w:ind w:left="-79"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</w:tr>
      <w:tr w:rsidR="00786396" w:rsidRPr="00C05013" w14:paraId="36A8101C" w14:textId="77777777" w:rsidTr="00405041">
        <w:trPr>
          <w:gridAfter w:val="1"/>
          <w:wAfter w:w="10" w:type="dxa"/>
          <w:cantSplit/>
        </w:trPr>
        <w:tc>
          <w:tcPr>
            <w:tcW w:w="9898" w:type="dxa"/>
            <w:gridSpan w:val="8"/>
            <w:shd w:val="clear" w:color="auto" w:fill="auto"/>
          </w:tcPr>
          <w:p w14:paraId="03FFB14F" w14:textId="24B559D9" w:rsidR="00786396" w:rsidRPr="00C05013" w:rsidRDefault="00786396" w:rsidP="005E3605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EF0628">
              <w:rPr>
                <w:rFonts w:ascii="Angsana New" w:hAnsi="Angsana New" w:hint="cs"/>
                <w:sz w:val="28"/>
                <w:szCs w:val="28"/>
                <w:cs/>
              </w:rPr>
              <w:t>สินทรัพย์ที่ไม่ได้ปันส่วน</w:t>
            </w:r>
            <w:r w:rsidRPr="00EF0628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EF0628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5E3605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5E3605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Pr="00EF0628">
              <w:rPr>
                <w:rFonts w:ascii="Angsana New" w:hAnsi="Angsana New" w:hint="cs"/>
                <w:sz w:val="28"/>
                <w:szCs w:val="28"/>
                <w:cs/>
              </w:rPr>
              <w:t>/</w:t>
            </w:r>
            <w:r w:rsidRPr="00EF0628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AB5467">
              <w:rPr>
                <w:rFonts w:ascii="Angsana New" w:hAnsi="Angsana New" w:hint="cs"/>
                <w:sz w:val="28"/>
                <w:szCs w:val="28"/>
              </w:rPr>
              <w:t>31</w:t>
            </w:r>
            <w:r w:rsidRPr="00EF0628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EF0628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0341E830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12752DAA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4659D64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953CC83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5ED9867E" w14:textId="650B7B1A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A0985DC" w14:textId="057CC766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3,513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A612CF4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0652ED" w14:textId="446255AF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5E3605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3,4</w:t>
            </w:r>
            <w:r w:rsidRPr="005E3605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val="en-US" w:bidi="th-TH"/>
              </w:rPr>
              <w:t>56</w:t>
            </w:r>
          </w:p>
        </w:tc>
      </w:tr>
      <w:tr w:rsidR="00786396" w:rsidRPr="00C05013" w14:paraId="7A3BEC51" w14:textId="77777777" w:rsidTr="00405041">
        <w:trPr>
          <w:gridAfter w:val="1"/>
          <w:wAfter w:w="10" w:type="dxa"/>
          <w:cantSplit/>
        </w:trPr>
        <w:tc>
          <w:tcPr>
            <w:tcW w:w="9898" w:type="dxa"/>
            <w:gridSpan w:val="8"/>
            <w:shd w:val="clear" w:color="auto" w:fill="auto"/>
          </w:tcPr>
          <w:p w14:paraId="687EDCFC" w14:textId="2748985E" w:rsidR="00786396" w:rsidRPr="00C05013" w:rsidRDefault="00786396" w:rsidP="005E3605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EF0628">
              <w:rPr>
                <w:rFonts w:ascii="Angsana New" w:hAnsi="Angsana New" w:hint="cs"/>
                <w:sz w:val="28"/>
                <w:szCs w:val="28"/>
                <w:cs/>
              </w:rPr>
              <w:t xml:space="preserve">หนี้สินที่ไม่ได้ปันส่วน ณ วันที่ </w:t>
            </w:r>
            <w:r w:rsidRPr="005E3605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5E3605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Pr="00EF0628">
              <w:rPr>
                <w:rFonts w:ascii="Angsana New" w:hAnsi="Angsana New" w:hint="cs"/>
                <w:sz w:val="28"/>
                <w:szCs w:val="28"/>
                <w:cs/>
              </w:rPr>
              <w:t>/</w:t>
            </w:r>
            <w:r w:rsidRPr="00EF0628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AB5467">
              <w:rPr>
                <w:rFonts w:ascii="Angsana New" w:hAnsi="Angsana New" w:hint="cs"/>
                <w:sz w:val="28"/>
                <w:szCs w:val="28"/>
              </w:rPr>
              <w:t>31</w:t>
            </w:r>
            <w:r w:rsidRPr="00EF0628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EF0628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65F08F14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07" w:type="dxa"/>
            <w:shd w:val="clear" w:color="auto" w:fill="auto"/>
            <w:vAlign w:val="bottom"/>
          </w:tcPr>
          <w:p w14:paraId="58ADE2CF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1E2F24C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A7611F2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3E9B3D91" w14:textId="583DCE7F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8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95B68B" w14:textId="5E2761F2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1,621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E88EEA7" w14:textId="77777777" w:rsidR="00786396" w:rsidRPr="00C05013" w:rsidRDefault="00786396" w:rsidP="005E3605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2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3855AF" w14:textId="4B7F20FA" w:rsidR="00786396" w:rsidRPr="00C05013" w:rsidRDefault="00786396" w:rsidP="005E3605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5E360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1,686</w:t>
            </w:r>
          </w:p>
        </w:tc>
      </w:tr>
    </w:tbl>
    <w:p w14:paraId="6099690C" w14:textId="42BB7D26" w:rsidR="005752A1" w:rsidRPr="00E73BA9" w:rsidRDefault="005752A1" w:rsidP="00F035A6">
      <w:pPr>
        <w:rPr>
          <w:rFonts w:ascii="Angsana New" w:hAnsi="Angsana New" w:cs="Angsana New"/>
        </w:rPr>
      </w:pPr>
    </w:p>
    <w:p w14:paraId="0A676080" w14:textId="77777777" w:rsidR="00503827" w:rsidRPr="00C05013" w:rsidRDefault="00503827" w:rsidP="00503827">
      <w:pPr>
        <w:framePr w:h="262" w:hRule="exact" w:wrap="auto" w:hAnchor="text" w:y="18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3AEDD190" w14:textId="77777777" w:rsidR="00503827" w:rsidRPr="00C05013" w:rsidRDefault="00503827" w:rsidP="00503827">
      <w:pPr>
        <w:framePr w:h="262" w:hRule="exact" w:wrap="auto" w:hAnchor="text" w:y="18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14404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29"/>
        <w:gridCol w:w="800"/>
        <w:gridCol w:w="188"/>
        <w:gridCol w:w="802"/>
        <w:gridCol w:w="196"/>
        <w:gridCol w:w="802"/>
        <w:gridCol w:w="178"/>
        <w:gridCol w:w="727"/>
        <w:gridCol w:w="197"/>
        <w:gridCol w:w="799"/>
        <w:gridCol w:w="193"/>
        <w:gridCol w:w="887"/>
        <w:gridCol w:w="183"/>
        <w:gridCol w:w="898"/>
        <w:gridCol w:w="178"/>
        <w:gridCol w:w="914"/>
        <w:gridCol w:w="183"/>
        <w:gridCol w:w="813"/>
        <w:gridCol w:w="183"/>
        <w:gridCol w:w="812"/>
        <w:gridCol w:w="183"/>
        <w:gridCol w:w="810"/>
        <w:gridCol w:w="183"/>
        <w:gridCol w:w="866"/>
      </w:tblGrid>
      <w:tr w:rsidR="00503827" w:rsidRPr="00C05013" w14:paraId="297EFF26" w14:textId="77777777" w:rsidTr="00E82CF4">
        <w:trPr>
          <w:cantSplit/>
        </w:trPr>
        <w:tc>
          <w:tcPr>
            <w:tcW w:w="2429" w:type="dxa"/>
            <w:shd w:val="clear" w:color="auto" w:fill="auto"/>
          </w:tcPr>
          <w:p w14:paraId="508D4A97" w14:textId="77777777" w:rsidR="00503827" w:rsidRPr="00C05013" w:rsidRDefault="00503827" w:rsidP="00E82CF4">
            <w:pPr>
              <w:pStyle w:val="NoSpacing"/>
              <w:framePr w:h="262" w:hRule="exact" w:wrap="auto" w:hAnchor="text" w:y="18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00" w:type="dxa"/>
            <w:tcBorders>
              <w:top w:val="double" w:sz="4" w:space="0" w:color="auto"/>
            </w:tcBorders>
            <w:vAlign w:val="bottom"/>
          </w:tcPr>
          <w:p w14:paraId="5773756B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8" w:type="dxa"/>
            <w:vAlign w:val="bottom"/>
          </w:tcPr>
          <w:p w14:paraId="036C7FAA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  <w:vAlign w:val="bottom"/>
          </w:tcPr>
          <w:p w14:paraId="746A3E8C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6" w:type="dxa"/>
          </w:tcPr>
          <w:p w14:paraId="2AEE7DFE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A6439F0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120F7CAA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72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72E3C61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  <w:shd w:val="clear" w:color="auto" w:fill="auto"/>
            <w:vAlign w:val="bottom"/>
          </w:tcPr>
          <w:p w14:paraId="43CF3F0A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79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0B22865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3" w:type="dxa"/>
            <w:shd w:val="clear" w:color="auto" w:fill="auto"/>
            <w:vAlign w:val="bottom"/>
          </w:tcPr>
          <w:p w14:paraId="4DC4624A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8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1FB822F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28BE0716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D22B1CF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570C225F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1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78F7DFE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26E126D5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1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69B7DA4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362FC243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13C5B54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6388A14C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BA0BD26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30851ACB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6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D61BC3A" w14:textId="77777777" w:rsidR="00503827" w:rsidRPr="00C05013" w:rsidRDefault="00503827" w:rsidP="00E82CF4">
            <w:pPr>
              <w:pStyle w:val="acctfourfigures"/>
              <w:framePr w:h="262" w:hRule="exact" w:wrap="auto" w:hAnchor="text" w:y="180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</w:tbl>
    <w:p w14:paraId="080F14DF" w14:textId="77777777" w:rsidR="00503827" w:rsidRPr="00C05013" w:rsidRDefault="00503827" w:rsidP="00503827">
      <w:pPr>
        <w:framePr w:h="262" w:hRule="exact" w:wrap="auto" w:hAnchor="text" w:y="18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  <w:sectPr w:rsidR="00503827" w:rsidRPr="00C05013" w:rsidSect="00FE0D99">
          <w:headerReference w:type="even" r:id="rId18"/>
          <w:headerReference w:type="default" r:id="rId19"/>
          <w:headerReference w:type="first" r:id="rId20"/>
          <w:footerReference w:type="first" r:id="rId21"/>
          <w:pgSz w:w="16840" w:h="11907" w:orient="landscape"/>
          <w:pgMar w:top="720" w:right="1152" w:bottom="576" w:left="1152" w:header="630" w:footer="706" w:gutter="0"/>
          <w:cols w:space="708"/>
          <w:docGrid w:linePitch="360"/>
        </w:sectPr>
      </w:pPr>
    </w:p>
    <w:tbl>
      <w:tblPr>
        <w:tblW w:w="9147" w:type="dxa"/>
        <w:tblInd w:w="450" w:type="dxa"/>
        <w:tblLook w:val="01E0" w:firstRow="1" w:lastRow="1" w:firstColumn="1" w:lastColumn="1" w:noHBand="0" w:noVBand="0"/>
      </w:tblPr>
      <w:tblGrid>
        <w:gridCol w:w="6480"/>
        <w:gridCol w:w="1203"/>
        <w:gridCol w:w="270"/>
        <w:gridCol w:w="1194"/>
      </w:tblGrid>
      <w:tr w:rsidR="005752A1" w:rsidRPr="00FD1F64" w14:paraId="291DC637" w14:textId="77777777" w:rsidTr="00355486">
        <w:tc>
          <w:tcPr>
            <w:tcW w:w="6480" w:type="dxa"/>
            <w:shd w:val="clear" w:color="auto" w:fill="auto"/>
          </w:tcPr>
          <w:p w14:paraId="70EBF349" w14:textId="77777777" w:rsidR="005752A1" w:rsidRPr="00FD1F64" w:rsidRDefault="005752A1" w:rsidP="003554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28"/>
                <w:szCs w:val="28"/>
              </w:rPr>
            </w:pPr>
          </w:p>
        </w:tc>
        <w:tc>
          <w:tcPr>
            <w:tcW w:w="2667" w:type="dxa"/>
            <w:gridSpan w:val="3"/>
            <w:shd w:val="clear" w:color="auto" w:fill="auto"/>
          </w:tcPr>
          <w:p w14:paraId="26E13793" w14:textId="77777777" w:rsidR="005752A1" w:rsidRPr="00FD1F64" w:rsidRDefault="005752A1" w:rsidP="003554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FD1F64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งบการเงิน</w:t>
            </w:r>
            <w:r w:rsidRPr="00FD1F64">
              <w:rPr>
                <w:rFonts w:asciiTheme="majorBidi" w:hAnsiTheme="majorBidi" w:cstheme="majorBidi" w:hint="cs"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5752A1" w:rsidRPr="00FD1F64" w14:paraId="14B7F5CE" w14:textId="77777777" w:rsidTr="00355486">
        <w:tc>
          <w:tcPr>
            <w:tcW w:w="6480" w:type="dxa"/>
            <w:shd w:val="clear" w:color="auto" w:fill="auto"/>
          </w:tcPr>
          <w:p w14:paraId="7649EE37" w14:textId="619816A4" w:rsidR="005752A1" w:rsidRPr="00A00BA1" w:rsidRDefault="005752A1" w:rsidP="003554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hanging="24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A00BA1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สาม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>เดือน</w:t>
            </w:r>
            <w:r w:rsidRPr="00A00BA1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สิ้นสุดวันที่ </w:t>
            </w:r>
            <w:r w:rsidR="005E3605" w:rsidRPr="005E3605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="005E3605" w:rsidRPr="005E3605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มีนาคม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0D44A3B4" w14:textId="4A0DDC17" w:rsidR="005752A1" w:rsidRPr="00FD1F64" w:rsidRDefault="005752A1" w:rsidP="003554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B5467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05041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D48DD46" w14:textId="77777777" w:rsidR="005752A1" w:rsidRPr="00FD1F64" w:rsidRDefault="005752A1" w:rsidP="003554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F5D98B4" w14:textId="61F42C8C" w:rsidR="005752A1" w:rsidRPr="00FD1F64" w:rsidRDefault="005752A1" w:rsidP="003554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B5467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05041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5752A1" w:rsidRPr="00FD1F64" w14:paraId="5CEAF1D6" w14:textId="77777777" w:rsidTr="00355486">
        <w:tc>
          <w:tcPr>
            <w:tcW w:w="6480" w:type="dxa"/>
            <w:shd w:val="clear" w:color="auto" w:fill="auto"/>
          </w:tcPr>
          <w:p w14:paraId="705D8D17" w14:textId="77777777" w:rsidR="005752A1" w:rsidRPr="00A00BA1" w:rsidRDefault="005752A1" w:rsidP="00355486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667" w:type="dxa"/>
            <w:gridSpan w:val="3"/>
            <w:shd w:val="clear" w:color="auto" w:fill="auto"/>
          </w:tcPr>
          <w:p w14:paraId="4FFAA078" w14:textId="77777777" w:rsidR="005752A1" w:rsidRPr="00FD1F64" w:rsidRDefault="005752A1" w:rsidP="00355486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D1F64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val="en-US" w:bidi="th-TH"/>
              </w:rPr>
              <w:t>(</w:t>
            </w:r>
            <w:r w:rsidRPr="00FD1F64">
              <w:rPr>
                <w:rFonts w:asciiTheme="majorBidi" w:hAnsiTheme="majorBidi" w:cstheme="majorBidi" w:hint="cs"/>
                <w:b/>
                <w:i/>
                <w:iCs/>
                <w:sz w:val="28"/>
                <w:szCs w:val="28"/>
                <w:cs/>
                <w:lang w:val="en-US" w:bidi="th-TH"/>
              </w:rPr>
              <w:t>ล้าน</w:t>
            </w:r>
            <w:r w:rsidRPr="00FD1F64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val="en-US" w:bidi="th-TH"/>
              </w:rPr>
              <w:t>บาท)</w:t>
            </w:r>
          </w:p>
        </w:tc>
      </w:tr>
      <w:tr w:rsidR="005E3605" w:rsidRPr="00FD1F64" w14:paraId="5C642541" w14:textId="77777777" w:rsidTr="00355486">
        <w:tc>
          <w:tcPr>
            <w:tcW w:w="6480" w:type="dxa"/>
            <w:shd w:val="clear" w:color="auto" w:fill="auto"/>
          </w:tcPr>
          <w:p w14:paraId="3C4C7B34" w14:textId="217B8D41" w:rsidR="005E3605" w:rsidRPr="00FD1F64" w:rsidRDefault="005E3605" w:rsidP="005E3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hanging="2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ส่วนงานสินค้าผลิตภายใต้แบรนด์บริษัท</w:t>
            </w:r>
          </w:p>
        </w:tc>
        <w:tc>
          <w:tcPr>
            <w:tcW w:w="1203" w:type="dxa"/>
            <w:shd w:val="clear" w:color="auto" w:fill="auto"/>
          </w:tcPr>
          <w:p w14:paraId="5D1F5946" w14:textId="36D85A79" w:rsidR="005E3605" w:rsidRPr="00FD1F64" w:rsidRDefault="007743C5" w:rsidP="005E3605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493</w:t>
            </w:r>
          </w:p>
        </w:tc>
        <w:tc>
          <w:tcPr>
            <w:tcW w:w="270" w:type="dxa"/>
            <w:shd w:val="clear" w:color="auto" w:fill="auto"/>
          </w:tcPr>
          <w:p w14:paraId="16B0B50A" w14:textId="77777777" w:rsidR="005E3605" w:rsidRPr="00FD1F64" w:rsidRDefault="005E3605" w:rsidP="005E3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94" w:type="dxa"/>
            <w:shd w:val="clear" w:color="auto" w:fill="auto"/>
          </w:tcPr>
          <w:p w14:paraId="141DF59C" w14:textId="196E4B11" w:rsidR="005E3605" w:rsidRPr="00FD1F64" w:rsidRDefault="005E3605" w:rsidP="005E3605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</w:t>
            </w:r>
            <w:r w:rsidRPr="00C72C9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</w:t>
            </w:r>
            <w:r w:rsidRPr="00C42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</w:t>
            </w:r>
          </w:p>
        </w:tc>
      </w:tr>
      <w:tr w:rsidR="005E3605" w:rsidRPr="00FD1F64" w14:paraId="353E827B" w14:textId="77777777" w:rsidTr="00355486">
        <w:tc>
          <w:tcPr>
            <w:tcW w:w="6480" w:type="dxa"/>
            <w:shd w:val="clear" w:color="auto" w:fill="auto"/>
          </w:tcPr>
          <w:p w14:paraId="5A726BB7" w14:textId="1BE6C238" w:rsidR="005E3605" w:rsidRPr="00FD1F64" w:rsidRDefault="005E3605" w:rsidP="005E3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hanging="24"/>
              <w:jc w:val="thaiDistribute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ส่วนงานสินค้าผลิตภายใต้แบรนด์ผู้ว่าจ้างอื่น</w:t>
            </w:r>
          </w:p>
        </w:tc>
        <w:tc>
          <w:tcPr>
            <w:tcW w:w="1203" w:type="dxa"/>
            <w:shd w:val="clear" w:color="auto" w:fill="auto"/>
          </w:tcPr>
          <w:p w14:paraId="729B35BA" w14:textId="2513A5A1" w:rsidR="005E3605" w:rsidRPr="00FD1F64" w:rsidRDefault="007743C5" w:rsidP="008D4FD5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7691023" w14:textId="77777777" w:rsidR="005E3605" w:rsidRPr="00FD1F64" w:rsidRDefault="005E3605" w:rsidP="005E3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94" w:type="dxa"/>
            <w:shd w:val="clear" w:color="auto" w:fill="auto"/>
          </w:tcPr>
          <w:p w14:paraId="249CFA64" w14:textId="0C4F665D" w:rsidR="005E3605" w:rsidRPr="00AB5467" w:rsidRDefault="005E3605" w:rsidP="005E3605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</w:tr>
      <w:tr w:rsidR="005E3605" w:rsidRPr="00FD1F64" w14:paraId="6672C9BE" w14:textId="77777777" w:rsidTr="00355486">
        <w:tc>
          <w:tcPr>
            <w:tcW w:w="6480" w:type="dxa"/>
            <w:shd w:val="clear" w:color="auto" w:fill="auto"/>
          </w:tcPr>
          <w:p w14:paraId="25F35A2B" w14:textId="183D44BB" w:rsidR="005E3605" w:rsidRPr="00FD1F64" w:rsidRDefault="005E3605" w:rsidP="005E3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hanging="2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="Angsana New" w:hint="cs"/>
                <w:sz w:val="28"/>
                <w:szCs w:val="28"/>
                <w:cs/>
              </w:rPr>
              <w:t>ส่วนงานสินค้าซื้อมาขายไป</w:t>
            </w:r>
          </w:p>
        </w:tc>
        <w:tc>
          <w:tcPr>
            <w:tcW w:w="1203" w:type="dxa"/>
            <w:shd w:val="clear" w:color="auto" w:fill="auto"/>
          </w:tcPr>
          <w:p w14:paraId="03D6DDFF" w14:textId="2CD087F7" w:rsidR="005E3605" w:rsidRPr="00FD1F64" w:rsidRDefault="007743C5" w:rsidP="005E3605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17</w:t>
            </w:r>
          </w:p>
        </w:tc>
        <w:tc>
          <w:tcPr>
            <w:tcW w:w="270" w:type="dxa"/>
            <w:shd w:val="clear" w:color="auto" w:fill="auto"/>
          </w:tcPr>
          <w:p w14:paraId="650F1FDB" w14:textId="77777777" w:rsidR="005E3605" w:rsidRPr="00FD1F64" w:rsidRDefault="005E3605" w:rsidP="005E3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94" w:type="dxa"/>
            <w:shd w:val="clear" w:color="auto" w:fill="auto"/>
          </w:tcPr>
          <w:p w14:paraId="1045F272" w14:textId="4895C04A" w:rsidR="005E3605" w:rsidRPr="00FD1F64" w:rsidRDefault="005E3605" w:rsidP="005E3605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</w:t>
            </w:r>
          </w:p>
        </w:tc>
      </w:tr>
      <w:tr w:rsidR="005E3605" w:rsidRPr="00FD1F64" w14:paraId="2DB8B88D" w14:textId="77777777" w:rsidTr="00355486">
        <w:tc>
          <w:tcPr>
            <w:tcW w:w="6480" w:type="dxa"/>
            <w:shd w:val="clear" w:color="auto" w:fill="auto"/>
          </w:tcPr>
          <w:p w14:paraId="5CB25F0E" w14:textId="77777777" w:rsidR="005E3605" w:rsidRPr="00FD1F64" w:rsidRDefault="005E3605" w:rsidP="005E3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hanging="2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D1F6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F57E8B" w14:textId="3D532E10" w:rsidR="005E3605" w:rsidRPr="00FD1F64" w:rsidRDefault="007743C5" w:rsidP="005E3605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510</w:t>
            </w:r>
          </w:p>
        </w:tc>
        <w:tc>
          <w:tcPr>
            <w:tcW w:w="270" w:type="dxa"/>
            <w:shd w:val="clear" w:color="auto" w:fill="auto"/>
          </w:tcPr>
          <w:p w14:paraId="020467E7" w14:textId="77777777" w:rsidR="005E3605" w:rsidRPr="00FD1F64" w:rsidRDefault="005E3605" w:rsidP="005E3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12AE61" w14:textId="4EABA569" w:rsidR="005E3605" w:rsidRPr="00FD1F64" w:rsidRDefault="005E3605" w:rsidP="005E3605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42DD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522</w:t>
            </w:r>
          </w:p>
        </w:tc>
      </w:tr>
    </w:tbl>
    <w:p w14:paraId="5C44CAD6" w14:textId="77777777" w:rsidR="005752A1" w:rsidRPr="00554975" w:rsidRDefault="005752A1" w:rsidP="005549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theme="minorBidi"/>
          <w:sz w:val="28"/>
          <w:szCs w:val="28"/>
          <w:shd w:val="clear" w:color="auto" w:fill="D9D9D9"/>
        </w:rPr>
      </w:pPr>
    </w:p>
    <w:p w14:paraId="018F4E6E" w14:textId="4F8910D3" w:rsidR="00D0323D" w:rsidRDefault="00D0323D" w:rsidP="00D0323D">
      <w:pPr>
        <w:tabs>
          <w:tab w:val="clear" w:pos="454"/>
          <w:tab w:val="clear" w:pos="907"/>
        </w:tabs>
        <w:ind w:left="540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รายได้จากการขายสินค้า</w:t>
      </w:r>
      <w:r w:rsidRPr="00C05013">
        <w:rPr>
          <w:rFonts w:ascii="Angsana New" w:hAnsi="Angsana New" w:cs="Angsana New" w:hint="cs"/>
          <w:sz w:val="28"/>
          <w:szCs w:val="28"/>
          <w:cs/>
        </w:rPr>
        <w:t>ของกลุ่มบริษัทและบริษัท</w:t>
      </w:r>
      <w:r w:rsidRPr="00C05013">
        <w:rPr>
          <w:rFonts w:ascii="Angsana New" w:hAnsi="Angsana New" w:cs="Angsana New"/>
          <w:sz w:val="28"/>
          <w:szCs w:val="28"/>
          <w:cs/>
        </w:rPr>
        <w:t>รับรู้ ณ วันที่มีการส่งมอบสินค้าให้กับลูกค้า</w:t>
      </w:r>
    </w:p>
    <w:p w14:paraId="585754EE" w14:textId="75C5082A" w:rsidR="006D63FE" w:rsidRPr="00E73BA9" w:rsidRDefault="006D63FE" w:rsidP="00D0323D">
      <w:pPr>
        <w:tabs>
          <w:tab w:val="clear" w:pos="454"/>
          <w:tab w:val="clear" w:pos="907"/>
        </w:tabs>
        <w:ind w:left="540"/>
        <w:jc w:val="thaiDistribute"/>
        <w:rPr>
          <w:rFonts w:ascii="Angsana New" w:hAnsi="Angsana New" w:cs="Angsana New"/>
          <w:sz w:val="28"/>
          <w:szCs w:val="28"/>
        </w:rPr>
      </w:pPr>
    </w:p>
    <w:p w14:paraId="338DB6D2" w14:textId="2F623CE2" w:rsidR="00C06690" w:rsidRPr="00DF6AEA" w:rsidRDefault="00C06690" w:rsidP="00FB1A47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  <w:u w:val="none"/>
          <w:lang w:val="th-TH"/>
        </w:rPr>
      </w:pPr>
      <w:r w:rsidRPr="00DF6AEA">
        <w:rPr>
          <w:rFonts w:asciiTheme="majorBidi" w:hAnsiTheme="majorBidi" w:cstheme="majorBidi"/>
          <w:sz w:val="30"/>
          <w:szCs w:val="30"/>
          <w:u w:val="none"/>
          <w:cs/>
          <w:lang w:val="th-TH"/>
        </w:rPr>
        <w:t>กำไรต่อหุ้น</w:t>
      </w:r>
    </w:p>
    <w:p w14:paraId="66C67F4B" w14:textId="680E4E3D" w:rsidR="00731714" w:rsidRPr="00E73BA9" w:rsidRDefault="00731714" w:rsidP="00731714">
      <w:pPr>
        <w:rPr>
          <w:rFonts w:ascii="Angsana New" w:hAnsi="Angsana New" w:cs="Angsana New"/>
          <w:sz w:val="28"/>
          <w:szCs w:val="28"/>
          <w:lang w:val="th-TH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00"/>
        <w:gridCol w:w="1170"/>
        <w:gridCol w:w="270"/>
        <w:gridCol w:w="1170"/>
        <w:gridCol w:w="270"/>
        <w:gridCol w:w="1170"/>
        <w:gridCol w:w="288"/>
        <w:gridCol w:w="1152"/>
      </w:tblGrid>
      <w:tr w:rsidR="009C2A8D" w:rsidRPr="00E4570E" w14:paraId="62F7F578" w14:textId="77777777" w:rsidTr="009C2A8D">
        <w:trPr>
          <w:tblHeader/>
        </w:trPr>
        <w:tc>
          <w:tcPr>
            <w:tcW w:w="3600" w:type="dxa"/>
          </w:tcPr>
          <w:p w14:paraId="14552BF0" w14:textId="77777777" w:rsidR="009C2A8D" w:rsidRPr="002A4F93" w:rsidRDefault="009C2A8D" w:rsidP="00060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610" w:type="dxa"/>
            <w:gridSpan w:val="3"/>
          </w:tcPr>
          <w:p w14:paraId="2283531B" w14:textId="77777777" w:rsidR="009C2A8D" w:rsidRPr="009C2A8D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570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23180023" w14:textId="77777777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10" w:type="dxa"/>
            <w:gridSpan w:val="3"/>
          </w:tcPr>
          <w:p w14:paraId="6ACA0392" w14:textId="77777777" w:rsidR="009C2A8D" w:rsidRPr="009C2A8D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570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C2A8D" w:rsidRPr="00E4570E" w14:paraId="65B978D3" w14:textId="77777777" w:rsidTr="00060F54">
        <w:trPr>
          <w:tblHeader/>
        </w:trPr>
        <w:tc>
          <w:tcPr>
            <w:tcW w:w="3600" w:type="dxa"/>
          </w:tcPr>
          <w:p w14:paraId="5D90D921" w14:textId="3891ACDD" w:rsidR="009C2A8D" w:rsidRPr="00ED6B1B" w:rsidRDefault="009C2A8D" w:rsidP="00060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70" w:type="dxa"/>
          </w:tcPr>
          <w:p w14:paraId="18E6AD58" w14:textId="4C145B96" w:rsidR="009C2A8D" w:rsidRPr="002A4F93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43BEC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70" w:type="dxa"/>
          </w:tcPr>
          <w:p w14:paraId="6494C117" w14:textId="77777777" w:rsidR="009C2A8D" w:rsidRPr="002A4F93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right="-130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170" w:type="dxa"/>
          </w:tcPr>
          <w:p w14:paraId="39C06B12" w14:textId="1D983161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43BE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70" w:type="dxa"/>
          </w:tcPr>
          <w:p w14:paraId="25D8519B" w14:textId="77777777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6BF6665" w14:textId="28D109EF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43BEC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88" w:type="dxa"/>
          </w:tcPr>
          <w:p w14:paraId="27C82EA6" w14:textId="77777777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</w:tcPr>
          <w:p w14:paraId="45B256D1" w14:textId="543A2826" w:rsidR="009C2A8D" w:rsidRPr="00E4570E" w:rsidRDefault="009C2A8D" w:rsidP="00060F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43BE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9C2A8D" w:rsidRPr="002A4F93" w14:paraId="20E46530" w14:textId="77777777" w:rsidTr="00060F54">
        <w:tc>
          <w:tcPr>
            <w:tcW w:w="3600" w:type="dxa"/>
          </w:tcPr>
          <w:p w14:paraId="175D1BE2" w14:textId="77777777" w:rsidR="009C2A8D" w:rsidRPr="002A4F93" w:rsidRDefault="009C2A8D" w:rsidP="00060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5490" w:type="dxa"/>
            <w:gridSpan w:val="7"/>
          </w:tcPr>
          <w:p w14:paraId="6A036FC9" w14:textId="77777777" w:rsidR="009C2A8D" w:rsidRPr="002A4F93" w:rsidRDefault="009C2A8D" w:rsidP="00060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highlight w:val="yellow"/>
                <w:cs/>
              </w:rPr>
            </w:pPr>
            <w:r w:rsidRPr="00E4570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</w:t>
            </w:r>
            <w:r w:rsidRPr="00E4570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/ </w:t>
            </w:r>
            <w:r w:rsidRPr="00E4570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พันหุ้น</w:t>
            </w:r>
            <w:r w:rsidRPr="00E4570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9C2A8D" w:rsidRPr="002A4F93" w14:paraId="415EB7F1" w14:textId="77777777" w:rsidTr="00060F54">
        <w:tc>
          <w:tcPr>
            <w:tcW w:w="3600" w:type="dxa"/>
            <w:vAlign w:val="bottom"/>
          </w:tcPr>
          <w:p w14:paraId="750A9CE1" w14:textId="7CCF4963" w:rsidR="009C2A8D" w:rsidRPr="002A4F93" w:rsidRDefault="009C2A8D" w:rsidP="00060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  <w:r w:rsidRPr="00E4570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กำไรที่เป็นส่วนของผู้ถือหุ้นสามัญ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br/>
            </w:r>
            <w:r w:rsidR="00441F8A" w:rsidRPr="00441F8A"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</w:rPr>
              <w:t>งวดสามเดือนสิ้นสุดวันที่</w:t>
            </w:r>
            <w:r w:rsidR="00441F8A" w:rsidRPr="00441F8A"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5E3605" w:rsidRPr="005E3605"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  <w:cs/>
              </w:rPr>
              <w:t xml:space="preserve">31 </w:t>
            </w:r>
            <w:r w:rsidR="005E3605" w:rsidRPr="005E3605">
              <w:rPr>
                <w:rFonts w:asciiTheme="majorBidi" w:hAnsiTheme="majorBidi" w:cs="Angsana New" w:hint="cs"/>
                <w:b/>
                <w:bCs/>
                <w:i/>
                <w:iCs/>
                <w:sz w:val="28"/>
                <w:szCs w:val="28"/>
                <w:cs/>
              </w:rPr>
              <w:t>มีนาคม</w:t>
            </w:r>
          </w:p>
        </w:tc>
        <w:tc>
          <w:tcPr>
            <w:tcW w:w="1170" w:type="dxa"/>
            <w:vAlign w:val="bottom"/>
          </w:tcPr>
          <w:p w14:paraId="333157A7" w14:textId="77777777" w:rsidR="009C2A8D" w:rsidRPr="002A4F93" w:rsidRDefault="009C2A8D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70" w:type="dxa"/>
            <w:vAlign w:val="bottom"/>
          </w:tcPr>
          <w:p w14:paraId="06FC7B83" w14:textId="77777777" w:rsidR="009C2A8D" w:rsidRPr="002A4F93" w:rsidRDefault="009C2A8D" w:rsidP="00060F54">
            <w:pPr>
              <w:pStyle w:val="30"/>
              <w:tabs>
                <w:tab w:val="clear" w:pos="360"/>
                <w:tab w:val="clear" w:pos="720"/>
                <w:tab w:val="decimal" w:pos="765"/>
              </w:tabs>
              <w:ind w:right="47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1F1AFBE7" w14:textId="77777777" w:rsidR="009C2A8D" w:rsidRPr="002A4F93" w:rsidRDefault="009C2A8D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70" w:type="dxa"/>
          </w:tcPr>
          <w:p w14:paraId="693E7FF1" w14:textId="77777777" w:rsidR="009C2A8D" w:rsidRPr="002A4F93" w:rsidRDefault="009C2A8D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170" w:type="dxa"/>
          </w:tcPr>
          <w:p w14:paraId="1DBF3524" w14:textId="77777777" w:rsidR="009C2A8D" w:rsidRPr="002A4F93" w:rsidRDefault="009C2A8D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88" w:type="dxa"/>
          </w:tcPr>
          <w:p w14:paraId="4B6671D5" w14:textId="77777777" w:rsidR="009C2A8D" w:rsidRPr="002A4F93" w:rsidRDefault="009C2A8D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152" w:type="dxa"/>
          </w:tcPr>
          <w:p w14:paraId="3429C45B" w14:textId="77777777" w:rsidR="009C2A8D" w:rsidRPr="002A4F93" w:rsidRDefault="009C2A8D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9C2A8D" w:rsidRPr="00E06086" w14:paraId="797A59AA" w14:textId="77777777" w:rsidTr="00060F54">
        <w:tc>
          <w:tcPr>
            <w:tcW w:w="3600" w:type="dxa"/>
            <w:shd w:val="clear" w:color="auto" w:fill="auto"/>
            <w:vAlign w:val="bottom"/>
          </w:tcPr>
          <w:p w14:paraId="69C36D11" w14:textId="77777777" w:rsidR="009C2A8D" w:rsidRPr="002A4F93" w:rsidRDefault="009C2A8D" w:rsidP="00060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E4570E">
              <w:rPr>
                <w:rFonts w:asciiTheme="majorBidi" w:hAnsiTheme="majorBidi" w:cstheme="majorBidi"/>
                <w:sz w:val="28"/>
                <w:szCs w:val="28"/>
                <w:cs/>
              </w:rPr>
              <w:t>กำไรที่เป็นส่วนของผู้ถือหุ้นสามัญของบริษัท</w:t>
            </w:r>
            <w:r w:rsidRPr="00E4570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4570E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(ขั้นพื้นฐาน)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93C2130" w14:textId="2E73AC5E" w:rsidR="009C2A8D" w:rsidRPr="00E06086" w:rsidRDefault="00DB68AE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121,910</w:t>
            </w:r>
          </w:p>
        </w:tc>
        <w:tc>
          <w:tcPr>
            <w:tcW w:w="270" w:type="dxa"/>
            <w:vAlign w:val="bottom"/>
          </w:tcPr>
          <w:p w14:paraId="62D1D327" w14:textId="77777777" w:rsidR="009C2A8D" w:rsidRPr="00E06086" w:rsidRDefault="009C2A8D" w:rsidP="00060F54">
            <w:pPr>
              <w:pStyle w:val="30"/>
              <w:tabs>
                <w:tab w:val="clear" w:pos="360"/>
                <w:tab w:val="clear" w:pos="720"/>
                <w:tab w:val="decimal" w:pos="765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269E5929" w14:textId="6ED908FC" w:rsidR="009C2A8D" w:rsidRPr="00E06086" w:rsidRDefault="005E3605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5E3605">
              <w:rPr>
                <w:rFonts w:asciiTheme="majorBidi" w:hAnsiTheme="majorBidi" w:cstheme="majorBidi"/>
                <w:sz w:val="28"/>
                <w:szCs w:val="28"/>
              </w:rPr>
              <w:t>139,514</w:t>
            </w:r>
          </w:p>
        </w:tc>
        <w:tc>
          <w:tcPr>
            <w:tcW w:w="270" w:type="dxa"/>
          </w:tcPr>
          <w:p w14:paraId="23CF3324" w14:textId="77777777" w:rsidR="009C2A8D" w:rsidRPr="00E06086" w:rsidRDefault="009C2A8D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5EE9BD39" w14:textId="0BCD5229" w:rsidR="009C2A8D" w:rsidRPr="00E06086" w:rsidRDefault="00DB68AE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36,966</w:t>
            </w:r>
          </w:p>
        </w:tc>
        <w:tc>
          <w:tcPr>
            <w:tcW w:w="288" w:type="dxa"/>
          </w:tcPr>
          <w:p w14:paraId="480D290B" w14:textId="77777777" w:rsidR="009C2A8D" w:rsidRPr="00E06086" w:rsidRDefault="009C2A8D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  <w:vAlign w:val="bottom"/>
          </w:tcPr>
          <w:p w14:paraId="3BEC7612" w14:textId="321E1A9D" w:rsidR="009C2A8D" w:rsidRPr="00E06086" w:rsidRDefault="00443BEC" w:rsidP="000C3BD0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443BEC">
              <w:rPr>
                <w:rFonts w:asciiTheme="majorBidi" w:hAnsiTheme="majorBidi" w:cstheme="majorBidi"/>
                <w:sz w:val="28"/>
                <w:szCs w:val="28"/>
              </w:rPr>
              <w:t>27,034</w:t>
            </w:r>
          </w:p>
        </w:tc>
      </w:tr>
      <w:tr w:rsidR="009C2A8D" w:rsidRPr="002A4F93" w14:paraId="30916CF2" w14:textId="77777777" w:rsidTr="00060F54">
        <w:tc>
          <w:tcPr>
            <w:tcW w:w="3600" w:type="dxa"/>
            <w:vAlign w:val="bottom"/>
          </w:tcPr>
          <w:p w14:paraId="65CED9BF" w14:textId="77777777" w:rsidR="009C2A8D" w:rsidRPr="002A4F93" w:rsidRDefault="009C2A8D" w:rsidP="00060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4B84727E" w14:textId="77777777" w:rsidR="009C2A8D" w:rsidRPr="002A4F93" w:rsidRDefault="009C2A8D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70" w:type="dxa"/>
          </w:tcPr>
          <w:p w14:paraId="33291A26" w14:textId="77777777" w:rsidR="009C2A8D" w:rsidRPr="002A4F93" w:rsidRDefault="009C2A8D" w:rsidP="00060F54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4ADCFD7E" w14:textId="77777777" w:rsidR="009C2A8D" w:rsidRPr="002A4F93" w:rsidRDefault="009C2A8D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70" w:type="dxa"/>
          </w:tcPr>
          <w:p w14:paraId="1AF5B4E0" w14:textId="77777777" w:rsidR="009C2A8D" w:rsidRPr="002A4F93" w:rsidRDefault="009C2A8D" w:rsidP="00060F54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5F28B0A4" w14:textId="77777777" w:rsidR="009C2A8D" w:rsidRPr="002A4F93" w:rsidRDefault="009C2A8D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88" w:type="dxa"/>
          </w:tcPr>
          <w:p w14:paraId="370D776B" w14:textId="77777777" w:rsidR="009C2A8D" w:rsidRPr="002A4F93" w:rsidRDefault="009C2A8D" w:rsidP="00060F54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52" w:type="dxa"/>
            <w:tcBorders>
              <w:top w:val="double" w:sz="4" w:space="0" w:color="auto"/>
            </w:tcBorders>
          </w:tcPr>
          <w:p w14:paraId="1AAB16AB" w14:textId="77777777" w:rsidR="009C2A8D" w:rsidRPr="000C3BD0" w:rsidRDefault="009C2A8D" w:rsidP="000C3BD0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C2A8D" w:rsidRPr="002A4F93" w14:paraId="133B8DE9" w14:textId="77777777" w:rsidTr="00ED6B1B">
        <w:tc>
          <w:tcPr>
            <w:tcW w:w="3600" w:type="dxa"/>
          </w:tcPr>
          <w:p w14:paraId="560D5D0D" w14:textId="77777777" w:rsidR="009C2A8D" w:rsidRPr="00EF0AA7" w:rsidRDefault="009C2A8D" w:rsidP="00060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F0AA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170" w:type="dxa"/>
            <w:shd w:val="clear" w:color="auto" w:fill="auto"/>
          </w:tcPr>
          <w:p w14:paraId="59B78D18" w14:textId="77777777" w:rsidR="009C2A8D" w:rsidRPr="00EF0AA7" w:rsidRDefault="009C2A8D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71ACB598" w14:textId="77777777" w:rsidR="009C2A8D" w:rsidRPr="00EF0AA7" w:rsidRDefault="009C2A8D" w:rsidP="00060F54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09BF8D4C" w14:textId="77777777" w:rsidR="009C2A8D" w:rsidRPr="00EF0AA7" w:rsidRDefault="009C2A8D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149C4081" w14:textId="77777777" w:rsidR="009C2A8D" w:rsidRPr="00EF0AA7" w:rsidRDefault="009C2A8D" w:rsidP="00060F54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49634890" w14:textId="77777777" w:rsidR="009C2A8D" w:rsidRPr="00EF0AA7" w:rsidRDefault="009C2A8D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8" w:type="dxa"/>
          </w:tcPr>
          <w:p w14:paraId="00E3A2E5" w14:textId="77777777" w:rsidR="009C2A8D" w:rsidRPr="002A4F93" w:rsidRDefault="009C2A8D" w:rsidP="00060F54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52" w:type="dxa"/>
          </w:tcPr>
          <w:p w14:paraId="37ECD1DB" w14:textId="77777777" w:rsidR="009C2A8D" w:rsidRPr="000C3BD0" w:rsidRDefault="009C2A8D" w:rsidP="000C3BD0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D6B1B" w:rsidRPr="005752A1" w14:paraId="6CB360B3" w14:textId="77777777" w:rsidTr="00ED6B1B">
        <w:tc>
          <w:tcPr>
            <w:tcW w:w="3600" w:type="dxa"/>
            <w:vAlign w:val="bottom"/>
          </w:tcPr>
          <w:p w14:paraId="32187582" w14:textId="4E757CE8" w:rsidR="00ED6B1B" w:rsidRPr="00441F8A" w:rsidRDefault="00ED6B1B" w:rsidP="00060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441F8A">
              <w:rPr>
                <w:rFonts w:asciiTheme="majorBidi" w:hAnsiTheme="majorBidi" w:cs="Angsana New" w:hint="cs"/>
                <w:sz w:val="28"/>
                <w:szCs w:val="28"/>
                <w:cs/>
              </w:rPr>
              <w:t>จำนวนหุ้นสามัญที่ออก</w:t>
            </w:r>
            <w:r w:rsidRPr="00441F8A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441F8A">
              <w:rPr>
                <w:rFonts w:asciiTheme="majorBidi" w:hAnsiTheme="majorBidi" w:cs="Angsana New" w:hint="cs"/>
                <w:sz w:val="28"/>
                <w:szCs w:val="28"/>
                <w:cs/>
              </w:rPr>
              <w:t>ณ</w:t>
            </w:r>
            <w:r w:rsidRPr="00441F8A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 w:rsidRPr="00441F8A">
              <w:rPr>
                <w:rFonts w:asciiTheme="majorBidi" w:hAnsiTheme="majorBidi" w:cs="Angsana New" w:hint="cs"/>
                <w:sz w:val="28"/>
                <w:szCs w:val="28"/>
                <w:cs/>
              </w:rPr>
              <w:t>วันที่</w:t>
            </w:r>
            <w:r w:rsidRPr="00441F8A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="Angsana New"/>
                <w:sz w:val="28"/>
                <w:szCs w:val="28"/>
              </w:rPr>
              <w:t>1</w:t>
            </w:r>
            <w:r w:rsidRPr="00441F8A">
              <w:rPr>
                <w:rFonts w:asciiTheme="majorBidi" w:hAnsiTheme="majorBidi" w:cs="Angsana New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มกราคม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F60C6ED" w14:textId="2ECE8870" w:rsidR="00ED6B1B" w:rsidRDefault="00ED6B1B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ED6B1B">
              <w:rPr>
                <w:rFonts w:asciiTheme="majorBidi" w:hAnsiTheme="majorBidi" w:cs="Angsana New"/>
                <w:sz w:val="28"/>
                <w:szCs w:val="28"/>
                <w:cs/>
              </w:rPr>
              <w:t>400</w:t>
            </w:r>
            <w:r w:rsidRPr="00ED6B1B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D6B1B">
              <w:rPr>
                <w:rFonts w:asciiTheme="majorBidi" w:hAnsiTheme="majorBidi" w:cs="Angsana New"/>
                <w:sz w:val="28"/>
                <w:szCs w:val="28"/>
                <w:cs/>
              </w:rPr>
              <w:t>004</w:t>
            </w:r>
          </w:p>
        </w:tc>
        <w:tc>
          <w:tcPr>
            <w:tcW w:w="270" w:type="dxa"/>
          </w:tcPr>
          <w:p w14:paraId="6EBC75F8" w14:textId="77777777" w:rsidR="00ED6B1B" w:rsidRPr="00EF0AA7" w:rsidRDefault="00ED6B1B" w:rsidP="00060F54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069F4F" w14:textId="3EFE5C09" w:rsidR="00ED6B1B" w:rsidRPr="005E3605" w:rsidRDefault="00ED6B1B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ED6B1B">
              <w:rPr>
                <w:rFonts w:asciiTheme="majorBidi" w:hAnsiTheme="majorBidi" w:cs="Angsana New"/>
                <w:sz w:val="28"/>
                <w:szCs w:val="28"/>
                <w:cs/>
              </w:rPr>
              <w:t>328</w:t>
            </w:r>
            <w:r w:rsidRPr="00ED6B1B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D6B1B">
              <w:rPr>
                <w:rFonts w:asciiTheme="majorBidi" w:hAnsiTheme="majorBidi" w:cs="Angsana New"/>
                <w:sz w:val="28"/>
                <w:szCs w:val="28"/>
                <w:cs/>
              </w:rPr>
              <w:t>574</w:t>
            </w:r>
          </w:p>
        </w:tc>
        <w:tc>
          <w:tcPr>
            <w:tcW w:w="270" w:type="dxa"/>
            <w:shd w:val="clear" w:color="auto" w:fill="auto"/>
          </w:tcPr>
          <w:p w14:paraId="4C1A690C" w14:textId="77777777" w:rsidR="00ED6B1B" w:rsidRPr="00EF0AA7" w:rsidRDefault="00ED6B1B" w:rsidP="00060F54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C3CD8E9" w14:textId="332FB7CF" w:rsidR="00ED6B1B" w:rsidRDefault="00ED6B1B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400,004</w:t>
            </w:r>
          </w:p>
        </w:tc>
        <w:tc>
          <w:tcPr>
            <w:tcW w:w="288" w:type="dxa"/>
            <w:shd w:val="clear" w:color="auto" w:fill="auto"/>
          </w:tcPr>
          <w:p w14:paraId="355A3D89" w14:textId="77777777" w:rsidR="00ED6B1B" w:rsidRPr="002A4F93" w:rsidRDefault="00ED6B1B" w:rsidP="00060F54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F770E8" w14:textId="148A3810" w:rsidR="00ED6B1B" w:rsidRPr="00443BEC" w:rsidRDefault="00ED6B1B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443BEC">
              <w:rPr>
                <w:rFonts w:asciiTheme="majorBidi" w:hAnsiTheme="majorBidi" w:cstheme="majorBidi"/>
                <w:sz w:val="28"/>
                <w:szCs w:val="28"/>
              </w:rPr>
              <w:t>328,574</w:t>
            </w:r>
          </w:p>
        </w:tc>
      </w:tr>
      <w:tr w:rsidR="00ED6B1B" w:rsidRPr="005752A1" w14:paraId="29A7F88E" w14:textId="77777777" w:rsidTr="00ED6B1B">
        <w:tc>
          <w:tcPr>
            <w:tcW w:w="3600" w:type="dxa"/>
            <w:vAlign w:val="bottom"/>
          </w:tcPr>
          <w:p w14:paraId="2D862354" w14:textId="6361AB89" w:rsidR="00ED6B1B" w:rsidRPr="00ED6B1B" w:rsidRDefault="00ED6B1B" w:rsidP="00060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="Angsana New"/>
                <w:b/>
                <w:bCs/>
                <w:sz w:val="28"/>
                <w:szCs w:val="28"/>
              </w:rPr>
            </w:pPr>
            <w:r w:rsidRPr="00ED6B1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จำนวนหุ้นสามัญ</w:t>
            </w:r>
            <w:r w:rsidRPr="00ED6B1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ED6B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Pr="00ED6B1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ขั้นพื้นฐาน</w:t>
            </w:r>
            <w:r w:rsidRPr="00ED6B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E060976" w14:textId="77777777" w:rsidR="00ED6B1B" w:rsidRDefault="00ED6B1B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18A5B356" w14:textId="77777777" w:rsidR="00ED6B1B" w:rsidRPr="00EF0AA7" w:rsidRDefault="00ED6B1B" w:rsidP="00060F54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DD97F3" w14:textId="77777777" w:rsidR="00ED6B1B" w:rsidRPr="005E3605" w:rsidRDefault="00ED6B1B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B1B1778" w14:textId="77777777" w:rsidR="00ED6B1B" w:rsidRPr="00EF0AA7" w:rsidRDefault="00ED6B1B" w:rsidP="00060F54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596060C3" w14:textId="77777777" w:rsidR="00ED6B1B" w:rsidRDefault="00ED6B1B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8" w:type="dxa"/>
            <w:shd w:val="clear" w:color="auto" w:fill="auto"/>
          </w:tcPr>
          <w:p w14:paraId="616CF094" w14:textId="77777777" w:rsidR="00ED6B1B" w:rsidRPr="002A4F93" w:rsidRDefault="00ED6B1B" w:rsidP="00060F54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565281" w14:textId="77777777" w:rsidR="00ED6B1B" w:rsidRPr="00443BEC" w:rsidRDefault="00ED6B1B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C2A8D" w:rsidRPr="005752A1" w14:paraId="705DA393" w14:textId="77777777" w:rsidTr="00385084">
        <w:tc>
          <w:tcPr>
            <w:tcW w:w="3600" w:type="dxa"/>
            <w:vAlign w:val="bottom"/>
          </w:tcPr>
          <w:p w14:paraId="6EBFF04B" w14:textId="5ADD6860" w:rsidR="009C2A8D" w:rsidRPr="00ED6B1B" w:rsidRDefault="00ED6B1B" w:rsidP="00060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D6B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</w:t>
            </w:r>
            <w:r w:rsidRPr="00ED6B1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D6B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ED6B1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170" w:type="dxa"/>
            <w:shd w:val="clear" w:color="auto" w:fill="auto"/>
          </w:tcPr>
          <w:p w14:paraId="5472667B" w14:textId="08F7F095" w:rsidR="009C2A8D" w:rsidRPr="00ED6B1B" w:rsidRDefault="00DB68AE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D6B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400,004</w:t>
            </w:r>
          </w:p>
        </w:tc>
        <w:tc>
          <w:tcPr>
            <w:tcW w:w="270" w:type="dxa"/>
          </w:tcPr>
          <w:p w14:paraId="43D252A0" w14:textId="77777777" w:rsidR="009C2A8D" w:rsidRPr="00ED6B1B" w:rsidRDefault="009C2A8D" w:rsidP="00060F54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6B8AB13" w14:textId="5A925AF4" w:rsidR="009C2A8D" w:rsidRPr="00ED6B1B" w:rsidRDefault="005E3605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D6B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328,574</w:t>
            </w:r>
          </w:p>
        </w:tc>
        <w:tc>
          <w:tcPr>
            <w:tcW w:w="270" w:type="dxa"/>
            <w:shd w:val="clear" w:color="auto" w:fill="auto"/>
          </w:tcPr>
          <w:p w14:paraId="2587E7C6" w14:textId="77777777" w:rsidR="009C2A8D" w:rsidRPr="00ED6B1B" w:rsidRDefault="009C2A8D" w:rsidP="00060F54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69D351BF" w14:textId="48211832" w:rsidR="009C2A8D" w:rsidRPr="00ED6B1B" w:rsidRDefault="00DB68AE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D6B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400,004</w:t>
            </w:r>
          </w:p>
        </w:tc>
        <w:tc>
          <w:tcPr>
            <w:tcW w:w="288" w:type="dxa"/>
            <w:shd w:val="clear" w:color="auto" w:fill="auto"/>
          </w:tcPr>
          <w:p w14:paraId="6AF3FCC7" w14:textId="77777777" w:rsidR="009C2A8D" w:rsidRPr="00ED6B1B" w:rsidRDefault="009C2A8D" w:rsidP="00060F54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2D3549D1" w14:textId="3A725A67" w:rsidR="009C2A8D" w:rsidRPr="00ED6B1B" w:rsidRDefault="00443BEC" w:rsidP="00060F54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D6B1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328,574</w:t>
            </w:r>
          </w:p>
        </w:tc>
      </w:tr>
      <w:tr w:rsidR="00C15B88" w:rsidRPr="002A4F93" w14:paraId="761433F2" w14:textId="77777777" w:rsidTr="00060F54">
        <w:tc>
          <w:tcPr>
            <w:tcW w:w="3600" w:type="dxa"/>
            <w:vAlign w:val="bottom"/>
          </w:tcPr>
          <w:p w14:paraId="7A1AF3C6" w14:textId="77777777" w:rsidR="00C15B88" w:rsidRPr="002A4F93" w:rsidRDefault="00C15B88" w:rsidP="00C15B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7706EF88" w14:textId="77777777" w:rsidR="00C15B88" w:rsidRPr="002A4F93" w:rsidRDefault="00C15B88" w:rsidP="00C15B88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70" w:type="dxa"/>
          </w:tcPr>
          <w:p w14:paraId="6020374E" w14:textId="77777777" w:rsidR="00C15B88" w:rsidRPr="002A4F93" w:rsidRDefault="00C15B88" w:rsidP="00C15B88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4EF691C3" w14:textId="77777777" w:rsidR="00C15B88" w:rsidRPr="00385084" w:rsidRDefault="00C15B88" w:rsidP="00C15B88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270" w:type="dxa"/>
            <w:shd w:val="clear" w:color="auto" w:fill="auto"/>
          </w:tcPr>
          <w:p w14:paraId="6442CB4A" w14:textId="77777777" w:rsidR="00C15B88" w:rsidRPr="002A4F93" w:rsidRDefault="00C15B88" w:rsidP="00C15B88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717DD3D6" w14:textId="77777777" w:rsidR="00C15B88" w:rsidRPr="002A4F93" w:rsidRDefault="00C15B88" w:rsidP="00C15B88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88" w:type="dxa"/>
            <w:shd w:val="clear" w:color="auto" w:fill="auto"/>
          </w:tcPr>
          <w:p w14:paraId="03349F8C" w14:textId="77777777" w:rsidR="00C15B88" w:rsidRPr="002A4F93" w:rsidRDefault="00C15B88" w:rsidP="00C15B88">
            <w:pPr>
              <w:pStyle w:val="30"/>
              <w:tabs>
                <w:tab w:val="clear" w:pos="360"/>
                <w:tab w:val="clear" w:pos="720"/>
                <w:tab w:val="decimal" w:pos="1150"/>
              </w:tabs>
              <w:ind w:right="47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52" w:type="dxa"/>
            <w:tcBorders>
              <w:top w:val="double" w:sz="4" w:space="0" w:color="auto"/>
            </w:tcBorders>
            <w:shd w:val="clear" w:color="auto" w:fill="auto"/>
          </w:tcPr>
          <w:p w14:paraId="14D9796E" w14:textId="77777777" w:rsidR="00C15B88" w:rsidRPr="000C3BD0" w:rsidRDefault="00C15B88" w:rsidP="00C15B88">
            <w:pPr>
              <w:pStyle w:val="30"/>
              <w:tabs>
                <w:tab w:val="clear" w:pos="360"/>
                <w:tab w:val="clear" w:pos="720"/>
                <w:tab w:val="decimal" w:pos="864"/>
              </w:tabs>
              <w:ind w:right="4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</w:pPr>
          </w:p>
        </w:tc>
      </w:tr>
      <w:tr w:rsidR="00C15B88" w:rsidRPr="009C2A8D" w14:paraId="6008A07D" w14:textId="77777777" w:rsidTr="00060F54">
        <w:tc>
          <w:tcPr>
            <w:tcW w:w="3600" w:type="dxa"/>
            <w:vAlign w:val="bottom"/>
          </w:tcPr>
          <w:p w14:paraId="0019CA99" w14:textId="77777777" w:rsidR="00C15B88" w:rsidRPr="002A4F93" w:rsidRDefault="00C15B88" w:rsidP="00C15B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56" w:hanging="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F0AA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กำไรต่อหุ้น (ขั้นพื้นฐาน)</w:t>
            </w:r>
            <w:r w:rsidRPr="00EF0AA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87DF079" w14:textId="656AE85E" w:rsidR="00C15B88" w:rsidRPr="006F1155" w:rsidRDefault="00DB68AE" w:rsidP="00C15B88">
            <w:pPr>
              <w:pStyle w:val="30"/>
              <w:tabs>
                <w:tab w:val="clear" w:pos="360"/>
                <w:tab w:val="clear" w:pos="720"/>
                <w:tab w:val="decimal" w:pos="786"/>
              </w:tabs>
              <w:ind w:right="7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0.30</w:t>
            </w:r>
          </w:p>
        </w:tc>
        <w:tc>
          <w:tcPr>
            <w:tcW w:w="270" w:type="dxa"/>
            <w:vAlign w:val="bottom"/>
          </w:tcPr>
          <w:p w14:paraId="127F4833" w14:textId="77777777" w:rsidR="00C15B88" w:rsidRPr="00022BC9" w:rsidRDefault="00C15B88" w:rsidP="00C15B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6"/>
                <w:tab w:val="decimal" w:pos="7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017F8E" w14:textId="6AA511BE" w:rsidR="00C15B88" w:rsidRPr="00385084" w:rsidRDefault="00443BEC" w:rsidP="00D77E0A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6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</w:pPr>
            <w:r w:rsidRPr="00443BE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  <w:t>0.42</w:t>
            </w:r>
          </w:p>
        </w:tc>
        <w:tc>
          <w:tcPr>
            <w:tcW w:w="270" w:type="dxa"/>
            <w:shd w:val="clear" w:color="auto" w:fill="auto"/>
          </w:tcPr>
          <w:p w14:paraId="2C8738D0" w14:textId="77777777" w:rsidR="00C15B88" w:rsidRPr="00022BC9" w:rsidRDefault="00C15B88" w:rsidP="00C15B88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168"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5A9B4F50" w14:textId="575A3F74" w:rsidR="00C15B88" w:rsidRPr="00022BC9" w:rsidRDefault="00DB68AE" w:rsidP="00C15B88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1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0.09</w:t>
            </w:r>
          </w:p>
        </w:tc>
        <w:tc>
          <w:tcPr>
            <w:tcW w:w="288" w:type="dxa"/>
            <w:shd w:val="clear" w:color="auto" w:fill="auto"/>
          </w:tcPr>
          <w:p w14:paraId="133EA268" w14:textId="77777777" w:rsidR="00C15B88" w:rsidRPr="00022BC9" w:rsidRDefault="00C15B88" w:rsidP="00C15B88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168" w:firstLine="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  <w:shd w:val="clear" w:color="auto" w:fill="auto"/>
          </w:tcPr>
          <w:p w14:paraId="64E92A4C" w14:textId="3AE44D2A" w:rsidR="00C15B88" w:rsidRPr="000C3BD0" w:rsidRDefault="00443BEC" w:rsidP="00D77E0A">
            <w:pPr>
              <w:pStyle w:val="ListBullet4"/>
              <w:tabs>
                <w:tab w:val="clear" w:pos="227"/>
                <w:tab w:val="clear" w:pos="454"/>
                <w:tab w:val="clear" w:pos="680"/>
                <w:tab w:val="clear" w:pos="907"/>
                <w:tab w:val="clear" w:pos="1134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line="240" w:lineRule="auto"/>
              <w:ind w:left="-79" w:firstLine="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  <w:r w:rsidRPr="00443BE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  <w:t>0.08</w:t>
            </w:r>
          </w:p>
        </w:tc>
      </w:tr>
    </w:tbl>
    <w:p w14:paraId="1AF33A29" w14:textId="735B376B" w:rsidR="00ED7662" w:rsidRDefault="00ED7662" w:rsidP="00ED7662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cs/>
          <w:lang w:val="th-TH"/>
        </w:rPr>
      </w:pPr>
    </w:p>
    <w:p w14:paraId="0D69F40B" w14:textId="77777777" w:rsidR="00ED7662" w:rsidRDefault="00ED76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 w:cs="Angsana New"/>
          <w:sz w:val="30"/>
          <w:szCs w:val="30"/>
          <w:cs/>
          <w:lang w:val="th-TH"/>
        </w:rPr>
        <w:br w:type="page"/>
      </w:r>
    </w:p>
    <w:p w14:paraId="5AB1320D" w14:textId="5B4FAED6" w:rsidR="00783963" w:rsidRPr="00C05013" w:rsidRDefault="00202B12" w:rsidP="00FB1A47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cs/>
          <w:lang w:val="th-TH"/>
        </w:rPr>
      </w:pPr>
      <w:r w:rsidRPr="00C05013">
        <w:rPr>
          <w:rFonts w:ascii="Angsana New" w:hAnsi="Angsana New" w:cs="Angsana New"/>
          <w:sz w:val="30"/>
          <w:szCs w:val="30"/>
          <w:u w:val="none"/>
          <w:cs/>
          <w:lang w:val="th-TH"/>
        </w:rPr>
        <w:t>เครื่องมือทางการเงิน</w:t>
      </w:r>
      <w:r w:rsidR="00D75CE8" w:rsidRPr="00C05013">
        <w:rPr>
          <w:rFonts w:ascii="Angsana New" w:hAnsi="Angsana New" w:cs="Angsana New"/>
          <w:sz w:val="30"/>
          <w:szCs w:val="30"/>
          <w:u w:val="none"/>
          <w:cs/>
          <w:lang w:val="th-TH"/>
        </w:rPr>
        <w:t xml:space="preserve"> </w:t>
      </w:r>
    </w:p>
    <w:p w14:paraId="5ADA0459" w14:textId="77777777" w:rsidR="0055565A" w:rsidRPr="00CB68C2" w:rsidRDefault="0055565A" w:rsidP="00717CE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  <w:shd w:val="clear" w:color="auto" w:fill="D9D9D9"/>
        </w:rPr>
      </w:pPr>
    </w:p>
    <w:p w14:paraId="78E5AC2F" w14:textId="70387071" w:rsidR="003D2F72" w:rsidRPr="00C05013" w:rsidRDefault="003D2F72" w:rsidP="00121F9D">
      <w:pPr>
        <w:pStyle w:val="block"/>
        <w:spacing w:after="0" w:line="240" w:lineRule="auto"/>
        <w:ind w:left="0" w:right="-7" w:firstLine="540"/>
        <w:jc w:val="both"/>
        <w:rPr>
          <w:rFonts w:asciiTheme="majorBidi" w:hAnsiTheme="majorBidi" w:cstheme="majorBidi"/>
          <w:b/>
          <w:bCs/>
          <w:sz w:val="28"/>
          <w:szCs w:val="28"/>
          <w:lang w:val="en-US" w:bidi="th-TH"/>
        </w:rPr>
      </w:pPr>
      <w:r w:rsidRPr="00C05013">
        <w:rPr>
          <w:rFonts w:asciiTheme="majorBidi" w:hAnsiTheme="majorBidi" w:cstheme="majorBidi"/>
          <w:i/>
          <w:iCs/>
          <w:sz w:val="28"/>
          <w:szCs w:val="28"/>
          <w:cs/>
          <w:lang w:bidi="th-TH"/>
        </w:rPr>
        <w:t>มูลค่าตามบัญชีและมูลค่ายุติธรรม</w:t>
      </w:r>
      <w:r w:rsidRPr="00C05013">
        <w:rPr>
          <w:rFonts w:asciiTheme="majorBidi" w:hAnsiTheme="majorBidi" w:cstheme="majorBidi"/>
          <w:b/>
          <w:bCs/>
          <w:sz w:val="28"/>
          <w:szCs w:val="28"/>
          <w:lang w:bidi="th-TH"/>
        </w:rPr>
        <w:t xml:space="preserve"> </w:t>
      </w:r>
    </w:p>
    <w:p w14:paraId="51C282A3" w14:textId="5279605A" w:rsidR="007E2E6C" w:rsidRDefault="003D2F72" w:rsidP="00EB1C7F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28"/>
          <w:szCs w:val="28"/>
          <w:lang w:bidi="th-TH"/>
        </w:rPr>
      </w:pPr>
      <w:r w:rsidRPr="00C05013">
        <w:rPr>
          <w:rFonts w:asciiTheme="majorBidi" w:hAnsiTheme="majorBidi" w:cstheme="majorBidi"/>
          <w:sz w:val="28"/>
          <w:szCs w:val="28"/>
          <w:cs/>
          <w:lang w:bidi="th-TH"/>
        </w:rPr>
        <w:t xml:space="preserve"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</w:t>
      </w:r>
    </w:p>
    <w:p w14:paraId="0CA0B5CF" w14:textId="77777777" w:rsidR="00CB68C2" w:rsidRPr="00CB68C2" w:rsidRDefault="00CB68C2" w:rsidP="00EB1C7F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28"/>
          <w:szCs w:val="28"/>
          <w:lang w:bidi="th-TH"/>
        </w:rPr>
      </w:pPr>
    </w:p>
    <w:tbl>
      <w:tblPr>
        <w:tblW w:w="946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10"/>
        <w:gridCol w:w="1260"/>
        <w:gridCol w:w="236"/>
        <w:gridCol w:w="1024"/>
        <w:gridCol w:w="236"/>
        <w:gridCol w:w="1024"/>
        <w:gridCol w:w="236"/>
        <w:gridCol w:w="1037"/>
      </w:tblGrid>
      <w:tr w:rsidR="006666C1" w:rsidRPr="00C05013" w14:paraId="2A155669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78B7C4FA" w14:textId="77777777" w:rsidR="006666C1" w:rsidRPr="00C05013" w:rsidRDefault="006666C1" w:rsidP="00E82CF4">
            <w:pPr>
              <w:ind w:left="73"/>
              <w:jc w:val="center"/>
              <w:rPr>
                <w:rFonts w:ascii="Angsana New" w:hAnsi="Angsana New" w:cs="Angsana New"/>
                <w:sz w:val="28"/>
                <w:szCs w:val="28"/>
                <w:lang w:bidi="ar-SA"/>
              </w:rPr>
            </w:pPr>
          </w:p>
        </w:tc>
        <w:tc>
          <w:tcPr>
            <w:tcW w:w="5053" w:type="dxa"/>
            <w:gridSpan w:val="7"/>
            <w:vAlign w:val="bottom"/>
          </w:tcPr>
          <w:p w14:paraId="3D0CAB53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666C1" w:rsidRPr="00C05013" w14:paraId="43DBDF5B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0FA0CA05" w14:textId="77777777" w:rsidR="006666C1" w:rsidRPr="00C05013" w:rsidRDefault="006666C1" w:rsidP="00E82CF4">
            <w:pPr>
              <w:ind w:left="73"/>
              <w:jc w:val="center"/>
              <w:rPr>
                <w:rFonts w:ascii="Angsana New" w:hAnsi="Angsana New" w:cs="Angsana New"/>
                <w:sz w:val="28"/>
                <w:szCs w:val="28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2672ED6C" w14:textId="77777777" w:rsidR="006666C1" w:rsidRPr="00C05013" w:rsidRDefault="006666C1" w:rsidP="00733604">
            <w:pPr>
              <w:pStyle w:val="acctfourfigures"/>
              <w:tabs>
                <w:tab w:val="clear" w:pos="765"/>
              </w:tabs>
              <w:spacing w:line="240" w:lineRule="atLeast"/>
              <w:ind w:left="-100" w:right="-11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36" w:type="dxa"/>
          </w:tcPr>
          <w:p w14:paraId="220B0647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3557" w:type="dxa"/>
            <w:gridSpan w:val="5"/>
            <w:vAlign w:val="bottom"/>
          </w:tcPr>
          <w:p w14:paraId="1BFC948E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666C1" w:rsidRPr="00C05013" w14:paraId="3A996064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651482BE" w14:textId="77777777" w:rsidR="006666C1" w:rsidRPr="00C05013" w:rsidRDefault="006666C1" w:rsidP="00E82CF4">
            <w:pPr>
              <w:ind w:left="-19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EE8A750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163" w:right="-151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ราคาทุนตัด</w:t>
            </w:r>
            <w:r w:rsidRPr="00C05013">
              <w:rPr>
                <w:rFonts w:ascii="Angsana New" w:hAnsi="Angsana New" w:cs="Angsana New"/>
                <w:sz w:val="28"/>
                <w:szCs w:val="28"/>
                <w:lang w:bidi="th-TH"/>
              </w:rPr>
              <w:br/>
            </w: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จำหน่าย</w:t>
            </w:r>
            <w:r w:rsidRPr="00C05013">
              <w:rPr>
                <w:rFonts w:ascii="Angsana New" w:hAnsi="Angsana New" w:cs="Angsana New"/>
                <w:sz w:val="28"/>
                <w:szCs w:val="28"/>
                <w:lang w:bidi="th-TH"/>
              </w:rPr>
              <w:t xml:space="preserve"> - </w:t>
            </w:r>
            <w:r w:rsidRPr="00C05013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677E4F" w14:textId="77777777" w:rsidR="006666C1" w:rsidRPr="00C05013" w:rsidRDefault="006666C1" w:rsidP="00E82CF4">
            <w:pPr>
              <w:ind w:lef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36552CD" w14:textId="6A7CEEAA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ระดับ</w:t>
            </w:r>
            <w:r w:rsidRPr="00C05013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C42DDF" w:rsidRPr="00C42DDF">
              <w:rPr>
                <w:rFonts w:ascii="Angsana New" w:hAnsi="Angsana New" w:cs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</w:tcPr>
          <w:p w14:paraId="61263B7E" w14:textId="77777777" w:rsidR="006666C1" w:rsidRPr="00C05013" w:rsidRDefault="006666C1" w:rsidP="00E82CF4">
            <w:pPr>
              <w:ind w:lef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24" w:type="dxa"/>
            <w:vAlign w:val="bottom"/>
          </w:tcPr>
          <w:p w14:paraId="12C53362" w14:textId="5834C9FF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</w:rPr>
              <w:t>ระดับ</w:t>
            </w:r>
            <w:r w:rsidRPr="00C05013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C42DDF" w:rsidRPr="00C42DDF">
              <w:rPr>
                <w:rFonts w:ascii="Angsana New" w:hAnsi="Angsana New" w:cs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3250EB94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656A5059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6666C1" w:rsidRPr="00C05013" w14:paraId="33C093A6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2913B20C" w14:textId="77777777" w:rsidR="006666C1" w:rsidRPr="00C05013" w:rsidRDefault="006666C1" w:rsidP="00E82CF4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5053" w:type="dxa"/>
            <w:gridSpan w:val="7"/>
          </w:tcPr>
          <w:p w14:paraId="73A24867" w14:textId="77777777" w:rsidR="006666C1" w:rsidRPr="00C05013" w:rsidRDefault="006666C1" w:rsidP="00E82CF4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Pr="00C05013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พั</w:t>
            </w: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นบาท)</w:t>
            </w:r>
          </w:p>
        </w:tc>
      </w:tr>
      <w:tr w:rsidR="00863587" w:rsidRPr="00C05013" w14:paraId="51DAA4CC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09978EB0" w14:textId="587E965F" w:rsidR="00863587" w:rsidRPr="00C05013" w:rsidRDefault="00863587" w:rsidP="00863587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FD1F64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443BEC"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="00443BEC" w:rsidRPr="00443BEC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มีนาคม</w:t>
            </w:r>
            <w:r w:rsidR="00443BEC"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C42DDF"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256</w:t>
            </w:r>
            <w:r w:rsid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14:paraId="1649B661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24E662CF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569623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6E88DC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292CF13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51EDAF4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5BC28E51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63587" w:rsidRPr="00C05013" w14:paraId="2FEA09F0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4BF10B1D" w14:textId="77777777" w:rsidR="00863587" w:rsidRPr="00C05013" w:rsidRDefault="00863587" w:rsidP="00863587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260" w:type="dxa"/>
            <w:shd w:val="clear" w:color="auto" w:fill="auto"/>
          </w:tcPr>
          <w:p w14:paraId="79442BAD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74C8B6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E8BC1B5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29322CF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1AB21CF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D3CEE66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15927D9F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63587" w:rsidRPr="00C05013" w14:paraId="1ADAD1AE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408C1979" w14:textId="4D35AD6B" w:rsidR="00863587" w:rsidRPr="00C05013" w:rsidRDefault="00272997" w:rsidP="00863587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936FF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เงินฝากประจำกับสถาบันการเงิน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9BA1644" w14:textId="628CF5FC" w:rsidR="00863587" w:rsidRPr="00C05013" w:rsidRDefault="0082437B" w:rsidP="00863587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650,000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2F50A57" w14:textId="77777777" w:rsidR="00863587" w:rsidRPr="00C05013" w:rsidRDefault="00863587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1D9A8B11" w14:textId="77777777" w:rsidR="00863587" w:rsidRPr="00C05013" w:rsidRDefault="00863587" w:rsidP="008936FF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4CD5CE63" w14:textId="77777777" w:rsidR="00863587" w:rsidRPr="00C05013" w:rsidRDefault="00863587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15B832E" w14:textId="77777777" w:rsidR="00863587" w:rsidRPr="00C05013" w:rsidRDefault="00863587" w:rsidP="008635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EC46608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7F8B377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82437B" w:rsidRPr="00C05013" w14:paraId="5089E4F4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589F4618" w14:textId="1E47667D" w:rsidR="0082437B" w:rsidRPr="00C05013" w:rsidRDefault="00272997" w:rsidP="00863587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เงินฝากสถาบันการเงินที่เป็นหลักประกัน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150F709" w14:textId="519E8D19" w:rsidR="0082437B" w:rsidRPr="00C05013" w:rsidRDefault="0082437B" w:rsidP="00863587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17,482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21F8D3" w14:textId="77777777" w:rsidR="0082437B" w:rsidRPr="00C05013" w:rsidRDefault="0082437B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14538781" w14:textId="77777777" w:rsidR="0082437B" w:rsidRPr="00C05013" w:rsidRDefault="0082437B" w:rsidP="008936FF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638212F6" w14:textId="77777777" w:rsidR="0082437B" w:rsidRPr="00C05013" w:rsidRDefault="0082437B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101E62ED" w14:textId="77777777" w:rsidR="0082437B" w:rsidRPr="00C05013" w:rsidRDefault="0082437B" w:rsidP="008635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78C5E5BA" w14:textId="77777777" w:rsidR="0082437B" w:rsidRPr="00C05013" w:rsidRDefault="0082437B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5B0B0349" w14:textId="77777777" w:rsidR="0082437B" w:rsidRPr="00C05013" w:rsidRDefault="0082437B" w:rsidP="00863587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863587" w:rsidRPr="00C05013" w14:paraId="03F00C36" w14:textId="77777777" w:rsidTr="009B14D0">
        <w:trPr>
          <w:trHeight w:val="66"/>
        </w:trPr>
        <w:tc>
          <w:tcPr>
            <w:tcW w:w="4410" w:type="dxa"/>
            <w:shd w:val="clear" w:color="auto" w:fill="auto"/>
          </w:tcPr>
          <w:p w14:paraId="57AABBC7" w14:textId="77777777" w:rsidR="00863587" w:rsidRPr="00C05013" w:rsidRDefault="00863587" w:rsidP="00863587">
            <w:pPr>
              <w:spacing w:line="240" w:lineRule="auto"/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4BF2AAA4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699"/>
                <w:tab w:val="decimal" w:pos="970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37893E41" w14:textId="77777777" w:rsidR="00863587" w:rsidRPr="00C05013" w:rsidRDefault="00863587" w:rsidP="00863587">
            <w:pPr>
              <w:tabs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72613F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43" w:right="-1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AD7AD3C" w14:textId="77777777" w:rsidR="00863587" w:rsidRPr="00C05013" w:rsidRDefault="00863587" w:rsidP="00863587">
            <w:pPr>
              <w:tabs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F1DC8D7" w14:textId="77777777" w:rsidR="00863587" w:rsidRPr="00C05013" w:rsidRDefault="00863587" w:rsidP="008635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4AEA543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6B06EE47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37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63587" w:rsidRPr="00C05013" w14:paraId="60615C82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2B11352E" w14:textId="77777777" w:rsidR="00863587" w:rsidRPr="00C05013" w:rsidRDefault="00863587" w:rsidP="00863587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หนี้สินทางการเงิน</w:t>
            </w:r>
          </w:p>
        </w:tc>
        <w:tc>
          <w:tcPr>
            <w:tcW w:w="1260" w:type="dxa"/>
            <w:shd w:val="clear" w:color="auto" w:fill="auto"/>
          </w:tcPr>
          <w:p w14:paraId="4E31FD14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699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6EC6BA29" w14:textId="77777777" w:rsidR="00863587" w:rsidRPr="00C05013" w:rsidRDefault="00863587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8E0A530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D2E0AAA" w14:textId="77777777" w:rsidR="00863587" w:rsidRPr="00C05013" w:rsidRDefault="00863587" w:rsidP="00863587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A5BE8A3" w14:textId="77777777" w:rsidR="00863587" w:rsidRPr="00C05013" w:rsidRDefault="00863587" w:rsidP="008635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2F876A1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30EBC7EB" w14:textId="77777777" w:rsidR="00863587" w:rsidRPr="00C05013" w:rsidRDefault="00863587" w:rsidP="00863587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A7502" w:rsidRPr="00C05013" w14:paraId="40A99CF2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1226D4C6" w14:textId="77777777" w:rsidR="004A7502" w:rsidRPr="00C05013" w:rsidRDefault="004A7502" w:rsidP="004A7502">
            <w:pPr>
              <w:ind w:left="165" w:hanging="179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6BD78D5" w14:textId="487736D4" w:rsidR="004A7502" w:rsidRPr="00C05013" w:rsidRDefault="0082437B" w:rsidP="004A7502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(1,015,000)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D17977" w14:textId="77777777" w:rsidR="004A7502" w:rsidRPr="00C05013" w:rsidRDefault="004A7502" w:rsidP="004A7502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82DAE42" w14:textId="785223DF" w:rsidR="004A7502" w:rsidRPr="00C05013" w:rsidRDefault="0082437B" w:rsidP="004A7502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 w:right="-37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(1,015,000)</w:t>
            </w:r>
          </w:p>
        </w:tc>
        <w:tc>
          <w:tcPr>
            <w:tcW w:w="236" w:type="dxa"/>
            <w:vAlign w:val="bottom"/>
          </w:tcPr>
          <w:p w14:paraId="1B8306A0" w14:textId="1CB9C5CA" w:rsidR="004A7502" w:rsidRPr="00C05013" w:rsidRDefault="004A7502" w:rsidP="004A7502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CA1EA24" w14:textId="02372A03" w:rsidR="004A7502" w:rsidRPr="00C05013" w:rsidRDefault="0082437B" w:rsidP="004A7502">
            <w:pPr>
              <w:pStyle w:val="acctfourfigures"/>
              <w:tabs>
                <w:tab w:val="clear" w:pos="765"/>
                <w:tab w:val="decimal" w:pos="44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236" w:type="dxa"/>
            <w:vAlign w:val="bottom"/>
          </w:tcPr>
          <w:p w14:paraId="3AA01B87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2B4CE994" w14:textId="08D35CED" w:rsidR="004A7502" w:rsidRPr="00C05013" w:rsidRDefault="0082437B" w:rsidP="004A7502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(1,015,000)</w:t>
            </w:r>
          </w:p>
        </w:tc>
      </w:tr>
      <w:tr w:rsidR="00037648" w:rsidRPr="00C05013" w14:paraId="13020D60" w14:textId="77777777" w:rsidTr="009B14D0">
        <w:trPr>
          <w:trHeight w:val="70"/>
        </w:trPr>
        <w:tc>
          <w:tcPr>
            <w:tcW w:w="4410" w:type="dxa"/>
            <w:shd w:val="clear" w:color="auto" w:fill="auto"/>
          </w:tcPr>
          <w:p w14:paraId="1C93251D" w14:textId="77777777" w:rsidR="00037648" w:rsidRPr="00C05013" w:rsidRDefault="00037648" w:rsidP="00037648">
            <w:pPr>
              <w:spacing w:line="240" w:lineRule="auto"/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540383FA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  <w:tab w:val="decimal" w:pos="970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25EB01BC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3AE6310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41B2785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70C7D076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C953315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42D57BFA" w14:textId="77777777" w:rsidR="00037648" w:rsidRPr="00C05013" w:rsidRDefault="00037648" w:rsidP="00037648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A7502" w:rsidRPr="00C05013" w14:paraId="29A5BC06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7DED276F" w14:textId="4770195C" w:rsidR="004A7502" w:rsidRPr="00C05013" w:rsidRDefault="004A7502" w:rsidP="004A7502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31</w:t>
            </w: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C05013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256</w:t>
            </w:r>
            <w:r w:rsid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0E0ECF41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6931A2E3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042DA19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FB5BFAF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A8764CE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7331092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0D0F93CC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A7502" w:rsidRPr="00C05013" w14:paraId="7E4D33D9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562AED86" w14:textId="77777777" w:rsidR="004A7502" w:rsidRPr="00C05013" w:rsidRDefault="004A7502" w:rsidP="004A7502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260" w:type="dxa"/>
            <w:shd w:val="clear" w:color="auto" w:fill="auto"/>
          </w:tcPr>
          <w:p w14:paraId="47E70220" w14:textId="26162F9B" w:rsidR="004A7502" w:rsidRPr="00C05013" w:rsidRDefault="004A7502" w:rsidP="008936FF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449544E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0C33DD2D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CB8BA99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15DB62B7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C66C5DF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2DC1C91D" w14:textId="77777777" w:rsidR="004A7502" w:rsidRPr="00C05013" w:rsidRDefault="004A7502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936FF" w:rsidRPr="00C05013" w14:paraId="578C1311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1E1F0AA2" w14:textId="476F30CB" w:rsidR="008936FF" w:rsidRPr="008936FF" w:rsidRDefault="008936FF" w:rsidP="004A7502">
            <w:pPr>
              <w:ind w:left="-14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8936FF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เงินฝากประจำกับสถาบันการเงิน</w:t>
            </w:r>
          </w:p>
        </w:tc>
        <w:tc>
          <w:tcPr>
            <w:tcW w:w="1260" w:type="dxa"/>
            <w:shd w:val="clear" w:color="auto" w:fill="auto"/>
          </w:tcPr>
          <w:p w14:paraId="27E7A073" w14:textId="7EF67F5B" w:rsidR="008936FF" w:rsidRPr="00C05013" w:rsidRDefault="00405041" w:rsidP="00A33C8B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A33C8B" w:rsidRPr="008936FF">
              <w:rPr>
                <w:rFonts w:ascii="Angsana New" w:hAnsi="Angsana New" w:cs="Angsana New"/>
                <w:sz w:val="28"/>
                <w:szCs w:val="28"/>
              </w:rPr>
              <w:t>50,</w:t>
            </w:r>
            <w:r w:rsidR="00A33C8B" w:rsidRPr="008936F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7C032D12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0E50ED1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E762465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655F0092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8A5BEA1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598ED4F1" w14:textId="77777777" w:rsidR="008936FF" w:rsidRPr="00C05013" w:rsidRDefault="008936FF" w:rsidP="004A750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75038430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72CB159F" w14:textId="77777777" w:rsidR="00443BEC" w:rsidRPr="00C05013" w:rsidRDefault="00443BEC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เงินฝากสถาบันการเงินที่เป็นหลักประกัน</w:t>
            </w:r>
          </w:p>
        </w:tc>
        <w:tc>
          <w:tcPr>
            <w:tcW w:w="1260" w:type="dxa"/>
            <w:shd w:val="clear" w:color="auto" w:fill="auto"/>
          </w:tcPr>
          <w:p w14:paraId="74097676" w14:textId="65D8AAA9" w:rsidR="00443BEC" w:rsidRPr="00443BEC" w:rsidRDefault="008936FF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8936F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17,457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A1276E4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2167E392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29920A3E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629FBAD2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4CF036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34C141BB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9B14D0" w:rsidRPr="00C05013" w14:paraId="65C6A343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036E14D0" w14:textId="77777777" w:rsidR="009B14D0" w:rsidRPr="00C05013" w:rsidRDefault="009B14D0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31211986" w14:textId="77777777" w:rsidR="009B14D0" w:rsidRPr="008936FF" w:rsidRDefault="009B14D0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DDCF8BA" w14:textId="77777777" w:rsidR="009B14D0" w:rsidRPr="00C05013" w:rsidRDefault="009B14D0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13EE99E" w14:textId="77777777" w:rsidR="009B14D0" w:rsidRPr="00C05013" w:rsidRDefault="009B14D0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6594F10B" w14:textId="77777777" w:rsidR="009B14D0" w:rsidRPr="00C05013" w:rsidRDefault="009B14D0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1DF01801" w14:textId="77777777" w:rsidR="009B14D0" w:rsidRPr="00C05013" w:rsidRDefault="009B14D0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ED5979C" w14:textId="77777777" w:rsidR="009B14D0" w:rsidRPr="00C05013" w:rsidRDefault="009B14D0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03260CD3" w14:textId="77777777" w:rsidR="009B14D0" w:rsidRPr="00C05013" w:rsidRDefault="009B14D0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443BEC" w:rsidRPr="00C05013" w14:paraId="62F7D88C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0B4C9B54" w14:textId="77777777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หนี้สินทางการเงิน</w:t>
            </w:r>
          </w:p>
        </w:tc>
        <w:tc>
          <w:tcPr>
            <w:tcW w:w="1260" w:type="dxa"/>
            <w:shd w:val="clear" w:color="auto" w:fill="auto"/>
          </w:tcPr>
          <w:p w14:paraId="14EF96BF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99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676DDD3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928C99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CCA427B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6652AFF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22F48F6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5B0ED46A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936FF" w:rsidRPr="008936FF" w14:paraId="313215B1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593B5E3B" w14:textId="77777777" w:rsidR="008936FF" w:rsidRPr="00C05013" w:rsidRDefault="008936FF" w:rsidP="008936FF">
            <w:pPr>
              <w:ind w:left="165" w:hanging="179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59AE270" w14:textId="52CB9E9F" w:rsidR="008936FF" w:rsidRPr="00443BEC" w:rsidRDefault="008936FF" w:rsidP="008936FF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  <w:r w:rsidRPr="008936FF">
              <w:rPr>
                <w:rFonts w:ascii="Angsana New" w:hAnsi="Angsana New" w:cs="Angsana New"/>
                <w:sz w:val="28"/>
                <w:szCs w:val="28"/>
              </w:rPr>
              <w:t>(1,080,000)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1EDB6D5" w14:textId="77777777" w:rsidR="008936FF" w:rsidRPr="00443BEC" w:rsidRDefault="008936FF" w:rsidP="008936FF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078BE28C" w14:textId="1F569BE1" w:rsidR="008936FF" w:rsidRPr="00443BEC" w:rsidRDefault="008936FF" w:rsidP="008936FF">
            <w:pPr>
              <w:pStyle w:val="acctfourfigures"/>
              <w:tabs>
                <w:tab w:val="clear" w:pos="765"/>
                <w:tab w:val="decimal" w:pos="827"/>
              </w:tabs>
              <w:spacing w:line="240" w:lineRule="atLeast"/>
              <w:ind w:left="-43" w:right="-37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 w:rsidRPr="008936FF">
              <w:rPr>
                <w:rFonts w:ascii="Angsana New" w:hAnsi="Angsana New" w:cs="Angsana New"/>
                <w:sz w:val="28"/>
                <w:szCs w:val="28"/>
                <w:lang w:eastAsia="en-GB"/>
              </w:rPr>
              <w:t>(1,080,000)</w:t>
            </w:r>
          </w:p>
        </w:tc>
        <w:tc>
          <w:tcPr>
            <w:tcW w:w="236" w:type="dxa"/>
            <w:vAlign w:val="bottom"/>
          </w:tcPr>
          <w:p w14:paraId="1C7ECE2F" w14:textId="77777777" w:rsidR="008936FF" w:rsidRPr="00443BEC" w:rsidRDefault="008936FF" w:rsidP="008936FF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7B892D4" w14:textId="1313F5AF" w:rsidR="008936FF" w:rsidRPr="00443BEC" w:rsidRDefault="008936FF" w:rsidP="008936FF">
            <w:pPr>
              <w:pStyle w:val="acctfourfigures"/>
              <w:tabs>
                <w:tab w:val="clear" w:pos="765"/>
                <w:tab w:val="decimal" w:pos="44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36" w:type="dxa"/>
            <w:vAlign w:val="bottom"/>
          </w:tcPr>
          <w:p w14:paraId="0EE599DF" w14:textId="77777777" w:rsidR="008936FF" w:rsidRPr="00443BEC" w:rsidRDefault="008936FF" w:rsidP="008936F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194CC519" w14:textId="43995B9D" w:rsidR="008936FF" w:rsidRPr="00443BEC" w:rsidRDefault="008936FF" w:rsidP="008936FF">
            <w:pPr>
              <w:pStyle w:val="acctfourfigures"/>
              <w:tabs>
                <w:tab w:val="clear" w:pos="765"/>
                <w:tab w:val="decimal" w:pos="827"/>
              </w:tabs>
              <w:spacing w:line="240" w:lineRule="atLeast"/>
              <w:ind w:left="-43" w:right="-37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 w:rsidRPr="008936FF">
              <w:rPr>
                <w:rFonts w:ascii="Angsana New" w:hAnsi="Angsana New" w:cs="Angsana New"/>
                <w:sz w:val="28"/>
                <w:szCs w:val="28"/>
                <w:lang w:eastAsia="en-GB"/>
              </w:rPr>
              <w:t>(1,080,000)</w:t>
            </w:r>
          </w:p>
        </w:tc>
      </w:tr>
      <w:tr w:rsidR="00443BEC" w:rsidRPr="00C05013" w14:paraId="53A4C3E2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7FAEAC8E" w14:textId="77777777" w:rsidR="00443BEC" w:rsidRDefault="00443BEC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  <w:p w14:paraId="0BABAD2D" w14:textId="77777777" w:rsidR="0082437B" w:rsidRDefault="0082437B" w:rsidP="00687467">
            <w:pPr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  <w:p w14:paraId="47286FF3" w14:textId="77777777" w:rsidR="0082437B" w:rsidRDefault="0082437B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</w:tc>
        <w:tc>
          <w:tcPr>
            <w:tcW w:w="5053" w:type="dxa"/>
            <w:gridSpan w:val="7"/>
            <w:vAlign w:val="bottom"/>
          </w:tcPr>
          <w:p w14:paraId="755B8907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</w:tr>
      <w:tr w:rsidR="009B14D0" w:rsidRPr="00C05013" w14:paraId="450D6536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0433B5DC" w14:textId="77777777" w:rsidR="009B14D0" w:rsidRDefault="009B14D0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</w:tc>
        <w:tc>
          <w:tcPr>
            <w:tcW w:w="5053" w:type="dxa"/>
            <w:gridSpan w:val="7"/>
            <w:vAlign w:val="bottom"/>
          </w:tcPr>
          <w:p w14:paraId="4ED46401" w14:textId="77777777" w:rsidR="009B14D0" w:rsidRPr="00C05013" w:rsidRDefault="009B14D0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</w:tr>
      <w:tr w:rsidR="009B14D0" w:rsidRPr="00C05013" w14:paraId="6564AAF1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7F392D69" w14:textId="77777777" w:rsidR="009B14D0" w:rsidRDefault="009B14D0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</w:tc>
        <w:tc>
          <w:tcPr>
            <w:tcW w:w="5053" w:type="dxa"/>
            <w:gridSpan w:val="7"/>
            <w:vAlign w:val="bottom"/>
          </w:tcPr>
          <w:p w14:paraId="4F901439" w14:textId="77777777" w:rsidR="009B14D0" w:rsidRPr="00C05013" w:rsidRDefault="009B14D0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</w:tr>
      <w:tr w:rsidR="009B14D0" w:rsidRPr="00C05013" w14:paraId="43701C8F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46EC5D3C" w14:textId="77777777" w:rsidR="009B14D0" w:rsidRDefault="009B14D0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</w:tc>
        <w:tc>
          <w:tcPr>
            <w:tcW w:w="5053" w:type="dxa"/>
            <w:gridSpan w:val="7"/>
            <w:vAlign w:val="bottom"/>
          </w:tcPr>
          <w:p w14:paraId="74C1A1FB" w14:textId="77777777" w:rsidR="009B14D0" w:rsidRPr="00C05013" w:rsidRDefault="009B14D0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</w:tr>
      <w:tr w:rsidR="009B14D0" w:rsidRPr="00C05013" w14:paraId="368E6CE9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5CBF9EA4" w14:textId="77777777" w:rsidR="009B14D0" w:rsidRDefault="009B14D0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</w:tc>
        <w:tc>
          <w:tcPr>
            <w:tcW w:w="5053" w:type="dxa"/>
            <w:gridSpan w:val="7"/>
            <w:vAlign w:val="bottom"/>
          </w:tcPr>
          <w:p w14:paraId="3E35F1EA" w14:textId="77777777" w:rsidR="009B14D0" w:rsidRPr="00C05013" w:rsidRDefault="009B14D0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</w:tr>
      <w:tr w:rsidR="009B14D0" w:rsidRPr="00C05013" w14:paraId="19FC6D44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6D095EB6" w14:textId="77777777" w:rsidR="009B14D0" w:rsidRDefault="009B14D0" w:rsidP="00443BEC">
            <w:pPr>
              <w:ind w:left="73"/>
              <w:jc w:val="center"/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</w:pPr>
          </w:p>
        </w:tc>
        <w:tc>
          <w:tcPr>
            <w:tcW w:w="5053" w:type="dxa"/>
            <w:gridSpan w:val="7"/>
            <w:vAlign w:val="bottom"/>
          </w:tcPr>
          <w:p w14:paraId="6CB75AFC" w14:textId="77777777" w:rsidR="009B14D0" w:rsidRDefault="009B14D0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  <w:p w14:paraId="1B835FBC" w14:textId="77777777" w:rsidR="00687467" w:rsidRPr="00C05013" w:rsidRDefault="00687467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</w:tr>
      <w:tr w:rsidR="00443BEC" w:rsidRPr="00C05013" w14:paraId="58328ABA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105C786A" w14:textId="70AC1E55" w:rsidR="00443BEC" w:rsidRPr="00C05013" w:rsidRDefault="00443BEC" w:rsidP="00443BEC">
            <w:pPr>
              <w:ind w:left="73"/>
              <w:jc w:val="center"/>
              <w:rPr>
                <w:rFonts w:ascii="Angsana New" w:hAnsi="Angsana New" w:cs="Angsana New"/>
                <w:sz w:val="28"/>
                <w:szCs w:val="28"/>
                <w:lang w:bidi="ar-SA"/>
              </w:rPr>
            </w:pPr>
            <w:r>
              <w:rPr>
                <w:rFonts w:asciiTheme="majorBidi" w:hAnsiTheme="majorBidi" w:cstheme="majorBidi"/>
                <w:sz w:val="16"/>
                <w:szCs w:val="16"/>
                <w:shd w:val="clear" w:color="auto" w:fill="D9D9D9"/>
              </w:rPr>
              <w:br w:type="page"/>
            </w:r>
          </w:p>
        </w:tc>
        <w:tc>
          <w:tcPr>
            <w:tcW w:w="5053" w:type="dxa"/>
            <w:gridSpan w:val="7"/>
            <w:vAlign w:val="bottom"/>
          </w:tcPr>
          <w:p w14:paraId="46843002" w14:textId="127D43C9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443BEC" w:rsidRPr="00C05013" w14:paraId="23348A1A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2600DEC8" w14:textId="77777777" w:rsidR="00443BEC" w:rsidRPr="00C05013" w:rsidRDefault="00443BEC" w:rsidP="00443BEC">
            <w:pPr>
              <w:ind w:left="73"/>
              <w:jc w:val="center"/>
              <w:rPr>
                <w:rFonts w:ascii="Angsana New" w:hAnsi="Angsana New" w:cs="Angsana New"/>
                <w:sz w:val="28"/>
                <w:szCs w:val="28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0A6F7700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100" w:right="-11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36" w:type="dxa"/>
          </w:tcPr>
          <w:p w14:paraId="7134F464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3557" w:type="dxa"/>
            <w:gridSpan w:val="5"/>
            <w:vAlign w:val="bottom"/>
          </w:tcPr>
          <w:p w14:paraId="1790A5C7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443BEC" w:rsidRPr="00C05013" w14:paraId="3AA014D7" w14:textId="77777777" w:rsidTr="009B14D0">
        <w:trPr>
          <w:trHeight w:val="261"/>
        </w:trPr>
        <w:tc>
          <w:tcPr>
            <w:tcW w:w="4410" w:type="dxa"/>
            <w:shd w:val="clear" w:color="auto" w:fill="auto"/>
            <w:vAlign w:val="bottom"/>
          </w:tcPr>
          <w:p w14:paraId="31A2D3E0" w14:textId="77777777" w:rsidR="00443BEC" w:rsidRPr="00C05013" w:rsidRDefault="00443BEC" w:rsidP="00443BEC">
            <w:pPr>
              <w:ind w:left="-19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EA6F657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163" w:right="-151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ราคาทุนตัด</w:t>
            </w:r>
            <w:r w:rsidRPr="00C05013">
              <w:rPr>
                <w:rFonts w:ascii="Angsana New" w:hAnsi="Angsana New" w:cs="Angsana New"/>
                <w:sz w:val="28"/>
                <w:szCs w:val="28"/>
                <w:lang w:bidi="th-TH"/>
              </w:rPr>
              <w:br/>
            </w: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จำหน่าย</w:t>
            </w:r>
            <w:r w:rsidRPr="00C05013">
              <w:rPr>
                <w:rFonts w:ascii="Angsana New" w:hAnsi="Angsana New" w:cs="Angsana New"/>
                <w:sz w:val="28"/>
                <w:szCs w:val="28"/>
                <w:lang w:bidi="th-TH"/>
              </w:rPr>
              <w:t xml:space="preserve"> - </w:t>
            </w:r>
            <w:r w:rsidRPr="00C05013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4549C2" w14:textId="77777777" w:rsidR="00443BEC" w:rsidRPr="00C05013" w:rsidRDefault="00443BEC" w:rsidP="00443BEC">
            <w:pPr>
              <w:ind w:lef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B2B95BB" w14:textId="7544FB9B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ระดับ</w:t>
            </w:r>
            <w:r w:rsidRPr="00C05013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C42DDF">
              <w:rPr>
                <w:rFonts w:ascii="Angsana New" w:hAnsi="Angsana New" w:cs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</w:tcPr>
          <w:p w14:paraId="321C0352" w14:textId="77777777" w:rsidR="00443BEC" w:rsidRPr="00C05013" w:rsidRDefault="00443BEC" w:rsidP="00443BEC">
            <w:pPr>
              <w:ind w:lef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24" w:type="dxa"/>
            <w:vAlign w:val="bottom"/>
          </w:tcPr>
          <w:p w14:paraId="77B83934" w14:textId="7B47D491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</w:rPr>
              <w:t>ระดับ</w:t>
            </w:r>
            <w:r w:rsidRPr="00C05013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C42DDF">
              <w:rPr>
                <w:rFonts w:ascii="Angsana New" w:hAnsi="Angsana New" w:cs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7177669D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0CA89671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 w:right="-104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05013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443BEC" w:rsidRPr="00C05013" w14:paraId="357B769B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2A4C40E4" w14:textId="77777777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5053" w:type="dxa"/>
            <w:gridSpan w:val="7"/>
          </w:tcPr>
          <w:p w14:paraId="4A623AED" w14:textId="77777777" w:rsidR="00443BEC" w:rsidRPr="00C05013" w:rsidRDefault="00443BEC" w:rsidP="00443BEC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Pr="00C05013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พั</w:t>
            </w:r>
            <w:r w:rsidRPr="00C05013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นบาท)</w:t>
            </w:r>
          </w:p>
        </w:tc>
      </w:tr>
      <w:tr w:rsidR="00443BEC" w:rsidRPr="00C05013" w14:paraId="0F9BAD74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5C81F059" w14:textId="40B9F703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FD1F64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443BEC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มีนาคม</w:t>
            </w:r>
            <w:r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443BEC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2568</w:t>
            </w:r>
          </w:p>
        </w:tc>
        <w:tc>
          <w:tcPr>
            <w:tcW w:w="1260" w:type="dxa"/>
            <w:shd w:val="clear" w:color="auto" w:fill="auto"/>
          </w:tcPr>
          <w:p w14:paraId="7FEE7094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7961CD5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80F218D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786F8D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0040E3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6A14458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33C7B5F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4A943719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6259F8E1" w14:textId="77777777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260" w:type="dxa"/>
            <w:shd w:val="clear" w:color="auto" w:fill="auto"/>
          </w:tcPr>
          <w:p w14:paraId="30ADC35B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152C37F4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5C6B4077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994F13F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01F7B377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6AC8AD7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74570CD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5AA5EDA3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33128D54" w14:textId="125D8B11" w:rsidR="00443BEC" w:rsidRPr="00C05013" w:rsidRDefault="00272997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43BEC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เงินฝากประจำกับสถาบันการเงิน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9C4A1C9" w14:textId="0F13611D" w:rsidR="00443BEC" w:rsidRPr="00C05013" w:rsidRDefault="0082437B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650,000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7F86CB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3262ED5E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1838FDE7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D7136B9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5B4D2CB3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3AB8B288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82437B" w:rsidRPr="00C05013" w14:paraId="7450CFCC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2D09020B" w14:textId="51CE60B7" w:rsidR="0082437B" w:rsidRPr="00C05013" w:rsidRDefault="00272997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เงินฝากสถาบันการเงินที่เป็นหลักประกัน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DA02A66" w14:textId="4888BBE6" w:rsidR="0082437B" w:rsidRDefault="0082437B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10,602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487730F" w14:textId="77777777" w:rsidR="0082437B" w:rsidRPr="00C05013" w:rsidRDefault="0082437B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2B55BE6C" w14:textId="77777777" w:rsidR="0082437B" w:rsidRPr="00C05013" w:rsidRDefault="0082437B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13770303" w14:textId="77777777" w:rsidR="0082437B" w:rsidRPr="00C05013" w:rsidRDefault="0082437B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7BB5265" w14:textId="77777777" w:rsidR="0082437B" w:rsidRPr="00C05013" w:rsidRDefault="0082437B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4854D165" w14:textId="77777777" w:rsidR="0082437B" w:rsidRPr="00C05013" w:rsidRDefault="0082437B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78F1EE53" w14:textId="77777777" w:rsidR="0082437B" w:rsidRPr="00C05013" w:rsidRDefault="0082437B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443BEC" w:rsidRPr="00C05013" w14:paraId="4612F923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00B96558" w14:textId="12CD3EAC" w:rsidR="00443BEC" w:rsidRPr="00C05013" w:rsidRDefault="00443BEC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371918F" w14:textId="6DCDDB82" w:rsidR="00443BEC" w:rsidRPr="00C05013" w:rsidRDefault="0082437B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1,209,000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EA0012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2A116318" w14:textId="0D6B044A" w:rsidR="00443BEC" w:rsidRPr="00C05013" w:rsidRDefault="0082437B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78135E2A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1A107848" w14:textId="1EE3DAA9" w:rsidR="00443BEC" w:rsidRPr="00C05013" w:rsidRDefault="0082437B" w:rsidP="00272997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1,209,000</w:t>
            </w:r>
          </w:p>
        </w:tc>
        <w:tc>
          <w:tcPr>
            <w:tcW w:w="236" w:type="dxa"/>
            <w:vAlign w:val="bottom"/>
          </w:tcPr>
          <w:p w14:paraId="04E321ED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18992451" w14:textId="62D90D8F" w:rsidR="00443BEC" w:rsidRPr="00C05013" w:rsidRDefault="0082437B" w:rsidP="00443BEC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1,209,000</w:t>
            </w:r>
          </w:p>
        </w:tc>
      </w:tr>
      <w:tr w:rsidR="00443BEC" w:rsidRPr="00C05013" w14:paraId="5FDE1D13" w14:textId="77777777" w:rsidTr="009B14D0">
        <w:trPr>
          <w:trHeight w:val="362"/>
        </w:trPr>
        <w:tc>
          <w:tcPr>
            <w:tcW w:w="4410" w:type="dxa"/>
            <w:shd w:val="clear" w:color="auto" w:fill="auto"/>
          </w:tcPr>
          <w:p w14:paraId="7D3ADEFC" w14:textId="77777777" w:rsidR="00443BEC" w:rsidRDefault="00443BEC" w:rsidP="00443BEC">
            <w:pPr>
              <w:ind w:left="165" w:hanging="179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</w:p>
          <w:p w14:paraId="5BE7299C" w14:textId="2EC2AB85" w:rsidR="00443BEC" w:rsidRPr="00C05013" w:rsidRDefault="00443BEC" w:rsidP="00443BEC">
            <w:pPr>
              <w:ind w:left="165" w:hanging="179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หนี้สินทางการเงิน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E34276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1D788AF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4A3704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D161674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2368136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8"/>
              <w:rPr>
                <w:rFonts w:ascii="Angsana New" w:hAnsi="Angsana New" w:cs="Angsana New"/>
                <w:sz w:val="28"/>
                <w:szCs w:val="28"/>
                <w:lang w:eastAsia="en-GB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ABCC67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67165C4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</w:p>
        </w:tc>
      </w:tr>
      <w:tr w:rsidR="00443BEC" w:rsidRPr="00C05013" w14:paraId="0392C7C3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3533978C" w14:textId="77777777" w:rsidR="00443BEC" w:rsidRPr="00C05013" w:rsidRDefault="00443BEC" w:rsidP="00443BEC">
            <w:pPr>
              <w:ind w:left="165" w:hanging="179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74999F9" w14:textId="720B4732" w:rsidR="00443BEC" w:rsidRPr="00C05013" w:rsidRDefault="00272997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(935,000)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DA49D33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2F2FB320" w14:textId="3F1B682A" w:rsidR="00443BEC" w:rsidRPr="00C05013" w:rsidRDefault="00F74C79" w:rsidP="00F74C79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(935,000)</w:t>
            </w:r>
          </w:p>
        </w:tc>
        <w:tc>
          <w:tcPr>
            <w:tcW w:w="236" w:type="dxa"/>
            <w:vAlign w:val="bottom"/>
          </w:tcPr>
          <w:p w14:paraId="53F7A75E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EDCABB2" w14:textId="52CAB2C8" w:rsidR="00443BEC" w:rsidRPr="00C05013" w:rsidRDefault="00F74C79" w:rsidP="00F74C79">
            <w:pPr>
              <w:pStyle w:val="acctfourfigures"/>
              <w:tabs>
                <w:tab w:val="clear" w:pos="765"/>
                <w:tab w:val="decimal" w:pos="445"/>
              </w:tabs>
              <w:spacing w:line="240" w:lineRule="atLeast"/>
              <w:ind w:left="-43" w:right="-21"/>
              <w:rPr>
                <w:rFonts w:ascii="Angsana New" w:hAnsi="Angsana New" w:cs="Angsana New"/>
                <w:sz w:val="28"/>
                <w:szCs w:val="28"/>
                <w:cs/>
                <w:lang w:eastAsia="en-GB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236" w:type="dxa"/>
            <w:vAlign w:val="bottom"/>
          </w:tcPr>
          <w:p w14:paraId="52B3B0BE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52904423" w14:textId="462A55C2" w:rsidR="00443BEC" w:rsidRPr="00C05013" w:rsidRDefault="00272997" w:rsidP="00443BEC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eastAsia="en-GB"/>
              </w:rPr>
              <w:t>(935,000)</w:t>
            </w:r>
          </w:p>
        </w:tc>
      </w:tr>
      <w:tr w:rsidR="00443BEC" w:rsidRPr="00C05013" w14:paraId="28080D70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58F721AF" w14:textId="77777777" w:rsidR="00443BEC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</w:pPr>
          </w:p>
          <w:p w14:paraId="609B0546" w14:textId="0738661D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31</w:t>
            </w: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C05013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C42DD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36262652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7098F419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6D95AE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B80C7C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67BF24F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C0B8734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614ED32B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6F37F3D8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57F83BFB" w14:textId="52FA0A5E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260" w:type="dxa"/>
            <w:shd w:val="clear" w:color="auto" w:fill="auto"/>
          </w:tcPr>
          <w:p w14:paraId="6921F229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5653F0E6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6D4D97DF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4C82A9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1E15CD87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57A672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03D3CBA4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3855ACA5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725BBBA0" w14:textId="30EDFF6B" w:rsidR="00443BEC" w:rsidRPr="00C05013" w:rsidRDefault="00443BEC" w:rsidP="00443BEC">
            <w:pPr>
              <w:ind w:left="160" w:hanging="180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  <w:r w:rsidRPr="00443BEC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เงินฝากประจำกับสถาบันการเงิน</w:t>
            </w:r>
          </w:p>
        </w:tc>
        <w:tc>
          <w:tcPr>
            <w:tcW w:w="1260" w:type="dxa"/>
            <w:shd w:val="clear" w:color="auto" w:fill="auto"/>
          </w:tcPr>
          <w:p w14:paraId="4439D638" w14:textId="55C9B87F" w:rsidR="00443BEC" w:rsidRPr="00C05013" w:rsidRDefault="00405041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6</w:t>
            </w:r>
            <w:r w:rsidR="00443BEC"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50,000</w:t>
            </w:r>
          </w:p>
        </w:tc>
        <w:tc>
          <w:tcPr>
            <w:tcW w:w="236" w:type="dxa"/>
            <w:shd w:val="clear" w:color="auto" w:fill="auto"/>
          </w:tcPr>
          <w:p w14:paraId="79DC0E2A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0A1849B6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60D086AF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ACBD0ED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81AD669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78A04A77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43BEC" w:rsidRPr="00C05013" w14:paraId="5ADE98CD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5092982F" w14:textId="2AEF9426" w:rsidR="00443BEC" w:rsidRPr="00C05013" w:rsidRDefault="00443BEC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เงินฝากสถาบันการเงินที่เป็นหลักประกัน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2E52083" w14:textId="2DA63F9B" w:rsidR="00443BEC" w:rsidRPr="00C05013" w:rsidRDefault="00443BEC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10,577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B1D0879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33DADD5A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6E6AA5E7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C6B7174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0EC1D3A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4D29E262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443BEC" w:rsidRPr="00C05013" w14:paraId="6BF5E508" w14:textId="77777777" w:rsidTr="009B14D0">
        <w:trPr>
          <w:trHeight w:val="281"/>
        </w:trPr>
        <w:tc>
          <w:tcPr>
            <w:tcW w:w="4410" w:type="dxa"/>
            <w:shd w:val="clear" w:color="auto" w:fill="auto"/>
          </w:tcPr>
          <w:p w14:paraId="6D8531DF" w14:textId="35939758" w:rsidR="00443BEC" w:rsidRPr="00C05013" w:rsidRDefault="00A339EE" w:rsidP="00443BEC">
            <w:pPr>
              <w:ind w:left="160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05013">
              <w:rPr>
                <w:rFonts w:ascii="Angsana New" w:hAnsi="Angsana New" w:cs="Angsana New" w:hint="cs"/>
                <w:sz w:val="28"/>
                <w:szCs w:val="28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260" w:type="dxa"/>
            <w:vAlign w:val="bottom"/>
          </w:tcPr>
          <w:p w14:paraId="29D72004" w14:textId="22180C3D" w:rsidR="00443BEC" w:rsidRPr="00C05013" w:rsidRDefault="00443BEC" w:rsidP="00443BEC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1,050,000</w:t>
            </w:r>
          </w:p>
        </w:tc>
        <w:tc>
          <w:tcPr>
            <w:tcW w:w="236" w:type="dxa"/>
            <w:vAlign w:val="bottom"/>
          </w:tcPr>
          <w:p w14:paraId="3CF3F16D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7581B05F" w14:textId="2E0014BF" w:rsidR="00443BEC" w:rsidRPr="00443BEC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B581B2F" w14:textId="77777777" w:rsidR="00443BEC" w:rsidRPr="00443BEC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E17987D" w14:textId="3527A2D6" w:rsidR="00443BEC" w:rsidRPr="00443BEC" w:rsidRDefault="00443BEC" w:rsidP="00443BEC">
            <w:pPr>
              <w:pStyle w:val="acctfourfigures"/>
              <w:tabs>
                <w:tab w:val="clear" w:pos="765"/>
                <w:tab w:val="decimal" w:pos="712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bidi="th-TH"/>
              </w:rPr>
              <w:t>1,050,000</w:t>
            </w:r>
          </w:p>
        </w:tc>
        <w:tc>
          <w:tcPr>
            <w:tcW w:w="236" w:type="dxa"/>
            <w:vAlign w:val="bottom"/>
          </w:tcPr>
          <w:p w14:paraId="7A41D902" w14:textId="77777777" w:rsidR="00443BEC" w:rsidRPr="00443BEC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vAlign w:val="bottom"/>
          </w:tcPr>
          <w:p w14:paraId="4B2F2D9E" w14:textId="009EC75C" w:rsidR="00443BEC" w:rsidRPr="00443BEC" w:rsidRDefault="00443BEC" w:rsidP="00443BEC">
            <w:pPr>
              <w:pStyle w:val="acctfourfigures"/>
              <w:tabs>
                <w:tab w:val="clear" w:pos="765"/>
                <w:tab w:val="decimal" w:pos="711"/>
              </w:tabs>
              <w:spacing w:line="240" w:lineRule="atLeast"/>
              <w:ind w:left="-43" w:right="57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bidi="th-TH"/>
              </w:rPr>
              <w:t>1,050,000</w:t>
            </w:r>
          </w:p>
        </w:tc>
      </w:tr>
      <w:tr w:rsidR="00443BEC" w:rsidRPr="00C05013" w14:paraId="1D8ECF59" w14:textId="77777777" w:rsidTr="009B14D0">
        <w:trPr>
          <w:trHeight w:val="66"/>
        </w:trPr>
        <w:tc>
          <w:tcPr>
            <w:tcW w:w="4410" w:type="dxa"/>
            <w:shd w:val="clear" w:color="auto" w:fill="auto"/>
          </w:tcPr>
          <w:p w14:paraId="2898CA17" w14:textId="77777777" w:rsidR="00443BEC" w:rsidRPr="00C05013" w:rsidRDefault="00443BEC" w:rsidP="00443BEC">
            <w:pPr>
              <w:spacing w:line="240" w:lineRule="auto"/>
              <w:ind w:left="-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088D912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99"/>
                <w:tab w:val="decimal" w:pos="970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3A053804" w14:textId="77777777" w:rsidR="00443BEC" w:rsidRPr="00C05013" w:rsidRDefault="00443BEC" w:rsidP="00443BEC">
            <w:pPr>
              <w:tabs>
                <w:tab w:val="decimal" w:pos="595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14:paraId="7542BE8D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43" w:right="-1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1C9523E8" w14:textId="77777777" w:rsidR="00443BEC" w:rsidRPr="00C05013" w:rsidRDefault="00443BEC" w:rsidP="00443BEC">
            <w:pPr>
              <w:tabs>
                <w:tab w:val="decimal" w:pos="595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08F385A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31718999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6BB86F32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uto"/>
              <w:ind w:lef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43BEC" w:rsidRPr="00C05013" w14:paraId="1485CEBE" w14:textId="77777777" w:rsidTr="009B14D0">
        <w:trPr>
          <w:trHeight w:val="261"/>
        </w:trPr>
        <w:tc>
          <w:tcPr>
            <w:tcW w:w="4410" w:type="dxa"/>
            <w:shd w:val="clear" w:color="auto" w:fill="auto"/>
          </w:tcPr>
          <w:p w14:paraId="0AB53851" w14:textId="3C283372" w:rsidR="00443BEC" w:rsidRPr="00C05013" w:rsidRDefault="00443BEC" w:rsidP="00443BEC">
            <w:pPr>
              <w:ind w:left="-14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C05013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หนี้สินทางการเงิน</w:t>
            </w:r>
          </w:p>
        </w:tc>
        <w:tc>
          <w:tcPr>
            <w:tcW w:w="1260" w:type="dxa"/>
            <w:shd w:val="clear" w:color="auto" w:fill="auto"/>
          </w:tcPr>
          <w:p w14:paraId="653E2AA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99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1CF64CF7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2FF3577A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56FC28E" w14:textId="77777777" w:rsidR="00443BEC" w:rsidRPr="00C05013" w:rsidRDefault="00443BEC" w:rsidP="00443BEC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B879641" w14:textId="77777777" w:rsidR="00443BEC" w:rsidRPr="00C05013" w:rsidRDefault="00443BEC" w:rsidP="00443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2"/>
              </w:tabs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B9C1F32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</w:tcPr>
          <w:p w14:paraId="1F65840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37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004E4" w:rsidRPr="00C05013" w14:paraId="3EC204E6" w14:textId="77777777" w:rsidTr="009B14D0">
        <w:trPr>
          <w:trHeight w:val="236"/>
        </w:trPr>
        <w:tc>
          <w:tcPr>
            <w:tcW w:w="4410" w:type="dxa"/>
            <w:shd w:val="clear" w:color="auto" w:fill="auto"/>
          </w:tcPr>
          <w:p w14:paraId="3462DFCD" w14:textId="0AEF8172" w:rsidR="004004E4" w:rsidRPr="00C05013" w:rsidRDefault="004004E4" w:rsidP="004004E4">
            <w:pPr>
              <w:ind w:left="165" w:hanging="179"/>
              <w:rPr>
                <w:rFonts w:ascii="Angsana New" w:hAnsi="Angsana New" w:cs="Angsana New"/>
                <w:sz w:val="28"/>
                <w:szCs w:val="28"/>
                <w:cs/>
                <w:lang w:val="en-GB"/>
              </w:rPr>
            </w:pPr>
            <w:r w:rsidRPr="004004E4">
              <w:rPr>
                <w:rFonts w:ascii="Angsana New" w:hAnsi="Angsana New" w:cs="Angsana New" w:hint="cs"/>
                <w:sz w:val="28"/>
                <w:szCs w:val="28"/>
                <w:cs/>
                <w:lang w:val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260" w:type="dxa"/>
            <w:shd w:val="clear" w:color="auto" w:fill="auto"/>
          </w:tcPr>
          <w:p w14:paraId="50309C94" w14:textId="4C526E8D" w:rsidR="004004E4" w:rsidRPr="00443BEC" w:rsidRDefault="004004E4" w:rsidP="004004E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(990,000)</w:t>
            </w:r>
          </w:p>
        </w:tc>
        <w:tc>
          <w:tcPr>
            <w:tcW w:w="236" w:type="dxa"/>
            <w:shd w:val="clear" w:color="auto" w:fill="auto"/>
          </w:tcPr>
          <w:p w14:paraId="73F3C330" w14:textId="77777777" w:rsidR="004004E4" w:rsidRPr="00C05013" w:rsidRDefault="004004E4" w:rsidP="004004E4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</w:p>
        </w:tc>
        <w:tc>
          <w:tcPr>
            <w:tcW w:w="1024" w:type="dxa"/>
          </w:tcPr>
          <w:p w14:paraId="6993F814" w14:textId="116802AC" w:rsidR="004004E4" w:rsidRPr="00443BEC" w:rsidRDefault="004004E4" w:rsidP="004004E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(990,000)</w:t>
            </w:r>
          </w:p>
        </w:tc>
        <w:tc>
          <w:tcPr>
            <w:tcW w:w="236" w:type="dxa"/>
          </w:tcPr>
          <w:p w14:paraId="6CA109FA" w14:textId="77777777" w:rsidR="004004E4" w:rsidRPr="00C05013" w:rsidRDefault="004004E4" w:rsidP="004004E4">
            <w:pPr>
              <w:tabs>
                <w:tab w:val="decimal" w:pos="595"/>
              </w:tabs>
              <w:ind w:left="-43"/>
              <w:rPr>
                <w:rFonts w:ascii="Angsana New" w:hAnsi="Angsana New" w:cs="Angsana New"/>
                <w:sz w:val="28"/>
                <w:szCs w:val="28"/>
                <w:lang w:eastAsia="en-GB"/>
              </w:rPr>
            </w:pPr>
          </w:p>
        </w:tc>
        <w:tc>
          <w:tcPr>
            <w:tcW w:w="1024" w:type="dxa"/>
          </w:tcPr>
          <w:p w14:paraId="7908BF8B" w14:textId="4A6633E4" w:rsidR="004004E4" w:rsidRPr="00443BEC" w:rsidRDefault="004004E4" w:rsidP="004004E4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21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-</w:t>
            </w:r>
          </w:p>
        </w:tc>
        <w:tc>
          <w:tcPr>
            <w:tcW w:w="236" w:type="dxa"/>
          </w:tcPr>
          <w:p w14:paraId="5FA91DEC" w14:textId="77777777" w:rsidR="004004E4" w:rsidRPr="00443BEC" w:rsidRDefault="004004E4" w:rsidP="004004E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37" w:type="dxa"/>
            <w:shd w:val="clear" w:color="auto" w:fill="auto"/>
          </w:tcPr>
          <w:p w14:paraId="75EDCC42" w14:textId="22FCD6BF" w:rsidR="004004E4" w:rsidRPr="00443BEC" w:rsidRDefault="004004E4" w:rsidP="004004E4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43" w:right="-114"/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  <w:lang w:val="en-US" w:eastAsia="en-GB" w:bidi="th-TH"/>
              </w:rPr>
              <w:t>(990,000)</w:t>
            </w:r>
          </w:p>
        </w:tc>
      </w:tr>
    </w:tbl>
    <w:p w14:paraId="6CEF5AB4" w14:textId="253A464F" w:rsidR="002252F9" w:rsidRDefault="002252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2"/>
          <w:szCs w:val="32"/>
          <w:cs/>
        </w:rPr>
      </w:pPr>
    </w:p>
    <w:p w14:paraId="175AC147" w14:textId="30B5060C" w:rsidR="008131BF" w:rsidRPr="00C05013" w:rsidRDefault="001D2E3C" w:rsidP="00072F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  <w:r w:rsidRPr="00C05013">
        <w:rPr>
          <w:rFonts w:asciiTheme="majorBidi" w:hAnsiTheme="majorBidi" w:cstheme="majorBidi" w:hint="cs"/>
          <w:i/>
          <w:iCs/>
          <w:sz w:val="28"/>
          <w:szCs w:val="28"/>
          <w:cs/>
        </w:rPr>
        <w:t>ลูกหนี้การค้าและลูกหนี้</w:t>
      </w:r>
      <w:r w:rsidR="00E3734F" w:rsidRPr="00C05013">
        <w:rPr>
          <w:rFonts w:asciiTheme="majorBidi" w:hAnsiTheme="majorBidi" w:cstheme="majorBidi" w:hint="cs"/>
          <w:i/>
          <w:iCs/>
          <w:sz w:val="28"/>
          <w:szCs w:val="28"/>
          <w:cs/>
        </w:rPr>
        <w:t>หมุนเวียน</w:t>
      </w:r>
      <w:r w:rsidRPr="00C05013">
        <w:rPr>
          <w:rFonts w:asciiTheme="majorBidi" w:hAnsiTheme="majorBidi" w:cstheme="majorBidi" w:hint="cs"/>
          <w:i/>
          <w:iCs/>
          <w:sz w:val="28"/>
          <w:szCs w:val="28"/>
          <w:cs/>
        </w:rPr>
        <w:t>อื่น</w:t>
      </w:r>
    </w:p>
    <w:p w14:paraId="3E2A10C6" w14:textId="77777777" w:rsidR="00F10077" w:rsidRPr="00C05013" w:rsidRDefault="00F10077" w:rsidP="00042C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410"/>
        <w:gridCol w:w="1080"/>
        <w:gridCol w:w="180"/>
        <w:gridCol w:w="1074"/>
        <w:gridCol w:w="6"/>
        <w:gridCol w:w="172"/>
        <w:gridCol w:w="6"/>
        <w:gridCol w:w="1082"/>
        <w:gridCol w:w="180"/>
        <w:gridCol w:w="1074"/>
        <w:gridCol w:w="6"/>
      </w:tblGrid>
      <w:tr w:rsidR="005F4397" w:rsidRPr="00C05013" w14:paraId="772BFB65" w14:textId="77777777" w:rsidTr="00303181">
        <w:trPr>
          <w:gridAfter w:val="1"/>
          <w:wAfter w:w="6" w:type="dxa"/>
          <w:cantSplit/>
          <w:tblHeader/>
        </w:trPr>
        <w:tc>
          <w:tcPr>
            <w:tcW w:w="4410" w:type="dxa"/>
            <w:vAlign w:val="bottom"/>
            <w:hideMark/>
          </w:tcPr>
          <w:p w14:paraId="5BFB337F" w14:textId="77777777" w:rsidR="005F4397" w:rsidRPr="00C05013" w:rsidRDefault="005F4397" w:rsidP="00E82CF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334" w:type="dxa"/>
            <w:gridSpan w:val="3"/>
            <w:vAlign w:val="bottom"/>
          </w:tcPr>
          <w:p w14:paraId="4EF36A06" w14:textId="77777777" w:rsidR="005F4397" w:rsidRPr="00C05013" w:rsidRDefault="005F4397" w:rsidP="00E82CF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</w:pPr>
            <w:r w:rsidRPr="00C05013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78" w:type="dxa"/>
            <w:gridSpan w:val="2"/>
          </w:tcPr>
          <w:p w14:paraId="6B374EAE" w14:textId="77777777" w:rsidR="005F4397" w:rsidRPr="00C05013" w:rsidRDefault="005F4397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342" w:type="dxa"/>
            <w:gridSpan w:val="4"/>
            <w:vAlign w:val="bottom"/>
          </w:tcPr>
          <w:p w14:paraId="43D255A2" w14:textId="77777777" w:rsidR="005F4397" w:rsidRPr="00C05013" w:rsidRDefault="005F4397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43BEC" w:rsidRPr="00C05013" w14:paraId="3D1A8E5B" w14:textId="77777777" w:rsidTr="00303181">
        <w:trPr>
          <w:cantSplit/>
          <w:tblHeader/>
        </w:trPr>
        <w:tc>
          <w:tcPr>
            <w:tcW w:w="4410" w:type="dxa"/>
            <w:vAlign w:val="bottom"/>
          </w:tcPr>
          <w:p w14:paraId="198F6D7B" w14:textId="77777777" w:rsidR="00443BEC" w:rsidRPr="00C05013" w:rsidRDefault="00443BEC" w:rsidP="00443BEC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2E67B8D7" w14:textId="4ABBFEA5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31 </w:t>
            </w:r>
            <w:r w:rsidRPr="00443BEC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5C2AC993" w14:textId="77777777" w:rsidR="00443BEC" w:rsidRPr="00C05013" w:rsidRDefault="00443BEC" w:rsidP="00443BEC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83F274" w14:textId="43A2699D" w:rsidR="00443BEC" w:rsidRPr="00C05013" w:rsidRDefault="00443BEC" w:rsidP="00443BEC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C05013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78" w:type="dxa"/>
            <w:gridSpan w:val="2"/>
          </w:tcPr>
          <w:p w14:paraId="10F9351E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2" w:type="dxa"/>
            <w:vAlign w:val="bottom"/>
          </w:tcPr>
          <w:p w14:paraId="437785CF" w14:textId="370E9D97" w:rsidR="00443BEC" w:rsidRPr="00C05013" w:rsidRDefault="00443BEC" w:rsidP="00443BEC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443BEC">
              <w:rPr>
                <w:rFonts w:ascii="Angsana New" w:hAnsi="Angsana New" w:cs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5B551BBB" w14:textId="77777777" w:rsidR="00443BEC" w:rsidRPr="00C05013" w:rsidRDefault="00443BEC" w:rsidP="00443BE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15C45A" w14:textId="2DEC9F69" w:rsidR="00443BEC" w:rsidRPr="00C05013" w:rsidRDefault="00443BEC" w:rsidP="00443BEC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C05013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C05013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443BEC" w:rsidRPr="00C05013" w14:paraId="5C0B257A" w14:textId="77777777" w:rsidTr="00303181">
        <w:trPr>
          <w:cantSplit/>
          <w:tblHeader/>
        </w:trPr>
        <w:tc>
          <w:tcPr>
            <w:tcW w:w="4410" w:type="dxa"/>
            <w:vAlign w:val="bottom"/>
          </w:tcPr>
          <w:p w14:paraId="6D583FD5" w14:textId="2E4ACD67" w:rsidR="00443BEC" w:rsidRPr="00C05013" w:rsidRDefault="00443BEC" w:rsidP="00443BEC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6D95CF2E" w14:textId="71E96F61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2739FAD8" w14:textId="77777777" w:rsidR="00443BEC" w:rsidRPr="00C05013" w:rsidRDefault="00443BEC" w:rsidP="00443BEC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658EFEE" w14:textId="758F872F" w:rsidR="00443BEC" w:rsidRPr="00C05013" w:rsidRDefault="00443BEC" w:rsidP="00443BEC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78" w:type="dxa"/>
            <w:gridSpan w:val="2"/>
          </w:tcPr>
          <w:p w14:paraId="4CF977E5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2" w:type="dxa"/>
            <w:vAlign w:val="bottom"/>
          </w:tcPr>
          <w:p w14:paraId="19795E8A" w14:textId="20E3C17E" w:rsidR="00443BEC" w:rsidRPr="00C05013" w:rsidRDefault="00443BEC" w:rsidP="00443BEC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80" w:type="dxa"/>
            <w:vAlign w:val="bottom"/>
          </w:tcPr>
          <w:p w14:paraId="602C9F82" w14:textId="77777777" w:rsidR="00443BEC" w:rsidRPr="00C05013" w:rsidRDefault="00443BEC" w:rsidP="00443BE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F03417" w14:textId="6581357F" w:rsidR="00443BEC" w:rsidRPr="00C05013" w:rsidRDefault="00443BEC" w:rsidP="00443BEC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6562FE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</w:tr>
      <w:tr w:rsidR="00443BEC" w:rsidRPr="00C05013" w14:paraId="19A16F95" w14:textId="77777777" w:rsidTr="00303181">
        <w:trPr>
          <w:gridAfter w:val="1"/>
          <w:wAfter w:w="6" w:type="dxa"/>
          <w:cantSplit/>
          <w:tblHeader/>
        </w:trPr>
        <w:tc>
          <w:tcPr>
            <w:tcW w:w="4410" w:type="dxa"/>
            <w:vAlign w:val="bottom"/>
          </w:tcPr>
          <w:p w14:paraId="32A9B255" w14:textId="77777777" w:rsidR="00443BEC" w:rsidRPr="00C05013" w:rsidRDefault="00443BEC" w:rsidP="00443BEC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4854" w:type="dxa"/>
            <w:gridSpan w:val="9"/>
            <w:vAlign w:val="bottom"/>
            <w:hideMark/>
          </w:tcPr>
          <w:p w14:paraId="332B27C5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813347" w:rsidRPr="00C05013" w14:paraId="4D8B2126" w14:textId="77777777" w:rsidTr="00303181">
        <w:trPr>
          <w:cantSplit/>
        </w:trPr>
        <w:tc>
          <w:tcPr>
            <w:tcW w:w="4410" w:type="dxa"/>
            <w:hideMark/>
          </w:tcPr>
          <w:p w14:paraId="614277C0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080" w:type="dxa"/>
          </w:tcPr>
          <w:p w14:paraId="4DF8EBAC" w14:textId="42866AA6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604,</w:t>
            </w:r>
            <w:r w:rsidR="00390593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43</w:t>
            </w:r>
          </w:p>
        </w:tc>
        <w:tc>
          <w:tcPr>
            <w:tcW w:w="180" w:type="dxa"/>
          </w:tcPr>
          <w:p w14:paraId="6176070A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14:paraId="07F8F782" w14:textId="3D890CBA" w:rsidR="00813347" w:rsidRPr="00C05013" w:rsidRDefault="00813347" w:rsidP="008936F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596,395</w:t>
            </w:r>
          </w:p>
        </w:tc>
        <w:tc>
          <w:tcPr>
            <w:tcW w:w="178" w:type="dxa"/>
            <w:gridSpan w:val="2"/>
          </w:tcPr>
          <w:p w14:paraId="753BE6C7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1611551C" w14:textId="50007954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553,482</w:t>
            </w:r>
          </w:p>
        </w:tc>
        <w:tc>
          <w:tcPr>
            <w:tcW w:w="180" w:type="dxa"/>
          </w:tcPr>
          <w:p w14:paraId="31FACD8B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14:paraId="7DAC1413" w14:textId="2D058717" w:rsidR="00813347" w:rsidRPr="00C05013" w:rsidRDefault="00813347" w:rsidP="008936F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552,440</w:t>
            </w:r>
          </w:p>
        </w:tc>
      </w:tr>
      <w:tr w:rsidR="00813347" w:rsidRPr="00C05013" w14:paraId="2CDCDD3D" w14:textId="77777777" w:rsidTr="00DF4A82">
        <w:trPr>
          <w:cantSplit/>
          <w:trHeight w:val="71"/>
        </w:trPr>
        <w:tc>
          <w:tcPr>
            <w:tcW w:w="4410" w:type="dxa"/>
            <w:vAlign w:val="bottom"/>
            <w:hideMark/>
          </w:tcPr>
          <w:p w14:paraId="6D839F92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8D8C09" w14:textId="608F5EBD" w:rsidR="00813347" w:rsidRPr="00C05013" w:rsidRDefault="000F4F2E" w:rsidP="00AD043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27</w:t>
            </w:r>
            <w:r w:rsidR="00AD043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440</w:t>
            </w:r>
          </w:p>
        </w:tc>
        <w:tc>
          <w:tcPr>
            <w:tcW w:w="180" w:type="dxa"/>
            <w:vAlign w:val="bottom"/>
          </w:tcPr>
          <w:p w14:paraId="6A4239F7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B6ACF3" w14:textId="7723216D" w:rsidR="00813347" w:rsidRPr="00C05013" w:rsidRDefault="000F4F2E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20</w:t>
            </w:r>
            <w:r w:rsidR="00145EF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575</w:t>
            </w:r>
          </w:p>
        </w:tc>
        <w:tc>
          <w:tcPr>
            <w:tcW w:w="178" w:type="dxa"/>
            <w:gridSpan w:val="2"/>
            <w:vAlign w:val="bottom"/>
          </w:tcPr>
          <w:p w14:paraId="40158F30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230506" w14:textId="43788E8F" w:rsidR="00813347" w:rsidRPr="00C05013" w:rsidRDefault="000F4F2E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26</w:t>
            </w:r>
            <w:r w:rsidR="00AD043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817</w:t>
            </w:r>
          </w:p>
        </w:tc>
        <w:tc>
          <w:tcPr>
            <w:tcW w:w="180" w:type="dxa"/>
            <w:vAlign w:val="bottom"/>
          </w:tcPr>
          <w:p w14:paraId="58846FD3" w14:textId="77777777" w:rsidR="00813347" w:rsidRPr="00C05013" w:rsidRDefault="00813347" w:rsidP="00813347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C2D7C7" w14:textId="45DD1EA3" w:rsidR="00813347" w:rsidRPr="00C05013" w:rsidRDefault="000F4F2E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26</w:t>
            </w:r>
            <w:r w:rsidR="00E13A0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679</w:t>
            </w:r>
          </w:p>
        </w:tc>
      </w:tr>
      <w:tr w:rsidR="00813347" w:rsidRPr="00C05013" w14:paraId="05ACFFE8" w14:textId="77777777" w:rsidTr="00DF4A82">
        <w:trPr>
          <w:cantSplit/>
        </w:trPr>
        <w:tc>
          <w:tcPr>
            <w:tcW w:w="4410" w:type="dxa"/>
            <w:hideMark/>
          </w:tcPr>
          <w:p w14:paraId="30202F06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DB8C60E" w14:textId="0EB61283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="000F4F2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31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0F4F2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483</w:t>
            </w:r>
          </w:p>
        </w:tc>
        <w:tc>
          <w:tcPr>
            <w:tcW w:w="180" w:type="dxa"/>
          </w:tcPr>
          <w:p w14:paraId="1492EEDD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3E25DB7" w14:textId="305F699B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="000F4F2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16</w:t>
            </w:r>
            <w:r w:rsidR="00145E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0F4F2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970</w:t>
            </w:r>
          </w:p>
        </w:tc>
        <w:tc>
          <w:tcPr>
            <w:tcW w:w="178" w:type="dxa"/>
            <w:gridSpan w:val="2"/>
          </w:tcPr>
          <w:p w14:paraId="7E320F9E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8E0DF1" w14:textId="03E4E17A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  <w:r w:rsidR="000F4F2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80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0F4F2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299</w:t>
            </w:r>
          </w:p>
        </w:tc>
        <w:tc>
          <w:tcPr>
            <w:tcW w:w="180" w:type="dxa"/>
          </w:tcPr>
          <w:p w14:paraId="21B9C5F9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EC98C0" w14:textId="78C945B4" w:rsidR="00813347" w:rsidRPr="00C05013" w:rsidRDefault="00E13A01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  <w:r w:rsidR="000F4F2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79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0F4F2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119</w:t>
            </w:r>
          </w:p>
        </w:tc>
      </w:tr>
    </w:tbl>
    <w:p w14:paraId="2387D1CA" w14:textId="14E5459F" w:rsidR="00B0013F" w:rsidRDefault="00B001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410"/>
        <w:gridCol w:w="1080"/>
        <w:gridCol w:w="180"/>
        <w:gridCol w:w="1080"/>
        <w:gridCol w:w="178"/>
        <w:gridCol w:w="1082"/>
        <w:gridCol w:w="180"/>
        <w:gridCol w:w="1080"/>
      </w:tblGrid>
      <w:tr w:rsidR="005F4397" w:rsidRPr="00C05013" w14:paraId="5E9A45E3" w14:textId="77777777" w:rsidTr="00AB2C26">
        <w:trPr>
          <w:cantSplit/>
          <w:tblHeader/>
        </w:trPr>
        <w:tc>
          <w:tcPr>
            <w:tcW w:w="4410" w:type="dxa"/>
            <w:vAlign w:val="bottom"/>
            <w:hideMark/>
          </w:tcPr>
          <w:p w14:paraId="725AB67A" w14:textId="35084C59" w:rsidR="005F4397" w:rsidRPr="00C05013" w:rsidRDefault="005F4397" w:rsidP="00E82CF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ลูกหนี้การค้า</w:t>
            </w:r>
          </w:p>
        </w:tc>
        <w:tc>
          <w:tcPr>
            <w:tcW w:w="2340" w:type="dxa"/>
            <w:gridSpan w:val="3"/>
            <w:vAlign w:val="bottom"/>
          </w:tcPr>
          <w:p w14:paraId="1D176088" w14:textId="77777777" w:rsidR="005F4397" w:rsidRPr="00C05013" w:rsidRDefault="005F4397" w:rsidP="00E82CF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</w:pPr>
            <w:r w:rsidRPr="00C05013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78" w:type="dxa"/>
          </w:tcPr>
          <w:p w14:paraId="24DEFEC6" w14:textId="77777777" w:rsidR="005F4397" w:rsidRPr="00C05013" w:rsidRDefault="005F4397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342" w:type="dxa"/>
            <w:gridSpan w:val="3"/>
            <w:vAlign w:val="bottom"/>
          </w:tcPr>
          <w:p w14:paraId="19E0C2B4" w14:textId="77777777" w:rsidR="005F4397" w:rsidRPr="00C05013" w:rsidRDefault="005F4397" w:rsidP="00E82CF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43BEC" w:rsidRPr="00C05013" w14:paraId="7F94A31C" w14:textId="77777777" w:rsidTr="00152C32">
        <w:trPr>
          <w:cantSplit/>
          <w:tblHeader/>
        </w:trPr>
        <w:tc>
          <w:tcPr>
            <w:tcW w:w="4410" w:type="dxa"/>
            <w:vAlign w:val="bottom"/>
          </w:tcPr>
          <w:p w14:paraId="6A1E5082" w14:textId="77777777" w:rsidR="00443BEC" w:rsidRPr="00C05013" w:rsidRDefault="00443BEC" w:rsidP="00443BEC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8037840" w14:textId="2E254FC6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31 </w:t>
            </w:r>
            <w:r w:rsidRPr="00443BEC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2828EDBE" w14:textId="77777777" w:rsidR="00443BEC" w:rsidRPr="00C05013" w:rsidRDefault="00443BEC" w:rsidP="00443BEC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535583B" w14:textId="0873BEC6" w:rsidR="00443BEC" w:rsidRPr="00C05013" w:rsidRDefault="00443BEC" w:rsidP="00443BEC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FD1F64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FD1F64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78" w:type="dxa"/>
          </w:tcPr>
          <w:p w14:paraId="2A86B0D8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0C3B070B" w14:textId="4163947A" w:rsidR="00443BEC" w:rsidRPr="00C05013" w:rsidRDefault="00443BEC" w:rsidP="00443BEC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43BEC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443BEC">
              <w:rPr>
                <w:rFonts w:ascii="Angsana New" w:hAnsi="Angsana New" w:cs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4F89E9CB" w14:textId="77777777" w:rsidR="00443BEC" w:rsidRPr="00C05013" w:rsidRDefault="00443BEC" w:rsidP="00443BE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78DADE72" w14:textId="24958D58" w:rsidR="00443BEC" w:rsidRPr="00C05013" w:rsidRDefault="00443BEC" w:rsidP="00443BEC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lang w:val="en-US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FD1F64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FD1F64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443BEC" w:rsidRPr="00C05013" w14:paraId="23F5CBE5" w14:textId="77777777" w:rsidTr="00152C32">
        <w:trPr>
          <w:cantSplit/>
          <w:tblHeader/>
        </w:trPr>
        <w:tc>
          <w:tcPr>
            <w:tcW w:w="4410" w:type="dxa"/>
            <w:vAlign w:val="bottom"/>
          </w:tcPr>
          <w:p w14:paraId="5F77EEC7" w14:textId="158743EF" w:rsidR="00443BEC" w:rsidRPr="00C05013" w:rsidRDefault="00443BEC" w:rsidP="00443BEC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171035EA" w14:textId="1F0B1B42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63F121E1" w14:textId="77777777" w:rsidR="00443BEC" w:rsidRPr="00C05013" w:rsidRDefault="00443BEC" w:rsidP="00443BEC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34ADA6B5" w14:textId="119CE450" w:rsidR="00443BEC" w:rsidRPr="00C05013" w:rsidRDefault="00443BEC" w:rsidP="00443BEC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813347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78" w:type="dxa"/>
          </w:tcPr>
          <w:p w14:paraId="04E12BCC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4D59F3DF" w14:textId="3279DD40" w:rsidR="00443BEC" w:rsidRPr="00C05013" w:rsidRDefault="00443BEC" w:rsidP="00443BEC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42DD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443BEC">
              <w:rPr>
                <w:rFonts w:ascii="Angsana New" w:hAnsi="Angsana New" w:cs="Angsana New"/>
                <w:bCs/>
                <w:sz w:val="28"/>
                <w:szCs w:val="28"/>
              </w:rPr>
              <w:t>8</w:t>
            </w:r>
          </w:p>
        </w:tc>
        <w:tc>
          <w:tcPr>
            <w:tcW w:w="180" w:type="dxa"/>
            <w:vAlign w:val="bottom"/>
          </w:tcPr>
          <w:p w14:paraId="0EED85C9" w14:textId="77777777" w:rsidR="00443BEC" w:rsidRPr="00C05013" w:rsidRDefault="00443BEC" w:rsidP="00443BE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9322658" w14:textId="5ACFD6C8" w:rsidR="00443BEC" w:rsidRPr="00C05013" w:rsidRDefault="00443BEC" w:rsidP="00443BEC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813347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</w:tr>
      <w:tr w:rsidR="00443BEC" w:rsidRPr="00C05013" w14:paraId="21CB5A68" w14:textId="77777777" w:rsidTr="00AB2C26">
        <w:trPr>
          <w:cantSplit/>
          <w:tblHeader/>
        </w:trPr>
        <w:tc>
          <w:tcPr>
            <w:tcW w:w="4410" w:type="dxa"/>
            <w:vAlign w:val="bottom"/>
          </w:tcPr>
          <w:p w14:paraId="279BE670" w14:textId="77777777" w:rsidR="00443BEC" w:rsidRPr="00C05013" w:rsidRDefault="00443BEC" w:rsidP="00443BEC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4860" w:type="dxa"/>
            <w:gridSpan w:val="7"/>
            <w:vAlign w:val="bottom"/>
            <w:hideMark/>
          </w:tcPr>
          <w:p w14:paraId="22E40CCA" w14:textId="77777777" w:rsidR="00443BEC" w:rsidRPr="00C05013" w:rsidRDefault="00443BEC" w:rsidP="00443BE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813347" w:rsidRPr="00C05013" w14:paraId="0BD96EFC" w14:textId="77777777" w:rsidTr="00152C32">
        <w:trPr>
          <w:cantSplit/>
        </w:trPr>
        <w:tc>
          <w:tcPr>
            <w:tcW w:w="4410" w:type="dxa"/>
            <w:hideMark/>
          </w:tcPr>
          <w:p w14:paraId="11580407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080" w:type="dxa"/>
          </w:tcPr>
          <w:p w14:paraId="789F3584" w14:textId="28201351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474,40</w:t>
            </w:r>
            <w:r w:rsidR="001141EE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80" w:type="dxa"/>
          </w:tcPr>
          <w:p w14:paraId="0ED4F2E8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A775BC4" w14:textId="35A0ABA2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466,482</w:t>
            </w:r>
          </w:p>
        </w:tc>
        <w:tc>
          <w:tcPr>
            <w:tcW w:w="178" w:type="dxa"/>
          </w:tcPr>
          <w:p w14:paraId="70082B7E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047970F2" w14:textId="41A5F31B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429,451</w:t>
            </w:r>
          </w:p>
        </w:tc>
        <w:tc>
          <w:tcPr>
            <w:tcW w:w="180" w:type="dxa"/>
          </w:tcPr>
          <w:p w14:paraId="41EEA43E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B1FBE6E" w14:textId="60115D08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428,092</w:t>
            </w:r>
          </w:p>
        </w:tc>
      </w:tr>
      <w:tr w:rsidR="00813347" w:rsidRPr="00C05013" w14:paraId="6DC68F7A" w14:textId="77777777" w:rsidTr="00152C32">
        <w:trPr>
          <w:cantSplit/>
        </w:trPr>
        <w:tc>
          <w:tcPr>
            <w:tcW w:w="4410" w:type="dxa"/>
            <w:hideMark/>
          </w:tcPr>
          <w:p w14:paraId="2F83781D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080" w:type="dxa"/>
          </w:tcPr>
          <w:p w14:paraId="61A3BDB6" w14:textId="77777777" w:rsidR="00813347" w:rsidRPr="00C05013" w:rsidRDefault="00813347" w:rsidP="00813347">
            <w:pPr>
              <w:pStyle w:val="acctfourfigures"/>
              <w:tabs>
                <w:tab w:val="decimal" w:pos="465"/>
                <w:tab w:val="decimal" w:pos="82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61B1CC67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CFB6AB9" w14:textId="77777777" w:rsidR="00813347" w:rsidRPr="00C05013" w:rsidRDefault="00813347" w:rsidP="00813347">
            <w:pPr>
              <w:pStyle w:val="acctfourfigures"/>
              <w:tabs>
                <w:tab w:val="decimal" w:pos="731"/>
                <w:tab w:val="decimal" w:pos="82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" w:type="dxa"/>
          </w:tcPr>
          <w:p w14:paraId="543A3D35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594AF9C9" w14:textId="77777777" w:rsidR="00813347" w:rsidRPr="00C05013" w:rsidRDefault="00813347" w:rsidP="00813347">
            <w:pPr>
              <w:pStyle w:val="acctfourfigures"/>
              <w:tabs>
                <w:tab w:val="decimal" w:pos="701"/>
                <w:tab w:val="decimal" w:pos="82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2C5D8490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AB35B69" w14:textId="77777777" w:rsidR="00813347" w:rsidRPr="00C05013" w:rsidRDefault="00813347" w:rsidP="00813347">
            <w:pPr>
              <w:pStyle w:val="acctfourfigures"/>
              <w:tabs>
                <w:tab w:val="decimal" w:pos="73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13347" w:rsidRPr="00C05013" w14:paraId="3CA0B45C" w14:textId="77777777" w:rsidTr="00152C32">
        <w:trPr>
          <w:cantSplit/>
        </w:trPr>
        <w:tc>
          <w:tcPr>
            <w:tcW w:w="4410" w:type="dxa"/>
            <w:hideMark/>
          </w:tcPr>
          <w:p w14:paraId="757B2E55" w14:textId="5E976D78" w:rsidR="00813347" w:rsidRPr="00C05013" w:rsidRDefault="00813347" w:rsidP="00813347">
            <w:pPr>
              <w:spacing w:line="240" w:lineRule="auto"/>
              <w:ind w:left="104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Pr="00C72C92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วัน</w:t>
            </w:r>
          </w:p>
        </w:tc>
        <w:tc>
          <w:tcPr>
            <w:tcW w:w="1080" w:type="dxa"/>
          </w:tcPr>
          <w:p w14:paraId="11AD6C31" w14:textId="5850A4B8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124,054</w:t>
            </w:r>
          </w:p>
        </w:tc>
        <w:tc>
          <w:tcPr>
            <w:tcW w:w="180" w:type="dxa"/>
          </w:tcPr>
          <w:p w14:paraId="451C4A46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95A3B4A" w14:textId="44F7E6F2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123,906</w:t>
            </w:r>
          </w:p>
        </w:tc>
        <w:tc>
          <w:tcPr>
            <w:tcW w:w="178" w:type="dxa"/>
          </w:tcPr>
          <w:p w14:paraId="45A17A3F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5EDBA019" w14:textId="7027E2A1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118,403</w:t>
            </w:r>
          </w:p>
        </w:tc>
        <w:tc>
          <w:tcPr>
            <w:tcW w:w="180" w:type="dxa"/>
          </w:tcPr>
          <w:p w14:paraId="2A99B76D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61E89FE" w14:textId="29481BB0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118,276</w:t>
            </w:r>
          </w:p>
        </w:tc>
      </w:tr>
      <w:tr w:rsidR="00813347" w:rsidRPr="00C05013" w14:paraId="1320FA2E" w14:textId="77777777" w:rsidTr="00152C32">
        <w:trPr>
          <w:cantSplit/>
        </w:trPr>
        <w:tc>
          <w:tcPr>
            <w:tcW w:w="4410" w:type="dxa"/>
            <w:hideMark/>
          </w:tcPr>
          <w:p w14:paraId="7C33F427" w14:textId="50C42CB8" w:rsidR="00813347" w:rsidRPr="00C05013" w:rsidRDefault="00813347" w:rsidP="00813347">
            <w:pPr>
              <w:spacing w:line="240" w:lineRule="auto"/>
              <w:ind w:left="104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91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Pr="00C72C92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วัน</w:t>
            </w:r>
          </w:p>
        </w:tc>
        <w:tc>
          <w:tcPr>
            <w:tcW w:w="1080" w:type="dxa"/>
          </w:tcPr>
          <w:p w14:paraId="702A67FD" w14:textId="2CA23261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5,446</w:t>
            </w:r>
          </w:p>
        </w:tc>
        <w:tc>
          <w:tcPr>
            <w:tcW w:w="180" w:type="dxa"/>
          </w:tcPr>
          <w:p w14:paraId="25E43D70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015B426" w14:textId="08F7FCDD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6,646</w:t>
            </w:r>
          </w:p>
        </w:tc>
        <w:tc>
          <w:tcPr>
            <w:tcW w:w="178" w:type="dxa"/>
          </w:tcPr>
          <w:p w14:paraId="1BACF411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551BF6FB" w14:textId="42D03910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5,419</w:t>
            </w:r>
          </w:p>
        </w:tc>
        <w:tc>
          <w:tcPr>
            <w:tcW w:w="180" w:type="dxa"/>
          </w:tcPr>
          <w:p w14:paraId="2CDEEDFA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F5C4DC8" w14:textId="11FFD36A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6,623</w:t>
            </w:r>
          </w:p>
        </w:tc>
      </w:tr>
      <w:tr w:rsidR="00813347" w:rsidRPr="00C05013" w14:paraId="0D7401C7" w14:textId="77777777" w:rsidTr="00152C32">
        <w:trPr>
          <w:cantSplit/>
        </w:trPr>
        <w:tc>
          <w:tcPr>
            <w:tcW w:w="4410" w:type="dxa"/>
            <w:hideMark/>
          </w:tcPr>
          <w:p w14:paraId="732A6863" w14:textId="1BEAB916" w:rsidR="00813347" w:rsidRPr="00C05013" w:rsidRDefault="00813347" w:rsidP="00813347">
            <w:pPr>
              <w:spacing w:line="240" w:lineRule="auto"/>
              <w:ind w:left="104" w:right="-79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181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365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วัน</w:t>
            </w:r>
          </w:p>
        </w:tc>
        <w:tc>
          <w:tcPr>
            <w:tcW w:w="1080" w:type="dxa"/>
          </w:tcPr>
          <w:p w14:paraId="3CF38837" w14:textId="37612157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2,646</w:t>
            </w:r>
          </w:p>
        </w:tc>
        <w:tc>
          <w:tcPr>
            <w:tcW w:w="180" w:type="dxa"/>
          </w:tcPr>
          <w:p w14:paraId="65BD6F55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2F65096A" w14:textId="69796BD3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1,691</w:t>
            </w:r>
          </w:p>
        </w:tc>
        <w:tc>
          <w:tcPr>
            <w:tcW w:w="178" w:type="dxa"/>
          </w:tcPr>
          <w:p w14:paraId="5226F2CF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3B3DDE18" w14:textId="693CDB96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2,615</w:t>
            </w:r>
          </w:p>
        </w:tc>
        <w:tc>
          <w:tcPr>
            <w:tcW w:w="180" w:type="dxa"/>
          </w:tcPr>
          <w:p w14:paraId="4F7E11F7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32840301" w14:textId="1EE951A5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1,617</w:t>
            </w:r>
          </w:p>
        </w:tc>
      </w:tr>
      <w:tr w:rsidR="00813347" w:rsidRPr="00C05013" w14:paraId="1842191A" w14:textId="77777777" w:rsidTr="00152C32">
        <w:trPr>
          <w:cantSplit/>
        </w:trPr>
        <w:tc>
          <w:tcPr>
            <w:tcW w:w="4410" w:type="dxa"/>
            <w:hideMark/>
          </w:tcPr>
          <w:p w14:paraId="3674DC8D" w14:textId="6C2C06D3" w:rsidR="00813347" w:rsidRPr="00C05013" w:rsidRDefault="00813347" w:rsidP="00813347">
            <w:pPr>
              <w:spacing w:line="240" w:lineRule="auto"/>
              <w:ind w:left="104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มากกว่า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365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3DDBF9" w14:textId="49E6A5DA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5,878</w:t>
            </w:r>
          </w:p>
        </w:tc>
        <w:tc>
          <w:tcPr>
            <w:tcW w:w="180" w:type="dxa"/>
          </w:tcPr>
          <w:p w14:paraId="2C2CB5A0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40909E" w14:textId="5E79824A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5,959</w:t>
            </w:r>
          </w:p>
        </w:tc>
        <w:tc>
          <w:tcPr>
            <w:tcW w:w="178" w:type="dxa"/>
          </w:tcPr>
          <w:p w14:paraId="29F8E0E8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D8E026" w14:textId="6A33DEFE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3,902</w:t>
            </w:r>
          </w:p>
        </w:tc>
        <w:tc>
          <w:tcPr>
            <w:tcW w:w="180" w:type="dxa"/>
          </w:tcPr>
          <w:p w14:paraId="5A1BF0AA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EC81F2" w14:textId="7E8182C4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3,933</w:t>
            </w:r>
          </w:p>
        </w:tc>
      </w:tr>
      <w:tr w:rsidR="00813347" w:rsidRPr="00C05013" w14:paraId="3E00B954" w14:textId="77777777" w:rsidTr="0000623F">
        <w:trPr>
          <w:cantSplit/>
        </w:trPr>
        <w:tc>
          <w:tcPr>
            <w:tcW w:w="4410" w:type="dxa"/>
            <w:hideMark/>
          </w:tcPr>
          <w:p w14:paraId="3AC9BB69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77120" w14:textId="262FF653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612,4</w:t>
            </w:r>
            <w:r w:rsidR="00187C7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0" w:type="dxa"/>
          </w:tcPr>
          <w:p w14:paraId="4C2BCB7D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A65B5" w14:textId="603AD41F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604,684</w:t>
            </w:r>
          </w:p>
        </w:tc>
        <w:tc>
          <w:tcPr>
            <w:tcW w:w="178" w:type="dxa"/>
          </w:tcPr>
          <w:p w14:paraId="408CAECA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A53A5" w14:textId="555EBE05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559,790</w:t>
            </w:r>
          </w:p>
        </w:tc>
        <w:tc>
          <w:tcPr>
            <w:tcW w:w="180" w:type="dxa"/>
          </w:tcPr>
          <w:p w14:paraId="3D07E018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CDBFF" w14:textId="33F32921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558,541</w:t>
            </w:r>
          </w:p>
        </w:tc>
      </w:tr>
      <w:tr w:rsidR="00813347" w:rsidRPr="00C05013" w14:paraId="0E77762C" w14:textId="77777777" w:rsidTr="0000623F">
        <w:trPr>
          <w:cantSplit/>
          <w:trHeight w:val="71"/>
        </w:trPr>
        <w:tc>
          <w:tcPr>
            <w:tcW w:w="4410" w:type="dxa"/>
            <w:vAlign w:val="bottom"/>
            <w:hideMark/>
          </w:tcPr>
          <w:p w14:paraId="3CD29060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F989F0" w14:textId="034B2943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(8,38</w:t>
            </w:r>
            <w:r w:rsidR="001141EE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242DBEF0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02D5AE" w14:textId="3205CD9A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(8,289)</w:t>
            </w:r>
          </w:p>
        </w:tc>
        <w:tc>
          <w:tcPr>
            <w:tcW w:w="178" w:type="dxa"/>
            <w:vAlign w:val="bottom"/>
          </w:tcPr>
          <w:p w14:paraId="29CC3B8B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151A57" w14:textId="00BBBE3D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(6,308)</w:t>
            </w:r>
          </w:p>
        </w:tc>
        <w:tc>
          <w:tcPr>
            <w:tcW w:w="180" w:type="dxa"/>
            <w:vAlign w:val="bottom"/>
          </w:tcPr>
          <w:p w14:paraId="13A04317" w14:textId="77777777" w:rsidR="00813347" w:rsidRPr="00C05013" w:rsidRDefault="00813347" w:rsidP="00813347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3A87C6" w14:textId="7B48E2EF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(6,101)</w:t>
            </w:r>
          </w:p>
        </w:tc>
      </w:tr>
      <w:tr w:rsidR="00813347" w:rsidRPr="00C05013" w14:paraId="20639E59" w14:textId="77777777" w:rsidTr="0000623F">
        <w:trPr>
          <w:cantSplit/>
        </w:trPr>
        <w:tc>
          <w:tcPr>
            <w:tcW w:w="4410" w:type="dxa"/>
            <w:hideMark/>
          </w:tcPr>
          <w:p w14:paraId="17FD3527" w14:textId="77777777" w:rsidR="00813347" w:rsidRPr="00C05013" w:rsidRDefault="00813347" w:rsidP="0081334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7ECD15D" w14:textId="4E22E61A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604,043</w:t>
            </w:r>
          </w:p>
        </w:tc>
        <w:tc>
          <w:tcPr>
            <w:tcW w:w="180" w:type="dxa"/>
          </w:tcPr>
          <w:p w14:paraId="0328BF78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D461A89" w14:textId="4BC35BEB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596,395</w:t>
            </w:r>
          </w:p>
        </w:tc>
        <w:tc>
          <w:tcPr>
            <w:tcW w:w="178" w:type="dxa"/>
          </w:tcPr>
          <w:p w14:paraId="1574DF9A" w14:textId="77777777" w:rsidR="00813347" w:rsidRPr="00C05013" w:rsidRDefault="00813347" w:rsidP="0081334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B2DBA8" w14:textId="1D471362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553,482</w:t>
            </w:r>
          </w:p>
        </w:tc>
        <w:tc>
          <w:tcPr>
            <w:tcW w:w="180" w:type="dxa"/>
          </w:tcPr>
          <w:p w14:paraId="4BA18529" w14:textId="77777777" w:rsidR="00813347" w:rsidRPr="00C05013" w:rsidRDefault="00813347" w:rsidP="00813347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E7E5A87" w14:textId="732865C5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552,440</w:t>
            </w:r>
          </w:p>
        </w:tc>
      </w:tr>
    </w:tbl>
    <w:p w14:paraId="28BE83BE" w14:textId="77777777" w:rsidR="005F4397" w:rsidRPr="00C05013" w:rsidRDefault="005F4397" w:rsidP="00C307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410"/>
        <w:gridCol w:w="1080"/>
        <w:gridCol w:w="178"/>
        <w:gridCol w:w="1082"/>
        <w:gridCol w:w="178"/>
        <w:gridCol w:w="1082"/>
        <w:gridCol w:w="178"/>
        <w:gridCol w:w="1082"/>
      </w:tblGrid>
      <w:tr w:rsidR="005F4397" w:rsidRPr="00C05013" w14:paraId="37BEC07F" w14:textId="77777777" w:rsidTr="00152C32">
        <w:trPr>
          <w:cantSplit/>
          <w:trHeight w:val="20"/>
          <w:tblHeader/>
        </w:trPr>
        <w:tc>
          <w:tcPr>
            <w:tcW w:w="4410" w:type="dxa"/>
          </w:tcPr>
          <w:p w14:paraId="2FD0C779" w14:textId="77777777" w:rsidR="005F4397" w:rsidRPr="00C05013" w:rsidRDefault="005F4397" w:rsidP="00E82CF4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2340" w:type="dxa"/>
            <w:gridSpan w:val="3"/>
          </w:tcPr>
          <w:p w14:paraId="77813051" w14:textId="77777777" w:rsidR="005F4397" w:rsidRPr="00C05013" w:rsidRDefault="005F4397" w:rsidP="00E82CF4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  <w:lang w:val="en-US" w:bidi="th-TH"/>
              </w:rPr>
            </w:pPr>
            <w:r w:rsidRPr="00C05013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32277895" w14:textId="77777777" w:rsidR="005F4397" w:rsidRPr="00C05013" w:rsidRDefault="005F4397" w:rsidP="00E82CF4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342" w:type="dxa"/>
            <w:gridSpan w:val="3"/>
          </w:tcPr>
          <w:p w14:paraId="2F49A7FF" w14:textId="77777777" w:rsidR="005F4397" w:rsidRPr="00C05013" w:rsidRDefault="005F4397" w:rsidP="00E82CF4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  <w:lang w:val="en-US" w:bidi="th-TH"/>
              </w:rPr>
            </w:pPr>
            <w:r w:rsidRPr="00C05013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956DE9" w:rsidRPr="00C05013" w14:paraId="5BD4D319" w14:textId="77777777" w:rsidTr="00152C32">
        <w:trPr>
          <w:cantSplit/>
          <w:trHeight w:val="20"/>
          <w:tblHeader/>
        </w:trPr>
        <w:tc>
          <w:tcPr>
            <w:tcW w:w="4410" w:type="dxa"/>
          </w:tcPr>
          <w:p w14:paraId="2BEBA054" w14:textId="77777777" w:rsidR="00956DE9" w:rsidRPr="00C05013" w:rsidRDefault="00956DE9" w:rsidP="00956DE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9728857" w14:textId="724C1624" w:rsidR="00956DE9" w:rsidRPr="00C05013" w:rsidRDefault="00C42DDF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256</w:t>
            </w:r>
            <w:r w:rsidR="00813347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78" w:type="dxa"/>
          </w:tcPr>
          <w:p w14:paraId="09E53292" w14:textId="77777777" w:rsidR="00956DE9" w:rsidRPr="00C05013" w:rsidRDefault="00956DE9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82" w:type="dxa"/>
          </w:tcPr>
          <w:p w14:paraId="38D1D106" w14:textId="608CDF77" w:rsidR="00956DE9" w:rsidRPr="00C05013" w:rsidRDefault="00C42DDF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256</w:t>
            </w:r>
            <w:r w:rsidR="00813347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78" w:type="dxa"/>
          </w:tcPr>
          <w:p w14:paraId="644C9FAE" w14:textId="77777777" w:rsidR="00956DE9" w:rsidRPr="00C05013" w:rsidRDefault="00956DE9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82" w:type="dxa"/>
          </w:tcPr>
          <w:p w14:paraId="6A96C182" w14:textId="342A3B6D" w:rsidR="00956DE9" w:rsidRPr="00C05013" w:rsidRDefault="00C42DDF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256</w:t>
            </w:r>
            <w:r w:rsidR="00813347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78" w:type="dxa"/>
          </w:tcPr>
          <w:p w14:paraId="348A7643" w14:textId="77777777" w:rsidR="00956DE9" w:rsidRPr="00C05013" w:rsidRDefault="00956DE9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82" w:type="dxa"/>
          </w:tcPr>
          <w:p w14:paraId="3EE7C09B" w14:textId="33BACAB8" w:rsidR="00956DE9" w:rsidRPr="00C05013" w:rsidRDefault="00C42DDF" w:rsidP="00956DE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256</w:t>
            </w:r>
            <w:r w:rsidR="00813347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7</w:t>
            </w:r>
          </w:p>
        </w:tc>
      </w:tr>
      <w:tr w:rsidR="005F4397" w:rsidRPr="00C05013" w14:paraId="5C38AD81" w14:textId="77777777" w:rsidTr="00152C32">
        <w:trPr>
          <w:cantSplit/>
          <w:trHeight w:val="20"/>
          <w:tblHeader/>
        </w:trPr>
        <w:tc>
          <w:tcPr>
            <w:tcW w:w="4410" w:type="dxa"/>
          </w:tcPr>
          <w:p w14:paraId="0EB3494A" w14:textId="77777777" w:rsidR="005F4397" w:rsidRPr="00C05013" w:rsidRDefault="005F4397" w:rsidP="00E82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860" w:type="dxa"/>
            <w:gridSpan w:val="7"/>
            <w:vAlign w:val="bottom"/>
          </w:tcPr>
          <w:p w14:paraId="0F0F623E" w14:textId="77777777" w:rsidR="005F4397" w:rsidRPr="00C05013" w:rsidRDefault="005F4397" w:rsidP="00E82CF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C05013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813347" w:rsidRPr="00C05013" w14:paraId="0B6AC91F" w14:textId="77777777" w:rsidTr="00152C32">
        <w:trPr>
          <w:cantSplit/>
          <w:trHeight w:val="20"/>
        </w:trPr>
        <w:tc>
          <w:tcPr>
            <w:tcW w:w="4410" w:type="dxa"/>
          </w:tcPr>
          <w:p w14:paraId="0565048F" w14:textId="608829FB" w:rsidR="00813347" w:rsidRPr="00C05013" w:rsidRDefault="00813347" w:rsidP="008133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C0501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</w:p>
        </w:tc>
        <w:tc>
          <w:tcPr>
            <w:tcW w:w="1080" w:type="dxa"/>
            <w:vAlign w:val="bottom"/>
          </w:tcPr>
          <w:p w14:paraId="0F6C9B7F" w14:textId="1B66A913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813347">
              <w:rPr>
                <w:rFonts w:asciiTheme="majorBidi" w:hAnsiTheme="majorBidi" w:cstheme="majorBidi"/>
                <w:sz w:val="28"/>
                <w:szCs w:val="28"/>
              </w:rPr>
              <w:t>8,289</w:t>
            </w:r>
          </w:p>
        </w:tc>
        <w:tc>
          <w:tcPr>
            <w:tcW w:w="178" w:type="dxa"/>
            <w:vAlign w:val="bottom"/>
          </w:tcPr>
          <w:p w14:paraId="54961DCB" w14:textId="77777777" w:rsidR="00813347" w:rsidRPr="00C05013" w:rsidRDefault="00813347" w:rsidP="0081334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1E01D99A" w14:textId="5363D652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Pr="00B8564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593</w:t>
            </w:r>
          </w:p>
        </w:tc>
        <w:tc>
          <w:tcPr>
            <w:tcW w:w="178" w:type="dxa"/>
            <w:vAlign w:val="bottom"/>
          </w:tcPr>
          <w:p w14:paraId="4805AF27" w14:textId="77777777" w:rsidR="00813347" w:rsidRPr="00C05013" w:rsidRDefault="00813347" w:rsidP="0081334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1D1D4C94" w14:textId="719E341E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813347">
              <w:rPr>
                <w:rFonts w:asciiTheme="majorBidi" w:hAnsiTheme="majorBidi" w:cstheme="majorBidi"/>
                <w:sz w:val="28"/>
                <w:szCs w:val="28"/>
              </w:rPr>
              <w:t>6,101</w:t>
            </w:r>
          </w:p>
        </w:tc>
        <w:tc>
          <w:tcPr>
            <w:tcW w:w="178" w:type="dxa"/>
            <w:vAlign w:val="bottom"/>
          </w:tcPr>
          <w:p w14:paraId="080F8257" w14:textId="77777777" w:rsidR="00813347" w:rsidRPr="00C05013" w:rsidRDefault="00813347" w:rsidP="0081334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5607FC66" w14:textId="06149D31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 w:rsidRPr="00C42DDF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B8564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42DDF">
              <w:rPr>
                <w:rFonts w:asciiTheme="majorBidi" w:hAnsiTheme="majorBidi" w:cstheme="majorBidi"/>
                <w:sz w:val="28"/>
                <w:szCs w:val="28"/>
              </w:rPr>
              <w:t>824</w:t>
            </w:r>
          </w:p>
        </w:tc>
      </w:tr>
      <w:tr w:rsidR="00813347" w:rsidRPr="00C05013" w14:paraId="6F444EEA" w14:textId="77777777" w:rsidTr="00152C32">
        <w:trPr>
          <w:cantSplit/>
          <w:trHeight w:val="20"/>
        </w:trPr>
        <w:tc>
          <w:tcPr>
            <w:tcW w:w="4410" w:type="dxa"/>
          </w:tcPr>
          <w:p w14:paraId="7296F5DB" w14:textId="775E1C9E" w:rsidR="00813347" w:rsidRPr="00C05013" w:rsidRDefault="00786DFF" w:rsidP="008133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080" w:type="dxa"/>
          </w:tcPr>
          <w:p w14:paraId="2462C041" w14:textId="1EBFA1E7" w:rsidR="00813347" w:rsidRPr="00C05013" w:rsidRDefault="00F27ACB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98</w:t>
            </w:r>
          </w:p>
        </w:tc>
        <w:tc>
          <w:tcPr>
            <w:tcW w:w="178" w:type="dxa"/>
          </w:tcPr>
          <w:p w14:paraId="7B765474" w14:textId="77777777" w:rsidR="00813347" w:rsidRPr="00C05013" w:rsidRDefault="00813347" w:rsidP="0081334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0592D3FD" w14:textId="15A56C35" w:rsidR="00813347" w:rsidRPr="00C05013" w:rsidRDefault="00786DFF" w:rsidP="00786DF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4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8" w:type="dxa"/>
          </w:tcPr>
          <w:p w14:paraId="6CDB4F79" w14:textId="77777777" w:rsidR="00813347" w:rsidRPr="00C05013" w:rsidRDefault="00813347" w:rsidP="0081334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3484C87F" w14:textId="638D6A0B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207</w:t>
            </w:r>
          </w:p>
        </w:tc>
        <w:tc>
          <w:tcPr>
            <w:tcW w:w="178" w:type="dxa"/>
          </w:tcPr>
          <w:p w14:paraId="650C8D92" w14:textId="77777777" w:rsidR="00813347" w:rsidRPr="00C05013" w:rsidRDefault="00813347" w:rsidP="0081334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2DA00749" w14:textId="0F226827" w:rsidR="00813347" w:rsidRPr="00C05013" w:rsidRDefault="00786DFF" w:rsidP="00786DF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1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2651D" w:rsidRPr="00C05013" w14:paraId="0AA65802" w14:textId="77777777" w:rsidTr="00152C32">
        <w:trPr>
          <w:cantSplit/>
          <w:trHeight w:val="20"/>
        </w:trPr>
        <w:tc>
          <w:tcPr>
            <w:tcW w:w="4410" w:type="dxa"/>
          </w:tcPr>
          <w:p w14:paraId="338A68CC" w14:textId="4BAAE099" w:rsidR="0072651D" w:rsidRPr="00C05013" w:rsidRDefault="00786DFF" w:rsidP="008133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6DFF">
              <w:rPr>
                <w:rFonts w:asciiTheme="majorBidi" w:hAnsiTheme="majorBidi" w:cs="Angsana New" w:hint="cs"/>
                <w:sz w:val="28"/>
                <w:szCs w:val="28"/>
                <w:cs/>
              </w:rPr>
              <w:t>กลับรายการ</w:t>
            </w:r>
          </w:p>
        </w:tc>
        <w:tc>
          <w:tcPr>
            <w:tcW w:w="1080" w:type="dxa"/>
          </w:tcPr>
          <w:p w14:paraId="5FE33093" w14:textId="43675129" w:rsidR="0072651D" w:rsidRDefault="00F27ACB" w:rsidP="00F27A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4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dxa"/>
          </w:tcPr>
          <w:p w14:paraId="29CB68C5" w14:textId="77777777" w:rsidR="0072651D" w:rsidRPr="00C05013" w:rsidRDefault="0072651D" w:rsidP="0081334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7B7F2095" w14:textId="32F04E34" w:rsidR="0072651D" w:rsidRDefault="00786DFF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(1,610)</w:t>
            </w:r>
          </w:p>
        </w:tc>
        <w:tc>
          <w:tcPr>
            <w:tcW w:w="178" w:type="dxa"/>
          </w:tcPr>
          <w:p w14:paraId="5711FE38" w14:textId="77777777" w:rsidR="0072651D" w:rsidRPr="00C05013" w:rsidRDefault="0072651D" w:rsidP="0081334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6852A18D" w14:textId="240B6632" w:rsidR="0072651D" w:rsidRDefault="00786DFF" w:rsidP="00786DF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4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8" w:type="dxa"/>
          </w:tcPr>
          <w:p w14:paraId="450C9E0D" w14:textId="77777777" w:rsidR="0072651D" w:rsidRPr="00C05013" w:rsidRDefault="0072651D" w:rsidP="0081334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</w:tcPr>
          <w:p w14:paraId="10182DEB" w14:textId="74CD6171" w:rsidR="0072651D" w:rsidRDefault="00786DFF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(444)</w:t>
            </w:r>
          </w:p>
        </w:tc>
      </w:tr>
      <w:tr w:rsidR="00813347" w:rsidRPr="00C05013" w14:paraId="3BE8C915" w14:textId="77777777" w:rsidTr="00152C32">
        <w:trPr>
          <w:cantSplit/>
          <w:trHeight w:val="20"/>
        </w:trPr>
        <w:tc>
          <w:tcPr>
            <w:tcW w:w="4410" w:type="dxa"/>
          </w:tcPr>
          <w:p w14:paraId="2A944738" w14:textId="3E87EDFE" w:rsidR="00813347" w:rsidRPr="00C05013" w:rsidRDefault="00813347" w:rsidP="008133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FD1F6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AB546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="008936F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8936F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7CEB84" w14:textId="486967DC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8,38</w:t>
            </w:r>
            <w:r w:rsidR="001141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8" w:type="dxa"/>
            <w:vAlign w:val="bottom"/>
          </w:tcPr>
          <w:p w14:paraId="7463D4F5" w14:textId="77777777" w:rsidR="00813347" w:rsidRPr="00C05013" w:rsidRDefault="00813347" w:rsidP="0081334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EDA913" w14:textId="258CD77D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9,983</w:t>
            </w:r>
          </w:p>
        </w:tc>
        <w:tc>
          <w:tcPr>
            <w:tcW w:w="178" w:type="dxa"/>
            <w:vAlign w:val="bottom"/>
          </w:tcPr>
          <w:p w14:paraId="1C7C114D" w14:textId="77777777" w:rsidR="00813347" w:rsidRPr="00C05013" w:rsidRDefault="00813347" w:rsidP="0081334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B070D1" w14:textId="64363FE4" w:rsidR="00813347" w:rsidRPr="00C05013" w:rsidRDefault="00AD0435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6,308</w:t>
            </w:r>
          </w:p>
        </w:tc>
        <w:tc>
          <w:tcPr>
            <w:tcW w:w="178" w:type="dxa"/>
            <w:vAlign w:val="bottom"/>
          </w:tcPr>
          <w:p w14:paraId="31E4E475" w14:textId="77777777" w:rsidR="00813347" w:rsidRPr="00C05013" w:rsidRDefault="00813347" w:rsidP="0081334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1D30E0" w14:textId="723A900B" w:rsidR="00813347" w:rsidRPr="00C05013" w:rsidRDefault="00813347" w:rsidP="0081334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7,380</w:t>
            </w:r>
          </w:p>
        </w:tc>
      </w:tr>
    </w:tbl>
    <w:p w14:paraId="597D13A9" w14:textId="6C8FCE96" w:rsidR="002252F9" w:rsidRDefault="002252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28"/>
          <w:szCs w:val="28"/>
          <w:cs/>
        </w:rPr>
      </w:pPr>
    </w:p>
    <w:p w14:paraId="2D5A78EA" w14:textId="4EDAE390" w:rsidR="00155971" w:rsidRPr="008F7B1C" w:rsidRDefault="00804175" w:rsidP="00C90BB7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lang w:val="th-TH"/>
        </w:rPr>
      </w:pPr>
      <w:bookmarkStart w:id="2" w:name="_Hlk181886409"/>
      <w:r w:rsidRPr="008F7B1C">
        <w:rPr>
          <w:rFonts w:ascii="Angsana New" w:hAnsi="Angsana New" w:cs="Angsana New"/>
          <w:sz w:val="30"/>
          <w:szCs w:val="30"/>
          <w:u w:val="none"/>
          <w:cs/>
          <w:lang w:val="th-TH"/>
        </w:rPr>
        <w:t>ภาระผูกพันกับบุคคลหรือกิจการที่ไม่เกี่ยวข้องกัน</w:t>
      </w:r>
      <w:r w:rsidR="004B34A7" w:rsidRPr="008F7B1C">
        <w:rPr>
          <w:rFonts w:ascii="Angsana New" w:hAnsi="Angsana New" w:cs="Angsana New"/>
          <w:sz w:val="30"/>
          <w:szCs w:val="30"/>
          <w:u w:val="none"/>
          <w:cs/>
          <w:lang w:val="th-TH"/>
        </w:rPr>
        <w:t xml:space="preserve"> </w:t>
      </w:r>
    </w:p>
    <w:bookmarkEnd w:id="2"/>
    <w:p w14:paraId="02CC290F" w14:textId="77777777" w:rsidR="003D32C9" w:rsidRPr="00C05013" w:rsidRDefault="003D32C9" w:rsidP="007706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</w:p>
    <w:tbl>
      <w:tblPr>
        <w:tblW w:w="92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12"/>
        <w:gridCol w:w="1097"/>
        <w:gridCol w:w="236"/>
        <w:gridCol w:w="1036"/>
        <w:gridCol w:w="261"/>
        <w:gridCol w:w="1084"/>
        <w:gridCol w:w="272"/>
        <w:gridCol w:w="1070"/>
      </w:tblGrid>
      <w:tr w:rsidR="002755D8" w:rsidRPr="00C05013" w14:paraId="773D9DCE" w14:textId="77777777" w:rsidTr="00A03033">
        <w:trPr>
          <w:tblHeader/>
        </w:trPr>
        <w:tc>
          <w:tcPr>
            <w:tcW w:w="2272" w:type="pct"/>
            <w:shd w:val="clear" w:color="auto" w:fill="auto"/>
          </w:tcPr>
          <w:p w14:paraId="77083F15" w14:textId="77777777" w:rsidR="002755D8" w:rsidRPr="00C05013" w:rsidRDefault="002755D8" w:rsidP="00E82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pct"/>
            <w:gridSpan w:val="3"/>
            <w:shd w:val="clear" w:color="auto" w:fill="auto"/>
          </w:tcPr>
          <w:p w14:paraId="1268F4FA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pct"/>
            <w:shd w:val="clear" w:color="auto" w:fill="auto"/>
          </w:tcPr>
          <w:p w14:paraId="5F8AE778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9" w:type="pct"/>
            <w:gridSpan w:val="3"/>
            <w:shd w:val="clear" w:color="auto" w:fill="auto"/>
          </w:tcPr>
          <w:p w14:paraId="6EDEDFD3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50EE4" w:rsidRPr="00C05013" w14:paraId="260D6E14" w14:textId="77777777" w:rsidTr="00A03033">
        <w:trPr>
          <w:trHeight w:val="344"/>
          <w:tblHeader/>
        </w:trPr>
        <w:tc>
          <w:tcPr>
            <w:tcW w:w="2272" w:type="pct"/>
            <w:shd w:val="clear" w:color="auto" w:fill="auto"/>
          </w:tcPr>
          <w:p w14:paraId="6FA9B6A9" w14:textId="77777777" w:rsidR="00F50EE4" w:rsidRPr="00C05013" w:rsidRDefault="00F50EE4" w:rsidP="00F50E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CD15B7E" w14:textId="2DF388AB" w:rsidR="00F50EE4" w:rsidRPr="00C05013" w:rsidRDefault="00443BEC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31 </w:t>
            </w:r>
            <w:r w:rsidRPr="00443BEC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66AFD267" w14:textId="77777777" w:rsidR="00F50EE4" w:rsidRPr="00C05013" w:rsidRDefault="00F50EE4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59" w:type="pct"/>
            <w:shd w:val="clear" w:color="auto" w:fill="auto"/>
            <w:vAlign w:val="bottom"/>
          </w:tcPr>
          <w:p w14:paraId="0227AD43" w14:textId="2E015097" w:rsidR="00F50EE4" w:rsidRPr="00C05013" w:rsidRDefault="00F50EE4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FD1F64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FD1F64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41" w:type="pct"/>
            <w:shd w:val="clear" w:color="auto" w:fill="auto"/>
          </w:tcPr>
          <w:p w14:paraId="472E8FC6" w14:textId="77777777" w:rsidR="00F50EE4" w:rsidRPr="00C05013" w:rsidRDefault="00F50EE4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14:paraId="604E6DC1" w14:textId="6897A2C3" w:rsidR="00F50EE4" w:rsidRPr="00C05013" w:rsidRDefault="00443BEC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31 </w:t>
            </w:r>
            <w:r w:rsidRPr="00443BEC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3BD57941" w14:textId="77777777" w:rsidR="00F50EE4" w:rsidRPr="00C05013" w:rsidRDefault="00F50EE4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07997AEC" w14:textId="1A58114D" w:rsidR="00F50EE4" w:rsidRPr="00C05013" w:rsidRDefault="00F50EE4" w:rsidP="00F50E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31</w:t>
            </w:r>
            <w:r w:rsidRPr="00FD1F64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Pr="00FD1F64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246DCC" w:rsidRPr="00C05013" w14:paraId="2C79D218" w14:textId="77777777" w:rsidTr="00A03033">
        <w:trPr>
          <w:trHeight w:val="344"/>
          <w:tblHeader/>
        </w:trPr>
        <w:tc>
          <w:tcPr>
            <w:tcW w:w="2272" w:type="pct"/>
            <w:shd w:val="clear" w:color="auto" w:fill="auto"/>
          </w:tcPr>
          <w:p w14:paraId="11DBE74B" w14:textId="77777777" w:rsidR="00246DCC" w:rsidRPr="00C05013" w:rsidRDefault="00246DCC" w:rsidP="00246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3C44DAAC" w14:textId="2CD126B0" w:rsidR="00246DCC" w:rsidRPr="00C05013" w:rsidRDefault="00C42DDF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3885DBB1" w14:textId="77777777" w:rsidR="00246DCC" w:rsidRPr="00C05013" w:rsidRDefault="00246DCC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59" w:type="pct"/>
            <w:shd w:val="clear" w:color="auto" w:fill="auto"/>
            <w:vAlign w:val="bottom"/>
          </w:tcPr>
          <w:p w14:paraId="0249DBAA" w14:textId="343C2E66" w:rsidR="00246DCC" w:rsidRPr="00C05013" w:rsidRDefault="00C42DDF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41" w:type="pct"/>
            <w:shd w:val="clear" w:color="auto" w:fill="auto"/>
          </w:tcPr>
          <w:p w14:paraId="667CAB5F" w14:textId="77777777" w:rsidR="00246DCC" w:rsidRPr="00C05013" w:rsidRDefault="00246DCC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14:paraId="57C75891" w14:textId="3C1FC63E" w:rsidR="00246DCC" w:rsidRPr="00C05013" w:rsidRDefault="00C42DDF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159DA997" w14:textId="77777777" w:rsidR="00246DCC" w:rsidRPr="00C05013" w:rsidRDefault="00246DCC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5C7FC372" w14:textId="61ACFD43" w:rsidR="00246DCC" w:rsidRPr="00C05013" w:rsidRDefault="00C42DDF" w:rsidP="00246DCC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</w:pPr>
            <w:r w:rsidRPr="00C42DDF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</w:t>
            </w:r>
            <w:r w:rsidR="00443BEC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7</w:t>
            </w:r>
          </w:p>
        </w:tc>
      </w:tr>
      <w:tr w:rsidR="002755D8" w:rsidRPr="00C05013" w14:paraId="541D62E8" w14:textId="77777777" w:rsidTr="00A03033">
        <w:trPr>
          <w:tblHeader/>
        </w:trPr>
        <w:tc>
          <w:tcPr>
            <w:tcW w:w="2272" w:type="pct"/>
            <w:shd w:val="clear" w:color="auto" w:fill="auto"/>
            <w:vAlign w:val="center"/>
          </w:tcPr>
          <w:p w14:paraId="587DA8DA" w14:textId="77777777" w:rsidR="002755D8" w:rsidRPr="00C05013" w:rsidRDefault="002755D8" w:rsidP="00E82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28" w:type="pct"/>
            <w:gridSpan w:val="7"/>
            <w:shd w:val="clear" w:color="auto" w:fill="auto"/>
          </w:tcPr>
          <w:p w14:paraId="67C38DA2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2755D8" w:rsidRPr="00C05013" w14:paraId="623D30AB" w14:textId="77777777" w:rsidTr="00A03033">
        <w:tc>
          <w:tcPr>
            <w:tcW w:w="2272" w:type="pct"/>
            <w:shd w:val="clear" w:color="auto" w:fill="auto"/>
          </w:tcPr>
          <w:p w14:paraId="06683D12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ภาระผูกพันรายจ่ายฝ่ายทุน</w:t>
            </w:r>
          </w:p>
        </w:tc>
        <w:tc>
          <w:tcPr>
            <w:tcW w:w="592" w:type="pct"/>
            <w:shd w:val="clear" w:color="auto" w:fill="auto"/>
          </w:tcPr>
          <w:p w14:paraId="67FB8665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" w:type="pct"/>
            <w:shd w:val="clear" w:color="auto" w:fill="auto"/>
          </w:tcPr>
          <w:p w14:paraId="375FCD00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9" w:type="pct"/>
            <w:shd w:val="clear" w:color="auto" w:fill="auto"/>
          </w:tcPr>
          <w:p w14:paraId="71483996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" w:type="pct"/>
            <w:shd w:val="clear" w:color="auto" w:fill="auto"/>
          </w:tcPr>
          <w:p w14:paraId="7AD61F5B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037DED9C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7" w:type="pct"/>
            <w:shd w:val="clear" w:color="auto" w:fill="auto"/>
          </w:tcPr>
          <w:p w14:paraId="11111D6A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" w:type="pct"/>
            <w:shd w:val="clear" w:color="auto" w:fill="auto"/>
          </w:tcPr>
          <w:p w14:paraId="58A237A2" w14:textId="77777777" w:rsidR="002755D8" w:rsidRPr="00C05013" w:rsidRDefault="002755D8" w:rsidP="00E82C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/>
              <w:ind w:left="60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43BEC" w:rsidRPr="00C05013" w14:paraId="05289738" w14:textId="77777777" w:rsidTr="00A03033">
        <w:tc>
          <w:tcPr>
            <w:tcW w:w="2272" w:type="pct"/>
            <w:shd w:val="clear" w:color="auto" w:fill="auto"/>
          </w:tcPr>
          <w:p w14:paraId="608102C2" w14:textId="77777777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เครื่องจักรและอุปกรณ์</w:t>
            </w:r>
          </w:p>
        </w:tc>
        <w:tc>
          <w:tcPr>
            <w:tcW w:w="592" w:type="pct"/>
            <w:shd w:val="clear" w:color="auto" w:fill="auto"/>
          </w:tcPr>
          <w:p w14:paraId="5053C93B" w14:textId="3833CD5E" w:rsidR="00443BEC" w:rsidRPr="00C05013" w:rsidRDefault="00951805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27,515</w:t>
            </w:r>
          </w:p>
        </w:tc>
        <w:tc>
          <w:tcPr>
            <w:tcW w:w="127" w:type="pct"/>
            <w:shd w:val="clear" w:color="auto" w:fill="auto"/>
          </w:tcPr>
          <w:p w14:paraId="395BC6D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  <w:shd w:val="clear" w:color="auto" w:fill="auto"/>
          </w:tcPr>
          <w:p w14:paraId="10E7B086" w14:textId="54DF604E" w:rsidR="00443BEC" w:rsidRPr="00C05013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42,881</w:t>
            </w:r>
          </w:p>
        </w:tc>
        <w:tc>
          <w:tcPr>
            <w:tcW w:w="141" w:type="pct"/>
            <w:shd w:val="clear" w:color="auto" w:fill="auto"/>
          </w:tcPr>
          <w:p w14:paraId="236BC1AC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  <w:shd w:val="clear" w:color="auto" w:fill="auto"/>
          </w:tcPr>
          <w:p w14:paraId="77F1B7C7" w14:textId="3F399C01" w:rsidR="00443BEC" w:rsidRPr="00C05013" w:rsidRDefault="00951805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5,843</w:t>
            </w:r>
          </w:p>
        </w:tc>
        <w:tc>
          <w:tcPr>
            <w:tcW w:w="147" w:type="pct"/>
            <w:shd w:val="clear" w:color="auto" w:fill="auto"/>
          </w:tcPr>
          <w:p w14:paraId="0F243466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  <w:shd w:val="clear" w:color="auto" w:fill="auto"/>
          </w:tcPr>
          <w:p w14:paraId="7AFADE21" w14:textId="0DC9A0A7" w:rsidR="00443BEC" w:rsidRPr="00443BEC" w:rsidRDefault="00443BEC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3BEC">
              <w:rPr>
                <w:rFonts w:asciiTheme="majorBidi" w:hAnsiTheme="majorBidi" w:cstheme="majorBidi"/>
                <w:sz w:val="28"/>
                <w:szCs w:val="28"/>
              </w:rPr>
              <w:t>9,064</w:t>
            </w:r>
          </w:p>
        </w:tc>
      </w:tr>
      <w:tr w:rsidR="00443BEC" w:rsidRPr="00C05013" w14:paraId="7E70552F" w14:textId="77777777" w:rsidTr="00A03033">
        <w:tc>
          <w:tcPr>
            <w:tcW w:w="2272" w:type="pct"/>
            <w:shd w:val="clear" w:color="auto" w:fill="auto"/>
          </w:tcPr>
          <w:p w14:paraId="74A42D81" w14:textId="71FE5E0C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592" w:type="pct"/>
            <w:shd w:val="clear" w:color="auto" w:fill="auto"/>
          </w:tcPr>
          <w:p w14:paraId="5972B2B6" w14:textId="6DEB1BA0" w:rsidR="00443BEC" w:rsidRPr="00C05013" w:rsidRDefault="00951805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14,500</w:t>
            </w:r>
          </w:p>
        </w:tc>
        <w:tc>
          <w:tcPr>
            <w:tcW w:w="127" w:type="pct"/>
            <w:shd w:val="clear" w:color="auto" w:fill="auto"/>
          </w:tcPr>
          <w:p w14:paraId="203ECBE8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  <w:shd w:val="clear" w:color="auto" w:fill="auto"/>
          </w:tcPr>
          <w:p w14:paraId="24214A51" w14:textId="44CA7CD6" w:rsidR="00443BEC" w:rsidRPr="00C05013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9400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9,156</w:t>
            </w:r>
          </w:p>
        </w:tc>
        <w:tc>
          <w:tcPr>
            <w:tcW w:w="141" w:type="pct"/>
            <w:shd w:val="clear" w:color="auto" w:fill="auto"/>
          </w:tcPr>
          <w:p w14:paraId="2C2CC06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  <w:shd w:val="clear" w:color="auto" w:fill="auto"/>
          </w:tcPr>
          <w:p w14:paraId="4BDDBAA8" w14:textId="0F51D4A6" w:rsidR="00443BEC" w:rsidRPr="00C05013" w:rsidRDefault="00951805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2,380</w:t>
            </w:r>
          </w:p>
        </w:tc>
        <w:tc>
          <w:tcPr>
            <w:tcW w:w="147" w:type="pct"/>
            <w:shd w:val="clear" w:color="auto" w:fill="auto"/>
          </w:tcPr>
          <w:p w14:paraId="144EA25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  <w:shd w:val="clear" w:color="auto" w:fill="auto"/>
          </w:tcPr>
          <w:p w14:paraId="27B5A464" w14:textId="228EEF8F" w:rsidR="00443BEC" w:rsidRPr="00443BEC" w:rsidRDefault="00443BEC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  <w:r w:rsidRPr="00443BEC">
              <w:rPr>
                <w:rFonts w:asciiTheme="majorBidi" w:hAnsiTheme="majorBidi" w:cstheme="majorBidi"/>
                <w:sz w:val="28"/>
                <w:szCs w:val="28"/>
              </w:rPr>
              <w:t>1,885</w:t>
            </w:r>
          </w:p>
        </w:tc>
      </w:tr>
      <w:tr w:rsidR="00443BEC" w:rsidRPr="00C05013" w14:paraId="08DCE273" w14:textId="77777777" w:rsidTr="00A03033">
        <w:tc>
          <w:tcPr>
            <w:tcW w:w="2272" w:type="pct"/>
            <w:shd w:val="clear" w:color="auto" w:fill="auto"/>
          </w:tcPr>
          <w:p w14:paraId="013E034F" w14:textId="77777777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119782" w14:textId="28C8336D" w:rsidR="00443BEC" w:rsidRPr="00C05013" w:rsidRDefault="00951805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42,015</w:t>
            </w:r>
          </w:p>
        </w:tc>
        <w:tc>
          <w:tcPr>
            <w:tcW w:w="127" w:type="pct"/>
            <w:shd w:val="clear" w:color="auto" w:fill="auto"/>
          </w:tcPr>
          <w:p w14:paraId="14EE3DB5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C201C7" w14:textId="2B4250C4" w:rsidR="00443BEC" w:rsidRPr="00C05013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9400D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52,037</w:t>
            </w:r>
          </w:p>
        </w:tc>
        <w:tc>
          <w:tcPr>
            <w:tcW w:w="141" w:type="pct"/>
            <w:shd w:val="clear" w:color="auto" w:fill="auto"/>
          </w:tcPr>
          <w:p w14:paraId="37CAEB89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BAC21B" w14:textId="47087922" w:rsidR="00443BEC" w:rsidRPr="00C05013" w:rsidRDefault="00951805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8,223</w:t>
            </w:r>
          </w:p>
        </w:tc>
        <w:tc>
          <w:tcPr>
            <w:tcW w:w="147" w:type="pct"/>
            <w:shd w:val="clear" w:color="auto" w:fill="auto"/>
          </w:tcPr>
          <w:p w14:paraId="5DB56FC1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8D3953" w14:textId="058DD7CD" w:rsidR="00443BEC" w:rsidRPr="00610432" w:rsidRDefault="00443BEC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9400D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10,</w:t>
            </w:r>
            <w:r w:rsidRPr="003940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949</w:t>
            </w:r>
          </w:p>
        </w:tc>
      </w:tr>
      <w:tr w:rsidR="00445D99" w:rsidRPr="00C05013" w14:paraId="03E45854" w14:textId="77777777" w:rsidTr="00A03033">
        <w:tc>
          <w:tcPr>
            <w:tcW w:w="2272" w:type="pct"/>
            <w:shd w:val="clear" w:color="auto" w:fill="auto"/>
          </w:tcPr>
          <w:p w14:paraId="1189E653" w14:textId="77777777" w:rsidR="00F5131A" w:rsidRDefault="00F5131A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0359F88" w14:textId="77777777" w:rsidR="00F5131A" w:rsidRPr="00C05013" w:rsidRDefault="00F5131A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92" w:type="pct"/>
            <w:tcBorders>
              <w:top w:val="double" w:sz="4" w:space="0" w:color="auto"/>
            </w:tcBorders>
            <w:shd w:val="clear" w:color="auto" w:fill="auto"/>
          </w:tcPr>
          <w:p w14:paraId="1435F329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1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" w:type="pct"/>
            <w:shd w:val="clear" w:color="auto" w:fill="auto"/>
          </w:tcPr>
          <w:p w14:paraId="74BE1BB2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9" w:type="pct"/>
            <w:tcBorders>
              <w:top w:val="double" w:sz="4" w:space="0" w:color="auto"/>
            </w:tcBorders>
            <w:shd w:val="clear" w:color="auto" w:fill="auto"/>
          </w:tcPr>
          <w:p w14:paraId="3C397785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" w:type="pct"/>
            <w:shd w:val="clear" w:color="auto" w:fill="auto"/>
          </w:tcPr>
          <w:p w14:paraId="03AB0CE6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auto"/>
          </w:tcPr>
          <w:p w14:paraId="541A9664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240" w:lineRule="auto"/>
              <w:ind w:left="-108" w:right="-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1B085512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double" w:sz="4" w:space="0" w:color="auto"/>
            </w:tcBorders>
            <w:shd w:val="clear" w:color="auto" w:fill="auto"/>
          </w:tcPr>
          <w:p w14:paraId="29B445BE" w14:textId="77777777" w:rsidR="00445D99" w:rsidRPr="00C05013" w:rsidRDefault="00445D99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282093" w:rsidRPr="00C05013" w14:paraId="260CB43B" w14:textId="77777777" w:rsidTr="004B2AEC">
        <w:trPr>
          <w:trHeight w:val="254"/>
        </w:trPr>
        <w:tc>
          <w:tcPr>
            <w:tcW w:w="2272" w:type="pct"/>
            <w:shd w:val="clear" w:color="auto" w:fill="auto"/>
          </w:tcPr>
          <w:p w14:paraId="66B783AD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ภาระผูกพันอื่น</w:t>
            </w:r>
            <w:r w:rsidRPr="00C0501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C0501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ๆ</w:t>
            </w:r>
          </w:p>
        </w:tc>
        <w:tc>
          <w:tcPr>
            <w:tcW w:w="592" w:type="pct"/>
            <w:shd w:val="clear" w:color="auto" w:fill="auto"/>
          </w:tcPr>
          <w:p w14:paraId="2943622F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/>
              <w:ind w:left="-108" w:righ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" w:type="pct"/>
            <w:shd w:val="clear" w:color="auto" w:fill="auto"/>
          </w:tcPr>
          <w:p w14:paraId="191A72DA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59" w:type="pct"/>
            <w:shd w:val="clear" w:color="auto" w:fill="auto"/>
          </w:tcPr>
          <w:p w14:paraId="26B4DD81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" w:type="pct"/>
            <w:shd w:val="clear" w:color="auto" w:fill="auto"/>
          </w:tcPr>
          <w:p w14:paraId="03A25C35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06B81587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5F1E9F54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77" w:type="pct"/>
            <w:shd w:val="clear" w:color="auto" w:fill="auto"/>
          </w:tcPr>
          <w:p w14:paraId="34D337B4" w14:textId="77777777" w:rsidR="00282093" w:rsidRPr="00C05013" w:rsidRDefault="00282093" w:rsidP="00282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443BEC" w:rsidRPr="00C05013" w14:paraId="711F5ED0" w14:textId="77777777" w:rsidTr="00A03033">
        <w:tc>
          <w:tcPr>
            <w:tcW w:w="2272" w:type="pct"/>
            <w:shd w:val="clear" w:color="auto" w:fill="auto"/>
          </w:tcPr>
          <w:p w14:paraId="506B0BFB" w14:textId="77777777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ภาระผูกพันตามสัญญาเช่าระยะสั้น</w:t>
            </w:r>
            <w:r w:rsidRPr="00C05013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และสัญญาบริการ</w:t>
            </w:r>
          </w:p>
        </w:tc>
        <w:tc>
          <w:tcPr>
            <w:tcW w:w="592" w:type="pct"/>
            <w:shd w:val="clear" w:color="auto" w:fill="auto"/>
          </w:tcPr>
          <w:p w14:paraId="35B78024" w14:textId="5D6B1AE3" w:rsidR="00443BEC" w:rsidRPr="00BD7106" w:rsidRDefault="00951805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9,</w:t>
            </w:r>
            <w:r w:rsidR="00DD6EE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02</w:t>
            </w:r>
          </w:p>
        </w:tc>
        <w:tc>
          <w:tcPr>
            <w:tcW w:w="127" w:type="pct"/>
            <w:shd w:val="clear" w:color="auto" w:fill="auto"/>
          </w:tcPr>
          <w:p w14:paraId="5BBBA464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  <w:shd w:val="clear" w:color="auto" w:fill="auto"/>
          </w:tcPr>
          <w:p w14:paraId="489E7CD3" w14:textId="52832DD7" w:rsidR="00443BEC" w:rsidRPr="00C05013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9400D">
              <w:rPr>
                <w:rFonts w:asciiTheme="majorBidi" w:hAnsiTheme="majorBidi" w:cstheme="majorBidi"/>
                <w:sz w:val="28"/>
                <w:szCs w:val="28"/>
              </w:rPr>
              <w:t>7,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674</w:t>
            </w:r>
          </w:p>
        </w:tc>
        <w:tc>
          <w:tcPr>
            <w:tcW w:w="141" w:type="pct"/>
            <w:shd w:val="clear" w:color="auto" w:fill="auto"/>
          </w:tcPr>
          <w:p w14:paraId="03278518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  <w:shd w:val="clear" w:color="auto" w:fill="auto"/>
          </w:tcPr>
          <w:p w14:paraId="1E29A66A" w14:textId="30816A04" w:rsidR="00443BEC" w:rsidRPr="00C05013" w:rsidRDefault="00951805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6,627</w:t>
            </w:r>
          </w:p>
        </w:tc>
        <w:tc>
          <w:tcPr>
            <w:tcW w:w="147" w:type="pct"/>
            <w:shd w:val="clear" w:color="auto" w:fill="auto"/>
          </w:tcPr>
          <w:p w14:paraId="3EE1E8EE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  <w:shd w:val="clear" w:color="auto" w:fill="auto"/>
          </w:tcPr>
          <w:p w14:paraId="7BB1DAAF" w14:textId="42D31E25" w:rsidR="00443BEC" w:rsidRPr="00C05013" w:rsidRDefault="00443BEC" w:rsidP="00443BE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9400D">
              <w:rPr>
                <w:rFonts w:asciiTheme="majorBidi" w:hAnsiTheme="majorBidi" w:cstheme="majorBidi"/>
                <w:sz w:val="28"/>
                <w:szCs w:val="28"/>
              </w:rPr>
              <w:t>5,387</w:t>
            </w:r>
          </w:p>
        </w:tc>
      </w:tr>
      <w:tr w:rsidR="00443BEC" w:rsidRPr="00C05013" w14:paraId="1881671F" w14:textId="77777777" w:rsidTr="00A03033">
        <w:tc>
          <w:tcPr>
            <w:tcW w:w="2272" w:type="pct"/>
            <w:shd w:val="clear" w:color="auto" w:fill="auto"/>
          </w:tcPr>
          <w:p w14:paraId="5B85397D" w14:textId="77777777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หนังสือค้ำประกันจากธนาคาร </w:t>
            </w:r>
          </w:p>
        </w:tc>
        <w:tc>
          <w:tcPr>
            <w:tcW w:w="592" w:type="pct"/>
            <w:shd w:val="clear" w:color="auto" w:fill="auto"/>
          </w:tcPr>
          <w:p w14:paraId="20FB47DB" w14:textId="0B51498C" w:rsidR="00443BEC" w:rsidRPr="00C05013" w:rsidRDefault="00687467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3,820</w:t>
            </w:r>
          </w:p>
        </w:tc>
        <w:tc>
          <w:tcPr>
            <w:tcW w:w="127" w:type="pct"/>
            <w:shd w:val="clear" w:color="auto" w:fill="auto"/>
          </w:tcPr>
          <w:p w14:paraId="63004F0F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  <w:shd w:val="clear" w:color="auto" w:fill="auto"/>
          </w:tcPr>
          <w:p w14:paraId="1DE5DCA0" w14:textId="6278331D" w:rsidR="00443BEC" w:rsidRPr="00C05013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9400D">
              <w:rPr>
                <w:rFonts w:asciiTheme="majorBidi" w:hAnsiTheme="majorBidi" w:cstheme="majorBidi"/>
                <w:sz w:val="28"/>
                <w:szCs w:val="28"/>
              </w:rPr>
              <w:t>7,687</w:t>
            </w:r>
          </w:p>
        </w:tc>
        <w:tc>
          <w:tcPr>
            <w:tcW w:w="141" w:type="pct"/>
            <w:shd w:val="clear" w:color="auto" w:fill="auto"/>
          </w:tcPr>
          <w:p w14:paraId="164DA85D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  <w:shd w:val="clear" w:color="auto" w:fill="auto"/>
          </w:tcPr>
          <w:p w14:paraId="3C40C124" w14:textId="7AA15882" w:rsidR="00443BEC" w:rsidRPr="00C05013" w:rsidRDefault="00687467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3,640</w:t>
            </w:r>
          </w:p>
        </w:tc>
        <w:tc>
          <w:tcPr>
            <w:tcW w:w="147" w:type="pct"/>
            <w:shd w:val="clear" w:color="auto" w:fill="auto"/>
          </w:tcPr>
          <w:p w14:paraId="1B3E5540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  <w:shd w:val="clear" w:color="auto" w:fill="auto"/>
          </w:tcPr>
          <w:p w14:paraId="4159438E" w14:textId="6084F3A8" w:rsidR="00443BEC" w:rsidRPr="00C05013" w:rsidRDefault="00443BEC" w:rsidP="00443BE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5,187</w:t>
            </w:r>
          </w:p>
        </w:tc>
      </w:tr>
      <w:tr w:rsidR="00443BEC" w:rsidRPr="00C05013" w14:paraId="6CF05814" w14:textId="77777777" w:rsidTr="00A03033">
        <w:tc>
          <w:tcPr>
            <w:tcW w:w="2272" w:type="pct"/>
            <w:shd w:val="clear" w:color="auto" w:fill="auto"/>
          </w:tcPr>
          <w:p w14:paraId="375DBD25" w14:textId="77777777" w:rsidR="00443BEC" w:rsidRPr="00C05013" w:rsidRDefault="00443BEC" w:rsidP="00443B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501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2E06B7" w14:textId="4295E3E9" w:rsidR="00443BEC" w:rsidRPr="00C05013" w:rsidRDefault="00951805" w:rsidP="00443BEC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13,</w:t>
            </w:r>
            <w:r w:rsidR="00DD6EEC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22</w:t>
            </w:r>
          </w:p>
        </w:tc>
        <w:tc>
          <w:tcPr>
            <w:tcW w:w="127" w:type="pct"/>
            <w:shd w:val="clear" w:color="auto" w:fill="auto"/>
          </w:tcPr>
          <w:p w14:paraId="5AC45EE4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792473" w14:textId="1CCCBB82" w:rsidR="00443BEC" w:rsidRPr="00C05013" w:rsidRDefault="00443BEC" w:rsidP="00443BEC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940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15,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361</w:t>
            </w:r>
          </w:p>
        </w:tc>
        <w:tc>
          <w:tcPr>
            <w:tcW w:w="141" w:type="pct"/>
            <w:shd w:val="clear" w:color="auto" w:fill="auto"/>
          </w:tcPr>
          <w:p w14:paraId="54781E87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37F736" w14:textId="2954A3FE" w:rsidR="00443BEC" w:rsidRPr="00C05013" w:rsidRDefault="00951805" w:rsidP="00443BEC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10,267</w:t>
            </w:r>
          </w:p>
        </w:tc>
        <w:tc>
          <w:tcPr>
            <w:tcW w:w="147" w:type="pct"/>
            <w:shd w:val="clear" w:color="auto" w:fill="auto"/>
          </w:tcPr>
          <w:p w14:paraId="4113A81C" w14:textId="77777777" w:rsidR="00443BEC" w:rsidRPr="00C05013" w:rsidRDefault="00443BEC" w:rsidP="00443BEC">
            <w:pPr>
              <w:pStyle w:val="acctfourfigures"/>
              <w:tabs>
                <w:tab w:val="clear" w:pos="765"/>
                <w:tab w:val="decimal" w:pos="64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251DAE" w14:textId="5D32CD13" w:rsidR="00443BEC" w:rsidRPr="00C05013" w:rsidRDefault="00443BEC" w:rsidP="00443BE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ind w:left="-126" w:right="-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10,574</w:t>
            </w:r>
          </w:p>
        </w:tc>
      </w:tr>
    </w:tbl>
    <w:p w14:paraId="309F186E" w14:textId="150C0F15" w:rsidR="00A03033" w:rsidRDefault="00A030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  <w:cs/>
        </w:rPr>
      </w:pPr>
    </w:p>
    <w:p w14:paraId="74261636" w14:textId="0945F5FF" w:rsidR="0074280B" w:rsidRDefault="001C5449" w:rsidP="001C5449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theme="majorBidi"/>
          <w:sz w:val="28"/>
          <w:szCs w:val="28"/>
        </w:rPr>
      </w:pPr>
      <w:bookmarkStart w:id="3" w:name="_Hlk181886374"/>
      <w:r w:rsidRPr="00601015">
        <w:rPr>
          <w:rFonts w:asciiTheme="majorBidi" w:hAnsiTheme="majorBidi" w:cstheme="majorBidi" w:hint="cs"/>
          <w:sz w:val="28"/>
          <w:szCs w:val="28"/>
          <w:cs/>
        </w:rPr>
        <w:t xml:space="preserve">ณ วันที่ </w:t>
      </w:r>
      <w:r w:rsidR="00443BEC" w:rsidRPr="00443BEC">
        <w:rPr>
          <w:rFonts w:asciiTheme="majorBidi" w:hAnsiTheme="majorBidi" w:cstheme="majorBidi"/>
          <w:sz w:val="28"/>
          <w:szCs w:val="28"/>
        </w:rPr>
        <w:t xml:space="preserve">31 </w:t>
      </w:r>
      <w:r w:rsidR="00443BEC" w:rsidRPr="00443BEC">
        <w:rPr>
          <w:rFonts w:asciiTheme="majorBidi" w:hAnsiTheme="majorBidi" w:cs="Angsana New" w:hint="cs"/>
          <w:sz w:val="28"/>
          <w:szCs w:val="28"/>
          <w:cs/>
        </w:rPr>
        <w:t>มีนาคม</w:t>
      </w:r>
      <w:r w:rsidR="00443BEC" w:rsidRPr="00443BEC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601015">
        <w:rPr>
          <w:rFonts w:asciiTheme="majorBidi" w:hAnsiTheme="majorBidi" w:cstheme="majorBidi"/>
          <w:sz w:val="28"/>
          <w:szCs w:val="28"/>
        </w:rPr>
        <w:t>256</w:t>
      </w:r>
      <w:r w:rsidR="00443BEC">
        <w:rPr>
          <w:rFonts w:asciiTheme="majorBidi" w:hAnsiTheme="majorBidi" w:cstheme="majorBidi"/>
          <w:sz w:val="28"/>
          <w:szCs w:val="28"/>
        </w:rPr>
        <w:t>8</w:t>
      </w:r>
      <w:r w:rsidRPr="00601015">
        <w:rPr>
          <w:rFonts w:asciiTheme="majorBidi" w:hAnsiTheme="majorBidi" w:cstheme="majorBidi"/>
          <w:sz w:val="28"/>
          <w:szCs w:val="28"/>
        </w:rPr>
        <w:t xml:space="preserve"> </w:t>
      </w:r>
      <w:r w:rsidRPr="00601015">
        <w:rPr>
          <w:rFonts w:asciiTheme="majorBidi" w:hAnsiTheme="majorBidi" w:cstheme="majorBidi" w:hint="cs"/>
          <w:sz w:val="28"/>
          <w:szCs w:val="28"/>
          <w:cs/>
        </w:rPr>
        <w:t>กลุ่มบริษัทได้จำนองที่ดินพร้อมสิ่งปลูกสร้าง</w:t>
      </w:r>
      <w:r w:rsidR="00405041">
        <w:rPr>
          <w:rFonts w:asciiTheme="majorBidi" w:hAnsiTheme="majorBidi" w:cstheme="majorBidi"/>
          <w:sz w:val="28"/>
          <w:szCs w:val="28"/>
        </w:rPr>
        <w:t xml:space="preserve"> </w:t>
      </w:r>
      <w:r w:rsidR="00405041">
        <w:rPr>
          <w:rFonts w:asciiTheme="majorBidi" w:hAnsiTheme="majorBidi" w:cstheme="majorBidi" w:hint="cs"/>
          <w:sz w:val="28"/>
          <w:szCs w:val="28"/>
          <w:cs/>
        </w:rPr>
        <w:t>เงินฝากประจำ และเงินนำฝากของผู้บริหารสำคัญ</w:t>
      </w:r>
      <w:r w:rsidRPr="00601015">
        <w:rPr>
          <w:rFonts w:asciiTheme="majorBidi" w:hAnsiTheme="majorBidi" w:cstheme="majorBidi" w:hint="cs"/>
          <w:sz w:val="28"/>
          <w:szCs w:val="28"/>
          <w:cs/>
        </w:rPr>
        <w:t>เป็นหลักประกันวงเงินสินเชื่อจากสถาบัน</w:t>
      </w:r>
      <w:r w:rsidR="00405041">
        <w:rPr>
          <w:rFonts w:asciiTheme="majorBidi" w:hAnsiTheme="majorBidi" w:cstheme="majorBidi" w:hint="cs"/>
          <w:sz w:val="28"/>
          <w:szCs w:val="28"/>
          <w:cs/>
        </w:rPr>
        <w:t>การเงิน</w:t>
      </w:r>
      <w:r w:rsidRPr="00601015">
        <w:rPr>
          <w:rFonts w:asciiTheme="majorBidi" w:hAnsiTheme="majorBidi" w:cstheme="majorBidi" w:hint="cs"/>
          <w:sz w:val="28"/>
          <w:szCs w:val="28"/>
          <w:cs/>
        </w:rPr>
        <w:t xml:space="preserve"> </w:t>
      </w:r>
    </w:p>
    <w:p w14:paraId="089371EF" w14:textId="77777777" w:rsidR="0074280B" w:rsidRDefault="0074280B" w:rsidP="001C5449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theme="majorBidi"/>
          <w:sz w:val="28"/>
          <w:szCs w:val="28"/>
        </w:rPr>
      </w:pPr>
    </w:p>
    <w:p w14:paraId="7BEF7796" w14:textId="49638E96" w:rsidR="001C5449" w:rsidRDefault="0074280B" w:rsidP="001C5449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01015">
        <w:rPr>
          <w:rFonts w:asciiTheme="majorBidi" w:hAnsiTheme="majorBidi" w:cstheme="majorBidi" w:hint="cs"/>
          <w:sz w:val="28"/>
          <w:szCs w:val="28"/>
          <w:cs/>
        </w:rPr>
        <w:t xml:space="preserve">ณ วันที่ </w:t>
      </w:r>
      <w:r w:rsidR="00443BEC" w:rsidRPr="00443BEC">
        <w:rPr>
          <w:rFonts w:asciiTheme="majorBidi" w:hAnsiTheme="majorBidi" w:cstheme="majorBidi"/>
          <w:sz w:val="28"/>
          <w:szCs w:val="28"/>
        </w:rPr>
        <w:t xml:space="preserve">31 </w:t>
      </w:r>
      <w:r w:rsidR="00443BEC" w:rsidRPr="00443BEC">
        <w:rPr>
          <w:rFonts w:asciiTheme="majorBidi" w:hAnsiTheme="majorBidi" w:cs="Angsana New" w:hint="cs"/>
          <w:sz w:val="28"/>
          <w:szCs w:val="28"/>
          <w:cs/>
        </w:rPr>
        <w:t>มีนาคม</w:t>
      </w:r>
      <w:r w:rsidR="00443BEC" w:rsidRPr="00443BEC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601015">
        <w:rPr>
          <w:rFonts w:asciiTheme="majorBidi" w:hAnsiTheme="majorBidi" w:cstheme="majorBidi"/>
          <w:sz w:val="28"/>
          <w:szCs w:val="28"/>
        </w:rPr>
        <w:t>256</w:t>
      </w:r>
      <w:r w:rsidR="00443BEC">
        <w:rPr>
          <w:rFonts w:asciiTheme="majorBidi" w:hAnsiTheme="majorBidi" w:cstheme="majorBidi"/>
          <w:sz w:val="28"/>
          <w:szCs w:val="28"/>
        </w:rPr>
        <w:t>8</w:t>
      </w:r>
      <w:r w:rsidRPr="00601015">
        <w:rPr>
          <w:rFonts w:asciiTheme="majorBidi" w:hAnsiTheme="majorBidi" w:cstheme="majorBidi"/>
          <w:sz w:val="28"/>
          <w:szCs w:val="28"/>
        </w:rPr>
        <w:t xml:space="preserve"> </w:t>
      </w:r>
      <w:r w:rsidR="001C5449" w:rsidRPr="00601015">
        <w:rPr>
          <w:rFonts w:asciiTheme="majorBidi" w:hAnsiTheme="majorBidi" w:cstheme="majorBidi" w:hint="cs"/>
          <w:sz w:val="28"/>
          <w:szCs w:val="28"/>
          <w:cs/>
        </w:rPr>
        <w:t>กลุ่มบริษัทและบริษัทมีวงเงิน</w:t>
      </w:r>
      <w:r w:rsidR="001C5449" w:rsidRPr="00601015">
        <w:rPr>
          <w:rFonts w:asciiTheme="majorBidi" w:hAnsiTheme="majorBidi" w:cs="Angsana New" w:hint="cs"/>
          <w:sz w:val="28"/>
          <w:szCs w:val="28"/>
          <w:cs/>
        </w:rPr>
        <w:t>สินเชื่อ</w:t>
      </w:r>
      <w:r w:rsidR="001C5449" w:rsidRPr="00601015">
        <w:rPr>
          <w:rFonts w:asciiTheme="majorBidi" w:hAnsiTheme="majorBidi" w:cstheme="majorBidi" w:hint="cs"/>
          <w:sz w:val="28"/>
          <w:szCs w:val="28"/>
          <w:cs/>
        </w:rPr>
        <w:t xml:space="preserve">ซึ่งยังมิได้เบิกใช้เป็นจำนวนเงินรวม </w:t>
      </w:r>
      <w:r w:rsidR="00FC1B67">
        <w:rPr>
          <w:rFonts w:asciiTheme="majorBidi" w:hAnsiTheme="majorBidi" w:cstheme="majorBidi"/>
          <w:sz w:val="28"/>
          <w:szCs w:val="28"/>
        </w:rPr>
        <w:t>2</w:t>
      </w:r>
      <w:r w:rsidR="00910FE6">
        <w:rPr>
          <w:rFonts w:asciiTheme="majorBidi" w:hAnsiTheme="majorBidi" w:cstheme="majorBidi"/>
          <w:sz w:val="28"/>
          <w:szCs w:val="28"/>
        </w:rPr>
        <w:t>82</w:t>
      </w:r>
      <w:r w:rsidR="001C5449" w:rsidRPr="00601015">
        <w:rPr>
          <w:rFonts w:asciiTheme="majorBidi" w:hAnsiTheme="majorBidi" w:cstheme="majorBidi"/>
          <w:sz w:val="28"/>
          <w:szCs w:val="28"/>
        </w:rPr>
        <w:t xml:space="preserve"> </w:t>
      </w:r>
      <w:r w:rsidR="001C5449" w:rsidRPr="00601015">
        <w:rPr>
          <w:rFonts w:asciiTheme="majorBidi" w:hAnsiTheme="majorBidi" w:cstheme="majorBidi" w:hint="cs"/>
          <w:sz w:val="28"/>
          <w:szCs w:val="28"/>
          <w:cs/>
        </w:rPr>
        <w:t>ล้านบาท</w:t>
      </w:r>
      <w:r w:rsidR="001C5449" w:rsidRPr="00601015">
        <w:rPr>
          <w:rFonts w:asciiTheme="majorBidi" w:hAnsiTheme="majorBidi" w:cstheme="majorBidi"/>
          <w:sz w:val="28"/>
          <w:szCs w:val="28"/>
        </w:rPr>
        <w:t xml:space="preserve"> </w:t>
      </w:r>
      <w:r w:rsidR="00FC1B67">
        <w:rPr>
          <w:rFonts w:asciiTheme="majorBidi" w:hAnsiTheme="majorBidi" w:cstheme="majorBidi"/>
          <w:sz w:val="28"/>
          <w:szCs w:val="28"/>
        </w:rPr>
        <w:br/>
      </w:r>
      <w:r w:rsidR="001C5449" w:rsidRPr="00601015">
        <w:rPr>
          <w:rFonts w:asciiTheme="majorBidi" w:hAnsiTheme="majorBidi" w:cstheme="majorBidi" w:hint="cs"/>
          <w:sz w:val="28"/>
          <w:szCs w:val="28"/>
          <w:cs/>
        </w:rPr>
        <w:t>และ</w:t>
      </w:r>
      <w:r w:rsidR="00FC1B67">
        <w:rPr>
          <w:rFonts w:asciiTheme="majorBidi" w:hAnsiTheme="majorBidi" w:cstheme="majorBidi"/>
          <w:sz w:val="28"/>
          <w:szCs w:val="28"/>
        </w:rPr>
        <w:t xml:space="preserve"> 9</w:t>
      </w:r>
      <w:r w:rsidR="00910FE6">
        <w:rPr>
          <w:rFonts w:asciiTheme="majorBidi" w:hAnsiTheme="majorBidi" w:cstheme="majorBidi"/>
          <w:sz w:val="28"/>
          <w:szCs w:val="28"/>
        </w:rPr>
        <w:t>6</w:t>
      </w:r>
      <w:r w:rsidR="00FC1B67">
        <w:rPr>
          <w:rFonts w:asciiTheme="majorBidi" w:hAnsiTheme="majorBidi" w:cstheme="majorBidi"/>
          <w:sz w:val="28"/>
          <w:szCs w:val="28"/>
        </w:rPr>
        <w:t xml:space="preserve"> </w:t>
      </w:r>
      <w:r w:rsidR="001C5449" w:rsidRPr="00601015">
        <w:rPr>
          <w:rFonts w:asciiTheme="majorBidi" w:hAnsiTheme="majorBidi" w:cstheme="majorBidi" w:hint="cs"/>
          <w:sz w:val="28"/>
          <w:szCs w:val="28"/>
          <w:cs/>
        </w:rPr>
        <w:t>ล้านบาท ตามลำดับ</w:t>
      </w:r>
      <w:r w:rsidR="00BE6359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 xml:space="preserve">(31 </w:t>
      </w:r>
      <w:r w:rsidR="001C5449" w:rsidRPr="00813347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ธันวาคม 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>256</w:t>
      </w:r>
      <w:r w:rsidR="00443BEC" w:rsidRPr="00813347">
        <w:rPr>
          <w:rFonts w:asciiTheme="majorBidi" w:hAnsiTheme="majorBidi" w:cstheme="majorBidi"/>
          <w:i/>
          <w:iCs/>
          <w:sz w:val="28"/>
          <w:szCs w:val="28"/>
        </w:rPr>
        <w:t>7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 xml:space="preserve">: </w:t>
      </w:r>
      <w:r w:rsidR="00F5131A">
        <w:rPr>
          <w:rFonts w:asciiTheme="majorBidi" w:hAnsiTheme="majorBidi" w:cstheme="majorBidi"/>
          <w:i/>
          <w:iCs/>
          <w:sz w:val="28"/>
          <w:szCs w:val="28"/>
        </w:rPr>
        <w:t>271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1C5449" w:rsidRPr="00813347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ล้านบาท และ </w:t>
      </w:r>
      <w:r w:rsidR="00F5131A">
        <w:rPr>
          <w:rFonts w:asciiTheme="majorBidi" w:hAnsiTheme="majorBidi" w:cstheme="majorBidi"/>
          <w:i/>
          <w:iCs/>
          <w:sz w:val="28"/>
          <w:szCs w:val="28"/>
        </w:rPr>
        <w:t>95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1C5449" w:rsidRPr="00813347">
        <w:rPr>
          <w:rFonts w:asciiTheme="majorBidi" w:hAnsiTheme="majorBidi" w:cstheme="majorBidi" w:hint="cs"/>
          <w:i/>
          <w:iCs/>
          <w:sz w:val="28"/>
          <w:szCs w:val="28"/>
          <w:cs/>
        </w:rPr>
        <w:t>ล้านบาท ตามลำดับ</w:t>
      </w:r>
      <w:r w:rsidR="001C5449" w:rsidRPr="00813347">
        <w:rPr>
          <w:rFonts w:asciiTheme="majorBidi" w:hAnsiTheme="majorBidi" w:cstheme="majorBidi"/>
          <w:i/>
          <w:iCs/>
          <w:sz w:val="28"/>
          <w:szCs w:val="28"/>
        </w:rPr>
        <w:t>)</w:t>
      </w:r>
    </w:p>
    <w:p w14:paraId="53D0A8E0" w14:textId="77777777" w:rsidR="00A03033" w:rsidRPr="002F68C3" w:rsidRDefault="00A03033" w:rsidP="003102AF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C7E0AD9" w14:textId="21D45DAD" w:rsidR="00AD1AD8" w:rsidRPr="00AD1AD8" w:rsidRDefault="003E3505" w:rsidP="00AD1AD8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</w:rPr>
      </w:pPr>
      <w:r w:rsidRPr="0080557A"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t>เหตุการณ์ภายหลังรอบระยะเวลารายงาน</w:t>
      </w:r>
    </w:p>
    <w:p w14:paraId="6D1BCBA6" w14:textId="58DD9703" w:rsidR="002A50EC" w:rsidRDefault="002A50EC" w:rsidP="002A50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3CBD21D1" w14:textId="10192CCB" w:rsidR="008936FF" w:rsidRDefault="00AC01DB" w:rsidP="00A454E7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="Angsana New"/>
          <w:sz w:val="28"/>
          <w:szCs w:val="28"/>
        </w:rPr>
      </w:pPr>
      <w:r w:rsidRPr="00AC01DB">
        <w:rPr>
          <w:rFonts w:asciiTheme="majorBidi" w:hAnsiTheme="majorBidi" w:cs="Angsana New" w:hint="cs"/>
          <w:sz w:val="28"/>
          <w:szCs w:val="28"/>
          <w:cs/>
        </w:rPr>
        <w:t>ในการประชุมสามัญประจําปี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ของผู้ถือหุ้นของบริษัทเม</w:t>
      </w:r>
      <w:r>
        <w:rPr>
          <w:rFonts w:ascii="Angsana New" w:eastAsia="Angsana New" w:hAnsi="Angsana New" w:cs="Angsana New" w:hint="cs"/>
          <w:sz w:val="28"/>
          <w:szCs w:val="28"/>
          <w:cs/>
        </w:rPr>
        <w:t>ื่อ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วัน</w:t>
      </w:r>
      <w:r>
        <w:rPr>
          <w:rFonts w:asciiTheme="majorBidi" w:hAnsiTheme="majorBidi" w:cs="Angsana New" w:hint="cs"/>
          <w:sz w:val="28"/>
          <w:szCs w:val="28"/>
          <w:cs/>
        </w:rPr>
        <w:t>ที่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="00AB4D59">
        <w:rPr>
          <w:rFonts w:asciiTheme="majorBidi" w:hAnsiTheme="majorBidi" w:cs="Angsana New"/>
          <w:sz w:val="28"/>
          <w:szCs w:val="28"/>
        </w:rPr>
        <w:t>25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="00AB4D59">
        <w:rPr>
          <w:rFonts w:asciiTheme="majorBidi" w:hAnsiTheme="majorBidi" w:cs="Angsana New" w:hint="cs"/>
          <w:sz w:val="28"/>
          <w:szCs w:val="28"/>
          <w:cs/>
        </w:rPr>
        <w:t xml:space="preserve">เมษายน </w:t>
      </w:r>
      <w:r>
        <w:rPr>
          <w:rFonts w:asciiTheme="majorBidi" w:hAnsiTheme="majorBidi" w:cs="Angsana New"/>
          <w:sz w:val="28"/>
          <w:szCs w:val="28"/>
        </w:rPr>
        <w:t>2568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ผู้ถือหุ้นมีมติอนุมัติการจัดสรรกําไร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="Angsana New"/>
          <w:sz w:val="28"/>
          <w:szCs w:val="28"/>
        </w:rPr>
        <w:br/>
      </w:r>
      <w:r w:rsidRPr="00AC01DB">
        <w:rPr>
          <w:rFonts w:asciiTheme="majorBidi" w:hAnsiTheme="majorBidi" w:cs="Angsana New" w:hint="cs"/>
          <w:sz w:val="28"/>
          <w:szCs w:val="28"/>
          <w:cs/>
        </w:rPr>
        <w:t>เป็นเงินปันผลสําหรับปี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="Angsana New"/>
          <w:sz w:val="28"/>
          <w:szCs w:val="28"/>
        </w:rPr>
        <w:t>2567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ในอัตราหุ้นละ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="00AB4D59">
        <w:rPr>
          <w:rFonts w:asciiTheme="majorBidi" w:hAnsiTheme="majorBidi" w:cs="Angsana New"/>
          <w:sz w:val="28"/>
          <w:szCs w:val="28"/>
        </w:rPr>
        <w:t>0.20</w:t>
      </w:r>
      <w:r>
        <w:rPr>
          <w:rFonts w:asciiTheme="majorBidi" w:hAnsiTheme="majorBidi" w:cs="Angsana New"/>
          <w:sz w:val="28"/>
          <w:szCs w:val="28"/>
        </w:rPr>
        <w:t xml:space="preserve">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บาท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เป็นจํานวนเงินท</w:t>
      </w:r>
      <w:r>
        <w:rPr>
          <w:rFonts w:ascii="Angsana New" w:eastAsia="Angsana New" w:hAnsi="Angsana New" w:cs="Angsana New" w:hint="cs"/>
          <w:sz w:val="28"/>
          <w:szCs w:val="28"/>
          <w:cs/>
        </w:rPr>
        <w:t>ั้งสิ้น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="00AB4D59">
        <w:rPr>
          <w:rFonts w:asciiTheme="majorBidi" w:hAnsiTheme="majorBidi" w:cs="Angsana New"/>
          <w:sz w:val="28"/>
          <w:szCs w:val="28"/>
        </w:rPr>
        <w:t xml:space="preserve">80.00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ล้านบาท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เงินปันผลดังกล่าว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="00AB4D59">
        <w:rPr>
          <w:rFonts w:asciiTheme="majorBidi" w:hAnsiTheme="majorBidi" w:cs="Angsana New"/>
          <w:sz w:val="28"/>
          <w:szCs w:val="28"/>
        </w:rPr>
        <w:br/>
      </w:r>
      <w:r w:rsidRPr="00AC01DB">
        <w:rPr>
          <w:rFonts w:asciiTheme="majorBidi" w:hAnsiTheme="majorBidi" w:cs="Angsana New" w:hint="cs"/>
          <w:sz w:val="28"/>
          <w:szCs w:val="28"/>
          <w:cs/>
        </w:rPr>
        <w:t>จะจ่ายให้แก่ผู้ถือหุ้นในวันท</w:t>
      </w:r>
      <w:r>
        <w:rPr>
          <w:rFonts w:ascii="Angsana New" w:eastAsia="Angsana New" w:hAnsi="Angsana New" w:cs="Angsana New" w:hint="cs"/>
          <w:sz w:val="28"/>
          <w:szCs w:val="28"/>
          <w:cs/>
        </w:rPr>
        <w:t xml:space="preserve">ี่ </w:t>
      </w:r>
      <w:r w:rsidR="00AB4D59">
        <w:rPr>
          <w:rFonts w:ascii="Angsana New" w:eastAsia="Angsana New" w:hAnsi="Angsana New" w:cs="Angsana New"/>
          <w:sz w:val="28"/>
          <w:szCs w:val="28"/>
        </w:rPr>
        <w:t>23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 w:rsidRPr="00AC01DB">
        <w:rPr>
          <w:rFonts w:asciiTheme="majorBidi" w:hAnsiTheme="majorBidi" w:cs="Angsana New" w:hint="cs"/>
          <w:sz w:val="28"/>
          <w:szCs w:val="28"/>
          <w:cs/>
        </w:rPr>
        <w:t>พฤษภาคม</w:t>
      </w:r>
      <w:r w:rsidRPr="00AC01DB">
        <w:rPr>
          <w:rFonts w:asciiTheme="majorBidi" w:hAnsiTheme="majorBidi" w:cs="Angsana New"/>
          <w:sz w:val="28"/>
          <w:szCs w:val="28"/>
          <w:cs/>
        </w:rPr>
        <w:t xml:space="preserve"> </w:t>
      </w:r>
      <w:r>
        <w:rPr>
          <w:rFonts w:asciiTheme="majorBidi" w:hAnsiTheme="majorBidi" w:cs="Angsana New"/>
          <w:sz w:val="28"/>
          <w:szCs w:val="28"/>
        </w:rPr>
        <w:t>2568</w:t>
      </w:r>
      <w:bookmarkEnd w:id="3"/>
    </w:p>
    <w:p w14:paraId="2A353536" w14:textId="77777777" w:rsidR="00254657" w:rsidRDefault="00254657" w:rsidP="00A454E7">
      <w:pPr>
        <w:tabs>
          <w:tab w:val="clear" w:pos="454"/>
        </w:tabs>
        <w:spacing w:line="240" w:lineRule="auto"/>
        <w:ind w:left="513" w:right="-43"/>
        <w:jc w:val="thaiDistribute"/>
        <w:rPr>
          <w:rFonts w:asciiTheme="majorBidi" w:hAnsiTheme="majorBidi" w:cs="Angsana New"/>
          <w:sz w:val="28"/>
          <w:szCs w:val="28"/>
        </w:rPr>
      </w:pPr>
    </w:p>
    <w:p w14:paraId="3A42F0D9" w14:textId="187D27C9" w:rsidR="00254657" w:rsidRPr="00405041" w:rsidRDefault="00254657" w:rsidP="00254657">
      <w:pPr>
        <w:pStyle w:val="index"/>
        <w:spacing w:after="0" w:line="240" w:lineRule="atLeast"/>
        <w:ind w:left="540" w:firstLine="0"/>
        <w:jc w:val="thaiDistribute"/>
        <w:rPr>
          <w:rFonts w:asciiTheme="majorBidi" w:hAnsiTheme="majorBidi" w:cs="Angsana New"/>
          <w:sz w:val="28"/>
          <w:szCs w:val="28"/>
          <w:lang w:val="en-US" w:bidi="th-TH"/>
        </w:rPr>
      </w:pPr>
      <w:r w:rsidRPr="006265B4">
        <w:rPr>
          <w:rFonts w:asciiTheme="majorBidi" w:hAnsiTheme="majorBidi" w:cs="Angsana New"/>
          <w:sz w:val="28"/>
          <w:szCs w:val="28"/>
          <w:cs/>
          <w:lang w:val="en-US" w:bidi="th-TH"/>
        </w:rPr>
        <w:t>เมื่อวันที่</w:t>
      </w:r>
      <w:r w:rsidR="00552C4B" w:rsidRPr="006265B4">
        <w:rPr>
          <w:rFonts w:asciiTheme="majorBidi" w:hAnsiTheme="majorBidi" w:cs="Angsana New"/>
          <w:sz w:val="28"/>
          <w:szCs w:val="28"/>
          <w:lang w:val="en-US" w:bidi="th-TH"/>
        </w:rPr>
        <w:t xml:space="preserve"> </w:t>
      </w:r>
      <w:r w:rsidRPr="006265B4">
        <w:rPr>
          <w:rFonts w:asciiTheme="majorBidi" w:hAnsiTheme="majorBidi" w:cs="Angsana New"/>
          <w:sz w:val="28"/>
          <w:szCs w:val="28"/>
          <w:lang w:val="en-US" w:bidi="th-TH"/>
        </w:rPr>
        <w:t>1</w:t>
      </w:r>
      <w:r w:rsidR="00552C4B" w:rsidRPr="006265B4">
        <w:rPr>
          <w:rFonts w:asciiTheme="majorBidi" w:hAnsiTheme="majorBidi" w:cs="Angsana New"/>
          <w:sz w:val="28"/>
          <w:szCs w:val="28"/>
          <w:lang w:val="en-US" w:bidi="th-TH"/>
        </w:rPr>
        <w:t xml:space="preserve"> </w:t>
      </w:r>
      <w:r w:rsidRPr="006265B4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พฤษภาคม</w:t>
      </w:r>
      <w:r w:rsidR="00552C4B" w:rsidRPr="006265B4">
        <w:rPr>
          <w:rFonts w:asciiTheme="majorBidi" w:hAnsiTheme="majorBidi" w:cs="Angsana New"/>
          <w:sz w:val="28"/>
          <w:szCs w:val="28"/>
          <w:lang w:val="en-US" w:bidi="th-TH"/>
        </w:rPr>
        <w:t xml:space="preserve"> </w:t>
      </w:r>
      <w:r w:rsidRPr="006265B4">
        <w:rPr>
          <w:rFonts w:asciiTheme="majorBidi" w:hAnsiTheme="majorBidi" w:cs="Angsana New"/>
          <w:sz w:val="28"/>
          <w:szCs w:val="28"/>
          <w:lang w:val="en-US" w:bidi="th-TH"/>
        </w:rPr>
        <w:t>2568</w:t>
      </w:r>
      <w:r w:rsidR="00552C4B" w:rsidRPr="006265B4">
        <w:rPr>
          <w:rFonts w:asciiTheme="majorBidi" w:hAnsiTheme="majorBidi" w:cs="Angsana New"/>
          <w:sz w:val="28"/>
          <w:szCs w:val="28"/>
          <w:lang w:val="en-US" w:bidi="th-TH"/>
        </w:rPr>
        <w:t xml:space="preserve"> </w:t>
      </w:r>
      <w:r w:rsidRPr="006265B4">
        <w:rPr>
          <w:rFonts w:asciiTheme="majorBidi" w:hAnsiTheme="majorBidi" w:cs="Angsana New"/>
          <w:sz w:val="28"/>
          <w:szCs w:val="28"/>
          <w:cs/>
          <w:lang w:val="en-US" w:bidi="th-TH"/>
        </w:rPr>
        <w:t>ได้เกิดเหตุการณ์เพลิงไหม้ในพื้นที่บางส่วนของ</w:t>
      </w:r>
      <w:r w:rsidR="00F9456D" w:rsidRPr="006265B4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ห้องป</w:t>
      </w:r>
      <w:r w:rsidR="00740179" w:rsidRPr="006265B4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ฏิ</w:t>
      </w:r>
      <w:r w:rsidR="00F9456D" w:rsidRPr="006265B4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บัติการ</w:t>
      </w:r>
      <w:r w:rsidRPr="006265B4">
        <w:rPr>
          <w:rFonts w:asciiTheme="majorBidi" w:hAnsiTheme="majorBidi" w:cs="Angsana New"/>
          <w:sz w:val="28"/>
          <w:szCs w:val="28"/>
          <w:cs/>
          <w:lang w:val="en-US" w:bidi="th-TH"/>
        </w:rPr>
        <w:t>ของ</w:t>
      </w:r>
      <w:r w:rsidR="00C13332" w:rsidRPr="006265B4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กลุ่มบริษัท</w:t>
      </w:r>
      <w:r w:rsidRPr="006265B4">
        <w:rPr>
          <w:rFonts w:asciiTheme="majorBidi" w:hAnsiTheme="majorBidi" w:cs="Angsana New"/>
          <w:sz w:val="28"/>
          <w:szCs w:val="28"/>
          <w:lang w:val="en-US" w:bidi="th-TH"/>
        </w:rPr>
        <w:t> </w:t>
      </w:r>
      <w:r w:rsidRPr="006265B4">
        <w:rPr>
          <w:rFonts w:asciiTheme="majorBidi" w:hAnsiTheme="majorBidi" w:cs="Angsana New"/>
          <w:sz w:val="28"/>
          <w:szCs w:val="28"/>
          <w:cs/>
          <w:lang w:val="en-US" w:bidi="th-TH"/>
        </w:rPr>
        <w:t>ซึ่งตั้งอยู่ที่</w:t>
      </w:r>
      <w:r w:rsidR="00C13332" w:rsidRPr="006265B4">
        <w:rPr>
          <w:rFonts w:asciiTheme="majorBidi" w:hAnsiTheme="majorBidi" w:cs="Angsana New"/>
          <w:sz w:val="28"/>
          <w:szCs w:val="28"/>
          <w:cs/>
          <w:lang w:val="en-US" w:bidi="th-TH"/>
        </w:rPr>
        <w:br/>
      </w:r>
      <w:r w:rsidRPr="006265B4">
        <w:rPr>
          <w:rFonts w:asciiTheme="majorBidi" w:hAnsiTheme="majorBidi" w:cs="Angsana New"/>
          <w:sz w:val="28"/>
          <w:szCs w:val="28"/>
          <w:cs/>
          <w:lang w:val="en-US" w:bidi="th-TH"/>
        </w:rPr>
        <w:t>เขต</w:t>
      </w:r>
      <w:r w:rsidR="00E21D14" w:rsidRPr="006265B4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บางขุนเทียน</w:t>
      </w:r>
      <w:r w:rsidRPr="006265B4">
        <w:rPr>
          <w:rFonts w:asciiTheme="majorBidi" w:hAnsiTheme="majorBidi" w:cs="Angsana New"/>
          <w:sz w:val="28"/>
          <w:szCs w:val="28"/>
          <w:cs/>
          <w:lang w:val="en-US" w:bidi="th-TH"/>
        </w:rPr>
        <w:t xml:space="preserve"> จังหวัดกรุงเทพมหานคร</w:t>
      </w:r>
      <w:r w:rsidRPr="006265B4">
        <w:rPr>
          <w:rFonts w:asciiTheme="majorBidi" w:hAnsiTheme="majorBidi" w:cs="Angsana New"/>
          <w:sz w:val="28"/>
          <w:szCs w:val="28"/>
          <w:lang w:val="en-US" w:bidi="th-TH"/>
        </w:rPr>
        <w:t> </w:t>
      </w:r>
      <w:r w:rsidR="00DF1E17" w:rsidRPr="006265B4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โดยกลุ่มบริษัท</w:t>
      </w:r>
      <w:r w:rsidRPr="006265B4">
        <w:rPr>
          <w:rFonts w:asciiTheme="majorBidi" w:hAnsiTheme="majorBidi" w:cs="Angsana New"/>
          <w:sz w:val="28"/>
          <w:szCs w:val="28"/>
          <w:cs/>
          <w:lang w:val="en-US" w:bidi="th-TH"/>
        </w:rPr>
        <w:t>สามารถควบคุมเหตุการณ์ได้</w:t>
      </w:r>
      <w:r w:rsidR="00DF1E17" w:rsidRPr="006265B4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ภาย</w:t>
      </w:r>
      <w:r w:rsidRPr="006265B4">
        <w:rPr>
          <w:rFonts w:asciiTheme="majorBidi" w:hAnsiTheme="majorBidi" w:cs="Angsana New"/>
          <w:sz w:val="28"/>
          <w:szCs w:val="28"/>
          <w:cs/>
          <w:lang w:val="en-US" w:bidi="th-TH"/>
        </w:rPr>
        <w:t>ในวันเดียวกัน</w:t>
      </w:r>
      <w:r w:rsidR="00740179" w:rsidRPr="006265B4">
        <w:rPr>
          <w:rFonts w:asciiTheme="majorBidi" w:hAnsiTheme="majorBidi" w:cs="Angsana New" w:hint="cs"/>
          <w:sz w:val="28"/>
          <w:szCs w:val="28"/>
          <w:cs/>
          <w:lang w:val="en-US" w:bidi="th-TH"/>
        </w:rPr>
        <w:t xml:space="preserve"> </w:t>
      </w:r>
      <w:r w:rsidR="00DF1E17" w:rsidRPr="006265B4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ทั้งนี้</w:t>
      </w:r>
      <w:r w:rsidR="00030532" w:rsidRPr="006265B4">
        <w:rPr>
          <w:rFonts w:asciiTheme="majorBidi" w:hAnsiTheme="majorBidi" w:cs="Angsana New"/>
          <w:sz w:val="28"/>
          <w:szCs w:val="28"/>
          <w:cs/>
          <w:lang w:val="en-US" w:bidi="th-TH"/>
        </w:rPr>
        <w:t>กลุ่มบริษัทอยู่ระหว่าง</w:t>
      </w:r>
      <w:r w:rsidR="00030532" w:rsidRPr="006265B4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การ</w:t>
      </w:r>
      <w:r w:rsidR="00030532" w:rsidRPr="006265B4">
        <w:rPr>
          <w:rFonts w:asciiTheme="majorBidi" w:hAnsiTheme="majorBidi" w:cs="Angsana New"/>
          <w:sz w:val="28"/>
          <w:szCs w:val="28"/>
          <w:cs/>
          <w:lang w:val="en-US" w:bidi="th-TH"/>
        </w:rPr>
        <w:t>ประเมินผลกระทบของเหตุการณ์ดังกล่าว</w:t>
      </w:r>
      <w:r w:rsidR="00740179" w:rsidRPr="006265B4">
        <w:rPr>
          <w:rFonts w:asciiTheme="majorBidi" w:hAnsiTheme="majorBidi" w:cs="Angsana New"/>
          <w:sz w:val="28"/>
          <w:szCs w:val="28"/>
          <w:cs/>
          <w:lang w:val="en-US" w:bidi="th-TH"/>
        </w:rPr>
        <w:t xml:space="preserve"> </w:t>
      </w:r>
      <w:r w:rsidR="00DF1E17" w:rsidRPr="006265B4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อย่างไรก็ตาม</w:t>
      </w:r>
      <w:r w:rsidR="00030532" w:rsidRPr="006265B4">
        <w:rPr>
          <w:rFonts w:asciiTheme="majorBidi" w:hAnsiTheme="majorBidi" w:cs="Angsana New" w:hint="cs"/>
          <w:sz w:val="28"/>
          <w:szCs w:val="28"/>
          <w:cs/>
          <w:lang w:val="en-US" w:bidi="th-TH"/>
        </w:rPr>
        <w:t>ทรัพย์สินของกลุ่ม</w:t>
      </w:r>
      <w:r w:rsidR="00030532" w:rsidRPr="006265B4">
        <w:rPr>
          <w:rFonts w:asciiTheme="majorBidi" w:hAnsiTheme="majorBidi" w:cs="Angsana New"/>
          <w:sz w:val="28"/>
          <w:szCs w:val="28"/>
          <w:cs/>
          <w:lang w:val="en-US" w:bidi="th-TH"/>
        </w:rPr>
        <w:t>บริษัทมีความคุ้มครองตามกรมธรรม์ประกันภัยที่ได้ทำไว้แล้ว</w:t>
      </w:r>
    </w:p>
    <w:p w14:paraId="00D2FD96" w14:textId="6A0566DC" w:rsidR="00552C4B" w:rsidRDefault="00552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sz w:val="28"/>
          <w:szCs w:val="28"/>
          <w:cs/>
        </w:rPr>
      </w:pPr>
      <w:r>
        <w:rPr>
          <w:rFonts w:asciiTheme="majorBidi" w:hAnsiTheme="majorBidi" w:cs="Angsana New"/>
          <w:sz w:val="28"/>
          <w:szCs w:val="28"/>
          <w:cs/>
        </w:rPr>
        <w:br w:type="page"/>
      </w:r>
    </w:p>
    <w:p w14:paraId="62D5E016" w14:textId="77777777" w:rsidR="00755B2B" w:rsidRPr="00755B2B" w:rsidRDefault="00755B2B" w:rsidP="00755B2B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u w:val="none"/>
          <w:lang w:val="th-TH"/>
        </w:rPr>
      </w:pPr>
      <w:r w:rsidRPr="00755B2B">
        <w:rPr>
          <w:rFonts w:ascii="Angsana New" w:hAnsi="Angsana New" w:cs="Angsana New" w:hint="cs"/>
          <w:sz w:val="30"/>
          <w:szCs w:val="30"/>
          <w:u w:val="none"/>
          <w:cs/>
          <w:lang w:val="th-TH"/>
        </w:rPr>
        <w:t>การจัดประเภทรายการใหม่</w:t>
      </w:r>
    </w:p>
    <w:p w14:paraId="42029411" w14:textId="77777777" w:rsidR="00755B2B" w:rsidRPr="007E1A16" w:rsidRDefault="00755B2B" w:rsidP="00755B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spacing w:line="240" w:lineRule="auto"/>
        <w:ind w:right="387"/>
        <w:jc w:val="thaiDistribute"/>
        <w:rPr>
          <w:rFonts w:ascii="Angsana New" w:hAnsi="Angsana New"/>
          <w:b/>
          <w:bCs/>
          <w:sz w:val="26"/>
          <w:szCs w:val="26"/>
          <w:lang w:val="th-TH"/>
        </w:rPr>
      </w:pPr>
    </w:p>
    <w:p w14:paraId="77F7357A" w14:textId="03C35A4E" w:rsidR="00755B2B" w:rsidRPr="000311D3" w:rsidRDefault="00755B2B" w:rsidP="00755B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  <w:cs/>
          <w:lang w:eastAsia="ko-KR"/>
        </w:rPr>
      </w:pP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 xml:space="preserve">รายการบางรายการในงบการเงินปี </w:t>
      </w:r>
      <w:r w:rsidR="00552C4B">
        <w:rPr>
          <w:rFonts w:asciiTheme="majorBidi" w:hAnsiTheme="majorBidi" w:cstheme="majorBidi"/>
          <w:sz w:val="28"/>
          <w:szCs w:val="28"/>
          <w:lang w:eastAsia="ko-KR"/>
        </w:rPr>
        <w:t>2567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 xml:space="preserve"> ได้มีการจัดประเภทรายการใหม่ เพื่อให้สอดคล้องกับการนำเสนอ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br/>
        <w:t>งบการเงิน</w:t>
      </w:r>
      <w:r w:rsidR="002754E3">
        <w:rPr>
          <w:rFonts w:asciiTheme="majorBidi" w:hAnsiTheme="majorBidi" w:cstheme="majorBidi" w:hint="cs"/>
          <w:sz w:val="28"/>
          <w:szCs w:val="28"/>
          <w:cs/>
          <w:lang w:eastAsia="ko-KR"/>
        </w:rPr>
        <w:t>ระหว่างกาล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 xml:space="preserve"> </w:t>
      </w:r>
      <w:r w:rsidRPr="000311D3">
        <w:rPr>
          <w:rFonts w:asciiTheme="majorBidi" w:hAnsiTheme="majorBidi" w:cstheme="majorBidi"/>
          <w:sz w:val="28"/>
          <w:szCs w:val="28"/>
          <w:lang w:eastAsia="ko-KR"/>
        </w:rPr>
        <w:t>256</w:t>
      </w:r>
      <w:r w:rsidR="00405041">
        <w:rPr>
          <w:rFonts w:asciiTheme="majorBidi" w:hAnsiTheme="majorBidi" w:cstheme="majorBidi"/>
          <w:sz w:val="28"/>
          <w:szCs w:val="28"/>
          <w:lang w:eastAsia="ko-KR"/>
        </w:rPr>
        <w:t>8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 xml:space="preserve"> ดังนี้</w:t>
      </w:r>
    </w:p>
    <w:p w14:paraId="61CB7956" w14:textId="77777777" w:rsidR="00755B2B" w:rsidRPr="007E1A16" w:rsidRDefault="00755B2B" w:rsidP="00755B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26"/>
          <w:szCs w:val="26"/>
          <w:lang w:eastAsia="ko-KR"/>
        </w:rPr>
      </w:pPr>
    </w:p>
    <w:tbl>
      <w:tblPr>
        <w:tblStyle w:val="TableGrid"/>
        <w:tblW w:w="9358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243"/>
        <w:gridCol w:w="1284"/>
        <w:gridCol w:w="255"/>
        <w:gridCol w:w="1285"/>
        <w:gridCol w:w="299"/>
        <w:gridCol w:w="1285"/>
      </w:tblGrid>
      <w:tr w:rsidR="00B32CBD" w14:paraId="56EDD9EE" w14:textId="77777777" w:rsidTr="00D32C4F">
        <w:trPr>
          <w:trHeight w:val="83"/>
        </w:trPr>
        <w:tc>
          <w:tcPr>
            <w:tcW w:w="4707" w:type="dxa"/>
          </w:tcPr>
          <w:p w14:paraId="09A350E6" w14:textId="77777777" w:rsidR="00B32CBD" w:rsidRDefault="00B32CBD" w:rsidP="00755B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596341C6" w14:textId="77777777" w:rsidR="00B32CBD" w:rsidRDefault="00B32CBD" w:rsidP="00755B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4408" w:type="dxa"/>
            <w:gridSpan w:val="5"/>
          </w:tcPr>
          <w:p w14:paraId="18F700FE" w14:textId="1FF3B13B" w:rsid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32CBD" w14:paraId="3AE33B52" w14:textId="77777777" w:rsidTr="00B32CBD">
        <w:tc>
          <w:tcPr>
            <w:tcW w:w="4707" w:type="dxa"/>
          </w:tcPr>
          <w:p w14:paraId="7DCE53A4" w14:textId="77777777" w:rsid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6F6BAA5E" w14:textId="77777777" w:rsid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4" w:type="dxa"/>
          </w:tcPr>
          <w:p w14:paraId="1073D8A7" w14:textId="77777777" w:rsid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55" w:type="dxa"/>
          </w:tcPr>
          <w:p w14:paraId="474B45ED" w14:textId="77777777" w:rsid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2DC664F9" w14:textId="1CCAB338" w:rsid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99" w:type="dxa"/>
          </w:tcPr>
          <w:p w14:paraId="2F1C7010" w14:textId="77777777" w:rsid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7103D3DA" w14:textId="77777777" w:rsid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</w:tr>
      <w:tr w:rsidR="00B32CBD" w14:paraId="3F48D9C4" w14:textId="77777777" w:rsidTr="00B32CBD">
        <w:trPr>
          <w:trHeight w:val="470"/>
        </w:trPr>
        <w:tc>
          <w:tcPr>
            <w:tcW w:w="4707" w:type="dxa"/>
          </w:tcPr>
          <w:p w14:paraId="3A678CA2" w14:textId="77777777" w:rsid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318B0682" w14:textId="77777777" w:rsid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4" w:type="dxa"/>
          </w:tcPr>
          <w:p w14:paraId="749DC64A" w14:textId="77777777" w:rsidR="00B32CBD" w:rsidRPr="00552C4B" w:rsidRDefault="00B32CBD" w:rsidP="00B32CBD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ก่อนจัด</w:t>
            </w:r>
          </w:p>
          <w:p w14:paraId="3D857308" w14:textId="63CD0648" w:rsid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  <w:tc>
          <w:tcPr>
            <w:tcW w:w="255" w:type="dxa"/>
          </w:tcPr>
          <w:p w14:paraId="439AD086" w14:textId="77777777" w:rsid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4B76ECAB" w14:textId="77777777" w:rsidR="00B32CBD" w:rsidRPr="00552C4B" w:rsidRDefault="00B32CBD" w:rsidP="00B32CBD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จัด</w:t>
            </w:r>
          </w:p>
          <w:p w14:paraId="253E7D9F" w14:textId="2C624745" w:rsid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  <w:tc>
          <w:tcPr>
            <w:tcW w:w="299" w:type="dxa"/>
          </w:tcPr>
          <w:p w14:paraId="6966078A" w14:textId="77777777" w:rsid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5154F22A" w14:textId="77777777" w:rsidR="00B32CBD" w:rsidRPr="00552C4B" w:rsidRDefault="00B32CBD" w:rsidP="00B32CBD">
            <w:pPr>
              <w:pStyle w:val="BodyText"/>
              <w:spacing w:after="0"/>
              <w:ind w:left="-145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หลังจัด</w:t>
            </w:r>
          </w:p>
          <w:p w14:paraId="0A3C1D9E" w14:textId="42DB15C4" w:rsid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</w:tr>
      <w:tr w:rsidR="00B32CBD" w14:paraId="3915DBC4" w14:textId="77777777" w:rsidTr="00B32CBD">
        <w:trPr>
          <w:trHeight w:val="290"/>
        </w:trPr>
        <w:tc>
          <w:tcPr>
            <w:tcW w:w="4707" w:type="dxa"/>
          </w:tcPr>
          <w:p w14:paraId="68D703DA" w14:textId="77777777" w:rsidR="00B32CBD" w:rsidRPr="00B32CBD" w:rsidRDefault="00B32CBD" w:rsidP="00755B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43" w:type="dxa"/>
          </w:tcPr>
          <w:p w14:paraId="1BBB9F42" w14:textId="77777777" w:rsidR="00B32CBD" w:rsidRPr="00B32CBD" w:rsidRDefault="00B32CBD" w:rsidP="00755B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4408" w:type="dxa"/>
            <w:gridSpan w:val="5"/>
          </w:tcPr>
          <w:p w14:paraId="50ED4250" w14:textId="04EDD01E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B32CBD" w14:paraId="1139A048" w14:textId="77777777" w:rsidTr="00B32CBD">
        <w:trPr>
          <w:trHeight w:val="209"/>
        </w:trPr>
        <w:tc>
          <w:tcPr>
            <w:tcW w:w="4707" w:type="dxa"/>
          </w:tcPr>
          <w:p w14:paraId="169CCCD7" w14:textId="6B47B85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7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="Angsana New" w:hint="cs"/>
                <w:b/>
                <w:bCs/>
                <w:i/>
                <w:iCs/>
                <w:sz w:val="26"/>
                <w:szCs w:val="26"/>
                <w:cs/>
                <w:lang w:eastAsia="ko-KR"/>
              </w:rPr>
              <w:t>งบฐานะการเงิน</w:t>
            </w:r>
          </w:p>
        </w:tc>
        <w:tc>
          <w:tcPr>
            <w:tcW w:w="243" w:type="dxa"/>
          </w:tcPr>
          <w:p w14:paraId="186B1765" w14:textId="77777777" w:rsidR="00B32CBD" w:rsidRPr="00B32CBD" w:rsidRDefault="00B32CBD" w:rsidP="00755B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5F6D3583" w14:textId="53EFD8E6" w:rsidR="00B32CBD" w:rsidRPr="00B32CBD" w:rsidRDefault="00B32CBD" w:rsidP="00755B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55" w:type="dxa"/>
          </w:tcPr>
          <w:p w14:paraId="7BAAC8CA" w14:textId="77777777" w:rsidR="00B32CBD" w:rsidRPr="00B32CBD" w:rsidRDefault="00B32CBD" w:rsidP="00755B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61E5E44B" w14:textId="77777777" w:rsidR="00B32CBD" w:rsidRPr="00B32CBD" w:rsidRDefault="00B32CBD" w:rsidP="00755B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99" w:type="dxa"/>
          </w:tcPr>
          <w:p w14:paraId="4B73F546" w14:textId="77777777" w:rsidR="00B32CBD" w:rsidRPr="00B32CBD" w:rsidRDefault="00B32CBD" w:rsidP="00755B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3A956B14" w14:textId="77777777" w:rsidR="00B32CBD" w:rsidRPr="00B32CBD" w:rsidRDefault="00B32CBD" w:rsidP="00755B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</w:tr>
      <w:tr w:rsidR="00B32CBD" w14:paraId="4D6BB6BB" w14:textId="77777777" w:rsidTr="00C23F8E">
        <w:trPr>
          <w:trHeight w:val="209"/>
        </w:trPr>
        <w:tc>
          <w:tcPr>
            <w:tcW w:w="4707" w:type="dxa"/>
            <w:vAlign w:val="center"/>
          </w:tcPr>
          <w:p w14:paraId="382F27A2" w14:textId="6F0A93BA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243" w:type="dxa"/>
          </w:tcPr>
          <w:p w14:paraId="0410518A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0114CCE4" w14:textId="0311554C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448,385</w:t>
            </w:r>
          </w:p>
        </w:tc>
        <w:tc>
          <w:tcPr>
            <w:tcW w:w="255" w:type="dxa"/>
          </w:tcPr>
          <w:p w14:paraId="1604EB52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5C46DE0" w14:textId="2E452370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(100,000)</w:t>
            </w:r>
          </w:p>
        </w:tc>
        <w:tc>
          <w:tcPr>
            <w:tcW w:w="299" w:type="dxa"/>
          </w:tcPr>
          <w:p w14:paraId="6BB7FB7C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0C37A2C2" w14:textId="67E1604A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348,385</w:t>
            </w:r>
          </w:p>
        </w:tc>
      </w:tr>
      <w:tr w:rsidR="00B32CBD" w14:paraId="519589A1" w14:textId="77777777" w:rsidTr="00C23F8E">
        <w:trPr>
          <w:trHeight w:val="209"/>
        </w:trPr>
        <w:tc>
          <w:tcPr>
            <w:tcW w:w="4707" w:type="dxa"/>
            <w:vAlign w:val="center"/>
          </w:tcPr>
          <w:p w14:paraId="03D51F6C" w14:textId="03D24AE6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243" w:type="dxa"/>
          </w:tcPr>
          <w:p w14:paraId="22231F58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387633C8" w14:textId="24DE16AF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613,927</w:t>
            </w:r>
          </w:p>
        </w:tc>
        <w:tc>
          <w:tcPr>
            <w:tcW w:w="255" w:type="dxa"/>
          </w:tcPr>
          <w:p w14:paraId="29AD5E11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7AFE86EB" w14:textId="6B4D2B8E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3,043</w:t>
            </w:r>
          </w:p>
        </w:tc>
        <w:tc>
          <w:tcPr>
            <w:tcW w:w="299" w:type="dxa"/>
          </w:tcPr>
          <w:p w14:paraId="118ACFEC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5574F9A" w14:textId="5B0FC91B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616,970</w:t>
            </w:r>
          </w:p>
        </w:tc>
      </w:tr>
      <w:tr w:rsidR="00B32CBD" w14:paraId="3726DB8B" w14:textId="77777777" w:rsidTr="00C23F8E">
        <w:trPr>
          <w:trHeight w:val="209"/>
        </w:trPr>
        <w:tc>
          <w:tcPr>
            <w:tcW w:w="4707" w:type="dxa"/>
            <w:vAlign w:val="center"/>
          </w:tcPr>
          <w:p w14:paraId="518E1B4E" w14:textId="359004A4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243" w:type="dxa"/>
          </w:tcPr>
          <w:p w14:paraId="53BA5FEB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2FFE9962" w14:textId="4F44F0E4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20,321</w:t>
            </w:r>
          </w:p>
        </w:tc>
        <w:tc>
          <w:tcPr>
            <w:tcW w:w="255" w:type="dxa"/>
          </w:tcPr>
          <w:p w14:paraId="554F045D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36753BA" w14:textId="0778BBCD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(16,815)</w:t>
            </w:r>
          </w:p>
        </w:tc>
        <w:tc>
          <w:tcPr>
            <w:tcW w:w="299" w:type="dxa"/>
          </w:tcPr>
          <w:p w14:paraId="3E03EEA5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37E7153F" w14:textId="11C6EFD2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3,506</w:t>
            </w:r>
          </w:p>
        </w:tc>
      </w:tr>
      <w:tr w:rsidR="00B32CBD" w14:paraId="6D1CAD3F" w14:textId="77777777" w:rsidTr="00C23F8E">
        <w:trPr>
          <w:trHeight w:val="209"/>
        </w:trPr>
        <w:tc>
          <w:tcPr>
            <w:tcW w:w="4707" w:type="dxa"/>
            <w:vAlign w:val="center"/>
          </w:tcPr>
          <w:p w14:paraId="3C3EE3DA" w14:textId="710ECC0F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243" w:type="dxa"/>
          </w:tcPr>
          <w:p w14:paraId="53B7F836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53BA1D89" w14:textId="24B6FEE1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100,000</w:t>
            </w:r>
          </w:p>
        </w:tc>
        <w:tc>
          <w:tcPr>
            <w:tcW w:w="255" w:type="dxa"/>
          </w:tcPr>
          <w:p w14:paraId="260BFC85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34E33570" w14:textId="49984B4A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100,000</w:t>
            </w:r>
          </w:p>
        </w:tc>
        <w:tc>
          <w:tcPr>
            <w:tcW w:w="299" w:type="dxa"/>
          </w:tcPr>
          <w:p w14:paraId="0B85C93B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2685911C" w14:textId="7291A25E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200,000</w:t>
            </w:r>
          </w:p>
        </w:tc>
      </w:tr>
      <w:tr w:rsidR="00B32CBD" w14:paraId="6433AAB8" w14:textId="77777777" w:rsidTr="00C23F8E">
        <w:trPr>
          <w:trHeight w:val="209"/>
        </w:trPr>
        <w:tc>
          <w:tcPr>
            <w:tcW w:w="4707" w:type="dxa"/>
            <w:vAlign w:val="center"/>
          </w:tcPr>
          <w:p w14:paraId="7AFE000D" w14:textId="5FB75C66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="Angsana New" w:hint="cs"/>
                <w:color w:val="000000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243" w:type="dxa"/>
          </w:tcPr>
          <w:p w14:paraId="7D54E775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3D4073B5" w14:textId="18F9F2C1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11,989</w:t>
            </w:r>
          </w:p>
        </w:tc>
        <w:tc>
          <w:tcPr>
            <w:tcW w:w="255" w:type="dxa"/>
          </w:tcPr>
          <w:p w14:paraId="6CA3B880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FE9E6DB" w14:textId="7BD41B8E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13,772</w:t>
            </w:r>
          </w:p>
        </w:tc>
        <w:tc>
          <w:tcPr>
            <w:tcW w:w="299" w:type="dxa"/>
          </w:tcPr>
          <w:p w14:paraId="2B4A502D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CF2A869" w14:textId="189E2795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25,761</w:t>
            </w:r>
          </w:p>
        </w:tc>
      </w:tr>
      <w:tr w:rsidR="00B32CBD" w14:paraId="58D311BE" w14:textId="77777777" w:rsidTr="007E1A16">
        <w:trPr>
          <w:trHeight w:val="209"/>
        </w:trPr>
        <w:tc>
          <w:tcPr>
            <w:tcW w:w="4707" w:type="dxa"/>
            <w:vAlign w:val="center"/>
          </w:tcPr>
          <w:p w14:paraId="4218B84E" w14:textId="1860A620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43" w:type="dxa"/>
          </w:tcPr>
          <w:p w14:paraId="496355E3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02E2BF3C" w14:textId="4592619B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370,104</w:t>
            </w:r>
          </w:p>
        </w:tc>
        <w:tc>
          <w:tcPr>
            <w:tcW w:w="255" w:type="dxa"/>
          </w:tcPr>
          <w:p w14:paraId="4FCF0523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5404ED3A" w14:textId="37F5EBD5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10,520</w:t>
            </w:r>
          </w:p>
        </w:tc>
        <w:tc>
          <w:tcPr>
            <w:tcW w:w="299" w:type="dxa"/>
          </w:tcPr>
          <w:p w14:paraId="5C0DAEEC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3FC804F" w14:textId="3FE10560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380,624</w:t>
            </w:r>
          </w:p>
        </w:tc>
      </w:tr>
      <w:tr w:rsidR="00B32CBD" w14:paraId="733D9A58" w14:textId="77777777" w:rsidTr="007E1A16">
        <w:trPr>
          <w:trHeight w:val="209"/>
        </w:trPr>
        <w:tc>
          <w:tcPr>
            <w:tcW w:w="4707" w:type="dxa"/>
            <w:vAlign w:val="center"/>
          </w:tcPr>
          <w:p w14:paraId="74AB8C0B" w14:textId="4ED1D0C6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243" w:type="dxa"/>
          </w:tcPr>
          <w:p w14:paraId="74288472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516DEC65" w14:textId="6DE05C9B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20,794</w:t>
            </w:r>
          </w:p>
        </w:tc>
        <w:tc>
          <w:tcPr>
            <w:tcW w:w="255" w:type="dxa"/>
          </w:tcPr>
          <w:p w14:paraId="0112B696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45F34E71" w14:textId="0550BBF6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(10,520)</w:t>
            </w:r>
          </w:p>
        </w:tc>
        <w:tc>
          <w:tcPr>
            <w:tcW w:w="299" w:type="dxa"/>
          </w:tcPr>
          <w:p w14:paraId="22151680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E0CFC73" w14:textId="2E0EB69C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10,274</w:t>
            </w:r>
          </w:p>
        </w:tc>
      </w:tr>
      <w:tr w:rsidR="00B32CBD" w14:paraId="7375253C" w14:textId="77777777" w:rsidTr="007E1A16">
        <w:trPr>
          <w:trHeight w:val="209"/>
        </w:trPr>
        <w:tc>
          <w:tcPr>
            <w:tcW w:w="4707" w:type="dxa"/>
            <w:vAlign w:val="center"/>
          </w:tcPr>
          <w:p w14:paraId="79FA668E" w14:textId="40DB0CEE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43" w:type="dxa"/>
          </w:tcPr>
          <w:p w14:paraId="163D41A3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470BBAFE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55" w:type="dxa"/>
          </w:tcPr>
          <w:p w14:paraId="281185A1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</w:tcPr>
          <w:p w14:paraId="434045C8" w14:textId="30A16C2D" w:rsidR="00B32CBD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7E1A16"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ko-KR"/>
              </w:rPr>
              <w:t>-</w:t>
            </w:r>
          </w:p>
        </w:tc>
        <w:tc>
          <w:tcPr>
            <w:tcW w:w="299" w:type="dxa"/>
          </w:tcPr>
          <w:p w14:paraId="13C1F0C3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23E19EC" w14:textId="77777777" w:rsidR="00B32CBD" w:rsidRPr="00B32CBD" w:rsidRDefault="00B32CBD" w:rsidP="00B32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</w:tr>
    </w:tbl>
    <w:p w14:paraId="7857E7F4" w14:textId="7EADBBAA" w:rsidR="00552C4B" w:rsidRPr="007E1A16" w:rsidRDefault="00552C4B" w:rsidP="00B32C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</w:rPr>
      </w:pPr>
    </w:p>
    <w:tbl>
      <w:tblPr>
        <w:tblStyle w:val="TableGrid"/>
        <w:tblW w:w="9358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243"/>
        <w:gridCol w:w="1284"/>
        <w:gridCol w:w="255"/>
        <w:gridCol w:w="1285"/>
        <w:gridCol w:w="299"/>
        <w:gridCol w:w="1285"/>
      </w:tblGrid>
      <w:tr w:rsidR="007E1A16" w14:paraId="37941659" w14:textId="77777777" w:rsidTr="001F2950">
        <w:trPr>
          <w:trHeight w:val="83"/>
        </w:trPr>
        <w:tc>
          <w:tcPr>
            <w:tcW w:w="4707" w:type="dxa"/>
          </w:tcPr>
          <w:p w14:paraId="340A120D" w14:textId="77777777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01633D9D" w14:textId="77777777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4408" w:type="dxa"/>
            <w:gridSpan w:val="5"/>
          </w:tcPr>
          <w:p w14:paraId="573F6F0C" w14:textId="4606BBEA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7E1A16">
              <w:rPr>
                <w:rFonts w:asciiTheme="majorBidi" w:hAnsiTheme="majorBidi" w:cs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E1A16" w14:paraId="6DA00E16" w14:textId="77777777" w:rsidTr="001F2950">
        <w:tc>
          <w:tcPr>
            <w:tcW w:w="4707" w:type="dxa"/>
          </w:tcPr>
          <w:p w14:paraId="472A245B" w14:textId="77777777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36C19099" w14:textId="77777777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4" w:type="dxa"/>
          </w:tcPr>
          <w:p w14:paraId="3AD519BF" w14:textId="77777777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55" w:type="dxa"/>
          </w:tcPr>
          <w:p w14:paraId="1C4977E6" w14:textId="77777777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49897F48" w14:textId="77777777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99" w:type="dxa"/>
          </w:tcPr>
          <w:p w14:paraId="3AE4C6FF" w14:textId="77777777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75B2F64E" w14:textId="77777777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</w:tr>
      <w:tr w:rsidR="007E1A16" w14:paraId="6D9A48DF" w14:textId="77777777" w:rsidTr="001F2950">
        <w:trPr>
          <w:trHeight w:val="470"/>
        </w:trPr>
        <w:tc>
          <w:tcPr>
            <w:tcW w:w="4707" w:type="dxa"/>
          </w:tcPr>
          <w:p w14:paraId="304956A8" w14:textId="77777777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243" w:type="dxa"/>
          </w:tcPr>
          <w:p w14:paraId="088E3DD5" w14:textId="77777777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4" w:type="dxa"/>
          </w:tcPr>
          <w:p w14:paraId="53E6BCD7" w14:textId="77777777" w:rsidR="007E1A16" w:rsidRPr="00552C4B" w:rsidRDefault="007E1A16" w:rsidP="001F2950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ก่อนจัด</w:t>
            </w:r>
          </w:p>
          <w:p w14:paraId="55E7613E" w14:textId="77777777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  <w:tc>
          <w:tcPr>
            <w:tcW w:w="255" w:type="dxa"/>
          </w:tcPr>
          <w:p w14:paraId="288A58E6" w14:textId="77777777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5E812D12" w14:textId="77777777" w:rsidR="007E1A16" w:rsidRPr="00552C4B" w:rsidRDefault="007E1A16" w:rsidP="001F2950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จัด</w:t>
            </w:r>
          </w:p>
          <w:p w14:paraId="1CAAEA40" w14:textId="77777777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  <w:tc>
          <w:tcPr>
            <w:tcW w:w="299" w:type="dxa"/>
          </w:tcPr>
          <w:p w14:paraId="63E96381" w14:textId="77777777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</w:p>
        </w:tc>
        <w:tc>
          <w:tcPr>
            <w:tcW w:w="1285" w:type="dxa"/>
          </w:tcPr>
          <w:p w14:paraId="0B9B25EE" w14:textId="77777777" w:rsidR="007E1A16" w:rsidRPr="00552C4B" w:rsidRDefault="007E1A16" w:rsidP="001F2950">
            <w:pPr>
              <w:pStyle w:val="BodyText"/>
              <w:spacing w:after="0"/>
              <w:ind w:left="-145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หลังจัด</w:t>
            </w:r>
          </w:p>
          <w:p w14:paraId="5A0ADBAC" w14:textId="77777777" w:rsidR="007E1A16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16"/>
                <w:szCs w:val="1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ประเภทใหม่</w:t>
            </w:r>
          </w:p>
        </w:tc>
      </w:tr>
      <w:tr w:rsidR="007E1A16" w:rsidRPr="00B32CBD" w14:paraId="42A4A12E" w14:textId="77777777" w:rsidTr="001F2950">
        <w:trPr>
          <w:trHeight w:val="290"/>
        </w:trPr>
        <w:tc>
          <w:tcPr>
            <w:tcW w:w="4707" w:type="dxa"/>
          </w:tcPr>
          <w:p w14:paraId="52EA88B9" w14:textId="77777777" w:rsidR="007E1A16" w:rsidRPr="00B32CBD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43" w:type="dxa"/>
          </w:tcPr>
          <w:p w14:paraId="0A8C08D6" w14:textId="77777777" w:rsidR="007E1A16" w:rsidRPr="00B32CBD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4408" w:type="dxa"/>
            <w:gridSpan w:val="5"/>
          </w:tcPr>
          <w:p w14:paraId="393BB53C" w14:textId="77777777" w:rsidR="007E1A16" w:rsidRPr="00B32CBD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7E1A16" w:rsidRPr="00B32CBD" w14:paraId="5F619FE3" w14:textId="77777777" w:rsidTr="001F2950">
        <w:trPr>
          <w:trHeight w:val="209"/>
        </w:trPr>
        <w:tc>
          <w:tcPr>
            <w:tcW w:w="4707" w:type="dxa"/>
          </w:tcPr>
          <w:p w14:paraId="40C82825" w14:textId="77777777" w:rsidR="007E1A16" w:rsidRPr="00B32CBD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7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eastAsia="ko-KR"/>
              </w:rPr>
            </w:pPr>
            <w:r w:rsidRPr="00B32CBD">
              <w:rPr>
                <w:rFonts w:asciiTheme="majorBidi" w:hAnsiTheme="majorBidi" w:cs="Angsana New" w:hint="cs"/>
                <w:b/>
                <w:bCs/>
                <w:i/>
                <w:iCs/>
                <w:sz w:val="26"/>
                <w:szCs w:val="26"/>
                <w:cs/>
                <w:lang w:eastAsia="ko-KR"/>
              </w:rPr>
              <w:t>งบฐานะการเงิน</w:t>
            </w:r>
          </w:p>
        </w:tc>
        <w:tc>
          <w:tcPr>
            <w:tcW w:w="243" w:type="dxa"/>
          </w:tcPr>
          <w:p w14:paraId="59B8E363" w14:textId="77777777" w:rsidR="007E1A16" w:rsidRPr="00B32CBD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24F845E7" w14:textId="77777777" w:rsidR="007E1A16" w:rsidRPr="00B32CBD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55" w:type="dxa"/>
          </w:tcPr>
          <w:p w14:paraId="639E68D6" w14:textId="77777777" w:rsidR="007E1A16" w:rsidRPr="00B32CBD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4F28C33E" w14:textId="77777777" w:rsidR="007E1A16" w:rsidRPr="00B32CBD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99" w:type="dxa"/>
          </w:tcPr>
          <w:p w14:paraId="69D6F1C5" w14:textId="77777777" w:rsidR="007E1A16" w:rsidRPr="00B32CBD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76060102" w14:textId="77777777" w:rsidR="007E1A16" w:rsidRPr="00B32CBD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</w:tr>
      <w:tr w:rsidR="007E1A16" w:rsidRPr="00B32CBD" w14:paraId="48A33744" w14:textId="77777777" w:rsidTr="00B13858">
        <w:trPr>
          <w:trHeight w:val="209"/>
        </w:trPr>
        <w:tc>
          <w:tcPr>
            <w:tcW w:w="4707" w:type="dxa"/>
            <w:vAlign w:val="center"/>
          </w:tcPr>
          <w:p w14:paraId="3F3FB28A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243" w:type="dxa"/>
          </w:tcPr>
          <w:p w14:paraId="09B12144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6B55EBF7" w14:textId="66505A56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373,083</w:t>
            </w:r>
          </w:p>
        </w:tc>
        <w:tc>
          <w:tcPr>
            <w:tcW w:w="255" w:type="dxa"/>
            <w:vAlign w:val="bottom"/>
          </w:tcPr>
          <w:p w14:paraId="5A4A60C2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726EE065" w14:textId="16788258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(100,000)</w:t>
            </w:r>
          </w:p>
        </w:tc>
        <w:tc>
          <w:tcPr>
            <w:tcW w:w="299" w:type="dxa"/>
          </w:tcPr>
          <w:p w14:paraId="22A36E71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72D0A051" w14:textId="64A19DAA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273,083</w:t>
            </w:r>
          </w:p>
        </w:tc>
      </w:tr>
      <w:tr w:rsidR="007E1A16" w:rsidRPr="00B32CBD" w14:paraId="48A13940" w14:textId="77777777" w:rsidTr="00B13858">
        <w:trPr>
          <w:trHeight w:val="209"/>
        </w:trPr>
        <w:tc>
          <w:tcPr>
            <w:tcW w:w="4707" w:type="dxa"/>
            <w:vAlign w:val="center"/>
          </w:tcPr>
          <w:p w14:paraId="388BFEA6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243" w:type="dxa"/>
          </w:tcPr>
          <w:p w14:paraId="6DB50310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54437812" w14:textId="20B8F98A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579,004</w:t>
            </w:r>
          </w:p>
        </w:tc>
        <w:tc>
          <w:tcPr>
            <w:tcW w:w="255" w:type="dxa"/>
            <w:vAlign w:val="bottom"/>
          </w:tcPr>
          <w:p w14:paraId="3B621CBC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3DF53C1A" w14:textId="744A7E5D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115</w:t>
            </w:r>
          </w:p>
        </w:tc>
        <w:tc>
          <w:tcPr>
            <w:tcW w:w="299" w:type="dxa"/>
          </w:tcPr>
          <w:p w14:paraId="040F8931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630EC4D0" w14:textId="434EB8C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579,119</w:t>
            </w:r>
          </w:p>
        </w:tc>
      </w:tr>
      <w:tr w:rsidR="007E1A16" w:rsidRPr="00B32CBD" w14:paraId="295A3D84" w14:textId="77777777" w:rsidTr="00B13858">
        <w:trPr>
          <w:trHeight w:val="209"/>
        </w:trPr>
        <w:tc>
          <w:tcPr>
            <w:tcW w:w="4707" w:type="dxa"/>
            <w:vAlign w:val="center"/>
          </w:tcPr>
          <w:p w14:paraId="6C1E3659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243" w:type="dxa"/>
          </w:tcPr>
          <w:p w14:paraId="5E17D5F6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53783248" w14:textId="0D734185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16,438</w:t>
            </w:r>
          </w:p>
        </w:tc>
        <w:tc>
          <w:tcPr>
            <w:tcW w:w="255" w:type="dxa"/>
            <w:vAlign w:val="bottom"/>
          </w:tcPr>
          <w:p w14:paraId="452DCDEC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0941A171" w14:textId="72C2EAC9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(13,887)</w:t>
            </w:r>
          </w:p>
        </w:tc>
        <w:tc>
          <w:tcPr>
            <w:tcW w:w="299" w:type="dxa"/>
          </w:tcPr>
          <w:p w14:paraId="35DB2333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32E22961" w14:textId="78C93201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2,551</w:t>
            </w:r>
          </w:p>
        </w:tc>
      </w:tr>
      <w:tr w:rsidR="007E1A16" w:rsidRPr="00B32CBD" w14:paraId="1AB2D167" w14:textId="77777777" w:rsidTr="00B13858">
        <w:trPr>
          <w:trHeight w:val="209"/>
        </w:trPr>
        <w:tc>
          <w:tcPr>
            <w:tcW w:w="4707" w:type="dxa"/>
            <w:vAlign w:val="center"/>
          </w:tcPr>
          <w:p w14:paraId="05F6AB2D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243" w:type="dxa"/>
          </w:tcPr>
          <w:p w14:paraId="631195FE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34B41767" w14:textId="0FA9456D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100,000</w:t>
            </w:r>
          </w:p>
        </w:tc>
        <w:tc>
          <w:tcPr>
            <w:tcW w:w="255" w:type="dxa"/>
            <w:vAlign w:val="bottom"/>
          </w:tcPr>
          <w:p w14:paraId="7BF293FF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242485B7" w14:textId="016E4C3A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100,000</w:t>
            </w:r>
          </w:p>
        </w:tc>
        <w:tc>
          <w:tcPr>
            <w:tcW w:w="299" w:type="dxa"/>
          </w:tcPr>
          <w:p w14:paraId="282A7C7F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00F6E4C4" w14:textId="60638D4F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200,000</w:t>
            </w:r>
          </w:p>
        </w:tc>
      </w:tr>
      <w:tr w:rsidR="007E1A16" w:rsidRPr="00B32CBD" w14:paraId="59C4126F" w14:textId="77777777" w:rsidTr="00B13858">
        <w:trPr>
          <w:trHeight w:val="209"/>
        </w:trPr>
        <w:tc>
          <w:tcPr>
            <w:tcW w:w="4707" w:type="dxa"/>
            <w:vAlign w:val="center"/>
          </w:tcPr>
          <w:p w14:paraId="5918179C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="Angsana New" w:hint="cs"/>
                <w:color w:val="000000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243" w:type="dxa"/>
          </w:tcPr>
          <w:p w14:paraId="0C4EB40C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425DEF99" w14:textId="7D1A6933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6,988</w:t>
            </w:r>
          </w:p>
        </w:tc>
        <w:tc>
          <w:tcPr>
            <w:tcW w:w="255" w:type="dxa"/>
            <w:vAlign w:val="bottom"/>
          </w:tcPr>
          <w:p w14:paraId="28BDA61D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0E9A5EBC" w14:textId="1030F47B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13,772</w:t>
            </w:r>
          </w:p>
        </w:tc>
        <w:tc>
          <w:tcPr>
            <w:tcW w:w="299" w:type="dxa"/>
          </w:tcPr>
          <w:p w14:paraId="53310E9D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1C0A7F58" w14:textId="7AA5E8B4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20,760</w:t>
            </w:r>
          </w:p>
        </w:tc>
      </w:tr>
      <w:tr w:rsidR="007E1A16" w:rsidRPr="00B32CBD" w14:paraId="10C6B1B8" w14:textId="77777777" w:rsidTr="007E1A16">
        <w:trPr>
          <w:trHeight w:val="209"/>
        </w:trPr>
        <w:tc>
          <w:tcPr>
            <w:tcW w:w="4707" w:type="dxa"/>
            <w:vAlign w:val="center"/>
          </w:tcPr>
          <w:p w14:paraId="52040065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43" w:type="dxa"/>
          </w:tcPr>
          <w:p w14:paraId="7E8FF4E2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73B28C44" w14:textId="44DD1BFD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367,643</w:t>
            </w:r>
          </w:p>
        </w:tc>
        <w:tc>
          <w:tcPr>
            <w:tcW w:w="255" w:type="dxa"/>
            <w:vAlign w:val="bottom"/>
          </w:tcPr>
          <w:p w14:paraId="23BC0ACF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7FF775A5" w14:textId="77A891D8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2,676</w:t>
            </w:r>
          </w:p>
        </w:tc>
        <w:tc>
          <w:tcPr>
            <w:tcW w:w="299" w:type="dxa"/>
          </w:tcPr>
          <w:p w14:paraId="536941F6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08146080" w14:textId="49E02F8B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370,319</w:t>
            </w:r>
          </w:p>
        </w:tc>
      </w:tr>
      <w:tr w:rsidR="007E1A16" w:rsidRPr="00B32CBD" w14:paraId="3DE0E899" w14:textId="77777777" w:rsidTr="007E1A16">
        <w:trPr>
          <w:trHeight w:val="209"/>
        </w:trPr>
        <w:tc>
          <w:tcPr>
            <w:tcW w:w="4707" w:type="dxa"/>
            <w:vAlign w:val="center"/>
          </w:tcPr>
          <w:p w14:paraId="319CA18F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196"/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243" w:type="dxa"/>
          </w:tcPr>
          <w:p w14:paraId="60EEA9E3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  <w:vAlign w:val="bottom"/>
          </w:tcPr>
          <w:p w14:paraId="3EF8597C" w14:textId="0CFB59BC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8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10,763</w:t>
            </w:r>
          </w:p>
        </w:tc>
        <w:tc>
          <w:tcPr>
            <w:tcW w:w="255" w:type="dxa"/>
            <w:vAlign w:val="bottom"/>
          </w:tcPr>
          <w:p w14:paraId="588DB2BA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4F0E6AC0" w14:textId="3298C833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(2,676)</w:t>
            </w:r>
          </w:p>
        </w:tc>
        <w:tc>
          <w:tcPr>
            <w:tcW w:w="299" w:type="dxa"/>
          </w:tcPr>
          <w:p w14:paraId="77223824" w14:textId="77777777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76D0A899" w14:textId="36CCF921" w:rsidR="007E1A16" w:rsidRPr="00B32CBD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  <w:r w:rsidRPr="00552C4B">
              <w:rPr>
                <w:rFonts w:asciiTheme="majorBidi" w:hAnsiTheme="majorBidi" w:cstheme="majorBidi"/>
                <w:sz w:val="26"/>
                <w:szCs w:val="26"/>
                <w:lang w:eastAsia="ko-KR"/>
              </w:rPr>
              <w:t>8,087</w:t>
            </w:r>
          </w:p>
        </w:tc>
      </w:tr>
      <w:tr w:rsidR="007E1A16" w:rsidRPr="00B32CBD" w14:paraId="17B34DCD" w14:textId="77777777" w:rsidTr="007E1A16">
        <w:trPr>
          <w:trHeight w:val="209"/>
        </w:trPr>
        <w:tc>
          <w:tcPr>
            <w:tcW w:w="4707" w:type="dxa"/>
            <w:vAlign w:val="center"/>
          </w:tcPr>
          <w:p w14:paraId="78480886" w14:textId="77777777" w:rsidR="007E1A16" w:rsidRPr="00B32CBD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43" w:type="dxa"/>
          </w:tcPr>
          <w:p w14:paraId="7E7BFFCD" w14:textId="77777777" w:rsidR="007E1A16" w:rsidRPr="00B32CBD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4" w:type="dxa"/>
          </w:tcPr>
          <w:p w14:paraId="761156E0" w14:textId="77777777" w:rsidR="007E1A16" w:rsidRPr="00B32CBD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255" w:type="dxa"/>
          </w:tcPr>
          <w:p w14:paraId="123ED5E0" w14:textId="77777777" w:rsidR="007E1A16" w:rsidRPr="00B32CBD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</w:tcPr>
          <w:p w14:paraId="0F9FA7A7" w14:textId="64ACDDA9" w:rsidR="007E1A16" w:rsidRPr="007E1A16" w:rsidRDefault="007E1A16" w:rsidP="007E1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ko-KR"/>
              </w:rPr>
            </w:pPr>
            <w:r w:rsidRPr="007E1A16"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ko-KR"/>
              </w:rPr>
              <w:t>-</w:t>
            </w:r>
          </w:p>
        </w:tc>
        <w:tc>
          <w:tcPr>
            <w:tcW w:w="299" w:type="dxa"/>
          </w:tcPr>
          <w:p w14:paraId="7AEF6AC3" w14:textId="77777777" w:rsidR="007E1A16" w:rsidRPr="00B32CBD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  <w:tc>
          <w:tcPr>
            <w:tcW w:w="1285" w:type="dxa"/>
          </w:tcPr>
          <w:p w14:paraId="4DDFA46A" w14:textId="77777777" w:rsidR="007E1A16" w:rsidRPr="00B32CBD" w:rsidRDefault="007E1A16" w:rsidP="001F2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eastAsia="ko-KR"/>
              </w:rPr>
            </w:pPr>
          </w:p>
        </w:tc>
      </w:tr>
    </w:tbl>
    <w:p w14:paraId="57AD5C14" w14:textId="77777777" w:rsidR="000311D3" w:rsidRPr="007E1A16" w:rsidRDefault="000311D3" w:rsidP="007E1A16">
      <w:pPr>
        <w:tabs>
          <w:tab w:val="clear" w:pos="454"/>
        </w:tabs>
        <w:spacing w:line="240" w:lineRule="auto"/>
        <w:ind w:right="-43"/>
        <w:jc w:val="thaiDistribute"/>
        <w:rPr>
          <w:rFonts w:asciiTheme="majorBidi" w:hAnsiTheme="majorBidi" w:cstheme="majorBidi"/>
          <w:sz w:val="26"/>
          <w:szCs w:val="26"/>
        </w:rPr>
      </w:pPr>
    </w:p>
    <w:p w14:paraId="781B96CF" w14:textId="1445ACCB" w:rsidR="00755B2B" w:rsidRPr="000311D3" w:rsidRDefault="00755B2B" w:rsidP="00755B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eastAsia="ko-KR"/>
        </w:rPr>
      </w:pP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>การจัดประเภทรายการใหม่นี้</w:t>
      </w:r>
      <w:r w:rsidR="001F4200">
        <w:rPr>
          <w:rFonts w:asciiTheme="majorBidi" w:hAnsiTheme="majorBidi" w:cstheme="majorBidi"/>
          <w:sz w:val="28"/>
          <w:szCs w:val="28"/>
          <w:lang w:eastAsia="ko-KR"/>
        </w:rPr>
        <w:t xml:space="preserve"> 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>เนื่องจากผู้บริหารเห็นว่ามีความเหมาะสมกับธุรกิจของ</w:t>
      </w:r>
      <w:r w:rsidR="001F4200">
        <w:rPr>
          <w:rFonts w:asciiTheme="majorBidi" w:hAnsiTheme="majorBidi" w:cstheme="majorBidi" w:hint="cs"/>
          <w:sz w:val="28"/>
          <w:szCs w:val="28"/>
          <w:cs/>
          <w:lang w:eastAsia="ko-KR"/>
        </w:rPr>
        <w:t>กลุ่ม</w:t>
      </w:r>
      <w:r w:rsidR="0013252E">
        <w:rPr>
          <w:rFonts w:asciiTheme="majorBidi" w:hAnsiTheme="majorBidi" w:cstheme="majorBidi" w:hint="cs"/>
          <w:sz w:val="28"/>
          <w:szCs w:val="28"/>
          <w:cs/>
          <w:lang w:eastAsia="ko-KR"/>
        </w:rPr>
        <w:t>กิจการ</w:t>
      </w:r>
      <w:r w:rsidRPr="000311D3">
        <w:rPr>
          <w:rFonts w:asciiTheme="majorBidi" w:hAnsiTheme="majorBidi" w:cstheme="majorBidi"/>
          <w:sz w:val="28"/>
          <w:szCs w:val="28"/>
          <w:cs/>
          <w:lang w:eastAsia="ko-KR"/>
        </w:rPr>
        <w:t>มากกว่า</w:t>
      </w:r>
    </w:p>
    <w:sectPr w:rsidR="00755B2B" w:rsidRPr="000311D3" w:rsidSect="00445D99">
      <w:headerReference w:type="default" r:id="rId22"/>
      <w:pgSz w:w="11909" w:h="16834" w:code="9"/>
      <w:pgMar w:top="691" w:right="1109" w:bottom="540" w:left="12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4A0B6" w14:textId="77777777" w:rsidR="002D18C9" w:rsidRDefault="002D18C9">
      <w:r>
        <w:separator/>
      </w:r>
    </w:p>
  </w:endnote>
  <w:endnote w:type="continuationSeparator" w:id="0">
    <w:p w14:paraId="2ABC5B50" w14:textId="77777777" w:rsidR="002D18C9" w:rsidRDefault="002D18C9">
      <w:r>
        <w:continuationSeparator/>
      </w:r>
    </w:p>
  </w:endnote>
  <w:endnote w:type="continuationNotice" w:id="1">
    <w:p w14:paraId="21542B66" w14:textId="77777777" w:rsidR="002D18C9" w:rsidRDefault="002D18C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79357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F84945" w14:textId="62BE45B2" w:rsidR="008E1D2D" w:rsidRDefault="008E1D2D">
        <w:pPr>
          <w:pStyle w:val="Footer"/>
          <w:jc w:val="center"/>
        </w:pPr>
        <w:r w:rsidRPr="008E1D2D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8E1D2D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8E1D2D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C42DDF" w:rsidRPr="00C42DDF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8E1D2D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96342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1B22DC" w14:textId="77777777" w:rsidR="0001369B" w:rsidRDefault="0001369B">
        <w:pPr>
          <w:pStyle w:val="Footer"/>
          <w:jc w:val="center"/>
        </w:pPr>
        <w:r w:rsidRPr="008E1D2D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8E1D2D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8E1D2D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C42DDF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8E1D2D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C898A" w14:textId="4C954AD6" w:rsidR="00A76CDD" w:rsidRPr="00C827F6" w:rsidRDefault="00A76CDD">
    <w:pPr>
      <w:tabs>
        <w:tab w:val="left" w:pos="9000"/>
      </w:tabs>
      <w:rPr>
        <w:rFonts w:ascii="Angsana New" w:hAnsi="Angsana New" w:cs="Angsana New"/>
        <w:sz w:val="30"/>
        <w:szCs w:val="30"/>
        <w:lang w:val="fr-FR"/>
      </w:rPr>
    </w:pP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FILENAME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 w:rsidR="00ED2A68">
      <w:rPr>
        <w:rFonts w:ascii="Angsana New" w:hAnsi="Angsana New"/>
        <w:noProof/>
        <w:sz w:val="30"/>
        <w:szCs w:val="30"/>
        <w:lang w:val="fr-FR"/>
      </w:rPr>
      <w:t>Rev2_2025Mar_FSA_T. Man Pharmaceutical PCL_03t_Q1.docx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  <w:r>
      <w:rPr>
        <w:rFonts w:ascii="Angsana New" w:hAnsi="Angsana New"/>
        <w:sz w:val="30"/>
        <w:szCs w:val="30"/>
        <w:cs/>
      </w:rPr>
      <w:t xml:space="preserve">                                     </w:t>
    </w:r>
    <w:r w:rsidRPr="00C827F6">
      <w:rPr>
        <w:rFonts w:ascii="Angsana New" w:hAnsi="Angsana New"/>
        <w:sz w:val="30"/>
        <w:szCs w:val="30"/>
        <w:lang w:val="fr-FR"/>
      </w:rPr>
      <w:tab/>
    </w: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PAGE  \* MERGEFORMAT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>
      <w:rPr>
        <w:rFonts w:ascii="Angsana New" w:hAnsi="Angsana New"/>
        <w:noProof/>
        <w:sz w:val="30"/>
        <w:szCs w:val="30"/>
        <w:lang w:val="fr-FR"/>
      </w:rPr>
      <w:t>8</w:t>
    </w:r>
    <w:r w:rsidR="00C42DDF" w:rsidRPr="00C42DDF">
      <w:rPr>
        <w:rFonts w:ascii="Angsana New" w:hAnsi="Angsana New"/>
        <w:noProof/>
        <w:sz w:val="30"/>
        <w:szCs w:val="30"/>
      </w:rPr>
      <w:t>3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</w:p>
  <w:p w14:paraId="451535BE" w14:textId="77777777" w:rsidR="00A76CDD" w:rsidRPr="00C827F6" w:rsidRDefault="00A76CDD">
    <w:pPr>
      <w:pStyle w:val="Footer"/>
      <w:rPr>
        <w:lang w:val="fr-FR"/>
      </w:rPr>
    </w:pPr>
  </w:p>
  <w:p w14:paraId="59BBA638" w14:textId="77777777" w:rsidR="00A76CDD" w:rsidRDefault="00A76CDD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69E60" w14:textId="3501755C" w:rsidR="00503827" w:rsidRPr="00B90A5A" w:rsidRDefault="00503827" w:rsidP="0065132E">
    <w:pPr>
      <w:tabs>
        <w:tab w:val="left" w:pos="9000"/>
      </w:tabs>
      <w:rPr>
        <w:rFonts w:ascii="Angsana New" w:hAnsi="Angsana New" w:cs="Angsana New"/>
        <w:sz w:val="30"/>
        <w:szCs w:val="30"/>
      </w:rPr>
    </w:pPr>
    <w:r>
      <w:rPr>
        <w:rFonts w:ascii="Angsana New" w:hAnsi="Angsana New"/>
        <w:sz w:val="30"/>
        <w:szCs w:val="30"/>
      </w:rPr>
      <w:fldChar w:fldCharType="begin"/>
    </w:r>
    <w:r w:rsidRPr="00B90A5A">
      <w:rPr>
        <w:rFonts w:ascii="Angsana New" w:hAnsi="Angsana New"/>
        <w:sz w:val="30"/>
        <w:szCs w:val="30"/>
      </w:rPr>
      <w:instrText xml:space="preserve"> FILENAME </w:instrText>
    </w:r>
    <w:r>
      <w:rPr>
        <w:rFonts w:ascii="Angsana New" w:hAnsi="Angsana New"/>
        <w:sz w:val="30"/>
        <w:szCs w:val="30"/>
      </w:rPr>
      <w:fldChar w:fldCharType="separate"/>
    </w:r>
    <w:r w:rsidR="00ED2A68">
      <w:rPr>
        <w:rFonts w:ascii="Angsana New" w:hAnsi="Angsana New"/>
        <w:noProof/>
        <w:sz w:val="30"/>
        <w:szCs w:val="30"/>
      </w:rPr>
      <w:t>Rev2_2025Mar_FSA_T. Man Pharmaceutical PCL_03t_Q1.docx</w:t>
    </w:r>
    <w:r>
      <w:rPr>
        <w:rFonts w:ascii="Angsana New" w:hAnsi="Angsana New"/>
        <w:sz w:val="30"/>
        <w:szCs w:val="30"/>
      </w:rPr>
      <w:fldChar w:fldCharType="end"/>
    </w:r>
    <w:r>
      <w:rPr>
        <w:rFonts w:ascii="Angsana New" w:hAnsi="Angsana New" w:hint="cs"/>
        <w:sz w:val="30"/>
        <w:szCs w:val="30"/>
        <w:cs/>
      </w:rPr>
      <w:t xml:space="preserve">                                     </w:t>
    </w:r>
    <w:r w:rsidRPr="00B90A5A">
      <w:rPr>
        <w:rFonts w:ascii="Angsana New" w:hAnsi="Angsana New"/>
        <w:sz w:val="30"/>
        <w:szCs w:val="30"/>
      </w:rPr>
      <w:tab/>
    </w:r>
    <w:r>
      <w:rPr>
        <w:rFonts w:ascii="Angsana New" w:hAnsi="Angsana New" w:hint="cs"/>
        <w:sz w:val="30"/>
        <w:szCs w:val="30"/>
        <w:cs/>
      </w:rPr>
      <w:tab/>
    </w:r>
    <w:r>
      <w:rPr>
        <w:rFonts w:ascii="Angsana New" w:hAnsi="Angsana New" w:hint="cs"/>
        <w:sz w:val="30"/>
        <w:szCs w:val="30"/>
        <w:cs/>
      </w:rPr>
      <w:tab/>
    </w:r>
    <w:r>
      <w:rPr>
        <w:rFonts w:ascii="Angsana New" w:hAnsi="Angsana New" w:hint="cs"/>
        <w:sz w:val="30"/>
        <w:szCs w:val="30"/>
        <w:cs/>
      </w:rPr>
      <w:tab/>
    </w:r>
    <w:r>
      <w:rPr>
        <w:rFonts w:ascii="Angsana New" w:hAnsi="Angsana New" w:hint="cs"/>
        <w:sz w:val="30"/>
        <w:szCs w:val="30"/>
        <w:cs/>
      </w:rPr>
      <w:tab/>
      <w:t xml:space="preserve">                                 </w:t>
    </w:r>
    <w:r>
      <w:rPr>
        <w:rFonts w:ascii="Angsana New" w:hAnsi="Angsana New"/>
        <w:sz w:val="30"/>
        <w:szCs w:val="30"/>
        <w:lang w:val="nl-NL"/>
      </w:rPr>
      <w:fldChar w:fldCharType="begin"/>
    </w:r>
    <w:r w:rsidRPr="00B90A5A">
      <w:rPr>
        <w:rFonts w:ascii="Angsana New" w:hAnsi="Angsana New"/>
        <w:sz w:val="30"/>
        <w:szCs w:val="30"/>
      </w:rPr>
      <w:instrText xml:space="preserve"> PAGE  \* MERGEFORMAT </w:instrText>
    </w:r>
    <w:r>
      <w:rPr>
        <w:rFonts w:ascii="Angsana New" w:hAnsi="Angsana New"/>
        <w:sz w:val="30"/>
        <w:szCs w:val="30"/>
        <w:lang w:val="nl-NL"/>
      </w:rPr>
      <w:fldChar w:fldCharType="separate"/>
    </w:r>
    <w:r>
      <w:rPr>
        <w:rFonts w:ascii="Angsana New" w:hAnsi="Angsana New"/>
        <w:noProof/>
        <w:sz w:val="30"/>
        <w:szCs w:val="30"/>
      </w:rPr>
      <w:t>14</w:t>
    </w:r>
    <w:r w:rsidR="00C42DDF" w:rsidRPr="00C42DDF">
      <w:rPr>
        <w:rFonts w:ascii="Angsana New" w:hAnsi="Angsana New"/>
        <w:noProof/>
        <w:sz w:val="30"/>
        <w:szCs w:val="30"/>
      </w:rPr>
      <w:t>3</w:t>
    </w:r>
    <w:r>
      <w:rPr>
        <w:rFonts w:ascii="Angsana New" w:hAnsi="Angsana New"/>
        <w:sz w:val="30"/>
        <w:szCs w:val="30"/>
        <w:lang w:val="nl-NL"/>
      </w:rPr>
      <w:fldChar w:fldCharType="end"/>
    </w:r>
  </w:p>
  <w:p w14:paraId="2676A9C2" w14:textId="77777777" w:rsidR="00503827" w:rsidRPr="00B90A5A" w:rsidRDefault="00503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B1374" w14:textId="77777777" w:rsidR="002D18C9" w:rsidRDefault="002D18C9">
      <w:r>
        <w:separator/>
      </w:r>
    </w:p>
  </w:footnote>
  <w:footnote w:type="continuationSeparator" w:id="0">
    <w:p w14:paraId="2DAD451F" w14:textId="77777777" w:rsidR="002D18C9" w:rsidRDefault="002D18C9">
      <w:r>
        <w:continuationSeparator/>
      </w:r>
    </w:p>
  </w:footnote>
  <w:footnote w:type="continuationNotice" w:id="1">
    <w:p w14:paraId="4D870403" w14:textId="77777777" w:rsidR="002D18C9" w:rsidRDefault="002D18C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5EFE" w14:textId="43F887CD" w:rsidR="00911706" w:rsidRPr="00666D8C" w:rsidRDefault="003271D1" w:rsidP="00A9055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  <w:cs/>
      </w:rPr>
    </w:pPr>
    <w:r>
      <w:rPr>
        <w:rFonts w:ascii="Angsana New" w:hAnsi="Angsana New" w:cs="Angsana New"/>
        <w:b/>
        <w:bCs/>
        <w:sz w:val="30"/>
        <w:szCs w:val="30"/>
        <w:cs/>
      </w:rPr>
      <w:t xml:space="preserve">บริษัท ที.แมน ฟาร์มาซูติคอล จำกัด </w:t>
    </w:r>
    <w:r w:rsidR="00911706">
      <w:rPr>
        <w:rFonts w:ascii="Angsana New" w:hAnsi="Angsana New" w:cs="Angsana New"/>
        <w:b/>
        <w:bCs/>
        <w:sz w:val="30"/>
        <w:szCs w:val="30"/>
      </w:rPr>
      <w:t>(</w:t>
    </w:r>
    <w:r w:rsidR="00911706">
      <w:rPr>
        <w:rFonts w:ascii="Angsana New" w:hAnsi="Angsana New" w:cs="Angsana New" w:hint="cs"/>
        <w:b/>
        <w:bCs/>
        <w:sz w:val="30"/>
        <w:szCs w:val="30"/>
        <w:cs/>
      </w:rPr>
      <w:t>มหาชน</w:t>
    </w:r>
    <w:r w:rsidR="00911706">
      <w:rPr>
        <w:rFonts w:ascii="Angsana New" w:hAnsi="Angsana New" w:cs="Angsana New"/>
        <w:b/>
        <w:bCs/>
        <w:sz w:val="30"/>
        <w:szCs w:val="30"/>
      </w:rPr>
      <w:t>)</w:t>
    </w:r>
    <w:r w:rsidR="007979B7">
      <w:rPr>
        <w:rFonts w:ascii="Angsana New" w:hAnsi="Angsana New" w:cs="Angsana New" w:hint="cs"/>
        <w:b/>
        <w:bCs/>
        <w:sz w:val="30"/>
        <w:szCs w:val="30"/>
        <w:cs/>
      </w:rPr>
      <w:t xml:space="preserve"> </w:t>
    </w:r>
    <w:r w:rsidR="007979B7">
      <w:rPr>
        <w:rFonts w:ascii="Angsana New" w:hAnsi="Angsana New" w:cs="Angsana New"/>
        <w:b/>
        <w:bCs/>
        <w:sz w:val="30"/>
        <w:szCs w:val="30"/>
        <w:cs/>
      </w:rPr>
      <w:t>และบริษัทย่อย</w:t>
    </w:r>
  </w:p>
  <w:p w14:paraId="2048196D" w14:textId="77777777" w:rsidR="0031573A" w:rsidRPr="00666D8C" w:rsidRDefault="0031573A" w:rsidP="00A9055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</w:rPr>
    </w:pPr>
    <w:r w:rsidRPr="00666D8C">
      <w:rPr>
        <w:rFonts w:ascii="Angsana New" w:hAnsi="Angsana New" w:cs="Angsana New"/>
        <w:b/>
        <w:bCs/>
        <w:sz w:val="30"/>
        <w:szCs w:val="30"/>
        <w:cs/>
      </w:rPr>
      <w:t>หมายเหตุประกอบ</w:t>
    </w:r>
    <w:r w:rsidRPr="00666D8C">
      <w:rPr>
        <w:rFonts w:ascii="Angsana New" w:hAnsi="Angsana New" w:cs="Angsana New" w:hint="cs"/>
        <w:b/>
        <w:bCs/>
        <w:sz w:val="30"/>
        <w:szCs w:val="30"/>
        <w:cs/>
      </w:rPr>
      <w:t>งบ</w:t>
    </w:r>
    <w:r w:rsidRPr="00666D8C">
      <w:rPr>
        <w:rFonts w:ascii="Angsana New" w:hAnsi="Angsana New" w:cs="Angsana New"/>
        <w:b/>
        <w:bCs/>
        <w:sz w:val="30"/>
        <w:szCs w:val="30"/>
        <w:cs/>
      </w:rPr>
      <w:t>การเงินระหว่าง</w:t>
    </w:r>
    <w:r w:rsidRPr="00821D1D">
      <w:rPr>
        <w:rFonts w:ascii="Angsana New" w:hAnsi="Angsana New" w:cs="Angsana New"/>
        <w:b/>
        <w:bCs/>
        <w:sz w:val="30"/>
        <w:szCs w:val="30"/>
        <w:cs/>
      </w:rPr>
      <w:t>กาล</w:t>
    </w:r>
    <w:r w:rsidRPr="009777AF">
      <w:rPr>
        <w:rFonts w:ascii="Angsana New" w:hAnsi="Angsana New" w:cs="Angsana New"/>
        <w:b/>
        <w:bCs/>
        <w:sz w:val="30"/>
        <w:szCs w:val="30"/>
        <w:cs/>
      </w:rPr>
      <w:t>แบบย่อ</w:t>
    </w:r>
  </w:p>
  <w:p w14:paraId="09043C7F" w14:textId="435EC0FC" w:rsidR="0031573A" w:rsidRPr="003271D1" w:rsidRDefault="00C50608" w:rsidP="00A9055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0"/>
        <w:szCs w:val="30"/>
        <w:lang w:bidi="th-TH"/>
      </w:rPr>
    </w:pPr>
    <w:r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งวดสามเดือนสิ้นสุดวันที่ </w:t>
    </w:r>
    <w:r w:rsidRPr="00AB5467">
      <w:rPr>
        <w:rFonts w:ascii="Angsana New" w:hAnsi="Angsana New" w:cs="Angsana New"/>
        <w:sz w:val="30"/>
        <w:szCs w:val="30"/>
        <w:lang w:val="en-US" w:bidi="th-TH"/>
      </w:rPr>
      <w:t>3</w:t>
    </w:r>
    <w:r w:rsidR="00A457CB">
      <w:rPr>
        <w:rFonts w:ascii="Angsana New" w:hAnsi="Angsana New" w:cs="Angsana New"/>
        <w:sz w:val="30"/>
        <w:szCs w:val="30"/>
        <w:lang w:val="en-US" w:bidi="th-TH"/>
      </w:rPr>
      <w:t>1</w:t>
    </w:r>
    <w:r>
      <w:rPr>
        <w:rFonts w:ascii="Angsana New" w:hAnsi="Angsana New" w:cs="Angsana New"/>
        <w:sz w:val="30"/>
        <w:szCs w:val="30"/>
        <w:lang w:bidi="th-TH"/>
      </w:rPr>
      <w:t xml:space="preserve"> </w:t>
    </w:r>
    <w:r w:rsidR="00A457CB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มีนาคม</w:t>
    </w:r>
    <w:r w:rsidRPr="004D1FE0"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 </w:t>
    </w:r>
    <w:r w:rsidRPr="00AB5467">
      <w:rPr>
        <w:rFonts w:ascii="Angsana New" w:hAnsi="Angsana New" w:cs="Angsana New"/>
        <w:sz w:val="30"/>
        <w:szCs w:val="30"/>
        <w:lang w:val="en-US" w:bidi="th-TH"/>
      </w:rPr>
      <w:t>256</w:t>
    </w:r>
    <w:r w:rsidR="00A457CB">
      <w:rPr>
        <w:rFonts w:ascii="Angsana New" w:hAnsi="Angsana New" w:cs="Angsana New"/>
        <w:sz w:val="30"/>
        <w:szCs w:val="30"/>
        <w:lang w:val="en-US" w:bidi="th-TH"/>
      </w:rPr>
      <w:t>8</w:t>
    </w:r>
    <w:r w:rsidRPr="00666D8C">
      <w:rPr>
        <w:rFonts w:ascii="Angsana New" w:hAnsi="Angsana New" w:cs="Angsana New"/>
        <w:b w:val="0"/>
        <w:bCs/>
        <w:sz w:val="30"/>
        <w:szCs w:val="30"/>
        <w:lang w:bidi="th-TH"/>
      </w:rPr>
      <w:t xml:space="preserve"> </w:t>
    </w:r>
    <w:r w:rsidR="0031573A" w:rsidRPr="00765C6C">
      <w:rPr>
        <w:rFonts w:ascii="Angsana New" w:hAnsi="Angsana New" w:cs="Angsana New"/>
        <w:sz w:val="30"/>
        <w:szCs w:val="30"/>
        <w:lang w:bidi="th-TH"/>
      </w:rPr>
      <w:t>(</w:t>
    </w:r>
    <w:r w:rsidR="0031573A"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ไม่ได้ตรวจสอบ</w:t>
    </w:r>
    <w:r w:rsidR="0031573A" w:rsidRPr="00765C6C">
      <w:rPr>
        <w:rFonts w:ascii="Angsana New" w:hAnsi="Angsana New" w:cs="Angsana New"/>
        <w:sz w:val="30"/>
        <w:szCs w:val="30"/>
        <w:lang w:bidi="th-TH"/>
      </w:rPr>
      <w:t>)</w:t>
    </w:r>
  </w:p>
  <w:p w14:paraId="02919C12" w14:textId="77777777" w:rsidR="0031573A" w:rsidRPr="009777AF" w:rsidRDefault="0031573A" w:rsidP="00A90552">
    <w:pPr>
      <w:pStyle w:val="acctmainheading"/>
      <w:spacing w:after="0" w:line="240" w:lineRule="atLeast"/>
      <w:rPr>
        <w:rFonts w:ascii="Angsana New" w:hAnsi="Angsana New" w:cs="Angsana New"/>
        <w:b w:val="0"/>
        <w:i/>
        <w:szCs w:val="28"/>
        <w:lang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19B1" w14:textId="77777777" w:rsidR="00A76CDD" w:rsidRPr="00FA7747" w:rsidRDefault="00A76CDD" w:rsidP="0007489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</w:rPr>
      <w:t>[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กขค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</w:rPr>
      <w:t>]</w:t>
    </w: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</w:rPr>
      <w:t>[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และบริษัทย่อย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</w:rPr>
      <w:t>]</w:t>
    </w:r>
  </w:p>
  <w:p w14:paraId="62998D7D" w14:textId="77777777" w:rsidR="00A76CDD" w:rsidRPr="00FA7747" w:rsidRDefault="00A76CDD" w:rsidP="0007489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/>
        <w:b/>
        <w:bCs/>
        <w:sz w:val="32"/>
        <w:szCs w:val="32"/>
        <w:cs/>
      </w:rPr>
      <w:t>ระหว่างกาล</w:t>
    </w:r>
  </w:p>
  <w:p w14:paraId="37D5EDB8" w14:textId="42780849" w:rsidR="00A76CDD" w:rsidRPr="00410770" w:rsidRDefault="00A76CDD" w:rsidP="00074891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สำหรับงวดสามเดือนและ</w:t>
    </w:r>
    <w:r w:rsidR="00702EC5">
      <w:rPr>
        <w:rFonts w:ascii="Angsana New" w:hAnsi="Angsana New" w:cs="Angsana New"/>
        <w:b w:val="0"/>
        <w:bCs/>
        <w:sz w:val="32"/>
        <w:szCs w:val="32"/>
        <w:cs/>
        <w:lang w:bidi="th-TH"/>
      </w:rPr>
      <w:t>สามเดือน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 xml:space="preserve">สิ้นสุดวันที่ </w:t>
    </w:r>
    <w:r w:rsidR="00C42DDF" w:rsidRPr="00C42DDF">
      <w:rPr>
        <w:rFonts w:ascii="Angsana New" w:hAnsi="Angsana New" w:cs="Angsana New"/>
        <w:b w:val="0"/>
        <w:bCs/>
        <w:sz w:val="32"/>
        <w:szCs w:val="32"/>
        <w:lang w:val="en-US" w:bidi="th-TH"/>
      </w:rPr>
      <w:t>3</w:t>
    </w:r>
    <w:r w:rsidR="00C72C92" w:rsidRPr="00C72C92">
      <w:rPr>
        <w:rFonts w:ascii="Angsana New" w:hAnsi="Angsana New" w:cs="Angsana New"/>
        <w:b w:val="0"/>
        <w:bCs/>
        <w:sz w:val="32"/>
        <w:szCs w:val="32"/>
        <w:lang w:val="en-US" w:bidi="th-TH"/>
      </w:rPr>
      <w:t>0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 xml:space="preserve"> กันยายน </w:t>
    </w:r>
    <w:r w:rsidR="00C42DDF" w:rsidRPr="00C42DDF">
      <w:rPr>
        <w:rFonts w:ascii="Angsana New" w:hAnsi="Angsana New" w:cs="Angsana New"/>
        <w:b w:val="0"/>
        <w:bCs/>
        <w:sz w:val="32"/>
        <w:szCs w:val="32"/>
        <w:lang w:val="en-US" w:bidi="th-TH"/>
      </w:rPr>
      <w:t>2556</w:t>
    </w:r>
    <w:r>
      <w:rPr>
        <w:rFonts w:ascii="Angsana New" w:hAnsi="Angsana New" w:cs="Angsana New"/>
        <w:b w:val="0"/>
        <w:bCs/>
        <w:sz w:val="32"/>
        <w:szCs w:val="32"/>
        <w:lang w:bidi="th-TH"/>
      </w:rPr>
      <w:t xml:space="preserve"> (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ไม่ได้ตรวจสอบ</w:t>
    </w:r>
    <w:r>
      <w:rPr>
        <w:rFonts w:ascii="Angsana New" w:hAnsi="Angsana New" w:cs="Angsana New"/>
        <w:b w:val="0"/>
        <w:bCs/>
        <w:sz w:val="32"/>
        <w:szCs w:val="32"/>
        <w:lang w:val="en-US" w:bidi="th-TH"/>
      </w:rPr>
      <w:t>)</w:t>
    </w:r>
  </w:p>
  <w:p w14:paraId="250D889B" w14:textId="77777777" w:rsidR="00A76CDD" w:rsidRPr="00074891" w:rsidRDefault="00A76CDD" w:rsidP="00713C50">
    <w:pPr>
      <w:pStyle w:val="Header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E363C" w14:textId="048E15ED" w:rsidR="007979B7" w:rsidRPr="00666D8C" w:rsidRDefault="007979B7" w:rsidP="007979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  <w:cs/>
      </w:rPr>
    </w:pPr>
    <w:r>
      <w:rPr>
        <w:rFonts w:ascii="Angsana New" w:hAnsi="Angsana New" w:cs="Angsana New"/>
        <w:b/>
        <w:bCs/>
        <w:sz w:val="30"/>
        <w:szCs w:val="30"/>
        <w:cs/>
      </w:rPr>
      <w:t xml:space="preserve">บริษัท ที.แมน ฟาร์มาซูติคอล จำกัด </w:t>
    </w:r>
    <w:r>
      <w:rPr>
        <w:rFonts w:ascii="Angsana New" w:hAnsi="Angsana New" w:cs="Angsana New"/>
        <w:b/>
        <w:bCs/>
        <w:sz w:val="30"/>
        <w:szCs w:val="30"/>
      </w:rPr>
      <w:t>(</w:t>
    </w:r>
    <w:r>
      <w:rPr>
        <w:rFonts w:ascii="Angsana New" w:hAnsi="Angsana New" w:cs="Angsana New" w:hint="cs"/>
        <w:b/>
        <w:bCs/>
        <w:sz w:val="30"/>
        <w:szCs w:val="30"/>
        <w:cs/>
      </w:rPr>
      <w:t>มหาชน</w:t>
    </w:r>
    <w:r>
      <w:rPr>
        <w:rFonts w:ascii="Angsana New" w:hAnsi="Angsana New" w:cs="Angsana New"/>
        <w:b/>
        <w:bCs/>
        <w:sz w:val="30"/>
        <w:szCs w:val="30"/>
      </w:rPr>
      <w:t>)</w:t>
    </w:r>
    <w:r>
      <w:rPr>
        <w:rFonts w:ascii="Angsana New" w:hAnsi="Angsana New" w:cs="Angsana New" w:hint="cs"/>
        <w:b/>
        <w:bCs/>
        <w:sz w:val="30"/>
        <w:szCs w:val="30"/>
        <w:cs/>
      </w:rPr>
      <w:t xml:space="preserve"> </w:t>
    </w:r>
    <w:r>
      <w:rPr>
        <w:rFonts w:ascii="Angsana New" w:hAnsi="Angsana New" w:cs="Angsana New"/>
        <w:b/>
        <w:bCs/>
        <w:sz w:val="30"/>
        <w:szCs w:val="30"/>
        <w:cs/>
      </w:rPr>
      <w:t>และบริษัทย่อย</w:t>
    </w:r>
  </w:p>
  <w:p w14:paraId="1CC04CE2" w14:textId="77777777" w:rsidR="00A76CDD" w:rsidRPr="00666D8C" w:rsidRDefault="00A76CDD" w:rsidP="00A76CD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</w:rPr>
    </w:pPr>
    <w:r w:rsidRPr="00666D8C">
      <w:rPr>
        <w:rFonts w:ascii="Angsana New" w:hAnsi="Angsana New" w:cs="Angsana New"/>
        <w:b/>
        <w:bCs/>
        <w:sz w:val="30"/>
        <w:szCs w:val="30"/>
        <w:cs/>
      </w:rPr>
      <w:t>หมายเหตุประกอบ</w:t>
    </w:r>
    <w:r w:rsidRPr="00666D8C">
      <w:rPr>
        <w:rFonts w:ascii="Angsana New" w:hAnsi="Angsana New" w:cs="Angsana New" w:hint="cs"/>
        <w:b/>
        <w:bCs/>
        <w:sz w:val="30"/>
        <w:szCs w:val="30"/>
        <w:cs/>
      </w:rPr>
      <w:t>งบ</w:t>
    </w:r>
    <w:r w:rsidRPr="00666D8C">
      <w:rPr>
        <w:rFonts w:ascii="Angsana New" w:hAnsi="Angsana New" w:cs="Angsana New"/>
        <w:b/>
        <w:bCs/>
        <w:sz w:val="30"/>
        <w:szCs w:val="30"/>
        <w:cs/>
      </w:rPr>
      <w:t>การเงินระหว่าง</w:t>
    </w:r>
    <w:r w:rsidRPr="00821D1D">
      <w:rPr>
        <w:rFonts w:ascii="Angsana New" w:hAnsi="Angsana New" w:cs="Angsana New"/>
        <w:b/>
        <w:bCs/>
        <w:sz w:val="30"/>
        <w:szCs w:val="30"/>
        <w:cs/>
      </w:rPr>
      <w:t>กาล</w:t>
    </w:r>
    <w:r w:rsidRPr="009777AF">
      <w:rPr>
        <w:rFonts w:ascii="Angsana New" w:hAnsi="Angsana New" w:cs="Angsana New"/>
        <w:b/>
        <w:bCs/>
        <w:sz w:val="30"/>
        <w:szCs w:val="30"/>
        <w:cs/>
      </w:rPr>
      <w:t>แบบย่อ</w:t>
    </w:r>
  </w:p>
  <w:p w14:paraId="18523D17" w14:textId="20D74001" w:rsidR="00A76CDD" w:rsidRPr="003271D1" w:rsidRDefault="00C50608" w:rsidP="00A76CDD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0"/>
        <w:szCs w:val="30"/>
        <w:lang w:bidi="th-TH"/>
      </w:rPr>
    </w:pPr>
    <w:r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งวดสามเดือนสิ้นสุดวันที่ </w:t>
    </w:r>
    <w:r w:rsidRPr="00AB5467">
      <w:rPr>
        <w:rFonts w:ascii="Angsana New" w:hAnsi="Angsana New" w:cs="Angsana New"/>
        <w:sz w:val="30"/>
        <w:szCs w:val="30"/>
        <w:lang w:val="en-US" w:bidi="th-TH"/>
      </w:rPr>
      <w:t>3</w:t>
    </w:r>
    <w:r w:rsidR="00A457CB">
      <w:rPr>
        <w:rFonts w:ascii="Angsana New" w:hAnsi="Angsana New" w:cs="Angsana New"/>
        <w:sz w:val="30"/>
        <w:szCs w:val="30"/>
        <w:lang w:val="en-US" w:bidi="th-TH"/>
      </w:rPr>
      <w:t>1</w:t>
    </w:r>
    <w:r>
      <w:rPr>
        <w:rFonts w:ascii="Angsana New" w:hAnsi="Angsana New" w:cs="Angsana New"/>
        <w:sz w:val="30"/>
        <w:szCs w:val="30"/>
        <w:lang w:bidi="th-TH"/>
      </w:rPr>
      <w:t xml:space="preserve"> </w:t>
    </w:r>
    <w:r w:rsidR="00A457CB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มีนาคม</w:t>
    </w:r>
    <w:r w:rsidRPr="004D1FE0"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 </w:t>
    </w:r>
    <w:r w:rsidRPr="00AB5467">
      <w:rPr>
        <w:rFonts w:ascii="Angsana New" w:hAnsi="Angsana New" w:cs="Angsana New"/>
        <w:sz w:val="30"/>
        <w:szCs w:val="30"/>
        <w:lang w:val="en-US" w:bidi="th-TH"/>
      </w:rPr>
      <w:t>256</w:t>
    </w:r>
    <w:r w:rsidR="00A457CB">
      <w:rPr>
        <w:rFonts w:ascii="Angsana New" w:hAnsi="Angsana New" w:cs="Angsana New"/>
        <w:sz w:val="30"/>
        <w:szCs w:val="30"/>
        <w:lang w:val="en-US" w:bidi="th-TH"/>
      </w:rPr>
      <w:t>8</w:t>
    </w:r>
    <w:r w:rsidRPr="00666D8C">
      <w:rPr>
        <w:rFonts w:ascii="Angsana New" w:hAnsi="Angsana New" w:cs="Angsana New"/>
        <w:b w:val="0"/>
        <w:bCs/>
        <w:sz w:val="30"/>
        <w:szCs w:val="30"/>
        <w:lang w:bidi="th-TH"/>
      </w:rPr>
      <w:t xml:space="preserve"> </w:t>
    </w:r>
    <w:r w:rsidR="00A76CDD" w:rsidRPr="00A76CDD">
      <w:rPr>
        <w:rFonts w:ascii="Angsana New" w:hAnsi="Angsana New" w:cs="Angsana New"/>
        <w:sz w:val="30"/>
        <w:szCs w:val="30"/>
        <w:lang w:bidi="th-TH"/>
      </w:rPr>
      <w:t>(</w:t>
    </w:r>
    <w:r w:rsidR="00A76CDD"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ไม่ได้ตรวจสอบ</w:t>
    </w:r>
    <w:r w:rsidR="00A76CDD" w:rsidRPr="00A76CDD">
      <w:rPr>
        <w:rFonts w:ascii="Angsana New" w:hAnsi="Angsana New" w:cs="Angsana New"/>
        <w:sz w:val="30"/>
        <w:szCs w:val="30"/>
        <w:lang w:bidi="th-TH"/>
      </w:rPr>
      <w:t>)</w:t>
    </w:r>
  </w:p>
  <w:p w14:paraId="6C936D5D" w14:textId="77777777" w:rsidR="00A76CDD" w:rsidRPr="00410770" w:rsidRDefault="00A76CDD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07DC3" w14:textId="77777777" w:rsidR="00A76CDD" w:rsidRDefault="00A76CDD" w:rsidP="00713C5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47E6" w14:textId="77777777" w:rsidR="00503827" w:rsidRDefault="0050382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35C89" w14:textId="3E04E7A5" w:rsidR="007979B7" w:rsidRPr="00666D8C" w:rsidRDefault="007979B7" w:rsidP="007979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  <w:cs/>
      </w:rPr>
    </w:pPr>
    <w:r>
      <w:rPr>
        <w:rFonts w:ascii="Angsana New" w:hAnsi="Angsana New" w:cs="Angsana New"/>
        <w:b/>
        <w:bCs/>
        <w:sz w:val="30"/>
        <w:szCs w:val="30"/>
        <w:cs/>
      </w:rPr>
      <w:t xml:space="preserve">บริษัท ที.แมน ฟาร์มาซูติคอล จำกัด </w:t>
    </w:r>
    <w:r>
      <w:rPr>
        <w:rFonts w:ascii="Angsana New" w:hAnsi="Angsana New" w:cs="Angsana New"/>
        <w:b/>
        <w:bCs/>
        <w:sz w:val="30"/>
        <w:szCs w:val="30"/>
      </w:rPr>
      <w:t>(</w:t>
    </w:r>
    <w:r>
      <w:rPr>
        <w:rFonts w:ascii="Angsana New" w:hAnsi="Angsana New" w:cs="Angsana New" w:hint="cs"/>
        <w:b/>
        <w:bCs/>
        <w:sz w:val="30"/>
        <w:szCs w:val="30"/>
        <w:cs/>
      </w:rPr>
      <w:t>มหาชน</w:t>
    </w:r>
    <w:r>
      <w:rPr>
        <w:rFonts w:ascii="Angsana New" w:hAnsi="Angsana New" w:cs="Angsana New"/>
        <w:b/>
        <w:bCs/>
        <w:sz w:val="30"/>
        <w:szCs w:val="30"/>
      </w:rPr>
      <w:t>)</w:t>
    </w:r>
    <w:r>
      <w:rPr>
        <w:rFonts w:ascii="Angsana New" w:hAnsi="Angsana New" w:cs="Angsana New" w:hint="cs"/>
        <w:b/>
        <w:bCs/>
        <w:sz w:val="30"/>
        <w:szCs w:val="30"/>
        <w:cs/>
      </w:rPr>
      <w:t xml:space="preserve"> </w:t>
    </w:r>
    <w:r>
      <w:rPr>
        <w:rFonts w:ascii="Angsana New" w:hAnsi="Angsana New" w:cs="Angsana New"/>
        <w:b/>
        <w:bCs/>
        <w:sz w:val="30"/>
        <w:szCs w:val="30"/>
        <w:cs/>
      </w:rPr>
      <w:t>และบริษัทย่อย</w:t>
    </w:r>
  </w:p>
  <w:p w14:paraId="4A8BAA9E" w14:textId="77777777" w:rsidR="00503827" w:rsidRPr="001F313C" w:rsidRDefault="00503827" w:rsidP="0065132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0"/>
        <w:szCs w:val="30"/>
      </w:rPr>
    </w:pPr>
    <w:r w:rsidRPr="001F313C">
      <w:rPr>
        <w:rFonts w:ascii="Angsana New" w:hAnsi="Angsana New" w:cs="Angsana New" w:hint="cs"/>
        <w:b/>
        <w:bCs/>
        <w:sz w:val="30"/>
        <w:szCs w:val="30"/>
        <w:cs/>
      </w:rPr>
      <w:t>หมายเหตุประกอบงบการเงิน</w:t>
    </w:r>
  </w:p>
  <w:p w14:paraId="34A529AF" w14:textId="0FCEED15" w:rsidR="001F313C" w:rsidRPr="003271D1" w:rsidRDefault="00C50608" w:rsidP="001F313C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0"/>
        <w:szCs w:val="30"/>
        <w:lang w:bidi="th-TH"/>
      </w:rPr>
    </w:pPr>
    <w:r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งวดสามเดือนสิ้นสุดวันที่ </w:t>
    </w:r>
    <w:r w:rsidRPr="00AB5467">
      <w:rPr>
        <w:rFonts w:ascii="Angsana New" w:hAnsi="Angsana New" w:cs="Angsana New"/>
        <w:sz w:val="30"/>
        <w:szCs w:val="30"/>
        <w:lang w:val="en-US" w:bidi="th-TH"/>
      </w:rPr>
      <w:t>3</w:t>
    </w:r>
    <w:r w:rsidR="005E3605">
      <w:rPr>
        <w:rFonts w:ascii="Angsana New" w:hAnsi="Angsana New" w:cs="Angsana New"/>
        <w:sz w:val="30"/>
        <w:szCs w:val="30"/>
        <w:lang w:val="en-US" w:bidi="th-TH"/>
      </w:rPr>
      <w:t>1</w:t>
    </w:r>
    <w:r>
      <w:rPr>
        <w:rFonts w:ascii="Angsana New" w:hAnsi="Angsana New" w:cs="Angsana New"/>
        <w:sz w:val="30"/>
        <w:szCs w:val="30"/>
        <w:lang w:bidi="th-TH"/>
      </w:rPr>
      <w:t xml:space="preserve"> </w:t>
    </w:r>
    <w:r w:rsidR="005E3605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มีนาคม</w:t>
    </w:r>
    <w:r w:rsidRPr="004D1FE0"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 </w:t>
    </w:r>
    <w:r w:rsidRPr="00AB5467">
      <w:rPr>
        <w:rFonts w:ascii="Angsana New" w:hAnsi="Angsana New" w:cs="Angsana New"/>
        <w:sz w:val="30"/>
        <w:szCs w:val="30"/>
        <w:lang w:val="en-US" w:bidi="th-TH"/>
      </w:rPr>
      <w:t>256</w:t>
    </w:r>
    <w:r w:rsidR="005E3605">
      <w:rPr>
        <w:rFonts w:ascii="Angsana New" w:hAnsi="Angsana New" w:cs="Angsana New"/>
        <w:sz w:val="30"/>
        <w:szCs w:val="30"/>
        <w:lang w:val="en-US" w:bidi="th-TH"/>
      </w:rPr>
      <w:t>8</w:t>
    </w:r>
    <w:r w:rsidRPr="00666D8C">
      <w:rPr>
        <w:rFonts w:ascii="Angsana New" w:hAnsi="Angsana New" w:cs="Angsana New"/>
        <w:b w:val="0"/>
        <w:bCs/>
        <w:sz w:val="30"/>
        <w:szCs w:val="30"/>
        <w:lang w:bidi="th-TH"/>
      </w:rPr>
      <w:t xml:space="preserve"> </w:t>
    </w:r>
    <w:r w:rsidR="001F313C" w:rsidRPr="00A76CDD">
      <w:rPr>
        <w:rFonts w:ascii="Angsana New" w:hAnsi="Angsana New" w:cs="Angsana New"/>
        <w:sz w:val="30"/>
        <w:szCs w:val="30"/>
        <w:lang w:bidi="th-TH"/>
      </w:rPr>
      <w:t>(</w:t>
    </w:r>
    <w:r w:rsidR="001F313C"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ไม่ได้ตรวจสอบ</w:t>
    </w:r>
    <w:r w:rsidR="001F313C" w:rsidRPr="00A76CDD">
      <w:rPr>
        <w:rFonts w:ascii="Angsana New" w:hAnsi="Angsana New" w:cs="Angsana New"/>
        <w:sz w:val="30"/>
        <w:szCs w:val="30"/>
        <w:lang w:bidi="th-TH"/>
      </w:rPr>
      <w:t>)</w:t>
    </w:r>
  </w:p>
  <w:p w14:paraId="5D3EFE74" w14:textId="77777777" w:rsidR="00503827" w:rsidRPr="001F313C" w:rsidRDefault="00503827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24"/>
        <w:szCs w:val="24"/>
        <w:lang w:val="en-GB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0DD80" w14:textId="77777777" w:rsidR="00503827" w:rsidRDefault="00503827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1CB35" w14:textId="335B4399" w:rsidR="007979B7" w:rsidRPr="00666D8C" w:rsidRDefault="007979B7" w:rsidP="007979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  <w:cs/>
      </w:rPr>
    </w:pPr>
    <w:r>
      <w:rPr>
        <w:rFonts w:ascii="Angsana New" w:hAnsi="Angsana New" w:cs="Angsana New"/>
        <w:b/>
        <w:bCs/>
        <w:sz w:val="30"/>
        <w:szCs w:val="30"/>
        <w:cs/>
      </w:rPr>
      <w:t xml:space="preserve">บริษัท ที.แมน ฟาร์มาซูติคอล จำกัด </w:t>
    </w:r>
    <w:r>
      <w:rPr>
        <w:rFonts w:ascii="Angsana New" w:hAnsi="Angsana New" w:cs="Angsana New"/>
        <w:b/>
        <w:bCs/>
        <w:sz w:val="30"/>
        <w:szCs w:val="30"/>
      </w:rPr>
      <w:t>(</w:t>
    </w:r>
    <w:r>
      <w:rPr>
        <w:rFonts w:ascii="Angsana New" w:hAnsi="Angsana New" w:cs="Angsana New" w:hint="cs"/>
        <w:b/>
        <w:bCs/>
        <w:sz w:val="30"/>
        <w:szCs w:val="30"/>
        <w:cs/>
      </w:rPr>
      <w:t>มหาชน</w:t>
    </w:r>
    <w:r>
      <w:rPr>
        <w:rFonts w:ascii="Angsana New" w:hAnsi="Angsana New" w:cs="Angsana New"/>
        <w:b/>
        <w:bCs/>
        <w:sz w:val="30"/>
        <w:szCs w:val="30"/>
      </w:rPr>
      <w:t>)</w:t>
    </w:r>
    <w:r>
      <w:rPr>
        <w:rFonts w:ascii="Angsana New" w:hAnsi="Angsana New" w:cs="Angsana New" w:hint="cs"/>
        <w:b/>
        <w:bCs/>
        <w:sz w:val="30"/>
        <w:szCs w:val="30"/>
        <w:cs/>
      </w:rPr>
      <w:t xml:space="preserve"> </w:t>
    </w:r>
    <w:r>
      <w:rPr>
        <w:rFonts w:ascii="Angsana New" w:hAnsi="Angsana New" w:cs="Angsana New"/>
        <w:b/>
        <w:bCs/>
        <w:sz w:val="30"/>
        <w:szCs w:val="30"/>
        <w:cs/>
      </w:rPr>
      <w:t>และบริษัทย่อย</w:t>
    </w:r>
  </w:p>
  <w:p w14:paraId="6BF2323D" w14:textId="77777777" w:rsidR="00A76CDD" w:rsidRPr="00666D8C" w:rsidRDefault="00A76CDD" w:rsidP="00A76CD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0"/>
        <w:szCs w:val="30"/>
      </w:rPr>
    </w:pPr>
    <w:r w:rsidRPr="00666D8C">
      <w:rPr>
        <w:rFonts w:ascii="Angsana New" w:hAnsi="Angsana New" w:cs="Angsana New"/>
        <w:b/>
        <w:bCs/>
        <w:sz w:val="30"/>
        <w:szCs w:val="30"/>
        <w:cs/>
      </w:rPr>
      <w:t>หมายเหตุประกอบ</w:t>
    </w:r>
    <w:r w:rsidRPr="00666D8C">
      <w:rPr>
        <w:rFonts w:ascii="Angsana New" w:hAnsi="Angsana New" w:cs="Angsana New" w:hint="cs"/>
        <w:b/>
        <w:bCs/>
        <w:sz w:val="30"/>
        <w:szCs w:val="30"/>
        <w:cs/>
      </w:rPr>
      <w:t>งบ</w:t>
    </w:r>
    <w:r w:rsidRPr="00666D8C">
      <w:rPr>
        <w:rFonts w:ascii="Angsana New" w:hAnsi="Angsana New" w:cs="Angsana New"/>
        <w:b/>
        <w:bCs/>
        <w:sz w:val="30"/>
        <w:szCs w:val="30"/>
        <w:cs/>
      </w:rPr>
      <w:t>การเงินระหว่าง</w:t>
    </w:r>
    <w:r w:rsidRPr="00821D1D">
      <w:rPr>
        <w:rFonts w:ascii="Angsana New" w:hAnsi="Angsana New" w:cs="Angsana New"/>
        <w:b/>
        <w:bCs/>
        <w:sz w:val="30"/>
        <w:szCs w:val="30"/>
        <w:cs/>
      </w:rPr>
      <w:t>กาล</w:t>
    </w:r>
    <w:r w:rsidRPr="009777AF">
      <w:rPr>
        <w:rFonts w:ascii="Angsana New" w:hAnsi="Angsana New" w:cs="Angsana New"/>
        <w:b/>
        <w:bCs/>
        <w:sz w:val="30"/>
        <w:szCs w:val="30"/>
        <w:cs/>
      </w:rPr>
      <w:t>แบบย่อ</w:t>
    </w:r>
  </w:p>
  <w:p w14:paraId="457E2F1E" w14:textId="7D9E9B7A" w:rsidR="00A76CDD" w:rsidRPr="000A32BC" w:rsidRDefault="00C50608" w:rsidP="00A76CDD">
    <w:pPr>
      <w:pStyle w:val="acctmainheading"/>
      <w:spacing w:after="0" w:line="240" w:lineRule="atLeast"/>
      <w:rPr>
        <w:rFonts w:ascii="Angsana New" w:hAnsi="Angsana New" w:cs="Angsana New"/>
        <w:sz w:val="30"/>
        <w:szCs w:val="30"/>
        <w:lang w:val="en-US" w:bidi="th-TH"/>
      </w:rPr>
    </w:pPr>
    <w:r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>งวดสาม</w:t>
    </w:r>
    <w:r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เดือน</w:t>
    </w:r>
    <w:r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สิ้นสุดวันที่ </w:t>
    </w:r>
    <w:r w:rsidRPr="00AB5467">
      <w:rPr>
        <w:rFonts w:ascii="Angsana New" w:hAnsi="Angsana New" w:cs="Angsana New"/>
        <w:sz w:val="30"/>
        <w:szCs w:val="30"/>
        <w:lang w:val="en-US" w:bidi="th-TH"/>
      </w:rPr>
      <w:t>3</w:t>
    </w:r>
    <w:r w:rsidR="005E3605">
      <w:rPr>
        <w:rFonts w:ascii="Angsana New" w:hAnsi="Angsana New" w:cs="Angsana New"/>
        <w:sz w:val="30"/>
        <w:szCs w:val="30"/>
        <w:lang w:val="en-US" w:bidi="th-TH"/>
      </w:rPr>
      <w:t>1</w:t>
    </w:r>
    <w:r>
      <w:rPr>
        <w:rFonts w:ascii="Angsana New" w:hAnsi="Angsana New" w:cs="Angsana New"/>
        <w:sz w:val="30"/>
        <w:szCs w:val="30"/>
        <w:lang w:bidi="th-TH"/>
      </w:rPr>
      <w:t xml:space="preserve"> </w:t>
    </w:r>
    <w:r w:rsidR="005E3605">
      <w:rPr>
        <w:rFonts w:ascii="Angsana New" w:hAnsi="Angsana New" w:cs="Angsana New" w:hint="cs"/>
        <w:b w:val="0"/>
        <w:bCs/>
        <w:sz w:val="30"/>
        <w:szCs w:val="30"/>
        <w:cs/>
        <w:lang w:bidi="th-TH"/>
      </w:rPr>
      <w:t>มีนาคม</w:t>
    </w:r>
    <w:r w:rsidRPr="004D1FE0">
      <w:rPr>
        <w:rFonts w:ascii="Angsana New" w:hAnsi="Angsana New" w:cs="Angsana New"/>
        <w:b w:val="0"/>
        <w:bCs/>
        <w:sz w:val="30"/>
        <w:szCs w:val="30"/>
        <w:cs/>
        <w:lang w:bidi="th-TH"/>
      </w:rPr>
      <w:t xml:space="preserve"> </w:t>
    </w:r>
    <w:r w:rsidRPr="00AB5467">
      <w:rPr>
        <w:rFonts w:ascii="Angsana New" w:hAnsi="Angsana New" w:cs="Angsana New"/>
        <w:sz w:val="30"/>
        <w:szCs w:val="30"/>
        <w:lang w:val="en-US" w:bidi="th-TH"/>
      </w:rPr>
      <w:t>256</w:t>
    </w:r>
    <w:r w:rsidR="005E3605">
      <w:rPr>
        <w:rFonts w:ascii="Angsana New" w:hAnsi="Angsana New" w:cs="Angsana New"/>
        <w:sz w:val="30"/>
        <w:szCs w:val="30"/>
        <w:lang w:val="en-US" w:bidi="th-TH"/>
      </w:rPr>
      <w:t>8</w:t>
    </w:r>
    <w:r w:rsidRPr="00666D8C">
      <w:rPr>
        <w:rFonts w:ascii="Angsana New" w:hAnsi="Angsana New" w:cs="Angsana New"/>
        <w:b w:val="0"/>
        <w:bCs/>
        <w:sz w:val="30"/>
        <w:szCs w:val="30"/>
        <w:lang w:bidi="th-TH"/>
      </w:rPr>
      <w:t xml:space="preserve"> </w:t>
    </w:r>
    <w:r w:rsidR="00A76CDD" w:rsidRPr="00A76CDD">
      <w:rPr>
        <w:rFonts w:ascii="Angsana New" w:hAnsi="Angsana New" w:cs="Angsana New"/>
        <w:sz w:val="30"/>
        <w:szCs w:val="30"/>
        <w:lang w:bidi="th-TH"/>
      </w:rPr>
      <w:t>(</w:t>
    </w:r>
    <w:r w:rsidR="00A76CDD" w:rsidRPr="00666D8C">
      <w:rPr>
        <w:rFonts w:ascii="Angsana New" w:hAnsi="Angsana New" w:cs="Angsana New"/>
        <w:b w:val="0"/>
        <w:bCs/>
        <w:sz w:val="30"/>
        <w:szCs w:val="30"/>
        <w:cs/>
        <w:lang w:bidi="th-TH"/>
      </w:rPr>
      <w:t>ไม่ได้ตรวจสอบ</w:t>
    </w:r>
    <w:r w:rsidR="00A76CDD" w:rsidRPr="00A76CDD">
      <w:rPr>
        <w:rFonts w:ascii="Angsana New" w:hAnsi="Angsana New" w:cs="Angsana New"/>
        <w:sz w:val="30"/>
        <w:szCs w:val="30"/>
        <w:lang w:bidi="th-TH"/>
      </w:rPr>
      <w:t>)</w:t>
    </w:r>
  </w:p>
  <w:p w14:paraId="2EAED60C" w14:textId="77777777" w:rsidR="0031573A" w:rsidRPr="00410770" w:rsidRDefault="0031573A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A364A7C"/>
    <w:lvl w:ilvl="0">
      <w:start w:val="1"/>
      <w:numFmt w:val="bullet"/>
      <w:pStyle w:val="Heading1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</w:abstractNum>
  <w:abstractNum w:abstractNumId="1" w15:restartNumberingAfterBreak="0">
    <w:nsid w:val="018E60AE"/>
    <w:multiLevelType w:val="hybridMultilevel"/>
    <w:tmpl w:val="7F44DC0E"/>
    <w:lvl w:ilvl="0" w:tplc="89D88AD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7D0E05"/>
    <w:multiLevelType w:val="multilevel"/>
    <w:tmpl w:val="4D3C55D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i w:val="0"/>
        <w:iCs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thaiLetters"/>
      <w:lvlText w:val="(%3)"/>
      <w:lvlJc w:val="left"/>
      <w:pPr>
        <w:tabs>
          <w:tab w:val="num" w:pos="1020"/>
        </w:tabs>
        <w:ind w:left="1020" w:hanging="340"/>
      </w:pPr>
      <w:rPr>
        <w:rFonts w:hint="default"/>
        <w:b w:val="0"/>
        <w:bCs w:val="0"/>
        <w:sz w:val="30"/>
        <w:szCs w:val="30"/>
        <w:lang w:val="en-GB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4" w15:restartNumberingAfterBreak="0">
    <w:nsid w:val="16137A6A"/>
    <w:multiLevelType w:val="hybridMultilevel"/>
    <w:tmpl w:val="0F5C9F2C"/>
    <w:lvl w:ilvl="0" w:tplc="9E14F22C">
      <w:start w:val="1"/>
      <w:numFmt w:val="thaiLetters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66E21B2"/>
    <w:multiLevelType w:val="hybridMultilevel"/>
    <w:tmpl w:val="CC488026"/>
    <w:lvl w:ilvl="0" w:tplc="F6A6C5EE"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5C3160"/>
    <w:multiLevelType w:val="multilevel"/>
    <w:tmpl w:val="8BCA2A46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92A2161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8C717BA"/>
    <w:multiLevelType w:val="hybridMultilevel"/>
    <w:tmpl w:val="04B847A0"/>
    <w:name w:val="KIDS"/>
    <w:lvl w:ilvl="0" w:tplc="A920D6AA">
      <w:start w:val="1"/>
      <w:numFmt w:val="bullet"/>
      <w:pStyle w:val="List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30998"/>
    <w:multiLevelType w:val="multilevel"/>
    <w:tmpl w:val="2A1610A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/>
        <w:bCs/>
        <w:i w:val="0"/>
        <w:iCs w:val="0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677A88"/>
    <w:multiLevelType w:val="hybridMultilevel"/>
    <w:tmpl w:val="89920932"/>
    <w:lvl w:ilvl="0" w:tplc="300E046A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7654A85"/>
    <w:multiLevelType w:val="hybridMultilevel"/>
    <w:tmpl w:val="FDCC3666"/>
    <w:lvl w:ilvl="0" w:tplc="D5CC8CCC">
      <w:start w:val="123"/>
      <w:numFmt w:val="bullet"/>
      <w:lvlText w:val="-"/>
      <w:lvlJc w:val="left"/>
      <w:pPr>
        <w:ind w:left="135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D5CC8CCC">
      <w:start w:val="123"/>
      <w:numFmt w:val="bullet"/>
      <w:lvlText w:val="-"/>
      <w:lvlJc w:val="left"/>
      <w:pPr>
        <w:ind w:left="207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37B435F8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2587645"/>
    <w:multiLevelType w:val="multilevel"/>
    <w:tmpl w:val="8BCA2A46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47263C93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5C5617C2"/>
    <w:multiLevelType w:val="hybridMultilevel"/>
    <w:tmpl w:val="40D490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0" w15:restartNumberingAfterBreak="0">
    <w:nsid w:val="733337E2"/>
    <w:multiLevelType w:val="hybridMultilevel"/>
    <w:tmpl w:val="65DC0D48"/>
    <w:lvl w:ilvl="0" w:tplc="067639EE">
      <w:start w:val="1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/>
        <w:bCs w:val="0"/>
        <w:i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DB7920"/>
    <w:multiLevelType w:val="hybridMultilevel"/>
    <w:tmpl w:val="0C0EBF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72775220">
    <w:abstractNumId w:val="0"/>
  </w:num>
  <w:num w:numId="2" w16cid:durableId="1787045715">
    <w:abstractNumId w:val="3"/>
  </w:num>
  <w:num w:numId="3" w16cid:durableId="853760845">
    <w:abstractNumId w:val="17"/>
  </w:num>
  <w:num w:numId="4" w16cid:durableId="1052538750">
    <w:abstractNumId w:val="19"/>
  </w:num>
  <w:num w:numId="5" w16cid:durableId="623772044">
    <w:abstractNumId w:val="6"/>
  </w:num>
  <w:num w:numId="6" w16cid:durableId="1651862654">
    <w:abstractNumId w:val="1"/>
  </w:num>
  <w:num w:numId="7" w16cid:durableId="1004551327">
    <w:abstractNumId w:val="5"/>
  </w:num>
  <w:num w:numId="8" w16cid:durableId="1731071202">
    <w:abstractNumId w:val="2"/>
  </w:num>
  <w:num w:numId="9" w16cid:durableId="1919904960">
    <w:abstractNumId w:val="15"/>
  </w:num>
  <w:num w:numId="10" w16cid:durableId="2017612761">
    <w:abstractNumId w:val="8"/>
  </w:num>
  <w:num w:numId="11" w16cid:durableId="1590843320">
    <w:abstractNumId w:val="12"/>
  </w:num>
  <w:num w:numId="12" w16cid:durableId="1713845504">
    <w:abstractNumId w:val="11"/>
  </w:num>
  <w:num w:numId="13" w16cid:durableId="754983834">
    <w:abstractNumId w:val="16"/>
  </w:num>
  <w:num w:numId="14" w16cid:durableId="1974559440">
    <w:abstractNumId w:val="14"/>
  </w:num>
  <w:num w:numId="15" w16cid:durableId="406146540">
    <w:abstractNumId w:val="13"/>
  </w:num>
  <w:num w:numId="16" w16cid:durableId="815875975">
    <w:abstractNumId w:val="22"/>
  </w:num>
  <w:num w:numId="17" w16cid:durableId="479269855">
    <w:abstractNumId w:val="0"/>
  </w:num>
  <w:num w:numId="18" w16cid:durableId="1264728310">
    <w:abstractNumId w:val="0"/>
  </w:num>
  <w:num w:numId="19" w16cid:durableId="62291125">
    <w:abstractNumId w:val="9"/>
  </w:num>
  <w:num w:numId="20" w16cid:durableId="1466704681">
    <w:abstractNumId w:val="0"/>
  </w:num>
  <w:num w:numId="21" w16cid:durableId="1536693772">
    <w:abstractNumId w:val="0"/>
  </w:num>
  <w:num w:numId="22" w16cid:durableId="731078697">
    <w:abstractNumId w:val="0"/>
  </w:num>
  <w:num w:numId="23" w16cid:durableId="1972010090">
    <w:abstractNumId w:val="0"/>
  </w:num>
  <w:num w:numId="24" w16cid:durableId="74252514">
    <w:abstractNumId w:val="10"/>
  </w:num>
  <w:num w:numId="25" w16cid:durableId="1306206970">
    <w:abstractNumId w:val="4"/>
  </w:num>
  <w:num w:numId="26" w16cid:durableId="98452118">
    <w:abstractNumId w:val="0"/>
  </w:num>
  <w:num w:numId="27" w16cid:durableId="357477">
    <w:abstractNumId w:val="0"/>
  </w:num>
  <w:num w:numId="28" w16cid:durableId="978265470">
    <w:abstractNumId w:val="18"/>
  </w:num>
  <w:num w:numId="29" w16cid:durableId="1449396425">
    <w:abstractNumId w:val="21"/>
  </w:num>
  <w:num w:numId="30" w16cid:durableId="1870364585">
    <w:abstractNumId w:val="7"/>
  </w:num>
  <w:num w:numId="31" w16cid:durableId="1752654627">
    <w:abstractNumId w:val="0"/>
  </w:num>
  <w:num w:numId="32" w16cid:durableId="544296648">
    <w:abstractNumId w:val="0"/>
  </w:num>
  <w:num w:numId="33" w16cid:durableId="935209475">
    <w:abstractNumId w:val="0"/>
  </w:num>
  <w:num w:numId="34" w16cid:durableId="997538697">
    <w:abstractNumId w:val="20"/>
  </w:num>
  <w:num w:numId="35" w16cid:durableId="1514145325">
    <w:abstractNumId w:val="0"/>
  </w:num>
  <w:num w:numId="36" w16cid:durableId="248198374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CFC"/>
    <w:rsid w:val="000000DC"/>
    <w:rsid w:val="000006F0"/>
    <w:rsid w:val="00000779"/>
    <w:rsid w:val="00000AB6"/>
    <w:rsid w:val="00000BE2"/>
    <w:rsid w:val="000015A1"/>
    <w:rsid w:val="000019CD"/>
    <w:rsid w:val="00001BEF"/>
    <w:rsid w:val="00001E1F"/>
    <w:rsid w:val="0000200C"/>
    <w:rsid w:val="000025CB"/>
    <w:rsid w:val="00002C59"/>
    <w:rsid w:val="00002D6B"/>
    <w:rsid w:val="00002F50"/>
    <w:rsid w:val="00003133"/>
    <w:rsid w:val="000034F2"/>
    <w:rsid w:val="00003891"/>
    <w:rsid w:val="000039AE"/>
    <w:rsid w:val="00003B1E"/>
    <w:rsid w:val="00003F24"/>
    <w:rsid w:val="0000435C"/>
    <w:rsid w:val="0000452A"/>
    <w:rsid w:val="0000464A"/>
    <w:rsid w:val="00004819"/>
    <w:rsid w:val="00004A86"/>
    <w:rsid w:val="00005185"/>
    <w:rsid w:val="00005434"/>
    <w:rsid w:val="000054CC"/>
    <w:rsid w:val="00005ACB"/>
    <w:rsid w:val="00005B6F"/>
    <w:rsid w:val="00005BAB"/>
    <w:rsid w:val="00005D4F"/>
    <w:rsid w:val="00005DC0"/>
    <w:rsid w:val="00006121"/>
    <w:rsid w:val="00006390"/>
    <w:rsid w:val="000064DE"/>
    <w:rsid w:val="00006518"/>
    <w:rsid w:val="00006690"/>
    <w:rsid w:val="000066A1"/>
    <w:rsid w:val="00006B52"/>
    <w:rsid w:val="00007873"/>
    <w:rsid w:val="00007B57"/>
    <w:rsid w:val="00007EE9"/>
    <w:rsid w:val="00007F8E"/>
    <w:rsid w:val="00010374"/>
    <w:rsid w:val="00010738"/>
    <w:rsid w:val="000112EE"/>
    <w:rsid w:val="000115FB"/>
    <w:rsid w:val="0001192B"/>
    <w:rsid w:val="00012E83"/>
    <w:rsid w:val="0001324D"/>
    <w:rsid w:val="000135F7"/>
    <w:rsid w:val="0001364C"/>
    <w:rsid w:val="0001367E"/>
    <w:rsid w:val="0001369B"/>
    <w:rsid w:val="0001370F"/>
    <w:rsid w:val="00013716"/>
    <w:rsid w:val="00013C02"/>
    <w:rsid w:val="000149D1"/>
    <w:rsid w:val="00014A12"/>
    <w:rsid w:val="00014A4A"/>
    <w:rsid w:val="000156CC"/>
    <w:rsid w:val="0001596B"/>
    <w:rsid w:val="000159ED"/>
    <w:rsid w:val="00015A3D"/>
    <w:rsid w:val="00015C52"/>
    <w:rsid w:val="00015E7A"/>
    <w:rsid w:val="000160A4"/>
    <w:rsid w:val="00016254"/>
    <w:rsid w:val="000165EA"/>
    <w:rsid w:val="000167EF"/>
    <w:rsid w:val="00016879"/>
    <w:rsid w:val="00016E14"/>
    <w:rsid w:val="000171CC"/>
    <w:rsid w:val="000172C5"/>
    <w:rsid w:val="00017563"/>
    <w:rsid w:val="000179E4"/>
    <w:rsid w:val="000179F5"/>
    <w:rsid w:val="00017A77"/>
    <w:rsid w:val="00020021"/>
    <w:rsid w:val="00020144"/>
    <w:rsid w:val="000204D0"/>
    <w:rsid w:val="0002055E"/>
    <w:rsid w:val="00020700"/>
    <w:rsid w:val="00020882"/>
    <w:rsid w:val="00020E2A"/>
    <w:rsid w:val="00020E35"/>
    <w:rsid w:val="00020F08"/>
    <w:rsid w:val="00021255"/>
    <w:rsid w:val="00021A4A"/>
    <w:rsid w:val="00021FCB"/>
    <w:rsid w:val="0002207C"/>
    <w:rsid w:val="00022087"/>
    <w:rsid w:val="000221F6"/>
    <w:rsid w:val="00022BB4"/>
    <w:rsid w:val="00022BC9"/>
    <w:rsid w:val="00022CE8"/>
    <w:rsid w:val="00023CE6"/>
    <w:rsid w:val="00023DFC"/>
    <w:rsid w:val="00024304"/>
    <w:rsid w:val="000243CE"/>
    <w:rsid w:val="00024953"/>
    <w:rsid w:val="00024B71"/>
    <w:rsid w:val="00024F30"/>
    <w:rsid w:val="000251EE"/>
    <w:rsid w:val="00025287"/>
    <w:rsid w:val="00025735"/>
    <w:rsid w:val="00025AA3"/>
    <w:rsid w:val="00025B1F"/>
    <w:rsid w:val="00025B80"/>
    <w:rsid w:val="00026132"/>
    <w:rsid w:val="000261DD"/>
    <w:rsid w:val="0002634E"/>
    <w:rsid w:val="0002666D"/>
    <w:rsid w:val="00026B06"/>
    <w:rsid w:val="00026FDC"/>
    <w:rsid w:val="0002732F"/>
    <w:rsid w:val="0002763F"/>
    <w:rsid w:val="00027A4F"/>
    <w:rsid w:val="00027BD5"/>
    <w:rsid w:val="00027E00"/>
    <w:rsid w:val="00027ED2"/>
    <w:rsid w:val="0003010E"/>
    <w:rsid w:val="00030329"/>
    <w:rsid w:val="00030532"/>
    <w:rsid w:val="00030579"/>
    <w:rsid w:val="000307FB"/>
    <w:rsid w:val="000311D3"/>
    <w:rsid w:val="00031583"/>
    <w:rsid w:val="000315C3"/>
    <w:rsid w:val="000316A7"/>
    <w:rsid w:val="00031980"/>
    <w:rsid w:val="00031A44"/>
    <w:rsid w:val="00031ADE"/>
    <w:rsid w:val="00031B08"/>
    <w:rsid w:val="00031F4C"/>
    <w:rsid w:val="0003250C"/>
    <w:rsid w:val="00032ABF"/>
    <w:rsid w:val="00032FC5"/>
    <w:rsid w:val="0003340E"/>
    <w:rsid w:val="00033483"/>
    <w:rsid w:val="000339D5"/>
    <w:rsid w:val="00033D3C"/>
    <w:rsid w:val="00033EFB"/>
    <w:rsid w:val="0003464D"/>
    <w:rsid w:val="0003495C"/>
    <w:rsid w:val="000350B5"/>
    <w:rsid w:val="000351D6"/>
    <w:rsid w:val="000351EC"/>
    <w:rsid w:val="00035579"/>
    <w:rsid w:val="000356B4"/>
    <w:rsid w:val="00035878"/>
    <w:rsid w:val="00035A15"/>
    <w:rsid w:val="00035BFA"/>
    <w:rsid w:val="00035D7C"/>
    <w:rsid w:val="00036576"/>
    <w:rsid w:val="00036714"/>
    <w:rsid w:val="000367E5"/>
    <w:rsid w:val="000367ED"/>
    <w:rsid w:val="00036C21"/>
    <w:rsid w:val="00036C24"/>
    <w:rsid w:val="00036E95"/>
    <w:rsid w:val="00036F52"/>
    <w:rsid w:val="00037609"/>
    <w:rsid w:val="00037648"/>
    <w:rsid w:val="000378C7"/>
    <w:rsid w:val="00037979"/>
    <w:rsid w:val="00040331"/>
    <w:rsid w:val="000404E2"/>
    <w:rsid w:val="00040603"/>
    <w:rsid w:val="00040791"/>
    <w:rsid w:val="000407EC"/>
    <w:rsid w:val="00040952"/>
    <w:rsid w:val="00040E69"/>
    <w:rsid w:val="00041597"/>
    <w:rsid w:val="000417FD"/>
    <w:rsid w:val="00041C82"/>
    <w:rsid w:val="00041E25"/>
    <w:rsid w:val="00041E72"/>
    <w:rsid w:val="00042021"/>
    <w:rsid w:val="0004220E"/>
    <w:rsid w:val="00042325"/>
    <w:rsid w:val="000425EC"/>
    <w:rsid w:val="00042ACF"/>
    <w:rsid w:val="00042B99"/>
    <w:rsid w:val="00042CA0"/>
    <w:rsid w:val="00042F74"/>
    <w:rsid w:val="0004334B"/>
    <w:rsid w:val="00043355"/>
    <w:rsid w:val="000434F1"/>
    <w:rsid w:val="000437CB"/>
    <w:rsid w:val="00043DDD"/>
    <w:rsid w:val="00043EF5"/>
    <w:rsid w:val="0004445C"/>
    <w:rsid w:val="000444A8"/>
    <w:rsid w:val="00044500"/>
    <w:rsid w:val="000447AA"/>
    <w:rsid w:val="00044872"/>
    <w:rsid w:val="00044D24"/>
    <w:rsid w:val="00044DAA"/>
    <w:rsid w:val="00045154"/>
    <w:rsid w:val="00045740"/>
    <w:rsid w:val="00045BC3"/>
    <w:rsid w:val="00045E6A"/>
    <w:rsid w:val="000463AC"/>
    <w:rsid w:val="00046429"/>
    <w:rsid w:val="0004661A"/>
    <w:rsid w:val="00046F48"/>
    <w:rsid w:val="00047017"/>
    <w:rsid w:val="00047B8F"/>
    <w:rsid w:val="0005031A"/>
    <w:rsid w:val="000505AE"/>
    <w:rsid w:val="0005062C"/>
    <w:rsid w:val="0005087C"/>
    <w:rsid w:val="00050935"/>
    <w:rsid w:val="00050BEF"/>
    <w:rsid w:val="00050C98"/>
    <w:rsid w:val="00050DDE"/>
    <w:rsid w:val="00050FF8"/>
    <w:rsid w:val="00051417"/>
    <w:rsid w:val="000518C8"/>
    <w:rsid w:val="000519C9"/>
    <w:rsid w:val="00051D74"/>
    <w:rsid w:val="00051E25"/>
    <w:rsid w:val="00051F69"/>
    <w:rsid w:val="00052204"/>
    <w:rsid w:val="00052251"/>
    <w:rsid w:val="000527D9"/>
    <w:rsid w:val="000528EF"/>
    <w:rsid w:val="000529F4"/>
    <w:rsid w:val="00052EB3"/>
    <w:rsid w:val="00052FF6"/>
    <w:rsid w:val="00053483"/>
    <w:rsid w:val="00054221"/>
    <w:rsid w:val="00054433"/>
    <w:rsid w:val="00054663"/>
    <w:rsid w:val="00054DD4"/>
    <w:rsid w:val="000553C1"/>
    <w:rsid w:val="0005542F"/>
    <w:rsid w:val="0005550E"/>
    <w:rsid w:val="00055589"/>
    <w:rsid w:val="000555B9"/>
    <w:rsid w:val="000558C4"/>
    <w:rsid w:val="00055F28"/>
    <w:rsid w:val="00055F34"/>
    <w:rsid w:val="00056664"/>
    <w:rsid w:val="000569A6"/>
    <w:rsid w:val="00056AB5"/>
    <w:rsid w:val="00056DFE"/>
    <w:rsid w:val="00056F2D"/>
    <w:rsid w:val="000570A0"/>
    <w:rsid w:val="00057A0E"/>
    <w:rsid w:val="00057AD1"/>
    <w:rsid w:val="00057C08"/>
    <w:rsid w:val="00057E98"/>
    <w:rsid w:val="000607AD"/>
    <w:rsid w:val="00060870"/>
    <w:rsid w:val="000609E2"/>
    <w:rsid w:val="00060AB1"/>
    <w:rsid w:val="00060D01"/>
    <w:rsid w:val="00061623"/>
    <w:rsid w:val="0006165F"/>
    <w:rsid w:val="000616BD"/>
    <w:rsid w:val="00061955"/>
    <w:rsid w:val="00061A77"/>
    <w:rsid w:val="00061ACE"/>
    <w:rsid w:val="00061B0E"/>
    <w:rsid w:val="00061CDD"/>
    <w:rsid w:val="00061E0B"/>
    <w:rsid w:val="00062766"/>
    <w:rsid w:val="0006276B"/>
    <w:rsid w:val="000629BD"/>
    <w:rsid w:val="00062A11"/>
    <w:rsid w:val="00062B25"/>
    <w:rsid w:val="00062BC1"/>
    <w:rsid w:val="0006324D"/>
    <w:rsid w:val="000632B1"/>
    <w:rsid w:val="000632F6"/>
    <w:rsid w:val="000639A9"/>
    <w:rsid w:val="00063A6E"/>
    <w:rsid w:val="00063DC3"/>
    <w:rsid w:val="00063EC0"/>
    <w:rsid w:val="000640C2"/>
    <w:rsid w:val="000641F4"/>
    <w:rsid w:val="000643EC"/>
    <w:rsid w:val="00064837"/>
    <w:rsid w:val="00064DF1"/>
    <w:rsid w:val="00065008"/>
    <w:rsid w:val="00065061"/>
    <w:rsid w:val="0006537A"/>
    <w:rsid w:val="000654B1"/>
    <w:rsid w:val="00065604"/>
    <w:rsid w:val="00065C76"/>
    <w:rsid w:val="00065E8B"/>
    <w:rsid w:val="00065F17"/>
    <w:rsid w:val="000660AB"/>
    <w:rsid w:val="0006644C"/>
    <w:rsid w:val="0006646D"/>
    <w:rsid w:val="00066B40"/>
    <w:rsid w:val="000672DA"/>
    <w:rsid w:val="000672F9"/>
    <w:rsid w:val="000674C2"/>
    <w:rsid w:val="000675C1"/>
    <w:rsid w:val="000675C4"/>
    <w:rsid w:val="0006774B"/>
    <w:rsid w:val="000677AC"/>
    <w:rsid w:val="00067BEB"/>
    <w:rsid w:val="000704B7"/>
    <w:rsid w:val="00070559"/>
    <w:rsid w:val="0007075C"/>
    <w:rsid w:val="000708C8"/>
    <w:rsid w:val="000708D6"/>
    <w:rsid w:val="00070C82"/>
    <w:rsid w:val="00071020"/>
    <w:rsid w:val="000719EE"/>
    <w:rsid w:val="00071A3A"/>
    <w:rsid w:val="00071C80"/>
    <w:rsid w:val="00071E82"/>
    <w:rsid w:val="00072132"/>
    <w:rsid w:val="00072552"/>
    <w:rsid w:val="000726DB"/>
    <w:rsid w:val="00072A47"/>
    <w:rsid w:val="00072FAD"/>
    <w:rsid w:val="00072FF9"/>
    <w:rsid w:val="000732DB"/>
    <w:rsid w:val="00073367"/>
    <w:rsid w:val="000736E0"/>
    <w:rsid w:val="00073C23"/>
    <w:rsid w:val="00073E62"/>
    <w:rsid w:val="00073EED"/>
    <w:rsid w:val="00074621"/>
    <w:rsid w:val="00074727"/>
    <w:rsid w:val="00074891"/>
    <w:rsid w:val="00074AF2"/>
    <w:rsid w:val="00074BBC"/>
    <w:rsid w:val="00074D50"/>
    <w:rsid w:val="00074EA6"/>
    <w:rsid w:val="00074F14"/>
    <w:rsid w:val="00074F69"/>
    <w:rsid w:val="00075041"/>
    <w:rsid w:val="000758AE"/>
    <w:rsid w:val="00075907"/>
    <w:rsid w:val="00075927"/>
    <w:rsid w:val="00075BC1"/>
    <w:rsid w:val="00075D21"/>
    <w:rsid w:val="00075FFE"/>
    <w:rsid w:val="0007604E"/>
    <w:rsid w:val="00076170"/>
    <w:rsid w:val="00076BDC"/>
    <w:rsid w:val="00076E25"/>
    <w:rsid w:val="00077245"/>
    <w:rsid w:val="000779B6"/>
    <w:rsid w:val="00077E11"/>
    <w:rsid w:val="00077E1D"/>
    <w:rsid w:val="00077F9C"/>
    <w:rsid w:val="00080A5F"/>
    <w:rsid w:val="0008106E"/>
    <w:rsid w:val="0008157C"/>
    <w:rsid w:val="00081947"/>
    <w:rsid w:val="000819B2"/>
    <w:rsid w:val="00081EEF"/>
    <w:rsid w:val="00081F3B"/>
    <w:rsid w:val="00081F88"/>
    <w:rsid w:val="00082360"/>
    <w:rsid w:val="000826F9"/>
    <w:rsid w:val="00082881"/>
    <w:rsid w:val="00082944"/>
    <w:rsid w:val="00083497"/>
    <w:rsid w:val="000838C3"/>
    <w:rsid w:val="00083A90"/>
    <w:rsid w:val="00083E1D"/>
    <w:rsid w:val="00084299"/>
    <w:rsid w:val="00084E43"/>
    <w:rsid w:val="00084E93"/>
    <w:rsid w:val="00085178"/>
    <w:rsid w:val="00085378"/>
    <w:rsid w:val="00085406"/>
    <w:rsid w:val="00085428"/>
    <w:rsid w:val="0008577C"/>
    <w:rsid w:val="00085C50"/>
    <w:rsid w:val="00085EAB"/>
    <w:rsid w:val="00085F5F"/>
    <w:rsid w:val="000860D8"/>
    <w:rsid w:val="00086220"/>
    <w:rsid w:val="00086754"/>
    <w:rsid w:val="00086EB9"/>
    <w:rsid w:val="0008735C"/>
    <w:rsid w:val="000874B9"/>
    <w:rsid w:val="00087633"/>
    <w:rsid w:val="00087679"/>
    <w:rsid w:val="00087870"/>
    <w:rsid w:val="00087F67"/>
    <w:rsid w:val="00087FC1"/>
    <w:rsid w:val="000900D2"/>
    <w:rsid w:val="000901E2"/>
    <w:rsid w:val="000902EE"/>
    <w:rsid w:val="000904B7"/>
    <w:rsid w:val="00090737"/>
    <w:rsid w:val="00090A18"/>
    <w:rsid w:val="00090EBA"/>
    <w:rsid w:val="00090F48"/>
    <w:rsid w:val="0009110B"/>
    <w:rsid w:val="000911C3"/>
    <w:rsid w:val="000913A0"/>
    <w:rsid w:val="0009179C"/>
    <w:rsid w:val="00092224"/>
    <w:rsid w:val="000926A7"/>
    <w:rsid w:val="00092B09"/>
    <w:rsid w:val="00092BAE"/>
    <w:rsid w:val="00092EEE"/>
    <w:rsid w:val="0009316C"/>
    <w:rsid w:val="000931F5"/>
    <w:rsid w:val="0009353D"/>
    <w:rsid w:val="00093B30"/>
    <w:rsid w:val="00093B78"/>
    <w:rsid w:val="000941C0"/>
    <w:rsid w:val="0009469C"/>
    <w:rsid w:val="0009470A"/>
    <w:rsid w:val="00094BAF"/>
    <w:rsid w:val="00094D1B"/>
    <w:rsid w:val="00094E2F"/>
    <w:rsid w:val="00094FB4"/>
    <w:rsid w:val="00095A5F"/>
    <w:rsid w:val="00095B3D"/>
    <w:rsid w:val="00095E09"/>
    <w:rsid w:val="00095E95"/>
    <w:rsid w:val="00096268"/>
    <w:rsid w:val="000967D6"/>
    <w:rsid w:val="00096A7A"/>
    <w:rsid w:val="00096A8E"/>
    <w:rsid w:val="00096C2E"/>
    <w:rsid w:val="00096F65"/>
    <w:rsid w:val="00097067"/>
    <w:rsid w:val="000970FD"/>
    <w:rsid w:val="00097506"/>
    <w:rsid w:val="00097588"/>
    <w:rsid w:val="00097659"/>
    <w:rsid w:val="000A0559"/>
    <w:rsid w:val="000A06B8"/>
    <w:rsid w:val="000A07B1"/>
    <w:rsid w:val="000A09EB"/>
    <w:rsid w:val="000A0BB9"/>
    <w:rsid w:val="000A0C9E"/>
    <w:rsid w:val="000A0FBB"/>
    <w:rsid w:val="000A12A1"/>
    <w:rsid w:val="000A1458"/>
    <w:rsid w:val="000A15E3"/>
    <w:rsid w:val="000A171A"/>
    <w:rsid w:val="000A1E4E"/>
    <w:rsid w:val="000A1F12"/>
    <w:rsid w:val="000A201D"/>
    <w:rsid w:val="000A203C"/>
    <w:rsid w:val="000A2225"/>
    <w:rsid w:val="000A26A7"/>
    <w:rsid w:val="000A28AB"/>
    <w:rsid w:val="000A29F1"/>
    <w:rsid w:val="000A2F26"/>
    <w:rsid w:val="000A3093"/>
    <w:rsid w:val="000A32BC"/>
    <w:rsid w:val="000A37E2"/>
    <w:rsid w:val="000A390B"/>
    <w:rsid w:val="000A398B"/>
    <w:rsid w:val="000A4071"/>
    <w:rsid w:val="000A4114"/>
    <w:rsid w:val="000A42BF"/>
    <w:rsid w:val="000A4553"/>
    <w:rsid w:val="000A474A"/>
    <w:rsid w:val="000A4763"/>
    <w:rsid w:val="000A4B0B"/>
    <w:rsid w:val="000A4C2E"/>
    <w:rsid w:val="000A4D19"/>
    <w:rsid w:val="000A50C8"/>
    <w:rsid w:val="000A534B"/>
    <w:rsid w:val="000A5401"/>
    <w:rsid w:val="000A63C4"/>
    <w:rsid w:val="000A64E6"/>
    <w:rsid w:val="000A6842"/>
    <w:rsid w:val="000A6A51"/>
    <w:rsid w:val="000A6B33"/>
    <w:rsid w:val="000A6D5A"/>
    <w:rsid w:val="000A6E57"/>
    <w:rsid w:val="000A6F12"/>
    <w:rsid w:val="000A706D"/>
    <w:rsid w:val="000A74A7"/>
    <w:rsid w:val="000A7635"/>
    <w:rsid w:val="000A78E1"/>
    <w:rsid w:val="000A79CC"/>
    <w:rsid w:val="000A7B48"/>
    <w:rsid w:val="000A7C89"/>
    <w:rsid w:val="000A7CD7"/>
    <w:rsid w:val="000A7DB4"/>
    <w:rsid w:val="000B000B"/>
    <w:rsid w:val="000B00A5"/>
    <w:rsid w:val="000B09DC"/>
    <w:rsid w:val="000B0D32"/>
    <w:rsid w:val="000B1006"/>
    <w:rsid w:val="000B132A"/>
    <w:rsid w:val="000B140D"/>
    <w:rsid w:val="000B142E"/>
    <w:rsid w:val="000B14A1"/>
    <w:rsid w:val="000B1666"/>
    <w:rsid w:val="000B1C16"/>
    <w:rsid w:val="000B1CB1"/>
    <w:rsid w:val="000B21CA"/>
    <w:rsid w:val="000B268E"/>
    <w:rsid w:val="000B287F"/>
    <w:rsid w:val="000B33FE"/>
    <w:rsid w:val="000B3D85"/>
    <w:rsid w:val="000B3DCD"/>
    <w:rsid w:val="000B44E3"/>
    <w:rsid w:val="000B4D54"/>
    <w:rsid w:val="000B4D87"/>
    <w:rsid w:val="000B4F74"/>
    <w:rsid w:val="000B5306"/>
    <w:rsid w:val="000B5333"/>
    <w:rsid w:val="000B5589"/>
    <w:rsid w:val="000B57F9"/>
    <w:rsid w:val="000B599C"/>
    <w:rsid w:val="000B5A36"/>
    <w:rsid w:val="000B5BD7"/>
    <w:rsid w:val="000B5F3F"/>
    <w:rsid w:val="000B68D0"/>
    <w:rsid w:val="000B6B2A"/>
    <w:rsid w:val="000B6C2A"/>
    <w:rsid w:val="000B6CDD"/>
    <w:rsid w:val="000B6FC3"/>
    <w:rsid w:val="000B6FD3"/>
    <w:rsid w:val="000B7081"/>
    <w:rsid w:val="000B7292"/>
    <w:rsid w:val="000B7375"/>
    <w:rsid w:val="000B74CF"/>
    <w:rsid w:val="000B7961"/>
    <w:rsid w:val="000B7DFA"/>
    <w:rsid w:val="000C00BB"/>
    <w:rsid w:val="000C0354"/>
    <w:rsid w:val="000C0362"/>
    <w:rsid w:val="000C0738"/>
    <w:rsid w:val="000C09D7"/>
    <w:rsid w:val="000C0B62"/>
    <w:rsid w:val="000C0CD4"/>
    <w:rsid w:val="000C0D1C"/>
    <w:rsid w:val="000C0DBC"/>
    <w:rsid w:val="000C0E68"/>
    <w:rsid w:val="000C1276"/>
    <w:rsid w:val="000C135C"/>
    <w:rsid w:val="000C1387"/>
    <w:rsid w:val="000C13EE"/>
    <w:rsid w:val="000C1494"/>
    <w:rsid w:val="000C154D"/>
    <w:rsid w:val="000C1616"/>
    <w:rsid w:val="000C180A"/>
    <w:rsid w:val="000C199A"/>
    <w:rsid w:val="000C2074"/>
    <w:rsid w:val="000C21DB"/>
    <w:rsid w:val="000C2252"/>
    <w:rsid w:val="000C25AF"/>
    <w:rsid w:val="000C26C2"/>
    <w:rsid w:val="000C2B77"/>
    <w:rsid w:val="000C2DF8"/>
    <w:rsid w:val="000C3273"/>
    <w:rsid w:val="000C3646"/>
    <w:rsid w:val="000C3693"/>
    <w:rsid w:val="000C38FA"/>
    <w:rsid w:val="000C3BD0"/>
    <w:rsid w:val="000C3CF9"/>
    <w:rsid w:val="000C3DA0"/>
    <w:rsid w:val="000C3E3E"/>
    <w:rsid w:val="000C41C4"/>
    <w:rsid w:val="000C431B"/>
    <w:rsid w:val="000C451D"/>
    <w:rsid w:val="000C45B1"/>
    <w:rsid w:val="000C49CD"/>
    <w:rsid w:val="000C4ACA"/>
    <w:rsid w:val="000C4CAA"/>
    <w:rsid w:val="000C4DF0"/>
    <w:rsid w:val="000C5243"/>
    <w:rsid w:val="000C5376"/>
    <w:rsid w:val="000C539F"/>
    <w:rsid w:val="000C582A"/>
    <w:rsid w:val="000C5D19"/>
    <w:rsid w:val="000C5EB5"/>
    <w:rsid w:val="000C6330"/>
    <w:rsid w:val="000C633A"/>
    <w:rsid w:val="000C66FC"/>
    <w:rsid w:val="000C698D"/>
    <w:rsid w:val="000C6AB3"/>
    <w:rsid w:val="000C6B3B"/>
    <w:rsid w:val="000C6DDD"/>
    <w:rsid w:val="000C6F4D"/>
    <w:rsid w:val="000C7237"/>
    <w:rsid w:val="000C792E"/>
    <w:rsid w:val="000C7C98"/>
    <w:rsid w:val="000C7D97"/>
    <w:rsid w:val="000D01FE"/>
    <w:rsid w:val="000D041B"/>
    <w:rsid w:val="000D0562"/>
    <w:rsid w:val="000D08FD"/>
    <w:rsid w:val="000D0A7A"/>
    <w:rsid w:val="000D0AE2"/>
    <w:rsid w:val="000D0CDC"/>
    <w:rsid w:val="000D0FED"/>
    <w:rsid w:val="000D1556"/>
    <w:rsid w:val="000D165D"/>
    <w:rsid w:val="000D16F5"/>
    <w:rsid w:val="000D17C3"/>
    <w:rsid w:val="000D1947"/>
    <w:rsid w:val="000D1979"/>
    <w:rsid w:val="000D1F12"/>
    <w:rsid w:val="000D2500"/>
    <w:rsid w:val="000D262E"/>
    <w:rsid w:val="000D29C0"/>
    <w:rsid w:val="000D2D38"/>
    <w:rsid w:val="000D2EF9"/>
    <w:rsid w:val="000D30D7"/>
    <w:rsid w:val="000D31E5"/>
    <w:rsid w:val="000D3327"/>
    <w:rsid w:val="000D3629"/>
    <w:rsid w:val="000D3725"/>
    <w:rsid w:val="000D3B7D"/>
    <w:rsid w:val="000D3D4E"/>
    <w:rsid w:val="000D3DC9"/>
    <w:rsid w:val="000D3E01"/>
    <w:rsid w:val="000D3EDE"/>
    <w:rsid w:val="000D3F3E"/>
    <w:rsid w:val="000D4881"/>
    <w:rsid w:val="000D4AED"/>
    <w:rsid w:val="000D4CC2"/>
    <w:rsid w:val="000D4CEA"/>
    <w:rsid w:val="000D4E2B"/>
    <w:rsid w:val="000D51E8"/>
    <w:rsid w:val="000D5251"/>
    <w:rsid w:val="000D53AB"/>
    <w:rsid w:val="000D5565"/>
    <w:rsid w:val="000D5A77"/>
    <w:rsid w:val="000D5A9D"/>
    <w:rsid w:val="000D6054"/>
    <w:rsid w:val="000D614D"/>
    <w:rsid w:val="000D6183"/>
    <w:rsid w:val="000D61FF"/>
    <w:rsid w:val="000D6590"/>
    <w:rsid w:val="000D6696"/>
    <w:rsid w:val="000D66BA"/>
    <w:rsid w:val="000D6971"/>
    <w:rsid w:val="000D6F8E"/>
    <w:rsid w:val="000D6FB3"/>
    <w:rsid w:val="000D7072"/>
    <w:rsid w:val="000D71CC"/>
    <w:rsid w:val="000D7ECA"/>
    <w:rsid w:val="000E015E"/>
    <w:rsid w:val="000E024A"/>
    <w:rsid w:val="000E0498"/>
    <w:rsid w:val="000E0629"/>
    <w:rsid w:val="000E069E"/>
    <w:rsid w:val="000E0BB8"/>
    <w:rsid w:val="000E0F5D"/>
    <w:rsid w:val="000E10DB"/>
    <w:rsid w:val="000E14C0"/>
    <w:rsid w:val="000E16D7"/>
    <w:rsid w:val="000E1BF7"/>
    <w:rsid w:val="000E228E"/>
    <w:rsid w:val="000E23F3"/>
    <w:rsid w:val="000E2710"/>
    <w:rsid w:val="000E28E6"/>
    <w:rsid w:val="000E2C49"/>
    <w:rsid w:val="000E2EAF"/>
    <w:rsid w:val="000E2F85"/>
    <w:rsid w:val="000E3283"/>
    <w:rsid w:val="000E3890"/>
    <w:rsid w:val="000E39D3"/>
    <w:rsid w:val="000E42B7"/>
    <w:rsid w:val="000E4458"/>
    <w:rsid w:val="000E44BF"/>
    <w:rsid w:val="000E46F3"/>
    <w:rsid w:val="000E4BD7"/>
    <w:rsid w:val="000E526A"/>
    <w:rsid w:val="000E54C4"/>
    <w:rsid w:val="000E5601"/>
    <w:rsid w:val="000E56AF"/>
    <w:rsid w:val="000E5738"/>
    <w:rsid w:val="000E5B32"/>
    <w:rsid w:val="000E5B65"/>
    <w:rsid w:val="000E5F52"/>
    <w:rsid w:val="000E5FA0"/>
    <w:rsid w:val="000E608C"/>
    <w:rsid w:val="000E6788"/>
    <w:rsid w:val="000E69D1"/>
    <w:rsid w:val="000E6DE5"/>
    <w:rsid w:val="000E7766"/>
    <w:rsid w:val="000E7AEE"/>
    <w:rsid w:val="000F0217"/>
    <w:rsid w:val="000F0637"/>
    <w:rsid w:val="000F072F"/>
    <w:rsid w:val="000F0832"/>
    <w:rsid w:val="000F08E2"/>
    <w:rsid w:val="000F0BC6"/>
    <w:rsid w:val="000F16A3"/>
    <w:rsid w:val="000F172B"/>
    <w:rsid w:val="000F173C"/>
    <w:rsid w:val="000F1A6F"/>
    <w:rsid w:val="000F1BC9"/>
    <w:rsid w:val="000F1C55"/>
    <w:rsid w:val="000F2239"/>
    <w:rsid w:val="000F2770"/>
    <w:rsid w:val="000F27CA"/>
    <w:rsid w:val="000F27FD"/>
    <w:rsid w:val="000F2C64"/>
    <w:rsid w:val="000F2D2C"/>
    <w:rsid w:val="000F2DC7"/>
    <w:rsid w:val="000F2EE7"/>
    <w:rsid w:val="000F2FE2"/>
    <w:rsid w:val="000F3123"/>
    <w:rsid w:val="000F3B1D"/>
    <w:rsid w:val="000F3DE8"/>
    <w:rsid w:val="000F412F"/>
    <w:rsid w:val="000F48BF"/>
    <w:rsid w:val="000F4D71"/>
    <w:rsid w:val="000F4E95"/>
    <w:rsid w:val="000F4F2E"/>
    <w:rsid w:val="000F59B5"/>
    <w:rsid w:val="000F5EFA"/>
    <w:rsid w:val="000F6169"/>
    <w:rsid w:val="000F6231"/>
    <w:rsid w:val="000F65F5"/>
    <w:rsid w:val="000F6D44"/>
    <w:rsid w:val="000F6F02"/>
    <w:rsid w:val="000F6F4B"/>
    <w:rsid w:val="000F6FBD"/>
    <w:rsid w:val="000F700F"/>
    <w:rsid w:val="000F71DD"/>
    <w:rsid w:val="000F7354"/>
    <w:rsid w:val="00100142"/>
    <w:rsid w:val="00100259"/>
    <w:rsid w:val="0010049A"/>
    <w:rsid w:val="0010067E"/>
    <w:rsid w:val="00100A6A"/>
    <w:rsid w:val="001011B7"/>
    <w:rsid w:val="00101A27"/>
    <w:rsid w:val="00101A8B"/>
    <w:rsid w:val="00101CFC"/>
    <w:rsid w:val="00101E1D"/>
    <w:rsid w:val="001028C1"/>
    <w:rsid w:val="00102C97"/>
    <w:rsid w:val="001031F9"/>
    <w:rsid w:val="00103224"/>
    <w:rsid w:val="00103304"/>
    <w:rsid w:val="00103853"/>
    <w:rsid w:val="001038AB"/>
    <w:rsid w:val="001038C6"/>
    <w:rsid w:val="00103DD6"/>
    <w:rsid w:val="00103FE9"/>
    <w:rsid w:val="0010466D"/>
    <w:rsid w:val="001046F0"/>
    <w:rsid w:val="001046FC"/>
    <w:rsid w:val="00104960"/>
    <w:rsid w:val="00104BE9"/>
    <w:rsid w:val="0010503C"/>
    <w:rsid w:val="00105CEF"/>
    <w:rsid w:val="00105E29"/>
    <w:rsid w:val="001060B0"/>
    <w:rsid w:val="00106136"/>
    <w:rsid w:val="00106190"/>
    <w:rsid w:val="0010637E"/>
    <w:rsid w:val="001063D4"/>
    <w:rsid w:val="00106DD1"/>
    <w:rsid w:val="00107004"/>
    <w:rsid w:val="0010720D"/>
    <w:rsid w:val="00107B8A"/>
    <w:rsid w:val="00107C58"/>
    <w:rsid w:val="00107EA8"/>
    <w:rsid w:val="0011021A"/>
    <w:rsid w:val="00110B7B"/>
    <w:rsid w:val="00110C30"/>
    <w:rsid w:val="001111E1"/>
    <w:rsid w:val="00111396"/>
    <w:rsid w:val="00111498"/>
    <w:rsid w:val="00111815"/>
    <w:rsid w:val="00111928"/>
    <w:rsid w:val="00111B59"/>
    <w:rsid w:val="00111B99"/>
    <w:rsid w:val="00111E17"/>
    <w:rsid w:val="00111E44"/>
    <w:rsid w:val="00111F68"/>
    <w:rsid w:val="0011252E"/>
    <w:rsid w:val="00112677"/>
    <w:rsid w:val="00112C3A"/>
    <w:rsid w:val="00112D60"/>
    <w:rsid w:val="00113150"/>
    <w:rsid w:val="001131B7"/>
    <w:rsid w:val="00113288"/>
    <w:rsid w:val="00113DBD"/>
    <w:rsid w:val="00113DF8"/>
    <w:rsid w:val="00113E35"/>
    <w:rsid w:val="00113FA9"/>
    <w:rsid w:val="00113FF0"/>
    <w:rsid w:val="001141EE"/>
    <w:rsid w:val="00114277"/>
    <w:rsid w:val="0011430C"/>
    <w:rsid w:val="001144C8"/>
    <w:rsid w:val="00114D64"/>
    <w:rsid w:val="00114DEB"/>
    <w:rsid w:val="00115B5F"/>
    <w:rsid w:val="00115B7F"/>
    <w:rsid w:val="00115D9F"/>
    <w:rsid w:val="00116430"/>
    <w:rsid w:val="00116572"/>
    <w:rsid w:val="00116574"/>
    <w:rsid w:val="0011673B"/>
    <w:rsid w:val="001168D5"/>
    <w:rsid w:val="00116924"/>
    <w:rsid w:val="00116AA6"/>
    <w:rsid w:val="00116EC2"/>
    <w:rsid w:val="00116F60"/>
    <w:rsid w:val="001179E6"/>
    <w:rsid w:val="00117BE6"/>
    <w:rsid w:val="00117D0F"/>
    <w:rsid w:val="001201B0"/>
    <w:rsid w:val="001202A8"/>
    <w:rsid w:val="001202FD"/>
    <w:rsid w:val="00120A0C"/>
    <w:rsid w:val="00120A9E"/>
    <w:rsid w:val="00120B4C"/>
    <w:rsid w:val="00120C4E"/>
    <w:rsid w:val="00120D7D"/>
    <w:rsid w:val="00120DB4"/>
    <w:rsid w:val="00120E82"/>
    <w:rsid w:val="00120EDE"/>
    <w:rsid w:val="00120F23"/>
    <w:rsid w:val="0012117C"/>
    <w:rsid w:val="001214B7"/>
    <w:rsid w:val="001216E4"/>
    <w:rsid w:val="0012182C"/>
    <w:rsid w:val="001218DC"/>
    <w:rsid w:val="00121944"/>
    <w:rsid w:val="00121F8D"/>
    <w:rsid w:val="00121F9D"/>
    <w:rsid w:val="0012295A"/>
    <w:rsid w:val="001229DE"/>
    <w:rsid w:val="00122A8E"/>
    <w:rsid w:val="00122B08"/>
    <w:rsid w:val="00122B95"/>
    <w:rsid w:val="00122BAF"/>
    <w:rsid w:val="00122C19"/>
    <w:rsid w:val="00122D3A"/>
    <w:rsid w:val="00123587"/>
    <w:rsid w:val="001238A0"/>
    <w:rsid w:val="001239BC"/>
    <w:rsid w:val="00123DBE"/>
    <w:rsid w:val="001240FA"/>
    <w:rsid w:val="00124623"/>
    <w:rsid w:val="001246CB"/>
    <w:rsid w:val="00124898"/>
    <w:rsid w:val="00124D32"/>
    <w:rsid w:val="00124FCF"/>
    <w:rsid w:val="0012508D"/>
    <w:rsid w:val="00125754"/>
    <w:rsid w:val="00125877"/>
    <w:rsid w:val="00125D41"/>
    <w:rsid w:val="00126653"/>
    <w:rsid w:val="00126C48"/>
    <w:rsid w:val="00126D86"/>
    <w:rsid w:val="001278C2"/>
    <w:rsid w:val="0012795F"/>
    <w:rsid w:val="00127973"/>
    <w:rsid w:val="00127D8B"/>
    <w:rsid w:val="0013011B"/>
    <w:rsid w:val="00130588"/>
    <w:rsid w:val="001305BB"/>
    <w:rsid w:val="00130698"/>
    <w:rsid w:val="00131191"/>
    <w:rsid w:val="001311D3"/>
    <w:rsid w:val="001314A3"/>
    <w:rsid w:val="00131892"/>
    <w:rsid w:val="00131993"/>
    <w:rsid w:val="00131B88"/>
    <w:rsid w:val="00131C8D"/>
    <w:rsid w:val="00131EB2"/>
    <w:rsid w:val="00131FEB"/>
    <w:rsid w:val="00132222"/>
    <w:rsid w:val="0013252E"/>
    <w:rsid w:val="00132980"/>
    <w:rsid w:val="00132B37"/>
    <w:rsid w:val="00132F57"/>
    <w:rsid w:val="001333FA"/>
    <w:rsid w:val="00133AF3"/>
    <w:rsid w:val="00133FEA"/>
    <w:rsid w:val="00134349"/>
    <w:rsid w:val="001346D4"/>
    <w:rsid w:val="00134B38"/>
    <w:rsid w:val="00134CC9"/>
    <w:rsid w:val="00134D5F"/>
    <w:rsid w:val="00134FE6"/>
    <w:rsid w:val="00135009"/>
    <w:rsid w:val="00135138"/>
    <w:rsid w:val="0013549D"/>
    <w:rsid w:val="00135511"/>
    <w:rsid w:val="0013557B"/>
    <w:rsid w:val="001357F2"/>
    <w:rsid w:val="0013583A"/>
    <w:rsid w:val="001359C9"/>
    <w:rsid w:val="00135AB7"/>
    <w:rsid w:val="00135E89"/>
    <w:rsid w:val="00135F5A"/>
    <w:rsid w:val="001362AB"/>
    <w:rsid w:val="001362B5"/>
    <w:rsid w:val="001363AF"/>
    <w:rsid w:val="0013657B"/>
    <w:rsid w:val="00137083"/>
    <w:rsid w:val="0013717D"/>
    <w:rsid w:val="00137699"/>
    <w:rsid w:val="001377AE"/>
    <w:rsid w:val="0013795E"/>
    <w:rsid w:val="0013796D"/>
    <w:rsid w:val="001379B1"/>
    <w:rsid w:val="001400CC"/>
    <w:rsid w:val="001401E0"/>
    <w:rsid w:val="00140292"/>
    <w:rsid w:val="001403A2"/>
    <w:rsid w:val="00140BB9"/>
    <w:rsid w:val="00141279"/>
    <w:rsid w:val="00141A20"/>
    <w:rsid w:val="00141D2E"/>
    <w:rsid w:val="00141FC7"/>
    <w:rsid w:val="00142201"/>
    <w:rsid w:val="001422FE"/>
    <w:rsid w:val="0014236C"/>
    <w:rsid w:val="00142451"/>
    <w:rsid w:val="001424C2"/>
    <w:rsid w:val="001425A7"/>
    <w:rsid w:val="00142A43"/>
    <w:rsid w:val="00142B35"/>
    <w:rsid w:val="00142C71"/>
    <w:rsid w:val="001430E7"/>
    <w:rsid w:val="0014329A"/>
    <w:rsid w:val="00143530"/>
    <w:rsid w:val="001435C0"/>
    <w:rsid w:val="00143A1A"/>
    <w:rsid w:val="00143A89"/>
    <w:rsid w:val="00143F40"/>
    <w:rsid w:val="001441A1"/>
    <w:rsid w:val="00144706"/>
    <w:rsid w:val="001447D3"/>
    <w:rsid w:val="00144E7A"/>
    <w:rsid w:val="00144F79"/>
    <w:rsid w:val="0014507B"/>
    <w:rsid w:val="0014517B"/>
    <w:rsid w:val="001452F7"/>
    <w:rsid w:val="00145522"/>
    <w:rsid w:val="001455E8"/>
    <w:rsid w:val="001457CD"/>
    <w:rsid w:val="00145B06"/>
    <w:rsid w:val="00145CBB"/>
    <w:rsid w:val="00145D01"/>
    <w:rsid w:val="00145EFE"/>
    <w:rsid w:val="00146334"/>
    <w:rsid w:val="0014644A"/>
    <w:rsid w:val="00146476"/>
    <w:rsid w:val="00146C91"/>
    <w:rsid w:val="00146F44"/>
    <w:rsid w:val="0014738E"/>
    <w:rsid w:val="001476D2"/>
    <w:rsid w:val="001476E8"/>
    <w:rsid w:val="0014774F"/>
    <w:rsid w:val="001478A7"/>
    <w:rsid w:val="00147F6C"/>
    <w:rsid w:val="00150273"/>
    <w:rsid w:val="0015060B"/>
    <w:rsid w:val="001508F8"/>
    <w:rsid w:val="0015162A"/>
    <w:rsid w:val="00151AD7"/>
    <w:rsid w:val="00151B90"/>
    <w:rsid w:val="00151CA8"/>
    <w:rsid w:val="001520E7"/>
    <w:rsid w:val="001525FB"/>
    <w:rsid w:val="00152601"/>
    <w:rsid w:val="0015288D"/>
    <w:rsid w:val="00152942"/>
    <w:rsid w:val="00152C32"/>
    <w:rsid w:val="00152E00"/>
    <w:rsid w:val="00152E38"/>
    <w:rsid w:val="00153300"/>
    <w:rsid w:val="00153A70"/>
    <w:rsid w:val="00153B37"/>
    <w:rsid w:val="00153B4E"/>
    <w:rsid w:val="00153B52"/>
    <w:rsid w:val="00153B92"/>
    <w:rsid w:val="00153E26"/>
    <w:rsid w:val="00153FFB"/>
    <w:rsid w:val="00154105"/>
    <w:rsid w:val="001544E3"/>
    <w:rsid w:val="0015451C"/>
    <w:rsid w:val="001545E7"/>
    <w:rsid w:val="00154776"/>
    <w:rsid w:val="001547A1"/>
    <w:rsid w:val="00154D62"/>
    <w:rsid w:val="00154EB7"/>
    <w:rsid w:val="00154F2F"/>
    <w:rsid w:val="001550B0"/>
    <w:rsid w:val="00155479"/>
    <w:rsid w:val="00155582"/>
    <w:rsid w:val="001557BD"/>
    <w:rsid w:val="00155971"/>
    <w:rsid w:val="00155A8A"/>
    <w:rsid w:val="00155B9D"/>
    <w:rsid w:val="00155D02"/>
    <w:rsid w:val="00155D10"/>
    <w:rsid w:val="00155F51"/>
    <w:rsid w:val="0015615A"/>
    <w:rsid w:val="00156307"/>
    <w:rsid w:val="0015666D"/>
    <w:rsid w:val="00156719"/>
    <w:rsid w:val="001569A1"/>
    <w:rsid w:val="00156C5A"/>
    <w:rsid w:val="00156D01"/>
    <w:rsid w:val="001572A8"/>
    <w:rsid w:val="001573FD"/>
    <w:rsid w:val="00157412"/>
    <w:rsid w:val="00157621"/>
    <w:rsid w:val="0015785C"/>
    <w:rsid w:val="00157C97"/>
    <w:rsid w:val="00160128"/>
    <w:rsid w:val="0016031D"/>
    <w:rsid w:val="00160769"/>
    <w:rsid w:val="001608CB"/>
    <w:rsid w:val="00160A32"/>
    <w:rsid w:val="00161720"/>
    <w:rsid w:val="0016178C"/>
    <w:rsid w:val="00161AC9"/>
    <w:rsid w:val="00161BDE"/>
    <w:rsid w:val="00161C6E"/>
    <w:rsid w:val="00162004"/>
    <w:rsid w:val="00162451"/>
    <w:rsid w:val="001628F2"/>
    <w:rsid w:val="00162E95"/>
    <w:rsid w:val="00162FFC"/>
    <w:rsid w:val="001634A2"/>
    <w:rsid w:val="001639BA"/>
    <w:rsid w:val="00163FB1"/>
    <w:rsid w:val="001645BD"/>
    <w:rsid w:val="00164BF3"/>
    <w:rsid w:val="00164FA7"/>
    <w:rsid w:val="0016501A"/>
    <w:rsid w:val="001650C9"/>
    <w:rsid w:val="0016556C"/>
    <w:rsid w:val="001657B2"/>
    <w:rsid w:val="00165A2C"/>
    <w:rsid w:val="00165AFD"/>
    <w:rsid w:val="00165C2D"/>
    <w:rsid w:val="00165CD4"/>
    <w:rsid w:val="00166027"/>
    <w:rsid w:val="001662EE"/>
    <w:rsid w:val="0016760F"/>
    <w:rsid w:val="00167728"/>
    <w:rsid w:val="00167752"/>
    <w:rsid w:val="00167EB5"/>
    <w:rsid w:val="00170371"/>
    <w:rsid w:val="00170380"/>
    <w:rsid w:val="00170451"/>
    <w:rsid w:val="0017045E"/>
    <w:rsid w:val="0017047A"/>
    <w:rsid w:val="001704F4"/>
    <w:rsid w:val="00170653"/>
    <w:rsid w:val="00170693"/>
    <w:rsid w:val="001708FA"/>
    <w:rsid w:val="00170D50"/>
    <w:rsid w:val="00170E97"/>
    <w:rsid w:val="00170EB5"/>
    <w:rsid w:val="0017111E"/>
    <w:rsid w:val="00171351"/>
    <w:rsid w:val="00171361"/>
    <w:rsid w:val="001713B2"/>
    <w:rsid w:val="001717D4"/>
    <w:rsid w:val="00171880"/>
    <w:rsid w:val="001719AF"/>
    <w:rsid w:val="00171D7E"/>
    <w:rsid w:val="00171F80"/>
    <w:rsid w:val="001723F7"/>
    <w:rsid w:val="00172429"/>
    <w:rsid w:val="001728D0"/>
    <w:rsid w:val="00173059"/>
    <w:rsid w:val="00173659"/>
    <w:rsid w:val="00173742"/>
    <w:rsid w:val="00173786"/>
    <w:rsid w:val="00173D47"/>
    <w:rsid w:val="00174060"/>
    <w:rsid w:val="00174161"/>
    <w:rsid w:val="0017439B"/>
    <w:rsid w:val="00174842"/>
    <w:rsid w:val="00174AAC"/>
    <w:rsid w:val="00174BF5"/>
    <w:rsid w:val="001751A8"/>
    <w:rsid w:val="00175590"/>
    <w:rsid w:val="001757CF"/>
    <w:rsid w:val="001758A5"/>
    <w:rsid w:val="00175E89"/>
    <w:rsid w:val="00175F1A"/>
    <w:rsid w:val="00176170"/>
    <w:rsid w:val="001768D4"/>
    <w:rsid w:val="00176C9D"/>
    <w:rsid w:val="0017765D"/>
    <w:rsid w:val="00177B2E"/>
    <w:rsid w:val="00177EE2"/>
    <w:rsid w:val="001804E5"/>
    <w:rsid w:val="0018075B"/>
    <w:rsid w:val="00180DB8"/>
    <w:rsid w:val="00180DFF"/>
    <w:rsid w:val="00180F26"/>
    <w:rsid w:val="0018127B"/>
    <w:rsid w:val="00181638"/>
    <w:rsid w:val="001816E8"/>
    <w:rsid w:val="001818DA"/>
    <w:rsid w:val="00181B8C"/>
    <w:rsid w:val="00181D49"/>
    <w:rsid w:val="00182098"/>
    <w:rsid w:val="00182234"/>
    <w:rsid w:val="001826FA"/>
    <w:rsid w:val="001826FB"/>
    <w:rsid w:val="00182D71"/>
    <w:rsid w:val="00182F8F"/>
    <w:rsid w:val="00183341"/>
    <w:rsid w:val="001835BA"/>
    <w:rsid w:val="00183A23"/>
    <w:rsid w:val="00183A4D"/>
    <w:rsid w:val="00183E94"/>
    <w:rsid w:val="00183FB5"/>
    <w:rsid w:val="001841D0"/>
    <w:rsid w:val="0018428F"/>
    <w:rsid w:val="00184715"/>
    <w:rsid w:val="00184997"/>
    <w:rsid w:val="00184FDB"/>
    <w:rsid w:val="001851D7"/>
    <w:rsid w:val="00185324"/>
    <w:rsid w:val="001854C0"/>
    <w:rsid w:val="0018561C"/>
    <w:rsid w:val="00185764"/>
    <w:rsid w:val="00185851"/>
    <w:rsid w:val="00185888"/>
    <w:rsid w:val="00185959"/>
    <w:rsid w:val="001859C2"/>
    <w:rsid w:val="00185FDB"/>
    <w:rsid w:val="001865C5"/>
    <w:rsid w:val="0018681D"/>
    <w:rsid w:val="00186878"/>
    <w:rsid w:val="00186AC3"/>
    <w:rsid w:val="00186E89"/>
    <w:rsid w:val="00187057"/>
    <w:rsid w:val="00187423"/>
    <w:rsid w:val="001879C1"/>
    <w:rsid w:val="00187C74"/>
    <w:rsid w:val="00187C92"/>
    <w:rsid w:val="00187CAC"/>
    <w:rsid w:val="00187D20"/>
    <w:rsid w:val="00187D41"/>
    <w:rsid w:val="00187E7F"/>
    <w:rsid w:val="00190035"/>
    <w:rsid w:val="001902EA"/>
    <w:rsid w:val="00190404"/>
    <w:rsid w:val="001904B1"/>
    <w:rsid w:val="00190501"/>
    <w:rsid w:val="00190538"/>
    <w:rsid w:val="001906D8"/>
    <w:rsid w:val="00190AC8"/>
    <w:rsid w:val="00190CD1"/>
    <w:rsid w:val="00190D01"/>
    <w:rsid w:val="00191564"/>
    <w:rsid w:val="00191940"/>
    <w:rsid w:val="0019198D"/>
    <w:rsid w:val="00191B5E"/>
    <w:rsid w:val="00191B7A"/>
    <w:rsid w:val="001921AD"/>
    <w:rsid w:val="001921AF"/>
    <w:rsid w:val="00192644"/>
    <w:rsid w:val="00192F3E"/>
    <w:rsid w:val="00193035"/>
    <w:rsid w:val="0019338D"/>
    <w:rsid w:val="00193725"/>
    <w:rsid w:val="00193BFA"/>
    <w:rsid w:val="0019403B"/>
    <w:rsid w:val="001940EA"/>
    <w:rsid w:val="00194531"/>
    <w:rsid w:val="001949BC"/>
    <w:rsid w:val="00194D35"/>
    <w:rsid w:val="00194D7B"/>
    <w:rsid w:val="00194DD2"/>
    <w:rsid w:val="00195149"/>
    <w:rsid w:val="00195304"/>
    <w:rsid w:val="00195345"/>
    <w:rsid w:val="00195516"/>
    <w:rsid w:val="00195AD7"/>
    <w:rsid w:val="00195B1F"/>
    <w:rsid w:val="00195DC1"/>
    <w:rsid w:val="00196228"/>
    <w:rsid w:val="001964A9"/>
    <w:rsid w:val="00196B08"/>
    <w:rsid w:val="00196C0A"/>
    <w:rsid w:val="00196CB8"/>
    <w:rsid w:val="00196CBF"/>
    <w:rsid w:val="0019739F"/>
    <w:rsid w:val="001973AB"/>
    <w:rsid w:val="001973B5"/>
    <w:rsid w:val="00197591"/>
    <w:rsid w:val="0019762E"/>
    <w:rsid w:val="00197E2D"/>
    <w:rsid w:val="00197EE5"/>
    <w:rsid w:val="001A0493"/>
    <w:rsid w:val="001A06E4"/>
    <w:rsid w:val="001A0A40"/>
    <w:rsid w:val="001A0B1A"/>
    <w:rsid w:val="001A0B75"/>
    <w:rsid w:val="001A0DC4"/>
    <w:rsid w:val="001A0E1E"/>
    <w:rsid w:val="001A170F"/>
    <w:rsid w:val="001A1FC0"/>
    <w:rsid w:val="001A269D"/>
    <w:rsid w:val="001A2944"/>
    <w:rsid w:val="001A2ACE"/>
    <w:rsid w:val="001A2CFC"/>
    <w:rsid w:val="001A3281"/>
    <w:rsid w:val="001A35BC"/>
    <w:rsid w:val="001A428E"/>
    <w:rsid w:val="001A442F"/>
    <w:rsid w:val="001A4825"/>
    <w:rsid w:val="001A485D"/>
    <w:rsid w:val="001A4A19"/>
    <w:rsid w:val="001A4E3A"/>
    <w:rsid w:val="001A56D7"/>
    <w:rsid w:val="001A5ABA"/>
    <w:rsid w:val="001A5CAA"/>
    <w:rsid w:val="001A5E35"/>
    <w:rsid w:val="001A65B3"/>
    <w:rsid w:val="001A6BB5"/>
    <w:rsid w:val="001A727B"/>
    <w:rsid w:val="001A72D9"/>
    <w:rsid w:val="001A74B6"/>
    <w:rsid w:val="001A76CF"/>
    <w:rsid w:val="001A77F0"/>
    <w:rsid w:val="001A791E"/>
    <w:rsid w:val="001A7A47"/>
    <w:rsid w:val="001A7C47"/>
    <w:rsid w:val="001B00BF"/>
    <w:rsid w:val="001B025A"/>
    <w:rsid w:val="001B0394"/>
    <w:rsid w:val="001B054E"/>
    <w:rsid w:val="001B087C"/>
    <w:rsid w:val="001B0CF7"/>
    <w:rsid w:val="001B0E6A"/>
    <w:rsid w:val="001B0F87"/>
    <w:rsid w:val="001B127F"/>
    <w:rsid w:val="001B1480"/>
    <w:rsid w:val="001B15BE"/>
    <w:rsid w:val="001B1625"/>
    <w:rsid w:val="001B1B48"/>
    <w:rsid w:val="001B1BE6"/>
    <w:rsid w:val="001B1D5B"/>
    <w:rsid w:val="001B1E85"/>
    <w:rsid w:val="001B1EFC"/>
    <w:rsid w:val="001B24DE"/>
    <w:rsid w:val="001B27CE"/>
    <w:rsid w:val="001B2865"/>
    <w:rsid w:val="001B28B1"/>
    <w:rsid w:val="001B2937"/>
    <w:rsid w:val="001B2CD4"/>
    <w:rsid w:val="001B33F9"/>
    <w:rsid w:val="001B375C"/>
    <w:rsid w:val="001B37F6"/>
    <w:rsid w:val="001B3A1E"/>
    <w:rsid w:val="001B4233"/>
    <w:rsid w:val="001B425F"/>
    <w:rsid w:val="001B49E6"/>
    <w:rsid w:val="001B4E13"/>
    <w:rsid w:val="001B4F5D"/>
    <w:rsid w:val="001B4F5E"/>
    <w:rsid w:val="001B514E"/>
    <w:rsid w:val="001B53FA"/>
    <w:rsid w:val="001B5774"/>
    <w:rsid w:val="001B5928"/>
    <w:rsid w:val="001B5F0C"/>
    <w:rsid w:val="001B5FAE"/>
    <w:rsid w:val="001B62A4"/>
    <w:rsid w:val="001B662B"/>
    <w:rsid w:val="001B6A47"/>
    <w:rsid w:val="001B6C03"/>
    <w:rsid w:val="001B6D32"/>
    <w:rsid w:val="001B6DC0"/>
    <w:rsid w:val="001B6E66"/>
    <w:rsid w:val="001B6E98"/>
    <w:rsid w:val="001B71ED"/>
    <w:rsid w:val="001B7369"/>
    <w:rsid w:val="001B749F"/>
    <w:rsid w:val="001B764C"/>
    <w:rsid w:val="001B764F"/>
    <w:rsid w:val="001B7900"/>
    <w:rsid w:val="001B7B73"/>
    <w:rsid w:val="001B7DBC"/>
    <w:rsid w:val="001B7E1F"/>
    <w:rsid w:val="001C036A"/>
    <w:rsid w:val="001C069E"/>
    <w:rsid w:val="001C080C"/>
    <w:rsid w:val="001C084C"/>
    <w:rsid w:val="001C084F"/>
    <w:rsid w:val="001C0A5F"/>
    <w:rsid w:val="001C0CE9"/>
    <w:rsid w:val="001C1415"/>
    <w:rsid w:val="001C1823"/>
    <w:rsid w:val="001C1A36"/>
    <w:rsid w:val="001C1B7E"/>
    <w:rsid w:val="001C2102"/>
    <w:rsid w:val="001C2307"/>
    <w:rsid w:val="001C246C"/>
    <w:rsid w:val="001C28A3"/>
    <w:rsid w:val="001C2FF9"/>
    <w:rsid w:val="001C330C"/>
    <w:rsid w:val="001C351A"/>
    <w:rsid w:val="001C35E0"/>
    <w:rsid w:val="001C367A"/>
    <w:rsid w:val="001C368F"/>
    <w:rsid w:val="001C3B09"/>
    <w:rsid w:val="001C3C91"/>
    <w:rsid w:val="001C3E93"/>
    <w:rsid w:val="001C41AB"/>
    <w:rsid w:val="001C4325"/>
    <w:rsid w:val="001C45FD"/>
    <w:rsid w:val="001C4805"/>
    <w:rsid w:val="001C492B"/>
    <w:rsid w:val="001C4995"/>
    <w:rsid w:val="001C4A99"/>
    <w:rsid w:val="001C4B77"/>
    <w:rsid w:val="001C50F2"/>
    <w:rsid w:val="001C5449"/>
    <w:rsid w:val="001C5927"/>
    <w:rsid w:val="001C5939"/>
    <w:rsid w:val="001C59D6"/>
    <w:rsid w:val="001C615F"/>
    <w:rsid w:val="001C619F"/>
    <w:rsid w:val="001C6375"/>
    <w:rsid w:val="001C65F2"/>
    <w:rsid w:val="001C6956"/>
    <w:rsid w:val="001C6A84"/>
    <w:rsid w:val="001C6B2D"/>
    <w:rsid w:val="001C6CE4"/>
    <w:rsid w:val="001C6D27"/>
    <w:rsid w:val="001C6D57"/>
    <w:rsid w:val="001C7210"/>
    <w:rsid w:val="001C7218"/>
    <w:rsid w:val="001C74C6"/>
    <w:rsid w:val="001D004C"/>
    <w:rsid w:val="001D0217"/>
    <w:rsid w:val="001D0DFC"/>
    <w:rsid w:val="001D0EFA"/>
    <w:rsid w:val="001D0F58"/>
    <w:rsid w:val="001D0FFF"/>
    <w:rsid w:val="001D13A9"/>
    <w:rsid w:val="001D1638"/>
    <w:rsid w:val="001D174E"/>
    <w:rsid w:val="001D17BF"/>
    <w:rsid w:val="001D1889"/>
    <w:rsid w:val="001D1E49"/>
    <w:rsid w:val="001D2824"/>
    <w:rsid w:val="001D2C80"/>
    <w:rsid w:val="001D2E3C"/>
    <w:rsid w:val="001D2FEC"/>
    <w:rsid w:val="001D38AB"/>
    <w:rsid w:val="001D3DA4"/>
    <w:rsid w:val="001D3DFA"/>
    <w:rsid w:val="001D3FFA"/>
    <w:rsid w:val="001D4174"/>
    <w:rsid w:val="001D47B2"/>
    <w:rsid w:val="001D4A6D"/>
    <w:rsid w:val="001D522E"/>
    <w:rsid w:val="001D5645"/>
    <w:rsid w:val="001D5810"/>
    <w:rsid w:val="001D5D99"/>
    <w:rsid w:val="001D65E4"/>
    <w:rsid w:val="001D6F41"/>
    <w:rsid w:val="001D73E2"/>
    <w:rsid w:val="001D755E"/>
    <w:rsid w:val="001D792D"/>
    <w:rsid w:val="001D7DA1"/>
    <w:rsid w:val="001E05B0"/>
    <w:rsid w:val="001E0976"/>
    <w:rsid w:val="001E0CE4"/>
    <w:rsid w:val="001E152F"/>
    <w:rsid w:val="001E16E3"/>
    <w:rsid w:val="001E185E"/>
    <w:rsid w:val="001E1C32"/>
    <w:rsid w:val="001E1CD2"/>
    <w:rsid w:val="001E1F36"/>
    <w:rsid w:val="001E20AB"/>
    <w:rsid w:val="001E221E"/>
    <w:rsid w:val="001E24EC"/>
    <w:rsid w:val="001E2593"/>
    <w:rsid w:val="001E2AE6"/>
    <w:rsid w:val="001E2B23"/>
    <w:rsid w:val="001E2C14"/>
    <w:rsid w:val="001E2FAD"/>
    <w:rsid w:val="001E3A83"/>
    <w:rsid w:val="001E3F31"/>
    <w:rsid w:val="001E45B6"/>
    <w:rsid w:val="001E45BD"/>
    <w:rsid w:val="001E4733"/>
    <w:rsid w:val="001E4992"/>
    <w:rsid w:val="001E4FB5"/>
    <w:rsid w:val="001E5203"/>
    <w:rsid w:val="001E528E"/>
    <w:rsid w:val="001E5659"/>
    <w:rsid w:val="001E56F2"/>
    <w:rsid w:val="001E6380"/>
    <w:rsid w:val="001E656B"/>
    <w:rsid w:val="001E6CDC"/>
    <w:rsid w:val="001E6F38"/>
    <w:rsid w:val="001E7058"/>
    <w:rsid w:val="001E7168"/>
    <w:rsid w:val="001E7747"/>
    <w:rsid w:val="001E795C"/>
    <w:rsid w:val="001E7A2F"/>
    <w:rsid w:val="001E7A88"/>
    <w:rsid w:val="001E7EF8"/>
    <w:rsid w:val="001F045F"/>
    <w:rsid w:val="001F0508"/>
    <w:rsid w:val="001F0A56"/>
    <w:rsid w:val="001F0B07"/>
    <w:rsid w:val="001F0EFA"/>
    <w:rsid w:val="001F101E"/>
    <w:rsid w:val="001F12CF"/>
    <w:rsid w:val="001F134A"/>
    <w:rsid w:val="001F13AC"/>
    <w:rsid w:val="001F160F"/>
    <w:rsid w:val="001F18CF"/>
    <w:rsid w:val="001F1A85"/>
    <w:rsid w:val="001F1C27"/>
    <w:rsid w:val="001F1D3F"/>
    <w:rsid w:val="001F1EF5"/>
    <w:rsid w:val="001F1F39"/>
    <w:rsid w:val="001F1F60"/>
    <w:rsid w:val="001F2043"/>
    <w:rsid w:val="001F21B2"/>
    <w:rsid w:val="001F21C6"/>
    <w:rsid w:val="001F22F4"/>
    <w:rsid w:val="001F2343"/>
    <w:rsid w:val="001F248C"/>
    <w:rsid w:val="001F2870"/>
    <w:rsid w:val="001F2E68"/>
    <w:rsid w:val="001F2E8C"/>
    <w:rsid w:val="001F2ECD"/>
    <w:rsid w:val="001F2F98"/>
    <w:rsid w:val="001F313C"/>
    <w:rsid w:val="001F3A53"/>
    <w:rsid w:val="001F3CD1"/>
    <w:rsid w:val="001F3D49"/>
    <w:rsid w:val="001F4200"/>
    <w:rsid w:val="001F45AD"/>
    <w:rsid w:val="001F568E"/>
    <w:rsid w:val="001F5B18"/>
    <w:rsid w:val="001F5C19"/>
    <w:rsid w:val="001F5C3D"/>
    <w:rsid w:val="001F6027"/>
    <w:rsid w:val="001F624B"/>
    <w:rsid w:val="001F6556"/>
    <w:rsid w:val="001F663E"/>
    <w:rsid w:val="001F680F"/>
    <w:rsid w:val="001F69AD"/>
    <w:rsid w:val="001F6DAD"/>
    <w:rsid w:val="001F73A7"/>
    <w:rsid w:val="001F7627"/>
    <w:rsid w:val="001F7BC6"/>
    <w:rsid w:val="001F7CA1"/>
    <w:rsid w:val="001F7FFA"/>
    <w:rsid w:val="002005CE"/>
    <w:rsid w:val="00200685"/>
    <w:rsid w:val="00200861"/>
    <w:rsid w:val="002008E9"/>
    <w:rsid w:val="00200ACA"/>
    <w:rsid w:val="00200B51"/>
    <w:rsid w:val="002011EF"/>
    <w:rsid w:val="002013B4"/>
    <w:rsid w:val="00201484"/>
    <w:rsid w:val="002014D4"/>
    <w:rsid w:val="00201552"/>
    <w:rsid w:val="0020157D"/>
    <w:rsid w:val="002015A0"/>
    <w:rsid w:val="00201AA0"/>
    <w:rsid w:val="00201AAE"/>
    <w:rsid w:val="00201CF8"/>
    <w:rsid w:val="00201FB1"/>
    <w:rsid w:val="002022E2"/>
    <w:rsid w:val="00202491"/>
    <w:rsid w:val="002024D4"/>
    <w:rsid w:val="00202928"/>
    <w:rsid w:val="00202B12"/>
    <w:rsid w:val="00202E26"/>
    <w:rsid w:val="00202E9D"/>
    <w:rsid w:val="00203012"/>
    <w:rsid w:val="00203A1C"/>
    <w:rsid w:val="00203B9F"/>
    <w:rsid w:val="00203D30"/>
    <w:rsid w:val="00203E44"/>
    <w:rsid w:val="00204972"/>
    <w:rsid w:val="00204E6B"/>
    <w:rsid w:val="00204E7A"/>
    <w:rsid w:val="00204EA3"/>
    <w:rsid w:val="00205021"/>
    <w:rsid w:val="0020518E"/>
    <w:rsid w:val="0020590F"/>
    <w:rsid w:val="002061BD"/>
    <w:rsid w:val="00206210"/>
    <w:rsid w:val="002062AA"/>
    <w:rsid w:val="0020690E"/>
    <w:rsid w:val="0020693D"/>
    <w:rsid w:val="00206CB0"/>
    <w:rsid w:val="00206DEC"/>
    <w:rsid w:val="00207168"/>
    <w:rsid w:val="00207395"/>
    <w:rsid w:val="00207454"/>
    <w:rsid w:val="0020745F"/>
    <w:rsid w:val="002076C9"/>
    <w:rsid w:val="00207AB7"/>
    <w:rsid w:val="00207C56"/>
    <w:rsid w:val="002102C4"/>
    <w:rsid w:val="00210987"/>
    <w:rsid w:val="00210A0C"/>
    <w:rsid w:val="00210A44"/>
    <w:rsid w:val="00210CC8"/>
    <w:rsid w:val="00211165"/>
    <w:rsid w:val="0021139F"/>
    <w:rsid w:val="002115C2"/>
    <w:rsid w:val="002115CB"/>
    <w:rsid w:val="002115E0"/>
    <w:rsid w:val="002117DD"/>
    <w:rsid w:val="00211F8C"/>
    <w:rsid w:val="00212021"/>
    <w:rsid w:val="00212214"/>
    <w:rsid w:val="0021287D"/>
    <w:rsid w:val="00212CF9"/>
    <w:rsid w:val="00212DDA"/>
    <w:rsid w:val="002131C8"/>
    <w:rsid w:val="0021327E"/>
    <w:rsid w:val="0021345E"/>
    <w:rsid w:val="002134EA"/>
    <w:rsid w:val="002135AD"/>
    <w:rsid w:val="002139B6"/>
    <w:rsid w:val="002139F4"/>
    <w:rsid w:val="00213A1E"/>
    <w:rsid w:val="00213B00"/>
    <w:rsid w:val="00213C1F"/>
    <w:rsid w:val="00213D82"/>
    <w:rsid w:val="00214017"/>
    <w:rsid w:val="0021407F"/>
    <w:rsid w:val="002140E9"/>
    <w:rsid w:val="00214177"/>
    <w:rsid w:val="002141E8"/>
    <w:rsid w:val="002141F0"/>
    <w:rsid w:val="00214863"/>
    <w:rsid w:val="002148A9"/>
    <w:rsid w:val="00214909"/>
    <w:rsid w:val="00214C30"/>
    <w:rsid w:val="00214DD8"/>
    <w:rsid w:val="00215113"/>
    <w:rsid w:val="002153E0"/>
    <w:rsid w:val="002158F7"/>
    <w:rsid w:val="00215947"/>
    <w:rsid w:val="00215A71"/>
    <w:rsid w:val="00216313"/>
    <w:rsid w:val="00216ADD"/>
    <w:rsid w:val="00217196"/>
    <w:rsid w:val="002175E4"/>
    <w:rsid w:val="00217890"/>
    <w:rsid w:val="0021790A"/>
    <w:rsid w:val="00217A4D"/>
    <w:rsid w:val="00217ABA"/>
    <w:rsid w:val="00217AC3"/>
    <w:rsid w:val="00217C0A"/>
    <w:rsid w:val="00217E08"/>
    <w:rsid w:val="00217F39"/>
    <w:rsid w:val="0022014A"/>
    <w:rsid w:val="00220478"/>
    <w:rsid w:val="0022048A"/>
    <w:rsid w:val="00220853"/>
    <w:rsid w:val="00220AF3"/>
    <w:rsid w:val="00220D28"/>
    <w:rsid w:val="00220F09"/>
    <w:rsid w:val="00220F81"/>
    <w:rsid w:val="00220FDE"/>
    <w:rsid w:val="0022127F"/>
    <w:rsid w:val="0022159F"/>
    <w:rsid w:val="00221C10"/>
    <w:rsid w:val="00221C3F"/>
    <w:rsid w:val="00221C45"/>
    <w:rsid w:val="00221CBF"/>
    <w:rsid w:val="00221CF5"/>
    <w:rsid w:val="00221EB8"/>
    <w:rsid w:val="00221ECC"/>
    <w:rsid w:val="00221F0A"/>
    <w:rsid w:val="00222360"/>
    <w:rsid w:val="002223E2"/>
    <w:rsid w:val="00222558"/>
    <w:rsid w:val="00222634"/>
    <w:rsid w:val="00222793"/>
    <w:rsid w:val="00222AB6"/>
    <w:rsid w:val="0022360A"/>
    <w:rsid w:val="00223650"/>
    <w:rsid w:val="002238C4"/>
    <w:rsid w:val="0022392A"/>
    <w:rsid w:val="002239D8"/>
    <w:rsid w:val="00223AEC"/>
    <w:rsid w:val="00223CD5"/>
    <w:rsid w:val="00223DD1"/>
    <w:rsid w:val="00223F8E"/>
    <w:rsid w:val="002241CE"/>
    <w:rsid w:val="002242DF"/>
    <w:rsid w:val="002249DE"/>
    <w:rsid w:val="00224BB2"/>
    <w:rsid w:val="00224D67"/>
    <w:rsid w:val="002252F9"/>
    <w:rsid w:val="002254D7"/>
    <w:rsid w:val="00225627"/>
    <w:rsid w:val="002256F3"/>
    <w:rsid w:val="00225D4D"/>
    <w:rsid w:val="002264FF"/>
    <w:rsid w:val="002265D8"/>
    <w:rsid w:val="002268EA"/>
    <w:rsid w:val="002269D4"/>
    <w:rsid w:val="00226C7A"/>
    <w:rsid w:val="00226F9A"/>
    <w:rsid w:val="00227207"/>
    <w:rsid w:val="0022736F"/>
    <w:rsid w:val="0022756F"/>
    <w:rsid w:val="00227570"/>
    <w:rsid w:val="002277BF"/>
    <w:rsid w:val="00227969"/>
    <w:rsid w:val="00227E99"/>
    <w:rsid w:val="00230032"/>
    <w:rsid w:val="00230246"/>
    <w:rsid w:val="00230383"/>
    <w:rsid w:val="00230D25"/>
    <w:rsid w:val="00230F38"/>
    <w:rsid w:val="00230FE6"/>
    <w:rsid w:val="0023112B"/>
    <w:rsid w:val="00231565"/>
    <w:rsid w:val="0023162B"/>
    <w:rsid w:val="002317A6"/>
    <w:rsid w:val="00231A7F"/>
    <w:rsid w:val="00231C4B"/>
    <w:rsid w:val="00231EE0"/>
    <w:rsid w:val="0023200A"/>
    <w:rsid w:val="002321A2"/>
    <w:rsid w:val="002321AA"/>
    <w:rsid w:val="002327EF"/>
    <w:rsid w:val="00232A65"/>
    <w:rsid w:val="00232F4A"/>
    <w:rsid w:val="002335BC"/>
    <w:rsid w:val="002338AE"/>
    <w:rsid w:val="00233F08"/>
    <w:rsid w:val="00234014"/>
    <w:rsid w:val="0023412E"/>
    <w:rsid w:val="0023435F"/>
    <w:rsid w:val="00234B12"/>
    <w:rsid w:val="0023559E"/>
    <w:rsid w:val="002359D4"/>
    <w:rsid w:val="00235D13"/>
    <w:rsid w:val="00235E48"/>
    <w:rsid w:val="00236096"/>
    <w:rsid w:val="0023687A"/>
    <w:rsid w:val="0023694E"/>
    <w:rsid w:val="00236EFF"/>
    <w:rsid w:val="00236F74"/>
    <w:rsid w:val="00237122"/>
    <w:rsid w:val="00237317"/>
    <w:rsid w:val="00237580"/>
    <w:rsid w:val="00237DA6"/>
    <w:rsid w:val="00237EF0"/>
    <w:rsid w:val="002402EF"/>
    <w:rsid w:val="002403EE"/>
    <w:rsid w:val="00240B99"/>
    <w:rsid w:val="00240BD4"/>
    <w:rsid w:val="00240E83"/>
    <w:rsid w:val="00240FB9"/>
    <w:rsid w:val="0024154A"/>
    <w:rsid w:val="00241759"/>
    <w:rsid w:val="00241923"/>
    <w:rsid w:val="00241C5A"/>
    <w:rsid w:val="00241C9F"/>
    <w:rsid w:val="00241DDA"/>
    <w:rsid w:val="00241DDE"/>
    <w:rsid w:val="00241F55"/>
    <w:rsid w:val="00241F6E"/>
    <w:rsid w:val="002420AA"/>
    <w:rsid w:val="002422E1"/>
    <w:rsid w:val="00242375"/>
    <w:rsid w:val="002423E1"/>
    <w:rsid w:val="002424EE"/>
    <w:rsid w:val="0024255F"/>
    <w:rsid w:val="002425E4"/>
    <w:rsid w:val="00242804"/>
    <w:rsid w:val="00242AF0"/>
    <w:rsid w:val="00242C6C"/>
    <w:rsid w:val="00243234"/>
    <w:rsid w:val="0024351C"/>
    <w:rsid w:val="00243648"/>
    <w:rsid w:val="0024399A"/>
    <w:rsid w:val="00243C61"/>
    <w:rsid w:val="002442ED"/>
    <w:rsid w:val="002443B7"/>
    <w:rsid w:val="00244601"/>
    <w:rsid w:val="002447E4"/>
    <w:rsid w:val="00244B90"/>
    <w:rsid w:val="00245271"/>
    <w:rsid w:val="00245379"/>
    <w:rsid w:val="00245AA3"/>
    <w:rsid w:val="00246001"/>
    <w:rsid w:val="00246926"/>
    <w:rsid w:val="002469A7"/>
    <w:rsid w:val="00246AA4"/>
    <w:rsid w:val="00246C27"/>
    <w:rsid w:val="00246C64"/>
    <w:rsid w:val="00246DCC"/>
    <w:rsid w:val="0024704D"/>
    <w:rsid w:val="002470E8"/>
    <w:rsid w:val="00247D36"/>
    <w:rsid w:val="00247E7D"/>
    <w:rsid w:val="00247EE4"/>
    <w:rsid w:val="00250290"/>
    <w:rsid w:val="00250423"/>
    <w:rsid w:val="00250A7F"/>
    <w:rsid w:val="00250B01"/>
    <w:rsid w:val="00250B66"/>
    <w:rsid w:val="0025105F"/>
    <w:rsid w:val="0025142D"/>
    <w:rsid w:val="0025164D"/>
    <w:rsid w:val="00251BB8"/>
    <w:rsid w:val="00251BEC"/>
    <w:rsid w:val="00251F58"/>
    <w:rsid w:val="00252647"/>
    <w:rsid w:val="00252A5D"/>
    <w:rsid w:val="00252B10"/>
    <w:rsid w:val="00252B4F"/>
    <w:rsid w:val="00252F19"/>
    <w:rsid w:val="00252FFE"/>
    <w:rsid w:val="00253264"/>
    <w:rsid w:val="0025326E"/>
    <w:rsid w:val="0025386D"/>
    <w:rsid w:val="002538E4"/>
    <w:rsid w:val="002539C6"/>
    <w:rsid w:val="00253ECD"/>
    <w:rsid w:val="0025422D"/>
    <w:rsid w:val="00254279"/>
    <w:rsid w:val="002543A0"/>
    <w:rsid w:val="00254490"/>
    <w:rsid w:val="002544AB"/>
    <w:rsid w:val="00254657"/>
    <w:rsid w:val="00254E70"/>
    <w:rsid w:val="00254FD9"/>
    <w:rsid w:val="00255041"/>
    <w:rsid w:val="00255332"/>
    <w:rsid w:val="00255666"/>
    <w:rsid w:val="0025598B"/>
    <w:rsid w:val="00255B19"/>
    <w:rsid w:val="00255C1A"/>
    <w:rsid w:val="00255C3F"/>
    <w:rsid w:val="00255CEE"/>
    <w:rsid w:val="00255F8C"/>
    <w:rsid w:val="00256033"/>
    <w:rsid w:val="0025646A"/>
    <w:rsid w:val="002564B6"/>
    <w:rsid w:val="00256729"/>
    <w:rsid w:val="0025694E"/>
    <w:rsid w:val="00256AFD"/>
    <w:rsid w:val="00256CA6"/>
    <w:rsid w:val="002571B5"/>
    <w:rsid w:val="002571E3"/>
    <w:rsid w:val="002573B5"/>
    <w:rsid w:val="002576D5"/>
    <w:rsid w:val="002578CE"/>
    <w:rsid w:val="00257ACF"/>
    <w:rsid w:val="00260034"/>
    <w:rsid w:val="0026005A"/>
    <w:rsid w:val="002600EF"/>
    <w:rsid w:val="002603B1"/>
    <w:rsid w:val="002606BD"/>
    <w:rsid w:val="0026085C"/>
    <w:rsid w:val="002608C3"/>
    <w:rsid w:val="00260911"/>
    <w:rsid w:val="0026092F"/>
    <w:rsid w:val="00260CA0"/>
    <w:rsid w:val="00260F18"/>
    <w:rsid w:val="00261074"/>
    <w:rsid w:val="00261E9B"/>
    <w:rsid w:val="00262186"/>
    <w:rsid w:val="00262497"/>
    <w:rsid w:val="0026256A"/>
    <w:rsid w:val="002626C0"/>
    <w:rsid w:val="00262ADE"/>
    <w:rsid w:val="00262AFD"/>
    <w:rsid w:val="00263041"/>
    <w:rsid w:val="00263417"/>
    <w:rsid w:val="002640E5"/>
    <w:rsid w:val="00264106"/>
    <w:rsid w:val="00264142"/>
    <w:rsid w:val="00264686"/>
    <w:rsid w:val="002646D4"/>
    <w:rsid w:val="002648A8"/>
    <w:rsid w:val="002649E5"/>
    <w:rsid w:val="00264D2E"/>
    <w:rsid w:val="0026521A"/>
    <w:rsid w:val="002654B1"/>
    <w:rsid w:val="002657FA"/>
    <w:rsid w:val="0026595F"/>
    <w:rsid w:val="00265B98"/>
    <w:rsid w:val="00265D9C"/>
    <w:rsid w:val="00265F36"/>
    <w:rsid w:val="00265F65"/>
    <w:rsid w:val="002662D6"/>
    <w:rsid w:val="00266557"/>
    <w:rsid w:val="002665F4"/>
    <w:rsid w:val="00266610"/>
    <w:rsid w:val="0026680E"/>
    <w:rsid w:val="00266A5F"/>
    <w:rsid w:val="00266CF3"/>
    <w:rsid w:val="00266DFC"/>
    <w:rsid w:val="00267877"/>
    <w:rsid w:val="00267B76"/>
    <w:rsid w:val="002700DB"/>
    <w:rsid w:val="002701B3"/>
    <w:rsid w:val="00270429"/>
    <w:rsid w:val="0027073F"/>
    <w:rsid w:val="00270B19"/>
    <w:rsid w:val="00270C49"/>
    <w:rsid w:val="00270E9F"/>
    <w:rsid w:val="00270F60"/>
    <w:rsid w:val="0027107E"/>
    <w:rsid w:val="00271216"/>
    <w:rsid w:val="00272031"/>
    <w:rsid w:val="0027215C"/>
    <w:rsid w:val="0027221C"/>
    <w:rsid w:val="00272342"/>
    <w:rsid w:val="002728C3"/>
    <w:rsid w:val="00272997"/>
    <w:rsid w:val="00272C03"/>
    <w:rsid w:val="00272D23"/>
    <w:rsid w:val="00272FC2"/>
    <w:rsid w:val="002734AC"/>
    <w:rsid w:val="0027358C"/>
    <w:rsid w:val="00273638"/>
    <w:rsid w:val="0027366A"/>
    <w:rsid w:val="0027370B"/>
    <w:rsid w:val="0027389A"/>
    <w:rsid w:val="00273BD4"/>
    <w:rsid w:val="00273C7F"/>
    <w:rsid w:val="00274B49"/>
    <w:rsid w:val="002754E3"/>
    <w:rsid w:val="002755D8"/>
    <w:rsid w:val="002759A8"/>
    <w:rsid w:val="00275B69"/>
    <w:rsid w:val="00275D10"/>
    <w:rsid w:val="00275E19"/>
    <w:rsid w:val="0027602D"/>
    <w:rsid w:val="0027604B"/>
    <w:rsid w:val="0027615D"/>
    <w:rsid w:val="00276171"/>
    <w:rsid w:val="00276423"/>
    <w:rsid w:val="00276F0F"/>
    <w:rsid w:val="0027703D"/>
    <w:rsid w:val="0027724F"/>
    <w:rsid w:val="00277369"/>
    <w:rsid w:val="002773C2"/>
    <w:rsid w:val="0027745D"/>
    <w:rsid w:val="002775DC"/>
    <w:rsid w:val="0028029D"/>
    <w:rsid w:val="002803F6"/>
    <w:rsid w:val="0028075C"/>
    <w:rsid w:val="002807E8"/>
    <w:rsid w:val="00280B2C"/>
    <w:rsid w:val="00280FFC"/>
    <w:rsid w:val="002811B8"/>
    <w:rsid w:val="00282093"/>
    <w:rsid w:val="00282600"/>
    <w:rsid w:val="002826FE"/>
    <w:rsid w:val="00282AE8"/>
    <w:rsid w:val="00283130"/>
    <w:rsid w:val="00283275"/>
    <w:rsid w:val="0028327B"/>
    <w:rsid w:val="0028337F"/>
    <w:rsid w:val="002835F6"/>
    <w:rsid w:val="002838F0"/>
    <w:rsid w:val="00284E05"/>
    <w:rsid w:val="00284FE0"/>
    <w:rsid w:val="002853AE"/>
    <w:rsid w:val="00285442"/>
    <w:rsid w:val="0028559F"/>
    <w:rsid w:val="002858DA"/>
    <w:rsid w:val="00285AF5"/>
    <w:rsid w:val="00285B4F"/>
    <w:rsid w:val="00285CE2"/>
    <w:rsid w:val="002865F4"/>
    <w:rsid w:val="00286617"/>
    <w:rsid w:val="00286671"/>
    <w:rsid w:val="00287416"/>
    <w:rsid w:val="0028799B"/>
    <w:rsid w:val="00287BD2"/>
    <w:rsid w:val="00287FD5"/>
    <w:rsid w:val="002900A6"/>
    <w:rsid w:val="002900E7"/>
    <w:rsid w:val="002904B9"/>
    <w:rsid w:val="002907CC"/>
    <w:rsid w:val="002917D4"/>
    <w:rsid w:val="002917DD"/>
    <w:rsid w:val="0029199E"/>
    <w:rsid w:val="00291A03"/>
    <w:rsid w:val="00291D68"/>
    <w:rsid w:val="00291FC2"/>
    <w:rsid w:val="0029204D"/>
    <w:rsid w:val="0029249B"/>
    <w:rsid w:val="002925F7"/>
    <w:rsid w:val="00292E76"/>
    <w:rsid w:val="00293041"/>
    <w:rsid w:val="002932B6"/>
    <w:rsid w:val="00293609"/>
    <w:rsid w:val="00293648"/>
    <w:rsid w:val="002936B1"/>
    <w:rsid w:val="00293BE2"/>
    <w:rsid w:val="00293C8C"/>
    <w:rsid w:val="00293D22"/>
    <w:rsid w:val="00293F37"/>
    <w:rsid w:val="00294672"/>
    <w:rsid w:val="0029489D"/>
    <w:rsid w:val="00294959"/>
    <w:rsid w:val="00294C8E"/>
    <w:rsid w:val="00294D99"/>
    <w:rsid w:val="00294F97"/>
    <w:rsid w:val="0029537C"/>
    <w:rsid w:val="0029563C"/>
    <w:rsid w:val="002956A4"/>
    <w:rsid w:val="002956D5"/>
    <w:rsid w:val="00295FF9"/>
    <w:rsid w:val="00296054"/>
    <w:rsid w:val="0029640F"/>
    <w:rsid w:val="0029672F"/>
    <w:rsid w:val="002968DE"/>
    <w:rsid w:val="00296A92"/>
    <w:rsid w:val="00296D53"/>
    <w:rsid w:val="00296D5F"/>
    <w:rsid w:val="0029720A"/>
    <w:rsid w:val="002972A7"/>
    <w:rsid w:val="002975B1"/>
    <w:rsid w:val="00297BE8"/>
    <w:rsid w:val="00297D6B"/>
    <w:rsid w:val="00297D7A"/>
    <w:rsid w:val="002A000B"/>
    <w:rsid w:val="002A0047"/>
    <w:rsid w:val="002A03F0"/>
    <w:rsid w:val="002A09C2"/>
    <w:rsid w:val="002A11D5"/>
    <w:rsid w:val="002A1252"/>
    <w:rsid w:val="002A13A6"/>
    <w:rsid w:val="002A13CA"/>
    <w:rsid w:val="002A1539"/>
    <w:rsid w:val="002A1922"/>
    <w:rsid w:val="002A1A62"/>
    <w:rsid w:val="002A1F87"/>
    <w:rsid w:val="002A27D5"/>
    <w:rsid w:val="002A28E1"/>
    <w:rsid w:val="002A2D02"/>
    <w:rsid w:val="002A2D24"/>
    <w:rsid w:val="002A2DBB"/>
    <w:rsid w:val="002A370B"/>
    <w:rsid w:val="002A37CB"/>
    <w:rsid w:val="002A38E4"/>
    <w:rsid w:val="002A3DA2"/>
    <w:rsid w:val="002A443C"/>
    <w:rsid w:val="002A4469"/>
    <w:rsid w:val="002A447F"/>
    <w:rsid w:val="002A495F"/>
    <w:rsid w:val="002A4B3E"/>
    <w:rsid w:val="002A4C02"/>
    <w:rsid w:val="002A4F93"/>
    <w:rsid w:val="002A50EC"/>
    <w:rsid w:val="002A5647"/>
    <w:rsid w:val="002A6302"/>
    <w:rsid w:val="002A644B"/>
    <w:rsid w:val="002A689B"/>
    <w:rsid w:val="002A6908"/>
    <w:rsid w:val="002A6930"/>
    <w:rsid w:val="002A6B9A"/>
    <w:rsid w:val="002A6C0B"/>
    <w:rsid w:val="002A7581"/>
    <w:rsid w:val="002A7603"/>
    <w:rsid w:val="002A78B6"/>
    <w:rsid w:val="002A7BA5"/>
    <w:rsid w:val="002A7D0F"/>
    <w:rsid w:val="002A7D8F"/>
    <w:rsid w:val="002A7E5D"/>
    <w:rsid w:val="002A7FE4"/>
    <w:rsid w:val="002B0878"/>
    <w:rsid w:val="002B1773"/>
    <w:rsid w:val="002B1A76"/>
    <w:rsid w:val="002B1AAD"/>
    <w:rsid w:val="002B1C30"/>
    <w:rsid w:val="002B20FA"/>
    <w:rsid w:val="002B2277"/>
    <w:rsid w:val="002B2354"/>
    <w:rsid w:val="002B238F"/>
    <w:rsid w:val="002B243E"/>
    <w:rsid w:val="002B245C"/>
    <w:rsid w:val="002B2E0A"/>
    <w:rsid w:val="002B3096"/>
    <w:rsid w:val="002B351C"/>
    <w:rsid w:val="002B35E0"/>
    <w:rsid w:val="002B361E"/>
    <w:rsid w:val="002B3735"/>
    <w:rsid w:val="002B3B74"/>
    <w:rsid w:val="002B3CF6"/>
    <w:rsid w:val="002B3EC7"/>
    <w:rsid w:val="002B3FF8"/>
    <w:rsid w:val="002B41AE"/>
    <w:rsid w:val="002B42FB"/>
    <w:rsid w:val="002B4E72"/>
    <w:rsid w:val="002B4F5D"/>
    <w:rsid w:val="002B5240"/>
    <w:rsid w:val="002B55C6"/>
    <w:rsid w:val="002B5715"/>
    <w:rsid w:val="002B57A1"/>
    <w:rsid w:val="002B5B13"/>
    <w:rsid w:val="002B5B7D"/>
    <w:rsid w:val="002B5B9A"/>
    <w:rsid w:val="002B5BD7"/>
    <w:rsid w:val="002B5DA6"/>
    <w:rsid w:val="002B5E59"/>
    <w:rsid w:val="002B6159"/>
    <w:rsid w:val="002B61BE"/>
    <w:rsid w:val="002B6408"/>
    <w:rsid w:val="002B64A4"/>
    <w:rsid w:val="002B6DED"/>
    <w:rsid w:val="002B7001"/>
    <w:rsid w:val="002B71F8"/>
    <w:rsid w:val="002B749D"/>
    <w:rsid w:val="002B750B"/>
    <w:rsid w:val="002B75DA"/>
    <w:rsid w:val="002B7981"/>
    <w:rsid w:val="002B7C54"/>
    <w:rsid w:val="002B7C5A"/>
    <w:rsid w:val="002C0387"/>
    <w:rsid w:val="002C03D9"/>
    <w:rsid w:val="002C0607"/>
    <w:rsid w:val="002C08A2"/>
    <w:rsid w:val="002C0E74"/>
    <w:rsid w:val="002C0EED"/>
    <w:rsid w:val="002C155B"/>
    <w:rsid w:val="002C17F3"/>
    <w:rsid w:val="002C22BA"/>
    <w:rsid w:val="002C23D0"/>
    <w:rsid w:val="002C25B7"/>
    <w:rsid w:val="002C25C9"/>
    <w:rsid w:val="002C2602"/>
    <w:rsid w:val="002C26CC"/>
    <w:rsid w:val="002C284C"/>
    <w:rsid w:val="002C2921"/>
    <w:rsid w:val="002C2954"/>
    <w:rsid w:val="002C29F6"/>
    <w:rsid w:val="002C36F6"/>
    <w:rsid w:val="002C3852"/>
    <w:rsid w:val="002C3900"/>
    <w:rsid w:val="002C3C07"/>
    <w:rsid w:val="002C4417"/>
    <w:rsid w:val="002C4594"/>
    <w:rsid w:val="002C461D"/>
    <w:rsid w:val="002C473E"/>
    <w:rsid w:val="002C49EC"/>
    <w:rsid w:val="002C4AF6"/>
    <w:rsid w:val="002C5020"/>
    <w:rsid w:val="002C519B"/>
    <w:rsid w:val="002C5359"/>
    <w:rsid w:val="002C57C6"/>
    <w:rsid w:val="002C583E"/>
    <w:rsid w:val="002C60A7"/>
    <w:rsid w:val="002C681D"/>
    <w:rsid w:val="002C6A9B"/>
    <w:rsid w:val="002C7217"/>
    <w:rsid w:val="002C7739"/>
    <w:rsid w:val="002D0113"/>
    <w:rsid w:val="002D01F5"/>
    <w:rsid w:val="002D03EF"/>
    <w:rsid w:val="002D051D"/>
    <w:rsid w:val="002D0541"/>
    <w:rsid w:val="002D05C0"/>
    <w:rsid w:val="002D07E9"/>
    <w:rsid w:val="002D0958"/>
    <w:rsid w:val="002D0BAE"/>
    <w:rsid w:val="002D0E8D"/>
    <w:rsid w:val="002D1083"/>
    <w:rsid w:val="002D10B0"/>
    <w:rsid w:val="002D1247"/>
    <w:rsid w:val="002D16AB"/>
    <w:rsid w:val="002D18B5"/>
    <w:rsid w:val="002D18C9"/>
    <w:rsid w:val="002D19F2"/>
    <w:rsid w:val="002D1AEB"/>
    <w:rsid w:val="002D1C3F"/>
    <w:rsid w:val="002D2056"/>
    <w:rsid w:val="002D27BD"/>
    <w:rsid w:val="002D2979"/>
    <w:rsid w:val="002D304C"/>
    <w:rsid w:val="002D3165"/>
    <w:rsid w:val="002D369B"/>
    <w:rsid w:val="002D456F"/>
    <w:rsid w:val="002D45A1"/>
    <w:rsid w:val="002D4A98"/>
    <w:rsid w:val="002D4F70"/>
    <w:rsid w:val="002D53F4"/>
    <w:rsid w:val="002D54CF"/>
    <w:rsid w:val="002D55E7"/>
    <w:rsid w:val="002D5678"/>
    <w:rsid w:val="002D56BF"/>
    <w:rsid w:val="002D5BE0"/>
    <w:rsid w:val="002D5FF4"/>
    <w:rsid w:val="002D60EF"/>
    <w:rsid w:val="002D65D8"/>
    <w:rsid w:val="002D67C0"/>
    <w:rsid w:val="002D68C2"/>
    <w:rsid w:val="002D68ED"/>
    <w:rsid w:val="002D6D42"/>
    <w:rsid w:val="002D7384"/>
    <w:rsid w:val="002D74C4"/>
    <w:rsid w:val="002D7C7D"/>
    <w:rsid w:val="002D7FA1"/>
    <w:rsid w:val="002E00A6"/>
    <w:rsid w:val="002E0128"/>
    <w:rsid w:val="002E02A1"/>
    <w:rsid w:val="002E07B3"/>
    <w:rsid w:val="002E0A88"/>
    <w:rsid w:val="002E0A98"/>
    <w:rsid w:val="002E101D"/>
    <w:rsid w:val="002E1088"/>
    <w:rsid w:val="002E10A1"/>
    <w:rsid w:val="002E10B8"/>
    <w:rsid w:val="002E10F4"/>
    <w:rsid w:val="002E1140"/>
    <w:rsid w:val="002E1150"/>
    <w:rsid w:val="002E12CB"/>
    <w:rsid w:val="002E15C5"/>
    <w:rsid w:val="002E17BA"/>
    <w:rsid w:val="002E2079"/>
    <w:rsid w:val="002E22BF"/>
    <w:rsid w:val="002E2783"/>
    <w:rsid w:val="002E2884"/>
    <w:rsid w:val="002E2973"/>
    <w:rsid w:val="002E29E9"/>
    <w:rsid w:val="002E2AD3"/>
    <w:rsid w:val="002E2B73"/>
    <w:rsid w:val="002E2B9C"/>
    <w:rsid w:val="002E2C49"/>
    <w:rsid w:val="002E33D1"/>
    <w:rsid w:val="002E3B80"/>
    <w:rsid w:val="002E3C03"/>
    <w:rsid w:val="002E3C5F"/>
    <w:rsid w:val="002E3FC1"/>
    <w:rsid w:val="002E4442"/>
    <w:rsid w:val="002E4A9D"/>
    <w:rsid w:val="002E4C88"/>
    <w:rsid w:val="002E4D02"/>
    <w:rsid w:val="002E50A6"/>
    <w:rsid w:val="002E5D6C"/>
    <w:rsid w:val="002E5E04"/>
    <w:rsid w:val="002E5E86"/>
    <w:rsid w:val="002E5ED1"/>
    <w:rsid w:val="002E6263"/>
    <w:rsid w:val="002E654A"/>
    <w:rsid w:val="002E6591"/>
    <w:rsid w:val="002E6904"/>
    <w:rsid w:val="002E69EB"/>
    <w:rsid w:val="002E6C5F"/>
    <w:rsid w:val="002E6C8E"/>
    <w:rsid w:val="002E6CAB"/>
    <w:rsid w:val="002E6F62"/>
    <w:rsid w:val="002E729E"/>
    <w:rsid w:val="002E7852"/>
    <w:rsid w:val="002E796F"/>
    <w:rsid w:val="002E7AF2"/>
    <w:rsid w:val="002E7B7D"/>
    <w:rsid w:val="002E7D2E"/>
    <w:rsid w:val="002E7EA6"/>
    <w:rsid w:val="002F03D8"/>
    <w:rsid w:val="002F0B8B"/>
    <w:rsid w:val="002F0F2C"/>
    <w:rsid w:val="002F141F"/>
    <w:rsid w:val="002F16A8"/>
    <w:rsid w:val="002F182A"/>
    <w:rsid w:val="002F1907"/>
    <w:rsid w:val="002F19D5"/>
    <w:rsid w:val="002F1A0B"/>
    <w:rsid w:val="002F1CBD"/>
    <w:rsid w:val="002F1CCE"/>
    <w:rsid w:val="002F1D40"/>
    <w:rsid w:val="002F1F54"/>
    <w:rsid w:val="002F22BB"/>
    <w:rsid w:val="002F33BD"/>
    <w:rsid w:val="002F373D"/>
    <w:rsid w:val="002F3F31"/>
    <w:rsid w:val="002F4297"/>
    <w:rsid w:val="002F461C"/>
    <w:rsid w:val="002F4668"/>
    <w:rsid w:val="002F48A4"/>
    <w:rsid w:val="002F4B48"/>
    <w:rsid w:val="002F4C49"/>
    <w:rsid w:val="002F4D1B"/>
    <w:rsid w:val="002F516A"/>
    <w:rsid w:val="002F5220"/>
    <w:rsid w:val="002F54D6"/>
    <w:rsid w:val="002F573C"/>
    <w:rsid w:val="002F5E95"/>
    <w:rsid w:val="002F6148"/>
    <w:rsid w:val="002F65EA"/>
    <w:rsid w:val="002F664E"/>
    <w:rsid w:val="002F665E"/>
    <w:rsid w:val="002F675E"/>
    <w:rsid w:val="002F68C3"/>
    <w:rsid w:val="002F6A3A"/>
    <w:rsid w:val="002F6B1D"/>
    <w:rsid w:val="002F6F5B"/>
    <w:rsid w:val="002F6FC6"/>
    <w:rsid w:val="002F7041"/>
    <w:rsid w:val="002F729E"/>
    <w:rsid w:val="002F78A1"/>
    <w:rsid w:val="002F7E78"/>
    <w:rsid w:val="002F7EA5"/>
    <w:rsid w:val="003002E9"/>
    <w:rsid w:val="003004C6"/>
    <w:rsid w:val="00300750"/>
    <w:rsid w:val="0030077F"/>
    <w:rsid w:val="00300904"/>
    <w:rsid w:val="00300CAF"/>
    <w:rsid w:val="00300E71"/>
    <w:rsid w:val="00301870"/>
    <w:rsid w:val="0030199D"/>
    <w:rsid w:val="00301AAC"/>
    <w:rsid w:val="00301C87"/>
    <w:rsid w:val="0030205F"/>
    <w:rsid w:val="0030209C"/>
    <w:rsid w:val="00302130"/>
    <w:rsid w:val="003021AC"/>
    <w:rsid w:val="0030230B"/>
    <w:rsid w:val="00302E04"/>
    <w:rsid w:val="00302E85"/>
    <w:rsid w:val="00302EE6"/>
    <w:rsid w:val="00303181"/>
    <w:rsid w:val="00303409"/>
    <w:rsid w:val="003034E8"/>
    <w:rsid w:val="003035D9"/>
    <w:rsid w:val="003036EF"/>
    <w:rsid w:val="00303D44"/>
    <w:rsid w:val="00303DFD"/>
    <w:rsid w:val="00304691"/>
    <w:rsid w:val="0030490B"/>
    <w:rsid w:val="00304997"/>
    <w:rsid w:val="00304D2A"/>
    <w:rsid w:val="00304D39"/>
    <w:rsid w:val="00305255"/>
    <w:rsid w:val="003054DE"/>
    <w:rsid w:val="003055F1"/>
    <w:rsid w:val="00305951"/>
    <w:rsid w:val="00305B63"/>
    <w:rsid w:val="00305CA7"/>
    <w:rsid w:val="0030636F"/>
    <w:rsid w:val="00306676"/>
    <w:rsid w:val="0030698E"/>
    <w:rsid w:val="00306DA0"/>
    <w:rsid w:val="00307352"/>
    <w:rsid w:val="003075E8"/>
    <w:rsid w:val="00307BC3"/>
    <w:rsid w:val="00307C65"/>
    <w:rsid w:val="00307F22"/>
    <w:rsid w:val="00310177"/>
    <w:rsid w:val="003102AF"/>
    <w:rsid w:val="0031089B"/>
    <w:rsid w:val="00310B22"/>
    <w:rsid w:val="00310BAA"/>
    <w:rsid w:val="00310C8F"/>
    <w:rsid w:val="00310CC6"/>
    <w:rsid w:val="0031116E"/>
    <w:rsid w:val="0031155B"/>
    <w:rsid w:val="00311F22"/>
    <w:rsid w:val="00312238"/>
    <w:rsid w:val="0031244C"/>
    <w:rsid w:val="0031256B"/>
    <w:rsid w:val="003125CC"/>
    <w:rsid w:val="00312845"/>
    <w:rsid w:val="00312CDE"/>
    <w:rsid w:val="00312D54"/>
    <w:rsid w:val="00313335"/>
    <w:rsid w:val="003133F9"/>
    <w:rsid w:val="0031343C"/>
    <w:rsid w:val="0031346D"/>
    <w:rsid w:val="003134B6"/>
    <w:rsid w:val="00313761"/>
    <w:rsid w:val="003137A6"/>
    <w:rsid w:val="0031399E"/>
    <w:rsid w:val="00313A04"/>
    <w:rsid w:val="00313B2C"/>
    <w:rsid w:val="00313C95"/>
    <w:rsid w:val="00314048"/>
    <w:rsid w:val="00314060"/>
    <w:rsid w:val="00314088"/>
    <w:rsid w:val="003140CB"/>
    <w:rsid w:val="003147B4"/>
    <w:rsid w:val="00314A06"/>
    <w:rsid w:val="00314B8A"/>
    <w:rsid w:val="00314E0D"/>
    <w:rsid w:val="0031573A"/>
    <w:rsid w:val="00316157"/>
    <w:rsid w:val="003161E3"/>
    <w:rsid w:val="003166A7"/>
    <w:rsid w:val="003166CD"/>
    <w:rsid w:val="0031699E"/>
    <w:rsid w:val="00316A40"/>
    <w:rsid w:val="00316DC3"/>
    <w:rsid w:val="003177CF"/>
    <w:rsid w:val="00317C3A"/>
    <w:rsid w:val="00317D07"/>
    <w:rsid w:val="00317E7E"/>
    <w:rsid w:val="0032044C"/>
    <w:rsid w:val="00320792"/>
    <w:rsid w:val="0032083B"/>
    <w:rsid w:val="003209F0"/>
    <w:rsid w:val="0032106E"/>
    <w:rsid w:val="00321203"/>
    <w:rsid w:val="00321924"/>
    <w:rsid w:val="00321FD9"/>
    <w:rsid w:val="00322063"/>
    <w:rsid w:val="00322571"/>
    <w:rsid w:val="00322774"/>
    <w:rsid w:val="0032287A"/>
    <w:rsid w:val="003228CC"/>
    <w:rsid w:val="00322A47"/>
    <w:rsid w:val="00322CC6"/>
    <w:rsid w:val="00322FBD"/>
    <w:rsid w:val="003230CE"/>
    <w:rsid w:val="00323185"/>
    <w:rsid w:val="0032339E"/>
    <w:rsid w:val="003233EA"/>
    <w:rsid w:val="00323554"/>
    <w:rsid w:val="0032361C"/>
    <w:rsid w:val="00323771"/>
    <w:rsid w:val="00324055"/>
    <w:rsid w:val="00324478"/>
    <w:rsid w:val="003245D6"/>
    <w:rsid w:val="00324AC9"/>
    <w:rsid w:val="00324B0E"/>
    <w:rsid w:val="0032529C"/>
    <w:rsid w:val="00325C89"/>
    <w:rsid w:val="00325ED6"/>
    <w:rsid w:val="00325FA9"/>
    <w:rsid w:val="00326130"/>
    <w:rsid w:val="003261CD"/>
    <w:rsid w:val="003262C7"/>
    <w:rsid w:val="00326361"/>
    <w:rsid w:val="00326630"/>
    <w:rsid w:val="003267BF"/>
    <w:rsid w:val="00326801"/>
    <w:rsid w:val="003271D1"/>
    <w:rsid w:val="00327557"/>
    <w:rsid w:val="00327892"/>
    <w:rsid w:val="00327AA1"/>
    <w:rsid w:val="003301BE"/>
    <w:rsid w:val="00330278"/>
    <w:rsid w:val="00330745"/>
    <w:rsid w:val="00330856"/>
    <w:rsid w:val="0033085C"/>
    <w:rsid w:val="00330E9E"/>
    <w:rsid w:val="00331012"/>
    <w:rsid w:val="00331205"/>
    <w:rsid w:val="00331756"/>
    <w:rsid w:val="00331BDC"/>
    <w:rsid w:val="0033276F"/>
    <w:rsid w:val="00332962"/>
    <w:rsid w:val="00332D2E"/>
    <w:rsid w:val="00333482"/>
    <w:rsid w:val="00333CEF"/>
    <w:rsid w:val="00333E34"/>
    <w:rsid w:val="00333F36"/>
    <w:rsid w:val="00334526"/>
    <w:rsid w:val="0033481B"/>
    <w:rsid w:val="00334E00"/>
    <w:rsid w:val="00334F40"/>
    <w:rsid w:val="00335001"/>
    <w:rsid w:val="003353E4"/>
    <w:rsid w:val="00335AEE"/>
    <w:rsid w:val="00335D0D"/>
    <w:rsid w:val="003363E9"/>
    <w:rsid w:val="003365E6"/>
    <w:rsid w:val="003367A9"/>
    <w:rsid w:val="00336A5E"/>
    <w:rsid w:val="003373F4"/>
    <w:rsid w:val="0033781D"/>
    <w:rsid w:val="00337A18"/>
    <w:rsid w:val="00337D25"/>
    <w:rsid w:val="003403DB"/>
    <w:rsid w:val="00340488"/>
    <w:rsid w:val="003405C6"/>
    <w:rsid w:val="00340952"/>
    <w:rsid w:val="00340AD1"/>
    <w:rsid w:val="00340B12"/>
    <w:rsid w:val="00340CDB"/>
    <w:rsid w:val="0034141D"/>
    <w:rsid w:val="003414C0"/>
    <w:rsid w:val="0034156A"/>
    <w:rsid w:val="00341605"/>
    <w:rsid w:val="00341AC9"/>
    <w:rsid w:val="00341DC9"/>
    <w:rsid w:val="00341F5A"/>
    <w:rsid w:val="0034224C"/>
    <w:rsid w:val="00342477"/>
    <w:rsid w:val="0034250B"/>
    <w:rsid w:val="003425E9"/>
    <w:rsid w:val="00342AAD"/>
    <w:rsid w:val="00342B45"/>
    <w:rsid w:val="00342C77"/>
    <w:rsid w:val="00343324"/>
    <w:rsid w:val="003435CE"/>
    <w:rsid w:val="003435E9"/>
    <w:rsid w:val="003439DA"/>
    <w:rsid w:val="00343BDF"/>
    <w:rsid w:val="00344210"/>
    <w:rsid w:val="00344BA3"/>
    <w:rsid w:val="00344E37"/>
    <w:rsid w:val="0034504C"/>
    <w:rsid w:val="00345374"/>
    <w:rsid w:val="0034571E"/>
    <w:rsid w:val="0034576D"/>
    <w:rsid w:val="00345D2B"/>
    <w:rsid w:val="00345FDC"/>
    <w:rsid w:val="00346051"/>
    <w:rsid w:val="0034633A"/>
    <w:rsid w:val="003463C0"/>
    <w:rsid w:val="003468CF"/>
    <w:rsid w:val="00346AF1"/>
    <w:rsid w:val="00346CD7"/>
    <w:rsid w:val="003470F8"/>
    <w:rsid w:val="003475AD"/>
    <w:rsid w:val="003475D0"/>
    <w:rsid w:val="00347769"/>
    <w:rsid w:val="00347A5E"/>
    <w:rsid w:val="00347C1D"/>
    <w:rsid w:val="003501A3"/>
    <w:rsid w:val="003503BC"/>
    <w:rsid w:val="00350981"/>
    <w:rsid w:val="00350994"/>
    <w:rsid w:val="00351089"/>
    <w:rsid w:val="0035123D"/>
    <w:rsid w:val="0035154B"/>
    <w:rsid w:val="00351677"/>
    <w:rsid w:val="0035173D"/>
    <w:rsid w:val="00351862"/>
    <w:rsid w:val="00351D9F"/>
    <w:rsid w:val="00351E44"/>
    <w:rsid w:val="0035226E"/>
    <w:rsid w:val="00352377"/>
    <w:rsid w:val="003526DB"/>
    <w:rsid w:val="0035281F"/>
    <w:rsid w:val="00352EAF"/>
    <w:rsid w:val="003533B9"/>
    <w:rsid w:val="00353649"/>
    <w:rsid w:val="003536CF"/>
    <w:rsid w:val="00353730"/>
    <w:rsid w:val="00353BDC"/>
    <w:rsid w:val="00353DA4"/>
    <w:rsid w:val="00353E4D"/>
    <w:rsid w:val="00353EE4"/>
    <w:rsid w:val="003541A4"/>
    <w:rsid w:val="00354205"/>
    <w:rsid w:val="0035424A"/>
    <w:rsid w:val="00354517"/>
    <w:rsid w:val="00354621"/>
    <w:rsid w:val="003547D7"/>
    <w:rsid w:val="00354899"/>
    <w:rsid w:val="003549F5"/>
    <w:rsid w:val="00354A33"/>
    <w:rsid w:val="00354A36"/>
    <w:rsid w:val="00354FD5"/>
    <w:rsid w:val="00355252"/>
    <w:rsid w:val="00355453"/>
    <w:rsid w:val="0035564A"/>
    <w:rsid w:val="0035585D"/>
    <w:rsid w:val="00355CA1"/>
    <w:rsid w:val="00355CA7"/>
    <w:rsid w:val="00355F44"/>
    <w:rsid w:val="00356539"/>
    <w:rsid w:val="00357151"/>
    <w:rsid w:val="003573C0"/>
    <w:rsid w:val="003573DD"/>
    <w:rsid w:val="003574C6"/>
    <w:rsid w:val="00357553"/>
    <w:rsid w:val="00357985"/>
    <w:rsid w:val="00357C5A"/>
    <w:rsid w:val="0036011A"/>
    <w:rsid w:val="00360161"/>
    <w:rsid w:val="0036067A"/>
    <w:rsid w:val="00360B28"/>
    <w:rsid w:val="00360CFD"/>
    <w:rsid w:val="003610A2"/>
    <w:rsid w:val="00361401"/>
    <w:rsid w:val="003614E0"/>
    <w:rsid w:val="00361530"/>
    <w:rsid w:val="00361892"/>
    <w:rsid w:val="00361B11"/>
    <w:rsid w:val="00361BA2"/>
    <w:rsid w:val="00362046"/>
    <w:rsid w:val="003621D0"/>
    <w:rsid w:val="00362289"/>
    <w:rsid w:val="003623D5"/>
    <w:rsid w:val="0036252F"/>
    <w:rsid w:val="003627C3"/>
    <w:rsid w:val="00362A1B"/>
    <w:rsid w:val="00362A74"/>
    <w:rsid w:val="00362CCA"/>
    <w:rsid w:val="00362D09"/>
    <w:rsid w:val="00362E09"/>
    <w:rsid w:val="00362E0F"/>
    <w:rsid w:val="00362E50"/>
    <w:rsid w:val="00362F92"/>
    <w:rsid w:val="00362F9C"/>
    <w:rsid w:val="0036329E"/>
    <w:rsid w:val="00363512"/>
    <w:rsid w:val="00363B9C"/>
    <w:rsid w:val="00363C35"/>
    <w:rsid w:val="003642E0"/>
    <w:rsid w:val="00364A19"/>
    <w:rsid w:val="00364B0C"/>
    <w:rsid w:val="00364BAC"/>
    <w:rsid w:val="00364DBA"/>
    <w:rsid w:val="00364ED1"/>
    <w:rsid w:val="00364FB3"/>
    <w:rsid w:val="003651FC"/>
    <w:rsid w:val="00365305"/>
    <w:rsid w:val="0036574B"/>
    <w:rsid w:val="003657EC"/>
    <w:rsid w:val="00365C7A"/>
    <w:rsid w:val="00365C86"/>
    <w:rsid w:val="00365F41"/>
    <w:rsid w:val="00366510"/>
    <w:rsid w:val="00366869"/>
    <w:rsid w:val="00366CF3"/>
    <w:rsid w:val="00366D1D"/>
    <w:rsid w:val="00366F86"/>
    <w:rsid w:val="00367606"/>
    <w:rsid w:val="003676C6"/>
    <w:rsid w:val="0036784A"/>
    <w:rsid w:val="003679C8"/>
    <w:rsid w:val="00367A93"/>
    <w:rsid w:val="00367E0E"/>
    <w:rsid w:val="00367E33"/>
    <w:rsid w:val="00367E9C"/>
    <w:rsid w:val="0037028F"/>
    <w:rsid w:val="003702BE"/>
    <w:rsid w:val="00370549"/>
    <w:rsid w:val="003707F6"/>
    <w:rsid w:val="00370CD5"/>
    <w:rsid w:val="00370CE0"/>
    <w:rsid w:val="00371225"/>
    <w:rsid w:val="00371360"/>
    <w:rsid w:val="003718DD"/>
    <w:rsid w:val="00371AC8"/>
    <w:rsid w:val="00371AF3"/>
    <w:rsid w:val="00371BBF"/>
    <w:rsid w:val="00371C96"/>
    <w:rsid w:val="0037226D"/>
    <w:rsid w:val="0037242C"/>
    <w:rsid w:val="0037248A"/>
    <w:rsid w:val="00372A4F"/>
    <w:rsid w:val="00372AAC"/>
    <w:rsid w:val="00372C79"/>
    <w:rsid w:val="00372EFD"/>
    <w:rsid w:val="00373258"/>
    <w:rsid w:val="0037352F"/>
    <w:rsid w:val="0037354E"/>
    <w:rsid w:val="003735D3"/>
    <w:rsid w:val="00373B0B"/>
    <w:rsid w:val="00373BAD"/>
    <w:rsid w:val="00373ED9"/>
    <w:rsid w:val="00373FEF"/>
    <w:rsid w:val="003743F7"/>
    <w:rsid w:val="0037448C"/>
    <w:rsid w:val="003744EC"/>
    <w:rsid w:val="003744FD"/>
    <w:rsid w:val="00374C40"/>
    <w:rsid w:val="003752ED"/>
    <w:rsid w:val="00375392"/>
    <w:rsid w:val="0037559B"/>
    <w:rsid w:val="00375BE7"/>
    <w:rsid w:val="00375D98"/>
    <w:rsid w:val="00375E67"/>
    <w:rsid w:val="00375ED2"/>
    <w:rsid w:val="003760D4"/>
    <w:rsid w:val="00376166"/>
    <w:rsid w:val="003765F3"/>
    <w:rsid w:val="003766BC"/>
    <w:rsid w:val="00376738"/>
    <w:rsid w:val="00376B2D"/>
    <w:rsid w:val="003775C7"/>
    <w:rsid w:val="00377712"/>
    <w:rsid w:val="00377838"/>
    <w:rsid w:val="003779BF"/>
    <w:rsid w:val="00377CE9"/>
    <w:rsid w:val="00377DDD"/>
    <w:rsid w:val="00377F9E"/>
    <w:rsid w:val="00380491"/>
    <w:rsid w:val="0038051B"/>
    <w:rsid w:val="0038062D"/>
    <w:rsid w:val="00380948"/>
    <w:rsid w:val="0038139A"/>
    <w:rsid w:val="00381889"/>
    <w:rsid w:val="00382179"/>
    <w:rsid w:val="003821E0"/>
    <w:rsid w:val="00382848"/>
    <w:rsid w:val="00382906"/>
    <w:rsid w:val="00382C43"/>
    <w:rsid w:val="003830F0"/>
    <w:rsid w:val="00383184"/>
    <w:rsid w:val="00383390"/>
    <w:rsid w:val="00383858"/>
    <w:rsid w:val="00383A98"/>
    <w:rsid w:val="003841DC"/>
    <w:rsid w:val="0038462C"/>
    <w:rsid w:val="00384667"/>
    <w:rsid w:val="00384B8F"/>
    <w:rsid w:val="00385084"/>
    <w:rsid w:val="00385469"/>
    <w:rsid w:val="00385570"/>
    <w:rsid w:val="0038573F"/>
    <w:rsid w:val="003858C5"/>
    <w:rsid w:val="00385CB5"/>
    <w:rsid w:val="00385CFC"/>
    <w:rsid w:val="0038609D"/>
    <w:rsid w:val="0038642A"/>
    <w:rsid w:val="0038654D"/>
    <w:rsid w:val="003865CD"/>
    <w:rsid w:val="003865F6"/>
    <w:rsid w:val="003869CF"/>
    <w:rsid w:val="00386C2C"/>
    <w:rsid w:val="0038715F"/>
    <w:rsid w:val="0038759D"/>
    <w:rsid w:val="00387720"/>
    <w:rsid w:val="0038775F"/>
    <w:rsid w:val="00387E46"/>
    <w:rsid w:val="00387E76"/>
    <w:rsid w:val="00387FBD"/>
    <w:rsid w:val="00390103"/>
    <w:rsid w:val="0039026D"/>
    <w:rsid w:val="00390593"/>
    <w:rsid w:val="00390943"/>
    <w:rsid w:val="0039094B"/>
    <w:rsid w:val="00390979"/>
    <w:rsid w:val="00390FD4"/>
    <w:rsid w:val="003913A6"/>
    <w:rsid w:val="00391515"/>
    <w:rsid w:val="00391821"/>
    <w:rsid w:val="00391A73"/>
    <w:rsid w:val="00391AC0"/>
    <w:rsid w:val="00391B41"/>
    <w:rsid w:val="00391BFB"/>
    <w:rsid w:val="00391CD1"/>
    <w:rsid w:val="00392195"/>
    <w:rsid w:val="003923AC"/>
    <w:rsid w:val="003928DD"/>
    <w:rsid w:val="00392AA4"/>
    <w:rsid w:val="00392AC0"/>
    <w:rsid w:val="00392BAB"/>
    <w:rsid w:val="0039387A"/>
    <w:rsid w:val="00394251"/>
    <w:rsid w:val="00394291"/>
    <w:rsid w:val="0039456C"/>
    <w:rsid w:val="00394C1B"/>
    <w:rsid w:val="00394C4C"/>
    <w:rsid w:val="0039504F"/>
    <w:rsid w:val="0039558C"/>
    <w:rsid w:val="003955B1"/>
    <w:rsid w:val="003959D2"/>
    <w:rsid w:val="00395D09"/>
    <w:rsid w:val="00396074"/>
    <w:rsid w:val="00396479"/>
    <w:rsid w:val="003964E8"/>
    <w:rsid w:val="00396930"/>
    <w:rsid w:val="003969E7"/>
    <w:rsid w:val="00396AB9"/>
    <w:rsid w:val="00396DDB"/>
    <w:rsid w:val="003975C2"/>
    <w:rsid w:val="003976EF"/>
    <w:rsid w:val="00397B22"/>
    <w:rsid w:val="003A000F"/>
    <w:rsid w:val="003A00DB"/>
    <w:rsid w:val="003A01DA"/>
    <w:rsid w:val="003A02A1"/>
    <w:rsid w:val="003A0700"/>
    <w:rsid w:val="003A0B4F"/>
    <w:rsid w:val="003A0E2D"/>
    <w:rsid w:val="003A0EF4"/>
    <w:rsid w:val="003A1095"/>
    <w:rsid w:val="003A10CE"/>
    <w:rsid w:val="003A1105"/>
    <w:rsid w:val="003A110D"/>
    <w:rsid w:val="003A1425"/>
    <w:rsid w:val="003A1648"/>
    <w:rsid w:val="003A1700"/>
    <w:rsid w:val="003A18BE"/>
    <w:rsid w:val="003A1DAF"/>
    <w:rsid w:val="003A1FE0"/>
    <w:rsid w:val="003A20B0"/>
    <w:rsid w:val="003A24BE"/>
    <w:rsid w:val="003A24E7"/>
    <w:rsid w:val="003A2785"/>
    <w:rsid w:val="003A2800"/>
    <w:rsid w:val="003A2A67"/>
    <w:rsid w:val="003A2E84"/>
    <w:rsid w:val="003A3354"/>
    <w:rsid w:val="003A3567"/>
    <w:rsid w:val="003A3575"/>
    <w:rsid w:val="003A3924"/>
    <w:rsid w:val="003A3B2C"/>
    <w:rsid w:val="003A3C1F"/>
    <w:rsid w:val="003A40E3"/>
    <w:rsid w:val="003A412D"/>
    <w:rsid w:val="003A42F1"/>
    <w:rsid w:val="003A4876"/>
    <w:rsid w:val="003A49D9"/>
    <w:rsid w:val="003A4A81"/>
    <w:rsid w:val="003A4C7C"/>
    <w:rsid w:val="003A4FF8"/>
    <w:rsid w:val="003A52E8"/>
    <w:rsid w:val="003A5627"/>
    <w:rsid w:val="003A5AAE"/>
    <w:rsid w:val="003A5CFF"/>
    <w:rsid w:val="003A61C3"/>
    <w:rsid w:val="003A6754"/>
    <w:rsid w:val="003A699A"/>
    <w:rsid w:val="003A6F0C"/>
    <w:rsid w:val="003A74C6"/>
    <w:rsid w:val="003A767A"/>
    <w:rsid w:val="003A7A04"/>
    <w:rsid w:val="003A7BA0"/>
    <w:rsid w:val="003A7F51"/>
    <w:rsid w:val="003B03DF"/>
    <w:rsid w:val="003B059C"/>
    <w:rsid w:val="003B075D"/>
    <w:rsid w:val="003B0A78"/>
    <w:rsid w:val="003B0BE2"/>
    <w:rsid w:val="003B0BE6"/>
    <w:rsid w:val="003B0C7B"/>
    <w:rsid w:val="003B0CA7"/>
    <w:rsid w:val="003B1009"/>
    <w:rsid w:val="003B144F"/>
    <w:rsid w:val="003B15F0"/>
    <w:rsid w:val="003B161C"/>
    <w:rsid w:val="003B1826"/>
    <w:rsid w:val="003B1B36"/>
    <w:rsid w:val="003B1E77"/>
    <w:rsid w:val="003B1E7C"/>
    <w:rsid w:val="003B1F86"/>
    <w:rsid w:val="003B22C4"/>
    <w:rsid w:val="003B2364"/>
    <w:rsid w:val="003B314F"/>
    <w:rsid w:val="003B37EC"/>
    <w:rsid w:val="003B3918"/>
    <w:rsid w:val="003B392D"/>
    <w:rsid w:val="003B3FDB"/>
    <w:rsid w:val="003B5005"/>
    <w:rsid w:val="003B507A"/>
    <w:rsid w:val="003B50D2"/>
    <w:rsid w:val="003B5403"/>
    <w:rsid w:val="003B580C"/>
    <w:rsid w:val="003B5D3F"/>
    <w:rsid w:val="003B6612"/>
    <w:rsid w:val="003B6776"/>
    <w:rsid w:val="003B68AE"/>
    <w:rsid w:val="003B68CF"/>
    <w:rsid w:val="003B697C"/>
    <w:rsid w:val="003B6B27"/>
    <w:rsid w:val="003B6DDD"/>
    <w:rsid w:val="003B6E9B"/>
    <w:rsid w:val="003B6FE6"/>
    <w:rsid w:val="003B70C3"/>
    <w:rsid w:val="003B751A"/>
    <w:rsid w:val="003B758D"/>
    <w:rsid w:val="003B78FE"/>
    <w:rsid w:val="003B7C45"/>
    <w:rsid w:val="003B7DB4"/>
    <w:rsid w:val="003C0010"/>
    <w:rsid w:val="003C094B"/>
    <w:rsid w:val="003C0B81"/>
    <w:rsid w:val="003C0C88"/>
    <w:rsid w:val="003C1195"/>
    <w:rsid w:val="003C18B0"/>
    <w:rsid w:val="003C19A4"/>
    <w:rsid w:val="003C1B73"/>
    <w:rsid w:val="003C1CC6"/>
    <w:rsid w:val="003C2133"/>
    <w:rsid w:val="003C2172"/>
    <w:rsid w:val="003C25D8"/>
    <w:rsid w:val="003C2E4B"/>
    <w:rsid w:val="003C30A8"/>
    <w:rsid w:val="003C30BF"/>
    <w:rsid w:val="003C30FC"/>
    <w:rsid w:val="003C312D"/>
    <w:rsid w:val="003C3236"/>
    <w:rsid w:val="003C32AE"/>
    <w:rsid w:val="003C37B1"/>
    <w:rsid w:val="003C39D9"/>
    <w:rsid w:val="003C3AA1"/>
    <w:rsid w:val="003C3B7B"/>
    <w:rsid w:val="003C3DF1"/>
    <w:rsid w:val="003C3F01"/>
    <w:rsid w:val="003C414D"/>
    <w:rsid w:val="003C4CE9"/>
    <w:rsid w:val="003C5F0F"/>
    <w:rsid w:val="003C5F7F"/>
    <w:rsid w:val="003C617E"/>
    <w:rsid w:val="003C62CC"/>
    <w:rsid w:val="003C675C"/>
    <w:rsid w:val="003C681F"/>
    <w:rsid w:val="003C6D9F"/>
    <w:rsid w:val="003C71E0"/>
    <w:rsid w:val="003C7367"/>
    <w:rsid w:val="003C740E"/>
    <w:rsid w:val="003C763B"/>
    <w:rsid w:val="003C78F0"/>
    <w:rsid w:val="003C7FBB"/>
    <w:rsid w:val="003D08E1"/>
    <w:rsid w:val="003D0BC4"/>
    <w:rsid w:val="003D0C18"/>
    <w:rsid w:val="003D0DA6"/>
    <w:rsid w:val="003D0E54"/>
    <w:rsid w:val="003D1AF0"/>
    <w:rsid w:val="003D1BF5"/>
    <w:rsid w:val="003D1C00"/>
    <w:rsid w:val="003D1E40"/>
    <w:rsid w:val="003D2105"/>
    <w:rsid w:val="003D23BB"/>
    <w:rsid w:val="003D2437"/>
    <w:rsid w:val="003D271B"/>
    <w:rsid w:val="003D2D83"/>
    <w:rsid w:val="003D2F72"/>
    <w:rsid w:val="003D32C9"/>
    <w:rsid w:val="003D3339"/>
    <w:rsid w:val="003D3421"/>
    <w:rsid w:val="003D365B"/>
    <w:rsid w:val="003D36A5"/>
    <w:rsid w:val="003D36E9"/>
    <w:rsid w:val="003D3907"/>
    <w:rsid w:val="003D3B95"/>
    <w:rsid w:val="003D3BFF"/>
    <w:rsid w:val="003D3D3C"/>
    <w:rsid w:val="003D3D46"/>
    <w:rsid w:val="003D49F3"/>
    <w:rsid w:val="003D4C0D"/>
    <w:rsid w:val="003D525F"/>
    <w:rsid w:val="003D5362"/>
    <w:rsid w:val="003D5472"/>
    <w:rsid w:val="003D58BE"/>
    <w:rsid w:val="003D5B91"/>
    <w:rsid w:val="003D5F01"/>
    <w:rsid w:val="003D61FC"/>
    <w:rsid w:val="003D677D"/>
    <w:rsid w:val="003D6828"/>
    <w:rsid w:val="003D6BA4"/>
    <w:rsid w:val="003D78FA"/>
    <w:rsid w:val="003E00F9"/>
    <w:rsid w:val="003E0BCC"/>
    <w:rsid w:val="003E0FB3"/>
    <w:rsid w:val="003E10D2"/>
    <w:rsid w:val="003E12A9"/>
    <w:rsid w:val="003E1490"/>
    <w:rsid w:val="003E1731"/>
    <w:rsid w:val="003E2001"/>
    <w:rsid w:val="003E2414"/>
    <w:rsid w:val="003E2500"/>
    <w:rsid w:val="003E259B"/>
    <w:rsid w:val="003E265E"/>
    <w:rsid w:val="003E2695"/>
    <w:rsid w:val="003E2849"/>
    <w:rsid w:val="003E2897"/>
    <w:rsid w:val="003E2A2F"/>
    <w:rsid w:val="003E3222"/>
    <w:rsid w:val="003E3505"/>
    <w:rsid w:val="003E3602"/>
    <w:rsid w:val="003E3873"/>
    <w:rsid w:val="003E3B41"/>
    <w:rsid w:val="003E3C23"/>
    <w:rsid w:val="003E4295"/>
    <w:rsid w:val="003E44C3"/>
    <w:rsid w:val="003E45EC"/>
    <w:rsid w:val="003E4C9B"/>
    <w:rsid w:val="003E5C63"/>
    <w:rsid w:val="003E5CA4"/>
    <w:rsid w:val="003E5D73"/>
    <w:rsid w:val="003E63A3"/>
    <w:rsid w:val="003E6709"/>
    <w:rsid w:val="003E67CA"/>
    <w:rsid w:val="003E6A17"/>
    <w:rsid w:val="003E6A5C"/>
    <w:rsid w:val="003E6D58"/>
    <w:rsid w:val="003E71ED"/>
    <w:rsid w:val="003E73CA"/>
    <w:rsid w:val="003E7613"/>
    <w:rsid w:val="003E7DC7"/>
    <w:rsid w:val="003F0524"/>
    <w:rsid w:val="003F06E0"/>
    <w:rsid w:val="003F0C1C"/>
    <w:rsid w:val="003F0CE8"/>
    <w:rsid w:val="003F11B5"/>
    <w:rsid w:val="003F148A"/>
    <w:rsid w:val="003F1655"/>
    <w:rsid w:val="003F175D"/>
    <w:rsid w:val="003F1F53"/>
    <w:rsid w:val="003F226E"/>
    <w:rsid w:val="003F2371"/>
    <w:rsid w:val="003F2508"/>
    <w:rsid w:val="003F2751"/>
    <w:rsid w:val="003F2DC4"/>
    <w:rsid w:val="003F2FB2"/>
    <w:rsid w:val="003F31F5"/>
    <w:rsid w:val="003F3325"/>
    <w:rsid w:val="003F34B6"/>
    <w:rsid w:val="003F3D32"/>
    <w:rsid w:val="003F3F16"/>
    <w:rsid w:val="003F3FAC"/>
    <w:rsid w:val="003F4178"/>
    <w:rsid w:val="003F4A01"/>
    <w:rsid w:val="003F4B0E"/>
    <w:rsid w:val="003F4CA6"/>
    <w:rsid w:val="003F51A4"/>
    <w:rsid w:val="003F5326"/>
    <w:rsid w:val="003F542D"/>
    <w:rsid w:val="003F5C65"/>
    <w:rsid w:val="003F5C86"/>
    <w:rsid w:val="003F61FA"/>
    <w:rsid w:val="003F62FF"/>
    <w:rsid w:val="003F636A"/>
    <w:rsid w:val="003F691F"/>
    <w:rsid w:val="003F6B7A"/>
    <w:rsid w:val="003F6F38"/>
    <w:rsid w:val="003F759B"/>
    <w:rsid w:val="003F7692"/>
    <w:rsid w:val="003F7EEE"/>
    <w:rsid w:val="003F7FB3"/>
    <w:rsid w:val="004003D7"/>
    <w:rsid w:val="004004E4"/>
    <w:rsid w:val="00400819"/>
    <w:rsid w:val="00400972"/>
    <w:rsid w:val="004009A3"/>
    <w:rsid w:val="00400B20"/>
    <w:rsid w:val="004011B4"/>
    <w:rsid w:val="00401310"/>
    <w:rsid w:val="00401335"/>
    <w:rsid w:val="004013E2"/>
    <w:rsid w:val="00401589"/>
    <w:rsid w:val="00401B88"/>
    <w:rsid w:val="00401CE5"/>
    <w:rsid w:val="00401D6C"/>
    <w:rsid w:val="00401D91"/>
    <w:rsid w:val="00401F9C"/>
    <w:rsid w:val="00402021"/>
    <w:rsid w:val="0040243D"/>
    <w:rsid w:val="004024A5"/>
    <w:rsid w:val="004027F0"/>
    <w:rsid w:val="00402907"/>
    <w:rsid w:val="0040297E"/>
    <w:rsid w:val="00403050"/>
    <w:rsid w:val="0040306B"/>
    <w:rsid w:val="00403717"/>
    <w:rsid w:val="00403A57"/>
    <w:rsid w:val="00403A67"/>
    <w:rsid w:val="00403D66"/>
    <w:rsid w:val="00403D9F"/>
    <w:rsid w:val="00403E35"/>
    <w:rsid w:val="00403ECE"/>
    <w:rsid w:val="00404039"/>
    <w:rsid w:val="00404252"/>
    <w:rsid w:val="004044DC"/>
    <w:rsid w:val="00404609"/>
    <w:rsid w:val="00405041"/>
    <w:rsid w:val="00405062"/>
    <w:rsid w:val="00405108"/>
    <w:rsid w:val="004051B9"/>
    <w:rsid w:val="004051D7"/>
    <w:rsid w:val="00405635"/>
    <w:rsid w:val="0040570A"/>
    <w:rsid w:val="00405A25"/>
    <w:rsid w:val="00405C7A"/>
    <w:rsid w:val="00405FE3"/>
    <w:rsid w:val="004062E3"/>
    <w:rsid w:val="004065C3"/>
    <w:rsid w:val="00406B6D"/>
    <w:rsid w:val="00406BBA"/>
    <w:rsid w:val="00406C22"/>
    <w:rsid w:val="00406E82"/>
    <w:rsid w:val="00407303"/>
    <w:rsid w:val="00407B9E"/>
    <w:rsid w:val="00407DA5"/>
    <w:rsid w:val="00407F1D"/>
    <w:rsid w:val="00410770"/>
    <w:rsid w:val="0041089C"/>
    <w:rsid w:val="00410966"/>
    <w:rsid w:val="00410E02"/>
    <w:rsid w:val="0041106F"/>
    <w:rsid w:val="004119BC"/>
    <w:rsid w:val="00411CFE"/>
    <w:rsid w:val="004123F4"/>
    <w:rsid w:val="00412542"/>
    <w:rsid w:val="0041299E"/>
    <w:rsid w:val="00412B1C"/>
    <w:rsid w:val="00412D7B"/>
    <w:rsid w:val="00412E66"/>
    <w:rsid w:val="00413666"/>
    <w:rsid w:val="004136A8"/>
    <w:rsid w:val="00413945"/>
    <w:rsid w:val="00413E23"/>
    <w:rsid w:val="00413F17"/>
    <w:rsid w:val="00414347"/>
    <w:rsid w:val="004146E0"/>
    <w:rsid w:val="0041479E"/>
    <w:rsid w:val="00414843"/>
    <w:rsid w:val="00414941"/>
    <w:rsid w:val="0041541C"/>
    <w:rsid w:val="004155C8"/>
    <w:rsid w:val="004156EF"/>
    <w:rsid w:val="00415BA7"/>
    <w:rsid w:val="00415DFA"/>
    <w:rsid w:val="00415E3E"/>
    <w:rsid w:val="004161FE"/>
    <w:rsid w:val="004162A3"/>
    <w:rsid w:val="004162EB"/>
    <w:rsid w:val="0041648E"/>
    <w:rsid w:val="0041650A"/>
    <w:rsid w:val="00416AE5"/>
    <w:rsid w:val="00416BD0"/>
    <w:rsid w:val="004172D5"/>
    <w:rsid w:val="004172F2"/>
    <w:rsid w:val="004172F8"/>
    <w:rsid w:val="00417AF8"/>
    <w:rsid w:val="00417B69"/>
    <w:rsid w:val="00417F29"/>
    <w:rsid w:val="00420121"/>
    <w:rsid w:val="00420591"/>
    <w:rsid w:val="0042064A"/>
    <w:rsid w:val="0042070F"/>
    <w:rsid w:val="00420763"/>
    <w:rsid w:val="00420884"/>
    <w:rsid w:val="0042095D"/>
    <w:rsid w:val="00420A82"/>
    <w:rsid w:val="00420EDC"/>
    <w:rsid w:val="004210F2"/>
    <w:rsid w:val="00421243"/>
    <w:rsid w:val="00421340"/>
    <w:rsid w:val="00421508"/>
    <w:rsid w:val="00421814"/>
    <w:rsid w:val="00421D7F"/>
    <w:rsid w:val="00421E82"/>
    <w:rsid w:val="00421EBF"/>
    <w:rsid w:val="004221FD"/>
    <w:rsid w:val="00422293"/>
    <w:rsid w:val="00422347"/>
    <w:rsid w:val="0042290E"/>
    <w:rsid w:val="00422AAB"/>
    <w:rsid w:val="00422E9E"/>
    <w:rsid w:val="004230AE"/>
    <w:rsid w:val="00424154"/>
    <w:rsid w:val="00424279"/>
    <w:rsid w:val="0042436C"/>
    <w:rsid w:val="004243A9"/>
    <w:rsid w:val="0042444C"/>
    <w:rsid w:val="00424668"/>
    <w:rsid w:val="0042468B"/>
    <w:rsid w:val="0042491D"/>
    <w:rsid w:val="00424FCC"/>
    <w:rsid w:val="0042534C"/>
    <w:rsid w:val="0042587C"/>
    <w:rsid w:val="00425A7C"/>
    <w:rsid w:val="0042657F"/>
    <w:rsid w:val="004265BB"/>
    <w:rsid w:val="0042693F"/>
    <w:rsid w:val="00426BD2"/>
    <w:rsid w:val="00426CAC"/>
    <w:rsid w:val="00426E45"/>
    <w:rsid w:val="004270FB"/>
    <w:rsid w:val="00427443"/>
    <w:rsid w:val="004274AC"/>
    <w:rsid w:val="004274B7"/>
    <w:rsid w:val="0042765C"/>
    <w:rsid w:val="00427724"/>
    <w:rsid w:val="0042781E"/>
    <w:rsid w:val="0042798C"/>
    <w:rsid w:val="00427BF1"/>
    <w:rsid w:val="00427D4A"/>
    <w:rsid w:val="00427EB9"/>
    <w:rsid w:val="00427FCC"/>
    <w:rsid w:val="00430055"/>
    <w:rsid w:val="004301E6"/>
    <w:rsid w:val="004308AC"/>
    <w:rsid w:val="00430D53"/>
    <w:rsid w:val="00430D70"/>
    <w:rsid w:val="00430E6A"/>
    <w:rsid w:val="00431917"/>
    <w:rsid w:val="004319EC"/>
    <w:rsid w:val="00431EC7"/>
    <w:rsid w:val="00432B27"/>
    <w:rsid w:val="00432D2B"/>
    <w:rsid w:val="0043302F"/>
    <w:rsid w:val="0043315F"/>
    <w:rsid w:val="004332E8"/>
    <w:rsid w:val="00433456"/>
    <w:rsid w:val="00433567"/>
    <w:rsid w:val="004336E0"/>
    <w:rsid w:val="00433753"/>
    <w:rsid w:val="00433893"/>
    <w:rsid w:val="00433A56"/>
    <w:rsid w:val="00433BD3"/>
    <w:rsid w:val="00433D45"/>
    <w:rsid w:val="00433E84"/>
    <w:rsid w:val="0043416E"/>
    <w:rsid w:val="0043421E"/>
    <w:rsid w:val="00434231"/>
    <w:rsid w:val="004342D5"/>
    <w:rsid w:val="0043508A"/>
    <w:rsid w:val="004350AE"/>
    <w:rsid w:val="0043526D"/>
    <w:rsid w:val="004353DA"/>
    <w:rsid w:val="004354B6"/>
    <w:rsid w:val="00435C4D"/>
    <w:rsid w:val="00435DC0"/>
    <w:rsid w:val="00435EF2"/>
    <w:rsid w:val="00436BA2"/>
    <w:rsid w:val="00436E1F"/>
    <w:rsid w:val="0043728C"/>
    <w:rsid w:val="0043740F"/>
    <w:rsid w:val="004374F2"/>
    <w:rsid w:val="00437BA7"/>
    <w:rsid w:val="00437D94"/>
    <w:rsid w:val="00437DCA"/>
    <w:rsid w:val="00440002"/>
    <w:rsid w:val="004401D4"/>
    <w:rsid w:val="00440222"/>
    <w:rsid w:val="004402DF"/>
    <w:rsid w:val="004403B5"/>
    <w:rsid w:val="004406AA"/>
    <w:rsid w:val="00440816"/>
    <w:rsid w:val="00440A6D"/>
    <w:rsid w:val="00440E84"/>
    <w:rsid w:val="00441172"/>
    <w:rsid w:val="004412A1"/>
    <w:rsid w:val="00441412"/>
    <w:rsid w:val="004414A1"/>
    <w:rsid w:val="00441C4C"/>
    <w:rsid w:val="00441D7D"/>
    <w:rsid w:val="00441E8F"/>
    <w:rsid w:val="00441F8A"/>
    <w:rsid w:val="004424A2"/>
    <w:rsid w:val="0044274C"/>
    <w:rsid w:val="0044275B"/>
    <w:rsid w:val="0044312A"/>
    <w:rsid w:val="004434E0"/>
    <w:rsid w:val="004434FD"/>
    <w:rsid w:val="00443BEC"/>
    <w:rsid w:val="00443F3E"/>
    <w:rsid w:val="0044402F"/>
    <w:rsid w:val="0044411B"/>
    <w:rsid w:val="00444262"/>
    <w:rsid w:val="004445E1"/>
    <w:rsid w:val="004448EA"/>
    <w:rsid w:val="00444A7C"/>
    <w:rsid w:val="00444AA2"/>
    <w:rsid w:val="00445196"/>
    <w:rsid w:val="00445271"/>
    <w:rsid w:val="0044534A"/>
    <w:rsid w:val="004454B9"/>
    <w:rsid w:val="0044554D"/>
    <w:rsid w:val="00445640"/>
    <w:rsid w:val="00445A9C"/>
    <w:rsid w:val="00445C45"/>
    <w:rsid w:val="00445D10"/>
    <w:rsid w:val="00445D99"/>
    <w:rsid w:val="00446155"/>
    <w:rsid w:val="00446229"/>
    <w:rsid w:val="00446250"/>
    <w:rsid w:val="004464BE"/>
    <w:rsid w:val="00446B10"/>
    <w:rsid w:val="00446F4C"/>
    <w:rsid w:val="00446FAC"/>
    <w:rsid w:val="0044723A"/>
    <w:rsid w:val="004472C7"/>
    <w:rsid w:val="0044740A"/>
    <w:rsid w:val="004474F9"/>
    <w:rsid w:val="00447BB8"/>
    <w:rsid w:val="00450012"/>
    <w:rsid w:val="00450237"/>
    <w:rsid w:val="00450590"/>
    <w:rsid w:val="00450869"/>
    <w:rsid w:val="00450D04"/>
    <w:rsid w:val="004511FA"/>
    <w:rsid w:val="0045141E"/>
    <w:rsid w:val="00451545"/>
    <w:rsid w:val="00451BC0"/>
    <w:rsid w:val="00451F3D"/>
    <w:rsid w:val="00452011"/>
    <w:rsid w:val="0045203F"/>
    <w:rsid w:val="0045207E"/>
    <w:rsid w:val="00452B79"/>
    <w:rsid w:val="00453913"/>
    <w:rsid w:val="00453E77"/>
    <w:rsid w:val="00453F18"/>
    <w:rsid w:val="00454215"/>
    <w:rsid w:val="00454289"/>
    <w:rsid w:val="00454455"/>
    <w:rsid w:val="0045490C"/>
    <w:rsid w:val="00454974"/>
    <w:rsid w:val="00454EDB"/>
    <w:rsid w:val="004550BD"/>
    <w:rsid w:val="004553B0"/>
    <w:rsid w:val="0045540C"/>
    <w:rsid w:val="00455597"/>
    <w:rsid w:val="004555CB"/>
    <w:rsid w:val="00455BA5"/>
    <w:rsid w:val="00455BDF"/>
    <w:rsid w:val="00455CDA"/>
    <w:rsid w:val="00455DF9"/>
    <w:rsid w:val="00455E76"/>
    <w:rsid w:val="00456142"/>
    <w:rsid w:val="004561B5"/>
    <w:rsid w:val="004567A8"/>
    <w:rsid w:val="004568A2"/>
    <w:rsid w:val="00456B53"/>
    <w:rsid w:val="00456D39"/>
    <w:rsid w:val="004570BD"/>
    <w:rsid w:val="0045716D"/>
    <w:rsid w:val="004573DB"/>
    <w:rsid w:val="0046052F"/>
    <w:rsid w:val="00460722"/>
    <w:rsid w:val="00461041"/>
    <w:rsid w:val="00461586"/>
    <w:rsid w:val="00461869"/>
    <w:rsid w:val="0046187B"/>
    <w:rsid w:val="004618DE"/>
    <w:rsid w:val="004619D1"/>
    <w:rsid w:val="00461B7C"/>
    <w:rsid w:val="004620A3"/>
    <w:rsid w:val="00462322"/>
    <w:rsid w:val="0046260A"/>
    <w:rsid w:val="00462970"/>
    <w:rsid w:val="00462B95"/>
    <w:rsid w:val="00462FA9"/>
    <w:rsid w:val="0046326D"/>
    <w:rsid w:val="004634C4"/>
    <w:rsid w:val="0046377C"/>
    <w:rsid w:val="00463841"/>
    <w:rsid w:val="004638AA"/>
    <w:rsid w:val="0046397B"/>
    <w:rsid w:val="00463D77"/>
    <w:rsid w:val="00464155"/>
    <w:rsid w:val="004647C4"/>
    <w:rsid w:val="00464CBA"/>
    <w:rsid w:val="00464EC3"/>
    <w:rsid w:val="00464FDC"/>
    <w:rsid w:val="00465258"/>
    <w:rsid w:val="004655B7"/>
    <w:rsid w:val="004655C7"/>
    <w:rsid w:val="004656B4"/>
    <w:rsid w:val="00465888"/>
    <w:rsid w:val="00465BBC"/>
    <w:rsid w:val="00465BCB"/>
    <w:rsid w:val="00465BE4"/>
    <w:rsid w:val="00465D59"/>
    <w:rsid w:val="004661CA"/>
    <w:rsid w:val="004661DB"/>
    <w:rsid w:val="004664B3"/>
    <w:rsid w:val="00466578"/>
    <w:rsid w:val="0046671C"/>
    <w:rsid w:val="00466A3C"/>
    <w:rsid w:val="00466B47"/>
    <w:rsid w:val="00466DB7"/>
    <w:rsid w:val="00466E04"/>
    <w:rsid w:val="0046758B"/>
    <w:rsid w:val="00467CF1"/>
    <w:rsid w:val="00467D5D"/>
    <w:rsid w:val="0047042B"/>
    <w:rsid w:val="00470444"/>
    <w:rsid w:val="00470992"/>
    <w:rsid w:val="00470A6E"/>
    <w:rsid w:val="00470AC8"/>
    <w:rsid w:val="00470E45"/>
    <w:rsid w:val="004712A2"/>
    <w:rsid w:val="004713AC"/>
    <w:rsid w:val="00471430"/>
    <w:rsid w:val="004715B8"/>
    <w:rsid w:val="004716EA"/>
    <w:rsid w:val="00471882"/>
    <w:rsid w:val="00471900"/>
    <w:rsid w:val="004719E1"/>
    <w:rsid w:val="00471DC9"/>
    <w:rsid w:val="0047202B"/>
    <w:rsid w:val="004720C7"/>
    <w:rsid w:val="00472353"/>
    <w:rsid w:val="00472BB2"/>
    <w:rsid w:val="00472CAD"/>
    <w:rsid w:val="00472CC8"/>
    <w:rsid w:val="00473489"/>
    <w:rsid w:val="0047386D"/>
    <w:rsid w:val="00473AF2"/>
    <w:rsid w:val="0047402E"/>
    <w:rsid w:val="004740BC"/>
    <w:rsid w:val="004743C7"/>
    <w:rsid w:val="004745E7"/>
    <w:rsid w:val="00474634"/>
    <w:rsid w:val="00474E10"/>
    <w:rsid w:val="0047533B"/>
    <w:rsid w:val="00475357"/>
    <w:rsid w:val="004754C9"/>
    <w:rsid w:val="004758D4"/>
    <w:rsid w:val="00475F76"/>
    <w:rsid w:val="0047605D"/>
    <w:rsid w:val="00476322"/>
    <w:rsid w:val="00476655"/>
    <w:rsid w:val="004767FB"/>
    <w:rsid w:val="00477650"/>
    <w:rsid w:val="0047777E"/>
    <w:rsid w:val="00477F62"/>
    <w:rsid w:val="00480171"/>
    <w:rsid w:val="0048057C"/>
    <w:rsid w:val="00480DC5"/>
    <w:rsid w:val="00480F35"/>
    <w:rsid w:val="0048106D"/>
    <w:rsid w:val="004812F7"/>
    <w:rsid w:val="0048140E"/>
    <w:rsid w:val="0048152D"/>
    <w:rsid w:val="00481826"/>
    <w:rsid w:val="00481BE3"/>
    <w:rsid w:val="00481F41"/>
    <w:rsid w:val="004824D8"/>
    <w:rsid w:val="004826CC"/>
    <w:rsid w:val="00482AA0"/>
    <w:rsid w:val="00482B18"/>
    <w:rsid w:val="00482DAC"/>
    <w:rsid w:val="00482E45"/>
    <w:rsid w:val="00483061"/>
    <w:rsid w:val="004830E6"/>
    <w:rsid w:val="00483120"/>
    <w:rsid w:val="004836C5"/>
    <w:rsid w:val="00483CAD"/>
    <w:rsid w:val="004850EE"/>
    <w:rsid w:val="00485432"/>
    <w:rsid w:val="00485AA2"/>
    <w:rsid w:val="00485CB6"/>
    <w:rsid w:val="00485F7F"/>
    <w:rsid w:val="004862C4"/>
    <w:rsid w:val="004863C1"/>
    <w:rsid w:val="00486725"/>
    <w:rsid w:val="00486847"/>
    <w:rsid w:val="00486864"/>
    <w:rsid w:val="00486BAC"/>
    <w:rsid w:val="004872E4"/>
    <w:rsid w:val="004873C5"/>
    <w:rsid w:val="004877E3"/>
    <w:rsid w:val="004878AA"/>
    <w:rsid w:val="00487A07"/>
    <w:rsid w:val="00487B1B"/>
    <w:rsid w:val="00487F3F"/>
    <w:rsid w:val="00490624"/>
    <w:rsid w:val="00490E46"/>
    <w:rsid w:val="00490F5C"/>
    <w:rsid w:val="004910CA"/>
    <w:rsid w:val="00491395"/>
    <w:rsid w:val="00491B2A"/>
    <w:rsid w:val="00491E6B"/>
    <w:rsid w:val="004922FD"/>
    <w:rsid w:val="004924D4"/>
    <w:rsid w:val="00492697"/>
    <w:rsid w:val="00492876"/>
    <w:rsid w:val="00492C09"/>
    <w:rsid w:val="00493061"/>
    <w:rsid w:val="00493080"/>
    <w:rsid w:val="004931CF"/>
    <w:rsid w:val="0049333C"/>
    <w:rsid w:val="00493862"/>
    <w:rsid w:val="00493EEC"/>
    <w:rsid w:val="00493FE9"/>
    <w:rsid w:val="0049427C"/>
    <w:rsid w:val="00494348"/>
    <w:rsid w:val="004952F4"/>
    <w:rsid w:val="00495765"/>
    <w:rsid w:val="00495F5A"/>
    <w:rsid w:val="0049602D"/>
    <w:rsid w:val="0049688E"/>
    <w:rsid w:val="00496B61"/>
    <w:rsid w:val="00496B8E"/>
    <w:rsid w:val="00497162"/>
    <w:rsid w:val="0049732C"/>
    <w:rsid w:val="004973AE"/>
    <w:rsid w:val="004975CC"/>
    <w:rsid w:val="00497E7B"/>
    <w:rsid w:val="004A03B5"/>
    <w:rsid w:val="004A090A"/>
    <w:rsid w:val="004A0C45"/>
    <w:rsid w:val="004A0CAE"/>
    <w:rsid w:val="004A0D29"/>
    <w:rsid w:val="004A0FA8"/>
    <w:rsid w:val="004A140B"/>
    <w:rsid w:val="004A18D8"/>
    <w:rsid w:val="004A195A"/>
    <w:rsid w:val="004A1BB0"/>
    <w:rsid w:val="004A1DAA"/>
    <w:rsid w:val="004A249F"/>
    <w:rsid w:val="004A2683"/>
    <w:rsid w:val="004A276A"/>
    <w:rsid w:val="004A3214"/>
    <w:rsid w:val="004A330D"/>
    <w:rsid w:val="004A339F"/>
    <w:rsid w:val="004A351E"/>
    <w:rsid w:val="004A3819"/>
    <w:rsid w:val="004A3FF1"/>
    <w:rsid w:val="004A4359"/>
    <w:rsid w:val="004A4778"/>
    <w:rsid w:val="004A4792"/>
    <w:rsid w:val="004A48D8"/>
    <w:rsid w:val="004A5056"/>
    <w:rsid w:val="004A5300"/>
    <w:rsid w:val="004A5433"/>
    <w:rsid w:val="004A5676"/>
    <w:rsid w:val="004A57EE"/>
    <w:rsid w:val="004A58F7"/>
    <w:rsid w:val="004A5F17"/>
    <w:rsid w:val="004A5F59"/>
    <w:rsid w:val="004A6250"/>
    <w:rsid w:val="004A651F"/>
    <w:rsid w:val="004A69B8"/>
    <w:rsid w:val="004A6A7D"/>
    <w:rsid w:val="004A6CA5"/>
    <w:rsid w:val="004A6D26"/>
    <w:rsid w:val="004A71C1"/>
    <w:rsid w:val="004A72D3"/>
    <w:rsid w:val="004A749D"/>
    <w:rsid w:val="004A7502"/>
    <w:rsid w:val="004A75CD"/>
    <w:rsid w:val="004A7838"/>
    <w:rsid w:val="004A79A3"/>
    <w:rsid w:val="004A7B84"/>
    <w:rsid w:val="004A7D06"/>
    <w:rsid w:val="004A7EC2"/>
    <w:rsid w:val="004B076E"/>
    <w:rsid w:val="004B0A87"/>
    <w:rsid w:val="004B0CFB"/>
    <w:rsid w:val="004B1A85"/>
    <w:rsid w:val="004B1A95"/>
    <w:rsid w:val="004B226C"/>
    <w:rsid w:val="004B234C"/>
    <w:rsid w:val="004B2AEC"/>
    <w:rsid w:val="004B2C1F"/>
    <w:rsid w:val="004B3269"/>
    <w:rsid w:val="004B34A7"/>
    <w:rsid w:val="004B359E"/>
    <w:rsid w:val="004B35B1"/>
    <w:rsid w:val="004B3719"/>
    <w:rsid w:val="004B374D"/>
    <w:rsid w:val="004B38E3"/>
    <w:rsid w:val="004B3B36"/>
    <w:rsid w:val="004B3B45"/>
    <w:rsid w:val="004B4180"/>
    <w:rsid w:val="004B419A"/>
    <w:rsid w:val="004B41CD"/>
    <w:rsid w:val="004B4A25"/>
    <w:rsid w:val="004B4A44"/>
    <w:rsid w:val="004B4B6B"/>
    <w:rsid w:val="004B4C8D"/>
    <w:rsid w:val="004B522F"/>
    <w:rsid w:val="004B5280"/>
    <w:rsid w:val="004B5840"/>
    <w:rsid w:val="004B5B8D"/>
    <w:rsid w:val="004B5C1C"/>
    <w:rsid w:val="004B5EF7"/>
    <w:rsid w:val="004B621A"/>
    <w:rsid w:val="004B67A3"/>
    <w:rsid w:val="004B6BB8"/>
    <w:rsid w:val="004B6C07"/>
    <w:rsid w:val="004B6C51"/>
    <w:rsid w:val="004B6DD6"/>
    <w:rsid w:val="004B7350"/>
    <w:rsid w:val="004B737E"/>
    <w:rsid w:val="004B7795"/>
    <w:rsid w:val="004B77BA"/>
    <w:rsid w:val="004B7953"/>
    <w:rsid w:val="004B7957"/>
    <w:rsid w:val="004B7F7B"/>
    <w:rsid w:val="004C066C"/>
    <w:rsid w:val="004C067E"/>
    <w:rsid w:val="004C08CA"/>
    <w:rsid w:val="004C0ADE"/>
    <w:rsid w:val="004C0BCC"/>
    <w:rsid w:val="004C0C97"/>
    <w:rsid w:val="004C218D"/>
    <w:rsid w:val="004C21DA"/>
    <w:rsid w:val="004C25C6"/>
    <w:rsid w:val="004C2742"/>
    <w:rsid w:val="004C2890"/>
    <w:rsid w:val="004C2936"/>
    <w:rsid w:val="004C2997"/>
    <w:rsid w:val="004C2BB0"/>
    <w:rsid w:val="004C331E"/>
    <w:rsid w:val="004C3578"/>
    <w:rsid w:val="004C3E0C"/>
    <w:rsid w:val="004C3E2A"/>
    <w:rsid w:val="004C3F86"/>
    <w:rsid w:val="004C4204"/>
    <w:rsid w:val="004C446A"/>
    <w:rsid w:val="004C44DC"/>
    <w:rsid w:val="004C455E"/>
    <w:rsid w:val="004C4660"/>
    <w:rsid w:val="004C471A"/>
    <w:rsid w:val="004C48A2"/>
    <w:rsid w:val="004C4AD8"/>
    <w:rsid w:val="004C4B6E"/>
    <w:rsid w:val="004C5026"/>
    <w:rsid w:val="004C50B5"/>
    <w:rsid w:val="004C521B"/>
    <w:rsid w:val="004C5C7E"/>
    <w:rsid w:val="004C6184"/>
    <w:rsid w:val="004C6642"/>
    <w:rsid w:val="004C6A57"/>
    <w:rsid w:val="004C7020"/>
    <w:rsid w:val="004D01C2"/>
    <w:rsid w:val="004D0255"/>
    <w:rsid w:val="004D051D"/>
    <w:rsid w:val="004D07F5"/>
    <w:rsid w:val="004D0D96"/>
    <w:rsid w:val="004D116E"/>
    <w:rsid w:val="004D142F"/>
    <w:rsid w:val="004D14A5"/>
    <w:rsid w:val="004D154B"/>
    <w:rsid w:val="004D1AE1"/>
    <w:rsid w:val="004D1B22"/>
    <w:rsid w:val="004D1D1B"/>
    <w:rsid w:val="004D1D4D"/>
    <w:rsid w:val="004D1DDC"/>
    <w:rsid w:val="004D1E33"/>
    <w:rsid w:val="004D1F6C"/>
    <w:rsid w:val="004D1FE0"/>
    <w:rsid w:val="004D21E7"/>
    <w:rsid w:val="004D2310"/>
    <w:rsid w:val="004D2606"/>
    <w:rsid w:val="004D28AB"/>
    <w:rsid w:val="004D2F54"/>
    <w:rsid w:val="004D303B"/>
    <w:rsid w:val="004D3953"/>
    <w:rsid w:val="004D3FA0"/>
    <w:rsid w:val="004D478A"/>
    <w:rsid w:val="004D4927"/>
    <w:rsid w:val="004D4C0F"/>
    <w:rsid w:val="004D5277"/>
    <w:rsid w:val="004D63CA"/>
    <w:rsid w:val="004D66EB"/>
    <w:rsid w:val="004D69E8"/>
    <w:rsid w:val="004D7295"/>
    <w:rsid w:val="004D74E8"/>
    <w:rsid w:val="004D779A"/>
    <w:rsid w:val="004D7A1D"/>
    <w:rsid w:val="004D7A58"/>
    <w:rsid w:val="004D7CC1"/>
    <w:rsid w:val="004D7F6C"/>
    <w:rsid w:val="004E02F6"/>
    <w:rsid w:val="004E04DA"/>
    <w:rsid w:val="004E085B"/>
    <w:rsid w:val="004E095C"/>
    <w:rsid w:val="004E0BCD"/>
    <w:rsid w:val="004E0CBC"/>
    <w:rsid w:val="004E1521"/>
    <w:rsid w:val="004E2078"/>
    <w:rsid w:val="004E27A4"/>
    <w:rsid w:val="004E288B"/>
    <w:rsid w:val="004E2B41"/>
    <w:rsid w:val="004E2C12"/>
    <w:rsid w:val="004E2CB0"/>
    <w:rsid w:val="004E2E23"/>
    <w:rsid w:val="004E2FA7"/>
    <w:rsid w:val="004E340D"/>
    <w:rsid w:val="004E353C"/>
    <w:rsid w:val="004E35FC"/>
    <w:rsid w:val="004E390B"/>
    <w:rsid w:val="004E397A"/>
    <w:rsid w:val="004E3A1B"/>
    <w:rsid w:val="004E3D57"/>
    <w:rsid w:val="004E413A"/>
    <w:rsid w:val="004E44F3"/>
    <w:rsid w:val="004E4565"/>
    <w:rsid w:val="004E478A"/>
    <w:rsid w:val="004E4941"/>
    <w:rsid w:val="004E4A39"/>
    <w:rsid w:val="004E4A9E"/>
    <w:rsid w:val="004E4CC8"/>
    <w:rsid w:val="004E5079"/>
    <w:rsid w:val="004E519D"/>
    <w:rsid w:val="004E532E"/>
    <w:rsid w:val="004E55D6"/>
    <w:rsid w:val="004E5C96"/>
    <w:rsid w:val="004E63B1"/>
    <w:rsid w:val="004E6651"/>
    <w:rsid w:val="004E68DF"/>
    <w:rsid w:val="004E69B8"/>
    <w:rsid w:val="004E70DA"/>
    <w:rsid w:val="004E7758"/>
    <w:rsid w:val="004E7A55"/>
    <w:rsid w:val="004E7C71"/>
    <w:rsid w:val="004F0116"/>
    <w:rsid w:val="004F04EA"/>
    <w:rsid w:val="004F06BB"/>
    <w:rsid w:val="004F1098"/>
    <w:rsid w:val="004F11F7"/>
    <w:rsid w:val="004F1647"/>
    <w:rsid w:val="004F16EF"/>
    <w:rsid w:val="004F1D7C"/>
    <w:rsid w:val="004F1E7F"/>
    <w:rsid w:val="004F202A"/>
    <w:rsid w:val="004F255B"/>
    <w:rsid w:val="004F27EE"/>
    <w:rsid w:val="004F2971"/>
    <w:rsid w:val="004F2988"/>
    <w:rsid w:val="004F2FA3"/>
    <w:rsid w:val="004F36C4"/>
    <w:rsid w:val="004F3823"/>
    <w:rsid w:val="004F39BB"/>
    <w:rsid w:val="004F3FA9"/>
    <w:rsid w:val="004F4BDF"/>
    <w:rsid w:val="004F4D50"/>
    <w:rsid w:val="004F50A8"/>
    <w:rsid w:val="004F5258"/>
    <w:rsid w:val="004F531E"/>
    <w:rsid w:val="004F53F4"/>
    <w:rsid w:val="004F5648"/>
    <w:rsid w:val="004F57F7"/>
    <w:rsid w:val="004F5C8C"/>
    <w:rsid w:val="004F5ECC"/>
    <w:rsid w:val="004F6216"/>
    <w:rsid w:val="004F6397"/>
    <w:rsid w:val="004F63BB"/>
    <w:rsid w:val="004F686B"/>
    <w:rsid w:val="004F7037"/>
    <w:rsid w:val="004F704A"/>
    <w:rsid w:val="004F7223"/>
    <w:rsid w:val="004F72A9"/>
    <w:rsid w:val="004F7310"/>
    <w:rsid w:val="004F7A9B"/>
    <w:rsid w:val="004F7BB4"/>
    <w:rsid w:val="004F7E6E"/>
    <w:rsid w:val="004F7EDB"/>
    <w:rsid w:val="005002B3"/>
    <w:rsid w:val="005004C4"/>
    <w:rsid w:val="00500768"/>
    <w:rsid w:val="00500B7F"/>
    <w:rsid w:val="00500C77"/>
    <w:rsid w:val="00500F1C"/>
    <w:rsid w:val="0050123A"/>
    <w:rsid w:val="0050129F"/>
    <w:rsid w:val="00501565"/>
    <w:rsid w:val="005015EB"/>
    <w:rsid w:val="005019BB"/>
    <w:rsid w:val="00501C87"/>
    <w:rsid w:val="00501D23"/>
    <w:rsid w:val="00501ED5"/>
    <w:rsid w:val="00501FD5"/>
    <w:rsid w:val="00502195"/>
    <w:rsid w:val="00502265"/>
    <w:rsid w:val="00502542"/>
    <w:rsid w:val="005026E8"/>
    <w:rsid w:val="00502850"/>
    <w:rsid w:val="0050290E"/>
    <w:rsid w:val="00502BA9"/>
    <w:rsid w:val="00502CEB"/>
    <w:rsid w:val="005032F5"/>
    <w:rsid w:val="00503827"/>
    <w:rsid w:val="005038A4"/>
    <w:rsid w:val="005038CE"/>
    <w:rsid w:val="0050390F"/>
    <w:rsid w:val="00503A39"/>
    <w:rsid w:val="00503B84"/>
    <w:rsid w:val="00503F3D"/>
    <w:rsid w:val="00503F43"/>
    <w:rsid w:val="005046AB"/>
    <w:rsid w:val="005048E0"/>
    <w:rsid w:val="00504DC5"/>
    <w:rsid w:val="00504DF9"/>
    <w:rsid w:val="005053F1"/>
    <w:rsid w:val="0050546F"/>
    <w:rsid w:val="0050547E"/>
    <w:rsid w:val="0050564D"/>
    <w:rsid w:val="00505869"/>
    <w:rsid w:val="00505872"/>
    <w:rsid w:val="00506248"/>
    <w:rsid w:val="0050643C"/>
    <w:rsid w:val="00506504"/>
    <w:rsid w:val="005070F2"/>
    <w:rsid w:val="0050744D"/>
    <w:rsid w:val="00507CE0"/>
    <w:rsid w:val="0051012E"/>
    <w:rsid w:val="00510272"/>
    <w:rsid w:val="00510665"/>
    <w:rsid w:val="0051075E"/>
    <w:rsid w:val="00510CCA"/>
    <w:rsid w:val="00510E28"/>
    <w:rsid w:val="005111C0"/>
    <w:rsid w:val="0051161C"/>
    <w:rsid w:val="00511CF3"/>
    <w:rsid w:val="00511F35"/>
    <w:rsid w:val="00512276"/>
    <w:rsid w:val="005127E5"/>
    <w:rsid w:val="0051291B"/>
    <w:rsid w:val="00512BB5"/>
    <w:rsid w:val="00512F27"/>
    <w:rsid w:val="00512FE9"/>
    <w:rsid w:val="00512FED"/>
    <w:rsid w:val="00513618"/>
    <w:rsid w:val="00513669"/>
    <w:rsid w:val="00514152"/>
    <w:rsid w:val="0051421C"/>
    <w:rsid w:val="00514AF2"/>
    <w:rsid w:val="00514DDD"/>
    <w:rsid w:val="00514EAD"/>
    <w:rsid w:val="005154FB"/>
    <w:rsid w:val="00515595"/>
    <w:rsid w:val="00515A9C"/>
    <w:rsid w:val="0051606C"/>
    <w:rsid w:val="005167A6"/>
    <w:rsid w:val="0051696F"/>
    <w:rsid w:val="00516DAB"/>
    <w:rsid w:val="00516EF2"/>
    <w:rsid w:val="005170FF"/>
    <w:rsid w:val="00517106"/>
    <w:rsid w:val="005171A5"/>
    <w:rsid w:val="00517286"/>
    <w:rsid w:val="00517632"/>
    <w:rsid w:val="005179FB"/>
    <w:rsid w:val="00517A12"/>
    <w:rsid w:val="00517E6D"/>
    <w:rsid w:val="005200AE"/>
    <w:rsid w:val="00520352"/>
    <w:rsid w:val="00520831"/>
    <w:rsid w:val="00520CBD"/>
    <w:rsid w:val="00520D97"/>
    <w:rsid w:val="00521054"/>
    <w:rsid w:val="005215C3"/>
    <w:rsid w:val="00521655"/>
    <w:rsid w:val="00521661"/>
    <w:rsid w:val="005216B0"/>
    <w:rsid w:val="005218A5"/>
    <w:rsid w:val="00521933"/>
    <w:rsid w:val="00521E1E"/>
    <w:rsid w:val="00521F4C"/>
    <w:rsid w:val="00521F7F"/>
    <w:rsid w:val="00522124"/>
    <w:rsid w:val="0052270A"/>
    <w:rsid w:val="00522BB3"/>
    <w:rsid w:val="00522F35"/>
    <w:rsid w:val="00522FB2"/>
    <w:rsid w:val="005230C4"/>
    <w:rsid w:val="00523228"/>
    <w:rsid w:val="005237D8"/>
    <w:rsid w:val="00523DF7"/>
    <w:rsid w:val="00523F4D"/>
    <w:rsid w:val="005240BF"/>
    <w:rsid w:val="005245C2"/>
    <w:rsid w:val="0052466E"/>
    <w:rsid w:val="00524B6E"/>
    <w:rsid w:val="00524CC1"/>
    <w:rsid w:val="005250BE"/>
    <w:rsid w:val="0052527F"/>
    <w:rsid w:val="00525BB3"/>
    <w:rsid w:val="00526821"/>
    <w:rsid w:val="00526D86"/>
    <w:rsid w:val="00526E2F"/>
    <w:rsid w:val="00527FAE"/>
    <w:rsid w:val="00530411"/>
    <w:rsid w:val="00530506"/>
    <w:rsid w:val="00530BAE"/>
    <w:rsid w:val="00530DC1"/>
    <w:rsid w:val="00530FAC"/>
    <w:rsid w:val="0053154E"/>
    <w:rsid w:val="00531665"/>
    <w:rsid w:val="005319C4"/>
    <w:rsid w:val="005319FF"/>
    <w:rsid w:val="00531A02"/>
    <w:rsid w:val="00531B53"/>
    <w:rsid w:val="00531D37"/>
    <w:rsid w:val="005321B6"/>
    <w:rsid w:val="005323BE"/>
    <w:rsid w:val="00532874"/>
    <w:rsid w:val="00532C28"/>
    <w:rsid w:val="00532D42"/>
    <w:rsid w:val="00532E62"/>
    <w:rsid w:val="00532F1D"/>
    <w:rsid w:val="0053386C"/>
    <w:rsid w:val="00533A8F"/>
    <w:rsid w:val="00533D9A"/>
    <w:rsid w:val="00534152"/>
    <w:rsid w:val="00534491"/>
    <w:rsid w:val="005345F0"/>
    <w:rsid w:val="005346B5"/>
    <w:rsid w:val="0053498F"/>
    <w:rsid w:val="00534B4D"/>
    <w:rsid w:val="00534C39"/>
    <w:rsid w:val="00534C85"/>
    <w:rsid w:val="00534E3E"/>
    <w:rsid w:val="00534E9D"/>
    <w:rsid w:val="005353F8"/>
    <w:rsid w:val="005355FE"/>
    <w:rsid w:val="00535CFF"/>
    <w:rsid w:val="00535DB6"/>
    <w:rsid w:val="0053619C"/>
    <w:rsid w:val="005364D1"/>
    <w:rsid w:val="00536960"/>
    <w:rsid w:val="00536A54"/>
    <w:rsid w:val="00536B8E"/>
    <w:rsid w:val="005371BC"/>
    <w:rsid w:val="005373A9"/>
    <w:rsid w:val="005373CE"/>
    <w:rsid w:val="005374D1"/>
    <w:rsid w:val="00537948"/>
    <w:rsid w:val="00537A61"/>
    <w:rsid w:val="00537B15"/>
    <w:rsid w:val="0054021D"/>
    <w:rsid w:val="0054080D"/>
    <w:rsid w:val="00540A38"/>
    <w:rsid w:val="00540AF3"/>
    <w:rsid w:val="00541015"/>
    <w:rsid w:val="0054148D"/>
    <w:rsid w:val="00541A47"/>
    <w:rsid w:val="00541A72"/>
    <w:rsid w:val="00541D7B"/>
    <w:rsid w:val="00541EC7"/>
    <w:rsid w:val="00542104"/>
    <w:rsid w:val="0054218D"/>
    <w:rsid w:val="00542549"/>
    <w:rsid w:val="005425D6"/>
    <w:rsid w:val="00542903"/>
    <w:rsid w:val="00542F60"/>
    <w:rsid w:val="005432F4"/>
    <w:rsid w:val="00543436"/>
    <w:rsid w:val="005434C7"/>
    <w:rsid w:val="00543611"/>
    <w:rsid w:val="00544316"/>
    <w:rsid w:val="0054440C"/>
    <w:rsid w:val="00544622"/>
    <w:rsid w:val="005447EC"/>
    <w:rsid w:val="00544940"/>
    <w:rsid w:val="00544A56"/>
    <w:rsid w:val="00544B13"/>
    <w:rsid w:val="00544DC1"/>
    <w:rsid w:val="005450DD"/>
    <w:rsid w:val="00545513"/>
    <w:rsid w:val="00545D68"/>
    <w:rsid w:val="0054667F"/>
    <w:rsid w:val="00546C4A"/>
    <w:rsid w:val="00547042"/>
    <w:rsid w:val="005473D4"/>
    <w:rsid w:val="00547495"/>
    <w:rsid w:val="005474CF"/>
    <w:rsid w:val="005475D4"/>
    <w:rsid w:val="00547671"/>
    <w:rsid w:val="005476F5"/>
    <w:rsid w:val="005478B5"/>
    <w:rsid w:val="005479FA"/>
    <w:rsid w:val="00547CB2"/>
    <w:rsid w:val="0055005D"/>
    <w:rsid w:val="00550193"/>
    <w:rsid w:val="00550267"/>
    <w:rsid w:val="00550519"/>
    <w:rsid w:val="00550851"/>
    <w:rsid w:val="00550B2A"/>
    <w:rsid w:val="00550B8A"/>
    <w:rsid w:val="00550C5E"/>
    <w:rsid w:val="00551353"/>
    <w:rsid w:val="00551727"/>
    <w:rsid w:val="00551A33"/>
    <w:rsid w:val="00551C3F"/>
    <w:rsid w:val="00551C78"/>
    <w:rsid w:val="00551FB4"/>
    <w:rsid w:val="00552099"/>
    <w:rsid w:val="00552230"/>
    <w:rsid w:val="005526C1"/>
    <w:rsid w:val="005528DF"/>
    <w:rsid w:val="0055299A"/>
    <w:rsid w:val="005529AA"/>
    <w:rsid w:val="00552C4B"/>
    <w:rsid w:val="00552C6E"/>
    <w:rsid w:val="00553097"/>
    <w:rsid w:val="005530FC"/>
    <w:rsid w:val="0055337A"/>
    <w:rsid w:val="00553D3B"/>
    <w:rsid w:val="00553EE2"/>
    <w:rsid w:val="005542B6"/>
    <w:rsid w:val="00554523"/>
    <w:rsid w:val="005548D9"/>
    <w:rsid w:val="0055491B"/>
    <w:rsid w:val="00554975"/>
    <w:rsid w:val="00554E22"/>
    <w:rsid w:val="00555292"/>
    <w:rsid w:val="00555547"/>
    <w:rsid w:val="0055564D"/>
    <w:rsid w:val="00555659"/>
    <w:rsid w:val="0055565A"/>
    <w:rsid w:val="0055581C"/>
    <w:rsid w:val="00555EDF"/>
    <w:rsid w:val="00555F77"/>
    <w:rsid w:val="005563F9"/>
    <w:rsid w:val="00556837"/>
    <w:rsid w:val="00556C74"/>
    <w:rsid w:val="00557086"/>
    <w:rsid w:val="00557203"/>
    <w:rsid w:val="0055747F"/>
    <w:rsid w:val="00557B07"/>
    <w:rsid w:val="00557C9C"/>
    <w:rsid w:val="00560059"/>
    <w:rsid w:val="005600CE"/>
    <w:rsid w:val="005600FE"/>
    <w:rsid w:val="005606B7"/>
    <w:rsid w:val="00561060"/>
    <w:rsid w:val="00561154"/>
    <w:rsid w:val="00561430"/>
    <w:rsid w:val="005614B8"/>
    <w:rsid w:val="0056195B"/>
    <w:rsid w:val="00561C66"/>
    <w:rsid w:val="00561C80"/>
    <w:rsid w:val="00561E4B"/>
    <w:rsid w:val="00562345"/>
    <w:rsid w:val="00562729"/>
    <w:rsid w:val="00562944"/>
    <w:rsid w:val="005629E4"/>
    <w:rsid w:val="00563214"/>
    <w:rsid w:val="0056326D"/>
    <w:rsid w:val="005633C0"/>
    <w:rsid w:val="005634B9"/>
    <w:rsid w:val="005638F4"/>
    <w:rsid w:val="00563A94"/>
    <w:rsid w:val="00563BDC"/>
    <w:rsid w:val="00563FD0"/>
    <w:rsid w:val="00564041"/>
    <w:rsid w:val="005642BC"/>
    <w:rsid w:val="005643B0"/>
    <w:rsid w:val="005643F2"/>
    <w:rsid w:val="0056454E"/>
    <w:rsid w:val="00564934"/>
    <w:rsid w:val="00564985"/>
    <w:rsid w:val="00564B88"/>
    <w:rsid w:val="00565307"/>
    <w:rsid w:val="005654C0"/>
    <w:rsid w:val="0056581F"/>
    <w:rsid w:val="005662B9"/>
    <w:rsid w:val="0056643C"/>
    <w:rsid w:val="00566481"/>
    <w:rsid w:val="00566DA0"/>
    <w:rsid w:val="00567442"/>
    <w:rsid w:val="00567C81"/>
    <w:rsid w:val="00570159"/>
    <w:rsid w:val="00570A81"/>
    <w:rsid w:val="00570BA2"/>
    <w:rsid w:val="00570DF9"/>
    <w:rsid w:val="00570E22"/>
    <w:rsid w:val="00571274"/>
    <w:rsid w:val="0057161B"/>
    <w:rsid w:val="0057186C"/>
    <w:rsid w:val="00571D76"/>
    <w:rsid w:val="00571D9F"/>
    <w:rsid w:val="0057213F"/>
    <w:rsid w:val="00572333"/>
    <w:rsid w:val="0057240D"/>
    <w:rsid w:val="00572823"/>
    <w:rsid w:val="005728F5"/>
    <w:rsid w:val="00572D2A"/>
    <w:rsid w:val="00572F22"/>
    <w:rsid w:val="00572F2A"/>
    <w:rsid w:val="00572F97"/>
    <w:rsid w:val="00573336"/>
    <w:rsid w:val="005734D5"/>
    <w:rsid w:val="00573AC4"/>
    <w:rsid w:val="00573D96"/>
    <w:rsid w:val="00573F6D"/>
    <w:rsid w:val="005745EA"/>
    <w:rsid w:val="00574611"/>
    <w:rsid w:val="005746CA"/>
    <w:rsid w:val="00574A0F"/>
    <w:rsid w:val="00574CEA"/>
    <w:rsid w:val="00574F01"/>
    <w:rsid w:val="00575241"/>
    <w:rsid w:val="005752A1"/>
    <w:rsid w:val="0057547F"/>
    <w:rsid w:val="005754FE"/>
    <w:rsid w:val="00575591"/>
    <w:rsid w:val="00575839"/>
    <w:rsid w:val="0057590C"/>
    <w:rsid w:val="00575EE3"/>
    <w:rsid w:val="005764CC"/>
    <w:rsid w:val="00576A47"/>
    <w:rsid w:val="00576DD3"/>
    <w:rsid w:val="00576E93"/>
    <w:rsid w:val="00577291"/>
    <w:rsid w:val="00577331"/>
    <w:rsid w:val="005774E2"/>
    <w:rsid w:val="00577AE5"/>
    <w:rsid w:val="00577B93"/>
    <w:rsid w:val="00577CC5"/>
    <w:rsid w:val="00577DE1"/>
    <w:rsid w:val="00577F5D"/>
    <w:rsid w:val="0058029F"/>
    <w:rsid w:val="005804B6"/>
    <w:rsid w:val="0058073F"/>
    <w:rsid w:val="00580C31"/>
    <w:rsid w:val="0058170F"/>
    <w:rsid w:val="0058196D"/>
    <w:rsid w:val="00581A14"/>
    <w:rsid w:val="00581A6D"/>
    <w:rsid w:val="00581AAF"/>
    <w:rsid w:val="005821DB"/>
    <w:rsid w:val="0058234C"/>
    <w:rsid w:val="005835AA"/>
    <w:rsid w:val="00583C2E"/>
    <w:rsid w:val="00583CD1"/>
    <w:rsid w:val="00583CF9"/>
    <w:rsid w:val="00583D32"/>
    <w:rsid w:val="00584189"/>
    <w:rsid w:val="00584338"/>
    <w:rsid w:val="0058435E"/>
    <w:rsid w:val="00584474"/>
    <w:rsid w:val="00584D79"/>
    <w:rsid w:val="00585144"/>
    <w:rsid w:val="005852BB"/>
    <w:rsid w:val="00585A2B"/>
    <w:rsid w:val="005861B9"/>
    <w:rsid w:val="005867B8"/>
    <w:rsid w:val="0058691F"/>
    <w:rsid w:val="00586ABA"/>
    <w:rsid w:val="00586D37"/>
    <w:rsid w:val="00586ED9"/>
    <w:rsid w:val="005874CD"/>
    <w:rsid w:val="0058753F"/>
    <w:rsid w:val="00587A48"/>
    <w:rsid w:val="00587ACE"/>
    <w:rsid w:val="00587EC4"/>
    <w:rsid w:val="005905C8"/>
    <w:rsid w:val="00590634"/>
    <w:rsid w:val="005908FE"/>
    <w:rsid w:val="00590A11"/>
    <w:rsid w:val="00590B91"/>
    <w:rsid w:val="00590CC3"/>
    <w:rsid w:val="0059120C"/>
    <w:rsid w:val="005916DC"/>
    <w:rsid w:val="00591749"/>
    <w:rsid w:val="0059192C"/>
    <w:rsid w:val="00591A8D"/>
    <w:rsid w:val="00591C9B"/>
    <w:rsid w:val="00591EEF"/>
    <w:rsid w:val="005925BC"/>
    <w:rsid w:val="0059292F"/>
    <w:rsid w:val="00592C2C"/>
    <w:rsid w:val="00592E37"/>
    <w:rsid w:val="00593166"/>
    <w:rsid w:val="005931F7"/>
    <w:rsid w:val="0059334C"/>
    <w:rsid w:val="005935A2"/>
    <w:rsid w:val="0059371A"/>
    <w:rsid w:val="00593720"/>
    <w:rsid w:val="0059372F"/>
    <w:rsid w:val="00593751"/>
    <w:rsid w:val="005937C0"/>
    <w:rsid w:val="005937ED"/>
    <w:rsid w:val="00593891"/>
    <w:rsid w:val="00593C68"/>
    <w:rsid w:val="005941B3"/>
    <w:rsid w:val="00594258"/>
    <w:rsid w:val="00594653"/>
    <w:rsid w:val="005946AD"/>
    <w:rsid w:val="00594704"/>
    <w:rsid w:val="0059526D"/>
    <w:rsid w:val="0059571B"/>
    <w:rsid w:val="00595A86"/>
    <w:rsid w:val="00595B84"/>
    <w:rsid w:val="00595C95"/>
    <w:rsid w:val="00595D1D"/>
    <w:rsid w:val="00595E8C"/>
    <w:rsid w:val="005967D1"/>
    <w:rsid w:val="00596934"/>
    <w:rsid w:val="0059698A"/>
    <w:rsid w:val="00596CA5"/>
    <w:rsid w:val="00596D27"/>
    <w:rsid w:val="00597128"/>
    <w:rsid w:val="00597177"/>
    <w:rsid w:val="005978E5"/>
    <w:rsid w:val="00597ACB"/>
    <w:rsid w:val="00597D00"/>
    <w:rsid w:val="00597F53"/>
    <w:rsid w:val="005A0990"/>
    <w:rsid w:val="005A1355"/>
    <w:rsid w:val="005A1437"/>
    <w:rsid w:val="005A1978"/>
    <w:rsid w:val="005A1DA8"/>
    <w:rsid w:val="005A1F37"/>
    <w:rsid w:val="005A1F71"/>
    <w:rsid w:val="005A2674"/>
    <w:rsid w:val="005A2C97"/>
    <w:rsid w:val="005A2E54"/>
    <w:rsid w:val="005A2E8C"/>
    <w:rsid w:val="005A327F"/>
    <w:rsid w:val="005A356F"/>
    <w:rsid w:val="005A362D"/>
    <w:rsid w:val="005A364F"/>
    <w:rsid w:val="005A3819"/>
    <w:rsid w:val="005A384E"/>
    <w:rsid w:val="005A388C"/>
    <w:rsid w:val="005A38B2"/>
    <w:rsid w:val="005A39FC"/>
    <w:rsid w:val="005A3F43"/>
    <w:rsid w:val="005A402B"/>
    <w:rsid w:val="005A42D3"/>
    <w:rsid w:val="005A468A"/>
    <w:rsid w:val="005A4735"/>
    <w:rsid w:val="005A4AFE"/>
    <w:rsid w:val="005A4B77"/>
    <w:rsid w:val="005A5412"/>
    <w:rsid w:val="005A58B4"/>
    <w:rsid w:val="005A5FA3"/>
    <w:rsid w:val="005A6263"/>
    <w:rsid w:val="005A6414"/>
    <w:rsid w:val="005A65AF"/>
    <w:rsid w:val="005A662A"/>
    <w:rsid w:val="005A6C9D"/>
    <w:rsid w:val="005A7319"/>
    <w:rsid w:val="005A7402"/>
    <w:rsid w:val="005A7500"/>
    <w:rsid w:val="005A7BB3"/>
    <w:rsid w:val="005A7FB5"/>
    <w:rsid w:val="005B04D0"/>
    <w:rsid w:val="005B0A35"/>
    <w:rsid w:val="005B0A64"/>
    <w:rsid w:val="005B0F57"/>
    <w:rsid w:val="005B125A"/>
    <w:rsid w:val="005B1282"/>
    <w:rsid w:val="005B1578"/>
    <w:rsid w:val="005B16DD"/>
    <w:rsid w:val="005B16DF"/>
    <w:rsid w:val="005B17A9"/>
    <w:rsid w:val="005B1808"/>
    <w:rsid w:val="005B1853"/>
    <w:rsid w:val="005B1B51"/>
    <w:rsid w:val="005B1D3E"/>
    <w:rsid w:val="005B1DAB"/>
    <w:rsid w:val="005B1DE6"/>
    <w:rsid w:val="005B1E01"/>
    <w:rsid w:val="005B1F77"/>
    <w:rsid w:val="005B2263"/>
    <w:rsid w:val="005B293A"/>
    <w:rsid w:val="005B294D"/>
    <w:rsid w:val="005B2A16"/>
    <w:rsid w:val="005B2D66"/>
    <w:rsid w:val="005B2D84"/>
    <w:rsid w:val="005B32BD"/>
    <w:rsid w:val="005B3304"/>
    <w:rsid w:val="005B33F5"/>
    <w:rsid w:val="005B353C"/>
    <w:rsid w:val="005B35AB"/>
    <w:rsid w:val="005B3852"/>
    <w:rsid w:val="005B3B56"/>
    <w:rsid w:val="005B3CA6"/>
    <w:rsid w:val="005B3CE9"/>
    <w:rsid w:val="005B40EA"/>
    <w:rsid w:val="005B41B3"/>
    <w:rsid w:val="005B4286"/>
    <w:rsid w:val="005B4420"/>
    <w:rsid w:val="005B459C"/>
    <w:rsid w:val="005B45C5"/>
    <w:rsid w:val="005B4701"/>
    <w:rsid w:val="005B49CC"/>
    <w:rsid w:val="005B4A00"/>
    <w:rsid w:val="005B4DA4"/>
    <w:rsid w:val="005B537B"/>
    <w:rsid w:val="005B5840"/>
    <w:rsid w:val="005B6030"/>
    <w:rsid w:val="005B64A8"/>
    <w:rsid w:val="005B6585"/>
    <w:rsid w:val="005B677E"/>
    <w:rsid w:val="005B696F"/>
    <w:rsid w:val="005B6B71"/>
    <w:rsid w:val="005B6E1D"/>
    <w:rsid w:val="005B6EE0"/>
    <w:rsid w:val="005B6F5D"/>
    <w:rsid w:val="005B717C"/>
    <w:rsid w:val="005B730D"/>
    <w:rsid w:val="005B7429"/>
    <w:rsid w:val="005B7577"/>
    <w:rsid w:val="005B758C"/>
    <w:rsid w:val="005B762D"/>
    <w:rsid w:val="005B76D1"/>
    <w:rsid w:val="005B7A78"/>
    <w:rsid w:val="005B7B03"/>
    <w:rsid w:val="005B7CAC"/>
    <w:rsid w:val="005B7CBC"/>
    <w:rsid w:val="005B7E85"/>
    <w:rsid w:val="005C00AF"/>
    <w:rsid w:val="005C0AA0"/>
    <w:rsid w:val="005C0E8F"/>
    <w:rsid w:val="005C1245"/>
    <w:rsid w:val="005C1505"/>
    <w:rsid w:val="005C162A"/>
    <w:rsid w:val="005C1839"/>
    <w:rsid w:val="005C1997"/>
    <w:rsid w:val="005C1A8A"/>
    <w:rsid w:val="005C1E8B"/>
    <w:rsid w:val="005C21F2"/>
    <w:rsid w:val="005C227D"/>
    <w:rsid w:val="005C2437"/>
    <w:rsid w:val="005C24D6"/>
    <w:rsid w:val="005C2AAD"/>
    <w:rsid w:val="005C2CC1"/>
    <w:rsid w:val="005C2D4F"/>
    <w:rsid w:val="005C328F"/>
    <w:rsid w:val="005C3298"/>
    <w:rsid w:val="005C3457"/>
    <w:rsid w:val="005C35F2"/>
    <w:rsid w:val="005C39BF"/>
    <w:rsid w:val="005C3E5D"/>
    <w:rsid w:val="005C41DD"/>
    <w:rsid w:val="005C4256"/>
    <w:rsid w:val="005C43CC"/>
    <w:rsid w:val="005C48B8"/>
    <w:rsid w:val="005C4991"/>
    <w:rsid w:val="005C4CB9"/>
    <w:rsid w:val="005C5030"/>
    <w:rsid w:val="005C55C6"/>
    <w:rsid w:val="005C55F6"/>
    <w:rsid w:val="005C5834"/>
    <w:rsid w:val="005C5AA5"/>
    <w:rsid w:val="005C5DCD"/>
    <w:rsid w:val="005C5EF2"/>
    <w:rsid w:val="005C61A5"/>
    <w:rsid w:val="005C6436"/>
    <w:rsid w:val="005C650A"/>
    <w:rsid w:val="005C6B86"/>
    <w:rsid w:val="005C7039"/>
    <w:rsid w:val="005C76AF"/>
    <w:rsid w:val="005C76C7"/>
    <w:rsid w:val="005C77EF"/>
    <w:rsid w:val="005C7EAB"/>
    <w:rsid w:val="005D01AE"/>
    <w:rsid w:val="005D01B5"/>
    <w:rsid w:val="005D02E1"/>
    <w:rsid w:val="005D0466"/>
    <w:rsid w:val="005D05BA"/>
    <w:rsid w:val="005D08DD"/>
    <w:rsid w:val="005D0EF8"/>
    <w:rsid w:val="005D0F71"/>
    <w:rsid w:val="005D0FAD"/>
    <w:rsid w:val="005D1027"/>
    <w:rsid w:val="005D1034"/>
    <w:rsid w:val="005D12CD"/>
    <w:rsid w:val="005D1337"/>
    <w:rsid w:val="005D1409"/>
    <w:rsid w:val="005D1475"/>
    <w:rsid w:val="005D1A55"/>
    <w:rsid w:val="005D1BB0"/>
    <w:rsid w:val="005D2430"/>
    <w:rsid w:val="005D2931"/>
    <w:rsid w:val="005D2E2B"/>
    <w:rsid w:val="005D3035"/>
    <w:rsid w:val="005D3628"/>
    <w:rsid w:val="005D36EC"/>
    <w:rsid w:val="005D3E6B"/>
    <w:rsid w:val="005D438D"/>
    <w:rsid w:val="005D465E"/>
    <w:rsid w:val="005D4981"/>
    <w:rsid w:val="005D4ED9"/>
    <w:rsid w:val="005D4F41"/>
    <w:rsid w:val="005D5337"/>
    <w:rsid w:val="005D5503"/>
    <w:rsid w:val="005D5728"/>
    <w:rsid w:val="005D5FD6"/>
    <w:rsid w:val="005D6004"/>
    <w:rsid w:val="005D606D"/>
    <w:rsid w:val="005D6132"/>
    <w:rsid w:val="005D68B5"/>
    <w:rsid w:val="005D6B8D"/>
    <w:rsid w:val="005D7735"/>
    <w:rsid w:val="005D79B8"/>
    <w:rsid w:val="005D7AE4"/>
    <w:rsid w:val="005D7B74"/>
    <w:rsid w:val="005D7C3B"/>
    <w:rsid w:val="005E036B"/>
    <w:rsid w:val="005E0682"/>
    <w:rsid w:val="005E07DC"/>
    <w:rsid w:val="005E0B4B"/>
    <w:rsid w:val="005E122B"/>
    <w:rsid w:val="005E133F"/>
    <w:rsid w:val="005E1521"/>
    <w:rsid w:val="005E1636"/>
    <w:rsid w:val="005E1DE1"/>
    <w:rsid w:val="005E1E85"/>
    <w:rsid w:val="005E1ED1"/>
    <w:rsid w:val="005E2121"/>
    <w:rsid w:val="005E2219"/>
    <w:rsid w:val="005E22A5"/>
    <w:rsid w:val="005E2602"/>
    <w:rsid w:val="005E28E2"/>
    <w:rsid w:val="005E347D"/>
    <w:rsid w:val="005E3605"/>
    <w:rsid w:val="005E39E2"/>
    <w:rsid w:val="005E3EB0"/>
    <w:rsid w:val="005E4112"/>
    <w:rsid w:val="005E4C1E"/>
    <w:rsid w:val="005E4DC2"/>
    <w:rsid w:val="005E51C3"/>
    <w:rsid w:val="005E5773"/>
    <w:rsid w:val="005E5A12"/>
    <w:rsid w:val="005E5A71"/>
    <w:rsid w:val="005E5B33"/>
    <w:rsid w:val="005E6027"/>
    <w:rsid w:val="005E618D"/>
    <w:rsid w:val="005E6289"/>
    <w:rsid w:val="005E64EF"/>
    <w:rsid w:val="005E6520"/>
    <w:rsid w:val="005E6D7F"/>
    <w:rsid w:val="005E6EAE"/>
    <w:rsid w:val="005E6FFC"/>
    <w:rsid w:val="005E7166"/>
    <w:rsid w:val="005E7266"/>
    <w:rsid w:val="005E7466"/>
    <w:rsid w:val="005E749B"/>
    <w:rsid w:val="005E75EB"/>
    <w:rsid w:val="005E7734"/>
    <w:rsid w:val="005E7A01"/>
    <w:rsid w:val="005E7B4F"/>
    <w:rsid w:val="005E7D4F"/>
    <w:rsid w:val="005F00A9"/>
    <w:rsid w:val="005F075B"/>
    <w:rsid w:val="005F07FE"/>
    <w:rsid w:val="005F1278"/>
    <w:rsid w:val="005F131A"/>
    <w:rsid w:val="005F14E1"/>
    <w:rsid w:val="005F17FF"/>
    <w:rsid w:val="005F1A71"/>
    <w:rsid w:val="005F1B80"/>
    <w:rsid w:val="005F1CC2"/>
    <w:rsid w:val="005F1E8D"/>
    <w:rsid w:val="005F21BF"/>
    <w:rsid w:val="005F243E"/>
    <w:rsid w:val="005F24DC"/>
    <w:rsid w:val="005F2FB8"/>
    <w:rsid w:val="005F3114"/>
    <w:rsid w:val="005F33FB"/>
    <w:rsid w:val="005F347B"/>
    <w:rsid w:val="005F39A1"/>
    <w:rsid w:val="005F3E86"/>
    <w:rsid w:val="005F4397"/>
    <w:rsid w:val="005F4495"/>
    <w:rsid w:val="005F47CA"/>
    <w:rsid w:val="005F4AEB"/>
    <w:rsid w:val="005F4C47"/>
    <w:rsid w:val="005F4D0A"/>
    <w:rsid w:val="005F4D94"/>
    <w:rsid w:val="005F50E5"/>
    <w:rsid w:val="005F53C4"/>
    <w:rsid w:val="005F578D"/>
    <w:rsid w:val="005F5892"/>
    <w:rsid w:val="005F5BE7"/>
    <w:rsid w:val="005F5D64"/>
    <w:rsid w:val="005F5DDB"/>
    <w:rsid w:val="005F61CD"/>
    <w:rsid w:val="005F6430"/>
    <w:rsid w:val="005F6587"/>
    <w:rsid w:val="005F68DF"/>
    <w:rsid w:val="005F6A07"/>
    <w:rsid w:val="005F6B83"/>
    <w:rsid w:val="005F7038"/>
    <w:rsid w:val="005F70A6"/>
    <w:rsid w:val="005F74ED"/>
    <w:rsid w:val="005F786D"/>
    <w:rsid w:val="005F7A85"/>
    <w:rsid w:val="005F7B16"/>
    <w:rsid w:val="005F7BF8"/>
    <w:rsid w:val="00600114"/>
    <w:rsid w:val="00600248"/>
    <w:rsid w:val="00600698"/>
    <w:rsid w:val="00600AE5"/>
    <w:rsid w:val="00600FD2"/>
    <w:rsid w:val="00601015"/>
    <w:rsid w:val="00601898"/>
    <w:rsid w:val="00601A14"/>
    <w:rsid w:val="00601A59"/>
    <w:rsid w:val="00601A61"/>
    <w:rsid w:val="00601B5A"/>
    <w:rsid w:val="00601BBB"/>
    <w:rsid w:val="006021B7"/>
    <w:rsid w:val="006021C6"/>
    <w:rsid w:val="00603102"/>
    <w:rsid w:val="00603A06"/>
    <w:rsid w:val="00603A65"/>
    <w:rsid w:val="006040AC"/>
    <w:rsid w:val="006040EA"/>
    <w:rsid w:val="00604343"/>
    <w:rsid w:val="00604977"/>
    <w:rsid w:val="00604FE8"/>
    <w:rsid w:val="006055A7"/>
    <w:rsid w:val="006057E5"/>
    <w:rsid w:val="00605950"/>
    <w:rsid w:val="00605A61"/>
    <w:rsid w:val="00605E2D"/>
    <w:rsid w:val="006065B7"/>
    <w:rsid w:val="00606970"/>
    <w:rsid w:val="00606B89"/>
    <w:rsid w:val="006073CA"/>
    <w:rsid w:val="00607480"/>
    <w:rsid w:val="00607A93"/>
    <w:rsid w:val="00607BA4"/>
    <w:rsid w:val="00607C99"/>
    <w:rsid w:val="00610152"/>
    <w:rsid w:val="00610432"/>
    <w:rsid w:val="0061071E"/>
    <w:rsid w:val="00610728"/>
    <w:rsid w:val="00610873"/>
    <w:rsid w:val="00610948"/>
    <w:rsid w:val="006109A5"/>
    <w:rsid w:val="00610AB2"/>
    <w:rsid w:val="00610BA6"/>
    <w:rsid w:val="00610D55"/>
    <w:rsid w:val="00611081"/>
    <w:rsid w:val="006113B6"/>
    <w:rsid w:val="00611519"/>
    <w:rsid w:val="00611C7F"/>
    <w:rsid w:val="00611C8D"/>
    <w:rsid w:val="0061217A"/>
    <w:rsid w:val="0061229C"/>
    <w:rsid w:val="006123C5"/>
    <w:rsid w:val="00612512"/>
    <w:rsid w:val="00612561"/>
    <w:rsid w:val="00612789"/>
    <w:rsid w:val="006128D7"/>
    <w:rsid w:val="00612A97"/>
    <w:rsid w:val="00612B25"/>
    <w:rsid w:val="00612CD3"/>
    <w:rsid w:val="00612D72"/>
    <w:rsid w:val="00612E20"/>
    <w:rsid w:val="006133C3"/>
    <w:rsid w:val="006135A4"/>
    <w:rsid w:val="00613C70"/>
    <w:rsid w:val="00613E48"/>
    <w:rsid w:val="006141B5"/>
    <w:rsid w:val="006144C0"/>
    <w:rsid w:val="006148A5"/>
    <w:rsid w:val="00615052"/>
    <w:rsid w:val="006150D0"/>
    <w:rsid w:val="00615233"/>
    <w:rsid w:val="006156CC"/>
    <w:rsid w:val="00615754"/>
    <w:rsid w:val="00615928"/>
    <w:rsid w:val="00615BEC"/>
    <w:rsid w:val="00615D6B"/>
    <w:rsid w:val="00615F52"/>
    <w:rsid w:val="006160CC"/>
    <w:rsid w:val="006164B6"/>
    <w:rsid w:val="00616581"/>
    <w:rsid w:val="0061679B"/>
    <w:rsid w:val="00616D82"/>
    <w:rsid w:val="00617354"/>
    <w:rsid w:val="006179C5"/>
    <w:rsid w:val="00617B41"/>
    <w:rsid w:val="00620094"/>
    <w:rsid w:val="00620341"/>
    <w:rsid w:val="00620564"/>
    <w:rsid w:val="006205FD"/>
    <w:rsid w:val="0062071B"/>
    <w:rsid w:val="00620955"/>
    <w:rsid w:val="00620E1D"/>
    <w:rsid w:val="00620F65"/>
    <w:rsid w:val="00621781"/>
    <w:rsid w:val="00622540"/>
    <w:rsid w:val="0062292C"/>
    <w:rsid w:val="00622933"/>
    <w:rsid w:val="00622A8D"/>
    <w:rsid w:val="00622AD3"/>
    <w:rsid w:val="00622FCE"/>
    <w:rsid w:val="006230F8"/>
    <w:rsid w:val="0062487C"/>
    <w:rsid w:val="00624BC8"/>
    <w:rsid w:val="00624F06"/>
    <w:rsid w:val="006250B8"/>
    <w:rsid w:val="00625123"/>
    <w:rsid w:val="00625701"/>
    <w:rsid w:val="0062587E"/>
    <w:rsid w:val="00625A0F"/>
    <w:rsid w:val="00625B25"/>
    <w:rsid w:val="00625C7C"/>
    <w:rsid w:val="00625E34"/>
    <w:rsid w:val="00625E40"/>
    <w:rsid w:val="00625E9B"/>
    <w:rsid w:val="006265B4"/>
    <w:rsid w:val="00626618"/>
    <w:rsid w:val="00626B5A"/>
    <w:rsid w:val="00627184"/>
    <w:rsid w:val="0062748B"/>
    <w:rsid w:val="0062761F"/>
    <w:rsid w:val="00627C7B"/>
    <w:rsid w:val="00627C7D"/>
    <w:rsid w:val="00627E26"/>
    <w:rsid w:val="006301F2"/>
    <w:rsid w:val="0063022F"/>
    <w:rsid w:val="00630245"/>
    <w:rsid w:val="00630688"/>
    <w:rsid w:val="00630CCC"/>
    <w:rsid w:val="00631000"/>
    <w:rsid w:val="006311F1"/>
    <w:rsid w:val="0063134C"/>
    <w:rsid w:val="0063136F"/>
    <w:rsid w:val="00631463"/>
    <w:rsid w:val="006314EA"/>
    <w:rsid w:val="00631852"/>
    <w:rsid w:val="00631B03"/>
    <w:rsid w:val="006323E4"/>
    <w:rsid w:val="00632FF1"/>
    <w:rsid w:val="00633B9C"/>
    <w:rsid w:val="00633DDC"/>
    <w:rsid w:val="00634010"/>
    <w:rsid w:val="00634118"/>
    <w:rsid w:val="00634258"/>
    <w:rsid w:val="006345AA"/>
    <w:rsid w:val="0063496D"/>
    <w:rsid w:val="00634C65"/>
    <w:rsid w:val="00634C7D"/>
    <w:rsid w:val="00634CFC"/>
    <w:rsid w:val="00634F15"/>
    <w:rsid w:val="006350A3"/>
    <w:rsid w:val="00635521"/>
    <w:rsid w:val="006356C3"/>
    <w:rsid w:val="00635882"/>
    <w:rsid w:val="00635BD3"/>
    <w:rsid w:val="00635D8A"/>
    <w:rsid w:val="006360FB"/>
    <w:rsid w:val="006361F4"/>
    <w:rsid w:val="00636374"/>
    <w:rsid w:val="006363D6"/>
    <w:rsid w:val="006365A9"/>
    <w:rsid w:val="006366C3"/>
    <w:rsid w:val="00636B59"/>
    <w:rsid w:val="00636BAD"/>
    <w:rsid w:val="00636D59"/>
    <w:rsid w:val="00636DD8"/>
    <w:rsid w:val="00637573"/>
    <w:rsid w:val="00637766"/>
    <w:rsid w:val="006378B1"/>
    <w:rsid w:val="006378D3"/>
    <w:rsid w:val="00637970"/>
    <w:rsid w:val="00637D2D"/>
    <w:rsid w:val="00640547"/>
    <w:rsid w:val="006405B3"/>
    <w:rsid w:val="0064078B"/>
    <w:rsid w:val="006409D1"/>
    <w:rsid w:val="00640BD8"/>
    <w:rsid w:val="00640C78"/>
    <w:rsid w:val="00640D25"/>
    <w:rsid w:val="00640D85"/>
    <w:rsid w:val="00640FE2"/>
    <w:rsid w:val="00641286"/>
    <w:rsid w:val="0064163C"/>
    <w:rsid w:val="00641B33"/>
    <w:rsid w:val="00641E08"/>
    <w:rsid w:val="00641E6F"/>
    <w:rsid w:val="006425BB"/>
    <w:rsid w:val="006426F2"/>
    <w:rsid w:val="006427AD"/>
    <w:rsid w:val="00642E57"/>
    <w:rsid w:val="00643190"/>
    <w:rsid w:val="006431DA"/>
    <w:rsid w:val="00643555"/>
    <w:rsid w:val="00643D35"/>
    <w:rsid w:val="00643E5C"/>
    <w:rsid w:val="00643F0D"/>
    <w:rsid w:val="006440B2"/>
    <w:rsid w:val="00644354"/>
    <w:rsid w:val="00644E8D"/>
    <w:rsid w:val="00645069"/>
    <w:rsid w:val="00645243"/>
    <w:rsid w:val="00645A78"/>
    <w:rsid w:val="00645D90"/>
    <w:rsid w:val="00645EA9"/>
    <w:rsid w:val="00645F35"/>
    <w:rsid w:val="00646221"/>
    <w:rsid w:val="006466BA"/>
    <w:rsid w:val="006469D5"/>
    <w:rsid w:val="00646AC5"/>
    <w:rsid w:val="00646B74"/>
    <w:rsid w:val="00646EB1"/>
    <w:rsid w:val="00646FCA"/>
    <w:rsid w:val="006475F3"/>
    <w:rsid w:val="00647930"/>
    <w:rsid w:val="00647BE1"/>
    <w:rsid w:val="00647D38"/>
    <w:rsid w:val="00650006"/>
    <w:rsid w:val="00650368"/>
    <w:rsid w:val="00650B17"/>
    <w:rsid w:val="00650D47"/>
    <w:rsid w:val="00651289"/>
    <w:rsid w:val="00651313"/>
    <w:rsid w:val="006513C5"/>
    <w:rsid w:val="00651BE5"/>
    <w:rsid w:val="00651C2C"/>
    <w:rsid w:val="00651E4F"/>
    <w:rsid w:val="00652571"/>
    <w:rsid w:val="00652C79"/>
    <w:rsid w:val="00652D10"/>
    <w:rsid w:val="00652DBF"/>
    <w:rsid w:val="0065301E"/>
    <w:rsid w:val="0065304C"/>
    <w:rsid w:val="006530AB"/>
    <w:rsid w:val="00653284"/>
    <w:rsid w:val="006535BC"/>
    <w:rsid w:val="00653930"/>
    <w:rsid w:val="006542C7"/>
    <w:rsid w:val="0065459B"/>
    <w:rsid w:val="00654603"/>
    <w:rsid w:val="0065469C"/>
    <w:rsid w:val="0065473B"/>
    <w:rsid w:val="00654A8B"/>
    <w:rsid w:val="00654AE6"/>
    <w:rsid w:val="00654EB3"/>
    <w:rsid w:val="00655123"/>
    <w:rsid w:val="006552CD"/>
    <w:rsid w:val="006559B4"/>
    <w:rsid w:val="006561BE"/>
    <w:rsid w:val="00656218"/>
    <w:rsid w:val="006562FE"/>
    <w:rsid w:val="006564E9"/>
    <w:rsid w:val="0065659A"/>
    <w:rsid w:val="0065663B"/>
    <w:rsid w:val="00656B0B"/>
    <w:rsid w:val="00656C79"/>
    <w:rsid w:val="0065728B"/>
    <w:rsid w:val="0065739A"/>
    <w:rsid w:val="006574EF"/>
    <w:rsid w:val="00657634"/>
    <w:rsid w:val="006579FB"/>
    <w:rsid w:val="00657F55"/>
    <w:rsid w:val="0066007E"/>
    <w:rsid w:val="006605CB"/>
    <w:rsid w:val="00660747"/>
    <w:rsid w:val="00660D74"/>
    <w:rsid w:val="00660DC7"/>
    <w:rsid w:val="006610BF"/>
    <w:rsid w:val="006611E7"/>
    <w:rsid w:val="00661AA4"/>
    <w:rsid w:val="00661CFD"/>
    <w:rsid w:val="00661DFD"/>
    <w:rsid w:val="00661E49"/>
    <w:rsid w:val="00661ECC"/>
    <w:rsid w:val="00662173"/>
    <w:rsid w:val="006621D3"/>
    <w:rsid w:val="006622F6"/>
    <w:rsid w:val="00662401"/>
    <w:rsid w:val="006626AF"/>
    <w:rsid w:val="006628A7"/>
    <w:rsid w:val="00662B04"/>
    <w:rsid w:val="00662BB5"/>
    <w:rsid w:val="00662E8A"/>
    <w:rsid w:val="00662ED8"/>
    <w:rsid w:val="0066372A"/>
    <w:rsid w:val="006637F7"/>
    <w:rsid w:val="00663FB5"/>
    <w:rsid w:val="006640BB"/>
    <w:rsid w:val="00664117"/>
    <w:rsid w:val="00664448"/>
    <w:rsid w:val="00664481"/>
    <w:rsid w:val="00664C33"/>
    <w:rsid w:val="00665058"/>
    <w:rsid w:val="006650DA"/>
    <w:rsid w:val="00665120"/>
    <w:rsid w:val="006654B7"/>
    <w:rsid w:val="006656A0"/>
    <w:rsid w:val="00665EE0"/>
    <w:rsid w:val="00665FA7"/>
    <w:rsid w:val="0066608E"/>
    <w:rsid w:val="00666276"/>
    <w:rsid w:val="006666C1"/>
    <w:rsid w:val="00666C58"/>
    <w:rsid w:val="00666D8C"/>
    <w:rsid w:val="006670C2"/>
    <w:rsid w:val="00667260"/>
    <w:rsid w:val="0066727C"/>
    <w:rsid w:val="0066747C"/>
    <w:rsid w:val="0066752D"/>
    <w:rsid w:val="00667662"/>
    <w:rsid w:val="00667667"/>
    <w:rsid w:val="006677A8"/>
    <w:rsid w:val="00667F02"/>
    <w:rsid w:val="0067005C"/>
    <w:rsid w:val="0067024C"/>
    <w:rsid w:val="0067030A"/>
    <w:rsid w:val="00670838"/>
    <w:rsid w:val="00670DEB"/>
    <w:rsid w:val="00670E9D"/>
    <w:rsid w:val="006715B2"/>
    <w:rsid w:val="006715BF"/>
    <w:rsid w:val="00671B3C"/>
    <w:rsid w:val="006720D4"/>
    <w:rsid w:val="00672BC4"/>
    <w:rsid w:val="00673438"/>
    <w:rsid w:val="00673582"/>
    <w:rsid w:val="006735DA"/>
    <w:rsid w:val="006736B9"/>
    <w:rsid w:val="006737C8"/>
    <w:rsid w:val="00673842"/>
    <w:rsid w:val="00673CBA"/>
    <w:rsid w:val="00673EB6"/>
    <w:rsid w:val="00673FCF"/>
    <w:rsid w:val="0067402B"/>
    <w:rsid w:val="006742B3"/>
    <w:rsid w:val="00674334"/>
    <w:rsid w:val="00674633"/>
    <w:rsid w:val="00674E6D"/>
    <w:rsid w:val="006752B8"/>
    <w:rsid w:val="0067536C"/>
    <w:rsid w:val="0067542F"/>
    <w:rsid w:val="00675A26"/>
    <w:rsid w:val="00675C8F"/>
    <w:rsid w:val="00675D1F"/>
    <w:rsid w:val="00675D39"/>
    <w:rsid w:val="0067606B"/>
    <w:rsid w:val="00676197"/>
    <w:rsid w:val="006764FA"/>
    <w:rsid w:val="006765A3"/>
    <w:rsid w:val="006766F8"/>
    <w:rsid w:val="00676DE9"/>
    <w:rsid w:val="006770A6"/>
    <w:rsid w:val="00677171"/>
    <w:rsid w:val="006776B0"/>
    <w:rsid w:val="0067782D"/>
    <w:rsid w:val="00677C9B"/>
    <w:rsid w:val="00677F93"/>
    <w:rsid w:val="0068018E"/>
    <w:rsid w:val="00680326"/>
    <w:rsid w:val="006803CE"/>
    <w:rsid w:val="0068049D"/>
    <w:rsid w:val="006804E2"/>
    <w:rsid w:val="006807C8"/>
    <w:rsid w:val="0068090C"/>
    <w:rsid w:val="00680E9A"/>
    <w:rsid w:val="00680F6D"/>
    <w:rsid w:val="00681003"/>
    <w:rsid w:val="00681104"/>
    <w:rsid w:val="0068128C"/>
    <w:rsid w:val="00681696"/>
    <w:rsid w:val="00681FC8"/>
    <w:rsid w:val="0068229C"/>
    <w:rsid w:val="00682877"/>
    <w:rsid w:val="00682982"/>
    <w:rsid w:val="00682A48"/>
    <w:rsid w:val="00682B0F"/>
    <w:rsid w:val="006836CC"/>
    <w:rsid w:val="00683869"/>
    <w:rsid w:val="00683FEA"/>
    <w:rsid w:val="006841EC"/>
    <w:rsid w:val="0068426B"/>
    <w:rsid w:val="00684291"/>
    <w:rsid w:val="00684642"/>
    <w:rsid w:val="006847C8"/>
    <w:rsid w:val="00684CBA"/>
    <w:rsid w:val="00685149"/>
    <w:rsid w:val="006853A1"/>
    <w:rsid w:val="0068540D"/>
    <w:rsid w:val="00685444"/>
    <w:rsid w:val="00685572"/>
    <w:rsid w:val="00685629"/>
    <w:rsid w:val="006856D1"/>
    <w:rsid w:val="0068597C"/>
    <w:rsid w:val="00685B00"/>
    <w:rsid w:val="00685B8F"/>
    <w:rsid w:val="0068607D"/>
    <w:rsid w:val="006865C0"/>
    <w:rsid w:val="00686CBE"/>
    <w:rsid w:val="00686FE7"/>
    <w:rsid w:val="0068742A"/>
    <w:rsid w:val="00687467"/>
    <w:rsid w:val="006874F6"/>
    <w:rsid w:val="00687AB4"/>
    <w:rsid w:val="00687BFD"/>
    <w:rsid w:val="00687E1C"/>
    <w:rsid w:val="00687E5F"/>
    <w:rsid w:val="00687EBF"/>
    <w:rsid w:val="00687FBF"/>
    <w:rsid w:val="006900D8"/>
    <w:rsid w:val="0069033F"/>
    <w:rsid w:val="00690435"/>
    <w:rsid w:val="006905A4"/>
    <w:rsid w:val="006907F0"/>
    <w:rsid w:val="00690924"/>
    <w:rsid w:val="00690B03"/>
    <w:rsid w:val="006914C5"/>
    <w:rsid w:val="00691757"/>
    <w:rsid w:val="00691860"/>
    <w:rsid w:val="00691985"/>
    <w:rsid w:val="00691B32"/>
    <w:rsid w:val="00691B76"/>
    <w:rsid w:val="00692175"/>
    <w:rsid w:val="006921D8"/>
    <w:rsid w:val="0069256D"/>
    <w:rsid w:val="00692882"/>
    <w:rsid w:val="006928DC"/>
    <w:rsid w:val="00692E15"/>
    <w:rsid w:val="00692E1E"/>
    <w:rsid w:val="00692E6C"/>
    <w:rsid w:val="00692E75"/>
    <w:rsid w:val="00692EC8"/>
    <w:rsid w:val="00693065"/>
    <w:rsid w:val="00693147"/>
    <w:rsid w:val="00693A19"/>
    <w:rsid w:val="00693BA8"/>
    <w:rsid w:val="00693DAD"/>
    <w:rsid w:val="006941D4"/>
    <w:rsid w:val="006941FE"/>
    <w:rsid w:val="006945ED"/>
    <w:rsid w:val="006947E9"/>
    <w:rsid w:val="006949F4"/>
    <w:rsid w:val="00694AF9"/>
    <w:rsid w:val="00694B77"/>
    <w:rsid w:val="00694F4D"/>
    <w:rsid w:val="00695211"/>
    <w:rsid w:val="00695302"/>
    <w:rsid w:val="00695369"/>
    <w:rsid w:val="0069563B"/>
    <w:rsid w:val="00695900"/>
    <w:rsid w:val="00695AD3"/>
    <w:rsid w:val="00695DCF"/>
    <w:rsid w:val="00696087"/>
    <w:rsid w:val="0069632C"/>
    <w:rsid w:val="00696A00"/>
    <w:rsid w:val="00696D7E"/>
    <w:rsid w:val="0069714C"/>
    <w:rsid w:val="006974E4"/>
    <w:rsid w:val="0069765B"/>
    <w:rsid w:val="00697B2F"/>
    <w:rsid w:val="00697FAC"/>
    <w:rsid w:val="006A0094"/>
    <w:rsid w:val="006A0115"/>
    <w:rsid w:val="006A0451"/>
    <w:rsid w:val="006A0E0F"/>
    <w:rsid w:val="006A10A5"/>
    <w:rsid w:val="006A14CC"/>
    <w:rsid w:val="006A1B0E"/>
    <w:rsid w:val="006A1B37"/>
    <w:rsid w:val="006A1DD2"/>
    <w:rsid w:val="006A2695"/>
    <w:rsid w:val="006A270E"/>
    <w:rsid w:val="006A27E1"/>
    <w:rsid w:val="006A2F21"/>
    <w:rsid w:val="006A3135"/>
    <w:rsid w:val="006A314A"/>
    <w:rsid w:val="006A3427"/>
    <w:rsid w:val="006A3698"/>
    <w:rsid w:val="006A370F"/>
    <w:rsid w:val="006A3A32"/>
    <w:rsid w:val="006A3DF3"/>
    <w:rsid w:val="006A3E5E"/>
    <w:rsid w:val="006A3ED8"/>
    <w:rsid w:val="006A43E3"/>
    <w:rsid w:val="006A45B7"/>
    <w:rsid w:val="006A4D35"/>
    <w:rsid w:val="006A505D"/>
    <w:rsid w:val="006A551C"/>
    <w:rsid w:val="006A5B6F"/>
    <w:rsid w:val="006A5B98"/>
    <w:rsid w:val="006A5C5C"/>
    <w:rsid w:val="006A6185"/>
    <w:rsid w:val="006A643D"/>
    <w:rsid w:val="006A6615"/>
    <w:rsid w:val="006A68FB"/>
    <w:rsid w:val="006A6FA3"/>
    <w:rsid w:val="006A708F"/>
    <w:rsid w:val="006A70A9"/>
    <w:rsid w:val="006A756E"/>
    <w:rsid w:val="006A7903"/>
    <w:rsid w:val="006A7AF1"/>
    <w:rsid w:val="006A7BD2"/>
    <w:rsid w:val="006B0636"/>
    <w:rsid w:val="006B0BC4"/>
    <w:rsid w:val="006B0C71"/>
    <w:rsid w:val="006B105C"/>
    <w:rsid w:val="006B121A"/>
    <w:rsid w:val="006B1442"/>
    <w:rsid w:val="006B1916"/>
    <w:rsid w:val="006B1C94"/>
    <w:rsid w:val="006B2356"/>
    <w:rsid w:val="006B236E"/>
    <w:rsid w:val="006B24CE"/>
    <w:rsid w:val="006B25DC"/>
    <w:rsid w:val="006B268E"/>
    <w:rsid w:val="006B27A8"/>
    <w:rsid w:val="006B2F26"/>
    <w:rsid w:val="006B2FEC"/>
    <w:rsid w:val="006B3016"/>
    <w:rsid w:val="006B3754"/>
    <w:rsid w:val="006B3B4D"/>
    <w:rsid w:val="006B3E7C"/>
    <w:rsid w:val="006B4638"/>
    <w:rsid w:val="006B4B7E"/>
    <w:rsid w:val="006B4E32"/>
    <w:rsid w:val="006B50B4"/>
    <w:rsid w:val="006B540D"/>
    <w:rsid w:val="006B5428"/>
    <w:rsid w:val="006B5B69"/>
    <w:rsid w:val="006B6299"/>
    <w:rsid w:val="006B640E"/>
    <w:rsid w:val="006B65F6"/>
    <w:rsid w:val="006B6835"/>
    <w:rsid w:val="006B68F4"/>
    <w:rsid w:val="006B6A07"/>
    <w:rsid w:val="006B6ACF"/>
    <w:rsid w:val="006B6CD2"/>
    <w:rsid w:val="006B6E94"/>
    <w:rsid w:val="006B7072"/>
    <w:rsid w:val="006B746B"/>
    <w:rsid w:val="006B7A1B"/>
    <w:rsid w:val="006C0113"/>
    <w:rsid w:val="006C01F9"/>
    <w:rsid w:val="006C027B"/>
    <w:rsid w:val="006C02AE"/>
    <w:rsid w:val="006C0369"/>
    <w:rsid w:val="006C09B5"/>
    <w:rsid w:val="006C09BB"/>
    <w:rsid w:val="006C0B2E"/>
    <w:rsid w:val="006C0B66"/>
    <w:rsid w:val="006C0D1B"/>
    <w:rsid w:val="006C0EDD"/>
    <w:rsid w:val="006C0F0B"/>
    <w:rsid w:val="006C100A"/>
    <w:rsid w:val="006C1186"/>
    <w:rsid w:val="006C1241"/>
    <w:rsid w:val="006C19BE"/>
    <w:rsid w:val="006C1C84"/>
    <w:rsid w:val="006C1D76"/>
    <w:rsid w:val="006C2077"/>
    <w:rsid w:val="006C231B"/>
    <w:rsid w:val="006C2465"/>
    <w:rsid w:val="006C27ED"/>
    <w:rsid w:val="006C2A15"/>
    <w:rsid w:val="006C2AB9"/>
    <w:rsid w:val="006C2D61"/>
    <w:rsid w:val="006C2D9E"/>
    <w:rsid w:val="006C2EBD"/>
    <w:rsid w:val="006C371F"/>
    <w:rsid w:val="006C389D"/>
    <w:rsid w:val="006C39D3"/>
    <w:rsid w:val="006C3C42"/>
    <w:rsid w:val="006C3C48"/>
    <w:rsid w:val="006C3DB1"/>
    <w:rsid w:val="006C3F9D"/>
    <w:rsid w:val="006C41D3"/>
    <w:rsid w:val="006C4699"/>
    <w:rsid w:val="006C477D"/>
    <w:rsid w:val="006C47B3"/>
    <w:rsid w:val="006C4A72"/>
    <w:rsid w:val="006C4F56"/>
    <w:rsid w:val="006C556E"/>
    <w:rsid w:val="006C56F6"/>
    <w:rsid w:val="006C5943"/>
    <w:rsid w:val="006C5974"/>
    <w:rsid w:val="006C5D10"/>
    <w:rsid w:val="006C5D8A"/>
    <w:rsid w:val="006C637E"/>
    <w:rsid w:val="006C6A4C"/>
    <w:rsid w:val="006C6B9A"/>
    <w:rsid w:val="006C6BC6"/>
    <w:rsid w:val="006C6E4C"/>
    <w:rsid w:val="006C753F"/>
    <w:rsid w:val="006C75BB"/>
    <w:rsid w:val="006C7AF0"/>
    <w:rsid w:val="006C7D11"/>
    <w:rsid w:val="006C7D44"/>
    <w:rsid w:val="006C7DA1"/>
    <w:rsid w:val="006C7F33"/>
    <w:rsid w:val="006D02B0"/>
    <w:rsid w:val="006D03D2"/>
    <w:rsid w:val="006D0615"/>
    <w:rsid w:val="006D0C4B"/>
    <w:rsid w:val="006D116F"/>
    <w:rsid w:val="006D1249"/>
    <w:rsid w:val="006D1512"/>
    <w:rsid w:val="006D15F0"/>
    <w:rsid w:val="006D17AE"/>
    <w:rsid w:val="006D1BA6"/>
    <w:rsid w:val="006D1D2F"/>
    <w:rsid w:val="006D2334"/>
    <w:rsid w:val="006D25B9"/>
    <w:rsid w:val="006D2602"/>
    <w:rsid w:val="006D268B"/>
    <w:rsid w:val="006D2BEB"/>
    <w:rsid w:val="006D2C41"/>
    <w:rsid w:val="006D2E0A"/>
    <w:rsid w:val="006D2E48"/>
    <w:rsid w:val="006D2F93"/>
    <w:rsid w:val="006D3009"/>
    <w:rsid w:val="006D32CA"/>
    <w:rsid w:val="006D32E8"/>
    <w:rsid w:val="006D3608"/>
    <w:rsid w:val="006D376F"/>
    <w:rsid w:val="006D3AA0"/>
    <w:rsid w:val="006D3EFC"/>
    <w:rsid w:val="006D4582"/>
    <w:rsid w:val="006D4A57"/>
    <w:rsid w:val="006D50B9"/>
    <w:rsid w:val="006D548B"/>
    <w:rsid w:val="006D55D3"/>
    <w:rsid w:val="006D5691"/>
    <w:rsid w:val="006D5751"/>
    <w:rsid w:val="006D5B79"/>
    <w:rsid w:val="006D5B97"/>
    <w:rsid w:val="006D5C2D"/>
    <w:rsid w:val="006D6080"/>
    <w:rsid w:val="006D63FE"/>
    <w:rsid w:val="006D6A93"/>
    <w:rsid w:val="006D6BDC"/>
    <w:rsid w:val="006D6E1F"/>
    <w:rsid w:val="006D6F1A"/>
    <w:rsid w:val="006D746C"/>
    <w:rsid w:val="006D7705"/>
    <w:rsid w:val="006D7DD8"/>
    <w:rsid w:val="006D7E58"/>
    <w:rsid w:val="006D7E97"/>
    <w:rsid w:val="006E05B3"/>
    <w:rsid w:val="006E0758"/>
    <w:rsid w:val="006E0A5A"/>
    <w:rsid w:val="006E1138"/>
    <w:rsid w:val="006E141D"/>
    <w:rsid w:val="006E1428"/>
    <w:rsid w:val="006E1B98"/>
    <w:rsid w:val="006E1C63"/>
    <w:rsid w:val="006E1F18"/>
    <w:rsid w:val="006E2433"/>
    <w:rsid w:val="006E25D5"/>
    <w:rsid w:val="006E265D"/>
    <w:rsid w:val="006E2732"/>
    <w:rsid w:val="006E288C"/>
    <w:rsid w:val="006E2DD8"/>
    <w:rsid w:val="006E2F21"/>
    <w:rsid w:val="006E3065"/>
    <w:rsid w:val="006E3658"/>
    <w:rsid w:val="006E3AC6"/>
    <w:rsid w:val="006E3AE1"/>
    <w:rsid w:val="006E3B46"/>
    <w:rsid w:val="006E3C77"/>
    <w:rsid w:val="006E4017"/>
    <w:rsid w:val="006E42E5"/>
    <w:rsid w:val="006E43AF"/>
    <w:rsid w:val="006E43C7"/>
    <w:rsid w:val="006E47ED"/>
    <w:rsid w:val="006E4A2C"/>
    <w:rsid w:val="006E4E4B"/>
    <w:rsid w:val="006E51DC"/>
    <w:rsid w:val="006E5471"/>
    <w:rsid w:val="006E5C1C"/>
    <w:rsid w:val="006E5CD9"/>
    <w:rsid w:val="006E5E18"/>
    <w:rsid w:val="006E62AF"/>
    <w:rsid w:val="006E6698"/>
    <w:rsid w:val="006E66A2"/>
    <w:rsid w:val="006E6A4A"/>
    <w:rsid w:val="006E7736"/>
    <w:rsid w:val="006E7928"/>
    <w:rsid w:val="006E7AA7"/>
    <w:rsid w:val="006F03F0"/>
    <w:rsid w:val="006F1155"/>
    <w:rsid w:val="006F1B26"/>
    <w:rsid w:val="006F1BB5"/>
    <w:rsid w:val="006F1DC8"/>
    <w:rsid w:val="006F23B4"/>
    <w:rsid w:val="006F284C"/>
    <w:rsid w:val="006F2B1E"/>
    <w:rsid w:val="006F2DF9"/>
    <w:rsid w:val="006F2E17"/>
    <w:rsid w:val="006F30BF"/>
    <w:rsid w:val="006F32EC"/>
    <w:rsid w:val="006F347C"/>
    <w:rsid w:val="006F3A73"/>
    <w:rsid w:val="006F3AE0"/>
    <w:rsid w:val="006F41C1"/>
    <w:rsid w:val="006F4318"/>
    <w:rsid w:val="006F470D"/>
    <w:rsid w:val="006F4724"/>
    <w:rsid w:val="006F49F7"/>
    <w:rsid w:val="006F4FD7"/>
    <w:rsid w:val="006F514E"/>
    <w:rsid w:val="006F5506"/>
    <w:rsid w:val="006F5D80"/>
    <w:rsid w:val="006F5E37"/>
    <w:rsid w:val="006F66B2"/>
    <w:rsid w:val="006F6773"/>
    <w:rsid w:val="006F67AA"/>
    <w:rsid w:val="006F6816"/>
    <w:rsid w:val="006F6B5F"/>
    <w:rsid w:val="006F6D44"/>
    <w:rsid w:val="006F6EEE"/>
    <w:rsid w:val="006F707F"/>
    <w:rsid w:val="006F70C6"/>
    <w:rsid w:val="006F71E9"/>
    <w:rsid w:val="006F7243"/>
    <w:rsid w:val="006F748B"/>
    <w:rsid w:val="006F7A23"/>
    <w:rsid w:val="006F7B95"/>
    <w:rsid w:val="006F7F6B"/>
    <w:rsid w:val="0070080E"/>
    <w:rsid w:val="00700BF4"/>
    <w:rsid w:val="007015DC"/>
    <w:rsid w:val="0070163B"/>
    <w:rsid w:val="00701C8E"/>
    <w:rsid w:val="007024AC"/>
    <w:rsid w:val="00702A9F"/>
    <w:rsid w:val="00702EC5"/>
    <w:rsid w:val="00702F0F"/>
    <w:rsid w:val="0070325A"/>
    <w:rsid w:val="00703290"/>
    <w:rsid w:val="007034DC"/>
    <w:rsid w:val="0070380A"/>
    <w:rsid w:val="00703F3D"/>
    <w:rsid w:val="00704231"/>
    <w:rsid w:val="007043E8"/>
    <w:rsid w:val="0070444B"/>
    <w:rsid w:val="00704688"/>
    <w:rsid w:val="00704890"/>
    <w:rsid w:val="00704C79"/>
    <w:rsid w:val="00704CEF"/>
    <w:rsid w:val="00705117"/>
    <w:rsid w:val="0070527A"/>
    <w:rsid w:val="0070567E"/>
    <w:rsid w:val="007057AE"/>
    <w:rsid w:val="007057D1"/>
    <w:rsid w:val="007059AD"/>
    <w:rsid w:val="00705B7F"/>
    <w:rsid w:val="00705BD2"/>
    <w:rsid w:val="00705CF9"/>
    <w:rsid w:val="00705EFC"/>
    <w:rsid w:val="00705F7F"/>
    <w:rsid w:val="00706117"/>
    <w:rsid w:val="00706252"/>
    <w:rsid w:val="007063BB"/>
    <w:rsid w:val="0070640F"/>
    <w:rsid w:val="00706534"/>
    <w:rsid w:val="00706CA1"/>
    <w:rsid w:val="00706D04"/>
    <w:rsid w:val="00706FAA"/>
    <w:rsid w:val="00707107"/>
    <w:rsid w:val="0070727B"/>
    <w:rsid w:val="00707617"/>
    <w:rsid w:val="007076E9"/>
    <w:rsid w:val="0070773F"/>
    <w:rsid w:val="007077B5"/>
    <w:rsid w:val="00707D66"/>
    <w:rsid w:val="00707D69"/>
    <w:rsid w:val="007100B1"/>
    <w:rsid w:val="00710308"/>
    <w:rsid w:val="00710403"/>
    <w:rsid w:val="007104B1"/>
    <w:rsid w:val="007108B1"/>
    <w:rsid w:val="00710AA6"/>
    <w:rsid w:val="00710C38"/>
    <w:rsid w:val="0071119A"/>
    <w:rsid w:val="00711215"/>
    <w:rsid w:val="00711316"/>
    <w:rsid w:val="00711598"/>
    <w:rsid w:val="0071183A"/>
    <w:rsid w:val="00711848"/>
    <w:rsid w:val="007129EE"/>
    <w:rsid w:val="00712B5A"/>
    <w:rsid w:val="00712F07"/>
    <w:rsid w:val="00712F60"/>
    <w:rsid w:val="007132DF"/>
    <w:rsid w:val="00713409"/>
    <w:rsid w:val="00713609"/>
    <w:rsid w:val="007139BC"/>
    <w:rsid w:val="00713C50"/>
    <w:rsid w:val="00713D42"/>
    <w:rsid w:val="00713D63"/>
    <w:rsid w:val="00713E5F"/>
    <w:rsid w:val="0071415B"/>
    <w:rsid w:val="00714304"/>
    <w:rsid w:val="00714CB7"/>
    <w:rsid w:val="00714F05"/>
    <w:rsid w:val="0071500E"/>
    <w:rsid w:val="0071520C"/>
    <w:rsid w:val="00715251"/>
    <w:rsid w:val="00715475"/>
    <w:rsid w:val="00715B96"/>
    <w:rsid w:val="00715C66"/>
    <w:rsid w:val="00715D75"/>
    <w:rsid w:val="007168E7"/>
    <w:rsid w:val="007169A9"/>
    <w:rsid w:val="00716A80"/>
    <w:rsid w:val="00716AA2"/>
    <w:rsid w:val="00716C88"/>
    <w:rsid w:val="00716DEE"/>
    <w:rsid w:val="00716E81"/>
    <w:rsid w:val="0071715F"/>
    <w:rsid w:val="00717571"/>
    <w:rsid w:val="00717B70"/>
    <w:rsid w:val="00717CE9"/>
    <w:rsid w:val="00717E4A"/>
    <w:rsid w:val="00717E8E"/>
    <w:rsid w:val="00717FDD"/>
    <w:rsid w:val="00720458"/>
    <w:rsid w:val="00720995"/>
    <w:rsid w:val="007209C6"/>
    <w:rsid w:val="00720EA5"/>
    <w:rsid w:val="00721152"/>
    <w:rsid w:val="00721351"/>
    <w:rsid w:val="0072137A"/>
    <w:rsid w:val="007213BB"/>
    <w:rsid w:val="00721723"/>
    <w:rsid w:val="0072199E"/>
    <w:rsid w:val="00721E6C"/>
    <w:rsid w:val="0072224F"/>
    <w:rsid w:val="007223FA"/>
    <w:rsid w:val="0072260F"/>
    <w:rsid w:val="00722D05"/>
    <w:rsid w:val="00722F58"/>
    <w:rsid w:val="007235FD"/>
    <w:rsid w:val="007236E6"/>
    <w:rsid w:val="00723710"/>
    <w:rsid w:val="0072383B"/>
    <w:rsid w:val="007238C9"/>
    <w:rsid w:val="00723937"/>
    <w:rsid w:val="00723A63"/>
    <w:rsid w:val="00724155"/>
    <w:rsid w:val="007243E5"/>
    <w:rsid w:val="007243FF"/>
    <w:rsid w:val="0072440E"/>
    <w:rsid w:val="00724807"/>
    <w:rsid w:val="00724A34"/>
    <w:rsid w:val="00725188"/>
    <w:rsid w:val="0072560E"/>
    <w:rsid w:val="00725720"/>
    <w:rsid w:val="00726220"/>
    <w:rsid w:val="00726447"/>
    <w:rsid w:val="0072651D"/>
    <w:rsid w:val="007265B0"/>
    <w:rsid w:val="0072680C"/>
    <w:rsid w:val="0072698B"/>
    <w:rsid w:val="007269F4"/>
    <w:rsid w:val="00726A5E"/>
    <w:rsid w:val="00726B3D"/>
    <w:rsid w:val="00726E70"/>
    <w:rsid w:val="007270D8"/>
    <w:rsid w:val="007272AD"/>
    <w:rsid w:val="00727C3E"/>
    <w:rsid w:val="00730376"/>
    <w:rsid w:val="007305FB"/>
    <w:rsid w:val="00730615"/>
    <w:rsid w:val="007309D5"/>
    <w:rsid w:val="00730B4D"/>
    <w:rsid w:val="00730B66"/>
    <w:rsid w:val="00730BF2"/>
    <w:rsid w:val="00730C91"/>
    <w:rsid w:val="00730C99"/>
    <w:rsid w:val="00731227"/>
    <w:rsid w:val="00731630"/>
    <w:rsid w:val="007316AD"/>
    <w:rsid w:val="00731714"/>
    <w:rsid w:val="007318F5"/>
    <w:rsid w:val="00731DBF"/>
    <w:rsid w:val="00732268"/>
    <w:rsid w:val="007324A1"/>
    <w:rsid w:val="007326CC"/>
    <w:rsid w:val="0073272A"/>
    <w:rsid w:val="007330ED"/>
    <w:rsid w:val="0073350B"/>
    <w:rsid w:val="00733604"/>
    <w:rsid w:val="00733C2E"/>
    <w:rsid w:val="00733E69"/>
    <w:rsid w:val="0073408A"/>
    <w:rsid w:val="007340D8"/>
    <w:rsid w:val="007341DB"/>
    <w:rsid w:val="0073453D"/>
    <w:rsid w:val="007349C5"/>
    <w:rsid w:val="00734AFE"/>
    <w:rsid w:val="00735005"/>
    <w:rsid w:val="007351BE"/>
    <w:rsid w:val="0073581C"/>
    <w:rsid w:val="00735C62"/>
    <w:rsid w:val="00735FA2"/>
    <w:rsid w:val="00736188"/>
    <w:rsid w:val="007362B4"/>
    <w:rsid w:val="007362D9"/>
    <w:rsid w:val="00736801"/>
    <w:rsid w:val="0073683B"/>
    <w:rsid w:val="00736C40"/>
    <w:rsid w:val="00736F65"/>
    <w:rsid w:val="00737196"/>
    <w:rsid w:val="007371AC"/>
    <w:rsid w:val="007372B7"/>
    <w:rsid w:val="007374AB"/>
    <w:rsid w:val="00737E3A"/>
    <w:rsid w:val="00737E72"/>
    <w:rsid w:val="0074001C"/>
    <w:rsid w:val="00740179"/>
    <w:rsid w:val="00740242"/>
    <w:rsid w:val="0074035E"/>
    <w:rsid w:val="00740626"/>
    <w:rsid w:val="00740647"/>
    <w:rsid w:val="00740690"/>
    <w:rsid w:val="00740938"/>
    <w:rsid w:val="00740D12"/>
    <w:rsid w:val="00741002"/>
    <w:rsid w:val="007412C4"/>
    <w:rsid w:val="00741364"/>
    <w:rsid w:val="0074136C"/>
    <w:rsid w:val="00741486"/>
    <w:rsid w:val="0074171D"/>
    <w:rsid w:val="007419DE"/>
    <w:rsid w:val="00741BE9"/>
    <w:rsid w:val="00741D8F"/>
    <w:rsid w:val="0074217E"/>
    <w:rsid w:val="007425C7"/>
    <w:rsid w:val="007426DA"/>
    <w:rsid w:val="0074280B"/>
    <w:rsid w:val="00742AC1"/>
    <w:rsid w:val="00742AFA"/>
    <w:rsid w:val="00742C89"/>
    <w:rsid w:val="0074334F"/>
    <w:rsid w:val="0074339C"/>
    <w:rsid w:val="007436C9"/>
    <w:rsid w:val="007438B0"/>
    <w:rsid w:val="00743ABB"/>
    <w:rsid w:val="00743DB9"/>
    <w:rsid w:val="00743E1B"/>
    <w:rsid w:val="00743F0C"/>
    <w:rsid w:val="0074414F"/>
    <w:rsid w:val="00744503"/>
    <w:rsid w:val="00744973"/>
    <w:rsid w:val="00744F2E"/>
    <w:rsid w:val="007451D0"/>
    <w:rsid w:val="00745527"/>
    <w:rsid w:val="00745534"/>
    <w:rsid w:val="007455AC"/>
    <w:rsid w:val="0074568C"/>
    <w:rsid w:val="00745AAA"/>
    <w:rsid w:val="007462D3"/>
    <w:rsid w:val="007463EE"/>
    <w:rsid w:val="007464D0"/>
    <w:rsid w:val="00746634"/>
    <w:rsid w:val="00746AAD"/>
    <w:rsid w:val="00746D72"/>
    <w:rsid w:val="00746DA6"/>
    <w:rsid w:val="00746F04"/>
    <w:rsid w:val="007471AB"/>
    <w:rsid w:val="00747354"/>
    <w:rsid w:val="0074786B"/>
    <w:rsid w:val="0074797D"/>
    <w:rsid w:val="0074799E"/>
    <w:rsid w:val="00747D89"/>
    <w:rsid w:val="00747F02"/>
    <w:rsid w:val="007501BE"/>
    <w:rsid w:val="007503E4"/>
    <w:rsid w:val="007508BE"/>
    <w:rsid w:val="00750E34"/>
    <w:rsid w:val="00750EC8"/>
    <w:rsid w:val="00750ED8"/>
    <w:rsid w:val="00750F14"/>
    <w:rsid w:val="00751058"/>
    <w:rsid w:val="0075123C"/>
    <w:rsid w:val="0075168F"/>
    <w:rsid w:val="0075201B"/>
    <w:rsid w:val="007523E9"/>
    <w:rsid w:val="0075253C"/>
    <w:rsid w:val="007525CC"/>
    <w:rsid w:val="00752741"/>
    <w:rsid w:val="00752892"/>
    <w:rsid w:val="00752B04"/>
    <w:rsid w:val="00752EC2"/>
    <w:rsid w:val="007531D6"/>
    <w:rsid w:val="00753237"/>
    <w:rsid w:val="007532A9"/>
    <w:rsid w:val="007532AC"/>
    <w:rsid w:val="007537D5"/>
    <w:rsid w:val="00753B4E"/>
    <w:rsid w:val="0075423D"/>
    <w:rsid w:val="00754709"/>
    <w:rsid w:val="0075483B"/>
    <w:rsid w:val="00754970"/>
    <w:rsid w:val="00754AD9"/>
    <w:rsid w:val="00754E32"/>
    <w:rsid w:val="00754FD8"/>
    <w:rsid w:val="00755249"/>
    <w:rsid w:val="0075526E"/>
    <w:rsid w:val="00755579"/>
    <w:rsid w:val="007557EF"/>
    <w:rsid w:val="00755825"/>
    <w:rsid w:val="00755B2B"/>
    <w:rsid w:val="00756181"/>
    <w:rsid w:val="007564C5"/>
    <w:rsid w:val="00756834"/>
    <w:rsid w:val="00756D10"/>
    <w:rsid w:val="00756E82"/>
    <w:rsid w:val="00756FCA"/>
    <w:rsid w:val="00757032"/>
    <w:rsid w:val="0075741D"/>
    <w:rsid w:val="007574C2"/>
    <w:rsid w:val="0075760D"/>
    <w:rsid w:val="00757E1B"/>
    <w:rsid w:val="007600D6"/>
    <w:rsid w:val="007601A2"/>
    <w:rsid w:val="007607C0"/>
    <w:rsid w:val="00760B14"/>
    <w:rsid w:val="00760F10"/>
    <w:rsid w:val="00761310"/>
    <w:rsid w:val="00761378"/>
    <w:rsid w:val="007614C0"/>
    <w:rsid w:val="0076160F"/>
    <w:rsid w:val="00761A87"/>
    <w:rsid w:val="00761FCF"/>
    <w:rsid w:val="00762034"/>
    <w:rsid w:val="007622CB"/>
    <w:rsid w:val="00762432"/>
    <w:rsid w:val="00762654"/>
    <w:rsid w:val="0076290E"/>
    <w:rsid w:val="00762D0F"/>
    <w:rsid w:val="007632FE"/>
    <w:rsid w:val="0076385F"/>
    <w:rsid w:val="00763B81"/>
    <w:rsid w:val="007644B1"/>
    <w:rsid w:val="00764726"/>
    <w:rsid w:val="007649DC"/>
    <w:rsid w:val="00765145"/>
    <w:rsid w:val="007658F3"/>
    <w:rsid w:val="00765B1C"/>
    <w:rsid w:val="00765C6C"/>
    <w:rsid w:val="00765D64"/>
    <w:rsid w:val="007664DC"/>
    <w:rsid w:val="00766856"/>
    <w:rsid w:val="00766BC9"/>
    <w:rsid w:val="00766FC7"/>
    <w:rsid w:val="00767427"/>
    <w:rsid w:val="0076769E"/>
    <w:rsid w:val="007676DA"/>
    <w:rsid w:val="00767AED"/>
    <w:rsid w:val="00767B43"/>
    <w:rsid w:val="00767C41"/>
    <w:rsid w:val="007704E8"/>
    <w:rsid w:val="00770611"/>
    <w:rsid w:val="007709FB"/>
    <w:rsid w:val="00770E7F"/>
    <w:rsid w:val="007711FC"/>
    <w:rsid w:val="0077184B"/>
    <w:rsid w:val="00771B5D"/>
    <w:rsid w:val="00772168"/>
    <w:rsid w:val="007721DE"/>
    <w:rsid w:val="007722BE"/>
    <w:rsid w:val="007725CF"/>
    <w:rsid w:val="00772693"/>
    <w:rsid w:val="0077290C"/>
    <w:rsid w:val="00772F4F"/>
    <w:rsid w:val="007732E0"/>
    <w:rsid w:val="00773441"/>
    <w:rsid w:val="00773B22"/>
    <w:rsid w:val="0077413F"/>
    <w:rsid w:val="0077432E"/>
    <w:rsid w:val="007743C5"/>
    <w:rsid w:val="00774686"/>
    <w:rsid w:val="00774723"/>
    <w:rsid w:val="00774752"/>
    <w:rsid w:val="007748C5"/>
    <w:rsid w:val="00774D10"/>
    <w:rsid w:val="00775281"/>
    <w:rsid w:val="0077551E"/>
    <w:rsid w:val="007757D8"/>
    <w:rsid w:val="00775A5A"/>
    <w:rsid w:val="00775C9F"/>
    <w:rsid w:val="0077647D"/>
    <w:rsid w:val="00776965"/>
    <w:rsid w:val="00776D43"/>
    <w:rsid w:val="00776E11"/>
    <w:rsid w:val="00777195"/>
    <w:rsid w:val="007773CD"/>
    <w:rsid w:val="00777B68"/>
    <w:rsid w:val="00777BE9"/>
    <w:rsid w:val="00777CB5"/>
    <w:rsid w:val="00777E80"/>
    <w:rsid w:val="00777EA8"/>
    <w:rsid w:val="00780304"/>
    <w:rsid w:val="007804F3"/>
    <w:rsid w:val="007807DB"/>
    <w:rsid w:val="007807DD"/>
    <w:rsid w:val="00780F39"/>
    <w:rsid w:val="00781068"/>
    <w:rsid w:val="007814B0"/>
    <w:rsid w:val="00781554"/>
    <w:rsid w:val="007815AD"/>
    <w:rsid w:val="0078164B"/>
    <w:rsid w:val="00781B1E"/>
    <w:rsid w:val="007823EA"/>
    <w:rsid w:val="0078259F"/>
    <w:rsid w:val="00782642"/>
    <w:rsid w:val="00782BB6"/>
    <w:rsid w:val="00782EDE"/>
    <w:rsid w:val="00782F39"/>
    <w:rsid w:val="00782FAC"/>
    <w:rsid w:val="0078344B"/>
    <w:rsid w:val="00783963"/>
    <w:rsid w:val="00783B67"/>
    <w:rsid w:val="007840E5"/>
    <w:rsid w:val="0078456B"/>
    <w:rsid w:val="00784597"/>
    <w:rsid w:val="00784737"/>
    <w:rsid w:val="00784E75"/>
    <w:rsid w:val="0078544F"/>
    <w:rsid w:val="007855B8"/>
    <w:rsid w:val="00785703"/>
    <w:rsid w:val="00785C0F"/>
    <w:rsid w:val="0078614E"/>
    <w:rsid w:val="00786396"/>
    <w:rsid w:val="007863D2"/>
    <w:rsid w:val="00786729"/>
    <w:rsid w:val="0078692E"/>
    <w:rsid w:val="00786DFF"/>
    <w:rsid w:val="00787366"/>
    <w:rsid w:val="0078760C"/>
    <w:rsid w:val="00787819"/>
    <w:rsid w:val="00787C6A"/>
    <w:rsid w:val="00787DB0"/>
    <w:rsid w:val="00790626"/>
    <w:rsid w:val="00790919"/>
    <w:rsid w:val="00790DAF"/>
    <w:rsid w:val="00790DCD"/>
    <w:rsid w:val="00790E34"/>
    <w:rsid w:val="00791069"/>
    <w:rsid w:val="00791139"/>
    <w:rsid w:val="007916B1"/>
    <w:rsid w:val="0079185B"/>
    <w:rsid w:val="007919C6"/>
    <w:rsid w:val="00791D8F"/>
    <w:rsid w:val="00791DC6"/>
    <w:rsid w:val="00791EF0"/>
    <w:rsid w:val="00792970"/>
    <w:rsid w:val="0079301C"/>
    <w:rsid w:val="00793293"/>
    <w:rsid w:val="007934E7"/>
    <w:rsid w:val="00793522"/>
    <w:rsid w:val="007938B5"/>
    <w:rsid w:val="00793A49"/>
    <w:rsid w:val="00793CF0"/>
    <w:rsid w:val="00793F9C"/>
    <w:rsid w:val="00793FBF"/>
    <w:rsid w:val="0079406C"/>
    <w:rsid w:val="00794259"/>
    <w:rsid w:val="007946C9"/>
    <w:rsid w:val="00794714"/>
    <w:rsid w:val="00794A7A"/>
    <w:rsid w:val="00794FFB"/>
    <w:rsid w:val="00795880"/>
    <w:rsid w:val="00795A84"/>
    <w:rsid w:val="00795BC7"/>
    <w:rsid w:val="00795BE6"/>
    <w:rsid w:val="00795F9A"/>
    <w:rsid w:val="0079600D"/>
    <w:rsid w:val="00796939"/>
    <w:rsid w:val="00796BDE"/>
    <w:rsid w:val="00796C2E"/>
    <w:rsid w:val="00796C65"/>
    <w:rsid w:val="0079709C"/>
    <w:rsid w:val="00797103"/>
    <w:rsid w:val="007976A3"/>
    <w:rsid w:val="007979B7"/>
    <w:rsid w:val="00797C5D"/>
    <w:rsid w:val="007A015D"/>
    <w:rsid w:val="007A02BA"/>
    <w:rsid w:val="007A03BA"/>
    <w:rsid w:val="007A03FF"/>
    <w:rsid w:val="007A046F"/>
    <w:rsid w:val="007A04BF"/>
    <w:rsid w:val="007A0AF1"/>
    <w:rsid w:val="007A0CA8"/>
    <w:rsid w:val="007A0CB3"/>
    <w:rsid w:val="007A0CBB"/>
    <w:rsid w:val="007A0D47"/>
    <w:rsid w:val="007A1058"/>
    <w:rsid w:val="007A109C"/>
    <w:rsid w:val="007A111D"/>
    <w:rsid w:val="007A1B3D"/>
    <w:rsid w:val="007A1DA3"/>
    <w:rsid w:val="007A1DDE"/>
    <w:rsid w:val="007A2275"/>
    <w:rsid w:val="007A2521"/>
    <w:rsid w:val="007A283F"/>
    <w:rsid w:val="007A2BED"/>
    <w:rsid w:val="007A31E6"/>
    <w:rsid w:val="007A3630"/>
    <w:rsid w:val="007A3770"/>
    <w:rsid w:val="007A3996"/>
    <w:rsid w:val="007A3BA2"/>
    <w:rsid w:val="007A3CD6"/>
    <w:rsid w:val="007A3DD1"/>
    <w:rsid w:val="007A3EDC"/>
    <w:rsid w:val="007A4883"/>
    <w:rsid w:val="007A4C09"/>
    <w:rsid w:val="007A4C22"/>
    <w:rsid w:val="007A55B2"/>
    <w:rsid w:val="007A5800"/>
    <w:rsid w:val="007A581F"/>
    <w:rsid w:val="007A59C7"/>
    <w:rsid w:val="007A5FA5"/>
    <w:rsid w:val="007A626D"/>
    <w:rsid w:val="007A6373"/>
    <w:rsid w:val="007A66F4"/>
    <w:rsid w:val="007A6A96"/>
    <w:rsid w:val="007A6AC6"/>
    <w:rsid w:val="007A6B26"/>
    <w:rsid w:val="007A6C2A"/>
    <w:rsid w:val="007A73AA"/>
    <w:rsid w:val="007A7602"/>
    <w:rsid w:val="007B018C"/>
    <w:rsid w:val="007B0348"/>
    <w:rsid w:val="007B08CE"/>
    <w:rsid w:val="007B0C07"/>
    <w:rsid w:val="007B0D18"/>
    <w:rsid w:val="007B0D41"/>
    <w:rsid w:val="007B0D4A"/>
    <w:rsid w:val="007B0F29"/>
    <w:rsid w:val="007B0FB7"/>
    <w:rsid w:val="007B108A"/>
    <w:rsid w:val="007B12AC"/>
    <w:rsid w:val="007B14C5"/>
    <w:rsid w:val="007B1739"/>
    <w:rsid w:val="007B17C4"/>
    <w:rsid w:val="007B1801"/>
    <w:rsid w:val="007B189E"/>
    <w:rsid w:val="007B1AB5"/>
    <w:rsid w:val="007B1E72"/>
    <w:rsid w:val="007B20C3"/>
    <w:rsid w:val="007B20EE"/>
    <w:rsid w:val="007B2BF0"/>
    <w:rsid w:val="007B2D39"/>
    <w:rsid w:val="007B301B"/>
    <w:rsid w:val="007B31E4"/>
    <w:rsid w:val="007B3736"/>
    <w:rsid w:val="007B3AAB"/>
    <w:rsid w:val="007B3E67"/>
    <w:rsid w:val="007B3ED8"/>
    <w:rsid w:val="007B48C8"/>
    <w:rsid w:val="007B4FC6"/>
    <w:rsid w:val="007B520B"/>
    <w:rsid w:val="007B5544"/>
    <w:rsid w:val="007B55D7"/>
    <w:rsid w:val="007B585C"/>
    <w:rsid w:val="007B5BCD"/>
    <w:rsid w:val="007B5F61"/>
    <w:rsid w:val="007B6323"/>
    <w:rsid w:val="007B643A"/>
    <w:rsid w:val="007B6654"/>
    <w:rsid w:val="007B6A57"/>
    <w:rsid w:val="007B6DDF"/>
    <w:rsid w:val="007B6F97"/>
    <w:rsid w:val="007B6FFE"/>
    <w:rsid w:val="007B745F"/>
    <w:rsid w:val="007B76AB"/>
    <w:rsid w:val="007B78E0"/>
    <w:rsid w:val="007B79B9"/>
    <w:rsid w:val="007B7AD3"/>
    <w:rsid w:val="007B7C68"/>
    <w:rsid w:val="007C031C"/>
    <w:rsid w:val="007C1364"/>
    <w:rsid w:val="007C14D5"/>
    <w:rsid w:val="007C19E7"/>
    <w:rsid w:val="007C2014"/>
    <w:rsid w:val="007C28B2"/>
    <w:rsid w:val="007C28D3"/>
    <w:rsid w:val="007C2A45"/>
    <w:rsid w:val="007C2CD6"/>
    <w:rsid w:val="007C3061"/>
    <w:rsid w:val="007C34D0"/>
    <w:rsid w:val="007C38A7"/>
    <w:rsid w:val="007C3AE8"/>
    <w:rsid w:val="007C3CEA"/>
    <w:rsid w:val="007C3E12"/>
    <w:rsid w:val="007C3F99"/>
    <w:rsid w:val="007C404B"/>
    <w:rsid w:val="007C413A"/>
    <w:rsid w:val="007C414F"/>
    <w:rsid w:val="007C446B"/>
    <w:rsid w:val="007C448F"/>
    <w:rsid w:val="007C512C"/>
    <w:rsid w:val="007C5207"/>
    <w:rsid w:val="007C522F"/>
    <w:rsid w:val="007C53F2"/>
    <w:rsid w:val="007C5ACF"/>
    <w:rsid w:val="007C5CAE"/>
    <w:rsid w:val="007C5D61"/>
    <w:rsid w:val="007C5ED5"/>
    <w:rsid w:val="007C62F3"/>
    <w:rsid w:val="007C65DC"/>
    <w:rsid w:val="007C6F6A"/>
    <w:rsid w:val="007C70B5"/>
    <w:rsid w:val="007C739E"/>
    <w:rsid w:val="007C77D1"/>
    <w:rsid w:val="007C7FAD"/>
    <w:rsid w:val="007D0109"/>
    <w:rsid w:val="007D01AE"/>
    <w:rsid w:val="007D07F0"/>
    <w:rsid w:val="007D0DCF"/>
    <w:rsid w:val="007D1023"/>
    <w:rsid w:val="007D1034"/>
    <w:rsid w:val="007D13C5"/>
    <w:rsid w:val="007D1522"/>
    <w:rsid w:val="007D17BB"/>
    <w:rsid w:val="007D185E"/>
    <w:rsid w:val="007D18D9"/>
    <w:rsid w:val="007D19A8"/>
    <w:rsid w:val="007D1A2C"/>
    <w:rsid w:val="007D1E19"/>
    <w:rsid w:val="007D1E97"/>
    <w:rsid w:val="007D1F96"/>
    <w:rsid w:val="007D1FF4"/>
    <w:rsid w:val="007D2060"/>
    <w:rsid w:val="007D2284"/>
    <w:rsid w:val="007D2364"/>
    <w:rsid w:val="007D2454"/>
    <w:rsid w:val="007D2B1B"/>
    <w:rsid w:val="007D2B44"/>
    <w:rsid w:val="007D2B7F"/>
    <w:rsid w:val="007D3285"/>
    <w:rsid w:val="007D3687"/>
    <w:rsid w:val="007D3C2B"/>
    <w:rsid w:val="007D3D1F"/>
    <w:rsid w:val="007D3FC2"/>
    <w:rsid w:val="007D40B6"/>
    <w:rsid w:val="007D410A"/>
    <w:rsid w:val="007D4155"/>
    <w:rsid w:val="007D44C3"/>
    <w:rsid w:val="007D4773"/>
    <w:rsid w:val="007D4B06"/>
    <w:rsid w:val="007D4F86"/>
    <w:rsid w:val="007D552F"/>
    <w:rsid w:val="007D5FEC"/>
    <w:rsid w:val="007D5FF7"/>
    <w:rsid w:val="007D60A5"/>
    <w:rsid w:val="007D60DD"/>
    <w:rsid w:val="007D61D9"/>
    <w:rsid w:val="007D6519"/>
    <w:rsid w:val="007D66A5"/>
    <w:rsid w:val="007D67E5"/>
    <w:rsid w:val="007D6959"/>
    <w:rsid w:val="007D6B05"/>
    <w:rsid w:val="007D6E06"/>
    <w:rsid w:val="007D709A"/>
    <w:rsid w:val="007D76F8"/>
    <w:rsid w:val="007D781E"/>
    <w:rsid w:val="007E03D1"/>
    <w:rsid w:val="007E0578"/>
    <w:rsid w:val="007E0633"/>
    <w:rsid w:val="007E0CD3"/>
    <w:rsid w:val="007E0E6D"/>
    <w:rsid w:val="007E1331"/>
    <w:rsid w:val="007E19F7"/>
    <w:rsid w:val="007E1A16"/>
    <w:rsid w:val="007E1B50"/>
    <w:rsid w:val="007E1BBC"/>
    <w:rsid w:val="007E1C72"/>
    <w:rsid w:val="007E1CA3"/>
    <w:rsid w:val="007E1F44"/>
    <w:rsid w:val="007E1FC4"/>
    <w:rsid w:val="007E1FE9"/>
    <w:rsid w:val="007E2097"/>
    <w:rsid w:val="007E2609"/>
    <w:rsid w:val="007E26AB"/>
    <w:rsid w:val="007E2CA1"/>
    <w:rsid w:val="007E2E6C"/>
    <w:rsid w:val="007E2EB7"/>
    <w:rsid w:val="007E3083"/>
    <w:rsid w:val="007E32E8"/>
    <w:rsid w:val="007E35F5"/>
    <w:rsid w:val="007E36E3"/>
    <w:rsid w:val="007E3FF2"/>
    <w:rsid w:val="007E411D"/>
    <w:rsid w:val="007E42FC"/>
    <w:rsid w:val="007E4302"/>
    <w:rsid w:val="007E4584"/>
    <w:rsid w:val="007E48D0"/>
    <w:rsid w:val="007E4A65"/>
    <w:rsid w:val="007E4B49"/>
    <w:rsid w:val="007E5029"/>
    <w:rsid w:val="007E5777"/>
    <w:rsid w:val="007E592F"/>
    <w:rsid w:val="007E5962"/>
    <w:rsid w:val="007E5A5F"/>
    <w:rsid w:val="007E5B6B"/>
    <w:rsid w:val="007E63AD"/>
    <w:rsid w:val="007E6534"/>
    <w:rsid w:val="007E6B8E"/>
    <w:rsid w:val="007E6F26"/>
    <w:rsid w:val="007E6FA2"/>
    <w:rsid w:val="007E7559"/>
    <w:rsid w:val="007E7670"/>
    <w:rsid w:val="007E79C6"/>
    <w:rsid w:val="007E7C3A"/>
    <w:rsid w:val="007E7E60"/>
    <w:rsid w:val="007E7F95"/>
    <w:rsid w:val="007F010C"/>
    <w:rsid w:val="007F060C"/>
    <w:rsid w:val="007F0659"/>
    <w:rsid w:val="007F0F90"/>
    <w:rsid w:val="007F1107"/>
    <w:rsid w:val="007F1A89"/>
    <w:rsid w:val="007F1C60"/>
    <w:rsid w:val="007F1D57"/>
    <w:rsid w:val="007F1F02"/>
    <w:rsid w:val="007F2C6A"/>
    <w:rsid w:val="007F2E47"/>
    <w:rsid w:val="007F2FF7"/>
    <w:rsid w:val="007F3162"/>
    <w:rsid w:val="007F35B5"/>
    <w:rsid w:val="007F372E"/>
    <w:rsid w:val="007F39D6"/>
    <w:rsid w:val="007F46E0"/>
    <w:rsid w:val="007F4A8F"/>
    <w:rsid w:val="007F4ACF"/>
    <w:rsid w:val="007F528A"/>
    <w:rsid w:val="007F5702"/>
    <w:rsid w:val="007F5768"/>
    <w:rsid w:val="007F5AB8"/>
    <w:rsid w:val="007F5D15"/>
    <w:rsid w:val="007F5D86"/>
    <w:rsid w:val="007F5E0B"/>
    <w:rsid w:val="007F5E30"/>
    <w:rsid w:val="007F5EF7"/>
    <w:rsid w:val="007F6268"/>
    <w:rsid w:val="007F62FC"/>
    <w:rsid w:val="007F64DF"/>
    <w:rsid w:val="007F6665"/>
    <w:rsid w:val="007F6951"/>
    <w:rsid w:val="007F6C48"/>
    <w:rsid w:val="007F71DC"/>
    <w:rsid w:val="007F741B"/>
    <w:rsid w:val="007F7775"/>
    <w:rsid w:val="007F7AED"/>
    <w:rsid w:val="007F7CE3"/>
    <w:rsid w:val="007F7D1E"/>
    <w:rsid w:val="007F7F5B"/>
    <w:rsid w:val="00800048"/>
    <w:rsid w:val="008001BA"/>
    <w:rsid w:val="0080054E"/>
    <w:rsid w:val="00800931"/>
    <w:rsid w:val="0080231E"/>
    <w:rsid w:val="00802769"/>
    <w:rsid w:val="00802A7B"/>
    <w:rsid w:val="00802ACA"/>
    <w:rsid w:val="00802C80"/>
    <w:rsid w:val="00803A47"/>
    <w:rsid w:val="00803DEF"/>
    <w:rsid w:val="00803DF6"/>
    <w:rsid w:val="008040B2"/>
    <w:rsid w:val="00804175"/>
    <w:rsid w:val="008043F2"/>
    <w:rsid w:val="0080446D"/>
    <w:rsid w:val="008048BF"/>
    <w:rsid w:val="00804E07"/>
    <w:rsid w:val="00805071"/>
    <w:rsid w:val="0080557A"/>
    <w:rsid w:val="008059F6"/>
    <w:rsid w:val="00805C4A"/>
    <w:rsid w:val="00805D1D"/>
    <w:rsid w:val="00805D93"/>
    <w:rsid w:val="00806129"/>
    <w:rsid w:val="008063B0"/>
    <w:rsid w:val="00806667"/>
    <w:rsid w:val="00806D3E"/>
    <w:rsid w:val="0080707E"/>
    <w:rsid w:val="00807431"/>
    <w:rsid w:val="0080744E"/>
    <w:rsid w:val="008074E9"/>
    <w:rsid w:val="00807B5A"/>
    <w:rsid w:val="00807C2E"/>
    <w:rsid w:val="00807DCE"/>
    <w:rsid w:val="0081025D"/>
    <w:rsid w:val="00810596"/>
    <w:rsid w:val="008107C1"/>
    <w:rsid w:val="008108B0"/>
    <w:rsid w:val="0081098C"/>
    <w:rsid w:val="00810F7C"/>
    <w:rsid w:val="008112B3"/>
    <w:rsid w:val="008114DE"/>
    <w:rsid w:val="00811524"/>
    <w:rsid w:val="00811551"/>
    <w:rsid w:val="008116EC"/>
    <w:rsid w:val="008121E7"/>
    <w:rsid w:val="0081249E"/>
    <w:rsid w:val="0081255B"/>
    <w:rsid w:val="00812767"/>
    <w:rsid w:val="0081281F"/>
    <w:rsid w:val="00812847"/>
    <w:rsid w:val="00812A4F"/>
    <w:rsid w:val="00812F12"/>
    <w:rsid w:val="00813066"/>
    <w:rsid w:val="0081318F"/>
    <w:rsid w:val="008131BF"/>
    <w:rsid w:val="00813347"/>
    <w:rsid w:val="0081397B"/>
    <w:rsid w:val="008139D4"/>
    <w:rsid w:val="00814209"/>
    <w:rsid w:val="008142FF"/>
    <w:rsid w:val="008145C7"/>
    <w:rsid w:val="008145ED"/>
    <w:rsid w:val="008146BE"/>
    <w:rsid w:val="00814806"/>
    <w:rsid w:val="00814B6B"/>
    <w:rsid w:val="00815005"/>
    <w:rsid w:val="00815309"/>
    <w:rsid w:val="008159E6"/>
    <w:rsid w:val="00815BCC"/>
    <w:rsid w:val="00815BE1"/>
    <w:rsid w:val="00816692"/>
    <w:rsid w:val="00816776"/>
    <w:rsid w:val="00816C38"/>
    <w:rsid w:val="00816CAA"/>
    <w:rsid w:val="00816E11"/>
    <w:rsid w:val="00817070"/>
    <w:rsid w:val="008173D6"/>
    <w:rsid w:val="008201B2"/>
    <w:rsid w:val="008201FB"/>
    <w:rsid w:val="00820553"/>
    <w:rsid w:val="00820C98"/>
    <w:rsid w:val="00820CEE"/>
    <w:rsid w:val="00820EBC"/>
    <w:rsid w:val="008212C5"/>
    <w:rsid w:val="008212D5"/>
    <w:rsid w:val="0082143C"/>
    <w:rsid w:val="008217A3"/>
    <w:rsid w:val="00821AC9"/>
    <w:rsid w:val="00821D1D"/>
    <w:rsid w:val="00822146"/>
    <w:rsid w:val="0082228F"/>
    <w:rsid w:val="008224C2"/>
    <w:rsid w:val="008227BF"/>
    <w:rsid w:val="00822989"/>
    <w:rsid w:val="00822D4D"/>
    <w:rsid w:val="00822F74"/>
    <w:rsid w:val="008232D0"/>
    <w:rsid w:val="008237A0"/>
    <w:rsid w:val="00823AC9"/>
    <w:rsid w:val="00823EF6"/>
    <w:rsid w:val="00823F59"/>
    <w:rsid w:val="0082437B"/>
    <w:rsid w:val="00824769"/>
    <w:rsid w:val="00824B74"/>
    <w:rsid w:val="00824EC5"/>
    <w:rsid w:val="00824F69"/>
    <w:rsid w:val="008255DF"/>
    <w:rsid w:val="0082579E"/>
    <w:rsid w:val="0082585C"/>
    <w:rsid w:val="008258A1"/>
    <w:rsid w:val="00825976"/>
    <w:rsid w:val="00825C7C"/>
    <w:rsid w:val="008261E4"/>
    <w:rsid w:val="0082645B"/>
    <w:rsid w:val="0082647A"/>
    <w:rsid w:val="0082668F"/>
    <w:rsid w:val="008267DB"/>
    <w:rsid w:val="00826957"/>
    <w:rsid w:val="00827324"/>
    <w:rsid w:val="008273A6"/>
    <w:rsid w:val="00827464"/>
    <w:rsid w:val="0082798E"/>
    <w:rsid w:val="00827BC9"/>
    <w:rsid w:val="00827D47"/>
    <w:rsid w:val="00827D8A"/>
    <w:rsid w:val="00827E45"/>
    <w:rsid w:val="00827F45"/>
    <w:rsid w:val="00830C14"/>
    <w:rsid w:val="00830CCA"/>
    <w:rsid w:val="008311CC"/>
    <w:rsid w:val="008313E4"/>
    <w:rsid w:val="00831ABA"/>
    <w:rsid w:val="00831B32"/>
    <w:rsid w:val="00832279"/>
    <w:rsid w:val="008324F4"/>
    <w:rsid w:val="00832B21"/>
    <w:rsid w:val="008331DC"/>
    <w:rsid w:val="008341F6"/>
    <w:rsid w:val="008342B3"/>
    <w:rsid w:val="00834312"/>
    <w:rsid w:val="00834359"/>
    <w:rsid w:val="008349E8"/>
    <w:rsid w:val="00834C10"/>
    <w:rsid w:val="0083521C"/>
    <w:rsid w:val="00835253"/>
    <w:rsid w:val="008353E3"/>
    <w:rsid w:val="00835458"/>
    <w:rsid w:val="00835C7C"/>
    <w:rsid w:val="008369CC"/>
    <w:rsid w:val="00836A91"/>
    <w:rsid w:val="00836AF3"/>
    <w:rsid w:val="00836C77"/>
    <w:rsid w:val="00837473"/>
    <w:rsid w:val="008375B4"/>
    <w:rsid w:val="00837663"/>
    <w:rsid w:val="00837731"/>
    <w:rsid w:val="00837FCA"/>
    <w:rsid w:val="00840532"/>
    <w:rsid w:val="008407D1"/>
    <w:rsid w:val="008409B4"/>
    <w:rsid w:val="008409E1"/>
    <w:rsid w:val="008410C6"/>
    <w:rsid w:val="00841324"/>
    <w:rsid w:val="0084144E"/>
    <w:rsid w:val="008415F4"/>
    <w:rsid w:val="0084162B"/>
    <w:rsid w:val="00841636"/>
    <w:rsid w:val="00841A8E"/>
    <w:rsid w:val="00841E6E"/>
    <w:rsid w:val="00842534"/>
    <w:rsid w:val="00842DAC"/>
    <w:rsid w:val="00842DD0"/>
    <w:rsid w:val="00843043"/>
    <w:rsid w:val="008432B4"/>
    <w:rsid w:val="008433BF"/>
    <w:rsid w:val="008435F0"/>
    <w:rsid w:val="00843B82"/>
    <w:rsid w:val="00843BA4"/>
    <w:rsid w:val="00843D73"/>
    <w:rsid w:val="0084412D"/>
    <w:rsid w:val="00844579"/>
    <w:rsid w:val="00844611"/>
    <w:rsid w:val="0084473D"/>
    <w:rsid w:val="00844784"/>
    <w:rsid w:val="00844F49"/>
    <w:rsid w:val="008456F6"/>
    <w:rsid w:val="00845A08"/>
    <w:rsid w:val="00845F06"/>
    <w:rsid w:val="00845FF6"/>
    <w:rsid w:val="0084613E"/>
    <w:rsid w:val="00846243"/>
    <w:rsid w:val="008463D9"/>
    <w:rsid w:val="00846506"/>
    <w:rsid w:val="008465CE"/>
    <w:rsid w:val="008465D1"/>
    <w:rsid w:val="00846609"/>
    <w:rsid w:val="00847170"/>
    <w:rsid w:val="00847701"/>
    <w:rsid w:val="00847836"/>
    <w:rsid w:val="00847A23"/>
    <w:rsid w:val="00847C51"/>
    <w:rsid w:val="00847CC9"/>
    <w:rsid w:val="00847EA7"/>
    <w:rsid w:val="00850030"/>
    <w:rsid w:val="00850177"/>
    <w:rsid w:val="008501C9"/>
    <w:rsid w:val="00850982"/>
    <w:rsid w:val="00850D3B"/>
    <w:rsid w:val="00851069"/>
    <w:rsid w:val="0085144F"/>
    <w:rsid w:val="00851481"/>
    <w:rsid w:val="00851700"/>
    <w:rsid w:val="00851861"/>
    <w:rsid w:val="00851AAD"/>
    <w:rsid w:val="00851C4B"/>
    <w:rsid w:val="00851D33"/>
    <w:rsid w:val="00851D9B"/>
    <w:rsid w:val="00851F95"/>
    <w:rsid w:val="00851FF7"/>
    <w:rsid w:val="008520C6"/>
    <w:rsid w:val="008521AC"/>
    <w:rsid w:val="008523A9"/>
    <w:rsid w:val="008524F0"/>
    <w:rsid w:val="00852A8C"/>
    <w:rsid w:val="008533F9"/>
    <w:rsid w:val="0085380B"/>
    <w:rsid w:val="00853B9B"/>
    <w:rsid w:val="00853D16"/>
    <w:rsid w:val="0085409E"/>
    <w:rsid w:val="00854175"/>
    <w:rsid w:val="008541DD"/>
    <w:rsid w:val="008543F9"/>
    <w:rsid w:val="008544D2"/>
    <w:rsid w:val="00854535"/>
    <w:rsid w:val="008547C2"/>
    <w:rsid w:val="008548C4"/>
    <w:rsid w:val="00854AD5"/>
    <w:rsid w:val="00854C42"/>
    <w:rsid w:val="00854D2B"/>
    <w:rsid w:val="00854E03"/>
    <w:rsid w:val="0085504B"/>
    <w:rsid w:val="008559AE"/>
    <w:rsid w:val="00855A8F"/>
    <w:rsid w:val="00855CC6"/>
    <w:rsid w:val="0085643B"/>
    <w:rsid w:val="008565BD"/>
    <w:rsid w:val="008565C0"/>
    <w:rsid w:val="0085663D"/>
    <w:rsid w:val="0085668C"/>
    <w:rsid w:val="0085675A"/>
    <w:rsid w:val="0085693A"/>
    <w:rsid w:val="00856C04"/>
    <w:rsid w:val="00856D46"/>
    <w:rsid w:val="00856E6C"/>
    <w:rsid w:val="00856F0F"/>
    <w:rsid w:val="0085718A"/>
    <w:rsid w:val="0085730E"/>
    <w:rsid w:val="008573C8"/>
    <w:rsid w:val="0085758E"/>
    <w:rsid w:val="00857781"/>
    <w:rsid w:val="008577F7"/>
    <w:rsid w:val="0086050C"/>
    <w:rsid w:val="0086083D"/>
    <w:rsid w:val="00860B0A"/>
    <w:rsid w:val="00860CF4"/>
    <w:rsid w:val="00860DF7"/>
    <w:rsid w:val="00861103"/>
    <w:rsid w:val="00861314"/>
    <w:rsid w:val="00861765"/>
    <w:rsid w:val="00861A00"/>
    <w:rsid w:val="00861A6E"/>
    <w:rsid w:val="00861CF8"/>
    <w:rsid w:val="00861DE4"/>
    <w:rsid w:val="008620A9"/>
    <w:rsid w:val="008621D0"/>
    <w:rsid w:val="00862753"/>
    <w:rsid w:val="0086292C"/>
    <w:rsid w:val="00862A8A"/>
    <w:rsid w:val="00862B3A"/>
    <w:rsid w:val="00862C5F"/>
    <w:rsid w:val="00862FDB"/>
    <w:rsid w:val="0086328F"/>
    <w:rsid w:val="00863587"/>
    <w:rsid w:val="00863AB6"/>
    <w:rsid w:val="00863C19"/>
    <w:rsid w:val="008640B8"/>
    <w:rsid w:val="0086418B"/>
    <w:rsid w:val="008643B3"/>
    <w:rsid w:val="0086471C"/>
    <w:rsid w:val="0086479B"/>
    <w:rsid w:val="0086481B"/>
    <w:rsid w:val="00864A67"/>
    <w:rsid w:val="00864BAB"/>
    <w:rsid w:val="00864E4E"/>
    <w:rsid w:val="0086554F"/>
    <w:rsid w:val="00865816"/>
    <w:rsid w:val="008659BC"/>
    <w:rsid w:val="00865B66"/>
    <w:rsid w:val="00866383"/>
    <w:rsid w:val="00866595"/>
    <w:rsid w:val="008667AC"/>
    <w:rsid w:val="00866BA5"/>
    <w:rsid w:val="00866EED"/>
    <w:rsid w:val="00866F52"/>
    <w:rsid w:val="00867D22"/>
    <w:rsid w:val="00870759"/>
    <w:rsid w:val="0087099E"/>
    <w:rsid w:val="00870DA6"/>
    <w:rsid w:val="008710EC"/>
    <w:rsid w:val="0087113A"/>
    <w:rsid w:val="00871184"/>
    <w:rsid w:val="0087125F"/>
    <w:rsid w:val="008714D3"/>
    <w:rsid w:val="008715CA"/>
    <w:rsid w:val="00871879"/>
    <w:rsid w:val="008719F2"/>
    <w:rsid w:val="00871C01"/>
    <w:rsid w:val="00871F4D"/>
    <w:rsid w:val="0087241D"/>
    <w:rsid w:val="0087268E"/>
    <w:rsid w:val="00872944"/>
    <w:rsid w:val="00872BE2"/>
    <w:rsid w:val="00872F98"/>
    <w:rsid w:val="008732D9"/>
    <w:rsid w:val="00873370"/>
    <w:rsid w:val="00873C66"/>
    <w:rsid w:val="00873FFE"/>
    <w:rsid w:val="00874729"/>
    <w:rsid w:val="008749E8"/>
    <w:rsid w:val="00874CB4"/>
    <w:rsid w:val="00874D28"/>
    <w:rsid w:val="008753BF"/>
    <w:rsid w:val="00875CDB"/>
    <w:rsid w:val="0087613F"/>
    <w:rsid w:val="008762E1"/>
    <w:rsid w:val="008763EB"/>
    <w:rsid w:val="0087672C"/>
    <w:rsid w:val="0087673B"/>
    <w:rsid w:val="00876F09"/>
    <w:rsid w:val="00877002"/>
    <w:rsid w:val="00877208"/>
    <w:rsid w:val="00877572"/>
    <w:rsid w:val="0087765E"/>
    <w:rsid w:val="00877833"/>
    <w:rsid w:val="00877AE7"/>
    <w:rsid w:val="00877BE6"/>
    <w:rsid w:val="008800B4"/>
    <w:rsid w:val="00880584"/>
    <w:rsid w:val="008807BB"/>
    <w:rsid w:val="008809BC"/>
    <w:rsid w:val="00880CAF"/>
    <w:rsid w:val="00881A10"/>
    <w:rsid w:val="00881AAB"/>
    <w:rsid w:val="00881C08"/>
    <w:rsid w:val="00881DE5"/>
    <w:rsid w:val="00881E3C"/>
    <w:rsid w:val="00881F72"/>
    <w:rsid w:val="0088207D"/>
    <w:rsid w:val="008822DE"/>
    <w:rsid w:val="008822F9"/>
    <w:rsid w:val="0088230B"/>
    <w:rsid w:val="00882472"/>
    <w:rsid w:val="00882488"/>
    <w:rsid w:val="008824AA"/>
    <w:rsid w:val="008832E2"/>
    <w:rsid w:val="008832ED"/>
    <w:rsid w:val="008834BE"/>
    <w:rsid w:val="008835CB"/>
    <w:rsid w:val="0088396D"/>
    <w:rsid w:val="00883AF4"/>
    <w:rsid w:val="00883D0A"/>
    <w:rsid w:val="008841D2"/>
    <w:rsid w:val="00884310"/>
    <w:rsid w:val="00884721"/>
    <w:rsid w:val="00884BC6"/>
    <w:rsid w:val="008852FA"/>
    <w:rsid w:val="00885452"/>
    <w:rsid w:val="00885673"/>
    <w:rsid w:val="008858E7"/>
    <w:rsid w:val="00885975"/>
    <w:rsid w:val="008859A5"/>
    <w:rsid w:val="00885B85"/>
    <w:rsid w:val="00885C2B"/>
    <w:rsid w:val="00885DA8"/>
    <w:rsid w:val="00886076"/>
    <w:rsid w:val="008862AE"/>
    <w:rsid w:val="00886691"/>
    <w:rsid w:val="008867B5"/>
    <w:rsid w:val="00886853"/>
    <w:rsid w:val="00886F5C"/>
    <w:rsid w:val="00887A03"/>
    <w:rsid w:val="00887A9B"/>
    <w:rsid w:val="00887B46"/>
    <w:rsid w:val="00887C32"/>
    <w:rsid w:val="00887E44"/>
    <w:rsid w:val="00887EF7"/>
    <w:rsid w:val="008901F1"/>
    <w:rsid w:val="008902C8"/>
    <w:rsid w:val="00890A92"/>
    <w:rsid w:val="00890BAB"/>
    <w:rsid w:val="008911DD"/>
    <w:rsid w:val="008913DC"/>
    <w:rsid w:val="008914CE"/>
    <w:rsid w:val="008917DC"/>
    <w:rsid w:val="008918B1"/>
    <w:rsid w:val="00891F01"/>
    <w:rsid w:val="0089232A"/>
    <w:rsid w:val="00892596"/>
    <w:rsid w:val="008925E3"/>
    <w:rsid w:val="00892D9A"/>
    <w:rsid w:val="00892FD6"/>
    <w:rsid w:val="00893085"/>
    <w:rsid w:val="008930F4"/>
    <w:rsid w:val="008933C6"/>
    <w:rsid w:val="008934F6"/>
    <w:rsid w:val="00893537"/>
    <w:rsid w:val="008935AE"/>
    <w:rsid w:val="008936FF"/>
    <w:rsid w:val="00893783"/>
    <w:rsid w:val="008938FD"/>
    <w:rsid w:val="00893D9D"/>
    <w:rsid w:val="008940E7"/>
    <w:rsid w:val="008942F2"/>
    <w:rsid w:val="0089449A"/>
    <w:rsid w:val="008946E9"/>
    <w:rsid w:val="008948C4"/>
    <w:rsid w:val="00894E9D"/>
    <w:rsid w:val="00894EEE"/>
    <w:rsid w:val="00894FA7"/>
    <w:rsid w:val="008952C7"/>
    <w:rsid w:val="008953AB"/>
    <w:rsid w:val="00895419"/>
    <w:rsid w:val="00895549"/>
    <w:rsid w:val="0089569B"/>
    <w:rsid w:val="00895713"/>
    <w:rsid w:val="008959A0"/>
    <w:rsid w:val="0089621A"/>
    <w:rsid w:val="00896465"/>
    <w:rsid w:val="008964FF"/>
    <w:rsid w:val="00896AF4"/>
    <w:rsid w:val="00896B9C"/>
    <w:rsid w:val="00896E0A"/>
    <w:rsid w:val="00896E11"/>
    <w:rsid w:val="00897262"/>
    <w:rsid w:val="00897341"/>
    <w:rsid w:val="00897795"/>
    <w:rsid w:val="008978FB"/>
    <w:rsid w:val="00897D77"/>
    <w:rsid w:val="00897EE1"/>
    <w:rsid w:val="00897F43"/>
    <w:rsid w:val="008A027F"/>
    <w:rsid w:val="008A085A"/>
    <w:rsid w:val="008A09F9"/>
    <w:rsid w:val="008A0A0A"/>
    <w:rsid w:val="008A0B38"/>
    <w:rsid w:val="008A0B91"/>
    <w:rsid w:val="008A129D"/>
    <w:rsid w:val="008A14D8"/>
    <w:rsid w:val="008A159E"/>
    <w:rsid w:val="008A178B"/>
    <w:rsid w:val="008A1BF0"/>
    <w:rsid w:val="008A1C9D"/>
    <w:rsid w:val="008A1CED"/>
    <w:rsid w:val="008A1E08"/>
    <w:rsid w:val="008A1E84"/>
    <w:rsid w:val="008A207C"/>
    <w:rsid w:val="008A2408"/>
    <w:rsid w:val="008A242D"/>
    <w:rsid w:val="008A28E1"/>
    <w:rsid w:val="008A29FD"/>
    <w:rsid w:val="008A2BC7"/>
    <w:rsid w:val="008A2CB2"/>
    <w:rsid w:val="008A2D53"/>
    <w:rsid w:val="008A352D"/>
    <w:rsid w:val="008A3BFB"/>
    <w:rsid w:val="008A3C17"/>
    <w:rsid w:val="008A3F7E"/>
    <w:rsid w:val="008A3F84"/>
    <w:rsid w:val="008A438E"/>
    <w:rsid w:val="008A4604"/>
    <w:rsid w:val="008A4E04"/>
    <w:rsid w:val="008A4E0F"/>
    <w:rsid w:val="008A4F01"/>
    <w:rsid w:val="008A6214"/>
    <w:rsid w:val="008A62AA"/>
    <w:rsid w:val="008A6608"/>
    <w:rsid w:val="008A663B"/>
    <w:rsid w:val="008A7D7A"/>
    <w:rsid w:val="008B0059"/>
    <w:rsid w:val="008B0062"/>
    <w:rsid w:val="008B0324"/>
    <w:rsid w:val="008B0430"/>
    <w:rsid w:val="008B04FB"/>
    <w:rsid w:val="008B09A3"/>
    <w:rsid w:val="008B0A14"/>
    <w:rsid w:val="008B0BA1"/>
    <w:rsid w:val="008B0D29"/>
    <w:rsid w:val="008B10F1"/>
    <w:rsid w:val="008B169A"/>
    <w:rsid w:val="008B1BBE"/>
    <w:rsid w:val="008B1C3A"/>
    <w:rsid w:val="008B1DF8"/>
    <w:rsid w:val="008B224B"/>
    <w:rsid w:val="008B22E8"/>
    <w:rsid w:val="008B24BC"/>
    <w:rsid w:val="008B2535"/>
    <w:rsid w:val="008B2636"/>
    <w:rsid w:val="008B2905"/>
    <w:rsid w:val="008B2EE3"/>
    <w:rsid w:val="008B327B"/>
    <w:rsid w:val="008B3559"/>
    <w:rsid w:val="008B36E1"/>
    <w:rsid w:val="008B3969"/>
    <w:rsid w:val="008B3A33"/>
    <w:rsid w:val="008B3C3B"/>
    <w:rsid w:val="008B403D"/>
    <w:rsid w:val="008B45C9"/>
    <w:rsid w:val="008B46BC"/>
    <w:rsid w:val="008B4DC5"/>
    <w:rsid w:val="008B53F1"/>
    <w:rsid w:val="008B5468"/>
    <w:rsid w:val="008B5885"/>
    <w:rsid w:val="008B59A3"/>
    <w:rsid w:val="008B6062"/>
    <w:rsid w:val="008B67DC"/>
    <w:rsid w:val="008B6D30"/>
    <w:rsid w:val="008B6D6D"/>
    <w:rsid w:val="008B6DD8"/>
    <w:rsid w:val="008B7177"/>
    <w:rsid w:val="008B72C4"/>
    <w:rsid w:val="008C0652"/>
    <w:rsid w:val="008C0857"/>
    <w:rsid w:val="008C0EF0"/>
    <w:rsid w:val="008C1541"/>
    <w:rsid w:val="008C1928"/>
    <w:rsid w:val="008C1A65"/>
    <w:rsid w:val="008C1AE2"/>
    <w:rsid w:val="008C1D9F"/>
    <w:rsid w:val="008C2531"/>
    <w:rsid w:val="008C27AE"/>
    <w:rsid w:val="008C2C97"/>
    <w:rsid w:val="008C3634"/>
    <w:rsid w:val="008C364C"/>
    <w:rsid w:val="008C3A64"/>
    <w:rsid w:val="008C49A6"/>
    <w:rsid w:val="008C4A02"/>
    <w:rsid w:val="008C4BD5"/>
    <w:rsid w:val="008C4BD6"/>
    <w:rsid w:val="008C4BEF"/>
    <w:rsid w:val="008C4E8E"/>
    <w:rsid w:val="008C50D1"/>
    <w:rsid w:val="008C58D0"/>
    <w:rsid w:val="008C5930"/>
    <w:rsid w:val="008C5CE7"/>
    <w:rsid w:val="008C5E39"/>
    <w:rsid w:val="008C63B6"/>
    <w:rsid w:val="008C6491"/>
    <w:rsid w:val="008C651F"/>
    <w:rsid w:val="008C6874"/>
    <w:rsid w:val="008C6A31"/>
    <w:rsid w:val="008C6AB4"/>
    <w:rsid w:val="008C6B48"/>
    <w:rsid w:val="008C76E5"/>
    <w:rsid w:val="008C77A3"/>
    <w:rsid w:val="008C7D2E"/>
    <w:rsid w:val="008C7D3D"/>
    <w:rsid w:val="008C7EDA"/>
    <w:rsid w:val="008C7F47"/>
    <w:rsid w:val="008D004C"/>
    <w:rsid w:val="008D047C"/>
    <w:rsid w:val="008D0565"/>
    <w:rsid w:val="008D06F6"/>
    <w:rsid w:val="008D0CCA"/>
    <w:rsid w:val="008D10DE"/>
    <w:rsid w:val="008D14A2"/>
    <w:rsid w:val="008D154F"/>
    <w:rsid w:val="008D19C7"/>
    <w:rsid w:val="008D1B47"/>
    <w:rsid w:val="008D1D9D"/>
    <w:rsid w:val="008D24D5"/>
    <w:rsid w:val="008D2582"/>
    <w:rsid w:val="008D2775"/>
    <w:rsid w:val="008D29B8"/>
    <w:rsid w:val="008D29E7"/>
    <w:rsid w:val="008D2A21"/>
    <w:rsid w:val="008D2C15"/>
    <w:rsid w:val="008D3706"/>
    <w:rsid w:val="008D3D3C"/>
    <w:rsid w:val="008D41DA"/>
    <w:rsid w:val="008D42DF"/>
    <w:rsid w:val="008D4409"/>
    <w:rsid w:val="008D4524"/>
    <w:rsid w:val="008D4A3D"/>
    <w:rsid w:val="008D4E0F"/>
    <w:rsid w:val="008D4FD5"/>
    <w:rsid w:val="008D51DB"/>
    <w:rsid w:val="008D5295"/>
    <w:rsid w:val="008D5B84"/>
    <w:rsid w:val="008D5EAC"/>
    <w:rsid w:val="008D5F79"/>
    <w:rsid w:val="008D611E"/>
    <w:rsid w:val="008D6387"/>
    <w:rsid w:val="008D664C"/>
    <w:rsid w:val="008D679C"/>
    <w:rsid w:val="008D7981"/>
    <w:rsid w:val="008D7989"/>
    <w:rsid w:val="008D7C45"/>
    <w:rsid w:val="008D7FD8"/>
    <w:rsid w:val="008E027F"/>
    <w:rsid w:val="008E0440"/>
    <w:rsid w:val="008E05A7"/>
    <w:rsid w:val="008E0AFE"/>
    <w:rsid w:val="008E0BF4"/>
    <w:rsid w:val="008E0D4B"/>
    <w:rsid w:val="008E0F73"/>
    <w:rsid w:val="008E105F"/>
    <w:rsid w:val="008E1511"/>
    <w:rsid w:val="008E1605"/>
    <w:rsid w:val="008E16A6"/>
    <w:rsid w:val="008E1C50"/>
    <w:rsid w:val="008E1D2D"/>
    <w:rsid w:val="008E1E2D"/>
    <w:rsid w:val="008E1F7A"/>
    <w:rsid w:val="008E1FB1"/>
    <w:rsid w:val="008E2151"/>
    <w:rsid w:val="008E27B2"/>
    <w:rsid w:val="008E2A44"/>
    <w:rsid w:val="008E320D"/>
    <w:rsid w:val="008E3B21"/>
    <w:rsid w:val="008E3B77"/>
    <w:rsid w:val="008E3C1A"/>
    <w:rsid w:val="008E3DCC"/>
    <w:rsid w:val="008E411C"/>
    <w:rsid w:val="008E43F9"/>
    <w:rsid w:val="008E443A"/>
    <w:rsid w:val="008E4A62"/>
    <w:rsid w:val="008E4EC4"/>
    <w:rsid w:val="008E51B9"/>
    <w:rsid w:val="008E5A95"/>
    <w:rsid w:val="008E5AD7"/>
    <w:rsid w:val="008E5B59"/>
    <w:rsid w:val="008E5EF5"/>
    <w:rsid w:val="008E6196"/>
    <w:rsid w:val="008E629F"/>
    <w:rsid w:val="008E6372"/>
    <w:rsid w:val="008E64ED"/>
    <w:rsid w:val="008E666A"/>
    <w:rsid w:val="008E66C5"/>
    <w:rsid w:val="008E69B4"/>
    <w:rsid w:val="008E6E0F"/>
    <w:rsid w:val="008E6F35"/>
    <w:rsid w:val="008E716F"/>
    <w:rsid w:val="008E72D2"/>
    <w:rsid w:val="008E77FF"/>
    <w:rsid w:val="008E795E"/>
    <w:rsid w:val="008E7DE7"/>
    <w:rsid w:val="008E7F7A"/>
    <w:rsid w:val="008F09DC"/>
    <w:rsid w:val="008F0B05"/>
    <w:rsid w:val="008F0B50"/>
    <w:rsid w:val="008F0B59"/>
    <w:rsid w:val="008F0ED8"/>
    <w:rsid w:val="008F1006"/>
    <w:rsid w:val="008F1833"/>
    <w:rsid w:val="008F1D2E"/>
    <w:rsid w:val="008F22A0"/>
    <w:rsid w:val="008F25D5"/>
    <w:rsid w:val="008F26C0"/>
    <w:rsid w:val="008F2985"/>
    <w:rsid w:val="008F2A87"/>
    <w:rsid w:val="008F2E65"/>
    <w:rsid w:val="008F3135"/>
    <w:rsid w:val="008F32D5"/>
    <w:rsid w:val="008F3735"/>
    <w:rsid w:val="008F3F48"/>
    <w:rsid w:val="008F4184"/>
    <w:rsid w:val="008F47D1"/>
    <w:rsid w:val="008F47F1"/>
    <w:rsid w:val="008F4887"/>
    <w:rsid w:val="008F4ABC"/>
    <w:rsid w:val="008F4BD5"/>
    <w:rsid w:val="008F50B2"/>
    <w:rsid w:val="008F511C"/>
    <w:rsid w:val="008F56A5"/>
    <w:rsid w:val="008F57BF"/>
    <w:rsid w:val="008F5B1B"/>
    <w:rsid w:val="008F5D5F"/>
    <w:rsid w:val="008F5DB1"/>
    <w:rsid w:val="008F5F17"/>
    <w:rsid w:val="008F6123"/>
    <w:rsid w:val="008F625B"/>
    <w:rsid w:val="008F6448"/>
    <w:rsid w:val="008F64FD"/>
    <w:rsid w:val="008F656C"/>
    <w:rsid w:val="008F6852"/>
    <w:rsid w:val="008F6969"/>
    <w:rsid w:val="008F6A30"/>
    <w:rsid w:val="008F6DD9"/>
    <w:rsid w:val="008F6F36"/>
    <w:rsid w:val="008F7144"/>
    <w:rsid w:val="008F717B"/>
    <w:rsid w:val="008F7B1C"/>
    <w:rsid w:val="008F7CB6"/>
    <w:rsid w:val="0090022D"/>
    <w:rsid w:val="009003EB"/>
    <w:rsid w:val="009005EB"/>
    <w:rsid w:val="009009EF"/>
    <w:rsid w:val="009010EC"/>
    <w:rsid w:val="009020F7"/>
    <w:rsid w:val="00902538"/>
    <w:rsid w:val="00902541"/>
    <w:rsid w:val="009025FD"/>
    <w:rsid w:val="009027DB"/>
    <w:rsid w:val="00902D76"/>
    <w:rsid w:val="00903001"/>
    <w:rsid w:val="0090324A"/>
    <w:rsid w:val="00903518"/>
    <w:rsid w:val="00903A54"/>
    <w:rsid w:val="00903D0E"/>
    <w:rsid w:val="00903DEC"/>
    <w:rsid w:val="00903EC7"/>
    <w:rsid w:val="00903EFB"/>
    <w:rsid w:val="009041B6"/>
    <w:rsid w:val="009045F2"/>
    <w:rsid w:val="009046CB"/>
    <w:rsid w:val="009047C1"/>
    <w:rsid w:val="0090487F"/>
    <w:rsid w:val="00904B20"/>
    <w:rsid w:val="00904BF9"/>
    <w:rsid w:val="00904D07"/>
    <w:rsid w:val="00904E27"/>
    <w:rsid w:val="009050BF"/>
    <w:rsid w:val="0090549C"/>
    <w:rsid w:val="00905A6B"/>
    <w:rsid w:val="00905D14"/>
    <w:rsid w:val="00905D55"/>
    <w:rsid w:val="00905F9B"/>
    <w:rsid w:val="00906245"/>
    <w:rsid w:val="00906405"/>
    <w:rsid w:val="009067CE"/>
    <w:rsid w:val="0090680E"/>
    <w:rsid w:val="00906A07"/>
    <w:rsid w:val="00906D67"/>
    <w:rsid w:val="00906D79"/>
    <w:rsid w:val="00906E70"/>
    <w:rsid w:val="00906F4D"/>
    <w:rsid w:val="0090701E"/>
    <w:rsid w:val="00907884"/>
    <w:rsid w:val="0090789C"/>
    <w:rsid w:val="009079E5"/>
    <w:rsid w:val="00907E44"/>
    <w:rsid w:val="00910161"/>
    <w:rsid w:val="009106AA"/>
    <w:rsid w:val="00910792"/>
    <w:rsid w:val="00910A16"/>
    <w:rsid w:val="00910CDD"/>
    <w:rsid w:val="00910D96"/>
    <w:rsid w:val="00910FE6"/>
    <w:rsid w:val="0091144B"/>
    <w:rsid w:val="00911699"/>
    <w:rsid w:val="00911706"/>
    <w:rsid w:val="009119E1"/>
    <w:rsid w:val="009119E7"/>
    <w:rsid w:val="00911DB1"/>
    <w:rsid w:val="00911EC9"/>
    <w:rsid w:val="00911F0C"/>
    <w:rsid w:val="009122D0"/>
    <w:rsid w:val="009123B9"/>
    <w:rsid w:val="009126CD"/>
    <w:rsid w:val="00912CD5"/>
    <w:rsid w:val="00912EEE"/>
    <w:rsid w:val="00913362"/>
    <w:rsid w:val="00913498"/>
    <w:rsid w:val="00914060"/>
    <w:rsid w:val="00914066"/>
    <w:rsid w:val="00914AC7"/>
    <w:rsid w:val="00914BF2"/>
    <w:rsid w:val="00914CE0"/>
    <w:rsid w:val="00914F63"/>
    <w:rsid w:val="00915350"/>
    <w:rsid w:val="00915382"/>
    <w:rsid w:val="00915626"/>
    <w:rsid w:val="00916274"/>
    <w:rsid w:val="00916B48"/>
    <w:rsid w:val="00916C6E"/>
    <w:rsid w:val="00916E00"/>
    <w:rsid w:val="00916E8F"/>
    <w:rsid w:val="00916F3D"/>
    <w:rsid w:val="00916F59"/>
    <w:rsid w:val="009171B5"/>
    <w:rsid w:val="00917300"/>
    <w:rsid w:val="00917866"/>
    <w:rsid w:val="00917C5F"/>
    <w:rsid w:val="00920195"/>
    <w:rsid w:val="00920455"/>
    <w:rsid w:val="0092077E"/>
    <w:rsid w:val="00920A09"/>
    <w:rsid w:val="00920BC0"/>
    <w:rsid w:val="00921065"/>
    <w:rsid w:val="0092178F"/>
    <w:rsid w:val="009217CE"/>
    <w:rsid w:val="00921858"/>
    <w:rsid w:val="00921B50"/>
    <w:rsid w:val="00921C74"/>
    <w:rsid w:val="00921D7D"/>
    <w:rsid w:val="00922576"/>
    <w:rsid w:val="009225F7"/>
    <w:rsid w:val="00922751"/>
    <w:rsid w:val="009229CD"/>
    <w:rsid w:val="00922A13"/>
    <w:rsid w:val="00922F46"/>
    <w:rsid w:val="009230E7"/>
    <w:rsid w:val="00923B3E"/>
    <w:rsid w:val="00924343"/>
    <w:rsid w:val="00924365"/>
    <w:rsid w:val="00924389"/>
    <w:rsid w:val="0092442C"/>
    <w:rsid w:val="00924C1B"/>
    <w:rsid w:val="00924EBB"/>
    <w:rsid w:val="00924F5B"/>
    <w:rsid w:val="00924FFD"/>
    <w:rsid w:val="0092526C"/>
    <w:rsid w:val="00925529"/>
    <w:rsid w:val="00925623"/>
    <w:rsid w:val="009256B4"/>
    <w:rsid w:val="009257FE"/>
    <w:rsid w:val="00925AFE"/>
    <w:rsid w:val="00925CF5"/>
    <w:rsid w:val="00925E66"/>
    <w:rsid w:val="00925F58"/>
    <w:rsid w:val="00925FC0"/>
    <w:rsid w:val="0092608C"/>
    <w:rsid w:val="009261A6"/>
    <w:rsid w:val="00926266"/>
    <w:rsid w:val="00926615"/>
    <w:rsid w:val="00926AFC"/>
    <w:rsid w:val="00926FFB"/>
    <w:rsid w:val="0092719E"/>
    <w:rsid w:val="0092734D"/>
    <w:rsid w:val="00927635"/>
    <w:rsid w:val="009278C3"/>
    <w:rsid w:val="00927CB9"/>
    <w:rsid w:val="00927F84"/>
    <w:rsid w:val="009301E8"/>
    <w:rsid w:val="0093031F"/>
    <w:rsid w:val="00930459"/>
    <w:rsid w:val="00930746"/>
    <w:rsid w:val="00930891"/>
    <w:rsid w:val="00930EB7"/>
    <w:rsid w:val="00930FA1"/>
    <w:rsid w:val="00931016"/>
    <w:rsid w:val="00931777"/>
    <w:rsid w:val="00931ABE"/>
    <w:rsid w:val="00931C8F"/>
    <w:rsid w:val="00932050"/>
    <w:rsid w:val="00932064"/>
    <w:rsid w:val="0093210F"/>
    <w:rsid w:val="00932206"/>
    <w:rsid w:val="009323AF"/>
    <w:rsid w:val="00932438"/>
    <w:rsid w:val="00932752"/>
    <w:rsid w:val="00932E70"/>
    <w:rsid w:val="00932EBC"/>
    <w:rsid w:val="00932F6B"/>
    <w:rsid w:val="009334D2"/>
    <w:rsid w:val="00933599"/>
    <w:rsid w:val="009337FE"/>
    <w:rsid w:val="00933BD7"/>
    <w:rsid w:val="00934048"/>
    <w:rsid w:val="00934127"/>
    <w:rsid w:val="0093442A"/>
    <w:rsid w:val="009347B1"/>
    <w:rsid w:val="00934CC9"/>
    <w:rsid w:val="00934DC3"/>
    <w:rsid w:val="00934F59"/>
    <w:rsid w:val="009350C9"/>
    <w:rsid w:val="009351B0"/>
    <w:rsid w:val="009353C3"/>
    <w:rsid w:val="00935D1B"/>
    <w:rsid w:val="00935FF1"/>
    <w:rsid w:val="00936068"/>
    <w:rsid w:val="00936992"/>
    <w:rsid w:val="00936ADF"/>
    <w:rsid w:val="00936C89"/>
    <w:rsid w:val="00936E66"/>
    <w:rsid w:val="0093798B"/>
    <w:rsid w:val="00937C2B"/>
    <w:rsid w:val="00937C5D"/>
    <w:rsid w:val="00937CCD"/>
    <w:rsid w:val="00937DBF"/>
    <w:rsid w:val="00937E40"/>
    <w:rsid w:val="00937F80"/>
    <w:rsid w:val="00940339"/>
    <w:rsid w:val="0094036A"/>
    <w:rsid w:val="009404E1"/>
    <w:rsid w:val="0094053D"/>
    <w:rsid w:val="009405A4"/>
    <w:rsid w:val="00940617"/>
    <w:rsid w:val="009408F1"/>
    <w:rsid w:val="00940A59"/>
    <w:rsid w:val="00940C72"/>
    <w:rsid w:val="00940FFE"/>
    <w:rsid w:val="00941466"/>
    <w:rsid w:val="0094165C"/>
    <w:rsid w:val="00941C42"/>
    <w:rsid w:val="00941E9B"/>
    <w:rsid w:val="0094225A"/>
    <w:rsid w:val="009424DD"/>
    <w:rsid w:val="0094265E"/>
    <w:rsid w:val="00942716"/>
    <w:rsid w:val="00942835"/>
    <w:rsid w:val="00942904"/>
    <w:rsid w:val="00943257"/>
    <w:rsid w:val="00943331"/>
    <w:rsid w:val="0094336C"/>
    <w:rsid w:val="00943439"/>
    <w:rsid w:val="009435D0"/>
    <w:rsid w:val="009436EF"/>
    <w:rsid w:val="00943A8D"/>
    <w:rsid w:val="00943CCF"/>
    <w:rsid w:val="00943E4C"/>
    <w:rsid w:val="0094433F"/>
    <w:rsid w:val="00944477"/>
    <w:rsid w:val="009444BA"/>
    <w:rsid w:val="009447D9"/>
    <w:rsid w:val="00944A9F"/>
    <w:rsid w:val="00944E1C"/>
    <w:rsid w:val="00944E2C"/>
    <w:rsid w:val="00944EB8"/>
    <w:rsid w:val="0094511A"/>
    <w:rsid w:val="00945295"/>
    <w:rsid w:val="009456E6"/>
    <w:rsid w:val="00945DE1"/>
    <w:rsid w:val="00945E72"/>
    <w:rsid w:val="009460FB"/>
    <w:rsid w:val="009463C3"/>
    <w:rsid w:val="00946C8D"/>
    <w:rsid w:val="00946F34"/>
    <w:rsid w:val="00947437"/>
    <w:rsid w:val="009475AD"/>
    <w:rsid w:val="0094793C"/>
    <w:rsid w:val="009479CA"/>
    <w:rsid w:val="00947AA2"/>
    <w:rsid w:val="00947C9E"/>
    <w:rsid w:val="00947E39"/>
    <w:rsid w:val="00950015"/>
    <w:rsid w:val="009500FB"/>
    <w:rsid w:val="009501F4"/>
    <w:rsid w:val="00950215"/>
    <w:rsid w:val="009502C4"/>
    <w:rsid w:val="00950A4B"/>
    <w:rsid w:val="0095121E"/>
    <w:rsid w:val="00951236"/>
    <w:rsid w:val="00951492"/>
    <w:rsid w:val="009514CF"/>
    <w:rsid w:val="00951805"/>
    <w:rsid w:val="00951A7E"/>
    <w:rsid w:val="00952372"/>
    <w:rsid w:val="009526A7"/>
    <w:rsid w:val="009527FE"/>
    <w:rsid w:val="0095280E"/>
    <w:rsid w:val="009529E5"/>
    <w:rsid w:val="00952E16"/>
    <w:rsid w:val="0095302A"/>
    <w:rsid w:val="009533D1"/>
    <w:rsid w:val="00953613"/>
    <w:rsid w:val="00953716"/>
    <w:rsid w:val="0095389F"/>
    <w:rsid w:val="00953A4E"/>
    <w:rsid w:val="00953A9A"/>
    <w:rsid w:val="00953F4F"/>
    <w:rsid w:val="009543AF"/>
    <w:rsid w:val="00954970"/>
    <w:rsid w:val="00954A37"/>
    <w:rsid w:val="00954C49"/>
    <w:rsid w:val="00954E28"/>
    <w:rsid w:val="009551FE"/>
    <w:rsid w:val="009553B2"/>
    <w:rsid w:val="009554A1"/>
    <w:rsid w:val="00955617"/>
    <w:rsid w:val="00955B07"/>
    <w:rsid w:val="00956384"/>
    <w:rsid w:val="009564DD"/>
    <w:rsid w:val="0095685C"/>
    <w:rsid w:val="00956DE9"/>
    <w:rsid w:val="00957082"/>
    <w:rsid w:val="009572CC"/>
    <w:rsid w:val="009573C6"/>
    <w:rsid w:val="00957619"/>
    <w:rsid w:val="00957775"/>
    <w:rsid w:val="009577B1"/>
    <w:rsid w:val="009578B0"/>
    <w:rsid w:val="009579C4"/>
    <w:rsid w:val="00957B02"/>
    <w:rsid w:val="00957BC2"/>
    <w:rsid w:val="00957F1E"/>
    <w:rsid w:val="00957F81"/>
    <w:rsid w:val="0096062F"/>
    <w:rsid w:val="00960645"/>
    <w:rsid w:val="009610D0"/>
    <w:rsid w:val="0096119C"/>
    <w:rsid w:val="009611C1"/>
    <w:rsid w:val="0096152D"/>
    <w:rsid w:val="00961853"/>
    <w:rsid w:val="0096189C"/>
    <w:rsid w:val="00961DEC"/>
    <w:rsid w:val="0096265C"/>
    <w:rsid w:val="00962AA5"/>
    <w:rsid w:val="00962B86"/>
    <w:rsid w:val="0096318F"/>
    <w:rsid w:val="0096329C"/>
    <w:rsid w:val="00963423"/>
    <w:rsid w:val="00963523"/>
    <w:rsid w:val="00963808"/>
    <w:rsid w:val="009641B8"/>
    <w:rsid w:val="009642C4"/>
    <w:rsid w:val="00964774"/>
    <w:rsid w:val="00964D68"/>
    <w:rsid w:val="00965350"/>
    <w:rsid w:val="009653BB"/>
    <w:rsid w:val="00965493"/>
    <w:rsid w:val="009654B8"/>
    <w:rsid w:val="009659D7"/>
    <w:rsid w:val="00965EE7"/>
    <w:rsid w:val="0096604D"/>
    <w:rsid w:val="009661E5"/>
    <w:rsid w:val="0096673C"/>
    <w:rsid w:val="00966BE1"/>
    <w:rsid w:val="009673B0"/>
    <w:rsid w:val="00967476"/>
    <w:rsid w:val="009676B8"/>
    <w:rsid w:val="00967700"/>
    <w:rsid w:val="00967B27"/>
    <w:rsid w:val="00967FA3"/>
    <w:rsid w:val="009704F5"/>
    <w:rsid w:val="009709AD"/>
    <w:rsid w:val="00970B4E"/>
    <w:rsid w:val="00970BB9"/>
    <w:rsid w:val="00971A94"/>
    <w:rsid w:val="00971F7E"/>
    <w:rsid w:val="009721AF"/>
    <w:rsid w:val="009723B7"/>
    <w:rsid w:val="009723D3"/>
    <w:rsid w:val="0097244B"/>
    <w:rsid w:val="0097260E"/>
    <w:rsid w:val="009726A6"/>
    <w:rsid w:val="009728A8"/>
    <w:rsid w:val="009728D3"/>
    <w:rsid w:val="00972B5A"/>
    <w:rsid w:val="00972CC9"/>
    <w:rsid w:val="0097305F"/>
    <w:rsid w:val="009739D6"/>
    <w:rsid w:val="00973A74"/>
    <w:rsid w:val="00973C1A"/>
    <w:rsid w:val="00974047"/>
    <w:rsid w:val="009743BD"/>
    <w:rsid w:val="00974514"/>
    <w:rsid w:val="00974AB7"/>
    <w:rsid w:val="00974B5C"/>
    <w:rsid w:val="00974C8D"/>
    <w:rsid w:val="0097506E"/>
    <w:rsid w:val="00975542"/>
    <w:rsid w:val="009756C4"/>
    <w:rsid w:val="00975769"/>
    <w:rsid w:val="00975890"/>
    <w:rsid w:val="00976DF4"/>
    <w:rsid w:val="00976ED2"/>
    <w:rsid w:val="00977017"/>
    <w:rsid w:val="009777AF"/>
    <w:rsid w:val="00977822"/>
    <w:rsid w:val="0097788C"/>
    <w:rsid w:val="009778DF"/>
    <w:rsid w:val="00977AEC"/>
    <w:rsid w:val="00977F07"/>
    <w:rsid w:val="009801AA"/>
    <w:rsid w:val="009809C9"/>
    <w:rsid w:val="00980B2B"/>
    <w:rsid w:val="00980C4A"/>
    <w:rsid w:val="00981383"/>
    <w:rsid w:val="00981477"/>
    <w:rsid w:val="0098192E"/>
    <w:rsid w:val="00981B9E"/>
    <w:rsid w:val="00981D05"/>
    <w:rsid w:val="00981FA1"/>
    <w:rsid w:val="009822C5"/>
    <w:rsid w:val="00982385"/>
    <w:rsid w:val="0098319B"/>
    <w:rsid w:val="00983693"/>
    <w:rsid w:val="009838D9"/>
    <w:rsid w:val="00983AA5"/>
    <w:rsid w:val="00983C12"/>
    <w:rsid w:val="00983D89"/>
    <w:rsid w:val="009840FC"/>
    <w:rsid w:val="00984426"/>
    <w:rsid w:val="009846BF"/>
    <w:rsid w:val="00984848"/>
    <w:rsid w:val="009848B5"/>
    <w:rsid w:val="00984BFA"/>
    <w:rsid w:val="009859AA"/>
    <w:rsid w:val="00985EC8"/>
    <w:rsid w:val="00985FAB"/>
    <w:rsid w:val="00986113"/>
    <w:rsid w:val="00986140"/>
    <w:rsid w:val="009863D1"/>
    <w:rsid w:val="009865EE"/>
    <w:rsid w:val="00986632"/>
    <w:rsid w:val="009869D7"/>
    <w:rsid w:val="00986EB2"/>
    <w:rsid w:val="00986F20"/>
    <w:rsid w:val="009870DC"/>
    <w:rsid w:val="00987112"/>
    <w:rsid w:val="00987174"/>
    <w:rsid w:val="00987DE5"/>
    <w:rsid w:val="009905B8"/>
    <w:rsid w:val="00990667"/>
    <w:rsid w:val="00990DC0"/>
    <w:rsid w:val="00990DD0"/>
    <w:rsid w:val="00990E96"/>
    <w:rsid w:val="00990F85"/>
    <w:rsid w:val="00990F9C"/>
    <w:rsid w:val="00991336"/>
    <w:rsid w:val="00991581"/>
    <w:rsid w:val="009918B9"/>
    <w:rsid w:val="00991E26"/>
    <w:rsid w:val="00991E7B"/>
    <w:rsid w:val="009920C6"/>
    <w:rsid w:val="00992BEF"/>
    <w:rsid w:val="00992C2A"/>
    <w:rsid w:val="00992E9A"/>
    <w:rsid w:val="0099306C"/>
    <w:rsid w:val="009936B9"/>
    <w:rsid w:val="009936F4"/>
    <w:rsid w:val="009938E5"/>
    <w:rsid w:val="0099397D"/>
    <w:rsid w:val="00993C95"/>
    <w:rsid w:val="00993CCF"/>
    <w:rsid w:val="00994189"/>
    <w:rsid w:val="009941CD"/>
    <w:rsid w:val="00994325"/>
    <w:rsid w:val="009949BE"/>
    <w:rsid w:val="00994D83"/>
    <w:rsid w:val="00994F06"/>
    <w:rsid w:val="00994FA8"/>
    <w:rsid w:val="00995557"/>
    <w:rsid w:val="009956EE"/>
    <w:rsid w:val="00995815"/>
    <w:rsid w:val="00995AB5"/>
    <w:rsid w:val="00995C97"/>
    <w:rsid w:val="00995CF5"/>
    <w:rsid w:val="00995ED8"/>
    <w:rsid w:val="00995FDA"/>
    <w:rsid w:val="00996307"/>
    <w:rsid w:val="009966A3"/>
    <w:rsid w:val="00996852"/>
    <w:rsid w:val="00996A0B"/>
    <w:rsid w:val="00996BAC"/>
    <w:rsid w:val="00996EBB"/>
    <w:rsid w:val="0099711C"/>
    <w:rsid w:val="009971A7"/>
    <w:rsid w:val="009978F3"/>
    <w:rsid w:val="00997FF9"/>
    <w:rsid w:val="009A02FE"/>
    <w:rsid w:val="009A08F2"/>
    <w:rsid w:val="009A0AA6"/>
    <w:rsid w:val="009A0E1E"/>
    <w:rsid w:val="009A0E33"/>
    <w:rsid w:val="009A1035"/>
    <w:rsid w:val="009A11A4"/>
    <w:rsid w:val="009A1244"/>
    <w:rsid w:val="009A15C0"/>
    <w:rsid w:val="009A1A9E"/>
    <w:rsid w:val="009A1C69"/>
    <w:rsid w:val="009A1D19"/>
    <w:rsid w:val="009A22AB"/>
    <w:rsid w:val="009A267F"/>
    <w:rsid w:val="009A26A1"/>
    <w:rsid w:val="009A281B"/>
    <w:rsid w:val="009A295C"/>
    <w:rsid w:val="009A2978"/>
    <w:rsid w:val="009A29F8"/>
    <w:rsid w:val="009A2F00"/>
    <w:rsid w:val="009A3051"/>
    <w:rsid w:val="009A3295"/>
    <w:rsid w:val="009A3330"/>
    <w:rsid w:val="009A3353"/>
    <w:rsid w:val="009A3AED"/>
    <w:rsid w:val="009A3B8B"/>
    <w:rsid w:val="009A401E"/>
    <w:rsid w:val="009A4328"/>
    <w:rsid w:val="009A4CA7"/>
    <w:rsid w:val="009A4CD3"/>
    <w:rsid w:val="009A569D"/>
    <w:rsid w:val="009A57B8"/>
    <w:rsid w:val="009A5B16"/>
    <w:rsid w:val="009A60C4"/>
    <w:rsid w:val="009A6189"/>
    <w:rsid w:val="009A62BD"/>
    <w:rsid w:val="009A661F"/>
    <w:rsid w:val="009A6F76"/>
    <w:rsid w:val="009A7063"/>
    <w:rsid w:val="009A70C0"/>
    <w:rsid w:val="009A70D3"/>
    <w:rsid w:val="009A70DB"/>
    <w:rsid w:val="009A714B"/>
    <w:rsid w:val="009A730A"/>
    <w:rsid w:val="009A78C9"/>
    <w:rsid w:val="009A7A53"/>
    <w:rsid w:val="009A7E5B"/>
    <w:rsid w:val="009A7EF8"/>
    <w:rsid w:val="009A7F8B"/>
    <w:rsid w:val="009B032E"/>
    <w:rsid w:val="009B0351"/>
    <w:rsid w:val="009B0574"/>
    <w:rsid w:val="009B0B10"/>
    <w:rsid w:val="009B0CA1"/>
    <w:rsid w:val="009B0CA3"/>
    <w:rsid w:val="009B0E72"/>
    <w:rsid w:val="009B14D0"/>
    <w:rsid w:val="009B1611"/>
    <w:rsid w:val="009B1809"/>
    <w:rsid w:val="009B196F"/>
    <w:rsid w:val="009B1BC6"/>
    <w:rsid w:val="009B1CBA"/>
    <w:rsid w:val="009B1F57"/>
    <w:rsid w:val="009B1FCD"/>
    <w:rsid w:val="009B2A89"/>
    <w:rsid w:val="009B2B80"/>
    <w:rsid w:val="009B2BC3"/>
    <w:rsid w:val="009B2D73"/>
    <w:rsid w:val="009B2EE9"/>
    <w:rsid w:val="009B34D6"/>
    <w:rsid w:val="009B34DB"/>
    <w:rsid w:val="009B3DEB"/>
    <w:rsid w:val="009B4212"/>
    <w:rsid w:val="009B4213"/>
    <w:rsid w:val="009B42D6"/>
    <w:rsid w:val="009B4360"/>
    <w:rsid w:val="009B43CE"/>
    <w:rsid w:val="009B491F"/>
    <w:rsid w:val="009B4B10"/>
    <w:rsid w:val="009B4B3D"/>
    <w:rsid w:val="009B4E0B"/>
    <w:rsid w:val="009B50AA"/>
    <w:rsid w:val="009B517D"/>
    <w:rsid w:val="009B56FF"/>
    <w:rsid w:val="009B5A84"/>
    <w:rsid w:val="009B5C1A"/>
    <w:rsid w:val="009B5D72"/>
    <w:rsid w:val="009B5F20"/>
    <w:rsid w:val="009B5F6F"/>
    <w:rsid w:val="009B60B7"/>
    <w:rsid w:val="009B61AB"/>
    <w:rsid w:val="009B6341"/>
    <w:rsid w:val="009B65F6"/>
    <w:rsid w:val="009B6722"/>
    <w:rsid w:val="009B6752"/>
    <w:rsid w:val="009B69C8"/>
    <w:rsid w:val="009B6DB6"/>
    <w:rsid w:val="009B70B2"/>
    <w:rsid w:val="009B72A5"/>
    <w:rsid w:val="009B7681"/>
    <w:rsid w:val="009B77F9"/>
    <w:rsid w:val="009B780F"/>
    <w:rsid w:val="009B7A56"/>
    <w:rsid w:val="009C036C"/>
    <w:rsid w:val="009C04CF"/>
    <w:rsid w:val="009C0A7D"/>
    <w:rsid w:val="009C0CFD"/>
    <w:rsid w:val="009C0E8F"/>
    <w:rsid w:val="009C0FC6"/>
    <w:rsid w:val="009C14CC"/>
    <w:rsid w:val="009C170F"/>
    <w:rsid w:val="009C1C22"/>
    <w:rsid w:val="009C1FCE"/>
    <w:rsid w:val="009C21E0"/>
    <w:rsid w:val="009C2A8D"/>
    <w:rsid w:val="009C30EC"/>
    <w:rsid w:val="009C3287"/>
    <w:rsid w:val="009C35D7"/>
    <w:rsid w:val="009C382E"/>
    <w:rsid w:val="009C384C"/>
    <w:rsid w:val="009C3859"/>
    <w:rsid w:val="009C451A"/>
    <w:rsid w:val="009C49AB"/>
    <w:rsid w:val="009C4DD6"/>
    <w:rsid w:val="009C4EE8"/>
    <w:rsid w:val="009C50E3"/>
    <w:rsid w:val="009C526E"/>
    <w:rsid w:val="009C59AA"/>
    <w:rsid w:val="009C5D1D"/>
    <w:rsid w:val="009C5DDC"/>
    <w:rsid w:val="009C5E34"/>
    <w:rsid w:val="009C600B"/>
    <w:rsid w:val="009C6099"/>
    <w:rsid w:val="009C638D"/>
    <w:rsid w:val="009C6540"/>
    <w:rsid w:val="009C665B"/>
    <w:rsid w:val="009C6786"/>
    <w:rsid w:val="009C69EB"/>
    <w:rsid w:val="009C6A49"/>
    <w:rsid w:val="009C6DF7"/>
    <w:rsid w:val="009C6EAC"/>
    <w:rsid w:val="009C736B"/>
    <w:rsid w:val="009C7442"/>
    <w:rsid w:val="009C7504"/>
    <w:rsid w:val="009C7A60"/>
    <w:rsid w:val="009D01B6"/>
    <w:rsid w:val="009D04F1"/>
    <w:rsid w:val="009D06B0"/>
    <w:rsid w:val="009D06C2"/>
    <w:rsid w:val="009D06E0"/>
    <w:rsid w:val="009D07F9"/>
    <w:rsid w:val="009D0FB6"/>
    <w:rsid w:val="009D16A3"/>
    <w:rsid w:val="009D170B"/>
    <w:rsid w:val="009D182E"/>
    <w:rsid w:val="009D1C63"/>
    <w:rsid w:val="009D1C9E"/>
    <w:rsid w:val="009D1CBF"/>
    <w:rsid w:val="009D1D83"/>
    <w:rsid w:val="009D1E53"/>
    <w:rsid w:val="009D1EC8"/>
    <w:rsid w:val="009D1F80"/>
    <w:rsid w:val="009D2055"/>
    <w:rsid w:val="009D2228"/>
    <w:rsid w:val="009D2335"/>
    <w:rsid w:val="009D2864"/>
    <w:rsid w:val="009D2920"/>
    <w:rsid w:val="009D2A49"/>
    <w:rsid w:val="009D2AC5"/>
    <w:rsid w:val="009D2B53"/>
    <w:rsid w:val="009D2C68"/>
    <w:rsid w:val="009D2E49"/>
    <w:rsid w:val="009D3272"/>
    <w:rsid w:val="009D3401"/>
    <w:rsid w:val="009D3602"/>
    <w:rsid w:val="009D39FC"/>
    <w:rsid w:val="009D3ACD"/>
    <w:rsid w:val="009D3B01"/>
    <w:rsid w:val="009D4135"/>
    <w:rsid w:val="009D4E38"/>
    <w:rsid w:val="009D51BE"/>
    <w:rsid w:val="009D5E07"/>
    <w:rsid w:val="009D6071"/>
    <w:rsid w:val="009D60E5"/>
    <w:rsid w:val="009D61E9"/>
    <w:rsid w:val="009D64B4"/>
    <w:rsid w:val="009D663E"/>
    <w:rsid w:val="009D68C8"/>
    <w:rsid w:val="009D68D2"/>
    <w:rsid w:val="009D6B17"/>
    <w:rsid w:val="009D7190"/>
    <w:rsid w:val="009D72D0"/>
    <w:rsid w:val="009D733E"/>
    <w:rsid w:val="009D7A5C"/>
    <w:rsid w:val="009D7AF3"/>
    <w:rsid w:val="009D7C41"/>
    <w:rsid w:val="009D7E85"/>
    <w:rsid w:val="009D7F85"/>
    <w:rsid w:val="009E035D"/>
    <w:rsid w:val="009E043E"/>
    <w:rsid w:val="009E0BB7"/>
    <w:rsid w:val="009E0CB6"/>
    <w:rsid w:val="009E0E04"/>
    <w:rsid w:val="009E1249"/>
    <w:rsid w:val="009E17EB"/>
    <w:rsid w:val="009E1D4B"/>
    <w:rsid w:val="009E1F45"/>
    <w:rsid w:val="009E206A"/>
    <w:rsid w:val="009E25BF"/>
    <w:rsid w:val="009E271F"/>
    <w:rsid w:val="009E278D"/>
    <w:rsid w:val="009E28DE"/>
    <w:rsid w:val="009E2BCC"/>
    <w:rsid w:val="009E2CC1"/>
    <w:rsid w:val="009E3146"/>
    <w:rsid w:val="009E316A"/>
    <w:rsid w:val="009E3225"/>
    <w:rsid w:val="009E3745"/>
    <w:rsid w:val="009E3D85"/>
    <w:rsid w:val="009E3D8E"/>
    <w:rsid w:val="009E3DD5"/>
    <w:rsid w:val="009E404B"/>
    <w:rsid w:val="009E42B1"/>
    <w:rsid w:val="009E43A6"/>
    <w:rsid w:val="009E4444"/>
    <w:rsid w:val="009E457A"/>
    <w:rsid w:val="009E4771"/>
    <w:rsid w:val="009E491C"/>
    <w:rsid w:val="009E4F0F"/>
    <w:rsid w:val="009E5328"/>
    <w:rsid w:val="009E573D"/>
    <w:rsid w:val="009E5C58"/>
    <w:rsid w:val="009E5CCE"/>
    <w:rsid w:val="009E5DA7"/>
    <w:rsid w:val="009E5E64"/>
    <w:rsid w:val="009E60BF"/>
    <w:rsid w:val="009E6117"/>
    <w:rsid w:val="009E640E"/>
    <w:rsid w:val="009E65EB"/>
    <w:rsid w:val="009E6D31"/>
    <w:rsid w:val="009E70F5"/>
    <w:rsid w:val="009E719C"/>
    <w:rsid w:val="009E7306"/>
    <w:rsid w:val="009E7762"/>
    <w:rsid w:val="009E7818"/>
    <w:rsid w:val="009E78D5"/>
    <w:rsid w:val="009E7A12"/>
    <w:rsid w:val="009E7E22"/>
    <w:rsid w:val="009E7E2E"/>
    <w:rsid w:val="009F0516"/>
    <w:rsid w:val="009F0986"/>
    <w:rsid w:val="009F12BE"/>
    <w:rsid w:val="009F13D3"/>
    <w:rsid w:val="009F184D"/>
    <w:rsid w:val="009F1971"/>
    <w:rsid w:val="009F1B83"/>
    <w:rsid w:val="009F1BE3"/>
    <w:rsid w:val="009F1DB5"/>
    <w:rsid w:val="009F22DD"/>
    <w:rsid w:val="009F2421"/>
    <w:rsid w:val="009F24DC"/>
    <w:rsid w:val="009F2503"/>
    <w:rsid w:val="009F2593"/>
    <w:rsid w:val="009F2621"/>
    <w:rsid w:val="009F2C5C"/>
    <w:rsid w:val="009F2C92"/>
    <w:rsid w:val="009F3385"/>
    <w:rsid w:val="009F3426"/>
    <w:rsid w:val="009F3829"/>
    <w:rsid w:val="009F39A8"/>
    <w:rsid w:val="009F3A05"/>
    <w:rsid w:val="009F3A06"/>
    <w:rsid w:val="009F3F5E"/>
    <w:rsid w:val="009F43D7"/>
    <w:rsid w:val="009F4446"/>
    <w:rsid w:val="009F46BE"/>
    <w:rsid w:val="009F4969"/>
    <w:rsid w:val="009F4B99"/>
    <w:rsid w:val="009F4DA2"/>
    <w:rsid w:val="009F503C"/>
    <w:rsid w:val="009F51D5"/>
    <w:rsid w:val="009F51E8"/>
    <w:rsid w:val="009F53B5"/>
    <w:rsid w:val="009F56FE"/>
    <w:rsid w:val="009F5C5E"/>
    <w:rsid w:val="009F6763"/>
    <w:rsid w:val="009F6835"/>
    <w:rsid w:val="009F69D3"/>
    <w:rsid w:val="009F6A20"/>
    <w:rsid w:val="009F6A28"/>
    <w:rsid w:val="009F6AC3"/>
    <w:rsid w:val="009F709F"/>
    <w:rsid w:val="009F721D"/>
    <w:rsid w:val="009F7801"/>
    <w:rsid w:val="009F79B0"/>
    <w:rsid w:val="009F79DB"/>
    <w:rsid w:val="009F7B63"/>
    <w:rsid w:val="00A0098D"/>
    <w:rsid w:val="00A00B77"/>
    <w:rsid w:val="00A00BA1"/>
    <w:rsid w:val="00A00F21"/>
    <w:rsid w:val="00A00FB2"/>
    <w:rsid w:val="00A011C1"/>
    <w:rsid w:val="00A011CC"/>
    <w:rsid w:val="00A0126B"/>
    <w:rsid w:val="00A01394"/>
    <w:rsid w:val="00A015E0"/>
    <w:rsid w:val="00A0162E"/>
    <w:rsid w:val="00A0189C"/>
    <w:rsid w:val="00A018D9"/>
    <w:rsid w:val="00A01A84"/>
    <w:rsid w:val="00A01D1B"/>
    <w:rsid w:val="00A01EB9"/>
    <w:rsid w:val="00A02254"/>
    <w:rsid w:val="00A02398"/>
    <w:rsid w:val="00A0268F"/>
    <w:rsid w:val="00A02CF7"/>
    <w:rsid w:val="00A03033"/>
    <w:rsid w:val="00A03056"/>
    <w:rsid w:val="00A031E2"/>
    <w:rsid w:val="00A03290"/>
    <w:rsid w:val="00A03484"/>
    <w:rsid w:val="00A03CD3"/>
    <w:rsid w:val="00A03F4E"/>
    <w:rsid w:val="00A04005"/>
    <w:rsid w:val="00A04674"/>
    <w:rsid w:val="00A04954"/>
    <w:rsid w:val="00A04BAD"/>
    <w:rsid w:val="00A04E3D"/>
    <w:rsid w:val="00A04E6F"/>
    <w:rsid w:val="00A05543"/>
    <w:rsid w:val="00A05905"/>
    <w:rsid w:val="00A059B7"/>
    <w:rsid w:val="00A05A08"/>
    <w:rsid w:val="00A05B19"/>
    <w:rsid w:val="00A064CD"/>
    <w:rsid w:val="00A06B1D"/>
    <w:rsid w:val="00A06BE3"/>
    <w:rsid w:val="00A06F53"/>
    <w:rsid w:val="00A0707C"/>
    <w:rsid w:val="00A07099"/>
    <w:rsid w:val="00A0753A"/>
    <w:rsid w:val="00A076C0"/>
    <w:rsid w:val="00A07804"/>
    <w:rsid w:val="00A07AC3"/>
    <w:rsid w:val="00A07AE2"/>
    <w:rsid w:val="00A07CAB"/>
    <w:rsid w:val="00A100CA"/>
    <w:rsid w:val="00A10101"/>
    <w:rsid w:val="00A10388"/>
    <w:rsid w:val="00A107A2"/>
    <w:rsid w:val="00A108A2"/>
    <w:rsid w:val="00A109DD"/>
    <w:rsid w:val="00A10CA4"/>
    <w:rsid w:val="00A1137E"/>
    <w:rsid w:val="00A1139E"/>
    <w:rsid w:val="00A115E6"/>
    <w:rsid w:val="00A119E2"/>
    <w:rsid w:val="00A11A6D"/>
    <w:rsid w:val="00A11D22"/>
    <w:rsid w:val="00A120BA"/>
    <w:rsid w:val="00A1217A"/>
    <w:rsid w:val="00A121B9"/>
    <w:rsid w:val="00A123FC"/>
    <w:rsid w:val="00A12453"/>
    <w:rsid w:val="00A1249D"/>
    <w:rsid w:val="00A126F2"/>
    <w:rsid w:val="00A128C3"/>
    <w:rsid w:val="00A12B28"/>
    <w:rsid w:val="00A12B59"/>
    <w:rsid w:val="00A12B5B"/>
    <w:rsid w:val="00A12EF9"/>
    <w:rsid w:val="00A12FAF"/>
    <w:rsid w:val="00A134E5"/>
    <w:rsid w:val="00A13D5D"/>
    <w:rsid w:val="00A140E3"/>
    <w:rsid w:val="00A1443E"/>
    <w:rsid w:val="00A14D84"/>
    <w:rsid w:val="00A150AF"/>
    <w:rsid w:val="00A1514E"/>
    <w:rsid w:val="00A152FB"/>
    <w:rsid w:val="00A1544E"/>
    <w:rsid w:val="00A154A8"/>
    <w:rsid w:val="00A15648"/>
    <w:rsid w:val="00A15691"/>
    <w:rsid w:val="00A15A80"/>
    <w:rsid w:val="00A15C07"/>
    <w:rsid w:val="00A15CAB"/>
    <w:rsid w:val="00A15CF9"/>
    <w:rsid w:val="00A15D78"/>
    <w:rsid w:val="00A165D2"/>
    <w:rsid w:val="00A16610"/>
    <w:rsid w:val="00A16777"/>
    <w:rsid w:val="00A16AE4"/>
    <w:rsid w:val="00A17AB5"/>
    <w:rsid w:val="00A17ED2"/>
    <w:rsid w:val="00A200F9"/>
    <w:rsid w:val="00A203B3"/>
    <w:rsid w:val="00A20844"/>
    <w:rsid w:val="00A20A0A"/>
    <w:rsid w:val="00A21078"/>
    <w:rsid w:val="00A21B2C"/>
    <w:rsid w:val="00A21CF7"/>
    <w:rsid w:val="00A21D4E"/>
    <w:rsid w:val="00A21EFF"/>
    <w:rsid w:val="00A220A5"/>
    <w:rsid w:val="00A220C9"/>
    <w:rsid w:val="00A22430"/>
    <w:rsid w:val="00A2268E"/>
    <w:rsid w:val="00A22EE9"/>
    <w:rsid w:val="00A23218"/>
    <w:rsid w:val="00A234F3"/>
    <w:rsid w:val="00A23965"/>
    <w:rsid w:val="00A23D21"/>
    <w:rsid w:val="00A23EFD"/>
    <w:rsid w:val="00A2483A"/>
    <w:rsid w:val="00A24897"/>
    <w:rsid w:val="00A24C4E"/>
    <w:rsid w:val="00A24E99"/>
    <w:rsid w:val="00A253B9"/>
    <w:rsid w:val="00A25418"/>
    <w:rsid w:val="00A256BB"/>
    <w:rsid w:val="00A2584E"/>
    <w:rsid w:val="00A25911"/>
    <w:rsid w:val="00A265CC"/>
    <w:rsid w:val="00A265FB"/>
    <w:rsid w:val="00A2669D"/>
    <w:rsid w:val="00A26E5D"/>
    <w:rsid w:val="00A271C7"/>
    <w:rsid w:val="00A27240"/>
    <w:rsid w:val="00A27536"/>
    <w:rsid w:val="00A279B1"/>
    <w:rsid w:val="00A27A9E"/>
    <w:rsid w:val="00A27AC2"/>
    <w:rsid w:val="00A27F0C"/>
    <w:rsid w:val="00A300AC"/>
    <w:rsid w:val="00A30160"/>
    <w:rsid w:val="00A301AA"/>
    <w:rsid w:val="00A30308"/>
    <w:rsid w:val="00A3058B"/>
    <w:rsid w:val="00A3084A"/>
    <w:rsid w:val="00A308B0"/>
    <w:rsid w:val="00A3096D"/>
    <w:rsid w:val="00A30CAB"/>
    <w:rsid w:val="00A3108F"/>
    <w:rsid w:val="00A316C5"/>
    <w:rsid w:val="00A31842"/>
    <w:rsid w:val="00A31936"/>
    <w:rsid w:val="00A319F3"/>
    <w:rsid w:val="00A31D15"/>
    <w:rsid w:val="00A31D8A"/>
    <w:rsid w:val="00A3209A"/>
    <w:rsid w:val="00A320F8"/>
    <w:rsid w:val="00A32298"/>
    <w:rsid w:val="00A326B0"/>
    <w:rsid w:val="00A327C3"/>
    <w:rsid w:val="00A327DC"/>
    <w:rsid w:val="00A32AFD"/>
    <w:rsid w:val="00A32C3C"/>
    <w:rsid w:val="00A32D3B"/>
    <w:rsid w:val="00A33232"/>
    <w:rsid w:val="00A33301"/>
    <w:rsid w:val="00A3375C"/>
    <w:rsid w:val="00A337DA"/>
    <w:rsid w:val="00A339EE"/>
    <w:rsid w:val="00A33C8B"/>
    <w:rsid w:val="00A33DCC"/>
    <w:rsid w:val="00A33E19"/>
    <w:rsid w:val="00A34498"/>
    <w:rsid w:val="00A34CE9"/>
    <w:rsid w:val="00A34D66"/>
    <w:rsid w:val="00A34F0D"/>
    <w:rsid w:val="00A350AA"/>
    <w:rsid w:val="00A355BA"/>
    <w:rsid w:val="00A358CB"/>
    <w:rsid w:val="00A35E16"/>
    <w:rsid w:val="00A36055"/>
    <w:rsid w:val="00A3608C"/>
    <w:rsid w:val="00A362E9"/>
    <w:rsid w:val="00A36381"/>
    <w:rsid w:val="00A36386"/>
    <w:rsid w:val="00A36451"/>
    <w:rsid w:val="00A3683B"/>
    <w:rsid w:val="00A368F7"/>
    <w:rsid w:val="00A36DD0"/>
    <w:rsid w:val="00A36FBD"/>
    <w:rsid w:val="00A371A4"/>
    <w:rsid w:val="00A3724B"/>
    <w:rsid w:val="00A3742D"/>
    <w:rsid w:val="00A37552"/>
    <w:rsid w:val="00A3764D"/>
    <w:rsid w:val="00A3773E"/>
    <w:rsid w:val="00A37941"/>
    <w:rsid w:val="00A37C7F"/>
    <w:rsid w:val="00A37D07"/>
    <w:rsid w:val="00A4007F"/>
    <w:rsid w:val="00A404C4"/>
    <w:rsid w:val="00A40616"/>
    <w:rsid w:val="00A407A5"/>
    <w:rsid w:val="00A408D6"/>
    <w:rsid w:val="00A40A39"/>
    <w:rsid w:val="00A40A4A"/>
    <w:rsid w:val="00A40B91"/>
    <w:rsid w:val="00A41074"/>
    <w:rsid w:val="00A41E61"/>
    <w:rsid w:val="00A4230F"/>
    <w:rsid w:val="00A4250C"/>
    <w:rsid w:val="00A42D04"/>
    <w:rsid w:val="00A42F08"/>
    <w:rsid w:val="00A42FEE"/>
    <w:rsid w:val="00A43434"/>
    <w:rsid w:val="00A43ADA"/>
    <w:rsid w:val="00A43F2C"/>
    <w:rsid w:val="00A43F7E"/>
    <w:rsid w:val="00A44189"/>
    <w:rsid w:val="00A44536"/>
    <w:rsid w:val="00A445EB"/>
    <w:rsid w:val="00A446FC"/>
    <w:rsid w:val="00A44AA2"/>
    <w:rsid w:val="00A44AFB"/>
    <w:rsid w:val="00A44CDC"/>
    <w:rsid w:val="00A44EE2"/>
    <w:rsid w:val="00A44EEE"/>
    <w:rsid w:val="00A44F10"/>
    <w:rsid w:val="00A45425"/>
    <w:rsid w:val="00A454BC"/>
    <w:rsid w:val="00A454E7"/>
    <w:rsid w:val="00A45582"/>
    <w:rsid w:val="00A457CB"/>
    <w:rsid w:val="00A4585F"/>
    <w:rsid w:val="00A45A3B"/>
    <w:rsid w:val="00A45AC5"/>
    <w:rsid w:val="00A45F0B"/>
    <w:rsid w:val="00A45F8C"/>
    <w:rsid w:val="00A46028"/>
    <w:rsid w:val="00A461F7"/>
    <w:rsid w:val="00A46235"/>
    <w:rsid w:val="00A463C1"/>
    <w:rsid w:val="00A4649A"/>
    <w:rsid w:val="00A4653F"/>
    <w:rsid w:val="00A46657"/>
    <w:rsid w:val="00A46A81"/>
    <w:rsid w:val="00A46B65"/>
    <w:rsid w:val="00A46E07"/>
    <w:rsid w:val="00A47079"/>
    <w:rsid w:val="00A471F1"/>
    <w:rsid w:val="00A47312"/>
    <w:rsid w:val="00A47DB5"/>
    <w:rsid w:val="00A47EE1"/>
    <w:rsid w:val="00A47FCA"/>
    <w:rsid w:val="00A50766"/>
    <w:rsid w:val="00A50FB4"/>
    <w:rsid w:val="00A517F2"/>
    <w:rsid w:val="00A51B78"/>
    <w:rsid w:val="00A520E3"/>
    <w:rsid w:val="00A52184"/>
    <w:rsid w:val="00A5262B"/>
    <w:rsid w:val="00A528C8"/>
    <w:rsid w:val="00A52AB3"/>
    <w:rsid w:val="00A52B64"/>
    <w:rsid w:val="00A52E9C"/>
    <w:rsid w:val="00A52F36"/>
    <w:rsid w:val="00A5302A"/>
    <w:rsid w:val="00A530B4"/>
    <w:rsid w:val="00A53306"/>
    <w:rsid w:val="00A53548"/>
    <w:rsid w:val="00A53BBC"/>
    <w:rsid w:val="00A5411E"/>
    <w:rsid w:val="00A542A9"/>
    <w:rsid w:val="00A54405"/>
    <w:rsid w:val="00A545FC"/>
    <w:rsid w:val="00A54697"/>
    <w:rsid w:val="00A546F3"/>
    <w:rsid w:val="00A54914"/>
    <w:rsid w:val="00A5492B"/>
    <w:rsid w:val="00A54B67"/>
    <w:rsid w:val="00A54C75"/>
    <w:rsid w:val="00A5500D"/>
    <w:rsid w:val="00A5536E"/>
    <w:rsid w:val="00A553BB"/>
    <w:rsid w:val="00A55723"/>
    <w:rsid w:val="00A557C1"/>
    <w:rsid w:val="00A56306"/>
    <w:rsid w:val="00A56875"/>
    <w:rsid w:val="00A56F7D"/>
    <w:rsid w:val="00A57118"/>
    <w:rsid w:val="00A57189"/>
    <w:rsid w:val="00A57579"/>
    <w:rsid w:val="00A575B9"/>
    <w:rsid w:val="00A576AE"/>
    <w:rsid w:val="00A600CD"/>
    <w:rsid w:val="00A6058B"/>
    <w:rsid w:val="00A605E7"/>
    <w:rsid w:val="00A6072D"/>
    <w:rsid w:val="00A60905"/>
    <w:rsid w:val="00A6095F"/>
    <w:rsid w:val="00A60C56"/>
    <w:rsid w:val="00A611B6"/>
    <w:rsid w:val="00A61497"/>
    <w:rsid w:val="00A6152D"/>
    <w:rsid w:val="00A616C6"/>
    <w:rsid w:val="00A61994"/>
    <w:rsid w:val="00A61A25"/>
    <w:rsid w:val="00A61DEF"/>
    <w:rsid w:val="00A61EBC"/>
    <w:rsid w:val="00A62017"/>
    <w:rsid w:val="00A62553"/>
    <w:rsid w:val="00A63007"/>
    <w:rsid w:val="00A638B9"/>
    <w:rsid w:val="00A63E4E"/>
    <w:rsid w:val="00A6404A"/>
    <w:rsid w:val="00A64670"/>
    <w:rsid w:val="00A64D20"/>
    <w:rsid w:val="00A64FC0"/>
    <w:rsid w:val="00A6508A"/>
    <w:rsid w:val="00A655A1"/>
    <w:rsid w:val="00A6567A"/>
    <w:rsid w:val="00A659A3"/>
    <w:rsid w:val="00A65A25"/>
    <w:rsid w:val="00A65A37"/>
    <w:rsid w:val="00A65ADB"/>
    <w:rsid w:val="00A65B15"/>
    <w:rsid w:val="00A65D2C"/>
    <w:rsid w:val="00A65DF5"/>
    <w:rsid w:val="00A65E27"/>
    <w:rsid w:val="00A66268"/>
    <w:rsid w:val="00A6734F"/>
    <w:rsid w:val="00A67833"/>
    <w:rsid w:val="00A679D0"/>
    <w:rsid w:val="00A67A0F"/>
    <w:rsid w:val="00A67E3F"/>
    <w:rsid w:val="00A67F40"/>
    <w:rsid w:val="00A67FD4"/>
    <w:rsid w:val="00A700FB"/>
    <w:rsid w:val="00A7013A"/>
    <w:rsid w:val="00A70295"/>
    <w:rsid w:val="00A705CB"/>
    <w:rsid w:val="00A705CC"/>
    <w:rsid w:val="00A70A73"/>
    <w:rsid w:val="00A70D32"/>
    <w:rsid w:val="00A70F5F"/>
    <w:rsid w:val="00A70FC7"/>
    <w:rsid w:val="00A710E7"/>
    <w:rsid w:val="00A71AC3"/>
    <w:rsid w:val="00A71B5D"/>
    <w:rsid w:val="00A71E89"/>
    <w:rsid w:val="00A720FF"/>
    <w:rsid w:val="00A72441"/>
    <w:rsid w:val="00A726EC"/>
    <w:rsid w:val="00A726F1"/>
    <w:rsid w:val="00A7296C"/>
    <w:rsid w:val="00A72BD2"/>
    <w:rsid w:val="00A72CA4"/>
    <w:rsid w:val="00A72D19"/>
    <w:rsid w:val="00A72F50"/>
    <w:rsid w:val="00A72FBA"/>
    <w:rsid w:val="00A738EB"/>
    <w:rsid w:val="00A73DA4"/>
    <w:rsid w:val="00A73FF6"/>
    <w:rsid w:val="00A74028"/>
    <w:rsid w:val="00A74355"/>
    <w:rsid w:val="00A7445B"/>
    <w:rsid w:val="00A74461"/>
    <w:rsid w:val="00A746DB"/>
    <w:rsid w:val="00A74901"/>
    <w:rsid w:val="00A74983"/>
    <w:rsid w:val="00A756CC"/>
    <w:rsid w:val="00A7579D"/>
    <w:rsid w:val="00A757D6"/>
    <w:rsid w:val="00A75847"/>
    <w:rsid w:val="00A75B6B"/>
    <w:rsid w:val="00A75C8E"/>
    <w:rsid w:val="00A75CB4"/>
    <w:rsid w:val="00A764D0"/>
    <w:rsid w:val="00A76663"/>
    <w:rsid w:val="00A766CE"/>
    <w:rsid w:val="00A76788"/>
    <w:rsid w:val="00A76952"/>
    <w:rsid w:val="00A76CDD"/>
    <w:rsid w:val="00A76E65"/>
    <w:rsid w:val="00A7710F"/>
    <w:rsid w:val="00A773C3"/>
    <w:rsid w:val="00A77B4C"/>
    <w:rsid w:val="00A77B4E"/>
    <w:rsid w:val="00A77B4F"/>
    <w:rsid w:val="00A77C15"/>
    <w:rsid w:val="00A77E88"/>
    <w:rsid w:val="00A77EB1"/>
    <w:rsid w:val="00A80141"/>
    <w:rsid w:val="00A8044A"/>
    <w:rsid w:val="00A8071B"/>
    <w:rsid w:val="00A80A1E"/>
    <w:rsid w:val="00A80D71"/>
    <w:rsid w:val="00A8129C"/>
    <w:rsid w:val="00A813DD"/>
    <w:rsid w:val="00A81559"/>
    <w:rsid w:val="00A81883"/>
    <w:rsid w:val="00A81995"/>
    <w:rsid w:val="00A819DD"/>
    <w:rsid w:val="00A81BD5"/>
    <w:rsid w:val="00A81C89"/>
    <w:rsid w:val="00A82775"/>
    <w:rsid w:val="00A828F7"/>
    <w:rsid w:val="00A82A8E"/>
    <w:rsid w:val="00A82EC3"/>
    <w:rsid w:val="00A8300B"/>
    <w:rsid w:val="00A83221"/>
    <w:rsid w:val="00A8339D"/>
    <w:rsid w:val="00A836C8"/>
    <w:rsid w:val="00A83726"/>
    <w:rsid w:val="00A8374B"/>
    <w:rsid w:val="00A8375F"/>
    <w:rsid w:val="00A83A6D"/>
    <w:rsid w:val="00A8429A"/>
    <w:rsid w:val="00A8472B"/>
    <w:rsid w:val="00A8494E"/>
    <w:rsid w:val="00A84AD4"/>
    <w:rsid w:val="00A84B2C"/>
    <w:rsid w:val="00A8547B"/>
    <w:rsid w:val="00A85D30"/>
    <w:rsid w:val="00A86270"/>
    <w:rsid w:val="00A862AB"/>
    <w:rsid w:val="00A8674C"/>
    <w:rsid w:val="00A86A05"/>
    <w:rsid w:val="00A86B46"/>
    <w:rsid w:val="00A86C1B"/>
    <w:rsid w:val="00A86D37"/>
    <w:rsid w:val="00A86E27"/>
    <w:rsid w:val="00A8747F"/>
    <w:rsid w:val="00A87980"/>
    <w:rsid w:val="00A87E3C"/>
    <w:rsid w:val="00A87F98"/>
    <w:rsid w:val="00A9042C"/>
    <w:rsid w:val="00A904E0"/>
    <w:rsid w:val="00A90552"/>
    <w:rsid w:val="00A90656"/>
    <w:rsid w:val="00A90693"/>
    <w:rsid w:val="00A90B6E"/>
    <w:rsid w:val="00A90FA3"/>
    <w:rsid w:val="00A913A4"/>
    <w:rsid w:val="00A916DC"/>
    <w:rsid w:val="00A917B8"/>
    <w:rsid w:val="00A9199A"/>
    <w:rsid w:val="00A91B66"/>
    <w:rsid w:val="00A91B95"/>
    <w:rsid w:val="00A91DB2"/>
    <w:rsid w:val="00A91E16"/>
    <w:rsid w:val="00A92160"/>
    <w:rsid w:val="00A92228"/>
    <w:rsid w:val="00A92769"/>
    <w:rsid w:val="00A92A4C"/>
    <w:rsid w:val="00A92EA7"/>
    <w:rsid w:val="00A931ED"/>
    <w:rsid w:val="00A9329F"/>
    <w:rsid w:val="00A93354"/>
    <w:rsid w:val="00A9348F"/>
    <w:rsid w:val="00A93504"/>
    <w:rsid w:val="00A935F0"/>
    <w:rsid w:val="00A9380F"/>
    <w:rsid w:val="00A93858"/>
    <w:rsid w:val="00A93B63"/>
    <w:rsid w:val="00A93E97"/>
    <w:rsid w:val="00A94329"/>
    <w:rsid w:val="00A948B4"/>
    <w:rsid w:val="00A94B5B"/>
    <w:rsid w:val="00A950DC"/>
    <w:rsid w:val="00A95165"/>
    <w:rsid w:val="00A95376"/>
    <w:rsid w:val="00A954BA"/>
    <w:rsid w:val="00A95A0A"/>
    <w:rsid w:val="00A95BB5"/>
    <w:rsid w:val="00A95C1E"/>
    <w:rsid w:val="00A95DE7"/>
    <w:rsid w:val="00A95EDA"/>
    <w:rsid w:val="00A960EF"/>
    <w:rsid w:val="00A96507"/>
    <w:rsid w:val="00A966EB"/>
    <w:rsid w:val="00A96805"/>
    <w:rsid w:val="00A96859"/>
    <w:rsid w:val="00A96BDD"/>
    <w:rsid w:val="00A96F13"/>
    <w:rsid w:val="00A96F94"/>
    <w:rsid w:val="00A97083"/>
    <w:rsid w:val="00A97485"/>
    <w:rsid w:val="00A97551"/>
    <w:rsid w:val="00A977A7"/>
    <w:rsid w:val="00A978AC"/>
    <w:rsid w:val="00A979FE"/>
    <w:rsid w:val="00A97AD6"/>
    <w:rsid w:val="00A97AD8"/>
    <w:rsid w:val="00A97CAC"/>
    <w:rsid w:val="00A97D87"/>
    <w:rsid w:val="00A97E59"/>
    <w:rsid w:val="00A97FD3"/>
    <w:rsid w:val="00AA00F2"/>
    <w:rsid w:val="00AA021A"/>
    <w:rsid w:val="00AA03E8"/>
    <w:rsid w:val="00AA049B"/>
    <w:rsid w:val="00AA0552"/>
    <w:rsid w:val="00AA0DF7"/>
    <w:rsid w:val="00AA1314"/>
    <w:rsid w:val="00AA1464"/>
    <w:rsid w:val="00AA14A3"/>
    <w:rsid w:val="00AA186B"/>
    <w:rsid w:val="00AA1A15"/>
    <w:rsid w:val="00AA1A60"/>
    <w:rsid w:val="00AA1C99"/>
    <w:rsid w:val="00AA1D8A"/>
    <w:rsid w:val="00AA284E"/>
    <w:rsid w:val="00AA28E1"/>
    <w:rsid w:val="00AA2ABA"/>
    <w:rsid w:val="00AA342C"/>
    <w:rsid w:val="00AA3477"/>
    <w:rsid w:val="00AA3C9F"/>
    <w:rsid w:val="00AA3F2A"/>
    <w:rsid w:val="00AA3F9D"/>
    <w:rsid w:val="00AA4119"/>
    <w:rsid w:val="00AA41C7"/>
    <w:rsid w:val="00AA43EE"/>
    <w:rsid w:val="00AA4FE4"/>
    <w:rsid w:val="00AA5074"/>
    <w:rsid w:val="00AA5263"/>
    <w:rsid w:val="00AA60FD"/>
    <w:rsid w:val="00AA61A9"/>
    <w:rsid w:val="00AA654F"/>
    <w:rsid w:val="00AA65ED"/>
    <w:rsid w:val="00AA6B6C"/>
    <w:rsid w:val="00AA6B7A"/>
    <w:rsid w:val="00AA6E41"/>
    <w:rsid w:val="00AA6EDF"/>
    <w:rsid w:val="00AA706A"/>
    <w:rsid w:val="00AA7325"/>
    <w:rsid w:val="00AA7590"/>
    <w:rsid w:val="00AA76D5"/>
    <w:rsid w:val="00AA7782"/>
    <w:rsid w:val="00AA7FB0"/>
    <w:rsid w:val="00AB0319"/>
    <w:rsid w:val="00AB070D"/>
    <w:rsid w:val="00AB08D7"/>
    <w:rsid w:val="00AB0925"/>
    <w:rsid w:val="00AB0F32"/>
    <w:rsid w:val="00AB0F6C"/>
    <w:rsid w:val="00AB0F92"/>
    <w:rsid w:val="00AB1713"/>
    <w:rsid w:val="00AB212D"/>
    <w:rsid w:val="00AB26FC"/>
    <w:rsid w:val="00AB2A42"/>
    <w:rsid w:val="00AB2C26"/>
    <w:rsid w:val="00AB2D66"/>
    <w:rsid w:val="00AB336D"/>
    <w:rsid w:val="00AB3A4E"/>
    <w:rsid w:val="00AB3C9D"/>
    <w:rsid w:val="00AB3FD1"/>
    <w:rsid w:val="00AB4004"/>
    <w:rsid w:val="00AB4279"/>
    <w:rsid w:val="00AB4B86"/>
    <w:rsid w:val="00AB4D59"/>
    <w:rsid w:val="00AB4F0F"/>
    <w:rsid w:val="00AB505B"/>
    <w:rsid w:val="00AB5300"/>
    <w:rsid w:val="00AB543B"/>
    <w:rsid w:val="00AB5467"/>
    <w:rsid w:val="00AB5A85"/>
    <w:rsid w:val="00AB5C4A"/>
    <w:rsid w:val="00AB637E"/>
    <w:rsid w:val="00AB6552"/>
    <w:rsid w:val="00AB6747"/>
    <w:rsid w:val="00AB6824"/>
    <w:rsid w:val="00AB702A"/>
    <w:rsid w:val="00AB724F"/>
    <w:rsid w:val="00AB76C0"/>
    <w:rsid w:val="00AB7A9B"/>
    <w:rsid w:val="00AB7AC3"/>
    <w:rsid w:val="00AB7C17"/>
    <w:rsid w:val="00AB7DFE"/>
    <w:rsid w:val="00AB7E06"/>
    <w:rsid w:val="00AB7EDA"/>
    <w:rsid w:val="00AB7F3B"/>
    <w:rsid w:val="00AC000B"/>
    <w:rsid w:val="00AC01DB"/>
    <w:rsid w:val="00AC0296"/>
    <w:rsid w:val="00AC04A3"/>
    <w:rsid w:val="00AC083B"/>
    <w:rsid w:val="00AC09E6"/>
    <w:rsid w:val="00AC1077"/>
    <w:rsid w:val="00AC1361"/>
    <w:rsid w:val="00AC16D0"/>
    <w:rsid w:val="00AC1D4D"/>
    <w:rsid w:val="00AC1E4D"/>
    <w:rsid w:val="00AC1E65"/>
    <w:rsid w:val="00AC1F39"/>
    <w:rsid w:val="00AC1F3B"/>
    <w:rsid w:val="00AC2050"/>
    <w:rsid w:val="00AC2325"/>
    <w:rsid w:val="00AC23AE"/>
    <w:rsid w:val="00AC2BE9"/>
    <w:rsid w:val="00AC2CBF"/>
    <w:rsid w:val="00AC31BE"/>
    <w:rsid w:val="00AC31F8"/>
    <w:rsid w:val="00AC375F"/>
    <w:rsid w:val="00AC389B"/>
    <w:rsid w:val="00AC39A7"/>
    <w:rsid w:val="00AC3C4A"/>
    <w:rsid w:val="00AC3CC5"/>
    <w:rsid w:val="00AC3EEB"/>
    <w:rsid w:val="00AC3F12"/>
    <w:rsid w:val="00AC3FAC"/>
    <w:rsid w:val="00AC408A"/>
    <w:rsid w:val="00AC4402"/>
    <w:rsid w:val="00AC4597"/>
    <w:rsid w:val="00AC492D"/>
    <w:rsid w:val="00AC4D1B"/>
    <w:rsid w:val="00AC5038"/>
    <w:rsid w:val="00AC54F3"/>
    <w:rsid w:val="00AC5673"/>
    <w:rsid w:val="00AC5AEE"/>
    <w:rsid w:val="00AC5F44"/>
    <w:rsid w:val="00AC6218"/>
    <w:rsid w:val="00AC64B4"/>
    <w:rsid w:val="00AC64B5"/>
    <w:rsid w:val="00AC6D94"/>
    <w:rsid w:val="00AC7691"/>
    <w:rsid w:val="00AD01D3"/>
    <w:rsid w:val="00AD0387"/>
    <w:rsid w:val="00AD0435"/>
    <w:rsid w:val="00AD0844"/>
    <w:rsid w:val="00AD0C61"/>
    <w:rsid w:val="00AD0D93"/>
    <w:rsid w:val="00AD0F62"/>
    <w:rsid w:val="00AD1002"/>
    <w:rsid w:val="00AD105D"/>
    <w:rsid w:val="00AD1546"/>
    <w:rsid w:val="00AD1A1A"/>
    <w:rsid w:val="00AD1A1E"/>
    <w:rsid w:val="00AD1AD8"/>
    <w:rsid w:val="00AD1B19"/>
    <w:rsid w:val="00AD1C5B"/>
    <w:rsid w:val="00AD1D25"/>
    <w:rsid w:val="00AD1D39"/>
    <w:rsid w:val="00AD1EA7"/>
    <w:rsid w:val="00AD1EBE"/>
    <w:rsid w:val="00AD2170"/>
    <w:rsid w:val="00AD25E2"/>
    <w:rsid w:val="00AD26EE"/>
    <w:rsid w:val="00AD27DC"/>
    <w:rsid w:val="00AD2A42"/>
    <w:rsid w:val="00AD2CF6"/>
    <w:rsid w:val="00AD3001"/>
    <w:rsid w:val="00AD31F9"/>
    <w:rsid w:val="00AD3338"/>
    <w:rsid w:val="00AD35E1"/>
    <w:rsid w:val="00AD38CB"/>
    <w:rsid w:val="00AD41C2"/>
    <w:rsid w:val="00AD47A7"/>
    <w:rsid w:val="00AD4A52"/>
    <w:rsid w:val="00AD4B69"/>
    <w:rsid w:val="00AD4D8E"/>
    <w:rsid w:val="00AD5401"/>
    <w:rsid w:val="00AD573E"/>
    <w:rsid w:val="00AD5972"/>
    <w:rsid w:val="00AD59F9"/>
    <w:rsid w:val="00AD5F7D"/>
    <w:rsid w:val="00AD6136"/>
    <w:rsid w:val="00AD62AF"/>
    <w:rsid w:val="00AD6380"/>
    <w:rsid w:val="00AD6797"/>
    <w:rsid w:val="00AD6AB8"/>
    <w:rsid w:val="00AD6C4F"/>
    <w:rsid w:val="00AD6F74"/>
    <w:rsid w:val="00AD7100"/>
    <w:rsid w:val="00AD713D"/>
    <w:rsid w:val="00AD729C"/>
    <w:rsid w:val="00AD741D"/>
    <w:rsid w:val="00AD7766"/>
    <w:rsid w:val="00AD77F0"/>
    <w:rsid w:val="00AD7FFC"/>
    <w:rsid w:val="00AE0428"/>
    <w:rsid w:val="00AE0553"/>
    <w:rsid w:val="00AE06D8"/>
    <w:rsid w:val="00AE099B"/>
    <w:rsid w:val="00AE0CD8"/>
    <w:rsid w:val="00AE180A"/>
    <w:rsid w:val="00AE1C9A"/>
    <w:rsid w:val="00AE2130"/>
    <w:rsid w:val="00AE22AE"/>
    <w:rsid w:val="00AE23E2"/>
    <w:rsid w:val="00AE260B"/>
    <w:rsid w:val="00AE2842"/>
    <w:rsid w:val="00AE2B3E"/>
    <w:rsid w:val="00AE2BA8"/>
    <w:rsid w:val="00AE3254"/>
    <w:rsid w:val="00AE345A"/>
    <w:rsid w:val="00AE39AD"/>
    <w:rsid w:val="00AE3A62"/>
    <w:rsid w:val="00AE3A74"/>
    <w:rsid w:val="00AE3FD0"/>
    <w:rsid w:val="00AE4081"/>
    <w:rsid w:val="00AE42BB"/>
    <w:rsid w:val="00AE4658"/>
    <w:rsid w:val="00AE467F"/>
    <w:rsid w:val="00AE4866"/>
    <w:rsid w:val="00AE4BFC"/>
    <w:rsid w:val="00AE4F6D"/>
    <w:rsid w:val="00AE4FE7"/>
    <w:rsid w:val="00AE4FFB"/>
    <w:rsid w:val="00AE505D"/>
    <w:rsid w:val="00AE51A8"/>
    <w:rsid w:val="00AE52A6"/>
    <w:rsid w:val="00AE54F9"/>
    <w:rsid w:val="00AE58AA"/>
    <w:rsid w:val="00AE5C21"/>
    <w:rsid w:val="00AE5D55"/>
    <w:rsid w:val="00AE64E0"/>
    <w:rsid w:val="00AE653E"/>
    <w:rsid w:val="00AE66F1"/>
    <w:rsid w:val="00AE6A8E"/>
    <w:rsid w:val="00AE6B53"/>
    <w:rsid w:val="00AE6ECD"/>
    <w:rsid w:val="00AE6FFF"/>
    <w:rsid w:val="00AE701B"/>
    <w:rsid w:val="00AE729F"/>
    <w:rsid w:val="00AE72EA"/>
    <w:rsid w:val="00AE77B3"/>
    <w:rsid w:val="00AE7842"/>
    <w:rsid w:val="00AE7900"/>
    <w:rsid w:val="00AE7A80"/>
    <w:rsid w:val="00AE7DA4"/>
    <w:rsid w:val="00AF0140"/>
    <w:rsid w:val="00AF0260"/>
    <w:rsid w:val="00AF0647"/>
    <w:rsid w:val="00AF06AE"/>
    <w:rsid w:val="00AF077E"/>
    <w:rsid w:val="00AF0800"/>
    <w:rsid w:val="00AF0DE4"/>
    <w:rsid w:val="00AF0FAA"/>
    <w:rsid w:val="00AF1105"/>
    <w:rsid w:val="00AF1250"/>
    <w:rsid w:val="00AF125B"/>
    <w:rsid w:val="00AF1852"/>
    <w:rsid w:val="00AF1862"/>
    <w:rsid w:val="00AF18FF"/>
    <w:rsid w:val="00AF1C2E"/>
    <w:rsid w:val="00AF1CAC"/>
    <w:rsid w:val="00AF1F64"/>
    <w:rsid w:val="00AF21F7"/>
    <w:rsid w:val="00AF2313"/>
    <w:rsid w:val="00AF2426"/>
    <w:rsid w:val="00AF256D"/>
    <w:rsid w:val="00AF2621"/>
    <w:rsid w:val="00AF2A28"/>
    <w:rsid w:val="00AF311E"/>
    <w:rsid w:val="00AF316E"/>
    <w:rsid w:val="00AF35D9"/>
    <w:rsid w:val="00AF367B"/>
    <w:rsid w:val="00AF371D"/>
    <w:rsid w:val="00AF41CC"/>
    <w:rsid w:val="00AF42A4"/>
    <w:rsid w:val="00AF4489"/>
    <w:rsid w:val="00AF44E6"/>
    <w:rsid w:val="00AF4971"/>
    <w:rsid w:val="00AF4E28"/>
    <w:rsid w:val="00AF505C"/>
    <w:rsid w:val="00AF5089"/>
    <w:rsid w:val="00AF5268"/>
    <w:rsid w:val="00AF590A"/>
    <w:rsid w:val="00AF5D33"/>
    <w:rsid w:val="00AF6175"/>
    <w:rsid w:val="00AF6384"/>
    <w:rsid w:val="00AF682C"/>
    <w:rsid w:val="00AF6C72"/>
    <w:rsid w:val="00AF7056"/>
    <w:rsid w:val="00AF725F"/>
    <w:rsid w:val="00AF766F"/>
    <w:rsid w:val="00AF777B"/>
    <w:rsid w:val="00AF77C9"/>
    <w:rsid w:val="00AF79E0"/>
    <w:rsid w:val="00AF7D14"/>
    <w:rsid w:val="00B00119"/>
    <w:rsid w:val="00B0013F"/>
    <w:rsid w:val="00B001DF"/>
    <w:rsid w:val="00B003F6"/>
    <w:rsid w:val="00B004BE"/>
    <w:rsid w:val="00B00667"/>
    <w:rsid w:val="00B00A3E"/>
    <w:rsid w:val="00B00B97"/>
    <w:rsid w:val="00B00C33"/>
    <w:rsid w:val="00B00E8F"/>
    <w:rsid w:val="00B00FC4"/>
    <w:rsid w:val="00B0101B"/>
    <w:rsid w:val="00B01345"/>
    <w:rsid w:val="00B013FB"/>
    <w:rsid w:val="00B016FF"/>
    <w:rsid w:val="00B0177D"/>
    <w:rsid w:val="00B01A6C"/>
    <w:rsid w:val="00B02323"/>
    <w:rsid w:val="00B02437"/>
    <w:rsid w:val="00B02705"/>
    <w:rsid w:val="00B0287E"/>
    <w:rsid w:val="00B02C22"/>
    <w:rsid w:val="00B032B1"/>
    <w:rsid w:val="00B03318"/>
    <w:rsid w:val="00B034D6"/>
    <w:rsid w:val="00B035A1"/>
    <w:rsid w:val="00B03BF5"/>
    <w:rsid w:val="00B03E30"/>
    <w:rsid w:val="00B03FC9"/>
    <w:rsid w:val="00B044E0"/>
    <w:rsid w:val="00B04523"/>
    <w:rsid w:val="00B048DB"/>
    <w:rsid w:val="00B04DB7"/>
    <w:rsid w:val="00B04DC2"/>
    <w:rsid w:val="00B0511F"/>
    <w:rsid w:val="00B05316"/>
    <w:rsid w:val="00B053B8"/>
    <w:rsid w:val="00B05467"/>
    <w:rsid w:val="00B05470"/>
    <w:rsid w:val="00B057E0"/>
    <w:rsid w:val="00B057FA"/>
    <w:rsid w:val="00B061EE"/>
    <w:rsid w:val="00B06564"/>
    <w:rsid w:val="00B06733"/>
    <w:rsid w:val="00B06C8B"/>
    <w:rsid w:val="00B06F5C"/>
    <w:rsid w:val="00B071DB"/>
    <w:rsid w:val="00B07CA4"/>
    <w:rsid w:val="00B07D65"/>
    <w:rsid w:val="00B07FCE"/>
    <w:rsid w:val="00B10004"/>
    <w:rsid w:val="00B100D1"/>
    <w:rsid w:val="00B102FA"/>
    <w:rsid w:val="00B10327"/>
    <w:rsid w:val="00B10542"/>
    <w:rsid w:val="00B1071D"/>
    <w:rsid w:val="00B10835"/>
    <w:rsid w:val="00B108ED"/>
    <w:rsid w:val="00B10BE5"/>
    <w:rsid w:val="00B10F4D"/>
    <w:rsid w:val="00B10FE2"/>
    <w:rsid w:val="00B1118C"/>
    <w:rsid w:val="00B112AC"/>
    <w:rsid w:val="00B11441"/>
    <w:rsid w:val="00B114E7"/>
    <w:rsid w:val="00B1168F"/>
    <w:rsid w:val="00B11890"/>
    <w:rsid w:val="00B1199B"/>
    <w:rsid w:val="00B11AB0"/>
    <w:rsid w:val="00B1224D"/>
    <w:rsid w:val="00B122B2"/>
    <w:rsid w:val="00B12319"/>
    <w:rsid w:val="00B12AC4"/>
    <w:rsid w:val="00B12C6E"/>
    <w:rsid w:val="00B12FC0"/>
    <w:rsid w:val="00B132A5"/>
    <w:rsid w:val="00B132A7"/>
    <w:rsid w:val="00B133DE"/>
    <w:rsid w:val="00B13444"/>
    <w:rsid w:val="00B134E2"/>
    <w:rsid w:val="00B13616"/>
    <w:rsid w:val="00B13B2B"/>
    <w:rsid w:val="00B13C3F"/>
    <w:rsid w:val="00B13D58"/>
    <w:rsid w:val="00B13EE0"/>
    <w:rsid w:val="00B140F3"/>
    <w:rsid w:val="00B144BD"/>
    <w:rsid w:val="00B1486A"/>
    <w:rsid w:val="00B14FAE"/>
    <w:rsid w:val="00B14FD9"/>
    <w:rsid w:val="00B15053"/>
    <w:rsid w:val="00B1576D"/>
    <w:rsid w:val="00B1591A"/>
    <w:rsid w:val="00B15BCE"/>
    <w:rsid w:val="00B15D39"/>
    <w:rsid w:val="00B15F66"/>
    <w:rsid w:val="00B166E7"/>
    <w:rsid w:val="00B16700"/>
    <w:rsid w:val="00B16898"/>
    <w:rsid w:val="00B16D1C"/>
    <w:rsid w:val="00B16E03"/>
    <w:rsid w:val="00B17120"/>
    <w:rsid w:val="00B171EF"/>
    <w:rsid w:val="00B17463"/>
    <w:rsid w:val="00B17677"/>
    <w:rsid w:val="00B179F9"/>
    <w:rsid w:val="00B17D53"/>
    <w:rsid w:val="00B20424"/>
    <w:rsid w:val="00B205EE"/>
    <w:rsid w:val="00B20772"/>
    <w:rsid w:val="00B20D54"/>
    <w:rsid w:val="00B213E6"/>
    <w:rsid w:val="00B214CA"/>
    <w:rsid w:val="00B21D3F"/>
    <w:rsid w:val="00B22308"/>
    <w:rsid w:val="00B22371"/>
    <w:rsid w:val="00B2249B"/>
    <w:rsid w:val="00B22555"/>
    <w:rsid w:val="00B232AF"/>
    <w:rsid w:val="00B234ED"/>
    <w:rsid w:val="00B23934"/>
    <w:rsid w:val="00B2399B"/>
    <w:rsid w:val="00B23A92"/>
    <w:rsid w:val="00B23C95"/>
    <w:rsid w:val="00B246A7"/>
    <w:rsid w:val="00B24975"/>
    <w:rsid w:val="00B24D16"/>
    <w:rsid w:val="00B250CA"/>
    <w:rsid w:val="00B25118"/>
    <w:rsid w:val="00B2537A"/>
    <w:rsid w:val="00B2548B"/>
    <w:rsid w:val="00B2560A"/>
    <w:rsid w:val="00B2562E"/>
    <w:rsid w:val="00B259A4"/>
    <w:rsid w:val="00B264F7"/>
    <w:rsid w:val="00B26709"/>
    <w:rsid w:val="00B26B3F"/>
    <w:rsid w:val="00B270FF"/>
    <w:rsid w:val="00B273F9"/>
    <w:rsid w:val="00B27934"/>
    <w:rsid w:val="00B27E47"/>
    <w:rsid w:val="00B27F53"/>
    <w:rsid w:val="00B27FA1"/>
    <w:rsid w:val="00B30727"/>
    <w:rsid w:val="00B3089B"/>
    <w:rsid w:val="00B30DE6"/>
    <w:rsid w:val="00B30EED"/>
    <w:rsid w:val="00B31343"/>
    <w:rsid w:val="00B31358"/>
    <w:rsid w:val="00B3149C"/>
    <w:rsid w:val="00B3166A"/>
    <w:rsid w:val="00B31697"/>
    <w:rsid w:val="00B317D8"/>
    <w:rsid w:val="00B31C8C"/>
    <w:rsid w:val="00B31ECB"/>
    <w:rsid w:val="00B31F23"/>
    <w:rsid w:val="00B31F70"/>
    <w:rsid w:val="00B329F8"/>
    <w:rsid w:val="00B32B83"/>
    <w:rsid w:val="00B32C1A"/>
    <w:rsid w:val="00B32CBD"/>
    <w:rsid w:val="00B32D6B"/>
    <w:rsid w:val="00B32F3E"/>
    <w:rsid w:val="00B3364A"/>
    <w:rsid w:val="00B3381D"/>
    <w:rsid w:val="00B33BB0"/>
    <w:rsid w:val="00B33BE2"/>
    <w:rsid w:val="00B34031"/>
    <w:rsid w:val="00B34A48"/>
    <w:rsid w:val="00B34B59"/>
    <w:rsid w:val="00B34B8A"/>
    <w:rsid w:val="00B34E68"/>
    <w:rsid w:val="00B35052"/>
    <w:rsid w:val="00B357DF"/>
    <w:rsid w:val="00B35ACC"/>
    <w:rsid w:val="00B36135"/>
    <w:rsid w:val="00B36387"/>
    <w:rsid w:val="00B36414"/>
    <w:rsid w:val="00B36681"/>
    <w:rsid w:val="00B36A5C"/>
    <w:rsid w:val="00B36AD2"/>
    <w:rsid w:val="00B36C29"/>
    <w:rsid w:val="00B36FCA"/>
    <w:rsid w:val="00B370FA"/>
    <w:rsid w:val="00B37317"/>
    <w:rsid w:val="00B4004D"/>
    <w:rsid w:val="00B400D5"/>
    <w:rsid w:val="00B40697"/>
    <w:rsid w:val="00B40D65"/>
    <w:rsid w:val="00B41646"/>
    <w:rsid w:val="00B41660"/>
    <w:rsid w:val="00B41C2A"/>
    <w:rsid w:val="00B42252"/>
    <w:rsid w:val="00B422F9"/>
    <w:rsid w:val="00B42383"/>
    <w:rsid w:val="00B424F8"/>
    <w:rsid w:val="00B424FC"/>
    <w:rsid w:val="00B42823"/>
    <w:rsid w:val="00B428C2"/>
    <w:rsid w:val="00B42906"/>
    <w:rsid w:val="00B42BB9"/>
    <w:rsid w:val="00B42C99"/>
    <w:rsid w:val="00B43183"/>
    <w:rsid w:val="00B431B6"/>
    <w:rsid w:val="00B43368"/>
    <w:rsid w:val="00B4399A"/>
    <w:rsid w:val="00B43E90"/>
    <w:rsid w:val="00B443CD"/>
    <w:rsid w:val="00B4468C"/>
    <w:rsid w:val="00B44793"/>
    <w:rsid w:val="00B448B1"/>
    <w:rsid w:val="00B44F7B"/>
    <w:rsid w:val="00B44FBF"/>
    <w:rsid w:val="00B450E4"/>
    <w:rsid w:val="00B45295"/>
    <w:rsid w:val="00B45830"/>
    <w:rsid w:val="00B45D7B"/>
    <w:rsid w:val="00B45D84"/>
    <w:rsid w:val="00B4676E"/>
    <w:rsid w:val="00B4737A"/>
    <w:rsid w:val="00B474D3"/>
    <w:rsid w:val="00B475A4"/>
    <w:rsid w:val="00B4773C"/>
    <w:rsid w:val="00B47836"/>
    <w:rsid w:val="00B478CB"/>
    <w:rsid w:val="00B47A77"/>
    <w:rsid w:val="00B47A87"/>
    <w:rsid w:val="00B47E97"/>
    <w:rsid w:val="00B500A7"/>
    <w:rsid w:val="00B50225"/>
    <w:rsid w:val="00B5043B"/>
    <w:rsid w:val="00B505C1"/>
    <w:rsid w:val="00B506B2"/>
    <w:rsid w:val="00B50D2D"/>
    <w:rsid w:val="00B51482"/>
    <w:rsid w:val="00B515CB"/>
    <w:rsid w:val="00B5223B"/>
    <w:rsid w:val="00B52605"/>
    <w:rsid w:val="00B528DF"/>
    <w:rsid w:val="00B52992"/>
    <w:rsid w:val="00B52AEA"/>
    <w:rsid w:val="00B52BCC"/>
    <w:rsid w:val="00B52E7D"/>
    <w:rsid w:val="00B530B4"/>
    <w:rsid w:val="00B53240"/>
    <w:rsid w:val="00B53311"/>
    <w:rsid w:val="00B536CF"/>
    <w:rsid w:val="00B5373F"/>
    <w:rsid w:val="00B5382C"/>
    <w:rsid w:val="00B53882"/>
    <w:rsid w:val="00B538AC"/>
    <w:rsid w:val="00B53DE5"/>
    <w:rsid w:val="00B53F72"/>
    <w:rsid w:val="00B54678"/>
    <w:rsid w:val="00B5470F"/>
    <w:rsid w:val="00B549F0"/>
    <w:rsid w:val="00B54B3C"/>
    <w:rsid w:val="00B54EB9"/>
    <w:rsid w:val="00B552A6"/>
    <w:rsid w:val="00B552AB"/>
    <w:rsid w:val="00B5556B"/>
    <w:rsid w:val="00B5565C"/>
    <w:rsid w:val="00B5578F"/>
    <w:rsid w:val="00B55936"/>
    <w:rsid w:val="00B55B6E"/>
    <w:rsid w:val="00B566CF"/>
    <w:rsid w:val="00B56784"/>
    <w:rsid w:val="00B56C2A"/>
    <w:rsid w:val="00B56C55"/>
    <w:rsid w:val="00B56D68"/>
    <w:rsid w:val="00B56DE1"/>
    <w:rsid w:val="00B574CE"/>
    <w:rsid w:val="00B579FC"/>
    <w:rsid w:val="00B6022A"/>
    <w:rsid w:val="00B60472"/>
    <w:rsid w:val="00B60660"/>
    <w:rsid w:val="00B6126D"/>
    <w:rsid w:val="00B6187C"/>
    <w:rsid w:val="00B61ABC"/>
    <w:rsid w:val="00B61B03"/>
    <w:rsid w:val="00B61CAD"/>
    <w:rsid w:val="00B62023"/>
    <w:rsid w:val="00B62027"/>
    <w:rsid w:val="00B6207A"/>
    <w:rsid w:val="00B620BA"/>
    <w:rsid w:val="00B63054"/>
    <w:rsid w:val="00B6332F"/>
    <w:rsid w:val="00B634AD"/>
    <w:rsid w:val="00B635D5"/>
    <w:rsid w:val="00B6379A"/>
    <w:rsid w:val="00B63C74"/>
    <w:rsid w:val="00B63CEE"/>
    <w:rsid w:val="00B644AA"/>
    <w:rsid w:val="00B645A7"/>
    <w:rsid w:val="00B64634"/>
    <w:rsid w:val="00B64822"/>
    <w:rsid w:val="00B64ABC"/>
    <w:rsid w:val="00B64C6B"/>
    <w:rsid w:val="00B6583D"/>
    <w:rsid w:val="00B65B2E"/>
    <w:rsid w:val="00B65C55"/>
    <w:rsid w:val="00B65CDF"/>
    <w:rsid w:val="00B660A8"/>
    <w:rsid w:val="00B662A4"/>
    <w:rsid w:val="00B66862"/>
    <w:rsid w:val="00B66B61"/>
    <w:rsid w:val="00B66DDB"/>
    <w:rsid w:val="00B67127"/>
    <w:rsid w:val="00B67668"/>
    <w:rsid w:val="00B677DA"/>
    <w:rsid w:val="00B677E4"/>
    <w:rsid w:val="00B67BC4"/>
    <w:rsid w:val="00B67C41"/>
    <w:rsid w:val="00B67D8D"/>
    <w:rsid w:val="00B7017C"/>
    <w:rsid w:val="00B70329"/>
    <w:rsid w:val="00B70621"/>
    <w:rsid w:val="00B7083A"/>
    <w:rsid w:val="00B70988"/>
    <w:rsid w:val="00B709C4"/>
    <w:rsid w:val="00B70A99"/>
    <w:rsid w:val="00B71425"/>
    <w:rsid w:val="00B71610"/>
    <w:rsid w:val="00B7177C"/>
    <w:rsid w:val="00B71BAA"/>
    <w:rsid w:val="00B71E2A"/>
    <w:rsid w:val="00B72040"/>
    <w:rsid w:val="00B721EC"/>
    <w:rsid w:val="00B72364"/>
    <w:rsid w:val="00B7236E"/>
    <w:rsid w:val="00B72686"/>
    <w:rsid w:val="00B7287C"/>
    <w:rsid w:val="00B72D8F"/>
    <w:rsid w:val="00B72DEE"/>
    <w:rsid w:val="00B72E44"/>
    <w:rsid w:val="00B72E54"/>
    <w:rsid w:val="00B72F32"/>
    <w:rsid w:val="00B731EE"/>
    <w:rsid w:val="00B732BF"/>
    <w:rsid w:val="00B733AB"/>
    <w:rsid w:val="00B73483"/>
    <w:rsid w:val="00B73787"/>
    <w:rsid w:val="00B73908"/>
    <w:rsid w:val="00B73BB4"/>
    <w:rsid w:val="00B73BDA"/>
    <w:rsid w:val="00B73FF6"/>
    <w:rsid w:val="00B74385"/>
    <w:rsid w:val="00B745B6"/>
    <w:rsid w:val="00B74864"/>
    <w:rsid w:val="00B74B3A"/>
    <w:rsid w:val="00B74E99"/>
    <w:rsid w:val="00B751E6"/>
    <w:rsid w:val="00B759C8"/>
    <w:rsid w:val="00B75B12"/>
    <w:rsid w:val="00B7645D"/>
    <w:rsid w:val="00B76658"/>
    <w:rsid w:val="00B767DF"/>
    <w:rsid w:val="00B768C4"/>
    <w:rsid w:val="00B76C05"/>
    <w:rsid w:val="00B76C91"/>
    <w:rsid w:val="00B76CD9"/>
    <w:rsid w:val="00B76FA7"/>
    <w:rsid w:val="00B77174"/>
    <w:rsid w:val="00B77340"/>
    <w:rsid w:val="00B77901"/>
    <w:rsid w:val="00B80053"/>
    <w:rsid w:val="00B8058C"/>
    <w:rsid w:val="00B8071F"/>
    <w:rsid w:val="00B80AB1"/>
    <w:rsid w:val="00B80E64"/>
    <w:rsid w:val="00B80EDF"/>
    <w:rsid w:val="00B8140D"/>
    <w:rsid w:val="00B815E5"/>
    <w:rsid w:val="00B81625"/>
    <w:rsid w:val="00B81C5A"/>
    <w:rsid w:val="00B82206"/>
    <w:rsid w:val="00B8226D"/>
    <w:rsid w:val="00B8241E"/>
    <w:rsid w:val="00B829D9"/>
    <w:rsid w:val="00B82A2C"/>
    <w:rsid w:val="00B82F45"/>
    <w:rsid w:val="00B8344A"/>
    <w:rsid w:val="00B837CA"/>
    <w:rsid w:val="00B840CC"/>
    <w:rsid w:val="00B845E6"/>
    <w:rsid w:val="00B84898"/>
    <w:rsid w:val="00B84C53"/>
    <w:rsid w:val="00B84D43"/>
    <w:rsid w:val="00B851C3"/>
    <w:rsid w:val="00B85757"/>
    <w:rsid w:val="00B85792"/>
    <w:rsid w:val="00B85A41"/>
    <w:rsid w:val="00B85E4C"/>
    <w:rsid w:val="00B860AB"/>
    <w:rsid w:val="00B861A7"/>
    <w:rsid w:val="00B861E8"/>
    <w:rsid w:val="00B8655C"/>
    <w:rsid w:val="00B86860"/>
    <w:rsid w:val="00B8686E"/>
    <w:rsid w:val="00B86E04"/>
    <w:rsid w:val="00B86E2B"/>
    <w:rsid w:val="00B86EE9"/>
    <w:rsid w:val="00B872C3"/>
    <w:rsid w:val="00B87645"/>
    <w:rsid w:val="00B877A1"/>
    <w:rsid w:val="00B87893"/>
    <w:rsid w:val="00B87E2B"/>
    <w:rsid w:val="00B903CF"/>
    <w:rsid w:val="00B90848"/>
    <w:rsid w:val="00B91335"/>
    <w:rsid w:val="00B9186E"/>
    <w:rsid w:val="00B918FF"/>
    <w:rsid w:val="00B91A09"/>
    <w:rsid w:val="00B91A7E"/>
    <w:rsid w:val="00B91D7F"/>
    <w:rsid w:val="00B92765"/>
    <w:rsid w:val="00B9298D"/>
    <w:rsid w:val="00B92C4A"/>
    <w:rsid w:val="00B92E48"/>
    <w:rsid w:val="00B92E83"/>
    <w:rsid w:val="00B92FD4"/>
    <w:rsid w:val="00B9320A"/>
    <w:rsid w:val="00B9326D"/>
    <w:rsid w:val="00B933F6"/>
    <w:rsid w:val="00B939FE"/>
    <w:rsid w:val="00B940D7"/>
    <w:rsid w:val="00B943F5"/>
    <w:rsid w:val="00B94D84"/>
    <w:rsid w:val="00B94D9C"/>
    <w:rsid w:val="00B95295"/>
    <w:rsid w:val="00B954ED"/>
    <w:rsid w:val="00B95537"/>
    <w:rsid w:val="00B95854"/>
    <w:rsid w:val="00B95D4B"/>
    <w:rsid w:val="00B95F51"/>
    <w:rsid w:val="00B960D1"/>
    <w:rsid w:val="00B96144"/>
    <w:rsid w:val="00B962D0"/>
    <w:rsid w:val="00B9632D"/>
    <w:rsid w:val="00B9685A"/>
    <w:rsid w:val="00B96A52"/>
    <w:rsid w:val="00B96B92"/>
    <w:rsid w:val="00B96E6D"/>
    <w:rsid w:val="00B9736E"/>
    <w:rsid w:val="00B97568"/>
    <w:rsid w:val="00B976F1"/>
    <w:rsid w:val="00B97B34"/>
    <w:rsid w:val="00B97C6D"/>
    <w:rsid w:val="00BA00DC"/>
    <w:rsid w:val="00BA0210"/>
    <w:rsid w:val="00BA082A"/>
    <w:rsid w:val="00BA0DFB"/>
    <w:rsid w:val="00BA1319"/>
    <w:rsid w:val="00BA1341"/>
    <w:rsid w:val="00BA19F5"/>
    <w:rsid w:val="00BA1E52"/>
    <w:rsid w:val="00BA212B"/>
    <w:rsid w:val="00BA2298"/>
    <w:rsid w:val="00BA2364"/>
    <w:rsid w:val="00BA23B3"/>
    <w:rsid w:val="00BA26CF"/>
    <w:rsid w:val="00BA274C"/>
    <w:rsid w:val="00BA281D"/>
    <w:rsid w:val="00BA292D"/>
    <w:rsid w:val="00BA2F3E"/>
    <w:rsid w:val="00BA3064"/>
    <w:rsid w:val="00BA3BBE"/>
    <w:rsid w:val="00BA404C"/>
    <w:rsid w:val="00BA40BD"/>
    <w:rsid w:val="00BA41AF"/>
    <w:rsid w:val="00BA45C7"/>
    <w:rsid w:val="00BA4871"/>
    <w:rsid w:val="00BA4A81"/>
    <w:rsid w:val="00BA4EA7"/>
    <w:rsid w:val="00BA51A4"/>
    <w:rsid w:val="00BA5406"/>
    <w:rsid w:val="00BA54A3"/>
    <w:rsid w:val="00BA568F"/>
    <w:rsid w:val="00BA5701"/>
    <w:rsid w:val="00BA580C"/>
    <w:rsid w:val="00BA5F81"/>
    <w:rsid w:val="00BA6276"/>
    <w:rsid w:val="00BA630A"/>
    <w:rsid w:val="00BA647E"/>
    <w:rsid w:val="00BA64B1"/>
    <w:rsid w:val="00BA6505"/>
    <w:rsid w:val="00BA6577"/>
    <w:rsid w:val="00BA699B"/>
    <w:rsid w:val="00BA69EC"/>
    <w:rsid w:val="00BA6D33"/>
    <w:rsid w:val="00BA70AD"/>
    <w:rsid w:val="00BA7100"/>
    <w:rsid w:val="00BA7663"/>
    <w:rsid w:val="00BA7B88"/>
    <w:rsid w:val="00BB0362"/>
    <w:rsid w:val="00BB03D7"/>
    <w:rsid w:val="00BB0459"/>
    <w:rsid w:val="00BB049E"/>
    <w:rsid w:val="00BB0566"/>
    <w:rsid w:val="00BB0AEE"/>
    <w:rsid w:val="00BB13B9"/>
    <w:rsid w:val="00BB19A0"/>
    <w:rsid w:val="00BB1B88"/>
    <w:rsid w:val="00BB293C"/>
    <w:rsid w:val="00BB2F31"/>
    <w:rsid w:val="00BB310A"/>
    <w:rsid w:val="00BB32E1"/>
    <w:rsid w:val="00BB399A"/>
    <w:rsid w:val="00BB3CA0"/>
    <w:rsid w:val="00BB4024"/>
    <w:rsid w:val="00BB4070"/>
    <w:rsid w:val="00BB40F1"/>
    <w:rsid w:val="00BB420D"/>
    <w:rsid w:val="00BB4588"/>
    <w:rsid w:val="00BB4AA7"/>
    <w:rsid w:val="00BB5B44"/>
    <w:rsid w:val="00BB5B8C"/>
    <w:rsid w:val="00BB5DA1"/>
    <w:rsid w:val="00BB61EB"/>
    <w:rsid w:val="00BB6675"/>
    <w:rsid w:val="00BB66B1"/>
    <w:rsid w:val="00BB6873"/>
    <w:rsid w:val="00BB6AA8"/>
    <w:rsid w:val="00BB6EAE"/>
    <w:rsid w:val="00BB72AF"/>
    <w:rsid w:val="00BB734A"/>
    <w:rsid w:val="00BB7A09"/>
    <w:rsid w:val="00BB7B03"/>
    <w:rsid w:val="00BB7BF9"/>
    <w:rsid w:val="00BB7F2B"/>
    <w:rsid w:val="00BC00D3"/>
    <w:rsid w:val="00BC041E"/>
    <w:rsid w:val="00BC0468"/>
    <w:rsid w:val="00BC04EB"/>
    <w:rsid w:val="00BC0705"/>
    <w:rsid w:val="00BC07DE"/>
    <w:rsid w:val="00BC0AD9"/>
    <w:rsid w:val="00BC0B84"/>
    <w:rsid w:val="00BC0DD2"/>
    <w:rsid w:val="00BC1278"/>
    <w:rsid w:val="00BC1453"/>
    <w:rsid w:val="00BC149D"/>
    <w:rsid w:val="00BC199A"/>
    <w:rsid w:val="00BC1C19"/>
    <w:rsid w:val="00BC2665"/>
    <w:rsid w:val="00BC2688"/>
    <w:rsid w:val="00BC2E1F"/>
    <w:rsid w:val="00BC3061"/>
    <w:rsid w:val="00BC3256"/>
    <w:rsid w:val="00BC3890"/>
    <w:rsid w:val="00BC38BB"/>
    <w:rsid w:val="00BC3B4B"/>
    <w:rsid w:val="00BC3D41"/>
    <w:rsid w:val="00BC3D4D"/>
    <w:rsid w:val="00BC409F"/>
    <w:rsid w:val="00BC41F4"/>
    <w:rsid w:val="00BC456D"/>
    <w:rsid w:val="00BC48AB"/>
    <w:rsid w:val="00BC4F63"/>
    <w:rsid w:val="00BC53D5"/>
    <w:rsid w:val="00BC5964"/>
    <w:rsid w:val="00BC5A35"/>
    <w:rsid w:val="00BC5F4D"/>
    <w:rsid w:val="00BC63F7"/>
    <w:rsid w:val="00BC65B3"/>
    <w:rsid w:val="00BC6AD1"/>
    <w:rsid w:val="00BC6E23"/>
    <w:rsid w:val="00BC6F42"/>
    <w:rsid w:val="00BC7089"/>
    <w:rsid w:val="00BC7098"/>
    <w:rsid w:val="00BC7A3F"/>
    <w:rsid w:val="00BC7A78"/>
    <w:rsid w:val="00BC7CC9"/>
    <w:rsid w:val="00BD0601"/>
    <w:rsid w:val="00BD0ACA"/>
    <w:rsid w:val="00BD15E9"/>
    <w:rsid w:val="00BD16C9"/>
    <w:rsid w:val="00BD1D71"/>
    <w:rsid w:val="00BD2011"/>
    <w:rsid w:val="00BD2488"/>
    <w:rsid w:val="00BD2E24"/>
    <w:rsid w:val="00BD2E7C"/>
    <w:rsid w:val="00BD3166"/>
    <w:rsid w:val="00BD3376"/>
    <w:rsid w:val="00BD361B"/>
    <w:rsid w:val="00BD3741"/>
    <w:rsid w:val="00BD38C8"/>
    <w:rsid w:val="00BD39DE"/>
    <w:rsid w:val="00BD43E0"/>
    <w:rsid w:val="00BD454A"/>
    <w:rsid w:val="00BD4674"/>
    <w:rsid w:val="00BD4847"/>
    <w:rsid w:val="00BD4A82"/>
    <w:rsid w:val="00BD4BEC"/>
    <w:rsid w:val="00BD4DAC"/>
    <w:rsid w:val="00BD50FC"/>
    <w:rsid w:val="00BD55B6"/>
    <w:rsid w:val="00BD5A52"/>
    <w:rsid w:val="00BD5B37"/>
    <w:rsid w:val="00BD5B4D"/>
    <w:rsid w:val="00BD5D64"/>
    <w:rsid w:val="00BD5EFA"/>
    <w:rsid w:val="00BD6AB0"/>
    <w:rsid w:val="00BD6B70"/>
    <w:rsid w:val="00BD6D37"/>
    <w:rsid w:val="00BD6DED"/>
    <w:rsid w:val="00BD6EB7"/>
    <w:rsid w:val="00BD6F08"/>
    <w:rsid w:val="00BD700C"/>
    <w:rsid w:val="00BD7106"/>
    <w:rsid w:val="00BE00F8"/>
    <w:rsid w:val="00BE032C"/>
    <w:rsid w:val="00BE08DD"/>
    <w:rsid w:val="00BE17DC"/>
    <w:rsid w:val="00BE1896"/>
    <w:rsid w:val="00BE1D38"/>
    <w:rsid w:val="00BE1FC9"/>
    <w:rsid w:val="00BE2427"/>
    <w:rsid w:val="00BE2480"/>
    <w:rsid w:val="00BE24D6"/>
    <w:rsid w:val="00BE2858"/>
    <w:rsid w:val="00BE2AC1"/>
    <w:rsid w:val="00BE2C6C"/>
    <w:rsid w:val="00BE2D03"/>
    <w:rsid w:val="00BE2E17"/>
    <w:rsid w:val="00BE3758"/>
    <w:rsid w:val="00BE396E"/>
    <w:rsid w:val="00BE3B31"/>
    <w:rsid w:val="00BE3B48"/>
    <w:rsid w:val="00BE3E55"/>
    <w:rsid w:val="00BE441E"/>
    <w:rsid w:val="00BE485A"/>
    <w:rsid w:val="00BE48F9"/>
    <w:rsid w:val="00BE4F63"/>
    <w:rsid w:val="00BE519A"/>
    <w:rsid w:val="00BE5301"/>
    <w:rsid w:val="00BE554B"/>
    <w:rsid w:val="00BE5C37"/>
    <w:rsid w:val="00BE5D14"/>
    <w:rsid w:val="00BE5E65"/>
    <w:rsid w:val="00BE607B"/>
    <w:rsid w:val="00BE6136"/>
    <w:rsid w:val="00BE619C"/>
    <w:rsid w:val="00BE6328"/>
    <w:rsid w:val="00BE6359"/>
    <w:rsid w:val="00BE6677"/>
    <w:rsid w:val="00BE667B"/>
    <w:rsid w:val="00BE6CDC"/>
    <w:rsid w:val="00BE6E9C"/>
    <w:rsid w:val="00BE7273"/>
    <w:rsid w:val="00BE7820"/>
    <w:rsid w:val="00BE7AA7"/>
    <w:rsid w:val="00BE7D6D"/>
    <w:rsid w:val="00BE7E08"/>
    <w:rsid w:val="00BF014C"/>
    <w:rsid w:val="00BF0927"/>
    <w:rsid w:val="00BF0B34"/>
    <w:rsid w:val="00BF0BF9"/>
    <w:rsid w:val="00BF0E06"/>
    <w:rsid w:val="00BF15E8"/>
    <w:rsid w:val="00BF1753"/>
    <w:rsid w:val="00BF183D"/>
    <w:rsid w:val="00BF1871"/>
    <w:rsid w:val="00BF1A39"/>
    <w:rsid w:val="00BF2148"/>
    <w:rsid w:val="00BF23EA"/>
    <w:rsid w:val="00BF2517"/>
    <w:rsid w:val="00BF2727"/>
    <w:rsid w:val="00BF2847"/>
    <w:rsid w:val="00BF294B"/>
    <w:rsid w:val="00BF2B16"/>
    <w:rsid w:val="00BF2C02"/>
    <w:rsid w:val="00BF2E5D"/>
    <w:rsid w:val="00BF3027"/>
    <w:rsid w:val="00BF3331"/>
    <w:rsid w:val="00BF35BC"/>
    <w:rsid w:val="00BF3621"/>
    <w:rsid w:val="00BF36D7"/>
    <w:rsid w:val="00BF36EC"/>
    <w:rsid w:val="00BF3BF4"/>
    <w:rsid w:val="00BF3C41"/>
    <w:rsid w:val="00BF3E00"/>
    <w:rsid w:val="00BF4CC3"/>
    <w:rsid w:val="00BF505F"/>
    <w:rsid w:val="00BF5111"/>
    <w:rsid w:val="00BF5366"/>
    <w:rsid w:val="00BF58A5"/>
    <w:rsid w:val="00BF5A0E"/>
    <w:rsid w:val="00BF5AF9"/>
    <w:rsid w:val="00BF5F4A"/>
    <w:rsid w:val="00BF5FEE"/>
    <w:rsid w:val="00BF608F"/>
    <w:rsid w:val="00BF6680"/>
    <w:rsid w:val="00BF69EF"/>
    <w:rsid w:val="00BF6B33"/>
    <w:rsid w:val="00BF6B90"/>
    <w:rsid w:val="00BF6FEE"/>
    <w:rsid w:val="00BF745D"/>
    <w:rsid w:val="00BF7892"/>
    <w:rsid w:val="00BF7B91"/>
    <w:rsid w:val="00C000D9"/>
    <w:rsid w:val="00C0035F"/>
    <w:rsid w:val="00C003F6"/>
    <w:rsid w:val="00C0097A"/>
    <w:rsid w:val="00C01246"/>
    <w:rsid w:val="00C01286"/>
    <w:rsid w:val="00C0156A"/>
    <w:rsid w:val="00C01593"/>
    <w:rsid w:val="00C01648"/>
    <w:rsid w:val="00C01954"/>
    <w:rsid w:val="00C01C85"/>
    <w:rsid w:val="00C01E42"/>
    <w:rsid w:val="00C024D4"/>
    <w:rsid w:val="00C027A4"/>
    <w:rsid w:val="00C02881"/>
    <w:rsid w:val="00C04390"/>
    <w:rsid w:val="00C043AB"/>
    <w:rsid w:val="00C046DB"/>
    <w:rsid w:val="00C0472B"/>
    <w:rsid w:val="00C04A1B"/>
    <w:rsid w:val="00C04B11"/>
    <w:rsid w:val="00C04DC9"/>
    <w:rsid w:val="00C04DE0"/>
    <w:rsid w:val="00C04DEE"/>
    <w:rsid w:val="00C05013"/>
    <w:rsid w:val="00C05059"/>
    <w:rsid w:val="00C051C7"/>
    <w:rsid w:val="00C054E5"/>
    <w:rsid w:val="00C05553"/>
    <w:rsid w:val="00C0555D"/>
    <w:rsid w:val="00C058E6"/>
    <w:rsid w:val="00C05F3F"/>
    <w:rsid w:val="00C06397"/>
    <w:rsid w:val="00C06690"/>
    <w:rsid w:val="00C067D0"/>
    <w:rsid w:val="00C0736D"/>
    <w:rsid w:val="00C07594"/>
    <w:rsid w:val="00C07696"/>
    <w:rsid w:val="00C076C3"/>
    <w:rsid w:val="00C07831"/>
    <w:rsid w:val="00C07B49"/>
    <w:rsid w:val="00C07BAC"/>
    <w:rsid w:val="00C07F3A"/>
    <w:rsid w:val="00C07F5B"/>
    <w:rsid w:val="00C10519"/>
    <w:rsid w:val="00C10793"/>
    <w:rsid w:val="00C11167"/>
    <w:rsid w:val="00C111A9"/>
    <w:rsid w:val="00C1161C"/>
    <w:rsid w:val="00C11916"/>
    <w:rsid w:val="00C11933"/>
    <w:rsid w:val="00C11A43"/>
    <w:rsid w:val="00C11E56"/>
    <w:rsid w:val="00C12064"/>
    <w:rsid w:val="00C1219E"/>
    <w:rsid w:val="00C126F8"/>
    <w:rsid w:val="00C12810"/>
    <w:rsid w:val="00C12E2F"/>
    <w:rsid w:val="00C12EDD"/>
    <w:rsid w:val="00C130F0"/>
    <w:rsid w:val="00C13332"/>
    <w:rsid w:val="00C134DA"/>
    <w:rsid w:val="00C13A18"/>
    <w:rsid w:val="00C13B11"/>
    <w:rsid w:val="00C13DA2"/>
    <w:rsid w:val="00C13DC7"/>
    <w:rsid w:val="00C13ECC"/>
    <w:rsid w:val="00C13F48"/>
    <w:rsid w:val="00C142AE"/>
    <w:rsid w:val="00C1453F"/>
    <w:rsid w:val="00C1495E"/>
    <w:rsid w:val="00C14A0D"/>
    <w:rsid w:val="00C14BA7"/>
    <w:rsid w:val="00C14C2B"/>
    <w:rsid w:val="00C14C75"/>
    <w:rsid w:val="00C14D12"/>
    <w:rsid w:val="00C15066"/>
    <w:rsid w:val="00C150B1"/>
    <w:rsid w:val="00C153E3"/>
    <w:rsid w:val="00C158D7"/>
    <w:rsid w:val="00C15B88"/>
    <w:rsid w:val="00C15E89"/>
    <w:rsid w:val="00C16279"/>
    <w:rsid w:val="00C16286"/>
    <w:rsid w:val="00C1674D"/>
    <w:rsid w:val="00C16A54"/>
    <w:rsid w:val="00C16B4D"/>
    <w:rsid w:val="00C16BD3"/>
    <w:rsid w:val="00C170A5"/>
    <w:rsid w:val="00C172F8"/>
    <w:rsid w:val="00C1748A"/>
    <w:rsid w:val="00C1751B"/>
    <w:rsid w:val="00C17C65"/>
    <w:rsid w:val="00C17FDF"/>
    <w:rsid w:val="00C2030C"/>
    <w:rsid w:val="00C203C4"/>
    <w:rsid w:val="00C204C2"/>
    <w:rsid w:val="00C207F4"/>
    <w:rsid w:val="00C212E0"/>
    <w:rsid w:val="00C21314"/>
    <w:rsid w:val="00C21416"/>
    <w:rsid w:val="00C21752"/>
    <w:rsid w:val="00C21DE6"/>
    <w:rsid w:val="00C21F51"/>
    <w:rsid w:val="00C22207"/>
    <w:rsid w:val="00C22420"/>
    <w:rsid w:val="00C22657"/>
    <w:rsid w:val="00C22765"/>
    <w:rsid w:val="00C2291C"/>
    <w:rsid w:val="00C229F5"/>
    <w:rsid w:val="00C23036"/>
    <w:rsid w:val="00C23145"/>
    <w:rsid w:val="00C2379F"/>
    <w:rsid w:val="00C237B9"/>
    <w:rsid w:val="00C23963"/>
    <w:rsid w:val="00C23A18"/>
    <w:rsid w:val="00C23AD4"/>
    <w:rsid w:val="00C23C09"/>
    <w:rsid w:val="00C242B7"/>
    <w:rsid w:val="00C24346"/>
    <w:rsid w:val="00C24491"/>
    <w:rsid w:val="00C2482F"/>
    <w:rsid w:val="00C24ED8"/>
    <w:rsid w:val="00C25E9A"/>
    <w:rsid w:val="00C261A2"/>
    <w:rsid w:val="00C26470"/>
    <w:rsid w:val="00C267CB"/>
    <w:rsid w:val="00C26A38"/>
    <w:rsid w:val="00C27235"/>
    <w:rsid w:val="00C27497"/>
    <w:rsid w:val="00C27663"/>
    <w:rsid w:val="00C27B16"/>
    <w:rsid w:val="00C27BEC"/>
    <w:rsid w:val="00C302B1"/>
    <w:rsid w:val="00C3074F"/>
    <w:rsid w:val="00C3092E"/>
    <w:rsid w:val="00C30CA1"/>
    <w:rsid w:val="00C31326"/>
    <w:rsid w:val="00C313C1"/>
    <w:rsid w:val="00C319B0"/>
    <w:rsid w:val="00C31A5D"/>
    <w:rsid w:val="00C31B67"/>
    <w:rsid w:val="00C31BAD"/>
    <w:rsid w:val="00C31C5A"/>
    <w:rsid w:val="00C323B4"/>
    <w:rsid w:val="00C3246A"/>
    <w:rsid w:val="00C3275F"/>
    <w:rsid w:val="00C32AAE"/>
    <w:rsid w:val="00C32AB9"/>
    <w:rsid w:val="00C32C86"/>
    <w:rsid w:val="00C332F7"/>
    <w:rsid w:val="00C334A7"/>
    <w:rsid w:val="00C33682"/>
    <w:rsid w:val="00C33799"/>
    <w:rsid w:val="00C3402B"/>
    <w:rsid w:val="00C34496"/>
    <w:rsid w:val="00C34525"/>
    <w:rsid w:val="00C34844"/>
    <w:rsid w:val="00C348E7"/>
    <w:rsid w:val="00C35397"/>
    <w:rsid w:val="00C35488"/>
    <w:rsid w:val="00C3552F"/>
    <w:rsid w:val="00C35688"/>
    <w:rsid w:val="00C35AB8"/>
    <w:rsid w:val="00C35BD8"/>
    <w:rsid w:val="00C35F09"/>
    <w:rsid w:val="00C35F2E"/>
    <w:rsid w:val="00C35F35"/>
    <w:rsid w:val="00C35FC9"/>
    <w:rsid w:val="00C360C5"/>
    <w:rsid w:val="00C360E7"/>
    <w:rsid w:val="00C360EB"/>
    <w:rsid w:val="00C362FD"/>
    <w:rsid w:val="00C36535"/>
    <w:rsid w:val="00C3663C"/>
    <w:rsid w:val="00C36BF2"/>
    <w:rsid w:val="00C36E50"/>
    <w:rsid w:val="00C36FF3"/>
    <w:rsid w:val="00C372D5"/>
    <w:rsid w:val="00C375A4"/>
    <w:rsid w:val="00C377C9"/>
    <w:rsid w:val="00C378FD"/>
    <w:rsid w:val="00C37B2F"/>
    <w:rsid w:val="00C37F8D"/>
    <w:rsid w:val="00C37FC0"/>
    <w:rsid w:val="00C40165"/>
    <w:rsid w:val="00C409F4"/>
    <w:rsid w:val="00C40A61"/>
    <w:rsid w:val="00C40F9B"/>
    <w:rsid w:val="00C41427"/>
    <w:rsid w:val="00C41456"/>
    <w:rsid w:val="00C41825"/>
    <w:rsid w:val="00C41DED"/>
    <w:rsid w:val="00C41E05"/>
    <w:rsid w:val="00C42DDF"/>
    <w:rsid w:val="00C42E1B"/>
    <w:rsid w:val="00C42F2B"/>
    <w:rsid w:val="00C431DC"/>
    <w:rsid w:val="00C432E7"/>
    <w:rsid w:val="00C4343E"/>
    <w:rsid w:val="00C4368D"/>
    <w:rsid w:val="00C4391F"/>
    <w:rsid w:val="00C43E5D"/>
    <w:rsid w:val="00C43EDB"/>
    <w:rsid w:val="00C44140"/>
    <w:rsid w:val="00C44318"/>
    <w:rsid w:val="00C444D8"/>
    <w:rsid w:val="00C44542"/>
    <w:rsid w:val="00C44622"/>
    <w:rsid w:val="00C44AA3"/>
    <w:rsid w:val="00C45D3A"/>
    <w:rsid w:val="00C460B4"/>
    <w:rsid w:val="00C465D4"/>
    <w:rsid w:val="00C46E51"/>
    <w:rsid w:val="00C471B8"/>
    <w:rsid w:val="00C471BF"/>
    <w:rsid w:val="00C4726B"/>
    <w:rsid w:val="00C47384"/>
    <w:rsid w:val="00C479BB"/>
    <w:rsid w:val="00C47A6B"/>
    <w:rsid w:val="00C47A7A"/>
    <w:rsid w:val="00C47BA5"/>
    <w:rsid w:val="00C47CE7"/>
    <w:rsid w:val="00C50608"/>
    <w:rsid w:val="00C50B98"/>
    <w:rsid w:val="00C50E23"/>
    <w:rsid w:val="00C50F40"/>
    <w:rsid w:val="00C51395"/>
    <w:rsid w:val="00C5178D"/>
    <w:rsid w:val="00C51AC8"/>
    <w:rsid w:val="00C51B2F"/>
    <w:rsid w:val="00C51B5B"/>
    <w:rsid w:val="00C51D5C"/>
    <w:rsid w:val="00C52363"/>
    <w:rsid w:val="00C5266E"/>
    <w:rsid w:val="00C52983"/>
    <w:rsid w:val="00C52DD0"/>
    <w:rsid w:val="00C52E7F"/>
    <w:rsid w:val="00C53051"/>
    <w:rsid w:val="00C53091"/>
    <w:rsid w:val="00C53206"/>
    <w:rsid w:val="00C532A9"/>
    <w:rsid w:val="00C53429"/>
    <w:rsid w:val="00C5443B"/>
    <w:rsid w:val="00C544F6"/>
    <w:rsid w:val="00C54580"/>
    <w:rsid w:val="00C54591"/>
    <w:rsid w:val="00C549F6"/>
    <w:rsid w:val="00C550A9"/>
    <w:rsid w:val="00C550F5"/>
    <w:rsid w:val="00C551C8"/>
    <w:rsid w:val="00C5584C"/>
    <w:rsid w:val="00C5592E"/>
    <w:rsid w:val="00C55DC8"/>
    <w:rsid w:val="00C56347"/>
    <w:rsid w:val="00C563F8"/>
    <w:rsid w:val="00C56636"/>
    <w:rsid w:val="00C56F54"/>
    <w:rsid w:val="00C5707C"/>
    <w:rsid w:val="00C5712A"/>
    <w:rsid w:val="00C571B5"/>
    <w:rsid w:val="00C573ED"/>
    <w:rsid w:val="00C576CF"/>
    <w:rsid w:val="00C577AC"/>
    <w:rsid w:val="00C57F3F"/>
    <w:rsid w:val="00C6009B"/>
    <w:rsid w:val="00C6028F"/>
    <w:rsid w:val="00C61282"/>
    <w:rsid w:val="00C615A4"/>
    <w:rsid w:val="00C615DB"/>
    <w:rsid w:val="00C61646"/>
    <w:rsid w:val="00C617E0"/>
    <w:rsid w:val="00C61AEE"/>
    <w:rsid w:val="00C61D1D"/>
    <w:rsid w:val="00C61DFE"/>
    <w:rsid w:val="00C61F27"/>
    <w:rsid w:val="00C62280"/>
    <w:rsid w:val="00C622F5"/>
    <w:rsid w:val="00C625A4"/>
    <w:rsid w:val="00C62868"/>
    <w:rsid w:val="00C62A7F"/>
    <w:rsid w:val="00C63012"/>
    <w:rsid w:val="00C6329C"/>
    <w:rsid w:val="00C638DD"/>
    <w:rsid w:val="00C63E54"/>
    <w:rsid w:val="00C642B6"/>
    <w:rsid w:val="00C64487"/>
    <w:rsid w:val="00C646A3"/>
    <w:rsid w:val="00C64F45"/>
    <w:rsid w:val="00C650C1"/>
    <w:rsid w:val="00C654C1"/>
    <w:rsid w:val="00C654ED"/>
    <w:rsid w:val="00C65610"/>
    <w:rsid w:val="00C656F1"/>
    <w:rsid w:val="00C6616C"/>
    <w:rsid w:val="00C6618B"/>
    <w:rsid w:val="00C661DC"/>
    <w:rsid w:val="00C66311"/>
    <w:rsid w:val="00C66356"/>
    <w:rsid w:val="00C66499"/>
    <w:rsid w:val="00C66921"/>
    <w:rsid w:val="00C66922"/>
    <w:rsid w:val="00C669BF"/>
    <w:rsid w:val="00C66A0B"/>
    <w:rsid w:val="00C66C65"/>
    <w:rsid w:val="00C67030"/>
    <w:rsid w:val="00C67655"/>
    <w:rsid w:val="00C67D57"/>
    <w:rsid w:val="00C67E93"/>
    <w:rsid w:val="00C67FE9"/>
    <w:rsid w:val="00C700C1"/>
    <w:rsid w:val="00C706F0"/>
    <w:rsid w:val="00C707EB"/>
    <w:rsid w:val="00C70903"/>
    <w:rsid w:val="00C70BDB"/>
    <w:rsid w:val="00C70C17"/>
    <w:rsid w:val="00C70DC7"/>
    <w:rsid w:val="00C714D1"/>
    <w:rsid w:val="00C714E8"/>
    <w:rsid w:val="00C71511"/>
    <w:rsid w:val="00C716A9"/>
    <w:rsid w:val="00C71E7B"/>
    <w:rsid w:val="00C71EEF"/>
    <w:rsid w:val="00C72057"/>
    <w:rsid w:val="00C72135"/>
    <w:rsid w:val="00C7243E"/>
    <w:rsid w:val="00C72533"/>
    <w:rsid w:val="00C72A69"/>
    <w:rsid w:val="00C72C92"/>
    <w:rsid w:val="00C734BD"/>
    <w:rsid w:val="00C73704"/>
    <w:rsid w:val="00C737B0"/>
    <w:rsid w:val="00C74161"/>
    <w:rsid w:val="00C74668"/>
    <w:rsid w:val="00C747C5"/>
    <w:rsid w:val="00C74817"/>
    <w:rsid w:val="00C74AEA"/>
    <w:rsid w:val="00C752DA"/>
    <w:rsid w:val="00C758B4"/>
    <w:rsid w:val="00C75B95"/>
    <w:rsid w:val="00C75D7A"/>
    <w:rsid w:val="00C75F68"/>
    <w:rsid w:val="00C76276"/>
    <w:rsid w:val="00C764E7"/>
    <w:rsid w:val="00C76BEA"/>
    <w:rsid w:val="00C76ED6"/>
    <w:rsid w:val="00C76F15"/>
    <w:rsid w:val="00C770C9"/>
    <w:rsid w:val="00C77218"/>
    <w:rsid w:val="00C77236"/>
    <w:rsid w:val="00C7748B"/>
    <w:rsid w:val="00C774EB"/>
    <w:rsid w:val="00C7776B"/>
    <w:rsid w:val="00C77D6C"/>
    <w:rsid w:val="00C77ED7"/>
    <w:rsid w:val="00C8013D"/>
    <w:rsid w:val="00C804DD"/>
    <w:rsid w:val="00C80570"/>
    <w:rsid w:val="00C8060A"/>
    <w:rsid w:val="00C80877"/>
    <w:rsid w:val="00C809DC"/>
    <w:rsid w:val="00C80AC8"/>
    <w:rsid w:val="00C80B91"/>
    <w:rsid w:val="00C815AB"/>
    <w:rsid w:val="00C81AE3"/>
    <w:rsid w:val="00C81BCF"/>
    <w:rsid w:val="00C81E1F"/>
    <w:rsid w:val="00C81E76"/>
    <w:rsid w:val="00C827F6"/>
    <w:rsid w:val="00C82D74"/>
    <w:rsid w:val="00C830C3"/>
    <w:rsid w:val="00C83195"/>
    <w:rsid w:val="00C837DD"/>
    <w:rsid w:val="00C83F3E"/>
    <w:rsid w:val="00C8498B"/>
    <w:rsid w:val="00C85029"/>
    <w:rsid w:val="00C85403"/>
    <w:rsid w:val="00C8548C"/>
    <w:rsid w:val="00C8561A"/>
    <w:rsid w:val="00C85898"/>
    <w:rsid w:val="00C85A09"/>
    <w:rsid w:val="00C860F6"/>
    <w:rsid w:val="00C86579"/>
    <w:rsid w:val="00C869AE"/>
    <w:rsid w:val="00C86D76"/>
    <w:rsid w:val="00C8707E"/>
    <w:rsid w:val="00C870DB"/>
    <w:rsid w:val="00C8716A"/>
    <w:rsid w:val="00C87217"/>
    <w:rsid w:val="00C8740C"/>
    <w:rsid w:val="00C87861"/>
    <w:rsid w:val="00C87972"/>
    <w:rsid w:val="00C879AA"/>
    <w:rsid w:val="00C87AD2"/>
    <w:rsid w:val="00C87B8C"/>
    <w:rsid w:val="00C87F19"/>
    <w:rsid w:val="00C87F86"/>
    <w:rsid w:val="00C90551"/>
    <w:rsid w:val="00C90BB7"/>
    <w:rsid w:val="00C90C44"/>
    <w:rsid w:val="00C90D36"/>
    <w:rsid w:val="00C90D53"/>
    <w:rsid w:val="00C9105F"/>
    <w:rsid w:val="00C910C5"/>
    <w:rsid w:val="00C9159E"/>
    <w:rsid w:val="00C919E3"/>
    <w:rsid w:val="00C91A08"/>
    <w:rsid w:val="00C91AFB"/>
    <w:rsid w:val="00C91DBA"/>
    <w:rsid w:val="00C92358"/>
    <w:rsid w:val="00C925F2"/>
    <w:rsid w:val="00C92638"/>
    <w:rsid w:val="00C92B2E"/>
    <w:rsid w:val="00C92EB1"/>
    <w:rsid w:val="00C932AB"/>
    <w:rsid w:val="00C934D5"/>
    <w:rsid w:val="00C9368A"/>
    <w:rsid w:val="00C936C8"/>
    <w:rsid w:val="00C937BB"/>
    <w:rsid w:val="00C9390B"/>
    <w:rsid w:val="00C93980"/>
    <w:rsid w:val="00C93BB1"/>
    <w:rsid w:val="00C943F7"/>
    <w:rsid w:val="00C94889"/>
    <w:rsid w:val="00C9491A"/>
    <w:rsid w:val="00C949B7"/>
    <w:rsid w:val="00C94C56"/>
    <w:rsid w:val="00C94C90"/>
    <w:rsid w:val="00C95101"/>
    <w:rsid w:val="00C95284"/>
    <w:rsid w:val="00C953E8"/>
    <w:rsid w:val="00C954C7"/>
    <w:rsid w:val="00C96058"/>
    <w:rsid w:val="00C96320"/>
    <w:rsid w:val="00C96759"/>
    <w:rsid w:val="00C9680C"/>
    <w:rsid w:val="00C96A46"/>
    <w:rsid w:val="00C96D56"/>
    <w:rsid w:val="00C9748A"/>
    <w:rsid w:val="00C97811"/>
    <w:rsid w:val="00C97A64"/>
    <w:rsid w:val="00C97D10"/>
    <w:rsid w:val="00C97D53"/>
    <w:rsid w:val="00C97ED7"/>
    <w:rsid w:val="00CA02AB"/>
    <w:rsid w:val="00CA03F4"/>
    <w:rsid w:val="00CA04DE"/>
    <w:rsid w:val="00CA0595"/>
    <w:rsid w:val="00CA09A9"/>
    <w:rsid w:val="00CA0B9E"/>
    <w:rsid w:val="00CA0C52"/>
    <w:rsid w:val="00CA0CC2"/>
    <w:rsid w:val="00CA11CB"/>
    <w:rsid w:val="00CA11D5"/>
    <w:rsid w:val="00CA13BF"/>
    <w:rsid w:val="00CA1A7A"/>
    <w:rsid w:val="00CA1B6A"/>
    <w:rsid w:val="00CA1B90"/>
    <w:rsid w:val="00CA1C33"/>
    <w:rsid w:val="00CA1E5B"/>
    <w:rsid w:val="00CA1E6E"/>
    <w:rsid w:val="00CA1F8C"/>
    <w:rsid w:val="00CA1FDB"/>
    <w:rsid w:val="00CA1FF7"/>
    <w:rsid w:val="00CA21AA"/>
    <w:rsid w:val="00CA28AB"/>
    <w:rsid w:val="00CA296A"/>
    <w:rsid w:val="00CA2B5D"/>
    <w:rsid w:val="00CA325C"/>
    <w:rsid w:val="00CA334B"/>
    <w:rsid w:val="00CA336A"/>
    <w:rsid w:val="00CA3419"/>
    <w:rsid w:val="00CA34CF"/>
    <w:rsid w:val="00CA3D09"/>
    <w:rsid w:val="00CA3F49"/>
    <w:rsid w:val="00CA449F"/>
    <w:rsid w:val="00CA46CA"/>
    <w:rsid w:val="00CA4721"/>
    <w:rsid w:val="00CA4974"/>
    <w:rsid w:val="00CA508D"/>
    <w:rsid w:val="00CA5680"/>
    <w:rsid w:val="00CA57FA"/>
    <w:rsid w:val="00CA59E8"/>
    <w:rsid w:val="00CA5B54"/>
    <w:rsid w:val="00CA671A"/>
    <w:rsid w:val="00CA68A1"/>
    <w:rsid w:val="00CA69D3"/>
    <w:rsid w:val="00CA6B0E"/>
    <w:rsid w:val="00CA6B5F"/>
    <w:rsid w:val="00CA6E04"/>
    <w:rsid w:val="00CA71F0"/>
    <w:rsid w:val="00CA75E5"/>
    <w:rsid w:val="00CA75E7"/>
    <w:rsid w:val="00CA781F"/>
    <w:rsid w:val="00CA79BB"/>
    <w:rsid w:val="00CA7A5A"/>
    <w:rsid w:val="00CA7DD7"/>
    <w:rsid w:val="00CB006A"/>
    <w:rsid w:val="00CB024D"/>
    <w:rsid w:val="00CB0F41"/>
    <w:rsid w:val="00CB15C7"/>
    <w:rsid w:val="00CB166C"/>
    <w:rsid w:val="00CB167E"/>
    <w:rsid w:val="00CB17C6"/>
    <w:rsid w:val="00CB19C0"/>
    <w:rsid w:val="00CB225F"/>
    <w:rsid w:val="00CB2567"/>
    <w:rsid w:val="00CB259C"/>
    <w:rsid w:val="00CB283C"/>
    <w:rsid w:val="00CB2B7B"/>
    <w:rsid w:val="00CB2D64"/>
    <w:rsid w:val="00CB2E53"/>
    <w:rsid w:val="00CB2FEE"/>
    <w:rsid w:val="00CB36E3"/>
    <w:rsid w:val="00CB3900"/>
    <w:rsid w:val="00CB3B09"/>
    <w:rsid w:val="00CB4881"/>
    <w:rsid w:val="00CB48DA"/>
    <w:rsid w:val="00CB4B87"/>
    <w:rsid w:val="00CB504E"/>
    <w:rsid w:val="00CB5569"/>
    <w:rsid w:val="00CB55EC"/>
    <w:rsid w:val="00CB579E"/>
    <w:rsid w:val="00CB5BB6"/>
    <w:rsid w:val="00CB5C83"/>
    <w:rsid w:val="00CB5C8A"/>
    <w:rsid w:val="00CB5D65"/>
    <w:rsid w:val="00CB5E26"/>
    <w:rsid w:val="00CB5E5D"/>
    <w:rsid w:val="00CB61D9"/>
    <w:rsid w:val="00CB61EA"/>
    <w:rsid w:val="00CB6394"/>
    <w:rsid w:val="00CB680B"/>
    <w:rsid w:val="00CB68C2"/>
    <w:rsid w:val="00CB6CB2"/>
    <w:rsid w:val="00CB6E67"/>
    <w:rsid w:val="00CB70CC"/>
    <w:rsid w:val="00CB71C8"/>
    <w:rsid w:val="00CB7350"/>
    <w:rsid w:val="00CB7547"/>
    <w:rsid w:val="00CB75F5"/>
    <w:rsid w:val="00CB771E"/>
    <w:rsid w:val="00CB7945"/>
    <w:rsid w:val="00CB7C17"/>
    <w:rsid w:val="00CB7C71"/>
    <w:rsid w:val="00CC018C"/>
    <w:rsid w:val="00CC025E"/>
    <w:rsid w:val="00CC0598"/>
    <w:rsid w:val="00CC07B8"/>
    <w:rsid w:val="00CC09FF"/>
    <w:rsid w:val="00CC0A0B"/>
    <w:rsid w:val="00CC0DD7"/>
    <w:rsid w:val="00CC1372"/>
    <w:rsid w:val="00CC1407"/>
    <w:rsid w:val="00CC15FC"/>
    <w:rsid w:val="00CC17E0"/>
    <w:rsid w:val="00CC1841"/>
    <w:rsid w:val="00CC1895"/>
    <w:rsid w:val="00CC197A"/>
    <w:rsid w:val="00CC19D5"/>
    <w:rsid w:val="00CC1CC1"/>
    <w:rsid w:val="00CC1E88"/>
    <w:rsid w:val="00CC24E2"/>
    <w:rsid w:val="00CC250C"/>
    <w:rsid w:val="00CC26D4"/>
    <w:rsid w:val="00CC277C"/>
    <w:rsid w:val="00CC2B16"/>
    <w:rsid w:val="00CC2B84"/>
    <w:rsid w:val="00CC2D44"/>
    <w:rsid w:val="00CC2ED9"/>
    <w:rsid w:val="00CC3BED"/>
    <w:rsid w:val="00CC3F2D"/>
    <w:rsid w:val="00CC4F5D"/>
    <w:rsid w:val="00CC513D"/>
    <w:rsid w:val="00CC516F"/>
    <w:rsid w:val="00CC566C"/>
    <w:rsid w:val="00CC5921"/>
    <w:rsid w:val="00CC5CFA"/>
    <w:rsid w:val="00CC5D98"/>
    <w:rsid w:val="00CC5E8A"/>
    <w:rsid w:val="00CC5EAF"/>
    <w:rsid w:val="00CC5FFE"/>
    <w:rsid w:val="00CC69B9"/>
    <w:rsid w:val="00CC6D0B"/>
    <w:rsid w:val="00CC6EF5"/>
    <w:rsid w:val="00CC712C"/>
    <w:rsid w:val="00CC72EE"/>
    <w:rsid w:val="00CC739A"/>
    <w:rsid w:val="00CC7B83"/>
    <w:rsid w:val="00CC7F1E"/>
    <w:rsid w:val="00CD0082"/>
    <w:rsid w:val="00CD0602"/>
    <w:rsid w:val="00CD0611"/>
    <w:rsid w:val="00CD0B4E"/>
    <w:rsid w:val="00CD0CDF"/>
    <w:rsid w:val="00CD0EA8"/>
    <w:rsid w:val="00CD0FDE"/>
    <w:rsid w:val="00CD129C"/>
    <w:rsid w:val="00CD15AF"/>
    <w:rsid w:val="00CD1732"/>
    <w:rsid w:val="00CD1880"/>
    <w:rsid w:val="00CD1935"/>
    <w:rsid w:val="00CD1E43"/>
    <w:rsid w:val="00CD2A23"/>
    <w:rsid w:val="00CD2D32"/>
    <w:rsid w:val="00CD2FBA"/>
    <w:rsid w:val="00CD304E"/>
    <w:rsid w:val="00CD322E"/>
    <w:rsid w:val="00CD3237"/>
    <w:rsid w:val="00CD3406"/>
    <w:rsid w:val="00CD3474"/>
    <w:rsid w:val="00CD36F3"/>
    <w:rsid w:val="00CD37F5"/>
    <w:rsid w:val="00CD3869"/>
    <w:rsid w:val="00CD3885"/>
    <w:rsid w:val="00CD39C2"/>
    <w:rsid w:val="00CD3DD7"/>
    <w:rsid w:val="00CD3F51"/>
    <w:rsid w:val="00CD4661"/>
    <w:rsid w:val="00CD4A5E"/>
    <w:rsid w:val="00CD4AC2"/>
    <w:rsid w:val="00CD4D01"/>
    <w:rsid w:val="00CD4FFC"/>
    <w:rsid w:val="00CD5087"/>
    <w:rsid w:val="00CD526B"/>
    <w:rsid w:val="00CD5486"/>
    <w:rsid w:val="00CD54F6"/>
    <w:rsid w:val="00CD57C4"/>
    <w:rsid w:val="00CD5C06"/>
    <w:rsid w:val="00CD5CDB"/>
    <w:rsid w:val="00CD6001"/>
    <w:rsid w:val="00CD66AE"/>
    <w:rsid w:val="00CD670A"/>
    <w:rsid w:val="00CD6854"/>
    <w:rsid w:val="00CD78BD"/>
    <w:rsid w:val="00CD7EF1"/>
    <w:rsid w:val="00CE0358"/>
    <w:rsid w:val="00CE0B27"/>
    <w:rsid w:val="00CE0C1C"/>
    <w:rsid w:val="00CE0E04"/>
    <w:rsid w:val="00CE10CD"/>
    <w:rsid w:val="00CE1345"/>
    <w:rsid w:val="00CE1400"/>
    <w:rsid w:val="00CE1772"/>
    <w:rsid w:val="00CE1787"/>
    <w:rsid w:val="00CE1888"/>
    <w:rsid w:val="00CE1910"/>
    <w:rsid w:val="00CE1CDD"/>
    <w:rsid w:val="00CE1CF9"/>
    <w:rsid w:val="00CE2205"/>
    <w:rsid w:val="00CE2329"/>
    <w:rsid w:val="00CE23D6"/>
    <w:rsid w:val="00CE244F"/>
    <w:rsid w:val="00CE2462"/>
    <w:rsid w:val="00CE2483"/>
    <w:rsid w:val="00CE260B"/>
    <w:rsid w:val="00CE2625"/>
    <w:rsid w:val="00CE2FC5"/>
    <w:rsid w:val="00CE30F3"/>
    <w:rsid w:val="00CE3605"/>
    <w:rsid w:val="00CE36E3"/>
    <w:rsid w:val="00CE37AF"/>
    <w:rsid w:val="00CE4108"/>
    <w:rsid w:val="00CE41B0"/>
    <w:rsid w:val="00CE4414"/>
    <w:rsid w:val="00CE4666"/>
    <w:rsid w:val="00CE4CD3"/>
    <w:rsid w:val="00CE51BC"/>
    <w:rsid w:val="00CE550C"/>
    <w:rsid w:val="00CE551F"/>
    <w:rsid w:val="00CE57E8"/>
    <w:rsid w:val="00CE59F2"/>
    <w:rsid w:val="00CE5AA5"/>
    <w:rsid w:val="00CE5C77"/>
    <w:rsid w:val="00CE6312"/>
    <w:rsid w:val="00CE69DB"/>
    <w:rsid w:val="00CE6B40"/>
    <w:rsid w:val="00CE6ED5"/>
    <w:rsid w:val="00CE72F1"/>
    <w:rsid w:val="00CE7340"/>
    <w:rsid w:val="00CE73CA"/>
    <w:rsid w:val="00CE753A"/>
    <w:rsid w:val="00CE7877"/>
    <w:rsid w:val="00CE78F9"/>
    <w:rsid w:val="00CE7A1D"/>
    <w:rsid w:val="00CE7A7D"/>
    <w:rsid w:val="00CE7ED6"/>
    <w:rsid w:val="00CE7F78"/>
    <w:rsid w:val="00CF0320"/>
    <w:rsid w:val="00CF0381"/>
    <w:rsid w:val="00CF062F"/>
    <w:rsid w:val="00CF12A7"/>
    <w:rsid w:val="00CF1494"/>
    <w:rsid w:val="00CF15D4"/>
    <w:rsid w:val="00CF1AB3"/>
    <w:rsid w:val="00CF1D02"/>
    <w:rsid w:val="00CF1D61"/>
    <w:rsid w:val="00CF23F3"/>
    <w:rsid w:val="00CF2553"/>
    <w:rsid w:val="00CF25EC"/>
    <w:rsid w:val="00CF28E8"/>
    <w:rsid w:val="00CF2936"/>
    <w:rsid w:val="00CF2CB8"/>
    <w:rsid w:val="00CF3230"/>
    <w:rsid w:val="00CF34C0"/>
    <w:rsid w:val="00CF36EE"/>
    <w:rsid w:val="00CF3928"/>
    <w:rsid w:val="00CF417F"/>
    <w:rsid w:val="00CF4181"/>
    <w:rsid w:val="00CF4414"/>
    <w:rsid w:val="00CF443C"/>
    <w:rsid w:val="00CF451F"/>
    <w:rsid w:val="00CF4697"/>
    <w:rsid w:val="00CF4AF3"/>
    <w:rsid w:val="00CF51A2"/>
    <w:rsid w:val="00CF5488"/>
    <w:rsid w:val="00CF55A1"/>
    <w:rsid w:val="00CF55DC"/>
    <w:rsid w:val="00CF561F"/>
    <w:rsid w:val="00CF5805"/>
    <w:rsid w:val="00CF58D8"/>
    <w:rsid w:val="00CF5E81"/>
    <w:rsid w:val="00CF6370"/>
    <w:rsid w:val="00CF65D2"/>
    <w:rsid w:val="00CF6819"/>
    <w:rsid w:val="00CF6A53"/>
    <w:rsid w:val="00CF6DEC"/>
    <w:rsid w:val="00CF7037"/>
    <w:rsid w:val="00CF70FE"/>
    <w:rsid w:val="00CF77B7"/>
    <w:rsid w:val="00CF77EC"/>
    <w:rsid w:val="00D00676"/>
    <w:rsid w:val="00D00818"/>
    <w:rsid w:val="00D00B0B"/>
    <w:rsid w:val="00D00C9D"/>
    <w:rsid w:val="00D0100F"/>
    <w:rsid w:val="00D0125F"/>
    <w:rsid w:val="00D012AF"/>
    <w:rsid w:val="00D01312"/>
    <w:rsid w:val="00D01367"/>
    <w:rsid w:val="00D014CB"/>
    <w:rsid w:val="00D01665"/>
    <w:rsid w:val="00D0172F"/>
    <w:rsid w:val="00D017E5"/>
    <w:rsid w:val="00D02480"/>
    <w:rsid w:val="00D024A5"/>
    <w:rsid w:val="00D026E6"/>
    <w:rsid w:val="00D02F41"/>
    <w:rsid w:val="00D03126"/>
    <w:rsid w:val="00D0323D"/>
    <w:rsid w:val="00D032D9"/>
    <w:rsid w:val="00D03FAE"/>
    <w:rsid w:val="00D0404E"/>
    <w:rsid w:val="00D0406D"/>
    <w:rsid w:val="00D0438F"/>
    <w:rsid w:val="00D04464"/>
    <w:rsid w:val="00D04DA4"/>
    <w:rsid w:val="00D04F83"/>
    <w:rsid w:val="00D050A4"/>
    <w:rsid w:val="00D050CA"/>
    <w:rsid w:val="00D05163"/>
    <w:rsid w:val="00D0518D"/>
    <w:rsid w:val="00D059D3"/>
    <w:rsid w:val="00D05B41"/>
    <w:rsid w:val="00D05CC3"/>
    <w:rsid w:val="00D0622D"/>
    <w:rsid w:val="00D0640E"/>
    <w:rsid w:val="00D069E3"/>
    <w:rsid w:val="00D06AF5"/>
    <w:rsid w:val="00D06FD3"/>
    <w:rsid w:val="00D07705"/>
    <w:rsid w:val="00D0770B"/>
    <w:rsid w:val="00D07908"/>
    <w:rsid w:val="00D07975"/>
    <w:rsid w:val="00D07D5D"/>
    <w:rsid w:val="00D07E34"/>
    <w:rsid w:val="00D07F4F"/>
    <w:rsid w:val="00D103D5"/>
    <w:rsid w:val="00D104D0"/>
    <w:rsid w:val="00D1089A"/>
    <w:rsid w:val="00D10B87"/>
    <w:rsid w:val="00D10C4A"/>
    <w:rsid w:val="00D10F6B"/>
    <w:rsid w:val="00D112E0"/>
    <w:rsid w:val="00D11329"/>
    <w:rsid w:val="00D11545"/>
    <w:rsid w:val="00D115C5"/>
    <w:rsid w:val="00D116C0"/>
    <w:rsid w:val="00D11775"/>
    <w:rsid w:val="00D11C8B"/>
    <w:rsid w:val="00D11E70"/>
    <w:rsid w:val="00D1204B"/>
    <w:rsid w:val="00D126D2"/>
    <w:rsid w:val="00D1276B"/>
    <w:rsid w:val="00D127F4"/>
    <w:rsid w:val="00D135BC"/>
    <w:rsid w:val="00D13689"/>
    <w:rsid w:val="00D136E9"/>
    <w:rsid w:val="00D13D29"/>
    <w:rsid w:val="00D13DD3"/>
    <w:rsid w:val="00D13E79"/>
    <w:rsid w:val="00D1400F"/>
    <w:rsid w:val="00D14071"/>
    <w:rsid w:val="00D14461"/>
    <w:rsid w:val="00D14584"/>
    <w:rsid w:val="00D145FE"/>
    <w:rsid w:val="00D147B5"/>
    <w:rsid w:val="00D149F2"/>
    <w:rsid w:val="00D14AE9"/>
    <w:rsid w:val="00D14B37"/>
    <w:rsid w:val="00D14C6A"/>
    <w:rsid w:val="00D15094"/>
    <w:rsid w:val="00D152F2"/>
    <w:rsid w:val="00D1532A"/>
    <w:rsid w:val="00D15843"/>
    <w:rsid w:val="00D15BA8"/>
    <w:rsid w:val="00D15C9E"/>
    <w:rsid w:val="00D16319"/>
    <w:rsid w:val="00D1646B"/>
    <w:rsid w:val="00D16613"/>
    <w:rsid w:val="00D167C2"/>
    <w:rsid w:val="00D169DA"/>
    <w:rsid w:val="00D16ADA"/>
    <w:rsid w:val="00D16BDC"/>
    <w:rsid w:val="00D16DD8"/>
    <w:rsid w:val="00D17348"/>
    <w:rsid w:val="00D1743C"/>
    <w:rsid w:val="00D174CA"/>
    <w:rsid w:val="00D177C5"/>
    <w:rsid w:val="00D1788F"/>
    <w:rsid w:val="00D179F0"/>
    <w:rsid w:val="00D17B35"/>
    <w:rsid w:val="00D17D93"/>
    <w:rsid w:val="00D17F51"/>
    <w:rsid w:val="00D2000B"/>
    <w:rsid w:val="00D20098"/>
    <w:rsid w:val="00D202E0"/>
    <w:rsid w:val="00D20375"/>
    <w:rsid w:val="00D20504"/>
    <w:rsid w:val="00D20611"/>
    <w:rsid w:val="00D20B12"/>
    <w:rsid w:val="00D20C3F"/>
    <w:rsid w:val="00D20EE7"/>
    <w:rsid w:val="00D2144C"/>
    <w:rsid w:val="00D215AC"/>
    <w:rsid w:val="00D218A4"/>
    <w:rsid w:val="00D218C1"/>
    <w:rsid w:val="00D2195E"/>
    <w:rsid w:val="00D219A6"/>
    <w:rsid w:val="00D21DA3"/>
    <w:rsid w:val="00D21DDA"/>
    <w:rsid w:val="00D221FD"/>
    <w:rsid w:val="00D22224"/>
    <w:rsid w:val="00D224BB"/>
    <w:rsid w:val="00D225DC"/>
    <w:rsid w:val="00D22C44"/>
    <w:rsid w:val="00D22E09"/>
    <w:rsid w:val="00D22E84"/>
    <w:rsid w:val="00D2310C"/>
    <w:rsid w:val="00D2362B"/>
    <w:rsid w:val="00D23873"/>
    <w:rsid w:val="00D238F1"/>
    <w:rsid w:val="00D23E67"/>
    <w:rsid w:val="00D241EB"/>
    <w:rsid w:val="00D24270"/>
    <w:rsid w:val="00D244EC"/>
    <w:rsid w:val="00D2454A"/>
    <w:rsid w:val="00D24E4F"/>
    <w:rsid w:val="00D24F10"/>
    <w:rsid w:val="00D25073"/>
    <w:rsid w:val="00D254E9"/>
    <w:rsid w:val="00D25572"/>
    <w:rsid w:val="00D258D8"/>
    <w:rsid w:val="00D25C99"/>
    <w:rsid w:val="00D25EBC"/>
    <w:rsid w:val="00D25F4E"/>
    <w:rsid w:val="00D25F5D"/>
    <w:rsid w:val="00D2605C"/>
    <w:rsid w:val="00D262A5"/>
    <w:rsid w:val="00D263A4"/>
    <w:rsid w:val="00D265A6"/>
    <w:rsid w:val="00D26D8C"/>
    <w:rsid w:val="00D27009"/>
    <w:rsid w:val="00D272E6"/>
    <w:rsid w:val="00D27799"/>
    <w:rsid w:val="00D278B6"/>
    <w:rsid w:val="00D27D6A"/>
    <w:rsid w:val="00D27E29"/>
    <w:rsid w:val="00D30050"/>
    <w:rsid w:val="00D3053D"/>
    <w:rsid w:val="00D30716"/>
    <w:rsid w:val="00D30B5F"/>
    <w:rsid w:val="00D30DEE"/>
    <w:rsid w:val="00D31152"/>
    <w:rsid w:val="00D31286"/>
    <w:rsid w:val="00D315F9"/>
    <w:rsid w:val="00D317E9"/>
    <w:rsid w:val="00D31877"/>
    <w:rsid w:val="00D318AE"/>
    <w:rsid w:val="00D31C69"/>
    <w:rsid w:val="00D31DDA"/>
    <w:rsid w:val="00D32171"/>
    <w:rsid w:val="00D323C3"/>
    <w:rsid w:val="00D32866"/>
    <w:rsid w:val="00D328CE"/>
    <w:rsid w:val="00D32B49"/>
    <w:rsid w:val="00D32BA9"/>
    <w:rsid w:val="00D32FFA"/>
    <w:rsid w:val="00D33068"/>
    <w:rsid w:val="00D33127"/>
    <w:rsid w:val="00D33192"/>
    <w:rsid w:val="00D331CA"/>
    <w:rsid w:val="00D335AA"/>
    <w:rsid w:val="00D33632"/>
    <w:rsid w:val="00D33741"/>
    <w:rsid w:val="00D3388B"/>
    <w:rsid w:val="00D33CE5"/>
    <w:rsid w:val="00D33E5F"/>
    <w:rsid w:val="00D33EB8"/>
    <w:rsid w:val="00D343EB"/>
    <w:rsid w:val="00D34403"/>
    <w:rsid w:val="00D34538"/>
    <w:rsid w:val="00D3456C"/>
    <w:rsid w:val="00D346EF"/>
    <w:rsid w:val="00D34C83"/>
    <w:rsid w:val="00D34D52"/>
    <w:rsid w:val="00D34EF7"/>
    <w:rsid w:val="00D35958"/>
    <w:rsid w:val="00D35A0C"/>
    <w:rsid w:val="00D35A3E"/>
    <w:rsid w:val="00D35BF4"/>
    <w:rsid w:val="00D35F35"/>
    <w:rsid w:val="00D362CF"/>
    <w:rsid w:val="00D3654E"/>
    <w:rsid w:val="00D36612"/>
    <w:rsid w:val="00D369CA"/>
    <w:rsid w:val="00D36ED5"/>
    <w:rsid w:val="00D36F70"/>
    <w:rsid w:val="00D37463"/>
    <w:rsid w:val="00D3767C"/>
    <w:rsid w:val="00D37971"/>
    <w:rsid w:val="00D37A72"/>
    <w:rsid w:val="00D37D38"/>
    <w:rsid w:val="00D37F5D"/>
    <w:rsid w:val="00D37FC3"/>
    <w:rsid w:val="00D401A4"/>
    <w:rsid w:val="00D40344"/>
    <w:rsid w:val="00D40381"/>
    <w:rsid w:val="00D408AD"/>
    <w:rsid w:val="00D40D7C"/>
    <w:rsid w:val="00D4135D"/>
    <w:rsid w:val="00D414C0"/>
    <w:rsid w:val="00D41E75"/>
    <w:rsid w:val="00D42096"/>
    <w:rsid w:val="00D427D4"/>
    <w:rsid w:val="00D42AAF"/>
    <w:rsid w:val="00D4318E"/>
    <w:rsid w:val="00D431F6"/>
    <w:rsid w:val="00D43654"/>
    <w:rsid w:val="00D436C0"/>
    <w:rsid w:val="00D43A3B"/>
    <w:rsid w:val="00D43BD6"/>
    <w:rsid w:val="00D43E7A"/>
    <w:rsid w:val="00D44195"/>
    <w:rsid w:val="00D4436B"/>
    <w:rsid w:val="00D445A4"/>
    <w:rsid w:val="00D44603"/>
    <w:rsid w:val="00D4472B"/>
    <w:rsid w:val="00D44DCA"/>
    <w:rsid w:val="00D451EE"/>
    <w:rsid w:val="00D45577"/>
    <w:rsid w:val="00D456A0"/>
    <w:rsid w:val="00D45B0A"/>
    <w:rsid w:val="00D45B20"/>
    <w:rsid w:val="00D45C47"/>
    <w:rsid w:val="00D46224"/>
    <w:rsid w:val="00D46367"/>
    <w:rsid w:val="00D463C8"/>
    <w:rsid w:val="00D464B9"/>
    <w:rsid w:val="00D46551"/>
    <w:rsid w:val="00D468B7"/>
    <w:rsid w:val="00D46C92"/>
    <w:rsid w:val="00D46D2F"/>
    <w:rsid w:val="00D46E5D"/>
    <w:rsid w:val="00D47869"/>
    <w:rsid w:val="00D47A9D"/>
    <w:rsid w:val="00D47CA2"/>
    <w:rsid w:val="00D47E99"/>
    <w:rsid w:val="00D5056B"/>
    <w:rsid w:val="00D506B9"/>
    <w:rsid w:val="00D508CC"/>
    <w:rsid w:val="00D50987"/>
    <w:rsid w:val="00D50B84"/>
    <w:rsid w:val="00D50C86"/>
    <w:rsid w:val="00D50CAE"/>
    <w:rsid w:val="00D50CFF"/>
    <w:rsid w:val="00D51083"/>
    <w:rsid w:val="00D51252"/>
    <w:rsid w:val="00D5150C"/>
    <w:rsid w:val="00D515D6"/>
    <w:rsid w:val="00D51789"/>
    <w:rsid w:val="00D51923"/>
    <w:rsid w:val="00D519C2"/>
    <w:rsid w:val="00D51BB7"/>
    <w:rsid w:val="00D51E4F"/>
    <w:rsid w:val="00D51E6E"/>
    <w:rsid w:val="00D51FFA"/>
    <w:rsid w:val="00D520EE"/>
    <w:rsid w:val="00D5281D"/>
    <w:rsid w:val="00D52B0E"/>
    <w:rsid w:val="00D52BD2"/>
    <w:rsid w:val="00D52F7C"/>
    <w:rsid w:val="00D532DA"/>
    <w:rsid w:val="00D536A6"/>
    <w:rsid w:val="00D53C16"/>
    <w:rsid w:val="00D53E09"/>
    <w:rsid w:val="00D53FD0"/>
    <w:rsid w:val="00D54006"/>
    <w:rsid w:val="00D54354"/>
    <w:rsid w:val="00D54938"/>
    <w:rsid w:val="00D54AEB"/>
    <w:rsid w:val="00D54B18"/>
    <w:rsid w:val="00D54F5F"/>
    <w:rsid w:val="00D55110"/>
    <w:rsid w:val="00D552EE"/>
    <w:rsid w:val="00D55443"/>
    <w:rsid w:val="00D55469"/>
    <w:rsid w:val="00D5570A"/>
    <w:rsid w:val="00D55910"/>
    <w:rsid w:val="00D55ABA"/>
    <w:rsid w:val="00D55D8E"/>
    <w:rsid w:val="00D562E3"/>
    <w:rsid w:val="00D5644C"/>
    <w:rsid w:val="00D564CA"/>
    <w:rsid w:val="00D568F6"/>
    <w:rsid w:val="00D56AFC"/>
    <w:rsid w:val="00D56E4C"/>
    <w:rsid w:val="00D57427"/>
    <w:rsid w:val="00D57EF1"/>
    <w:rsid w:val="00D60153"/>
    <w:rsid w:val="00D60231"/>
    <w:rsid w:val="00D6047C"/>
    <w:rsid w:val="00D604D3"/>
    <w:rsid w:val="00D604DC"/>
    <w:rsid w:val="00D60664"/>
    <w:rsid w:val="00D60B62"/>
    <w:rsid w:val="00D610E0"/>
    <w:rsid w:val="00D612A9"/>
    <w:rsid w:val="00D61418"/>
    <w:rsid w:val="00D61C09"/>
    <w:rsid w:val="00D62180"/>
    <w:rsid w:val="00D624D4"/>
    <w:rsid w:val="00D628FE"/>
    <w:rsid w:val="00D62FF4"/>
    <w:rsid w:val="00D63524"/>
    <w:rsid w:val="00D63A0E"/>
    <w:rsid w:val="00D63A62"/>
    <w:rsid w:val="00D63CBB"/>
    <w:rsid w:val="00D63D82"/>
    <w:rsid w:val="00D6432F"/>
    <w:rsid w:val="00D6474D"/>
    <w:rsid w:val="00D64BE5"/>
    <w:rsid w:val="00D64D00"/>
    <w:rsid w:val="00D64DDF"/>
    <w:rsid w:val="00D64E65"/>
    <w:rsid w:val="00D65184"/>
    <w:rsid w:val="00D657D0"/>
    <w:rsid w:val="00D658E2"/>
    <w:rsid w:val="00D65A85"/>
    <w:rsid w:val="00D65F3A"/>
    <w:rsid w:val="00D6616F"/>
    <w:rsid w:val="00D66206"/>
    <w:rsid w:val="00D66355"/>
    <w:rsid w:val="00D6643E"/>
    <w:rsid w:val="00D66CC7"/>
    <w:rsid w:val="00D67275"/>
    <w:rsid w:val="00D67307"/>
    <w:rsid w:val="00D679BD"/>
    <w:rsid w:val="00D67B8E"/>
    <w:rsid w:val="00D67E4B"/>
    <w:rsid w:val="00D67EA4"/>
    <w:rsid w:val="00D7013E"/>
    <w:rsid w:val="00D702B4"/>
    <w:rsid w:val="00D7047F"/>
    <w:rsid w:val="00D70494"/>
    <w:rsid w:val="00D70A3C"/>
    <w:rsid w:val="00D71139"/>
    <w:rsid w:val="00D71471"/>
    <w:rsid w:val="00D71E36"/>
    <w:rsid w:val="00D71F20"/>
    <w:rsid w:val="00D72129"/>
    <w:rsid w:val="00D723A8"/>
    <w:rsid w:val="00D72585"/>
    <w:rsid w:val="00D72960"/>
    <w:rsid w:val="00D72A72"/>
    <w:rsid w:val="00D72D9E"/>
    <w:rsid w:val="00D72FDB"/>
    <w:rsid w:val="00D736B1"/>
    <w:rsid w:val="00D73C91"/>
    <w:rsid w:val="00D741FE"/>
    <w:rsid w:val="00D744A5"/>
    <w:rsid w:val="00D745C5"/>
    <w:rsid w:val="00D74D93"/>
    <w:rsid w:val="00D74E99"/>
    <w:rsid w:val="00D754C9"/>
    <w:rsid w:val="00D758FE"/>
    <w:rsid w:val="00D759B0"/>
    <w:rsid w:val="00D75A37"/>
    <w:rsid w:val="00D75CE8"/>
    <w:rsid w:val="00D75D6E"/>
    <w:rsid w:val="00D763CC"/>
    <w:rsid w:val="00D76734"/>
    <w:rsid w:val="00D76863"/>
    <w:rsid w:val="00D7694B"/>
    <w:rsid w:val="00D76BB5"/>
    <w:rsid w:val="00D76D50"/>
    <w:rsid w:val="00D7700D"/>
    <w:rsid w:val="00D7755E"/>
    <w:rsid w:val="00D77772"/>
    <w:rsid w:val="00D7799A"/>
    <w:rsid w:val="00D77A7B"/>
    <w:rsid w:val="00D77D8D"/>
    <w:rsid w:val="00D77E0A"/>
    <w:rsid w:val="00D77EF8"/>
    <w:rsid w:val="00D77F12"/>
    <w:rsid w:val="00D801DF"/>
    <w:rsid w:val="00D80619"/>
    <w:rsid w:val="00D8099E"/>
    <w:rsid w:val="00D809A7"/>
    <w:rsid w:val="00D80AD4"/>
    <w:rsid w:val="00D80BA3"/>
    <w:rsid w:val="00D80C31"/>
    <w:rsid w:val="00D80E0E"/>
    <w:rsid w:val="00D81C7A"/>
    <w:rsid w:val="00D81CBE"/>
    <w:rsid w:val="00D81CEE"/>
    <w:rsid w:val="00D822C9"/>
    <w:rsid w:val="00D82C47"/>
    <w:rsid w:val="00D82F80"/>
    <w:rsid w:val="00D8349E"/>
    <w:rsid w:val="00D835B0"/>
    <w:rsid w:val="00D8369B"/>
    <w:rsid w:val="00D836E3"/>
    <w:rsid w:val="00D83768"/>
    <w:rsid w:val="00D8394C"/>
    <w:rsid w:val="00D84287"/>
    <w:rsid w:val="00D84927"/>
    <w:rsid w:val="00D84D7E"/>
    <w:rsid w:val="00D85060"/>
    <w:rsid w:val="00D85228"/>
    <w:rsid w:val="00D85284"/>
    <w:rsid w:val="00D856CC"/>
    <w:rsid w:val="00D858CA"/>
    <w:rsid w:val="00D85C12"/>
    <w:rsid w:val="00D85C82"/>
    <w:rsid w:val="00D85DD5"/>
    <w:rsid w:val="00D865B8"/>
    <w:rsid w:val="00D86AAC"/>
    <w:rsid w:val="00D86AF3"/>
    <w:rsid w:val="00D871C9"/>
    <w:rsid w:val="00D871CB"/>
    <w:rsid w:val="00D871D9"/>
    <w:rsid w:val="00D900F8"/>
    <w:rsid w:val="00D901A5"/>
    <w:rsid w:val="00D905BB"/>
    <w:rsid w:val="00D90955"/>
    <w:rsid w:val="00D90A48"/>
    <w:rsid w:val="00D90AEA"/>
    <w:rsid w:val="00D90D69"/>
    <w:rsid w:val="00D910A1"/>
    <w:rsid w:val="00D910CB"/>
    <w:rsid w:val="00D91220"/>
    <w:rsid w:val="00D913A3"/>
    <w:rsid w:val="00D9173C"/>
    <w:rsid w:val="00D9196E"/>
    <w:rsid w:val="00D91CA9"/>
    <w:rsid w:val="00D91E32"/>
    <w:rsid w:val="00D91EBC"/>
    <w:rsid w:val="00D92692"/>
    <w:rsid w:val="00D926C8"/>
    <w:rsid w:val="00D92D81"/>
    <w:rsid w:val="00D92F01"/>
    <w:rsid w:val="00D933C6"/>
    <w:rsid w:val="00D935A7"/>
    <w:rsid w:val="00D937EB"/>
    <w:rsid w:val="00D9383C"/>
    <w:rsid w:val="00D9388C"/>
    <w:rsid w:val="00D939F0"/>
    <w:rsid w:val="00D93D3A"/>
    <w:rsid w:val="00D9424A"/>
    <w:rsid w:val="00D946AF"/>
    <w:rsid w:val="00D9504D"/>
    <w:rsid w:val="00D950BF"/>
    <w:rsid w:val="00D955B0"/>
    <w:rsid w:val="00D959AE"/>
    <w:rsid w:val="00D95A76"/>
    <w:rsid w:val="00D95EC4"/>
    <w:rsid w:val="00D960FB"/>
    <w:rsid w:val="00D96302"/>
    <w:rsid w:val="00D96D37"/>
    <w:rsid w:val="00D96DF5"/>
    <w:rsid w:val="00D96FE8"/>
    <w:rsid w:val="00D9704B"/>
    <w:rsid w:val="00D970BE"/>
    <w:rsid w:val="00D9710E"/>
    <w:rsid w:val="00D972DE"/>
    <w:rsid w:val="00D97314"/>
    <w:rsid w:val="00D97790"/>
    <w:rsid w:val="00D977D4"/>
    <w:rsid w:val="00D97B45"/>
    <w:rsid w:val="00D97D5F"/>
    <w:rsid w:val="00D97ED2"/>
    <w:rsid w:val="00DA01BE"/>
    <w:rsid w:val="00DA056F"/>
    <w:rsid w:val="00DA0685"/>
    <w:rsid w:val="00DA0841"/>
    <w:rsid w:val="00DA0CC5"/>
    <w:rsid w:val="00DA1355"/>
    <w:rsid w:val="00DA1922"/>
    <w:rsid w:val="00DA20D7"/>
    <w:rsid w:val="00DA2167"/>
    <w:rsid w:val="00DA2A8C"/>
    <w:rsid w:val="00DA32EE"/>
    <w:rsid w:val="00DA369F"/>
    <w:rsid w:val="00DA37F2"/>
    <w:rsid w:val="00DA395C"/>
    <w:rsid w:val="00DA3BDC"/>
    <w:rsid w:val="00DA3FD1"/>
    <w:rsid w:val="00DA407C"/>
    <w:rsid w:val="00DA4692"/>
    <w:rsid w:val="00DA4A2B"/>
    <w:rsid w:val="00DA4DC3"/>
    <w:rsid w:val="00DA4FDF"/>
    <w:rsid w:val="00DA5120"/>
    <w:rsid w:val="00DA5252"/>
    <w:rsid w:val="00DA5464"/>
    <w:rsid w:val="00DA552A"/>
    <w:rsid w:val="00DA5769"/>
    <w:rsid w:val="00DA578B"/>
    <w:rsid w:val="00DA57BA"/>
    <w:rsid w:val="00DA5840"/>
    <w:rsid w:val="00DA6DAE"/>
    <w:rsid w:val="00DA7800"/>
    <w:rsid w:val="00DA7895"/>
    <w:rsid w:val="00DA7CF9"/>
    <w:rsid w:val="00DA7D3D"/>
    <w:rsid w:val="00DA7EDD"/>
    <w:rsid w:val="00DB008F"/>
    <w:rsid w:val="00DB00B5"/>
    <w:rsid w:val="00DB0120"/>
    <w:rsid w:val="00DB0170"/>
    <w:rsid w:val="00DB02D5"/>
    <w:rsid w:val="00DB10A0"/>
    <w:rsid w:val="00DB1640"/>
    <w:rsid w:val="00DB215F"/>
    <w:rsid w:val="00DB2227"/>
    <w:rsid w:val="00DB242C"/>
    <w:rsid w:val="00DB2BFB"/>
    <w:rsid w:val="00DB2E88"/>
    <w:rsid w:val="00DB2EA9"/>
    <w:rsid w:val="00DB3FD7"/>
    <w:rsid w:val="00DB499A"/>
    <w:rsid w:val="00DB49B6"/>
    <w:rsid w:val="00DB500D"/>
    <w:rsid w:val="00DB5133"/>
    <w:rsid w:val="00DB5165"/>
    <w:rsid w:val="00DB5176"/>
    <w:rsid w:val="00DB5365"/>
    <w:rsid w:val="00DB5580"/>
    <w:rsid w:val="00DB5621"/>
    <w:rsid w:val="00DB591A"/>
    <w:rsid w:val="00DB592F"/>
    <w:rsid w:val="00DB59AF"/>
    <w:rsid w:val="00DB5B49"/>
    <w:rsid w:val="00DB6234"/>
    <w:rsid w:val="00DB66BD"/>
    <w:rsid w:val="00DB678D"/>
    <w:rsid w:val="00DB6791"/>
    <w:rsid w:val="00DB68AE"/>
    <w:rsid w:val="00DB6AAF"/>
    <w:rsid w:val="00DB6B97"/>
    <w:rsid w:val="00DB6DC6"/>
    <w:rsid w:val="00DB6F29"/>
    <w:rsid w:val="00DB727B"/>
    <w:rsid w:val="00DB73F0"/>
    <w:rsid w:val="00DB74F6"/>
    <w:rsid w:val="00DB783D"/>
    <w:rsid w:val="00DB7D30"/>
    <w:rsid w:val="00DC020F"/>
    <w:rsid w:val="00DC0211"/>
    <w:rsid w:val="00DC0383"/>
    <w:rsid w:val="00DC06FB"/>
    <w:rsid w:val="00DC09FD"/>
    <w:rsid w:val="00DC0AB4"/>
    <w:rsid w:val="00DC0CE6"/>
    <w:rsid w:val="00DC0E85"/>
    <w:rsid w:val="00DC0FBE"/>
    <w:rsid w:val="00DC11A7"/>
    <w:rsid w:val="00DC1A49"/>
    <w:rsid w:val="00DC2351"/>
    <w:rsid w:val="00DC270B"/>
    <w:rsid w:val="00DC2893"/>
    <w:rsid w:val="00DC2C5E"/>
    <w:rsid w:val="00DC303D"/>
    <w:rsid w:val="00DC3455"/>
    <w:rsid w:val="00DC3676"/>
    <w:rsid w:val="00DC37E6"/>
    <w:rsid w:val="00DC3A02"/>
    <w:rsid w:val="00DC4063"/>
    <w:rsid w:val="00DC4083"/>
    <w:rsid w:val="00DC4089"/>
    <w:rsid w:val="00DC4866"/>
    <w:rsid w:val="00DC4F99"/>
    <w:rsid w:val="00DC50C0"/>
    <w:rsid w:val="00DC522D"/>
    <w:rsid w:val="00DC5323"/>
    <w:rsid w:val="00DC539D"/>
    <w:rsid w:val="00DC5508"/>
    <w:rsid w:val="00DC5651"/>
    <w:rsid w:val="00DC5A75"/>
    <w:rsid w:val="00DC5C84"/>
    <w:rsid w:val="00DC5CC1"/>
    <w:rsid w:val="00DC6077"/>
    <w:rsid w:val="00DC6645"/>
    <w:rsid w:val="00DC682B"/>
    <w:rsid w:val="00DC685D"/>
    <w:rsid w:val="00DC694B"/>
    <w:rsid w:val="00DC6BFC"/>
    <w:rsid w:val="00DC6C8C"/>
    <w:rsid w:val="00DC70B8"/>
    <w:rsid w:val="00DC70F1"/>
    <w:rsid w:val="00DC74A5"/>
    <w:rsid w:val="00DC7DCC"/>
    <w:rsid w:val="00DD03EE"/>
    <w:rsid w:val="00DD0572"/>
    <w:rsid w:val="00DD08D1"/>
    <w:rsid w:val="00DD0B98"/>
    <w:rsid w:val="00DD0C27"/>
    <w:rsid w:val="00DD0D01"/>
    <w:rsid w:val="00DD0E60"/>
    <w:rsid w:val="00DD1123"/>
    <w:rsid w:val="00DD12B9"/>
    <w:rsid w:val="00DD1439"/>
    <w:rsid w:val="00DD19E8"/>
    <w:rsid w:val="00DD1A78"/>
    <w:rsid w:val="00DD1FC5"/>
    <w:rsid w:val="00DD21F0"/>
    <w:rsid w:val="00DD2248"/>
    <w:rsid w:val="00DD22F9"/>
    <w:rsid w:val="00DD2969"/>
    <w:rsid w:val="00DD2993"/>
    <w:rsid w:val="00DD2C06"/>
    <w:rsid w:val="00DD32EC"/>
    <w:rsid w:val="00DD34A6"/>
    <w:rsid w:val="00DD37DF"/>
    <w:rsid w:val="00DD38AB"/>
    <w:rsid w:val="00DD3D22"/>
    <w:rsid w:val="00DD40BC"/>
    <w:rsid w:val="00DD47DE"/>
    <w:rsid w:val="00DD4B89"/>
    <w:rsid w:val="00DD4BE9"/>
    <w:rsid w:val="00DD50E2"/>
    <w:rsid w:val="00DD51AF"/>
    <w:rsid w:val="00DD5272"/>
    <w:rsid w:val="00DD52FB"/>
    <w:rsid w:val="00DD5564"/>
    <w:rsid w:val="00DD5581"/>
    <w:rsid w:val="00DD5F1F"/>
    <w:rsid w:val="00DD5F3B"/>
    <w:rsid w:val="00DD6226"/>
    <w:rsid w:val="00DD6262"/>
    <w:rsid w:val="00DD638F"/>
    <w:rsid w:val="00DD645D"/>
    <w:rsid w:val="00DD650A"/>
    <w:rsid w:val="00DD6958"/>
    <w:rsid w:val="00DD6EEC"/>
    <w:rsid w:val="00DD72F8"/>
    <w:rsid w:val="00DD73C0"/>
    <w:rsid w:val="00DD7670"/>
    <w:rsid w:val="00DD76B3"/>
    <w:rsid w:val="00DD776C"/>
    <w:rsid w:val="00DD78CB"/>
    <w:rsid w:val="00DD7AA9"/>
    <w:rsid w:val="00DD7C97"/>
    <w:rsid w:val="00DE0324"/>
    <w:rsid w:val="00DE04AD"/>
    <w:rsid w:val="00DE055F"/>
    <w:rsid w:val="00DE06AC"/>
    <w:rsid w:val="00DE08DF"/>
    <w:rsid w:val="00DE0920"/>
    <w:rsid w:val="00DE0B8B"/>
    <w:rsid w:val="00DE0BDA"/>
    <w:rsid w:val="00DE0FF2"/>
    <w:rsid w:val="00DE1135"/>
    <w:rsid w:val="00DE1195"/>
    <w:rsid w:val="00DE11AA"/>
    <w:rsid w:val="00DE1305"/>
    <w:rsid w:val="00DE1740"/>
    <w:rsid w:val="00DE1975"/>
    <w:rsid w:val="00DE1995"/>
    <w:rsid w:val="00DE1A2A"/>
    <w:rsid w:val="00DE228E"/>
    <w:rsid w:val="00DE2402"/>
    <w:rsid w:val="00DE2A14"/>
    <w:rsid w:val="00DE2B9E"/>
    <w:rsid w:val="00DE2C5A"/>
    <w:rsid w:val="00DE2E4E"/>
    <w:rsid w:val="00DE2F47"/>
    <w:rsid w:val="00DE323F"/>
    <w:rsid w:val="00DE3298"/>
    <w:rsid w:val="00DE3429"/>
    <w:rsid w:val="00DE3723"/>
    <w:rsid w:val="00DE376B"/>
    <w:rsid w:val="00DE39E4"/>
    <w:rsid w:val="00DE3AA5"/>
    <w:rsid w:val="00DE3F4D"/>
    <w:rsid w:val="00DE4814"/>
    <w:rsid w:val="00DE4950"/>
    <w:rsid w:val="00DE4D22"/>
    <w:rsid w:val="00DE51ED"/>
    <w:rsid w:val="00DE545D"/>
    <w:rsid w:val="00DE5971"/>
    <w:rsid w:val="00DE5DB7"/>
    <w:rsid w:val="00DE61FC"/>
    <w:rsid w:val="00DE628F"/>
    <w:rsid w:val="00DE65A1"/>
    <w:rsid w:val="00DE65D6"/>
    <w:rsid w:val="00DE664F"/>
    <w:rsid w:val="00DE6686"/>
    <w:rsid w:val="00DE6883"/>
    <w:rsid w:val="00DE69A2"/>
    <w:rsid w:val="00DE6D8B"/>
    <w:rsid w:val="00DE6F9F"/>
    <w:rsid w:val="00DE7280"/>
    <w:rsid w:val="00DE74BA"/>
    <w:rsid w:val="00DE77A7"/>
    <w:rsid w:val="00DE7CC9"/>
    <w:rsid w:val="00DE7F27"/>
    <w:rsid w:val="00DF00EF"/>
    <w:rsid w:val="00DF014A"/>
    <w:rsid w:val="00DF0D4B"/>
    <w:rsid w:val="00DF0EAB"/>
    <w:rsid w:val="00DF0FAB"/>
    <w:rsid w:val="00DF0FAF"/>
    <w:rsid w:val="00DF1054"/>
    <w:rsid w:val="00DF120D"/>
    <w:rsid w:val="00DF1350"/>
    <w:rsid w:val="00DF138A"/>
    <w:rsid w:val="00DF153A"/>
    <w:rsid w:val="00DF173B"/>
    <w:rsid w:val="00DF176F"/>
    <w:rsid w:val="00DF1AF1"/>
    <w:rsid w:val="00DF1E17"/>
    <w:rsid w:val="00DF1F70"/>
    <w:rsid w:val="00DF203D"/>
    <w:rsid w:val="00DF21BC"/>
    <w:rsid w:val="00DF23F3"/>
    <w:rsid w:val="00DF241B"/>
    <w:rsid w:val="00DF2544"/>
    <w:rsid w:val="00DF2677"/>
    <w:rsid w:val="00DF2775"/>
    <w:rsid w:val="00DF2D22"/>
    <w:rsid w:val="00DF3658"/>
    <w:rsid w:val="00DF37EA"/>
    <w:rsid w:val="00DF38EA"/>
    <w:rsid w:val="00DF3E13"/>
    <w:rsid w:val="00DF3EEA"/>
    <w:rsid w:val="00DF4038"/>
    <w:rsid w:val="00DF4362"/>
    <w:rsid w:val="00DF4382"/>
    <w:rsid w:val="00DF49FC"/>
    <w:rsid w:val="00DF50A7"/>
    <w:rsid w:val="00DF51A2"/>
    <w:rsid w:val="00DF59CB"/>
    <w:rsid w:val="00DF5A42"/>
    <w:rsid w:val="00DF5B46"/>
    <w:rsid w:val="00DF5D5B"/>
    <w:rsid w:val="00DF5DA2"/>
    <w:rsid w:val="00DF6002"/>
    <w:rsid w:val="00DF62C4"/>
    <w:rsid w:val="00DF6549"/>
    <w:rsid w:val="00DF69A0"/>
    <w:rsid w:val="00DF6AEA"/>
    <w:rsid w:val="00DF6B97"/>
    <w:rsid w:val="00DF7010"/>
    <w:rsid w:val="00DF7460"/>
    <w:rsid w:val="00DF7B0A"/>
    <w:rsid w:val="00DF7B4E"/>
    <w:rsid w:val="00DF7B72"/>
    <w:rsid w:val="00DF7C3B"/>
    <w:rsid w:val="00DF7CB1"/>
    <w:rsid w:val="00DF7DCB"/>
    <w:rsid w:val="00DF7FE6"/>
    <w:rsid w:val="00E00075"/>
    <w:rsid w:val="00E00423"/>
    <w:rsid w:val="00E0083E"/>
    <w:rsid w:val="00E00997"/>
    <w:rsid w:val="00E00E55"/>
    <w:rsid w:val="00E00F89"/>
    <w:rsid w:val="00E011BF"/>
    <w:rsid w:val="00E01CE7"/>
    <w:rsid w:val="00E01E6D"/>
    <w:rsid w:val="00E0210E"/>
    <w:rsid w:val="00E02142"/>
    <w:rsid w:val="00E0231A"/>
    <w:rsid w:val="00E02432"/>
    <w:rsid w:val="00E02748"/>
    <w:rsid w:val="00E0280A"/>
    <w:rsid w:val="00E02A98"/>
    <w:rsid w:val="00E02C6F"/>
    <w:rsid w:val="00E0309F"/>
    <w:rsid w:val="00E0315A"/>
    <w:rsid w:val="00E0347D"/>
    <w:rsid w:val="00E03995"/>
    <w:rsid w:val="00E03C76"/>
    <w:rsid w:val="00E03DE5"/>
    <w:rsid w:val="00E03F22"/>
    <w:rsid w:val="00E03FCA"/>
    <w:rsid w:val="00E0406F"/>
    <w:rsid w:val="00E040DA"/>
    <w:rsid w:val="00E0429F"/>
    <w:rsid w:val="00E044C5"/>
    <w:rsid w:val="00E04896"/>
    <w:rsid w:val="00E05068"/>
    <w:rsid w:val="00E053D6"/>
    <w:rsid w:val="00E054A3"/>
    <w:rsid w:val="00E057B9"/>
    <w:rsid w:val="00E059E6"/>
    <w:rsid w:val="00E05CCB"/>
    <w:rsid w:val="00E05DA5"/>
    <w:rsid w:val="00E05DFD"/>
    <w:rsid w:val="00E05E98"/>
    <w:rsid w:val="00E05F7D"/>
    <w:rsid w:val="00E06086"/>
    <w:rsid w:val="00E0691C"/>
    <w:rsid w:val="00E06A02"/>
    <w:rsid w:val="00E06CAC"/>
    <w:rsid w:val="00E0718F"/>
    <w:rsid w:val="00E0759A"/>
    <w:rsid w:val="00E075B1"/>
    <w:rsid w:val="00E076CC"/>
    <w:rsid w:val="00E077A8"/>
    <w:rsid w:val="00E07C7A"/>
    <w:rsid w:val="00E07F16"/>
    <w:rsid w:val="00E07F39"/>
    <w:rsid w:val="00E10370"/>
    <w:rsid w:val="00E106E2"/>
    <w:rsid w:val="00E10902"/>
    <w:rsid w:val="00E10B64"/>
    <w:rsid w:val="00E111D6"/>
    <w:rsid w:val="00E112DB"/>
    <w:rsid w:val="00E11527"/>
    <w:rsid w:val="00E11AED"/>
    <w:rsid w:val="00E12266"/>
    <w:rsid w:val="00E12487"/>
    <w:rsid w:val="00E12586"/>
    <w:rsid w:val="00E127CE"/>
    <w:rsid w:val="00E128D7"/>
    <w:rsid w:val="00E13122"/>
    <w:rsid w:val="00E137D6"/>
    <w:rsid w:val="00E138FD"/>
    <w:rsid w:val="00E13A01"/>
    <w:rsid w:val="00E13B63"/>
    <w:rsid w:val="00E13D7C"/>
    <w:rsid w:val="00E13FBE"/>
    <w:rsid w:val="00E148A6"/>
    <w:rsid w:val="00E14C63"/>
    <w:rsid w:val="00E14EDB"/>
    <w:rsid w:val="00E150B6"/>
    <w:rsid w:val="00E15864"/>
    <w:rsid w:val="00E160B4"/>
    <w:rsid w:val="00E16164"/>
    <w:rsid w:val="00E163C5"/>
    <w:rsid w:val="00E1648E"/>
    <w:rsid w:val="00E168EC"/>
    <w:rsid w:val="00E16966"/>
    <w:rsid w:val="00E1697B"/>
    <w:rsid w:val="00E16C20"/>
    <w:rsid w:val="00E16C97"/>
    <w:rsid w:val="00E171E6"/>
    <w:rsid w:val="00E17DE8"/>
    <w:rsid w:val="00E17F6E"/>
    <w:rsid w:val="00E2001C"/>
    <w:rsid w:val="00E20210"/>
    <w:rsid w:val="00E207C9"/>
    <w:rsid w:val="00E2084A"/>
    <w:rsid w:val="00E2093A"/>
    <w:rsid w:val="00E212EF"/>
    <w:rsid w:val="00E21447"/>
    <w:rsid w:val="00E214D9"/>
    <w:rsid w:val="00E21A08"/>
    <w:rsid w:val="00E21AB0"/>
    <w:rsid w:val="00E21B71"/>
    <w:rsid w:val="00E21C4F"/>
    <w:rsid w:val="00E21D14"/>
    <w:rsid w:val="00E2235D"/>
    <w:rsid w:val="00E22904"/>
    <w:rsid w:val="00E229D5"/>
    <w:rsid w:val="00E22ABD"/>
    <w:rsid w:val="00E22FE7"/>
    <w:rsid w:val="00E23431"/>
    <w:rsid w:val="00E2378C"/>
    <w:rsid w:val="00E23970"/>
    <w:rsid w:val="00E23DE1"/>
    <w:rsid w:val="00E24470"/>
    <w:rsid w:val="00E245EE"/>
    <w:rsid w:val="00E24657"/>
    <w:rsid w:val="00E24DBB"/>
    <w:rsid w:val="00E24E76"/>
    <w:rsid w:val="00E25039"/>
    <w:rsid w:val="00E250D3"/>
    <w:rsid w:val="00E258C6"/>
    <w:rsid w:val="00E258C9"/>
    <w:rsid w:val="00E25A27"/>
    <w:rsid w:val="00E25A73"/>
    <w:rsid w:val="00E25AAE"/>
    <w:rsid w:val="00E25BFB"/>
    <w:rsid w:val="00E25E93"/>
    <w:rsid w:val="00E25FC7"/>
    <w:rsid w:val="00E26D70"/>
    <w:rsid w:val="00E26F98"/>
    <w:rsid w:val="00E26FE7"/>
    <w:rsid w:val="00E27029"/>
    <w:rsid w:val="00E27693"/>
    <w:rsid w:val="00E2770A"/>
    <w:rsid w:val="00E27802"/>
    <w:rsid w:val="00E27937"/>
    <w:rsid w:val="00E27C45"/>
    <w:rsid w:val="00E27F15"/>
    <w:rsid w:val="00E304B2"/>
    <w:rsid w:val="00E304F1"/>
    <w:rsid w:val="00E3055E"/>
    <w:rsid w:val="00E3079A"/>
    <w:rsid w:val="00E307A2"/>
    <w:rsid w:val="00E30DF2"/>
    <w:rsid w:val="00E31454"/>
    <w:rsid w:val="00E314D6"/>
    <w:rsid w:val="00E32164"/>
    <w:rsid w:val="00E32235"/>
    <w:rsid w:val="00E32396"/>
    <w:rsid w:val="00E3298B"/>
    <w:rsid w:val="00E331E7"/>
    <w:rsid w:val="00E33580"/>
    <w:rsid w:val="00E33634"/>
    <w:rsid w:val="00E3376E"/>
    <w:rsid w:val="00E33B1B"/>
    <w:rsid w:val="00E33B52"/>
    <w:rsid w:val="00E3429B"/>
    <w:rsid w:val="00E345A7"/>
    <w:rsid w:val="00E347C4"/>
    <w:rsid w:val="00E34800"/>
    <w:rsid w:val="00E34870"/>
    <w:rsid w:val="00E34BA2"/>
    <w:rsid w:val="00E34FB1"/>
    <w:rsid w:val="00E35029"/>
    <w:rsid w:val="00E35070"/>
    <w:rsid w:val="00E352AF"/>
    <w:rsid w:val="00E35648"/>
    <w:rsid w:val="00E356CF"/>
    <w:rsid w:val="00E35885"/>
    <w:rsid w:val="00E363B8"/>
    <w:rsid w:val="00E36ABE"/>
    <w:rsid w:val="00E36D0C"/>
    <w:rsid w:val="00E3734F"/>
    <w:rsid w:val="00E37457"/>
    <w:rsid w:val="00E37E05"/>
    <w:rsid w:val="00E37E08"/>
    <w:rsid w:val="00E40541"/>
    <w:rsid w:val="00E4079E"/>
    <w:rsid w:val="00E409C0"/>
    <w:rsid w:val="00E409E1"/>
    <w:rsid w:val="00E40A1B"/>
    <w:rsid w:val="00E40F2B"/>
    <w:rsid w:val="00E4113E"/>
    <w:rsid w:val="00E41696"/>
    <w:rsid w:val="00E41876"/>
    <w:rsid w:val="00E418AE"/>
    <w:rsid w:val="00E41BE3"/>
    <w:rsid w:val="00E41E92"/>
    <w:rsid w:val="00E42114"/>
    <w:rsid w:val="00E42165"/>
    <w:rsid w:val="00E4227F"/>
    <w:rsid w:val="00E42346"/>
    <w:rsid w:val="00E42535"/>
    <w:rsid w:val="00E426FF"/>
    <w:rsid w:val="00E42B3B"/>
    <w:rsid w:val="00E42C27"/>
    <w:rsid w:val="00E42E6F"/>
    <w:rsid w:val="00E430EE"/>
    <w:rsid w:val="00E432FA"/>
    <w:rsid w:val="00E4390A"/>
    <w:rsid w:val="00E43A28"/>
    <w:rsid w:val="00E43B9E"/>
    <w:rsid w:val="00E43E90"/>
    <w:rsid w:val="00E4437A"/>
    <w:rsid w:val="00E4459F"/>
    <w:rsid w:val="00E4484B"/>
    <w:rsid w:val="00E44F72"/>
    <w:rsid w:val="00E45038"/>
    <w:rsid w:val="00E4515F"/>
    <w:rsid w:val="00E456FB"/>
    <w:rsid w:val="00E4570E"/>
    <w:rsid w:val="00E45796"/>
    <w:rsid w:val="00E45BD5"/>
    <w:rsid w:val="00E45C2E"/>
    <w:rsid w:val="00E45FAE"/>
    <w:rsid w:val="00E45FB2"/>
    <w:rsid w:val="00E46A17"/>
    <w:rsid w:val="00E46DB2"/>
    <w:rsid w:val="00E46FAF"/>
    <w:rsid w:val="00E471EC"/>
    <w:rsid w:val="00E4750C"/>
    <w:rsid w:val="00E47FCD"/>
    <w:rsid w:val="00E501A6"/>
    <w:rsid w:val="00E505A1"/>
    <w:rsid w:val="00E507AA"/>
    <w:rsid w:val="00E50BB9"/>
    <w:rsid w:val="00E50C86"/>
    <w:rsid w:val="00E5145D"/>
    <w:rsid w:val="00E515B3"/>
    <w:rsid w:val="00E51660"/>
    <w:rsid w:val="00E5184E"/>
    <w:rsid w:val="00E51C30"/>
    <w:rsid w:val="00E51E2A"/>
    <w:rsid w:val="00E527E5"/>
    <w:rsid w:val="00E52889"/>
    <w:rsid w:val="00E529C1"/>
    <w:rsid w:val="00E52B1E"/>
    <w:rsid w:val="00E52C4A"/>
    <w:rsid w:val="00E52ECC"/>
    <w:rsid w:val="00E52FBE"/>
    <w:rsid w:val="00E533CA"/>
    <w:rsid w:val="00E5344E"/>
    <w:rsid w:val="00E53693"/>
    <w:rsid w:val="00E53986"/>
    <w:rsid w:val="00E53F8C"/>
    <w:rsid w:val="00E53FA0"/>
    <w:rsid w:val="00E5409F"/>
    <w:rsid w:val="00E5448F"/>
    <w:rsid w:val="00E5461B"/>
    <w:rsid w:val="00E546F1"/>
    <w:rsid w:val="00E5499C"/>
    <w:rsid w:val="00E54AE0"/>
    <w:rsid w:val="00E54CCD"/>
    <w:rsid w:val="00E54E52"/>
    <w:rsid w:val="00E55327"/>
    <w:rsid w:val="00E55867"/>
    <w:rsid w:val="00E55AD8"/>
    <w:rsid w:val="00E55D49"/>
    <w:rsid w:val="00E56173"/>
    <w:rsid w:val="00E564EC"/>
    <w:rsid w:val="00E568C8"/>
    <w:rsid w:val="00E56ADE"/>
    <w:rsid w:val="00E573E2"/>
    <w:rsid w:val="00E57402"/>
    <w:rsid w:val="00E574B7"/>
    <w:rsid w:val="00E5760B"/>
    <w:rsid w:val="00E60065"/>
    <w:rsid w:val="00E600A2"/>
    <w:rsid w:val="00E601B2"/>
    <w:rsid w:val="00E60248"/>
    <w:rsid w:val="00E60300"/>
    <w:rsid w:val="00E604DE"/>
    <w:rsid w:val="00E6063C"/>
    <w:rsid w:val="00E60850"/>
    <w:rsid w:val="00E60AC1"/>
    <w:rsid w:val="00E60CC6"/>
    <w:rsid w:val="00E60D30"/>
    <w:rsid w:val="00E610B5"/>
    <w:rsid w:val="00E61202"/>
    <w:rsid w:val="00E61211"/>
    <w:rsid w:val="00E61274"/>
    <w:rsid w:val="00E61B8A"/>
    <w:rsid w:val="00E61CCD"/>
    <w:rsid w:val="00E61DD8"/>
    <w:rsid w:val="00E62163"/>
    <w:rsid w:val="00E6236C"/>
    <w:rsid w:val="00E623C6"/>
    <w:rsid w:val="00E626A1"/>
    <w:rsid w:val="00E62704"/>
    <w:rsid w:val="00E627A1"/>
    <w:rsid w:val="00E62899"/>
    <w:rsid w:val="00E628F9"/>
    <w:rsid w:val="00E6293F"/>
    <w:rsid w:val="00E630C2"/>
    <w:rsid w:val="00E6357F"/>
    <w:rsid w:val="00E63D75"/>
    <w:rsid w:val="00E64423"/>
    <w:rsid w:val="00E654C1"/>
    <w:rsid w:val="00E65654"/>
    <w:rsid w:val="00E65BFC"/>
    <w:rsid w:val="00E65C96"/>
    <w:rsid w:val="00E65CC2"/>
    <w:rsid w:val="00E6609A"/>
    <w:rsid w:val="00E664C8"/>
    <w:rsid w:val="00E6651F"/>
    <w:rsid w:val="00E66550"/>
    <w:rsid w:val="00E66827"/>
    <w:rsid w:val="00E66F07"/>
    <w:rsid w:val="00E67276"/>
    <w:rsid w:val="00E6793B"/>
    <w:rsid w:val="00E67AAE"/>
    <w:rsid w:val="00E67DED"/>
    <w:rsid w:val="00E67E37"/>
    <w:rsid w:val="00E67F13"/>
    <w:rsid w:val="00E7058F"/>
    <w:rsid w:val="00E70870"/>
    <w:rsid w:val="00E7092A"/>
    <w:rsid w:val="00E70955"/>
    <w:rsid w:val="00E70AA9"/>
    <w:rsid w:val="00E70F7A"/>
    <w:rsid w:val="00E71496"/>
    <w:rsid w:val="00E71806"/>
    <w:rsid w:val="00E71851"/>
    <w:rsid w:val="00E71B31"/>
    <w:rsid w:val="00E71BC9"/>
    <w:rsid w:val="00E71DA3"/>
    <w:rsid w:val="00E71ED5"/>
    <w:rsid w:val="00E72901"/>
    <w:rsid w:val="00E72CA4"/>
    <w:rsid w:val="00E72DC7"/>
    <w:rsid w:val="00E736D8"/>
    <w:rsid w:val="00E73BA9"/>
    <w:rsid w:val="00E73BC9"/>
    <w:rsid w:val="00E74163"/>
    <w:rsid w:val="00E74179"/>
    <w:rsid w:val="00E74D7F"/>
    <w:rsid w:val="00E74E6C"/>
    <w:rsid w:val="00E751E5"/>
    <w:rsid w:val="00E75545"/>
    <w:rsid w:val="00E755DE"/>
    <w:rsid w:val="00E75637"/>
    <w:rsid w:val="00E7569F"/>
    <w:rsid w:val="00E75D75"/>
    <w:rsid w:val="00E762D0"/>
    <w:rsid w:val="00E76420"/>
    <w:rsid w:val="00E764A8"/>
    <w:rsid w:val="00E76690"/>
    <w:rsid w:val="00E768A6"/>
    <w:rsid w:val="00E76AA1"/>
    <w:rsid w:val="00E76EC8"/>
    <w:rsid w:val="00E77323"/>
    <w:rsid w:val="00E77372"/>
    <w:rsid w:val="00E77A07"/>
    <w:rsid w:val="00E77C21"/>
    <w:rsid w:val="00E77C32"/>
    <w:rsid w:val="00E77C96"/>
    <w:rsid w:val="00E80229"/>
    <w:rsid w:val="00E8039D"/>
    <w:rsid w:val="00E804D5"/>
    <w:rsid w:val="00E80608"/>
    <w:rsid w:val="00E80C3B"/>
    <w:rsid w:val="00E80FD1"/>
    <w:rsid w:val="00E81085"/>
    <w:rsid w:val="00E8128E"/>
    <w:rsid w:val="00E81353"/>
    <w:rsid w:val="00E81381"/>
    <w:rsid w:val="00E8161F"/>
    <w:rsid w:val="00E8176A"/>
    <w:rsid w:val="00E819CC"/>
    <w:rsid w:val="00E819D0"/>
    <w:rsid w:val="00E81DF1"/>
    <w:rsid w:val="00E82227"/>
    <w:rsid w:val="00E82ABF"/>
    <w:rsid w:val="00E82DD1"/>
    <w:rsid w:val="00E83432"/>
    <w:rsid w:val="00E836E3"/>
    <w:rsid w:val="00E838F4"/>
    <w:rsid w:val="00E83929"/>
    <w:rsid w:val="00E83A84"/>
    <w:rsid w:val="00E83BF2"/>
    <w:rsid w:val="00E83C0D"/>
    <w:rsid w:val="00E83C53"/>
    <w:rsid w:val="00E83CAF"/>
    <w:rsid w:val="00E8415C"/>
    <w:rsid w:val="00E84461"/>
    <w:rsid w:val="00E847B7"/>
    <w:rsid w:val="00E848B4"/>
    <w:rsid w:val="00E84910"/>
    <w:rsid w:val="00E849B0"/>
    <w:rsid w:val="00E84B5C"/>
    <w:rsid w:val="00E84C6A"/>
    <w:rsid w:val="00E84F33"/>
    <w:rsid w:val="00E853D3"/>
    <w:rsid w:val="00E8555C"/>
    <w:rsid w:val="00E859CE"/>
    <w:rsid w:val="00E85AA7"/>
    <w:rsid w:val="00E85D79"/>
    <w:rsid w:val="00E85F3E"/>
    <w:rsid w:val="00E86B5E"/>
    <w:rsid w:val="00E86E3E"/>
    <w:rsid w:val="00E87117"/>
    <w:rsid w:val="00E8738A"/>
    <w:rsid w:val="00E87797"/>
    <w:rsid w:val="00E87ACE"/>
    <w:rsid w:val="00E90019"/>
    <w:rsid w:val="00E907B0"/>
    <w:rsid w:val="00E90A23"/>
    <w:rsid w:val="00E90C44"/>
    <w:rsid w:val="00E90E79"/>
    <w:rsid w:val="00E911DD"/>
    <w:rsid w:val="00E916AC"/>
    <w:rsid w:val="00E919AB"/>
    <w:rsid w:val="00E92368"/>
    <w:rsid w:val="00E92448"/>
    <w:rsid w:val="00E925E5"/>
    <w:rsid w:val="00E92829"/>
    <w:rsid w:val="00E929E0"/>
    <w:rsid w:val="00E92A27"/>
    <w:rsid w:val="00E930DC"/>
    <w:rsid w:val="00E936CE"/>
    <w:rsid w:val="00E93B00"/>
    <w:rsid w:val="00E94447"/>
    <w:rsid w:val="00E9491D"/>
    <w:rsid w:val="00E949BE"/>
    <w:rsid w:val="00E949EC"/>
    <w:rsid w:val="00E94C30"/>
    <w:rsid w:val="00E94DEB"/>
    <w:rsid w:val="00E94DF7"/>
    <w:rsid w:val="00E952F9"/>
    <w:rsid w:val="00E95441"/>
    <w:rsid w:val="00E954AE"/>
    <w:rsid w:val="00E956F2"/>
    <w:rsid w:val="00E9602C"/>
    <w:rsid w:val="00E960D2"/>
    <w:rsid w:val="00E96364"/>
    <w:rsid w:val="00E96562"/>
    <w:rsid w:val="00E969DD"/>
    <w:rsid w:val="00E969F7"/>
    <w:rsid w:val="00E96C84"/>
    <w:rsid w:val="00E96C94"/>
    <w:rsid w:val="00E96DA3"/>
    <w:rsid w:val="00E96FAE"/>
    <w:rsid w:val="00E9717B"/>
    <w:rsid w:val="00E97467"/>
    <w:rsid w:val="00E97516"/>
    <w:rsid w:val="00E9759B"/>
    <w:rsid w:val="00E97B0D"/>
    <w:rsid w:val="00E97B86"/>
    <w:rsid w:val="00E97DB2"/>
    <w:rsid w:val="00EA038D"/>
    <w:rsid w:val="00EA04D1"/>
    <w:rsid w:val="00EA081A"/>
    <w:rsid w:val="00EA091C"/>
    <w:rsid w:val="00EA0C4C"/>
    <w:rsid w:val="00EA0C74"/>
    <w:rsid w:val="00EA0D41"/>
    <w:rsid w:val="00EA0E3F"/>
    <w:rsid w:val="00EA1112"/>
    <w:rsid w:val="00EA142C"/>
    <w:rsid w:val="00EA1A14"/>
    <w:rsid w:val="00EA1E18"/>
    <w:rsid w:val="00EA1FBE"/>
    <w:rsid w:val="00EA26D1"/>
    <w:rsid w:val="00EA27D9"/>
    <w:rsid w:val="00EA297B"/>
    <w:rsid w:val="00EA29D3"/>
    <w:rsid w:val="00EA2C26"/>
    <w:rsid w:val="00EA32BD"/>
    <w:rsid w:val="00EA34F8"/>
    <w:rsid w:val="00EA3510"/>
    <w:rsid w:val="00EA3D04"/>
    <w:rsid w:val="00EA3DC8"/>
    <w:rsid w:val="00EA426C"/>
    <w:rsid w:val="00EA42F2"/>
    <w:rsid w:val="00EA43AC"/>
    <w:rsid w:val="00EA44C0"/>
    <w:rsid w:val="00EA49AD"/>
    <w:rsid w:val="00EA4A90"/>
    <w:rsid w:val="00EA4BB7"/>
    <w:rsid w:val="00EA5072"/>
    <w:rsid w:val="00EA557B"/>
    <w:rsid w:val="00EA5745"/>
    <w:rsid w:val="00EA590D"/>
    <w:rsid w:val="00EA5A06"/>
    <w:rsid w:val="00EA5DC2"/>
    <w:rsid w:val="00EA6783"/>
    <w:rsid w:val="00EA6E4C"/>
    <w:rsid w:val="00EA744A"/>
    <w:rsid w:val="00EA7703"/>
    <w:rsid w:val="00EA7705"/>
    <w:rsid w:val="00EA77B6"/>
    <w:rsid w:val="00EA7D20"/>
    <w:rsid w:val="00EA7F14"/>
    <w:rsid w:val="00EA7F5F"/>
    <w:rsid w:val="00EB008B"/>
    <w:rsid w:val="00EB01C2"/>
    <w:rsid w:val="00EB0409"/>
    <w:rsid w:val="00EB09D0"/>
    <w:rsid w:val="00EB0B98"/>
    <w:rsid w:val="00EB0CAD"/>
    <w:rsid w:val="00EB0FC7"/>
    <w:rsid w:val="00EB1518"/>
    <w:rsid w:val="00EB160B"/>
    <w:rsid w:val="00EB1C7F"/>
    <w:rsid w:val="00EB1DA6"/>
    <w:rsid w:val="00EB203D"/>
    <w:rsid w:val="00EB2921"/>
    <w:rsid w:val="00EB2AB1"/>
    <w:rsid w:val="00EB2BB0"/>
    <w:rsid w:val="00EB2BEC"/>
    <w:rsid w:val="00EB2D2A"/>
    <w:rsid w:val="00EB2FB7"/>
    <w:rsid w:val="00EB30F6"/>
    <w:rsid w:val="00EB3159"/>
    <w:rsid w:val="00EB349E"/>
    <w:rsid w:val="00EB36B6"/>
    <w:rsid w:val="00EB36C7"/>
    <w:rsid w:val="00EB3A60"/>
    <w:rsid w:val="00EB3CB2"/>
    <w:rsid w:val="00EB480A"/>
    <w:rsid w:val="00EB49E6"/>
    <w:rsid w:val="00EB4A4A"/>
    <w:rsid w:val="00EB4B34"/>
    <w:rsid w:val="00EB4C68"/>
    <w:rsid w:val="00EB5494"/>
    <w:rsid w:val="00EB55DF"/>
    <w:rsid w:val="00EB59EC"/>
    <w:rsid w:val="00EB5A9D"/>
    <w:rsid w:val="00EB6304"/>
    <w:rsid w:val="00EB63D2"/>
    <w:rsid w:val="00EB6D00"/>
    <w:rsid w:val="00EB6DFB"/>
    <w:rsid w:val="00EB6FD9"/>
    <w:rsid w:val="00EB70E5"/>
    <w:rsid w:val="00EB7213"/>
    <w:rsid w:val="00EB7575"/>
    <w:rsid w:val="00EC0303"/>
    <w:rsid w:val="00EC0FA4"/>
    <w:rsid w:val="00EC12FB"/>
    <w:rsid w:val="00EC153B"/>
    <w:rsid w:val="00EC1D37"/>
    <w:rsid w:val="00EC1E2F"/>
    <w:rsid w:val="00EC226F"/>
    <w:rsid w:val="00EC2501"/>
    <w:rsid w:val="00EC2587"/>
    <w:rsid w:val="00EC277B"/>
    <w:rsid w:val="00EC285E"/>
    <w:rsid w:val="00EC29CA"/>
    <w:rsid w:val="00EC2A04"/>
    <w:rsid w:val="00EC2ABC"/>
    <w:rsid w:val="00EC2B6C"/>
    <w:rsid w:val="00EC2C96"/>
    <w:rsid w:val="00EC3075"/>
    <w:rsid w:val="00EC3218"/>
    <w:rsid w:val="00EC3235"/>
    <w:rsid w:val="00EC344A"/>
    <w:rsid w:val="00EC3537"/>
    <w:rsid w:val="00EC38AA"/>
    <w:rsid w:val="00EC3B9E"/>
    <w:rsid w:val="00EC3FBE"/>
    <w:rsid w:val="00EC412E"/>
    <w:rsid w:val="00EC4281"/>
    <w:rsid w:val="00EC471E"/>
    <w:rsid w:val="00EC492E"/>
    <w:rsid w:val="00EC4CDC"/>
    <w:rsid w:val="00EC5856"/>
    <w:rsid w:val="00EC5861"/>
    <w:rsid w:val="00EC5B73"/>
    <w:rsid w:val="00EC5DA4"/>
    <w:rsid w:val="00EC6032"/>
    <w:rsid w:val="00EC62F8"/>
    <w:rsid w:val="00EC638E"/>
    <w:rsid w:val="00EC63DC"/>
    <w:rsid w:val="00EC6B35"/>
    <w:rsid w:val="00EC6E90"/>
    <w:rsid w:val="00EC6F6E"/>
    <w:rsid w:val="00EC71AD"/>
    <w:rsid w:val="00EC733D"/>
    <w:rsid w:val="00EC765C"/>
    <w:rsid w:val="00EC7847"/>
    <w:rsid w:val="00EC79A9"/>
    <w:rsid w:val="00EC7D63"/>
    <w:rsid w:val="00EC7E73"/>
    <w:rsid w:val="00EC7FFC"/>
    <w:rsid w:val="00ED0012"/>
    <w:rsid w:val="00ED0094"/>
    <w:rsid w:val="00ED057F"/>
    <w:rsid w:val="00ED06F9"/>
    <w:rsid w:val="00ED07DC"/>
    <w:rsid w:val="00ED1182"/>
    <w:rsid w:val="00ED11A8"/>
    <w:rsid w:val="00ED1C7C"/>
    <w:rsid w:val="00ED1CC3"/>
    <w:rsid w:val="00ED1F01"/>
    <w:rsid w:val="00ED2275"/>
    <w:rsid w:val="00ED2A68"/>
    <w:rsid w:val="00ED2AEE"/>
    <w:rsid w:val="00ED3285"/>
    <w:rsid w:val="00ED3594"/>
    <w:rsid w:val="00ED3647"/>
    <w:rsid w:val="00ED37F4"/>
    <w:rsid w:val="00ED38E4"/>
    <w:rsid w:val="00ED39C8"/>
    <w:rsid w:val="00ED3ACC"/>
    <w:rsid w:val="00ED3B5F"/>
    <w:rsid w:val="00ED3BC2"/>
    <w:rsid w:val="00ED3C1D"/>
    <w:rsid w:val="00ED3C77"/>
    <w:rsid w:val="00ED3DF4"/>
    <w:rsid w:val="00ED4291"/>
    <w:rsid w:val="00ED42E9"/>
    <w:rsid w:val="00ED4B11"/>
    <w:rsid w:val="00ED4EC8"/>
    <w:rsid w:val="00ED5695"/>
    <w:rsid w:val="00ED58EF"/>
    <w:rsid w:val="00ED5A5C"/>
    <w:rsid w:val="00ED6098"/>
    <w:rsid w:val="00ED6146"/>
    <w:rsid w:val="00ED61BF"/>
    <w:rsid w:val="00ED6635"/>
    <w:rsid w:val="00ED675E"/>
    <w:rsid w:val="00ED68D0"/>
    <w:rsid w:val="00ED6B1B"/>
    <w:rsid w:val="00ED6EB2"/>
    <w:rsid w:val="00ED6EC5"/>
    <w:rsid w:val="00ED6ED6"/>
    <w:rsid w:val="00ED6FBD"/>
    <w:rsid w:val="00ED7326"/>
    <w:rsid w:val="00ED7479"/>
    <w:rsid w:val="00ED7534"/>
    <w:rsid w:val="00ED7662"/>
    <w:rsid w:val="00ED771C"/>
    <w:rsid w:val="00ED797A"/>
    <w:rsid w:val="00ED7B10"/>
    <w:rsid w:val="00ED7CCB"/>
    <w:rsid w:val="00EE0023"/>
    <w:rsid w:val="00EE0D0B"/>
    <w:rsid w:val="00EE0DEE"/>
    <w:rsid w:val="00EE106A"/>
    <w:rsid w:val="00EE122A"/>
    <w:rsid w:val="00EE1AD2"/>
    <w:rsid w:val="00EE1BD8"/>
    <w:rsid w:val="00EE1E06"/>
    <w:rsid w:val="00EE235B"/>
    <w:rsid w:val="00EE2367"/>
    <w:rsid w:val="00EE23BB"/>
    <w:rsid w:val="00EE2537"/>
    <w:rsid w:val="00EE258A"/>
    <w:rsid w:val="00EE2697"/>
    <w:rsid w:val="00EE293A"/>
    <w:rsid w:val="00EE2984"/>
    <w:rsid w:val="00EE2C92"/>
    <w:rsid w:val="00EE3076"/>
    <w:rsid w:val="00EE3537"/>
    <w:rsid w:val="00EE3703"/>
    <w:rsid w:val="00EE3C43"/>
    <w:rsid w:val="00EE3E97"/>
    <w:rsid w:val="00EE3EC9"/>
    <w:rsid w:val="00EE3FA8"/>
    <w:rsid w:val="00EE47CE"/>
    <w:rsid w:val="00EE4C20"/>
    <w:rsid w:val="00EE54C6"/>
    <w:rsid w:val="00EE553D"/>
    <w:rsid w:val="00EE5A35"/>
    <w:rsid w:val="00EE652E"/>
    <w:rsid w:val="00EE686F"/>
    <w:rsid w:val="00EE69C7"/>
    <w:rsid w:val="00EE6D2A"/>
    <w:rsid w:val="00EE6F3E"/>
    <w:rsid w:val="00EE742B"/>
    <w:rsid w:val="00EE7510"/>
    <w:rsid w:val="00EE7522"/>
    <w:rsid w:val="00EE7524"/>
    <w:rsid w:val="00EE75D3"/>
    <w:rsid w:val="00EE776F"/>
    <w:rsid w:val="00EE79FD"/>
    <w:rsid w:val="00EF01A0"/>
    <w:rsid w:val="00EF01A2"/>
    <w:rsid w:val="00EF03CB"/>
    <w:rsid w:val="00EF0628"/>
    <w:rsid w:val="00EF0703"/>
    <w:rsid w:val="00EF07CD"/>
    <w:rsid w:val="00EF07EA"/>
    <w:rsid w:val="00EF0843"/>
    <w:rsid w:val="00EF0AA7"/>
    <w:rsid w:val="00EF0ADF"/>
    <w:rsid w:val="00EF102E"/>
    <w:rsid w:val="00EF1B04"/>
    <w:rsid w:val="00EF1E3D"/>
    <w:rsid w:val="00EF1F78"/>
    <w:rsid w:val="00EF2714"/>
    <w:rsid w:val="00EF2918"/>
    <w:rsid w:val="00EF2A40"/>
    <w:rsid w:val="00EF2ED2"/>
    <w:rsid w:val="00EF2EDF"/>
    <w:rsid w:val="00EF2EFF"/>
    <w:rsid w:val="00EF2F84"/>
    <w:rsid w:val="00EF3109"/>
    <w:rsid w:val="00EF322D"/>
    <w:rsid w:val="00EF3540"/>
    <w:rsid w:val="00EF36F9"/>
    <w:rsid w:val="00EF3792"/>
    <w:rsid w:val="00EF3875"/>
    <w:rsid w:val="00EF39A3"/>
    <w:rsid w:val="00EF39E9"/>
    <w:rsid w:val="00EF3A0A"/>
    <w:rsid w:val="00EF3EBA"/>
    <w:rsid w:val="00EF40B1"/>
    <w:rsid w:val="00EF416F"/>
    <w:rsid w:val="00EF42CB"/>
    <w:rsid w:val="00EF47DA"/>
    <w:rsid w:val="00EF48CF"/>
    <w:rsid w:val="00EF4A53"/>
    <w:rsid w:val="00EF4A69"/>
    <w:rsid w:val="00EF4E88"/>
    <w:rsid w:val="00EF50A3"/>
    <w:rsid w:val="00EF5266"/>
    <w:rsid w:val="00EF5283"/>
    <w:rsid w:val="00EF5358"/>
    <w:rsid w:val="00EF53F2"/>
    <w:rsid w:val="00EF57ED"/>
    <w:rsid w:val="00EF5885"/>
    <w:rsid w:val="00EF58AA"/>
    <w:rsid w:val="00EF5B06"/>
    <w:rsid w:val="00EF5E71"/>
    <w:rsid w:val="00EF6287"/>
    <w:rsid w:val="00EF6861"/>
    <w:rsid w:val="00EF6938"/>
    <w:rsid w:val="00EF69B5"/>
    <w:rsid w:val="00EF6B33"/>
    <w:rsid w:val="00EF6E35"/>
    <w:rsid w:val="00EF6F42"/>
    <w:rsid w:val="00EF71CB"/>
    <w:rsid w:val="00EF735C"/>
    <w:rsid w:val="00EF7504"/>
    <w:rsid w:val="00EF77CE"/>
    <w:rsid w:val="00EF78D9"/>
    <w:rsid w:val="00EF7D16"/>
    <w:rsid w:val="00EF7D63"/>
    <w:rsid w:val="00EF7E34"/>
    <w:rsid w:val="00EF7F2F"/>
    <w:rsid w:val="00F00087"/>
    <w:rsid w:val="00F0011D"/>
    <w:rsid w:val="00F00236"/>
    <w:rsid w:val="00F0025D"/>
    <w:rsid w:val="00F003CA"/>
    <w:rsid w:val="00F0073C"/>
    <w:rsid w:val="00F00BC0"/>
    <w:rsid w:val="00F00DD6"/>
    <w:rsid w:val="00F00F96"/>
    <w:rsid w:val="00F01F6B"/>
    <w:rsid w:val="00F0233B"/>
    <w:rsid w:val="00F0245D"/>
    <w:rsid w:val="00F02573"/>
    <w:rsid w:val="00F025D1"/>
    <w:rsid w:val="00F02BD3"/>
    <w:rsid w:val="00F02C5A"/>
    <w:rsid w:val="00F03063"/>
    <w:rsid w:val="00F03162"/>
    <w:rsid w:val="00F0321D"/>
    <w:rsid w:val="00F035A6"/>
    <w:rsid w:val="00F03B94"/>
    <w:rsid w:val="00F03F24"/>
    <w:rsid w:val="00F0422E"/>
    <w:rsid w:val="00F042A9"/>
    <w:rsid w:val="00F04DE7"/>
    <w:rsid w:val="00F04FAC"/>
    <w:rsid w:val="00F05A35"/>
    <w:rsid w:val="00F05A81"/>
    <w:rsid w:val="00F05BB8"/>
    <w:rsid w:val="00F05E5D"/>
    <w:rsid w:val="00F067C7"/>
    <w:rsid w:val="00F06A90"/>
    <w:rsid w:val="00F06B27"/>
    <w:rsid w:val="00F06B8F"/>
    <w:rsid w:val="00F07422"/>
    <w:rsid w:val="00F07470"/>
    <w:rsid w:val="00F0760E"/>
    <w:rsid w:val="00F07776"/>
    <w:rsid w:val="00F07C4B"/>
    <w:rsid w:val="00F07CF2"/>
    <w:rsid w:val="00F07E87"/>
    <w:rsid w:val="00F10077"/>
    <w:rsid w:val="00F10202"/>
    <w:rsid w:val="00F10383"/>
    <w:rsid w:val="00F103AD"/>
    <w:rsid w:val="00F10774"/>
    <w:rsid w:val="00F107F8"/>
    <w:rsid w:val="00F10856"/>
    <w:rsid w:val="00F108CA"/>
    <w:rsid w:val="00F10C80"/>
    <w:rsid w:val="00F10C97"/>
    <w:rsid w:val="00F10E89"/>
    <w:rsid w:val="00F116C1"/>
    <w:rsid w:val="00F11BA9"/>
    <w:rsid w:val="00F11BF4"/>
    <w:rsid w:val="00F11F65"/>
    <w:rsid w:val="00F1201E"/>
    <w:rsid w:val="00F121F6"/>
    <w:rsid w:val="00F12566"/>
    <w:rsid w:val="00F12D81"/>
    <w:rsid w:val="00F12E4E"/>
    <w:rsid w:val="00F12E94"/>
    <w:rsid w:val="00F12FA5"/>
    <w:rsid w:val="00F13006"/>
    <w:rsid w:val="00F1320E"/>
    <w:rsid w:val="00F1346D"/>
    <w:rsid w:val="00F134F7"/>
    <w:rsid w:val="00F1364F"/>
    <w:rsid w:val="00F139A5"/>
    <w:rsid w:val="00F13E03"/>
    <w:rsid w:val="00F13E85"/>
    <w:rsid w:val="00F14563"/>
    <w:rsid w:val="00F14572"/>
    <w:rsid w:val="00F14B02"/>
    <w:rsid w:val="00F14F74"/>
    <w:rsid w:val="00F15235"/>
    <w:rsid w:val="00F15275"/>
    <w:rsid w:val="00F15451"/>
    <w:rsid w:val="00F155DF"/>
    <w:rsid w:val="00F15B09"/>
    <w:rsid w:val="00F15D49"/>
    <w:rsid w:val="00F15F24"/>
    <w:rsid w:val="00F15F6F"/>
    <w:rsid w:val="00F16554"/>
    <w:rsid w:val="00F16754"/>
    <w:rsid w:val="00F16949"/>
    <w:rsid w:val="00F16969"/>
    <w:rsid w:val="00F17855"/>
    <w:rsid w:val="00F17873"/>
    <w:rsid w:val="00F17C5B"/>
    <w:rsid w:val="00F2000C"/>
    <w:rsid w:val="00F206F9"/>
    <w:rsid w:val="00F207D4"/>
    <w:rsid w:val="00F20B0B"/>
    <w:rsid w:val="00F20FDF"/>
    <w:rsid w:val="00F21054"/>
    <w:rsid w:val="00F212C0"/>
    <w:rsid w:val="00F2179A"/>
    <w:rsid w:val="00F2197A"/>
    <w:rsid w:val="00F21AC7"/>
    <w:rsid w:val="00F21CE7"/>
    <w:rsid w:val="00F21DCB"/>
    <w:rsid w:val="00F21E89"/>
    <w:rsid w:val="00F228E2"/>
    <w:rsid w:val="00F22C56"/>
    <w:rsid w:val="00F2318F"/>
    <w:rsid w:val="00F231C5"/>
    <w:rsid w:val="00F231D3"/>
    <w:rsid w:val="00F2327A"/>
    <w:rsid w:val="00F237F7"/>
    <w:rsid w:val="00F239CD"/>
    <w:rsid w:val="00F23C2D"/>
    <w:rsid w:val="00F23E51"/>
    <w:rsid w:val="00F24239"/>
    <w:rsid w:val="00F24368"/>
    <w:rsid w:val="00F249A1"/>
    <w:rsid w:val="00F24B82"/>
    <w:rsid w:val="00F24D03"/>
    <w:rsid w:val="00F24D3E"/>
    <w:rsid w:val="00F24D45"/>
    <w:rsid w:val="00F24EAF"/>
    <w:rsid w:val="00F25085"/>
    <w:rsid w:val="00F256FF"/>
    <w:rsid w:val="00F25A81"/>
    <w:rsid w:val="00F2662B"/>
    <w:rsid w:val="00F266E4"/>
    <w:rsid w:val="00F2684E"/>
    <w:rsid w:val="00F2685E"/>
    <w:rsid w:val="00F26A48"/>
    <w:rsid w:val="00F27072"/>
    <w:rsid w:val="00F273CA"/>
    <w:rsid w:val="00F276FB"/>
    <w:rsid w:val="00F2798C"/>
    <w:rsid w:val="00F27ACB"/>
    <w:rsid w:val="00F27E39"/>
    <w:rsid w:val="00F30ECA"/>
    <w:rsid w:val="00F312CE"/>
    <w:rsid w:val="00F3162F"/>
    <w:rsid w:val="00F31B96"/>
    <w:rsid w:val="00F32038"/>
    <w:rsid w:val="00F32170"/>
    <w:rsid w:val="00F3229A"/>
    <w:rsid w:val="00F3229E"/>
    <w:rsid w:val="00F325C1"/>
    <w:rsid w:val="00F32632"/>
    <w:rsid w:val="00F3266E"/>
    <w:rsid w:val="00F32868"/>
    <w:rsid w:val="00F32E47"/>
    <w:rsid w:val="00F32ED8"/>
    <w:rsid w:val="00F330FA"/>
    <w:rsid w:val="00F33421"/>
    <w:rsid w:val="00F33915"/>
    <w:rsid w:val="00F33C12"/>
    <w:rsid w:val="00F33DBB"/>
    <w:rsid w:val="00F3504B"/>
    <w:rsid w:val="00F352A6"/>
    <w:rsid w:val="00F358FC"/>
    <w:rsid w:val="00F35C8C"/>
    <w:rsid w:val="00F35CDF"/>
    <w:rsid w:val="00F35D31"/>
    <w:rsid w:val="00F35FEF"/>
    <w:rsid w:val="00F36773"/>
    <w:rsid w:val="00F36797"/>
    <w:rsid w:val="00F36842"/>
    <w:rsid w:val="00F36872"/>
    <w:rsid w:val="00F36926"/>
    <w:rsid w:val="00F369C8"/>
    <w:rsid w:val="00F36A96"/>
    <w:rsid w:val="00F36DBF"/>
    <w:rsid w:val="00F36F26"/>
    <w:rsid w:val="00F370DE"/>
    <w:rsid w:val="00F3722F"/>
    <w:rsid w:val="00F376B3"/>
    <w:rsid w:val="00F376D9"/>
    <w:rsid w:val="00F377FE"/>
    <w:rsid w:val="00F378CA"/>
    <w:rsid w:val="00F37904"/>
    <w:rsid w:val="00F379FD"/>
    <w:rsid w:val="00F37D61"/>
    <w:rsid w:val="00F401A4"/>
    <w:rsid w:val="00F40211"/>
    <w:rsid w:val="00F404A1"/>
    <w:rsid w:val="00F406D0"/>
    <w:rsid w:val="00F40891"/>
    <w:rsid w:val="00F40ACE"/>
    <w:rsid w:val="00F41052"/>
    <w:rsid w:val="00F41CA4"/>
    <w:rsid w:val="00F4223D"/>
    <w:rsid w:val="00F430EB"/>
    <w:rsid w:val="00F4323B"/>
    <w:rsid w:val="00F43669"/>
    <w:rsid w:val="00F43714"/>
    <w:rsid w:val="00F43D5B"/>
    <w:rsid w:val="00F43EB3"/>
    <w:rsid w:val="00F43F2E"/>
    <w:rsid w:val="00F44077"/>
    <w:rsid w:val="00F440D9"/>
    <w:rsid w:val="00F44382"/>
    <w:rsid w:val="00F449C6"/>
    <w:rsid w:val="00F45013"/>
    <w:rsid w:val="00F4507C"/>
    <w:rsid w:val="00F450D2"/>
    <w:rsid w:val="00F45441"/>
    <w:rsid w:val="00F454EF"/>
    <w:rsid w:val="00F456C3"/>
    <w:rsid w:val="00F459F1"/>
    <w:rsid w:val="00F45ABB"/>
    <w:rsid w:val="00F45B53"/>
    <w:rsid w:val="00F45D11"/>
    <w:rsid w:val="00F45E3D"/>
    <w:rsid w:val="00F463F0"/>
    <w:rsid w:val="00F4647B"/>
    <w:rsid w:val="00F465B5"/>
    <w:rsid w:val="00F46896"/>
    <w:rsid w:val="00F468A9"/>
    <w:rsid w:val="00F46C5B"/>
    <w:rsid w:val="00F46D33"/>
    <w:rsid w:val="00F46FFE"/>
    <w:rsid w:val="00F4700D"/>
    <w:rsid w:val="00F472E7"/>
    <w:rsid w:val="00F478B9"/>
    <w:rsid w:val="00F47A01"/>
    <w:rsid w:val="00F47C39"/>
    <w:rsid w:val="00F47D7D"/>
    <w:rsid w:val="00F50407"/>
    <w:rsid w:val="00F5043B"/>
    <w:rsid w:val="00F50729"/>
    <w:rsid w:val="00F507BE"/>
    <w:rsid w:val="00F5092D"/>
    <w:rsid w:val="00F50B62"/>
    <w:rsid w:val="00F50EE4"/>
    <w:rsid w:val="00F512FD"/>
    <w:rsid w:val="00F5131A"/>
    <w:rsid w:val="00F5178C"/>
    <w:rsid w:val="00F517A9"/>
    <w:rsid w:val="00F517B2"/>
    <w:rsid w:val="00F51868"/>
    <w:rsid w:val="00F51A50"/>
    <w:rsid w:val="00F51ACD"/>
    <w:rsid w:val="00F51AD7"/>
    <w:rsid w:val="00F52464"/>
    <w:rsid w:val="00F52BC4"/>
    <w:rsid w:val="00F5316C"/>
    <w:rsid w:val="00F53230"/>
    <w:rsid w:val="00F53251"/>
    <w:rsid w:val="00F53550"/>
    <w:rsid w:val="00F5376B"/>
    <w:rsid w:val="00F5399A"/>
    <w:rsid w:val="00F53A6B"/>
    <w:rsid w:val="00F53AA7"/>
    <w:rsid w:val="00F53BF3"/>
    <w:rsid w:val="00F53C4B"/>
    <w:rsid w:val="00F53C83"/>
    <w:rsid w:val="00F53D5E"/>
    <w:rsid w:val="00F546DE"/>
    <w:rsid w:val="00F5470F"/>
    <w:rsid w:val="00F5480E"/>
    <w:rsid w:val="00F54A9A"/>
    <w:rsid w:val="00F54B85"/>
    <w:rsid w:val="00F55A0C"/>
    <w:rsid w:val="00F55F1F"/>
    <w:rsid w:val="00F56604"/>
    <w:rsid w:val="00F56869"/>
    <w:rsid w:val="00F569CA"/>
    <w:rsid w:val="00F56AC9"/>
    <w:rsid w:val="00F56B10"/>
    <w:rsid w:val="00F56D71"/>
    <w:rsid w:val="00F57405"/>
    <w:rsid w:val="00F57487"/>
    <w:rsid w:val="00F57627"/>
    <w:rsid w:val="00F576E2"/>
    <w:rsid w:val="00F5772E"/>
    <w:rsid w:val="00F57FED"/>
    <w:rsid w:val="00F600C6"/>
    <w:rsid w:val="00F603B2"/>
    <w:rsid w:val="00F6061F"/>
    <w:rsid w:val="00F60634"/>
    <w:rsid w:val="00F609DA"/>
    <w:rsid w:val="00F60A51"/>
    <w:rsid w:val="00F60A86"/>
    <w:rsid w:val="00F610BD"/>
    <w:rsid w:val="00F61BE5"/>
    <w:rsid w:val="00F62092"/>
    <w:rsid w:val="00F621DF"/>
    <w:rsid w:val="00F623BE"/>
    <w:rsid w:val="00F6242C"/>
    <w:rsid w:val="00F625FD"/>
    <w:rsid w:val="00F62A4E"/>
    <w:rsid w:val="00F6304A"/>
    <w:rsid w:val="00F63E2A"/>
    <w:rsid w:val="00F641BC"/>
    <w:rsid w:val="00F6475A"/>
    <w:rsid w:val="00F64B89"/>
    <w:rsid w:val="00F64CD9"/>
    <w:rsid w:val="00F654EB"/>
    <w:rsid w:val="00F656A2"/>
    <w:rsid w:val="00F656ED"/>
    <w:rsid w:val="00F65801"/>
    <w:rsid w:val="00F65968"/>
    <w:rsid w:val="00F65DC4"/>
    <w:rsid w:val="00F65F91"/>
    <w:rsid w:val="00F6606A"/>
    <w:rsid w:val="00F66547"/>
    <w:rsid w:val="00F665CE"/>
    <w:rsid w:val="00F667F0"/>
    <w:rsid w:val="00F66C8B"/>
    <w:rsid w:val="00F66F5D"/>
    <w:rsid w:val="00F670CD"/>
    <w:rsid w:val="00F67133"/>
    <w:rsid w:val="00F6799D"/>
    <w:rsid w:val="00F679D8"/>
    <w:rsid w:val="00F67B73"/>
    <w:rsid w:val="00F67D14"/>
    <w:rsid w:val="00F67EAA"/>
    <w:rsid w:val="00F702DB"/>
    <w:rsid w:val="00F707E2"/>
    <w:rsid w:val="00F708EA"/>
    <w:rsid w:val="00F70A75"/>
    <w:rsid w:val="00F70C98"/>
    <w:rsid w:val="00F713A1"/>
    <w:rsid w:val="00F71596"/>
    <w:rsid w:val="00F7167A"/>
    <w:rsid w:val="00F71F5A"/>
    <w:rsid w:val="00F72B3F"/>
    <w:rsid w:val="00F72C71"/>
    <w:rsid w:val="00F72C96"/>
    <w:rsid w:val="00F72D34"/>
    <w:rsid w:val="00F72D42"/>
    <w:rsid w:val="00F732A2"/>
    <w:rsid w:val="00F73509"/>
    <w:rsid w:val="00F7360F"/>
    <w:rsid w:val="00F73A36"/>
    <w:rsid w:val="00F73B99"/>
    <w:rsid w:val="00F742EF"/>
    <w:rsid w:val="00F7487B"/>
    <w:rsid w:val="00F7490A"/>
    <w:rsid w:val="00F7493A"/>
    <w:rsid w:val="00F74A94"/>
    <w:rsid w:val="00F74C79"/>
    <w:rsid w:val="00F753DC"/>
    <w:rsid w:val="00F7543B"/>
    <w:rsid w:val="00F755BC"/>
    <w:rsid w:val="00F75695"/>
    <w:rsid w:val="00F756C1"/>
    <w:rsid w:val="00F7583A"/>
    <w:rsid w:val="00F75B9C"/>
    <w:rsid w:val="00F75CD1"/>
    <w:rsid w:val="00F75DB6"/>
    <w:rsid w:val="00F763EE"/>
    <w:rsid w:val="00F766A9"/>
    <w:rsid w:val="00F76DB2"/>
    <w:rsid w:val="00F773FC"/>
    <w:rsid w:val="00F774FE"/>
    <w:rsid w:val="00F7766C"/>
    <w:rsid w:val="00F7768F"/>
    <w:rsid w:val="00F77A7B"/>
    <w:rsid w:val="00F77D5D"/>
    <w:rsid w:val="00F77DD5"/>
    <w:rsid w:val="00F80170"/>
    <w:rsid w:val="00F802C0"/>
    <w:rsid w:val="00F802E2"/>
    <w:rsid w:val="00F8045D"/>
    <w:rsid w:val="00F804F1"/>
    <w:rsid w:val="00F81225"/>
    <w:rsid w:val="00F8145B"/>
    <w:rsid w:val="00F814B7"/>
    <w:rsid w:val="00F814E0"/>
    <w:rsid w:val="00F819C8"/>
    <w:rsid w:val="00F81C69"/>
    <w:rsid w:val="00F8220D"/>
    <w:rsid w:val="00F82359"/>
    <w:rsid w:val="00F823D3"/>
    <w:rsid w:val="00F826D5"/>
    <w:rsid w:val="00F8282A"/>
    <w:rsid w:val="00F82846"/>
    <w:rsid w:val="00F82A3D"/>
    <w:rsid w:val="00F82CE7"/>
    <w:rsid w:val="00F83278"/>
    <w:rsid w:val="00F833FA"/>
    <w:rsid w:val="00F83C71"/>
    <w:rsid w:val="00F83EB4"/>
    <w:rsid w:val="00F8424B"/>
    <w:rsid w:val="00F8471D"/>
    <w:rsid w:val="00F847DD"/>
    <w:rsid w:val="00F84885"/>
    <w:rsid w:val="00F84937"/>
    <w:rsid w:val="00F849B9"/>
    <w:rsid w:val="00F849EC"/>
    <w:rsid w:val="00F84A36"/>
    <w:rsid w:val="00F84C80"/>
    <w:rsid w:val="00F853AE"/>
    <w:rsid w:val="00F85628"/>
    <w:rsid w:val="00F85A0C"/>
    <w:rsid w:val="00F85AA2"/>
    <w:rsid w:val="00F85B70"/>
    <w:rsid w:val="00F85B8D"/>
    <w:rsid w:val="00F85C2F"/>
    <w:rsid w:val="00F85E16"/>
    <w:rsid w:val="00F86186"/>
    <w:rsid w:val="00F8628F"/>
    <w:rsid w:val="00F863B7"/>
    <w:rsid w:val="00F866DB"/>
    <w:rsid w:val="00F86B7F"/>
    <w:rsid w:val="00F86EE4"/>
    <w:rsid w:val="00F872C2"/>
    <w:rsid w:val="00F874A8"/>
    <w:rsid w:val="00F876C2"/>
    <w:rsid w:val="00F878AE"/>
    <w:rsid w:val="00F8792E"/>
    <w:rsid w:val="00F879AF"/>
    <w:rsid w:val="00F87A2E"/>
    <w:rsid w:val="00F90322"/>
    <w:rsid w:val="00F90520"/>
    <w:rsid w:val="00F9057B"/>
    <w:rsid w:val="00F9079A"/>
    <w:rsid w:val="00F90A66"/>
    <w:rsid w:val="00F90A9D"/>
    <w:rsid w:val="00F9147A"/>
    <w:rsid w:val="00F91527"/>
    <w:rsid w:val="00F9185F"/>
    <w:rsid w:val="00F9187C"/>
    <w:rsid w:val="00F9191E"/>
    <w:rsid w:val="00F91C27"/>
    <w:rsid w:val="00F91D41"/>
    <w:rsid w:val="00F91E95"/>
    <w:rsid w:val="00F92092"/>
    <w:rsid w:val="00F9272A"/>
    <w:rsid w:val="00F92A72"/>
    <w:rsid w:val="00F92D45"/>
    <w:rsid w:val="00F92EBB"/>
    <w:rsid w:val="00F92ED8"/>
    <w:rsid w:val="00F930E9"/>
    <w:rsid w:val="00F93101"/>
    <w:rsid w:val="00F93184"/>
    <w:rsid w:val="00F932E7"/>
    <w:rsid w:val="00F93BF8"/>
    <w:rsid w:val="00F93EA0"/>
    <w:rsid w:val="00F94197"/>
    <w:rsid w:val="00F9456D"/>
    <w:rsid w:val="00F94B2D"/>
    <w:rsid w:val="00F95116"/>
    <w:rsid w:val="00F954B4"/>
    <w:rsid w:val="00F95680"/>
    <w:rsid w:val="00F957DE"/>
    <w:rsid w:val="00F9598F"/>
    <w:rsid w:val="00F961A1"/>
    <w:rsid w:val="00F962D6"/>
    <w:rsid w:val="00F96398"/>
    <w:rsid w:val="00F96554"/>
    <w:rsid w:val="00F96A72"/>
    <w:rsid w:val="00F96B0E"/>
    <w:rsid w:val="00F96B40"/>
    <w:rsid w:val="00F96BC0"/>
    <w:rsid w:val="00F96E32"/>
    <w:rsid w:val="00F96F42"/>
    <w:rsid w:val="00F971B9"/>
    <w:rsid w:val="00F9760C"/>
    <w:rsid w:val="00F97DD8"/>
    <w:rsid w:val="00FA006E"/>
    <w:rsid w:val="00FA023C"/>
    <w:rsid w:val="00FA0420"/>
    <w:rsid w:val="00FA0547"/>
    <w:rsid w:val="00FA066F"/>
    <w:rsid w:val="00FA06F8"/>
    <w:rsid w:val="00FA0A32"/>
    <w:rsid w:val="00FA0BA2"/>
    <w:rsid w:val="00FA0D34"/>
    <w:rsid w:val="00FA0EBD"/>
    <w:rsid w:val="00FA146C"/>
    <w:rsid w:val="00FA1479"/>
    <w:rsid w:val="00FA1552"/>
    <w:rsid w:val="00FA1AC9"/>
    <w:rsid w:val="00FA1B9D"/>
    <w:rsid w:val="00FA1E1E"/>
    <w:rsid w:val="00FA210F"/>
    <w:rsid w:val="00FA225F"/>
    <w:rsid w:val="00FA226A"/>
    <w:rsid w:val="00FA2326"/>
    <w:rsid w:val="00FA2377"/>
    <w:rsid w:val="00FA2391"/>
    <w:rsid w:val="00FA2427"/>
    <w:rsid w:val="00FA25A3"/>
    <w:rsid w:val="00FA25B1"/>
    <w:rsid w:val="00FA2607"/>
    <w:rsid w:val="00FA2B1D"/>
    <w:rsid w:val="00FA2C37"/>
    <w:rsid w:val="00FA2F16"/>
    <w:rsid w:val="00FA35C3"/>
    <w:rsid w:val="00FA387B"/>
    <w:rsid w:val="00FA416A"/>
    <w:rsid w:val="00FA4377"/>
    <w:rsid w:val="00FA4439"/>
    <w:rsid w:val="00FA46C8"/>
    <w:rsid w:val="00FA47D8"/>
    <w:rsid w:val="00FA487B"/>
    <w:rsid w:val="00FA4C63"/>
    <w:rsid w:val="00FA4E22"/>
    <w:rsid w:val="00FA4E25"/>
    <w:rsid w:val="00FA5004"/>
    <w:rsid w:val="00FA50F6"/>
    <w:rsid w:val="00FA51F3"/>
    <w:rsid w:val="00FA5859"/>
    <w:rsid w:val="00FA5981"/>
    <w:rsid w:val="00FA5B4B"/>
    <w:rsid w:val="00FA5D75"/>
    <w:rsid w:val="00FA5DC1"/>
    <w:rsid w:val="00FA6063"/>
    <w:rsid w:val="00FA6175"/>
    <w:rsid w:val="00FA61CE"/>
    <w:rsid w:val="00FA6DA9"/>
    <w:rsid w:val="00FA6FE3"/>
    <w:rsid w:val="00FA7105"/>
    <w:rsid w:val="00FA7157"/>
    <w:rsid w:val="00FA7347"/>
    <w:rsid w:val="00FA76DA"/>
    <w:rsid w:val="00FA7747"/>
    <w:rsid w:val="00FA785E"/>
    <w:rsid w:val="00FA7A06"/>
    <w:rsid w:val="00FA7B7C"/>
    <w:rsid w:val="00FA7C53"/>
    <w:rsid w:val="00FA7CAE"/>
    <w:rsid w:val="00FB029E"/>
    <w:rsid w:val="00FB0309"/>
    <w:rsid w:val="00FB0322"/>
    <w:rsid w:val="00FB04BA"/>
    <w:rsid w:val="00FB0512"/>
    <w:rsid w:val="00FB06F6"/>
    <w:rsid w:val="00FB0AE2"/>
    <w:rsid w:val="00FB0B1E"/>
    <w:rsid w:val="00FB0F64"/>
    <w:rsid w:val="00FB1699"/>
    <w:rsid w:val="00FB1860"/>
    <w:rsid w:val="00FB1A47"/>
    <w:rsid w:val="00FB1B36"/>
    <w:rsid w:val="00FB1D3A"/>
    <w:rsid w:val="00FB1DC5"/>
    <w:rsid w:val="00FB1FC8"/>
    <w:rsid w:val="00FB23EE"/>
    <w:rsid w:val="00FB2594"/>
    <w:rsid w:val="00FB26DC"/>
    <w:rsid w:val="00FB2944"/>
    <w:rsid w:val="00FB2A04"/>
    <w:rsid w:val="00FB2C47"/>
    <w:rsid w:val="00FB2EAE"/>
    <w:rsid w:val="00FB3238"/>
    <w:rsid w:val="00FB3356"/>
    <w:rsid w:val="00FB346D"/>
    <w:rsid w:val="00FB380F"/>
    <w:rsid w:val="00FB3AE3"/>
    <w:rsid w:val="00FB3B7F"/>
    <w:rsid w:val="00FB3D33"/>
    <w:rsid w:val="00FB416A"/>
    <w:rsid w:val="00FB42B7"/>
    <w:rsid w:val="00FB4F0B"/>
    <w:rsid w:val="00FB5020"/>
    <w:rsid w:val="00FB5252"/>
    <w:rsid w:val="00FB5445"/>
    <w:rsid w:val="00FB59A8"/>
    <w:rsid w:val="00FB5A28"/>
    <w:rsid w:val="00FB5D89"/>
    <w:rsid w:val="00FB5E57"/>
    <w:rsid w:val="00FB5EE5"/>
    <w:rsid w:val="00FB5F60"/>
    <w:rsid w:val="00FB5F83"/>
    <w:rsid w:val="00FB6197"/>
    <w:rsid w:val="00FB6584"/>
    <w:rsid w:val="00FB699B"/>
    <w:rsid w:val="00FB6F33"/>
    <w:rsid w:val="00FB7013"/>
    <w:rsid w:val="00FB765A"/>
    <w:rsid w:val="00FB788D"/>
    <w:rsid w:val="00FB7BBF"/>
    <w:rsid w:val="00FB7D1A"/>
    <w:rsid w:val="00FB7EC1"/>
    <w:rsid w:val="00FC0078"/>
    <w:rsid w:val="00FC02E3"/>
    <w:rsid w:val="00FC02FE"/>
    <w:rsid w:val="00FC0741"/>
    <w:rsid w:val="00FC0B06"/>
    <w:rsid w:val="00FC1131"/>
    <w:rsid w:val="00FC1775"/>
    <w:rsid w:val="00FC1B67"/>
    <w:rsid w:val="00FC1B89"/>
    <w:rsid w:val="00FC1C44"/>
    <w:rsid w:val="00FC1CDC"/>
    <w:rsid w:val="00FC2480"/>
    <w:rsid w:val="00FC256D"/>
    <w:rsid w:val="00FC2B76"/>
    <w:rsid w:val="00FC3083"/>
    <w:rsid w:val="00FC314A"/>
    <w:rsid w:val="00FC3227"/>
    <w:rsid w:val="00FC34BD"/>
    <w:rsid w:val="00FC36C2"/>
    <w:rsid w:val="00FC3778"/>
    <w:rsid w:val="00FC3BBB"/>
    <w:rsid w:val="00FC3CA0"/>
    <w:rsid w:val="00FC4169"/>
    <w:rsid w:val="00FC430D"/>
    <w:rsid w:val="00FC449E"/>
    <w:rsid w:val="00FC454D"/>
    <w:rsid w:val="00FC4A98"/>
    <w:rsid w:val="00FC4B26"/>
    <w:rsid w:val="00FC5182"/>
    <w:rsid w:val="00FC5654"/>
    <w:rsid w:val="00FC598E"/>
    <w:rsid w:val="00FC5A83"/>
    <w:rsid w:val="00FC5C9E"/>
    <w:rsid w:val="00FC626E"/>
    <w:rsid w:val="00FC6661"/>
    <w:rsid w:val="00FC6D2F"/>
    <w:rsid w:val="00FC6DD9"/>
    <w:rsid w:val="00FC731F"/>
    <w:rsid w:val="00FC74E0"/>
    <w:rsid w:val="00FC756D"/>
    <w:rsid w:val="00FC771A"/>
    <w:rsid w:val="00FC7A9E"/>
    <w:rsid w:val="00FC7BEC"/>
    <w:rsid w:val="00FC7F19"/>
    <w:rsid w:val="00FD002C"/>
    <w:rsid w:val="00FD0094"/>
    <w:rsid w:val="00FD02C9"/>
    <w:rsid w:val="00FD0300"/>
    <w:rsid w:val="00FD086A"/>
    <w:rsid w:val="00FD08D2"/>
    <w:rsid w:val="00FD0DDD"/>
    <w:rsid w:val="00FD11DF"/>
    <w:rsid w:val="00FD128F"/>
    <w:rsid w:val="00FD131D"/>
    <w:rsid w:val="00FD1EE6"/>
    <w:rsid w:val="00FD1F3A"/>
    <w:rsid w:val="00FD1F64"/>
    <w:rsid w:val="00FD2001"/>
    <w:rsid w:val="00FD22CA"/>
    <w:rsid w:val="00FD2344"/>
    <w:rsid w:val="00FD267C"/>
    <w:rsid w:val="00FD2CD0"/>
    <w:rsid w:val="00FD2D13"/>
    <w:rsid w:val="00FD2FBD"/>
    <w:rsid w:val="00FD3889"/>
    <w:rsid w:val="00FD3AAE"/>
    <w:rsid w:val="00FD4A56"/>
    <w:rsid w:val="00FD4A7B"/>
    <w:rsid w:val="00FD4C1F"/>
    <w:rsid w:val="00FD5071"/>
    <w:rsid w:val="00FD53B3"/>
    <w:rsid w:val="00FD562C"/>
    <w:rsid w:val="00FD5DD2"/>
    <w:rsid w:val="00FD6102"/>
    <w:rsid w:val="00FD62EE"/>
    <w:rsid w:val="00FD62F3"/>
    <w:rsid w:val="00FD7229"/>
    <w:rsid w:val="00FD7248"/>
    <w:rsid w:val="00FD74EB"/>
    <w:rsid w:val="00FD78E6"/>
    <w:rsid w:val="00FD7C61"/>
    <w:rsid w:val="00FD7E42"/>
    <w:rsid w:val="00FD7EE3"/>
    <w:rsid w:val="00FE017C"/>
    <w:rsid w:val="00FE051F"/>
    <w:rsid w:val="00FE0D99"/>
    <w:rsid w:val="00FE0EB5"/>
    <w:rsid w:val="00FE10DB"/>
    <w:rsid w:val="00FE1240"/>
    <w:rsid w:val="00FE18E1"/>
    <w:rsid w:val="00FE19FF"/>
    <w:rsid w:val="00FE1C83"/>
    <w:rsid w:val="00FE1DAE"/>
    <w:rsid w:val="00FE282D"/>
    <w:rsid w:val="00FE28EF"/>
    <w:rsid w:val="00FE311D"/>
    <w:rsid w:val="00FE34C3"/>
    <w:rsid w:val="00FE3512"/>
    <w:rsid w:val="00FE361E"/>
    <w:rsid w:val="00FE3620"/>
    <w:rsid w:val="00FE3958"/>
    <w:rsid w:val="00FE3A43"/>
    <w:rsid w:val="00FE3AAC"/>
    <w:rsid w:val="00FE3BCF"/>
    <w:rsid w:val="00FE4A89"/>
    <w:rsid w:val="00FE4B3A"/>
    <w:rsid w:val="00FE4C39"/>
    <w:rsid w:val="00FE4EF9"/>
    <w:rsid w:val="00FE4F74"/>
    <w:rsid w:val="00FE52EA"/>
    <w:rsid w:val="00FE57A6"/>
    <w:rsid w:val="00FE5FF1"/>
    <w:rsid w:val="00FE6346"/>
    <w:rsid w:val="00FE68A9"/>
    <w:rsid w:val="00FE693C"/>
    <w:rsid w:val="00FE6AF3"/>
    <w:rsid w:val="00FE7009"/>
    <w:rsid w:val="00FE72BB"/>
    <w:rsid w:val="00FE740E"/>
    <w:rsid w:val="00FE7B3F"/>
    <w:rsid w:val="00FE7C71"/>
    <w:rsid w:val="00FE7CA8"/>
    <w:rsid w:val="00FE7CAF"/>
    <w:rsid w:val="00FE7D57"/>
    <w:rsid w:val="00FF01E6"/>
    <w:rsid w:val="00FF0257"/>
    <w:rsid w:val="00FF07AF"/>
    <w:rsid w:val="00FF09E9"/>
    <w:rsid w:val="00FF0BAC"/>
    <w:rsid w:val="00FF0EEC"/>
    <w:rsid w:val="00FF14B2"/>
    <w:rsid w:val="00FF1A6E"/>
    <w:rsid w:val="00FF1BEA"/>
    <w:rsid w:val="00FF1CBF"/>
    <w:rsid w:val="00FF1DC2"/>
    <w:rsid w:val="00FF1F14"/>
    <w:rsid w:val="00FF21CB"/>
    <w:rsid w:val="00FF26A5"/>
    <w:rsid w:val="00FF2750"/>
    <w:rsid w:val="00FF275F"/>
    <w:rsid w:val="00FF29CB"/>
    <w:rsid w:val="00FF2A0B"/>
    <w:rsid w:val="00FF2CBF"/>
    <w:rsid w:val="00FF3061"/>
    <w:rsid w:val="00FF3227"/>
    <w:rsid w:val="00FF33C6"/>
    <w:rsid w:val="00FF37D2"/>
    <w:rsid w:val="00FF3827"/>
    <w:rsid w:val="00FF3897"/>
    <w:rsid w:val="00FF3AB7"/>
    <w:rsid w:val="00FF3AE1"/>
    <w:rsid w:val="00FF3BCE"/>
    <w:rsid w:val="00FF3CC0"/>
    <w:rsid w:val="00FF4010"/>
    <w:rsid w:val="00FF406B"/>
    <w:rsid w:val="00FF40CC"/>
    <w:rsid w:val="00FF43DD"/>
    <w:rsid w:val="00FF445B"/>
    <w:rsid w:val="00FF47BE"/>
    <w:rsid w:val="00FF4972"/>
    <w:rsid w:val="00FF53AD"/>
    <w:rsid w:val="00FF54F3"/>
    <w:rsid w:val="00FF599F"/>
    <w:rsid w:val="00FF5E72"/>
    <w:rsid w:val="00FF6411"/>
    <w:rsid w:val="00FF6560"/>
    <w:rsid w:val="00FF6BAD"/>
    <w:rsid w:val="00FF6BD9"/>
    <w:rsid w:val="00FF6D94"/>
    <w:rsid w:val="00FF73D4"/>
    <w:rsid w:val="00FF769D"/>
    <w:rsid w:val="00FF77DC"/>
    <w:rsid w:val="00FF793B"/>
    <w:rsid w:val="00FF79B1"/>
    <w:rsid w:val="00FF7BA6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A956B92"/>
  <w15:docId w15:val="{3DA73758-5BAF-4B78-8445-F7B27281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20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71520C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4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520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71520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71520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71520C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locked/>
    <w:rsid w:val="0071520C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locked/>
    <w:rsid w:val="0071520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,Body Char Char"/>
    <w:uiPriority w:val="99"/>
    <w:locked/>
    <w:rsid w:val="0071520C"/>
    <w:rPr>
      <w:rFonts w:ascii="Arial" w:hAnsi="Arial"/>
      <w:sz w:val="18"/>
      <w:lang w:val="en-US" w:eastAsia="en-US"/>
    </w:rPr>
  </w:style>
  <w:style w:type="character" w:customStyle="1" w:styleId="Heading4Char">
    <w:name w:val="Heading 4 Char"/>
    <w:basedOn w:val="DefaultParagraphFont"/>
    <w:link w:val="Heading4"/>
    <w:locked/>
    <w:rsid w:val="002A2D2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locked/>
    <w:rsid w:val="002A2D24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link w:val="Heading6"/>
    <w:locked/>
    <w:rsid w:val="002A2D24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link w:val="Heading7"/>
    <w:locked/>
    <w:rsid w:val="002A2D24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ink w:val="Heading8"/>
    <w:locked/>
    <w:rsid w:val="002A2D24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link w:val="Heading9"/>
    <w:locked/>
    <w:rsid w:val="002A2D24"/>
    <w:rPr>
      <w:rFonts w:cs="EucrosiaUPC"/>
      <w:b/>
      <w:bCs/>
      <w:sz w:val="30"/>
      <w:szCs w:val="30"/>
      <w:lang w:bidi="th-TH"/>
    </w:rPr>
  </w:style>
  <w:style w:type="paragraph" w:styleId="BodyText">
    <w:name w:val="Body Text"/>
    <w:aliases w:val="bt,body text,Body"/>
    <w:basedOn w:val="Normal"/>
    <w:link w:val="BodyTextChar1"/>
    <w:rsid w:val="0071520C"/>
    <w:pPr>
      <w:spacing w:after="120"/>
    </w:pPr>
  </w:style>
  <w:style w:type="character" w:customStyle="1" w:styleId="BodyTextChar1">
    <w:name w:val="Body Text Char1"/>
    <w:aliases w:val="bt Char1,body text Char1,Body Char1"/>
    <w:basedOn w:val="DefaultParagraphFont"/>
    <w:link w:val="BodyText"/>
    <w:uiPriority w:val="99"/>
    <w:locked/>
    <w:rsid w:val="002A2D24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uiPriority w:val="99"/>
    <w:rsid w:val="00713C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3C50"/>
    <w:rPr>
      <w:rFonts w:ascii="Arial" w:hAnsi="Arial" w:cs="Times New Roman"/>
      <w:sz w:val="18"/>
      <w:szCs w:val="18"/>
      <w:lang w:val="en-US" w:eastAsia="en-US"/>
    </w:rPr>
  </w:style>
  <w:style w:type="character" w:customStyle="1" w:styleId="AAAddress">
    <w:name w:val="AA Address"/>
    <w:basedOn w:val="DefaultParagraphFont"/>
    <w:uiPriority w:val="99"/>
    <w:rsid w:val="0071520C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71520C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7152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2D24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71520C"/>
    <w:rPr>
      <w:b/>
      <w:bCs/>
    </w:rPr>
  </w:style>
  <w:style w:type="paragraph" w:styleId="ListBullet">
    <w:name w:val="List Bullet"/>
    <w:basedOn w:val="Normal"/>
    <w:rsid w:val="0071520C"/>
    <w:pPr>
      <w:numPr>
        <w:numId w:val="19"/>
      </w:numPr>
      <w:tabs>
        <w:tab w:val="left" w:pos="284"/>
      </w:tabs>
    </w:pPr>
  </w:style>
  <w:style w:type="paragraph" w:styleId="ListBullet2">
    <w:name w:val="List Bullet 2"/>
    <w:basedOn w:val="Normal"/>
    <w:rsid w:val="0071520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71520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71520C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71520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71520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71520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71520C"/>
    <w:pPr>
      <w:ind w:left="284"/>
    </w:pPr>
  </w:style>
  <w:style w:type="paragraph" w:customStyle="1" w:styleId="AAFrameAddress">
    <w:name w:val="AA Frame Address"/>
    <w:basedOn w:val="Heading1"/>
    <w:uiPriority w:val="99"/>
    <w:rsid w:val="0071520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71520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71520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rsid w:val="0071520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71520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71520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71520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71520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71520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71520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71520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71520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71520C"/>
    <w:pPr>
      <w:ind w:left="2552" w:hanging="284"/>
    </w:pPr>
  </w:style>
  <w:style w:type="paragraph" w:styleId="TOC2">
    <w:name w:val="toc 2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71520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71520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71520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71520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71520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71520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71520C"/>
    <w:pPr>
      <w:ind w:left="567" w:hanging="567"/>
    </w:pPr>
  </w:style>
  <w:style w:type="paragraph" w:styleId="ListBullet5">
    <w:name w:val="List Bullet 5"/>
    <w:basedOn w:val="Normal"/>
    <w:uiPriority w:val="99"/>
    <w:rsid w:val="0071520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71520C"/>
    <w:pPr>
      <w:ind w:firstLine="284"/>
    </w:pPr>
  </w:style>
  <w:style w:type="character" w:customStyle="1" w:styleId="BodyTextFirstIndentChar">
    <w:name w:val="Body Text First Indent Char"/>
    <w:basedOn w:val="BodyTextChar1"/>
    <w:link w:val="BodyTextFirstIndent"/>
    <w:uiPriority w:val="99"/>
    <w:locked/>
    <w:rsid w:val="002A2D2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71520C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locked/>
    <w:rsid w:val="002A2D24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71520C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2A2D24"/>
    <w:rPr>
      <w:rFonts w:ascii="Arial" w:hAnsi="Arial" w:cs="Times New Roman"/>
      <w:sz w:val="18"/>
      <w:szCs w:val="18"/>
    </w:rPr>
  </w:style>
  <w:style w:type="character" w:styleId="Strong">
    <w:name w:val="Strong"/>
    <w:basedOn w:val="DefaultParagraphFont"/>
    <w:uiPriority w:val="99"/>
    <w:qFormat/>
    <w:rsid w:val="0071520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71520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71520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uiPriority w:val="99"/>
    <w:rsid w:val="0071520C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71520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71520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71520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71520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71520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71520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71520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71520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71520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locked/>
    <w:rsid w:val="002A2D24"/>
    <w:rPr>
      <w:rFonts w:ascii="Book Antiqua" w:hAnsi="Book Antiqua" w:cs="Times New Roman"/>
      <w:sz w:val="22"/>
      <w:szCs w:val="22"/>
    </w:rPr>
  </w:style>
  <w:style w:type="paragraph" w:customStyle="1" w:styleId="a1">
    <w:name w:val="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locked/>
    <w:rsid w:val="002A2D24"/>
    <w:rPr>
      <w:rFonts w:cs="EucrosiaUPC"/>
      <w:sz w:val="30"/>
      <w:szCs w:val="30"/>
      <w:lang w:bidi="th-TH"/>
    </w:rPr>
  </w:style>
  <w:style w:type="character" w:styleId="PageNumber">
    <w:name w:val="page number"/>
    <w:basedOn w:val="DefaultParagraphFont"/>
    <w:rsid w:val="0071520C"/>
    <w:rPr>
      <w:rFonts w:cs="Times New Roman"/>
    </w:rPr>
  </w:style>
  <w:style w:type="paragraph" w:customStyle="1" w:styleId="ASSETS">
    <w:name w:val="ASSETS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A2D24"/>
    <w:rPr>
      <w:rFonts w:cs="EucrosiaUPC"/>
      <w:sz w:val="30"/>
      <w:szCs w:val="30"/>
      <w:lang w:bidi="th-TH"/>
    </w:rPr>
  </w:style>
  <w:style w:type="paragraph" w:styleId="BalloonText">
    <w:name w:val="Balloon Text"/>
    <w:basedOn w:val="Normal"/>
    <w:link w:val="BalloonTextChar"/>
    <w:semiHidden/>
    <w:rsid w:val="007152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2A2D24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387" w:hanging="540"/>
      <w:jc w:val="both"/>
    </w:pPr>
    <w:rPr>
      <w:rFonts w:ascii="Angsana New" w:hAnsi="Angsana New" w:cs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locked/>
    <w:rsid w:val="0071520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71520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71520C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locked/>
    <w:rsid w:val="002A2D24"/>
    <w:rPr>
      <w:rFonts w:ascii="Arial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locked/>
    <w:rsid w:val="002A2D24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7152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71520C"/>
    <w:pPr>
      <w:spacing w:after="0"/>
    </w:pPr>
  </w:style>
  <w:style w:type="paragraph" w:customStyle="1" w:styleId="acctdividends">
    <w:name w:val="acct dividends"/>
    <w:aliases w:val="a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71520C"/>
    <w:pPr>
      <w:spacing w:after="0"/>
    </w:pPr>
  </w:style>
  <w:style w:type="paragraph" w:customStyle="1" w:styleId="acctindent">
    <w:name w:val="acct indent"/>
    <w:aliases w:val="ai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71520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71520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71520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71520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71520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71520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71520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71520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71520C"/>
    <w:pPr>
      <w:spacing w:after="0"/>
    </w:pPr>
  </w:style>
  <w:style w:type="paragraph" w:customStyle="1" w:styleId="List1a">
    <w:name w:val="List 1a"/>
    <w:aliases w:val="1a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7152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sz w:val="20"/>
      <w:szCs w:val="20"/>
      <w:lang w:val="en-AU" w:bidi="ar-SA"/>
    </w:rPr>
  </w:style>
  <w:style w:type="character" w:customStyle="1" w:styleId="MacroTextChar">
    <w:name w:val="Macro Text Char"/>
    <w:basedOn w:val="DefaultParagraphFont"/>
    <w:link w:val="MacroText"/>
    <w:semiHidden/>
    <w:locked/>
    <w:rsid w:val="002A2D2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71520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71520C"/>
  </w:style>
  <w:style w:type="paragraph" w:customStyle="1" w:styleId="zreportaddinfo">
    <w:name w:val="zreport addinfo"/>
    <w:basedOn w:val="Normal"/>
    <w:rsid w:val="0071520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71520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71520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71520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71520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71520C"/>
    <w:rPr>
      <w:b/>
      <w:bCs/>
    </w:rPr>
  </w:style>
  <w:style w:type="paragraph" w:customStyle="1" w:styleId="nineptbodytext">
    <w:name w:val="nine pt body text"/>
    <w:aliases w:val="9bt"/>
    <w:basedOn w:val="nineptnormal"/>
    <w:rsid w:val="0071520C"/>
    <w:pPr>
      <w:spacing w:after="220"/>
    </w:pPr>
  </w:style>
  <w:style w:type="paragraph" w:customStyle="1" w:styleId="nineptnormal">
    <w:name w:val="nine pt normal"/>
    <w:aliases w:val="9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71520C"/>
    <w:pPr>
      <w:jc w:val="center"/>
    </w:pPr>
  </w:style>
  <w:style w:type="paragraph" w:customStyle="1" w:styleId="heading">
    <w:name w:val="heading"/>
    <w:aliases w:val="h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71520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71520C"/>
  </w:style>
  <w:style w:type="paragraph" w:customStyle="1" w:styleId="nineptheadingcentredbold">
    <w:name w:val="nine pt heading centred bold"/>
    <w:aliases w:val="9hc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71520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71520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71520C"/>
    <w:rPr>
      <w:b/>
    </w:rPr>
  </w:style>
  <w:style w:type="paragraph" w:customStyle="1" w:styleId="nineptcolumntab1">
    <w:name w:val="nine pt column tab1"/>
    <w:aliases w:val="a91"/>
    <w:basedOn w:val="nineptnormal"/>
    <w:rsid w:val="0071520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71520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71520C"/>
    <w:pPr>
      <w:jc w:val="center"/>
    </w:pPr>
  </w:style>
  <w:style w:type="paragraph" w:customStyle="1" w:styleId="Normalheading">
    <w:name w:val="Normal heading"/>
    <w:aliases w:val="nh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71520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71520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71520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71520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71520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71520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71520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71520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71520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71520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71520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71520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71520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71520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71520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71520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71520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71520C"/>
    <w:pPr>
      <w:spacing w:after="0"/>
    </w:pPr>
  </w:style>
  <w:style w:type="paragraph" w:customStyle="1" w:styleId="smallreturn">
    <w:name w:val="small return"/>
    <w:aliases w:val="sr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71520C"/>
    <w:pPr>
      <w:spacing w:after="0"/>
    </w:pPr>
  </w:style>
  <w:style w:type="paragraph" w:customStyle="1" w:styleId="headingbolditalic">
    <w:name w:val="heading bold italic"/>
    <w:aliases w:val="hbi"/>
    <w:basedOn w:val="heading"/>
    <w:rsid w:val="0071520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71520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71520C"/>
    <w:pPr>
      <w:spacing w:after="0"/>
    </w:pPr>
  </w:style>
  <w:style w:type="paragraph" w:customStyle="1" w:styleId="blockbullet">
    <w:name w:val="block bullet"/>
    <w:aliases w:val="bb"/>
    <w:basedOn w:val="block"/>
    <w:rsid w:val="0071520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71520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71520C"/>
    <w:pPr>
      <w:spacing w:after="0"/>
    </w:pPr>
  </w:style>
  <w:style w:type="paragraph" w:customStyle="1" w:styleId="eightptnormal">
    <w:name w:val="eight pt normal"/>
    <w:aliases w:val="8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71520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71520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71520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71520C"/>
    <w:rPr>
      <w:b/>
      <w:bCs/>
    </w:rPr>
  </w:style>
  <w:style w:type="paragraph" w:customStyle="1" w:styleId="eightptbodytext">
    <w:name w:val="eight pt body text"/>
    <w:aliases w:val="8bt"/>
    <w:basedOn w:val="eightptnormal"/>
    <w:rsid w:val="0071520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71520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71520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71520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71520C"/>
    <w:pPr>
      <w:spacing w:after="0"/>
    </w:pPr>
  </w:style>
  <w:style w:type="paragraph" w:customStyle="1" w:styleId="eightptblock">
    <w:name w:val="eight pt block"/>
    <w:aliases w:val="8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71520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71520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71520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71520C"/>
    <w:pPr>
      <w:spacing w:after="0"/>
    </w:pPr>
  </w:style>
  <w:style w:type="paragraph" w:customStyle="1" w:styleId="blockindent">
    <w:name w:val="block indent"/>
    <w:aliases w:val="bi"/>
    <w:basedOn w:val="block"/>
    <w:rsid w:val="0071520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71520C"/>
    <w:pPr>
      <w:jc w:val="center"/>
    </w:pPr>
  </w:style>
  <w:style w:type="paragraph" w:customStyle="1" w:styleId="nineptcol">
    <w:name w:val="nine pt %col"/>
    <w:aliases w:val="9%"/>
    <w:basedOn w:val="nineptnormal"/>
    <w:rsid w:val="0071520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71520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71520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71520C"/>
    <w:pPr>
      <w:spacing w:after="0"/>
    </w:pPr>
  </w:style>
  <w:style w:type="paragraph" w:customStyle="1" w:styleId="nineptblocklist">
    <w:name w:val="nine pt block list"/>
    <w:aliases w:val="9bl"/>
    <w:basedOn w:val="nineptblock"/>
    <w:rsid w:val="0071520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71520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71520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71520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71520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71520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71520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71520C"/>
    <w:pPr>
      <w:spacing w:after="20"/>
    </w:pPr>
  </w:style>
  <w:style w:type="paragraph" w:customStyle="1" w:styleId="blockbulletnospaceafter">
    <w:name w:val="block bullet no space after"/>
    <w:aliases w:val="bbn,block bullet no sp"/>
    <w:rsid w:val="0071520C"/>
    <w:pPr>
      <w:tabs>
        <w:tab w:val="num" w:pos="907"/>
      </w:tabs>
      <w:spacing w:line="260" w:lineRule="atLeast"/>
      <w:ind w:left="907" w:hanging="340"/>
    </w:pPr>
    <w:rPr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71520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71520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71520C"/>
    <w:pPr>
      <w:spacing w:after="80"/>
    </w:pPr>
  </w:style>
  <w:style w:type="paragraph" w:customStyle="1" w:styleId="nineptratecol">
    <w:name w:val="nine pt rate col"/>
    <w:aliases w:val="a9r"/>
    <w:basedOn w:val="nineptnormal"/>
    <w:rsid w:val="0071520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71520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71520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71520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71520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71520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71520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71520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71520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71520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71520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71520C"/>
    <w:pPr>
      <w:ind w:left="907" w:hanging="340"/>
    </w:pPr>
  </w:style>
  <w:style w:type="paragraph" w:customStyle="1" w:styleId="List3i">
    <w:name w:val="List 3i"/>
    <w:aliases w:val="3i"/>
    <w:basedOn w:val="List2i"/>
    <w:rsid w:val="0071520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71520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71520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71520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71520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71520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71520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71520C"/>
    <w:pPr>
      <w:spacing w:after="80"/>
    </w:pPr>
  </w:style>
  <w:style w:type="paragraph" w:customStyle="1" w:styleId="blockbullet2">
    <w:name w:val="block bullet 2"/>
    <w:aliases w:val="bb2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71520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71520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locked/>
    <w:rsid w:val="0071520C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71520C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locked/>
    <w:rsid w:val="0071520C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71520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71520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71520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A2D24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71520C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uiPriority w:val="99"/>
    <w:rsid w:val="006366C3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4434FD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AE4F6D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2A2D24"/>
    <w:rPr>
      <w:rFonts w:cs="Times New Roman"/>
    </w:rPr>
  </w:style>
  <w:style w:type="paragraph" w:customStyle="1" w:styleId="Default">
    <w:name w:val="Default"/>
    <w:rsid w:val="002A2D2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basedOn w:val="DefaultParagraphFont"/>
    <w:uiPriority w:val="99"/>
    <w:rsid w:val="00222634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3702BE"/>
    <w:pPr>
      <w:ind w:left="720"/>
      <w:contextualSpacing/>
    </w:pPr>
    <w:rPr>
      <w:rFonts w:cs="Angsana New"/>
      <w:szCs w:val="22"/>
    </w:rPr>
  </w:style>
  <w:style w:type="paragraph" w:styleId="PlainText">
    <w:name w:val="Plain Text"/>
    <w:basedOn w:val="Normal"/>
    <w:link w:val="PlainTextChar"/>
    <w:uiPriority w:val="99"/>
    <w:rsid w:val="003915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91515"/>
    <w:rPr>
      <w:rFonts w:ascii="Consolas" w:hAnsi="Consolas" w:cs="Angsana New"/>
      <w:sz w:val="26"/>
      <w:szCs w:val="26"/>
    </w:rPr>
  </w:style>
  <w:style w:type="character" w:styleId="CommentReference">
    <w:name w:val="annotation reference"/>
    <w:basedOn w:val="DefaultParagraphFont"/>
    <w:uiPriority w:val="99"/>
    <w:rsid w:val="00730C9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30C99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30C99"/>
    <w:rPr>
      <w:rFonts w:ascii="Arial" w:hAnsi="Arial" w:cs="Angsana New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730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730C99"/>
    <w:rPr>
      <w:rFonts w:ascii="Arial" w:hAnsi="Arial" w:cs="Angsana New"/>
      <w:b/>
      <w:bCs/>
      <w:sz w:val="25"/>
      <w:szCs w:val="25"/>
    </w:rPr>
  </w:style>
  <w:style w:type="paragraph" w:styleId="Revision">
    <w:name w:val="Revision"/>
    <w:hidden/>
    <w:uiPriority w:val="99"/>
    <w:semiHidden/>
    <w:rsid w:val="00730C99"/>
    <w:rPr>
      <w:rFonts w:ascii="Arial" w:hAnsi="Arial" w:cs="Angsana New"/>
      <w:sz w:val="18"/>
      <w:szCs w:val="22"/>
    </w:rPr>
  </w:style>
  <w:style w:type="paragraph" w:customStyle="1" w:styleId="AccountingPolicy">
    <w:name w:val="Accounting Policy"/>
    <w:basedOn w:val="Normal"/>
    <w:link w:val="AccountingPolicyChar1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735005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Subhead3">
    <w:name w:val="Subhead 3"/>
    <w:basedOn w:val="Normal"/>
    <w:link w:val="Subhead3Char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735005"/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paragraph" w:customStyle="1" w:styleId="AccountingPolicyIndent">
    <w:name w:val="Accounting Policy Indent"/>
    <w:basedOn w:val="Normal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735005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735005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735005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735005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735005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735005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735005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735005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735005"/>
    <w:rPr>
      <w:rFonts w:ascii="Univers 45 Light" w:hAnsi="Univers 45 Light" w:cs="Angsana New"/>
      <w:color w:val="auto"/>
    </w:rPr>
  </w:style>
  <w:style w:type="character" w:styleId="Emphasis">
    <w:name w:val="Emphasis"/>
    <w:basedOn w:val="DefaultParagraphFont"/>
    <w:uiPriority w:val="20"/>
    <w:qFormat/>
    <w:rsid w:val="00735005"/>
    <w:rPr>
      <w:i/>
      <w:iCs/>
    </w:rPr>
  </w:style>
  <w:style w:type="character" w:customStyle="1" w:styleId="apple-converted-space">
    <w:name w:val="apple-converted-space"/>
    <w:basedOn w:val="DefaultParagraphFont"/>
    <w:rsid w:val="00A7579D"/>
  </w:style>
  <w:style w:type="table" w:styleId="Table3Deffects2">
    <w:name w:val="Table 3D effects 2"/>
    <w:basedOn w:val="TableNormal"/>
    <w:rsid w:val="008B6DD8"/>
    <w:pPr>
      <w:spacing w:line="260" w:lineRule="atLeast"/>
    </w:pPr>
    <w:rPr>
      <w:sz w:val="20"/>
      <w:szCs w:val="20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aliases w:val="fr"/>
    <w:basedOn w:val="DefaultParagraphFont"/>
    <w:semiHidden/>
    <w:unhideWhenUsed/>
    <w:rsid w:val="00772693"/>
    <w:rPr>
      <w:vertAlign w:val="superscript"/>
    </w:rPr>
  </w:style>
  <w:style w:type="table" w:styleId="GridTable1Light-Accent1">
    <w:name w:val="Grid Table 1 Light Accent 1"/>
    <w:basedOn w:val="TableNormal"/>
    <w:uiPriority w:val="46"/>
    <w:rsid w:val="003D2F72"/>
    <w:rPr>
      <w:rFonts w:ascii="Calibri" w:eastAsia="Calibri" w:hAnsi="Calibri" w:cs="Cordia New"/>
      <w:sz w:val="20"/>
      <w:szCs w:val="20"/>
      <w:lang w:val="en-GB" w:eastAsia="en-GB"/>
    </w:rPr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"/>
    <w:uiPriority w:val="1"/>
    <w:qFormat/>
    <w:rsid w:val="00573AC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rsid w:val="00573AC4"/>
    <w:rPr>
      <w:color w:val="0000FF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573AC4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0000D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0FB7"/>
    <w:rPr>
      <w:color w:val="800080" w:themeColor="followedHyperlink"/>
      <w:u w:val="single"/>
    </w:rPr>
  </w:style>
  <w:style w:type="paragraph" w:customStyle="1" w:styleId="Pa18">
    <w:name w:val="Pa18"/>
    <w:basedOn w:val="Normal"/>
    <w:next w:val="Normal"/>
    <w:uiPriority w:val="99"/>
    <w:rsid w:val="00DC4F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47">
    <w:name w:val="Pa47"/>
    <w:basedOn w:val="Normal"/>
    <w:next w:val="Normal"/>
    <w:uiPriority w:val="99"/>
    <w:rsid w:val="009642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character" w:customStyle="1" w:styleId="BodyText2Char1">
    <w:name w:val="Body Text 2 Char1"/>
    <w:basedOn w:val="DefaultParagraphFont"/>
    <w:rsid w:val="00C51D5C"/>
    <w:rPr>
      <w:rFonts w:ascii="Book Antiqua" w:eastAsia="Times New Roman" w:hAnsi="Book Antiqua" w:cs="Times New Roman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E33D1"/>
    <w:rPr>
      <w:rFonts w:ascii="Arial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F3229A"/>
    <w:rPr>
      <w:szCs w:val="20"/>
      <w:lang w:val="en-GB" w:bidi="ar-SA"/>
    </w:rPr>
  </w:style>
  <w:style w:type="character" w:customStyle="1" w:styleId="FooterChar1">
    <w:name w:val="Footer Char1"/>
    <w:basedOn w:val="DefaultParagraphFont"/>
    <w:uiPriority w:val="99"/>
    <w:rsid w:val="00D75A37"/>
    <w:rPr>
      <w:rFonts w:ascii="Arial" w:eastAsia="Times New Roman" w:hAnsi="Arial" w:cs="Times New Roman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2">
    <w:name w:val="Table Grid2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Ind w:w="0" w:type="nil"/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5">
    <w:name w:val="Table Grid5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Ind w:w="0" w:type="nil"/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paragraph" w:customStyle="1" w:styleId="a6">
    <w:name w:val="ข้อความ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cs="BrowalliaUPC"/>
      <w:sz w:val="30"/>
      <w:szCs w:val="30"/>
      <w:lang w:val="th-TH" w:eastAsia="th-TH"/>
    </w:rPr>
  </w:style>
  <w:style w:type="paragraph" w:customStyle="1" w:styleId="T1">
    <w:name w:val="ลงชือ T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cs="BrowalliaUPC"/>
      <w:sz w:val="30"/>
      <w:szCs w:val="30"/>
      <w:lang w:val="th-TH" w:eastAsia="th-TH"/>
    </w:rPr>
  </w:style>
  <w:style w:type="paragraph" w:customStyle="1" w:styleId="a7">
    <w:name w:val="บวก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 w:cs="Angsana New"/>
      <w:sz w:val="22"/>
      <w:szCs w:val="22"/>
      <w:lang w:val="th-TH" w:eastAsia="th-TH"/>
    </w:rPr>
  </w:style>
  <w:style w:type="paragraph" w:customStyle="1" w:styleId="E0">
    <w:name w:val="Å§ª×èÍ E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Angsana New"/>
      <w:sz w:val="22"/>
      <w:szCs w:val="22"/>
      <w:lang w:val="th-TH"/>
    </w:rPr>
  </w:style>
  <w:style w:type="paragraph" w:customStyle="1" w:styleId="Nomal">
    <w:name w:val="Nomal"/>
    <w:basedOn w:val="AccPolicyHeading"/>
    <w:rsid w:val="003B5D3F"/>
    <w:pPr>
      <w:tabs>
        <w:tab w:val="num" w:pos="540"/>
        <w:tab w:val="num" w:pos="720"/>
      </w:tabs>
      <w:spacing w:after="120"/>
      <w:ind w:left="720" w:right="0" w:hanging="720"/>
    </w:pPr>
    <w:rPr>
      <w:rFonts w:ascii="Times New Roman" w:hAnsi="Times New Roman" w:cs="Times New Roman"/>
      <w:b w:val="0"/>
      <w:i w:val="0"/>
      <w:iCs w:val="0"/>
      <w:sz w:val="22"/>
      <w:szCs w:val="22"/>
      <w:lang w:val="en-US" w:eastAsia="en-GB"/>
    </w:rPr>
  </w:style>
  <w:style w:type="paragraph" w:customStyle="1" w:styleId="10">
    <w:name w:val="10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Angsana New"/>
      <w:sz w:val="20"/>
      <w:szCs w:val="20"/>
      <w:lang w:val="th-TH"/>
    </w:rPr>
  </w:style>
  <w:style w:type="character" w:styleId="PlaceholderText">
    <w:name w:val="Placeholder Text"/>
    <w:basedOn w:val="DefaultParagraphFont"/>
    <w:uiPriority w:val="99"/>
    <w:semiHidden/>
    <w:rsid w:val="003B5D3F"/>
    <w:rPr>
      <w:color w:val="808080"/>
    </w:rPr>
  </w:style>
  <w:style w:type="character" w:customStyle="1" w:styleId="HeaderChar1">
    <w:name w:val="Header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Heading1Char1">
    <w:name w:val="Heading 1 Char1"/>
    <w:basedOn w:val="DefaultParagraphFont"/>
    <w:rsid w:val="003B5D3F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3B5D3F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3B5D3F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3B5D3F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FirstIndentChar1">
    <w:name w:val="Body Text First Indent Char1"/>
    <w:basedOn w:val="BodyTextChar1"/>
    <w:rsid w:val="003B5D3F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BodyText3Char1">
    <w:name w:val="Body Text 3 Char1"/>
    <w:basedOn w:val="DefaultParagraphFont"/>
    <w:rsid w:val="003B5D3F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3B5D3F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3B5D3F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3B5D3F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3B5D3F"/>
  </w:style>
  <w:style w:type="character" w:customStyle="1" w:styleId="st1">
    <w:name w:val="st1"/>
    <w:basedOn w:val="DefaultParagraphFont"/>
    <w:rsid w:val="003B5D3F"/>
  </w:style>
  <w:style w:type="character" w:customStyle="1" w:styleId="alt-edited1">
    <w:name w:val="alt-edited1"/>
    <w:basedOn w:val="DefaultParagraphFont"/>
    <w:rsid w:val="003B5D3F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3B5D3F"/>
    <w:rPr>
      <w:rFonts w:ascii="Calibri" w:eastAsia="Calibri" w:hAnsi="Calibri" w:cs="Cordia New"/>
      <w:sz w:val="20"/>
      <w:szCs w:val="20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3">
    <w:name w:val="Pa3"/>
    <w:basedOn w:val="Normal"/>
    <w:next w:val="Normal"/>
    <w:uiPriority w:val="99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5D3F"/>
    <w:rPr>
      <w:color w:val="605E5C"/>
      <w:shd w:val="clear" w:color="auto" w:fill="E1DFDD"/>
    </w:rPr>
  </w:style>
  <w:style w:type="paragraph" w:customStyle="1" w:styleId="Pa38">
    <w:name w:val="Pa38"/>
    <w:basedOn w:val="Normal"/>
    <w:next w:val="Normal"/>
    <w:uiPriority w:val="99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2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2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76163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076162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76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8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Props1.xml><?xml version="1.0" encoding="utf-8"?>
<ds:datastoreItem xmlns:ds="http://schemas.openxmlformats.org/officeDocument/2006/customXml" ds:itemID="{5448FE06-A158-412A-B7E2-1C61BD7225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D17846-5035-4CB7-8330-A0E564AFD3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122175-384A-4CA3-B28C-7E8045131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219049-8328-4164-A0C9-FB6439138238}">
  <ds:schemaRefs>
    <ds:schemaRef ds:uri="http://schemas.microsoft.com/office/2006/documentManagement/types"/>
    <ds:schemaRef ds:uri="f6ba49b0-bcda-4796-8236-5b5cc1493ace"/>
    <ds:schemaRef ds:uri="http://purl.org/dc/elements/1.1/"/>
    <ds:schemaRef ds:uri="http://purl.org/dc/terms/"/>
    <ds:schemaRef ds:uri="05716746-add9-412a-97a9-1b5167d151a3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4243d5be-521d-4052-81ca-f0f31ea6f2da"/>
    <ds:schemaRef ds:uri="http://schemas.microsoft.com/sharepoint/v3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7</TotalTime>
  <Pages>14</Pages>
  <Words>2645</Words>
  <Characters>11815</Characters>
  <Application>Microsoft Office Word</Application>
  <DocSecurity>0</DocSecurity>
  <Lines>98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Quater 1 listed - Word</vt:lpstr>
    </vt:vector>
  </TitlesOfParts>
  <Company>KPMG</Company>
  <LinksUpToDate>false</LinksUpToDate>
  <CharactersWithSpaces>14432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Quater 1 listed - Word</dc:title>
  <dc:subject/>
  <dc:creator>tadsong_h22</dc:creator>
  <cp:keywords/>
  <dc:description/>
  <cp:lastModifiedBy>Kornsiri, Chongaksorn</cp:lastModifiedBy>
  <cp:revision>7</cp:revision>
  <cp:lastPrinted>2025-05-07T10:12:00Z</cp:lastPrinted>
  <dcterms:created xsi:type="dcterms:W3CDTF">2025-05-08T09:56:00Z</dcterms:created>
  <dcterms:modified xsi:type="dcterms:W3CDTF">2025-05-13T01:18:00Z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0">
    <vt:lpwstr>Thai</vt:lpwstr>
  </property>
  <property fmtid="{D5CDD505-2E9C-101B-9397-08002B2CF9AE}" pid="3" name="Categories0">
    <vt:lpwstr>Interim Financial Statements Template</vt:lpwstr>
  </property>
  <property fmtid="{D5CDD505-2E9C-101B-9397-08002B2CF9AE}" pid="4" name="ContentTypeId">
    <vt:lpwstr>0x010100FC3C573FF70E394A86433F5E112C33AA</vt:lpwstr>
  </property>
</Properties>
</file>