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E4D60" w14:textId="62B12CCB" w:rsidR="00804175" w:rsidRPr="00C05013" w:rsidRDefault="00804175" w:rsidP="009777AF">
      <w:pPr>
        <w:pStyle w:val="IndexHeading1"/>
        <w:spacing w:after="0" w:line="240" w:lineRule="auto"/>
        <w:ind w:left="1080" w:hanging="1080"/>
        <w:outlineLvl w:val="0"/>
        <w:rPr>
          <w:rFonts w:ascii="Angsana New" w:hAnsi="Angsana New" w:cs="Angsana New"/>
          <w:b w:val="0"/>
          <w:bCs/>
          <w:sz w:val="28"/>
          <w:szCs w:val="28"/>
          <w:lang w:val="en-US" w:bidi="th-TH"/>
        </w:rPr>
      </w:pPr>
      <w:r w:rsidRPr="00C05013">
        <w:rPr>
          <w:rFonts w:ascii="Angsana New" w:hAnsi="Angsana New" w:cs="Angsana New"/>
          <w:b w:val="0"/>
          <w:bCs/>
          <w:sz w:val="28"/>
          <w:szCs w:val="28"/>
          <w:cs/>
          <w:lang w:bidi="th-TH"/>
        </w:rPr>
        <w:t>หมายเหตุ</w:t>
      </w:r>
      <w:r w:rsidRPr="00C05013">
        <w:rPr>
          <w:rFonts w:ascii="Angsana New" w:hAnsi="Angsana New" w:cs="Angsana New"/>
          <w:b w:val="0"/>
          <w:bCs/>
          <w:sz w:val="28"/>
          <w:szCs w:val="28"/>
        </w:rPr>
        <w:tab/>
      </w:r>
      <w:r w:rsidRPr="00C05013">
        <w:rPr>
          <w:rFonts w:ascii="Angsana New" w:hAnsi="Angsana New" w:cs="Angsana New"/>
          <w:b w:val="0"/>
          <w:bCs/>
          <w:sz w:val="28"/>
          <w:szCs w:val="28"/>
          <w:cs/>
          <w:lang w:bidi="th-TH"/>
        </w:rPr>
        <w:t>สารบัญ</w:t>
      </w:r>
      <w:r w:rsidR="000838C3" w:rsidRPr="00C05013">
        <w:rPr>
          <w:rFonts w:ascii="Angsana New" w:hAnsi="Angsana New" w:cs="Angsana New" w:hint="cs"/>
          <w:b w:val="0"/>
          <w:bCs/>
          <w:sz w:val="28"/>
          <w:szCs w:val="28"/>
          <w:cs/>
          <w:lang w:bidi="th-TH"/>
        </w:rPr>
        <w:t xml:space="preserve"> </w:t>
      </w:r>
    </w:p>
    <w:p w14:paraId="182B45F8" w14:textId="77777777" w:rsidR="00081F88" w:rsidRPr="00C05013" w:rsidRDefault="00081F88" w:rsidP="0029720A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="Angsana New" w:hAnsi="Angsana New" w:cs="Angsana New"/>
          <w:sz w:val="28"/>
          <w:szCs w:val="28"/>
          <w:cs/>
          <w:lang w:val="en-US"/>
        </w:rPr>
      </w:pPr>
    </w:p>
    <w:p w14:paraId="4CE56EB3" w14:textId="7AC319C3" w:rsidR="00C12064" w:rsidRDefault="00C12064" w:rsidP="00C12064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  <w:lang w:bidi="th-TH"/>
        </w:rPr>
        <w:t>เกณฑ์การจัดทำงบการเงินระหว่างกาล</w:t>
      </w:r>
    </w:p>
    <w:p w14:paraId="4BEB5B7B" w14:textId="2639DB78" w:rsidR="00BD1762" w:rsidRPr="00C05013" w:rsidRDefault="00BD1762" w:rsidP="00C12064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</w:rPr>
      </w:pPr>
      <w:r>
        <w:rPr>
          <w:rFonts w:ascii="Angsana New" w:hAnsi="Angsana New" w:cs="Angsana New" w:hint="cs"/>
          <w:sz w:val="28"/>
          <w:szCs w:val="28"/>
          <w:cs/>
          <w:lang w:bidi="th-TH"/>
        </w:rPr>
        <w:t>ผลกระทบจากเหตุการณ์อัคคีภัย</w:t>
      </w:r>
    </w:p>
    <w:p w14:paraId="03B64113" w14:textId="77777777" w:rsidR="00804175" w:rsidRPr="00C05013" w:rsidRDefault="00804175" w:rsidP="009777AF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  <w:lang w:bidi="th-TH"/>
        </w:rPr>
      </w:pPr>
      <w:r w:rsidRPr="00C05013">
        <w:rPr>
          <w:rFonts w:ascii="Angsana New" w:hAnsi="Angsana New" w:cs="Angsana New"/>
          <w:sz w:val="28"/>
          <w:szCs w:val="28"/>
          <w:cs/>
          <w:lang w:bidi="th-TH"/>
        </w:rPr>
        <w:t>บุคคลหรือกิจการที่เกี่ยวข้องกัน</w:t>
      </w:r>
    </w:p>
    <w:p w14:paraId="3A139E13" w14:textId="76E6BCA9" w:rsidR="00804175" w:rsidRDefault="00804175" w:rsidP="009777AF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  <w:lang w:bidi="th-TH"/>
        </w:rPr>
        <w:t>ที่ดิน อาคารและอุปกรณ์</w:t>
      </w:r>
    </w:p>
    <w:p w14:paraId="0CE092DD" w14:textId="01D9C2F2" w:rsidR="00DA7800" w:rsidRPr="00C05013" w:rsidRDefault="00DA7800" w:rsidP="009777AF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</w:rPr>
      </w:pPr>
      <w:r>
        <w:rPr>
          <w:rFonts w:ascii="Angsana New" w:hAnsi="Angsana New" w:cs="Angsana New" w:hint="cs"/>
          <w:sz w:val="28"/>
          <w:szCs w:val="28"/>
          <w:cs/>
          <w:lang w:bidi="th-TH"/>
        </w:rPr>
        <w:t>ทุนเรือนหุ้น</w:t>
      </w:r>
    </w:p>
    <w:p w14:paraId="7978EFC1" w14:textId="0E6625F9" w:rsidR="00804175" w:rsidRDefault="00F82A3D" w:rsidP="009777AF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  <w:lang w:bidi="th-TH"/>
        </w:rPr>
      </w:pPr>
      <w:r w:rsidRPr="00C05013">
        <w:rPr>
          <w:rFonts w:ascii="Angsana New" w:hAnsi="Angsana New" w:cs="Angsana New"/>
          <w:sz w:val="28"/>
          <w:szCs w:val="28"/>
          <w:cs/>
          <w:lang w:bidi="th-TH"/>
        </w:rPr>
        <w:t>ส่วนงานดำเนินงาน</w:t>
      </w:r>
      <w:r w:rsidR="00F85C2F" w:rsidRPr="00C05013">
        <w:rPr>
          <w:rFonts w:ascii="Angsana New" w:hAnsi="Angsana New" w:cs="Angsana New"/>
          <w:sz w:val="28"/>
          <w:szCs w:val="28"/>
          <w:cs/>
          <w:lang w:bidi="th-TH"/>
        </w:rPr>
        <w:t>และการจำแนกรายได้</w:t>
      </w:r>
    </w:p>
    <w:p w14:paraId="4C795087" w14:textId="18CF54E2" w:rsidR="00594258" w:rsidRDefault="00C06690" w:rsidP="009435D0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  <w:lang w:bidi="th-TH"/>
        </w:rPr>
      </w:pPr>
      <w:r>
        <w:rPr>
          <w:rFonts w:ascii="Angsana New" w:hAnsi="Angsana New" w:cs="Angsana New" w:hint="cs"/>
          <w:sz w:val="28"/>
          <w:szCs w:val="28"/>
          <w:cs/>
          <w:lang w:bidi="th-TH"/>
        </w:rPr>
        <w:t>กำไรต่อหุ้น</w:t>
      </w:r>
    </w:p>
    <w:p w14:paraId="13450E22" w14:textId="4D7D28D3" w:rsidR="00E91CCA" w:rsidRDefault="00E91CCA" w:rsidP="009435D0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  <w:lang w:bidi="th-TH"/>
        </w:rPr>
      </w:pPr>
      <w:r>
        <w:rPr>
          <w:rFonts w:ascii="Angsana New" w:hAnsi="Angsana New" w:cs="Angsana New" w:hint="cs"/>
          <w:sz w:val="28"/>
          <w:szCs w:val="28"/>
          <w:cs/>
          <w:lang w:bidi="th-TH"/>
        </w:rPr>
        <w:t>เงินปันผล</w:t>
      </w:r>
    </w:p>
    <w:p w14:paraId="2EA3FFF0" w14:textId="1F9FBDBD" w:rsidR="0096673C" w:rsidRPr="00C05013" w:rsidRDefault="00202B12" w:rsidP="009777AF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  <w:lang w:bidi="th-TH"/>
        </w:rPr>
        <w:t>เครื่องมือทางการเงิน</w:t>
      </w:r>
    </w:p>
    <w:p w14:paraId="51808DE5" w14:textId="77777777" w:rsidR="00A62553" w:rsidRDefault="00804175" w:rsidP="00A62553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2E0A4D5D" w14:textId="77777777" w:rsidR="008A7468" w:rsidRPr="00A62553" w:rsidRDefault="008A7468" w:rsidP="008A7468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</w:rPr>
      </w:pPr>
      <w:r>
        <w:rPr>
          <w:rFonts w:ascii="Angsana New" w:hAnsi="Angsana New" w:cs="Angsana New" w:hint="cs"/>
          <w:sz w:val="28"/>
          <w:szCs w:val="28"/>
          <w:cs/>
          <w:lang w:bidi="th-TH"/>
        </w:rPr>
        <w:t>การจัดประเภทรายการใหม่</w:t>
      </w:r>
    </w:p>
    <w:p w14:paraId="5D056A65" w14:textId="77777777" w:rsidR="008A7468" w:rsidRPr="00D01F8B" w:rsidRDefault="008A7468" w:rsidP="008A7468">
      <w:pPr>
        <w:pStyle w:val="index"/>
        <w:tabs>
          <w:tab w:val="clear" w:pos="1134"/>
        </w:tabs>
        <w:spacing w:after="0" w:line="240" w:lineRule="auto"/>
        <w:ind w:left="1080" w:firstLine="0"/>
        <w:outlineLvl w:val="0"/>
        <w:rPr>
          <w:rFonts w:ascii="Angsana New" w:hAnsi="Angsana New" w:cs="Angsana New"/>
          <w:sz w:val="28"/>
          <w:szCs w:val="28"/>
          <w:cs/>
          <w:lang w:bidi="th-TH"/>
        </w:rPr>
      </w:pPr>
    </w:p>
    <w:p w14:paraId="3DB21F92" w14:textId="77777777" w:rsidR="004A330D" w:rsidRPr="00C05013" w:rsidRDefault="004A330D" w:rsidP="00EF3540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="Angsana New" w:hAnsi="Angsana New" w:cs="Angsana New"/>
          <w:sz w:val="28"/>
          <w:szCs w:val="28"/>
          <w:lang w:val="en-US"/>
        </w:rPr>
      </w:pPr>
    </w:p>
    <w:p w14:paraId="6DF2516A" w14:textId="5E8C0BEB" w:rsidR="004A330D" w:rsidRPr="00C05013" w:rsidRDefault="004A330D" w:rsidP="00EF3540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="Angsana New" w:hAnsi="Angsana New" w:cs="Angsana New"/>
          <w:sz w:val="28"/>
          <w:szCs w:val="28"/>
          <w:cs/>
          <w:lang w:val="en-US"/>
        </w:rPr>
        <w:sectPr w:rsidR="004A330D" w:rsidRPr="00C05013" w:rsidSect="0083125B">
          <w:headerReference w:type="default" r:id="rId11"/>
          <w:footerReference w:type="default" r:id="rId12"/>
          <w:pgSz w:w="11909" w:h="16834" w:code="9"/>
          <w:pgMar w:top="691" w:right="1152" w:bottom="576" w:left="1152" w:header="720" w:footer="720" w:gutter="0"/>
          <w:pgNumType w:start="13"/>
          <w:cols w:space="720"/>
          <w:docGrid w:linePitch="360"/>
        </w:sectPr>
      </w:pPr>
    </w:p>
    <w:p w14:paraId="265FCFF9" w14:textId="45571585" w:rsidR="00804175" w:rsidRPr="00C05013" w:rsidRDefault="00804175" w:rsidP="006B54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</w:rPr>
        <w:lastRenderedPageBreak/>
        <w:t>หมายเหตุประกอบ</w:t>
      </w:r>
      <w:r w:rsidR="00D25073" w:rsidRPr="00C05013">
        <w:rPr>
          <w:rFonts w:ascii="Angsana New" w:hAnsi="Angsana New" w:cs="Angsana New"/>
          <w:sz w:val="28"/>
          <w:szCs w:val="28"/>
          <w:cs/>
        </w:rPr>
        <w:t>งบ</w:t>
      </w:r>
      <w:r w:rsidRPr="00C05013">
        <w:rPr>
          <w:rFonts w:ascii="Angsana New" w:hAnsi="Angsana New" w:cs="Angsana New"/>
          <w:sz w:val="28"/>
          <w:szCs w:val="28"/>
          <w:cs/>
        </w:rPr>
        <w:t>การเงินเป็นส่วนหนึ่งของ</w:t>
      </w:r>
      <w:r w:rsidR="00D25073" w:rsidRPr="00C05013">
        <w:rPr>
          <w:rFonts w:ascii="Angsana New" w:hAnsi="Angsana New" w:cs="Angsana New"/>
          <w:sz w:val="28"/>
          <w:szCs w:val="28"/>
          <w:cs/>
        </w:rPr>
        <w:t>งบ</w:t>
      </w:r>
      <w:r w:rsidRPr="00C05013">
        <w:rPr>
          <w:rFonts w:ascii="Angsana New" w:hAnsi="Angsana New" w:cs="Angsana New"/>
          <w:sz w:val="28"/>
          <w:szCs w:val="28"/>
          <w:cs/>
        </w:rPr>
        <w:t>การเงินระหว่างกาลนี้</w:t>
      </w:r>
    </w:p>
    <w:p w14:paraId="44BA37FB" w14:textId="77777777" w:rsidR="00804175" w:rsidRPr="00FB0B1E" w:rsidRDefault="00804175" w:rsidP="001F21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28"/>
          <w:szCs w:val="28"/>
        </w:rPr>
      </w:pPr>
    </w:p>
    <w:p w14:paraId="37027EB0" w14:textId="6BB0082F" w:rsidR="00804175" w:rsidRPr="00C05013" w:rsidRDefault="00D25073" w:rsidP="00373B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</w:rPr>
        <w:t>งบ</w:t>
      </w:r>
      <w:r w:rsidR="00804175" w:rsidRPr="00C05013">
        <w:rPr>
          <w:rFonts w:ascii="Angsana New" w:hAnsi="Angsana New" w:cs="Angsana New"/>
          <w:sz w:val="28"/>
          <w:szCs w:val="28"/>
          <w:cs/>
        </w:rPr>
        <w:t>การเงินระหว่างกาลนี้ได้รับอนุมัติให้ออก</w:t>
      </w:r>
      <w:r w:rsidRPr="00C05013">
        <w:rPr>
          <w:rFonts w:ascii="Angsana New" w:hAnsi="Angsana New" w:cs="Angsana New"/>
          <w:sz w:val="28"/>
          <w:szCs w:val="28"/>
          <w:cs/>
        </w:rPr>
        <w:t>งบ</w:t>
      </w:r>
      <w:r w:rsidR="00804175" w:rsidRPr="00C05013">
        <w:rPr>
          <w:rFonts w:ascii="Angsana New" w:hAnsi="Angsana New" w:cs="Angsana New"/>
          <w:sz w:val="28"/>
          <w:szCs w:val="28"/>
          <w:cs/>
        </w:rPr>
        <w:t>การเงินจากคณะกรรมการ</w:t>
      </w:r>
      <w:r w:rsidR="00C37FC0" w:rsidRPr="00C05013">
        <w:rPr>
          <w:rFonts w:ascii="Angsana New" w:hAnsi="Angsana New" w:cs="Angsana New" w:hint="cs"/>
          <w:sz w:val="28"/>
          <w:szCs w:val="28"/>
          <w:cs/>
        </w:rPr>
        <w:t>บริษัท</w:t>
      </w:r>
      <w:r w:rsidR="00804175" w:rsidRPr="00C05013">
        <w:rPr>
          <w:rFonts w:ascii="Angsana New" w:hAnsi="Angsana New" w:cs="Angsana New"/>
          <w:sz w:val="28"/>
          <w:szCs w:val="28"/>
          <w:cs/>
        </w:rPr>
        <w:t>เมื่อวันที่</w:t>
      </w:r>
      <w:r w:rsidR="000941AD">
        <w:rPr>
          <w:rFonts w:ascii="Angsana New" w:hAnsi="Angsana New" w:cs="Angsana New"/>
          <w:sz w:val="28"/>
          <w:szCs w:val="28"/>
        </w:rPr>
        <w:t xml:space="preserve"> 11</w:t>
      </w:r>
      <w:r w:rsidR="00341547">
        <w:rPr>
          <w:rFonts w:ascii="Angsana New" w:hAnsi="Angsana New" w:cs="Angsana New"/>
          <w:sz w:val="28"/>
          <w:szCs w:val="28"/>
        </w:rPr>
        <w:t xml:space="preserve"> </w:t>
      </w:r>
      <w:r w:rsidR="001B5516">
        <w:rPr>
          <w:rFonts w:ascii="Angsana New" w:hAnsi="Angsana New" w:cs="Angsana New" w:hint="cs"/>
          <w:sz w:val="28"/>
          <w:szCs w:val="28"/>
          <w:cs/>
        </w:rPr>
        <w:t xml:space="preserve">พฤศจิกายน </w:t>
      </w:r>
      <w:r w:rsidR="001B5516">
        <w:rPr>
          <w:rFonts w:ascii="Angsana New" w:hAnsi="Angsana New" w:cs="Angsana New"/>
          <w:sz w:val="28"/>
          <w:szCs w:val="28"/>
        </w:rPr>
        <w:t>2568</w:t>
      </w:r>
    </w:p>
    <w:p w14:paraId="0DFE0418" w14:textId="7F0D69EB" w:rsidR="00C12064" w:rsidRPr="00E73BA9" w:rsidRDefault="00C12064" w:rsidP="00C12064">
      <w:pPr>
        <w:rPr>
          <w:rFonts w:ascii="Angsana New" w:hAnsi="Angsana New" w:cs="Angsana New"/>
          <w:sz w:val="28"/>
          <w:szCs w:val="28"/>
        </w:rPr>
      </w:pPr>
    </w:p>
    <w:p w14:paraId="438AD20E" w14:textId="0A5C1DCC" w:rsidR="00C12064" w:rsidRPr="00C05013" w:rsidRDefault="00C12064" w:rsidP="00C12064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  <w:u w:val="none"/>
          <w:cs/>
          <w:lang w:val="th-TH"/>
        </w:rPr>
      </w:pPr>
      <w:r w:rsidRPr="00C05013">
        <w:rPr>
          <w:rFonts w:ascii="Angsana New" w:hAnsi="Angsana New" w:cs="Angsana New"/>
          <w:sz w:val="30"/>
          <w:szCs w:val="30"/>
          <w:u w:val="none"/>
          <w:cs/>
          <w:lang w:val="th-TH"/>
        </w:rPr>
        <w:t xml:space="preserve">เกณฑ์การจัดทำงบการเงินระหว่างกาล </w:t>
      </w:r>
    </w:p>
    <w:p w14:paraId="62009F4A" w14:textId="77777777" w:rsidR="00C11916" w:rsidRPr="00FB0B1E" w:rsidRDefault="00C11916" w:rsidP="006B54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28"/>
          <w:szCs w:val="28"/>
        </w:rPr>
      </w:pPr>
    </w:p>
    <w:p w14:paraId="50A13E7E" w14:textId="5E31D6F1" w:rsidR="00A47FCA" w:rsidRPr="00C05013" w:rsidRDefault="00A47FCA" w:rsidP="00A47F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</w:rPr>
      </w:pPr>
      <w:bookmarkStart w:id="0" w:name="_Hlk66464858"/>
      <w:r w:rsidRPr="00C05013">
        <w:rPr>
          <w:rFonts w:ascii="Angsana New" w:hAnsi="Angsana New" w:cs="Angsana New"/>
          <w:sz w:val="28"/>
          <w:szCs w:val="28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C42DDF" w:rsidRPr="00C42DDF">
        <w:rPr>
          <w:rFonts w:ascii="Angsana New" w:hAnsi="Angsana New" w:cs="Angsana New"/>
          <w:sz w:val="28"/>
          <w:szCs w:val="28"/>
        </w:rPr>
        <w:t>34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 xml:space="preserve">เรื่อง </w:t>
      </w:r>
      <w:r w:rsidRPr="00C05013">
        <w:rPr>
          <w:rFonts w:ascii="Angsana New" w:hAnsi="Angsana New" w:cs="Angsana New"/>
          <w:sz w:val="28"/>
          <w:szCs w:val="28"/>
        </w:rPr>
        <w:br/>
      </w:r>
      <w:r w:rsidRPr="00C05013">
        <w:rPr>
          <w:rFonts w:ascii="Angsana New" w:hAnsi="Angsana New" w:cs="Angsana New"/>
          <w:i/>
          <w:iCs/>
          <w:sz w:val="28"/>
          <w:szCs w:val="28"/>
          <w:cs/>
        </w:rPr>
        <w:t>การรายงานทางการเงินระหว่างกาล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bookmarkEnd w:id="0"/>
      <w:r w:rsidRPr="00C05013">
        <w:rPr>
          <w:rFonts w:ascii="Angsana New" w:hAnsi="Angsana New" w:cs="Angsana New"/>
          <w:sz w:val="28"/>
          <w:szCs w:val="28"/>
          <w:cs/>
        </w:rPr>
        <w:t>รวมถึงแนวปฏิบัติทางการบัญชีที่ประกาศใช้โดยสภาวิชาชีพบัญชีฯ</w:t>
      </w:r>
      <w:r w:rsidR="00AC7A6E">
        <w:rPr>
          <w:rFonts w:ascii="Angsana New" w:hAnsi="Angsana New" w:cs="Angsana New" w:hint="cs"/>
          <w:color w:val="FF0000"/>
          <w:sz w:val="28"/>
          <w:szCs w:val="28"/>
          <w:cs/>
        </w:rPr>
        <w:t xml:space="preserve"> </w:t>
      </w:r>
      <w:r w:rsidR="00AC7A6E" w:rsidRPr="00AC7A6E">
        <w:rPr>
          <w:rFonts w:ascii="Angsana New" w:hAnsi="Angsana New" w:cs="Angsana New" w:hint="cs"/>
          <w:sz w:val="28"/>
          <w:szCs w:val="28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="00AC7A6E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AC7A6E">
        <w:rPr>
          <w:rFonts w:ascii="Angsana New" w:hAnsi="Angsana New" w:cs="Angsana New"/>
          <w:sz w:val="28"/>
          <w:szCs w:val="28"/>
          <w:cs/>
        </w:rPr>
        <w:t>โดยงบการเงินระหว่างกาลนี้เน้นการ</w:t>
      </w:r>
      <w:r w:rsidRPr="00C05013">
        <w:rPr>
          <w:rFonts w:ascii="Angsana New" w:hAnsi="Angsana New" w:cs="Angsana New"/>
          <w:sz w:val="28"/>
          <w:szCs w:val="28"/>
          <w:cs/>
        </w:rPr>
        <w:t>ให้ข้อมูลที่เกี่ยวกับกิจกรรม เหตุการณ์และสถานการณ์ใหม่</w:t>
      </w:r>
      <w:r w:rsidR="00FE0D99" w:rsidRPr="00C05013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>ๆ เพื่อไม่ให้ซ้ำซ้อนกับข้อมูลที่ได้นำเสนอไปแล้วในงบการเงินประจำปี</w:t>
      </w:r>
      <w:r w:rsidRPr="00C05013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>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="001648F8">
        <w:rPr>
          <w:rFonts w:ascii="Angsana New" w:hAnsi="Angsana New" w:cs="Angsana New"/>
          <w:sz w:val="28"/>
          <w:szCs w:val="28"/>
        </w:rPr>
        <w:br/>
      </w:r>
      <w:r w:rsidR="00C42DDF" w:rsidRPr="00C42DDF">
        <w:rPr>
          <w:rFonts w:ascii="Angsana New" w:hAnsi="Angsana New" w:cs="Angsana New"/>
          <w:sz w:val="28"/>
          <w:szCs w:val="28"/>
        </w:rPr>
        <w:t>31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>ธันวาคม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="00C42DDF" w:rsidRPr="00C42DDF">
        <w:rPr>
          <w:rFonts w:ascii="Angsana New" w:hAnsi="Angsana New" w:cs="Angsana New"/>
          <w:sz w:val="28"/>
          <w:szCs w:val="28"/>
        </w:rPr>
        <w:t>256</w:t>
      </w:r>
      <w:r w:rsidR="00A457CB">
        <w:rPr>
          <w:rFonts w:ascii="Angsana New" w:hAnsi="Angsana New" w:cs="Angsana New"/>
          <w:sz w:val="28"/>
          <w:szCs w:val="28"/>
        </w:rPr>
        <w:t>7</w:t>
      </w:r>
    </w:p>
    <w:p w14:paraId="4FB86C63" w14:textId="77777777" w:rsidR="00A47FCA" w:rsidRPr="00FB0B1E" w:rsidRDefault="00A47FCA" w:rsidP="00A47F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28"/>
          <w:szCs w:val="28"/>
        </w:rPr>
      </w:pPr>
    </w:p>
    <w:p w14:paraId="1739B1B5" w14:textId="22323BAF" w:rsidR="00804175" w:rsidRPr="00C05013" w:rsidRDefault="008C27AE" w:rsidP="009777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</w:t>
      </w:r>
      <w:r w:rsidRPr="00C05013">
        <w:rPr>
          <w:rFonts w:ascii="Angsana New" w:hAnsi="Angsana New" w:cs="Angsana New" w:hint="cs"/>
          <w:sz w:val="28"/>
          <w:szCs w:val="28"/>
          <w:cs/>
        </w:rPr>
        <w:t>ที่</w:t>
      </w:r>
      <w:r w:rsidRPr="00C05013">
        <w:rPr>
          <w:rFonts w:ascii="Angsana New" w:hAnsi="Angsana New" w:cs="Angsana New"/>
          <w:sz w:val="28"/>
          <w:szCs w:val="28"/>
          <w:cs/>
        </w:rPr>
        <w:t>อาจมีความไม่แน่นอนนั้นไม่แตกต่างจากที่ได้อธิบาย</w:t>
      </w:r>
      <w:r w:rsidRPr="00C05013">
        <w:rPr>
          <w:rFonts w:ascii="Angsana New" w:hAnsi="Angsana New" w:cs="Angsana New" w:hint="cs"/>
          <w:sz w:val="28"/>
          <w:szCs w:val="28"/>
          <w:cs/>
        </w:rPr>
        <w:t>ไว้</w:t>
      </w:r>
      <w:r w:rsidRPr="00C05013">
        <w:rPr>
          <w:rFonts w:ascii="Angsana New" w:hAnsi="Angsana New" w:cs="Angsana New"/>
          <w:sz w:val="28"/>
          <w:szCs w:val="28"/>
          <w:cs/>
        </w:rPr>
        <w:t xml:space="preserve">ในงบการเงินสำหรับปีสิ้นสุดวันที่ </w:t>
      </w:r>
      <w:r w:rsidR="00C42DDF" w:rsidRPr="00C42DDF">
        <w:rPr>
          <w:rFonts w:ascii="Angsana New" w:hAnsi="Angsana New" w:cs="Angsana New"/>
          <w:sz w:val="28"/>
          <w:szCs w:val="28"/>
        </w:rPr>
        <w:t>31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 xml:space="preserve">ธันวาคม </w:t>
      </w:r>
      <w:r w:rsidR="00C42DDF" w:rsidRPr="00C42DDF">
        <w:rPr>
          <w:rFonts w:ascii="Angsana New" w:hAnsi="Angsana New" w:cs="Angsana New"/>
          <w:sz w:val="28"/>
          <w:szCs w:val="28"/>
        </w:rPr>
        <w:t>256</w:t>
      </w:r>
      <w:r w:rsidR="00A457CB">
        <w:rPr>
          <w:rFonts w:ascii="Angsana New" w:hAnsi="Angsana New" w:cs="Angsana New"/>
          <w:sz w:val="28"/>
          <w:szCs w:val="28"/>
        </w:rPr>
        <w:t>7</w:t>
      </w:r>
    </w:p>
    <w:p w14:paraId="43D77DDD" w14:textId="77777777" w:rsidR="008C27AE" w:rsidRPr="00FB0B1E" w:rsidRDefault="008C27AE" w:rsidP="008C27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28"/>
          <w:szCs w:val="28"/>
        </w:rPr>
      </w:pPr>
    </w:p>
    <w:p w14:paraId="30962F4E" w14:textId="492AFA39" w:rsidR="00BD1762" w:rsidRDefault="00BD1762" w:rsidP="00BD1762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color w:val="000000" w:themeColor="text1"/>
          <w:sz w:val="30"/>
          <w:szCs w:val="30"/>
          <w:u w:val="none"/>
        </w:rPr>
      </w:pPr>
      <w:r w:rsidRPr="00BD1762">
        <w:rPr>
          <w:rFonts w:ascii="Angsana New" w:hAnsi="Angsana New" w:cs="Angsana New" w:hint="cs"/>
          <w:color w:val="000000" w:themeColor="text1"/>
          <w:sz w:val="30"/>
          <w:szCs w:val="30"/>
          <w:u w:val="none"/>
          <w:cs/>
        </w:rPr>
        <w:t>ผลกระทบ</w:t>
      </w:r>
      <w:r>
        <w:rPr>
          <w:rFonts w:ascii="Angsana New" w:hAnsi="Angsana New" w:cs="Angsana New" w:hint="cs"/>
          <w:color w:val="000000" w:themeColor="text1"/>
          <w:sz w:val="30"/>
          <w:szCs w:val="30"/>
          <w:u w:val="none"/>
          <w:cs/>
        </w:rPr>
        <w:t>จากเหตุการณ์อัคคีภัย</w:t>
      </w:r>
    </w:p>
    <w:p w14:paraId="2D4D5139" w14:textId="77777777" w:rsidR="00BD1762" w:rsidRPr="00BD1762" w:rsidRDefault="00BD1762" w:rsidP="00BD1762">
      <w:pPr>
        <w:rPr>
          <w:rFonts w:cstheme="minorBidi"/>
        </w:rPr>
      </w:pPr>
    </w:p>
    <w:p w14:paraId="72B44EBA" w14:textId="65CD79DC" w:rsidR="003B77F9" w:rsidRDefault="003B77F9" w:rsidP="007C34BE">
      <w:pPr>
        <w:pStyle w:val="index"/>
        <w:tabs>
          <w:tab w:val="clear" w:pos="1134"/>
        </w:tabs>
        <w:spacing w:after="0" w:line="240" w:lineRule="atLeast"/>
        <w:ind w:left="518" w:firstLine="0"/>
        <w:jc w:val="thaiDistribute"/>
        <w:rPr>
          <w:rFonts w:asciiTheme="majorBidi" w:hAnsiTheme="majorBidi" w:cs="Angsana New"/>
          <w:sz w:val="28"/>
          <w:szCs w:val="28"/>
          <w:lang w:val="en-US" w:bidi="th-TH"/>
        </w:rPr>
      </w:pPr>
      <w:r w:rsidRPr="008003C1">
        <w:rPr>
          <w:rFonts w:asciiTheme="majorBidi" w:hAnsiTheme="majorBidi" w:cs="Angsana New"/>
          <w:sz w:val="28"/>
          <w:szCs w:val="28"/>
          <w:cs/>
          <w:lang w:val="en-US" w:bidi="th-TH"/>
        </w:rPr>
        <w:t>เมื่อวันที่</w:t>
      </w:r>
      <w:r w:rsidRPr="008003C1">
        <w:rPr>
          <w:rFonts w:asciiTheme="majorBidi" w:hAnsiTheme="majorBidi" w:cs="Angsana New"/>
          <w:sz w:val="28"/>
          <w:szCs w:val="28"/>
          <w:lang w:val="en-US" w:bidi="th-TH"/>
        </w:rPr>
        <w:t xml:space="preserve"> 1 </w:t>
      </w:r>
      <w:r w:rsidRPr="008003C1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พฤษภาคม</w:t>
      </w:r>
      <w:r w:rsidRPr="008003C1">
        <w:rPr>
          <w:rFonts w:asciiTheme="majorBidi" w:hAnsiTheme="majorBidi" w:cs="Angsana New"/>
          <w:sz w:val="28"/>
          <w:szCs w:val="28"/>
          <w:lang w:val="en-US" w:bidi="th-TH"/>
        </w:rPr>
        <w:t xml:space="preserve"> 2568 </w:t>
      </w:r>
      <w:r w:rsidRPr="008003C1">
        <w:rPr>
          <w:rFonts w:asciiTheme="majorBidi" w:hAnsiTheme="majorBidi" w:cs="Angsana New"/>
          <w:sz w:val="28"/>
          <w:szCs w:val="28"/>
          <w:cs/>
          <w:lang w:val="en-US" w:bidi="th-TH"/>
        </w:rPr>
        <w:t>ได้เกิดเหตุการณ์เพลิงไหม้ในพื้นที่บางส่วนของ</w:t>
      </w:r>
      <w:r w:rsidRPr="008003C1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ห้องปฏิบัติการ</w:t>
      </w:r>
      <w:r w:rsidRPr="008003C1">
        <w:rPr>
          <w:rFonts w:asciiTheme="majorBidi" w:hAnsiTheme="majorBidi" w:cs="Angsana New"/>
          <w:sz w:val="28"/>
          <w:szCs w:val="28"/>
          <w:cs/>
          <w:lang w:val="en-US" w:bidi="th-TH"/>
        </w:rPr>
        <w:t>ของ</w:t>
      </w:r>
      <w:r w:rsidRPr="008003C1">
        <w:rPr>
          <w:rFonts w:asciiTheme="majorBidi" w:hAnsiTheme="majorBidi" w:cs="Angsana New" w:hint="cs"/>
          <w:sz w:val="28"/>
          <w:szCs w:val="28"/>
          <w:cs/>
          <w:lang w:val="en-US" w:bidi="th-TH"/>
        </w:rPr>
        <w:t xml:space="preserve">กลุ่มบริษัท </w:t>
      </w:r>
      <w:r w:rsidRPr="008003C1">
        <w:rPr>
          <w:rFonts w:asciiTheme="majorBidi" w:hAnsiTheme="majorBidi" w:cs="Angsana New"/>
          <w:sz w:val="28"/>
          <w:szCs w:val="28"/>
          <w:cs/>
          <w:lang w:val="en-US" w:bidi="th-TH"/>
        </w:rPr>
        <w:t>ซึ่งตั้งอยู่ที่</w:t>
      </w:r>
      <w:r w:rsidRPr="008003C1">
        <w:rPr>
          <w:rFonts w:asciiTheme="majorBidi" w:hAnsiTheme="majorBidi" w:cs="Angsana New"/>
          <w:sz w:val="28"/>
          <w:szCs w:val="28"/>
          <w:cs/>
          <w:lang w:val="en-US" w:bidi="th-TH"/>
        </w:rPr>
        <w:br/>
        <w:t>เขต</w:t>
      </w:r>
      <w:r w:rsidRPr="008003C1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บางขุนเทียน</w:t>
      </w:r>
      <w:r w:rsidRPr="008003C1">
        <w:rPr>
          <w:rFonts w:asciiTheme="majorBidi" w:hAnsiTheme="majorBidi" w:cs="Angsana New"/>
          <w:sz w:val="28"/>
          <w:szCs w:val="28"/>
          <w:cs/>
          <w:lang w:val="en-US" w:bidi="th-TH"/>
        </w:rPr>
        <w:t xml:space="preserve"> จังหวัดกรุงเทพมหานคร</w:t>
      </w:r>
      <w:r w:rsidRPr="008003C1">
        <w:rPr>
          <w:rFonts w:asciiTheme="majorBidi" w:hAnsiTheme="majorBidi" w:cs="Angsana New" w:hint="cs"/>
          <w:sz w:val="28"/>
          <w:szCs w:val="28"/>
          <w:cs/>
          <w:lang w:val="en-US" w:bidi="th-TH"/>
        </w:rPr>
        <w:t xml:space="preserve"> </w:t>
      </w:r>
      <w:r>
        <w:rPr>
          <w:rFonts w:asciiTheme="majorBidi" w:hAnsiTheme="majorBidi" w:cs="Angsana New" w:hint="cs"/>
          <w:sz w:val="28"/>
          <w:szCs w:val="28"/>
          <w:cs/>
          <w:lang w:val="en-US" w:bidi="th-TH"/>
        </w:rPr>
        <w:t>โดย</w:t>
      </w:r>
      <w:r w:rsidRPr="00022DC1">
        <w:rPr>
          <w:rFonts w:asciiTheme="majorBidi" w:hAnsiTheme="majorBidi" w:cs="Angsana New"/>
          <w:sz w:val="28"/>
          <w:szCs w:val="28"/>
          <w:cs/>
          <w:lang w:val="en-US" w:bidi="th-TH"/>
        </w:rPr>
        <w:t>กลุ่มบริษัท</w:t>
      </w:r>
      <w:r w:rsidRPr="00022DC1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ได้</w:t>
      </w:r>
      <w:r w:rsidRPr="00022DC1">
        <w:rPr>
          <w:rFonts w:asciiTheme="majorBidi" w:hAnsiTheme="majorBidi" w:cs="Angsana New"/>
          <w:sz w:val="28"/>
          <w:szCs w:val="28"/>
          <w:cs/>
          <w:lang w:val="en-US" w:bidi="th-TH"/>
        </w:rPr>
        <w:t>มีการทำประกันภัยทรัพย์สินที่ครอบคลุมความเสียหายต่อโรงงานและทรัพย์สินที่เกี่ยวข้อง</w:t>
      </w:r>
      <w:r w:rsidRPr="00022DC1">
        <w:rPr>
          <w:rFonts w:asciiTheme="majorBidi" w:hAnsiTheme="majorBidi" w:cs="Angsana New"/>
          <w:sz w:val="28"/>
          <w:szCs w:val="28"/>
          <w:lang w:val="en-US" w:bidi="th-TH"/>
        </w:rPr>
        <w:t xml:space="preserve"> </w:t>
      </w:r>
      <w:r w:rsidRPr="00022DC1">
        <w:rPr>
          <w:rFonts w:asciiTheme="majorBidi" w:hAnsiTheme="majorBidi" w:cs="Angsana New"/>
          <w:sz w:val="28"/>
          <w:szCs w:val="28"/>
          <w:cs/>
          <w:lang w:val="en-US" w:bidi="th-TH"/>
        </w:rPr>
        <w:t>ภายหลังเหตุการณ์</w:t>
      </w:r>
      <w:r w:rsidR="00BB53EE" w:rsidRPr="00022DC1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ดังกล่าว</w:t>
      </w:r>
      <w:r w:rsidRPr="00022DC1">
        <w:rPr>
          <w:rFonts w:asciiTheme="majorBidi" w:hAnsiTheme="majorBidi" w:cs="Angsana New"/>
          <w:sz w:val="28"/>
          <w:szCs w:val="28"/>
          <w:cs/>
          <w:lang w:val="en-US" w:bidi="th-TH"/>
        </w:rPr>
        <w:t xml:space="preserve"> </w:t>
      </w:r>
      <w:r w:rsidR="007C34BE" w:rsidRPr="00022DC1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ผู้บริหาร</w:t>
      </w:r>
      <w:r w:rsidR="007722A4">
        <w:rPr>
          <w:rFonts w:asciiTheme="majorBidi" w:hAnsiTheme="majorBidi" w:cs="Angsana New" w:hint="cs"/>
          <w:sz w:val="28"/>
          <w:szCs w:val="28"/>
          <w:cs/>
          <w:lang w:val="en-US" w:bidi="th-TH"/>
        </w:rPr>
        <w:t xml:space="preserve"> </w:t>
      </w:r>
      <w:r w:rsidRPr="00022DC1">
        <w:rPr>
          <w:rFonts w:asciiTheme="majorBidi" w:hAnsiTheme="majorBidi" w:cs="Angsana New"/>
          <w:sz w:val="28"/>
          <w:szCs w:val="28"/>
          <w:cs/>
          <w:lang w:val="en-US" w:bidi="th-TH"/>
        </w:rPr>
        <w:t>บริษัทประกันภัย</w:t>
      </w:r>
      <w:r w:rsidR="007C34BE" w:rsidRPr="00022DC1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และเจ้าหน้าที่สำรวจภัย</w:t>
      </w:r>
      <w:r w:rsidR="00632605">
        <w:rPr>
          <w:rFonts w:asciiTheme="majorBidi" w:hAnsiTheme="majorBidi" w:cs="Angsana New"/>
          <w:sz w:val="28"/>
          <w:szCs w:val="28"/>
          <w:lang w:val="en-US" w:bidi="th-TH"/>
        </w:rPr>
        <w:br/>
      </w:r>
      <w:r w:rsidRPr="00022DC1">
        <w:rPr>
          <w:rFonts w:asciiTheme="majorBidi" w:hAnsiTheme="majorBidi" w:cs="Angsana New"/>
          <w:sz w:val="28"/>
          <w:szCs w:val="28"/>
          <w:cs/>
          <w:lang w:val="en-US" w:bidi="th-TH"/>
        </w:rPr>
        <w:t>ได้เข้าดำเนินการตรวจสอบและประเมินความเสียหาย</w:t>
      </w:r>
      <w:r w:rsidR="007C34BE" w:rsidRPr="00022DC1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แล้ว อย่างไรก็ตาม</w:t>
      </w:r>
      <w:r w:rsidR="00BB53EE" w:rsidRPr="00022DC1">
        <w:rPr>
          <w:rFonts w:asciiTheme="majorBidi" w:hAnsiTheme="majorBidi" w:cs="Angsana New" w:hint="cs"/>
          <w:sz w:val="28"/>
          <w:szCs w:val="28"/>
          <w:cs/>
          <w:lang w:val="en-US" w:bidi="th-TH"/>
        </w:rPr>
        <w:t xml:space="preserve"> </w:t>
      </w:r>
      <w:r w:rsidR="00EC75FF" w:rsidRPr="00022DC1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กลุ่มบริษัท</w:t>
      </w:r>
      <w:r w:rsidR="00BB53EE" w:rsidRPr="00022DC1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ได้ประเมินความเสียหายเบื้องต้น</w:t>
      </w:r>
      <w:r w:rsidR="00BB53EE" w:rsidRPr="00EF6BBA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ของ</w:t>
      </w:r>
      <w:r w:rsidRPr="00C63BD6">
        <w:rPr>
          <w:rFonts w:asciiTheme="majorBidi" w:hAnsiTheme="majorBidi" w:cs="Angsana New"/>
          <w:sz w:val="28"/>
          <w:szCs w:val="28"/>
          <w:cs/>
          <w:lang w:val="en-US" w:bidi="th-TH"/>
        </w:rPr>
        <w:t>สินค้าคงเหลือ</w:t>
      </w:r>
      <w:r w:rsidR="006349DA">
        <w:rPr>
          <w:rFonts w:asciiTheme="majorBidi" w:hAnsiTheme="majorBidi" w:cs="Angsana New"/>
          <w:sz w:val="28"/>
          <w:szCs w:val="28"/>
          <w:lang w:val="en-US" w:bidi="th-TH"/>
        </w:rPr>
        <w:t xml:space="preserve"> </w:t>
      </w:r>
      <w:r w:rsidR="006349DA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และ</w:t>
      </w:r>
      <w:r w:rsidR="00C63BD6" w:rsidRPr="009A6144">
        <w:rPr>
          <w:rFonts w:asciiTheme="majorBidi" w:hAnsiTheme="majorBidi" w:cs="Angsana New"/>
          <w:sz w:val="28"/>
          <w:szCs w:val="28"/>
          <w:cs/>
          <w:lang w:val="en-US" w:bidi="th-TH"/>
        </w:rPr>
        <w:t>อาคารและอุปกรณ์</w:t>
      </w:r>
      <w:r w:rsidR="00C63BD6" w:rsidRPr="009A6144">
        <w:rPr>
          <w:rFonts w:asciiTheme="majorBidi" w:hAnsiTheme="majorBidi" w:cs="Angsana New" w:hint="cs"/>
          <w:sz w:val="28"/>
          <w:szCs w:val="28"/>
          <w:cs/>
          <w:lang w:val="en-US" w:bidi="th-TH"/>
        </w:rPr>
        <w:t xml:space="preserve">เป็นจำนวน </w:t>
      </w:r>
      <w:r w:rsidR="00E143A6">
        <w:rPr>
          <w:rFonts w:asciiTheme="majorBidi" w:hAnsiTheme="majorBidi" w:cs="Angsana New"/>
          <w:sz w:val="28"/>
          <w:szCs w:val="28"/>
          <w:lang w:val="en-US" w:bidi="th-TH"/>
        </w:rPr>
        <w:t>92</w:t>
      </w:r>
      <w:r w:rsidR="00E10639">
        <w:rPr>
          <w:rFonts w:asciiTheme="majorBidi" w:hAnsiTheme="majorBidi" w:cs="Angsana New"/>
          <w:sz w:val="28"/>
          <w:szCs w:val="28"/>
          <w:lang w:val="en-US" w:bidi="th-TH"/>
        </w:rPr>
        <w:t>.</w:t>
      </w:r>
      <w:r w:rsidR="00E143A6">
        <w:rPr>
          <w:rFonts w:asciiTheme="majorBidi" w:hAnsiTheme="majorBidi" w:cs="Angsana New"/>
          <w:sz w:val="28"/>
          <w:szCs w:val="28"/>
          <w:lang w:val="en-US" w:bidi="th-TH"/>
        </w:rPr>
        <w:t>31</w:t>
      </w:r>
      <w:r w:rsidR="00C63BD6" w:rsidRPr="009A6144">
        <w:rPr>
          <w:rFonts w:asciiTheme="majorBidi" w:hAnsiTheme="majorBidi" w:cs="Angsana New"/>
          <w:sz w:val="28"/>
          <w:szCs w:val="28"/>
          <w:lang w:val="en-US" w:bidi="th-TH"/>
        </w:rPr>
        <w:t xml:space="preserve"> </w:t>
      </w:r>
      <w:r w:rsidR="00C63BD6" w:rsidRPr="009A6144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ล้านบาท</w:t>
      </w:r>
      <w:r w:rsidR="00C63BD6" w:rsidRPr="009A6144">
        <w:rPr>
          <w:rFonts w:asciiTheme="majorBidi" w:hAnsiTheme="majorBidi" w:cs="Angsana New"/>
          <w:sz w:val="28"/>
          <w:szCs w:val="28"/>
          <w:lang w:val="en-US" w:bidi="th-TH"/>
        </w:rPr>
        <w:t xml:space="preserve"> </w:t>
      </w:r>
      <w:r w:rsidRPr="009A6144">
        <w:rPr>
          <w:rFonts w:asciiTheme="majorBidi" w:hAnsiTheme="majorBidi" w:cs="Angsana New" w:hint="cs"/>
          <w:spacing w:val="-4"/>
          <w:sz w:val="28"/>
          <w:szCs w:val="28"/>
          <w:cs/>
          <w:lang w:val="en-US" w:bidi="th-TH"/>
        </w:rPr>
        <w:t>โดย</w:t>
      </w:r>
      <w:r w:rsidRPr="009A6144">
        <w:rPr>
          <w:rFonts w:asciiTheme="majorBidi" w:hAnsiTheme="majorBidi" w:cs="Angsana New"/>
          <w:spacing w:val="-4"/>
          <w:sz w:val="28"/>
          <w:szCs w:val="28"/>
          <w:cs/>
          <w:lang w:val="en-US" w:bidi="th-TH"/>
        </w:rPr>
        <w:t>กลุ่มบริษัทได้รับการยืนยัน</w:t>
      </w:r>
      <w:r w:rsidRPr="009A6144">
        <w:rPr>
          <w:rFonts w:asciiTheme="majorBidi" w:hAnsiTheme="majorBidi" w:cs="Angsana New" w:hint="cs"/>
          <w:spacing w:val="-4"/>
          <w:sz w:val="28"/>
          <w:szCs w:val="28"/>
          <w:cs/>
          <w:lang w:val="en-US" w:bidi="th-TH"/>
        </w:rPr>
        <w:t>จากทางบริษัทประกันแล้ว</w:t>
      </w:r>
      <w:r w:rsidRPr="009A6144">
        <w:rPr>
          <w:rFonts w:asciiTheme="majorBidi" w:hAnsiTheme="majorBidi" w:cs="Angsana New"/>
          <w:spacing w:val="-4"/>
          <w:sz w:val="28"/>
          <w:szCs w:val="28"/>
          <w:cs/>
          <w:lang w:val="en-US" w:bidi="th-TH"/>
        </w:rPr>
        <w:t>ว่าจะได้รับค่าสินไหมทดแทน</w:t>
      </w:r>
      <w:r w:rsidR="008A63FE" w:rsidRPr="006349DA">
        <w:rPr>
          <w:rFonts w:asciiTheme="majorBidi" w:hAnsiTheme="majorBidi" w:cs="Angsana New" w:hint="cs"/>
          <w:spacing w:val="-4"/>
          <w:sz w:val="28"/>
          <w:szCs w:val="28"/>
          <w:cs/>
          <w:lang w:val="en-US" w:bidi="th-TH"/>
        </w:rPr>
        <w:t xml:space="preserve"> </w:t>
      </w:r>
      <w:r w:rsidR="00BB53EE" w:rsidRPr="006349DA">
        <w:rPr>
          <w:rFonts w:asciiTheme="majorBidi" w:hAnsiTheme="majorBidi" w:cs="Angsana New"/>
          <w:spacing w:val="-4"/>
          <w:sz w:val="28"/>
          <w:szCs w:val="28"/>
          <w:lang w:val="en-US" w:bidi="th-TH"/>
        </w:rPr>
        <w:t>(</w:t>
      </w:r>
      <w:r w:rsidR="00BB53EE" w:rsidRPr="006349DA">
        <w:rPr>
          <w:rFonts w:asciiTheme="majorBidi" w:hAnsiTheme="majorBidi" w:cs="Angsana New" w:hint="cs"/>
          <w:spacing w:val="-4"/>
          <w:sz w:val="28"/>
          <w:szCs w:val="28"/>
          <w:cs/>
          <w:lang w:val="en-US" w:bidi="th-TH"/>
        </w:rPr>
        <w:t>บางส่วน</w:t>
      </w:r>
      <w:r w:rsidR="00BB53EE" w:rsidRPr="006349DA">
        <w:rPr>
          <w:rFonts w:asciiTheme="majorBidi" w:hAnsiTheme="majorBidi" w:cs="Angsana New"/>
          <w:spacing w:val="-4"/>
          <w:sz w:val="28"/>
          <w:szCs w:val="28"/>
          <w:lang w:val="en-US" w:bidi="th-TH"/>
        </w:rPr>
        <w:t>)</w:t>
      </w:r>
      <w:r w:rsidR="006349DA" w:rsidRPr="006349DA">
        <w:rPr>
          <w:rFonts w:asciiTheme="majorBidi" w:hAnsiTheme="majorBidi" w:cs="Angsana New"/>
          <w:spacing w:val="-4"/>
          <w:sz w:val="28"/>
          <w:szCs w:val="28"/>
          <w:lang w:val="en-US" w:bidi="th-TH"/>
        </w:rPr>
        <w:t xml:space="preserve"> </w:t>
      </w:r>
      <w:r w:rsidR="00BB53EE" w:rsidRPr="00C76BB5">
        <w:rPr>
          <w:rFonts w:asciiTheme="majorBidi" w:hAnsiTheme="majorBidi" w:cs="Angsana New" w:hint="cs"/>
          <w:spacing w:val="-4"/>
          <w:sz w:val="28"/>
          <w:szCs w:val="28"/>
          <w:cs/>
          <w:lang w:val="en-US" w:bidi="th-TH"/>
        </w:rPr>
        <w:t>เป็น</w:t>
      </w:r>
      <w:r w:rsidR="00BB53EE" w:rsidRPr="006349DA">
        <w:rPr>
          <w:rFonts w:asciiTheme="majorBidi" w:hAnsiTheme="majorBidi" w:cs="Angsana New" w:hint="cs"/>
          <w:spacing w:val="-4"/>
          <w:sz w:val="28"/>
          <w:szCs w:val="28"/>
          <w:cs/>
          <w:lang w:val="en-US" w:bidi="th-TH"/>
        </w:rPr>
        <w:t xml:space="preserve">จำนวน </w:t>
      </w:r>
      <w:r w:rsidR="00C63BD6" w:rsidRPr="006349DA">
        <w:rPr>
          <w:rFonts w:asciiTheme="majorBidi" w:hAnsiTheme="majorBidi" w:cs="Angsana New"/>
          <w:spacing w:val="-4"/>
          <w:sz w:val="28"/>
          <w:szCs w:val="28"/>
          <w:lang w:val="en-US" w:bidi="th-TH"/>
        </w:rPr>
        <w:t>90</w:t>
      </w:r>
      <w:r w:rsidR="00C76BB5" w:rsidRPr="006349DA">
        <w:rPr>
          <w:rFonts w:asciiTheme="majorBidi" w:hAnsiTheme="majorBidi" w:cs="Angsana New"/>
          <w:spacing w:val="-4"/>
          <w:sz w:val="28"/>
          <w:szCs w:val="28"/>
          <w:lang w:val="en-US" w:bidi="th-TH"/>
        </w:rPr>
        <w:t>.00</w:t>
      </w:r>
      <w:r w:rsidR="00BB53EE" w:rsidRPr="006349DA">
        <w:rPr>
          <w:rFonts w:asciiTheme="majorBidi" w:hAnsiTheme="majorBidi" w:cs="Angsana New"/>
          <w:spacing w:val="-4"/>
          <w:sz w:val="28"/>
          <w:szCs w:val="28"/>
          <w:lang w:val="en-US" w:bidi="th-TH"/>
        </w:rPr>
        <w:t xml:space="preserve"> </w:t>
      </w:r>
      <w:r w:rsidR="00BB53EE" w:rsidRPr="006349DA">
        <w:rPr>
          <w:rFonts w:asciiTheme="majorBidi" w:hAnsiTheme="majorBidi" w:cs="Angsana New" w:hint="cs"/>
          <w:spacing w:val="-4"/>
          <w:sz w:val="28"/>
          <w:szCs w:val="28"/>
          <w:cs/>
          <w:lang w:val="en-US" w:bidi="th-TH"/>
        </w:rPr>
        <w:t>ล้าน</w:t>
      </w:r>
      <w:r w:rsidR="00BB53EE" w:rsidRPr="00C76BB5">
        <w:rPr>
          <w:rFonts w:asciiTheme="majorBidi" w:hAnsiTheme="majorBidi" w:cs="Angsana New" w:hint="cs"/>
          <w:spacing w:val="-4"/>
          <w:sz w:val="28"/>
          <w:szCs w:val="28"/>
          <w:cs/>
          <w:lang w:val="en-US" w:bidi="th-TH"/>
        </w:rPr>
        <w:t>บาท</w:t>
      </w:r>
      <w:r w:rsidR="00BB53EE" w:rsidRPr="00EF6BBA">
        <w:rPr>
          <w:rFonts w:asciiTheme="majorBidi" w:hAnsiTheme="majorBidi" w:cs="Angsana New" w:hint="cs"/>
          <w:sz w:val="28"/>
          <w:szCs w:val="28"/>
          <w:cs/>
          <w:lang w:val="en-US" w:bidi="th-TH"/>
        </w:rPr>
        <w:t xml:space="preserve"> </w:t>
      </w:r>
      <w:r w:rsidRPr="00EF6BBA">
        <w:rPr>
          <w:rFonts w:asciiTheme="majorBidi" w:hAnsiTheme="majorBidi" w:cs="Angsana New"/>
          <w:sz w:val="28"/>
          <w:szCs w:val="28"/>
          <w:cs/>
          <w:lang w:val="en-US" w:bidi="th-TH"/>
        </w:rPr>
        <w:t>ซึ่งกลุ่มบริษัทได้บันทึกค่าสินไหมทดแทน รวมถึงค่าใช้จ่ายที่เกี่ยวข้องไว้ในงบกำไรขาดทุนเบ็ดเสร็จสำหรับงวดปัจจุบันเรียบร้อยแล้ว</w:t>
      </w:r>
      <w:r w:rsidR="007C34BE">
        <w:rPr>
          <w:rFonts w:asciiTheme="majorBidi" w:hAnsiTheme="majorBidi" w:cs="Angsana New" w:hint="cs"/>
          <w:sz w:val="28"/>
          <w:szCs w:val="28"/>
          <w:cs/>
          <w:lang w:val="en-US" w:bidi="th-TH"/>
        </w:rPr>
        <w:t xml:space="preserve"> </w:t>
      </w:r>
      <w:r w:rsidR="00BB53EE" w:rsidRPr="00EF6BBA">
        <w:rPr>
          <w:rFonts w:asciiTheme="majorBidi" w:hAnsiTheme="majorBidi" w:cs="Angsana New" w:hint="cs"/>
          <w:sz w:val="28"/>
          <w:szCs w:val="28"/>
          <w:cs/>
          <w:lang w:val="en-US" w:bidi="th-TH"/>
        </w:rPr>
        <w:t xml:space="preserve">ทั้งนี้ </w:t>
      </w:r>
      <w:r w:rsidRPr="00EF6BBA">
        <w:rPr>
          <w:rFonts w:asciiTheme="majorBidi" w:hAnsiTheme="majorBidi" w:cs="Angsana New"/>
          <w:sz w:val="28"/>
          <w:szCs w:val="28"/>
          <w:cs/>
          <w:lang w:val="en-US" w:bidi="th-TH"/>
        </w:rPr>
        <w:t>ผู้บริหารมีความเชื่อมั่นว่าความ</w:t>
      </w:r>
      <w:r w:rsidRPr="00762852">
        <w:rPr>
          <w:rFonts w:asciiTheme="majorBidi" w:hAnsiTheme="majorBidi" w:cs="Angsana New"/>
          <w:sz w:val="28"/>
          <w:szCs w:val="28"/>
          <w:cs/>
          <w:lang w:val="en-US" w:bidi="th-TH"/>
        </w:rPr>
        <w:t>เสียหายที่เกิดขึ้นจากเหตุการณ์เพลิงไหม้จะได้รับการชดเชยจากบริษัทประกันภัยตามความคุ้มครองที่ระบุไว้ในกรมธรรม์</w:t>
      </w:r>
    </w:p>
    <w:p w14:paraId="658C0595" w14:textId="62B20066" w:rsidR="00D445BC" w:rsidRDefault="00D445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="Angsana New"/>
          <w:sz w:val="28"/>
          <w:szCs w:val="28"/>
          <w:highlight w:val="yellow"/>
        </w:rPr>
      </w:pPr>
      <w:r>
        <w:rPr>
          <w:rFonts w:asciiTheme="majorBidi" w:hAnsiTheme="majorBidi" w:cs="Angsana New"/>
          <w:sz w:val="28"/>
          <w:szCs w:val="28"/>
          <w:highlight w:val="yellow"/>
        </w:rPr>
        <w:br w:type="page"/>
      </w:r>
    </w:p>
    <w:p w14:paraId="1E3F13A7" w14:textId="164B6F98" w:rsidR="00093B30" w:rsidRPr="00C05013" w:rsidRDefault="00804175" w:rsidP="009D7AF3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color w:val="0000FF"/>
          <w:sz w:val="30"/>
          <w:szCs w:val="30"/>
          <w:u w:val="none"/>
        </w:rPr>
      </w:pPr>
      <w:r w:rsidRPr="00C05013">
        <w:rPr>
          <w:rFonts w:ascii="Angsana New" w:hAnsi="Angsana New" w:cs="Angsana New"/>
          <w:sz w:val="30"/>
          <w:szCs w:val="30"/>
          <w:u w:val="none"/>
          <w:cs/>
          <w:lang w:val="th-TH"/>
        </w:rPr>
        <w:lastRenderedPageBreak/>
        <w:t xml:space="preserve">บุคคลหรือกิจการที่เกี่ยวข้องกัน </w:t>
      </w:r>
    </w:p>
    <w:p w14:paraId="0B427509" w14:textId="77777777" w:rsidR="00991336" w:rsidRPr="00B63846" w:rsidRDefault="00991336" w:rsidP="008C27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14"/>
          <w:szCs w:val="14"/>
          <w:cs/>
        </w:rPr>
      </w:pPr>
    </w:p>
    <w:p w14:paraId="6E13AB5E" w14:textId="5FEBE3B8" w:rsidR="00B30727" w:rsidRPr="00C05013" w:rsidRDefault="0021407F" w:rsidP="000F5EF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Theme="majorBidi" w:hAnsiTheme="majorBidi" w:cs="Angsana New"/>
          <w:sz w:val="28"/>
          <w:szCs w:val="28"/>
        </w:rPr>
      </w:pPr>
      <w:r w:rsidRPr="00C05013">
        <w:rPr>
          <w:rFonts w:asciiTheme="majorBidi" w:hAnsiTheme="majorBidi" w:cs="Angsana New" w:hint="cs"/>
          <w:sz w:val="28"/>
          <w:szCs w:val="28"/>
          <w:cs/>
        </w:rPr>
        <w:t>ความสัมพันธ์ที่มีกับบริษัทย่อย</w:t>
      </w:r>
      <w:r w:rsidR="00FE1DAE" w:rsidRPr="00C05013">
        <w:rPr>
          <w:rFonts w:asciiTheme="majorBidi" w:hAnsiTheme="majorBidi" w:cs="Angsana New" w:hint="cs"/>
          <w:sz w:val="28"/>
          <w:szCs w:val="28"/>
          <w:cs/>
        </w:rPr>
        <w:t xml:space="preserve"> </w:t>
      </w:r>
      <w:r w:rsidRPr="00C05013">
        <w:rPr>
          <w:rFonts w:asciiTheme="majorBidi" w:hAnsiTheme="majorBidi" w:cs="Angsana New" w:hint="cs"/>
          <w:sz w:val="28"/>
          <w:szCs w:val="28"/>
          <w:cs/>
        </w:rPr>
        <w:t>ผู้บริหารสำคัญและบุคคลหรือกิจการ</w:t>
      </w:r>
      <w:r w:rsidR="00C95284" w:rsidRPr="00C05013">
        <w:rPr>
          <w:rFonts w:asciiTheme="majorBidi" w:hAnsiTheme="majorBidi" w:cs="Angsana New" w:hint="cs"/>
          <w:sz w:val="28"/>
          <w:szCs w:val="28"/>
          <w:cs/>
        </w:rPr>
        <w:t>อื่น</w:t>
      </w:r>
      <w:r w:rsidRPr="00C05013">
        <w:rPr>
          <w:rFonts w:asciiTheme="majorBidi" w:hAnsiTheme="majorBidi" w:cs="Angsana New" w:hint="cs"/>
          <w:sz w:val="28"/>
          <w:szCs w:val="28"/>
          <w:cs/>
        </w:rPr>
        <w:t>ที่เกี่ยวข้องกันไม่ได้มีการเปลี่ยนแปลง</w:t>
      </w:r>
      <w:r w:rsidR="000F5EFA">
        <w:rPr>
          <w:rFonts w:asciiTheme="majorBidi" w:hAnsiTheme="majorBidi" w:cs="Angsana New"/>
          <w:sz w:val="28"/>
          <w:szCs w:val="28"/>
        </w:rPr>
        <w:br/>
      </w:r>
      <w:r w:rsidRPr="00C05013">
        <w:rPr>
          <w:rFonts w:asciiTheme="majorBidi" w:hAnsiTheme="majorBidi" w:cs="Angsana New" w:hint="cs"/>
          <w:sz w:val="28"/>
          <w:szCs w:val="28"/>
          <w:cs/>
        </w:rPr>
        <w:t>อย่างมีสาระสำคัญ</w:t>
      </w:r>
    </w:p>
    <w:p w14:paraId="778C7CC9" w14:textId="77777777" w:rsidR="0021407F" w:rsidRPr="00B63846" w:rsidRDefault="0021407F" w:rsidP="002140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14"/>
          <w:szCs w:val="14"/>
        </w:rPr>
      </w:pPr>
    </w:p>
    <w:p w14:paraId="5D63E705" w14:textId="68522A4F" w:rsidR="00B30727" w:rsidRPr="00C05013" w:rsidRDefault="0042798C" w:rsidP="00B30727">
      <w:pPr>
        <w:ind w:left="540" w:right="45"/>
        <w:jc w:val="thaiDistribute"/>
        <w:rPr>
          <w:rFonts w:asciiTheme="majorBidi" w:hAnsiTheme="majorBidi" w:cstheme="majorBidi"/>
          <w:b/>
          <w:sz w:val="28"/>
          <w:szCs w:val="28"/>
        </w:rPr>
      </w:pPr>
      <w:r>
        <w:rPr>
          <w:rFonts w:asciiTheme="majorBidi" w:hAnsiTheme="majorBidi" w:cstheme="majorBidi" w:hint="cs"/>
          <w:b/>
          <w:sz w:val="28"/>
          <w:szCs w:val="28"/>
          <w:cs/>
        </w:rPr>
        <w:t>บุ</w:t>
      </w:r>
      <w:r w:rsidR="00B30727" w:rsidRPr="00C05013">
        <w:rPr>
          <w:rFonts w:asciiTheme="majorBidi" w:hAnsiTheme="majorBidi" w:cstheme="majorBidi"/>
          <w:b/>
          <w:sz w:val="28"/>
          <w:szCs w:val="28"/>
          <w:cs/>
        </w:rPr>
        <w:t>คคลหรือกิจการที่เกี่ยวข้องกันที่มีรายการระหว่างกันที่มีนัยสำคัญกับกลุ่มบริษัทในระหว่าง</w:t>
      </w:r>
      <w:r w:rsidR="00FE0D99" w:rsidRPr="00C05013">
        <w:rPr>
          <w:rFonts w:asciiTheme="majorBidi" w:hAnsiTheme="majorBidi" w:cstheme="majorBidi" w:hint="cs"/>
          <w:b/>
          <w:sz w:val="28"/>
          <w:szCs w:val="28"/>
          <w:cs/>
        </w:rPr>
        <w:t>งวด</w:t>
      </w:r>
      <w:r w:rsidR="00B30727" w:rsidRPr="00C05013">
        <w:rPr>
          <w:rFonts w:asciiTheme="majorBidi" w:hAnsiTheme="majorBidi" w:cstheme="majorBidi"/>
          <w:b/>
          <w:sz w:val="28"/>
          <w:szCs w:val="28"/>
          <w:cs/>
        </w:rPr>
        <w:t xml:space="preserve">มีดังต่อไปนี้ </w:t>
      </w:r>
    </w:p>
    <w:p w14:paraId="64171C75" w14:textId="77777777" w:rsidR="003E6A17" w:rsidRPr="00B63846" w:rsidRDefault="003E6A17" w:rsidP="009777AF">
      <w:pPr>
        <w:spacing w:line="240" w:lineRule="auto"/>
        <w:ind w:left="540" w:right="45"/>
        <w:jc w:val="thaiDistribute"/>
        <w:rPr>
          <w:rFonts w:ascii="Angsana New" w:hAnsi="Angsana New" w:cs="Angsana New"/>
          <w:color w:val="000000"/>
          <w:sz w:val="14"/>
          <w:szCs w:val="14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350"/>
        <w:gridCol w:w="4860"/>
      </w:tblGrid>
      <w:tr w:rsidR="00802769" w:rsidRPr="00C05013" w14:paraId="2BD62A9A" w14:textId="77777777" w:rsidTr="004D1FE0">
        <w:trPr>
          <w:trHeight w:val="20"/>
          <w:tblHeader/>
        </w:trPr>
        <w:tc>
          <w:tcPr>
            <w:tcW w:w="2970" w:type="dxa"/>
          </w:tcPr>
          <w:p w14:paraId="65ABA379" w14:textId="201F7435" w:rsidR="00802769" w:rsidRPr="00C05013" w:rsidRDefault="00802769" w:rsidP="00977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spacing w:line="240" w:lineRule="auto"/>
              <w:ind w:left="-18" w:right="-108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ชื่อกิจการ</w:t>
            </w:r>
            <w:r w:rsidR="00392AC0" w:rsidRPr="00C05013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50" w:type="dxa"/>
          </w:tcPr>
          <w:p w14:paraId="36D6ED23" w14:textId="020A2554" w:rsidR="00802769" w:rsidRPr="00C05013" w:rsidRDefault="00802769" w:rsidP="009777AF">
            <w:pPr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ประเทศที่จัดตั้ง</w:t>
            </w:r>
            <w:r w:rsidR="00C95284" w:rsidRPr="00C05013">
              <w:rPr>
                <w:rFonts w:ascii="Angsana New" w:hAnsi="Angsana New" w:cs="Angsana New"/>
                <w:b/>
                <w:bCs/>
                <w:sz w:val="28"/>
                <w:szCs w:val="28"/>
              </w:rPr>
              <w:t>/</w:t>
            </w:r>
            <w:r w:rsidR="00A00BA1" w:rsidRPr="00C05013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="00C95284" w:rsidRPr="00C05013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สัญชาติ</w:t>
            </w:r>
          </w:p>
        </w:tc>
        <w:tc>
          <w:tcPr>
            <w:tcW w:w="4860" w:type="dxa"/>
          </w:tcPr>
          <w:p w14:paraId="6E541C7F" w14:textId="77777777" w:rsidR="00802769" w:rsidRPr="00C05013" w:rsidRDefault="00802769" w:rsidP="00EE0023">
            <w:pPr>
              <w:tabs>
                <w:tab w:val="clear" w:pos="227"/>
              </w:tabs>
              <w:spacing w:line="240" w:lineRule="auto"/>
              <w:ind w:left="73" w:right="-18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ลักษณะความสัมพันธ์</w:t>
            </w:r>
          </w:p>
        </w:tc>
      </w:tr>
      <w:tr w:rsidR="00802769" w:rsidRPr="00C05013" w14:paraId="630D1258" w14:textId="77777777" w:rsidTr="004D1FE0">
        <w:trPr>
          <w:trHeight w:val="20"/>
        </w:trPr>
        <w:tc>
          <w:tcPr>
            <w:tcW w:w="2970" w:type="dxa"/>
          </w:tcPr>
          <w:p w14:paraId="2DEF2B15" w14:textId="6062A7E2" w:rsidR="00802769" w:rsidRPr="00C05013" w:rsidRDefault="002B2277" w:rsidP="009777AF">
            <w:pPr>
              <w:spacing w:line="240" w:lineRule="auto"/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ผู้บริหารสำคัญ</w:t>
            </w:r>
          </w:p>
        </w:tc>
        <w:tc>
          <w:tcPr>
            <w:tcW w:w="1350" w:type="dxa"/>
          </w:tcPr>
          <w:p w14:paraId="4B548391" w14:textId="77777777" w:rsidR="00802769" w:rsidRPr="00C05013" w:rsidRDefault="00802769" w:rsidP="009777AF">
            <w:pPr>
              <w:spacing w:line="240" w:lineRule="auto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860" w:type="dxa"/>
          </w:tcPr>
          <w:p w14:paraId="044841B3" w14:textId="440C6085" w:rsidR="00802769" w:rsidRPr="00C05013" w:rsidRDefault="000E526A" w:rsidP="008D4FD5">
            <w:pPr>
              <w:tabs>
                <w:tab w:val="clear" w:pos="227"/>
              </w:tabs>
              <w:ind w:left="253" w:right="-18" w:hanging="174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บุคคลที่มีอำนาจและความรับผิดชอบการวางแผน สั่งการและควบคุมกิจกรรมต่าง ๆ ของกิจการไม่ว่าทางตรงหรือทางอ้อม ทั้งนี้ รวมถึงกรรมการของกิจการ (ไม่ว่าจะทำหน้าที่ในระดับบริหารหรือไม่)</w:t>
            </w:r>
          </w:p>
        </w:tc>
      </w:tr>
      <w:tr w:rsidR="0094053D" w:rsidRPr="00B63846" w14:paraId="5E2D3A99" w14:textId="77777777" w:rsidTr="004D1FE0">
        <w:trPr>
          <w:trHeight w:val="20"/>
        </w:trPr>
        <w:tc>
          <w:tcPr>
            <w:tcW w:w="2970" w:type="dxa"/>
          </w:tcPr>
          <w:p w14:paraId="3FB9BAB9" w14:textId="77777777" w:rsidR="0094053D" w:rsidRPr="00B63846" w:rsidRDefault="0094053D" w:rsidP="00AB702A">
            <w:pPr>
              <w:spacing w:line="240" w:lineRule="auto"/>
              <w:ind w:left="76" w:right="-108" w:hanging="76"/>
              <w:jc w:val="both"/>
              <w:rPr>
                <w:rFonts w:ascii="Angsana New" w:hAnsi="Angsana New" w:cs="Angsana New"/>
                <w:sz w:val="14"/>
                <w:szCs w:val="14"/>
                <w:cs/>
              </w:rPr>
            </w:pPr>
          </w:p>
        </w:tc>
        <w:tc>
          <w:tcPr>
            <w:tcW w:w="1350" w:type="dxa"/>
          </w:tcPr>
          <w:p w14:paraId="533D31DC" w14:textId="77777777" w:rsidR="0094053D" w:rsidRPr="00B63846" w:rsidRDefault="0094053D" w:rsidP="009777AF">
            <w:pPr>
              <w:spacing w:line="240" w:lineRule="auto"/>
              <w:ind w:right="-18"/>
              <w:jc w:val="center"/>
              <w:rPr>
                <w:rFonts w:ascii="Angsana New" w:hAnsi="Angsana New" w:cs="Angsana New"/>
                <w:sz w:val="14"/>
                <w:szCs w:val="14"/>
                <w:cs/>
              </w:rPr>
            </w:pPr>
          </w:p>
        </w:tc>
        <w:tc>
          <w:tcPr>
            <w:tcW w:w="4860" w:type="dxa"/>
          </w:tcPr>
          <w:p w14:paraId="6DAE98EA" w14:textId="77777777" w:rsidR="0094053D" w:rsidRPr="00B63846" w:rsidRDefault="0094053D" w:rsidP="009777AF">
            <w:pPr>
              <w:tabs>
                <w:tab w:val="clear" w:pos="227"/>
              </w:tabs>
              <w:spacing w:line="240" w:lineRule="auto"/>
              <w:ind w:left="-21" w:right="-18"/>
              <w:jc w:val="both"/>
              <w:rPr>
                <w:rFonts w:ascii="Angsana New" w:hAnsi="Angsana New" w:cs="Angsana New"/>
                <w:sz w:val="14"/>
                <w:szCs w:val="14"/>
                <w:cs/>
              </w:rPr>
            </w:pPr>
          </w:p>
        </w:tc>
      </w:tr>
      <w:tr w:rsidR="000179E4" w:rsidRPr="00C05013" w14:paraId="214E2C56" w14:textId="77777777" w:rsidTr="004D1FE0">
        <w:trPr>
          <w:trHeight w:val="20"/>
        </w:trPr>
        <w:tc>
          <w:tcPr>
            <w:tcW w:w="2970" w:type="dxa"/>
          </w:tcPr>
          <w:p w14:paraId="00FDC0D5" w14:textId="38882458" w:rsidR="000179E4" w:rsidRPr="00C05013" w:rsidRDefault="000179E4" w:rsidP="000179E4">
            <w:pPr>
              <w:spacing w:line="240" w:lineRule="auto"/>
              <w:ind w:left="76" w:right="-108" w:hanging="76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="Angsana New" w:hint="cs"/>
                <w:b/>
                <w:bCs/>
                <w:i/>
                <w:iCs/>
                <w:sz w:val="28"/>
                <w:szCs w:val="28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350" w:type="dxa"/>
          </w:tcPr>
          <w:p w14:paraId="21DB6D3E" w14:textId="77777777" w:rsidR="000179E4" w:rsidRPr="00C05013" w:rsidRDefault="000179E4" w:rsidP="000179E4">
            <w:pPr>
              <w:spacing w:line="240" w:lineRule="auto"/>
              <w:ind w:right="-1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860" w:type="dxa"/>
          </w:tcPr>
          <w:p w14:paraId="79FAB066" w14:textId="77777777" w:rsidR="000179E4" w:rsidRPr="00C05013" w:rsidRDefault="000179E4" w:rsidP="000179E4">
            <w:pPr>
              <w:tabs>
                <w:tab w:val="clear" w:pos="227"/>
              </w:tabs>
              <w:spacing w:line="240" w:lineRule="auto"/>
              <w:ind w:left="-21" w:right="-18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</w:tr>
      <w:tr w:rsidR="00D82C47" w:rsidRPr="006677A8" w14:paraId="214EB78C" w14:textId="77777777" w:rsidTr="004D1FE0">
        <w:trPr>
          <w:trHeight w:val="20"/>
        </w:trPr>
        <w:tc>
          <w:tcPr>
            <w:tcW w:w="2970" w:type="dxa"/>
          </w:tcPr>
          <w:p w14:paraId="0D3873F7" w14:textId="54A2184A" w:rsidR="00D82C47" w:rsidRPr="00C05013" w:rsidRDefault="00D82C47" w:rsidP="00D82C47">
            <w:pPr>
              <w:spacing w:line="240" w:lineRule="auto"/>
              <w:ind w:left="160" w:right="-108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บริษัท เอเชี่ยน ออร่า เทรดดิ้ง จำกัด</w:t>
            </w:r>
          </w:p>
        </w:tc>
        <w:tc>
          <w:tcPr>
            <w:tcW w:w="1350" w:type="dxa"/>
          </w:tcPr>
          <w:p w14:paraId="49C57750" w14:textId="1602DC14" w:rsidR="00D82C47" w:rsidRPr="00C05013" w:rsidRDefault="00D82C47" w:rsidP="00D82C47">
            <w:pPr>
              <w:spacing w:line="240" w:lineRule="auto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860" w:type="dxa"/>
          </w:tcPr>
          <w:p w14:paraId="377F14D3" w14:textId="1101C858" w:rsidR="00D82C47" w:rsidRPr="00C05013" w:rsidRDefault="00134CC9" w:rsidP="00EE0023">
            <w:pPr>
              <w:tabs>
                <w:tab w:val="clear" w:pos="227"/>
              </w:tabs>
              <w:ind w:left="253" w:right="-18" w:hanging="174"/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ถือหุ้นโดยกรรมการ</w:t>
            </w:r>
            <w:r w:rsidR="00D82C47"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และมีกรรมการร่วมกัน</w:t>
            </w:r>
          </w:p>
        </w:tc>
      </w:tr>
      <w:tr w:rsidR="00134CC9" w:rsidRPr="00C05013" w14:paraId="22A7857C" w14:textId="77777777" w:rsidTr="004D1FE0">
        <w:trPr>
          <w:trHeight w:val="20"/>
        </w:trPr>
        <w:tc>
          <w:tcPr>
            <w:tcW w:w="2970" w:type="dxa"/>
          </w:tcPr>
          <w:p w14:paraId="675D4BC8" w14:textId="661EB831" w:rsidR="00134CC9" w:rsidRPr="00C05013" w:rsidRDefault="00134CC9" w:rsidP="00134CC9">
            <w:pPr>
              <w:spacing w:line="240" w:lineRule="auto"/>
              <w:ind w:left="160" w:right="-108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บริษัท</w:t>
            </w:r>
            <w:r w:rsidRPr="00C05013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เฟลคซ์</w:t>
            </w:r>
            <w:r w:rsidRPr="00C05013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- </w:t>
            </w: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ไอเบิล</w:t>
            </w:r>
            <w:r w:rsidRPr="00C05013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พลาส</w:t>
            </w:r>
            <w:r w:rsidRPr="00C05013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จำกัด</w:t>
            </w:r>
          </w:p>
        </w:tc>
        <w:tc>
          <w:tcPr>
            <w:tcW w:w="1350" w:type="dxa"/>
          </w:tcPr>
          <w:p w14:paraId="01313743" w14:textId="3862DC99" w:rsidR="00134CC9" w:rsidRPr="00C05013" w:rsidRDefault="00134CC9" w:rsidP="00134CC9">
            <w:pPr>
              <w:spacing w:line="240" w:lineRule="auto"/>
              <w:ind w:right="-1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860" w:type="dxa"/>
          </w:tcPr>
          <w:p w14:paraId="5821C5A1" w14:textId="5E757EF6" w:rsidR="00134CC9" w:rsidRPr="00C05013" w:rsidRDefault="007A0D47" w:rsidP="00134CC9">
            <w:pPr>
              <w:tabs>
                <w:tab w:val="clear" w:pos="227"/>
              </w:tabs>
              <w:ind w:left="253" w:right="-18" w:hanging="174"/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ถือหุ้นโดยผู้บริหารสำคัญและ</w:t>
            </w:r>
            <w:r w:rsidR="00A92A4C">
              <w:rPr>
                <w:rFonts w:asciiTheme="majorBidi" w:hAnsiTheme="majorBidi" w:cs="Angsana New" w:hint="cs"/>
                <w:sz w:val="28"/>
                <w:szCs w:val="28"/>
                <w:cs/>
              </w:rPr>
              <w:t>มีผู้บริหารสำคัญ</w:t>
            </w: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เป็นกรรมการ</w:t>
            </w:r>
          </w:p>
        </w:tc>
      </w:tr>
      <w:tr w:rsidR="007A0D47" w:rsidRPr="00C05013" w14:paraId="18760AE5" w14:textId="77777777" w:rsidTr="004D1FE0">
        <w:trPr>
          <w:trHeight w:val="20"/>
        </w:trPr>
        <w:tc>
          <w:tcPr>
            <w:tcW w:w="2970" w:type="dxa"/>
          </w:tcPr>
          <w:p w14:paraId="1ABB55D6" w14:textId="1D3446B0" w:rsidR="007A0D47" w:rsidRPr="00C05013" w:rsidRDefault="007A0D47" w:rsidP="007A0D47">
            <w:pPr>
              <w:spacing w:line="240" w:lineRule="auto"/>
              <w:ind w:left="160" w:right="-108" w:hanging="160"/>
              <w:rPr>
                <w:rFonts w:asciiTheme="majorBidi" w:hAnsiTheme="majorBidi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บริษัท</w:t>
            </w:r>
            <w:r w:rsidRPr="00C05013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ดีฟาร์มาซี</w:t>
            </w:r>
            <w:r w:rsidRPr="00C05013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จำกัด</w:t>
            </w:r>
          </w:p>
        </w:tc>
        <w:tc>
          <w:tcPr>
            <w:tcW w:w="1350" w:type="dxa"/>
          </w:tcPr>
          <w:p w14:paraId="1FD8AD0A" w14:textId="79889604" w:rsidR="007A0D47" w:rsidRPr="00C05013" w:rsidRDefault="007A0D47" w:rsidP="007A0D47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860" w:type="dxa"/>
          </w:tcPr>
          <w:p w14:paraId="5673183F" w14:textId="07F00D9E" w:rsidR="007A0D47" w:rsidRPr="00C05013" w:rsidRDefault="007A0D47" w:rsidP="007A0D47">
            <w:pPr>
              <w:tabs>
                <w:tab w:val="clear" w:pos="227"/>
              </w:tabs>
              <w:ind w:left="253" w:right="-18" w:hanging="174"/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ถือหุ้นโดยสมาชิกในครอบครัวที่ใกล้ชิดของกรรมการ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  <w:br/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และเป็นกรรมการ</w:t>
            </w:r>
          </w:p>
        </w:tc>
      </w:tr>
      <w:tr w:rsidR="000A47C1" w:rsidRPr="00C05013" w14:paraId="10A02F46" w14:textId="77777777" w:rsidTr="004D1FE0">
        <w:trPr>
          <w:trHeight w:val="20"/>
        </w:trPr>
        <w:tc>
          <w:tcPr>
            <w:tcW w:w="2970" w:type="dxa"/>
          </w:tcPr>
          <w:p w14:paraId="1E7D1885" w14:textId="77777777" w:rsidR="000A47C1" w:rsidRDefault="000A47C1" w:rsidP="000A47C1">
            <w:pPr>
              <w:spacing w:line="240" w:lineRule="auto"/>
              <w:ind w:left="160" w:right="-108" w:hanging="160"/>
              <w:rPr>
                <w:rFonts w:asciiTheme="majorBidi" w:hAnsiTheme="majorBidi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บริษัท มิตรไมตรีการแพทย์ จำกัด</w:t>
            </w:r>
          </w:p>
          <w:p w14:paraId="3D60F634" w14:textId="4022561F" w:rsidR="000A47C1" w:rsidRPr="000A47C1" w:rsidRDefault="000A47C1" w:rsidP="000A47C1">
            <w:pPr>
              <w:spacing w:line="240" w:lineRule="auto"/>
              <w:ind w:left="160" w:right="-108" w:hanging="160"/>
              <w:rPr>
                <w:rFonts w:asciiTheme="majorBidi" w:hAnsiTheme="majorBidi" w:cs="Angsana New"/>
                <w:sz w:val="28"/>
                <w:szCs w:val="28"/>
                <w:cs/>
              </w:rPr>
            </w:pPr>
            <w:r>
              <w:rPr>
                <w:rFonts w:asciiTheme="majorBidi" w:hAnsiTheme="majorBidi" w:cs="Angsana New" w:hint="cs"/>
                <w:sz w:val="28"/>
                <w:szCs w:val="28"/>
                <w:cs/>
              </w:rPr>
              <w:t xml:space="preserve">    (เป็นกิจการที่เกี่ยวข้องกันจนถึงเดือนมิถุนายน </w:t>
            </w:r>
            <w:r>
              <w:rPr>
                <w:rFonts w:asciiTheme="majorBidi" w:hAnsiTheme="majorBidi" w:cs="Angsana New"/>
                <w:sz w:val="28"/>
                <w:szCs w:val="28"/>
              </w:rPr>
              <w:t>2568)</w:t>
            </w:r>
          </w:p>
        </w:tc>
        <w:tc>
          <w:tcPr>
            <w:tcW w:w="1350" w:type="dxa"/>
          </w:tcPr>
          <w:p w14:paraId="4BD1FA1D" w14:textId="004EB8C2" w:rsidR="000A47C1" w:rsidRPr="00C05013" w:rsidRDefault="000A47C1" w:rsidP="000A47C1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860" w:type="dxa"/>
          </w:tcPr>
          <w:p w14:paraId="5175007A" w14:textId="6712A79E" w:rsidR="000A47C1" w:rsidRPr="00C05013" w:rsidRDefault="000A47C1" w:rsidP="000A47C1">
            <w:pPr>
              <w:tabs>
                <w:tab w:val="clear" w:pos="227"/>
              </w:tabs>
              <w:ind w:left="253" w:right="-18" w:hanging="174"/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มีกรรมการร่วมกัน</w:t>
            </w:r>
          </w:p>
        </w:tc>
      </w:tr>
      <w:tr w:rsidR="000A47C1" w:rsidRPr="00C05013" w14:paraId="18F13D17" w14:textId="77777777" w:rsidTr="004D1FE0">
        <w:trPr>
          <w:trHeight w:val="20"/>
        </w:trPr>
        <w:tc>
          <w:tcPr>
            <w:tcW w:w="2970" w:type="dxa"/>
          </w:tcPr>
          <w:p w14:paraId="0F1E5582" w14:textId="0C8CD4A4" w:rsidR="000A47C1" w:rsidRPr="00C05013" w:rsidRDefault="000A47C1" w:rsidP="000A47C1">
            <w:pPr>
              <w:spacing w:line="240" w:lineRule="auto"/>
              <w:ind w:left="160" w:right="-108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บริษัท อีซี่ แพ็ค โปรดักส์ จำกัด</w:t>
            </w:r>
          </w:p>
        </w:tc>
        <w:tc>
          <w:tcPr>
            <w:tcW w:w="1350" w:type="dxa"/>
          </w:tcPr>
          <w:p w14:paraId="19C30630" w14:textId="7D34C108" w:rsidR="000A47C1" w:rsidRPr="00C05013" w:rsidRDefault="000A47C1" w:rsidP="000A47C1">
            <w:pPr>
              <w:spacing w:line="240" w:lineRule="auto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860" w:type="dxa"/>
          </w:tcPr>
          <w:p w14:paraId="69D12E7C" w14:textId="4C913E73" w:rsidR="000A47C1" w:rsidRPr="00C05013" w:rsidRDefault="000A47C1" w:rsidP="000A47C1">
            <w:pPr>
              <w:tabs>
                <w:tab w:val="clear" w:pos="227"/>
              </w:tabs>
              <w:ind w:left="253" w:right="-18" w:hanging="17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ถือหุ้นโดยสมาชิกในครอบครัวที่ใกล้ชิดของผู้บริหารสำคัญและเป็นกรรมการ</w:t>
            </w:r>
          </w:p>
        </w:tc>
      </w:tr>
      <w:tr w:rsidR="000A47C1" w:rsidRPr="00C05013" w14:paraId="51525194" w14:textId="77777777" w:rsidTr="004D1FE0">
        <w:trPr>
          <w:trHeight w:val="20"/>
        </w:trPr>
        <w:tc>
          <w:tcPr>
            <w:tcW w:w="2970" w:type="dxa"/>
          </w:tcPr>
          <w:p w14:paraId="6D63AEEB" w14:textId="08F3F792" w:rsidR="000A47C1" w:rsidRPr="00C05013" w:rsidRDefault="000A47C1" w:rsidP="000A47C1">
            <w:pPr>
              <w:spacing w:line="240" w:lineRule="auto"/>
              <w:ind w:left="76" w:right="-108" w:hanging="76"/>
              <w:jc w:val="both"/>
              <w:rPr>
                <w:rFonts w:asciiTheme="majorBidi" w:hAnsiTheme="majorBidi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บริษัท เอสจี คอร์ปอเรชั่น จำกัด</w:t>
            </w:r>
          </w:p>
        </w:tc>
        <w:tc>
          <w:tcPr>
            <w:tcW w:w="1350" w:type="dxa"/>
          </w:tcPr>
          <w:p w14:paraId="243A6868" w14:textId="084538F9" w:rsidR="000A47C1" w:rsidRPr="00C05013" w:rsidRDefault="000A47C1" w:rsidP="000A47C1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860" w:type="dxa"/>
          </w:tcPr>
          <w:p w14:paraId="6FC41B25" w14:textId="478A8800" w:rsidR="000A47C1" w:rsidRPr="00C05013" w:rsidRDefault="000A47C1" w:rsidP="000A47C1">
            <w:pPr>
              <w:tabs>
                <w:tab w:val="clear" w:pos="227"/>
              </w:tabs>
              <w:ind w:left="253" w:right="-18" w:hanging="174"/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ถือหุ้นโดยสมาชิกในครอบครัวที่ใกล้ชิดของผู้บริหารสำคัญและเป็นกรรมการ</w:t>
            </w:r>
          </w:p>
        </w:tc>
      </w:tr>
      <w:tr w:rsidR="000A47C1" w:rsidRPr="00C05013" w14:paraId="2149344E" w14:textId="77777777" w:rsidTr="004D1FE0">
        <w:trPr>
          <w:trHeight w:val="20"/>
        </w:trPr>
        <w:tc>
          <w:tcPr>
            <w:tcW w:w="2970" w:type="dxa"/>
          </w:tcPr>
          <w:p w14:paraId="565ECBFE" w14:textId="3F633BFD" w:rsidR="000A47C1" w:rsidRPr="00C05013" w:rsidRDefault="000A47C1" w:rsidP="000A47C1">
            <w:pPr>
              <w:spacing w:line="240" w:lineRule="auto"/>
              <w:ind w:left="76" w:right="-108" w:hanging="76"/>
              <w:jc w:val="both"/>
              <w:rPr>
                <w:rFonts w:asciiTheme="majorBidi" w:hAnsiTheme="majorBidi" w:cs="Angsana New"/>
                <w:sz w:val="28"/>
                <w:szCs w:val="28"/>
                <w:cs/>
              </w:rPr>
            </w:pPr>
            <w:r>
              <w:rPr>
                <w:rFonts w:asciiTheme="majorBidi" w:hAnsiTheme="majorBidi" w:cs="Angsana New"/>
                <w:sz w:val="28"/>
                <w:szCs w:val="28"/>
              </w:rPr>
              <w:t xml:space="preserve">Pharmaceutical Siri </w:t>
            </w:r>
            <w:proofErr w:type="spellStart"/>
            <w:r>
              <w:rPr>
                <w:rFonts w:asciiTheme="majorBidi" w:hAnsiTheme="majorBidi" w:cs="Angsana New"/>
                <w:sz w:val="28"/>
                <w:szCs w:val="28"/>
              </w:rPr>
              <w:t>Chalern</w:t>
            </w:r>
            <w:proofErr w:type="spellEnd"/>
            <w:r>
              <w:rPr>
                <w:rFonts w:asciiTheme="majorBidi" w:hAnsiTheme="majorBidi" w:cs="Angsana New"/>
                <w:sz w:val="28"/>
                <w:szCs w:val="28"/>
              </w:rPr>
              <w:t xml:space="preserve"> Co., Ltd.</w:t>
            </w:r>
          </w:p>
        </w:tc>
        <w:tc>
          <w:tcPr>
            <w:tcW w:w="1350" w:type="dxa"/>
          </w:tcPr>
          <w:p w14:paraId="0DC4B242" w14:textId="0FC01B8D" w:rsidR="000A47C1" w:rsidRPr="00C05013" w:rsidRDefault="000A47C1" w:rsidP="000A47C1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ลาว</w:t>
            </w:r>
          </w:p>
        </w:tc>
        <w:tc>
          <w:tcPr>
            <w:tcW w:w="4860" w:type="dxa"/>
          </w:tcPr>
          <w:p w14:paraId="4DF73F6E" w14:textId="50E1F064" w:rsidR="000A47C1" w:rsidRPr="00C05013" w:rsidRDefault="000A47C1" w:rsidP="000A47C1">
            <w:pPr>
              <w:tabs>
                <w:tab w:val="clear" w:pos="227"/>
              </w:tabs>
              <w:ind w:left="253" w:right="-18" w:hanging="174"/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ถือหุ้นโดยสมาชิกในครอบครัวที่ใกล้ชิดของผู้บริหารสำคัญ</w:t>
            </w:r>
          </w:p>
        </w:tc>
      </w:tr>
    </w:tbl>
    <w:p w14:paraId="383FC0CE" w14:textId="77777777" w:rsidR="00C50608" w:rsidRPr="00B63846" w:rsidRDefault="00C50608" w:rsidP="005549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 w:cs="Angsana New"/>
          <w:color w:val="000000"/>
          <w:sz w:val="14"/>
          <w:szCs w:val="14"/>
        </w:rPr>
      </w:pPr>
    </w:p>
    <w:tbl>
      <w:tblPr>
        <w:tblW w:w="913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109"/>
        <w:gridCol w:w="268"/>
        <w:gridCol w:w="1094"/>
        <w:gridCol w:w="268"/>
        <w:gridCol w:w="1078"/>
        <w:gridCol w:w="250"/>
        <w:gridCol w:w="1105"/>
      </w:tblGrid>
      <w:tr w:rsidR="003B5B02" w:rsidRPr="00C05013" w14:paraId="5C7E9773" w14:textId="77777777" w:rsidTr="00314320">
        <w:trPr>
          <w:tblHeader/>
        </w:trPr>
        <w:tc>
          <w:tcPr>
            <w:tcW w:w="2168" w:type="pct"/>
          </w:tcPr>
          <w:p w14:paraId="2B354F00" w14:textId="77777777" w:rsidR="003B5B02" w:rsidRPr="0042798C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 w:cs="Angsana New"/>
                <w:i/>
                <w:iCs/>
                <w:color w:val="000000" w:themeColor="text1"/>
                <w:sz w:val="28"/>
                <w:szCs w:val="28"/>
                <w:cs/>
              </w:rPr>
            </w:pPr>
            <w:r w:rsidRPr="0042798C">
              <w:rPr>
                <w:rFonts w:ascii="Angsana New" w:hAnsi="Angsana New" w:cs="Angsana New"/>
                <w:b/>
                <w:bCs/>
                <w:i/>
                <w:iCs/>
                <w:color w:val="000000" w:themeColor="text1"/>
                <w:sz w:val="28"/>
                <w:szCs w:val="28"/>
                <w:cs/>
              </w:rPr>
              <w:t>รายการที่สำคัญกับบุคคลหรือกิจการที่เกี่ยวข้องกัน</w:t>
            </w:r>
            <w:r w:rsidRPr="0042798C" w:rsidDel="001728D0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53" w:type="pct"/>
            <w:gridSpan w:val="3"/>
          </w:tcPr>
          <w:p w14:paraId="37248E30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7" w:type="pct"/>
          </w:tcPr>
          <w:p w14:paraId="106FA374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pct"/>
            <w:gridSpan w:val="3"/>
          </w:tcPr>
          <w:p w14:paraId="25DE4EB7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งบการเงินเฉพาะกิจการ </w:t>
            </w:r>
          </w:p>
        </w:tc>
      </w:tr>
      <w:tr w:rsidR="003B5B02" w:rsidRPr="00C05013" w14:paraId="20F86DD1" w14:textId="77777777" w:rsidTr="00314320">
        <w:trPr>
          <w:tblHeader/>
        </w:trPr>
        <w:tc>
          <w:tcPr>
            <w:tcW w:w="2168" w:type="pct"/>
          </w:tcPr>
          <w:p w14:paraId="7F84EFDD" w14:textId="35D69416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1F313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>สำหรับงว</w:t>
            </w:r>
            <w:r w:rsidR="00B25817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ดเก้า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>เดือน</w:t>
            </w:r>
            <w:r w:rsidRPr="001F313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 xml:space="preserve">สิ้นสุดวันที่ </w:t>
            </w:r>
            <w:r w:rsidR="00DB0106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30</w:t>
            </w:r>
            <w:r w:rsidRPr="00A457CB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B25817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607" w:type="pct"/>
          </w:tcPr>
          <w:p w14:paraId="29F2F05D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47" w:type="pct"/>
          </w:tcPr>
          <w:p w14:paraId="67FBFC05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49003CA8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47" w:type="pct"/>
          </w:tcPr>
          <w:p w14:paraId="2923E800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61882236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37" w:type="pct"/>
          </w:tcPr>
          <w:p w14:paraId="3E956622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047BEB24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</w:tr>
      <w:tr w:rsidR="003B5B02" w:rsidRPr="00C05013" w14:paraId="1DB7C717" w14:textId="77777777" w:rsidTr="00314320">
        <w:trPr>
          <w:trHeight w:val="83"/>
          <w:tblHeader/>
        </w:trPr>
        <w:tc>
          <w:tcPr>
            <w:tcW w:w="2168" w:type="pct"/>
          </w:tcPr>
          <w:p w14:paraId="7599A511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832" w:type="pct"/>
            <w:gridSpan w:val="7"/>
          </w:tcPr>
          <w:p w14:paraId="225E7B95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i/>
                <w:iCs/>
                <w:sz w:val="28"/>
                <w:szCs w:val="28"/>
                <w:cs/>
              </w:rPr>
              <w:t>(</w:t>
            </w:r>
            <w:r w:rsidRPr="00C05013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</w:rPr>
              <w:t>พั</w:t>
            </w:r>
            <w:r w:rsidRPr="00C05013">
              <w:rPr>
                <w:rFonts w:ascii="Angsana New" w:hAnsi="Angsana New" w:cs="Angsana New"/>
                <w:i/>
                <w:iCs/>
                <w:sz w:val="28"/>
                <w:szCs w:val="28"/>
                <w:cs/>
              </w:rPr>
              <w:t>นบาท)</w:t>
            </w:r>
          </w:p>
        </w:tc>
      </w:tr>
      <w:tr w:rsidR="003B5B02" w:rsidRPr="00C05013" w14:paraId="545488B6" w14:textId="77777777" w:rsidTr="00314320">
        <w:tc>
          <w:tcPr>
            <w:tcW w:w="2168" w:type="pct"/>
          </w:tcPr>
          <w:p w14:paraId="2E5D8D88" w14:textId="77777777" w:rsidR="003B5B02" w:rsidRPr="00C05013" w:rsidRDefault="003B5B02" w:rsidP="003143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07" w:type="pct"/>
          </w:tcPr>
          <w:p w14:paraId="560B5B85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47" w:type="pct"/>
          </w:tcPr>
          <w:p w14:paraId="0CC2D13D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28E1D56C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 w:line="240" w:lineRule="auto"/>
              <w:ind w:left="-108" w:right="166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47" w:type="pct"/>
          </w:tcPr>
          <w:p w14:paraId="7AC555EA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7F7DEF5C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" w:type="pct"/>
          </w:tcPr>
          <w:p w14:paraId="1D549848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5162BF5F" w14:textId="77777777" w:rsidR="003B5B02" w:rsidRPr="00C05013" w:rsidRDefault="003B5B02" w:rsidP="00314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D0FDE" w:rsidRPr="00C05013" w14:paraId="7ECBC314" w14:textId="77777777" w:rsidTr="00314320">
        <w:tc>
          <w:tcPr>
            <w:tcW w:w="2168" w:type="pct"/>
          </w:tcPr>
          <w:p w14:paraId="4A0D88DB" w14:textId="77777777" w:rsidR="00AD0FDE" w:rsidRPr="00C05013" w:rsidRDefault="00AD0FDE" w:rsidP="00AD0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ขายสินค้า</w:t>
            </w:r>
          </w:p>
        </w:tc>
        <w:tc>
          <w:tcPr>
            <w:tcW w:w="607" w:type="pct"/>
          </w:tcPr>
          <w:p w14:paraId="04481221" w14:textId="1273554E" w:rsidR="00AD0FDE" w:rsidRPr="00B07CA4" w:rsidRDefault="0059150D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5BEC23EC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0D2B0DD2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07CA4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7" w:type="pct"/>
          </w:tcPr>
          <w:p w14:paraId="47BDF925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5E0BE1B2" w14:textId="363D47D4" w:rsidR="00AD0FDE" w:rsidRPr="00B07CA4" w:rsidRDefault="0059150D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46,473</w:t>
            </w:r>
          </w:p>
        </w:tc>
        <w:tc>
          <w:tcPr>
            <w:tcW w:w="137" w:type="pct"/>
          </w:tcPr>
          <w:p w14:paraId="08DE6107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563D0A94" w14:textId="417CBCFA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426</w:t>
            </w:r>
          </w:p>
        </w:tc>
      </w:tr>
      <w:tr w:rsidR="00AD0FDE" w:rsidRPr="00C05013" w14:paraId="3B3818EC" w14:textId="77777777" w:rsidTr="00314320">
        <w:tc>
          <w:tcPr>
            <w:tcW w:w="2168" w:type="pct"/>
          </w:tcPr>
          <w:p w14:paraId="6A07C502" w14:textId="77777777" w:rsidR="00AD0FDE" w:rsidRPr="00C05013" w:rsidRDefault="00AD0FDE" w:rsidP="00AD0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line="240" w:lineRule="auto"/>
              <w:ind w:right="160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607" w:type="pct"/>
          </w:tcPr>
          <w:p w14:paraId="471DC98C" w14:textId="6D9C48DB" w:rsidR="00AD0FDE" w:rsidRPr="00B07CA4" w:rsidRDefault="0059150D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5CC9E84F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48E2007B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07CA4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7" w:type="pct"/>
          </w:tcPr>
          <w:p w14:paraId="21394A19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2DDC6BA3" w14:textId="574DE903" w:rsidR="00AD0FDE" w:rsidRPr="00B07CA4" w:rsidRDefault="0059150D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34,715</w:t>
            </w:r>
          </w:p>
        </w:tc>
        <w:tc>
          <w:tcPr>
            <w:tcW w:w="137" w:type="pct"/>
          </w:tcPr>
          <w:p w14:paraId="7C1A1BC9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10A8EA7B" w14:textId="696A90E5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7,846</w:t>
            </w:r>
          </w:p>
        </w:tc>
      </w:tr>
      <w:tr w:rsidR="00AD0FDE" w:rsidRPr="00C05013" w14:paraId="3BCF04F9" w14:textId="77777777" w:rsidTr="00314320">
        <w:tc>
          <w:tcPr>
            <w:tcW w:w="2168" w:type="pct"/>
          </w:tcPr>
          <w:p w14:paraId="30B0543B" w14:textId="50A41E83" w:rsidR="00AD0FDE" w:rsidRPr="00722126" w:rsidRDefault="00AD0FDE" w:rsidP="00AD0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22126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607" w:type="pct"/>
          </w:tcPr>
          <w:p w14:paraId="779C1965" w14:textId="1FA3EA41" w:rsidR="00AD0FDE" w:rsidRPr="00722126" w:rsidRDefault="0059150D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3A874036" w14:textId="77777777" w:rsidR="00AD0FDE" w:rsidRPr="00722126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71B72FA8" w14:textId="6552BC21" w:rsidR="00AD0FDE" w:rsidRPr="00722126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2212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1BAC2A48" w14:textId="77777777" w:rsidR="00AD0FDE" w:rsidRPr="00722126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36DED583" w14:textId="2DC1C180" w:rsidR="00AD0FDE" w:rsidRPr="00722126" w:rsidRDefault="0059150D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81,103</w:t>
            </w:r>
          </w:p>
        </w:tc>
        <w:tc>
          <w:tcPr>
            <w:tcW w:w="137" w:type="pct"/>
          </w:tcPr>
          <w:p w14:paraId="1DB1D5C3" w14:textId="77777777" w:rsidR="00AD0FDE" w:rsidRPr="00722126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4A626524" w14:textId="3845855F" w:rsidR="00AD0FDE" w:rsidRPr="00722126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947,141</w:t>
            </w:r>
          </w:p>
        </w:tc>
      </w:tr>
      <w:tr w:rsidR="00AD0FDE" w:rsidRPr="00922DF1" w14:paraId="7C348871" w14:textId="77777777" w:rsidTr="00314320">
        <w:tc>
          <w:tcPr>
            <w:tcW w:w="2168" w:type="pct"/>
          </w:tcPr>
          <w:p w14:paraId="7220DDF6" w14:textId="77777777" w:rsidR="00AD0FDE" w:rsidRPr="00C05013" w:rsidRDefault="00AD0FDE" w:rsidP="00AD0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ซื้อสินค้า</w:t>
            </w:r>
          </w:p>
        </w:tc>
        <w:tc>
          <w:tcPr>
            <w:tcW w:w="607" w:type="pct"/>
          </w:tcPr>
          <w:p w14:paraId="71F02A77" w14:textId="6E5E7A48" w:rsidR="00AD0FDE" w:rsidRPr="00B07CA4" w:rsidRDefault="0059150D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2599FA10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1F1B01C5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07CA4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7" w:type="pct"/>
          </w:tcPr>
          <w:p w14:paraId="6A1FA0C1" w14:textId="77777777" w:rsidR="00AD0FDE" w:rsidRPr="00922DF1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5A67032C" w14:textId="7F98EA70" w:rsidR="00AD0FDE" w:rsidRPr="00922DF1" w:rsidRDefault="0059150D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922DF1">
              <w:rPr>
                <w:rFonts w:ascii="Angsana New" w:hAnsi="Angsana New" w:cs="Angsana New"/>
                <w:sz w:val="28"/>
                <w:szCs w:val="28"/>
              </w:rPr>
              <w:t>9</w:t>
            </w:r>
            <w:r w:rsidR="00B36030" w:rsidRPr="00922DF1">
              <w:rPr>
                <w:rFonts w:ascii="Angsana New" w:hAnsi="Angsana New" w:cs="Angsana New"/>
                <w:sz w:val="28"/>
                <w:szCs w:val="28"/>
              </w:rPr>
              <w:t>52</w:t>
            </w:r>
            <w:r w:rsidRPr="00922DF1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B36030" w:rsidRPr="00922DF1">
              <w:rPr>
                <w:rFonts w:ascii="Angsana New" w:hAnsi="Angsana New" w:cs="Angsana New"/>
                <w:sz w:val="28"/>
                <w:szCs w:val="28"/>
              </w:rPr>
              <w:t>351</w:t>
            </w:r>
          </w:p>
        </w:tc>
        <w:tc>
          <w:tcPr>
            <w:tcW w:w="137" w:type="pct"/>
          </w:tcPr>
          <w:p w14:paraId="3CF1A0E0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1CB58ED0" w14:textId="5E1A61BB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1,066,345</w:t>
            </w:r>
          </w:p>
        </w:tc>
      </w:tr>
      <w:tr w:rsidR="00AD0FDE" w:rsidRPr="00C05013" w14:paraId="1496F69E" w14:textId="77777777" w:rsidTr="00314320">
        <w:tc>
          <w:tcPr>
            <w:tcW w:w="2168" w:type="pct"/>
          </w:tcPr>
          <w:p w14:paraId="066350D0" w14:textId="77777777" w:rsidR="00AD0FDE" w:rsidRPr="00C05013" w:rsidRDefault="00AD0FDE" w:rsidP="00AD0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ค่าใช้จ่ายอื่น</w:t>
            </w:r>
          </w:p>
        </w:tc>
        <w:tc>
          <w:tcPr>
            <w:tcW w:w="607" w:type="pct"/>
          </w:tcPr>
          <w:p w14:paraId="2B1FF57C" w14:textId="3985FE9D" w:rsidR="00AD0FDE" w:rsidRPr="00B07CA4" w:rsidRDefault="0059150D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04195930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5B7F3052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07CA4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7" w:type="pct"/>
          </w:tcPr>
          <w:p w14:paraId="396DA83C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3EDBD599" w14:textId="66136E17" w:rsidR="00AD0FDE" w:rsidRPr="00B07CA4" w:rsidRDefault="0059150D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14,679</w:t>
            </w:r>
          </w:p>
        </w:tc>
        <w:tc>
          <w:tcPr>
            <w:tcW w:w="137" w:type="pct"/>
          </w:tcPr>
          <w:p w14:paraId="129E1338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55540D81" w14:textId="35242311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14,679</w:t>
            </w:r>
          </w:p>
        </w:tc>
      </w:tr>
      <w:tr w:rsidR="00AD0FDE" w:rsidRPr="0025116F" w14:paraId="270CAE10" w14:textId="77777777" w:rsidTr="00314320">
        <w:tc>
          <w:tcPr>
            <w:tcW w:w="2168" w:type="pct"/>
          </w:tcPr>
          <w:p w14:paraId="4AE33768" w14:textId="77777777" w:rsidR="00AD0FDE" w:rsidRPr="00C05013" w:rsidRDefault="00AD0FDE" w:rsidP="00AD0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lastRenderedPageBreak/>
              <w:t>บุคคลหรือ</w:t>
            </w: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กิจการอื่นที่เกี่ยวข้องกัน</w:t>
            </w:r>
          </w:p>
        </w:tc>
        <w:tc>
          <w:tcPr>
            <w:tcW w:w="607" w:type="pct"/>
          </w:tcPr>
          <w:p w14:paraId="09D16527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47" w:type="pct"/>
          </w:tcPr>
          <w:p w14:paraId="412250E0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5C8574B2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 w:line="240" w:lineRule="auto"/>
              <w:ind w:left="-108" w:right="166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7" w:type="pct"/>
          </w:tcPr>
          <w:p w14:paraId="06DAA9E8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0DB4E993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" w:type="pct"/>
          </w:tcPr>
          <w:p w14:paraId="70715A08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4797D67F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D0FDE" w:rsidRPr="00C05013" w14:paraId="1F90C25E" w14:textId="77777777" w:rsidTr="00314320">
        <w:tc>
          <w:tcPr>
            <w:tcW w:w="2168" w:type="pct"/>
          </w:tcPr>
          <w:p w14:paraId="2C7E732E" w14:textId="77777777" w:rsidR="00AD0FDE" w:rsidRPr="00C05013" w:rsidRDefault="00AD0FDE" w:rsidP="00AD0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ขายสินค้า</w:t>
            </w:r>
          </w:p>
        </w:tc>
        <w:tc>
          <w:tcPr>
            <w:tcW w:w="607" w:type="pct"/>
          </w:tcPr>
          <w:p w14:paraId="0A157D9C" w14:textId="048E92EF" w:rsidR="00AD0FDE" w:rsidRPr="00B07CA4" w:rsidRDefault="0059150D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1,654</w:t>
            </w:r>
          </w:p>
        </w:tc>
        <w:tc>
          <w:tcPr>
            <w:tcW w:w="147" w:type="pct"/>
          </w:tcPr>
          <w:p w14:paraId="7580919A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605EA92B" w14:textId="1591D212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2,413</w:t>
            </w:r>
          </w:p>
        </w:tc>
        <w:tc>
          <w:tcPr>
            <w:tcW w:w="147" w:type="pct"/>
          </w:tcPr>
          <w:p w14:paraId="2A8CC9F0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762BC491" w14:textId="22253275" w:rsidR="00AD0FDE" w:rsidRPr="00B07CA4" w:rsidRDefault="0059150D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1,654</w:t>
            </w:r>
          </w:p>
        </w:tc>
        <w:tc>
          <w:tcPr>
            <w:tcW w:w="137" w:type="pct"/>
          </w:tcPr>
          <w:p w14:paraId="0820DA5A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6F6562EB" w14:textId="30DE31FD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2,413</w:t>
            </w:r>
          </w:p>
        </w:tc>
      </w:tr>
      <w:tr w:rsidR="00AD0FDE" w:rsidRPr="00C05013" w14:paraId="0F89CCF3" w14:textId="77777777" w:rsidTr="00314320">
        <w:tc>
          <w:tcPr>
            <w:tcW w:w="2168" w:type="pct"/>
          </w:tcPr>
          <w:p w14:paraId="0F7D4055" w14:textId="77777777" w:rsidR="00AD0FDE" w:rsidRPr="00C05013" w:rsidRDefault="00AD0FDE" w:rsidP="00AD0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ซื้อสินค้า</w:t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และบริการ</w:t>
            </w:r>
          </w:p>
        </w:tc>
        <w:tc>
          <w:tcPr>
            <w:tcW w:w="607" w:type="pct"/>
          </w:tcPr>
          <w:p w14:paraId="5319A87D" w14:textId="4CE50EEC" w:rsidR="00AD0FDE" w:rsidRPr="00B07CA4" w:rsidRDefault="0059150D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35,488</w:t>
            </w:r>
          </w:p>
        </w:tc>
        <w:tc>
          <w:tcPr>
            <w:tcW w:w="147" w:type="pct"/>
          </w:tcPr>
          <w:p w14:paraId="1A619250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2C36C4CE" w14:textId="00A7403B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36,321</w:t>
            </w:r>
          </w:p>
        </w:tc>
        <w:tc>
          <w:tcPr>
            <w:tcW w:w="147" w:type="pct"/>
          </w:tcPr>
          <w:p w14:paraId="4C28E016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5729903F" w14:textId="080D7711" w:rsidR="00AD0FDE" w:rsidRPr="00B07CA4" w:rsidRDefault="0059150D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" w:type="pct"/>
          </w:tcPr>
          <w:p w14:paraId="708F9C12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506360EA" w14:textId="790E0D20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07CA4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D0FDE" w:rsidRPr="00C05013" w14:paraId="2BF495F2" w14:textId="77777777" w:rsidTr="00314320">
        <w:tc>
          <w:tcPr>
            <w:tcW w:w="2168" w:type="pct"/>
          </w:tcPr>
          <w:p w14:paraId="348834E2" w14:textId="77777777" w:rsidR="00AD0FDE" w:rsidRPr="00C05013" w:rsidRDefault="00AD0FDE" w:rsidP="00AD0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ค่าใช้จ่ายอื่น</w:t>
            </w:r>
          </w:p>
        </w:tc>
        <w:tc>
          <w:tcPr>
            <w:tcW w:w="607" w:type="pct"/>
          </w:tcPr>
          <w:p w14:paraId="68619B30" w14:textId="138594FB" w:rsidR="00AD0FDE" w:rsidRPr="00B07CA4" w:rsidRDefault="0059150D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14</w:t>
            </w:r>
          </w:p>
        </w:tc>
        <w:tc>
          <w:tcPr>
            <w:tcW w:w="147" w:type="pct"/>
          </w:tcPr>
          <w:p w14:paraId="038B7F85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19A7C731" w14:textId="6004F5DA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33</w:t>
            </w:r>
          </w:p>
        </w:tc>
        <w:tc>
          <w:tcPr>
            <w:tcW w:w="147" w:type="pct"/>
          </w:tcPr>
          <w:p w14:paraId="54916D47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6A1A2BC2" w14:textId="079D825F" w:rsidR="00AD0FDE" w:rsidRPr="00B07CA4" w:rsidRDefault="0059150D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" w:type="pct"/>
          </w:tcPr>
          <w:p w14:paraId="090DB20F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6D74913C" w14:textId="2B1A8AD3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07CA4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D0FDE" w:rsidRPr="00C05013" w14:paraId="57942DAE" w14:textId="77777777" w:rsidTr="00314320">
        <w:tc>
          <w:tcPr>
            <w:tcW w:w="2168" w:type="pct"/>
          </w:tcPr>
          <w:p w14:paraId="61293529" w14:textId="77777777" w:rsidR="00AD0FDE" w:rsidRPr="00C05013" w:rsidRDefault="00AD0FDE" w:rsidP="00AD0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ค่าเช่าจ่าย</w:t>
            </w:r>
          </w:p>
        </w:tc>
        <w:tc>
          <w:tcPr>
            <w:tcW w:w="607" w:type="pct"/>
          </w:tcPr>
          <w:p w14:paraId="04E95458" w14:textId="2F67EE6E" w:rsidR="00AD0FDE" w:rsidRPr="00B07CA4" w:rsidRDefault="0059150D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1,065</w:t>
            </w:r>
          </w:p>
        </w:tc>
        <w:tc>
          <w:tcPr>
            <w:tcW w:w="147" w:type="pct"/>
          </w:tcPr>
          <w:p w14:paraId="06555D68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13ED236B" w14:textId="18ED7170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34C83">
              <w:rPr>
                <w:rFonts w:ascii="Angsana New" w:hAnsi="Angsana New" w:cs="Angsana New"/>
                <w:sz w:val="28"/>
                <w:szCs w:val="28"/>
              </w:rPr>
              <w:t>1,</w:t>
            </w:r>
            <w:r>
              <w:rPr>
                <w:rFonts w:ascii="Angsana New" w:hAnsi="Angsana New" w:cs="Angsana New"/>
                <w:sz w:val="28"/>
                <w:szCs w:val="28"/>
              </w:rPr>
              <w:t>017</w:t>
            </w:r>
          </w:p>
        </w:tc>
        <w:tc>
          <w:tcPr>
            <w:tcW w:w="147" w:type="pct"/>
          </w:tcPr>
          <w:p w14:paraId="0B748209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0FAD55A9" w14:textId="409F3D05" w:rsidR="00AD0FDE" w:rsidRPr="00B07CA4" w:rsidRDefault="0059150D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" w:type="pct"/>
          </w:tcPr>
          <w:p w14:paraId="07BBE554" w14:textId="77777777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4E596C15" w14:textId="344C806B" w:rsidR="00AD0FDE" w:rsidRPr="00B07CA4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07CA4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D0FDE" w:rsidRPr="00C05013" w14:paraId="15944734" w14:textId="77777777" w:rsidTr="00314320">
        <w:tc>
          <w:tcPr>
            <w:tcW w:w="2168" w:type="pct"/>
          </w:tcPr>
          <w:p w14:paraId="6AA9540F" w14:textId="77777777" w:rsidR="00AD0FDE" w:rsidRPr="00C05013" w:rsidRDefault="00AD0FDE" w:rsidP="00AD0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การเพิ่มขึ้นของสินทรัพย์สิทธิการใช้</w:t>
            </w:r>
          </w:p>
        </w:tc>
        <w:tc>
          <w:tcPr>
            <w:tcW w:w="607" w:type="pct"/>
          </w:tcPr>
          <w:p w14:paraId="7D0ABA35" w14:textId="4132C309" w:rsidR="00AD0FDE" w:rsidRPr="00C05013" w:rsidRDefault="0059150D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1F967FA3" w14:textId="77777777" w:rsidR="00AD0FDE" w:rsidRPr="00C05013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6BAB57C5" w14:textId="02B5A5D0" w:rsidR="00AD0FDE" w:rsidRPr="00C05013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5,930</w:t>
            </w:r>
          </w:p>
        </w:tc>
        <w:tc>
          <w:tcPr>
            <w:tcW w:w="147" w:type="pct"/>
          </w:tcPr>
          <w:p w14:paraId="27530C51" w14:textId="77777777" w:rsidR="00AD0FDE" w:rsidRPr="00C05013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380C3AB2" w14:textId="37F4BFBC" w:rsidR="00AD0FDE" w:rsidRPr="00C05013" w:rsidRDefault="0059150D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" w:type="pct"/>
          </w:tcPr>
          <w:p w14:paraId="48348C24" w14:textId="77777777" w:rsidR="00AD0FDE" w:rsidRPr="00C05013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22F113E0" w14:textId="4E3E8BBC" w:rsidR="00AD0FDE" w:rsidRPr="00C05013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F313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D0FDE" w:rsidRPr="007213BB" w14:paraId="17EB37F5" w14:textId="77777777" w:rsidTr="00314320">
        <w:tc>
          <w:tcPr>
            <w:tcW w:w="2168" w:type="pct"/>
          </w:tcPr>
          <w:p w14:paraId="747C4CA9" w14:textId="77777777" w:rsidR="00AD0FDE" w:rsidRPr="007213BB" w:rsidRDefault="00AD0FDE" w:rsidP="00AD0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highlight w:val="yellow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607" w:type="pct"/>
          </w:tcPr>
          <w:p w14:paraId="5F95E721" w14:textId="5370F846" w:rsidR="00AD0FDE" w:rsidRPr="007213BB" w:rsidRDefault="0059150D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  <w:r w:rsidRPr="0059150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14D0C105" w14:textId="77777777" w:rsidR="00AD0FDE" w:rsidRPr="007213BB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599" w:type="pct"/>
          </w:tcPr>
          <w:p w14:paraId="2789A31A" w14:textId="54BE5357" w:rsidR="00AD0FDE" w:rsidRPr="003B5B02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716</w:t>
            </w:r>
          </w:p>
        </w:tc>
        <w:tc>
          <w:tcPr>
            <w:tcW w:w="147" w:type="pct"/>
          </w:tcPr>
          <w:p w14:paraId="6642DE75" w14:textId="77777777" w:rsidR="00AD0FDE" w:rsidRPr="007213BB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590" w:type="pct"/>
          </w:tcPr>
          <w:p w14:paraId="2E5D0952" w14:textId="436C5DBF" w:rsidR="00AD0FDE" w:rsidRPr="007213BB" w:rsidRDefault="0059150D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  <w:r w:rsidRPr="0059150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" w:type="pct"/>
          </w:tcPr>
          <w:p w14:paraId="423B47F6" w14:textId="77777777" w:rsidR="00AD0FDE" w:rsidRPr="007213BB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605" w:type="pct"/>
          </w:tcPr>
          <w:p w14:paraId="7744728B" w14:textId="50837FD1" w:rsidR="00AD0FDE" w:rsidRPr="007213BB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  <w:r w:rsidRPr="001F313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D0FDE" w:rsidRPr="000A47C1" w14:paraId="29CC3C08" w14:textId="77777777" w:rsidTr="00314320">
        <w:tc>
          <w:tcPr>
            <w:tcW w:w="2168" w:type="pct"/>
          </w:tcPr>
          <w:p w14:paraId="35CE766A" w14:textId="77777777" w:rsidR="00AD0FDE" w:rsidRPr="000A47C1" w:rsidRDefault="00AD0FDE" w:rsidP="00AD0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07" w:type="pct"/>
          </w:tcPr>
          <w:p w14:paraId="4CA19421" w14:textId="77777777" w:rsidR="00AD0FDE" w:rsidRPr="000A47C1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7" w:type="pct"/>
          </w:tcPr>
          <w:p w14:paraId="6DBC84BC" w14:textId="77777777" w:rsidR="00AD0FDE" w:rsidRPr="000A47C1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9" w:type="pct"/>
          </w:tcPr>
          <w:p w14:paraId="743D1CD3" w14:textId="77777777" w:rsidR="00AD0FDE" w:rsidRPr="000A47C1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 w:line="240" w:lineRule="auto"/>
              <w:ind w:left="-108" w:right="166"/>
              <w:jc w:val="both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7" w:type="pct"/>
          </w:tcPr>
          <w:p w14:paraId="6787C6A8" w14:textId="77777777" w:rsidR="00AD0FDE" w:rsidRPr="000A47C1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</w:tcPr>
          <w:p w14:paraId="5EDD0C8C" w14:textId="77777777" w:rsidR="00AD0FDE" w:rsidRPr="000A47C1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7" w:type="pct"/>
          </w:tcPr>
          <w:p w14:paraId="613737D1" w14:textId="77777777" w:rsidR="00AD0FDE" w:rsidRPr="000A47C1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05" w:type="pct"/>
          </w:tcPr>
          <w:p w14:paraId="1E65286A" w14:textId="77777777" w:rsidR="00AD0FDE" w:rsidRPr="000A47C1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AD0FDE" w:rsidRPr="00C05013" w14:paraId="66CAC1C9" w14:textId="77777777" w:rsidTr="00314320">
        <w:tc>
          <w:tcPr>
            <w:tcW w:w="2168" w:type="pct"/>
            <w:shd w:val="clear" w:color="auto" w:fill="FFFFFF"/>
          </w:tcPr>
          <w:p w14:paraId="519ADDE0" w14:textId="77777777" w:rsidR="00AD0FDE" w:rsidRPr="00C05013" w:rsidRDefault="00AD0FDE" w:rsidP="00AD0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ผู้บริหารสำคัญ</w:t>
            </w:r>
          </w:p>
        </w:tc>
        <w:tc>
          <w:tcPr>
            <w:tcW w:w="607" w:type="pct"/>
          </w:tcPr>
          <w:p w14:paraId="3D3EBB8F" w14:textId="77777777" w:rsidR="00AD0FDE" w:rsidRPr="00C05013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7" w:type="pct"/>
          </w:tcPr>
          <w:p w14:paraId="2AAE26FB" w14:textId="77777777" w:rsidR="00AD0FDE" w:rsidRPr="00C05013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99" w:type="pct"/>
          </w:tcPr>
          <w:p w14:paraId="761A3057" w14:textId="77777777" w:rsidR="00AD0FDE" w:rsidRPr="00C05013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 w:line="240" w:lineRule="auto"/>
              <w:ind w:left="-108" w:right="166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7" w:type="pct"/>
          </w:tcPr>
          <w:p w14:paraId="65BD6C8B" w14:textId="77777777" w:rsidR="00AD0FDE" w:rsidRPr="00C05013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90" w:type="pct"/>
          </w:tcPr>
          <w:p w14:paraId="2EFA02EA" w14:textId="77777777" w:rsidR="00AD0FDE" w:rsidRPr="00C05013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pct"/>
          </w:tcPr>
          <w:p w14:paraId="484E8C7F" w14:textId="77777777" w:rsidR="00AD0FDE" w:rsidRPr="00C05013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5" w:type="pct"/>
          </w:tcPr>
          <w:p w14:paraId="0870B48A" w14:textId="77777777" w:rsidR="00AD0FDE" w:rsidRPr="00C05013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A04E7" w:rsidRPr="00C05013" w14:paraId="7FF54F90" w14:textId="77777777" w:rsidTr="00314320">
        <w:tc>
          <w:tcPr>
            <w:tcW w:w="2168" w:type="pct"/>
            <w:shd w:val="clear" w:color="auto" w:fill="FFFFFF"/>
          </w:tcPr>
          <w:p w14:paraId="0B7929F1" w14:textId="77777777" w:rsidR="000A04E7" w:rsidRPr="00C05013" w:rsidRDefault="000A04E7" w:rsidP="000A0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i/>
                <w:iCs/>
                <w:color w:val="0000FF"/>
                <w:sz w:val="28"/>
                <w:szCs w:val="28"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การเพิ่มขึ้นของสินทรัพย์สิทธิการใช้</w:t>
            </w:r>
          </w:p>
        </w:tc>
        <w:tc>
          <w:tcPr>
            <w:tcW w:w="607" w:type="pct"/>
          </w:tcPr>
          <w:p w14:paraId="424AC7EF" w14:textId="57BA0A94" w:rsidR="000A04E7" w:rsidRPr="00C05013" w:rsidRDefault="007720F0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49E4FD4E" w14:textId="77777777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70D67F3C" w14:textId="22D1CF69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15,363</w:t>
            </w:r>
          </w:p>
        </w:tc>
        <w:tc>
          <w:tcPr>
            <w:tcW w:w="147" w:type="pct"/>
          </w:tcPr>
          <w:p w14:paraId="6FDC2232" w14:textId="77777777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6B18CCAD" w14:textId="04F70BD0" w:rsidR="000A04E7" w:rsidRPr="00C05013" w:rsidRDefault="007720F0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" w:type="pct"/>
          </w:tcPr>
          <w:p w14:paraId="3170F412" w14:textId="77777777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55502DAE" w14:textId="3AF73DE1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D1F6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0A04E7" w:rsidRPr="00C05013" w14:paraId="47710FB8" w14:textId="77777777" w:rsidTr="00314320">
        <w:tc>
          <w:tcPr>
            <w:tcW w:w="2168" w:type="pct"/>
            <w:shd w:val="clear" w:color="auto" w:fill="FFFFFF"/>
          </w:tcPr>
          <w:p w14:paraId="00FA41F9" w14:textId="77777777" w:rsidR="000A04E7" w:rsidRPr="00C05013" w:rsidRDefault="000A04E7" w:rsidP="000A0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607" w:type="pct"/>
          </w:tcPr>
          <w:p w14:paraId="1BC1AE46" w14:textId="1734AA22" w:rsidR="000A04E7" w:rsidRPr="00C05013" w:rsidRDefault="007720F0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70476B79" w14:textId="77777777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7EF30790" w14:textId="5BAC71FB" w:rsidR="000A04E7" w:rsidRPr="00C42DDF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1,692</w:t>
            </w:r>
          </w:p>
        </w:tc>
        <w:tc>
          <w:tcPr>
            <w:tcW w:w="147" w:type="pct"/>
          </w:tcPr>
          <w:p w14:paraId="4C76189F" w14:textId="77777777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699B6898" w14:textId="5A6F9013" w:rsidR="000A04E7" w:rsidRDefault="007720F0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" w:type="pct"/>
          </w:tcPr>
          <w:p w14:paraId="0A089173" w14:textId="77777777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05C0906B" w14:textId="39F565DF" w:rsidR="000A04E7" w:rsidRPr="00C42DDF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894</w:t>
            </w:r>
          </w:p>
        </w:tc>
      </w:tr>
      <w:tr w:rsidR="000A04E7" w:rsidRPr="00C05013" w14:paraId="18DF0566" w14:textId="77777777" w:rsidTr="00314320">
        <w:tc>
          <w:tcPr>
            <w:tcW w:w="2168" w:type="pct"/>
            <w:shd w:val="clear" w:color="auto" w:fill="FFFFFF"/>
          </w:tcPr>
          <w:p w14:paraId="5774DE2F" w14:textId="77777777" w:rsidR="000A04E7" w:rsidRPr="00C05013" w:rsidRDefault="000A04E7" w:rsidP="000A04E7">
            <w:pPr>
              <w:tabs>
                <w:tab w:val="clear" w:pos="3515"/>
                <w:tab w:val="clear" w:pos="3742"/>
              </w:tabs>
              <w:spacing w:line="240" w:lineRule="auto"/>
              <w:ind w:right="-138"/>
              <w:rPr>
                <w:rFonts w:ascii="Angsana New" w:hAnsi="Angsana New" w:cs="Angsana New"/>
                <w:i/>
                <w:iCs/>
                <w:color w:val="0000FF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ค่าตอบแทนผู้บริหารสำคัญ</w:t>
            </w:r>
          </w:p>
        </w:tc>
        <w:tc>
          <w:tcPr>
            <w:tcW w:w="607" w:type="pct"/>
          </w:tcPr>
          <w:p w14:paraId="397C90D5" w14:textId="77777777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" w:type="pct"/>
          </w:tcPr>
          <w:p w14:paraId="7ACD1A76" w14:textId="77777777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297D0DF7" w14:textId="77777777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" w:type="pct"/>
          </w:tcPr>
          <w:p w14:paraId="3D8D8231" w14:textId="77777777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78C853E2" w14:textId="77777777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" w:type="pct"/>
          </w:tcPr>
          <w:p w14:paraId="38470D3F" w14:textId="77777777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605" w:type="pct"/>
          </w:tcPr>
          <w:p w14:paraId="18D40560" w14:textId="77777777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0A04E7" w:rsidRPr="00C05013" w14:paraId="55FEE621" w14:textId="77777777" w:rsidTr="00314320">
        <w:tc>
          <w:tcPr>
            <w:tcW w:w="2168" w:type="pct"/>
            <w:shd w:val="clear" w:color="auto" w:fill="FFFFFF"/>
          </w:tcPr>
          <w:p w14:paraId="3EDEE582" w14:textId="77777777" w:rsidR="000A04E7" w:rsidRPr="00C05013" w:rsidRDefault="000A04E7" w:rsidP="000A04E7">
            <w:pPr>
              <w:tabs>
                <w:tab w:val="clear" w:pos="3515"/>
                <w:tab w:val="clear" w:pos="3742"/>
              </w:tabs>
              <w:spacing w:line="240" w:lineRule="auto"/>
              <w:ind w:right="-13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ผลประโยชน์ระยะสั้นของพนักงาน</w:t>
            </w:r>
          </w:p>
        </w:tc>
        <w:tc>
          <w:tcPr>
            <w:tcW w:w="607" w:type="pct"/>
          </w:tcPr>
          <w:p w14:paraId="081782B3" w14:textId="49F7E961" w:rsidR="000A04E7" w:rsidRPr="00C05013" w:rsidRDefault="007720F0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240" w:lineRule="auto"/>
              <w:ind w:left="-108" w:right="-8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42,776</w:t>
            </w:r>
          </w:p>
        </w:tc>
        <w:tc>
          <w:tcPr>
            <w:tcW w:w="147" w:type="pct"/>
          </w:tcPr>
          <w:p w14:paraId="08FDB1AC" w14:textId="77777777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0795C025" w14:textId="179035CC" w:rsidR="000A04E7" w:rsidRPr="001F313C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46,165</w:t>
            </w:r>
          </w:p>
        </w:tc>
        <w:tc>
          <w:tcPr>
            <w:tcW w:w="147" w:type="pct"/>
          </w:tcPr>
          <w:p w14:paraId="16F908CF" w14:textId="77777777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6AD3BDF8" w14:textId="66B9AD98" w:rsidR="000A04E7" w:rsidRPr="00C05013" w:rsidRDefault="007720F0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42,776</w:t>
            </w:r>
          </w:p>
        </w:tc>
        <w:tc>
          <w:tcPr>
            <w:tcW w:w="137" w:type="pct"/>
          </w:tcPr>
          <w:p w14:paraId="582BCBF4" w14:textId="77777777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605" w:type="pct"/>
          </w:tcPr>
          <w:p w14:paraId="233C2908" w14:textId="61180074" w:rsidR="000A04E7" w:rsidRPr="001F313C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46,165</w:t>
            </w:r>
          </w:p>
        </w:tc>
      </w:tr>
      <w:tr w:rsidR="000A04E7" w:rsidRPr="00C05013" w14:paraId="0E86D91F" w14:textId="77777777" w:rsidTr="00D445BC">
        <w:tc>
          <w:tcPr>
            <w:tcW w:w="2168" w:type="pct"/>
            <w:shd w:val="clear" w:color="auto" w:fill="FFFFFF"/>
          </w:tcPr>
          <w:p w14:paraId="2ECF721B" w14:textId="77777777" w:rsidR="000A04E7" w:rsidRPr="00C05013" w:rsidRDefault="000A04E7" w:rsidP="000A0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14:paraId="675941C9" w14:textId="7A4F63E1" w:rsidR="000A04E7" w:rsidRPr="00C05013" w:rsidRDefault="007720F0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240" w:lineRule="auto"/>
              <w:ind w:left="-108" w:right="-8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909</w:t>
            </w:r>
          </w:p>
        </w:tc>
        <w:tc>
          <w:tcPr>
            <w:tcW w:w="147" w:type="pct"/>
          </w:tcPr>
          <w:p w14:paraId="663D9CE6" w14:textId="77777777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  <w:tcBorders>
              <w:bottom w:val="single" w:sz="4" w:space="0" w:color="auto"/>
            </w:tcBorders>
          </w:tcPr>
          <w:p w14:paraId="64B91E6F" w14:textId="68F27FF9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615</w:t>
            </w:r>
          </w:p>
        </w:tc>
        <w:tc>
          <w:tcPr>
            <w:tcW w:w="147" w:type="pct"/>
          </w:tcPr>
          <w:p w14:paraId="2CD18455" w14:textId="77777777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14:paraId="7CCE7BF4" w14:textId="1CC177E3" w:rsidR="000A04E7" w:rsidRPr="00C05013" w:rsidRDefault="007720F0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909</w:t>
            </w:r>
          </w:p>
        </w:tc>
        <w:tc>
          <w:tcPr>
            <w:tcW w:w="137" w:type="pct"/>
          </w:tcPr>
          <w:p w14:paraId="18763FFF" w14:textId="77777777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0B81D2F6" w14:textId="669114CD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6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615</w:t>
            </w:r>
          </w:p>
        </w:tc>
      </w:tr>
      <w:tr w:rsidR="000A04E7" w:rsidRPr="00C05013" w14:paraId="1CFFC4F1" w14:textId="77777777" w:rsidTr="00D445BC">
        <w:tc>
          <w:tcPr>
            <w:tcW w:w="2168" w:type="pct"/>
            <w:shd w:val="clear" w:color="auto" w:fill="FFFFFF"/>
          </w:tcPr>
          <w:p w14:paraId="6644451D" w14:textId="77777777" w:rsidR="000A04E7" w:rsidRPr="00C05013" w:rsidRDefault="000A04E7" w:rsidP="000A0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i/>
                <w:iCs/>
                <w:color w:val="0000FF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รวมค่าตอบแทนผู้บริหารสำคัญ</w:t>
            </w:r>
          </w:p>
        </w:tc>
        <w:tc>
          <w:tcPr>
            <w:tcW w:w="607" w:type="pct"/>
            <w:tcBorders>
              <w:top w:val="single" w:sz="4" w:space="0" w:color="auto"/>
              <w:bottom w:val="double" w:sz="4" w:space="0" w:color="auto"/>
            </w:tcBorders>
          </w:tcPr>
          <w:p w14:paraId="641C54FB" w14:textId="53E40FCD" w:rsidR="000A04E7" w:rsidRPr="007213BB" w:rsidRDefault="007720F0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43,685</w:t>
            </w:r>
          </w:p>
        </w:tc>
        <w:tc>
          <w:tcPr>
            <w:tcW w:w="147" w:type="pct"/>
          </w:tcPr>
          <w:p w14:paraId="2DF50D28" w14:textId="77777777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single" w:sz="4" w:space="0" w:color="auto"/>
              <w:bottom w:val="double" w:sz="4" w:space="0" w:color="auto"/>
            </w:tcBorders>
          </w:tcPr>
          <w:p w14:paraId="2D06878E" w14:textId="216953B5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46,780</w:t>
            </w:r>
          </w:p>
        </w:tc>
        <w:tc>
          <w:tcPr>
            <w:tcW w:w="147" w:type="pct"/>
          </w:tcPr>
          <w:p w14:paraId="6E8B2C1F" w14:textId="77777777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</w:tcPr>
          <w:p w14:paraId="6C28A3C9" w14:textId="78884834" w:rsidR="000A04E7" w:rsidRPr="007213BB" w:rsidRDefault="007720F0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43,685</w:t>
            </w:r>
          </w:p>
        </w:tc>
        <w:tc>
          <w:tcPr>
            <w:tcW w:w="137" w:type="pct"/>
          </w:tcPr>
          <w:p w14:paraId="6E20400A" w14:textId="77777777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double" w:sz="4" w:space="0" w:color="auto"/>
            </w:tcBorders>
          </w:tcPr>
          <w:p w14:paraId="6645C0BB" w14:textId="03F76DB3" w:rsidR="000A04E7" w:rsidRPr="00C05013" w:rsidRDefault="000A04E7" w:rsidP="000A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46,780</w:t>
            </w:r>
          </w:p>
        </w:tc>
      </w:tr>
      <w:tr w:rsidR="00AD0FDE" w:rsidRPr="000A47C1" w14:paraId="47007046" w14:textId="77777777" w:rsidTr="00D445BC">
        <w:tc>
          <w:tcPr>
            <w:tcW w:w="2168" w:type="pct"/>
            <w:shd w:val="clear" w:color="auto" w:fill="FFFFFF"/>
          </w:tcPr>
          <w:p w14:paraId="1AFA4D09" w14:textId="77777777" w:rsidR="00AD0FDE" w:rsidRPr="000A47C1" w:rsidRDefault="00AD0FDE" w:rsidP="00AD0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07" w:type="pct"/>
            <w:tcBorders>
              <w:top w:val="double" w:sz="4" w:space="0" w:color="auto"/>
            </w:tcBorders>
          </w:tcPr>
          <w:p w14:paraId="0F6A0453" w14:textId="77777777" w:rsidR="00AD0FDE" w:rsidRPr="000A47C1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47" w:type="pct"/>
          </w:tcPr>
          <w:p w14:paraId="7134A483" w14:textId="77777777" w:rsidR="00AD0FDE" w:rsidRPr="000A47C1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double" w:sz="4" w:space="0" w:color="auto"/>
            </w:tcBorders>
          </w:tcPr>
          <w:p w14:paraId="0B9836EB" w14:textId="77777777" w:rsidR="00AD0FDE" w:rsidRPr="000A47C1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47" w:type="pct"/>
          </w:tcPr>
          <w:p w14:paraId="697F9CA0" w14:textId="77777777" w:rsidR="00AD0FDE" w:rsidRPr="000A47C1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double" w:sz="4" w:space="0" w:color="auto"/>
            </w:tcBorders>
          </w:tcPr>
          <w:p w14:paraId="5FA89C5C" w14:textId="77777777" w:rsidR="00AD0FDE" w:rsidRPr="000A47C1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37" w:type="pct"/>
          </w:tcPr>
          <w:p w14:paraId="62836763" w14:textId="77777777" w:rsidR="00AD0FDE" w:rsidRPr="000A47C1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i/>
                <w:i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double" w:sz="4" w:space="0" w:color="auto"/>
            </w:tcBorders>
          </w:tcPr>
          <w:p w14:paraId="6622255E" w14:textId="77777777" w:rsidR="00AD0FDE" w:rsidRPr="000A47C1" w:rsidRDefault="00AD0FDE" w:rsidP="00AD0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</w:tr>
    </w:tbl>
    <w:p w14:paraId="7F54EEFA" w14:textId="4EA4AC85" w:rsidR="000C1387" w:rsidRPr="00C05013" w:rsidRDefault="000C13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"/>
          <w:szCs w:val="2"/>
          <w:cs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500"/>
        <w:gridCol w:w="990"/>
        <w:gridCol w:w="182"/>
        <w:gridCol w:w="1078"/>
        <w:gridCol w:w="185"/>
        <w:gridCol w:w="985"/>
        <w:gridCol w:w="183"/>
        <w:gridCol w:w="1077"/>
      </w:tblGrid>
      <w:tr w:rsidR="00DE228E" w:rsidRPr="00C05013" w14:paraId="6B5FD1BB" w14:textId="77777777" w:rsidTr="006974E4">
        <w:trPr>
          <w:cantSplit/>
          <w:tblHeader/>
        </w:trPr>
        <w:tc>
          <w:tcPr>
            <w:tcW w:w="4500" w:type="dxa"/>
          </w:tcPr>
          <w:p w14:paraId="70195431" w14:textId="4BD6722F" w:rsidR="00DE228E" w:rsidRPr="00C05013" w:rsidRDefault="00DE228E" w:rsidP="00E82CF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28"/>
                <w:szCs w:val="28"/>
                <w:lang w:bidi="th-TH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16BFC17B" w14:textId="77777777" w:rsidR="00DE228E" w:rsidRPr="00C05013" w:rsidRDefault="00DE228E" w:rsidP="00E82CF4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</w:pPr>
            <w:r w:rsidRPr="00C05013">
              <w:rPr>
                <w:rFonts w:asciiTheme="majorBidi" w:hAnsiTheme="majorBidi" w:cstheme="majorBidi" w:hint="cs"/>
                <w:b w:val="0"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85" w:type="dxa"/>
          </w:tcPr>
          <w:p w14:paraId="556E51E4" w14:textId="77777777" w:rsidR="00DE228E" w:rsidRPr="00C05013" w:rsidRDefault="00DE228E" w:rsidP="00E82CF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2245" w:type="dxa"/>
            <w:gridSpan w:val="3"/>
            <w:vAlign w:val="bottom"/>
          </w:tcPr>
          <w:p w14:paraId="0448793D" w14:textId="77777777" w:rsidR="00DE228E" w:rsidRPr="00C05013" w:rsidRDefault="00DE228E" w:rsidP="00E82CF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C5415" w:rsidRPr="00C05013" w14:paraId="2C017230" w14:textId="77777777" w:rsidTr="006974E4">
        <w:trPr>
          <w:cantSplit/>
          <w:tblHeader/>
        </w:trPr>
        <w:tc>
          <w:tcPr>
            <w:tcW w:w="4500" w:type="dxa"/>
          </w:tcPr>
          <w:p w14:paraId="4586833D" w14:textId="6E7D1028" w:rsidR="004C5415" w:rsidRPr="00C05013" w:rsidRDefault="004C5415" w:rsidP="004C5415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54659406" w14:textId="1979DD83" w:rsidR="004C5415" w:rsidRPr="00C05013" w:rsidRDefault="004C5415" w:rsidP="004C5415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A457CB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</w:t>
            </w:r>
            <w:r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0</w:t>
            </w:r>
            <w:r w:rsidRPr="00A457CB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="00DB77DB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  <w:tc>
          <w:tcPr>
            <w:tcW w:w="182" w:type="dxa"/>
            <w:vAlign w:val="bottom"/>
          </w:tcPr>
          <w:p w14:paraId="57EC945A" w14:textId="77777777" w:rsidR="004C5415" w:rsidRPr="00C05013" w:rsidRDefault="004C5415" w:rsidP="004C5415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078" w:type="dxa"/>
            <w:vAlign w:val="bottom"/>
          </w:tcPr>
          <w:p w14:paraId="2A04294C" w14:textId="5F181AE6" w:rsidR="004C5415" w:rsidRPr="00C05013" w:rsidRDefault="004C5415" w:rsidP="004C5415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31</w:t>
            </w:r>
            <w:r w:rsidRPr="00C05013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85" w:type="dxa"/>
          </w:tcPr>
          <w:p w14:paraId="7CB111F6" w14:textId="77777777" w:rsidR="004C5415" w:rsidRPr="00C05013" w:rsidRDefault="004C5415" w:rsidP="004C5415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985" w:type="dxa"/>
            <w:vAlign w:val="bottom"/>
          </w:tcPr>
          <w:p w14:paraId="300B03E7" w14:textId="0C91412E" w:rsidR="004C5415" w:rsidRPr="00C05013" w:rsidRDefault="004C5415" w:rsidP="004C5415">
            <w:pPr>
              <w:spacing w:line="240" w:lineRule="auto"/>
              <w:ind w:left="-53" w:right="-5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457CB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4C5415">
              <w:rPr>
                <w:rFonts w:ascii="Angsana New" w:hAnsi="Angsana New" w:cs="Angsana New"/>
                <w:bCs/>
                <w:sz w:val="28"/>
                <w:szCs w:val="28"/>
              </w:rPr>
              <w:t xml:space="preserve">0 </w:t>
            </w:r>
            <w:r w:rsidR="00DB77DB">
              <w:rPr>
                <w:rFonts w:ascii="Angsana New" w:hAnsi="Angsana New" w:cs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83" w:type="dxa"/>
            <w:vAlign w:val="bottom"/>
          </w:tcPr>
          <w:p w14:paraId="31A1805F" w14:textId="77777777" w:rsidR="004C5415" w:rsidRPr="00C05013" w:rsidRDefault="004C5415" w:rsidP="004C5415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077" w:type="dxa"/>
            <w:vAlign w:val="bottom"/>
          </w:tcPr>
          <w:p w14:paraId="1BC692FB" w14:textId="2711FA4F" w:rsidR="004C5415" w:rsidRPr="00C05013" w:rsidRDefault="004C5415" w:rsidP="004C5415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31</w:t>
            </w:r>
            <w:r w:rsidRPr="00C05013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</w:tr>
      <w:tr w:rsidR="00CF2553" w:rsidRPr="00C05013" w14:paraId="30CC69AE" w14:textId="77777777" w:rsidTr="006974E4">
        <w:trPr>
          <w:cantSplit/>
          <w:tblHeader/>
        </w:trPr>
        <w:tc>
          <w:tcPr>
            <w:tcW w:w="4500" w:type="dxa"/>
          </w:tcPr>
          <w:p w14:paraId="55FDD217" w14:textId="643594AD" w:rsidR="00CF2553" w:rsidRPr="00C05013" w:rsidRDefault="00CF2553" w:rsidP="00CF2553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>ยอดคงเหลือกับบุคคลหรือกิจการที่เกี่ยวข้องกัน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C05013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ณ วันที่</w:t>
            </w:r>
          </w:p>
        </w:tc>
        <w:tc>
          <w:tcPr>
            <w:tcW w:w="990" w:type="dxa"/>
            <w:vAlign w:val="bottom"/>
          </w:tcPr>
          <w:p w14:paraId="0571B093" w14:textId="474277EB" w:rsidR="00CF2553" w:rsidRPr="00C05013" w:rsidRDefault="00C42DDF" w:rsidP="00CF2553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  <w:t>256</w:t>
            </w:r>
            <w:r w:rsidR="00A457CB"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  <w:t>8</w:t>
            </w:r>
          </w:p>
        </w:tc>
        <w:tc>
          <w:tcPr>
            <w:tcW w:w="182" w:type="dxa"/>
            <w:vAlign w:val="bottom"/>
          </w:tcPr>
          <w:p w14:paraId="758FA04F" w14:textId="77777777" w:rsidR="00CF2553" w:rsidRPr="00C05013" w:rsidRDefault="00CF2553" w:rsidP="00CF2553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</w:pPr>
          </w:p>
        </w:tc>
        <w:tc>
          <w:tcPr>
            <w:tcW w:w="1078" w:type="dxa"/>
            <w:vAlign w:val="bottom"/>
          </w:tcPr>
          <w:p w14:paraId="2205FDA6" w14:textId="69D9BF48" w:rsidR="00CF2553" w:rsidRPr="00C05013" w:rsidRDefault="00C42DDF" w:rsidP="00CF2553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  <w:t>256</w:t>
            </w:r>
            <w:r w:rsidR="00A457CB"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  <w:t>7</w:t>
            </w:r>
          </w:p>
        </w:tc>
        <w:tc>
          <w:tcPr>
            <w:tcW w:w="185" w:type="dxa"/>
          </w:tcPr>
          <w:p w14:paraId="5AE08206" w14:textId="77777777" w:rsidR="00CF2553" w:rsidRPr="00C05013" w:rsidRDefault="00CF2553" w:rsidP="00CF2553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</w:pPr>
          </w:p>
        </w:tc>
        <w:tc>
          <w:tcPr>
            <w:tcW w:w="985" w:type="dxa"/>
            <w:vAlign w:val="bottom"/>
          </w:tcPr>
          <w:p w14:paraId="71E90D46" w14:textId="7BDCD0F3" w:rsidR="00CF2553" w:rsidRPr="00C05013" w:rsidRDefault="00C42DDF" w:rsidP="00CF2553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  <w:t>256</w:t>
            </w:r>
            <w:r w:rsidR="00A457CB"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  <w:t>8</w:t>
            </w:r>
          </w:p>
        </w:tc>
        <w:tc>
          <w:tcPr>
            <w:tcW w:w="183" w:type="dxa"/>
            <w:vAlign w:val="bottom"/>
          </w:tcPr>
          <w:p w14:paraId="14AF2241" w14:textId="77777777" w:rsidR="00CF2553" w:rsidRPr="00C05013" w:rsidRDefault="00CF2553" w:rsidP="00CF2553">
            <w:pPr>
              <w:pStyle w:val="acctmergecolhdg"/>
              <w:spacing w:line="240" w:lineRule="auto"/>
              <w:ind w:left="-77" w:right="-77"/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</w:pPr>
          </w:p>
        </w:tc>
        <w:tc>
          <w:tcPr>
            <w:tcW w:w="1077" w:type="dxa"/>
            <w:vAlign w:val="bottom"/>
          </w:tcPr>
          <w:p w14:paraId="1DC1D9C7" w14:textId="574AEFE6" w:rsidR="00CF2553" w:rsidRPr="00C05013" w:rsidRDefault="00C42DDF" w:rsidP="00CF2553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  <w:t>256</w:t>
            </w:r>
            <w:r w:rsidR="00A457CB"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  <w:t>7</w:t>
            </w:r>
          </w:p>
        </w:tc>
      </w:tr>
      <w:tr w:rsidR="00DE228E" w:rsidRPr="00C05013" w14:paraId="0DC641CD" w14:textId="77777777" w:rsidTr="006974E4">
        <w:trPr>
          <w:cantSplit/>
          <w:tblHeader/>
        </w:trPr>
        <w:tc>
          <w:tcPr>
            <w:tcW w:w="4500" w:type="dxa"/>
          </w:tcPr>
          <w:p w14:paraId="2CFF0F81" w14:textId="77777777" w:rsidR="00DE228E" w:rsidRPr="00C05013" w:rsidRDefault="00DE228E" w:rsidP="00E82CF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4680" w:type="dxa"/>
            <w:gridSpan w:val="7"/>
            <w:vAlign w:val="bottom"/>
            <w:hideMark/>
          </w:tcPr>
          <w:p w14:paraId="500292CA" w14:textId="77777777" w:rsidR="00DE228E" w:rsidRPr="00C05013" w:rsidRDefault="00DE228E" w:rsidP="00E82CF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DE228E" w:rsidRPr="00C05013" w14:paraId="632B4971" w14:textId="77777777" w:rsidTr="006974E4">
        <w:trPr>
          <w:cantSplit/>
        </w:trPr>
        <w:tc>
          <w:tcPr>
            <w:tcW w:w="4500" w:type="dxa"/>
          </w:tcPr>
          <w:p w14:paraId="09D716F7" w14:textId="77777777" w:rsidR="00DE228E" w:rsidRPr="00C05013" w:rsidRDefault="00DE228E" w:rsidP="006974E4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ลูกหนี้การค้า</w:t>
            </w:r>
            <w:r w:rsidRPr="00C05013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และ</w:t>
            </w:r>
            <w:r w:rsidRPr="00C05013">
              <w:rPr>
                <w:rFonts w:cs="Angsana New"/>
                <w:b/>
                <w:bCs/>
                <w:i/>
                <w:iCs/>
                <w:color w:val="000000"/>
                <w:sz w:val="28"/>
                <w:szCs w:val="28"/>
                <w:cs/>
                <w:lang w:eastAsia="ja-JP"/>
              </w:rPr>
              <w:t>ลูกหนี้</w:t>
            </w:r>
            <w:r w:rsidRPr="00C05013">
              <w:rPr>
                <w:rFonts w:cs="Angsana New" w:hint="cs"/>
                <w:b/>
                <w:bCs/>
                <w:i/>
                <w:iCs/>
                <w:color w:val="000000"/>
                <w:sz w:val="28"/>
                <w:szCs w:val="28"/>
                <w:cs/>
                <w:lang w:eastAsia="ja-JP"/>
              </w:rPr>
              <w:t>หมุนเวียน</w:t>
            </w:r>
            <w:r w:rsidRPr="00C05013">
              <w:rPr>
                <w:rFonts w:cs="Angsana New"/>
                <w:b/>
                <w:bCs/>
                <w:i/>
                <w:iCs/>
                <w:color w:val="000000"/>
                <w:sz w:val="28"/>
                <w:szCs w:val="28"/>
                <w:cs/>
                <w:lang w:eastAsia="ja-JP"/>
              </w:rPr>
              <w:t>อื่น</w:t>
            </w:r>
          </w:p>
        </w:tc>
        <w:tc>
          <w:tcPr>
            <w:tcW w:w="990" w:type="dxa"/>
          </w:tcPr>
          <w:p w14:paraId="1B98ABC5" w14:textId="77777777" w:rsidR="00DE228E" w:rsidRPr="00C05013" w:rsidRDefault="00DE228E" w:rsidP="00E82CF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</w:tcPr>
          <w:p w14:paraId="4B025438" w14:textId="77777777" w:rsidR="00DE228E" w:rsidRPr="00C05013" w:rsidRDefault="00DE228E" w:rsidP="00E82CF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3365D644" w14:textId="77777777" w:rsidR="00DE228E" w:rsidRPr="00C05013" w:rsidRDefault="00DE228E" w:rsidP="00E82CF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5" w:type="dxa"/>
          </w:tcPr>
          <w:p w14:paraId="64D9B416" w14:textId="77777777" w:rsidR="00DE228E" w:rsidRPr="00C05013" w:rsidRDefault="00DE228E" w:rsidP="00E82CF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0EDE917A" w14:textId="77777777" w:rsidR="00DE228E" w:rsidRPr="00C05013" w:rsidRDefault="00DE228E" w:rsidP="00E82CF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3" w:type="dxa"/>
          </w:tcPr>
          <w:p w14:paraId="0B7FB4DD" w14:textId="77777777" w:rsidR="00DE228E" w:rsidRPr="00C05013" w:rsidRDefault="00DE228E" w:rsidP="00E82CF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3D4A36F6" w14:textId="77777777" w:rsidR="00DE228E" w:rsidRPr="00C05013" w:rsidRDefault="00DE228E" w:rsidP="00E82CF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457CB" w:rsidRPr="00C05013" w14:paraId="351900EB" w14:textId="77777777" w:rsidTr="006974E4">
        <w:trPr>
          <w:cantSplit/>
          <w:trHeight w:val="353"/>
        </w:trPr>
        <w:tc>
          <w:tcPr>
            <w:tcW w:w="4500" w:type="dxa"/>
          </w:tcPr>
          <w:p w14:paraId="0EAD583C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2B1EA3A8" w14:textId="1F46E59C" w:rsidR="00A457CB" w:rsidRPr="00C05013" w:rsidRDefault="007720F0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2" w:type="dxa"/>
          </w:tcPr>
          <w:p w14:paraId="51791DCD" w14:textId="77777777" w:rsidR="00A457CB" w:rsidRPr="00C05013" w:rsidRDefault="00A457CB" w:rsidP="00A457C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78" w:type="dxa"/>
          </w:tcPr>
          <w:p w14:paraId="2E791D09" w14:textId="44FA296B" w:rsidR="00A457CB" w:rsidRPr="00C05013" w:rsidRDefault="00A457CB" w:rsidP="00171F8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5" w:type="dxa"/>
          </w:tcPr>
          <w:p w14:paraId="775BBAC2" w14:textId="77777777" w:rsidR="00A457CB" w:rsidRPr="00C05013" w:rsidRDefault="00A457CB" w:rsidP="00A457C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1518922D" w14:textId="5AF175DE" w:rsidR="00A457CB" w:rsidRPr="00C05013" w:rsidRDefault="007720F0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45,744</w:t>
            </w:r>
          </w:p>
        </w:tc>
        <w:tc>
          <w:tcPr>
            <w:tcW w:w="183" w:type="dxa"/>
          </w:tcPr>
          <w:p w14:paraId="6AAC78D3" w14:textId="77777777" w:rsidR="00A457CB" w:rsidRPr="00C05013" w:rsidRDefault="00A457CB" w:rsidP="00A457C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75A4247F" w14:textId="056B0190" w:rsidR="00A457CB" w:rsidRPr="00C05013" w:rsidRDefault="00A457CB" w:rsidP="000D155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14,399</w:t>
            </w:r>
          </w:p>
        </w:tc>
      </w:tr>
      <w:tr w:rsidR="00A457CB" w:rsidRPr="00C05013" w14:paraId="339CB328" w14:textId="77777777" w:rsidTr="006974E4">
        <w:trPr>
          <w:cantSplit/>
        </w:trPr>
        <w:tc>
          <w:tcPr>
            <w:tcW w:w="4500" w:type="dxa"/>
          </w:tcPr>
          <w:p w14:paraId="1B44F6B0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บุคคลหรือ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กิจการอื่นที่เกี่ยวข้องกัน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FB88412" w14:textId="69DEE646" w:rsidR="00A457CB" w:rsidRPr="00C05013" w:rsidRDefault="0025116F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42</w:t>
            </w:r>
          </w:p>
        </w:tc>
        <w:tc>
          <w:tcPr>
            <w:tcW w:w="182" w:type="dxa"/>
          </w:tcPr>
          <w:p w14:paraId="24AF80FB" w14:textId="77777777" w:rsidR="00A457CB" w:rsidRPr="00C05013" w:rsidRDefault="00A457CB" w:rsidP="00A457C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7BF3D9DF" w14:textId="4748FC52" w:rsidR="00A457CB" w:rsidRPr="00C05013" w:rsidRDefault="00A457CB" w:rsidP="00171F8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15666D">
              <w:rPr>
                <w:rFonts w:asciiTheme="majorBidi" w:hAnsiTheme="majorBidi" w:cstheme="majorBidi"/>
                <w:sz w:val="28"/>
                <w:szCs w:val="28"/>
              </w:rPr>
              <w:t>30</w:t>
            </w:r>
          </w:p>
        </w:tc>
        <w:tc>
          <w:tcPr>
            <w:tcW w:w="185" w:type="dxa"/>
          </w:tcPr>
          <w:p w14:paraId="54FA4529" w14:textId="77777777" w:rsidR="00A457CB" w:rsidRPr="00C05013" w:rsidRDefault="00A457CB" w:rsidP="00A457C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203C0732" w14:textId="059C52B0" w:rsidR="00A457CB" w:rsidRPr="00C05013" w:rsidRDefault="0025116F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42</w:t>
            </w:r>
          </w:p>
        </w:tc>
        <w:tc>
          <w:tcPr>
            <w:tcW w:w="183" w:type="dxa"/>
          </w:tcPr>
          <w:p w14:paraId="39ECBFB6" w14:textId="77777777" w:rsidR="00A457CB" w:rsidRPr="00C05013" w:rsidRDefault="00A457CB" w:rsidP="00A457C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4A838BF3" w14:textId="0D5F85C1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430</w:t>
            </w:r>
          </w:p>
        </w:tc>
      </w:tr>
      <w:tr w:rsidR="00A457CB" w:rsidRPr="00C05013" w14:paraId="7C8D0084" w14:textId="77777777" w:rsidTr="006974E4">
        <w:trPr>
          <w:cantSplit/>
        </w:trPr>
        <w:tc>
          <w:tcPr>
            <w:tcW w:w="4500" w:type="dxa"/>
          </w:tcPr>
          <w:p w14:paraId="1D91E31E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0C2CAB9" w14:textId="2E530A6F" w:rsidR="00A457CB" w:rsidRPr="00C05013" w:rsidRDefault="0025116F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182" w:type="dxa"/>
          </w:tcPr>
          <w:p w14:paraId="4BE7BFFF" w14:textId="77777777" w:rsidR="00A457CB" w:rsidRPr="00C05013" w:rsidRDefault="00A457CB" w:rsidP="00A457C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</w:tcPr>
          <w:p w14:paraId="14BD7A99" w14:textId="7B023914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  <w:r w:rsidR="0015666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85" w:type="dxa"/>
          </w:tcPr>
          <w:p w14:paraId="4415002C" w14:textId="77777777" w:rsidR="00A457CB" w:rsidRPr="00C05013" w:rsidRDefault="00A457CB" w:rsidP="00A457C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double" w:sz="4" w:space="0" w:color="auto"/>
            </w:tcBorders>
          </w:tcPr>
          <w:p w14:paraId="74B4617C" w14:textId="2704714C" w:rsidR="00A457CB" w:rsidRPr="00C05013" w:rsidRDefault="007720F0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45,</w:t>
            </w:r>
            <w:r w:rsidR="0025116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786</w:t>
            </w:r>
          </w:p>
        </w:tc>
        <w:tc>
          <w:tcPr>
            <w:tcW w:w="183" w:type="dxa"/>
          </w:tcPr>
          <w:p w14:paraId="470CD984" w14:textId="77777777" w:rsidR="00A457CB" w:rsidRPr="00C05013" w:rsidRDefault="00A457CB" w:rsidP="00A457C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53018660" w14:textId="6A6AFBBA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14,829</w:t>
            </w:r>
          </w:p>
        </w:tc>
      </w:tr>
      <w:tr w:rsidR="00DB6F29" w:rsidRPr="000A47C1" w14:paraId="7E410A21" w14:textId="77777777" w:rsidTr="006974E4">
        <w:trPr>
          <w:cantSplit/>
        </w:trPr>
        <w:tc>
          <w:tcPr>
            <w:tcW w:w="4500" w:type="dxa"/>
          </w:tcPr>
          <w:p w14:paraId="63CAA7DF" w14:textId="77777777" w:rsidR="00DB6F29" w:rsidRPr="000A47C1" w:rsidRDefault="00DB6F29" w:rsidP="00DB6F29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</w:tcPr>
          <w:p w14:paraId="70971277" w14:textId="77777777" w:rsidR="00DB6F29" w:rsidRPr="000A47C1" w:rsidRDefault="00DB6F29" w:rsidP="00DB6F29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82" w:type="dxa"/>
          </w:tcPr>
          <w:p w14:paraId="6EAC541E" w14:textId="77777777" w:rsidR="00DB6F29" w:rsidRPr="000A47C1" w:rsidRDefault="00DB6F29" w:rsidP="00DB6F29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078" w:type="dxa"/>
          </w:tcPr>
          <w:p w14:paraId="6423EA86" w14:textId="77777777" w:rsidR="00DB6F29" w:rsidRPr="000A47C1" w:rsidRDefault="00DB6F29" w:rsidP="00DB6F29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85" w:type="dxa"/>
          </w:tcPr>
          <w:p w14:paraId="50E8F89C" w14:textId="77777777" w:rsidR="00DB6F29" w:rsidRPr="000A47C1" w:rsidRDefault="00DB6F29" w:rsidP="00DB6F29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85" w:type="dxa"/>
          </w:tcPr>
          <w:p w14:paraId="14966206" w14:textId="77777777" w:rsidR="00DB6F29" w:rsidRPr="000A47C1" w:rsidRDefault="00DB6F29" w:rsidP="00DB6F29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83" w:type="dxa"/>
          </w:tcPr>
          <w:p w14:paraId="683B427D" w14:textId="77777777" w:rsidR="00DB6F29" w:rsidRPr="000A47C1" w:rsidRDefault="00DB6F29" w:rsidP="00DB6F29">
            <w:pPr>
              <w:pStyle w:val="acctfourfigures"/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077" w:type="dxa"/>
          </w:tcPr>
          <w:p w14:paraId="4472AC19" w14:textId="77777777" w:rsidR="00DB6F29" w:rsidRPr="000A47C1" w:rsidRDefault="00DB6F29" w:rsidP="00DB6F29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Cs w:val="22"/>
                <w:cs/>
              </w:rPr>
            </w:pPr>
          </w:p>
        </w:tc>
      </w:tr>
      <w:tr w:rsidR="00DB6F29" w:rsidRPr="00C05013" w14:paraId="74386B2F" w14:textId="77777777" w:rsidTr="006974E4">
        <w:trPr>
          <w:cantSplit/>
        </w:trPr>
        <w:tc>
          <w:tcPr>
            <w:tcW w:w="4500" w:type="dxa"/>
          </w:tcPr>
          <w:p w14:paraId="202E8608" w14:textId="56E79C60" w:rsidR="00DB6F29" w:rsidRPr="00C05013" w:rsidRDefault="00E64423" w:rsidP="00DB6F29">
            <w:pPr>
              <w:spacing w:line="240" w:lineRule="auto"/>
              <w:ind w:firstLine="14"/>
              <w:rPr>
                <w:rFonts w:asciiTheme="majorBidi" w:hAnsiTheme="majorBidi" w:cstheme="majorBidi"/>
                <w:color w:val="0000FF"/>
                <w:sz w:val="28"/>
                <w:szCs w:val="28"/>
                <w:cs/>
              </w:rPr>
            </w:pPr>
            <w:r w:rsidRPr="00E64423">
              <w:rPr>
                <w:rFonts w:cs="Angsana New" w:hint="cs"/>
                <w:b/>
                <w:bCs/>
                <w:i/>
                <w:iCs/>
                <w:color w:val="000000"/>
                <w:sz w:val="28"/>
                <w:szCs w:val="28"/>
                <w:cs/>
                <w:lang w:eastAsia="ja-JP"/>
              </w:rPr>
              <w:t>เงินปันผลค้างรับ</w:t>
            </w:r>
          </w:p>
        </w:tc>
        <w:tc>
          <w:tcPr>
            <w:tcW w:w="990" w:type="dxa"/>
          </w:tcPr>
          <w:p w14:paraId="33D8A611" w14:textId="77777777" w:rsidR="00DB6F29" w:rsidRPr="00C05013" w:rsidRDefault="00DB6F29" w:rsidP="00DB6F2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2" w:type="dxa"/>
          </w:tcPr>
          <w:p w14:paraId="1967A6C1" w14:textId="77777777" w:rsidR="00DB6F29" w:rsidRPr="00C05013" w:rsidRDefault="00DB6F29" w:rsidP="00DB6F2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</w:tcPr>
          <w:p w14:paraId="38750604" w14:textId="77777777" w:rsidR="00DB6F29" w:rsidRPr="00C05013" w:rsidRDefault="00DB6F29" w:rsidP="00DB6F2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5" w:type="dxa"/>
          </w:tcPr>
          <w:p w14:paraId="7C74A15D" w14:textId="77777777" w:rsidR="00DB6F29" w:rsidRPr="00C05013" w:rsidRDefault="00DB6F29" w:rsidP="00DB6F2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15F6BCA" w14:textId="77777777" w:rsidR="00DB6F29" w:rsidRPr="00C05013" w:rsidRDefault="00DB6F29" w:rsidP="00DB6F2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3" w:type="dxa"/>
          </w:tcPr>
          <w:p w14:paraId="64B6F9B9" w14:textId="77777777" w:rsidR="00DB6F29" w:rsidRPr="00C05013" w:rsidRDefault="00DB6F29" w:rsidP="00DB6F2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</w:tcPr>
          <w:p w14:paraId="5A972A23" w14:textId="77777777" w:rsidR="00DB6F29" w:rsidRPr="00C05013" w:rsidRDefault="00DB6F29" w:rsidP="00DB6F2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E64423" w:rsidRPr="00C05013" w14:paraId="46C99BB3" w14:textId="2C234E60" w:rsidTr="006974E4">
        <w:trPr>
          <w:cantSplit/>
        </w:trPr>
        <w:tc>
          <w:tcPr>
            <w:tcW w:w="4500" w:type="dxa"/>
          </w:tcPr>
          <w:p w14:paraId="4A8C6871" w14:textId="05AFE72B" w:rsidR="00E64423" w:rsidRPr="00722126" w:rsidRDefault="00E64423" w:rsidP="00E64423">
            <w:pPr>
              <w:spacing w:line="240" w:lineRule="auto"/>
              <w:ind w:firstLine="14"/>
              <w:rPr>
                <w:rFonts w:asciiTheme="majorBidi" w:hAnsiTheme="majorBidi" w:cstheme="majorBidi"/>
                <w:color w:val="0000FF"/>
                <w:sz w:val="28"/>
                <w:szCs w:val="28"/>
                <w:cs/>
              </w:rPr>
            </w:pPr>
            <w:r w:rsidRPr="00722126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78F9850" w14:textId="4EE385CD" w:rsidR="00E64423" w:rsidRPr="00722126" w:rsidRDefault="00734B3E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2" w:type="dxa"/>
          </w:tcPr>
          <w:p w14:paraId="2AD2DFB3" w14:textId="77777777" w:rsidR="00E64423" w:rsidRPr="00722126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76DC9710" w14:textId="72D3AE21" w:rsidR="00E64423" w:rsidRPr="00722126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2212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5" w:type="dxa"/>
          </w:tcPr>
          <w:p w14:paraId="079C3422" w14:textId="77777777" w:rsidR="00E64423" w:rsidRPr="00722126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0E889E73" w14:textId="261109C2" w:rsidR="00E64423" w:rsidRPr="00722126" w:rsidRDefault="00734B3E" w:rsidP="00734B3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-</w:t>
            </w:r>
          </w:p>
        </w:tc>
        <w:tc>
          <w:tcPr>
            <w:tcW w:w="183" w:type="dxa"/>
          </w:tcPr>
          <w:p w14:paraId="2A3347B1" w14:textId="77777777" w:rsidR="00E64423" w:rsidRPr="00722126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0C5227B2" w14:textId="4337D94C" w:rsidR="00E64423" w:rsidRPr="00722126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22126">
              <w:rPr>
                <w:rFonts w:asciiTheme="majorBidi" w:hAnsiTheme="majorBidi" w:cstheme="majorBidi"/>
                <w:sz w:val="28"/>
                <w:szCs w:val="28"/>
              </w:rPr>
              <w:t>161,404</w:t>
            </w:r>
          </w:p>
        </w:tc>
      </w:tr>
      <w:tr w:rsidR="00E64423" w:rsidRPr="00C05013" w14:paraId="7FDC2CF7" w14:textId="77777777" w:rsidTr="006974E4">
        <w:trPr>
          <w:cantSplit/>
        </w:trPr>
        <w:tc>
          <w:tcPr>
            <w:tcW w:w="4500" w:type="dxa"/>
          </w:tcPr>
          <w:p w14:paraId="3F66F92B" w14:textId="77777777" w:rsidR="00E64423" w:rsidRPr="00722126" w:rsidRDefault="00E64423" w:rsidP="00E64423">
            <w:pPr>
              <w:spacing w:line="240" w:lineRule="auto"/>
              <w:ind w:firstLine="1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72212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C71C9F9" w14:textId="0990FAC5" w:rsidR="00E64423" w:rsidRPr="00722126" w:rsidRDefault="00734B3E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2" w:type="dxa"/>
          </w:tcPr>
          <w:p w14:paraId="645E501D" w14:textId="77777777" w:rsidR="00E64423" w:rsidRPr="00722126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</w:tcPr>
          <w:p w14:paraId="11344FB7" w14:textId="3DCC1EAD" w:rsidR="00E64423" w:rsidRPr="00722126" w:rsidRDefault="00E64423" w:rsidP="00734B3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2212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72212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5" w:type="dxa"/>
          </w:tcPr>
          <w:p w14:paraId="1EE2D787" w14:textId="77777777" w:rsidR="00E64423" w:rsidRPr="00722126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double" w:sz="4" w:space="0" w:color="auto"/>
            </w:tcBorders>
          </w:tcPr>
          <w:p w14:paraId="7F732AC9" w14:textId="19F0FD42" w:rsidR="00E64423" w:rsidRPr="00722126" w:rsidRDefault="00734B3E" w:rsidP="00734B3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6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003D4B92" w14:textId="77777777" w:rsidR="00E64423" w:rsidRPr="00722126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4A88DEE7" w14:textId="197AE4AE" w:rsidR="00E64423" w:rsidRPr="00722126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2212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161,404</w:t>
            </w:r>
          </w:p>
        </w:tc>
      </w:tr>
      <w:tr w:rsidR="00E81085" w:rsidRPr="00C05013" w14:paraId="14707032" w14:textId="77777777" w:rsidTr="00A46CC7">
        <w:trPr>
          <w:cantSplit/>
        </w:trPr>
        <w:tc>
          <w:tcPr>
            <w:tcW w:w="4500" w:type="dxa"/>
          </w:tcPr>
          <w:p w14:paraId="4D75EAFD" w14:textId="0079ACD2" w:rsidR="00E81085" w:rsidRPr="00C05013" w:rsidRDefault="00E64423" w:rsidP="00A46CC7">
            <w:pPr>
              <w:spacing w:line="240" w:lineRule="auto"/>
              <w:ind w:firstLine="14"/>
              <w:rPr>
                <w:rFonts w:asciiTheme="majorBidi" w:hAnsiTheme="majorBidi" w:cstheme="majorBidi"/>
                <w:color w:val="0000FF"/>
                <w:sz w:val="28"/>
                <w:szCs w:val="28"/>
                <w:cs/>
              </w:rPr>
            </w:pPr>
            <w:r w:rsidRPr="00E64423">
              <w:rPr>
                <w:rFonts w:cs="Angsana New" w:hint="cs"/>
                <w:b/>
                <w:bCs/>
                <w:i/>
                <w:iCs/>
                <w:color w:val="000000"/>
                <w:sz w:val="28"/>
                <w:szCs w:val="28"/>
                <w:cs/>
                <w:lang w:eastAsia="ja-JP"/>
              </w:rPr>
              <w:t>เงินให้กู้ยืม</w:t>
            </w:r>
          </w:p>
        </w:tc>
        <w:tc>
          <w:tcPr>
            <w:tcW w:w="990" w:type="dxa"/>
          </w:tcPr>
          <w:p w14:paraId="3FC4CB25" w14:textId="77777777" w:rsidR="00E81085" w:rsidRPr="00C05013" w:rsidRDefault="00E81085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2" w:type="dxa"/>
          </w:tcPr>
          <w:p w14:paraId="7BB21F1B" w14:textId="77777777" w:rsidR="00E81085" w:rsidRPr="00C05013" w:rsidRDefault="00E81085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</w:tcPr>
          <w:p w14:paraId="7B6058C0" w14:textId="77777777" w:rsidR="00E81085" w:rsidRPr="00C05013" w:rsidRDefault="00E81085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5" w:type="dxa"/>
          </w:tcPr>
          <w:p w14:paraId="3A39A706" w14:textId="77777777" w:rsidR="00E81085" w:rsidRPr="00C05013" w:rsidRDefault="00E81085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0C972F6" w14:textId="77777777" w:rsidR="00E81085" w:rsidRPr="00C05013" w:rsidRDefault="00E81085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3" w:type="dxa"/>
          </w:tcPr>
          <w:p w14:paraId="5B4C22C7" w14:textId="77777777" w:rsidR="00E81085" w:rsidRPr="00C05013" w:rsidRDefault="00E81085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</w:tcPr>
          <w:p w14:paraId="12DF1D37" w14:textId="77777777" w:rsidR="00E81085" w:rsidRPr="00C05013" w:rsidRDefault="00E81085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A457CB" w:rsidRPr="00C05013" w14:paraId="68E62AAC" w14:textId="77777777" w:rsidTr="00622881">
        <w:trPr>
          <w:cantSplit/>
        </w:trPr>
        <w:tc>
          <w:tcPr>
            <w:tcW w:w="4500" w:type="dxa"/>
          </w:tcPr>
          <w:p w14:paraId="388CDDE5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color w:val="0000FF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F2968B8" w14:textId="048EBB40" w:rsidR="00A457CB" w:rsidRPr="00C05013" w:rsidRDefault="00734B3E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2" w:type="dxa"/>
          </w:tcPr>
          <w:p w14:paraId="42A31C1B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067A19AB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5" w:type="dxa"/>
          </w:tcPr>
          <w:p w14:paraId="15377124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0AFC3884" w14:textId="50F42E2E" w:rsidR="00A457CB" w:rsidRPr="00C05013" w:rsidRDefault="00734B3E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1,261,000</w:t>
            </w:r>
          </w:p>
        </w:tc>
        <w:tc>
          <w:tcPr>
            <w:tcW w:w="183" w:type="dxa"/>
          </w:tcPr>
          <w:p w14:paraId="0910C98B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641085B4" w14:textId="068F4EFD" w:rsidR="00A457CB" w:rsidRPr="00C05013" w:rsidRDefault="00E64423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64423">
              <w:rPr>
                <w:rFonts w:asciiTheme="majorBidi" w:hAnsiTheme="majorBidi" w:cstheme="majorBidi"/>
                <w:sz w:val="28"/>
                <w:szCs w:val="28"/>
              </w:rPr>
              <w:t>1,050,000</w:t>
            </w:r>
          </w:p>
        </w:tc>
      </w:tr>
      <w:tr w:rsidR="00A457CB" w:rsidRPr="00C05013" w14:paraId="7C4195BC" w14:textId="77777777" w:rsidTr="00A46CC7">
        <w:trPr>
          <w:cantSplit/>
        </w:trPr>
        <w:tc>
          <w:tcPr>
            <w:tcW w:w="4500" w:type="dxa"/>
          </w:tcPr>
          <w:p w14:paraId="60FFF1FB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5F320CB" w14:textId="72B2335B" w:rsidR="00A457CB" w:rsidRPr="00C05013" w:rsidRDefault="00734B3E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2" w:type="dxa"/>
          </w:tcPr>
          <w:p w14:paraId="6B3DFA30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</w:tcPr>
          <w:p w14:paraId="43B3F999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33D49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233D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5" w:type="dxa"/>
          </w:tcPr>
          <w:p w14:paraId="6A7B4DA7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double" w:sz="4" w:space="0" w:color="auto"/>
            </w:tcBorders>
          </w:tcPr>
          <w:p w14:paraId="175EEF2A" w14:textId="14FDBD03" w:rsidR="00A457CB" w:rsidRPr="00C05013" w:rsidRDefault="00734B3E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1,261,000</w:t>
            </w:r>
          </w:p>
        </w:tc>
        <w:tc>
          <w:tcPr>
            <w:tcW w:w="183" w:type="dxa"/>
          </w:tcPr>
          <w:p w14:paraId="3009DC86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055DD85A" w14:textId="7957DAD5" w:rsidR="00A457CB" w:rsidRPr="00E81085" w:rsidRDefault="00E64423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1,050,000</w:t>
            </w:r>
          </w:p>
        </w:tc>
      </w:tr>
      <w:tr w:rsidR="00E81085" w:rsidRPr="00B63846" w14:paraId="62B1DEF8" w14:textId="77777777" w:rsidTr="006974E4">
        <w:trPr>
          <w:cantSplit/>
        </w:trPr>
        <w:tc>
          <w:tcPr>
            <w:tcW w:w="4500" w:type="dxa"/>
          </w:tcPr>
          <w:p w14:paraId="0D51E229" w14:textId="77777777" w:rsidR="00E81085" w:rsidRPr="00B63846" w:rsidRDefault="00E81085" w:rsidP="00DB6F29">
            <w:pPr>
              <w:spacing w:line="240" w:lineRule="auto"/>
              <w:ind w:firstLine="14"/>
              <w:rPr>
                <w:rFonts w:asciiTheme="majorBidi" w:hAnsiTheme="majorBidi" w:cstheme="majorBidi"/>
                <w:i/>
                <w:iCs/>
                <w:sz w:val="2"/>
                <w:szCs w:val="2"/>
                <w:cs/>
              </w:rPr>
            </w:pPr>
          </w:p>
        </w:tc>
        <w:tc>
          <w:tcPr>
            <w:tcW w:w="990" w:type="dxa"/>
          </w:tcPr>
          <w:p w14:paraId="195DF96B" w14:textId="77777777" w:rsidR="00E81085" w:rsidRPr="00B63846" w:rsidRDefault="00E81085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"/>
                <w:szCs w:val="2"/>
                <w:cs/>
              </w:rPr>
            </w:pPr>
          </w:p>
        </w:tc>
        <w:tc>
          <w:tcPr>
            <w:tcW w:w="182" w:type="dxa"/>
          </w:tcPr>
          <w:p w14:paraId="45362C07" w14:textId="77777777" w:rsidR="00E81085" w:rsidRPr="00B63846" w:rsidRDefault="00E81085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"/>
                <w:szCs w:val="2"/>
                <w:lang w:bidi="th-TH"/>
              </w:rPr>
            </w:pPr>
          </w:p>
        </w:tc>
        <w:tc>
          <w:tcPr>
            <w:tcW w:w="1078" w:type="dxa"/>
          </w:tcPr>
          <w:p w14:paraId="4A43DE30" w14:textId="77777777" w:rsidR="00E81085" w:rsidRPr="00B63846" w:rsidRDefault="00E81085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"/>
                <w:szCs w:val="2"/>
                <w:cs/>
              </w:rPr>
            </w:pPr>
          </w:p>
        </w:tc>
        <w:tc>
          <w:tcPr>
            <w:tcW w:w="185" w:type="dxa"/>
          </w:tcPr>
          <w:p w14:paraId="28AFA284" w14:textId="77777777" w:rsidR="00E81085" w:rsidRPr="00B63846" w:rsidRDefault="00E81085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"/>
                <w:szCs w:val="2"/>
                <w:lang w:bidi="th-TH"/>
              </w:rPr>
            </w:pPr>
          </w:p>
        </w:tc>
        <w:tc>
          <w:tcPr>
            <w:tcW w:w="985" w:type="dxa"/>
          </w:tcPr>
          <w:p w14:paraId="74FA7BF0" w14:textId="77777777" w:rsidR="00E81085" w:rsidRPr="00B63846" w:rsidRDefault="00E81085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"/>
                <w:szCs w:val="2"/>
                <w:cs/>
              </w:rPr>
            </w:pPr>
          </w:p>
        </w:tc>
        <w:tc>
          <w:tcPr>
            <w:tcW w:w="183" w:type="dxa"/>
          </w:tcPr>
          <w:p w14:paraId="4871AC29" w14:textId="77777777" w:rsidR="00E81085" w:rsidRPr="00B63846" w:rsidRDefault="00E81085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"/>
                <w:szCs w:val="2"/>
                <w:lang w:bidi="th-TH"/>
              </w:rPr>
            </w:pPr>
          </w:p>
        </w:tc>
        <w:tc>
          <w:tcPr>
            <w:tcW w:w="1077" w:type="dxa"/>
          </w:tcPr>
          <w:p w14:paraId="4BE6720B" w14:textId="77777777" w:rsidR="00E81085" w:rsidRPr="00B63846" w:rsidRDefault="00E81085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"/>
                <w:szCs w:val="2"/>
                <w:cs/>
              </w:rPr>
            </w:pPr>
          </w:p>
        </w:tc>
      </w:tr>
      <w:tr w:rsidR="00DB6F29" w:rsidRPr="00C05013" w14:paraId="67596AB6" w14:textId="77777777" w:rsidTr="006974E4">
        <w:trPr>
          <w:cantSplit/>
        </w:trPr>
        <w:tc>
          <w:tcPr>
            <w:tcW w:w="4500" w:type="dxa"/>
          </w:tcPr>
          <w:p w14:paraId="0DEAA7B0" w14:textId="77777777" w:rsidR="00DB6F29" w:rsidRPr="00C05013" w:rsidRDefault="00DB6F29" w:rsidP="00DB6F29">
            <w:pPr>
              <w:spacing w:line="240" w:lineRule="auto"/>
              <w:ind w:firstLine="1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เจ้าหนี้การค้า</w:t>
            </w:r>
            <w:r w:rsidRPr="00C05013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และ</w:t>
            </w: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เจ้าหนี้</w:t>
            </w:r>
            <w:r w:rsidRPr="00C05013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อื่น</w:t>
            </w:r>
          </w:p>
        </w:tc>
        <w:tc>
          <w:tcPr>
            <w:tcW w:w="990" w:type="dxa"/>
          </w:tcPr>
          <w:p w14:paraId="7E2FB7F7" w14:textId="77777777" w:rsidR="00DB6F29" w:rsidRPr="00C05013" w:rsidRDefault="00DB6F29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cs/>
              </w:rPr>
            </w:pPr>
          </w:p>
        </w:tc>
        <w:tc>
          <w:tcPr>
            <w:tcW w:w="182" w:type="dxa"/>
          </w:tcPr>
          <w:p w14:paraId="07B1854E" w14:textId="77777777" w:rsidR="00DB6F29" w:rsidRPr="00C05013" w:rsidRDefault="00DB6F29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</w:pPr>
          </w:p>
        </w:tc>
        <w:tc>
          <w:tcPr>
            <w:tcW w:w="1078" w:type="dxa"/>
          </w:tcPr>
          <w:p w14:paraId="4053BD81" w14:textId="77777777" w:rsidR="00DB6F29" w:rsidRPr="00C05013" w:rsidRDefault="00DB6F29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cs/>
              </w:rPr>
            </w:pPr>
          </w:p>
        </w:tc>
        <w:tc>
          <w:tcPr>
            <w:tcW w:w="185" w:type="dxa"/>
          </w:tcPr>
          <w:p w14:paraId="6799D23B" w14:textId="77777777" w:rsidR="00DB6F29" w:rsidRPr="00C05013" w:rsidRDefault="00DB6F29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</w:pPr>
          </w:p>
        </w:tc>
        <w:tc>
          <w:tcPr>
            <w:tcW w:w="985" w:type="dxa"/>
          </w:tcPr>
          <w:p w14:paraId="13230F82" w14:textId="77777777" w:rsidR="00DB6F29" w:rsidRPr="00C05013" w:rsidRDefault="00DB6F29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cs/>
              </w:rPr>
            </w:pPr>
          </w:p>
        </w:tc>
        <w:tc>
          <w:tcPr>
            <w:tcW w:w="183" w:type="dxa"/>
          </w:tcPr>
          <w:p w14:paraId="43169B2F" w14:textId="77777777" w:rsidR="00DB6F29" w:rsidRPr="00C05013" w:rsidRDefault="00DB6F29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</w:pPr>
          </w:p>
        </w:tc>
        <w:tc>
          <w:tcPr>
            <w:tcW w:w="1077" w:type="dxa"/>
          </w:tcPr>
          <w:p w14:paraId="554C3350" w14:textId="77777777" w:rsidR="00DB6F29" w:rsidRPr="00C05013" w:rsidRDefault="00DB6F29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cs/>
              </w:rPr>
            </w:pPr>
          </w:p>
        </w:tc>
      </w:tr>
      <w:tr w:rsidR="00A457CB" w:rsidRPr="00C05013" w14:paraId="10F36424" w14:textId="77777777" w:rsidTr="006974E4">
        <w:trPr>
          <w:cantSplit/>
        </w:trPr>
        <w:tc>
          <w:tcPr>
            <w:tcW w:w="4500" w:type="dxa"/>
          </w:tcPr>
          <w:p w14:paraId="6C5FC279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30B48D8D" w14:textId="1EAA76A1" w:rsidR="00A457CB" w:rsidRPr="00C05013" w:rsidRDefault="00734B3E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2" w:type="dxa"/>
          </w:tcPr>
          <w:p w14:paraId="19A71BCA" w14:textId="77777777" w:rsidR="00A457CB" w:rsidRPr="00C05013" w:rsidRDefault="00A457CB" w:rsidP="00A457C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078" w:type="dxa"/>
          </w:tcPr>
          <w:p w14:paraId="3AE1C563" w14:textId="194BC314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5" w:type="dxa"/>
          </w:tcPr>
          <w:p w14:paraId="025E38DE" w14:textId="77777777" w:rsidR="00A457CB" w:rsidRPr="00C05013" w:rsidRDefault="00A457CB" w:rsidP="00A457C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985" w:type="dxa"/>
          </w:tcPr>
          <w:p w14:paraId="73B83E37" w14:textId="587A1CD1" w:rsidR="00A457CB" w:rsidRPr="00C05013" w:rsidRDefault="00734B3E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408,864</w:t>
            </w:r>
          </w:p>
        </w:tc>
        <w:tc>
          <w:tcPr>
            <w:tcW w:w="183" w:type="dxa"/>
          </w:tcPr>
          <w:p w14:paraId="7E37AC34" w14:textId="77777777" w:rsidR="00A457CB" w:rsidRPr="00C05013" w:rsidRDefault="00A457CB" w:rsidP="00A457C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077" w:type="dxa"/>
          </w:tcPr>
          <w:p w14:paraId="38D65122" w14:textId="7D93A3D4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288,510</w:t>
            </w:r>
          </w:p>
        </w:tc>
      </w:tr>
      <w:tr w:rsidR="00A457CB" w:rsidRPr="00C05013" w14:paraId="18FE9EFB" w14:textId="77777777" w:rsidTr="006974E4">
        <w:trPr>
          <w:cantSplit/>
        </w:trPr>
        <w:tc>
          <w:tcPr>
            <w:tcW w:w="4500" w:type="dxa"/>
          </w:tcPr>
          <w:p w14:paraId="645563EF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บุคคลหรือ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กิจการอื่นที่เกี่ยวข้องกั</w:t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น</w:t>
            </w:r>
          </w:p>
        </w:tc>
        <w:tc>
          <w:tcPr>
            <w:tcW w:w="990" w:type="dxa"/>
          </w:tcPr>
          <w:p w14:paraId="3AE7C422" w14:textId="5F225454" w:rsidR="00A457CB" w:rsidRPr="00C05013" w:rsidRDefault="00734B3E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4,032</w:t>
            </w:r>
          </w:p>
        </w:tc>
        <w:tc>
          <w:tcPr>
            <w:tcW w:w="182" w:type="dxa"/>
          </w:tcPr>
          <w:p w14:paraId="685C0CF0" w14:textId="77777777" w:rsidR="00A457CB" w:rsidRPr="00C05013" w:rsidRDefault="00A457CB" w:rsidP="00A457C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078" w:type="dxa"/>
          </w:tcPr>
          <w:p w14:paraId="2E69430F" w14:textId="2B62769E" w:rsidR="00A457CB" w:rsidRPr="00C05013" w:rsidRDefault="00A457CB" w:rsidP="00171F8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9,045</w:t>
            </w:r>
          </w:p>
        </w:tc>
        <w:tc>
          <w:tcPr>
            <w:tcW w:w="185" w:type="dxa"/>
          </w:tcPr>
          <w:p w14:paraId="173E5132" w14:textId="77777777" w:rsidR="00A457CB" w:rsidRPr="00C05013" w:rsidRDefault="00A457CB" w:rsidP="00A457C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985" w:type="dxa"/>
          </w:tcPr>
          <w:p w14:paraId="4CBDAE39" w14:textId="5FB0694C" w:rsidR="00A457CB" w:rsidRPr="00C05013" w:rsidRDefault="00734B3E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23D1B05A" w14:textId="77777777" w:rsidR="00A457CB" w:rsidRPr="00C05013" w:rsidRDefault="00A457CB" w:rsidP="00A457C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077" w:type="dxa"/>
          </w:tcPr>
          <w:p w14:paraId="3E6738E6" w14:textId="56CFCB88" w:rsidR="00A457CB" w:rsidRPr="00C05013" w:rsidRDefault="00A457CB" w:rsidP="00171F8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2D59C021" w14:textId="77777777" w:rsidTr="006974E4">
        <w:trPr>
          <w:cantSplit/>
        </w:trPr>
        <w:tc>
          <w:tcPr>
            <w:tcW w:w="4500" w:type="dxa"/>
          </w:tcPr>
          <w:p w14:paraId="7B25CB56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ผู้บริหารสำคัญ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3F69F5F" w14:textId="430A0BBB" w:rsidR="00A457CB" w:rsidRPr="00C05013" w:rsidRDefault="00734B3E" w:rsidP="00B0796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2" w:type="dxa"/>
          </w:tcPr>
          <w:p w14:paraId="574CE689" w14:textId="77777777" w:rsidR="00A457CB" w:rsidRPr="00C05013" w:rsidRDefault="00A457CB" w:rsidP="00A457CB">
            <w:pPr>
              <w:pStyle w:val="acctfourfigures"/>
              <w:tabs>
                <w:tab w:val="clear" w:pos="765"/>
              </w:tabs>
              <w:spacing w:line="240" w:lineRule="auto"/>
              <w:ind w:left="-83" w:right="-80" w:firstLine="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3C350CAE" w14:textId="2B1751C5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712</w:t>
            </w:r>
          </w:p>
        </w:tc>
        <w:tc>
          <w:tcPr>
            <w:tcW w:w="185" w:type="dxa"/>
          </w:tcPr>
          <w:p w14:paraId="5A34532A" w14:textId="77777777" w:rsidR="00A457CB" w:rsidRPr="00C05013" w:rsidRDefault="00A457CB" w:rsidP="00A457CB">
            <w:pPr>
              <w:pStyle w:val="acctfourfigures"/>
              <w:tabs>
                <w:tab w:val="clear" w:pos="765"/>
              </w:tabs>
              <w:spacing w:line="240" w:lineRule="auto"/>
              <w:ind w:left="-83" w:right="-80" w:firstLine="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246757F0" w14:textId="0DC46D9E" w:rsidR="00A457CB" w:rsidRPr="00C05013" w:rsidRDefault="00734B3E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2BA55852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013A1C3B" w14:textId="6F1D8FF5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42410A9D" w14:textId="77777777" w:rsidTr="006974E4">
        <w:trPr>
          <w:cantSplit/>
        </w:trPr>
        <w:tc>
          <w:tcPr>
            <w:tcW w:w="4500" w:type="dxa"/>
          </w:tcPr>
          <w:p w14:paraId="672C6A69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DFB1ADF" w14:textId="2E64E540" w:rsidR="00A457CB" w:rsidRPr="00C05013" w:rsidRDefault="00734B3E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4,032</w:t>
            </w:r>
          </w:p>
        </w:tc>
        <w:tc>
          <w:tcPr>
            <w:tcW w:w="182" w:type="dxa"/>
          </w:tcPr>
          <w:p w14:paraId="15429B35" w14:textId="77777777" w:rsidR="00A457CB" w:rsidRPr="00C05013" w:rsidRDefault="00A457CB" w:rsidP="00A457C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</w:tcPr>
          <w:p w14:paraId="3748EA97" w14:textId="3CBC9A3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9,757</w:t>
            </w:r>
          </w:p>
        </w:tc>
        <w:tc>
          <w:tcPr>
            <w:tcW w:w="185" w:type="dxa"/>
          </w:tcPr>
          <w:p w14:paraId="035C6E63" w14:textId="77777777" w:rsidR="00A457CB" w:rsidRPr="00C05013" w:rsidRDefault="00A457CB" w:rsidP="00A457C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double" w:sz="4" w:space="0" w:color="auto"/>
            </w:tcBorders>
          </w:tcPr>
          <w:p w14:paraId="0C03830A" w14:textId="6A0D6361" w:rsidR="00A457CB" w:rsidRPr="00C05013" w:rsidRDefault="00734B3E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408,864</w:t>
            </w:r>
          </w:p>
        </w:tc>
        <w:tc>
          <w:tcPr>
            <w:tcW w:w="183" w:type="dxa"/>
          </w:tcPr>
          <w:p w14:paraId="7DC6DD83" w14:textId="77777777" w:rsidR="00A457CB" w:rsidRPr="00C05013" w:rsidRDefault="00A457CB" w:rsidP="00A457CB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512CE459" w14:textId="1CBAE029" w:rsidR="00A457CB" w:rsidRPr="00C05013" w:rsidRDefault="00A457CB" w:rsidP="00171F8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288,510</w:t>
            </w:r>
          </w:p>
        </w:tc>
      </w:tr>
      <w:tr w:rsidR="009D7807" w:rsidRPr="000A47C1" w14:paraId="50690D78" w14:textId="77777777" w:rsidTr="00446FAC">
        <w:trPr>
          <w:cantSplit/>
        </w:trPr>
        <w:tc>
          <w:tcPr>
            <w:tcW w:w="4500" w:type="dxa"/>
          </w:tcPr>
          <w:p w14:paraId="178F726B" w14:textId="77777777" w:rsidR="009D7807" w:rsidRPr="000A47C1" w:rsidRDefault="009D7807" w:rsidP="00A46CC7">
            <w:pPr>
              <w:spacing w:line="240" w:lineRule="auto"/>
              <w:ind w:firstLine="14"/>
              <w:rPr>
                <w:rFonts w:cs="Angsana New"/>
                <w:b/>
                <w:bCs/>
                <w:i/>
                <w:iCs/>
                <w:color w:val="000000"/>
                <w:sz w:val="22"/>
                <w:szCs w:val="22"/>
                <w:cs/>
                <w:lang w:eastAsia="ja-JP"/>
              </w:rPr>
            </w:pPr>
          </w:p>
        </w:tc>
        <w:tc>
          <w:tcPr>
            <w:tcW w:w="990" w:type="dxa"/>
          </w:tcPr>
          <w:p w14:paraId="75253854" w14:textId="77777777" w:rsidR="009D7807" w:rsidRPr="000A47C1" w:rsidRDefault="009D7807" w:rsidP="00A46CC7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82" w:type="dxa"/>
          </w:tcPr>
          <w:p w14:paraId="2FEED6F8" w14:textId="77777777" w:rsidR="009D7807" w:rsidRPr="000A47C1" w:rsidRDefault="009D7807" w:rsidP="00A46CC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078" w:type="dxa"/>
          </w:tcPr>
          <w:p w14:paraId="78B9A3A9" w14:textId="77777777" w:rsidR="009D7807" w:rsidRPr="000A47C1" w:rsidRDefault="009D7807" w:rsidP="00A46CC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85" w:type="dxa"/>
          </w:tcPr>
          <w:p w14:paraId="04C873BF" w14:textId="77777777" w:rsidR="009D7807" w:rsidRPr="000A47C1" w:rsidRDefault="009D7807" w:rsidP="00A46CC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85" w:type="dxa"/>
          </w:tcPr>
          <w:p w14:paraId="190D28DA" w14:textId="77777777" w:rsidR="009D7807" w:rsidRPr="000A47C1" w:rsidRDefault="009D7807" w:rsidP="00A46CC7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83" w:type="dxa"/>
          </w:tcPr>
          <w:p w14:paraId="28E4EB18" w14:textId="77777777" w:rsidR="009D7807" w:rsidRPr="000A47C1" w:rsidRDefault="009D7807" w:rsidP="00A46CC7">
            <w:pPr>
              <w:pStyle w:val="acctfourfigures"/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077" w:type="dxa"/>
          </w:tcPr>
          <w:p w14:paraId="711BBE86" w14:textId="77777777" w:rsidR="009D7807" w:rsidRPr="000A47C1" w:rsidRDefault="009D7807" w:rsidP="00A46CC7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</w:tr>
      <w:tr w:rsidR="00796C2E" w:rsidRPr="00341F5A" w14:paraId="4E396E70" w14:textId="77777777" w:rsidTr="00446FAC">
        <w:trPr>
          <w:cantSplit/>
        </w:trPr>
        <w:tc>
          <w:tcPr>
            <w:tcW w:w="4500" w:type="dxa"/>
          </w:tcPr>
          <w:p w14:paraId="405CB1D3" w14:textId="6B026C3D" w:rsidR="00796C2E" w:rsidRPr="00446FAC" w:rsidRDefault="00796C2E" w:rsidP="00A46CC7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46FAC">
              <w:rPr>
                <w:rFonts w:cs="Angsana New" w:hint="cs"/>
                <w:b/>
                <w:bCs/>
                <w:i/>
                <w:iCs/>
                <w:color w:val="000000"/>
                <w:sz w:val="28"/>
                <w:szCs w:val="28"/>
                <w:cs/>
                <w:lang w:eastAsia="ja-JP"/>
              </w:rPr>
              <w:t>เงินปันผลค้างจ่าย</w:t>
            </w:r>
          </w:p>
        </w:tc>
        <w:tc>
          <w:tcPr>
            <w:tcW w:w="990" w:type="dxa"/>
          </w:tcPr>
          <w:p w14:paraId="3F1ECC9C" w14:textId="77777777" w:rsidR="00796C2E" w:rsidRPr="00446FAC" w:rsidRDefault="00796C2E" w:rsidP="00A46CC7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</w:tcPr>
          <w:p w14:paraId="1B9C5829" w14:textId="77777777" w:rsidR="00796C2E" w:rsidRPr="00446FAC" w:rsidRDefault="00796C2E" w:rsidP="00A46CC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57EEEE6A" w14:textId="77777777" w:rsidR="00796C2E" w:rsidRPr="00446FAC" w:rsidRDefault="00796C2E" w:rsidP="00A46CC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5" w:type="dxa"/>
          </w:tcPr>
          <w:p w14:paraId="043D4A54" w14:textId="77777777" w:rsidR="00796C2E" w:rsidRPr="00446FAC" w:rsidRDefault="00796C2E" w:rsidP="00A46CC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3E59289F" w14:textId="77777777" w:rsidR="00796C2E" w:rsidRPr="00446FAC" w:rsidRDefault="00796C2E" w:rsidP="00A46CC7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3" w:type="dxa"/>
          </w:tcPr>
          <w:p w14:paraId="7D7826C3" w14:textId="77777777" w:rsidR="00796C2E" w:rsidRPr="00446FAC" w:rsidRDefault="00796C2E" w:rsidP="00A46CC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0574003A" w14:textId="77777777" w:rsidR="00796C2E" w:rsidRPr="00446FAC" w:rsidRDefault="00796C2E" w:rsidP="00A46CC7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96C2E" w:rsidRPr="00341F5A" w14:paraId="2A585CD6" w14:textId="77777777" w:rsidTr="00446FAC">
        <w:trPr>
          <w:cantSplit/>
        </w:trPr>
        <w:tc>
          <w:tcPr>
            <w:tcW w:w="4500" w:type="dxa"/>
          </w:tcPr>
          <w:p w14:paraId="7779FFCE" w14:textId="530CF65C" w:rsidR="00796C2E" w:rsidRPr="00446FAC" w:rsidRDefault="00796C2E" w:rsidP="00796C2E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46FAC">
              <w:rPr>
                <w:rFonts w:asciiTheme="majorBidi" w:hAnsiTheme="majorBidi" w:cstheme="majorBidi"/>
                <w:sz w:val="28"/>
                <w:szCs w:val="28"/>
                <w:cs/>
              </w:rPr>
              <w:t>ผู้บริหารสำคัญ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E577348" w14:textId="6FBB8D7B" w:rsidR="00796C2E" w:rsidRPr="00446FAC" w:rsidRDefault="00734B3E" w:rsidP="009755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2" w:type="dxa"/>
          </w:tcPr>
          <w:p w14:paraId="1BEE44EF" w14:textId="77777777" w:rsidR="00796C2E" w:rsidRPr="00446FAC" w:rsidRDefault="00796C2E" w:rsidP="00796C2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1ED74C02" w14:textId="0CA4868B" w:rsidR="00796C2E" w:rsidRPr="00446FAC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85" w:type="dxa"/>
          </w:tcPr>
          <w:p w14:paraId="448BB1A2" w14:textId="77777777" w:rsidR="00796C2E" w:rsidRPr="00446FAC" w:rsidRDefault="00796C2E" w:rsidP="00796C2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3E2A6393" w14:textId="3D771629" w:rsidR="00796C2E" w:rsidRPr="00446FAC" w:rsidRDefault="00734B3E" w:rsidP="009755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7B3AE26E" w14:textId="77777777" w:rsidR="00796C2E" w:rsidRPr="00446FAC" w:rsidRDefault="00796C2E" w:rsidP="00796C2E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1D0D829C" w14:textId="35493E6C" w:rsidR="00796C2E" w:rsidRPr="00446FAC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46FA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796C2E" w:rsidRPr="0032106E" w14:paraId="2C0D9A6A" w14:textId="77777777" w:rsidTr="00446FAC">
        <w:trPr>
          <w:cantSplit/>
        </w:trPr>
        <w:tc>
          <w:tcPr>
            <w:tcW w:w="4500" w:type="dxa"/>
          </w:tcPr>
          <w:p w14:paraId="1AEE4022" w14:textId="77777777" w:rsidR="00796C2E" w:rsidRPr="00446FAC" w:rsidRDefault="00796C2E" w:rsidP="00796C2E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46FA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411F0948" w14:textId="092FA198" w:rsidR="00796C2E" w:rsidRPr="00446FAC" w:rsidRDefault="00734B3E" w:rsidP="009755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2" w:type="dxa"/>
          </w:tcPr>
          <w:p w14:paraId="5EB3DA15" w14:textId="77777777" w:rsidR="00796C2E" w:rsidRPr="00446FAC" w:rsidRDefault="00796C2E" w:rsidP="00796C2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</w:tcPr>
          <w:p w14:paraId="34C24A0C" w14:textId="18A35CBA" w:rsidR="00796C2E" w:rsidRPr="00031B08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5" w:type="dxa"/>
          </w:tcPr>
          <w:p w14:paraId="1C9F6FD9" w14:textId="77777777" w:rsidR="00796C2E" w:rsidRPr="00446FAC" w:rsidRDefault="00796C2E" w:rsidP="00796C2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double" w:sz="4" w:space="0" w:color="auto"/>
            </w:tcBorders>
          </w:tcPr>
          <w:p w14:paraId="2B92A83B" w14:textId="03570C14" w:rsidR="00796C2E" w:rsidRPr="00446FAC" w:rsidRDefault="00734B3E" w:rsidP="00975542">
            <w:pPr>
              <w:pStyle w:val="NoSpacing"/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4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344CB574" w14:textId="77777777" w:rsidR="00796C2E" w:rsidRPr="00446FAC" w:rsidRDefault="00796C2E" w:rsidP="00796C2E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7DD9EAB2" w14:textId="6DAA0F8C" w:rsidR="00796C2E" w:rsidRPr="00031B08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31B0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</w:tr>
      <w:tr w:rsidR="00796C2E" w:rsidRPr="000A47C1" w14:paraId="24B18270" w14:textId="77777777" w:rsidTr="006974E4">
        <w:trPr>
          <w:cantSplit/>
        </w:trPr>
        <w:tc>
          <w:tcPr>
            <w:tcW w:w="4500" w:type="dxa"/>
          </w:tcPr>
          <w:p w14:paraId="6040FB32" w14:textId="77777777" w:rsidR="00796C2E" w:rsidRPr="000A47C1" w:rsidRDefault="00796C2E" w:rsidP="00796C2E">
            <w:pPr>
              <w:spacing w:line="240" w:lineRule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0" w:type="dxa"/>
          </w:tcPr>
          <w:p w14:paraId="37F1923E" w14:textId="77777777" w:rsidR="00796C2E" w:rsidRPr="000A47C1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2"/>
              </w:rPr>
            </w:pPr>
          </w:p>
        </w:tc>
        <w:tc>
          <w:tcPr>
            <w:tcW w:w="182" w:type="dxa"/>
          </w:tcPr>
          <w:p w14:paraId="49842FA3" w14:textId="77777777" w:rsidR="00796C2E" w:rsidRPr="000A47C1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2"/>
              </w:rPr>
            </w:pPr>
          </w:p>
        </w:tc>
        <w:tc>
          <w:tcPr>
            <w:tcW w:w="1078" w:type="dxa"/>
          </w:tcPr>
          <w:p w14:paraId="6F245542" w14:textId="77777777" w:rsidR="00796C2E" w:rsidRPr="000A47C1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2"/>
              </w:rPr>
            </w:pPr>
          </w:p>
        </w:tc>
        <w:tc>
          <w:tcPr>
            <w:tcW w:w="185" w:type="dxa"/>
          </w:tcPr>
          <w:p w14:paraId="5FE7A508" w14:textId="77777777" w:rsidR="00796C2E" w:rsidRPr="000A47C1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2"/>
              </w:rPr>
            </w:pPr>
          </w:p>
        </w:tc>
        <w:tc>
          <w:tcPr>
            <w:tcW w:w="985" w:type="dxa"/>
          </w:tcPr>
          <w:p w14:paraId="54B31F03" w14:textId="77777777" w:rsidR="00796C2E" w:rsidRPr="000A47C1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2"/>
              </w:rPr>
            </w:pPr>
          </w:p>
        </w:tc>
        <w:tc>
          <w:tcPr>
            <w:tcW w:w="183" w:type="dxa"/>
          </w:tcPr>
          <w:p w14:paraId="76B9A0A3" w14:textId="77777777" w:rsidR="00796C2E" w:rsidRPr="000A47C1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2"/>
              </w:rPr>
            </w:pPr>
          </w:p>
        </w:tc>
        <w:tc>
          <w:tcPr>
            <w:tcW w:w="1077" w:type="dxa"/>
          </w:tcPr>
          <w:p w14:paraId="4A54724B" w14:textId="77777777" w:rsidR="00796C2E" w:rsidRPr="000A47C1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2"/>
              </w:rPr>
            </w:pPr>
          </w:p>
        </w:tc>
      </w:tr>
      <w:tr w:rsidR="00796C2E" w:rsidRPr="00C05013" w14:paraId="16F3D796" w14:textId="77777777" w:rsidTr="006974E4">
        <w:trPr>
          <w:cantSplit/>
        </w:trPr>
        <w:tc>
          <w:tcPr>
            <w:tcW w:w="4500" w:type="dxa"/>
          </w:tcPr>
          <w:p w14:paraId="0C766D56" w14:textId="75DC7D91" w:rsidR="00796C2E" w:rsidRDefault="00796C2E" w:rsidP="00796C2E">
            <w:pPr>
              <w:spacing w:line="240" w:lineRule="auto"/>
              <w:ind w:firstLine="1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990" w:type="dxa"/>
          </w:tcPr>
          <w:p w14:paraId="364D22C2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2" w:type="dxa"/>
          </w:tcPr>
          <w:p w14:paraId="483B2DE4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</w:tcPr>
          <w:p w14:paraId="215C4D43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5" w:type="dxa"/>
          </w:tcPr>
          <w:p w14:paraId="6D0CB71D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BD9C115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3" w:type="dxa"/>
          </w:tcPr>
          <w:p w14:paraId="0BD10BB0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</w:tcPr>
          <w:p w14:paraId="6DBA163B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796C2E" w:rsidRPr="00C05013" w14:paraId="795099E0" w14:textId="77777777" w:rsidTr="006974E4">
        <w:trPr>
          <w:cantSplit/>
        </w:trPr>
        <w:tc>
          <w:tcPr>
            <w:tcW w:w="4500" w:type="dxa"/>
          </w:tcPr>
          <w:p w14:paraId="38FD3DD9" w14:textId="77777777" w:rsidR="00796C2E" w:rsidRPr="00C05013" w:rsidRDefault="00796C2E" w:rsidP="00796C2E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บุคคลหรือ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กิจการอื่นที่เกี่ยวข้อง</w:t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</w:t>
            </w:r>
          </w:p>
        </w:tc>
        <w:tc>
          <w:tcPr>
            <w:tcW w:w="990" w:type="dxa"/>
          </w:tcPr>
          <w:p w14:paraId="663A7430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2" w:type="dxa"/>
          </w:tcPr>
          <w:p w14:paraId="6B8844C7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</w:tcPr>
          <w:p w14:paraId="65C38359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5" w:type="dxa"/>
          </w:tcPr>
          <w:p w14:paraId="1892CD51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2DB6A0D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3" w:type="dxa"/>
          </w:tcPr>
          <w:p w14:paraId="46805574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</w:tcPr>
          <w:p w14:paraId="445B3016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A457CB" w:rsidRPr="00C05013" w14:paraId="10B2175B" w14:textId="77777777" w:rsidTr="006974E4">
        <w:trPr>
          <w:cantSplit/>
        </w:trPr>
        <w:tc>
          <w:tcPr>
            <w:tcW w:w="4500" w:type="dxa"/>
          </w:tcPr>
          <w:p w14:paraId="242C1712" w14:textId="2354DFB1" w:rsidR="00A457CB" w:rsidRPr="00C05013" w:rsidRDefault="00A457CB" w:rsidP="00A457CB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ส่วนที่จะครบกำหนดชำระภายใน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990" w:type="dxa"/>
          </w:tcPr>
          <w:p w14:paraId="4A7DC835" w14:textId="01343502" w:rsidR="00A457CB" w:rsidRPr="00C05013" w:rsidRDefault="004F1856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572</w:t>
            </w:r>
          </w:p>
        </w:tc>
        <w:tc>
          <w:tcPr>
            <w:tcW w:w="182" w:type="dxa"/>
          </w:tcPr>
          <w:p w14:paraId="56767BB5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1A74C285" w14:textId="5EC2705C" w:rsidR="00A457CB" w:rsidRPr="00C05013" w:rsidRDefault="00A457CB" w:rsidP="0055497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514</w:t>
            </w:r>
          </w:p>
        </w:tc>
        <w:tc>
          <w:tcPr>
            <w:tcW w:w="185" w:type="dxa"/>
          </w:tcPr>
          <w:p w14:paraId="0C573426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08784264" w14:textId="02428EDA" w:rsidR="00A457CB" w:rsidRPr="00C05013" w:rsidRDefault="004F1856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0897ACBB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3DCA3077" w14:textId="356B2145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4F63CB5E" w14:textId="77777777" w:rsidTr="006974E4">
        <w:trPr>
          <w:cantSplit/>
        </w:trPr>
        <w:tc>
          <w:tcPr>
            <w:tcW w:w="4500" w:type="dxa"/>
          </w:tcPr>
          <w:p w14:paraId="1B36B489" w14:textId="449C7E49" w:rsidR="00A457CB" w:rsidRPr="00C05013" w:rsidRDefault="00A457CB" w:rsidP="00A457CB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460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ส่วนที่จะครบกำหนดชำระหลังจาก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1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แต่ไม่เกิน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5 </w:t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ปี</w:t>
            </w:r>
          </w:p>
        </w:tc>
        <w:tc>
          <w:tcPr>
            <w:tcW w:w="990" w:type="dxa"/>
          </w:tcPr>
          <w:p w14:paraId="1CB8A145" w14:textId="16E2CAE6" w:rsidR="00A457CB" w:rsidRPr="00C05013" w:rsidRDefault="004F1856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3,329</w:t>
            </w:r>
          </w:p>
        </w:tc>
        <w:tc>
          <w:tcPr>
            <w:tcW w:w="182" w:type="dxa"/>
          </w:tcPr>
          <w:p w14:paraId="720FA210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5CC94363" w14:textId="6B52E2E1" w:rsidR="00A457CB" w:rsidRPr="00570BA2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3,007</w:t>
            </w:r>
          </w:p>
        </w:tc>
        <w:tc>
          <w:tcPr>
            <w:tcW w:w="185" w:type="dxa"/>
          </w:tcPr>
          <w:p w14:paraId="302B054E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7D776117" w14:textId="4E6EF5F2" w:rsidR="00A457CB" w:rsidRPr="00C05013" w:rsidRDefault="004F1856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67D4B4CD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662909A4" w14:textId="69E818A0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5EE9F7E1" w14:textId="77777777" w:rsidTr="006974E4">
        <w:trPr>
          <w:cantSplit/>
        </w:trPr>
        <w:tc>
          <w:tcPr>
            <w:tcW w:w="4500" w:type="dxa"/>
          </w:tcPr>
          <w:p w14:paraId="427DB97A" w14:textId="6FF89B96" w:rsidR="00A457CB" w:rsidRPr="00C05013" w:rsidRDefault="00A457CB" w:rsidP="00A457CB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ส่วนที่จะครบกำหนดชำระหลังจาก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5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C415F79" w14:textId="092318CD" w:rsidR="00A457CB" w:rsidRPr="00C05013" w:rsidRDefault="004F1856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24,228</w:t>
            </w:r>
          </w:p>
        </w:tc>
        <w:tc>
          <w:tcPr>
            <w:tcW w:w="182" w:type="dxa"/>
          </w:tcPr>
          <w:p w14:paraId="22F8A337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379A2B01" w14:textId="7C918442" w:rsidR="00A457CB" w:rsidRPr="00570BA2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24,991</w:t>
            </w:r>
          </w:p>
        </w:tc>
        <w:tc>
          <w:tcPr>
            <w:tcW w:w="185" w:type="dxa"/>
          </w:tcPr>
          <w:p w14:paraId="30709DC8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6B61C204" w14:textId="11DE19F7" w:rsidR="00A457CB" w:rsidRPr="00C05013" w:rsidRDefault="004F1856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205D14C8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2DF303EA" w14:textId="080593AF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5ECE9163" w14:textId="77777777" w:rsidTr="006974E4">
        <w:trPr>
          <w:cantSplit/>
        </w:trPr>
        <w:tc>
          <w:tcPr>
            <w:tcW w:w="4500" w:type="dxa"/>
          </w:tcPr>
          <w:p w14:paraId="33EC1DE1" w14:textId="77777777" w:rsidR="00A457CB" w:rsidRPr="00C05013" w:rsidRDefault="00A457CB" w:rsidP="00A457CB">
            <w:pPr>
              <w:pStyle w:val="ListParagraph"/>
              <w:spacing w:line="240" w:lineRule="auto"/>
              <w:ind w:left="46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044310FE" w14:textId="132A912D" w:rsidR="00A457CB" w:rsidRPr="00316F1C" w:rsidRDefault="004F1856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28,129</w:t>
            </w:r>
          </w:p>
        </w:tc>
        <w:tc>
          <w:tcPr>
            <w:tcW w:w="182" w:type="dxa"/>
          </w:tcPr>
          <w:p w14:paraId="1BEF81FE" w14:textId="77777777" w:rsidR="00A457CB" w:rsidRPr="00316F1C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</w:tcPr>
          <w:p w14:paraId="4E5ABD12" w14:textId="106454DF" w:rsidR="00A457CB" w:rsidRPr="00316F1C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316F1C">
              <w:rPr>
                <w:rFonts w:asciiTheme="majorBidi" w:hAnsiTheme="majorBidi" w:cstheme="majorBidi"/>
                <w:sz w:val="28"/>
                <w:szCs w:val="28"/>
              </w:rPr>
              <w:t>28,512</w:t>
            </w:r>
          </w:p>
        </w:tc>
        <w:tc>
          <w:tcPr>
            <w:tcW w:w="185" w:type="dxa"/>
          </w:tcPr>
          <w:p w14:paraId="0A14468A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</w:tcPr>
          <w:p w14:paraId="46E2DE4B" w14:textId="1096C311" w:rsidR="00A457CB" w:rsidRPr="00C05013" w:rsidRDefault="004F1856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0876CC00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14:paraId="507CCCED" w14:textId="58FF6715" w:rsidR="00A457CB" w:rsidRPr="005C10F1" w:rsidRDefault="00A457CB" w:rsidP="005C10F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5C10F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796C2E" w:rsidRPr="000A47C1" w14:paraId="00DA0308" w14:textId="77777777" w:rsidTr="003A767A">
        <w:trPr>
          <w:cantSplit/>
        </w:trPr>
        <w:tc>
          <w:tcPr>
            <w:tcW w:w="4500" w:type="dxa"/>
          </w:tcPr>
          <w:p w14:paraId="03714ECE" w14:textId="2F2A8353" w:rsidR="00796C2E" w:rsidRPr="000A47C1" w:rsidRDefault="00796C2E" w:rsidP="00796C2E">
            <w:pPr>
              <w:spacing w:line="240" w:lineRule="auto"/>
              <w:ind w:firstLine="14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0" w:type="dxa"/>
          </w:tcPr>
          <w:p w14:paraId="2CE8F49A" w14:textId="77777777" w:rsidR="00796C2E" w:rsidRPr="000A47C1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2"/>
              </w:rPr>
            </w:pPr>
          </w:p>
        </w:tc>
        <w:tc>
          <w:tcPr>
            <w:tcW w:w="182" w:type="dxa"/>
          </w:tcPr>
          <w:p w14:paraId="7FFC8185" w14:textId="77777777" w:rsidR="00796C2E" w:rsidRPr="000A47C1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2"/>
              </w:rPr>
            </w:pPr>
          </w:p>
        </w:tc>
        <w:tc>
          <w:tcPr>
            <w:tcW w:w="1078" w:type="dxa"/>
          </w:tcPr>
          <w:p w14:paraId="1501D9C2" w14:textId="77777777" w:rsidR="00796C2E" w:rsidRPr="000A47C1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ind w:left="-126" w:right="-77"/>
              <w:rPr>
                <w:rFonts w:asciiTheme="majorBidi" w:hAnsiTheme="majorBidi" w:cstheme="majorBidi"/>
                <w:sz w:val="22"/>
              </w:rPr>
            </w:pPr>
          </w:p>
        </w:tc>
        <w:tc>
          <w:tcPr>
            <w:tcW w:w="185" w:type="dxa"/>
          </w:tcPr>
          <w:p w14:paraId="030BA67F" w14:textId="77777777" w:rsidR="00796C2E" w:rsidRPr="000A47C1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2"/>
              </w:rPr>
            </w:pPr>
          </w:p>
        </w:tc>
        <w:tc>
          <w:tcPr>
            <w:tcW w:w="985" w:type="dxa"/>
          </w:tcPr>
          <w:p w14:paraId="70FF0065" w14:textId="77777777" w:rsidR="00796C2E" w:rsidRPr="000A47C1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2"/>
              </w:rPr>
            </w:pPr>
          </w:p>
        </w:tc>
        <w:tc>
          <w:tcPr>
            <w:tcW w:w="183" w:type="dxa"/>
          </w:tcPr>
          <w:p w14:paraId="01BF0D9F" w14:textId="77777777" w:rsidR="00796C2E" w:rsidRPr="000A47C1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2"/>
              </w:rPr>
            </w:pPr>
          </w:p>
        </w:tc>
        <w:tc>
          <w:tcPr>
            <w:tcW w:w="1077" w:type="dxa"/>
          </w:tcPr>
          <w:p w14:paraId="197A3899" w14:textId="77777777" w:rsidR="00796C2E" w:rsidRPr="000A47C1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2"/>
              </w:rPr>
            </w:pPr>
          </w:p>
        </w:tc>
      </w:tr>
      <w:tr w:rsidR="00796C2E" w:rsidRPr="00C05013" w14:paraId="74A07DFF" w14:textId="77777777" w:rsidTr="003A767A">
        <w:trPr>
          <w:cantSplit/>
        </w:trPr>
        <w:tc>
          <w:tcPr>
            <w:tcW w:w="4500" w:type="dxa"/>
          </w:tcPr>
          <w:p w14:paraId="75222451" w14:textId="66A9BD33" w:rsidR="00796C2E" w:rsidRPr="00C05013" w:rsidRDefault="00796C2E" w:rsidP="00796C2E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ผู้บริหารสำคัญ</w:t>
            </w:r>
          </w:p>
        </w:tc>
        <w:tc>
          <w:tcPr>
            <w:tcW w:w="990" w:type="dxa"/>
          </w:tcPr>
          <w:p w14:paraId="39D83A54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</w:tcPr>
          <w:p w14:paraId="37426895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09B2DB39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5" w:type="dxa"/>
          </w:tcPr>
          <w:p w14:paraId="2D90CAF0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26C619A1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3" w:type="dxa"/>
          </w:tcPr>
          <w:p w14:paraId="18D1F10F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49198F6F" w14:textId="144FD3A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457CB" w:rsidRPr="00C05013" w14:paraId="1285A2B6" w14:textId="77777777" w:rsidTr="006974E4">
        <w:trPr>
          <w:cantSplit/>
        </w:trPr>
        <w:tc>
          <w:tcPr>
            <w:tcW w:w="4500" w:type="dxa"/>
          </w:tcPr>
          <w:p w14:paraId="023EC95B" w14:textId="0434E5ED" w:rsidR="00A457CB" w:rsidRPr="00C05013" w:rsidRDefault="00A457CB" w:rsidP="00A457CB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ส่วนที่จะครบกำหนดชำระภายใน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1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990" w:type="dxa"/>
          </w:tcPr>
          <w:p w14:paraId="3DBF57B7" w14:textId="1C5B49D1" w:rsidR="00A457CB" w:rsidRPr="00C05013" w:rsidRDefault="004F1856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576</w:t>
            </w:r>
          </w:p>
        </w:tc>
        <w:tc>
          <w:tcPr>
            <w:tcW w:w="182" w:type="dxa"/>
          </w:tcPr>
          <w:p w14:paraId="7094CF09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17D78F06" w14:textId="22D7D95E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535</w:t>
            </w:r>
          </w:p>
        </w:tc>
        <w:tc>
          <w:tcPr>
            <w:tcW w:w="185" w:type="dxa"/>
          </w:tcPr>
          <w:p w14:paraId="43968B4F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016B1D09" w14:textId="02C62EB5" w:rsidR="00A457CB" w:rsidRPr="00C05013" w:rsidRDefault="004F1856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054592C1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591B973B" w14:textId="62D63B92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00271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7468FDF6" w14:textId="77777777" w:rsidTr="006974E4">
        <w:trPr>
          <w:cantSplit/>
        </w:trPr>
        <w:tc>
          <w:tcPr>
            <w:tcW w:w="4500" w:type="dxa"/>
          </w:tcPr>
          <w:p w14:paraId="52214BF5" w14:textId="7AA4EF1F" w:rsidR="00A457CB" w:rsidRPr="00C05013" w:rsidRDefault="00A457CB" w:rsidP="00A457CB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ส่วนที่จะครบกำหนดชำระหลังจาก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1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แต่ไม่เกิน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5 </w:t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ปี</w:t>
            </w:r>
          </w:p>
        </w:tc>
        <w:tc>
          <w:tcPr>
            <w:tcW w:w="990" w:type="dxa"/>
          </w:tcPr>
          <w:p w14:paraId="626BC56D" w14:textId="325DE88C" w:rsidR="00A457CB" w:rsidRPr="00C05013" w:rsidRDefault="004F1856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3,391</w:t>
            </w:r>
          </w:p>
        </w:tc>
        <w:tc>
          <w:tcPr>
            <w:tcW w:w="182" w:type="dxa"/>
          </w:tcPr>
          <w:p w14:paraId="5B81D51E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1ED9B6AB" w14:textId="0EBFAB22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3,046</w:t>
            </w:r>
          </w:p>
        </w:tc>
        <w:tc>
          <w:tcPr>
            <w:tcW w:w="185" w:type="dxa"/>
          </w:tcPr>
          <w:p w14:paraId="21417EA3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68A3F5C0" w14:textId="07FA8CD4" w:rsidR="00A457CB" w:rsidRPr="00C05013" w:rsidRDefault="004F1856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7517ABFA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282D7EDF" w14:textId="4FB831D2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00271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62F37935" w14:textId="77777777" w:rsidTr="006974E4">
        <w:trPr>
          <w:cantSplit/>
        </w:trPr>
        <w:tc>
          <w:tcPr>
            <w:tcW w:w="4500" w:type="dxa"/>
          </w:tcPr>
          <w:p w14:paraId="727FBFBC" w14:textId="6D9BCD8D" w:rsidR="00A457CB" w:rsidRPr="00C05013" w:rsidRDefault="00A457CB" w:rsidP="00A457CB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ส่วนที่จะครบกำหนดชำระหลังจาก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5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9EB83AA" w14:textId="45AB530E" w:rsidR="00A457CB" w:rsidRPr="00C05013" w:rsidRDefault="004F1856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26,255</w:t>
            </w:r>
          </w:p>
        </w:tc>
        <w:tc>
          <w:tcPr>
            <w:tcW w:w="182" w:type="dxa"/>
          </w:tcPr>
          <w:p w14:paraId="4B26C7AE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29C73D85" w14:textId="3EC1015A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27,040</w:t>
            </w:r>
          </w:p>
        </w:tc>
        <w:tc>
          <w:tcPr>
            <w:tcW w:w="185" w:type="dxa"/>
          </w:tcPr>
          <w:p w14:paraId="5B8FF2F4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3C685A1A" w14:textId="31F967E7" w:rsidR="00A457CB" w:rsidRPr="00C05013" w:rsidRDefault="004F1856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0A555AA9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0783B640" w14:textId="685C20B3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00271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60231B43" w14:textId="77777777" w:rsidTr="00897E26">
        <w:trPr>
          <w:cantSplit/>
        </w:trPr>
        <w:tc>
          <w:tcPr>
            <w:tcW w:w="4500" w:type="dxa"/>
          </w:tcPr>
          <w:p w14:paraId="4F4A23EE" w14:textId="77777777" w:rsidR="00A457CB" w:rsidRPr="00C05013" w:rsidRDefault="00A457CB" w:rsidP="00A457CB">
            <w:pPr>
              <w:pStyle w:val="ListParagraph"/>
              <w:spacing w:line="240" w:lineRule="auto"/>
              <w:ind w:left="46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A51438A" w14:textId="60D68A13" w:rsidR="00A457CB" w:rsidRPr="00C05013" w:rsidRDefault="004F1856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30,222</w:t>
            </w:r>
          </w:p>
        </w:tc>
        <w:tc>
          <w:tcPr>
            <w:tcW w:w="182" w:type="dxa"/>
          </w:tcPr>
          <w:p w14:paraId="4A98FC6B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</w:tcPr>
          <w:p w14:paraId="6A18754D" w14:textId="5FCE742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30,621</w:t>
            </w:r>
          </w:p>
        </w:tc>
        <w:tc>
          <w:tcPr>
            <w:tcW w:w="185" w:type="dxa"/>
          </w:tcPr>
          <w:p w14:paraId="47590269" w14:textId="6AC670A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3CBE3E27" w14:textId="4813CCF1" w:rsidR="00A457CB" w:rsidRPr="00C05013" w:rsidRDefault="004F1856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696326FF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1BDBF3C2" w14:textId="315F63F2" w:rsidR="00A457CB" w:rsidRPr="00C67655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C6765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6D65D29F" w14:textId="77777777" w:rsidTr="006974E4">
        <w:trPr>
          <w:cantSplit/>
        </w:trPr>
        <w:tc>
          <w:tcPr>
            <w:tcW w:w="4500" w:type="dxa"/>
          </w:tcPr>
          <w:p w14:paraId="50D764B4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23F31CB" w14:textId="2F0F8A8A" w:rsidR="00A457CB" w:rsidRPr="00C05013" w:rsidRDefault="004F1856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58,351</w:t>
            </w:r>
          </w:p>
        </w:tc>
        <w:tc>
          <w:tcPr>
            <w:tcW w:w="182" w:type="dxa"/>
          </w:tcPr>
          <w:p w14:paraId="7D6621DE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</w:tcPr>
          <w:p w14:paraId="522E3BDB" w14:textId="6C818889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59,133</w:t>
            </w:r>
          </w:p>
        </w:tc>
        <w:tc>
          <w:tcPr>
            <w:tcW w:w="185" w:type="dxa"/>
          </w:tcPr>
          <w:p w14:paraId="52BB244A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double" w:sz="4" w:space="0" w:color="auto"/>
            </w:tcBorders>
          </w:tcPr>
          <w:p w14:paraId="706BFBA7" w14:textId="3AAA27CF" w:rsidR="00A457CB" w:rsidRPr="00C05013" w:rsidRDefault="004F1856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79A22E86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5DDFCA6E" w14:textId="338A0A7D" w:rsidR="00A457CB" w:rsidRPr="00C67655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765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</w:tr>
    </w:tbl>
    <w:p w14:paraId="2FE0B575" w14:textId="7DBB4D4F" w:rsidR="00F7449E" w:rsidRDefault="00F7449E" w:rsidP="003F11B5">
      <w:pPr>
        <w:tabs>
          <w:tab w:val="clear" w:pos="227"/>
          <w:tab w:val="clear" w:pos="454"/>
          <w:tab w:val="clear" w:pos="680"/>
          <w:tab w:val="clear" w:pos="907"/>
        </w:tabs>
        <w:ind w:left="540"/>
        <w:rPr>
          <w:rFonts w:asciiTheme="majorBidi" w:hAnsiTheme="majorBidi" w:cstheme="majorBidi"/>
          <w:i/>
          <w:iCs/>
          <w:sz w:val="28"/>
          <w:szCs w:val="28"/>
        </w:rPr>
      </w:pPr>
    </w:p>
    <w:p w14:paraId="1591BA1A" w14:textId="77777777" w:rsidR="00F7449E" w:rsidRDefault="00F744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br w:type="page"/>
      </w:r>
    </w:p>
    <w:p w14:paraId="2E2D58CE" w14:textId="4195EE38" w:rsidR="003F11B5" w:rsidRPr="00AC01DB" w:rsidRDefault="003F11B5" w:rsidP="003F11B5">
      <w:pPr>
        <w:tabs>
          <w:tab w:val="clear" w:pos="227"/>
          <w:tab w:val="clear" w:pos="454"/>
          <w:tab w:val="clear" w:pos="680"/>
          <w:tab w:val="clear" w:pos="907"/>
        </w:tabs>
        <w:ind w:left="54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AC01DB">
        <w:rPr>
          <w:rFonts w:asciiTheme="majorBidi" w:hAnsiTheme="majorBidi" w:cstheme="majorBidi"/>
          <w:i/>
          <w:iCs/>
          <w:sz w:val="28"/>
          <w:szCs w:val="28"/>
          <w:cs/>
        </w:rPr>
        <w:lastRenderedPageBreak/>
        <w:t>สัญญาสำคัญที่ทำกับบุคคลหรือกิจการที่เกี่ยวข้องกัน</w:t>
      </w:r>
      <w:r w:rsidRPr="00AC01DB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</w:p>
    <w:p w14:paraId="6F90D02B" w14:textId="0F5F4910" w:rsidR="0042798C" w:rsidRPr="00AC01DB" w:rsidRDefault="0042798C" w:rsidP="00E054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5"/>
        <w:jc w:val="thaiDistribute"/>
        <w:rPr>
          <w:rFonts w:ascii="Angsana New" w:hAnsi="Angsana New" w:cs="Angsana New"/>
          <w:sz w:val="28"/>
          <w:szCs w:val="28"/>
        </w:rPr>
      </w:pPr>
    </w:p>
    <w:p w14:paraId="5974E5B1" w14:textId="1781F496" w:rsidR="00D24E4F" w:rsidRPr="00AC01DB" w:rsidRDefault="00827D8A" w:rsidP="003F11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i/>
          <w:iCs/>
          <w:sz w:val="28"/>
          <w:szCs w:val="28"/>
        </w:rPr>
      </w:pPr>
      <w:r w:rsidRPr="00AC01DB">
        <w:rPr>
          <w:rFonts w:ascii="Angsana New" w:hAnsi="Angsana New" w:cs="Angsana New" w:hint="cs"/>
          <w:i/>
          <w:iCs/>
          <w:sz w:val="28"/>
          <w:szCs w:val="28"/>
          <w:cs/>
        </w:rPr>
        <w:t>เงินให้กู้ยืมระยะสั้นแก่</w:t>
      </w:r>
      <w:r w:rsidR="00631463" w:rsidRPr="00AC01DB">
        <w:rPr>
          <w:rFonts w:ascii="Angsana New" w:hAnsi="Angsana New" w:cs="Angsana New" w:hint="cs"/>
          <w:i/>
          <w:iCs/>
          <w:sz w:val="28"/>
          <w:szCs w:val="28"/>
          <w:cs/>
        </w:rPr>
        <w:t>บริษัทย่อย</w:t>
      </w:r>
    </w:p>
    <w:p w14:paraId="684F2589" w14:textId="5241E127" w:rsidR="00D24E4F" w:rsidRPr="00AC01DB" w:rsidRDefault="00645D90" w:rsidP="00D24E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</w:rPr>
      </w:pPr>
      <w:r w:rsidRPr="00574F01">
        <w:rPr>
          <w:rFonts w:ascii="Angsana New" w:hAnsi="Angsana New" w:cs="Angsana New" w:hint="cs"/>
          <w:spacing w:val="-2"/>
          <w:sz w:val="28"/>
          <w:szCs w:val="28"/>
          <w:cs/>
        </w:rPr>
        <w:t>บริษัทได้ทำสัญญา</w:t>
      </w:r>
      <w:r w:rsidR="00D24E4F" w:rsidRPr="00574F01">
        <w:rPr>
          <w:rFonts w:ascii="Angsana New" w:hAnsi="Angsana New" w:cs="Angsana New" w:hint="cs"/>
          <w:spacing w:val="-2"/>
          <w:sz w:val="28"/>
          <w:szCs w:val="28"/>
          <w:cs/>
        </w:rPr>
        <w:t>เงินกู้ยืมระยะสั้นแก่</w:t>
      </w:r>
      <w:r w:rsidR="00827D8A" w:rsidRPr="00574F01">
        <w:rPr>
          <w:rFonts w:ascii="Angsana New" w:hAnsi="Angsana New" w:cs="Angsana New" w:hint="cs"/>
          <w:spacing w:val="-2"/>
          <w:sz w:val="28"/>
          <w:szCs w:val="28"/>
          <w:cs/>
        </w:rPr>
        <w:t>บริษัทย่อย</w:t>
      </w:r>
      <w:r w:rsidRPr="00574F01">
        <w:rPr>
          <w:rFonts w:ascii="Angsana New" w:hAnsi="Angsana New" w:cs="Angsana New" w:hint="cs"/>
          <w:spacing w:val="-2"/>
          <w:sz w:val="28"/>
          <w:szCs w:val="28"/>
          <w:cs/>
        </w:rPr>
        <w:t>โดย</w:t>
      </w:r>
      <w:r w:rsidR="00D24E4F" w:rsidRPr="00574F01">
        <w:rPr>
          <w:rFonts w:ascii="Angsana New" w:hAnsi="Angsana New" w:cs="Angsana New" w:hint="cs"/>
          <w:spacing w:val="-2"/>
          <w:sz w:val="28"/>
          <w:szCs w:val="28"/>
          <w:cs/>
        </w:rPr>
        <w:t>มีอัตราดอกเบี้ย</w:t>
      </w:r>
      <w:r w:rsidR="00451F3D" w:rsidRPr="00574F01">
        <w:rPr>
          <w:rFonts w:ascii="Angsana New" w:hAnsi="Angsana New" w:cs="Angsana New" w:hint="cs"/>
          <w:spacing w:val="-2"/>
          <w:sz w:val="28"/>
          <w:szCs w:val="28"/>
          <w:cs/>
        </w:rPr>
        <w:t>ร้อยละ</w:t>
      </w:r>
      <w:r w:rsidR="00B01A6C" w:rsidRPr="00574F01">
        <w:rPr>
          <w:rFonts w:ascii="Angsana New" w:hAnsi="Angsana New" w:cs="Angsana New" w:hint="cs"/>
          <w:spacing w:val="-2"/>
          <w:sz w:val="28"/>
          <w:szCs w:val="28"/>
          <w:cs/>
        </w:rPr>
        <w:t xml:space="preserve"> </w:t>
      </w:r>
      <w:r w:rsidR="00F951F3">
        <w:rPr>
          <w:rFonts w:ascii="Angsana New" w:hAnsi="Angsana New" w:cs="Angsana New"/>
          <w:spacing w:val="-2"/>
          <w:sz w:val="28"/>
          <w:szCs w:val="28"/>
        </w:rPr>
        <w:t>3.10</w:t>
      </w:r>
      <w:r w:rsidR="00B01A6C" w:rsidRPr="00574F01">
        <w:rPr>
          <w:rFonts w:ascii="Angsana New" w:hAnsi="Angsana New" w:cs="Angsana New"/>
          <w:spacing w:val="-2"/>
          <w:sz w:val="28"/>
          <w:szCs w:val="28"/>
        </w:rPr>
        <w:t xml:space="preserve"> </w:t>
      </w:r>
      <w:r w:rsidR="00D24E4F" w:rsidRPr="00574F01">
        <w:rPr>
          <w:rFonts w:ascii="Angsana New" w:hAnsi="Angsana New" w:cs="Angsana New" w:hint="cs"/>
          <w:spacing w:val="-2"/>
          <w:sz w:val="28"/>
          <w:szCs w:val="28"/>
          <w:cs/>
        </w:rPr>
        <w:t>ต่อปี และไม่มีหลักประกัน</w:t>
      </w:r>
      <w:r w:rsidR="00F53A6B" w:rsidRPr="00AC01DB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="00D24E4F" w:rsidRPr="00AC01DB">
        <w:rPr>
          <w:rFonts w:ascii="Angsana New" w:hAnsi="Angsana New" w:cs="Angsana New" w:hint="cs"/>
          <w:sz w:val="28"/>
          <w:szCs w:val="28"/>
          <w:cs/>
        </w:rPr>
        <w:t>มีกำหนดชำระคืนเมื่อทวงถาม</w:t>
      </w:r>
    </w:p>
    <w:p w14:paraId="5FFED8B4" w14:textId="71BDAF7B" w:rsidR="00D24E4F" w:rsidRPr="000D1556" w:rsidRDefault="00D24E4F" w:rsidP="00A746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  <w:highlight w:val="yellow"/>
        </w:rPr>
      </w:pPr>
    </w:p>
    <w:p w14:paraId="5EDBB6E6" w14:textId="48E9F77F" w:rsidR="007979B7" w:rsidRPr="00AC01DB" w:rsidRDefault="007979B7" w:rsidP="003F11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i/>
          <w:iCs/>
          <w:sz w:val="28"/>
          <w:szCs w:val="28"/>
        </w:rPr>
      </w:pPr>
      <w:r w:rsidRPr="00AC01DB">
        <w:rPr>
          <w:rFonts w:ascii="Angsana New" w:hAnsi="Angsana New" w:cs="Angsana New" w:hint="cs"/>
          <w:i/>
          <w:iCs/>
          <w:sz w:val="28"/>
          <w:szCs w:val="28"/>
          <w:cs/>
        </w:rPr>
        <w:t>สัญญาเช่าที่ดิน</w:t>
      </w:r>
    </w:p>
    <w:p w14:paraId="768C2C5B" w14:textId="1213AD85" w:rsidR="00A03CD3" w:rsidRPr="00AC01DB" w:rsidRDefault="00E24470" w:rsidP="00692E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</w:rPr>
      </w:pPr>
      <w:r w:rsidRPr="00AC01DB">
        <w:rPr>
          <w:rFonts w:ascii="Angsana New" w:hAnsi="Angsana New" w:cs="Angsana New" w:hint="cs"/>
          <w:sz w:val="28"/>
          <w:szCs w:val="28"/>
          <w:cs/>
        </w:rPr>
        <w:t>บริษัท</w:t>
      </w:r>
      <w:r w:rsidR="00AA1464" w:rsidRPr="00AC01DB">
        <w:rPr>
          <w:rFonts w:ascii="Angsana New" w:hAnsi="Angsana New" w:cs="Angsana New" w:hint="cs"/>
          <w:sz w:val="28"/>
          <w:szCs w:val="28"/>
          <w:cs/>
        </w:rPr>
        <w:t>ย่อย</w:t>
      </w:r>
      <w:r w:rsidRPr="00AC01DB">
        <w:rPr>
          <w:rFonts w:ascii="Angsana New" w:hAnsi="Angsana New" w:cs="Angsana New" w:hint="cs"/>
          <w:sz w:val="28"/>
          <w:szCs w:val="28"/>
          <w:cs/>
        </w:rPr>
        <w:t>ได้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ทำสัญญาเช่าที่ดินเพื่อใช้ในการดำเนินงานของกลุ่มบริษัทกับกิจการอื่นที่เกี่ยวข้องกันและผู้บริหารสำคัญจำนวน</w:t>
      </w:r>
      <w:r w:rsidR="00A03CD3" w:rsidRPr="00AC01DB">
        <w:rPr>
          <w:rFonts w:ascii="Angsana New" w:hAnsi="Angsana New" w:cs="Angsana New" w:hint="cs"/>
          <w:sz w:val="28"/>
          <w:szCs w:val="28"/>
          <w:cs/>
        </w:rPr>
        <w:t>สาม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ฉบับ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โดยกำหนดให้สัญญาดังกล่าวมีผลตั้งแต่วันที่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C42DDF" w:rsidRPr="00AC01DB">
        <w:rPr>
          <w:rFonts w:ascii="Angsana New" w:hAnsi="Angsana New" w:cs="Angsana New"/>
          <w:sz w:val="28"/>
          <w:szCs w:val="28"/>
        </w:rPr>
        <w:t>1</w:t>
      </w:r>
      <w:r w:rsidR="007979B7" w:rsidRPr="00AC01DB">
        <w:rPr>
          <w:rFonts w:ascii="Angsana New" w:hAnsi="Angsana New" w:cs="Angsana New"/>
          <w:sz w:val="28"/>
          <w:szCs w:val="28"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กรกฎาคม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C42DDF" w:rsidRPr="00AC01DB">
        <w:rPr>
          <w:rFonts w:ascii="Angsana New" w:hAnsi="Angsana New" w:cs="Angsana New"/>
          <w:sz w:val="28"/>
          <w:szCs w:val="28"/>
        </w:rPr>
        <w:t>2566</w:t>
      </w:r>
      <w:r w:rsidR="00A03CD3" w:rsidRPr="00AC01DB">
        <w:rPr>
          <w:rFonts w:ascii="Angsana New" w:hAnsi="Angsana New" w:cs="Angsana New" w:hint="cs"/>
          <w:sz w:val="28"/>
          <w:szCs w:val="28"/>
          <w:cs/>
        </w:rPr>
        <w:t xml:space="preserve"> และ </w:t>
      </w:r>
      <w:r w:rsidR="00A03CD3" w:rsidRPr="00AC01DB">
        <w:rPr>
          <w:rFonts w:ascii="Angsana New" w:hAnsi="Angsana New" w:cs="Angsana New"/>
          <w:sz w:val="28"/>
          <w:szCs w:val="28"/>
        </w:rPr>
        <w:t xml:space="preserve">1 </w:t>
      </w:r>
      <w:r w:rsidR="00A03CD3" w:rsidRPr="00AC01DB">
        <w:rPr>
          <w:rFonts w:ascii="Angsana New" w:hAnsi="Angsana New" w:cs="Angsana New" w:hint="cs"/>
          <w:sz w:val="28"/>
          <w:szCs w:val="28"/>
          <w:cs/>
        </w:rPr>
        <w:t>มีนาคม</w:t>
      </w:r>
      <w:r w:rsidR="00A03CD3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A03CD3" w:rsidRPr="00AC01DB">
        <w:rPr>
          <w:rFonts w:ascii="Angsana New" w:hAnsi="Angsana New" w:cs="Angsana New"/>
          <w:sz w:val="28"/>
          <w:szCs w:val="28"/>
        </w:rPr>
        <w:t>2567</w:t>
      </w:r>
      <w:r w:rsidR="007979B7" w:rsidRPr="00AC01DB">
        <w:rPr>
          <w:rFonts w:ascii="Angsana New" w:hAnsi="Angsana New" w:cs="Angsana New"/>
          <w:sz w:val="28"/>
          <w:szCs w:val="28"/>
        </w:rPr>
        <w:t xml:space="preserve"> </w:t>
      </w:r>
      <w:r w:rsidR="00A03CD3" w:rsidRPr="00AC01DB">
        <w:rPr>
          <w:rFonts w:ascii="Angsana New" w:hAnsi="Angsana New" w:cs="Angsana New" w:hint="cs"/>
          <w:sz w:val="28"/>
          <w:szCs w:val="28"/>
          <w:cs/>
        </w:rPr>
        <w:t>ซึ่ง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มีระยะเวลาตามสัญญา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C42DDF" w:rsidRPr="00AC01DB">
        <w:rPr>
          <w:rFonts w:ascii="Angsana New" w:hAnsi="Angsana New" w:cs="Angsana New"/>
          <w:sz w:val="28"/>
          <w:szCs w:val="28"/>
        </w:rPr>
        <w:t>3</w:t>
      </w:r>
      <w:r w:rsidR="007979B7" w:rsidRPr="00AC01DB">
        <w:rPr>
          <w:rFonts w:ascii="Angsana New" w:hAnsi="Angsana New" w:cs="Angsana New"/>
          <w:sz w:val="28"/>
          <w:szCs w:val="28"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ปี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โดยสามารถต่อสัญญาได้คราวละไม่เกิน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C42DDF" w:rsidRPr="00AC01DB">
        <w:rPr>
          <w:rFonts w:ascii="Angsana New" w:hAnsi="Angsana New" w:cs="Angsana New"/>
          <w:sz w:val="28"/>
          <w:szCs w:val="28"/>
        </w:rPr>
        <w:t>3</w:t>
      </w:r>
      <w:r w:rsidR="007979B7" w:rsidRPr="00AC01DB">
        <w:rPr>
          <w:rFonts w:ascii="Angsana New" w:hAnsi="Angsana New" w:cs="Angsana New"/>
          <w:sz w:val="28"/>
          <w:szCs w:val="28"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ปี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ไม่เกิน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C42DDF" w:rsidRPr="00AC01DB">
        <w:rPr>
          <w:rFonts w:ascii="Angsana New" w:hAnsi="Angsana New" w:cs="Angsana New"/>
          <w:sz w:val="28"/>
          <w:szCs w:val="28"/>
        </w:rPr>
        <w:t>5</w:t>
      </w:r>
      <w:r w:rsidR="007979B7" w:rsidRPr="00AC01DB">
        <w:rPr>
          <w:rFonts w:ascii="Angsana New" w:hAnsi="Angsana New" w:cs="Angsana New"/>
          <w:sz w:val="28"/>
          <w:szCs w:val="28"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ครั้ง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และครั้งสุดท้าย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คราวละ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C42DDF" w:rsidRPr="00AC01DB">
        <w:rPr>
          <w:rFonts w:ascii="Angsana New" w:hAnsi="Angsana New" w:cs="Angsana New"/>
          <w:sz w:val="28"/>
          <w:szCs w:val="28"/>
        </w:rPr>
        <w:t>2</w:t>
      </w:r>
      <w:r w:rsidR="007979B7" w:rsidRPr="00AC01DB">
        <w:rPr>
          <w:rFonts w:ascii="Angsana New" w:hAnsi="Angsana New" w:cs="Angsana New"/>
          <w:sz w:val="28"/>
          <w:szCs w:val="28"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ปี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ไม่เกิน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C42DDF" w:rsidRPr="00AC01DB">
        <w:rPr>
          <w:rFonts w:ascii="Angsana New" w:hAnsi="Angsana New" w:cs="Angsana New"/>
          <w:sz w:val="28"/>
          <w:szCs w:val="28"/>
        </w:rPr>
        <w:t>1</w:t>
      </w:r>
      <w:r w:rsidR="007979B7" w:rsidRPr="00AC01DB">
        <w:rPr>
          <w:rFonts w:ascii="Angsana New" w:hAnsi="Angsana New" w:cs="Angsana New"/>
          <w:sz w:val="28"/>
          <w:szCs w:val="28"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ครั้</w:t>
      </w:r>
      <w:r w:rsidR="00A03CD3" w:rsidRPr="00AC01DB">
        <w:rPr>
          <w:rFonts w:ascii="Angsana New" w:hAnsi="Angsana New" w:cs="Angsana New" w:hint="cs"/>
          <w:sz w:val="28"/>
          <w:szCs w:val="28"/>
          <w:cs/>
        </w:rPr>
        <w:t>ง</w:t>
      </w:r>
      <w:r w:rsidR="00692E1E" w:rsidRPr="00AC01DB">
        <w:rPr>
          <w:rFonts w:ascii="Angsana New" w:hAnsi="Angsana New" w:cs="Angsana New"/>
          <w:sz w:val="28"/>
          <w:szCs w:val="28"/>
        </w:rPr>
        <w:t xml:space="preserve"> </w:t>
      </w:r>
      <w:r w:rsidR="00692E1E" w:rsidRPr="00AC01DB">
        <w:rPr>
          <w:rFonts w:ascii="Angsana New" w:hAnsi="Angsana New" w:cs="Angsana New"/>
          <w:sz w:val="28"/>
          <w:szCs w:val="28"/>
          <w:cs/>
        </w:rPr>
        <w:t>โดยบริษัทย่อยตกลงที่จะจ่ายค่าเช่ารายเดือนตามอัตราที่ระบุในสัญญ</w:t>
      </w:r>
      <w:r w:rsidR="00692E1E" w:rsidRPr="00AC01DB">
        <w:rPr>
          <w:rFonts w:ascii="Angsana New" w:hAnsi="Angsana New" w:cs="Angsana New" w:hint="cs"/>
          <w:sz w:val="28"/>
          <w:szCs w:val="28"/>
          <w:cs/>
        </w:rPr>
        <w:t>า</w:t>
      </w:r>
    </w:p>
    <w:p w14:paraId="76074141" w14:textId="77777777" w:rsidR="00E054A3" w:rsidRPr="000D1556" w:rsidRDefault="00E054A3" w:rsidP="00692E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  <w:highlight w:val="yellow"/>
        </w:rPr>
      </w:pPr>
    </w:p>
    <w:p w14:paraId="313C9D76" w14:textId="65242456" w:rsidR="00A746DB" w:rsidRPr="00AC01DB" w:rsidRDefault="00A746DB" w:rsidP="003F11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i/>
          <w:iCs/>
          <w:sz w:val="28"/>
          <w:szCs w:val="28"/>
        </w:rPr>
      </w:pPr>
      <w:r w:rsidRPr="00AC01DB">
        <w:rPr>
          <w:rFonts w:ascii="Angsana New" w:hAnsi="Angsana New" w:cs="Angsana New"/>
          <w:i/>
          <w:iCs/>
          <w:sz w:val="28"/>
          <w:szCs w:val="28"/>
          <w:cs/>
        </w:rPr>
        <w:t>สัญญาให้เช่าอาคารและเครื่องจักร</w:t>
      </w:r>
      <w:r w:rsidRPr="00AC01DB">
        <w:rPr>
          <w:rFonts w:ascii="Angsana New" w:hAnsi="Angsana New" w:cs="Angsana New"/>
          <w:sz w:val="20"/>
          <w:szCs w:val="20"/>
        </w:rPr>
        <w:t> </w:t>
      </w:r>
    </w:p>
    <w:p w14:paraId="7D718DBB" w14:textId="134778A6" w:rsidR="00A746DB" w:rsidRPr="00AC01DB" w:rsidRDefault="00A746DB" w:rsidP="00A746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</w:rPr>
      </w:pPr>
      <w:r w:rsidRPr="00AC01DB">
        <w:rPr>
          <w:rFonts w:ascii="Angsana New" w:hAnsi="Angsana New" w:cs="Angsana New"/>
          <w:sz w:val="28"/>
          <w:szCs w:val="28"/>
          <w:cs/>
        </w:rPr>
        <w:t>บริษัทให้เช่าอาคารและเครื่องจักรแก่บริษัทย่อย สัญญาดังกล่าวมีระยะเวลา</w:t>
      </w:r>
      <w:r w:rsidRPr="00AC01DB">
        <w:rPr>
          <w:rFonts w:ascii="Angsana New" w:hAnsi="Angsana New" w:cs="Angsana New"/>
          <w:sz w:val="28"/>
          <w:szCs w:val="28"/>
        </w:rPr>
        <w:t> </w:t>
      </w:r>
      <w:r w:rsidR="00C42DDF" w:rsidRPr="00AC01DB">
        <w:rPr>
          <w:rFonts w:ascii="Angsana New" w:hAnsi="Angsana New" w:cs="Angsana New"/>
          <w:sz w:val="28"/>
          <w:szCs w:val="28"/>
        </w:rPr>
        <w:t>1</w:t>
      </w:r>
      <w:r w:rsidRPr="00AC01DB">
        <w:rPr>
          <w:rFonts w:ascii="Angsana New" w:hAnsi="Angsana New" w:cs="Angsana New"/>
          <w:sz w:val="28"/>
          <w:szCs w:val="28"/>
        </w:rPr>
        <w:t xml:space="preserve"> </w:t>
      </w:r>
      <w:r w:rsidRPr="00AC01DB">
        <w:rPr>
          <w:rFonts w:ascii="Angsana New" w:hAnsi="Angsana New" w:cs="Angsana New"/>
          <w:sz w:val="28"/>
          <w:szCs w:val="28"/>
          <w:cs/>
        </w:rPr>
        <w:t xml:space="preserve">ปี สิ้นสุดภายในเดือนธันวาคม </w:t>
      </w:r>
      <w:r w:rsidR="00C42DDF" w:rsidRPr="00AC01DB">
        <w:rPr>
          <w:rFonts w:ascii="Angsana New" w:hAnsi="Angsana New" w:cs="Angsana New"/>
          <w:sz w:val="28"/>
          <w:szCs w:val="28"/>
        </w:rPr>
        <w:t>256</w:t>
      </w:r>
      <w:r w:rsidR="00AC01DB" w:rsidRPr="00AC01DB">
        <w:rPr>
          <w:rFonts w:ascii="Angsana New" w:hAnsi="Angsana New" w:cs="Angsana New"/>
          <w:sz w:val="28"/>
          <w:szCs w:val="28"/>
        </w:rPr>
        <w:t>8</w:t>
      </w:r>
      <w:r w:rsidRPr="00AC01DB">
        <w:rPr>
          <w:rFonts w:ascii="Angsana New" w:hAnsi="Angsana New" w:cs="Angsana New"/>
          <w:sz w:val="28"/>
          <w:szCs w:val="28"/>
        </w:rPr>
        <w:t xml:space="preserve"> </w:t>
      </w:r>
      <w:r w:rsidRPr="00AC01DB">
        <w:rPr>
          <w:rFonts w:ascii="Angsana New" w:hAnsi="Angsana New" w:cs="Angsana New"/>
          <w:sz w:val="28"/>
          <w:szCs w:val="28"/>
          <w:cs/>
        </w:rPr>
        <w:t>โดยบริษัทย่อยตกลงที่จะจ่ายค่าเช่ารายเดือนตามอัตราที่ระบุในสัญญาและจะมีการทบทวนค่าเช่าเป็นประจำทุกปี</w:t>
      </w:r>
    </w:p>
    <w:p w14:paraId="08574549" w14:textId="055291D8" w:rsidR="00C50608" w:rsidRPr="00AC01DB" w:rsidRDefault="00A746DB" w:rsidP="00A746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</w:rPr>
      </w:pPr>
      <w:r w:rsidRPr="00AC01DB">
        <w:rPr>
          <w:rFonts w:ascii="Angsana New" w:hAnsi="Angsana New" w:cs="Angsana New"/>
          <w:sz w:val="28"/>
          <w:szCs w:val="28"/>
        </w:rPr>
        <w:t> </w:t>
      </w:r>
    </w:p>
    <w:p w14:paraId="689FC142" w14:textId="0EB81C86" w:rsidR="00A746DB" w:rsidRPr="00AC01DB" w:rsidRDefault="00A746DB" w:rsidP="003F11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i/>
          <w:iCs/>
          <w:sz w:val="28"/>
          <w:szCs w:val="28"/>
        </w:rPr>
      </w:pPr>
      <w:r w:rsidRPr="00AC01DB">
        <w:rPr>
          <w:rFonts w:ascii="Angsana New" w:hAnsi="Angsana New" w:cs="Angsana New"/>
          <w:i/>
          <w:iCs/>
          <w:sz w:val="28"/>
          <w:szCs w:val="28"/>
          <w:cs/>
        </w:rPr>
        <w:t>สัญญาจ้างบริหารจัดการส่วนงานสนับสนุนด้านการเงินและการบัญชี</w:t>
      </w:r>
      <w:r w:rsidRPr="00AC01DB">
        <w:rPr>
          <w:rFonts w:ascii="Angsana New" w:hAnsi="Angsana New" w:cs="Angsana New"/>
          <w:sz w:val="20"/>
          <w:szCs w:val="20"/>
        </w:rPr>
        <w:t> </w:t>
      </w:r>
    </w:p>
    <w:p w14:paraId="34C6B543" w14:textId="1EC6F299" w:rsidR="0005550E" w:rsidRDefault="00A746DB" w:rsidP="00D445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</w:rPr>
      </w:pPr>
      <w:r w:rsidRPr="00AC01DB">
        <w:rPr>
          <w:rFonts w:ascii="Angsana New" w:hAnsi="Angsana New" w:cs="Angsana New"/>
          <w:sz w:val="28"/>
          <w:szCs w:val="28"/>
          <w:cs/>
        </w:rPr>
        <w:t xml:space="preserve">บริษัทได้ทำสัญญาว่าจ้างบริษัทย่อยแห่งหนึ่งให้บริหารจัดการส่วนงานสนับสนุนด้านการเงินและการบัญชี สัญญาดังกล่าวมีระยะเวลา </w:t>
      </w:r>
      <w:r w:rsidR="00C42DDF" w:rsidRPr="00AC01DB">
        <w:rPr>
          <w:rFonts w:ascii="Angsana New" w:hAnsi="Angsana New" w:cs="Angsana New"/>
          <w:sz w:val="28"/>
          <w:szCs w:val="28"/>
        </w:rPr>
        <w:t>1</w:t>
      </w:r>
      <w:r w:rsidRPr="00AC01DB">
        <w:rPr>
          <w:rFonts w:ascii="Angsana New" w:hAnsi="Angsana New" w:cs="Angsana New"/>
          <w:sz w:val="28"/>
          <w:szCs w:val="28"/>
        </w:rPr>
        <w:t xml:space="preserve"> </w:t>
      </w:r>
      <w:r w:rsidRPr="00AC01DB">
        <w:rPr>
          <w:rFonts w:ascii="Angsana New" w:hAnsi="Angsana New" w:cs="Angsana New"/>
          <w:sz w:val="28"/>
          <w:szCs w:val="28"/>
          <w:cs/>
        </w:rPr>
        <w:t>ปี สิ้นสุดวันที่</w:t>
      </w:r>
      <w:r w:rsidRPr="00AC01DB">
        <w:rPr>
          <w:rFonts w:ascii="Angsana New" w:hAnsi="Angsana New" w:cs="Angsana New"/>
          <w:sz w:val="28"/>
          <w:szCs w:val="28"/>
        </w:rPr>
        <w:t> </w:t>
      </w:r>
      <w:r w:rsidR="00C42DDF" w:rsidRPr="00AC01DB">
        <w:rPr>
          <w:rFonts w:ascii="Angsana New" w:hAnsi="Angsana New" w:cs="Angsana New"/>
          <w:sz w:val="28"/>
          <w:szCs w:val="28"/>
        </w:rPr>
        <w:t>31</w:t>
      </w:r>
      <w:r w:rsidRPr="00AC01DB">
        <w:rPr>
          <w:rFonts w:ascii="Angsana New" w:hAnsi="Angsana New" w:cs="Angsana New"/>
          <w:sz w:val="28"/>
          <w:szCs w:val="28"/>
        </w:rPr>
        <w:t xml:space="preserve"> </w:t>
      </w:r>
      <w:r w:rsidRPr="00AC01DB">
        <w:rPr>
          <w:rFonts w:ascii="Angsana New" w:hAnsi="Angsana New" w:cs="Angsana New"/>
          <w:sz w:val="28"/>
          <w:szCs w:val="28"/>
          <w:cs/>
        </w:rPr>
        <w:t>ธันวาคม</w:t>
      </w:r>
      <w:r w:rsidRPr="00AC01DB">
        <w:rPr>
          <w:rFonts w:ascii="Angsana New" w:hAnsi="Angsana New" w:cs="Angsana New"/>
          <w:sz w:val="28"/>
          <w:szCs w:val="28"/>
        </w:rPr>
        <w:t> </w:t>
      </w:r>
      <w:r w:rsidR="00C42DDF" w:rsidRPr="00AC01DB">
        <w:rPr>
          <w:rFonts w:ascii="Angsana New" w:hAnsi="Angsana New" w:cs="Angsana New"/>
          <w:sz w:val="28"/>
          <w:szCs w:val="28"/>
        </w:rPr>
        <w:t>256</w:t>
      </w:r>
      <w:r w:rsidR="00AC01DB" w:rsidRPr="00AC01DB">
        <w:rPr>
          <w:rFonts w:ascii="Angsana New" w:hAnsi="Angsana New" w:cs="Angsana New"/>
          <w:sz w:val="28"/>
          <w:szCs w:val="28"/>
        </w:rPr>
        <w:t>8</w:t>
      </w:r>
      <w:r w:rsidRPr="00AC01DB">
        <w:rPr>
          <w:rFonts w:ascii="Angsana New" w:hAnsi="Angsana New" w:cs="Angsana New"/>
          <w:sz w:val="28"/>
          <w:szCs w:val="28"/>
        </w:rPr>
        <w:t xml:space="preserve"> </w:t>
      </w:r>
      <w:r w:rsidRPr="00AC01DB">
        <w:rPr>
          <w:rFonts w:ascii="Angsana New" w:hAnsi="Angsana New" w:cs="Angsana New"/>
          <w:sz w:val="28"/>
          <w:szCs w:val="28"/>
          <w:cs/>
        </w:rPr>
        <w:t>โดยบริษัทตกลงที่จะจ่ายค่าบริการรายเดือนตามอัตราที่ระบุในสัญญาและจะมีการทบทวนค่าบริการเป็นประจำทุกปี</w:t>
      </w:r>
    </w:p>
    <w:p w14:paraId="1C2EC3B7" w14:textId="77777777" w:rsidR="00A5085A" w:rsidRPr="00A03CD3" w:rsidRDefault="00A5085A" w:rsidP="00A03C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5"/>
        <w:jc w:val="thaiDistribute"/>
        <w:rPr>
          <w:rFonts w:ascii="Angsana New" w:hAnsi="Angsana New" w:cs="Angsana New"/>
          <w:sz w:val="28"/>
          <w:szCs w:val="28"/>
          <w:cs/>
        </w:rPr>
      </w:pPr>
    </w:p>
    <w:p w14:paraId="24017DFE" w14:textId="156A0983" w:rsidR="00804175" w:rsidRPr="00C05013" w:rsidRDefault="00FE0D99" w:rsidP="004A0D29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  <w:u w:val="none"/>
          <w:cs/>
          <w:lang w:val="th-TH"/>
        </w:rPr>
      </w:pPr>
      <w:r w:rsidRPr="00C05013">
        <w:rPr>
          <w:rFonts w:ascii="Angsana New" w:hAnsi="Angsana New" w:cs="Angsana New" w:hint="cs"/>
          <w:sz w:val="30"/>
          <w:szCs w:val="30"/>
          <w:u w:val="none"/>
          <w:cs/>
          <w:lang w:val="th-TH"/>
        </w:rPr>
        <w:t>ที่ดิน</w:t>
      </w:r>
      <w:r w:rsidR="000C66FC" w:rsidRPr="00C05013">
        <w:rPr>
          <w:rFonts w:ascii="Angsana New" w:hAnsi="Angsana New" w:cs="Angsana New" w:hint="cs"/>
          <w:sz w:val="30"/>
          <w:szCs w:val="30"/>
          <w:u w:val="none"/>
          <w:cs/>
          <w:lang w:val="th-TH"/>
        </w:rPr>
        <w:t xml:space="preserve"> </w:t>
      </w:r>
      <w:r w:rsidR="00804175" w:rsidRPr="00C05013">
        <w:rPr>
          <w:rFonts w:ascii="Angsana New" w:hAnsi="Angsana New" w:cs="Angsana New"/>
          <w:sz w:val="30"/>
          <w:szCs w:val="30"/>
          <w:u w:val="none"/>
          <w:cs/>
          <w:lang w:val="th-TH"/>
        </w:rPr>
        <w:t>อาคารและอุปกรณ์</w:t>
      </w:r>
    </w:p>
    <w:p w14:paraId="08263980" w14:textId="57786170" w:rsidR="00F85628" w:rsidRPr="00A03CD3" w:rsidRDefault="00F85628" w:rsidP="00121F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 w:cs="Angsana New"/>
          <w:sz w:val="28"/>
          <w:szCs w:val="28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210"/>
        <w:gridCol w:w="1440"/>
        <w:gridCol w:w="180"/>
        <w:gridCol w:w="1350"/>
      </w:tblGrid>
      <w:tr w:rsidR="00C50608" w:rsidRPr="00EE776F" w14:paraId="642ABC49" w14:textId="77777777" w:rsidTr="00F53A6B">
        <w:trPr>
          <w:cantSplit/>
          <w:tblHeader/>
        </w:trPr>
        <w:tc>
          <w:tcPr>
            <w:tcW w:w="6210" w:type="dxa"/>
            <w:vAlign w:val="bottom"/>
          </w:tcPr>
          <w:p w14:paraId="7E83695C" w14:textId="5159A2DC" w:rsidR="00C50608" w:rsidRPr="00124623" w:rsidRDefault="00C50608" w:rsidP="00C5060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  <w:r w:rsidRPr="0012462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สำหรับงวด</w:t>
            </w:r>
            <w:r w:rsidR="00A2650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เก้า</w:t>
            </w:r>
            <w:r w:rsidRPr="0012462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 xml:space="preserve">เดือนสิ้นสุดวันที่ </w:t>
            </w:r>
            <w:r w:rsidR="00DB0106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  <w:t>30</w:t>
            </w:r>
            <w:r w:rsidR="005E3605" w:rsidRPr="005E360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  <w:t xml:space="preserve"> </w:t>
            </w:r>
            <w:r w:rsidR="00A26501">
              <w:rPr>
                <w:rFonts w:asciiTheme="majorBidi" w:hAnsiTheme="majorBidi" w:cs="Angsana New" w:hint="cs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>กันยายน</w:t>
            </w:r>
            <w:r w:rsidR="005E3605" w:rsidRPr="005E3605">
              <w:rPr>
                <w:rFonts w:asciiTheme="majorBidi" w:hAnsiTheme="majorBidi" w:cs="Angsana New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 xml:space="preserve"> </w:t>
            </w:r>
            <w:r w:rsidR="005E3605" w:rsidRPr="005E360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  <w:t>256</w:t>
            </w:r>
            <w:r w:rsidR="005E360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1440" w:type="dxa"/>
            <w:vAlign w:val="bottom"/>
          </w:tcPr>
          <w:p w14:paraId="4645AD6E" w14:textId="588CBFA5" w:rsidR="00C50608" w:rsidRPr="00124623" w:rsidRDefault="00C50608" w:rsidP="00C50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79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462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</w:t>
            </w:r>
            <w:r w:rsidRPr="0012462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0" w:type="dxa"/>
            <w:vAlign w:val="bottom"/>
          </w:tcPr>
          <w:p w14:paraId="7A1B244F" w14:textId="77777777" w:rsidR="00C50608" w:rsidRPr="00124623" w:rsidRDefault="00C50608" w:rsidP="00C50608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79DD4DEC" w14:textId="77777777" w:rsidR="00C50608" w:rsidRPr="00124623" w:rsidRDefault="00C50608" w:rsidP="00C50608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124623"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</w:rPr>
              <w:t>งบการเงิน</w:t>
            </w:r>
          </w:p>
          <w:p w14:paraId="7E4CD23F" w14:textId="55C3EDF5" w:rsidR="00C50608" w:rsidRPr="00124623" w:rsidRDefault="00C50608" w:rsidP="00C50608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bidi="th-TH"/>
              </w:rPr>
            </w:pPr>
            <w:r w:rsidRPr="00124623"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5D7AE4" w:rsidRPr="00981FA1" w14:paraId="7F06A466" w14:textId="77777777" w:rsidTr="00F53A6B">
        <w:trPr>
          <w:cantSplit/>
        </w:trPr>
        <w:tc>
          <w:tcPr>
            <w:tcW w:w="6210" w:type="dxa"/>
          </w:tcPr>
          <w:p w14:paraId="64DBEE34" w14:textId="77777777" w:rsidR="005D7AE4" w:rsidRPr="00124623" w:rsidRDefault="005D7AE4" w:rsidP="00DF1054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970" w:type="dxa"/>
            <w:gridSpan w:val="3"/>
          </w:tcPr>
          <w:p w14:paraId="41734ABA" w14:textId="38B08A12" w:rsidR="005D7AE4" w:rsidRPr="00124623" w:rsidRDefault="005D7AE4" w:rsidP="00121F9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124623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5D7AE4" w:rsidRPr="00981FA1" w14:paraId="5E764CAD" w14:textId="77777777" w:rsidTr="00F53A6B">
        <w:trPr>
          <w:cantSplit/>
        </w:trPr>
        <w:tc>
          <w:tcPr>
            <w:tcW w:w="6210" w:type="dxa"/>
          </w:tcPr>
          <w:p w14:paraId="2B097E6C" w14:textId="249020B0" w:rsidR="005D7AE4" w:rsidRPr="00124623" w:rsidRDefault="005D7AE4" w:rsidP="00D07908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2462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ซื้อสินทรัพย์ - </w:t>
            </w:r>
            <w:r w:rsidRPr="00124623">
              <w:rPr>
                <w:rFonts w:ascii="Angsana New" w:hAnsi="Angsana New" w:cs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440" w:type="dxa"/>
          </w:tcPr>
          <w:p w14:paraId="177E75CC" w14:textId="4C79CDAA" w:rsidR="005D7AE4" w:rsidRPr="00124623" w:rsidRDefault="00B84921" w:rsidP="007532A9">
            <w:pPr>
              <w:pStyle w:val="acctfourfigures"/>
              <w:tabs>
                <w:tab w:val="clear" w:pos="765"/>
                <w:tab w:val="decimal" w:pos="1005"/>
              </w:tabs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153,670</w:t>
            </w:r>
          </w:p>
        </w:tc>
        <w:tc>
          <w:tcPr>
            <w:tcW w:w="180" w:type="dxa"/>
          </w:tcPr>
          <w:p w14:paraId="6979DF3C" w14:textId="77777777" w:rsidR="005D7AE4" w:rsidRPr="00124623" w:rsidRDefault="005D7AE4" w:rsidP="00D0790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75EF9F" w14:textId="468F797F" w:rsidR="005D7AE4" w:rsidRPr="00124623" w:rsidRDefault="00B84921" w:rsidP="00AB2C26">
            <w:pPr>
              <w:pStyle w:val="acctfourfigures"/>
              <w:tabs>
                <w:tab w:val="clear" w:pos="765"/>
                <w:tab w:val="decimal" w:pos="100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30,862</w:t>
            </w:r>
          </w:p>
        </w:tc>
      </w:tr>
      <w:tr w:rsidR="00B84921" w:rsidRPr="00981FA1" w14:paraId="196130E3" w14:textId="77777777" w:rsidTr="00F53A6B">
        <w:trPr>
          <w:cantSplit/>
        </w:trPr>
        <w:tc>
          <w:tcPr>
            <w:tcW w:w="6210" w:type="dxa"/>
          </w:tcPr>
          <w:p w14:paraId="29749B16" w14:textId="7EE13067" w:rsidR="00B84921" w:rsidRPr="00124623" w:rsidRDefault="00B84921" w:rsidP="00D07908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84921">
              <w:rPr>
                <w:rFonts w:asciiTheme="majorBidi" w:hAnsiTheme="majorBidi" w:cs="Angsana New" w:hint="cs"/>
                <w:sz w:val="28"/>
                <w:szCs w:val="28"/>
                <w:cs/>
              </w:rPr>
              <w:t>จำหน่ายสินทรัพย์</w:t>
            </w:r>
            <w:r w:rsidRPr="00B84921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- </w:t>
            </w:r>
            <w:r w:rsidRPr="00B84921">
              <w:rPr>
                <w:rFonts w:asciiTheme="majorBidi" w:hAnsiTheme="majorBidi" w:cs="Angsana New" w:hint="cs"/>
                <w:sz w:val="28"/>
                <w:szCs w:val="28"/>
                <w:cs/>
              </w:rPr>
              <w:t>ราคาตามบัญชีสุทธิ</w:t>
            </w:r>
          </w:p>
        </w:tc>
        <w:tc>
          <w:tcPr>
            <w:tcW w:w="1440" w:type="dxa"/>
          </w:tcPr>
          <w:p w14:paraId="796E70DB" w14:textId="6BE26F64" w:rsidR="00B84921" w:rsidRPr="00124623" w:rsidRDefault="00B84921" w:rsidP="007532A9">
            <w:pPr>
              <w:pStyle w:val="acctfourfigures"/>
              <w:tabs>
                <w:tab w:val="clear" w:pos="765"/>
                <w:tab w:val="decimal" w:pos="1005"/>
              </w:tabs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</w:t>
            </w:r>
            <w:r w:rsidR="00A850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1CEC87E8" w14:textId="77777777" w:rsidR="00B84921" w:rsidRPr="00124623" w:rsidRDefault="00B84921" w:rsidP="00D0790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9269CFC" w14:textId="0934C8E5" w:rsidR="00B84921" w:rsidRPr="00124623" w:rsidRDefault="00B84921" w:rsidP="00B84921">
            <w:pPr>
              <w:pStyle w:val="acctfourfigures"/>
              <w:tabs>
                <w:tab w:val="clear" w:pos="765"/>
                <w:tab w:val="decimal" w:pos="72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</w:tr>
    </w:tbl>
    <w:p w14:paraId="15549F6B" w14:textId="434E54EA" w:rsidR="00F7449E" w:rsidRDefault="00F7449E" w:rsidP="00F662AD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  <w:u w:val="none"/>
          <w:lang w:val="th-TH"/>
        </w:rPr>
      </w:pPr>
    </w:p>
    <w:p w14:paraId="2F1C633C" w14:textId="77777777" w:rsidR="00F7449E" w:rsidRDefault="00F744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b/>
          <w:bCs/>
          <w:sz w:val="30"/>
          <w:szCs w:val="30"/>
          <w:lang w:val="th-TH"/>
        </w:rPr>
      </w:pPr>
      <w:r>
        <w:rPr>
          <w:rFonts w:ascii="Angsana New" w:hAnsi="Angsana New" w:cs="Angsana New"/>
          <w:sz w:val="30"/>
          <w:szCs w:val="30"/>
          <w:cs/>
          <w:lang w:val="th-TH"/>
        </w:rPr>
        <w:br w:type="page"/>
      </w:r>
    </w:p>
    <w:p w14:paraId="5E8D795A" w14:textId="6A7499CB" w:rsidR="00FB1A47" w:rsidRDefault="00FB1A47" w:rsidP="00CA336A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  <w:u w:val="none"/>
          <w:lang w:val="th-TH"/>
        </w:rPr>
      </w:pPr>
      <w:r w:rsidRPr="00C05013">
        <w:rPr>
          <w:rFonts w:ascii="Angsana New" w:hAnsi="Angsana New" w:cs="Angsana New" w:hint="cs"/>
          <w:sz w:val="30"/>
          <w:szCs w:val="30"/>
          <w:u w:val="none"/>
          <w:cs/>
          <w:lang w:val="th-TH"/>
        </w:rPr>
        <w:lastRenderedPageBreak/>
        <w:t>ท</w:t>
      </w:r>
      <w:r>
        <w:rPr>
          <w:rFonts w:ascii="Angsana New" w:hAnsi="Angsana New" w:cs="Angsana New" w:hint="cs"/>
          <w:sz w:val="30"/>
          <w:szCs w:val="30"/>
          <w:u w:val="none"/>
          <w:cs/>
          <w:lang w:val="th-TH"/>
        </w:rPr>
        <w:t>ุนเรือนหุ้น</w:t>
      </w:r>
    </w:p>
    <w:p w14:paraId="7C9EAA4D" w14:textId="6DF85517" w:rsidR="00FB1A47" w:rsidRPr="00A03CD3" w:rsidRDefault="00FB1A47" w:rsidP="00A03CD3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right="-45"/>
        <w:jc w:val="thaiDistribute"/>
        <w:rPr>
          <w:rFonts w:asciiTheme="majorBidi" w:hAnsiTheme="majorBidi" w:cstheme="majorBidi"/>
          <w:sz w:val="28"/>
          <w:szCs w:val="28"/>
          <w:lang w:val="th-TH"/>
        </w:rPr>
      </w:pPr>
    </w:p>
    <w:tbl>
      <w:tblPr>
        <w:tblW w:w="9161" w:type="dxa"/>
        <w:tblInd w:w="450" w:type="dxa"/>
        <w:tblLook w:val="01E0" w:firstRow="1" w:lastRow="1" w:firstColumn="1" w:lastColumn="1" w:noHBand="0" w:noVBand="0"/>
      </w:tblPr>
      <w:tblGrid>
        <w:gridCol w:w="3059"/>
        <w:gridCol w:w="888"/>
        <w:gridCol w:w="272"/>
        <w:gridCol w:w="1119"/>
        <w:gridCol w:w="235"/>
        <w:gridCol w:w="1120"/>
        <w:gridCol w:w="234"/>
        <w:gridCol w:w="1009"/>
        <w:gridCol w:w="259"/>
        <w:gridCol w:w="966"/>
      </w:tblGrid>
      <w:tr w:rsidR="00FB1A47" w:rsidRPr="00981FA1" w14:paraId="7D5F99CB" w14:textId="77777777" w:rsidTr="00B84921">
        <w:trPr>
          <w:tblHeader/>
        </w:trPr>
        <w:tc>
          <w:tcPr>
            <w:tcW w:w="3059" w:type="dxa"/>
          </w:tcPr>
          <w:p w14:paraId="5A55E2A7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888" w:type="dxa"/>
          </w:tcPr>
          <w:p w14:paraId="2BE507C5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593166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มูลค่าหุ้น</w:t>
            </w:r>
          </w:p>
        </w:tc>
        <w:tc>
          <w:tcPr>
            <w:tcW w:w="272" w:type="dxa"/>
          </w:tcPr>
          <w:p w14:paraId="0C67E803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2474" w:type="dxa"/>
            <w:gridSpan w:val="3"/>
            <w:tcBorders>
              <w:bottom w:val="single" w:sz="4" w:space="0" w:color="auto"/>
            </w:tcBorders>
          </w:tcPr>
          <w:p w14:paraId="093C6D98" w14:textId="1545FABE" w:rsidR="00FB1A47" w:rsidRPr="00593166" w:rsidRDefault="00C42DDF" w:rsidP="005674E7">
            <w:pPr>
              <w:pStyle w:val="30"/>
              <w:tabs>
                <w:tab w:val="clear" w:pos="360"/>
                <w:tab w:val="clear" w:pos="720"/>
              </w:tabs>
              <w:ind w:left="-72" w:right="-13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/>
                <w:sz w:val="28"/>
                <w:szCs w:val="28"/>
                <w:lang w:val="en-US"/>
              </w:rPr>
              <w:t>256</w:t>
            </w:r>
            <w:r w:rsidR="005E3605">
              <w:rPr>
                <w:rFonts w:asciiTheme="majorBidi" w:hAnsi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234" w:type="dxa"/>
          </w:tcPr>
          <w:p w14:paraId="6E452407" w14:textId="77777777" w:rsidR="00FB1A47" w:rsidRPr="00593166" w:rsidRDefault="00FB1A47" w:rsidP="005674E7">
            <w:pPr>
              <w:pStyle w:val="30"/>
              <w:tabs>
                <w:tab w:val="clear" w:pos="360"/>
                <w:tab w:val="clear" w:pos="720"/>
              </w:tabs>
              <w:ind w:right="-13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14:paraId="6D840924" w14:textId="4263593D" w:rsidR="00FB1A47" w:rsidRPr="00593166" w:rsidRDefault="00C42DDF" w:rsidP="005674E7">
            <w:pPr>
              <w:pStyle w:val="30"/>
              <w:tabs>
                <w:tab w:val="clear" w:pos="360"/>
                <w:tab w:val="clear" w:pos="720"/>
              </w:tabs>
              <w:ind w:right="11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93166">
              <w:rPr>
                <w:rFonts w:asciiTheme="majorBidi" w:hAnsiTheme="majorBidi"/>
                <w:sz w:val="28"/>
                <w:szCs w:val="28"/>
                <w:lang w:val="en-US"/>
              </w:rPr>
              <w:t>256</w:t>
            </w:r>
            <w:r w:rsidR="005E3605">
              <w:rPr>
                <w:rFonts w:asciiTheme="majorBidi" w:hAnsiTheme="majorBidi"/>
                <w:sz w:val="28"/>
                <w:szCs w:val="28"/>
                <w:lang w:val="en-US"/>
              </w:rPr>
              <w:t>7</w:t>
            </w:r>
          </w:p>
        </w:tc>
      </w:tr>
      <w:tr w:rsidR="00C01C85" w:rsidRPr="00981FA1" w14:paraId="50038B70" w14:textId="77777777" w:rsidTr="00B84921">
        <w:trPr>
          <w:tblHeader/>
        </w:trPr>
        <w:tc>
          <w:tcPr>
            <w:tcW w:w="3059" w:type="dxa"/>
          </w:tcPr>
          <w:p w14:paraId="579BFA5B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888" w:type="dxa"/>
          </w:tcPr>
          <w:p w14:paraId="15E04768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593166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ต่อหุ้น</w:t>
            </w:r>
          </w:p>
        </w:tc>
        <w:tc>
          <w:tcPr>
            <w:tcW w:w="272" w:type="dxa"/>
          </w:tcPr>
          <w:p w14:paraId="58202C28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</w:tcPr>
          <w:p w14:paraId="654AF064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9"/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จำนวนหุ้น</w:t>
            </w:r>
          </w:p>
        </w:tc>
        <w:tc>
          <w:tcPr>
            <w:tcW w:w="235" w:type="dxa"/>
            <w:tcBorders>
              <w:top w:val="single" w:sz="4" w:space="0" w:color="auto"/>
            </w:tcBorders>
          </w:tcPr>
          <w:p w14:paraId="06F521D2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14:paraId="051F2193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6" w:right="-86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593166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34" w:type="dxa"/>
          </w:tcPr>
          <w:p w14:paraId="1657C54B" w14:textId="77777777" w:rsidR="00FB1A47" w:rsidRPr="00593166" w:rsidRDefault="00FB1A47" w:rsidP="005674E7">
            <w:pPr>
              <w:pStyle w:val="30"/>
              <w:tabs>
                <w:tab w:val="clear" w:pos="360"/>
                <w:tab w:val="clear" w:pos="720"/>
              </w:tabs>
              <w:ind w:right="-13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9" w:type="dxa"/>
            <w:tcBorders>
              <w:top w:val="single" w:sz="4" w:space="0" w:color="auto"/>
            </w:tcBorders>
          </w:tcPr>
          <w:p w14:paraId="40388D43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9"/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จำนวนหุ้น</w:t>
            </w:r>
          </w:p>
        </w:tc>
        <w:tc>
          <w:tcPr>
            <w:tcW w:w="259" w:type="dxa"/>
            <w:tcBorders>
              <w:top w:val="single" w:sz="4" w:space="0" w:color="auto"/>
            </w:tcBorders>
          </w:tcPr>
          <w:p w14:paraId="549013F6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</w:tcPr>
          <w:p w14:paraId="365AAF4A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6" w:right="-86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593166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จำนวนเงิน</w:t>
            </w:r>
          </w:p>
        </w:tc>
      </w:tr>
      <w:tr w:rsidR="00FB1A47" w:rsidRPr="00981FA1" w14:paraId="273BC5A4" w14:textId="77777777" w:rsidTr="00B84921">
        <w:trPr>
          <w:tblHeader/>
        </w:trPr>
        <w:tc>
          <w:tcPr>
            <w:tcW w:w="3059" w:type="dxa"/>
          </w:tcPr>
          <w:p w14:paraId="3309348F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888" w:type="dxa"/>
          </w:tcPr>
          <w:p w14:paraId="033228DF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</w:rPr>
            </w:pPr>
            <w:r w:rsidRPr="00593166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</w:rPr>
              <w:t>(บาท)</w:t>
            </w:r>
          </w:p>
        </w:tc>
        <w:tc>
          <w:tcPr>
            <w:tcW w:w="272" w:type="dxa"/>
          </w:tcPr>
          <w:p w14:paraId="36569B19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4942" w:type="dxa"/>
            <w:gridSpan w:val="7"/>
          </w:tcPr>
          <w:p w14:paraId="3388EEBE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593166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</w:rPr>
              <w:t>(พันหุ้น</w:t>
            </w:r>
            <w:r w:rsidRPr="00593166">
              <w:rPr>
                <w:rFonts w:asciiTheme="majorBidi" w:hAnsiTheme="majorBidi" w:cstheme="majorBidi" w:hint="cs"/>
                <w:b/>
                <w:i/>
                <w:iCs/>
                <w:sz w:val="28"/>
                <w:szCs w:val="28"/>
                <w:cs/>
              </w:rPr>
              <w:t xml:space="preserve"> </w:t>
            </w:r>
            <w:r w:rsidRPr="00593166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</w:rPr>
              <w:t>/</w:t>
            </w:r>
            <w:r w:rsidRPr="00593166">
              <w:rPr>
                <w:rFonts w:asciiTheme="majorBidi" w:hAnsiTheme="majorBidi" w:cstheme="majorBidi" w:hint="cs"/>
                <w:b/>
                <w:i/>
                <w:iCs/>
                <w:sz w:val="28"/>
                <w:szCs w:val="28"/>
                <w:cs/>
              </w:rPr>
              <w:t xml:space="preserve"> </w:t>
            </w:r>
            <w:r w:rsidRPr="00593166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</w:rPr>
              <w:t>พันบาท)</w:t>
            </w:r>
          </w:p>
        </w:tc>
      </w:tr>
      <w:tr w:rsidR="00C01C85" w:rsidRPr="00981FA1" w14:paraId="47FBB693" w14:textId="77777777" w:rsidTr="00B84921">
        <w:tc>
          <w:tcPr>
            <w:tcW w:w="3059" w:type="dxa"/>
          </w:tcPr>
          <w:p w14:paraId="3B19FD85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ทุนจดทะเบียน</w:t>
            </w:r>
          </w:p>
        </w:tc>
        <w:tc>
          <w:tcPr>
            <w:tcW w:w="888" w:type="dxa"/>
          </w:tcPr>
          <w:p w14:paraId="6F1FA218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72" w:type="dxa"/>
          </w:tcPr>
          <w:p w14:paraId="2B9A5733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19" w:type="dxa"/>
          </w:tcPr>
          <w:p w14:paraId="5B100955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</w:tcPr>
          <w:p w14:paraId="1142D880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</w:tcPr>
          <w:p w14:paraId="4C785913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</w:tcPr>
          <w:p w14:paraId="3FFE1F0B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009" w:type="dxa"/>
          </w:tcPr>
          <w:p w14:paraId="12F9CD7A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</w:tcPr>
          <w:p w14:paraId="144C8B0E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966" w:type="dxa"/>
          </w:tcPr>
          <w:p w14:paraId="577F415F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</w:tr>
      <w:tr w:rsidR="00C01C85" w:rsidRPr="00981FA1" w14:paraId="79ED962D" w14:textId="77777777" w:rsidTr="00B84921">
        <w:tc>
          <w:tcPr>
            <w:tcW w:w="3059" w:type="dxa"/>
          </w:tcPr>
          <w:p w14:paraId="1E97EFCF" w14:textId="4364D0AA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="00C42DDF" w:rsidRPr="00593166">
              <w:rPr>
                <w:rFonts w:asciiTheme="majorBidi" w:hAnsiTheme="majorBidi"/>
                <w:sz w:val="28"/>
                <w:szCs w:val="28"/>
              </w:rPr>
              <w:t>1</w:t>
            </w:r>
            <w:r w:rsidRPr="0059316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59316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</w:p>
        </w:tc>
        <w:tc>
          <w:tcPr>
            <w:tcW w:w="888" w:type="dxa"/>
          </w:tcPr>
          <w:p w14:paraId="45D799D6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2" w:type="dxa"/>
          </w:tcPr>
          <w:p w14:paraId="7B358513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9" w:type="dxa"/>
          </w:tcPr>
          <w:p w14:paraId="4F3F1E0A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</w:tcPr>
          <w:p w14:paraId="43705474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</w:tcPr>
          <w:p w14:paraId="4764B26B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</w:tcPr>
          <w:p w14:paraId="7D1D8943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9" w:type="dxa"/>
          </w:tcPr>
          <w:p w14:paraId="7127B9BC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</w:tcPr>
          <w:p w14:paraId="1C0D5ECE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966" w:type="dxa"/>
          </w:tcPr>
          <w:p w14:paraId="47FAC1E7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01C85" w:rsidRPr="00981FA1" w14:paraId="370EE88C" w14:textId="77777777" w:rsidTr="00B84921">
        <w:tc>
          <w:tcPr>
            <w:tcW w:w="3059" w:type="dxa"/>
          </w:tcPr>
          <w:p w14:paraId="1897175A" w14:textId="77777777" w:rsidR="00DB68AE" w:rsidRPr="00593166" w:rsidRDefault="00DB68AE" w:rsidP="00DB68AE">
            <w:pPr>
              <w:pStyle w:val="BodyText"/>
              <w:numPr>
                <w:ilvl w:val="2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02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252"/>
              </w:tabs>
              <w:spacing w:after="0" w:line="240" w:lineRule="auto"/>
              <w:ind w:hanging="102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888" w:type="dxa"/>
          </w:tcPr>
          <w:p w14:paraId="77679775" w14:textId="6066EF90" w:rsidR="00DB68AE" w:rsidRPr="00593166" w:rsidRDefault="00DB68AE" w:rsidP="00DB68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/>
                <w:sz w:val="28"/>
                <w:szCs w:val="28"/>
              </w:rPr>
            </w:pPr>
            <w:r w:rsidRPr="00593166">
              <w:rPr>
                <w:rFonts w:asciiTheme="majorBidi" w:hAnsiTheme="majorBidi"/>
                <w:sz w:val="28"/>
                <w:szCs w:val="28"/>
              </w:rPr>
              <w:t>0.75</w:t>
            </w:r>
          </w:p>
        </w:tc>
        <w:tc>
          <w:tcPr>
            <w:tcW w:w="272" w:type="dxa"/>
          </w:tcPr>
          <w:p w14:paraId="5C2A5372" w14:textId="77777777" w:rsidR="00DB68AE" w:rsidRPr="00593166" w:rsidRDefault="00DB68AE" w:rsidP="00DB6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14:paraId="5ED024A3" w14:textId="4EA415A4" w:rsidR="00DB68AE" w:rsidRPr="00593166" w:rsidRDefault="00B84921" w:rsidP="001A2CFC">
            <w:pPr>
              <w:pStyle w:val="30"/>
              <w:tabs>
                <w:tab w:val="clear" w:pos="360"/>
                <w:tab w:val="clear" w:pos="720"/>
                <w:tab w:val="decimal" w:pos="887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400,004</w:t>
            </w:r>
          </w:p>
        </w:tc>
        <w:tc>
          <w:tcPr>
            <w:tcW w:w="235" w:type="dxa"/>
          </w:tcPr>
          <w:p w14:paraId="721A7474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7BF26DEA" w14:textId="1A438FEF" w:rsidR="00DB68AE" w:rsidRPr="00593166" w:rsidRDefault="00B84921" w:rsidP="001A2CFC">
            <w:pPr>
              <w:pStyle w:val="30"/>
              <w:tabs>
                <w:tab w:val="clear" w:pos="360"/>
                <w:tab w:val="clear" w:pos="720"/>
                <w:tab w:val="decimal" w:pos="877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300,</w:t>
            </w:r>
            <w:r w:rsidRPr="005E3605">
              <w:rPr>
                <w:rFonts w:asciiTheme="majorBidi" w:hAnsiTheme="majorBidi"/>
                <w:sz w:val="28"/>
                <w:szCs w:val="28"/>
                <w:lang w:val="en-US"/>
              </w:rPr>
              <w:t>003</w:t>
            </w:r>
          </w:p>
        </w:tc>
        <w:tc>
          <w:tcPr>
            <w:tcW w:w="234" w:type="dxa"/>
          </w:tcPr>
          <w:p w14:paraId="1E6F99E1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14:paraId="3A6F078F" w14:textId="7F7B448A" w:rsidR="00DB68AE" w:rsidRPr="00593166" w:rsidRDefault="00DB68AE" w:rsidP="00DB68AE">
            <w:pPr>
              <w:pStyle w:val="30"/>
              <w:tabs>
                <w:tab w:val="clear" w:pos="360"/>
                <w:tab w:val="clear" w:pos="720"/>
                <w:tab w:val="decimal" w:pos="789"/>
              </w:tabs>
              <w:ind w:left="-121" w:right="-131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400,004</w:t>
            </w:r>
          </w:p>
        </w:tc>
        <w:tc>
          <w:tcPr>
            <w:tcW w:w="259" w:type="dxa"/>
          </w:tcPr>
          <w:p w14:paraId="5081C2FA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14:paraId="1D21DC58" w14:textId="49B93F5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300,</w:t>
            </w:r>
            <w:r w:rsidRPr="005E3605">
              <w:rPr>
                <w:rFonts w:asciiTheme="majorBidi" w:hAnsiTheme="majorBidi"/>
                <w:sz w:val="28"/>
                <w:szCs w:val="28"/>
                <w:lang w:val="en-US"/>
              </w:rPr>
              <w:t>003</w:t>
            </w:r>
          </w:p>
        </w:tc>
      </w:tr>
      <w:tr w:rsidR="00C01C85" w:rsidRPr="00981FA1" w14:paraId="1A6CA123" w14:textId="77777777" w:rsidTr="00B84921">
        <w:tc>
          <w:tcPr>
            <w:tcW w:w="3059" w:type="dxa"/>
          </w:tcPr>
          <w:p w14:paraId="3CD3C69F" w14:textId="51EFFA4C" w:rsidR="00DB68AE" w:rsidRPr="00593166" w:rsidRDefault="00DB68AE" w:rsidP="00DB6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5E360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  <w:r w:rsidR="00D3383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</w:t>
            </w:r>
            <w:r w:rsidRPr="005E360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A26501">
              <w:rPr>
                <w:rFonts w:asciiTheme="majorBidi" w:hAnsiTheme="majorBidi" w:cs="Angsana New" w:hint="cs"/>
                <w:b/>
                <w:bCs/>
                <w:sz w:val="28"/>
                <w:szCs w:val="28"/>
                <w:cs/>
              </w:rPr>
              <w:t>กันยายน</w:t>
            </w:r>
            <w:r w:rsidRPr="005E3605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และ </w:t>
            </w:r>
            <w:r w:rsidRPr="00593166">
              <w:rPr>
                <w:rFonts w:asciiTheme="majorBidi" w:hAnsiTheme="majorBidi" w:cstheme="majorBidi"/>
                <w:b/>
                <w:sz w:val="28"/>
                <w:szCs w:val="28"/>
              </w:rPr>
              <w:t>31</w:t>
            </w: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888" w:type="dxa"/>
          </w:tcPr>
          <w:p w14:paraId="23779B87" w14:textId="77777777" w:rsidR="00DB68AE" w:rsidRPr="00593166" w:rsidRDefault="00DB68AE" w:rsidP="00DB68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2" w:type="dxa"/>
          </w:tcPr>
          <w:p w14:paraId="3E9654BF" w14:textId="77777777" w:rsidR="00DB68AE" w:rsidRPr="00593166" w:rsidRDefault="00DB68AE" w:rsidP="00DB6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</w:tcPr>
          <w:p w14:paraId="283E00E6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</w:tcPr>
          <w:p w14:paraId="6DB54567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14:paraId="5E34760E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</w:tcPr>
          <w:p w14:paraId="1DA1D7D2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9" w:type="dxa"/>
            <w:tcBorders>
              <w:top w:val="single" w:sz="4" w:space="0" w:color="auto"/>
            </w:tcBorders>
          </w:tcPr>
          <w:p w14:paraId="64E159DF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</w:tcPr>
          <w:p w14:paraId="34419DE6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</w:tcPr>
          <w:p w14:paraId="54534AE2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B84921" w:rsidRPr="00981FA1" w14:paraId="79A364A3" w14:textId="77777777" w:rsidTr="00B84921">
        <w:tc>
          <w:tcPr>
            <w:tcW w:w="3059" w:type="dxa"/>
          </w:tcPr>
          <w:p w14:paraId="546E77CE" w14:textId="77777777" w:rsidR="00B84921" w:rsidRPr="00593166" w:rsidRDefault="00B84921" w:rsidP="00B84921">
            <w:pPr>
              <w:pStyle w:val="BodyText"/>
              <w:numPr>
                <w:ilvl w:val="2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02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252"/>
              </w:tabs>
              <w:spacing w:after="0" w:line="240" w:lineRule="auto"/>
              <w:ind w:hanging="1020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888" w:type="dxa"/>
          </w:tcPr>
          <w:p w14:paraId="2CF70D9A" w14:textId="3FF81107" w:rsidR="00B84921" w:rsidRPr="00593166" w:rsidRDefault="00B84921" w:rsidP="00B849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/>
                <w:sz w:val="28"/>
                <w:szCs w:val="28"/>
              </w:rPr>
            </w:pPr>
            <w:r w:rsidRPr="00593166">
              <w:rPr>
                <w:rFonts w:asciiTheme="majorBidi" w:hAnsiTheme="majorBidi"/>
                <w:sz w:val="28"/>
                <w:szCs w:val="28"/>
              </w:rPr>
              <w:t>0.75</w:t>
            </w:r>
          </w:p>
        </w:tc>
        <w:tc>
          <w:tcPr>
            <w:tcW w:w="272" w:type="dxa"/>
          </w:tcPr>
          <w:p w14:paraId="1CD198C6" w14:textId="77777777" w:rsidR="00B84921" w:rsidRPr="00593166" w:rsidRDefault="00B84921" w:rsidP="00B849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9" w:type="dxa"/>
            <w:tcBorders>
              <w:bottom w:val="double" w:sz="4" w:space="0" w:color="auto"/>
            </w:tcBorders>
          </w:tcPr>
          <w:p w14:paraId="2FDEB6E0" w14:textId="2C48788D" w:rsidR="00B84921" w:rsidRPr="00593166" w:rsidRDefault="00B84921" w:rsidP="00B84921">
            <w:pPr>
              <w:pStyle w:val="30"/>
              <w:tabs>
                <w:tab w:val="clear" w:pos="360"/>
                <w:tab w:val="clear" w:pos="720"/>
                <w:tab w:val="decimal" w:pos="887"/>
              </w:tabs>
              <w:ind w:left="-121" w:right="-131"/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400,004</w:t>
            </w:r>
          </w:p>
        </w:tc>
        <w:tc>
          <w:tcPr>
            <w:tcW w:w="235" w:type="dxa"/>
          </w:tcPr>
          <w:p w14:paraId="0E1A8C24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  <w:tcBorders>
              <w:bottom w:val="double" w:sz="4" w:space="0" w:color="auto"/>
            </w:tcBorders>
          </w:tcPr>
          <w:p w14:paraId="2B7EEF9C" w14:textId="524FE527" w:rsidR="00B84921" w:rsidRPr="00593166" w:rsidRDefault="00B84921" w:rsidP="00B84921">
            <w:pPr>
              <w:pStyle w:val="30"/>
              <w:tabs>
                <w:tab w:val="clear" w:pos="360"/>
                <w:tab w:val="clear" w:pos="720"/>
                <w:tab w:val="decimal" w:pos="890"/>
              </w:tabs>
              <w:ind w:left="-121" w:right="-131"/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300,003</w:t>
            </w:r>
          </w:p>
        </w:tc>
        <w:tc>
          <w:tcPr>
            <w:tcW w:w="234" w:type="dxa"/>
          </w:tcPr>
          <w:p w14:paraId="3FBB05CB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/>
                <w:sz w:val="28"/>
                <w:szCs w:val="28"/>
                <w:lang w:val="en-US"/>
              </w:rPr>
            </w:pPr>
          </w:p>
        </w:tc>
        <w:tc>
          <w:tcPr>
            <w:tcW w:w="1009" w:type="dxa"/>
            <w:tcBorders>
              <w:bottom w:val="double" w:sz="4" w:space="0" w:color="auto"/>
            </w:tcBorders>
          </w:tcPr>
          <w:p w14:paraId="04DA1996" w14:textId="1DDF22BB" w:rsidR="00B84921" w:rsidRPr="00593166" w:rsidRDefault="00B84921" w:rsidP="00B84921">
            <w:pPr>
              <w:pStyle w:val="30"/>
              <w:tabs>
                <w:tab w:val="clear" w:pos="360"/>
                <w:tab w:val="clear" w:pos="720"/>
                <w:tab w:val="decimal" w:pos="792"/>
              </w:tabs>
              <w:ind w:left="-121" w:right="-13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400,004</w:t>
            </w:r>
          </w:p>
        </w:tc>
        <w:tc>
          <w:tcPr>
            <w:tcW w:w="259" w:type="dxa"/>
          </w:tcPr>
          <w:p w14:paraId="3E1444FE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66" w:type="dxa"/>
            <w:tcBorders>
              <w:bottom w:val="double" w:sz="4" w:space="0" w:color="auto"/>
            </w:tcBorders>
          </w:tcPr>
          <w:p w14:paraId="2AA79247" w14:textId="16ABA6A6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300,003</w:t>
            </w:r>
          </w:p>
        </w:tc>
      </w:tr>
      <w:tr w:rsidR="00B84921" w:rsidRPr="00981FA1" w14:paraId="1B9CA97C" w14:textId="77777777" w:rsidTr="00B84921">
        <w:tc>
          <w:tcPr>
            <w:tcW w:w="3059" w:type="dxa"/>
          </w:tcPr>
          <w:p w14:paraId="0C58BFEC" w14:textId="72A194EE" w:rsidR="00B84921" w:rsidRPr="00593166" w:rsidRDefault="00B84921" w:rsidP="00B849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888" w:type="dxa"/>
          </w:tcPr>
          <w:p w14:paraId="43C77A34" w14:textId="77777777" w:rsidR="00B84921" w:rsidRPr="00593166" w:rsidRDefault="00B84921" w:rsidP="00B849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2" w:type="dxa"/>
          </w:tcPr>
          <w:p w14:paraId="56A802F1" w14:textId="77777777" w:rsidR="00B84921" w:rsidRPr="00593166" w:rsidRDefault="00B84921" w:rsidP="00B849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19" w:type="dxa"/>
          </w:tcPr>
          <w:p w14:paraId="0685C087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</w:tcPr>
          <w:p w14:paraId="5437C0E0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</w:tcPr>
          <w:p w14:paraId="79EF364D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</w:tcPr>
          <w:p w14:paraId="69031B83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9" w:type="dxa"/>
          </w:tcPr>
          <w:p w14:paraId="37434E07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</w:tcPr>
          <w:p w14:paraId="2C15296D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6" w:type="dxa"/>
          </w:tcPr>
          <w:p w14:paraId="42E30DFE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B84921" w:rsidRPr="00981FA1" w14:paraId="29A06439" w14:textId="77777777" w:rsidTr="00B84921">
        <w:tc>
          <w:tcPr>
            <w:tcW w:w="3059" w:type="dxa"/>
          </w:tcPr>
          <w:p w14:paraId="78387AE7" w14:textId="3792BE20" w:rsidR="00B84921" w:rsidRPr="00593166" w:rsidRDefault="00B84921" w:rsidP="00B849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หุ้นที่ออกและชำระแล้ว</w:t>
            </w:r>
          </w:p>
        </w:tc>
        <w:tc>
          <w:tcPr>
            <w:tcW w:w="888" w:type="dxa"/>
          </w:tcPr>
          <w:p w14:paraId="29CFD599" w14:textId="77777777" w:rsidR="00B84921" w:rsidRPr="00593166" w:rsidRDefault="00B84921" w:rsidP="00B849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2" w:type="dxa"/>
          </w:tcPr>
          <w:p w14:paraId="254214CB" w14:textId="77777777" w:rsidR="00B84921" w:rsidRPr="00593166" w:rsidRDefault="00B84921" w:rsidP="00B849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19" w:type="dxa"/>
          </w:tcPr>
          <w:p w14:paraId="73246AC9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</w:tcPr>
          <w:p w14:paraId="5721A651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</w:tcPr>
          <w:p w14:paraId="40F650A9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</w:tcPr>
          <w:p w14:paraId="44813810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9" w:type="dxa"/>
          </w:tcPr>
          <w:p w14:paraId="2C50A165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</w:tcPr>
          <w:p w14:paraId="2C4C6287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6" w:type="dxa"/>
          </w:tcPr>
          <w:p w14:paraId="096CAFC9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B84921" w:rsidRPr="00981FA1" w14:paraId="1764FA47" w14:textId="77777777" w:rsidTr="00B84921">
        <w:tc>
          <w:tcPr>
            <w:tcW w:w="3059" w:type="dxa"/>
          </w:tcPr>
          <w:p w14:paraId="73845298" w14:textId="6D639F04" w:rsidR="00B84921" w:rsidRPr="00593166" w:rsidRDefault="00B84921" w:rsidP="00B849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593166">
              <w:rPr>
                <w:rFonts w:asciiTheme="majorBidi" w:hAnsiTheme="majorBidi"/>
                <w:sz w:val="28"/>
                <w:szCs w:val="28"/>
              </w:rPr>
              <w:t>1</w:t>
            </w:r>
            <w:r w:rsidRPr="0059316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59316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</w:p>
        </w:tc>
        <w:tc>
          <w:tcPr>
            <w:tcW w:w="888" w:type="dxa"/>
          </w:tcPr>
          <w:p w14:paraId="3661806A" w14:textId="77777777" w:rsidR="00B84921" w:rsidRPr="00593166" w:rsidRDefault="00B84921" w:rsidP="00B849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2" w:type="dxa"/>
          </w:tcPr>
          <w:p w14:paraId="55882B43" w14:textId="77777777" w:rsidR="00B84921" w:rsidRPr="00593166" w:rsidRDefault="00B84921" w:rsidP="00B849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19" w:type="dxa"/>
          </w:tcPr>
          <w:p w14:paraId="63F0917D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</w:tcPr>
          <w:p w14:paraId="1F0A54AF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14:paraId="6A5F831B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</w:tcPr>
          <w:p w14:paraId="6D359239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9" w:type="dxa"/>
          </w:tcPr>
          <w:p w14:paraId="3B3798BB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</w:tcPr>
          <w:p w14:paraId="5EEB19DE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6" w:type="dxa"/>
          </w:tcPr>
          <w:p w14:paraId="7C4C54FA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B84921" w:rsidRPr="00981FA1" w14:paraId="1F03BBDE" w14:textId="77777777" w:rsidTr="00B84921">
        <w:tc>
          <w:tcPr>
            <w:tcW w:w="3059" w:type="dxa"/>
          </w:tcPr>
          <w:p w14:paraId="59475AD6" w14:textId="4466EC12" w:rsidR="00B84921" w:rsidRPr="00593166" w:rsidRDefault="00B84921" w:rsidP="00B84921">
            <w:pPr>
              <w:pStyle w:val="BodyText"/>
              <w:numPr>
                <w:ilvl w:val="2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02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252"/>
              </w:tabs>
              <w:spacing w:after="0" w:line="240" w:lineRule="auto"/>
              <w:ind w:hanging="102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888" w:type="dxa"/>
          </w:tcPr>
          <w:p w14:paraId="2174B0B1" w14:textId="44A838E4" w:rsidR="00B84921" w:rsidRPr="00593166" w:rsidRDefault="00B84921" w:rsidP="00B849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/>
                <w:sz w:val="28"/>
                <w:szCs w:val="28"/>
              </w:rPr>
            </w:pPr>
            <w:r w:rsidRPr="00593166">
              <w:rPr>
                <w:rFonts w:asciiTheme="majorBidi" w:hAnsiTheme="majorBidi"/>
                <w:sz w:val="28"/>
                <w:szCs w:val="28"/>
              </w:rPr>
              <w:t>0.75</w:t>
            </w:r>
          </w:p>
        </w:tc>
        <w:tc>
          <w:tcPr>
            <w:tcW w:w="272" w:type="dxa"/>
          </w:tcPr>
          <w:p w14:paraId="14AB2DD3" w14:textId="77777777" w:rsidR="00B84921" w:rsidRPr="00593166" w:rsidRDefault="00B84921" w:rsidP="00B849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19" w:type="dxa"/>
          </w:tcPr>
          <w:p w14:paraId="0609C1FC" w14:textId="4BA6C6D5" w:rsidR="00B84921" w:rsidRPr="002903F7" w:rsidRDefault="00B84921" w:rsidP="00B84921">
            <w:pPr>
              <w:pStyle w:val="30"/>
              <w:tabs>
                <w:tab w:val="clear" w:pos="360"/>
                <w:tab w:val="clear" w:pos="720"/>
                <w:tab w:val="decimal" w:pos="888"/>
              </w:tabs>
              <w:ind w:left="-121" w:right="-131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400,004</w:t>
            </w:r>
          </w:p>
        </w:tc>
        <w:tc>
          <w:tcPr>
            <w:tcW w:w="235" w:type="dxa"/>
          </w:tcPr>
          <w:p w14:paraId="3F639B37" w14:textId="77777777" w:rsidR="00B84921" w:rsidRPr="002903F7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</w:tcPr>
          <w:p w14:paraId="6B466F6F" w14:textId="6CD3276A" w:rsidR="00B84921" w:rsidRPr="002903F7" w:rsidRDefault="00B84921" w:rsidP="00B84921">
            <w:pPr>
              <w:pStyle w:val="30"/>
              <w:tabs>
                <w:tab w:val="clear" w:pos="360"/>
                <w:tab w:val="clear" w:pos="720"/>
                <w:tab w:val="decimal" w:pos="890"/>
              </w:tabs>
              <w:ind w:left="-121" w:right="-131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300,</w:t>
            </w:r>
            <w:r w:rsidRPr="005E3605">
              <w:rPr>
                <w:rFonts w:asciiTheme="majorBidi" w:hAnsiTheme="majorBidi"/>
                <w:sz w:val="28"/>
                <w:szCs w:val="28"/>
                <w:lang w:val="en-US"/>
              </w:rPr>
              <w:t>003</w:t>
            </w:r>
          </w:p>
        </w:tc>
        <w:tc>
          <w:tcPr>
            <w:tcW w:w="234" w:type="dxa"/>
          </w:tcPr>
          <w:p w14:paraId="082DE918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9" w:type="dxa"/>
          </w:tcPr>
          <w:p w14:paraId="6453E342" w14:textId="429DA5E0" w:rsidR="00B84921" w:rsidRPr="00593166" w:rsidRDefault="00B84921" w:rsidP="00B84921">
            <w:pPr>
              <w:pStyle w:val="30"/>
              <w:tabs>
                <w:tab w:val="clear" w:pos="360"/>
                <w:tab w:val="clear" w:pos="720"/>
                <w:tab w:val="decimal" w:pos="792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/>
                <w:sz w:val="28"/>
                <w:szCs w:val="28"/>
                <w:lang w:val="en-US"/>
              </w:rPr>
              <w:t>328,57</w:t>
            </w:r>
            <w:r w:rsidRPr="0059316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  <w:tc>
          <w:tcPr>
            <w:tcW w:w="259" w:type="dxa"/>
          </w:tcPr>
          <w:p w14:paraId="014234E5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966" w:type="dxa"/>
          </w:tcPr>
          <w:p w14:paraId="63F3E777" w14:textId="2BB04D0A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/>
                <w:sz w:val="28"/>
                <w:szCs w:val="28"/>
                <w:lang w:val="en-US"/>
              </w:rPr>
              <w:t>246,430</w:t>
            </w:r>
          </w:p>
        </w:tc>
      </w:tr>
      <w:tr w:rsidR="00B84921" w:rsidRPr="00981FA1" w14:paraId="0E25CE5E" w14:textId="77777777" w:rsidTr="00B84921">
        <w:tc>
          <w:tcPr>
            <w:tcW w:w="3059" w:type="dxa"/>
          </w:tcPr>
          <w:p w14:paraId="0DBB97DC" w14:textId="77777777" w:rsidR="00B84921" w:rsidRPr="00593166" w:rsidRDefault="00B84921" w:rsidP="00B849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เรียกชำระค่าหุ้นสามัญเต็มมูลค่า</w:t>
            </w:r>
          </w:p>
        </w:tc>
        <w:tc>
          <w:tcPr>
            <w:tcW w:w="888" w:type="dxa"/>
          </w:tcPr>
          <w:p w14:paraId="70BD8A1B" w14:textId="77777777" w:rsidR="00B84921" w:rsidRPr="00C01C85" w:rsidRDefault="00B84921" w:rsidP="00B849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inorBidi"/>
                <w:sz w:val="28"/>
                <w:szCs w:val="28"/>
              </w:rPr>
            </w:pPr>
          </w:p>
        </w:tc>
        <w:tc>
          <w:tcPr>
            <w:tcW w:w="272" w:type="dxa"/>
          </w:tcPr>
          <w:p w14:paraId="32681253" w14:textId="77777777" w:rsidR="00B84921" w:rsidRPr="00593166" w:rsidRDefault="00B84921" w:rsidP="00B849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19" w:type="dxa"/>
          </w:tcPr>
          <w:p w14:paraId="5D93DA95" w14:textId="198C0BEB" w:rsidR="00B84921" w:rsidRPr="00593166" w:rsidRDefault="00B84921" w:rsidP="00B84921">
            <w:pPr>
              <w:pStyle w:val="30"/>
              <w:tabs>
                <w:tab w:val="clear" w:pos="360"/>
                <w:tab w:val="clear" w:pos="720"/>
                <w:tab w:val="decimal" w:pos="427"/>
              </w:tabs>
              <w:ind w:left="-121" w:right="-131"/>
              <w:rPr>
                <w:rFonts w:asciiTheme="majorBidi" w:hAnsiTheme="majorBidi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</w:tcPr>
          <w:p w14:paraId="0C357D91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</w:tcPr>
          <w:p w14:paraId="7B1EEBAE" w14:textId="2DFE8DA0" w:rsidR="00B84921" w:rsidRPr="00593166" w:rsidRDefault="00B84921" w:rsidP="00B84921">
            <w:pPr>
              <w:pStyle w:val="30"/>
              <w:tabs>
                <w:tab w:val="clear" w:pos="360"/>
                <w:tab w:val="clear" w:pos="720"/>
                <w:tab w:val="decimal" w:pos="427"/>
              </w:tabs>
              <w:ind w:left="-121" w:right="-131"/>
              <w:rPr>
                <w:rFonts w:asciiTheme="majorBidi" w:hAnsiTheme="majorBidi"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</w:tcPr>
          <w:p w14:paraId="6C446167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9" w:type="dxa"/>
          </w:tcPr>
          <w:p w14:paraId="16599B8A" w14:textId="04BEFD0D" w:rsidR="00B84921" w:rsidRPr="005E3605" w:rsidRDefault="00B84921" w:rsidP="00B84921">
            <w:pPr>
              <w:pStyle w:val="30"/>
              <w:tabs>
                <w:tab w:val="clear" w:pos="360"/>
                <w:tab w:val="clear" w:pos="720"/>
                <w:tab w:val="decimal" w:pos="427"/>
              </w:tabs>
              <w:ind w:left="-121" w:right="-131"/>
              <w:rPr>
                <w:rFonts w:asciiTheme="majorBidi" w:hAnsiTheme="majorBidi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</w:tcPr>
          <w:p w14:paraId="06B0BF00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966" w:type="dxa"/>
          </w:tcPr>
          <w:p w14:paraId="459C0983" w14:textId="26E044E0" w:rsidR="00B84921" w:rsidRPr="00593166" w:rsidRDefault="00B84921" w:rsidP="00B84921">
            <w:pPr>
              <w:pStyle w:val="30"/>
              <w:tabs>
                <w:tab w:val="clear" w:pos="360"/>
                <w:tab w:val="clear" w:pos="720"/>
                <w:tab w:val="decimal" w:pos="427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B84921" w:rsidRPr="00556642" w14:paraId="26585388" w14:textId="77777777" w:rsidTr="00B84921">
        <w:trPr>
          <w:trHeight w:val="20"/>
        </w:trPr>
        <w:tc>
          <w:tcPr>
            <w:tcW w:w="3059" w:type="dxa"/>
          </w:tcPr>
          <w:p w14:paraId="0043C3AE" w14:textId="77777777" w:rsidR="00B84921" w:rsidRDefault="00B84921" w:rsidP="00B84921">
            <w:pPr>
              <w:pStyle w:val="BodyText"/>
              <w:numPr>
                <w:ilvl w:val="2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02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252"/>
              </w:tabs>
              <w:spacing w:after="0" w:line="240" w:lineRule="auto"/>
              <w:ind w:hanging="102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A5702">
              <w:rPr>
                <w:rFonts w:asciiTheme="majorBidi" w:hAnsiTheme="majorBidi" w:cs="Angsana New" w:hint="cs"/>
                <w:sz w:val="28"/>
                <w:szCs w:val="28"/>
                <w:cs/>
              </w:rPr>
              <w:t>วันที่</w:t>
            </w:r>
            <w:r w:rsidRPr="009A5702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9A5702">
              <w:rPr>
                <w:rFonts w:asciiTheme="majorBidi" w:hAnsiTheme="majorBidi" w:cstheme="majorBidi"/>
                <w:sz w:val="28"/>
                <w:szCs w:val="28"/>
              </w:rPr>
              <w:t xml:space="preserve">17 </w:t>
            </w:r>
            <w:r w:rsidRPr="009A5702">
              <w:rPr>
                <w:rFonts w:asciiTheme="majorBidi" w:hAnsiTheme="majorBidi" w:cs="Angsana New" w:hint="cs"/>
                <w:sz w:val="28"/>
                <w:szCs w:val="28"/>
                <w:cs/>
              </w:rPr>
              <w:t>ตุลาคม</w:t>
            </w:r>
          </w:p>
        </w:tc>
        <w:tc>
          <w:tcPr>
            <w:tcW w:w="888" w:type="dxa"/>
          </w:tcPr>
          <w:p w14:paraId="42B69EBC" w14:textId="77777777" w:rsidR="00B84921" w:rsidRPr="00AF69CA" w:rsidRDefault="00B84921" w:rsidP="00B84921">
            <w:pPr>
              <w:pStyle w:val="BodyText"/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Cs/>
                <w:sz w:val="28"/>
                <w:szCs w:val="28"/>
              </w:rPr>
              <w:t>0.75</w:t>
            </w:r>
          </w:p>
        </w:tc>
        <w:tc>
          <w:tcPr>
            <w:tcW w:w="272" w:type="dxa"/>
          </w:tcPr>
          <w:p w14:paraId="72F478CC" w14:textId="77777777" w:rsidR="00B84921" w:rsidRPr="00556642" w:rsidRDefault="00B84921" w:rsidP="00B84921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14:paraId="27CB24EB" w14:textId="7B9BF069" w:rsidR="00B84921" w:rsidRDefault="00B84921" w:rsidP="00B84921">
            <w:pPr>
              <w:pStyle w:val="acctfourfigures"/>
              <w:tabs>
                <w:tab w:val="clear" w:pos="765"/>
                <w:tab w:val="decimal" w:pos="618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35" w:type="dxa"/>
          </w:tcPr>
          <w:p w14:paraId="37541A1F" w14:textId="77777777" w:rsidR="00B84921" w:rsidRPr="00556642" w:rsidRDefault="00B84921" w:rsidP="00B84921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307AED6E" w14:textId="2862E35B" w:rsidR="00B84921" w:rsidRDefault="00B84921" w:rsidP="00B84921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34" w:type="dxa"/>
          </w:tcPr>
          <w:p w14:paraId="76F36A73" w14:textId="77777777" w:rsidR="00B84921" w:rsidRPr="00230055" w:rsidRDefault="00B84921" w:rsidP="00B84921">
            <w:pPr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14:paraId="7347C7A5" w14:textId="2F18D50B" w:rsidR="00B84921" w:rsidRPr="00AF69CA" w:rsidRDefault="00B84921" w:rsidP="00B84921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/>
                <w:sz w:val="28"/>
                <w:szCs w:val="28"/>
                <w:lang w:val="en-US"/>
              </w:rPr>
              <w:t>71,430</w:t>
            </w:r>
          </w:p>
        </w:tc>
        <w:tc>
          <w:tcPr>
            <w:tcW w:w="259" w:type="dxa"/>
          </w:tcPr>
          <w:p w14:paraId="23C2E72D" w14:textId="77777777" w:rsidR="00B84921" w:rsidRPr="00556642" w:rsidRDefault="00B84921" w:rsidP="00B84921">
            <w:pPr>
              <w:pStyle w:val="30"/>
              <w:tabs>
                <w:tab w:val="clear" w:pos="360"/>
                <w:tab w:val="clear" w:pos="720"/>
              </w:tabs>
              <w:ind w:right="117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14:paraId="072B61EC" w14:textId="5119A2C4" w:rsidR="00B84921" w:rsidRPr="00230055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68AE">
              <w:rPr>
                <w:rFonts w:asciiTheme="majorBidi" w:hAnsiTheme="majorBidi"/>
                <w:sz w:val="28"/>
                <w:szCs w:val="28"/>
                <w:lang w:val="en-US"/>
              </w:rPr>
              <w:t>53,573</w:t>
            </w:r>
          </w:p>
        </w:tc>
      </w:tr>
      <w:tr w:rsidR="00B84921" w:rsidRPr="00981FA1" w14:paraId="3A7D3497" w14:textId="77777777" w:rsidTr="00B84921">
        <w:tc>
          <w:tcPr>
            <w:tcW w:w="3059" w:type="dxa"/>
          </w:tcPr>
          <w:p w14:paraId="7240140C" w14:textId="49D5DD05" w:rsidR="00B84921" w:rsidRPr="00593166" w:rsidRDefault="00B84921" w:rsidP="00B849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59316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5E3605">
              <w:rPr>
                <w:rFonts w:ascii="Angsana New" w:hAnsi="Angsana New" w:cs="Angsana New"/>
                <w:b/>
                <w:bCs/>
                <w:sz w:val="28"/>
                <w:szCs w:val="28"/>
              </w:rPr>
              <w:t>3</w:t>
            </w: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0</w:t>
            </w:r>
            <w:r w:rsidRPr="005E3605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กันยายน</w:t>
            </w:r>
            <w:r w:rsidRPr="005E360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59316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และ </w:t>
            </w:r>
            <w:r w:rsidRPr="00593166">
              <w:rPr>
                <w:rFonts w:ascii="Angsana New" w:hAnsi="Angsana New" w:cs="Angsana New"/>
                <w:b/>
                <w:sz w:val="28"/>
                <w:szCs w:val="28"/>
              </w:rPr>
              <w:t>31</w:t>
            </w:r>
            <w:r w:rsidRPr="00593166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Pr="0059316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888" w:type="dxa"/>
          </w:tcPr>
          <w:p w14:paraId="1F4E112A" w14:textId="77777777" w:rsidR="00B84921" w:rsidRPr="00593166" w:rsidRDefault="00B84921" w:rsidP="00B849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2" w:type="dxa"/>
          </w:tcPr>
          <w:p w14:paraId="10F53507" w14:textId="77777777" w:rsidR="00B84921" w:rsidRPr="00593166" w:rsidRDefault="00B84921" w:rsidP="00B849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</w:tcPr>
          <w:p w14:paraId="2A000CEF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</w:tcPr>
          <w:p w14:paraId="5EFCF9ED" w14:textId="77777777" w:rsidR="00B84921" w:rsidRPr="00593166" w:rsidRDefault="00B84921" w:rsidP="00B849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21" w:right="-131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14:paraId="2A0CCF6B" w14:textId="77777777" w:rsidR="00B84921" w:rsidRPr="00593166" w:rsidRDefault="00B84921" w:rsidP="00B84921">
            <w:pPr>
              <w:pStyle w:val="30"/>
              <w:tabs>
                <w:tab w:val="clear" w:pos="360"/>
                <w:tab w:val="clear" w:pos="720"/>
                <w:tab w:val="decimal" w:pos="51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</w:tcPr>
          <w:p w14:paraId="487DF8F0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9" w:type="dxa"/>
            <w:tcBorders>
              <w:top w:val="single" w:sz="4" w:space="0" w:color="auto"/>
            </w:tcBorders>
          </w:tcPr>
          <w:p w14:paraId="23C3EA74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</w:tcPr>
          <w:p w14:paraId="2E0620C2" w14:textId="77777777" w:rsidR="00B84921" w:rsidRPr="00593166" w:rsidRDefault="00B84921" w:rsidP="00B849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21" w:right="-131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</w:tcPr>
          <w:p w14:paraId="3C238A4B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B84921" w:rsidRPr="00981FA1" w14:paraId="03F90F9C" w14:textId="77777777" w:rsidTr="00B84921">
        <w:trPr>
          <w:trHeight w:val="389"/>
        </w:trPr>
        <w:tc>
          <w:tcPr>
            <w:tcW w:w="3059" w:type="dxa"/>
          </w:tcPr>
          <w:p w14:paraId="70575A6C" w14:textId="77777777" w:rsidR="00B84921" w:rsidRPr="00593166" w:rsidRDefault="00B84921" w:rsidP="00B84921">
            <w:pPr>
              <w:pStyle w:val="BodyText"/>
              <w:numPr>
                <w:ilvl w:val="2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02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252"/>
              </w:tabs>
              <w:spacing w:after="0" w:line="240" w:lineRule="auto"/>
              <w:ind w:hanging="1020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59316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888" w:type="dxa"/>
          </w:tcPr>
          <w:p w14:paraId="6234CBB5" w14:textId="51427E7A" w:rsidR="00B84921" w:rsidRPr="00593166" w:rsidRDefault="00B84921" w:rsidP="00B849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93166">
              <w:rPr>
                <w:rFonts w:asciiTheme="majorBidi" w:hAnsiTheme="majorBidi"/>
                <w:sz w:val="28"/>
                <w:szCs w:val="28"/>
              </w:rPr>
              <w:t>0.75</w:t>
            </w:r>
          </w:p>
        </w:tc>
        <w:tc>
          <w:tcPr>
            <w:tcW w:w="272" w:type="dxa"/>
          </w:tcPr>
          <w:p w14:paraId="1E77BCF1" w14:textId="77777777" w:rsidR="00B84921" w:rsidRPr="00593166" w:rsidRDefault="00B84921" w:rsidP="00B849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9" w:type="dxa"/>
            <w:tcBorders>
              <w:bottom w:val="double" w:sz="4" w:space="0" w:color="auto"/>
            </w:tcBorders>
          </w:tcPr>
          <w:p w14:paraId="72982963" w14:textId="449D330C" w:rsidR="00B84921" w:rsidRPr="00593166" w:rsidRDefault="00B84921" w:rsidP="00B84921">
            <w:pPr>
              <w:pStyle w:val="30"/>
              <w:tabs>
                <w:tab w:val="clear" w:pos="360"/>
                <w:tab w:val="clear" w:pos="720"/>
                <w:tab w:val="decimal" w:pos="888"/>
              </w:tabs>
              <w:ind w:left="-121" w:right="-131"/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400,004</w:t>
            </w:r>
          </w:p>
        </w:tc>
        <w:tc>
          <w:tcPr>
            <w:tcW w:w="235" w:type="dxa"/>
          </w:tcPr>
          <w:p w14:paraId="5278B1E0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  <w:tcBorders>
              <w:bottom w:val="double" w:sz="4" w:space="0" w:color="auto"/>
            </w:tcBorders>
          </w:tcPr>
          <w:p w14:paraId="7B4CC267" w14:textId="3F4CA79B" w:rsidR="00B84921" w:rsidRPr="00593166" w:rsidRDefault="00B84921" w:rsidP="00B84921">
            <w:pPr>
              <w:pStyle w:val="30"/>
              <w:tabs>
                <w:tab w:val="clear" w:pos="360"/>
                <w:tab w:val="clear" w:pos="720"/>
                <w:tab w:val="decimal" w:pos="890"/>
              </w:tabs>
              <w:ind w:left="-121" w:right="-131"/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300,003</w:t>
            </w:r>
          </w:p>
        </w:tc>
        <w:tc>
          <w:tcPr>
            <w:tcW w:w="234" w:type="dxa"/>
          </w:tcPr>
          <w:p w14:paraId="4ACAD610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09" w:type="dxa"/>
            <w:tcBorders>
              <w:bottom w:val="double" w:sz="4" w:space="0" w:color="auto"/>
            </w:tcBorders>
          </w:tcPr>
          <w:p w14:paraId="62830C56" w14:textId="7F0A4476" w:rsidR="00B84921" w:rsidRPr="00593166" w:rsidRDefault="00B84921" w:rsidP="00B84921">
            <w:pPr>
              <w:pStyle w:val="30"/>
              <w:tabs>
                <w:tab w:val="clear" w:pos="360"/>
                <w:tab w:val="clear" w:pos="720"/>
                <w:tab w:val="decimal" w:pos="792"/>
              </w:tabs>
              <w:ind w:left="-121" w:right="-13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400,004</w:t>
            </w:r>
          </w:p>
        </w:tc>
        <w:tc>
          <w:tcPr>
            <w:tcW w:w="259" w:type="dxa"/>
          </w:tcPr>
          <w:p w14:paraId="587D27FE" w14:textId="77777777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66" w:type="dxa"/>
            <w:tcBorders>
              <w:bottom w:val="double" w:sz="4" w:space="0" w:color="auto"/>
            </w:tcBorders>
          </w:tcPr>
          <w:p w14:paraId="54741290" w14:textId="7B8655FD" w:rsidR="00B84921" w:rsidRPr="00593166" w:rsidRDefault="00B84921" w:rsidP="00B84921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300,003</w:t>
            </w:r>
          </w:p>
        </w:tc>
      </w:tr>
    </w:tbl>
    <w:p w14:paraId="083AC2C8" w14:textId="36E88B73" w:rsidR="003301BE" w:rsidRPr="00C05013" w:rsidRDefault="003301BE" w:rsidP="00D10F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18"/>
        <w:jc w:val="thaiDistribute"/>
        <w:rPr>
          <w:rFonts w:cstheme="minorBidi"/>
          <w:cs/>
        </w:rPr>
        <w:sectPr w:rsidR="003301BE" w:rsidRPr="00C05013" w:rsidSect="00CF443C">
          <w:headerReference w:type="even" r:id="rId13"/>
          <w:headerReference w:type="default" r:id="rId14"/>
          <w:headerReference w:type="first" r:id="rId15"/>
          <w:footerReference w:type="first" r:id="rId16"/>
          <w:pgSz w:w="11909" w:h="16834" w:code="9"/>
          <w:pgMar w:top="691" w:right="1152" w:bottom="576" w:left="1152" w:header="720" w:footer="720" w:gutter="0"/>
          <w:cols w:space="720"/>
          <w:docGrid w:linePitch="360"/>
        </w:sectPr>
      </w:pPr>
    </w:p>
    <w:p w14:paraId="0788FE01" w14:textId="57E12594" w:rsidR="00F035A6" w:rsidRDefault="00804175" w:rsidP="003A7BA0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  <w:u w:val="none"/>
        </w:rPr>
      </w:pPr>
      <w:r w:rsidRPr="005026E8">
        <w:rPr>
          <w:rFonts w:ascii="Angsana New" w:hAnsi="Angsana New" w:cs="Angsana New"/>
          <w:sz w:val="30"/>
          <w:szCs w:val="30"/>
          <w:u w:val="none"/>
          <w:cs/>
          <w:lang w:val="th-TH"/>
        </w:rPr>
        <w:lastRenderedPageBreak/>
        <w:t>ส่วนงาน</w:t>
      </w:r>
      <w:r w:rsidR="004230AE" w:rsidRPr="005026E8">
        <w:rPr>
          <w:rFonts w:ascii="Angsana New" w:hAnsi="Angsana New" w:cs="Angsana New"/>
          <w:sz w:val="30"/>
          <w:szCs w:val="30"/>
          <w:u w:val="none"/>
          <w:cs/>
          <w:lang w:val="th-TH"/>
        </w:rPr>
        <w:t>ดำเนินงาน</w:t>
      </w:r>
      <w:r w:rsidR="00F85C2F" w:rsidRPr="005026E8">
        <w:rPr>
          <w:rFonts w:ascii="Angsana New" w:hAnsi="Angsana New" w:cs="Angsana New"/>
          <w:sz w:val="30"/>
          <w:szCs w:val="30"/>
          <w:u w:val="none"/>
          <w:cs/>
          <w:lang w:val="th-TH"/>
        </w:rPr>
        <w:t>และการจำแนกรายได้</w:t>
      </w:r>
    </w:p>
    <w:p w14:paraId="778CFFF3" w14:textId="77777777" w:rsidR="005C10F1" w:rsidRPr="00C27BA5" w:rsidRDefault="005C10F1" w:rsidP="00D152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 w:cs="Angsana New"/>
          <w:sz w:val="26"/>
          <w:szCs w:val="26"/>
        </w:rPr>
      </w:pPr>
    </w:p>
    <w:tbl>
      <w:tblPr>
        <w:tblW w:w="13619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247"/>
        <w:gridCol w:w="872"/>
        <w:gridCol w:w="12"/>
        <w:gridCol w:w="171"/>
        <w:gridCol w:w="12"/>
        <w:gridCol w:w="867"/>
        <w:gridCol w:w="12"/>
        <w:gridCol w:w="168"/>
        <w:gridCol w:w="12"/>
        <w:gridCol w:w="879"/>
        <w:gridCol w:w="12"/>
        <w:gridCol w:w="169"/>
        <w:gridCol w:w="12"/>
        <w:gridCol w:w="878"/>
        <w:gridCol w:w="12"/>
        <w:gridCol w:w="171"/>
        <w:gridCol w:w="12"/>
        <w:gridCol w:w="876"/>
        <w:gridCol w:w="12"/>
        <w:gridCol w:w="168"/>
        <w:gridCol w:w="12"/>
        <w:gridCol w:w="879"/>
        <w:gridCol w:w="12"/>
        <w:gridCol w:w="166"/>
        <w:gridCol w:w="12"/>
        <w:gridCol w:w="881"/>
        <w:gridCol w:w="12"/>
        <w:gridCol w:w="174"/>
        <w:gridCol w:w="12"/>
        <w:gridCol w:w="873"/>
        <w:gridCol w:w="12"/>
      </w:tblGrid>
      <w:tr w:rsidR="00E25012" w:rsidRPr="00C27BA5" w14:paraId="382D2D3B" w14:textId="77777777" w:rsidTr="00E25012">
        <w:trPr>
          <w:cantSplit/>
          <w:tblHeader/>
        </w:trPr>
        <w:tc>
          <w:tcPr>
            <w:tcW w:w="5247" w:type="dxa"/>
          </w:tcPr>
          <w:p w14:paraId="7459F3EC" w14:textId="77777777" w:rsidR="00AE2937" w:rsidRPr="00C27BA5" w:rsidRDefault="00AE2937" w:rsidP="00D705EE">
            <w:pPr>
              <w:pStyle w:val="Default"/>
              <w:spacing w:line="300" w:lineRule="exact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372" w:type="dxa"/>
            <w:gridSpan w:val="30"/>
            <w:vAlign w:val="bottom"/>
          </w:tcPr>
          <w:p w14:paraId="39EF9B7F" w14:textId="77777777" w:rsidR="00AE2937" w:rsidRPr="00C27BA5" w:rsidRDefault="00AE2937" w:rsidP="00E25012">
            <w:pPr>
              <w:pStyle w:val="acctmergecolhdg"/>
              <w:tabs>
                <w:tab w:val="left" w:pos="7585"/>
              </w:tabs>
              <w:spacing w:line="300" w:lineRule="exact"/>
              <w:contextualSpacing/>
              <w:rPr>
                <w:rFonts w:ascii="Angsana New" w:hAnsi="Angsana New" w:cs="Angsana New"/>
                <w:b w:val="0"/>
                <w:sz w:val="26"/>
                <w:szCs w:val="26"/>
                <w:cs/>
                <w:lang w:bidi="th-TH"/>
              </w:rPr>
            </w:pPr>
            <w:r w:rsidRPr="00C27BA5">
              <w:rPr>
                <w:rFonts w:ascii="Angsana New" w:hAnsi="Angsana New" w:cs="Angsana New" w:hint="cs"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E25012" w:rsidRPr="00C27BA5" w14:paraId="70997EB7" w14:textId="77777777" w:rsidTr="00E25012">
        <w:trPr>
          <w:cantSplit/>
          <w:tblHeader/>
        </w:trPr>
        <w:tc>
          <w:tcPr>
            <w:tcW w:w="5247" w:type="dxa"/>
          </w:tcPr>
          <w:p w14:paraId="382CFEF6" w14:textId="77777777" w:rsidR="00AE2937" w:rsidRPr="00C27BA5" w:rsidRDefault="00AE2937" w:rsidP="00D705EE">
            <w:pPr>
              <w:pStyle w:val="Default"/>
              <w:spacing w:line="300" w:lineRule="exact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946" w:type="dxa"/>
            <w:gridSpan w:val="6"/>
            <w:vAlign w:val="bottom"/>
          </w:tcPr>
          <w:p w14:paraId="313DE4A2" w14:textId="77777777" w:rsidR="00AE2937" w:rsidRPr="00C27BA5" w:rsidRDefault="00AE2937" w:rsidP="00D705EE">
            <w:pPr>
              <w:pStyle w:val="acctmergecolhdg"/>
              <w:spacing w:line="300" w:lineRule="exact"/>
              <w:contextualSpacing/>
              <w:rPr>
                <w:rFonts w:ascii="Angsana New" w:hAnsi="Angsana New" w:cs="Angsana New"/>
                <w:b w:val="0"/>
                <w:sz w:val="26"/>
                <w:szCs w:val="26"/>
                <w:lang w:val="en-US" w:bidi="th-TH"/>
              </w:rPr>
            </w:pPr>
            <w:r w:rsidRPr="00C27BA5">
              <w:rPr>
                <w:rFonts w:ascii="Angsana New" w:hAnsi="Angsana New" w:cs="Angsana New" w:hint="cs"/>
                <w:b w:val="0"/>
                <w:sz w:val="26"/>
                <w:szCs w:val="26"/>
                <w:cs/>
                <w:lang w:bidi="th-TH"/>
              </w:rPr>
              <w:t>ส่วนงานสินค้าผลิต</w:t>
            </w:r>
            <w:r w:rsidRPr="00C27BA5">
              <w:rPr>
                <w:rFonts w:ascii="Angsana New" w:hAnsi="Angsana New" w:cs="Angsana New" w:hint="cs"/>
                <w:b w:val="0"/>
                <w:sz w:val="26"/>
                <w:szCs w:val="26"/>
                <w:lang w:bidi="th-TH"/>
              </w:rPr>
              <w:br/>
            </w:r>
            <w:r w:rsidRPr="00C27BA5">
              <w:rPr>
                <w:rFonts w:ascii="Angsana New" w:hAnsi="Angsana New" w:cs="Angsana New" w:hint="cs"/>
                <w:b w:val="0"/>
                <w:sz w:val="26"/>
                <w:szCs w:val="26"/>
                <w:cs/>
                <w:lang w:bidi="th-TH"/>
              </w:rPr>
              <w:t>ภายใต้แบรนด์บริษัท</w:t>
            </w:r>
          </w:p>
        </w:tc>
        <w:tc>
          <w:tcPr>
            <w:tcW w:w="180" w:type="dxa"/>
            <w:gridSpan w:val="2"/>
            <w:vAlign w:val="bottom"/>
          </w:tcPr>
          <w:p w14:paraId="2E78D659" w14:textId="77777777" w:rsidR="00AE2937" w:rsidRPr="00C27BA5" w:rsidRDefault="00AE2937" w:rsidP="00D705EE">
            <w:pPr>
              <w:pStyle w:val="acctmergecolhdg"/>
              <w:spacing w:line="300" w:lineRule="exact"/>
              <w:contextualSpacing/>
              <w:rPr>
                <w:rFonts w:ascii="Angsana New" w:hAnsi="Angsana New" w:cs="Angsana New"/>
                <w:b w:val="0"/>
                <w:sz w:val="26"/>
                <w:szCs w:val="26"/>
              </w:rPr>
            </w:pPr>
          </w:p>
        </w:tc>
        <w:tc>
          <w:tcPr>
            <w:tcW w:w="1962" w:type="dxa"/>
            <w:gridSpan w:val="6"/>
            <w:vAlign w:val="bottom"/>
          </w:tcPr>
          <w:p w14:paraId="6CC3D059" w14:textId="77777777" w:rsidR="00AE2937" w:rsidRPr="00C27BA5" w:rsidRDefault="00AE2937" w:rsidP="00D705EE">
            <w:pPr>
              <w:pStyle w:val="acctmergecolhdg"/>
              <w:spacing w:line="300" w:lineRule="exact"/>
              <w:contextualSpacing/>
              <w:rPr>
                <w:rFonts w:ascii="Angsana New" w:hAnsi="Angsana New" w:cs="Angsana New"/>
                <w:b w:val="0"/>
                <w:i/>
                <w:iCs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 w:hint="cs"/>
                <w:b w:val="0"/>
                <w:sz w:val="26"/>
                <w:szCs w:val="26"/>
                <w:cs/>
                <w:lang w:bidi="th-TH"/>
              </w:rPr>
              <w:t>ส่วนงานสินค้า</w:t>
            </w:r>
            <w:r w:rsidRPr="00C27BA5">
              <w:rPr>
                <w:rFonts w:ascii="Angsana New" w:hAnsi="Angsana New" w:cs="Angsana New" w:hint="cs"/>
                <w:b w:val="0"/>
                <w:sz w:val="26"/>
                <w:szCs w:val="26"/>
                <w:cs/>
                <w:lang w:bidi="th-TH"/>
              </w:rPr>
              <w:br/>
              <w:t>ผลิตภายใต้แบรนด์</w:t>
            </w:r>
            <w:r w:rsidRPr="00C27BA5">
              <w:rPr>
                <w:rFonts w:ascii="Angsana New" w:hAnsi="Angsana New" w:cs="Angsana New" w:hint="cs"/>
                <w:b w:val="0"/>
                <w:sz w:val="26"/>
                <w:szCs w:val="26"/>
                <w:lang w:bidi="th-TH"/>
              </w:rPr>
              <w:br/>
            </w:r>
            <w:r w:rsidRPr="00C27BA5">
              <w:rPr>
                <w:rFonts w:ascii="Angsana New" w:hAnsi="Angsana New" w:cs="Angsana New" w:hint="cs"/>
                <w:b w:val="0"/>
                <w:sz w:val="26"/>
                <w:szCs w:val="26"/>
                <w:cs/>
                <w:lang w:bidi="th-TH"/>
              </w:rPr>
              <w:t>ผู้ว่าจ้างอื่น</w:t>
            </w:r>
          </w:p>
        </w:tc>
        <w:tc>
          <w:tcPr>
            <w:tcW w:w="183" w:type="dxa"/>
            <w:gridSpan w:val="2"/>
            <w:vAlign w:val="bottom"/>
          </w:tcPr>
          <w:p w14:paraId="2F1CD321" w14:textId="77777777" w:rsidR="00AE2937" w:rsidRPr="00C27BA5" w:rsidRDefault="00AE2937" w:rsidP="00D705EE">
            <w:pPr>
              <w:pStyle w:val="acctmergecolhdg"/>
              <w:spacing w:line="300" w:lineRule="exact"/>
              <w:contextualSpacing/>
              <w:rPr>
                <w:rFonts w:ascii="Angsana New" w:hAnsi="Angsana New" w:cs="Angsana New"/>
                <w:b w:val="0"/>
                <w:sz w:val="26"/>
                <w:szCs w:val="26"/>
              </w:rPr>
            </w:pPr>
          </w:p>
        </w:tc>
        <w:tc>
          <w:tcPr>
            <w:tcW w:w="1959" w:type="dxa"/>
            <w:gridSpan w:val="6"/>
            <w:vAlign w:val="bottom"/>
          </w:tcPr>
          <w:p w14:paraId="7FDC68EF" w14:textId="77777777" w:rsidR="00AE2937" w:rsidRPr="00C27BA5" w:rsidRDefault="00AE2937" w:rsidP="00D705EE">
            <w:pPr>
              <w:pStyle w:val="acctmergecolhdg"/>
              <w:spacing w:line="300" w:lineRule="exact"/>
              <w:contextualSpacing/>
              <w:rPr>
                <w:rFonts w:ascii="Angsana New" w:hAnsi="Angsana New" w:cs="Angsana New"/>
                <w:b w:val="0"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 w:hint="cs"/>
                <w:b w:val="0"/>
                <w:sz w:val="26"/>
                <w:szCs w:val="26"/>
                <w:cs/>
                <w:lang w:bidi="th-TH"/>
              </w:rPr>
              <w:t>ส่วนงานสินค้า</w:t>
            </w:r>
            <w:r w:rsidRPr="00C27BA5">
              <w:rPr>
                <w:rFonts w:ascii="Angsana New" w:hAnsi="Angsana New" w:cs="Angsana New" w:hint="cs"/>
                <w:b w:val="0"/>
                <w:sz w:val="26"/>
                <w:szCs w:val="26"/>
                <w:lang w:bidi="th-TH"/>
              </w:rPr>
              <w:br/>
            </w:r>
            <w:r w:rsidRPr="00C27BA5">
              <w:rPr>
                <w:rFonts w:ascii="Angsana New" w:hAnsi="Angsana New" w:cs="Angsana New" w:hint="cs"/>
                <w:b w:val="0"/>
                <w:sz w:val="26"/>
                <w:szCs w:val="26"/>
                <w:cs/>
                <w:lang w:bidi="th-TH"/>
              </w:rPr>
              <w:t>ซื้อมาขายไป</w:t>
            </w:r>
          </w:p>
        </w:tc>
        <w:tc>
          <w:tcPr>
            <w:tcW w:w="178" w:type="dxa"/>
            <w:gridSpan w:val="2"/>
            <w:vAlign w:val="bottom"/>
          </w:tcPr>
          <w:p w14:paraId="45B291C2" w14:textId="77777777" w:rsidR="00AE2937" w:rsidRPr="00C27BA5" w:rsidRDefault="00AE2937" w:rsidP="00D705EE">
            <w:pPr>
              <w:pStyle w:val="acctmergecolhdg"/>
              <w:spacing w:line="300" w:lineRule="exact"/>
              <w:contextualSpacing/>
              <w:rPr>
                <w:rFonts w:ascii="Angsana New" w:hAnsi="Angsana New" w:cs="Angsana New"/>
                <w:b w:val="0"/>
                <w:sz w:val="26"/>
                <w:szCs w:val="26"/>
              </w:rPr>
            </w:pPr>
          </w:p>
        </w:tc>
        <w:tc>
          <w:tcPr>
            <w:tcW w:w="1964" w:type="dxa"/>
            <w:gridSpan w:val="6"/>
            <w:vAlign w:val="bottom"/>
          </w:tcPr>
          <w:p w14:paraId="6E8E9FE8" w14:textId="77777777" w:rsidR="00AE2937" w:rsidRPr="00C27BA5" w:rsidRDefault="00AE2937" w:rsidP="00D705EE">
            <w:pPr>
              <w:pStyle w:val="acctmergecolhdg"/>
              <w:spacing w:line="300" w:lineRule="exact"/>
              <w:contextualSpacing/>
              <w:rPr>
                <w:rFonts w:ascii="Angsana New" w:hAnsi="Angsana New" w:cs="Angsana New"/>
                <w:b w:val="0"/>
                <w:sz w:val="26"/>
                <w:szCs w:val="26"/>
                <w:cs/>
                <w:lang w:bidi="th-TH"/>
              </w:rPr>
            </w:pPr>
            <w:r w:rsidRPr="00C27BA5">
              <w:rPr>
                <w:rFonts w:ascii="Angsana New" w:hAnsi="Angsana New" w:cs="Angsana New" w:hint="cs"/>
                <w:b w:val="0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E25012" w:rsidRPr="00C27BA5" w14:paraId="0DAB94F4" w14:textId="77777777" w:rsidTr="00E25012">
        <w:trPr>
          <w:cantSplit/>
          <w:trHeight w:val="306"/>
        </w:trPr>
        <w:tc>
          <w:tcPr>
            <w:tcW w:w="5247" w:type="dxa"/>
          </w:tcPr>
          <w:p w14:paraId="4B9F2100" w14:textId="7503FA18" w:rsidR="00AE2937" w:rsidRPr="00C27BA5" w:rsidRDefault="00AE2937" w:rsidP="00D705EE">
            <w:pPr>
              <w:pStyle w:val="Default"/>
              <w:rPr>
                <w:rFonts w:ascii="Angsana New" w:hAnsi="Angsana New" w:cs="Angsana New"/>
                <w:b/>
                <w:bCs/>
                <w:i/>
                <w:iCs/>
                <w:sz w:val="26"/>
                <w:szCs w:val="26"/>
              </w:rPr>
            </w:pPr>
            <w:r w:rsidRPr="00C27BA5">
              <w:rPr>
                <w:rFonts w:ascii="Angsana New" w:hAnsi="Angsana New" w:cs="Angsana New" w:hint="cs"/>
                <w:b/>
                <w:bCs/>
                <w:i/>
                <w:iCs/>
                <w:sz w:val="26"/>
                <w:szCs w:val="26"/>
                <w:cs/>
              </w:rPr>
              <w:t>สำหรับงวด</w:t>
            </w:r>
            <w:r w:rsidR="00DF055A" w:rsidRPr="00C27BA5">
              <w:rPr>
                <w:rFonts w:ascii="Angsana New" w:hAnsi="Angsana New" w:cs="Angsana New" w:hint="cs"/>
                <w:b/>
                <w:bCs/>
                <w:i/>
                <w:iCs/>
                <w:sz w:val="26"/>
                <w:szCs w:val="26"/>
                <w:cs/>
              </w:rPr>
              <w:t>เก้า</w:t>
            </w:r>
            <w:r w:rsidRPr="00C27BA5">
              <w:rPr>
                <w:rFonts w:ascii="Angsana New" w:hAnsi="Angsana New" w:cs="Angsana New" w:hint="cs"/>
                <w:b/>
                <w:bCs/>
                <w:i/>
                <w:iCs/>
                <w:sz w:val="26"/>
                <w:szCs w:val="26"/>
                <w:cs/>
              </w:rPr>
              <w:t xml:space="preserve">เดือนสิ้นสุดวันที่ </w:t>
            </w:r>
            <w:r w:rsidR="00DB0106" w:rsidRPr="00C27BA5">
              <w:rPr>
                <w:rFonts w:ascii="Angsana New" w:hAnsi="Angsana New" w:cs="Angsana New"/>
                <w:b/>
                <w:bCs/>
                <w:i/>
                <w:iCs/>
                <w:sz w:val="26"/>
                <w:szCs w:val="26"/>
              </w:rPr>
              <w:t>30</w:t>
            </w:r>
            <w:r w:rsidRPr="00C27BA5">
              <w:rPr>
                <w:rFonts w:ascii="Angsana New" w:hAnsi="Angsana New" w:cs="Angsana New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="00DF055A" w:rsidRPr="00C27BA5">
              <w:rPr>
                <w:rFonts w:ascii="Angsana New" w:hAnsi="Angsana New" w:cs="Angsana New" w:hint="cs"/>
                <w:b/>
                <w:bCs/>
                <w:i/>
                <w:i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884" w:type="dxa"/>
            <w:gridSpan w:val="2"/>
            <w:vAlign w:val="center"/>
          </w:tcPr>
          <w:p w14:paraId="32C1D3D8" w14:textId="77777777" w:rsidR="00AE2937" w:rsidRPr="00C27BA5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C27BA5">
              <w:rPr>
                <w:rFonts w:ascii="Angsana New" w:hAnsi="Angsana New" w:cs="Angsana New" w:hint="cs"/>
                <w:sz w:val="26"/>
                <w:szCs w:val="26"/>
                <w:lang w:val="en-US" w:bidi="th-TH"/>
              </w:rPr>
              <w:t>256</w:t>
            </w:r>
            <w:r w:rsidRPr="00C27BA5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8</w:t>
            </w:r>
          </w:p>
        </w:tc>
        <w:tc>
          <w:tcPr>
            <w:tcW w:w="183" w:type="dxa"/>
            <w:gridSpan w:val="2"/>
            <w:vAlign w:val="center"/>
          </w:tcPr>
          <w:p w14:paraId="50E8CCF3" w14:textId="77777777" w:rsidR="00AE2937" w:rsidRPr="00C27BA5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879" w:type="dxa"/>
            <w:gridSpan w:val="2"/>
            <w:vAlign w:val="center"/>
          </w:tcPr>
          <w:p w14:paraId="0E0B6B0F" w14:textId="77777777" w:rsidR="00AE2937" w:rsidRPr="00C27BA5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C27BA5">
              <w:rPr>
                <w:rFonts w:ascii="Angsana New" w:hAnsi="Angsana New" w:cs="Angsana New" w:hint="cs"/>
                <w:sz w:val="26"/>
                <w:szCs w:val="26"/>
                <w:lang w:val="en-US" w:bidi="th-TH"/>
              </w:rPr>
              <w:t>256</w:t>
            </w:r>
            <w:r w:rsidRPr="00C27BA5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180" w:type="dxa"/>
            <w:gridSpan w:val="2"/>
          </w:tcPr>
          <w:p w14:paraId="6716DDB0" w14:textId="77777777" w:rsidR="00AE2937" w:rsidRPr="00C27BA5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891" w:type="dxa"/>
            <w:gridSpan w:val="2"/>
            <w:vAlign w:val="center"/>
          </w:tcPr>
          <w:p w14:paraId="73438E76" w14:textId="77777777" w:rsidR="00AE2937" w:rsidRPr="00C27BA5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C27BA5">
              <w:rPr>
                <w:rFonts w:ascii="Angsana New" w:hAnsi="Angsana New" w:cs="Angsana New" w:hint="cs"/>
                <w:sz w:val="26"/>
                <w:szCs w:val="26"/>
                <w:lang w:val="en-US" w:bidi="th-TH"/>
              </w:rPr>
              <w:t>256</w:t>
            </w:r>
            <w:r w:rsidRPr="00C27BA5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8</w:t>
            </w:r>
          </w:p>
        </w:tc>
        <w:tc>
          <w:tcPr>
            <w:tcW w:w="181" w:type="dxa"/>
            <w:gridSpan w:val="2"/>
            <w:vAlign w:val="center"/>
          </w:tcPr>
          <w:p w14:paraId="01BD49CB" w14:textId="77777777" w:rsidR="00AE2937" w:rsidRPr="00C27BA5" w:rsidRDefault="00AE2937" w:rsidP="00D705EE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890" w:type="dxa"/>
            <w:gridSpan w:val="2"/>
            <w:vAlign w:val="center"/>
          </w:tcPr>
          <w:p w14:paraId="55C4AD36" w14:textId="77777777" w:rsidR="00AE2937" w:rsidRPr="00C27BA5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C27BA5">
              <w:rPr>
                <w:rFonts w:ascii="Angsana New" w:hAnsi="Angsana New" w:cs="Angsana New" w:hint="cs"/>
                <w:sz w:val="26"/>
                <w:szCs w:val="26"/>
                <w:lang w:val="en-US" w:bidi="th-TH"/>
              </w:rPr>
              <w:t>256</w:t>
            </w:r>
            <w:r w:rsidRPr="00C27BA5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183" w:type="dxa"/>
            <w:gridSpan w:val="2"/>
          </w:tcPr>
          <w:p w14:paraId="7535E0DC" w14:textId="77777777" w:rsidR="00AE2937" w:rsidRPr="00C27BA5" w:rsidRDefault="00AE2937" w:rsidP="00D705EE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gridSpan w:val="2"/>
            <w:vAlign w:val="center"/>
          </w:tcPr>
          <w:p w14:paraId="2F004C83" w14:textId="77777777" w:rsidR="00AE2937" w:rsidRPr="00C27BA5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C27BA5">
              <w:rPr>
                <w:rFonts w:ascii="Angsana New" w:hAnsi="Angsana New" w:cs="Angsana New" w:hint="cs"/>
                <w:sz w:val="26"/>
                <w:szCs w:val="26"/>
                <w:lang w:val="en-US" w:bidi="th-TH"/>
              </w:rPr>
              <w:t>256</w:t>
            </w:r>
            <w:r w:rsidRPr="00C27BA5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8</w:t>
            </w:r>
          </w:p>
        </w:tc>
        <w:tc>
          <w:tcPr>
            <w:tcW w:w="180" w:type="dxa"/>
            <w:gridSpan w:val="2"/>
            <w:vAlign w:val="center"/>
          </w:tcPr>
          <w:p w14:paraId="39840958" w14:textId="77777777" w:rsidR="00AE2937" w:rsidRPr="00C27BA5" w:rsidRDefault="00AE2937" w:rsidP="00D705EE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891" w:type="dxa"/>
            <w:gridSpan w:val="2"/>
            <w:vAlign w:val="center"/>
          </w:tcPr>
          <w:p w14:paraId="196740F3" w14:textId="77777777" w:rsidR="00AE2937" w:rsidRPr="00C27BA5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C27BA5">
              <w:rPr>
                <w:rFonts w:ascii="Angsana New" w:hAnsi="Angsana New" w:cs="Angsana New" w:hint="cs"/>
                <w:sz w:val="26"/>
                <w:szCs w:val="26"/>
                <w:lang w:val="en-US" w:bidi="th-TH"/>
              </w:rPr>
              <w:t>256</w:t>
            </w:r>
            <w:r w:rsidRPr="00C27BA5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178" w:type="dxa"/>
            <w:gridSpan w:val="2"/>
          </w:tcPr>
          <w:p w14:paraId="293364CC" w14:textId="77777777" w:rsidR="00AE2937" w:rsidRPr="00C27BA5" w:rsidRDefault="00AE2937" w:rsidP="00D705EE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893" w:type="dxa"/>
            <w:gridSpan w:val="2"/>
            <w:vAlign w:val="center"/>
          </w:tcPr>
          <w:p w14:paraId="33AEBAA1" w14:textId="77777777" w:rsidR="00AE2937" w:rsidRPr="00C27BA5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C27BA5">
              <w:rPr>
                <w:rFonts w:ascii="Angsana New" w:hAnsi="Angsana New" w:cs="Angsana New" w:hint="cs"/>
                <w:sz w:val="26"/>
                <w:szCs w:val="26"/>
                <w:lang w:val="en-US" w:bidi="th-TH"/>
              </w:rPr>
              <w:t>256</w:t>
            </w:r>
            <w:r w:rsidRPr="00C27BA5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8</w:t>
            </w:r>
          </w:p>
        </w:tc>
        <w:tc>
          <w:tcPr>
            <w:tcW w:w="186" w:type="dxa"/>
            <w:gridSpan w:val="2"/>
            <w:vAlign w:val="center"/>
          </w:tcPr>
          <w:p w14:paraId="513A8821" w14:textId="77777777" w:rsidR="00AE2937" w:rsidRPr="00C27BA5" w:rsidRDefault="00AE2937" w:rsidP="00D705EE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885" w:type="dxa"/>
            <w:gridSpan w:val="2"/>
            <w:vAlign w:val="center"/>
          </w:tcPr>
          <w:p w14:paraId="4D854B6E" w14:textId="77777777" w:rsidR="00AE2937" w:rsidRPr="00C27BA5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C27BA5">
              <w:rPr>
                <w:rFonts w:ascii="Angsana New" w:hAnsi="Angsana New" w:cs="Angsana New" w:hint="cs"/>
                <w:sz w:val="26"/>
                <w:szCs w:val="26"/>
                <w:lang w:val="en-US" w:bidi="th-TH"/>
              </w:rPr>
              <w:t>256</w:t>
            </w:r>
            <w:r w:rsidRPr="00C27BA5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7</w:t>
            </w:r>
          </w:p>
        </w:tc>
      </w:tr>
      <w:tr w:rsidR="00E25012" w:rsidRPr="00C27BA5" w14:paraId="6E56EC02" w14:textId="77777777" w:rsidTr="00E25012">
        <w:trPr>
          <w:cantSplit/>
        </w:trPr>
        <w:tc>
          <w:tcPr>
            <w:tcW w:w="5247" w:type="dxa"/>
          </w:tcPr>
          <w:p w14:paraId="0A7E0DE4" w14:textId="77777777" w:rsidR="00AE2937" w:rsidRPr="00C27BA5" w:rsidRDefault="00AE2937" w:rsidP="00D705EE">
            <w:pPr>
              <w:pStyle w:val="NoSpacing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8372" w:type="dxa"/>
            <w:gridSpan w:val="30"/>
            <w:vAlign w:val="center"/>
          </w:tcPr>
          <w:p w14:paraId="20E78E9D" w14:textId="77777777" w:rsidR="00AE2937" w:rsidRPr="00C27BA5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  <w:lang w:val="en-US" w:bidi="th-TH"/>
              </w:rPr>
            </w:pPr>
            <w:r w:rsidRPr="00C27BA5">
              <w:rPr>
                <w:rFonts w:ascii="Angsana New" w:hAnsi="Angsana New" w:cs="Angsana New"/>
                <w:i/>
                <w:iCs/>
                <w:sz w:val="26"/>
                <w:szCs w:val="26"/>
                <w:lang w:val="en-US" w:bidi="th-TH"/>
              </w:rPr>
              <w:t>(</w:t>
            </w:r>
            <w:r w:rsidRPr="00C27BA5">
              <w:rPr>
                <w:rFonts w:ascii="Angsana New" w:hAnsi="Angsana New" w:cs="Angsana New" w:hint="cs"/>
                <w:i/>
                <w:iCs/>
                <w:sz w:val="26"/>
                <w:szCs w:val="26"/>
                <w:cs/>
                <w:lang w:val="en-US" w:bidi="th-TH"/>
              </w:rPr>
              <w:t>ล้านบาท</w:t>
            </w:r>
            <w:r w:rsidRPr="00C27BA5">
              <w:rPr>
                <w:rFonts w:ascii="Angsana New" w:hAnsi="Angsana New" w:cs="Angsana New"/>
                <w:i/>
                <w:iCs/>
                <w:sz w:val="26"/>
                <w:szCs w:val="26"/>
                <w:lang w:val="en-US" w:bidi="th-TH"/>
              </w:rPr>
              <w:t>)</w:t>
            </w:r>
          </w:p>
        </w:tc>
      </w:tr>
      <w:tr w:rsidR="00E25012" w:rsidRPr="00C27BA5" w14:paraId="617C761A" w14:textId="77777777" w:rsidTr="00E25012">
        <w:trPr>
          <w:cantSplit/>
        </w:trPr>
        <w:tc>
          <w:tcPr>
            <w:tcW w:w="5247" w:type="dxa"/>
          </w:tcPr>
          <w:p w14:paraId="17A8F3CD" w14:textId="77777777" w:rsidR="00AE2937" w:rsidRPr="00C27BA5" w:rsidRDefault="00AE2937" w:rsidP="00D705EE">
            <w:pPr>
              <w:pStyle w:val="NoSpacing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C27BA5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ข้อมูลตามส่วนงานดำเนินงาน</w:t>
            </w:r>
          </w:p>
        </w:tc>
        <w:tc>
          <w:tcPr>
            <w:tcW w:w="884" w:type="dxa"/>
            <w:gridSpan w:val="2"/>
            <w:vAlign w:val="center"/>
          </w:tcPr>
          <w:p w14:paraId="479DC8AD" w14:textId="77777777" w:rsidR="00AE2937" w:rsidRPr="00C27BA5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83" w:type="dxa"/>
            <w:gridSpan w:val="2"/>
            <w:vAlign w:val="center"/>
          </w:tcPr>
          <w:p w14:paraId="0B288073" w14:textId="77777777" w:rsidR="00AE2937" w:rsidRPr="00C27BA5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879" w:type="dxa"/>
            <w:gridSpan w:val="2"/>
            <w:vAlign w:val="center"/>
          </w:tcPr>
          <w:p w14:paraId="2BD468F6" w14:textId="77777777" w:rsidR="00AE2937" w:rsidRPr="00C27BA5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  <w:gridSpan w:val="2"/>
          </w:tcPr>
          <w:p w14:paraId="0ECB6D27" w14:textId="77777777" w:rsidR="00AE2937" w:rsidRPr="00C27BA5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891" w:type="dxa"/>
            <w:gridSpan w:val="2"/>
            <w:vAlign w:val="center"/>
          </w:tcPr>
          <w:p w14:paraId="2D272518" w14:textId="77777777" w:rsidR="00AE2937" w:rsidRPr="00C27BA5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gridSpan w:val="2"/>
            <w:vAlign w:val="center"/>
          </w:tcPr>
          <w:p w14:paraId="51C6DED6" w14:textId="77777777" w:rsidR="00AE2937" w:rsidRPr="00C27BA5" w:rsidRDefault="00AE2937" w:rsidP="00D705EE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890" w:type="dxa"/>
            <w:gridSpan w:val="2"/>
            <w:vAlign w:val="center"/>
          </w:tcPr>
          <w:p w14:paraId="555F9EC5" w14:textId="77777777" w:rsidR="00AE2937" w:rsidRPr="00C27BA5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83" w:type="dxa"/>
            <w:gridSpan w:val="2"/>
          </w:tcPr>
          <w:p w14:paraId="505ABC0A" w14:textId="77777777" w:rsidR="00AE2937" w:rsidRPr="00C27BA5" w:rsidRDefault="00AE2937" w:rsidP="00D705EE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  <w:vAlign w:val="center"/>
          </w:tcPr>
          <w:p w14:paraId="43ECA89E" w14:textId="77777777" w:rsidR="00AE2937" w:rsidRPr="00C27BA5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690D9F32" w14:textId="77777777" w:rsidR="00AE2937" w:rsidRPr="00C27BA5" w:rsidRDefault="00AE2937" w:rsidP="00D705EE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91" w:type="dxa"/>
            <w:gridSpan w:val="2"/>
            <w:vAlign w:val="center"/>
          </w:tcPr>
          <w:p w14:paraId="4AA12D49" w14:textId="77777777" w:rsidR="00AE2937" w:rsidRPr="00C27BA5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78" w:type="dxa"/>
            <w:gridSpan w:val="2"/>
          </w:tcPr>
          <w:p w14:paraId="2453277B" w14:textId="77777777" w:rsidR="00AE2937" w:rsidRPr="00C27BA5" w:rsidRDefault="00AE2937" w:rsidP="00D705EE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93" w:type="dxa"/>
            <w:gridSpan w:val="2"/>
            <w:vAlign w:val="center"/>
          </w:tcPr>
          <w:p w14:paraId="251E6AFC" w14:textId="77777777" w:rsidR="00AE2937" w:rsidRPr="00C27BA5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86" w:type="dxa"/>
            <w:gridSpan w:val="2"/>
            <w:vAlign w:val="center"/>
          </w:tcPr>
          <w:p w14:paraId="1AFAFC19" w14:textId="77777777" w:rsidR="00AE2937" w:rsidRPr="00C27BA5" w:rsidRDefault="00AE2937" w:rsidP="00D705EE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85" w:type="dxa"/>
            <w:gridSpan w:val="2"/>
            <w:vAlign w:val="center"/>
          </w:tcPr>
          <w:p w14:paraId="29A6078D" w14:textId="77777777" w:rsidR="00AE2937" w:rsidRPr="00C27BA5" w:rsidRDefault="00AE2937" w:rsidP="00D705EE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</w:tr>
      <w:tr w:rsidR="00E25012" w:rsidRPr="00C27BA5" w14:paraId="089C0079" w14:textId="77777777" w:rsidTr="00E25012">
        <w:trPr>
          <w:cantSplit/>
        </w:trPr>
        <w:tc>
          <w:tcPr>
            <w:tcW w:w="5247" w:type="dxa"/>
          </w:tcPr>
          <w:p w14:paraId="7ECBA107" w14:textId="43198D8A" w:rsidR="00AB7A33" w:rsidRPr="00C27BA5" w:rsidRDefault="00822A03" w:rsidP="00AB7A33">
            <w:pPr>
              <w:pStyle w:val="NoSpacing"/>
              <w:rPr>
                <w:rFonts w:ascii="Angsana New" w:hAnsi="Angsana New"/>
                <w:sz w:val="26"/>
                <w:szCs w:val="26"/>
              </w:rPr>
            </w:pPr>
            <w:r w:rsidRPr="00822A03">
              <w:rPr>
                <w:rFonts w:ascii="Angsana New" w:hAnsi="Angsana New" w:hint="cs"/>
                <w:sz w:val="26"/>
                <w:szCs w:val="26"/>
                <w:cs/>
              </w:rPr>
              <w:t>รายได้จากลูกค้าภายนอก</w:t>
            </w:r>
          </w:p>
        </w:tc>
        <w:tc>
          <w:tcPr>
            <w:tcW w:w="884" w:type="dxa"/>
            <w:gridSpan w:val="2"/>
            <w:vAlign w:val="bottom"/>
          </w:tcPr>
          <w:p w14:paraId="64ED84B9" w14:textId="17FFA702" w:rsidR="00AB7A33" w:rsidRPr="00C27BA5" w:rsidRDefault="00A849D6" w:rsidP="00AB7A33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C27BA5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1,534</w:t>
            </w:r>
          </w:p>
        </w:tc>
        <w:tc>
          <w:tcPr>
            <w:tcW w:w="183" w:type="dxa"/>
            <w:gridSpan w:val="2"/>
            <w:vAlign w:val="bottom"/>
          </w:tcPr>
          <w:p w14:paraId="07099EBA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79" w:type="dxa"/>
            <w:gridSpan w:val="2"/>
            <w:vAlign w:val="bottom"/>
          </w:tcPr>
          <w:p w14:paraId="171B002B" w14:textId="1FCCF112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1,580</w:t>
            </w:r>
          </w:p>
        </w:tc>
        <w:tc>
          <w:tcPr>
            <w:tcW w:w="180" w:type="dxa"/>
            <w:gridSpan w:val="2"/>
          </w:tcPr>
          <w:p w14:paraId="01E226C0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1" w:type="dxa"/>
            <w:gridSpan w:val="2"/>
            <w:vAlign w:val="bottom"/>
          </w:tcPr>
          <w:p w14:paraId="5BF53EE8" w14:textId="4232BEAE" w:rsidR="00AB7A33" w:rsidRPr="00C27BA5" w:rsidRDefault="00A849D6" w:rsidP="00AB7A33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sz w:val="26"/>
                <w:szCs w:val="26"/>
                <w:lang w:bidi="th-TH"/>
              </w:rPr>
              <w:t>31</w:t>
            </w:r>
          </w:p>
        </w:tc>
        <w:tc>
          <w:tcPr>
            <w:tcW w:w="181" w:type="dxa"/>
            <w:gridSpan w:val="2"/>
            <w:vAlign w:val="bottom"/>
          </w:tcPr>
          <w:p w14:paraId="6A7B3C19" w14:textId="77777777" w:rsidR="00AB7A33" w:rsidRPr="00C27BA5" w:rsidRDefault="00AB7A33" w:rsidP="00AB7A33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0" w:type="dxa"/>
            <w:gridSpan w:val="2"/>
            <w:vAlign w:val="bottom"/>
          </w:tcPr>
          <w:p w14:paraId="14BD788E" w14:textId="15203236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sz w:val="26"/>
                <w:szCs w:val="26"/>
                <w:lang w:bidi="th-TH"/>
              </w:rPr>
              <w:t>26</w:t>
            </w:r>
          </w:p>
        </w:tc>
        <w:tc>
          <w:tcPr>
            <w:tcW w:w="183" w:type="dxa"/>
            <w:gridSpan w:val="2"/>
            <w:vAlign w:val="bottom"/>
          </w:tcPr>
          <w:p w14:paraId="43C6A186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88" w:type="dxa"/>
            <w:gridSpan w:val="2"/>
            <w:vAlign w:val="bottom"/>
          </w:tcPr>
          <w:p w14:paraId="362F6586" w14:textId="59EE6E8D" w:rsidR="00AB7A33" w:rsidRPr="00091142" w:rsidRDefault="00A849D6" w:rsidP="00AB7A33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91142">
              <w:rPr>
                <w:rFonts w:ascii="Angsana New" w:hAnsi="Angsana New" w:cs="Angsana New"/>
                <w:sz w:val="26"/>
                <w:szCs w:val="26"/>
                <w:lang w:bidi="th-TH"/>
              </w:rPr>
              <w:t>2</w:t>
            </w:r>
            <w:r w:rsidR="00080B65" w:rsidRPr="00091142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15</w:t>
            </w:r>
          </w:p>
        </w:tc>
        <w:tc>
          <w:tcPr>
            <w:tcW w:w="180" w:type="dxa"/>
            <w:gridSpan w:val="2"/>
            <w:vAlign w:val="bottom"/>
          </w:tcPr>
          <w:p w14:paraId="5356A955" w14:textId="77777777" w:rsidR="00AB7A33" w:rsidRPr="00091142" w:rsidRDefault="00AB7A33" w:rsidP="00AB7A33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1" w:type="dxa"/>
            <w:gridSpan w:val="2"/>
            <w:vAlign w:val="bottom"/>
          </w:tcPr>
          <w:p w14:paraId="3EAB120C" w14:textId="57A498C9" w:rsidR="00AB7A33" w:rsidRPr="00091142" w:rsidRDefault="00AB7A33" w:rsidP="00C450A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  <w:r w:rsidRPr="00091142">
              <w:rPr>
                <w:rFonts w:ascii="Angsana New" w:hAnsi="Angsana New" w:cs="Angsana New"/>
                <w:sz w:val="26"/>
                <w:szCs w:val="26"/>
                <w:lang w:bidi="th-TH"/>
              </w:rPr>
              <w:t>33</w:t>
            </w:r>
          </w:p>
        </w:tc>
        <w:tc>
          <w:tcPr>
            <w:tcW w:w="178" w:type="dxa"/>
            <w:gridSpan w:val="2"/>
            <w:vAlign w:val="bottom"/>
          </w:tcPr>
          <w:p w14:paraId="43E02CFA" w14:textId="77777777" w:rsidR="00AB7A33" w:rsidRPr="00091142" w:rsidRDefault="00AB7A33" w:rsidP="00AB7A33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3" w:type="dxa"/>
            <w:gridSpan w:val="2"/>
            <w:vAlign w:val="bottom"/>
          </w:tcPr>
          <w:p w14:paraId="0A2A4BC4" w14:textId="6CCEE980" w:rsidR="00AB7A33" w:rsidRPr="00091142" w:rsidRDefault="00A849D6" w:rsidP="00AB7A33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091142">
              <w:rPr>
                <w:rFonts w:ascii="Angsana New" w:hAnsi="Angsana New" w:cs="Angsana New"/>
                <w:sz w:val="26"/>
                <w:szCs w:val="26"/>
                <w:lang w:bidi="th-TH"/>
              </w:rPr>
              <w:t>1,</w:t>
            </w:r>
            <w:r w:rsidR="00080B65" w:rsidRPr="00091142">
              <w:rPr>
                <w:rFonts w:ascii="Angsana New" w:hAnsi="Angsana New" w:cs="Angsana New"/>
                <w:sz w:val="26"/>
                <w:szCs w:val="26"/>
                <w:lang w:bidi="th-TH"/>
              </w:rPr>
              <w:t>780</w:t>
            </w:r>
          </w:p>
        </w:tc>
        <w:tc>
          <w:tcPr>
            <w:tcW w:w="186" w:type="dxa"/>
            <w:gridSpan w:val="2"/>
            <w:vAlign w:val="bottom"/>
          </w:tcPr>
          <w:p w14:paraId="13A9429F" w14:textId="77777777" w:rsidR="00AB7A33" w:rsidRPr="00C27BA5" w:rsidRDefault="00AB7A33" w:rsidP="00AB7A33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85" w:type="dxa"/>
            <w:gridSpan w:val="2"/>
            <w:vAlign w:val="bottom"/>
          </w:tcPr>
          <w:p w14:paraId="5F6D8BE0" w14:textId="1D5D8FFE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sz w:val="26"/>
                <w:szCs w:val="26"/>
                <w:lang w:bidi="th-TH"/>
              </w:rPr>
              <w:t>1,639</w:t>
            </w:r>
          </w:p>
        </w:tc>
      </w:tr>
      <w:tr w:rsidR="00E25012" w:rsidRPr="00C27BA5" w14:paraId="0C1E9FAB" w14:textId="77777777" w:rsidTr="00E25012">
        <w:trPr>
          <w:cantSplit/>
        </w:trPr>
        <w:tc>
          <w:tcPr>
            <w:tcW w:w="5247" w:type="dxa"/>
          </w:tcPr>
          <w:p w14:paraId="63CACB3E" w14:textId="77777777" w:rsidR="00AB7A33" w:rsidRPr="00C27BA5" w:rsidRDefault="00AB7A33" w:rsidP="00AB7A33">
            <w:pPr>
              <w:pStyle w:val="NoSpacing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27BA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รวมรายได้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E3E695" w14:textId="7BCE7749" w:rsidR="00AB7A33" w:rsidRPr="00C27BA5" w:rsidRDefault="00A849D6" w:rsidP="00AB7A33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1,534</w:t>
            </w:r>
          </w:p>
        </w:tc>
        <w:tc>
          <w:tcPr>
            <w:tcW w:w="183" w:type="dxa"/>
            <w:gridSpan w:val="2"/>
            <w:vAlign w:val="bottom"/>
          </w:tcPr>
          <w:p w14:paraId="4311D2E5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D48345" w14:textId="4D9432A4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1,580</w:t>
            </w:r>
          </w:p>
        </w:tc>
        <w:tc>
          <w:tcPr>
            <w:tcW w:w="180" w:type="dxa"/>
            <w:gridSpan w:val="2"/>
          </w:tcPr>
          <w:p w14:paraId="7CBCAD01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45EF61" w14:textId="70D47306" w:rsidR="00AB7A33" w:rsidRPr="00C27BA5" w:rsidRDefault="00A849D6" w:rsidP="00AB7A33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31</w:t>
            </w:r>
          </w:p>
        </w:tc>
        <w:tc>
          <w:tcPr>
            <w:tcW w:w="181" w:type="dxa"/>
            <w:gridSpan w:val="2"/>
            <w:vAlign w:val="bottom"/>
          </w:tcPr>
          <w:p w14:paraId="2EFD4B5C" w14:textId="77777777" w:rsidR="00AB7A33" w:rsidRPr="00C27BA5" w:rsidRDefault="00AB7A33" w:rsidP="00AB7A33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40CA49" w14:textId="34A040F9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26</w:t>
            </w:r>
          </w:p>
        </w:tc>
        <w:tc>
          <w:tcPr>
            <w:tcW w:w="183" w:type="dxa"/>
            <w:gridSpan w:val="2"/>
            <w:vAlign w:val="bottom"/>
          </w:tcPr>
          <w:p w14:paraId="3E9D1F65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CA4D78" w14:textId="00E68475" w:rsidR="00AB7A33" w:rsidRPr="00091142" w:rsidRDefault="00A849D6" w:rsidP="00AB7A33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091142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2</w:t>
            </w:r>
            <w:r w:rsidR="00080B65" w:rsidRPr="00091142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15</w:t>
            </w:r>
          </w:p>
        </w:tc>
        <w:tc>
          <w:tcPr>
            <w:tcW w:w="180" w:type="dxa"/>
            <w:gridSpan w:val="2"/>
            <w:vAlign w:val="bottom"/>
          </w:tcPr>
          <w:p w14:paraId="680ABE05" w14:textId="77777777" w:rsidR="00AB7A33" w:rsidRPr="00091142" w:rsidRDefault="00AB7A33" w:rsidP="00AB7A33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28C651" w14:textId="17D0B0CD" w:rsidR="00AB7A33" w:rsidRPr="00091142" w:rsidRDefault="00AB7A33" w:rsidP="00AB7A33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091142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33</w:t>
            </w:r>
          </w:p>
        </w:tc>
        <w:tc>
          <w:tcPr>
            <w:tcW w:w="178" w:type="dxa"/>
            <w:gridSpan w:val="2"/>
            <w:vAlign w:val="bottom"/>
          </w:tcPr>
          <w:p w14:paraId="5A4CFEF8" w14:textId="77777777" w:rsidR="00AB7A33" w:rsidRPr="00091142" w:rsidRDefault="00AB7A33" w:rsidP="00AB7A33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DE5F83" w14:textId="0CDD7D59" w:rsidR="00AB7A33" w:rsidRPr="00091142" w:rsidRDefault="00A849D6" w:rsidP="00AB7A33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091142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1,</w:t>
            </w:r>
            <w:r w:rsidR="00080B65" w:rsidRPr="00091142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780</w:t>
            </w:r>
          </w:p>
        </w:tc>
        <w:tc>
          <w:tcPr>
            <w:tcW w:w="186" w:type="dxa"/>
            <w:gridSpan w:val="2"/>
            <w:vAlign w:val="bottom"/>
          </w:tcPr>
          <w:p w14:paraId="2C030240" w14:textId="77777777" w:rsidR="00AB7A33" w:rsidRPr="00C27BA5" w:rsidRDefault="00AB7A33" w:rsidP="00AB7A33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7A2D0A" w14:textId="5A9712C3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1,639</w:t>
            </w:r>
          </w:p>
        </w:tc>
      </w:tr>
      <w:tr w:rsidR="00E25012" w:rsidRPr="00C27BA5" w14:paraId="49F9B8EA" w14:textId="77777777" w:rsidTr="00E25012">
        <w:trPr>
          <w:cantSplit/>
          <w:trHeight w:val="80"/>
        </w:trPr>
        <w:tc>
          <w:tcPr>
            <w:tcW w:w="5247" w:type="dxa"/>
          </w:tcPr>
          <w:p w14:paraId="0DE01E18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cs/>
              </w:rPr>
            </w:pPr>
          </w:p>
        </w:tc>
        <w:tc>
          <w:tcPr>
            <w:tcW w:w="884" w:type="dxa"/>
            <w:gridSpan w:val="2"/>
            <w:tcBorders>
              <w:top w:val="double" w:sz="4" w:space="0" w:color="auto"/>
            </w:tcBorders>
            <w:vAlign w:val="bottom"/>
          </w:tcPr>
          <w:p w14:paraId="69EF3052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183" w:type="dxa"/>
            <w:gridSpan w:val="2"/>
            <w:vAlign w:val="bottom"/>
          </w:tcPr>
          <w:p w14:paraId="181D9D12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879" w:type="dxa"/>
            <w:gridSpan w:val="2"/>
            <w:tcBorders>
              <w:top w:val="double" w:sz="4" w:space="0" w:color="auto"/>
            </w:tcBorders>
            <w:vAlign w:val="bottom"/>
          </w:tcPr>
          <w:p w14:paraId="431F88DD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2BD27182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891" w:type="dxa"/>
            <w:gridSpan w:val="2"/>
            <w:tcBorders>
              <w:top w:val="double" w:sz="4" w:space="0" w:color="auto"/>
            </w:tcBorders>
            <w:vAlign w:val="bottom"/>
          </w:tcPr>
          <w:p w14:paraId="43595F4B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181" w:type="dxa"/>
            <w:gridSpan w:val="2"/>
            <w:vAlign w:val="bottom"/>
          </w:tcPr>
          <w:p w14:paraId="56A99CA2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890" w:type="dxa"/>
            <w:gridSpan w:val="2"/>
            <w:tcBorders>
              <w:top w:val="double" w:sz="4" w:space="0" w:color="auto"/>
            </w:tcBorders>
            <w:vAlign w:val="bottom"/>
          </w:tcPr>
          <w:p w14:paraId="43EACB44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183" w:type="dxa"/>
            <w:gridSpan w:val="2"/>
            <w:vAlign w:val="bottom"/>
          </w:tcPr>
          <w:p w14:paraId="2184D66F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888" w:type="dxa"/>
            <w:gridSpan w:val="2"/>
            <w:tcBorders>
              <w:top w:val="double" w:sz="4" w:space="0" w:color="auto"/>
            </w:tcBorders>
            <w:vAlign w:val="bottom"/>
          </w:tcPr>
          <w:p w14:paraId="002314EE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5CE68F34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891" w:type="dxa"/>
            <w:gridSpan w:val="2"/>
            <w:tcBorders>
              <w:top w:val="double" w:sz="4" w:space="0" w:color="auto"/>
            </w:tcBorders>
            <w:vAlign w:val="bottom"/>
          </w:tcPr>
          <w:p w14:paraId="1410A632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5DC48808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893" w:type="dxa"/>
            <w:gridSpan w:val="2"/>
            <w:tcBorders>
              <w:top w:val="double" w:sz="4" w:space="0" w:color="auto"/>
            </w:tcBorders>
            <w:vAlign w:val="bottom"/>
          </w:tcPr>
          <w:p w14:paraId="57A379C4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186" w:type="dxa"/>
            <w:gridSpan w:val="2"/>
            <w:vAlign w:val="bottom"/>
          </w:tcPr>
          <w:p w14:paraId="35832C65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885" w:type="dxa"/>
            <w:gridSpan w:val="2"/>
            <w:tcBorders>
              <w:top w:val="double" w:sz="4" w:space="0" w:color="auto"/>
            </w:tcBorders>
            <w:vAlign w:val="bottom"/>
          </w:tcPr>
          <w:p w14:paraId="044AF084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</w:tr>
      <w:tr w:rsidR="00E25012" w:rsidRPr="00C27BA5" w14:paraId="6F9BA310" w14:textId="77777777" w:rsidTr="00E25012">
        <w:trPr>
          <w:cantSplit/>
        </w:trPr>
        <w:tc>
          <w:tcPr>
            <w:tcW w:w="5247" w:type="dxa"/>
          </w:tcPr>
          <w:p w14:paraId="0C37D55C" w14:textId="77777777" w:rsidR="00AB7A33" w:rsidRPr="00C27BA5" w:rsidRDefault="00AB7A33" w:rsidP="00AB7A33">
            <w:pPr>
              <w:pStyle w:val="NoSpacing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27BA5">
              <w:rPr>
                <w:rFonts w:ascii="Angsana New" w:hAnsi="Angsana New" w:hint="cs"/>
                <w:sz w:val="26"/>
                <w:szCs w:val="26"/>
                <w:cs/>
              </w:rPr>
              <w:t>กำไรขั้นต้น</w:t>
            </w:r>
          </w:p>
        </w:tc>
        <w:tc>
          <w:tcPr>
            <w:tcW w:w="884" w:type="dxa"/>
            <w:gridSpan w:val="2"/>
            <w:tcBorders>
              <w:bottom w:val="double" w:sz="4" w:space="0" w:color="auto"/>
            </w:tcBorders>
            <w:vAlign w:val="bottom"/>
          </w:tcPr>
          <w:p w14:paraId="5500D08F" w14:textId="4E72465C" w:rsidR="00AB7A33" w:rsidRPr="00C27BA5" w:rsidRDefault="003C4907" w:rsidP="00AB7A33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769</w:t>
            </w:r>
          </w:p>
        </w:tc>
        <w:tc>
          <w:tcPr>
            <w:tcW w:w="183" w:type="dxa"/>
            <w:gridSpan w:val="2"/>
            <w:vAlign w:val="bottom"/>
          </w:tcPr>
          <w:p w14:paraId="1B4DE940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79" w:type="dxa"/>
            <w:gridSpan w:val="2"/>
            <w:tcBorders>
              <w:bottom w:val="double" w:sz="4" w:space="0" w:color="auto"/>
            </w:tcBorders>
            <w:vAlign w:val="bottom"/>
          </w:tcPr>
          <w:p w14:paraId="16F9F3ED" w14:textId="288FD9DE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sz w:val="26"/>
                <w:szCs w:val="26"/>
                <w:lang w:bidi="th-TH"/>
              </w:rPr>
              <w:t>768</w:t>
            </w:r>
          </w:p>
        </w:tc>
        <w:tc>
          <w:tcPr>
            <w:tcW w:w="180" w:type="dxa"/>
            <w:gridSpan w:val="2"/>
          </w:tcPr>
          <w:p w14:paraId="0E0F7D01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1" w:type="dxa"/>
            <w:gridSpan w:val="2"/>
            <w:tcBorders>
              <w:bottom w:val="double" w:sz="4" w:space="0" w:color="auto"/>
            </w:tcBorders>
            <w:vAlign w:val="bottom"/>
          </w:tcPr>
          <w:p w14:paraId="033B41CB" w14:textId="64B07EB4" w:rsidR="00AB7A33" w:rsidRPr="00C27BA5" w:rsidRDefault="00A849D6" w:rsidP="00AB7A33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sz w:val="26"/>
                <w:szCs w:val="26"/>
                <w:lang w:bidi="th-TH"/>
              </w:rPr>
              <w:t>12</w:t>
            </w:r>
          </w:p>
        </w:tc>
        <w:tc>
          <w:tcPr>
            <w:tcW w:w="181" w:type="dxa"/>
            <w:gridSpan w:val="2"/>
            <w:vAlign w:val="bottom"/>
          </w:tcPr>
          <w:p w14:paraId="1357C597" w14:textId="77777777" w:rsidR="00AB7A33" w:rsidRPr="00C27BA5" w:rsidRDefault="00AB7A33" w:rsidP="00AB7A33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0" w:type="dxa"/>
            <w:gridSpan w:val="2"/>
            <w:tcBorders>
              <w:bottom w:val="double" w:sz="4" w:space="0" w:color="auto"/>
            </w:tcBorders>
            <w:vAlign w:val="bottom"/>
          </w:tcPr>
          <w:p w14:paraId="2943F838" w14:textId="4E358793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sz w:val="26"/>
                <w:szCs w:val="26"/>
                <w:lang w:bidi="th-TH"/>
              </w:rPr>
              <w:t>15</w:t>
            </w:r>
          </w:p>
        </w:tc>
        <w:tc>
          <w:tcPr>
            <w:tcW w:w="183" w:type="dxa"/>
            <w:gridSpan w:val="2"/>
            <w:vAlign w:val="bottom"/>
          </w:tcPr>
          <w:p w14:paraId="2F9635F7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88" w:type="dxa"/>
            <w:gridSpan w:val="2"/>
            <w:tcBorders>
              <w:bottom w:val="double" w:sz="4" w:space="0" w:color="auto"/>
            </w:tcBorders>
            <w:vAlign w:val="bottom"/>
          </w:tcPr>
          <w:p w14:paraId="30A1125C" w14:textId="7666B1FD" w:rsidR="00AB7A33" w:rsidRPr="00C27BA5" w:rsidRDefault="003C4907" w:rsidP="00AB7A33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53</w:t>
            </w:r>
          </w:p>
        </w:tc>
        <w:tc>
          <w:tcPr>
            <w:tcW w:w="180" w:type="dxa"/>
            <w:gridSpan w:val="2"/>
            <w:vAlign w:val="bottom"/>
          </w:tcPr>
          <w:p w14:paraId="2E4A0DCB" w14:textId="77777777" w:rsidR="00AB7A33" w:rsidRPr="00C27BA5" w:rsidRDefault="00AB7A33" w:rsidP="00AB7A33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1" w:type="dxa"/>
            <w:gridSpan w:val="2"/>
            <w:tcBorders>
              <w:bottom w:val="double" w:sz="4" w:space="0" w:color="auto"/>
            </w:tcBorders>
            <w:vAlign w:val="bottom"/>
          </w:tcPr>
          <w:p w14:paraId="69FFEB54" w14:textId="04915DB0" w:rsidR="00AB7A33" w:rsidRPr="00C27BA5" w:rsidRDefault="00AB7A33" w:rsidP="00D563FF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sz w:val="26"/>
                <w:szCs w:val="26"/>
                <w:lang w:bidi="th-TH"/>
              </w:rPr>
              <w:t>9</w:t>
            </w:r>
          </w:p>
        </w:tc>
        <w:tc>
          <w:tcPr>
            <w:tcW w:w="178" w:type="dxa"/>
            <w:gridSpan w:val="2"/>
            <w:vAlign w:val="bottom"/>
          </w:tcPr>
          <w:p w14:paraId="19F3D367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3" w:type="dxa"/>
            <w:gridSpan w:val="2"/>
            <w:tcBorders>
              <w:bottom w:val="double" w:sz="4" w:space="0" w:color="auto"/>
            </w:tcBorders>
            <w:vAlign w:val="bottom"/>
          </w:tcPr>
          <w:p w14:paraId="3A01E0BF" w14:textId="09E6AC8E" w:rsidR="00AB7A33" w:rsidRPr="00C27BA5" w:rsidRDefault="00A849D6" w:rsidP="00AB7A33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sz w:val="26"/>
                <w:szCs w:val="26"/>
                <w:lang w:bidi="th-TH"/>
              </w:rPr>
              <w:t>8</w:t>
            </w:r>
            <w:r w:rsidR="003956DE" w:rsidRPr="00C27BA5">
              <w:rPr>
                <w:rFonts w:ascii="Angsana New" w:hAnsi="Angsana New" w:cs="Angsana New"/>
                <w:sz w:val="26"/>
                <w:szCs w:val="26"/>
                <w:lang w:bidi="th-TH"/>
              </w:rPr>
              <w:t>34</w:t>
            </w:r>
          </w:p>
        </w:tc>
        <w:tc>
          <w:tcPr>
            <w:tcW w:w="186" w:type="dxa"/>
            <w:gridSpan w:val="2"/>
            <w:vAlign w:val="bottom"/>
          </w:tcPr>
          <w:p w14:paraId="7517E06A" w14:textId="77777777" w:rsidR="00AB7A33" w:rsidRPr="00C27BA5" w:rsidRDefault="00AB7A33" w:rsidP="00AB7A33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85" w:type="dxa"/>
            <w:gridSpan w:val="2"/>
            <w:tcBorders>
              <w:bottom w:val="double" w:sz="4" w:space="0" w:color="auto"/>
            </w:tcBorders>
            <w:vAlign w:val="bottom"/>
          </w:tcPr>
          <w:p w14:paraId="30094B54" w14:textId="5027C3B1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sz w:val="26"/>
                <w:szCs w:val="26"/>
                <w:lang w:bidi="th-TH"/>
              </w:rPr>
              <w:t>792</w:t>
            </w:r>
          </w:p>
        </w:tc>
      </w:tr>
      <w:tr w:rsidR="00E25012" w:rsidRPr="00C27BA5" w14:paraId="281D0EAF" w14:textId="77777777" w:rsidTr="00E25012">
        <w:trPr>
          <w:cantSplit/>
        </w:trPr>
        <w:tc>
          <w:tcPr>
            <w:tcW w:w="5247" w:type="dxa"/>
          </w:tcPr>
          <w:p w14:paraId="40CB9CF1" w14:textId="77777777" w:rsidR="00D75672" w:rsidRPr="00C27BA5" w:rsidRDefault="00D75672" w:rsidP="00D75672">
            <w:pPr>
              <w:pStyle w:val="NoSpacing"/>
              <w:spacing w:line="276" w:lineRule="auto"/>
              <w:rPr>
                <w:rFonts w:ascii="Angsana New" w:hAnsi="Angsana New"/>
                <w:b/>
                <w:bCs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5E509467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183" w:type="dxa"/>
            <w:gridSpan w:val="2"/>
            <w:vAlign w:val="bottom"/>
          </w:tcPr>
          <w:p w14:paraId="545A1EDD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879" w:type="dxa"/>
            <w:gridSpan w:val="2"/>
            <w:vAlign w:val="bottom"/>
          </w:tcPr>
          <w:p w14:paraId="205EF042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7533E3FF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891" w:type="dxa"/>
            <w:gridSpan w:val="2"/>
            <w:vAlign w:val="bottom"/>
          </w:tcPr>
          <w:p w14:paraId="62BEAD8A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181" w:type="dxa"/>
            <w:gridSpan w:val="2"/>
            <w:vAlign w:val="bottom"/>
          </w:tcPr>
          <w:p w14:paraId="4814635F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890" w:type="dxa"/>
            <w:gridSpan w:val="2"/>
            <w:vAlign w:val="bottom"/>
          </w:tcPr>
          <w:p w14:paraId="5134FDFD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183" w:type="dxa"/>
            <w:gridSpan w:val="2"/>
            <w:vAlign w:val="bottom"/>
          </w:tcPr>
          <w:p w14:paraId="7900C1E0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888" w:type="dxa"/>
            <w:gridSpan w:val="2"/>
            <w:vAlign w:val="bottom"/>
          </w:tcPr>
          <w:p w14:paraId="2D1AAEF4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73B694CA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891" w:type="dxa"/>
            <w:gridSpan w:val="2"/>
            <w:vAlign w:val="bottom"/>
          </w:tcPr>
          <w:p w14:paraId="3E76F488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748FD5A7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893" w:type="dxa"/>
            <w:gridSpan w:val="2"/>
            <w:vAlign w:val="bottom"/>
          </w:tcPr>
          <w:p w14:paraId="4D04561D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186" w:type="dxa"/>
            <w:gridSpan w:val="2"/>
            <w:vAlign w:val="bottom"/>
          </w:tcPr>
          <w:p w14:paraId="3A68667C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885" w:type="dxa"/>
            <w:gridSpan w:val="2"/>
            <w:vAlign w:val="bottom"/>
          </w:tcPr>
          <w:p w14:paraId="5230759E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</w:tr>
      <w:tr w:rsidR="00E25012" w:rsidRPr="00C27BA5" w14:paraId="0F160E3D" w14:textId="77777777" w:rsidTr="00E25012">
        <w:trPr>
          <w:cantSplit/>
        </w:trPr>
        <w:tc>
          <w:tcPr>
            <w:tcW w:w="5247" w:type="dxa"/>
          </w:tcPr>
          <w:p w14:paraId="7DC912B5" w14:textId="77777777" w:rsidR="00D75672" w:rsidRPr="00C27BA5" w:rsidRDefault="00D75672" w:rsidP="00D75672">
            <w:pPr>
              <w:pStyle w:val="NoSpacing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C27BA5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รายได้และค่าใช้จ่ายที่ไม่ได้ปันส่วน</w:t>
            </w:r>
          </w:p>
        </w:tc>
        <w:tc>
          <w:tcPr>
            <w:tcW w:w="884" w:type="dxa"/>
            <w:gridSpan w:val="2"/>
            <w:vAlign w:val="bottom"/>
          </w:tcPr>
          <w:p w14:paraId="25DFA05E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3" w:type="dxa"/>
            <w:gridSpan w:val="2"/>
            <w:vAlign w:val="bottom"/>
          </w:tcPr>
          <w:p w14:paraId="0F17FE4F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79" w:type="dxa"/>
            <w:gridSpan w:val="2"/>
            <w:vAlign w:val="bottom"/>
          </w:tcPr>
          <w:p w14:paraId="2683CD1B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29604553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1" w:type="dxa"/>
            <w:gridSpan w:val="2"/>
            <w:vAlign w:val="bottom"/>
          </w:tcPr>
          <w:p w14:paraId="6D5043B0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1" w:type="dxa"/>
            <w:gridSpan w:val="2"/>
            <w:vAlign w:val="bottom"/>
          </w:tcPr>
          <w:p w14:paraId="3B419C2B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0" w:type="dxa"/>
            <w:gridSpan w:val="2"/>
            <w:vAlign w:val="bottom"/>
          </w:tcPr>
          <w:p w14:paraId="5F10E061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3" w:type="dxa"/>
            <w:gridSpan w:val="2"/>
            <w:vAlign w:val="bottom"/>
          </w:tcPr>
          <w:p w14:paraId="257CE360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88" w:type="dxa"/>
            <w:gridSpan w:val="2"/>
            <w:vAlign w:val="bottom"/>
          </w:tcPr>
          <w:p w14:paraId="432B9033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7947C273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1" w:type="dxa"/>
            <w:gridSpan w:val="2"/>
            <w:vAlign w:val="bottom"/>
          </w:tcPr>
          <w:p w14:paraId="50FBB262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62F73623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3" w:type="dxa"/>
            <w:gridSpan w:val="2"/>
            <w:vAlign w:val="bottom"/>
          </w:tcPr>
          <w:p w14:paraId="40E4C311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6" w:type="dxa"/>
            <w:gridSpan w:val="2"/>
            <w:vAlign w:val="bottom"/>
          </w:tcPr>
          <w:p w14:paraId="231C41AA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85" w:type="dxa"/>
            <w:gridSpan w:val="2"/>
            <w:vAlign w:val="bottom"/>
          </w:tcPr>
          <w:p w14:paraId="0E0FCC1C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</w:tr>
      <w:tr w:rsidR="00E25012" w:rsidRPr="00C27BA5" w14:paraId="7B406FEF" w14:textId="77777777" w:rsidTr="00E25012">
        <w:trPr>
          <w:gridAfter w:val="1"/>
          <w:wAfter w:w="12" w:type="dxa"/>
          <w:cantSplit/>
        </w:trPr>
        <w:tc>
          <w:tcPr>
            <w:tcW w:w="6119" w:type="dxa"/>
            <w:gridSpan w:val="2"/>
          </w:tcPr>
          <w:p w14:paraId="5C2CF940" w14:textId="77777777" w:rsidR="00AB7A33" w:rsidRPr="00C27BA5" w:rsidRDefault="00AB7A33" w:rsidP="00AB7A33">
            <w:pPr>
              <w:pStyle w:val="NoSpacing"/>
              <w:rPr>
                <w:rFonts w:ascii="Angsana New" w:hAnsi="Angsana New"/>
                <w:sz w:val="26"/>
                <w:szCs w:val="26"/>
                <w:cs/>
              </w:rPr>
            </w:pPr>
            <w:r w:rsidRPr="00C27BA5">
              <w:rPr>
                <w:rFonts w:ascii="Angsana New" w:hAnsi="Angsan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83" w:type="dxa"/>
            <w:gridSpan w:val="2"/>
            <w:vAlign w:val="bottom"/>
          </w:tcPr>
          <w:p w14:paraId="4462E3D7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79" w:type="dxa"/>
            <w:gridSpan w:val="2"/>
            <w:vAlign w:val="bottom"/>
          </w:tcPr>
          <w:p w14:paraId="20CB95E9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3D42C737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1" w:type="dxa"/>
            <w:gridSpan w:val="2"/>
            <w:vAlign w:val="bottom"/>
          </w:tcPr>
          <w:p w14:paraId="45E14BF7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1" w:type="dxa"/>
            <w:gridSpan w:val="2"/>
            <w:vAlign w:val="bottom"/>
          </w:tcPr>
          <w:p w14:paraId="6F2C2B67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0" w:type="dxa"/>
            <w:gridSpan w:val="2"/>
            <w:vAlign w:val="bottom"/>
          </w:tcPr>
          <w:p w14:paraId="0C8A051C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3" w:type="dxa"/>
            <w:gridSpan w:val="2"/>
            <w:vAlign w:val="bottom"/>
          </w:tcPr>
          <w:p w14:paraId="25F2ABDC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88" w:type="dxa"/>
            <w:gridSpan w:val="2"/>
            <w:vAlign w:val="bottom"/>
          </w:tcPr>
          <w:p w14:paraId="69B7E299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4E7CF2F4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1" w:type="dxa"/>
            <w:gridSpan w:val="2"/>
            <w:vAlign w:val="bottom"/>
          </w:tcPr>
          <w:p w14:paraId="2A815FA5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403F1116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3" w:type="dxa"/>
            <w:gridSpan w:val="2"/>
            <w:vAlign w:val="bottom"/>
          </w:tcPr>
          <w:p w14:paraId="4E7F5228" w14:textId="298CA12E" w:rsidR="00AB7A33" w:rsidRPr="00C27BA5" w:rsidRDefault="00A849D6" w:rsidP="00AB7A33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cs/>
                <w:lang w:val="en-US" w:bidi="th-TH"/>
              </w:rPr>
            </w:pPr>
            <w:r w:rsidRPr="00C27BA5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16</w:t>
            </w:r>
          </w:p>
        </w:tc>
        <w:tc>
          <w:tcPr>
            <w:tcW w:w="186" w:type="dxa"/>
            <w:gridSpan w:val="2"/>
            <w:vAlign w:val="bottom"/>
          </w:tcPr>
          <w:p w14:paraId="057FA838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85" w:type="dxa"/>
            <w:gridSpan w:val="2"/>
            <w:vAlign w:val="bottom"/>
          </w:tcPr>
          <w:p w14:paraId="0D651E19" w14:textId="1F2F8D9A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7</w:t>
            </w:r>
          </w:p>
        </w:tc>
      </w:tr>
      <w:tr w:rsidR="00E25012" w:rsidRPr="00C27BA5" w14:paraId="254B2871" w14:textId="77777777" w:rsidTr="00E25012">
        <w:trPr>
          <w:gridAfter w:val="1"/>
          <w:wAfter w:w="12" w:type="dxa"/>
          <w:cantSplit/>
        </w:trPr>
        <w:tc>
          <w:tcPr>
            <w:tcW w:w="6119" w:type="dxa"/>
            <w:gridSpan w:val="2"/>
          </w:tcPr>
          <w:p w14:paraId="72130F45" w14:textId="77777777" w:rsidR="00AB7A33" w:rsidRPr="00C27BA5" w:rsidRDefault="00AB7A33" w:rsidP="00AB7A33">
            <w:pPr>
              <w:pStyle w:val="NoSpacing"/>
              <w:rPr>
                <w:rFonts w:ascii="Angsana New" w:hAnsi="Angsana New"/>
                <w:sz w:val="26"/>
                <w:szCs w:val="26"/>
              </w:rPr>
            </w:pPr>
            <w:r w:rsidRPr="00C27BA5">
              <w:rPr>
                <w:rFonts w:ascii="Angsana New" w:hAnsi="Angsana New" w:hint="cs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83" w:type="dxa"/>
            <w:gridSpan w:val="2"/>
            <w:vAlign w:val="bottom"/>
          </w:tcPr>
          <w:p w14:paraId="603DB630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79" w:type="dxa"/>
            <w:gridSpan w:val="2"/>
            <w:vAlign w:val="bottom"/>
          </w:tcPr>
          <w:p w14:paraId="3A832D79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55745339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1" w:type="dxa"/>
            <w:gridSpan w:val="2"/>
            <w:vAlign w:val="bottom"/>
          </w:tcPr>
          <w:p w14:paraId="6AA98A7F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1" w:type="dxa"/>
            <w:gridSpan w:val="2"/>
            <w:vAlign w:val="bottom"/>
          </w:tcPr>
          <w:p w14:paraId="05330D58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0" w:type="dxa"/>
            <w:gridSpan w:val="2"/>
            <w:vAlign w:val="bottom"/>
          </w:tcPr>
          <w:p w14:paraId="1293AF54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3" w:type="dxa"/>
            <w:gridSpan w:val="2"/>
            <w:vAlign w:val="bottom"/>
          </w:tcPr>
          <w:p w14:paraId="46B9F27F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88" w:type="dxa"/>
            <w:gridSpan w:val="2"/>
            <w:vAlign w:val="bottom"/>
          </w:tcPr>
          <w:p w14:paraId="6698C8D4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0E5D4CED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1" w:type="dxa"/>
            <w:gridSpan w:val="2"/>
            <w:vAlign w:val="bottom"/>
          </w:tcPr>
          <w:p w14:paraId="2C5CE6C2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030D5EF9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3" w:type="dxa"/>
            <w:gridSpan w:val="2"/>
            <w:vAlign w:val="bottom"/>
          </w:tcPr>
          <w:p w14:paraId="3301164D" w14:textId="64A1F062" w:rsidR="00AB7A33" w:rsidRPr="00C27BA5" w:rsidRDefault="00A849D6" w:rsidP="00AB7A33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sz w:val="26"/>
                <w:szCs w:val="26"/>
                <w:lang w:bidi="th-TH"/>
              </w:rPr>
              <w:t>(422)</w:t>
            </w:r>
          </w:p>
        </w:tc>
        <w:tc>
          <w:tcPr>
            <w:tcW w:w="186" w:type="dxa"/>
            <w:gridSpan w:val="2"/>
            <w:vAlign w:val="bottom"/>
          </w:tcPr>
          <w:p w14:paraId="4BC16962" w14:textId="77777777" w:rsidR="00AB7A33" w:rsidRPr="00C27BA5" w:rsidRDefault="00AB7A33" w:rsidP="00AB7A33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85" w:type="dxa"/>
            <w:gridSpan w:val="2"/>
            <w:vAlign w:val="bottom"/>
          </w:tcPr>
          <w:p w14:paraId="55F4A42D" w14:textId="128AB019" w:rsidR="00AB7A33" w:rsidRPr="00C27BA5" w:rsidRDefault="00AB7A33" w:rsidP="00AB7A33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C27BA5">
              <w:rPr>
                <w:rFonts w:ascii="Angsana New" w:hAnsi="Angsana New" w:cs="Angsana New"/>
                <w:sz w:val="26"/>
                <w:szCs w:val="26"/>
                <w:lang w:bidi="th-TH"/>
              </w:rPr>
              <w:t>(391)</w:t>
            </w:r>
          </w:p>
        </w:tc>
      </w:tr>
      <w:tr w:rsidR="00E25012" w:rsidRPr="00C27BA5" w14:paraId="72D026E8" w14:textId="77777777" w:rsidTr="00E25012">
        <w:trPr>
          <w:gridAfter w:val="1"/>
          <w:wAfter w:w="12" w:type="dxa"/>
          <w:cantSplit/>
        </w:trPr>
        <w:tc>
          <w:tcPr>
            <w:tcW w:w="6119" w:type="dxa"/>
            <w:gridSpan w:val="2"/>
          </w:tcPr>
          <w:p w14:paraId="266479DF" w14:textId="77777777" w:rsidR="00D75672" w:rsidRPr="00C27BA5" w:rsidRDefault="00D75672" w:rsidP="00D75672">
            <w:pPr>
              <w:pStyle w:val="NoSpacing"/>
              <w:rPr>
                <w:rFonts w:ascii="Angsana New" w:hAnsi="Angsana New"/>
                <w:sz w:val="26"/>
                <w:szCs w:val="26"/>
              </w:rPr>
            </w:pPr>
            <w:r w:rsidRPr="00C27BA5">
              <w:rPr>
                <w:rFonts w:ascii="Angsana New" w:hAnsi="Angsana New" w:hint="cs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83" w:type="dxa"/>
            <w:gridSpan w:val="2"/>
            <w:vAlign w:val="bottom"/>
          </w:tcPr>
          <w:p w14:paraId="77A43534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79" w:type="dxa"/>
            <w:gridSpan w:val="2"/>
            <w:vAlign w:val="bottom"/>
          </w:tcPr>
          <w:p w14:paraId="7199F9E2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3B1445D1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1" w:type="dxa"/>
            <w:gridSpan w:val="2"/>
            <w:vAlign w:val="bottom"/>
          </w:tcPr>
          <w:p w14:paraId="13C7405D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1" w:type="dxa"/>
            <w:gridSpan w:val="2"/>
            <w:vAlign w:val="bottom"/>
          </w:tcPr>
          <w:p w14:paraId="5DFCF6AA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0" w:type="dxa"/>
            <w:gridSpan w:val="2"/>
            <w:vAlign w:val="bottom"/>
          </w:tcPr>
          <w:p w14:paraId="4C8FD184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3" w:type="dxa"/>
            <w:gridSpan w:val="2"/>
            <w:vAlign w:val="bottom"/>
          </w:tcPr>
          <w:p w14:paraId="44659529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88" w:type="dxa"/>
            <w:gridSpan w:val="2"/>
            <w:vAlign w:val="bottom"/>
          </w:tcPr>
          <w:p w14:paraId="0818286E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21D3B1F8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1" w:type="dxa"/>
            <w:gridSpan w:val="2"/>
            <w:vAlign w:val="bottom"/>
          </w:tcPr>
          <w:p w14:paraId="515F3ECD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4DF911CB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3" w:type="dxa"/>
            <w:gridSpan w:val="2"/>
            <w:vAlign w:val="bottom"/>
          </w:tcPr>
          <w:p w14:paraId="672C71FC" w14:textId="0ADC9DEC" w:rsidR="00D75672" w:rsidRPr="00C27BA5" w:rsidRDefault="00A849D6" w:rsidP="00D75672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sz w:val="26"/>
                <w:szCs w:val="26"/>
                <w:lang w:bidi="th-TH"/>
              </w:rPr>
              <w:t>(23)</w:t>
            </w:r>
          </w:p>
        </w:tc>
        <w:tc>
          <w:tcPr>
            <w:tcW w:w="186" w:type="dxa"/>
            <w:gridSpan w:val="2"/>
            <w:vAlign w:val="bottom"/>
          </w:tcPr>
          <w:p w14:paraId="2F1DB733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85" w:type="dxa"/>
            <w:gridSpan w:val="2"/>
            <w:vAlign w:val="bottom"/>
          </w:tcPr>
          <w:p w14:paraId="2209F386" w14:textId="23FE5812" w:rsidR="00D75672" w:rsidRPr="00C27BA5" w:rsidRDefault="00D75672" w:rsidP="00D75672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C27BA5">
              <w:rPr>
                <w:rFonts w:ascii="Angsana New" w:hAnsi="Angsana New" w:cs="Angsana New"/>
                <w:sz w:val="26"/>
                <w:szCs w:val="26"/>
                <w:lang w:bidi="th-TH"/>
              </w:rPr>
              <w:t>(</w:t>
            </w:r>
            <w:r w:rsidR="00AB7A33" w:rsidRPr="00C27BA5">
              <w:rPr>
                <w:rFonts w:ascii="Angsana New" w:hAnsi="Angsana New" w:cs="Angsana New"/>
                <w:sz w:val="26"/>
                <w:szCs w:val="26"/>
                <w:lang w:bidi="th-TH"/>
              </w:rPr>
              <w:t>8</w:t>
            </w:r>
            <w:r w:rsidRPr="00C27BA5">
              <w:rPr>
                <w:rFonts w:ascii="Angsana New" w:hAnsi="Angsana New" w:cs="Angsana New"/>
                <w:sz w:val="26"/>
                <w:szCs w:val="26"/>
                <w:lang w:bidi="th-TH"/>
              </w:rPr>
              <w:t>)</w:t>
            </w:r>
          </w:p>
        </w:tc>
      </w:tr>
      <w:tr w:rsidR="00E25012" w:rsidRPr="00C27BA5" w14:paraId="5E0C1886" w14:textId="77777777" w:rsidTr="00E25012">
        <w:trPr>
          <w:gridAfter w:val="1"/>
          <w:wAfter w:w="12" w:type="dxa"/>
          <w:cantSplit/>
        </w:trPr>
        <w:tc>
          <w:tcPr>
            <w:tcW w:w="9323" w:type="dxa"/>
            <w:gridSpan w:val="14"/>
          </w:tcPr>
          <w:p w14:paraId="4F5B4593" w14:textId="32950EA9" w:rsidR="00D75672" w:rsidRPr="00C27BA5" w:rsidRDefault="00D75672" w:rsidP="00D75672">
            <w:pPr>
              <w:pStyle w:val="NoSpacing"/>
              <w:rPr>
                <w:rFonts w:ascii="Angsana New" w:hAnsi="Angsana New"/>
                <w:sz w:val="26"/>
                <w:szCs w:val="26"/>
              </w:rPr>
            </w:pPr>
            <w:r w:rsidRPr="00C27BA5">
              <w:rPr>
                <w:rFonts w:ascii="Angsana New" w:hAnsi="Angsana New" w:hint="cs"/>
                <w:sz w:val="26"/>
                <w:szCs w:val="26"/>
                <w:cs/>
              </w:rPr>
              <w:t>กลับรายการขาดทุนจากการด้อยค่า</w:t>
            </w:r>
            <w:r w:rsidRPr="00C27BA5">
              <w:rPr>
                <w:rFonts w:ascii="Angsana New" w:hAnsi="Angsana New"/>
                <w:sz w:val="26"/>
                <w:szCs w:val="26"/>
              </w:rPr>
              <w:t xml:space="preserve"> (</w:t>
            </w:r>
            <w:r w:rsidRPr="00C27BA5">
              <w:rPr>
                <w:rFonts w:ascii="Angsana New" w:hAnsi="Angsana New" w:hint="cs"/>
                <w:sz w:val="26"/>
                <w:szCs w:val="26"/>
                <w:cs/>
              </w:rPr>
              <w:t>ขาดทุนจากกการด้อยค่า) ด้านเครดิตที่คาดว่าจะเกิดขึ้น</w:t>
            </w:r>
          </w:p>
        </w:tc>
        <w:tc>
          <w:tcPr>
            <w:tcW w:w="183" w:type="dxa"/>
            <w:gridSpan w:val="2"/>
            <w:vAlign w:val="bottom"/>
          </w:tcPr>
          <w:p w14:paraId="7B890006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88" w:type="dxa"/>
            <w:gridSpan w:val="2"/>
            <w:vAlign w:val="bottom"/>
          </w:tcPr>
          <w:p w14:paraId="51D2EE66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2410A196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1" w:type="dxa"/>
            <w:gridSpan w:val="2"/>
            <w:vAlign w:val="bottom"/>
          </w:tcPr>
          <w:p w14:paraId="2D13CBDD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6B80A4FD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3" w:type="dxa"/>
            <w:gridSpan w:val="2"/>
            <w:vAlign w:val="bottom"/>
          </w:tcPr>
          <w:p w14:paraId="41467798" w14:textId="66FBB71E" w:rsidR="00D75672" w:rsidRPr="00C27BA5" w:rsidRDefault="00A849D6" w:rsidP="00D75672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sz w:val="26"/>
                <w:szCs w:val="26"/>
                <w:lang w:bidi="th-TH"/>
              </w:rPr>
              <w:t>(4)</w:t>
            </w:r>
          </w:p>
        </w:tc>
        <w:tc>
          <w:tcPr>
            <w:tcW w:w="186" w:type="dxa"/>
            <w:gridSpan w:val="2"/>
            <w:vAlign w:val="bottom"/>
          </w:tcPr>
          <w:p w14:paraId="4766DB75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85" w:type="dxa"/>
            <w:gridSpan w:val="2"/>
            <w:vAlign w:val="bottom"/>
          </w:tcPr>
          <w:p w14:paraId="4FFDFE28" w14:textId="6E7F6291" w:rsidR="00D75672" w:rsidRPr="00C27BA5" w:rsidRDefault="00AB7A33" w:rsidP="00D75672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C27BA5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4</w:t>
            </w:r>
          </w:p>
        </w:tc>
      </w:tr>
      <w:tr w:rsidR="00E25012" w:rsidRPr="00C27BA5" w14:paraId="35FF3E9E" w14:textId="77777777" w:rsidTr="00E25012">
        <w:trPr>
          <w:gridAfter w:val="1"/>
          <w:wAfter w:w="12" w:type="dxa"/>
          <w:cantSplit/>
        </w:trPr>
        <w:tc>
          <w:tcPr>
            <w:tcW w:w="6119" w:type="dxa"/>
            <w:gridSpan w:val="2"/>
          </w:tcPr>
          <w:p w14:paraId="7858878C" w14:textId="77777777" w:rsidR="00D75672" w:rsidRPr="00C27BA5" w:rsidRDefault="00D75672" w:rsidP="00D75672">
            <w:pPr>
              <w:pStyle w:val="NoSpacing"/>
              <w:tabs>
                <w:tab w:val="clear" w:pos="3742"/>
                <w:tab w:val="left" w:pos="3980"/>
              </w:tabs>
              <w:rPr>
                <w:rFonts w:ascii="Angsana New" w:hAnsi="Angsana New"/>
                <w:sz w:val="26"/>
                <w:szCs w:val="26"/>
              </w:rPr>
            </w:pPr>
            <w:r w:rsidRPr="00C27BA5">
              <w:rPr>
                <w:rFonts w:ascii="Angsana New" w:hAnsi="Angsana New" w:hint="cs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83" w:type="dxa"/>
            <w:gridSpan w:val="2"/>
            <w:vAlign w:val="bottom"/>
          </w:tcPr>
          <w:p w14:paraId="77550037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79" w:type="dxa"/>
            <w:gridSpan w:val="2"/>
            <w:vAlign w:val="bottom"/>
          </w:tcPr>
          <w:p w14:paraId="12F62FA6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098EBBEA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1" w:type="dxa"/>
            <w:gridSpan w:val="2"/>
            <w:vAlign w:val="bottom"/>
          </w:tcPr>
          <w:p w14:paraId="43CBB3DC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81" w:type="dxa"/>
            <w:gridSpan w:val="2"/>
            <w:vAlign w:val="bottom"/>
          </w:tcPr>
          <w:p w14:paraId="78BFCD12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0" w:type="dxa"/>
            <w:gridSpan w:val="2"/>
            <w:vAlign w:val="bottom"/>
          </w:tcPr>
          <w:p w14:paraId="712B16AF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3" w:type="dxa"/>
            <w:gridSpan w:val="2"/>
            <w:vAlign w:val="bottom"/>
          </w:tcPr>
          <w:p w14:paraId="1D122E30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88" w:type="dxa"/>
            <w:gridSpan w:val="2"/>
            <w:vAlign w:val="bottom"/>
          </w:tcPr>
          <w:p w14:paraId="5D82AF98" w14:textId="1DABDA4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799730FC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1" w:type="dxa"/>
            <w:gridSpan w:val="2"/>
            <w:vAlign w:val="bottom"/>
          </w:tcPr>
          <w:p w14:paraId="383F1A6D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67E58A35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3" w:type="dxa"/>
            <w:gridSpan w:val="2"/>
            <w:tcBorders>
              <w:bottom w:val="single" w:sz="4" w:space="0" w:color="auto"/>
            </w:tcBorders>
            <w:vAlign w:val="bottom"/>
          </w:tcPr>
          <w:p w14:paraId="6BF3FF73" w14:textId="182EFD64" w:rsidR="00D75672" w:rsidRPr="00C27BA5" w:rsidRDefault="00A849D6" w:rsidP="00D75672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sz w:val="26"/>
                <w:szCs w:val="26"/>
                <w:lang w:bidi="th-TH"/>
              </w:rPr>
              <w:t>(60)</w:t>
            </w:r>
          </w:p>
        </w:tc>
        <w:tc>
          <w:tcPr>
            <w:tcW w:w="186" w:type="dxa"/>
            <w:gridSpan w:val="2"/>
            <w:vAlign w:val="bottom"/>
          </w:tcPr>
          <w:p w14:paraId="0A9BC3B6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85" w:type="dxa"/>
            <w:gridSpan w:val="2"/>
            <w:tcBorders>
              <w:bottom w:val="single" w:sz="4" w:space="0" w:color="auto"/>
            </w:tcBorders>
            <w:vAlign w:val="bottom"/>
          </w:tcPr>
          <w:p w14:paraId="14AFC402" w14:textId="3C440F53" w:rsidR="00D75672" w:rsidRPr="00C27BA5" w:rsidRDefault="00D75672" w:rsidP="00D75672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sz w:val="26"/>
                <w:szCs w:val="26"/>
                <w:lang w:bidi="th-TH"/>
              </w:rPr>
              <w:t>(</w:t>
            </w:r>
            <w:r w:rsidR="00AB7A33" w:rsidRPr="00C27BA5">
              <w:rPr>
                <w:rFonts w:ascii="Angsana New" w:hAnsi="Angsana New" w:cs="Angsana New"/>
                <w:sz w:val="26"/>
                <w:szCs w:val="26"/>
                <w:lang w:bidi="th-TH"/>
              </w:rPr>
              <w:t>61</w:t>
            </w:r>
            <w:r w:rsidRPr="00C27BA5">
              <w:rPr>
                <w:rFonts w:ascii="Angsana New" w:hAnsi="Angsana New" w:cs="Angsana New"/>
                <w:sz w:val="26"/>
                <w:szCs w:val="26"/>
                <w:lang w:bidi="th-TH"/>
              </w:rPr>
              <w:t>)</w:t>
            </w:r>
          </w:p>
        </w:tc>
      </w:tr>
      <w:tr w:rsidR="00E25012" w:rsidRPr="00C27BA5" w14:paraId="16D81F0A" w14:textId="77777777" w:rsidTr="00E25012">
        <w:trPr>
          <w:gridAfter w:val="1"/>
          <w:wAfter w:w="12" w:type="dxa"/>
          <w:cantSplit/>
        </w:trPr>
        <w:tc>
          <w:tcPr>
            <w:tcW w:w="6119" w:type="dxa"/>
            <w:gridSpan w:val="2"/>
          </w:tcPr>
          <w:p w14:paraId="1C120E97" w14:textId="77777777" w:rsidR="00D75672" w:rsidRPr="00C27BA5" w:rsidRDefault="00D75672" w:rsidP="00D75672">
            <w:pPr>
              <w:pStyle w:val="NoSpacing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27BA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กำไรสำหรับงวด</w:t>
            </w:r>
          </w:p>
        </w:tc>
        <w:tc>
          <w:tcPr>
            <w:tcW w:w="183" w:type="dxa"/>
            <w:gridSpan w:val="2"/>
            <w:vAlign w:val="bottom"/>
          </w:tcPr>
          <w:p w14:paraId="7BC66C80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79" w:type="dxa"/>
            <w:gridSpan w:val="2"/>
            <w:vAlign w:val="bottom"/>
          </w:tcPr>
          <w:p w14:paraId="063D6CCE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7D83C983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1" w:type="dxa"/>
            <w:gridSpan w:val="2"/>
            <w:vAlign w:val="bottom"/>
          </w:tcPr>
          <w:p w14:paraId="43D6AD03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1" w:type="dxa"/>
            <w:gridSpan w:val="2"/>
            <w:vAlign w:val="bottom"/>
          </w:tcPr>
          <w:p w14:paraId="1DB820D6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0" w:type="dxa"/>
            <w:gridSpan w:val="2"/>
            <w:vAlign w:val="bottom"/>
          </w:tcPr>
          <w:p w14:paraId="3BD075ED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3" w:type="dxa"/>
            <w:gridSpan w:val="2"/>
            <w:vAlign w:val="bottom"/>
          </w:tcPr>
          <w:p w14:paraId="4748EA2D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88" w:type="dxa"/>
            <w:gridSpan w:val="2"/>
            <w:vAlign w:val="bottom"/>
          </w:tcPr>
          <w:p w14:paraId="534C9B76" w14:textId="64E19C26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3CF4D2E9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1" w:type="dxa"/>
            <w:gridSpan w:val="2"/>
            <w:vAlign w:val="bottom"/>
          </w:tcPr>
          <w:p w14:paraId="174C14B5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5CC311FC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95CD29" w14:textId="12C48B1D" w:rsidR="00D75672" w:rsidRPr="00C27BA5" w:rsidRDefault="00A849D6" w:rsidP="00D75672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341</w:t>
            </w:r>
          </w:p>
        </w:tc>
        <w:tc>
          <w:tcPr>
            <w:tcW w:w="186" w:type="dxa"/>
            <w:gridSpan w:val="2"/>
            <w:vAlign w:val="bottom"/>
          </w:tcPr>
          <w:p w14:paraId="07EC64DB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E5D990" w14:textId="418741ED" w:rsidR="00D75672" w:rsidRPr="00C27BA5" w:rsidRDefault="00AB7A33" w:rsidP="00D75672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3</w:t>
            </w:r>
            <w:r w:rsidR="00D75672" w:rsidRPr="00C27BA5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4</w:t>
            </w:r>
            <w:r w:rsidRPr="00C27BA5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3</w:t>
            </w:r>
          </w:p>
        </w:tc>
      </w:tr>
      <w:tr w:rsidR="00E25012" w:rsidRPr="00C27BA5" w14:paraId="3990AA43" w14:textId="77777777" w:rsidTr="00E25012">
        <w:trPr>
          <w:cantSplit/>
        </w:trPr>
        <w:tc>
          <w:tcPr>
            <w:tcW w:w="5247" w:type="dxa"/>
          </w:tcPr>
          <w:p w14:paraId="7C2B7F2C" w14:textId="77777777" w:rsidR="00D75672" w:rsidRPr="00C27BA5" w:rsidRDefault="00D75672" w:rsidP="00D75672">
            <w:pPr>
              <w:pStyle w:val="NoSpacing"/>
              <w:spacing w:line="276" w:lineRule="auto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2BBAB232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183" w:type="dxa"/>
            <w:gridSpan w:val="2"/>
            <w:vAlign w:val="bottom"/>
          </w:tcPr>
          <w:p w14:paraId="345301B4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879" w:type="dxa"/>
            <w:gridSpan w:val="2"/>
            <w:vAlign w:val="bottom"/>
          </w:tcPr>
          <w:p w14:paraId="6F75328D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7E213518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891" w:type="dxa"/>
            <w:gridSpan w:val="2"/>
            <w:vAlign w:val="bottom"/>
          </w:tcPr>
          <w:p w14:paraId="5AFECCE2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181" w:type="dxa"/>
            <w:gridSpan w:val="2"/>
            <w:vAlign w:val="bottom"/>
          </w:tcPr>
          <w:p w14:paraId="7C06DAFB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890" w:type="dxa"/>
            <w:gridSpan w:val="2"/>
            <w:vAlign w:val="bottom"/>
          </w:tcPr>
          <w:p w14:paraId="2E0BCA11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183" w:type="dxa"/>
            <w:gridSpan w:val="2"/>
            <w:vAlign w:val="bottom"/>
          </w:tcPr>
          <w:p w14:paraId="1553C3D2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888" w:type="dxa"/>
            <w:gridSpan w:val="2"/>
            <w:vAlign w:val="bottom"/>
          </w:tcPr>
          <w:p w14:paraId="498C1A5E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1EDC6224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891" w:type="dxa"/>
            <w:gridSpan w:val="2"/>
            <w:vAlign w:val="bottom"/>
          </w:tcPr>
          <w:p w14:paraId="07ADB854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2E85194D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893" w:type="dxa"/>
            <w:gridSpan w:val="2"/>
            <w:tcBorders>
              <w:top w:val="double" w:sz="4" w:space="0" w:color="auto"/>
            </w:tcBorders>
            <w:vAlign w:val="bottom"/>
          </w:tcPr>
          <w:p w14:paraId="43286DF2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186" w:type="dxa"/>
            <w:gridSpan w:val="2"/>
            <w:vAlign w:val="bottom"/>
          </w:tcPr>
          <w:p w14:paraId="010EC7FE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  <w:tc>
          <w:tcPr>
            <w:tcW w:w="885" w:type="dxa"/>
            <w:gridSpan w:val="2"/>
            <w:tcBorders>
              <w:top w:val="double" w:sz="4" w:space="0" w:color="auto"/>
            </w:tcBorders>
            <w:vAlign w:val="bottom"/>
          </w:tcPr>
          <w:p w14:paraId="2F1AFE0B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4"/>
                <w:szCs w:val="14"/>
                <w:lang w:bidi="th-TH"/>
              </w:rPr>
            </w:pPr>
          </w:p>
        </w:tc>
      </w:tr>
      <w:tr w:rsidR="00E25012" w:rsidRPr="00C27BA5" w14:paraId="302B4781" w14:textId="77777777" w:rsidTr="00E25012">
        <w:trPr>
          <w:gridAfter w:val="1"/>
          <w:wAfter w:w="12" w:type="dxa"/>
          <w:cantSplit/>
        </w:trPr>
        <w:tc>
          <w:tcPr>
            <w:tcW w:w="9323" w:type="dxa"/>
            <w:gridSpan w:val="14"/>
          </w:tcPr>
          <w:p w14:paraId="7DE0AF81" w14:textId="63151F48" w:rsidR="00D75672" w:rsidRPr="00C27BA5" w:rsidRDefault="00D75672" w:rsidP="00D75672">
            <w:pPr>
              <w:pStyle w:val="NoSpacing"/>
              <w:rPr>
                <w:rFonts w:ascii="Angsana New" w:hAnsi="Angsana New"/>
                <w:sz w:val="26"/>
                <w:szCs w:val="26"/>
              </w:rPr>
            </w:pPr>
            <w:r w:rsidRPr="00C27BA5">
              <w:rPr>
                <w:rFonts w:ascii="Angsana New" w:hAnsi="Angsana New" w:hint="cs"/>
                <w:sz w:val="26"/>
                <w:szCs w:val="26"/>
                <w:cs/>
              </w:rPr>
              <w:t>สินทรัพย์ที่ไม่ได้ปันส่วน</w:t>
            </w:r>
            <w:r w:rsidRPr="00C27BA5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C27BA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C27BA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C27BA5">
              <w:rPr>
                <w:rFonts w:ascii="Angsana New" w:hAnsi="Angsana New" w:hint="cs"/>
                <w:sz w:val="26"/>
                <w:szCs w:val="26"/>
                <w:cs/>
              </w:rPr>
              <w:t>กันยายน/</w:t>
            </w:r>
            <w:r w:rsidRPr="00C27BA5">
              <w:rPr>
                <w:rFonts w:ascii="Angsana New" w:hAnsi="Angsana New" w:hint="cs"/>
                <w:sz w:val="26"/>
                <w:szCs w:val="26"/>
              </w:rPr>
              <w:t xml:space="preserve"> 31 </w:t>
            </w:r>
            <w:r w:rsidRPr="00C27BA5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83" w:type="dxa"/>
            <w:gridSpan w:val="2"/>
            <w:vAlign w:val="bottom"/>
          </w:tcPr>
          <w:p w14:paraId="2FB9E43F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88" w:type="dxa"/>
            <w:gridSpan w:val="2"/>
            <w:vAlign w:val="bottom"/>
          </w:tcPr>
          <w:p w14:paraId="09760C72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10C836CD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1" w:type="dxa"/>
            <w:gridSpan w:val="2"/>
            <w:vAlign w:val="bottom"/>
          </w:tcPr>
          <w:p w14:paraId="6BEB1197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340EB3C2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3" w:type="dxa"/>
            <w:gridSpan w:val="2"/>
            <w:tcBorders>
              <w:bottom w:val="double" w:sz="4" w:space="0" w:color="auto"/>
            </w:tcBorders>
            <w:vAlign w:val="bottom"/>
          </w:tcPr>
          <w:p w14:paraId="3312F484" w14:textId="04526114" w:rsidR="00D75672" w:rsidRPr="00C27BA5" w:rsidRDefault="00A849D6" w:rsidP="00D75672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3,</w:t>
            </w:r>
            <w:r w:rsidR="00655657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763</w:t>
            </w:r>
          </w:p>
        </w:tc>
        <w:tc>
          <w:tcPr>
            <w:tcW w:w="186" w:type="dxa"/>
            <w:gridSpan w:val="2"/>
            <w:vAlign w:val="bottom"/>
          </w:tcPr>
          <w:p w14:paraId="793B3A06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85" w:type="dxa"/>
            <w:gridSpan w:val="2"/>
            <w:tcBorders>
              <w:bottom w:val="double" w:sz="4" w:space="0" w:color="auto"/>
            </w:tcBorders>
            <w:vAlign w:val="bottom"/>
          </w:tcPr>
          <w:p w14:paraId="702E02B8" w14:textId="15B8EE7A" w:rsidR="00D75672" w:rsidRPr="00C27BA5" w:rsidRDefault="00D75672" w:rsidP="00D75672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3,456</w:t>
            </w:r>
          </w:p>
        </w:tc>
      </w:tr>
      <w:tr w:rsidR="00E25012" w:rsidRPr="00C27BA5" w14:paraId="55C11AEF" w14:textId="77777777" w:rsidTr="00E25012">
        <w:trPr>
          <w:gridAfter w:val="1"/>
          <w:wAfter w:w="12" w:type="dxa"/>
          <w:cantSplit/>
        </w:trPr>
        <w:tc>
          <w:tcPr>
            <w:tcW w:w="9323" w:type="dxa"/>
            <w:gridSpan w:val="14"/>
          </w:tcPr>
          <w:p w14:paraId="0762E0AE" w14:textId="3C5DF0BD" w:rsidR="00D75672" w:rsidRPr="00C27BA5" w:rsidRDefault="00D75672" w:rsidP="00D75672">
            <w:pPr>
              <w:pStyle w:val="NoSpacing"/>
              <w:rPr>
                <w:rFonts w:ascii="Angsana New" w:hAnsi="Angsana New"/>
                <w:sz w:val="26"/>
                <w:szCs w:val="26"/>
              </w:rPr>
            </w:pPr>
            <w:r w:rsidRPr="00C27BA5">
              <w:rPr>
                <w:rFonts w:ascii="Angsana New" w:hAnsi="Angsana New" w:hint="cs"/>
                <w:sz w:val="26"/>
                <w:szCs w:val="26"/>
                <w:cs/>
              </w:rPr>
              <w:t xml:space="preserve">หนี้สินที่ไม่ได้ปันส่วน ณ วันที่ </w:t>
            </w:r>
            <w:r w:rsidRPr="00C27BA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C27BA5">
              <w:rPr>
                <w:rFonts w:ascii="Angsana New" w:hAnsi="Angsana New" w:hint="cs"/>
                <w:sz w:val="26"/>
                <w:szCs w:val="26"/>
                <w:cs/>
              </w:rPr>
              <w:t>กันยายน/</w:t>
            </w:r>
            <w:r w:rsidRPr="00C27BA5">
              <w:rPr>
                <w:rFonts w:ascii="Angsana New" w:hAnsi="Angsana New" w:hint="cs"/>
                <w:sz w:val="26"/>
                <w:szCs w:val="26"/>
              </w:rPr>
              <w:t xml:space="preserve"> 31 </w:t>
            </w:r>
            <w:r w:rsidRPr="00C27BA5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83" w:type="dxa"/>
            <w:gridSpan w:val="2"/>
            <w:vAlign w:val="bottom"/>
          </w:tcPr>
          <w:p w14:paraId="77522B41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88" w:type="dxa"/>
            <w:gridSpan w:val="2"/>
            <w:vAlign w:val="bottom"/>
          </w:tcPr>
          <w:p w14:paraId="265257B9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3FFC1878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1" w:type="dxa"/>
            <w:gridSpan w:val="2"/>
            <w:vAlign w:val="bottom"/>
          </w:tcPr>
          <w:p w14:paraId="45437947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48906FC9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81D4770" w14:textId="0AF3C066" w:rsidR="00D75672" w:rsidRPr="00C27BA5" w:rsidRDefault="00A849D6" w:rsidP="00D75672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1,8</w:t>
            </w:r>
            <w:r w:rsidR="00655657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28</w:t>
            </w:r>
          </w:p>
        </w:tc>
        <w:tc>
          <w:tcPr>
            <w:tcW w:w="186" w:type="dxa"/>
            <w:gridSpan w:val="2"/>
            <w:vAlign w:val="bottom"/>
          </w:tcPr>
          <w:p w14:paraId="464A7039" w14:textId="77777777" w:rsidR="00D75672" w:rsidRPr="00C27BA5" w:rsidRDefault="00D75672" w:rsidP="00D75672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8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0C0210F" w14:textId="583691DF" w:rsidR="00D75672" w:rsidRPr="00C27BA5" w:rsidRDefault="00D75672" w:rsidP="00D75672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C27BA5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1,686</w:t>
            </w:r>
          </w:p>
        </w:tc>
      </w:tr>
    </w:tbl>
    <w:p w14:paraId="358B3D42" w14:textId="77777777" w:rsidR="00F7449E" w:rsidRDefault="00F7449E" w:rsidP="00F035A6">
      <w:pPr>
        <w:rPr>
          <w:rFonts w:ascii="Angsana New" w:hAnsi="Angsana New" w:cs="Angsana New"/>
        </w:rPr>
        <w:sectPr w:rsidR="00F7449E" w:rsidSect="00FE0D99">
          <w:headerReference w:type="even" r:id="rId17"/>
          <w:headerReference w:type="default" r:id="rId18"/>
          <w:headerReference w:type="first" r:id="rId19"/>
          <w:footerReference w:type="first" r:id="rId20"/>
          <w:pgSz w:w="16840" w:h="11907" w:orient="landscape"/>
          <w:pgMar w:top="720" w:right="1152" w:bottom="576" w:left="1152" w:header="630" w:footer="706" w:gutter="0"/>
          <w:cols w:space="708"/>
          <w:docGrid w:linePitch="360"/>
        </w:sectPr>
      </w:pPr>
    </w:p>
    <w:tbl>
      <w:tblPr>
        <w:tblW w:w="9147" w:type="dxa"/>
        <w:tblInd w:w="450" w:type="dxa"/>
        <w:tblLook w:val="01E0" w:firstRow="1" w:lastRow="1" w:firstColumn="1" w:lastColumn="1" w:noHBand="0" w:noVBand="0"/>
      </w:tblPr>
      <w:tblGrid>
        <w:gridCol w:w="6480"/>
        <w:gridCol w:w="1203"/>
        <w:gridCol w:w="270"/>
        <w:gridCol w:w="1194"/>
      </w:tblGrid>
      <w:tr w:rsidR="00F91FEE" w:rsidRPr="00AF15D5" w14:paraId="055851D4" w14:textId="77777777" w:rsidTr="00BB7353">
        <w:tc>
          <w:tcPr>
            <w:tcW w:w="6480" w:type="dxa"/>
          </w:tcPr>
          <w:p w14:paraId="61A2346E" w14:textId="77777777" w:rsidR="00F91FEE" w:rsidRPr="00AF15D5" w:rsidRDefault="00F91FEE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ajorBidi" w:hAnsiTheme="majorBidi" w:cstheme="majorBidi"/>
                <w:b/>
                <w:color w:val="0000FF"/>
                <w:sz w:val="28"/>
                <w:szCs w:val="28"/>
              </w:rPr>
            </w:pPr>
          </w:p>
        </w:tc>
        <w:tc>
          <w:tcPr>
            <w:tcW w:w="2667" w:type="dxa"/>
            <w:gridSpan w:val="3"/>
          </w:tcPr>
          <w:p w14:paraId="26C24185" w14:textId="77777777" w:rsidR="00F91FEE" w:rsidRPr="00AF15D5" w:rsidRDefault="00F91FEE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AF15D5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งบการเงิน</w:t>
            </w:r>
            <w:r w:rsidRPr="00AF15D5">
              <w:rPr>
                <w:rFonts w:asciiTheme="majorBidi" w:hAnsiTheme="majorBidi" w:cstheme="majorBidi" w:hint="cs"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F91FEE" w:rsidRPr="00AF15D5" w14:paraId="2C9B8D40" w14:textId="77777777" w:rsidTr="00BB7353">
        <w:tc>
          <w:tcPr>
            <w:tcW w:w="6480" w:type="dxa"/>
          </w:tcPr>
          <w:p w14:paraId="2847E292" w14:textId="4B843C81" w:rsidR="00F91FEE" w:rsidRPr="00AF15D5" w:rsidRDefault="00F91FEE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 w:hanging="24"/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AF15D5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>สำหรับงวด</w:t>
            </w:r>
            <w:r w:rsidR="005D4E09" w:rsidRPr="00AF15D5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เก้า</w:t>
            </w:r>
            <w:r w:rsidRPr="00AF15D5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 xml:space="preserve">เดือนสิ้นสุดวันที่ </w:t>
            </w:r>
            <w:r w:rsidRPr="00AF15D5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 xml:space="preserve">30 </w:t>
            </w:r>
            <w:r w:rsidR="005D4E09" w:rsidRPr="00AF15D5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203" w:type="dxa"/>
            <w:vAlign w:val="center"/>
          </w:tcPr>
          <w:p w14:paraId="68CBC97D" w14:textId="77777777" w:rsidR="00F91FEE" w:rsidRPr="00AF15D5" w:rsidRDefault="00F91FEE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F15D5">
              <w:rPr>
                <w:rFonts w:asciiTheme="majorBidi" w:hAnsiTheme="majorBidi" w:cstheme="majorBidi"/>
                <w:sz w:val="28"/>
                <w:szCs w:val="28"/>
              </w:rPr>
              <w:t>2568</w:t>
            </w:r>
          </w:p>
        </w:tc>
        <w:tc>
          <w:tcPr>
            <w:tcW w:w="270" w:type="dxa"/>
            <w:vAlign w:val="center"/>
          </w:tcPr>
          <w:p w14:paraId="6CFDA111" w14:textId="77777777" w:rsidR="00F91FEE" w:rsidRPr="00AF15D5" w:rsidRDefault="00F91FEE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4" w:type="dxa"/>
            <w:vAlign w:val="center"/>
          </w:tcPr>
          <w:p w14:paraId="5918EF27" w14:textId="77777777" w:rsidR="00F91FEE" w:rsidRPr="00AF15D5" w:rsidRDefault="00F91FEE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F15D5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</w:tr>
      <w:tr w:rsidR="00F91FEE" w:rsidRPr="00AF15D5" w14:paraId="5890DAF1" w14:textId="77777777" w:rsidTr="00BB7353">
        <w:tc>
          <w:tcPr>
            <w:tcW w:w="6480" w:type="dxa"/>
          </w:tcPr>
          <w:p w14:paraId="6686A12C" w14:textId="77777777" w:rsidR="00F91FEE" w:rsidRPr="00AF15D5" w:rsidRDefault="00F91FEE" w:rsidP="00BB735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667" w:type="dxa"/>
            <w:gridSpan w:val="3"/>
          </w:tcPr>
          <w:p w14:paraId="55E1F56B" w14:textId="77777777" w:rsidR="00F91FEE" w:rsidRPr="00AF15D5" w:rsidRDefault="00F91FEE" w:rsidP="00BB73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AF15D5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val="en-US" w:bidi="th-TH"/>
              </w:rPr>
              <w:t>(</w:t>
            </w:r>
            <w:r w:rsidRPr="00AF15D5">
              <w:rPr>
                <w:rFonts w:asciiTheme="majorBidi" w:hAnsiTheme="majorBidi" w:cstheme="majorBidi" w:hint="cs"/>
                <w:b/>
                <w:i/>
                <w:iCs/>
                <w:sz w:val="28"/>
                <w:szCs w:val="28"/>
                <w:cs/>
                <w:lang w:val="en-US" w:bidi="th-TH"/>
              </w:rPr>
              <w:t>ล้าน</w:t>
            </w:r>
            <w:r w:rsidRPr="00AF15D5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val="en-US" w:bidi="th-TH"/>
              </w:rPr>
              <w:t>บาท)</w:t>
            </w:r>
          </w:p>
        </w:tc>
      </w:tr>
      <w:tr w:rsidR="00E42A63" w:rsidRPr="00AF15D5" w14:paraId="27AFD898" w14:textId="77777777" w:rsidTr="00BB7353">
        <w:tc>
          <w:tcPr>
            <w:tcW w:w="6480" w:type="dxa"/>
          </w:tcPr>
          <w:p w14:paraId="482C3DEC" w14:textId="77777777" w:rsidR="00E42A63" w:rsidRPr="00AF15D5" w:rsidRDefault="00E42A63" w:rsidP="00E42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 w:hanging="24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F15D5">
              <w:rPr>
                <w:rFonts w:asciiTheme="majorBidi" w:hAnsiTheme="majorBidi" w:cs="Angsana New" w:hint="cs"/>
                <w:sz w:val="28"/>
                <w:szCs w:val="28"/>
                <w:cs/>
              </w:rPr>
              <w:t>ส่วนงานสินค้าผลิตภายใต้แบรนด์บริษัท</w:t>
            </w:r>
          </w:p>
        </w:tc>
        <w:tc>
          <w:tcPr>
            <w:tcW w:w="1203" w:type="dxa"/>
          </w:tcPr>
          <w:p w14:paraId="64504F90" w14:textId="6A7659F8" w:rsidR="00E42A63" w:rsidRPr="00091142" w:rsidRDefault="009D4C3F" w:rsidP="00E42A63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9114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1,33</w:t>
            </w:r>
            <w:r w:rsidR="00080B65" w:rsidRPr="0009114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270" w:type="dxa"/>
          </w:tcPr>
          <w:p w14:paraId="7809366E" w14:textId="77777777" w:rsidR="00E42A63" w:rsidRPr="00AF15D5" w:rsidRDefault="00E42A63" w:rsidP="00E42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194" w:type="dxa"/>
          </w:tcPr>
          <w:p w14:paraId="147A021D" w14:textId="3853F1FF" w:rsidR="00E42A63" w:rsidRPr="00AF15D5" w:rsidRDefault="00E42A63" w:rsidP="00E42A63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AF15D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1,427</w:t>
            </w:r>
          </w:p>
        </w:tc>
      </w:tr>
      <w:tr w:rsidR="00E42A63" w:rsidRPr="00AF15D5" w14:paraId="2C9B4AA8" w14:textId="77777777" w:rsidTr="00BB7353">
        <w:tc>
          <w:tcPr>
            <w:tcW w:w="6480" w:type="dxa"/>
          </w:tcPr>
          <w:p w14:paraId="201512B1" w14:textId="77777777" w:rsidR="00E42A63" w:rsidRPr="00AF15D5" w:rsidRDefault="00E42A63" w:rsidP="00E42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 w:hanging="24"/>
              <w:jc w:val="thaiDistribute"/>
              <w:rPr>
                <w:rFonts w:asciiTheme="majorBidi" w:hAnsiTheme="majorBidi" w:cs="Angsana New"/>
                <w:sz w:val="28"/>
                <w:szCs w:val="28"/>
                <w:cs/>
              </w:rPr>
            </w:pPr>
            <w:r w:rsidRPr="00AF15D5">
              <w:rPr>
                <w:rFonts w:asciiTheme="majorBidi" w:hAnsiTheme="majorBidi" w:cs="Angsana New" w:hint="cs"/>
                <w:sz w:val="28"/>
                <w:szCs w:val="28"/>
                <w:cs/>
              </w:rPr>
              <w:t>ส่วนงานสินค้าผลิตภายใต้แบรนด์ผู้ว่าจ้างอื่น</w:t>
            </w:r>
          </w:p>
        </w:tc>
        <w:tc>
          <w:tcPr>
            <w:tcW w:w="1203" w:type="dxa"/>
          </w:tcPr>
          <w:p w14:paraId="637AD11D" w14:textId="4EAA2317" w:rsidR="00E42A63" w:rsidRPr="00091142" w:rsidRDefault="009D4C3F" w:rsidP="009D4C3F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9114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70" w:type="dxa"/>
          </w:tcPr>
          <w:p w14:paraId="79B523F1" w14:textId="77777777" w:rsidR="00E42A63" w:rsidRPr="00AF15D5" w:rsidRDefault="00E42A63" w:rsidP="00E42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194" w:type="dxa"/>
          </w:tcPr>
          <w:p w14:paraId="3530CFA9" w14:textId="07779038" w:rsidR="00E42A63" w:rsidRPr="00AF15D5" w:rsidRDefault="00E42A63" w:rsidP="00E42A63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AF15D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</w:p>
        </w:tc>
      </w:tr>
      <w:tr w:rsidR="00E42A63" w:rsidRPr="00AF15D5" w14:paraId="759CD77E" w14:textId="77777777" w:rsidTr="00BB7353">
        <w:tc>
          <w:tcPr>
            <w:tcW w:w="6480" w:type="dxa"/>
          </w:tcPr>
          <w:p w14:paraId="5C8BD4B7" w14:textId="77777777" w:rsidR="00E42A63" w:rsidRPr="00AF15D5" w:rsidRDefault="00E42A63" w:rsidP="00E42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 w:hanging="24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F15D5">
              <w:rPr>
                <w:rFonts w:asciiTheme="majorBidi" w:hAnsiTheme="majorBidi" w:cs="Angsana New" w:hint="cs"/>
                <w:sz w:val="28"/>
                <w:szCs w:val="28"/>
                <w:cs/>
              </w:rPr>
              <w:t>ส่วนงานสินค้าซื้อมาขายไป</w:t>
            </w:r>
          </w:p>
        </w:tc>
        <w:tc>
          <w:tcPr>
            <w:tcW w:w="1203" w:type="dxa"/>
          </w:tcPr>
          <w:p w14:paraId="7B6C4778" w14:textId="4FC25DF8" w:rsidR="00E42A63" w:rsidRPr="00091142" w:rsidRDefault="009D4C3F" w:rsidP="00E42A63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091142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</w:t>
            </w:r>
            <w:r w:rsidR="00080B65" w:rsidRPr="00091142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11</w:t>
            </w:r>
          </w:p>
        </w:tc>
        <w:tc>
          <w:tcPr>
            <w:tcW w:w="270" w:type="dxa"/>
          </w:tcPr>
          <w:p w14:paraId="03FEC261" w14:textId="77777777" w:rsidR="00E42A63" w:rsidRPr="00AF15D5" w:rsidRDefault="00E42A63" w:rsidP="00E42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194" w:type="dxa"/>
          </w:tcPr>
          <w:p w14:paraId="5F73B969" w14:textId="10E459E3" w:rsidR="00E42A63" w:rsidRPr="00AF15D5" w:rsidRDefault="00E42A63" w:rsidP="00E42A63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AF15D5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33</w:t>
            </w:r>
          </w:p>
        </w:tc>
      </w:tr>
      <w:tr w:rsidR="00E42A63" w:rsidRPr="00AF15D5" w14:paraId="15DEE5E2" w14:textId="77777777" w:rsidTr="00BB7353">
        <w:tc>
          <w:tcPr>
            <w:tcW w:w="6480" w:type="dxa"/>
          </w:tcPr>
          <w:p w14:paraId="1D0401A0" w14:textId="77777777" w:rsidR="00E42A63" w:rsidRPr="00AF15D5" w:rsidRDefault="00E42A63" w:rsidP="00E42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 w:hanging="2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F15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03" w:type="dxa"/>
            <w:tcBorders>
              <w:top w:val="single" w:sz="4" w:space="0" w:color="auto"/>
              <w:bottom w:val="double" w:sz="4" w:space="0" w:color="auto"/>
            </w:tcBorders>
          </w:tcPr>
          <w:p w14:paraId="3DBF0C8D" w14:textId="18242E19" w:rsidR="00E42A63" w:rsidRPr="00091142" w:rsidRDefault="009D4C3F" w:rsidP="00E42A63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0911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1,5</w:t>
            </w:r>
            <w:r w:rsidR="00080B65" w:rsidRPr="000911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47</w:t>
            </w:r>
          </w:p>
        </w:tc>
        <w:tc>
          <w:tcPr>
            <w:tcW w:w="270" w:type="dxa"/>
          </w:tcPr>
          <w:p w14:paraId="65514441" w14:textId="77777777" w:rsidR="00E42A63" w:rsidRPr="00AF15D5" w:rsidRDefault="00E42A63" w:rsidP="00E42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double" w:sz="4" w:space="0" w:color="auto"/>
            </w:tcBorders>
          </w:tcPr>
          <w:p w14:paraId="79B452F1" w14:textId="23590D05" w:rsidR="00E42A63" w:rsidRPr="00AF15D5" w:rsidRDefault="00E42A63" w:rsidP="00E42A63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AF15D5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1,463</w:t>
            </w:r>
          </w:p>
        </w:tc>
      </w:tr>
    </w:tbl>
    <w:p w14:paraId="2E96936B" w14:textId="77777777" w:rsidR="00F91FEE" w:rsidRPr="00AF15D5" w:rsidRDefault="00F91FEE" w:rsidP="005549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theme="minorBidi"/>
          <w:sz w:val="28"/>
          <w:szCs w:val="28"/>
          <w:shd w:val="clear" w:color="auto" w:fill="D9D9D9"/>
        </w:rPr>
      </w:pPr>
    </w:p>
    <w:p w14:paraId="018F4E6E" w14:textId="0AB69E76" w:rsidR="00D0323D" w:rsidRPr="00AF15D5" w:rsidRDefault="00D0323D" w:rsidP="00D0323D">
      <w:pPr>
        <w:tabs>
          <w:tab w:val="clear" w:pos="454"/>
          <w:tab w:val="clear" w:pos="907"/>
        </w:tabs>
        <w:ind w:left="540"/>
        <w:jc w:val="thaiDistribute"/>
        <w:rPr>
          <w:rFonts w:ascii="Angsana New" w:hAnsi="Angsana New" w:cs="Angsana New"/>
          <w:sz w:val="28"/>
          <w:szCs w:val="28"/>
        </w:rPr>
      </w:pPr>
      <w:r w:rsidRPr="00AF15D5">
        <w:rPr>
          <w:rFonts w:ascii="Angsana New" w:hAnsi="Angsana New" w:cs="Angsana New"/>
          <w:sz w:val="28"/>
          <w:szCs w:val="28"/>
          <w:cs/>
        </w:rPr>
        <w:t>รายได้จากการขายสินค้า</w:t>
      </w:r>
      <w:r w:rsidRPr="00AF15D5">
        <w:rPr>
          <w:rFonts w:ascii="Angsana New" w:hAnsi="Angsana New" w:cs="Angsana New" w:hint="cs"/>
          <w:sz w:val="28"/>
          <w:szCs w:val="28"/>
          <w:cs/>
        </w:rPr>
        <w:t>ของกลุ่มบริษัทและบริษัท</w:t>
      </w:r>
      <w:r w:rsidRPr="00AF15D5">
        <w:rPr>
          <w:rFonts w:ascii="Angsana New" w:hAnsi="Angsana New" w:cs="Angsana New"/>
          <w:sz w:val="28"/>
          <w:szCs w:val="28"/>
          <w:cs/>
        </w:rPr>
        <w:t>รับรู้ ณ วันที่มีการส่งมอบสินค้าให้กับลูกค้า</w:t>
      </w:r>
    </w:p>
    <w:p w14:paraId="2BB2F09B" w14:textId="77777777" w:rsidR="002122B7" w:rsidRPr="00AF15D5" w:rsidRDefault="002122B7" w:rsidP="00D0323D">
      <w:pPr>
        <w:tabs>
          <w:tab w:val="clear" w:pos="454"/>
          <w:tab w:val="clear" w:pos="907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6F976C3A" w14:textId="492B21A3" w:rsidR="002122B7" w:rsidRDefault="002122B7" w:rsidP="00D0323D">
      <w:pPr>
        <w:tabs>
          <w:tab w:val="clear" w:pos="454"/>
          <w:tab w:val="clear" w:pos="907"/>
        </w:tabs>
        <w:ind w:left="540"/>
        <w:jc w:val="thaiDistribute"/>
        <w:rPr>
          <w:rFonts w:ascii="Angsana New" w:hAnsi="Angsana New" w:cs="Angsana New"/>
          <w:sz w:val="28"/>
          <w:szCs w:val="28"/>
        </w:rPr>
      </w:pPr>
      <w:r w:rsidRPr="00AF15D5">
        <w:rPr>
          <w:rFonts w:asciiTheme="majorBidi" w:hAnsiTheme="majorBidi" w:cstheme="majorBidi"/>
          <w:sz w:val="28"/>
          <w:szCs w:val="28"/>
          <w:cs/>
        </w:rPr>
        <w:t>รายได้จากการให้บริการ</w:t>
      </w:r>
      <w:r w:rsidRPr="00AF15D5">
        <w:rPr>
          <w:rFonts w:ascii="Angsana New" w:hAnsi="Angsana New" w:cs="Angsana New" w:hint="cs"/>
          <w:sz w:val="28"/>
          <w:szCs w:val="28"/>
          <w:cs/>
        </w:rPr>
        <w:t>ของกลุ่มบริษัทและบริษัท</w:t>
      </w:r>
      <w:r w:rsidRPr="00AF15D5">
        <w:rPr>
          <w:rFonts w:asciiTheme="majorBidi" w:hAnsiTheme="majorBidi" w:cstheme="majorBidi"/>
          <w:sz w:val="28"/>
          <w:szCs w:val="28"/>
          <w:cs/>
        </w:rPr>
        <w:t>รับรู้</w:t>
      </w:r>
      <w:r w:rsidRPr="00AF15D5">
        <w:rPr>
          <w:rFonts w:asciiTheme="majorBidi" w:hAnsiTheme="majorBidi" w:cs="Angsana New" w:hint="cs"/>
          <w:sz w:val="28"/>
          <w:szCs w:val="28"/>
          <w:cs/>
        </w:rPr>
        <w:t>ตลอดช่วงเวลาหนึ่ง</w:t>
      </w:r>
      <w:r w:rsidRPr="00AF15D5">
        <w:rPr>
          <w:rFonts w:asciiTheme="majorBidi" w:hAnsiTheme="majorBidi" w:cstheme="majorBidi"/>
          <w:sz w:val="28"/>
          <w:szCs w:val="28"/>
          <w:cs/>
        </w:rPr>
        <w:t>เมื่อได้ให้บริการ</w:t>
      </w:r>
    </w:p>
    <w:p w14:paraId="585754EE" w14:textId="75C5082A" w:rsidR="006D63FE" w:rsidRPr="00E73BA9" w:rsidRDefault="006D63FE" w:rsidP="00D0323D">
      <w:pPr>
        <w:tabs>
          <w:tab w:val="clear" w:pos="454"/>
          <w:tab w:val="clear" w:pos="907"/>
        </w:tabs>
        <w:ind w:left="540"/>
        <w:jc w:val="thaiDistribute"/>
        <w:rPr>
          <w:rFonts w:ascii="Angsana New" w:hAnsi="Angsana New" w:cs="Angsana New"/>
          <w:sz w:val="28"/>
          <w:szCs w:val="28"/>
        </w:rPr>
      </w:pPr>
    </w:p>
    <w:p w14:paraId="338DB6D2" w14:textId="2F623CE2" w:rsidR="00C06690" w:rsidRPr="00DF6AEA" w:rsidRDefault="00C06690" w:rsidP="00FB1A47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left="540" w:right="-45"/>
        <w:jc w:val="thaiDistribute"/>
        <w:rPr>
          <w:rFonts w:asciiTheme="majorBidi" w:hAnsiTheme="majorBidi" w:cstheme="majorBidi"/>
          <w:sz w:val="30"/>
          <w:szCs w:val="30"/>
          <w:u w:val="none"/>
          <w:lang w:val="th-TH"/>
        </w:rPr>
      </w:pPr>
      <w:r w:rsidRPr="00DF6AEA">
        <w:rPr>
          <w:rFonts w:asciiTheme="majorBidi" w:hAnsiTheme="majorBidi" w:cstheme="majorBidi"/>
          <w:sz w:val="30"/>
          <w:szCs w:val="30"/>
          <w:u w:val="none"/>
          <w:cs/>
          <w:lang w:val="th-TH"/>
        </w:rPr>
        <w:t>กำไรต่อหุ้น</w:t>
      </w:r>
    </w:p>
    <w:p w14:paraId="66C67F4B" w14:textId="680E4E3D" w:rsidR="00731714" w:rsidRPr="00E73BA9" w:rsidRDefault="00731714" w:rsidP="00731714">
      <w:pPr>
        <w:rPr>
          <w:rFonts w:ascii="Angsana New" w:hAnsi="Angsana New" w:cs="Angsana New"/>
          <w:sz w:val="28"/>
          <w:szCs w:val="28"/>
          <w:lang w:val="th-TH"/>
        </w:rPr>
      </w:pP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00"/>
        <w:gridCol w:w="1170"/>
        <w:gridCol w:w="270"/>
        <w:gridCol w:w="1170"/>
        <w:gridCol w:w="270"/>
        <w:gridCol w:w="1170"/>
        <w:gridCol w:w="288"/>
        <w:gridCol w:w="1152"/>
      </w:tblGrid>
      <w:tr w:rsidR="009C2A8D" w:rsidRPr="00E4570E" w14:paraId="62F7F578" w14:textId="77777777" w:rsidTr="009C2A8D">
        <w:trPr>
          <w:tblHeader/>
        </w:trPr>
        <w:tc>
          <w:tcPr>
            <w:tcW w:w="3600" w:type="dxa"/>
          </w:tcPr>
          <w:p w14:paraId="14552BF0" w14:textId="77777777" w:rsidR="009C2A8D" w:rsidRPr="002A4F93" w:rsidRDefault="009C2A8D" w:rsidP="00060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610" w:type="dxa"/>
            <w:gridSpan w:val="3"/>
          </w:tcPr>
          <w:p w14:paraId="2283531B" w14:textId="77777777" w:rsidR="009C2A8D" w:rsidRPr="009C2A8D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570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23180023" w14:textId="77777777" w:rsidR="009C2A8D" w:rsidRPr="00E4570E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10" w:type="dxa"/>
            <w:gridSpan w:val="3"/>
          </w:tcPr>
          <w:p w14:paraId="6ACA0392" w14:textId="77777777" w:rsidR="009C2A8D" w:rsidRPr="009C2A8D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570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C2A8D" w:rsidRPr="00E4570E" w14:paraId="65B978D3" w14:textId="77777777" w:rsidTr="00060F54">
        <w:trPr>
          <w:tblHeader/>
        </w:trPr>
        <w:tc>
          <w:tcPr>
            <w:tcW w:w="3600" w:type="dxa"/>
          </w:tcPr>
          <w:p w14:paraId="5D90D921" w14:textId="3891ACDD" w:rsidR="009C2A8D" w:rsidRPr="00ED6B1B" w:rsidRDefault="009C2A8D" w:rsidP="00060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170" w:type="dxa"/>
          </w:tcPr>
          <w:p w14:paraId="18E6AD58" w14:textId="4C145B96" w:rsidR="009C2A8D" w:rsidRPr="002A4F93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  <w:r w:rsidRPr="00C42DD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443BEC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70" w:type="dxa"/>
          </w:tcPr>
          <w:p w14:paraId="6494C117" w14:textId="77777777" w:rsidR="009C2A8D" w:rsidRPr="002A4F93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right="-130"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170" w:type="dxa"/>
          </w:tcPr>
          <w:p w14:paraId="39C06B12" w14:textId="1D983161" w:rsidR="009C2A8D" w:rsidRPr="00E4570E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443BEC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70" w:type="dxa"/>
          </w:tcPr>
          <w:p w14:paraId="25D8519B" w14:textId="77777777" w:rsidR="009C2A8D" w:rsidRPr="00E4570E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76BF6665" w14:textId="28D109EF" w:rsidR="009C2A8D" w:rsidRPr="00E4570E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443BEC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88" w:type="dxa"/>
          </w:tcPr>
          <w:p w14:paraId="27C82EA6" w14:textId="77777777" w:rsidR="009C2A8D" w:rsidRPr="00E4570E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2" w:type="dxa"/>
          </w:tcPr>
          <w:p w14:paraId="45B256D1" w14:textId="543A2826" w:rsidR="009C2A8D" w:rsidRPr="00E4570E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443BEC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ED3F89" w:rsidRPr="002A4F93" w14:paraId="7A4A1B50" w14:textId="77777777" w:rsidTr="00BB7353">
        <w:tc>
          <w:tcPr>
            <w:tcW w:w="3600" w:type="dxa"/>
          </w:tcPr>
          <w:p w14:paraId="6E93B69A" w14:textId="77777777" w:rsidR="00ED3F89" w:rsidRPr="002A4F93" w:rsidRDefault="00ED3F89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5490" w:type="dxa"/>
            <w:gridSpan w:val="7"/>
          </w:tcPr>
          <w:p w14:paraId="33D12A22" w14:textId="77777777" w:rsidR="00ED3F89" w:rsidRPr="002A4F93" w:rsidRDefault="00ED3F89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highlight w:val="yellow"/>
                <w:cs/>
              </w:rPr>
            </w:pPr>
            <w:r w:rsidRPr="00E4570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</w:t>
            </w:r>
            <w:r w:rsidRPr="00E4570E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/ </w:t>
            </w:r>
            <w:r w:rsidRPr="00E4570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พันหุ้น</w:t>
            </w:r>
            <w:r w:rsidRPr="00E4570E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ED3F89" w:rsidRPr="002A4F93" w14:paraId="5449D46D" w14:textId="77777777" w:rsidTr="00BB7353">
        <w:tc>
          <w:tcPr>
            <w:tcW w:w="3600" w:type="dxa"/>
            <w:vAlign w:val="bottom"/>
          </w:tcPr>
          <w:p w14:paraId="0806B86A" w14:textId="0BF4C217" w:rsidR="00ED3F89" w:rsidRPr="002A4F93" w:rsidRDefault="00ED3F89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  <w:r w:rsidRPr="00E4570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กำไรที่เป็นส่วนของผู้ถือหุ้นสามัญ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br/>
            </w:r>
            <w:r w:rsidRPr="00441F8A">
              <w:rPr>
                <w:rFonts w:asciiTheme="majorBidi" w:hAnsiTheme="majorBidi" w:cs="Angsana New" w:hint="cs"/>
                <w:b/>
                <w:bCs/>
                <w:i/>
                <w:iCs/>
                <w:sz w:val="28"/>
                <w:szCs w:val="28"/>
                <w:cs/>
              </w:rPr>
              <w:t>งวด</w:t>
            </w:r>
            <w:r w:rsidR="00E42A63">
              <w:rPr>
                <w:rFonts w:asciiTheme="majorBidi" w:hAnsiTheme="majorBidi" w:cs="Angsana New" w:hint="cs"/>
                <w:b/>
                <w:bCs/>
                <w:i/>
                <w:iCs/>
                <w:sz w:val="28"/>
                <w:szCs w:val="28"/>
                <w:cs/>
              </w:rPr>
              <w:t>เก้า</w:t>
            </w:r>
            <w:r w:rsidRPr="00441F8A">
              <w:rPr>
                <w:rFonts w:asciiTheme="majorBidi" w:hAnsiTheme="majorBidi" w:cs="Angsana New" w:hint="cs"/>
                <w:b/>
                <w:bCs/>
                <w:i/>
                <w:iCs/>
                <w:sz w:val="28"/>
                <w:szCs w:val="28"/>
                <w:cs/>
              </w:rPr>
              <w:t>เดือนสิ้นสุดวันที่</w:t>
            </w:r>
            <w:r w:rsidRPr="00441F8A">
              <w:rPr>
                <w:rFonts w:asciiTheme="majorBidi" w:hAnsiTheme="majorBidi" w:cs="Angsana New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="00DB0106">
              <w:rPr>
                <w:rFonts w:asciiTheme="majorBidi" w:hAnsiTheme="majorBidi" w:cs="Angsana New"/>
                <w:b/>
                <w:bCs/>
                <w:i/>
                <w:iCs/>
                <w:sz w:val="28"/>
                <w:szCs w:val="28"/>
              </w:rPr>
              <w:t>30</w:t>
            </w:r>
            <w:r w:rsidRPr="005E3605">
              <w:rPr>
                <w:rFonts w:asciiTheme="majorBidi" w:hAnsiTheme="majorBidi" w:cs="Angsana New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="00E42A63">
              <w:rPr>
                <w:rFonts w:asciiTheme="majorBidi" w:hAnsiTheme="majorBidi" w:cs="Angsana New" w:hint="cs"/>
                <w:b/>
                <w:bCs/>
                <w:i/>
                <w:i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170" w:type="dxa"/>
            <w:vAlign w:val="bottom"/>
          </w:tcPr>
          <w:p w14:paraId="04DD60CD" w14:textId="77777777" w:rsidR="00ED3F89" w:rsidRPr="002A4F93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70" w:type="dxa"/>
            <w:vAlign w:val="bottom"/>
          </w:tcPr>
          <w:p w14:paraId="3BD744FB" w14:textId="77777777" w:rsidR="00ED3F89" w:rsidRPr="002A4F93" w:rsidRDefault="00ED3F89" w:rsidP="00BB7353">
            <w:pPr>
              <w:pStyle w:val="30"/>
              <w:tabs>
                <w:tab w:val="clear" w:pos="360"/>
                <w:tab w:val="clear" w:pos="720"/>
                <w:tab w:val="decimal" w:pos="765"/>
              </w:tabs>
              <w:ind w:right="47"/>
              <w:rPr>
                <w:rFonts w:asciiTheme="majorBidi" w:hAnsiTheme="majorBidi" w:cstheme="majorBidi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4C7E26FA" w14:textId="77777777" w:rsidR="00ED3F89" w:rsidRPr="002A4F93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70" w:type="dxa"/>
          </w:tcPr>
          <w:p w14:paraId="1EAA1DD6" w14:textId="77777777" w:rsidR="00ED3F89" w:rsidRPr="002A4F93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170" w:type="dxa"/>
          </w:tcPr>
          <w:p w14:paraId="7F476C7C" w14:textId="77777777" w:rsidR="00ED3F89" w:rsidRPr="002A4F93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88" w:type="dxa"/>
          </w:tcPr>
          <w:p w14:paraId="7219D7C4" w14:textId="77777777" w:rsidR="00ED3F89" w:rsidRPr="002A4F93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152" w:type="dxa"/>
          </w:tcPr>
          <w:p w14:paraId="64776AD2" w14:textId="77777777" w:rsidR="00ED3F89" w:rsidRPr="002A4F93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</w:tr>
      <w:tr w:rsidR="00ED3F89" w:rsidRPr="00722126" w14:paraId="51515318" w14:textId="77777777" w:rsidTr="00BB7353">
        <w:tc>
          <w:tcPr>
            <w:tcW w:w="3600" w:type="dxa"/>
            <w:vAlign w:val="bottom"/>
          </w:tcPr>
          <w:p w14:paraId="2F674725" w14:textId="77777777" w:rsidR="00ED3F89" w:rsidRPr="00722126" w:rsidRDefault="00ED3F89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theme="majorBidi"/>
                <w:sz w:val="28"/>
                <w:szCs w:val="28"/>
              </w:rPr>
            </w:pPr>
            <w:r w:rsidRPr="00722126">
              <w:rPr>
                <w:rFonts w:asciiTheme="majorBidi" w:hAnsiTheme="majorBidi" w:cstheme="majorBidi"/>
                <w:sz w:val="28"/>
                <w:szCs w:val="28"/>
                <w:cs/>
              </w:rPr>
              <w:t>กำไรที่เป็นส่วนของผู้ถือหุ้นสามัญของบริษัท</w:t>
            </w:r>
            <w:r w:rsidRPr="0072212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722126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>(ขั้นพื้นฐาน)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28211F59" w14:textId="518021DC" w:rsidR="00ED3F89" w:rsidRPr="00722126" w:rsidRDefault="00B84921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341,281</w:t>
            </w:r>
          </w:p>
        </w:tc>
        <w:tc>
          <w:tcPr>
            <w:tcW w:w="270" w:type="dxa"/>
            <w:vAlign w:val="bottom"/>
          </w:tcPr>
          <w:p w14:paraId="19BC690F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765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6C17221D" w14:textId="534913A3" w:rsidR="00ED3F89" w:rsidRPr="00722126" w:rsidRDefault="00BC2A7F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342,601</w:t>
            </w:r>
          </w:p>
        </w:tc>
        <w:tc>
          <w:tcPr>
            <w:tcW w:w="270" w:type="dxa"/>
          </w:tcPr>
          <w:p w14:paraId="4E849F2E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ind w:left="-79" w:firstLine="0"/>
              <w:rPr>
                <w:rFonts w:asciiTheme="majorBidi" w:hAnsiTheme="majorBidi" w:cs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50DB903C" w14:textId="3E609946" w:rsidR="00ED3F89" w:rsidRPr="00722126" w:rsidRDefault="004763F2" w:rsidP="004763F2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79" w:firstLine="0"/>
              <w:rPr>
                <w:rFonts w:asciiTheme="majorBidi" w:hAnsiTheme="majorBidi" w:cs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178</w:t>
            </w:r>
            <w:r w:rsidR="00B84921">
              <w:rPr>
                <w:rFonts w:asciiTheme="majorBidi" w:hAnsiTheme="majorBidi" w:cstheme="majorBidi"/>
                <w:sz w:val="28"/>
                <w:szCs w:val="28"/>
              </w:rPr>
              <w:t>,0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01</w:t>
            </w:r>
          </w:p>
        </w:tc>
        <w:tc>
          <w:tcPr>
            <w:tcW w:w="288" w:type="dxa"/>
          </w:tcPr>
          <w:p w14:paraId="1239368D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ind w:left="-79" w:firstLine="0"/>
              <w:rPr>
                <w:rFonts w:asciiTheme="majorBidi" w:hAnsiTheme="majorBidi" w:cs="Angsana New"/>
                <w:sz w:val="28"/>
                <w:szCs w:val="28"/>
              </w:rPr>
            </w:pPr>
          </w:p>
        </w:tc>
        <w:tc>
          <w:tcPr>
            <w:tcW w:w="1152" w:type="dxa"/>
            <w:tcBorders>
              <w:bottom w:val="double" w:sz="4" w:space="0" w:color="auto"/>
            </w:tcBorders>
            <w:vAlign w:val="bottom"/>
          </w:tcPr>
          <w:p w14:paraId="37EE7027" w14:textId="2610C22D" w:rsidR="00ED3F89" w:rsidRPr="00722126" w:rsidRDefault="00BC2A7F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="Angsana New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96,015</w:t>
            </w:r>
          </w:p>
        </w:tc>
      </w:tr>
      <w:tr w:rsidR="00ED3F89" w:rsidRPr="00722126" w14:paraId="7EC66D0B" w14:textId="77777777" w:rsidTr="00BB7353">
        <w:tc>
          <w:tcPr>
            <w:tcW w:w="3600" w:type="dxa"/>
            <w:vAlign w:val="bottom"/>
          </w:tcPr>
          <w:p w14:paraId="37EDB223" w14:textId="77777777" w:rsidR="00ED3F89" w:rsidRPr="00722126" w:rsidRDefault="00ED3F89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34D7AA34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50A95D4A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0C6CB5E7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418B267A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124FDBB5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8" w:type="dxa"/>
          </w:tcPr>
          <w:p w14:paraId="1CAC69E0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tcBorders>
              <w:top w:val="double" w:sz="4" w:space="0" w:color="auto"/>
            </w:tcBorders>
          </w:tcPr>
          <w:p w14:paraId="1D6675EB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D3F89" w:rsidRPr="00722126" w14:paraId="265E1D61" w14:textId="77777777" w:rsidTr="00BB7353">
        <w:tc>
          <w:tcPr>
            <w:tcW w:w="3600" w:type="dxa"/>
          </w:tcPr>
          <w:p w14:paraId="1D523370" w14:textId="77777777" w:rsidR="00ED3F89" w:rsidRPr="00722126" w:rsidRDefault="00ED3F89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22126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1170" w:type="dxa"/>
          </w:tcPr>
          <w:p w14:paraId="758C0DA6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18F4A1D4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</w:tcPr>
          <w:p w14:paraId="7BF0F3B1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65C1B78C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</w:tcPr>
          <w:p w14:paraId="53AB6594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8" w:type="dxa"/>
          </w:tcPr>
          <w:p w14:paraId="7164B1EF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14:paraId="3F0B0F7E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D3F89" w:rsidRPr="00722126" w14:paraId="106E715E" w14:textId="77777777" w:rsidTr="00BB7353">
        <w:tc>
          <w:tcPr>
            <w:tcW w:w="3600" w:type="dxa"/>
            <w:vAlign w:val="bottom"/>
          </w:tcPr>
          <w:p w14:paraId="0399EC75" w14:textId="7B78601D" w:rsidR="00ED3F89" w:rsidRPr="00722126" w:rsidRDefault="00ED3F89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="Angsana New"/>
                <w:sz w:val="28"/>
                <w:szCs w:val="28"/>
                <w:cs/>
              </w:rPr>
            </w:pPr>
            <w:r w:rsidRPr="00722126">
              <w:rPr>
                <w:rFonts w:asciiTheme="majorBidi" w:hAnsiTheme="majorBidi" w:cs="Angsana New" w:hint="cs"/>
                <w:sz w:val="28"/>
                <w:szCs w:val="28"/>
                <w:cs/>
              </w:rPr>
              <w:t>จำนวนหุ้นสามัญที่ออก</w:t>
            </w:r>
            <w:r w:rsidRPr="00722126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722126">
              <w:rPr>
                <w:rFonts w:asciiTheme="majorBidi" w:hAnsiTheme="majorBidi" w:cs="Angsana New" w:hint="cs"/>
                <w:sz w:val="28"/>
                <w:szCs w:val="28"/>
                <w:cs/>
              </w:rPr>
              <w:t>ณ</w:t>
            </w:r>
            <w:r w:rsidRPr="00722126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722126">
              <w:rPr>
                <w:rFonts w:asciiTheme="majorBidi" w:hAnsiTheme="majorBidi" w:cs="Angsana New" w:hint="cs"/>
                <w:sz w:val="28"/>
                <w:szCs w:val="28"/>
                <w:cs/>
              </w:rPr>
              <w:t>วันที่</w:t>
            </w:r>
            <w:r w:rsidRPr="00722126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722126">
              <w:rPr>
                <w:rFonts w:asciiTheme="majorBidi" w:hAnsiTheme="majorBidi" w:cs="Angsana New"/>
                <w:sz w:val="28"/>
                <w:szCs w:val="28"/>
              </w:rPr>
              <w:t>1</w:t>
            </w:r>
            <w:r w:rsidRPr="00722126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722126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มกราคม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310EC4A" w14:textId="5359C19B" w:rsidR="00ED3F89" w:rsidRPr="00722126" w:rsidRDefault="00B84921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400,004</w:t>
            </w:r>
          </w:p>
        </w:tc>
        <w:tc>
          <w:tcPr>
            <w:tcW w:w="270" w:type="dxa"/>
          </w:tcPr>
          <w:p w14:paraId="7B45BE07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3D980901" w14:textId="58328C6C" w:rsidR="00ED3F89" w:rsidRPr="00722126" w:rsidRDefault="00BC2A7F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328,574</w:t>
            </w:r>
          </w:p>
        </w:tc>
        <w:tc>
          <w:tcPr>
            <w:tcW w:w="270" w:type="dxa"/>
          </w:tcPr>
          <w:p w14:paraId="0C9E4BF3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FD461ED" w14:textId="75A941F4" w:rsidR="00ED3F89" w:rsidRPr="00722126" w:rsidRDefault="004763F2" w:rsidP="004763F2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400,004</w:t>
            </w:r>
          </w:p>
        </w:tc>
        <w:tc>
          <w:tcPr>
            <w:tcW w:w="288" w:type="dxa"/>
          </w:tcPr>
          <w:p w14:paraId="01BD80DE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5E0567DD" w14:textId="4A66CED0" w:rsidR="00ED3F89" w:rsidRPr="00722126" w:rsidRDefault="00BC2A7F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328,574</w:t>
            </w:r>
          </w:p>
        </w:tc>
      </w:tr>
      <w:tr w:rsidR="00ED3F89" w:rsidRPr="00722126" w14:paraId="43F291DF" w14:textId="77777777" w:rsidTr="00BB7353">
        <w:tc>
          <w:tcPr>
            <w:tcW w:w="3600" w:type="dxa"/>
            <w:vAlign w:val="bottom"/>
          </w:tcPr>
          <w:p w14:paraId="77FFD2BA" w14:textId="77777777" w:rsidR="00ED3F89" w:rsidRPr="00722126" w:rsidRDefault="00ED3F89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="Angsana New"/>
                <w:b/>
                <w:bCs/>
                <w:sz w:val="28"/>
                <w:szCs w:val="28"/>
              </w:rPr>
            </w:pPr>
            <w:r w:rsidRPr="0072212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จำนวนหุ้นสามัญ</w:t>
            </w:r>
            <w:r w:rsidRPr="0072212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72212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</w:t>
            </w:r>
            <w:r w:rsidRPr="0072212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ขั้นพื้นฐาน</w:t>
            </w:r>
            <w:r w:rsidRPr="0072212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C441086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4A3AAE55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483EE1EC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2F6DFBEB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9663067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8" w:type="dxa"/>
          </w:tcPr>
          <w:p w14:paraId="505BA493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66C58E57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D3F89" w:rsidRPr="00722126" w14:paraId="3DB83A23" w14:textId="77777777" w:rsidTr="00BB7353">
        <w:tc>
          <w:tcPr>
            <w:tcW w:w="3600" w:type="dxa"/>
            <w:vAlign w:val="bottom"/>
          </w:tcPr>
          <w:p w14:paraId="4BD2F1ED" w14:textId="7A2368DE" w:rsidR="00ED3F89" w:rsidRPr="00722126" w:rsidRDefault="00ED3F89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2212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</w:t>
            </w:r>
            <w:r w:rsidRPr="0072212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72212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="00E42A6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170" w:type="dxa"/>
          </w:tcPr>
          <w:p w14:paraId="7697E9BC" w14:textId="01AFDCC9" w:rsidR="00ED3F89" w:rsidRPr="00722126" w:rsidRDefault="00B84921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400</w:t>
            </w:r>
            <w:r w:rsidRPr="00C15B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00</w:t>
            </w:r>
            <w:r w:rsidRPr="00C15B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70" w:type="dxa"/>
          </w:tcPr>
          <w:p w14:paraId="3CEECCEE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30389536" w14:textId="0F7FB40A" w:rsidR="00ED3F89" w:rsidRPr="00722126" w:rsidRDefault="00BC2A7F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15B8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328</w:t>
            </w:r>
            <w:r w:rsidRPr="00C15B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,574</w:t>
            </w:r>
          </w:p>
        </w:tc>
        <w:tc>
          <w:tcPr>
            <w:tcW w:w="270" w:type="dxa"/>
          </w:tcPr>
          <w:p w14:paraId="05C10ECA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</w:tcPr>
          <w:p w14:paraId="5A610A83" w14:textId="3A715BF7" w:rsidR="00ED3F89" w:rsidRPr="00722126" w:rsidRDefault="004763F2" w:rsidP="004763F2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79" w:firstLine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400</w:t>
            </w:r>
            <w:r w:rsidRPr="00C15B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00</w:t>
            </w:r>
            <w:r w:rsidRPr="00C15B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88" w:type="dxa"/>
          </w:tcPr>
          <w:p w14:paraId="57DD2718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5A31A5F3" w14:textId="6C9287C4" w:rsidR="00ED3F89" w:rsidRPr="00722126" w:rsidRDefault="00BC2A7F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15B8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328</w:t>
            </w:r>
            <w:r w:rsidRPr="00C15B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,574</w:t>
            </w:r>
          </w:p>
        </w:tc>
      </w:tr>
      <w:tr w:rsidR="00ED3F89" w:rsidRPr="00722126" w14:paraId="46CCF117" w14:textId="77777777" w:rsidTr="00BB7353">
        <w:tc>
          <w:tcPr>
            <w:tcW w:w="3600" w:type="dxa"/>
            <w:vAlign w:val="bottom"/>
          </w:tcPr>
          <w:p w14:paraId="5F9B28E7" w14:textId="77777777" w:rsidR="00ED3F89" w:rsidRPr="00722126" w:rsidRDefault="00ED3F89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5E7D1E1A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00F8B2C7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5FEF1BE9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270" w:type="dxa"/>
          </w:tcPr>
          <w:p w14:paraId="730EAC82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14FCEDFE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8" w:type="dxa"/>
          </w:tcPr>
          <w:p w14:paraId="4642D901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tcBorders>
              <w:top w:val="double" w:sz="4" w:space="0" w:color="auto"/>
            </w:tcBorders>
          </w:tcPr>
          <w:p w14:paraId="0D8BC9E4" w14:textId="77777777" w:rsidR="00ED3F89" w:rsidRPr="00722126" w:rsidRDefault="00ED3F89" w:rsidP="00BB7353">
            <w:pPr>
              <w:pStyle w:val="30"/>
              <w:tabs>
                <w:tab w:val="clear" w:pos="360"/>
                <w:tab w:val="clear" w:pos="720"/>
                <w:tab w:val="decimal" w:pos="864"/>
              </w:tabs>
              <w:ind w:right="4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SA"/>
              </w:rPr>
            </w:pPr>
          </w:p>
        </w:tc>
      </w:tr>
      <w:tr w:rsidR="00ED3F89" w:rsidRPr="009C2A8D" w14:paraId="3209E283" w14:textId="77777777" w:rsidTr="00BB7353">
        <w:tc>
          <w:tcPr>
            <w:tcW w:w="3600" w:type="dxa"/>
            <w:vAlign w:val="bottom"/>
          </w:tcPr>
          <w:p w14:paraId="3F49E136" w14:textId="77777777" w:rsidR="00ED3F89" w:rsidRPr="00722126" w:rsidRDefault="00ED3F89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2212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กำไรต่อหุ้น (ขั้นพื้นฐาน)</w:t>
            </w:r>
            <w:r w:rsidRPr="00722126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1051B700" w14:textId="536B3A4B" w:rsidR="00ED3F89" w:rsidRPr="00722126" w:rsidRDefault="00B84921" w:rsidP="00BB7353">
            <w:pPr>
              <w:pStyle w:val="30"/>
              <w:tabs>
                <w:tab w:val="clear" w:pos="360"/>
                <w:tab w:val="clear" w:pos="720"/>
                <w:tab w:val="decimal" w:pos="786"/>
              </w:tabs>
              <w:ind w:right="7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0.85</w:t>
            </w:r>
          </w:p>
        </w:tc>
        <w:tc>
          <w:tcPr>
            <w:tcW w:w="270" w:type="dxa"/>
            <w:vAlign w:val="bottom"/>
          </w:tcPr>
          <w:p w14:paraId="29E6416F" w14:textId="77777777" w:rsidR="00ED3F89" w:rsidRPr="00722126" w:rsidRDefault="00ED3F89" w:rsidP="00BB73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6"/>
                <w:tab w:val="decimal" w:pos="75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01690F47" w14:textId="7C0A8981" w:rsidR="00ED3F89" w:rsidRPr="00722126" w:rsidRDefault="00BC2A7F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6"/>
              </w:tabs>
              <w:spacing w:line="240" w:lineRule="auto"/>
              <w:ind w:left="-79"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SA"/>
              </w:rPr>
            </w:pPr>
            <w:r w:rsidRPr="008F5B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1.04</w:t>
            </w:r>
          </w:p>
        </w:tc>
        <w:tc>
          <w:tcPr>
            <w:tcW w:w="270" w:type="dxa"/>
          </w:tcPr>
          <w:p w14:paraId="367BC300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168"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44F4B749" w14:textId="64DD4876" w:rsidR="00ED3F89" w:rsidRPr="00722126" w:rsidRDefault="004763F2" w:rsidP="004763F2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79" w:right="69" w:firstLine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0.44</w:t>
            </w:r>
          </w:p>
        </w:tc>
        <w:tc>
          <w:tcPr>
            <w:tcW w:w="288" w:type="dxa"/>
          </w:tcPr>
          <w:p w14:paraId="7B283A1E" w14:textId="77777777" w:rsidR="00ED3F89" w:rsidRPr="00722126" w:rsidRDefault="00ED3F89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168"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14:paraId="514A7F7E" w14:textId="77A9115E" w:rsidR="00ED3F89" w:rsidRPr="000C3BD0" w:rsidRDefault="00BC2A7F" w:rsidP="00BB7353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spacing w:line="240" w:lineRule="auto"/>
              <w:ind w:left="-79"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3.03</w:t>
            </w:r>
          </w:p>
        </w:tc>
      </w:tr>
    </w:tbl>
    <w:p w14:paraId="5460903D" w14:textId="173C0C4C" w:rsidR="000941AD" w:rsidRDefault="00094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sz w:val="30"/>
          <w:szCs w:val="30"/>
        </w:rPr>
      </w:pPr>
    </w:p>
    <w:p w14:paraId="75B078B4" w14:textId="77777777" w:rsidR="000941AD" w:rsidRDefault="00094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</w:p>
    <w:p w14:paraId="5C4EFE23" w14:textId="2A028FBA" w:rsidR="00604D22" w:rsidRDefault="00ED3F89" w:rsidP="007D7261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left="540" w:right="-7"/>
        <w:jc w:val="thaiDistribute"/>
        <w:rPr>
          <w:rFonts w:ascii="Angsana New" w:hAnsi="Angsana New" w:cs="Angsana New"/>
          <w:sz w:val="30"/>
          <w:szCs w:val="30"/>
          <w:u w:val="none"/>
        </w:rPr>
      </w:pPr>
      <w:r w:rsidRPr="00B75366">
        <w:rPr>
          <w:rFonts w:ascii="Angsana New" w:hAnsi="Angsana New" w:cs="Angsana New" w:hint="cs"/>
          <w:sz w:val="30"/>
          <w:szCs w:val="30"/>
          <w:u w:val="none"/>
          <w:cs/>
          <w:lang w:val="th-TH"/>
        </w:rPr>
        <w:lastRenderedPageBreak/>
        <w:t>เงินปันผล</w:t>
      </w:r>
    </w:p>
    <w:p w14:paraId="5CEA77CB" w14:textId="77777777" w:rsidR="00B75366" w:rsidRPr="00B75366" w:rsidRDefault="00B75366" w:rsidP="00B75366"/>
    <w:p w14:paraId="0EBBEF7A" w14:textId="444EB794" w:rsidR="00604D22" w:rsidRDefault="00604D22" w:rsidP="00B75366">
      <w:pPr>
        <w:tabs>
          <w:tab w:val="clear" w:pos="454"/>
        </w:tabs>
        <w:spacing w:line="240" w:lineRule="auto"/>
        <w:ind w:left="513" w:right="-43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AC01DB">
        <w:rPr>
          <w:rFonts w:asciiTheme="majorBidi" w:hAnsiTheme="majorBidi" w:cs="Angsana New" w:hint="cs"/>
          <w:sz w:val="28"/>
          <w:szCs w:val="28"/>
          <w:cs/>
        </w:rPr>
        <w:t>ในการประชุมสามัญประจําปีของผู้ถือหุ้นของบริษัทเม</w:t>
      </w:r>
      <w:r>
        <w:rPr>
          <w:rFonts w:ascii="Angsana New" w:eastAsia="Angsana New" w:hAnsi="Angsana New" w:cs="Angsana New" w:hint="cs"/>
          <w:sz w:val="28"/>
          <w:szCs w:val="28"/>
          <w:cs/>
        </w:rPr>
        <w:t>ื่อ</w:t>
      </w:r>
      <w:r w:rsidRPr="00AC01DB">
        <w:rPr>
          <w:rFonts w:asciiTheme="majorBidi" w:hAnsiTheme="majorBidi" w:cs="Angsana New" w:hint="cs"/>
          <w:sz w:val="28"/>
          <w:szCs w:val="28"/>
          <w:cs/>
        </w:rPr>
        <w:t>วัน</w:t>
      </w:r>
      <w:r>
        <w:rPr>
          <w:rFonts w:asciiTheme="majorBidi" w:hAnsiTheme="majorBidi" w:cs="Angsana New" w:hint="cs"/>
          <w:sz w:val="28"/>
          <w:szCs w:val="28"/>
          <w:cs/>
        </w:rPr>
        <w:t>ที่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>
        <w:rPr>
          <w:rFonts w:asciiTheme="majorBidi" w:hAnsiTheme="majorBidi" w:cs="Angsana New"/>
          <w:sz w:val="28"/>
          <w:szCs w:val="28"/>
        </w:rPr>
        <w:t>25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>
        <w:rPr>
          <w:rFonts w:asciiTheme="majorBidi" w:hAnsiTheme="majorBidi" w:cs="Angsana New" w:hint="cs"/>
          <w:sz w:val="28"/>
          <w:szCs w:val="28"/>
          <w:cs/>
        </w:rPr>
        <w:t xml:space="preserve">เมษายน </w:t>
      </w:r>
      <w:r>
        <w:rPr>
          <w:rFonts w:asciiTheme="majorBidi" w:hAnsiTheme="majorBidi" w:cs="Angsana New"/>
          <w:sz w:val="28"/>
          <w:szCs w:val="28"/>
        </w:rPr>
        <w:t>2568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AC01DB">
        <w:rPr>
          <w:rFonts w:asciiTheme="majorBidi" w:hAnsiTheme="majorBidi" w:cs="Angsana New" w:hint="cs"/>
          <w:sz w:val="28"/>
          <w:szCs w:val="28"/>
          <w:cs/>
        </w:rPr>
        <w:t>ผู้ถือหุ้นมีมติอนุมัติการจัดสรรกําไร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>
        <w:rPr>
          <w:rFonts w:asciiTheme="majorBidi" w:hAnsiTheme="majorBidi" w:cs="Angsana New"/>
          <w:sz w:val="28"/>
          <w:szCs w:val="28"/>
        </w:rPr>
        <w:br/>
      </w:r>
      <w:r w:rsidRPr="00AC01DB">
        <w:rPr>
          <w:rFonts w:asciiTheme="majorBidi" w:hAnsiTheme="majorBidi" w:cs="Angsana New" w:hint="cs"/>
          <w:sz w:val="28"/>
          <w:szCs w:val="28"/>
          <w:cs/>
        </w:rPr>
        <w:t>เป็นเงินปันผลสําหรับปี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>
        <w:rPr>
          <w:rFonts w:asciiTheme="majorBidi" w:hAnsiTheme="majorBidi" w:cs="Angsana New"/>
          <w:sz w:val="28"/>
          <w:szCs w:val="28"/>
        </w:rPr>
        <w:t>2567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AC01DB">
        <w:rPr>
          <w:rFonts w:asciiTheme="majorBidi" w:hAnsiTheme="majorBidi" w:cs="Angsana New" w:hint="cs"/>
          <w:sz w:val="28"/>
          <w:szCs w:val="28"/>
          <w:cs/>
        </w:rPr>
        <w:t>ในอัตราหุ้นละ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>
        <w:rPr>
          <w:rFonts w:asciiTheme="majorBidi" w:hAnsiTheme="majorBidi" w:cs="Angsana New"/>
          <w:sz w:val="28"/>
          <w:szCs w:val="28"/>
        </w:rPr>
        <w:t xml:space="preserve">0.20 </w:t>
      </w:r>
      <w:r w:rsidRPr="00AC01DB">
        <w:rPr>
          <w:rFonts w:asciiTheme="majorBidi" w:hAnsiTheme="majorBidi" w:cs="Angsana New" w:hint="cs"/>
          <w:sz w:val="28"/>
          <w:szCs w:val="28"/>
          <w:cs/>
        </w:rPr>
        <w:t>บาท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AC01DB">
        <w:rPr>
          <w:rFonts w:asciiTheme="majorBidi" w:hAnsiTheme="majorBidi" w:cs="Angsana New" w:hint="cs"/>
          <w:sz w:val="28"/>
          <w:szCs w:val="28"/>
          <w:cs/>
        </w:rPr>
        <w:t>เป็นจํานวนเงินท</w:t>
      </w:r>
      <w:r>
        <w:rPr>
          <w:rFonts w:ascii="Angsana New" w:eastAsia="Angsana New" w:hAnsi="Angsana New" w:cs="Angsana New" w:hint="cs"/>
          <w:sz w:val="28"/>
          <w:szCs w:val="28"/>
          <w:cs/>
        </w:rPr>
        <w:t>ั้งสิ้น</w:t>
      </w:r>
      <w:r w:rsidR="001C4D18">
        <w:rPr>
          <w:rFonts w:asciiTheme="majorBidi" w:hAnsiTheme="majorBidi" w:cs="Angsana New"/>
          <w:sz w:val="28"/>
          <w:szCs w:val="28"/>
        </w:rPr>
        <w:t xml:space="preserve"> 80.00 </w:t>
      </w:r>
      <w:r w:rsidRPr="00AC01DB">
        <w:rPr>
          <w:rFonts w:asciiTheme="majorBidi" w:hAnsiTheme="majorBidi" w:cs="Angsana New" w:hint="cs"/>
          <w:sz w:val="28"/>
          <w:szCs w:val="28"/>
          <w:cs/>
        </w:rPr>
        <w:t>ล้านบาท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CB68C2">
        <w:rPr>
          <w:rFonts w:asciiTheme="majorBidi" w:hAnsiTheme="majorBidi" w:cs="Angsana New" w:hint="cs"/>
          <w:sz w:val="28"/>
          <w:szCs w:val="28"/>
          <w:cs/>
        </w:rPr>
        <w:t>ทั้งนี้ เงินปันผลดังกล่าวได้จ่ายให้กับผู้ถือหุ้นแล้วเมื่อวันที่</w:t>
      </w:r>
      <w:r w:rsidRPr="00CB68C2">
        <w:rPr>
          <w:rFonts w:asciiTheme="majorBidi" w:hAnsiTheme="majorBidi" w:cs="Angsana New"/>
          <w:sz w:val="28"/>
          <w:szCs w:val="28"/>
          <w:cs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23 </w:t>
      </w:r>
      <w:r>
        <w:rPr>
          <w:rFonts w:asciiTheme="majorBidi" w:hAnsiTheme="majorBidi" w:cstheme="majorBidi" w:hint="cs"/>
          <w:sz w:val="28"/>
          <w:szCs w:val="28"/>
          <w:cs/>
        </w:rPr>
        <w:t>พฤษภาคม</w:t>
      </w:r>
      <w:r w:rsidRPr="00CB68C2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CB68C2">
        <w:rPr>
          <w:rFonts w:asciiTheme="majorBidi" w:hAnsiTheme="majorBidi" w:cstheme="majorBidi"/>
          <w:sz w:val="28"/>
          <w:szCs w:val="28"/>
        </w:rPr>
        <w:t>256</w:t>
      </w:r>
      <w:r>
        <w:rPr>
          <w:rFonts w:asciiTheme="majorBidi" w:hAnsiTheme="majorBidi" w:cstheme="majorBidi"/>
          <w:sz w:val="28"/>
          <w:szCs w:val="28"/>
        </w:rPr>
        <w:t>8</w:t>
      </w:r>
    </w:p>
    <w:p w14:paraId="1C612D06" w14:textId="77777777" w:rsidR="000941AD" w:rsidRDefault="000941AD" w:rsidP="00B75366">
      <w:pPr>
        <w:tabs>
          <w:tab w:val="clear" w:pos="454"/>
        </w:tabs>
        <w:spacing w:line="240" w:lineRule="auto"/>
        <w:ind w:left="513" w:right="-43"/>
        <w:jc w:val="thaiDistribute"/>
        <w:rPr>
          <w:rFonts w:asciiTheme="majorBidi" w:hAnsiTheme="majorBidi" w:cstheme="majorBidi"/>
          <w:sz w:val="28"/>
          <w:szCs w:val="28"/>
        </w:rPr>
      </w:pPr>
    </w:p>
    <w:p w14:paraId="757A2063" w14:textId="071B8881" w:rsidR="000941AD" w:rsidRPr="00B75366" w:rsidRDefault="000941AD" w:rsidP="00B75366">
      <w:pPr>
        <w:tabs>
          <w:tab w:val="clear" w:pos="454"/>
        </w:tabs>
        <w:spacing w:line="240" w:lineRule="auto"/>
        <w:ind w:left="513" w:right="-43"/>
        <w:jc w:val="thaiDistribute"/>
        <w:rPr>
          <w:rFonts w:asciiTheme="majorBidi" w:hAnsiTheme="majorBidi" w:cs="Angsana New"/>
          <w:sz w:val="28"/>
          <w:szCs w:val="28"/>
        </w:rPr>
      </w:pPr>
      <w:r w:rsidRPr="000941AD">
        <w:rPr>
          <w:rFonts w:asciiTheme="majorBidi" w:hAnsiTheme="majorBidi" w:cs="Angsana New" w:hint="cs"/>
          <w:sz w:val="28"/>
          <w:szCs w:val="28"/>
          <w:cs/>
        </w:rPr>
        <w:t>ในการประชุมคณะกรรมการบริษัทเมื่อวันที่</w:t>
      </w:r>
      <w:r w:rsidRPr="000941AD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0941AD">
        <w:rPr>
          <w:rFonts w:asciiTheme="majorBidi" w:hAnsiTheme="majorBidi" w:cs="Angsana New"/>
          <w:sz w:val="28"/>
          <w:szCs w:val="28"/>
        </w:rPr>
        <w:t xml:space="preserve">11 </w:t>
      </w:r>
      <w:r w:rsidRPr="000941AD">
        <w:rPr>
          <w:rFonts w:asciiTheme="majorBidi" w:hAnsiTheme="majorBidi" w:cs="Angsana New" w:hint="cs"/>
          <w:sz w:val="28"/>
          <w:szCs w:val="28"/>
          <w:cs/>
        </w:rPr>
        <w:t xml:space="preserve">สิงหาคม </w:t>
      </w:r>
      <w:r w:rsidRPr="000941AD">
        <w:rPr>
          <w:rFonts w:asciiTheme="majorBidi" w:hAnsiTheme="majorBidi" w:cs="Angsana New"/>
          <w:sz w:val="28"/>
          <w:szCs w:val="28"/>
        </w:rPr>
        <w:t>2568</w:t>
      </w:r>
      <w:r w:rsidRPr="000941AD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0941AD">
        <w:rPr>
          <w:rFonts w:asciiTheme="majorBidi" w:hAnsiTheme="majorBidi" w:cs="Angsana New" w:hint="cs"/>
          <w:sz w:val="28"/>
          <w:szCs w:val="28"/>
          <w:cs/>
        </w:rPr>
        <w:t>คณะกรรมการบริษัทมีมติอนุมัติจ่ายเงินปันผลระหว่างกาล</w:t>
      </w:r>
      <w:r w:rsidRPr="000941AD">
        <w:rPr>
          <w:rFonts w:asciiTheme="majorBidi" w:hAnsiTheme="majorBidi" w:cs="Angsana New" w:hint="cs"/>
          <w:spacing w:val="-4"/>
          <w:sz w:val="28"/>
          <w:szCs w:val="28"/>
          <w:cs/>
        </w:rPr>
        <w:t xml:space="preserve">จากกำไรสุทธิสำหรับงวดหกเดือนสิ้นสุดวันที่ </w:t>
      </w:r>
      <w:r w:rsidRPr="000941AD">
        <w:rPr>
          <w:rFonts w:asciiTheme="majorBidi" w:hAnsiTheme="majorBidi" w:cs="Angsana New"/>
          <w:spacing w:val="-4"/>
          <w:sz w:val="28"/>
          <w:szCs w:val="28"/>
        </w:rPr>
        <w:t xml:space="preserve">30 </w:t>
      </w:r>
      <w:r w:rsidRPr="000941AD">
        <w:rPr>
          <w:rFonts w:asciiTheme="majorBidi" w:hAnsiTheme="majorBidi" w:cs="Angsana New" w:hint="cs"/>
          <w:spacing w:val="-4"/>
          <w:sz w:val="28"/>
          <w:szCs w:val="28"/>
          <w:cs/>
        </w:rPr>
        <w:t xml:space="preserve">มิถุนายน </w:t>
      </w:r>
      <w:r w:rsidRPr="000941AD">
        <w:rPr>
          <w:rFonts w:asciiTheme="majorBidi" w:hAnsiTheme="majorBidi" w:cs="Angsana New"/>
          <w:spacing w:val="-4"/>
          <w:sz w:val="28"/>
          <w:szCs w:val="28"/>
        </w:rPr>
        <w:t>2568</w:t>
      </w:r>
      <w:r w:rsidRPr="000941AD">
        <w:rPr>
          <w:rFonts w:asciiTheme="majorBidi" w:hAnsiTheme="majorBidi" w:cs="Angsana New"/>
          <w:spacing w:val="-4"/>
          <w:sz w:val="28"/>
          <w:szCs w:val="28"/>
          <w:cs/>
        </w:rPr>
        <w:t xml:space="preserve"> </w:t>
      </w:r>
      <w:r w:rsidRPr="000941AD">
        <w:rPr>
          <w:rFonts w:asciiTheme="majorBidi" w:hAnsiTheme="majorBidi" w:cs="Angsana New" w:hint="cs"/>
          <w:spacing w:val="-4"/>
          <w:sz w:val="28"/>
          <w:szCs w:val="28"/>
          <w:cs/>
        </w:rPr>
        <w:t>ในอัตราหุ้นละ</w:t>
      </w:r>
      <w:r w:rsidRPr="000941AD">
        <w:rPr>
          <w:rFonts w:asciiTheme="majorBidi" w:hAnsiTheme="majorBidi" w:cs="Angsana New"/>
          <w:spacing w:val="-4"/>
          <w:sz w:val="28"/>
          <w:szCs w:val="28"/>
          <w:cs/>
        </w:rPr>
        <w:t xml:space="preserve"> </w:t>
      </w:r>
      <w:r w:rsidRPr="000941AD">
        <w:rPr>
          <w:rFonts w:asciiTheme="majorBidi" w:hAnsiTheme="majorBidi"/>
          <w:spacing w:val="-4"/>
          <w:sz w:val="28"/>
          <w:szCs w:val="28"/>
        </w:rPr>
        <w:t>0.24</w:t>
      </w:r>
      <w:r w:rsidRPr="000941AD">
        <w:rPr>
          <w:rFonts w:asciiTheme="majorBidi" w:hAnsiTheme="majorBidi" w:cs="Angsana New"/>
          <w:spacing w:val="-4"/>
          <w:sz w:val="28"/>
          <w:szCs w:val="28"/>
          <w:cs/>
        </w:rPr>
        <w:t xml:space="preserve"> </w:t>
      </w:r>
      <w:r w:rsidRPr="000941AD">
        <w:rPr>
          <w:rFonts w:asciiTheme="majorBidi" w:hAnsiTheme="majorBidi" w:cs="Angsana New" w:hint="cs"/>
          <w:spacing w:val="-4"/>
          <w:sz w:val="28"/>
          <w:szCs w:val="28"/>
          <w:cs/>
        </w:rPr>
        <w:t>บาท</w:t>
      </w:r>
      <w:r w:rsidRPr="000941AD">
        <w:rPr>
          <w:rFonts w:asciiTheme="majorBidi" w:hAnsiTheme="majorBidi" w:cs="Angsana New"/>
          <w:spacing w:val="-4"/>
          <w:sz w:val="28"/>
          <w:szCs w:val="28"/>
          <w:cs/>
        </w:rPr>
        <w:t xml:space="preserve"> </w:t>
      </w:r>
      <w:r w:rsidRPr="000941AD">
        <w:rPr>
          <w:rFonts w:asciiTheme="majorBidi" w:hAnsiTheme="majorBidi" w:cs="Angsana New" w:hint="cs"/>
          <w:spacing w:val="-4"/>
          <w:sz w:val="28"/>
          <w:szCs w:val="28"/>
          <w:cs/>
        </w:rPr>
        <w:t xml:space="preserve">คิดเป็นจํานวนเงิน </w:t>
      </w:r>
      <w:r w:rsidRPr="000941AD">
        <w:rPr>
          <w:rFonts w:asciiTheme="majorBidi" w:hAnsiTheme="majorBidi"/>
          <w:spacing w:val="-4"/>
          <w:sz w:val="28"/>
          <w:szCs w:val="28"/>
        </w:rPr>
        <w:t>96.00</w:t>
      </w:r>
      <w:r w:rsidRPr="000941AD">
        <w:rPr>
          <w:rFonts w:asciiTheme="majorBidi" w:hAnsiTheme="majorBidi" w:cs="Angsana New"/>
          <w:spacing w:val="-4"/>
          <w:sz w:val="28"/>
          <w:szCs w:val="28"/>
          <w:cs/>
        </w:rPr>
        <w:t xml:space="preserve"> </w:t>
      </w:r>
      <w:r w:rsidRPr="000941AD">
        <w:rPr>
          <w:rFonts w:asciiTheme="majorBidi" w:hAnsiTheme="majorBidi" w:cs="Angsana New" w:hint="cs"/>
          <w:spacing w:val="-4"/>
          <w:sz w:val="28"/>
          <w:szCs w:val="28"/>
          <w:cs/>
        </w:rPr>
        <w:t>ล้านบาท</w:t>
      </w:r>
      <w:r w:rsidRPr="000941AD">
        <w:rPr>
          <w:rFonts w:asciiTheme="majorBidi" w:hAnsiTheme="majorBidi" w:cs="Angsana New" w:hint="cs"/>
          <w:sz w:val="28"/>
          <w:szCs w:val="28"/>
          <w:cs/>
        </w:rPr>
        <w:t xml:space="preserve"> ทั้งนี้</w:t>
      </w:r>
      <w:r w:rsidRPr="000941AD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0941AD">
        <w:rPr>
          <w:rFonts w:asciiTheme="majorBidi" w:hAnsiTheme="majorBidi" w:cs="Angsana New" w:hint="cs"/>
          <w:sz w:val="28"/>
          <w:szCs w:val="28"/>
          <w:cs/>
        </w:rPr>
        <w:t>เงินปันผลดังกล่าว</w:t>
      </w:r>
      <w:r w:rsidR="007C34BE">
        <w:rPr>
          <w:rFonts w:asciiTheme="majorBidi" w:hAnsiTheme="majorBidi" w:cs="Angsana New" w:hint="cs"/>
          <w:sz w:val="28"/>
          <w:szCs w:val="28"/>
          <w:cs/>
        </w:rPr>
        <w:t>ได้จ่าย</w:t>
      </w:r>
      <w:r w:rsidRPr="000941AD">
        <w:rPr>
          <w:rFonts w:asciiTheme="majorBidi" w:hAnsiTheme="majorBidi" w:cs="Angsana New" w:hint="cs"/>
          <w:sz w:val="28"/>
          <w:szCs w:val="28"/>
          <w:cs/>
        </w:rPr>
        <w:t>ให้</w:t>
      </w:r>
      <w:r w:rsidR="007C34BE">
        <w:rPr>
          <w:rFonts w:asciiTheme="majorBidi" w:hAnsiTheme="majorBidi" w:cs="Angsana New" w:hint="cs"/>
          <w:sz w:val="28"/>
          <w:szCs w:val="28"/>
          <w:cs/>
        </w:rPr>
        <w:t>กับ</w:t>
      </w:r>
      <w:r w:rsidRPr="000941AD">
        <w:rPr>
          <w:rFonts w:asciiTheme="majorBidi" w:hAnsiTheme="majorBidi" w:cs="Angsana New" w:hint="cs"/>
          <w:sz w:val="28"/>
          <w:szCs w:val="28"/>
          <w:cs/>
        </w:rPr>
        <w:t>ผู้ถือหุ้น</w:t>
      </w:r>
      <w:r w:rsidRPr="00E15B3D">
        <w:rPr>
          <w:rFonts w:asciiTheme="majorBidi" w:hAnsiTheme="majorBidi" w:cs="Angsana New" w:hint="cs"/>
          <w:sz w:val="28"/>
          <w:szCs w:val="28"/>
          <w:cs/>
        </w:rPr>
        <w:t>แล้วเมื่อวันที่</w:t>
      </w:r>
      <w:r w:rsidRPr="00E15B3D">
        <w:rPr>
          <w:rFonts w:asciiTheme="majorBidi" w:hAnsiTheme="majorBidi" w:cs="Angsana New"/>
          <w:sz w:val="28"/>
          <w:szCs w:val="28"/>
          <w:cs/>
        </w:rPr>
        <w:t xml:space="preserve"> </w:t>
      </w:r>
      <w:r w:rsidR="00B272C5">
        <w:rPr>
          <w:rFonts w:asciiTheme="majorBidi" w:hAnsiTheme="majorBidi" w:cstheme="majorBidi"/>
          <w:sz w:val="28"/>
          <w:szCs w:val="28"/>
        </w:rPr>
        <w:t>9</w:t>
      </w:r>
      <w:r w:rsidRPr="00E15B3D">
        <w:rPr>
          <w:rFonts w:asciiTheme="majorBidi" w:hAnsiTheme="majorBidi" w:cstheme="majorBidi"/>
          <w:sz w:val="28"/>
          <w:szCs w:val="28"/>
        </w:rPr>
        <w:t xml:space="preserve"> </w:t>
      </w:r>
      <w:r w:rsidR="00284D88" w:rsidRPr="00E15B3D">
        <w:rPr>
          <w:rFonts w:asciiTheme="majorBidi" w:hAnsiTheme="majorBidi" w:cstheme="majorBidi" w:hint="cs"/>
          <w:sz w:val="28"/>
          <w:szCs w:val="28"/>
          <w:cs/>
        </w:rPr>
        <w:t xml:space="preserve">กันยายน </w:t>
      </w:r>
      <w:r w:rsidRPr="00E15B3D">
        <w:rPr>
          <w:rFonts w:asciiTheme="majorBidi" w:hAnsiTheme="majorBidi" w:cstheme="majorBidi"/>
          <w:sz w:val="28"/>
          <w:szCs w:val="28"/>
        </w:rPr>
        <w:t>2568</w:t>
      </w:r>
    </w:p>
    <w:p w14:paraId="4110846D" w14:textId="57090A1B" w:rsidR="00775C32" w:rsidRDefault="00775C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cstheme="minorBidi"/>
          <w:cs/>
        </w:rPr>
      </w:pPr>
    </w:p>
    <w:p w14:paraId="5AB1320D" w14:textId="4AA1FAFF" w:rsidR="00783963" w:rsidRPr="00C05013" w:rsidRDefault="00202B12" w:rsidP="00FB1A47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  <w:u w:val="none"/>
          <w:cs/>
          <w:lang w:val="th-TH"/>
        </w:rPr>
      </w:pPr>
      <w:r w:rsidRPr="00C05013">
        <w:rPr>
          <w:rFonts w:ascii="Angsana New" w:hAnsi="Angsana New" w:cs="Angsana New"/>
          <w:sz w:val="30"/>
          <w:szCs w:val="30"/>
          <w:u w:val="none"/>
          <w:cs/>
          <w:lang w:val="th-TH"/>
        </w:rPr>
        <w:t>เครื่องมือทางการเงิน</w:t>
      </w:r>
      <w:r w:rsidR="00D75CE8" w:rsidRPr="00C05013">
        <w:rPr>
          <w:rFonts w:ascii="Angsana New" w:hAnsi="Angsana New" w:cs="Angsana New"/>
          <w:sz w:val="30"/>
          <w:szCs w:val="30"/>
          <w:u w:val="none"/>
          <w:cs/>
          <w:lang w:val="th-TH"/>
        </w:rPr>
        <w:t xml:space="preserve"> </w:t>
      </w:r>
    </w:p>
    <w:p w14:paraId="5ADA0459" w14:textId="77777777" w:rsidR="0055565A" w:rsidRPr="00CB68C2" w:rsidRDefault="0055565A" w:rsidP="00717CE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  <w:shd w:val="clear" w:color="auto" w:fill="D9D9D9"/>
        </w:rPr>
      </w:pPr>
    </w:p>
    <w:p w14:paraId="78E5AC2F" w14:textId="70387071" w:rsidR="003D2F72" w:rsidRPr="00C05013" w:rsidRDefault="003D2F72" w:rsidP="00121F9D">
      <w:pPr>
        <w:pStyle w:val="block"/>
        <w:spacing w:after="0" w:line="240" w:lineRule="auto"/>
        <w:ind w:left="0" w:right="-7" w:firstLine="540"/>
        <w:jc w:val="both"/>
        <w:rPr>
          <w:rFonts w:asciiTheme="majorBidi" w:hAnsiTheme="majorBidi" w:cstheme="majorBidi"/>
          <w:b/>
          <w:bCs/>
          <w:sz w:val="28"/>
          <w:szCs w:val="28"/>
          <w:lang w:val="en-US" w:bidi="th-TH"/>
        </w:rPr>
      </w:pPr>
      <w:r w:rsidRPr="00C05013">
        <w:rPr>
          <w:rFonts w:asciiTheme="majorBidi" w:hAnsiTheme="majorBidi" w:cstheme="majorBidi"/>
          <w:i/>
          <w:iCs/>
          <w:sz w:val="28"/>
          <w:szCs w:val="28"/>
          <w:cs/>
          <w:lang w:bidi="th-TH"/>
        </w:rPr>
        <w:t>มูลค่าตามบัญชีและมูลค่ายุติธรรม</w:t>
      </w:r>
      <w:r w:rsidRPr="00C05013">
        <w:rPr>
          <w:rFonts w:asciiTheme="majorBidi" w:hAnsiTheme="majorBidi" w:cstheme="majorBidi"/>
          <w:b/>
          <w:bCs/>
          <w:sz w:val="28"/>
          <w:szCs w:val="28"/>
          <w:lang w:bidi="th-TH"/>
        </w:rPr>
        <w:t xml:space="preserve"> </w:t>
      </w:r>
    </w:p>
    <w:p w14:paraId="51C282A3" w14:textId="5279605A" w:rsidR="007E2E6C" w:rsidRDefault="003D2F72" w:rsidP="00EB1C7F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28"/>
          <w:szCs w:val="28"/>
          <w:lang w:bidi="th-TH"/>
        </w:rPr>
      </w:pPr>
      <w:r w:rsidRPr="00C05013">
        <w:rPr>
          <w:rFonts w:asciiTheme="majorBidi" w:hAnsiTheme="majorBidi" w:cstheme="majorBidi"/>
          <w:sz w:val="28"/>
          <w:szCs w:val="28"/>
          <w:cs/>
          <w:lang w:bidi="th-TH"/>
        </w:rPr>
        <w:t xml:space="preserve"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</w:t>
      </w:r>
    </w:p>
    <w:p w14:paraId="0CA0B5CF" w14:textId="77777777" w:rsidR="00CB68C2" w:rsidRPr="00CB68C2" w:rsidRDefault="00CB68C2" w:rsidP="00EB1C7F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28"/>
          <w:szCs w:val="28"/>
          <w:lang w:bidi="th-TH"/>
        </w:rPr>
      </w:pPr>
    </w:p>
    <w:tbl>
      <w:tblPr>
        <w:tblW w:w="946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410"/>
        <w:gridCol w:w="1260"/>
        <w:gridCol w:w="236"/>
        <w:gridCol w:w="1024"/>
        <w:gridCol w:w="236"/>
        <w:gridCol w:w="1024"/>
        <w:gridCol w:w="236"/>
        <w:gridCol w:w="1037"/>
      </w:tblGrid>
      <w:tr w:rsidR="006666C1" w:rsidRPr="00C05013" w14:paraId="2A155669" w14:textId="77777777" w:rsidTr="000941AD">
        <w:trPr>
          <w:trHeight w:val="261"/>
          <w:tblHeader/>
        </w:trPr>
        <w:tc>
          <w:tcPr>
            <w:tcW w:w="4410" w:type="dxa"/>
            <w:vAlign w:val="bottom"/>
          </w:tcPr>
          <w:p w14:paraId="78B7C4FA" w14:textId="77777777" w:rsidR="006666C1" w:rsidRPr="00C05013" w:rsidRDefault="006666C1" w:rsidP="00E82CF4">
            <w:pPr>
              <w:ind w:left="73"/>
              <w:jc w:val="center"/>
              <w:rPr>
                <w:rFonts w:ascii="Angsana New" w:hAnsi="Angsana New" w:cs="Angsana New"/>
                <w:sz w:val="28"/>
                <w:szCs w:val="28"/>
                <w:lang w:bidi="ar-SA"/>
              </w:rPr>
            </w:pPr>
          </w:p>
        </w:tc>
        <w:tc>
          <w:tcPr>
            <w:tcW w:w="5053" w:type="dxa"/>
            <w:gridSpan w:val="7"/>
            <w:vAlign w:val="bottom"/>
          </w:tcPr>
          <w:p w14:paraId="3D0CAB53" w14:textId="77777777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6666C1" w:rsidRPr="00C05013" w14:paraId="43DBDF5B" w14:textId="77777777" w:rsidTr="000941AD">
        <w:trPr>
          <w:trHeight w:val="261"/>
          <w:tblHeader/>
        </w:trPr>
        <w:tc>
          <w:tcPr>
            <w:tcW w:w="4410" w:type="dxa"/>
            <w:vAlign w:val="bottom"/>
          </w:tcPr>
          <w:p w14:paraId="0FA0CA05" w14:textId="77777777" w:rsidR="006666C1" w:rsidRPr="00C05013" w:rsidRDefault="006666C1" w:rsidP="00E82CF4">
            <w:pPr>
              <w:ind w:left="73"/>
              <w:jc w:val="center"/>
              <w:rPr>
                <w:rFonts w:ascii="Angsana New" w:hAnsi="Angsana New" w:cs="Angsana New"/>
                <w:sz w:val="28"/>
                <w:szCs w:val="28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2672ED6C" w14:textId="77777777" w:rsidR="006666C1" w:rsidRPr="00C05013" w:rsidRDefault="006666C1" w:rsidP="00733604">
            <w:pPr>
              <w:pStyle w:val="acctfourfigures"/>
              <w:tabs>
                <w:tab w:val="clear" w:pos="765"/>
              </w:tabs>
              <w:spacing w:line="240" w:lineRule="atLeast"/>
              <w:ind w:left="-100" w:right="-11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236" w:type="dxa"/>
          </w:tcPr>
          <w:p w14:paraId="220B0647" w14:textId="77777777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3557" w:type="dxa"/>
            <w:gridSpan w:val="5"/>
            <w:vAlign w:val="bottom"/>
          </w:tcPr>
          <w:p w14:paraId="1BFC948E" w14:textId="77777777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6666C1" w:rsidRPr="00C05013" w14:paraId="3A996064" w14:textId="77777777" w:rsidTr="000941AD">
        <w:trPr>
          <w:trHeight w:val="261"/>
          <w:tblHeader/>
        </w:trPr>
        <w:tc>
          <w:tcPr>
            <w:tcW w:w="4410" w:type="dxa"/>
            <w:vAlign w:val="bottom"/>
          </w:tcPr>
          <w:p w14:paraId="651482BE" w14:textId="77777777" w:rsidR="006666C1" w:rsidRPr="00C05013" w:rsidRDefault="006666C1" w:rsidP="00E82CF4">
            <w:pPr>
              <w:ind w:left="-19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EE8A750" w14:textId="67FE71E3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163" w:right="-151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ราคาทุนตัด</w:t>
            </w:r>
            <w:r w:rsidRPr="00C05013">
              <w:rPr>
                <w:rFonts w:ascii="Angsana New" w:hAnsi="Angsana New" w:cs="Angsana New"/>
                <w:sz w:val="28"/>
                <w:szCs w:val="28"/>
                <w:lang w:bidi="th-TH"/>
              </w:rPr>
              <w:br/>
            </w:r>
            <w:r w:rsidRPr="00C05013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จำหน่าย</w:t>
            </w:r>
            <w:r w:rsidR="00567952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 xml:space="preserve"> </w:t>
            </w:r>
            <w:r w:rsidR="0056795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-</w:t>
            </w:r>
            <w:r w:rsidR="00567952">
              <w:rPr>
                <w:rFonts w:ascii="Angsana New" w:hAnsi="Angsana New" w:cs="Angsana New" w:hint="cs"/>
                <w:sz w:val="28"/>
                <w:szCs w:val="28"/>
                <w:cs/>
                <w:lang w:val="en-US" w:bidi="th-TH"/>
              </w:rPr>
              <w:t xml:space="preserve"> สุทธิ</w:t>
            </w:r>
          </w:p>
        </w:tc>
        <w:tc>
          <w:tcPr>
            <w:tcW w:w="236" w:type="dxa"/>
            <w:vAlign w:val="bottom"/>
          </w:tcPr>
          <w:p w14:paraId="1E677E4F" w14:textId="77777777" w:rsidR="006666C1" w:rsidRPr="00C05013" w:rsidRDefault="006666C1" w:rsidP="00E82CF4">
            <w:pPr>
              <w:ind w:lef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036552CD" w14:textId="6A7CEEAA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43" w:right="-10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ระดับ</w:t>
            </w:r>
            <w:r w:rsidRPr="00C05013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C42DDF" w:rsidRPr="00C42DDF">
              <w:rPr>
                <w:rFonts w:ascii="Angsana New" w:hAnsi="Angsana New" w:cs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</w:tcPr>
          <w:p w14:paraId="61263B7E" w14:textId="77777777" w:rsidR="006666C1" w:rsidRPr="00C05013" w:rsidRDefault="006666C1" w:rsidP="00E82CF4">
            <w:pPr>
              <w:ind w:left="-43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24" w:type="dxa"/>
            <w:vAlign w:val="bottom"/>
          </w:tcPr>
          <w:p w14:paraId="12C53362" w14:textId="5834C9FF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43" w:right="-10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</w:rPr>
              <w:t>ระดับ</w:t>
            </w:r>
            <w:r w:rsidRPr="00C05013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C42DDF" w:rsidRPr="00C42DDF">
              <w:rPr>
                <w:rFonts w:ascii="Angsana New" w:hAnsi="Angsana New" w:cs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</w:tcPr>
          <w:p w14:paraId="3250EB94" w14:textId="77777777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37" w:type="dxa"/>
            <w:vAlign w:val="bottom"/>
          </w:tcPr>
          <w:p w14:paraId="656A5059" w14:textId="77777777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43" w:right="-104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6666C1" w:rsidRPr="00C05013" w14:paraId="33C093A6" w14:textId="77777777" w:rsidTr="000941AD">
        <w:trPr>
          <w:trHeight w:val="261"/>
          <w:tblHeader/>
        </w:trPr>
        <w:tc>
          <w:tcPr>
            <w:tcW w:w="4410" w:type="dxa"/>
          </w:tcPr>
          <w:p w14:paraId="2913B20C" w14:textId="77777777" w:rsidR="006666C1" w:rsidRPr="00C05013" w:rsidRDefault="006666C1" w:rsidP="00E82CF4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5053" w:type="dxa"/>
            <w:gridSpan w:val="7"/>
          </w:tcPr>
          <w:p w14:paraId="73A24867" w14:textId="77777777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  <w:t>(</w:t>
            </w:r>
            <w:r w:rsidRPr="00C05013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  <w:lang w:bidi="th-TH"/>
              </w:rPr>
              <w:t>พั</w:t>
            </w:r>
            <w:r w:rsidRPr="00C05013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  <w:t>นบาท)</w:t>
            </w:r>
          </w:p>
        </w:tc>
      </w:tr>
      <w:tr w:rsidR="00863587" w:rsidRPr="00C05013" w14:paraId="51DAA4CC" w14:textId="77777777" w:rsidTr="009B14D0">
        <w:trPr>
          <w:trHeight w:val="261"/>
        </w:trPr>
        <w:tc>
          <w:tcPr>
            <w:tcW w:w="4410" w:type="dxa"/>
          </w:tcPr>
          <w:p w14:paraId="09978EB0" w14:textId="18F545BA" w:rsidR="00863587" w:rsidRPr="00C05013" w:rsidRDefault="00863587" w:rsidP="00863587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FD1F64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="00DB0106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30</w:t>
            </w:r>
            <w:r w:rsidR="00443BEC" w:rsidRPr="00443BE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BC2A7F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กันยายน</w:t>
            </w:r>
            <w:r w:rsidR="00443BEC" w:rsidRPr="00443BE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="00C42DDF" w:rsidRPr="00C42DDF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256</w:t>
            </w:r>
            <w:r w:rsidR="00443BE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1260" w:type="dxa"/>
          </w:tcPr>
          <w:p w14:paraId="1649B661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24E662CF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35696230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26E88DC0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4292CF13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151EDAF4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</w:tcPr>
          <w:p w14:paraId="5BC28E51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863587" w:rsidRPr="00C05013" w14:paraId="2FEA09F0" w14:textId="77777777" w:rsidTr="009B14D0">
        <w:trPr>
          <w:trHeight w:val="261"/>
        </w:trPr>
        <w:tc>
          <w:tcPr>
            <w:tcW w:w="4410" w:type="dxa"/>
          </w:tcPr>
          <w:p w14:paraId="4BF10B1D" w14:textId="77777777" w:rsidR="00863587" w:rsidRPr="00C05013" w:rsidRDefault="00863587" w:rsidP="00863587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260" w:type="dxa"/>
          </w:tcPr>
          <w:p w14:paraId="79442BAD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474C8B60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5E8BC1B5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29322CF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51AB21CF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2D3CEE66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</w:tcPr>
          <w:p w14:paraId="15927D9F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863587" w:rsidRPr="00C05013" w14:paraId="1ADAD1AE" w14:textId="77777777" w:rsidTr="009B14D0">
        <w:trPr>
          <w:trHeight w:val="281"/>
        </w:trPr>
        <w:tc>
          <w:tcPr>
            <w:tcW w:w="4410" w:type="dxa"/>
          </w:tcPr>
          <w:p w14:paraId="408C1979" w14:textId="4D35AD6B" w:rsidR="00863587" w:rsidRPr="00C05013" w:rsidRDefault="00272997" w:rsidP="00863587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936FF">
              <w:rPr>
                <w:rFonts w:ascii="Angsana New" w:hAnsi="Angsana New" w:cs="Angsana New" w:hint="cs"/>
                <w:sz w:val="28"/>
                <w:szCs w:val="28"/>
                <w:cs/>
                <w:lang w:val="en-GB"/>
              </w:rPr>
              <w:t>เงินฝากประจำกับสถาบันการเงิน</w:t>
            </w:r>
          </w:p>
        </w:tc>
        <w:tc>
          <w:tcPr>
            <w:tcW w:w="1260" w:type="dxa"/>
            <w:vAlign w:val="bottom"/>
          </w:tcPr>
          <w:p w14:paraId="59BA1644" w14:textId="1F30F129" w:rsidR="00863587" w:rsidRPr="00C05013" w:rsidRDefault="004763F2" w:rsidP="00863587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451,375</w:t>
            </w:r>
          </w:p>
        </w:tc>
        <w:tc>
          <w:tcPr>
            <w:tcW w:w="236" w:type="dxa"/>
            <w:vAlign w:val="bottom"/>
          </w:tcPr>
          <w:p w14:paraId="52F50A57" w14:textId="77777777" w:rsidR="00863587" w:rsidRPr="00C05013" w:rsidRDefault="00863587" w:rsidP="00863587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1D9A8B11" w14:textId="77777777" w:rsidR="00863587" w:rsidRPr="00C05013" w:rsidRDefault="00863587" w:rsidP="008936FF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4CD5CE63" w14:textId="77777777" w:rsidR="00863587" w:rsidRPr="00C05013" w:rsidRDefault="00863587" w:rsidP="00863587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415B832E" w14:textId="77777777" w:rsidR="00863587" w:rsidRPr="00C05013" w:rsidRDefault="00863587" w:rsidP="008635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6EC46608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vAlign w:val="bottom"/>
          </w:tcPr>
          <w:p w14:paraId="7F8B3770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82437B" w:rsidRPr="00C05013" w14:paraId="5089E4F4" w14:textId="77777777" w:rsidTr="009B14D0">
        <w:trPr>
          <w:trHeight w:val="281"/>
        </w:trPr>
        <w:tc>
          <w:tcPr>
            <w:tcW w:w="4410" w:type="dxa"/>
          </w:tcPr>
          <w:p w14:paraId="589F4618" w14:textId="1E47667D" w:rsidR="0082437B" w:rsidRPr="00C05013" w:rsidRDefault="00272997" w:rsidP="00863587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เงินฝากสถาบันการเงินที่เป็นหลักประกัน</w:t>
            </w:r>
          </w:p>
        </w:tc>
        <w:tc>
          <w:tcPr>
            <w:tcW w:w="1260" w:type="dxa"/>
            <w:vAlign w:val="bottom"/>
          </w:tcPr>
          <w:p w14:paraId="7150F709" w14:textId="2DA18F0E" w:rsidR="0082437B" w:rsidRPr="00C05013" w:rsidRDefault="004763F2" w:rsidP="00863587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17,52</w:t>
            </w:r>
            <w:r w:rsidR="0049770E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36" w:type="dxa"/>
            <w:vAlign w:val="bottom"/>
          </w:tcPr>
          <w:p w14:paraId="4A21F8D3" w14:textId="77777777" w:rsidR="0082437B" w:rsidRPr="00C05013" w:rsidRDefault="0082437B" w:rsidP="00863587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14538781" w14:textId="77777777" w:rsidR="0082437B" w:rsidRPr="00C05013" w:rsidRDefault="0082437B" w:rsidP="008936FF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638212F6" w14:textId="77777777" w:rsidR="0082437B" w:rsidRPr="00C05013" w:rsidRDefault="0082437B" w:rsidP="00863587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101E62ED" w14:textId="77777777" w:rsidR="0082437B" w:rsidRPr="00C05013" w:rsidRDefault="0082437B" w:rsidP="008635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78C5E5BA" w14:textId="77777777" w:rsidR="0082437B" w:rsidRPr="00C05013" w:rsidRDefault="0082437B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vAlign w:val="bottom"/>
          </w:tcPr>
          <w:p w14:paraId="5B0B0349" w14:textId="77777777" w:rsidR="0082437B" w:rsidRPr="00C05013" w:rsidRDefault="0082437B" w:rsidP="00863587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863587" w:rsidRPr="00C05013" w14:paraId="03F00C36" w14:textId="77777777" w:rsidTr="009B14D0">
        <w:trPr>
          <w:trHeight w:val="66"/>
        </w:trPr>
        <w:tc>
          <w:tcPr>
            <w:tcW w:w="4410" w:type="dxa"/>
          </w:tcPr>
          <w:p w14:paraId="57AABBC7" w14:textId="77777777" w:rsidR="00863587" w:rsidRPr="00C05013" w:rsidRDefault="00863587" w:rsidP="00863587">
            <w:pPr>
              <w:spacing w:line="240" w:lineRule="auto"/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260" w:type="dxa"/>
          </w:tcPr>
          <w:p w14:paraId="4BF2AAA4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699"/>
                <w:tab w:val="decimal" w:pos="970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7893E41" w14:textId="77777777" w:rsidR="00863587" w:rsidRPr="00C05013" w:rsidRDefault="00863587" w:rsidP="00863587">
            <w:pPr>
              <w:tabs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272613F0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463"/>
              </w:tabs>
              <w:spacing w:line="240" w:lineRule="auto"/>
              <w:ind w:left="-43" w:right="-1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7AD7AD3C" w14:textId="77777777" w:rsidR="00863587" w:rsidRPr="00C05013" w:rsidRDefault="00863587" w:rsidP="00863587">
            <w:pPr>
              <w:tabs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3F1DC8D7" w14:textId="77777777" w:rsidR="00863587" w:rsidRPr="00C05013" w:rsidRDefault="00863587" w:rsidP="008635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74AEA543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</w:tcPr>
          <w:p w14:paraId="6B06EE47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37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863587" w:rsidRPr="00C05013" w14:paraId="60615C82" w14:textId="77777777" w:rsidTr="009B14D0">
        <w:trPr>
          <w:trHeight w:val="261"/>
        </w:trPr>
        <w:tc>
          <w:tcPr>
            <w:tcW w:w="4410" w:type="dxa"/>
          </w:tcPr>
          <w:p w14:paraId="2B11352E" w14:textId="77777777" w:rsidR="00863587" w:rsidRPr="00C05013" w:rsidRDefault="00863587" w:rsidP="00863587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 w:bidi="ar-SA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หนี้สินทางการเงิน</w:t>
            </w:r>
          </w:p>
        </w:tc>
        <w:tc>
          <w:tcPr>
            <w:tcW w:w="1260" w:type="dxa"/>
          </w:tcPr>
          <w:p w14:paraId="4E31FD14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699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6EC6BA29" w14:textId="77777777" w:rsidR="00863587" w:rsidRPr="00C05013" w:rsidRDefault="00863587" w:rsidP="00863587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58E0A530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D2E0AAA" w14:textId="77777777" w:rsidR="00863587" w:rsidRPr="00C05013" w:rsidRDefault="00863587" w:rsidP="00863587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2A5BE8A3" w14:textId="77777777" w:rsidR="00863587" w:rsidRPr="00C05013" w:rsidRDefault="00863587" w:rsidP="008635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22F876A1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</w:tcPr>
          <w:p w14:paraId="30EBC7EB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A7502" w:rsidRPr="00C05013" w14:paraId="40A99CF2" w14:textId="77777777" w:rsidTr="009B14D0">
        <w:trPr>
          <w:trHeight w:val="261"/>
        </w:trPr>
        <w:tc>
          <w:tcPr>
            <w:tcW w:w="4410" w:type="dxa"/>
          </w:tcPr>
          <w:p w14:paraId="1226D4C6" w14:textId="77777777" w:rsidR="004A7502" w:rsidRPr="00C05013" w:rsidRDefault="004A7502" w:rsidP="004A7502">
            <w:pPr>
              <w:ind w:left="165" w:hanging="179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  <w:lang w:val="en-GB"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260" w:type="dxa"/>
            <w:vAlign w:val="bottom"/>
          </w:tcPr>
          <w:p w14:paraId="76BD78D5" w14:textId="6A022BEE" w:rsidR="004A7502" w:rsidRPr="00C05013" w:rsidRDefault="004763F2" w:rsidP="004A7502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eastAsia="en-GB"/>
              </w:rPr>
              <w:t>(890,000)</w:t>
            </w:r>
          </w:p>
        </w:tc>
        <w:tc>
          <w:tcPr>
            <w:tcW w:w="236" w:type="dxa"/>
            <w:vAlign w:val="bottom"/>
          </w:tcPr>
          <w:p w14:paraId="5DD17977" w14:textId="77777777" w:rsidR="004A7502" w:rsidRPr="00C05013" w:rsidRDefault="004A7502" w:rsidP="004A7502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482DAE42" w14:textId="4F4DBBE5" w:rsidR="004A7502" w:rsidRPr="00C05013" w:rsidRDefault="004763F2" w:rsidP="004A7502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 w:right="-37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eastAsia="en-GB"/>
              </w:rPr>
              <w:t>(890,000)</w:t>
            </w:r>
          </w:p>
        </w:tc>
        <w:tc>
          <w:tcPr>
            <w:tcW w:w="236" w:type="dxa"/>
            <w:vAlign w:val="bottom"/>
          </w:tcPr>
          <w:p w14:paraId="1B8306A0" w14:textId="1CB9C5CA" w:rsidR="004A7502" w:rsidRPr="00C05013" w:rsidRDefault="004A7502" w:rsidP="004A7502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0CA1EA24" w14:textId="742E12FC" w:rsidR="004A7502" w:rsidRPr="00C05013" w:rsidRDefault="004763F2" w:rsidP="004763F2">
            <w:pPr>
              <w:pStyle w:val="acctfourfigures"/>
              <w:tabs>
                <w:tab w:val="clear" w:pos="765"/>
                <w:tab w:val="decimal" w:pos="44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236" w:type="dxa"/>
            <w:vAlign w:val="bottom"/>
          </w:tcPr>
          <w:p w14:paraId="3AA01B87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vAlign w:val="bottom"/>
          </w:tcPr>
          <w:p w14:paraId="2B4CE994" w14:textId="77FF1FC8" w:rsidR="004A7502" w:rsidRPr="00C05013" w:rsidRDefault="004763F2" w:rsidP="004763F2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eastAsia="en-GB"/>
              </w:rPr>
              <w:t>(890,000)</w:t>
            </w:r>
          </w:p>
        </w:tc>
      </w:tr>
      <w:tr w:rsidR="00037648" w:rsidRPr="00C05013" w14:paraId="13020D60" w14:textId="77777777" w:rsidTr="009B14D0">
        <w:trPr>
          <w:trHeight w:val="70"/>
        </w:trPr>
        <w:tc>
          <w:tcPr>
            <w:tcW w:w="4410" w:type="dxa"/>
          </w:tcPr>
          <w:p w14:paraId="1C93251D" w14:textId="77777777" w:rsidR="00037648" w:rsidRPr="00C05013" w:rsidRDefault="00037648" w:rsidP="00037648">
            <w:pPr>
              <w:spacing w:line="240" w:lineRule="auto"/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260" w:type="dxa"/>
          </w:tcPr>
          <w:p w14:paraId="540383FA" w14:textId="77777777" w:rsidR="00037648" w:rsidRPr="00C05013" w:rsidRDefault="00037648" w:rsidP="00037648">
            <w:pPr>
              <w:pStyle w:val="acctfourfigures"/>
              <w:tabs>
                <w:tab w:val="clear" w:pos="765"/>
                <w:tab w:val="decimal" w:pos="595"/>
                <w:tab w:val="decimal" w:pos="970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25EB01BC" w14:textId="77777777" w:rsidR="00037648" w:rsidRPr="00C05013" w:rsidRDefault="00037648" w:rsidP="00037648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43AE6310" w14:textId="77777777" w:rsidR="00037648" w:rsidRPr="00C05013" w:rsidRDefault="00037648" w:rsidP="00037648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141B2785" w14:textId="77777777" w:rsidR="00037648" w:rsidRPr="00C05013" w:rsidRDefault="00037648" w:rsidP="00037648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70C7D076" w14:textId="77777777" w:rsidR="00037648" w:rsidRPr="00C05013" w:rsidRDefault="00037648" w:rsidP="00037648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C953315" w14:textId="77777777" w:rsidR="00037648" w:rsidRPr="00C05013" w:rsidRDefault="00037648" w:rsidP="00037648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</w:tcPr>
          <w:p w14:paraId="42D57BFA" w14:textId="77777777" w:rsidR="00037648" w:rsidRPr="00C05013" w:rsidRDefault="00037648" w:rsidP="00037648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A7502" w:rsidRPr="00C05013" w14:paraId="29A5BC06" w14:textId="77777777" w:rsidTr="009B14D0">
        <w:trPr>
          <w:trHeight w:val="261"/>
        </w:trPr>
        <w:tc>
          <w:tcPr>
            <w:tcW w:w="4410" w:type="dxa"/>
          </w:tcPr>
          <w:p w14:paraId="7DED276F" w14:textId="4770195C" w:rsidR="004A7502" w:rsidRPr="00C05013" w:rsidRDefault="004A7502" w:rsidP="004A7502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C42DDF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31</w:t>
            </w: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C05013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ธันวาคม </w:t>
            </w:r>
            <w:r w:rsidRPr="00C42DDF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256</w:t>
            </w:r>
            <w:r w:rsidR="00443BE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1260" w:type="dxa"/>
          </w:tcPr>
          <w:p w14:paraId="0E0ECF41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6931A2E3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3042DA19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FB5BFAF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4A8764CE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47331092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</w:tcPr>
          <w:p w14:paraId="0D0F93CC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A7502" w:rsidRPr="00C05013" w14:paraId="7E4D33D9" w14:textId="77777777" w:rsidTr="009B14D0">
        <w:trPr>
          <w:trHeight w:val="261"/>
        </w:trPr>
        <w:tc>
          <w:tcPr>
            <w:tcW w:w="4410" w:type="dxa"/>
          </w:tcPr>
          <w:p w14:paraId="562AED86" w14:textId="77777777" w:rsidR="004A7502" w:rsidRPr="00C05013" w:rsidRDefault="004A7502" w:rsidP="004A7502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260" w:type="dxa"/>
          </w:tcPr>
          <w:p w14:paraId="47E70220" w14:textId="26162F9B" w:rsidR="004A7502" w:rsidRPr="00C05013" w:rsidRDefault="004A7502" w:rsidP="008936FF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449544E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0C33DD2D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CB8BA99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15DB62B7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1C66C5DF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</w:tcPr>
          <w:p w14:paraId="2DC1C91D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8936FF" w:rsidRPr="00C05013" w14:paraId="578C1311" w14:textId="77777777" w:rsidTr="009B14D0">
        <w:trPr>
          <w:trHeight w:val="261"/>
        </w:trPr>
        <w:tc>
          <w:tcPr>
            <w:tcW w:w="4410" w:type="dxa"/>
          </w:tcPr>
          <w:p w14:paraId="1E1F0AA2" w14:textId="476F30CB" w:rsidR="008936FF" w:rsidRPr="008936FF" w:rsidRDefault="008936FF" w:rsidP="004A7502">
            <w:pPr>
              <w:ind w:left="-14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8936FF">
              <w:rPr>
                <w:rFonts w:ascii="Angsana New" w:hAnsi="Angsana New" w:cs="Angsana New" w:hint="cs"/>
                <w:sz w:val="28"/>
                <w:szCs w:val="28"/>
                <w:cs/>
                <w:lang w:val="en-GB"/>
              </w:rPr>
              <w:t>เงินฝากประจำกับสถาบันการเงิน</w:t>
            </w:r>
          </w:p>
        </w:tc>
        <w:tc>
          <w:tcPr>
            <w:tcW w:w="1260" w:type="dxa"/>
          </w:tcPr>
          <w:p w14:paraId="27E7A073" w14:textId="7EF67F5B" w:rsidR="008936FF" w:rsidRPr="00C05013" w:rsidRDefault="00405041" w:rsidP="00A33C8B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="00A33C8B" w:rsidRPr="008936FF">
              <w:rPr>
                <w:rFonts w:ascii="Angsana New" w:hAnsi="Angsana New" w:cs="Angsana New"/>
                <w:sz w:val="28"/>
                <w:szCs w:val="28"/>
              </w:rPr>
              <w:t>50,</w:t>
            </w:r>
            <w:r w:rsidR="00A33C8B" w:rsidRPr="008936FF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36" w:type="dxa"/>
          </w:tcPr>
          <w:p w14:paraId="7C032D12" w14:textId="77777777" w:rsidR="008936FF" w:rsidRPr="00C05013" w:rsidRDefault="008936FF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20E50ED1" w14:textId="77777777" w:rsidR="008936FF" w:rsidRPr="00C05013" w:rsidRDefault="008936FF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E762465" w14:textId="77777777" w:rsidR="008936FF" w:rsidRPr="00C05013" w:rsidRDefault="008936FF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655F0092" w14:textId="77777777" w:rsidR="008936FF" w:rsidRPr="00C05013" w:rsidRDefault="008936FF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8A5BEA1" w14:textId="77777777" w:rsidR="008936FF" w:rsidRPr="00C05013" w:rsidRDefault="008936FF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</w:tcPr>
          <w:p w14:paraId="598ED4F1" w14:textId="77777777" w:rsidR="008936FF" w:rsidRPr="00C05013" w:rsidRDefault="008936FF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43BEC" w:rsidRPr="00C05013" w14:paraId="75038430" w14:textId="77777777" w:rsidTr="009B14D0">
        <w:trPr>
          <w:trHeight w:val="281"/>
        </w:trPr>
        <w:tc>
          <w:tcPr>
            <w:tcW w:w="4410" w:type="dxa"/>
          </w:tcPr>
          <w:p w14:paraId="72CB159F" w14:textId="77777777" w:rsidR="00443BEC" w:rsidRPr="00C05013" w:rsidRDefault="00443BEC" w:rsidP="00443BEC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เงินฝากสถาบันการเงินที่เป็นหลักประกัน</w:t>
            </w:r>
          </w:p>
        </w:tc>
        <w:tc>
          <w:tcPr>
            <w:tcW w:w="1260" w:type="dxa"/>
          </w:tcPr>
          <w:p w14:paraId="74097676" w14:textId="65D8AAA9" w:rsidR="00443BEC" w:rsidRPr="00443BEC" w:rsidRDefault="008936FF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8936FF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17,457</w:t>
            </w:r>
          </w:p>
        </w:tc>
        <w:tc>
          <w:tcPr>
            <w:tcW w:w="236" w:type="dxa"/>
            <w:vAlign w:val="bottom"/>
          </w:tcPr>
          <w:p w14:paraId="2A1276E4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2167E392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29920A3E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629FBAD2" w14:textId="77777777" w:rsidR="00443BEC" w:rsidRPr="00C05013" w:rsidRDefault="00443BEC" w:rsidP="00443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24CF0360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vAlign w:val="bottom"/>
          </w:tcPr>
          <w:p w14:paraId="34C141BB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9B14D0" w:rsidRPr="00C05013" w14:paraId="65C6A343" w14:textId="77777777" w:rsidTr="009B14D0">
        <w:trPr>
          <w:trHeight w:val="281"/>
        </w:trPr>
        <w:tc>
          <w:tcPr>
            <w:tcW w:w="4410" w:type="dxa"/>
          </w:tcPr>
          <w:p w14:paraId="036E14D0" w14:textId="77777777" w:rsidR="009B14D0" w:rsidRPr="00C05013" w:rsidRDefault="009B14D0" w:rsidP="00443BEC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31211986" w14:textId="77777777" w:rsidR="009B14D0" w:rsidRPr="008936FF" w:rsidRDefault="009B14D0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5DDCF8BA" w14:textId="77777777" w:rsidR="009B14D0" w:rsidRPr="00C05013" w:rsidRDefault="009B14D0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013EE99E" w14:textId="77777777" w:rsidR="009B14D0" w:rsidRPr="00C05013" w:rsidRDefault="009B14D0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6594F10B" w14:textId="77777777" w:rsidR="009B14D0" w:rsidRPr="00C05013" w:rsidRDefault="009B14D0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1DF01801" w14:textId="77777777" w:rsidR="009B14D0" w:rsidRPr="00C05013" w:rsidRDefault="009B14D0" w:rsidP="00443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1ED5979C" w14:textId="77777777" w:rsidR="009B14D0" w:rsidRPr="00C05013" w:rsidRDefault="009B14D0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vAlign w:val="bottom"/>
          </w:tcPr>
          <w:p w14:paraId="03260CD3" w14:textId="77777777" w:rsidR="009B14D0" w:rsidRPr="00C05013" w:rsidRDefault="009B14D0" w:rsidP="00443BEC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0941AD" w:rsidRPr="00C05013" w14:paraId="1D6FF362" w14:textId="77777777" w:rsidTr="009B14D0">
        <w:trPr>
          <w:trHeight w:val="281"/>
        </w:trPr>
        <w:tc>
          <w:tcPr>
            <w:tcW w:w="4410" w:type="dxa"/>
          </w:tcPr>
          <w:p w14:paraId="778CABC8" w14:textId="77777777" w:rsidR="000941AD" w:rsidRPr="00C05013" w:rsidRDefault="000941AD" w:rsidP="00443BEC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6AA71FB9" w14:textId="77777777" w:rsidR="000941AD" w:rsidRPr="008936FF" w:rsidRDefault="000941AD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2878F704" w14:textId="77777777" w:rsidR="000941AD" w:rsidRPr="00C05013" w:rsidRDefault="000941AD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43A92321" w14:textId="77777777" w:rsidR="000941AD" w:rsidRPr="00C05013" w:rsidRDefault="000941AD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4AB57830" w14:textId="77777777" w:rsidR="000941AD" w:rsidRPr="00C05013" w:rsidRDefault="000941AD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2ED0A30E" w14:textId="77777777" w:rsidR="000941AD" w:rsidRPr="00C05013" w:rsidRDefault="000941AD" w:rsidP="00443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150C0CDB" w14:textId="77777777" w:rsidR="000941AD" w:rsidRPr="00C05013" w:rsidRDefault="000941AD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vAlign w:val="bottom"/>
          </w:tcPr>
          <w:p w14:paraId="0A55ECF4" w14:textId="77777777" w:rsidR="000941AD" w:rsidRPr="00C05013" w:rsidRDefault="000941AD" w:rsidP="00443BEC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911B1D" w:rsidRPr="00C05013" w14:paraId="4EABDFCD" w14:textId="77777777" w:rsidTr="009B14D0">
        <w:trPr>
          <w:trHeight w:val="281"/>
        </w:trPr>
        <w:tc>
          <w:tcPr>
            <w:tcW w:w="4410" w:type="dxa"/>
          </w:tcPr>
          <w:p w14:paraId="055EC84D" w14:textId="32B5923E" w:rsidR="00911B1D" w:rsidRPr="00C05013" w:rsidRDefault="00911B1D" w:rsidP="00443BEC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lastRenderedPageBreak/>
              <w:t xml:space="preserve">ณ วันที่ </w:t>
            </w:r>
            <w:r w:rsidRPr="00C42DDF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31</w:t>
            </w: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C05013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ธันวาคม </w:t>
            </w:r>
            <w:r w:rsidRPr="00C42DDF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1260" w:type="dxa"/>
          </w:tcPr>
          <w:p w14:paraId="2036E7ED" w14:textId="77777777" w:rsidR="00911B1D" w:rsidRPr="008936FF" w:rsidRDefault="00911B1D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756C288D" w14:textId="77777777" w:rsidR="00911B1D" w:rsidRPr="00C05013" w:rsidRDefault="00911B1D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515C9EBF" w14:textId="77777777" w:rsidR="00911B1D" w:rsidRPr="00C05013" w:rsidRDefault="00911B1D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6942EECF" w14:textId="77777777" w:rsidR="00911B1D" w:rsidRPr="00C05013" w:rsidRDefault="00911B1D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47D06AD8" w14:textId="77777777" w:rsidR="00911B1D" w:rsidRPr="00C05013" w:rsidRDefault="00911B1D" w:rsidP="00443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219FACAC" w14:textId="77777777" w:rsidR="00911B1D" w:rsidRPr="00C05013" w:rsidRDefault="00911B1D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vAlign w:val="bottom"/>
          </w:tcPr>
          <w:p w14:paraId="05B011EA" w14:textId="77777777" w:rsidR="00911B1D" w:rsidRPr="00C05013" w:rsidRDefault="00911B1D" w:rsidP="00443BEC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443BEC" w:rsidRPr="00C05013" w14:paraId="62F7D88C" w14:textId="77777777" w:rsidTr="009B14D0">
        <w:trPr>
          <w:trHeight w:val="261"/>
        </w:trPr>
        <w:tc>
          <w:tcPr>
            <w:tcW w:w="4410" w:type="dxa"/>
          </w:tcPr>
          <w:p w14:paraId="0B4C9B54" w14:textId="77777777" w:rsidR="00443BEC" w:rsidRPr="00C05013" w:rsidRDefault="00443BEC" w:rsidP="00443BEC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 w:bidi="ar-SA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หนี้สินทางการเงิน</w:t>
            </w:r>
          </w:p>
        </w:tc>
        <w:tc>
          <w:tcPr>
            <w:tcW w:w="1260" w:type="dxa"/>
          </w:tcPr>
          <w:p w14:paraId="14EF96BF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99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4676DDD3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5928C99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CCA427B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46652AFF" w14:textId="77777777" w:rsidR="00443BEC" w:rsidRPr="00C05013" w:rsidRDefault="00443BEC" w:rsidP="00443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22F48F6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</w:tcPr>
          <w:p w14:paraId="5B0ED46A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8936FF" w:rsidRPr="008936FF" w14:paraId="313215B1" w14:textId="77777777" w:rsidTr="009B14D0">
        <w:trPr>
          <w:trHeight w:val="261"/>
        </w:trPr>
        <w:tc>
          <w:tcPr>
            <w:tcW w:w="4410" w:type="dxa"/>
          </w:tcPr>
          <w:p w14:paraId="593B5E3B" w14:textId="77777777" w:rsidR="008936FF" w:rsidRPr="00C05013" w:rsidRDefault="008936FF" w:rsidP="008936FF">
            <w:pPr>
              <w:ind w:left="165" w:hanging="179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  <w:lang w:val="en-GB"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260" w:type="dxa"/>
            <w:vAlign w:val="bottom"/>
          </w:tcPr>
          <w:p w14:paraId="559AE270" w14:textId="52CB9E9F" w:rsidR="008936FF" w:rsidRPr="00443BEC" w:rsidRDefault="008936FF" w:rsidP="008936FF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  <w:r w:rsidRPr="008936FF">
              <w:rPr>
                <w:rFonts w:ascii="Angsana New" w:hAnsi="Angsana New" w:cs="Angsana New"/>
                <w:sz w:val="28"/>
                <w:szCs w:val="28"/>
              </w:rPr>
              <w:t>(1,080,000)</w:t>
            </w:r>
          </w:p>
        </w:tc>
        <w:tc>
          <w:tcPr>
            <w:tcW w:w="236" w:type="dxa"/>
            <w:vAlign w:val="bottom"/>
          </w:tcPr>
          <w:p w14:paraId="31EDB6D5" w14:textId="77777777" w:rsidR="008936FF" w:rsidRPr="00443BEC" w:rsidRDefault="008936FF" w:rsidP="008936FF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078BE28C" w14:textId="1F569BE1" w:rsidR="008936FF" w:rsidRPr="00443BEC" w:rsidRDefault="008936FF" w:rsidP="008936FF">
            <w:pPr>
              <w:pStyle w:val="acctfourfigures"/>
              <w:tabs>
                <w:tab w:val="clear" w:pos="765"/>
                <w:tab w:val="decimal" w:pos="827"/>
              </w:tabs>
              <w:spacing w:line="240" w:lineRule="atLeast"/>
              <w:ind w:left="-43" w:right="-37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 w:rsidRPr="008936FF">
              <w:rPr>
                <w:rFonts w:ascii="Angsana New" w:hAnsi="Angsana New" w:cs="Angsana New"/>
                <w:sz w:val="28"/>
                <w:szCs w:val="28"/>
                <w:lang w:eastAsia="en-GB"/>
              </w:rPr>
              <w:t>(1,080,000)</w:t>
            </w:r>
          </w:p>
        </w:tc>
        <w:tc>
          <w:tcPr>
            <w:tcW w:w="236" w:type="dxa"/>
            <w:vAlign w:val="bottom"/>
          </w:tcPr>
          <w:p w14:paraId="1C7ECE2F" w14:textId="77777777" w:rsidR="008936FF" w:rsidRPr="00443BEC" w:rsidRDefault="008936FF" w:rsidP="008936FF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47B892D4" w14:textId="1313F5AF" w:rsidR="008936FF" w:rsidRPr="00443BEC" w:rsidRDefault="008936FF" w:rsidP="008936FF">
            <w:pPr>
              <w:pStyle w:val="acctfourfigures"/>
              <w:tabs>
                <w:tab w:val="clear" w:pos="765"/>
                <w:tab w:val="decimal" w:pos="44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>
              <w:rPr>
                <w:rFonts w:ascii="Angsana New" w:hAnsi="Angsana New" w:cs="Angsana New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36" w:type="dxa"/>
            <w:vAlign w:val="bottom"/>
          </w:tcPr>
          <w:p w14:paraId="0EE599DF" w14:textId="77777777" w:rsidR="008936FF" w:rsidRPr="00443BEC" w:rsidRDefault="008936FF" w:rsidP="008936F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</w:tcPr>
          <w:p w14:paraId="194CC519" w14:textId="43995B9D" w:rsidR="008936FF" w:rsidRPr="00443BEC" w:rsidRDefault="008936FF" w:rsidP="005E10D4">
            <w:pPr>
              <w:pStyle w:val="acctfourfigures"/>
              <w:tabs>
                <w:tab w:val="clear" w:pos="765"/>
                <w:tab w:val="left" w:pos="630"/>
              </w:tabs>
              <w:spacing w:line="240" w:lineRule="atLeast"/>
              <w:ind w:left="-165" w:right="-37" w:firstLine="90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 w:rsidRPr="008936FF">
              <w:rPr>
                <w:rFonts w:ascii="Angsana New" w:hAnsi="Angsana New" w:cs="Angsana New"/>
                <w:sz w:val="28"/>
                <w:szCs w:val="28"/>
                <w:lang w:eastAsia="en-GB"/>
              </w:rPr>
              <w:t>(1,080,000)</w:t>
            </w:r>
          </w:p>
        </w:tc>
      </w:tr>
      <w:tr w:rsidR="00775C32" w:rsidRPr="00C05013" w14:paraId="3A821BA3" w14:textId="77777777" w:rsidTr="009B14D0">
        <w:trPr>
          <w:trHeight w:val="261"/>
        </w:trPr>
        <w:tc>
          <w:tcPr>
            <w:tcW w:w="4410" w:type="dxa"/>
            <w:vAlign w:val="bottom"/>
          </w:tcPr>
          <w:p w14:paraId="452A416B" w14:textId="77777777" w:rsidR="00775C32" w:rsidRDefault="00775C32" w:rsidP="00443BEC">
            <w:pPr>
              <w:ind w:left="73"/>
              <w:jc w:val="center"/>
              <w:rPr>
                <w:rFonts w:asciiTheme="majorBidi" w:hAnsiTheme="majorBidi" w:cstheme="majorBidi"/>
                <w:sz w:val="16"/>
                <w:szCs w:val="16"/>
                <w:shd w:val="clear" w:color="auto" w:fill="D9D9D9"/>
              </w:rPr>
            </w:pPr>
          </w:p>
        </w:tc>
        <w:tc>
          <w:tcPr>
            <w:tcW w:w="5053" w:type="dxa"/>
            <w:gridSpan w:val="7"/>
            <w:vAlign w:val="bottom"/>
          </w:tcPr>
          <w:p w14:paraId="011C6CAF" w14:textId="77777777" w:rsidR="00775C32" w:rsidRPr="00C05013" w:rsidRDefault="00775C32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</w:tr>
      <w:tr w:rsidR="00443BEC" w:rsidRPr="00C05013" w14:paraId="58328ABA" w14:textId="77777777" w:rsidTr="009B14D0">
        <w:trPr>
          <w:trHeight w:val="261"/>
        </w:trPr>
        <w:tc>
          <w:tcPr>
            <w:tcW w:w="4410" w:type="dxa"/>
            <w:vAlign w:val="bottom"/>
          </w:tcPr>
          <w:p w14:paraId="105C786A" w14:textId="70AC1E55" w:rsidR="00443BEC" w:rsidRPr="00C05013" w:rsidRDefault="00443BEC" w:rsidP="00443BEC">
            <w:pPr>
              <w:ind w:left="73"/>
              <w:jc w:val="center"/>
              <w:rPr>
                <w:rFonts w:ascii="Angsana New" w:hAnsi="Angsana New" w:cs="Angsana New"/>
                <w:sz w:val="28"/>
                <w:szCs w:val="28"/>
                <w:lang w:bidi="ar-SA"/>
              </w:rPr>
            </w:pPr>
            <w:r>
              <w:rPr>
                <w:rFonts w:asciiTheme="majorBidi" w:hAnsiTheme="majorBidi" w:cstheme="majorBidi"/>
                <w:sz w:val="16"/>
                <w:szCs w:val="16"/>
                <w:shd w:val="clear" w:color="auto" w:fill="D9D9D9"/>
              </w:rPr>
              <w:br w:type="page"/>
            </w:r>
          </w:p>
        </w:tc>
        <w:tc>
          <w:tcPr>
            <w:tcW w:w="5053" w:type="dxa"/>
            <w:gridSpan w:val="7"/>
            <w:vAlign w:val="bottom"/>
          </w:tcPr>
          <w:p w14:paraId="46843002" w14:textId="127D43C9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443BEC" w:rsidRPr="00C05013" w14:paraId="23348A1A" w14:textId="77777777" w:rsidTr="009B14D0">
        <w:trPr>
          <w:trHeight w:val="261"/>
        </w:trPr>
        <w:tc>
          <w:tcPr>
            <w:tcW w:w="4410" w:type="dxa"/>
            <w:vAlign w:val="bottom"/>
          </w:tcPr>
          <w:p w14:paraId="2600DEC8" w14:textId="77777777" w:rsidR="00443BEC" w:rsidRPr="00C05013" w:rsidRDefault="00443BEC" w:rsidP="00443BEC">
            <w:pPr>
              <w:ind w:left="73"/>
              <w:jc w:val="center"/>
              <w:rPr>
                <w:rFonts w:ascii="Angsana New" w:hAnsi="Angsana New" w:cs="Angsana New"/>
                <w:sz w:val="28"/>
                <w:szCs w:val="28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0A6F7700" w14:textId="77777777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100" w:right="-11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236" w:type="dxa"/>
          </w:tcPr>
          <w:p w14:paraId="7134F464" w14:textId="77777777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3557" w:type="dxa"/>
            <w:gridSpan w:val="5"/>
            <w:vAlign w:val="bottom"/>
          </w:tcPr>
          <w:p w14:paraId="1790A5C7" w14:textId="77777777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443BEC" w:rsidRPr="00C05013" w14:paraId="3AA014D7" w14:textId="77777777" w:rsidTr="009B14D0">
        <w:trPr>
          <w:trHeight w:val="261"/>
        </w:trPr>
        <w:tc>
          <w:tcPr>
            <w:tcW w:w="4410" w:type="dxa"/>
            <w:vAlign w:val="bottom"/>
          </w:tcPr>
          <w:p w14:paraId="31A2D3E0" w14:textId="77777777" w:rsidR="00443BEC" w:rsidRPr="00C05013" w:rsidRDefault="00443BEC" w:rsidP="00443BEC">
            <w:pPr>
              <w:ind w:left="-19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EA6F657" w14:textId="3215C1C7" w:rsidR="00443BEC" w:rsidRPr="00567952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163" w:right="-151"/>
              <w:jc w:val="center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ราคาทุนตัด</w:t>
            </w:r>
            <w:r w:rsidRPr="00C05013">
              <w:rPr>
                <w:rFonts w:ascii="Angsana New" w:hAnsi="Angsana New" w:cs="Angsana New"/>
                <w:sz w:val="28"/>
                <w:szCs w:val="28"/>
                <w:lang w:bidi="th-TH"/>
              </w:rPr>
              <w:br/>
            </w:r>
            <w:r w:rsidRPr="00C05013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จำหน่าย</w:t>
            </w:r>
            <w:r w:rsidR="00567952">
              <w:rPr>
                <w:rFonts w:ascii="Angsana New" w:hAnsi="Angsana New" w:cs="Angsana New"/>
                <w:sz w:val="28"/>
                <w:szCs w:val="28"/>
                <w:lang w:bidi="th-TH"/>
              </w:rPr>
              <w:t xml:space="preserve"> </w:t>
            </w:r>
            <w:r w:rsidR="0056795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-</w:t>
            </w:r>
            <w:r w:rsidR="00567952">
              <w:rPr>
                <w:rFonts w:ascii="Angsana New" w:hAnsi="Angsana New" w:cs="Angsana New" w:hint="cs"/>
                <w:sz w:val="28"/>
                <w:szCs w:val="28"/>
                <w:cs/>
                <w:lang w:val="en-US" w:bidi="th-TH"/>
              </w:rPr>
              <w:t xml:space="preserve"> สุทธิ</w:t>
            </w:r>
          </w:p>
        </w:tc>
        <w:tc>
          <w:tcPr>
            <w:tcW w:w="236" w:type="dxa"/>
            <w:vAlign w:val="bottom"/>
          </w:tcPr>
          <w:p w14:paraId="764549C2" w14:textId="77777777" w:rsidR="00443BEC" w:rsidRPr="00C05013" w:rsidRDefault="00443BEC" w:rsidP="00443BEC">
            <w:pPr>
              <w:ind w:lef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5B2B95BB" w14:textId="7544FB9B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 w:right="-10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ระดับ</w:t>
            </w:r>
            <w:r w:rsidRPr="00C05013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C42DDF">
              <w:rPr>
                <w:rFonts w:ascii="Angsana New" w:hAnsi="Angsana New" w:cs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</w:tcPr>
          <w:p w14:paraId="321C0352" w14:textId="77777777" w:rsidR="00443BEC" w:rsidRPr="00C05013" w:rsidRDefault="00443BEC" w:rsidP="00443BEC">
            <w:pPr>
              <w:ind w:left="-43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24" w:type="dxa"/>
            <w:vAlign w:val="bottom"/>
          </w:tcPr>
          <w:p w14:paraId="77B83934" w14:textId="7B47D491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 w:right="-10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</w:rPr>
              <w:t>ระดับ</w:t>
            </w:r>
            <w:r w:rsidRPr="00C05013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C42DDF">
              <w:rPr>
                <w:rFonts w:ascii="Angsana New" w:hAnsi="Angsana New" w:cs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</w:tcPr>
          <w:p w14:paraId="7177669D" w14:textId="77777777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37" w:type="dxa"/>
            <w:vAlign w:val="bottom"/>
          </w:tcPr>
          <w:p w14:paraId="0CA89671" w14:textId="77777777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 w:right="-104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443BEC" w:rsidRPr="00C05013" w14:paraId="357B769B" w14:textId="77777777" w:rsidTr="009B14D0">
        <w:trPr>
          <w:trHeight w:val="261"/>
        </w:trPr>
        <w:tc>
          <w:tcPr>
            <w:tcW w:w="4410" w:type="dxa"/>
          </w:tcPr>
          <w:p w14:paraId="2A4C40E4" w14:textId="77777777" w:rsidR="00443BEC" w:rsidRPr="00C05013" w:rsidRDefault="00443BEC" w:rsidP="00443BEC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5053" w:type="dxa"/>
            <w:gridSpan w:val="7"/>
          </w:tcPr>
          <w:p w14:paraId="4A623AED" w14:textId="77777777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  <w:t>(</w:t>
            </w:r>
            <w:r w:rsidRPr="00C05013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  <w:lang w:bidi="th-TH"/>
              </w:rPr>
              <w:t>พั</w:t>
            </w:r>
            <w:r w:rsidRPr="00C05013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  <w:t>นบาท)</w:t>
            </w:r>
          </w:p>
        </w:tc>
      </w:tr>
      <w:tr w:rsidR="00443BEC" w:rsidRPr="00C05013" w14:paraId="0F9BAD74" w14:textId="77777777" w:rsidTr="009B14D0">
        <w:trPr>
          <w:trHeight w:val="261"/>
        </w:trPr>
        <w:tc>
          <w:tcPr>
            <w:tcW w:w="4410" w:type="dxa"/>
          </w:tcPr>
          <w:p w14:paraId="5C81F059" w14:textId="28F4C1B9" w:rsidR="00443BEC" w:rsidRPr="00C05013" w:rsidRDefault="00443BEC" w:rsidP="00443BEC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FD1F64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443BE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3</w:t>
            </w:r>
            <w:r w:rsidR="00AF7586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0</w:t>
            </w:r>
            <w:r w:rsidRPr="00443BE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FD1CBC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กันยายน</w:t>
            </w:r>
            <w:r w:rsidRPr="00443BE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443BE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2568</w:t>
            </w:r>
          </w:p>
        </w:tc>
        <w:tc>
          <w:tcPr>
            <w:tcW w:w="1260" w:type="dxa"/>
          </w:tcPr>
          <w:p w14:paraId="7FEE7094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7961CD5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380F218D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786F8D0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50040E3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46A14458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</w:tcPr>
          <w:p w14:paraId="33C7B5F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43BEC" w:rsidRPr="00C05013" w14:paraId="4A943719" w14:textId="77777777" w:rsidTr="009B14D0">
        <w:trPr>
          <w:trHeight w:val="261"/>
        </w:trPr>
        <w:tc>
          <w:tcPr>
            <w:tcW w:w="4410" w:type="dxa"/>
          </w:tcPr>
          <w:p w14:paraId="6259F8E1" w14:textId="77777777" w:rsidR="00443BEC" w:rsidRPr="00C05013" w:rsidRDefault="00443BEC" w:rsidP="00443BEC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260" w:type="dxa"/>
          </w:tcPr>
          <w:p w14:paraId="30ADC35B" w14:textId="36ACA2AD" w:rsidR="00443BEC" w:rsidRPr="00C05013" w:rsidRDefault="00443BEC" w:rsidP="00224B0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152C37F4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5C6B4077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1994F13F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01F7B377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16AC8AD7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</w:tcPr>
          <w:p w14:paraId="74570CD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43BEC" w:rsidRPr="00C05013" w14:paraId="5AA5EDA3" w14:textId="77777777" w:rsidTr="009B14D0">
        <w:trPr>
          <w:trHeight w:val="281"/>
        </w:trPr>
        <w:tc>
          <w:tcPr>
            <w:tcW w:w="4410" w:type="dxa"/>
          </w:tcPr>
          <w:p w14:paraId="33128D54" w14:textId="125D8B11" w:rsidR="00443BEC" w:rsidRPr="00C05013" w:rsidRDefault="00272997" w:rsidP="00443BEC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43BEC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เงินฝากประจำกับสถาบันการเงิน</w:t>
            </w:r>
          </w:p>
        </w:tc>
        <w:tc>
          <w:tcPr>
            <w:tcW w:w="1260" w:type="dxa"/>
            <w:vAlign w:val="bottom"/>
          </w:tcPr>
          <w:p w14:paraId="69C4A1C9" w14:textId="458C4EF0" w:rsidR="00443BEC" w:rsidRPr="00C05013" w:rsidRDefault="004763F2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451,375</w:t>
            </w:r>
          </w:p>
        </w:tc>
        <w:tc>
          <w:tcPr>
            <w:tcW w:w="236" w:type="dxa"/>
            <w:vAlign w:val="bottom"/>
          </w:tcPr>
          <w:p w14:paraId="377F86CB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3262ED5E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1838FDE7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5D7136B9" w14:textId="77777777" w:rsidR="00443BEC" w:rsidRPr="00C05013" w:rsidRDefault="00443BEC" w:rsidP="00443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5B4D2CB3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vAlign w:val="bottom"/>
          </w:tcPr>
          <w:p w14:paraId="3AB8B288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82437B" w:rsidRPr="00C05013" w14:paraId="7450CFCC" w14:textId="77777777" w:rsidTr="009B14D0">
        <w:trPr>
          <w:trHeight w:val="281"/>
        </w:trPr>
        <w:tc>
          <w:tcPr>
            <w:tcW w:w="4410" w:type="dxa"/>
          </w:tcPr>
          <w:p w14:paraId="2D09020B" w14:textId="51CE60B7" w:rsidR="0082437B" w:rsidRPr="00C05013" w:rsidRDefault="00272997" w:rsidP="00443BEC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เงินฝากสถาบันการเงินที่เป็นหลักประกัน</w:t>
            </w:r>
          </w:p>
        </w:tc>
        <w:tc>
          <w:tcPr>
            <w:tcW w:w="1260" w:type="dxa"/>
            <w:vAlign w:val="bottom"/>
          </w:tcPr>
          <w:p w14:paraId="4DA02A66" w14:textId="0193A2A8" w:rsidR="0082437B" w:rsidRDefault="004763F2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10,642</w:t>
            </w:r>
          </w:p>
        </w:tc>
        <w:tc>
          <w:tcPr>
            <w:tcW w:w="236" w:type="dxa"/>
            <w:vAlign w:val="bottom"/>
          </w:tcPr>
          <w:p w14:paraId="1487730F" w14:textId="77777777" w:rsidR="0082437B" w:rsidRPr="00C05013" w:rsidRDefault="0082437B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2B55BE6C" w14:textId="77777777" w:rsidR="0082437B" w:rsidRPr="00C05013" w:rsidRDefault="0082437B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13770303" w14:textId="77777777" w:rsidR="0082437B" w:rsidRPr="00C05013" w:rsidRDefault="0082437B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57BB5265" w14:textId="77777777" w:rsidR="0082437B" w:rsidRPr="00C05013" w:rsidRDefault="0082437B" w:rsidP="00443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4854D165" w14:textId="77777777" w:rsidR="0082437B" w:rsidRPr="00C05013" w:rsidRDefault="0082437B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vAlign w:val="bottom"/>
          </w:tcPr>
          <w:p w14:paraId="78F1EE53" w14:textId="77777777" w:rsidR="0082437B" w:rsidRPr="00C05013" w:rsidRDefault="0082437B" w:rsidP="00443BEC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443BEC" w:rsidRPr="00C05013" w14:paraId="4612F923" w14:textId="77777777" w:rsidTr="009B14D0">
        <w:trPr>
          <w:trHeight w:val="281"/>
        </w:trPr>
        <w:tc>
          <w:tcPr>
            <w:tcW w:w="4410" w:type="dxa"/>
          </w:tcPr>
          <w:p w14:paraId="00B96558" w14:textId="12CD3EAC" w:rsidR="00443BEC" w:rsidRPr="00C05013" w:rsidRDefault="00443BEC" w:rsidP="00443BEC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260" w:type="dxa"/>
            <w:vAlign w:val="bottom"/>
          </w:tcPr>
          <w:p w14:paraId="6371918F" w14:textId="7E8F3633" w:rsidR="00443BEC" w:rsidRPr="00C05013" w:rsidRDefault="004763F2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1,261,000</w:t>
            </w:r>
          </w:p>
        </w:tc>
        <w:tc>
          <w:tcPr>
            <w:tcW w:w="236" w:type="dxa"/>
            <w:vAlign w:val="bottom"/>
          </w:tcPr>
          <w:p w14:paraId="16EA0012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2A116318" w14:textId="571F4008" w:rsidR="00443BEC" w:rsidRPr="00C05013" w:rsidRDefault="004763F2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78135E2A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1A107848" w14:textId="62BE16AA" w:rsidR="00443BEC" w:rsidRPr="00C05013" w:rsidRDefault="004763F2" w:rsidP="00272997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left="-43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1,261,000</w:t>
            </w:r>
          </w:p>
        </w:tc>
        <w:tc>
          <w:tcPr>
            <w:tcW w:w="236" w:type="dxa"/>
            <w:vAlign w:val="bottom"/>
          </w:tcPr>
          <w:p w14:paraId="04E321ED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vAlign w:val="bottom"/>
          </w:tcPr>
          <w:p w14:paraId="18992451" w14:textId="241A767E" w:rsidR="00443BEC" w:rsidRPr="00C05013" w:rsidRDefault="004763F2" w:rsidP="00443BEC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1,261,000</w:t>
            </w:r>
          </w:p>
        </w:tc>
      </w:tr>
      <w:tr w:rsidR="00443BEC" w:rsidRPr="00C05013" w14:paraId="5FDE1D13" w14:textId="77777777" w:rsidTr="009B14D0">
        <w:trPr>
          <w:trHeight w:val="362"/>
        </w:trPr>
        <w:tc>
          <w:tcPr>
            <w:tcW w:w="4410" w:type="dxa"/>
          </w:tcPr>
          <w:p w14:paraId="7D3ADEFC" w14:textId="77777777" w:rsidR="00443BEC" w:rsidRDefault="00443BEC" w:rsidP="00443BEC">
            <w:pPr>
              <w:ind w:left="165" w:hanging="179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</w:p>
          <w:p w14:paraId="5BE7299C" w14:textId="2EC2AB85" w:rsidR="00443BEC" w:rsidRPr="00C05013" w:rsidRDefault="00443BEC" w:rsidP="00443BEC">
            <w:pPr>
              <w:ind w:left="165" w:hanging="179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หนี้สินทางการเงิน</w:t>
            </w:r>
          </w:p>
        </w:tc>
        <w:tc>
          <w:tcPr>
            <w:tcW w:w="1260" w:type="dxa"/>
            <w:vAlign w:val="bottom"/>
          </w:tcPr>
          <w:p w14:paraId="4E34276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</w:p>
        </w:tc>
        <w:tc>
          <w:tcPr>
            <w:tcW w:w="236" w:type="dxa"/>
            <w:vAlign w:val="bottom"/>
          </w:tcPr>
          <w:p w14:paraId="41D788AF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04A3704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</w:p>
        </w:tc>
        <w:tc>
          <w:tcPr>
            <w:tcW w:w="236" w:type="dxa"/>
            <w:vAlign w:val="bottom"/>
          </w:tcPr>
          <w:p w14:paraId="0D161674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2368136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left="-43" w:right="-18"/>
              <w:rPr>
                <w:rFonts w:ascii="Angsana New" w:hAnsi="Angsana New" w:cs="Angsana New"/>
                <w:sz w:val="28"/>
                <w:szCs w:val="28"/>
                <w:lang w:eastAsia="en-GB" w:bidi="th-TH"/>
              </w:rPr>
            </w:pPr>
          </w:p>
        </w:tc>
        <w:tc>
          <w:tcPr>
            <w:tcW w:w="236" w:type="dxa"/>
            <w:vAlign w:val="bottom"/>
          </w:tcPr>
          <w:p w14:paraId="6ABCC67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vAlign w:val="bottom"/>
          </w:tcPr>
          <w:p w14:paraId="67165C4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</w:p>
        </w:tc>
      </w:tr>
      <w:tr w:rsidR="00443BEC" w:rsidRPr="00C05013" w14:paraId="0392C7C3" w14:textId="77777777" w:rsidTr="009B14D0">
        <w:trPr>
          <w:trHeight w:val="261"/>
        </w:trPr>
        <w:tc>
          <w:tcPr>
            <w:tcW w:w="4410" w:type="dxa"/>
          </w:tcPr>
          <w:p w14:paraId="3533978C" w14:textId="77777777" w:rsidR="00443BEC" w:rsidRPr="00C05013" w:rsidRDefault="00443BEC" w:rsidP="00443BEC">
            <w:pPr>
              <w:ind w:left="165" w:hanging="179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  <w:lang w:val="en-GB"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260" w:type="dxa"/>
            <w:vAlign w:val="bottom"/>
          </w:tcPr>
          <w:p w14:paraId="174999F9" w14:textId="3BEE8B06" w:rsidR="00443BEC" w:rsidRPr="00C05013" w:rsidRDefault="004763F2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eastAsia="en-GB"/>
              </w:rPr>
              <w:t>(830,000)</w:t>
            </w:r>
          </w:p>
        </w:tc>
        <w:tc>
          <w:tcPr>
            <w:tcW w:w="236" w:type="dxa"/>
            <w:vAlign w:val="bottom"/>
          </w:tcPr>
          <w:p w14:paraId="7DA49D33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2F2FB320" w14:textId="09D521A1" w:rsidR="00443BEC" w:rsidRPr="00C05013" w:rsidRDefault="004763F2" w:rsidP="00F74C79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eastAsia="en-GB"/>
              </w:rPr>
              <w:t>(830,000)</w:t>
            </w:r>
          </w:p>
        </w:tc>
        <w:tc>
          <w:tcPr>
            <w:tcW w:w="236" w:type="dxa"/>
            <w:vAlign w:val="bottom"/>
          </w:tcPr>
          <w:p w14:paraId="53F7A75E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5EDCABB2" w14:textId="5077C25A" w:rsidR="00443BEC" w:rsidRPr="00C05013" w:rsidRDefault="004763F2" w:rsidP="00F74C79">
            <w:pPr>
              <w:pStyle w:val="acctfourfigures"/>
              <w:tabs>
                <w:tab w:val="clear" w:pos="765"/>
                <w:tab w:val="decimal" w:pos="445"/>
              </w:tabs>
              <w:spacing w:line="240" w:lineRule="atLeast"/>
              <w:ind w:left="-43" w:right="-21"/>
              <w:rPr>
                <w:rFonts w:ascii="Angsana New" w:hAnsi="Angsana New" w:cs="Angsana New"/>
                <w:sz w:val="28"/>
                <w:szCs w:val="28"/>
                <w:cs/>
                <w:lang w:eastAsia="en-GB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52B3B0BE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vAlign w:val="bottom"/>
          </w:tcPr>
          <w:p w14:paraId="52904423" w14:textId="0E78E9ED" w:rsidR="00443BEC" w:rsidRPr="00C05013" w:rsidRDefault="004763F2" w:rsidP="004763F2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eastAsia="en-GB"/>
              </w:rPr>
              <w:t>(830,000)</w:t>
            </w:r>
          </w:p>
        </w:tc>
      </w:tr>
      <w:tr w:rsidR="00443BEC" w:rsidRPr="00C05013" w14:paraId="28080D70" w14:textId="77777777" w:rsidTr="009B14D0">
        <w:trPr>
          <w:trHeight w:val="261"/>
        </w:trPr>
        <w:tc>
          <w:tcPr>
            <w:tcW w:w="4410" w:type="dxa"/>
          </w:tcPr>
          <w:p w14:paraId="58F721AF" w14:textId="77777777" w:rsidR="00443BEC" w:rsidRDefault="00443BEC" w:rsidP="00443BEC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</w:pPr>
          </w:p>
          <w:p w14:paraId="609B0546" w14:textId="0738661D" w:rsidR="00443BEC" w:rsidRPr="00C05013" w:rsidRDefault="00443BEC" w:rsidP="00443BEC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C42DDF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31</w:t>
            </w: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C05013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ธันวาคม </w:t>
            </w:r>
            <w:r w:rsidRPr="00C42DDF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1260" w:type="dxa"/>
          </w:tcPr>
          <w:p w14:paraId="36262652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7098F419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36D95AE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4B80C7C0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267BF24F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7C0B8734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</w:tcPr>
          <w:p w14:paraId="614ED32B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43BEC" w:rsidRPr="00C05013" w14:paraId="6F37F3D8" w14:textId="77777777" w:rsidTr="009B14D0">
        <w:trPr>
          <w:trHeight w:val="261"/>
        </w:trPr>
        <w:tc>
          <w:tcPr>
            <w:tcW w:w="4410" w:type="dxa"/>
          </w:tcPr>
          <w:p w14:paraId="57F83BFB" w14:textId="52FA0A5E" w:rsidR="00443BEC" w:rsidRPr="00C05013" w:rsidRDefault="00443BEC" w:rsidP="00443BEC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260" w:type="dxa"/>
          </w:tcPr>
          <w:p w14:paraId="6921F229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5653F0E6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6D4D97DF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54C82A9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1E15CD87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457A672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</w:tcPr>
          <w:p w14:paraId="03D3CBA4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43BEC" w:rsidRPr="00C05013" w14:paraId="3855ACA5" w14:textId="77777777" w:rsidTr="009B14D0">
        <w:trPr>
          <w:trHeight w:val="261"/>
        </w:trPr>
        <w:tc>
          <w:tcPr>
            <w:tcW w:w="4410" w:type="dxa"/>
          </w:tcPr>
          <w:p w14:paraId="725BBBA0" w14:textId="30EDFF6B" w:rsidR="00443BEC" w:rsidRPr="00C05013" w:rsidRDefault="00443BEC" w:rsidP="00443BEC">
            <w:pPr>
              <w:ind w:left="160" w:hanging="180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  <w:r w:rsidRPr="00443BEC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เงินฝากประจำกับสถาบันการเงิน</w:t>
            </w:r>
          </w:p>
        </w:tc>
        <w:tc>
          <w:tcPr>
            <w:tcW w:w="1260" w:type="dxa"/>
          </w:tcPr>
          <w:p w14:paraId="4439D638" w14:textId="55C9B87F" w:rsidR="00443BEC" w:rsidRPr="00C05013" w:rsidRDefault="00405041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  <w:t>6</w:t>
            </w:r>
            <w:r w:rsidR="00443BEC" w:rsidRPr="00443BEC"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  <w:t>50,000</w:t>
            </w:r>
          </w:p>
        </w:tc>
        <w:tc>
          <w:tcPr>
            <w:tcW w:w="236" w:type="dxa"/>
          </w:tcPr>
          <w:p w14:paraId="79DC0E2A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0A1849B6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60D086AF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3ACBD0ED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81AD669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</w:tcPr>
          <w:p w14:paraId="78A04A77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43BEC" w:rsidRPr="00C05013" w14:paraId="5ADE98CD" w14:textId="77777777" w:rsidTr="009B14D0">
        <w:trPr>
          <w:trHeight w:val="281"/>
        </w:trPr>
        <w:tc>
          <w:tcPr>
            <w:tcW w:w="4410" w:type="dxa"/>
          </w:tcPr>
          <w:p w14:paraId="5092982F" w14:textId="2AEF9426" w:rsidR="00443BEC" w:rsidRPr="00C05013" w:rsidRDefault="00443BEC" w:rsidP="00443BEC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เงินฝากสถาบันการเงินที่เป็นหลักประกัน</w:t>
            </w:r>
          </w:p>
        </w:tc>
        <w:tc>
          <w:tcPr>
            <w:tcW w:w="1260" w:type="dxa"/>
            <w:vAlign w:val="bottom"/>
          </w:tcPr>
          <w:p w14:paraId="22E52083" w14:textId="2DA63F9B" w:rsidR="00443BEC" w:rsidRPr="00C05013" w:rsidRDefault="00443BEC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  <w:t>10,577</w:t>
            </w:r>
          </w:p>
        </w:tc>
        <w:tc>
          <w:tcPr>
            <w:tcW w:w="236" w:type="dxa"/>
            <w:vAlign w:val="bottom"/>
          </w:tcPr>
          <w:p w14:paraId="4B1D0879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33DADD5A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6E6AA5E7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0C6B7174" w14:textId="77777777" w:rsidR="00443BEC" w:rsidRPr="00C05013" w:rsidRDefault="00443BEC" w:rsidP="00443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10EC1D3A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vAlign w:val="bottom"/>
          </w:tcPr>
          <w:p w14:paraId="4D29E262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443BEC" w:rsidRPr="00C05013" w14:paraId="6BF5E508" w14:textId="77777777" w:rsidTr="009B14D0">
        <w:trPr>
          <w:trHeight w:val="281"/>
        </w:trPr>
        <w:tc>
          <w:tcPr>
            <w:tcW w:w="4410" w:type="dxa"/>
          </w:tcPr>
          <w:p w14:paraId="6D8531DF" w14:textId="35939758" w:rsidR="00443BEC" w:rsidRPr="00C05013" w:rsidRDefault="00A339EE" w:rsidP="00443BEC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260" w:type="dxa"/>
            <w:vAlign w:val="bottom"/>
          </w:tcPr>
          <w:p w14:paraId="29D72004" w14:textId="22180C3D" w:rsidR="00443BEC" w:rsidRPr="00C05013" w:rsidRDefault="00443BEC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  <w:t>1,050,000</w:t>
            </w:r>
          </w:p>
        </w:tc>
        <w:tc>
          <w:tcPr>
            <w:tcW w:w="236" w:type="dxa"/>
            <w:vAlign w:val="bottom"/>
          </w:tcPr>
          <w:p w14:paraId="3CF3F16D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7581B05F" w14:textId="2E0014BF" w:rsidR="00443BEC" w:rsidRPr="00443BEC" w:rsidRDefault="00443BEC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0B581B2F" w14:textId="77777777" w:rsidR="00443BEC" w:rsidRPr="00443BEC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4E17987D" w14:textId="3527A2D6" w:rsidR="00443BEC" w:rsidRPr="00443BEC" w:rsidRDefault="00443BEC" w:rsidP="00443BEC">
            <w:pPr>
              <w:pStyle w:val="acctfourfigures"/>
              <w:tabs>
                <w:tab w:val="clear" w:pos="765"/>
                <w:tab w:val="decimal" w:pos="712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  <w:lang w:bidi="th-TH"/>
              </w:rPr>
              <w:t>1,050,000</w:t>
            </w:r>
          </w:p>
        </w:tc>
        <w:tc>
          <w:tcPr>
            <w:tcW w:w="236" w:type="dxa"/>
            <w:vAlign w:val="bottom"/>
          </w:tcPr>
          <w:p w14:paraId="7A41D902" w14:textId="77777777" w:rsidR="00443BEC" w:rsidRPr="00443BEC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vAlign w:val="bottom"/>
          </w:tcPr>
          <w:p w14:paraId="4B2F2D9E" w14:textId="009EC75C" w:rsidR="00443BEC" w:rsidRPr="00443BEC" w:rsidRDefault="00443BEC" w:rsidP="00443BEC">
            <w:pPr>
              <w:pStyle w:val="acctfourfigures"/>
              <w:tabs>
                <w:tab w:val="clear" w:pos="765"/>
                <w:tab w:val="decimal" w:pos="711"/>
              </w:tabs>
              <w:spacing w:line="240" w:lineRule="atLeast"/>
              <w:ind w:left="-43" w:right="57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  <w:lang w:bidi="th-TH"/>
              </w:rPr>
              <w:t>1,050,000</w:t>
            </w:r>
          </w:p>
        </w:tc>
      </w:tr>
      <w:tr w:rsidR="00443BEC" w:rsidRPr="00C05013" w14:paraId="1D8ECF59" w14:textId="77777777" w:rsidTr="009B14D0">
        <w:trPr>
          <w:trHeight w:val="66"/>
        </w:trPr>
        <w:tc>
          <w:tcPr>
            <w:tcW w:w="4410" w:type="dxa"/>
          </w:tcPr>
          <w:p w14:paraId="2898CA17" w14:textId="77777777" w:rsidR="00443BEC" w:rsidRPr="00C05013" w:rsidRDefault="00443BEC" w:rsidP="00443BEC">
            <w:pPr>
              <w:spacing w:line="240" w:lineRule="auto"/>
              <w:ind w:left="-1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260" w:type="dxa"/>
          </w:tcPr>
          <w:p w14:paraId="088D9120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99"/>
                <w:tab w:val="decimal" w:pos="970"/>
              </w:tabs>
              <w:spacing w:line="240" w:lineRule="auto"/>
              <w:ind w:lef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3A053804" w14:textId="77777777" w:rsidR="00443BEC" w:rsidRPr="00C05013" w:rsidRDefault="00443BEC" w:rsidP="00443BEC">
            <w:pPr>
              <w:tabs>
                <w:tab w:val="decimal" w:pos="595"/>
              </w:tabs>
              <w:spacing w:line="240" w:lineRule="auto"/>
              <w:ind w:lef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14:paraId="7542BE8D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uto"/>
              <w:ind w:left="-43" w:right="-1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1C9523E8" w14:textId="77777777" w:rsidR="00443BEC" w:rsidRPr="00C05013" w:rsidRDefault="00443BEC" w:rsidP="00443BEC">
            <w:pPr>
              <w:tabs>
                <w:tab w:val="decimal" w:pos="595"/>
              </w:tabs>
              <w:spacing w:line="240" w:lineRule="auto"/>
              <w:ind w:lef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14:paraId="208F385A" w14:textId="77777777" w:rsidR="00443BEC" w:rsidRPr="00C05013" w:rsidRDefault="00443BEC" w:rsidP="00443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spacing w:line="240" w:lineRule="auto"/>
              <w:ind w:lef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31718999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7" w:type="dxa"/>
          </w:tcPr>
          <w:p w14:paraId="6BB86F32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375"/>
              </w:tabs>
              <w:spacing w:line="240" w:lineRule="auto"/>
              <w:ind w:lef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43BEC" w:rsidRPr="00C05013" w14:paraId="1485CEBE" w14:textId="77777777" w:rsidTr="009B14D0">
        <w:trPr>
          <w:trHeight w:val="261"/>
        </w:trPr>
        <w:tc>
          <w:tcPr>
            <w:tcW w:w="4410" w:type="dxa"/>
          </w:tcPr>
          <w:p w14:paraId="0AB53851" w14:textId="3C283372" w:rsidR="00443BEC" w:rsidRPr="00C05013" w:rsidRDefault="00443BEC" w:rsidP="00443BEC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 w:bidi="ar-SA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หนี้สินทางการเงิน</w:t>
            </w:r>
          </w:p>
        </w:tc>
        <w:tc>
          <w:tcPr>
            <w:tcW w:w="1260" w:type="dxa"/>
          </w:tcPr>
          <w:p w14:paraId="653E2AA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99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1CF64CF7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2FF3577A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256FC28E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4B879641" w14:textId="77777777" w:rsidR="00443BEC" w:rsidRPr="00C05013" w:rsidRDefault="00443BEC" w:rsidP="00443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2B9C1F32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</w:tcPr>
          <w:p w14:paraId="1F65840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004E4" w:rsidRPr="00C05013" w14:paraId="3EC204E6" w14:textId="77777777" w:rsidTr="009B14D0">
        <w:trPr>
          <w:trHeight w:val="236"/>
        </w:trPr>
        <w:tc>
          <w:tcPr>
            <w:tcW w:w="4410" w:type="dxa"/>
          </w:tcPr>
          <w:p w14:paraId="3462DFCD" w14:textId="0AEF8172" w:rsidR="004004E4" w:rsidRPr="00C05013" w:rsidRDefault="004004E4" w:rsidP="004004E4">
            <w:pPr>
              <w:ind w:left="165" w:hanging="179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4004E4">
              <w:rPr>
                <w:rFonts w:ascii="Angsana New" w:hAnsi="Angsana New" w:cs="Angsana New" w:hint="cs"/>
                <w:sz w:val="28"/>
                <w:szCs w:val="28"/>
                <w:cs/>
                <w:lang w:val="en-GB"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260" w:type="dxa"/>
          </w:tcPr>
          <w:p w14:paraId="50309C94" w14:textId="4C526E8D" w:rsidR="004004E4" w:rsidRPr="00443BEC" w:rsidRDefault="004004E4" w:rsidP="004004E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  <w:t>(990,000)</w:t>
            </w:r>
          </w:p>
        </w:tc>
        <w:tc>
          <w:tcPr>
            <w:tcW w:w="236" w:type="dxa"/>
          </w:tcPr>
          <w:p w14:paraId="73F3C330" w14:textId="77777777" w:rsidR="004004E4" w:rsidRPr="00C05013" w:rsidRDefault="004004E4" w:rsidP="004004E4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</w:p>
        </w:tc>
        <w:tc>
          <w:tcPr>
            <w:tcW w:w="1024" w:type="dxa"/>
          </w:tcPr>
          <w:p w14:paraId="6993F814" w14:textId="116802AC" w:rsidR="004004E4" w:rsidRPr="00443BEC" w:rsidRDefault="004004E4" w:rsidP="004004E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  <w:t>(990,000)</w:t>
            </w:r>
          </w:p>
        </w:tc>
        <w:tc>
          <w:tcPr>
            <w:tcW w:w="236" w:type="dxa"/>
          </w:tcPr>
          <w:p w14:paraId="6CA109FA" w14:textId="77777777" w:rsidR="004004E4" w:rsidRPr="00C05013" w:rsidRDefault="004004E4" w:rsidP="004004E4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</w:p>
        </w:tc>
        <w:tc>
          <w:tcPr>
            <w:tcW w:w="1024" w:type="dxa"/>
          </w:tcPr>
          <w:p w14:paraId="7908BF8B" w14:textId="4A6633E4" w:rsidR="004004E4" w:rsidRPr="00443BEC" w:rsidRDefault="004004E4" w:rsidP="004004E4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21"/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  <w:t>-</w:t>
            </w:r>
          </w:p>
        </w:tc>
        <w:tc>
          <w:tcPr>
            <w:tcW w:w="236" w:type="dxa"/>
          </w:tcPr>
          <w:p w14:paraId="5FA91DEC" w14:textId="77777777" w:rsidR="004004E4" w:rsidRPr="00443BEC" w:rsidRDefault="004004E4" w:rsidP="004004E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037" w:type="dxa"/>
          </w:tcPr>
          <w:p w14:paraId="75EDCC42" w14:textId="22FCD6BF" w:rsidR="004004E4" w:rsidRPr="00443BEC" w:rsidRDefault="004004E4" w:rsidP="004004E4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  <w:t>(990,000)</w:t>
            </w:r>
          </w:p>
        </w:tc>
      </w:tr>
    </w:tbl>
    <w:p w14:paraId="6CEF5AB4" w14:textId="7EC92AA8" w:rsidR="000941AD" w:rsidRDefault="00094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2"/>
          <w:szCs w:val="32"/>
        </w:rPr>
      </w:pPr>
    </w:p>
    <w:p w14:paraId="06766306" w14:textId="77777777" w:rsidR="000941AD" w:rsidRDefault="00094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r>
        <w:rPr>
          <w:rFonts w:asciiTheme="majorBidi" w:hAnsiTheme="majorBidi" w:cstheme="majorBidi"/>
          <w:i/>
          <w:iCs/>
          <w:sz w:val="32"/>
          <w:szCs w:val="32"/>
        </w:rPr>
        <w:br w:type="page"/>
      </w:r>
    </w:p>
    <w:p w14:paraId="175AC147" w14:textId="30B5060C" w:rsidR="008131BF" w:rsidRPr="00C05013" w:rsidRDefault="001D2E3C" w:rsidP="00072F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  <w:cs/>
        </w:rPr>
      </w:pPr>
      <w:r w:rsidRPr="00C05013">
        <w:rPr>
          <w:rFonts w:asciiTheme="majorBidi" w:hAnsiTheme="majorBidi" w:cstheme="majorBidi" w:hint="cs"/>
          <w:i/>
          <w:iCs/>
          <w:sz w:val="28"/>
          <w:szCs w:val="28"/>
          <w:cs/>
        </w:rPr>
        <w:lastRenderedPageBreak/>
        <w:t>ลูกหนี้การค้าและลูกหนี้</w:t>
      </w:r>
      <w:r w:rsidR="00E3734F" w:rsidRPr="00C05013">
        <w:rPr>
          <w:rFonts w:asciiTheme="majorBidi" w:hAnsiTheme="majorBidi" w:cstheme="majorBidi" w:hint="cs"/>
          <w:i/>
          <w:iCs/>
          <w:sz w:val="28"/>
          <w:szCs w:val="28"/>
          <w:cs/>
        </w:rPr>
        <w:t>หมุนเวียน</w:t>
      </w:r>
      <w:r w:rsidRPr="00C05013">
        <w:rPr>
          <w:rFonts w:asciiTheme="majorBidi" w:hAnsiTheme="majorBidi" w:cstheme="majorBidi" w:hint="cs"/>
          <w:i/>
          <w:iCs/>
          <w:sz w:val="28"/>
          <w:szCs w:val="28"/>
          <w:cs/>
        </w:rPr>
        <w:t>อื่น</w:t>
      </w:r>
    </w:p>
    <w:p w14:paraId="3E2A10C6" w14:textId="77777777" w:rsidR="00F10077" w:rsidRPr="00C05013" w:rsidRDefault="00F10077" w:rsidP="00042C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410"/>
        <w:gridCol w:w="1080"/>
        <w:gridCol w:w="180"/>
        <w:gridCol w:w="1074"/>
        <w:gridCol w:w="6"/>
        <w:gridCol w:w="172"/>
        <w:gridCol w:w="6"/>
        <w:gridCol w:w="1082"/>
        <w:gridCol w:w="180"/>
        <w:gridCol w:w="1074"/>
        <w:gridCol w:w="6"/>
      </w:tblGrid>
      <w:tr w:rsidR="005F4397" w:rsidRPr="00C05013" w14:paraId="772BFB65" w14:textId="77777777" w:rsidTr="00303181">
        <w:trPr>
          <w:gridAfter w:val="1"/>
          <w:wAfter w:w="6" w:type="dxa"/>
          <w:cantSplit/>
          <w:tblHeader/>
        </w:trPr>
        <w:tc>
          <w:tcPr>
            <w:tcW w:w="4410" w:type="dxa"/>
            <w:vAlign w:val="bottom"/>
            <w:hideMark/>
          </w:tcPr>
          <w:p w14:paraId="5BFB337F" w14:textId="77777777" w:rsidR="005F4397" w:rsidRPr="00C05013" w:rsidRDefault="005F4397" w:rsidP="00E82CF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334" w:type="dxa"/>
            <w:gridSpan w:val="3"/>
            <w:vAlign w:val="bottom"/>
          </w:tcPr>
          <w:p w14:paraId="4EF36A06" w14:textId="77777777" w:rsidR="005F4397" w:rsidRPr="00C05013" w:rsidRDefault="005F4397" w:rsidP="00E82CF4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</w:pPr>
            <w:r w:rsidRPr="00C05013">
              <w:rPr>
                <w:rFonts w:asciiTheme="majorBidi" w:hAnsiTheme="majorBidi" w:cstheme="majorBidi" w:hint="cs"/>
                <w:b w:val="0"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78" w:type="dxa"/>
            <w:gridSpan w:val="2"/>
          </w:tcPr>
          <w:p w14:paraId="6B374EAE" w14:textId="77777777" w:rsidR="005F4397" w:rsidRPr="00C05013" w:rsidRDefault="005F4397" w:rsidP="00E82CF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2342" w:type="dxa"/>
            <w:gridSpan w:val="4"/>
            <w:vAlign w:val="bottom"/>
          </w:tcPr>
          <w:p w14:paraId="43D255A2" w14:textId="77777777" w:rsidR="005F4397" w:rsidRPr="00C05013" w:rsidRDefault="005F4397" w:rsidP="00E82CF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43BEC" w:rsidRPr="00C05013" w14:paraId="3D1A8E5B" w14:textId="77777777" w:rsidTr="00303181">
        <w:trPr>
          <w:cantSplit/>
          <w:tblHeader/>
        </w:trPr>
        <w:tc>
          <w:tcPr>
            <w:tcW w:w="4410" w:type="dxa"/>
            <w:vAlign w:val="bottom"/>
          </w:tcPr>
          <w:p w14:paraId="198F6D7B" w14:textId="77777777" w:rsidR="00443BEC" w:rsidRPr="00C05013" w:rsidRDefault="00443BEC" w:rsidP="00443BEC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28"/>
                <w:szCs w:val="28"/>
                <w:cs/>
              </w:rPr>
            </w:pPr>
          </w:p>
        </w:tc>
        <w:tc>
          <w:tcPr>
            <w:tcW w:w="1080" w:type="dxa"/>
            <w:vAlign w:val="bottom"/>
          </w:tcPr>
          <w:p w14:paraId="2E67B8D7" w14:textId="2DD08446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</w:t>
            </w:r>
            <w:r w:rsidR="008A48BE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0</w:t>
            </w:r>
            <w:r w:rsidRP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="00202980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  <w:tc>
          <w:tcPr>
            <w:tcW w:w="180" w:type="dxa"/>
            <w:vAlign w:val="bottom"/>
          </w:tcPr>
          <w:p w14:paraId="5C2AC993" w14:textId="77777777" w:rsidR="00443BEC" w:rsidRPr="00C05013" w:rsidRDefault="00443BEC" w:rsidP="00443BEC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83F274" w14:textId="43A2699D" w:rsidR="00443BEC" w:rsidRPr="00C05013" w:rsidRDefault="00443BEC" w:rsidP="00443BEC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31</w:t>
            </w:r>
            <w:r w:rsidRPr="00C05013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78" w:type="dxa"/>
            <w:gridSpan w:val="2"/>
          </w:tcPr>
          <w:p w14:paraId="10F9351E" w14:textId="77777777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082" w:type="dxa"/>
            <w:vAlign w:val="bottom"/>
          </w:tcPr>
          <w:p w14:paraId="437785CF" w14:textId="22C3CC08" w:rsidR="00443BEC" w:rsidRPr="00C05013" w:rsidRDefault="00443BEC" w:rsidP="00443BEC">
            <w:pPr>
              <w:spacing w:line="240" w:lineRule="auto"/>
              <w:ind w:left="-53" w:right="-5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="008A48BE">
              <w:rPr>
                <w:rFonts w:ascii="Angsana New" w:hAnsi="Angsana New" w:cs="Angsana New"/>
                <w:sz w:val="28"/>
                <w:szCs w:val="28"/>
              </w:rPr>
              <w:t>0</w:t>
            </w:r>
            <w:r w:rsidRPr="00443BEC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202980">
              <w:rPr>
                <w:rFonts w:ascii="Angsana New" w:hAnsi="Angsana New" w:cs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80" w:type="dxa"/>
            <w:vAlign w:val="bottom"/>
          </w:tcPr>
          <w:p w14:paraId="5B551BBB" w14:textId="77777777" w:rsidR="00443BEC" w:rsidRPr="00C05013" w:rsidRDefault="00443BEC" w:rsidP="00443BE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B15C45A" w14:textId="2DEC9F69" w:rsidR="00443BEC" w:rsidRPr="00C05013" w:rsidRDefault="00443BEC" w:rsidP="00443BEC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31</w:t>
            </w:r>
            <w:r w:rsidRPr="00C05013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</w:tr>
      <w:tr w:rsidR="00443BEC" w:rsidRPr="00C05013" w14:paraId="5C0B257A" w14:textId="77777777" w:rsidTr="00303181">
        <w:trPr>
          <w:cantSplit/>
          <w:tblHeader/>
        </w:trPr>
        <w:tc>
          <w:tcPr>
            <w:tcW w:w="4410" w:type="dxa"/>
            <w:vAlign w:val="bottom"/>
          </w:tcPr>
          <w:p w14:paraId="6D583FD5" w14:textId="2E4ACD67" w:rsidR="00443BEC" w:rsidRPr="00C05013" w:rsidRDefault="00443BEC" w:rsidP="00443BEC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28"/>
                <w:szCs w:val="28"/>
                <w:cs/>
              </w:rPr>
            </w:pPr>
          </w:p>
        </w:tc>
        <w:tc>
          <w:tcPr>
            <w:tcW w:w="1080" w:type="dxa"/>
            <w:vAlign w:val="bottom"/>
          </w:tcPr>
          <w:p w14:paraId="6D95CF2E" w14:textId="71E96F61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2739FAD8" w14:textId="77777777" w:rsidR="00443BEC" w:rsidRPr="00C05013" w:rsidRDefault="00443BEC" w:rsidP="00443BEC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658EFEE" w14:textId="758F872F" w:rsidR="00443BEC" w:rsidRPr="00C05013" w:rsidRDefault="00443BEC" w:rsidP="00443BEC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178" w:type="dxa"/>
            <w:gridSpan w:val="2"/>
          </w:tcPr>
          <w:p w14:paraId="4CF977E5" w14:textId="77777777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082" w:type="dxa"/>
            <w:vAlign w:val="bottom"/>
          </w:tcPr>
          <w:p w14:paraId="19795E8A" w14:textId="20E3C17E" w:rsidR="00443BEC" w:rsidRPr="00C05013" w:rsidRDefault="00443BEC" w:rsidP="00443BEC">
            <w:pPr>
              <w:spacing w:line="240" w:lineRule="auto"/>
              <w:ind w:left="-53" w:right="-5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80" w:type="dxa"/>
            <w:vAlign w:val="bottom"/>
          </w:tcPr>
          <w:p w14:paraId="602C9F82" w14:textId="77777777" w:rsidR="00443BEC" w:rsidRPr="00C05013" w:rsidRDefault="00443BEC" w:rsidP="00443BE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F03417" w14:textId="6581357F" w:rsidR="00443BEC" w:rsidRPr="00C05013" w:rsidRDefault="00443BEC" w:rsidP="00443BEC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 w:rsidR="006562FE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7</w:t>
            </w:r>
          </w:p>
        </w:tc>
      </w:tr>
      <w:tr w:rsidR="00443BEC" w:rsidRPr="00C05013" w14:paraId="19A16F95" w14:textId="77777777" w:rsidTr="00303181">
        <w:trPr>
          <w:gridAfter w:val="1"/>
          <w:wAfter w:w="6" w:type="dxa"/>
          <w:cantSplit/>
          <w:tblHeader/>
        </w:trPr>
        <w:tc>
          <w:tcPr>
            <w:tcW w:w="4410" w:type="dxa"/>
            <w:vAlign w:val="bottom"/>
          </w:tcPr>
          <w:p w14:paraId="32A9B255" w14:textId="77777777" w:rsidR="00443BEC" w:rsidRPr="00C05013" w:rsidRDefault="00443BEC" w:rsidP="00443BEC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4854" w:type="dxa"/>
            <w:gridSpan w:val="9"/>
            <w:vAlign w:val="bottom"/>
            <w:hideMark/>
          </w:tcPr>
          <w:p w14:paraId="332B27C5" w14:textId="77777777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813347" w:rsidRPr="00C05013" w14:paraId="4D8B2126" w14:textId="77777777" w:rsidTr="00303181">
        <w:trPr>
          <w:cantSplit/>
        </w:trPr>
        <w:tc>
          <w:tcPr>
            <w:tcW w:w="4410" w:type="dxa"/>
            <w:hideMark/>
          </w:tcPr>
          <w:p w14:paraId="614277C0" w14:textId="77777777" w:rsidR="00813347" w:rsidRPr="00C05013" w:rsidRDefault="00813347" w:rsidP="00813347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080" w:type="dxa"/>
          </w:tcPr>
          <w:p w14:paraId="4DF8EBAC" w14:textId="50742A13" w:rsidR="00813347" w:rsidRPr="00C05013" w:rsidRDefault="00D41B7A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72</w:t>
            </w:r>
            <w:r w:rsidR="00D15EDC">
              <w:rPr>
                <w:rFonts w:asciiTheme="majorBidi" w:hAnsiTheme="majorBidi" w:cstheme="majorBidi"/>
                <w:sz w:val="28"/>
                <w:szCs w:val="28"/>
              </w:rPr>
              <w:t>6,899</w:t>
            </w:r>
          </w:p>
        </w:tc>
        <w:tc>
          <w:tcPr>
            <w:tcW w:w="180" w:type="dxa"/>
          </w:tcPr>
          <w:p w14:paraId="6176070A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14:paraId="07F8F782" w14:textId="3D890CBA" w:rsidR="00813347" w:rsidRPr="00C05013" w:rsidRDefault="00813347" w:rsidP="008936F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596,395</w:t>
            </w:r>
          </w:p>
        </w:tc>
        <w:tc>
          <w:tcPr>
            <w:tcW w:w="178" w:type="dxa"/>
            <w:gridSpan w:val="2"/>
          </w:tcPr>
          <w:p w14:paraId="753BE6C7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1611551C" w14:textId="5478AF95" w:rsidR="00813347" w:rsidRPr="00C05013" w:rsidRDefault="00D41B7A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D15EDC">
              <w:rPr>
                <w:rFonts w:asciiTheme="majorBidi" w:hAnsiTheme="majorBidi" w:cstheme="majorBidi"/>
                <w:sz w:val="28"/>
                <w:szCs w:val="28"/>
              </w:rPr>
              <w:t>80,186</w:t>
            </w:r>
          </w:p>
        </w:tc>
        <w:tc>
          <w:tcPr>
            <w:tcW w:w="180" w:type="dxa"/>
          </w:tcPr>
          <w:p w14:paraId="31FACD8B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14:paraId="7DAC1413" w14:textId="2D058717" w:rsidR="00813347" w:rsidRPr="00C05013" w:rsidRDefault="00813347" w:rsidP="008936F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552,440</w:t>
            </w:r>
          </w:p>
        </w:tc>
      </w:tr>
      <w:tr w:rsidR="00813347" w:rsidRPr="00C05013" w14:paraId="2CDCDD3D" w14:textId="77777777" w:rsidTr="00DF4A82">
        <w:trPr>
          <w:cantSplit/>
          <w:trHeight w:val="71"/>
        </w:trPr>
        <w:tc>
          <w:tcPr>
            <w:tcW w:w="4410" w:type="dxa"/>
            <w:vAlign w:val="bottom"/>
            <w:hideMark/>
          </w:tcPr>
          <w:p w14:paraId="6D839F92" w14:textId="77777777" w:rsidR="00813347" w:rsidRPr="00C05013" w:rsidRDefault="00813347" w:rsidP="00813347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ลูกหนี้หมุนเวียนอื่น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8D8C09" w14:textId="67304F01" w:rsidR="00813347" w:rsidRPr="00091142" w:rsidRDefault="00D41B7A" w:rsidP="00AD043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09114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E40B83">
              <w:rPr>
                <w:rFonts w:asciiTheme="majorBidi" w:hAnsiTheme="majorBidi" w:cstheme="majorBidi"/>
                <w:sz w:val="28"/>
                <w:szCs w:val="28"/>
              </w:rPr>
              <w:t>92,014</w:t>
            </w:r>
          </w:p>
        </w:tc>
        <w:tc>
          <w:tcPr>
            <w:tcW w:w="180" w:type="dxa"/>
            <w:vAlign w:val="bottom"/>
          </w:tcPr>
          <w:p w14:paraId="6A4239F7" w14:textId="77777777" w:rsidR="00813347" w:rsidRPr="00091142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B6ACF3" w14:textId="7723216D" w:rsidR="00813347" w:rsidRPr="00091142" w:rsidRDefault="000F4F2E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091142">
              <w:rPr>
                <w:rFonts w:asciiTheme="majorBidi" w:hAnsiTheme="majorBidi" w:cstheme="majorBidi" w:hint="cs"/>
                <w:sz w:val="28"/>
                <w:szCs w:val="28"/>
                <w:cs/>
              </w:rPr>
              <w:t>20</w:t>
            </w:r>
            <w:r w:rsidR="00145EFE" w:rsidRPr="0009114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91142">
              <w:rPr>
                <w:rFonts w:asciiTheme="majorBidi" w:hAnsiTheme="majorBidi" w:cstheme="majorBidi" w:hint="cs"/>
                <w:sz w:val="28"/>
                <w:szCs w:val="28"/>
                <w:cs/>
              </w:rPr>
              <w:t>575</w:t>
            </w:r>
          </w:p>
        </w:tc>
        <w:tc>
          <w:tcPr>
            <w:tcW w:w="178" w:type="dxa"/>
            <w:gridSpan w:val="2"/>
            <w:vAlign w:val="bottom"/>
          </w:tcPr>
          <w:p w14:paraId="40158F30" w14:textId="77777777" w:rsidR="00813347" w:rsidRPr="00091142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230506" w14:textId="2B9E853D" w:rsidR="00813347" w:rsidRPr="00091142" w:rsidRDefault="00E40B83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146,030</w:t>
            </w:r>
          </w:p>
        </w:tc>
        <w:tc>
          <w:tcPr>
            <w:tcW w:w="180" w:type="dxa"/>
            <w:vAlign w:val="bottom"/>
          </w:tcPr>
          <w:p w14:paraId="58846FD3" w14:textId="77777777" w:rsidR="00813347" w:rsidRPr="00C05013" w:rsidRDefault="00813347" w:rsidP="00813347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C2D7C7" w14:textId="45DD1EA3" w:rsidR="00813347" w:rsidRPr="00C05013" w:rsidRDefault="000F4F2E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26</w:t>
            </w:r>
            <w:r w:rsidR="00E13A0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679</w:t>
            </w:r>
          </w:p>
        </w:tc>
      </w:tr>
      <w:tr w:rsidR="00813347" w:rsidRPr="00C05013" w14:paraId="05ACFFE8" w14:textId="77777777" w:rsidTr="00DF4A82">
        <w:trPr>
          <w:cantSplit/>
        </w:trPr>
        <w:tc>
          <w:tcPr>
            <w:tcW w:w="4410" w:type="dxa"/>
            <w:hideMark/>
          </w:tcPr>
          <w:p w14:paraId="30202F06" w14:textId="77777777" w:rsidR="00813347" w:rsidRPr="00C05013" w:rsidRDefault="00813347" w:rsidP="00813347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DB8C60E" w14:textId="78C8B19D" w:rsidR="00813347" w:rsidRPr="00091142" w:rsidRDefault="00E40B83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918,913</w:t>
            </w:r>
          </w:p>
        </w:tc>
        <w:tc>
          <w:tcPr>
            <w:tcW w:w="180" w:type="dxa"/>
          </w:tcPr>
          <w:p w14:paraId="1492EEDD" w14:textId="77777777" w:rsidR="00813347" w:rsidRPr="00091142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3E25DB7" w14:textId="305F699B" w:rsidR="00813347" w:rsidRPr="00091142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9114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  <w:r w:rsidR="000F4F2E" w:rsidRPr="00091142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16</w:t>
            </w:r>
            <w:r w:rsidR="00145EFE" w:rsidRPr="0009114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0F4F2E" w:rsidRPr="00091142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970</w:t>
            </w:r>
          </w:p>
        </w:tc>
        <w:tc>
          <w:tcPr>
            <w:tcW w:w="178" w:type="dxa"/>
            <w:gridSpan w:val="2"/>
          </w:tcPr>
          <w:p w14:paraId="7E320F9E" w14:textId="77777777" w:rsidR="00813347" w:rsidRPr="00091142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18E0DF1" w14:textId="403BF3BA" w:rsidR="00813347" w:rsidRPr="00091142" w:rsidRDefault="00E40B83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826</w:t>
            </w:r>
            <w:r w:rsidR="00BC482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216</w:t>
            </w:r>
          </w:p>
        </w:tc>
        <w:tc>
          <w:tcPr>
            <w:tcW w:w="180" w:type="dxa"/>
          </w:tcPr>
          <w:p w14:paraId="21B9C5F9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EEC98C0" w14:textId="78C945B4" w:rsidR="00813347" w:rsidRPr="00C05013" w:rsidRDefault="00E13A01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  <w:r w:rsidR="000F4F2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79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0F4F2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119</w:t>
            </w:r>
          </w:p>
        </w:tc>
      </w:tr>
    </w:tbl>
    <w:p w14:paraId="2387D1CA" w14:textId="14E5459F" w:rsidR="00B0013F" w:rsidRDefault="00B001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410"/>
        <w:gridCol w:w="1080"/>
        <w:gridCol w:w="180"/>
        <w:gridCol w:w="1080"/>
        <w:gridCol w:w="178"/>
        <w:gridCol w:w="1082"/>
        <w:gridCol w:w="180"/>
        <w:gridCol w:w="1080"/>
      </w:tblGrid>
      <w:tr w:rsidR="005F4397" w:rsidRPr="00C05013" w14:paraId="5E9A45E3" w14:textId="77777777" w:rsidTr="00AB2C26">
        <w:trPr>
          <w:cantSplit/>
          <w:tblHeader/>
        </w:trPr>
        <w:tc>
          <w:tcPr>
            <w:tcW w:w="4410" w:type="dxa"/>
            <w:vAlign w:val="bottom"/>
            <w:hideMark/>
          </w:tcPr>
          <w:p w14:paraId="725AB67A" w14:textId="35084C59" w:rsidR="005F4397" w:rsidRPr="00C05013" w:rsidRDefault="005F4397" w:rsidP="00E82CF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ลูกหนี้การค้า</w:t>
            </w:r>
          </w:p>
        </w:tc>
        <w:tc>
          <w:tcPr>
            <w:tcW w:w="2340" w:type="dxa"/>
            <w:gridSpan w:val="3"/>
            <w:vAlign w:val="bottom"/>
          </w:tcPr>
          <w:p w14:paraId="1D176088" w14:textId="77777777" w:rsidR="005F4397" w:rsidRPr="00C05013" w:rsidRDefault="005F4397" w:rsidP="00E82CF4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</w:pPr>
            <w:r w:rsidRPr="00C05013">
              <w:rPr>
                <w:rFonts w:asciiTheme="majorBidi" w:hAnsiTheme="majorBidi" w:cstheme="majorBidi" w:hint="cs"/>
                <w:b w:val="0"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78" w:type="dxa"/>
          </w:tcPr>
          <w:p w14:paraId="24DEFEC6" w14:textId="77777777" w:rsidR="005F4397" w:rsidRPr="00C05013" w:rsidRDefault="005F4397" w:rsidP="00E82CF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2342" w:type="dxa"/>
            <w:gridSpan w:val="3"/>
            <w:vAlign w:val="bottom"/>
          </w:tcPr>
          <w:p w14:paraId="19E0C2B4" w14:textId="77777777" w:rsidR="005F4397" w:rsidRPr="00C05013" w:rsidRDefault="005F4397" w:rsidP="00E82CF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43BEC" w:rsidRPr="00C05013" w14:paraId="7F94A31C" w14:textId="77777777" w:rsidTr="00152C32">
        <w:trPr>
          <w:cantSplit/>
          <w:tblHeader/>
        </w:trPr>
        <w:tc>
          <w:tcPr>
            <w:tcW w:w="4410" w:type="dxa"/>
            <w:vAlign w:val="bottom"/>
          </w:tcPr>
          <w:p w14:paraId="6A1E5082" w14:textId="77777777" w:rsidR="00443BEC" w:rsidRPr="00C05013" w:rsidRDefault="00443BEC" w:rsidP="00443BEC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8037840" w14:textId="17736D52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</w:t>
            </w:r>
            <w:r w:rsidR="00E25D37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0</w:t>
            </w:r>
            <w:r w:rsidRP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="008D677C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  <w:tc>
          <w:tcPr>
            <w:tcW w:w="180" w:type="dxa"/>
            <w:vAlign w:val="bottom"/>
          </w:tcPr>
          <w:p w14:paraId="2828EDBE" w14:textId="77777777" w:rsidR="00443BEC" w:rsidRPr="00C05013" w:rsidRDefault="00443BEC" w:rsidP="00443BEC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4535583B" w14:textId="0873BEC6" w:rsidR="00443BEC" w:rsidRPr="00C05013" w:rsidRDefault="00443BEC" w:rsidP="00443BEC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31</w:t>
            </w:r>
            <w:r w:rsidRPr="00FD1F64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FD1F64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78" w:type="dxa"/>
          </w:tcPr>
          <w:p w14:paraId="2A86B0D8" w14:textId="77777777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082" w:type="dxa"/>
            <w:vAlign w:val="bottom"/>
          </w:tcPr>
          <w:p w14:paraId="0C3B070B" w14:textId="47B546D7" w:rsidR="00443BEC" w:rsidRPr="00C05013" w:rsidRDefault="00443BEC" w:rsidP="00443BEC">
            <w:pPr>
              <w:spacing w:line="240" w:lineRule="auto"/>
              <w:ind w:left="-53" w:right="-5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="00E53A37">
              <w:rPr>
                <w:rFonts w:ascii="Angsana New" w:hAnsi="Angsana New" w:cs="Angsana New"/>
                <w:sz w:val="28"/>
                <w:szCs w:val="28"/>
              </w:rPr>
              <w:t>0</w:t>
            </w:r>
            <w:r w:rsidRPr="00443BEC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8D677C">
              <w:rPr>
                <w:rFonts w:ascii="Angsana New" w:hAnsi="Angsana New" w:cs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80" w:type="dxa"/>
            <w:vAlign w:val="bottom"/>
          </w:tcPr>
          <w:p w14:paraId="4F89E9CB" w14:textId="77777777" w:rsidR="00443BEC" w:rsidRPr="00C05013" w:rsidRDefault="00443BEC" w:rsidP="00443BE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78DADE72" w14:textId="24958D58" w:rsidR="00443BEC" w:rsidRPr="00C05013" w:rsidRDefault="00443BEC" w:rsidP="00443BEC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31</w:t>
            </w:r>
            <w:r w:rsidRPr="00FD1F64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FD1F64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</w:tr>
      <w:tr w:rsidR="00443BEC" w:rsidRPr="00C05013" w14:paraId="23F5CBE5" w14:textId="77777777" w:rsidTr="00152C32">
        <w:trPr>
          <w:cantSplit/>
          <w:tblHeader/>
        </w:trPr>
        <w:tc>
          <w:tcPr>
            <w:tcW w:w="4410" w:type="dxa"/>
            <w:vAlign w:val="bottom"/>
          </w:tcPr>
          <w:p w14:paraId="5F77EEC7" w14:textId="158743EF" w:rsidR="00443BEC" w:rsidRPr="00C05013" w:rsidRDefault="00443BEC" w:rsidP="00443BEC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171035EA" w14:textId="1F0B1B42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63F121E1" w14:textId="77777777" w:rsidR="00443BEC" w:rsidRPr="00C05013" w:rsidRDefault="00443BEC" w:rsidP="00443BEC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34ADA6B5" w14:textId="119CE450" w:rsidR="00443BEC" w:rsidRPr="00C05013" w:rsidRDefault="00443BEC" w:rsidP="00443BEC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 w:rsidR="00813347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178" w:type="dxa"/>
          </w:tcPr>
          <w:p w14:paraId="04E12BCC" w14:textId="77777777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082" w:type="dxa"/>
            <w:vAlign w:val="bottom"/>
          </w:tcPr>
          <w:p w14:paraId="4D59F3DF" w14:textId="3279DD40" w:rsidR="00443BEC" w:rsidRPr="00C05013" w:rsidRDefault="00443BEC" w:rsidP="00443BEC">
            <w:pPr>
              <w:spacing w:line="240" w:lineRule="auto"/>
              <w:ind w:left="-53" w:right="-5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443BEC">
              <w:rPr>
                <w:rFonts w:ascii="Angsana New" w:hAnsi="Angsana New" w:cs="Angsana New"/>
                <w:bCs/>
                <w:sz w:val="28"/>
                <w:szCs w:val="28"/>
              </w:rPr>
              <w:t>8</w:t>
            </w:r>
          </w:p>
        </w:tc>
        <w:tc>
          <w:tcPr>
            <w:tcW w:w="180" w:type="dxa"/>
            <w:vAlign w:val="bottom"/>
          </w:tcPr>
          <w:p w14:paraId="0EED85C9" w14:textId="77777777" w:rsidR="00443BEC" w:rsidRPr="00C05013" w:rsidRDefault="00443BEC" w:rsidP="00443BE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49322658" w14:textId="5ACFD6C8" w:rsidR="00443BEC" w:rsidRPr="00C05013" w:rsidRDefault="00443BEC" w:rsidP="00443BEC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 w:rsidR="00813347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7</w:t>
            </w:r>
          </w:p>
        </w:tc>
      </w:tr>
      <w:tr w:rsidR="00443BEC" w:rsidRPr="00C05013" w14:paraId="21CB5A68" w14:textId="77777777" w:rsidTr="00AB2C26">
        <w:trPr>
          <w:cantSplit/>
          <w:tblHeader/>
        </w:trPr>
        <w:tc>
          <w:tcPr>
            <w:tcW w:w="4410" w:type="dxa"/>
            <w:vAlign w:val="bottom"/>
          </w:tcPr>
          <w:p w14:paraId="279BE670" w14:textId="77777777" w:rsidR="00443BEC" w:rsidRPr="00C05013" w:rsidRDefault="00443BEC" w:rsidP="00443BEC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4860" w:type="dxa"/>
            <w:gridSpan w:val="7"/>
            <w:vAlign w:val="bottom"/>
            <w:hideMark/>
          </w:tcPr>
          <w:p w14:paraId="22E40CCA" w14:textId="77777777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813347" w:rsidRPr="00C05013" w14:paraId="0BD96EFC" w14:textId="77777777" w:rsidTr="00152C32">
        <w:trPr>
          <w:cantSplit/>
        </w:trPr>
        <w:tc>
          <w:tcPr>
            <w:tcW w:w="4410" w:type="dxa"/>
            <w:hideMark/>
          </w:tcPr>
          <w:p w14:paraId="11580407" w14:textId="77777777" w:rsidR="00813347" w:rsidRPr="00C05013" w:rsidRDefault="00813347" w:rsidP="00813347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080" w:type="dxa"/>
          </w:tcPr>
          <w:p w14:paraId="789F3584" w14:textId="24FE0CD3" w:rsidR="00813347" w:rsidRPr="00C05013" w:rsidRDefault="00D41B7A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47</w:t>
            </w:r>
            <w:r w:rsidR="00D15EDC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D15EDC">
              <w:rPr>
                <w:rFonts w:asciiTheme="majorBidi" w:hAnsiTheme="majorBidi" w:cstheme="majorBidi"/>
                <w:sz w:val="28"/>
                <w:szCs w:val="28"/>
              </w:rPr>
              <w:t>145</w:t>
            </w:r>
          </w:p>
        </w:tc>
        <w:tc>
          <w:tcPr>
            <w:tcW w:w="180" w:type="dxa"/>
          </w:tcPr>
          <w:p w14:paraId="0ED4F2E8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A775BC4" w14:textId="35A0ABA2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466,482</w:t>
            </w:r>
          </w:p>
        </w:tc>
        <w:tc>
          <w:tcPr>
            <w:tcW w:w="178" w:type="dxa"/>
          </w:tcPr>
          <w:p w14:paraId="70082B7E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047970F2" w14:textId="1DB2555E" w:rsidR="00813347" w:rsidRPr="00C05013" w:rsidRDefault="00D41B7A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44</w:t>
            </w:r>
            <w:r w:rsidR="00D15EDC">
              <w:rPr>
                <w:rFonts w:asciiTheme="majorBidi" w:hAnsiTheme="majorBidi" w:cstheme="majorBidi"/>
                <w:sz w:val="28"/>
                <w:szCs w:val="28"/>
              </w:rPr>
              <w:t>6,977</w:t>
            </w:r>
          </w:p>
        </w:tc>
        <w:tc>
          <w:tcPr>
            <w:tcW w:w="180" w:type="dxa"/>
          </w:tcPr>
          <w:p w14:paraId="41EEA43E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B1FBE6E" w14:textId="60115D08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428,092</w:t>
            </w:r>
          </w:p>
        </w:tc>
      </w:tr>
      <w:tr w:rsidR="00813347" w:rsidRPr="00C05013" w14:paraId="6DC68F7A" w14:textId="77777777" w:rsidTr="00152C32">
        <w:trPr>
          <w:cantSplit/>
        </w:trPr>
        <w:tc>
          <w:tcPr>
            <w:tcW w:w="4410" w:type="dxa"/>
            <w:hideMark/>
          </w:tcPr>
          <w:p w14:paraId="2F83781D" w14:textId="77777777" w:rsidR="00813347" w:rsidRPr="00C05013" w:rsidRDefault="00813347" w:rsidP="00813347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080" w:type="dxa"/>
          </w:tcPr>
          <w:p w14:paraId="61A3BDB6" w14:textId="77777777" w:rsidR="00813347" w:rsidRPr="00C05013" w:rsidRDefault="00813347" w:rsidP="00813347">
            <w:pPr>
              <w:pStyle w:val="acctfourfigures"/>
              <w:tabs>
                <w:tab w:val="decimal" w:pos="465"/>
                <w:tab w:val="decimal" w:pos="82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</w:tcPr>
          <w:p w14:paraId="61B1CC67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CFB6AB9" w14:textId="77777777" w:rsidR="00813347" w:rsidRPr="00C05013" w:rsidRDefault="00813347" w:rsidP="00813347">
            <w:pPr>
              <w:pStyle w:val="acctfourfigures"/>
              <w:tabs>
                <w:tab w:val="decimal" w:pos="731"/>
                <w:tab w:val="decimal" w:pos="82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8" w:type="dxa"/>
          </w:tcPr>
          <w:p w14:paraId="543A3D35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594AF9C9" w14:textId="77777777" w:rsidR="00813347" w:rsidRPr="00C05013" w:rsidRDefault="00813347" w:rsidP="00813347">
            <w:pPr>
              <w:pStyle w:val="acctfourfigures"/>
              <w:tabs>
                <w:tab w:val="decimal" w:pos="701"/>
                <w:tab w:val="decimal" w:pos="82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</w:tcPr>
          <w:p w14:paraId="2C5D8490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AB35B69" w14:textId="77777777" w:rsidR="00813347" w:rsidRPr="00C05013" w:rsidRDefault="00813347" w:rsidP="00813347">
            <w:pPr>
              <w:pStyle w:val="acctfourfigures"/>
              <w:tabs>
                <w:tab w:val="decimal" w:pos="73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13347" w:rsidRPr="00C05013" w14:paraId="3CA0B45C" w14:textId="77777777" w:rsidTr="00152C32">
        <w:trPr>
          <w:cantSplit/>
        </w:trPr>
        <w:tc>
          <w:tcPr>
            <w:tcW w:w="4410" w:type="dxa"/>
            <w:hideMark/>
          </w:tcPr>
          <w:p w14:paraId="757B2E55" w14:textId="5E976D78" w:rsidR="00813347" w:rsidRPr="00C05013" w:rsidRDefault="00813347" w:rsidP="00813347">
            <w:pPr>
              <w:spacing w:line="240" w:lineRule="auto"/>
              <w:ind w:left="104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Pr="00C72C92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วัน</w:t>
            </w:r>
          </w:p>
        </w:tc>
        <w:tc>
          <w:tcPr>
            <w:tcW w:w="1080" w:type="dxa"/>
          </w:tcPr>
          <w:p w14:paraId="11AD6C31" w14:textId="78EC2724" w:rsidR="00813347" w:rsidRPr="00C05013" w:rsidRDefault="00D41B7A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242,</w:t>
            </w:r>
            <w:r w:rsidR="00FC759C">
              <w:rPr>
                <w:rFonts w:asciiTheme="majorBidi" w:hAnsiTheme="majorBidi" w:cstheme="majorBidi"/>
                <w:sz w:val="28"/>
                <w:szCs w:val="28"/>
              </w:rPr>
              <w:t>786</w:t>
            </w:r>
          </w:p>
        </w:tc>
        <w:tc>
          <w:tcPr>
            <w:tcW w:w="180" w:type="dxa"/>
          </w:tcPr>
          <w:p w14:paraId="451C4A46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95A3B4A" w14:textId="44F7E6F2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123,906</w:t>
            </w:r>
          </w:p>
        </w:tc>
        <w:tc>
          <w:tcPr>
            <w:tcW w:w="178" w:type="dxa"/>
          </w:tcPr>
          <w:p w14:paraId="45A17A3F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5EDBA019" w14:textId="7C7B2E68" w:rsidR="00813347" w:rsidRPr="00C05013" w:rsidRDefault="00D41B7A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224,205</w:t>
            </w:r>
          </w:p>
        </w:tc>
        <w:tc>
          <w:tcPr>
            <w:tcW w:w="180" w:type="dxa"/>
          </w:tcPr>
          <w:p w14:paraId="2A99B76D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61E89FE" w14:textId="29481BB0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118,276</w:t>
            </w:r>
          </w:p>
        </w:tc>
      </w:tr>
      <w:tr w:rsidR="00813347" w:rsidRPr="00C05013" w14:paraId="1320FA2E" w14:textId="77777777" w:rsidTr="00152C32">
        <w:trPr>
          <w:cantSplit/>
        </w:trPr>
        <w:tc>
          <w:tcPr>
            <w:tcW w:w="4410" w:type="dxa"/>
            <w:hideMark/>
          </w:tcPr>
          <w:p w14:paraId="7C33F427" w14:textId="50C42CB8" w:rsidR="00813347" w:rsidRPr="00C05013" w:rsidRDefault="00813347" w:rsidP="00813347">
            <w:pPr>
              <w:spacing w:line="240" w:lineRule="auto"/>
              <w:ind w:left="104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91</w:t>
            </w: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Pr="00C72C92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วัน</w:t>
            </w:r>
          </w:p>
        </w:tc>
        <w:tc>
          <w:tcPr>
            <w:tcW w:w="1080" w:type="dxa"/>
          </w:tcPr>
          <w:p w14:paraId="702A67FD" w14:textId="4A99EDE1" w:rsidR="00813347" w:rsidRPr="00C05013" w:rsidRDefault="00D41B7A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10,816</w:t>
            </w:r>
          </w:p>
        </w:tc>
        <w:tc>
          <w:tcPr>
            <w:tcW w:w="180" w:type="dxa"/>
          </w:tcPr>
          <w:p w14:paraId="25E43D70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015B426" w14:textId="08F7FCDD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6,646</w:t>
            </w:r>
          </w:p>
        </w:tc>
        <w:tc>
          <w:tcPr>
            <w:tcW w:w="178" w:type="dxa"/>
          </w:tcPr>
          <w:p w14:paraId="1BACF411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551BF6FB" w14:textId="0123FAC7" w:rsidR="00813347" w:rsidRPr="00C05013" w:rsidRDefault="00D41B7A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10,655</w:t>
            </w:r>
          </w:p>
        </w:tc>
        <w:tc>
          <w:tcPr>
            <w:tcW w:w="180" w:type="dxa"/>
          </w:tcPr>
          <w:p w14:paraId="2CDEEDFA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F5C4DC8" w14:textId="11FFD36A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6,623</w:t>
            </w:r>
          </w:p>
        </w:tc>
      </w:tr>
      <w:tr w:rsidR="00813347" w:rsidRPr="00C05013" w14:paraId="0D7401C7" w14:textId="77777777" w:rsidTr="00152C32">
        <w:trPr>
          <w:cantSplit/>
        </w:trPr>
        <w:tc>
          <w:tcPr>
            <w:tcW w:w="4410" w:type="dxa"/>
            <w:hideMark/>
          </w:tcPr>
          <w:p w14:paraId="732A6863" w14:textId="1BEAB916" w:rsidR="00813347" w:rsidRPr="00C05013" w:rsidRDefault="00813347" w:rsidP="00813347">
            <w:pPr>
              <w:spacing w:line="240" w:lineRule="auto"/>
              <w:ind w:left="104" w:right="-79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181</w:t>
            </w: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365</w:t>
            </w: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วัน</w:t>
            </w:r>
          </w:p>
        </w:tc>
        <w:tc>
          <w:tcPr>
            <w:tcW w:w="1080" w:type="dxa"/>
          </w:tcPr>
          <w:p w14:paraId="3CF38837" w14:textId="04E01375" w:rsidR="00813347" w:rsidRPr="00C05013" w:rsidRDefault="00D41B7A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3,684</w:t>
            </w:r>
          </w:p>
        </w:tc>
        <w:tc>
          <w:tcPr>
            <w:tcW w:w="180" w:type="dxa"/>
          </w:tcPr>
          <w:p w14:paraId="65BD6F55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2F65096A" w14:textId="69796BD3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1,691</w:t>
            </w:r>
          </w:p>
        </w:tc>
        <w:tc>
          <w:tcPr>
            <w:tcW w:w="178" w:type="dxa"/>
          </w:tcPr>
          <w:p w14:paraId="5226F2CF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3B3DDE18" w14:textId="33A393C6" w:rsidR="00813347" w:rsidRPr="00C05013" w:rsidRDefault="00D41B7A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3,72</w:t>
            </w:r>
            <w:r w:rsidR="009F4D2E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80" w:type="dxa"/>
          </w:tcPr>
          <w:p w14:paraId="4F7E11F7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32840301" w14:textId="1EE951A5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1,617</w:t>
            </w:r>
          </w:p>
        </w:tc>
      </w:tr>
      <w:tr w:rsidR="00813347" w:rsidRPr="00C05013" w14:paraId="1842191A" w14:textId="77777777" w:rsidTr="00152C32">
        <w:trPr>
          <w:cantSplit/>
        </w:trPr>
        <w:tc>
          <w:tcPr>
            <w:tcW w:w="4410" w:type="dxa"/>
            <w:hideMark/>
          </w:tcPr>
          <w:p w14:paraId="3674DC8D" w14:textId="6C2C06D3" w:rsidR="00813347" w:rsidRPr="00C05013" w:rsidRDefault="00813347" w:rsidP="00813347">
            <w:pPr>
              <w:spacing w:line="240" w:lineRule="auto"/>
              <w:ind w:left="104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มากกว่า 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365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3DDBF9" w14:textId="65ADEDA6" w:rsidR="00813347" w:rsidRPr="00C05013" w:rsidRDefault="00D41B7A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7,001</w:t>
            </w:r>
          </w:p>
        </w:tc>
        <w:tc>
          <w:tcPr>
            <w:tcW w:w="180" w:type="dxa"/>
          </w:tcPr>
          <w:p w14:paraId="2C2CB5A0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40909E" w14:textId="5E79824A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5,959</w:t>
            </w:r>
          </w:p>
        </w:tc>
        <w:tc>
          <w:tcPr>
            <w:tcW w:w="178" w:type="dxa"/>
          </w:tcPr>
          <w:p w14:paraId="29F8E0E8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D8E026" w14:textId="4CF10FE8" w:rsidR="00813347" w:rsidRPr="00C05013" w:rsidRDefault="00D41B7A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4,922</w:t>
            </w:r>
          </w:p>
        </w:tc>
        <w:tc>
          <w:tcPr>
            <w:tcW w:w="180" w:type="dxa"/>
          </w:tcPr>
          <w:p w14:paraId="5A1BF0AA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EC81F2" w14:textId="7E8182C4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3,933</w:t>
            </w:r>
          </w:p>
        </w:tc>
      </w:tr>
      <w:tr w:rsidR="00813347" w:rsidRPr="00C05013" w14:paraId="3E00B954" w14:textId="77777777" w:rsidTr="0000623F">
        <w:trPr>
          <w:cantSplit/>
        </w:trPr>
        <w:tc>
          <w:tcPr>
            <w:tcW w:w="4410" w:type="dxa"/>
            <w:hideMark/>
          </w:tcPr>
          <w:p w14:paraId="3AC9BB69" w14:textId="77777777" w:rsidR="00813347" w:rsidRPr="00C05013" w:rsidRDefault="00813347" w:rsidP="00813347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77120" w14:textId="71A9F9B8" w:rsidR="00813347" w:rsidRPr="00C05013" w:rsidRDefault="00D41B7A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73</w:t>
            </w:r>
            <w:r w:rsidR="00D15ED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  <w:r w:rsidR="00FC759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D15ED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432</w:t>
            </w:r>
          </w:p>
        </w:tc>
        <w:tc>
          <w:tcPr>
            <w:tcW w:w="180" w:type="dxa"/>
          </w:tcPr>
          <w:p w14:paraId="4C2BCB7D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A65B5" w14:textId="603AD41F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604,684</w:t>
            </w:r>
          </w:p>
        </w:tc>
        <w:tc>
          <w:tcPr>
            <w:tcW w:w="178" w:type="dxa"/>
          </w:tcPr>
          <w:p w14:paraId="408CAECA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1A53A5" w14:textId="3895DC69" w:rsidR="00813347" w:rsidRPr="00C05013" w:rsidRDefault="00D41B7A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  <w:r w:rsidR="009F4D2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90,486</w:t>
            </w:r>
          </w:p>
        </w:tc>
        <w:tc>
          <w:tcPr>
            <w:tcW w:w="180" w:type="dxa"/>
          </w:tcPr>
          <w:p w14:paraId="3D07E018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2CDBFF" w14:textId="33F32921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558,541</w:t>
            </w:r>
          </w:p>
        </w:tc>
      </w:tr>
      <w:tr w:rsidR="00813347" w:rsidRPr="00C05013" w14:paraId="0E77762C" w14:textId="77777777" w:rsidTr="0000623F">
        <w:trPr>
          <w:cantSplit/>
          <w:trHeight w:val="71"/>
        </w:trPr>
        <w:tc>
          <w:tcPr>
            <w:tcW w:w="4410" w:type="dxa"/>
            <w:vAlign w:val="bottom"/>
            <w:hideMark/>
          </w:tcPr>
          <w:p w14:paraId="3CD29060" w14:textId="77777777" w:rsidR="00813347" w:rsidRPr="00C05013" w:rsidRDefault="00813347" w:rsidP="00813347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F989F0" w14:textId="4DE9C48C" w:rsidR="00813347" w:rsidRPr="00C05013" w:rsidRDefault="00D41B7A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(12,533)</w:t>
            </w:r>
          </w:p>
        </w:tc>
        <w:tc>
          <w:tcPr>
            <w:tcW w:w="180" w:type="dxa"/>
            <w:vAlign w:val="bottom"/>
          </w:tcPr>
          <w:p w14:paraId="242DBEF0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02D5AE" w14:textId="3205CD9A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(8,289)</w:t>
            </w:r>
          </w:p>
        </w:tc>
        <w:tc>
          <w:tcPr>
            <w:tcW w:w="178" w:type="dxa"/>
            <w:vAlign w:val="bottom"/>
          </w:tcPr>
          <w:p w14:paraId="29CC3B8B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151A57" w14:textId="06F86E90" w:rsidR="00813347" w:rsidRPr="00C05013" w:rsidRDefault="00D41B7A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(10,300)</w:t>
            </w:r>
          </w:p>
        </w:tc>
        <w:tc>
          <w:tcPr>
            <w:tcW w:w="180" w:type="dxa"/>
            <w:vAlign w:val="bottom"/>
          </w:tcPr>
          <w:p w14:paraId="13A04317" w14:textId="77777777" w:rsidR="00813347" w:rsidRPr="00C05013" w:rsidRDefault="00813347" w:rsidP="00813347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3A87C6" w14:textId="7B48E2EF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(6,101)</w:t>
            </w:r>
          </w:p>
        </w:tc>
      </w:tr>
      <w:tr w:rsidR="00813347" w:rsidRPr="00C05013" w14:paraId="20639E59" w14:textId="77777777" w:rsidTr="0000623F">
        <w:trPr>
          <w:cantSplit/>
        </w:trPr>
        <w:tc>
          <w:tcPr>
            <w:tcW w:w="4410" w:type="dxa"/>
            <w:hideMark/>
          </w:tcPr>
          <w:p w14:paraId="17FD3527" w14:textId="77777777" w:rsidR="00813347" w:rsidRPr="00C05013" w:rsidRDefault="00813347" w:rsidP="00813347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7ECD15D" w14:textId="1D4E89DE" w:rsidR="00813347" w:rsidRPr="00C05013" w:rsidRDefault="00D41B7A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72</w:t>
            </w:r>
            <w:r w:rsidR="00D15ED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D15ED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899</w:t>
            </w:r>
          </w:p>
        </w:tc>
        <w:tc>
          <w:tcPr>
            <w:tcW w:w="180" w:type="dxa"/>
          </w:tcPr>
          <w:p w14:paraId="0328BF78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D461A89" w14:textId="4BC35BEB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596,395</w:t>
            </w:r>
          </w:p>
        </w:tc>
        <w:tc>
          <w:tcPr>
            <w:tcW w:w="178" w:type="dxa"/>
          </w:tcPr>
          <w:p w14:paraId="1574DF9A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FB2DBA8" w14:textId="6FAB9A2B" w:rsidR="00813347" w:rsidRPr="00C05013" w:rsidRDefault="00D41B7A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  <w:r w:rsidR="009F4D2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80,186</w:t>
            </w:r>
          </w:p>
        </w:tc>
        <w:tc>
          <w:tcPr>
            <w:tcW w:w="180" w:type="dxa"/>
          </w:tcPr>
          <w:p w14:paraId="4BA18529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E7E5A87" w14:textId="732865C5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552,440</w:t>
            </w:r>
          </w:p>
        </w:tc>
      </w:tr>
    </w:tbl>
    <w:p w14:paraId="28BE83BE" w14:textId="77777777" w:rsidR="005F4397" w:rsidRPr="00C05013" w:rsidRDefault="005F4397" w:rsidP="00C307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410"/>
        <w:gridCol w:w="1080"/>
        <w:gridCol w:w="178"/>
        <w:gridCol w:w="1082"/>
        <w:gridCol w:w="178"/>
        <w:gridCol w:w="1082"/>
        <w:gridCol w:w="178"/>
        <w:gridCol w:w="1082"/>
      </w:tblGrid>
      <w:tr w:rsidR="005F4397" w:rsidRPr="00C05013" w14:paraId="37BEC07F" w14:textId="77777777" w:rsidTr="00152C32">
        <w:trPr>
          <w:cantSplit/>
          <w:trHeight w:val="20"/>
          <w:tblHeader/>
        </w:trPr>
        <w:tc>
          <w:tcPr>
            <w:tcW w:w="4410" w:type="dxa"/>
          </w:tcPr>
          <w:p w14:paraId="2FD0C779" w14:textId="77777777" w:rsidR="005F4397" w:rsidRPr="00C05013" w:rsidRDefault="005F4397" w:rsidP="00E82CF4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2340" w:type="dxa"/>
            <w:gridSpan w:val="3"/>
          </w:tcPr>
          <w:p w14:paraId="77813051" w14:textId="77777777" w:rsidR="005F4397" w:rsidRPr="00C05013" w:rsidRDefault="005F4397" w:rsidP="00E82CF4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  <w:lang w:val="en-US" w:bidi="th-TH"/>
              </w:rPr>
            </w:pPr>
            <w:r w:rsidRPr="00C05013">
              <w:rPr>
                <w:rFonts w:asciiTheme="majorBidi" w:hAnsiTheme="majorBidi" w:cstheme="majorBidi" w:hint="cs"/>
                <w:b w:val="0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32277895" w14:textId="77777777" w:rsidR="005F4397" w:rsidRPr="00C05013" w:rsidRDefault="005F4397" w:rsidP="00E82CF4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2342" w:type="dxa"/>
            <w:gridSpan w:val="3"/>
          </w:tcPr>
          <w:p w14:paraId="2F49A7FF" w14:textId="77777777" w:rsidR="005F4397" w:rsidRPr="00C05013" w:rsidRDefault="005F4397" w:rsidP="00E82CF4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  <w:lang w:val="en-US" w:bidi="th-TH"/>
              </w:rPr>
            </w:pPr>
            <w:r w:rsidRPr="00C05013">
              <w:rPr>
                <w:rFonts w:asciiTheme="majorBidi" w:hAnsiTheme="majorBidi" w:cstheme="majorBidi" w:hint="cs"/>
                <w:b w:val="0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956DE9" w:rsidRPr="00C05013" w14:paraId="5BD4D319" w14:textId="77777777" w:rsidTr="003337ED">
        <w:trPr>
          <w:cantSplit/>
          <w:trHeight w:val="20"/>
          <w:tblHeader/>
        </w:trPr>
        <w:tc>
          <w:tcPr>
            <w:tcW w:w="4410" w:type="dxa"/>
          </w:tcPr>
          <w:p w14:paraId="2BEBA054" w14:textId="77777777" w:rsidR="00956DE9" w:rsidRPr="00C05013" w:rsidRDefault="00956DE9" w:rsidP="00956DE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9728857" w14:textId="724C1624" w:rsidR="00956DE9" w:rsidRPr="00C05013" w:rsidRDefault="00C42DDF" w:rsidP="00956DE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256</w:t>
            </w:r>
            <w:r w:rsidR="00813347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78" w:type="dxa"/>
          </w:tcPr>
          <w:p w14:paraId="09E53292" w14:textId="77777777" w:rsidR="00956DE9" w:rsidRPr="00C05013" w:rsidRDefault="00956DE9" w:rsidP="00956DE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82" w:type="dxa"/>
          </w:tcPr>
          <w:p w14:paraId="38D1D106" w14:textId="608CDF77" w:rsidR="00956DE9" w:rsidRPr="00C05013" w:rsidRDefault="00C42DDF" w:rsidP="00956DE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256</w:t>
            </w:r>
            <w:r w:rsidR="00813347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78" w:type="dxa"/>
          </w:tcPr>
          <w:p w14:paraId="644C9FAE" w14:textId="77777777" w:rsidR="00956DE9" w:rsidRPr="00C05013" w:rsidRDefault="00956DE9" w:rsidP="00956DE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82" w:type="dxa"/>
          </w:tcPr>
          <w:p w14:paraId="6A96C182" w14:textId="342A3B6D" w:rsidR="00956DE9" w:rsidRPr="00C05013" w:rsidRDefault="00C42DDF" w:rsidP="00956DE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256</w:t>
            </w:r>
            <w:r w:rsidR="00813347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78" w:type="dxa"/>
          </w:tcPr>
          <w:p w14:paraId="348A7643" w14:textId="77777777" w:rsidR="00956DE9" w:rsidRPr="00C05013" w:rsidRDefault="00956DE9" w:rsidP="00956DE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82" w:type="dxa"/>
          </w:tcPr>
          <w:p w14:paraId="3EE7C09B" w14:textId="33BACAB8" w:rsidR="00956DE9" w:rsidRPr="00C05013" w:rsidRDefault="00C42DDF" w:rsidP="00956DE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256</w:t>
            </w:r>
            <w:r w:rsidR="00813347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7</w:t>
            </w:r>
          </w:p>
        </w:tc>
      </w:tr>
      <w:tr w:rsidR="005F4397" w:rsidRPr="00C05013" w14:paraId="5C38AD81" w14:textId="77777777" w:rsidTr="00152C32">
        <w:trPr>
          <w:cantSplit/>
          <w:trHeight w:val="20"/>
          <w:tblHeader/>
        </w:trPr>
        <w:tc>
          <w:tcPr>
            <w:tcW w:w="4410" w:type="dxa"/>
          </w:tcPr>
          <w:p w14:paraId="0EB3494A" w14:textId="77777777" w:rsidR="005F4397" w:rsidRPr="00C05013" w:rsidRDefault="005F4397" w:rsidP="00E82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4860" w:type="dxa"/>
            <w:gridSpan w:val="7"/>
            <w:vAlign w:val="bottom"/>
          </w:tcPr>
          <w:p w14:paraId="0F0F623E" w14:textId="77777777" w:rsidR="005F4397" w:rsidRPr="00C05013" w:rsidRDefault="005F4397" w:rsidP="00E82CF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C05013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E53A37" w:rsidRPr="00C05013" w14:paraId="0B6AC91F" w14:textId="77777777" w:rsidTr="003337ED">
        <w:trPr>
          <w:cantSplit/>
          <w:trHeight w:val="20"/>
        </w:trPr>
        <w:tc>
          <w:tcPr>
            <w:tcW w:w="4410" w:type="dxa"/>
          </w:tcPr>
          <w:p w14:paraId="0565048F" w14:textId="608829FB" w:rsidR="00E53A37" w:rsidRPr="00C05013" w:rsidRDefault="00E53A37" w:rsidP="00E53A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ณ วันที่</w:t>
            </w: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</w:p>
        </w:tc>
        <w:tc>
          <w:tcPr>
            <w:tcW w:w="1080" w:type="dxa"/>
            <w:vAlign w:val="bottom"/>
          </w:tcPr>
          <w:p w14:paraId="0F6C9B7F" w14:textId="44C92D8A" w:rsidR="00E53A37" w:rsidRPr="00C05013" w:rsidRDefault="004C7B0B" w:rsidP="00E53A3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8,289</w:t>
            </w:r>
          </w:p>
        </w:tc>
        <w:tc>
          <w:tcPr>
            <w:tcW w:w="178" w:type="dxa"/>
            <w:vAlign w:val="bottom"/>
          </w:tcPr>
          <w:p w14:paraId="54961DCB" w14:textId="77777777" w:rsidR="00E53A37" w:rsidRPr="00C05013" w:rsidRDefault="00E53A37" w:rsidP="00E53A3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vAlign w:val="bottom"/>
          </w:tcPr>
          <w:p w14:paraId="1E01D99A" w14:textId="17345FA7" w:rsidR="00E53A37" w:rsidRPr="00C05013" w:rsidRDefault="00E53A37" w:rsidP="00E53A3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Pr="00B8564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593</w:t>
            </w:r>
          </w:p>
        </w:tc>
        <w:tc>
          <w:tcPr>
            <w:tcW w:w="178" w:type="dxa"/>
            <w:vAlign w:val="bottom"/>
          </w:tcPr>
          <w:p w14:paraId="4805AF27" w14:textId="77777777" w:rsidR="00E53A37" w:rsidRPr="00C05013" w:rsidRDefault="00E53A37" w:rsidP="00E53A3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vAlign w:val="bottom"/>
          </w:tcPr>
          <w:p w14:paraId="1D1D4C94" w14:textId="425D9EF5" w:rsidR="00E53A37" w:rsidRPr="00C05013" w:rsidRDefault="004C7B0B" w:rsidP="00E53A3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6,101</w:t>
            </w:r>
          </w:p>
        </w:tc>
        <w:tc>
          <w:tcPr>
            <w:tcW w:w="178" w:type="dxa"/>
            <w:vAlign w:val="bottom"/>
          </w:tcPr>
          <w:p w14:paraId="080F8257" w14:textId="77777777" w:rsidR="00E53A37" w:rsidRPr="00C05013" w:rsidRDefault="00E53A37" w:rsidP="00E53A3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vAlign w:val="bottom"/>
          </w:tcPr>
          <w:p w14:paraId="5607FC66" w14:textId="46C44BA7" w:rsidR="00E53A37" w:rsidRPr="00C05013" w:rsidRDefault="00E53A37" w:rsidP="00E53A3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B8564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824</w:t>
            </w:r>
          </w:p>
        </w:tc>
      </w:tr>
      <w:tr w:rsidR="00E53A37" w:rsidRPr="00C05013" w14:paraId="6F444EEA" w14:textId="77777777" w:rsidTr="003337ED">
        <w:trPr>
          <w:cantSplit/>
          <w:trHeight w:val="20"/>
        </w:trPr>
        <w:tc>
          <w:tcPr>
            <w:tcW w:w="4410" w:type="dxa"/>
          </w:tcPr>
          <w:p w14:paraId="7296F5DB" w14:textId="775E1C9E" w:rsidR="00E53A37" w:rsidRPr="00C05013" w:rsidRDefault="00E53A37" w:rsidP="00E53A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080" w:type="dxa"/>
          </w:tcPr>
          <w:p w14:paraId="2462C041" w14:textId="5FF1BC38" w:rsidR="00E53A37" w:rsidRPr="00C05013" w:rsidRDefault="00457A64" w:rsidP="00E53A3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4,244</w:t>
            </w:r>
          </w:p>
        </w:tc>
        <w:tc>
          <w:tcPr>
            <w:tcW w:w="178" w:type="dxa"/>
          </w:tcPr>
          <w:p w14:paraId="7B765474" w14:textId="77777777" w:rsidR="00E53A37" w:rsidRPr="00C05013" w:rsidRDefault="00E53A37" w:rsidP="00E53A3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0592D3FD" w14:textId="4CD62F9F" w:rsidR="00E53A37" w:rsidRPr="00C05013" w:rsidRDefault="003337ED" w:rsidP="00E53A3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4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8" w:type="dxa"/>
          </w:tcPr>
          <w:p w14:paraId="6CDB4F79" w14:textId="77777777" w:rsidR="00E53A37" w:rsidRPr="00C05013" w:rsidRDefault="00E53A37" w:rsidP="00E53A3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3484C87F" w14:textId="7CE4602A" w:rsidR="00E53A37" w:rsidRPr="00C05013" w:rsidRDefault="00457A64" w:rsidP="00E53A3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4,199</w:t>
            </w:r>
          </w:p>
        </w:tc>
        <w:tc>
          <w:tcPr>
            <w:tcW w:w="178" w:type="dxa"/>
          </w:tcPr>
          <w:p w14:paraId="650C8D92" w14:textId="77777777" w:rsidR="00E53A37" w:rsidRPr="00C05013" w:rsidRDefault="00E53A37" w:rsidP="00E53A3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2DA00749" w14:textId="53F640B1" w:rsidR="00E53A37" w:rsidRPr="00C05013" w:rsidRDefault="003337ED" w:rsidP="00E53A3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3337ED" w:rsidRPr="00C05013" w14:paraId="0AA65802" w14:textId="77777777" w:rsidTr="003337ED">
        <w:trPr>
          <w:cantSplit/>
          <w:trHeight w:val="20"/>
        </w:trPr>
        <w:tc>
          <w:tcPr>
            <w:tcW w:w="4410" w:type="dxa"/>
          </w:tcPr>
          <w:p w14:paraId="338A68CC" w14:textId="4BAAE099" w:rsidR="003337ED" w:rsidRPr="00C05013" w:rsidRDefault="003337ED" w:rsidP="003337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6DFF">
              <w:rPr>
                <w:rFonts w:asciiTheme="majorBidi" w:hAnsiTheme="majorBidi" w:cs="Angsana New" w:hint="cs"/>
                <w:sz w:val="28"/>
                <w:szCs w:val="28"/>
                <w:cs/>
              </w:rPr>
              <w:t>กลับรายการ</w:t>
            </w:r>
          </w:p>
        </w:tc>
        <w:tc>
          <w:tcPr>
            <w:tcW w:w="1080" w:type="dxa"/>
          </w:tcPr>
          <w:p w14:paraId="5FE33093" w14:textId="57CE9CFD" w:rsidR="003337ED" w:rsidRDefault="00457A64" w:rsidP="003337E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4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8" w:type="dxa"/>
          </w:tcPr>
          <w:p w14:paraId="29CB68C5" w14:textId="77777777" w:rsidR="003337ED" w:rsidRPr="00C05013" w:rsidRDefault="003337ED" w:rsidP="003337E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7B7F2095" w14:textId="553505BF" w:rsidR="003337ED" w:rsidRDefault="003337ED" w:rsidP="003337E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E10639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B30A0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E10639">
              <w:rPr>
                <w:rFonts w:asciiTheme="majorBidi" w:hAnsiTheme="majorBidi" w:cstheme="majorBidi"/>
                <w:sz w:val="28"/>
                <w:szCs w:val="28"/>
              </w:rPr>
              <w:t>149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8" w:type="dxa"/>
          </w:tcPr>
          <w:p w14:paraId="5711FE38" w14:textId="77777777" w:rsidR="003337ED" w:rsidRPr="00C05013" w:rsidRDefault="003337ED" w:rsidP="003337E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6852A18D" w14:textId="604A1F2C" w:rsidR="003337ED" w:rsidRDefault="00457A64" w:rsidP="003337E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4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8" w:type="dxa"/>
          </w:tcPr>
          <w:p w14:paraId="450C9E0D" w14:textId="77777777" w:rsidR="003337ED" w:rsidRPr="00C05013" w:rsidRDefault="003337ED" w:rsidP="003337E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10182DEB" w14:textId="7D1027E4" w:rsidR="003337ED" w:rsidRDefault="003337ED" w:rsidP="003337E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E10639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B30A0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E10639">
              <w:rPr>
                <w:rFonts w:asciiTheme="majorBidi" w:hAnsiTheme="majorBidi" w:cstheme="majorBidi"/>
                <w:sz w:val="28"/>
                <w:szCs w:val="28"/>
              </w:rPr>
              <w:t>523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3337ED" w:rsidRPr="00C05013" w14:paraId="3BE8C915" w14:textId="77777777" w:rsidTr="003337ED">
        <w:trPr>
          <w:cantSplit/>
          <w:trHeight w:val="20"/>
        </w:trPr>
        <w:tc>
          <w:tcPr>
            <w:tcW w:w="4410" w:type="dxa"/>
          </w:tcPr>
          <w:p w14:paraId="2A944738" w14:textId="5D651633" w:rsidR="003337ED" w:rsidRPr="00C05013" w:rsidRDefault="003337ED" w:rsidP="003337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FD1F6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AB546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0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7CEB84" w14:textId="7B081D9A" w:rsidR="003337ED" w:rsidRPr="00C05013" w:rsidRDefault="00457A64" w:rsidP="003337E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12,533</w:t>
            </w:r>
          </w:p>
        </w:tc>
        <w:tc>
          <w:tcPr>
            <w:tcW w:w="178" w:type="dxa"/>
            <w:vAlign w:val="bottom"/>
          </w:tcPr>
          <w:p w14:paraId="7463D4F5" w14:textId="77777777" w:rsidR="003337ED" w:rsidRPr="00C05013" w:rsidRDefault="003337ED" w:rsidP="003337E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EDA913" w14:textId="69BE6FF9" w:rsidR="003337ED" w:rsidRPr="00C05013" w:rsidRDefault="00E10639" w:rsidP="003337E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  <w:r w:rsidR="00457A6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444</w:t>
            </w:r>
          </w:p>
        </w:tc>
        <w:tc>
          <w:tcPr>
            <w:tcW w:w="178" w:type="dxa"/>
            <w:vAlign w:val="bottom"/>
          </w:tcPr>
          <w:p w14:paraId="1C7C114D" w14:textId="77777777" w:rsidR="003337ED" w:rsidRPr="00C05013" w:rsidRDefault="003337ED" w:rsidP="003337E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B070D1" w14:textId="61CA5058" w:rsidR="003337ED" w:rsidRPr="00C05013" w:rsidRDefault="00457A64" w:rsidP="003337E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10,300</w:t>
            </w:r>
          </w:p>
        </w:tc>
        <w:tc>
          <w:tcPr>
            <w:tcW w:w="178" w:type="dxa"/>
            <w:vAlign w:val="bottom"/>
          </w:tcPr>
          <w:p w14:paraId="31E4E475" w14:textId="77777777" w:rsidR="003337ED" w:rsidRPr="00C05013" w:rsidRDefault="003337ED" w:rsidP="003337E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1D30E0" w14:textId="5B3E63F6" w:rsidR="003337ED" w:rsidRPr="00C05013" w:rsidRDefault="00E10639" w:rsidP="003337E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  <w:r w:rsidR="00457A6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301</w:t>
            </w:r>
          </w:p>
        </w:tc>
      </w:tr>
    </w:tbl>
    <w:p w14:paraId="597D13A9" w14:textId="4343DF8C" w:rsidR="00284D88" w:rsidRDefault="00284D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b/>
          <w:bCs/>
          <w:sz w:val="28"/>
          <w:szCs w:val="28"/>
          <w:cs/>
        </w:rPr>
      </w:pPr>
    </w:p>
    <w:p w14:paraId="1DE3D6CE" w14:textId="77777777" w:rsidR="00284D88" w:rsidRDefault="00284D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b/>
          <w:bCs/>
          <w:sz w:val="28"/>
          <w:szCs w:val="28"/>
          <w:cs/>
        </w:rPr>
      </w:pPr>
      <w:r>
        <w:rPr>
          <w:rFonts w:ascii="Angsana New" w:hAnsi="Angsana New" w:cs="Angsana New"/>
          <w:b/>
          <w:bCs/>
          <w:sz w:val="28"/>
          <w:szCs w:val="28"/>
          <w:cs/>
        </w:rPr>
        <w:br w:type="page"/>
      </w:r>
    </w:p>
    <w:p w14:paraId="2D5A78EA" w14:textId="4EDAE390" w:rsidR="00155971" w:rsidRPr="008F7B1C" w:rsidRDefault="00804175" w:rsidP="00C90BB7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  <w:u w:val="none"/>
          <w:lang w:val="th-TH"/>
        </w:rPr>
      </w:pPr>
      <w:bookmarkStart w:id="1" w:name="_Hlk181886409"/>
      <w:r w:rsidRPr="008F7B1C">
        <w:rPr>
          <w:rFonts w:ascii="Angsana New" w:hAnsi="Angsana New" w:cs="Angsana New"/>
          <w:sz w:val="30"/>
          <w:szCs w:val="30"/>
          <w:u w:val="none"/>
          <w:cs/>
          <w:lang w:val="th-TH"/>
        </w:rPr>
        <w:lastRenderedPageBreak/>
        <w:t>ภาระผูกพันกับบุคคลหรือกิจการที่ไม่เกี่ยวข้องกัน</w:t>
      </w:r>
      <w:r w:rsidR="004B34A7" w:rsidRPr="008F7B1C">
        <w:rPr>
          <w:rFonts w:ascii="Angsana New" w:hAnsi="Angsana New" w:cs="Angsana New"/>
          <w:sz w:val="30"/>
          <w:szCs w:val="30"/>
          <w:u w:val="none"/>
          <w:cs/>
          <w:lang w:val="th-TH"/>
        </w:rPr>
        <w:t xml:space="preserve"> </w:t>
      </w:r>
    </w:p>
    <w:bookmarkEnd w:id="1"/>
    <w:p w14:paraId="02CC290F" w14:textId="77777777" w:rsidR="003D32C9" w:rsidRPr="00C05013" w:rsidRDefault="003D32C9" w:rsidP="007706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i/>
          <w:iCs/>
          <w:sz w:val="28"/>
          <w:szCs w:val="28"/>
          <w:cs/>
        </w:rPr>
      </w:pPr>
    </w:p>
    <w:tbl>
      <w:tblPr>
        <w:tblW w:w="926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12"/>
        <w:gridCol w:w="1097"/>
        <w:gridCol w:w="236"/>
        <w:gridCol w:w="1036"/>
        <w:gridCol w:w="261"/>
        <w:gridCol w:w="1084"/>
        <w:gridCol w:w="272"/>
        <w:gridCol w:w="1070"/>
      </w:tblGrid>
      <w:tr w:rsidR="002755D8" w:rsidRPr="00C05013" w14:paraId="773D9DCE" w14:textId="77777777" w:rsidTr="00A03033">
        <w:trPr>
          <w:tblHeader/>
        </w:trPr>
        <w:tc>
          <w:tcPr>
            <w:tcW w:w="2272" w:type="pct"/>
          </w:tcPr>
          <w:p w14:paraId="77083F15" w14:textId="77777777" w:rsidR="002755D8" w:rsidRPr="00C05013" w:rsidRDefault="002755D8" w:rsidP="00E82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pct"/>
            <w:gridSpan w:val="3"/>
          </w:tcPr>
          <w:p w14:paraId="1268F4FA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1" w:type="pct"/>
          </w:tcPr>
          <w:p w14:paraId="5F8AE778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9" w:type="pct"/>
            <w:gridSpan w:val="3"/>
          </w:tcPr>
          <w:p w14:paraId="6EDEDFD3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50EE4" w:rsidRPr="00C05013" w14:paraId="260D6E14" w14:textId="77777777" w:rsidTr="00A03033">
        <w:trPr>
          <w:trHeight w:val="344"/>
          <w:tblHeader/>
        </w:trPr>
        <w:tc>
          <w:tcPr>
            <w:tcW w:w="2272" w:type="pct"/>
          </w:tcPr>
          <w:p w14:paraId="6FA9B6A9" w14:textId="77777777" w:rsidR="00F50EE4" w:rsidRPr="00C05013" w:rsidRDefault="00F50EE4" w:rsidP="00F50E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2" w:type="pct"/>
            <w:vAlign w:val="bottom"/>
          </w:tcPr>
          <w:p w14:paraId="5CD15B7E" w14:textId="50C24E8B" w:rsidR="00F50EE4" w:rsidRPr="00C05013" w:rsidRDefault="00443BEC" w:rsidP="00F50EE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</w:t>
            </w:r>
            <w:r w:rsidR="00E53A37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0</w:t>
            </w:r>
            <w:r w:rsidRP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="003F2E5C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  <w:tc>
          <w:tcPr>
            <w:tcW w:w="127" w:type="pct"/>
            <w:vAlign w:val="bottom"/>
          </w:tcPr>
          <w:p w14:paraId="66AFD267" w14:textId="77777777" w:rsidR="00F50EE4" w:rsidRPr="00C05013" w:rsidRDefault="00F50EE4" w:rsidP="00F50EE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559" w:type="pct"/>
            <w:vAlign w:val="bottom"/>
          </w:tcPr>
          <w:p w14:paraId="0227AD43" w14:textId="2E015097" w:rsidR="00F50EE4" w:rsidRPr="00C05013" w:rsidRDefault="00F50EE4" w:rsidP="00F50EE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31</w:t>
            </w:r>
            <w:r w:rsidRPr="00FD1F64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FD1F64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41" w:type="pct"/>
          </w:tcPr>
          <w:p w14:paraId="472E8FC6" w14:textId="77777777" w:rsidR="00F50EE4" w:rsidRPr="00C05013" w:rsidRDefault="00F50EE4" w:rsidP="00F50EE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585" w:type="pct"/>
            <w:vAlign w:val="bottom"/>
          </w:tcPr>
          <w:p w14:paraId="604E6DC1" w14:textId="051A893C" w:rsidR="00F50EE4" w:rsidRPr="00C05013" w:rsidRDefault="00443BEC" w:rsidP="00F50EE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</w:t>
            </w:r>
            <w:r w:rsidR="002D5DE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0</w:t>
            </w:r>
            <w:r w:rsidRP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="003F2E5C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  <w:tc>
          <w:tcPr>
            <w:tcW w:w="147" w:type="pct"/>
            <w:vAlign w:val="bottom"/>
          </w:tcPr>
          <w:p w14:paraId="3BD57941" w14:textId="77777777" w:rsidR="00F50EE4" w:rsidRPr="00C05013" w:rsidRDefault="00F50EE4" w:rsidP="00F50EE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577" w:type="pct"/>
            <w:vAlign w:val="bottom"/>
          </w:tcPr>
          <w:p w14:paraId="07997AEC" w14:textId="1A58114D" w:rsidR="00F50EE4" w:rsidRPr="00C05013" w:rsidRDefault="00F50EE4" w:rsidP="00F50EE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31</w:t>
            </w:r>
            <w:r w:rsidRPr="00FD1F64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FD1F64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</w:tr>
      <w:tr w:rsidR="00246DCC" w:rsidRPr="00C05013" w14:paraId="2C79D218" w14:textId="77777777" w:rsidTr="00A03033">
        <w:trPr>
          <w:trHeight w:val="344"/>
          <w:tblHeader/>
        </w:trPr>
        <w:tc>
          <w:tcPr>
            <w:tcW w:w="2272" w:type="pct"/>
          </w:tcPr>
          <w:p w14:paraId="11DBE74B" w14:textId="77777777" w:rsidR="00246DCC" w:rsidRPr="00C05013" w:rsidRDefault="00246DCC" w:rsidP="00246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2" w:type="pct"/>
            <w:vAlign w:val="bottom"/>
          </w:tcPr>
          <w:p w14:paraId="3C44DAAC" w14:textId="2CD126B0" w:rsidR="00246DCC" w:rsidRPr="00C05013" w:rsidRDefault="00C42DDF" w:rsidP="00246DC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 w:rsid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127" w:type="pct"/>
            <w:vAlign w:val="bottom"/>
          </w:tcPr>
          <w:p w14:paraId="3885DBB1" w14:textId="77777777" w:rsidR="00246DCC" w:rsidRPr="00C05013" w:rsidRDefault="00246DCC" w:rsidP="00246DC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559" w:type="pct"/>
            <w:vAlign w:val="bottom"/>
          </w:tcPr>
          <w:p w14:paraId="0249DBAA" w14:textId="343C2E66" w:rsidR="00246DCC" w:rsidRPr="00C05013" w:rsidRDefault="00C42DDF" w:rsidP="00246DC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 w:rsid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141" w:type="pct"/>
          </w:tcPr>
          <w:p w14:paraId="667CAB5F" w14:textId="77777777" w:rsidR="00246DCC" w:rsidRPr="00C05013" w:rsidRDefault="00246DCC" w:rsidP="00246DC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585" w:type="pct"/>
            <w:vAlign w:val="bottom"/>
          </w:tcPr>
          <w:p w14:paraId="57C75891" w14:textId="3C1FC63E" w:rsidR="00246DCC" w:rsidRPr="00C05013" w:rsidRDefault="00C42DDF" w:rsidP="00246DC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 w:rsid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147" w:type="pct"/>
            <w:vAlign w:val="bottom"/>
          </w:tcPr>
          <w:p w14:paraId="159DA997" w14:textId="77777777" w:rsidR="00246DCC" w:rsidRPr="00C05013" w:rsidRDefault="00246DCC" w:rsidP="00246DC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577" w:type="pct"/>
            <w:vAlign w:val="bottom"/>
          </w:tcPr>
          <w:p w14:paraId="5C7FC372" w14:textId="61ACFD43" w:rsidR="00246DCC" w:rsidRPr="00C05013" w:rsidRDefault="00C42DDF" w:rsidP="00246DC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 w:rsid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7</w:t>
            </w:r>
          </w:p>
        </w:tc>
      </w:tr>
      <w:tr w:rsidR="002755D8" w:rsidRPr="00C05013" w14:paraId="541D62E8" w14:textId="77777777" w:rsidTr="00A03033">
        <w:trPr>
          <w:tblHeader/>
        </w:trPr>
        <w:tc>
          <w:tcPr>
            <w:tcW w:w="2272" w:type="pct"/>
            <w:vAlign w:val="center"/>
          </w:tcPr>
          <w:p w14:paraId="587DA8DA" w14:textId="77777777" w:rsidR="002755D8" w:rsidRPr="00C05013" w:rsidRDefault="002755D8" w:rsidP="00E82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28" w:type="pct"/>
            <w:gridSpan w:val="7"/>
          </w:tcPr>
          <w:p w14:paraId="67C38DA2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2755D8" w:rsidRPr="00C05013" w14:paraId="623D30AB" w14:textId="77777777" w:rsidTr="00A03033">
        <w:tc>
          <w:tcPr>
            <w:tcW w:w="2272" w:type="pct"/>
          </w:tcPr>
          <w:p w14:paraId="06683D12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ภาระผูกพันรายจ่ายฝ่ายทุน</w:t>
            </w:r>
          </w:p>
        </w:tc>
        <w:tc>
          <w:tcPr>
            <w:tcW w:w="592" w:type="pct"/>
          </w:tcPr>
          <w:p w14:paraId="67FB8665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" w:type="pct"/>
          </w:tcPr>
          <w:p w14:paraId="375FCD00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59" w:type="pct"/>
          </w:tcPr>
          <w:p w14:paraId="71483996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" w:type="pct"/>
          </w:tcPr>
          <w:p w14:paraId="7AD61F5B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</w:tcPr>
          <w:p w14:paraId="037DED9C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7" w:type="pct"/>
          </w:tcPr>
          <w:p w14:paraId="11111D6A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" w:type="pct"/>
          </w:tcPr>
          <w:p w14:paraId="58A237A2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after="0"/>
              <w:ind w:left="60"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43BEC" w:rsidRPr="00C05013" w14:paraId="05289738" w14:textId="77777777" w:rsidTr="00A03033">
        <w:tc>
          <w:tcPr>
            <w:tcW w:w="2272" w:type="pct"/>
          </w:tcPr>
          <w:p w14:paraId="608102C2" w14:textId="4557E408" w:rsidR="00443BEC" w:rsidRPr="00B67F17" w:rsidRDefault="00A30326" w:rsidP="00443B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67F17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ส่วนปรับปรุงอาคาร </w:t>
            </w:r>
            <w:r w:rsidR="00443BEC" w:rsidRPr="00B67F17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เครื่องจักรและอุปกรณ์</w:t>
            </w:r>
          </w:p>
        </w:tc>
        <w:tc>
          <w:tcPr>
            <w:tcW w:w="592" w:type="pct"/>
          </w:tcPr>
          <w:p w14:paraId="5053C93B" w14:textId="0CD1AD29" w:rsidR="00443BEC" w:rsidRPr="00B67F17" w:rsidRDefault="00F63372" w:rsidP="00443BEC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67F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A30326" w:rsidRPr="00B67F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35</w:t>
            </w:r>
            <w:r w:rsidRPr="00B67F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="00A30326" w:rsidRPr="00B67F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01</w:t>
            </w:r>
            <w:r w:rsidRPr="00B67F1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</w:t>
            </w:r>
          </w:p>
        </w:tc>
        <w:tc>
          <w:tcPr>
            <w:tcW w:w="127" w:type="pct"/>
          </w:tcPr>
          <w:p w14:paraId="395BC6D5" w14:textId="77777777" w:rsidR="00443BEC" w:rsidRPr="00B67F17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59" w:type="pct"/>
          </w:tcPr>
          <w:p w14:paraId="10E7B086" w14:textId="54DF604E" w:rsidR="00443BEC" w:rsidRPr="00C05013" w:rsidRDefault="00443BEC" w:rsidP="00443BEC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42,881</w:t>
            </w:r>
          </w:p>
        </w:tc>
        <w:tc>
          <w:tcPr>
            <w:tcW w:w="141" w:type="pct"/>
          </w:tcPr>
          <w:p w14:paraId="236BC1AC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85" w:type="pct"/>
          </w:tcPr>
          <w:p w14:paraId="77F1B7C7" w14:textId="16015FB7" w:rsidR="00443BEC" w:rsidRPr="00C05013" w:rsidRDefault="00F63372" w:rsidP="00443BEC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32,063</w:t>
            </w:r>
          </w:p>
        </w:tc>
        <w:tc>
          <w:tcPr>
            <w:tcW w:w="147" w:type="pct"/>
          </w:tcPr>
          <w:p w14:paraId="0F243466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77" w:type="pct"/>
          </w:tcPr>
          <w:p w14:paraId="7AFADE21" w14:textId="0DC9A0A7" w:rsidR="00443BEC" w:rsidRPr="00443BEC" w:rsidRDefault="00443BEC" w:rsidP="00443BEC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43BEC">
              <w:rPr>
                <w:rFonts w:asciiTheme="majorBidi" w:hAnsiTheme="majorBidi" w:cstheme="majorBidi"/>
                <w:sz w:val="28"/>
                <w:szCs w:val="28"/>
              </w:rPr>
              <w:t>9,064</w:t>
            </w:r>
          </w:p>
        </w:tc>
      </w:tr>
      <w:tr w:rsidR="00443BEC" w:rsidRPr="00C05013" w14:paraId="7E70552F" w14:textId="77777777" w:rsidTr="00A03033">
        <w:tc>
          <w:tcPr>
            <w:tcW w:w="2272" w:type="pct"/>
          </w:tcPr>
          <w:p w14:paraId="74A42D81" w14:textId="71FE5E0C" w:rsidR="00443BEC" w:rsidRPr="00C05013" w:rsidRDefault="00443BEC" w:rsidP="00443B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สินทรัพย์ไม่มีตัวตน</w:t>
            </w:r>
          </w:p>
        </w:tc>
        <w:tc>
          <w:tcPr>
            <w:tcW w:w="592" w:type="pct"/>
          </w:tcPr>
          <w:p w14:paraId="5972B2B6" w14:textId="3A342BAF" w:rsidR="00443BEC" w:rsidRPr="00C05013" w:rsidRDefault="00F63372" w:rsidP="00443BEC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11,308</w:t>
            </w:r>
          </w:p>
        </w:tc>
        <w:tc>
          <w:tcPr>
            <w:tcW w:w="127" w:type="pct"/>
          </w:tcPr>
          <w:p w14:paraId="203ECBE8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59" w:type="pct"/>
          </w:tcPr>
          <w:p w14:paraId="24214A51" w14:textId="44CA7CD6" w:rsidR="00443BEC" w:rsidRPr="00C05013" w:rsidRDefault="00443BEC" w:rsidP="00443BEC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9400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9,156</w:t>
            </w:r>
          </w:p>
        </w:tc>
        <w:tc>
          <w:tcPr>
            <w:tcW w:w="141" w:type="pct"/>
          </w:tcPr>
          <w:p w14:paraId="2C2CC06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85" w:type="pct"/>
          </w:tcPr>
          <w:p w14:paraId="4BDDBAA8" w14:textId="7D854ECA" w:rsidR="00443BEC" w:rsidRPr="00C05013" w:rsidRDefault="00F63372" w:rsidP="00443BEC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2,265</w:t>
            </w:r>
          </w:p>
        </w:tc>
        <w:tc>
          <w:tcPr>
            <w:tcW w:w="147" w:type="pct"/>
          </w:tcPr>
          <w:p w14:paraId="144EA250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77" w:type="pct"/>
          </w:tcPr>
          <w:p w14:paraId="27B5A464" w14:textId="228EEF8F" w:rsidR="00443BEC" w:rsidRPr="00443BEC" w:rsidRDefault="00443BEC" w:rsidP="00443BEC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  <w:r w:rsidRPr="00443BEC">
              <w:rPr>
                <w:rFonts w:asciiTheme="majorBidi" w:hAnsiTheme="majorBidi" w:cstheme="majorBidi"/>
                <w:sz w:val="28"/>
                <w:szCs w:val="28"/>
              </w:rPr>
              <w:t>1,885</w:t>
            </w:r>
          </w:p>
        </w:tc>
      </w:tr>
      <w:tr w:rsidR="00443BEC" w:rsidRPr="00C05013" w14:paraId="08DCE273" w14:textId="77777777" w:rsidTr="00A03033">
        <w:tc>
          <w:tcPr>
            <w:tcW w:w="2272" w:type="pct"/>
          </w:tcPr>
          <w:p w14:paraId="013E034F" w14:textId="77777777" w:rsidR="00443BEC" w:rsidRPr="00C05013" w:rsidRDefault="00443BEC" w:rsidP="00443B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2" w:type="pct"/>
            <w:tcBorders>
              <w:top w:val="single" w:sz="4" w:space="0" w:color="auto"/>
              <w:bottom w:val="double" w:sz="4" w:space="0" w:color="auto"/>
            </w:tcBorders>
          </w:tcPr>
          <w:p w14:paraId="43119782" w14:textId="61A2DDA6" w:rsidR="00443BEC" w:rsidRPr="00C05013" w:rsidRDefault="00857B19" w:rsidP="00443BEC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146,</w:t>
            </w:r>
            <w:r w:rsidR="00D563FF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27</w:t>
            </w:r>
          </w:p>
        </w:tc>
        <w:tc>
          <w:tcPr>
            <w:tcW w:w="127" w:type="pct"/>
          </w:tcPr>
          <w:p w14:paraId="14EE3DB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double" w:sz="4" w:space="0" w:color="auto"/>
            </w:tcBorders>
          </w:tcPr>
          <w:p w14:paraId="12C201C7" w14:textId="2B4250C4" w:rsidR="00443BEC" w:rsidRPr="00C05013" w:rsidRDefault="00443BEC" w:rsidP="00443BEC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9400D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52,037</w:t>
            </w:r>
          </w:p>
        </w:tc>
        <w:tc>
          <w:tcPr>
            <w:tcW w:w="141" w:type="pct"/>
          </w:tcPr>
          <w:p w14:paraId="37CAEB89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</w:tcPr>
          <w:p w14:paraId="7EBAC21B" w14:textId="377839BB" w:rsidR="00443BEC" w:rsidRPr="00C05013" w:rsidRDefault="00F63372" w:rsidP="00443BEC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34,328</w:t>
            </w:r>
          </w:p>
        </w:tc>
        <w:tc>
          <w:tcPr>
            <w:tcW w:w="147" w:type="pct"/>
          </w:tcPr>
          <w:p w14:paraId="5DB56FC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</w:tcPr>
          <w:p w14:paraId="148D3953" w14:textId="058DD7CD" w:rsidR="00443BEC" w:rsidRPr="00610432" w:rsidRDefault="00443BEC" w:rsidP="00443BEC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9400D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10,</w:t>
            </w:r>
            <w:r w:rsidRPr="003940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949</w:t>
            </w:r>
          </w:p>
        </w:tc>
      </w:tr>
      <w:tr w:rsidR="00445D99" w:rsidRPr="00C05013" w14:paraId="03E45854" w14:textId="77777777" w:rsidTr="00A03033">
        <w:tc>
          <w:tcPr>
            <w:tcW w:w="2272" w:type="pct"/>
          </w:tcPr>
          <w:p w14:paraId="30359F88" w14:textId="77777777" w:rsidR="00F5131A" w:rsidRPr="00C05013" w:rsidRDefault="00F5131A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92" w:type="pct"/>
            <w:tcBorders>
              <w:top w:val="double" w:sz="4" w:space="0" w:color="auto"/>
            </w:tcBorders>
          </w:tcPr>
          <w:p w14:paraId="1435F329" w14:textId="77777777" w:rsidR="00445D99" w:rsidRPr="00C05013" w:rsidRDefault="00445D99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1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" w:type="pct"/>
          </w:tcPr>
          <w:p w14:paraId="74BE1BB2" w14:textId="77777777" w:rsidR="00445D99" w:rsidRPr="00C05013" w:rsidRDefault="00445D99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59" w:type="pct"/>
            <w:tcBorders>
              <w:top w:val="double" w:sz="4" w:space="0" w:color="auto"/>
            </w:tcBorders>
          </w:tcPr>
          <w:p w14:paraId="3C397785" w14:textId="77777777" w:rsidR="00445D99" w:rsidRPr="00C05013" w:rsidRDefault="00445D99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1" w:type="pct"/>
          </w:tcPr>
          <w:p w14:paraId="03AB0CE6" w14:textId="77777777" w:rsidR="00445D99" w:rsidRPr="00C05013" w:rsidRDefault="00445D99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double" w:sz="4" w:space="0" w:color="auto"/>
            </w:tcBorders>
          </w:tcPr>
          <w:p w14:paraId="541A9664" w14:textId="77777777" w:rsidR="00445D99" w:rsidRPr="00C05013" w:rsidRDefault="00445D99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240" w:lineRule="auto"/>
              <w:ind w:left="-108" w:right="-7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7" w:type="pct"/>
          </w:tcPr>
          <w:p w14:paraId="1B085512" w14:textId="77777777" w:rsidR="00445D99" w:rsidRPr="00C05013" w:rsidRDefault="00445D99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" w:type="pct"/>
            <w:tcBorders>
              <w:top w:val="double" w:sz="4" w:space="0" w:color="auto"/>
            </w:tcBorders>
          </w:tcPr>
          <w:p w14:paraId="29B445BE" w14:textId="77777777" w:rsidR="00445D99" w:rsidRPr="00C05013" w:rsidRDefault="00445D99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282093" w:rsidRPr="00C05013" w14:paraId="260CB43B" w14:textId="77777777" w:rsidTr="004B2AEC">
        <w:trPr>
          <w:trHeight w:val="254"/>
        </w:trPr>
        <w:tc>
          <w:tcPr>
            <w:tcW w:w="2272" w:type="pct"/>
          </w:tcPr>
          <w:p w14:paraId="66B783AD" w14:textId="77777777" w:rsidR="00282093" w:rsidRPr="00C05013" w:rsidRDefault="00282093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ภาระผูกพันอื่น</w:t>
            </w:r>
            <w:r w:rsidRPr="00C05013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ๆ</w:t>
            </w:r>
          </w:p>
        </w:tc>
        <w:tc>
          <w:tcPr>
            <w:tcW w:w="592" w:type="pct"/>
          </w:tcPr>
          <w:p w14:paraId="2943622F" w14:textId="77777777" w:rsidR="00282093" w:rsidRPr="00C05013" w:rsidRDefault="00282093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/>
              <w:ind w:left="-108" w:right="-1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" w:type="pct"/>
          </w:tcPr>
          <w:p w14:paraId="191A72DA" w14:textId="77777777" w:rsidR="00282093" w:rsidRPr="00C05013" w:rsidRDefault="00282093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59" w:type="pct"/>
          </w:tcPr>
          <w:p w14:paraId="26B4DD81" w14:textId="77777777" w:rsidR="00282093" w:rsidRPr="00C05013" w:rsidRDefault="00282093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" w:type="pct"/>
          </w:tcPr>
          <w:p w14:paraId="03A25C35" w14:textId="77777777" w:rsidR="00282093" w:rsidRPr="00C05013" w:rsidRDefault="00282093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85" w:type="pct"/>
          </w:tcPr>
          <w:p w14:paraId="06B81587" w14:textId="77777777" w:rsidR="00282093" w:rsidRPr="00C05013" w:rsidRDefault="00282093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/>
              <w:ind w:left="-108" w:right="-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7" w:type="pct"/>
          </w:tcPr>
          <w:p w14:paraId="5F1E9F54" w14:textId="77777777" w:rsidR="00282093" w:rsidRPr="00C05013" w:rsidRDefault="00282093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77" w:type="pct"/>
          </w:tcPr>
          <w:p w14:paraId="34D337B4" w14:textId="77777777" w:rsidR="00282093" w:rsidRPr="00C05013" w:rsidRDefault="00282093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443BEC" w:rsidRPr="00C05013" w14:paraId="711F5ED0" w14:textId="77777777" w:rsidTr="00A03033">
        <w:tc>
          <w:tcPr>
            <w:tcW w:w="2272" w:type="pct"/>
          </w:tcPr>
          <w:p w14:paraId="506B0BFB" w14:textId="77777777" w:rsidR="00443BEC" w:rsidRPr="00C05013" w:rsidRDefault="00443BEC" w:rsidP="00443B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ภาระผูกพันตามสัญญาเช่าระยะสั้น</w:t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และสัญญาบริการ</w:t>
            </w:r>
          </w:p>
        </w:tc>
        <w:tc>
          <w:tcPr>
            <w:tcW w:w="592" w:type="pct"/>
          </w:tcPr>
          <w:p w14:paraId="35B78024" w14:textId="3D48C491" w:rsidR="00443BEC" w:rsidRPr="00574BE6" w:rsidRDefault="00F63372" w:rsidP="00443BEC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8,066</w:t>
            </w:r>
          </w:p>
        </w:tc>
        <w:tc>
          <w:tcPr>
            <w:tcW w:w="127" w:type="pct"/>
          </w:tcPr>
          <w:p w14:paraId="5BBBA464" w14:textId="77777777" w:rsidR="00443BEC" w:rsidRPr="00574BE6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59" w:type="pct"/>
          </w:tcPr>
          <w:p w14:paraId="489E7CD3" w14:textId="52832DD7" w:rsidR="00443BEC" w:rsidRPr="00574BE6" w:rsidRDefault="00443BEC" w:rsidP="00443BEC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74BE6">
              <w:rPr>
                <w:rFonts w:asciiTheme="majorBidi" w:hAnsiTheme="majorBidi" w:cstheme="majorBidi"/>
                <w:sz w:val="28"/>
                <w:szCs w:val="28"/>
              </w:rPr>
              <w:t>7,674</w:t>
            </w:r>
          </w:p>
        </w:tc>
        <w:tc>
          <w:tcPr>
            <w:tcW w:w="141" w:type="pct"/>
          </w:tcPr>
          <w:p w14:paraId="03278518" w14:textId="77777777" w:rsidR="00443BEC" w:rsidRPr="00574BE6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85" w:type="pct"/>
          </w:tcPr>
          <w:p w14:paraId="1E29A66A" w14:textId="18BA0126" w:rsidR="00443BEC" w:rsidRPr="00574BE6" w:rsidRDefault="00F63372" w:rsidP="00443BEC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3,377</w:t>
            </w:r>
          </w:p>
        </w:tc>
        <w:tc>
          <w:tcPr>
            <w:tcW w:w="147" w:type="pct"/>
          </w:tcPr>
          <w:p w14:paraId="3EE1E8EE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77" w:type="pct"/>
          </w:tcPr>
          <w:p w14:paraId="7BB1DAAF" w14:textId="42D31E25" w:rsidR="00443BEC" w:rsidRPr="00C05013" w:rsidRDefault="00443BEC" w:rsidP="00443BE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9400D">
              <w:rPr>
                <w:rFonts w:asciiTheme="majorBidi" w:hAnsiTheme="majorBidi" w:cstheme="majorBidi"/>
                <w:sz w:val="28"/>
                <w:szCs w:val="28"/>
              </w:rPr>
              <w:t>5,387</w:t>
            </w:r>
          </w:p>
        </w:tc>
      </w:tr>
      <w:tr w:rsidR="00443BEC" w:rsidRPr="00C05013" w14:paraId="1881671F" w14:textId="77777777" w:rsidTr="00A03033">
        <w:tc>
          <w:tcPr>
            <w:tcW w:w="2272" w:type="pct"/>
          </w:tcPr>
          <w:p w14:paraId="5B85397D" w14:textId="77777777" w:rsidR="00443BEC" w:rsidRPr="00C05013" w:rsidRDefault="00443BEC" w:rsidP="00443B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หนังสือค้ำประกันจากธนาคาร </w:t>
            </w:r>
          </w:p>
        </w:tc>
        <w:tc>
          <w:tcPr>
            <w:tcW w:w="592" w:type="pct"/>
          </w:tcPr>
          <w:p w14:paraId="20FB47DB" w14:textId="08D0DE95" w:rsidR="00443BEC" w:rsidRPr="00574BE6" w:rsidRDefault="00F63372" w:rsidP="00443BEC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4,550</w:t>
            </w:r>
          </w:p>
        </w:tc>
        <w:tc>
          <w:tcPr>
            <w:tcW w:w="127" w:type="pct"/>
          </w:tcPr>
          <w:p w14:paraId="63004F0F" w14:textId="77777777" w:rsidR="00443BEC" w:rsidRPr="00574BE6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59" w:type="pct"/>
          </w:tcPr>
          <w:p w14:paraId="1DE5DCA0" w14:textId="6278331D" w:rsidR="00443BEC" w:rsidRPr="00574BE6" w:rsidRDefault="00443BEC" w:rsidP="00443BEC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74BE6">
              <w:rPr>
                <w:rFonts w:asciiTheme="majorBidi" w:hAnsiTheme="majorBidi" w:cstheme="majorBidi"/>
                <w:sz w:val="28"/>
                <w:szCs w:val="28"/>
              </w:rPr>
              <w:t>7,687</w:t>
            </w:r>
          </w:p>
        </w:tc>
        <w:tc>
          <w:tcPr>
            <w:tcW w:w="141" w:type="pct"/>
          </w:tcPr>
          <w:p w14:paraId="164DA85D" w14:textId="77777777" w:rsidR="00443BEC" w:rsidRPr="00574BE6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85" w:type="pct"/>
          </w:tcPr>
          <w:p w14:paraId="3C40C124" w14:textId="57D9765E" w:rsidR="00443BEC" w:rsidRPr="00574BE6" w:rsidRDefault="00F63372" w:rsidP="00443BEC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4,550</w:t>
            </w:r>
          </w:p>
        </w:tc>
        <w:tc>
          <w:tcPr>
            <w:tcW w:w="147" w:type="pct"/>
          </w:tcPr>
          <w:p w14:paraId="1B3E5540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77" w:type="pct"/>
          </w:tcPr>
          <w:p w14:paraId="4159438E" w14:textId="6084F3A8" w:rsidR="00443BEC" w:rsidRPr="00C05013" w:rsidRDefault="00443BEC" w:rsidP="00443BE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5,187</w:t>
            </w:r>
          </w:p>
        </w:tc>
      </w:tr>
      <w:tr w:rsidR="00443BEC" w:rsidRPr="00C05013" w14:paraId="6CF05814" w14:textId="77777777" w:rsidTr="00A03033">
        <w:tc>
          <w:tcPr>
            <w:tcW w:w="2272" w:type="pct"/>
          </w:tcPr>
          <w:p w14:paraId="375DBD25" w14:textId="77777777" w:rsidR="00443BEC" w:rsidRPr="00C05013" w:rsidRDefault="00443BEC" w:rsidP="00443B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2" w:type="pct"/>
            <w:tcBorders>
              <w:top w:val="single" w:sz="4" w:space="0" w:color="auto"/>
              <w:bottom w:val="double" w:sz="4" w:space="0" w:color="auto"/>
            </w:tcBorders>
          </w:tcPr>
          <w:p w14:paraId="222E06B7" w14:textId="6135AAC6" w:rsidR="00443BEC" w:rsidRPr="00574BE6" w:rsidRDefault="00F63372" w:rsidP="00443BEC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12,616</w:t>
            </w:r>
          </w:p>
        </w:tc>
        <w:tc>
          <w:tcPr>
            <w:tcW w:w="127" w:type="pct"/>
          </w:tcPr>
          <w:p w14:paraId="5AC45EE4" w14:textId="77777777" w:rsidR="00443BEC" w:rsidRPr="00574BE6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double" w:sz="4" w:space="0" w:color="auto"/>
            </w:tcBorders>
          </w:tcPr>
          <w:p w14:paraId="3A792473" w14:textId="1CCCBB82" w:rsidR="00443BEC" w:rsidRPr="00574BE6" w:rsidRDefault="00443BEC" w:rsidP="00443BEC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74BE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15,361</w:t>
            </w:r>
          </w:p>
        </w:tc>
        <w:tc>
          <w:tcPr>
            <w:tcW w:w="141" w:type="pct"/>
          </w:tcPr>
          <w:p w14:paraId="54781E87" w14:textId="77777777" w:rsidR="00443BEC" w:rsidRPr="00574BE6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</w:tcPr>
          <w:p w14:paraId="1F37F736" w14:textId="2D81E04A" w:rsidR="00443BEC" w:rsidRPr="00574BE6" w:rsidRDefault="00F63372" w:rsidP="00411E03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7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7,927</w:t>
            </w:r>
          </w:p>
        </w:tc>
        <w:tc>
          <w:tcPr>
            <w:tcW w:w="147" w:type="pct"/>
          </w:tcPr>
          <w:p w14:paraId="4113A81C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</w:tcPr>
          <w:p w14:paraId="2A251DAE" w14:textId="5D32CD13" w:rsidR="00443BEC" w:rsidRPr="00C05013" w:rsidRDefault="00443BEC" w:rsidP="00443BE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10,574</w:t>
            </w:r>
          </w:p>
        </w:tc>
      </w:tr>
    </w:tbl>
    <w:p w14:paraId="309F186E" w14:textId="150C0F15" w:rsidR="00A03033" w:rsidRDefault="00A030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  <w:cs/>
        </w:rPr>
      </w:pPr>
    </w:p>
    <w:p w14:paraId="74261636" w14:textId="585F4D40" w:rsidR="0074280B" w:rsidRDefault="001C5449" w:rsidP="001C5449">
      <w:pPr>
        <w:tabs>
          <w:tab w:val="clear" w:pos="454"/>
        </w:tabs>
        <w:spacing w:line="240" w:lineRule="auto"/>
        <w:ind w:left="513" w:right="-43"/>
        <w:jc w:val="thaiDistribute"/>
        <w:rPr>
          <w:rFonts w:asciiTheme="majorBidi" w:hAnsiTheme="majorBidi" w:cstheme="majorBidi"/>
          <w:sz w:val="28"/>
          <w:szCs w:val="28"/>
        </w:rPr>
      </w:pPr>
      <w:bookmarkStart w:id="2" w:name="_Hlk181886374"/>
      <w:r w:rsidRPr="00601015">
        <w:rPr>
          <w:rFonts w:asciiTheme="majorBidi" w:hAnsiTheme="majorBidi" w:cstheme="majorBidi" w:hint="cs"/>
          <w:sz w:val="28"/>
          <w:szCs w:val="28"/>
          <w:cs/>
        </w:rPr>
        <w:t xml:space="preserve">ณ วันที่ </w:t>
      </w:r>
      <w:r w:rsidR="00443BEC" w:rsidRPr="00443BEC">
        <w:rPr>
          <w:rFonts w:asciiTheme="majorBidi" w:hAnsiTheme="majorBidi" w:cstheme="majorBidi"/>
          <w:sz w:val="28"/>
          <w:szCs w:val="28"/>
        </w:rPr>
        <w:t>3</w:t>
      </w:r>
      <w:r w:rsidR="00EA595D">
        <w:rPr>
          <w:rFonts w:asciiTheme="majorBidi" w:hAnsiTheme="majorBidi" w:cstheme="majorBidi"/>
          <w:sz w:val="28"/>
          <w:szCs w:val="28"/>
        </w:rPr>
        <w:t>0</w:t>
      </w:r>
      <w:r w:rsidR="00443BEC" w:rsidRPr="00443BEC">
        <w:rPr>
          <w:rFonts w:asciiTheme="majorBidi" w:hAnsiTheme="majorBidi" w:cstheme="majorBidi"/>
          <w:sz w:val="28"/>
          <w:szCs w:val="28"/>
        </w:rPr>
        <w:t xml:space="preserve"> </w:t>
      </w:r>
      <w:r w:rsidR="005D2F2B">
        <w:rPr>
          <w:rFonts w:asciiTheme="majorBidi" w:hAnsiTheme="majorBidi" w:cs="Angsana New" w:hint="cs"/>
          <w:sz w:val="28"/>
          <w:szCs w:val="28"/>
          <w:cs/>
        </w:rPr>
        <w:t>กันยายน</w:t>
      </w:r>
      <w:r w:rsidR="00443BEC" w:rsidRPr="00443BEC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601015">
        <w:rPr>
          <w:rFonts w:asciiTheme="majorBidi" w:hAnsiTheme="majorBidi" w:cstheme="majorBidi"/>
          <w:sz w:val="28"/>
          <w:szCs w:val="28"/>
        </w:rPr>
        <w:t>256</w:t>
      </w:r>
      <w:r w:rsidR="00443BEC">
        <w:rPr>
          <w:rFonts w:asciiTheme="majorBidi" w:hAnsiTheme="majorBidi" w:cstheme="majorBidi"/>
          <w:sz w:val="28"/>
          <w:szCs w:val="28"/>
        </w:rPr>
        <w:t>8</w:t>
      </w:r>
      <w:r w:rsidRPr="00601015">
        <w:rPr>
          <w:rFonts w:asciiTheme="majorBidi" w:hAnsiTheme="majorBidi" w:cstheme="majorBidi"/>
          <w:sz w:val="28"/>
          <w:szCs w:val="28"/>
        </w:rPr>
        <w:t xml:space="preserve"> </w:t>
      </w:r>
      <w:r w:rsidRPr="00601015">
        <w:rPr>
          <w:rFonts w:asciiTheme="majorBidi" w:hAnsiTheme="majorBidi" w:cstheme="majorBidi" w:hint="cs"/>
          <w:sz w:val="28"/>
          <w:szCs w:val="28"/>
          <w:cs/>
        </w:rPr>
        <w:t>กลุ่มบริษัทได้จำนองที่ดินพร้อมสิ่งปลูกสร้าง</w:t>
      </w:r>
      <w:r w:rsidR="00405041">
        <w:rPr>
          <w:rFonts w:asciiTheme="majorBidi" w:hAnsiTheme="majorBidi" w:cstheme="majorBidi"/>
          <w:sz w:val="28"/>
          <w:szCs w:val="28"/>
        </w:rPr>
        <w:t xml:space="preserve"> </w:t>
      </w:r>
      <w:r w:rsidR="00405041">
        <w:rPr>
          <w:rFonts w:asciiTheme="majorBidi" w:hAnsiTheme="majorBidi" w:cstheme="majorBidi" w:hint="cs"/>
          <w:sz w:val="28"/>
          <w:szCs w:val="28"/>
          <w:cs/>
        </w:rPr>
        <w:t>เงินฝากประจำ และเงินนำฝากของผู้บริหารสำคัญ</w:t>
      </w:r>
      <w:r w:rsidRPr="00601015">
        <w:rPr>
          <w:rFonts w:asciiTheme="majorBidi" w:hAnsiTheme="majorBidi" w:cstheme="majorBidi" w:hint="cs"/>
          <w:sz w:val="28"/>
          <w:szCs w:val="28"/>
          <w:cs/>
        </w:rPr>
        <w:t>เป็นหลักประกันวงเงินสินเชื่อจากสถาบัน</w:t>
      </w:r>
      <w:r w:rsidR="00405041">
        <w:rPr>
          <w:rFonts w:asciiTheme="majorBidi" w:hAnsiTheme="majorBidi" w:cstheme="majorBidi" w:hint="cs"/>
          <w:sz w:val="28"/>
          <w:szCs w:val="28"/>
          <w:cs/>
        </w:rPr>
        <w:t>การเงิน</w:t>
      </w:r>
      <w:r w:rsidRPr="00601015">
        <w:rPr>
          <w:rFonts w:asciiTheme="majorBidi" w:hAnsiTheme="majorBidi" w:cstheme="majorBidi" w:hint="cs"/>
          <w:sz w:val="28"/>
          <w:szCs w:val="28"/>
          <w:cs/>
        </w:rPr>
        <w:t xml:space="preserve"> </w:t>
      </w:r>
    </w:p>
    <w:p w14:paraId="089371EF" w14:textId="77777777" w:rsidR="0074280B" w:rsidRDefault="0074280B" w:rsidP="001C5449">
      <w:pPr>
        <w:tabs>
          <w:tab w:val="clear" w:pos="454"/>
        </w:tabs>
        <w:spacing w:line="240" w:lineRule="auto"/>
        <w:ind w:left="513" w:right="-43"/>
        <w:jc w:val="thaiDistribute"/>
        <w:rPr>
          <w:rFonts w:asciiTheme="majorBidi" w:hAnsiTheme="majorBidi" w:cstheme="majorBidi"/>
          <w:sz w:val="28"/>
          <w:szCs w:val="28"/>
        </w:rPr>
      </w:pPr>
    </w:p>
    <w:p w14:paraId="7BEF7796" w14:textId="499A4B01" w:rsidR="001C5449" w:rsidRDefault="0074280B" w:rsidP="001C5449">
      <w:pPr>
        <w:tabs>
          <w:tab w:val="clear" w:pos="454"/>
        </w:tabs>
        <w:spacing w:line="240" w:lineRule="auto"/>
        <w:ind w:left="513" w:right="-43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01015">
        <w:rPr>
          <w:rFonts w:asciiTheme="majorBidi" w:hAnsiTheme="majorBidi" w:cstheme="majorBidi" w:hint="cs"/>
          <w:sz w:val="28"/>
          <w:szCs w:val="28"/>
          <w:cs/>
        </w:rPr>
        <w:t xml:space="preserve">ณ วันที่ </w:t>
      </w:r>
      <w:r w:rsidR="00443BEC" w:rsidRPr="00443BEC">
        <w:rPr>
          <w:rFonts w:asciiTheme="majorBidi" w:hAnsiTheme="majorBidi" w:cstheme="majorBidi"/>
          <w:sz w:val="28"/>
          <w:szCs w:val="28"/>
        </w:rPr>
        <w:t>3</w:t>
      </w:r>
      <w:r w:rsidR="00EA595D">
        <w:rPr>
          <w:rFonts w:asciiTheme="majorBidi" w:hAnsiTheme="majorBidi" w:cstheme="majorBidi"/>
          <w:sz w:val="28"/>
          <w:szCs w:val="28"/>
        </w:rPr>
        <w:t>0</w:t>
      </w:r>
      <w:r w:rsidR="00443BEC" w:rsidRPr="00443BEC">
        <w:rPr>
          <w:rFonts w:asciiTheme="majorBidi" w:hAnsiTheme="majorBidi" w:cstheme="majorBidi"/>
          <w:sz w:val="28"/>
          <w:szCs w:val="28"/>
        </w:rPr>
        <w:t xml:space="preserve"> </w:t>
      </w:r>
      <w:r w:rsidR="005D2F2B">
        <w:rPr>
          <w:rFonts w:asciiTheme="majorBidi" w:hAnsiTheme="majorBidi" w:cs="Angsana New" w:hint="cs"/>
          <w:sz w:val="28"/>
          <w:szCs w:val="28"/>
          <w:cs/>
        </w:rPr>
        <w:t>กันยายน</w:t>
      </w:r>
      <w:r w:rsidR="00443BEC" w:rsidRPr="00443BEC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601015">
        <w:rPr>
          <w:rFonts w:asciiTheme="majorBidi" w:hAnsiTheme="majorBidi" w:cstheme="majorBidi"/>
          <w:sz w:val="28"/>
          <w:szCs w:val="28"/>
        </w:rPr>
        <w:t>256</w:t>
      </w:r>
      <w:r w:rsidR="00443BEC">
        <w:rPr>
          <w:rFonts w:asciiTheme="majorBidi" w:hAnsiTheme="majorBidi" w:cstheme="majorBidi"/>
          <w:sz w:val="28"/>
          <w:szCs w:val="28"/>
        </w:rPr>
        <w:t>8</w:t>
      </w:r>
      <w:r w:rsidRPr="00601015">
        <w:rPr>
          <w:rFonts w:asciiTheme="majorBidi" w:hAnsiTheme="majorBidi" w:cstheme="majorBidi"/>
          <w:sz w:val="28"/>
          <w:szCs w:val="28"/>
        </w:rPr>
        <w:t xml:space="preserve"> </w:t>
      </w:r>
      <w:r w:rsidR="001C5449" w:rsidRPr="00601015">
        <w:rPr>
          <w:rFonts w:asciiTheme="majorBidi" w:hAnsiTheme="majorBidi" w:cstheme="majorBidi" w:hint="cs"/>
          <w:sz w:val="28"/>
          <w:szCs w:val="28"/>
          <w:cs/>
        </w:rPr>
        <w:t>กลุ่มบริษัทและบริษัทมีวงเงิน</w:t>
      </w:r>
      <w:r w:rsidR="001C5449" w:rsidRPr="00601015">
        <w:rPr>
          <w:rFonts w:asciiTheme="majorBidi" w:hAnsiTheme="majorBidi" w:cs="Angsana New" w:hint="cs"/>
          <w:sz w:val="28"/>
          <w:szCs w:val="28"/>
          <w:cs/>
        </w:rPr>
        <w:t>สินเชื่อ</w:t>
      </w:r>
      <w:r w:rsidR="001C5449" w:rsidRPr="00601015">
        <w:rPr>
          <w:rFonts w:asciiTheme="majorBidi" w:hAnsiTheme="majorBidi" w:cstheme="majorBidi" w:hint="cs"/>
          <w:sz w:val="28"/>
          <w:szCs w:val="28"/>
          <w:cs/>
        </w:rPr>
        <w:t xml:space="preserve">ซึ่งยังมิได้เบิกใช้เป็นจำนวนเงินรวม </w:t>
      </w:r>
      <w:r w:rsidR="00F63372">
        <w:rPr>
          <w:rFonts w:asciiTheme="majorBidi" w:hAnsiTheme="majorBidi" w:cstheme="majorBidi"/>
          <w:sz w:val="28"/>
          <w:szCs w:val="28"/>
        </w:rPr>
        <w:t>311.17</w:t>
      </w:r>
      <w:r w:rsidR="001C5449" w:rsidRPr="00601015">
        <w:rPr>
          <w:rFonts w:asciiTheme="majorBidi" w:hAnsiTheme="majorBidi" w:cstheme="majorBidi"/>
          <w:sz w:val="28"/>
          <w:szCs w:val="28"/>
        </w:rPr>
        <w:t xml:space="preserve"> </w:t>
      </w:r>
      <w:r w:rsidR="001C5449" w:rsidRPr="00601015">
        <w:rPr>
          <w:rFonts w:asciiTheme="majorBidi" w:hAnsiTheme="majorBidi" w:cstheme="majorBidi" w:hint="cs"/>
          <w:sz w:val="28"/>
          <w:szCs w:val="28"/>
          <w:cs/>
        </w:rPr>
        <w:t>ล้านบาท</w:t>
      </w:r>
      <w:r w:rsidR="001C5449" w:rsidRPr="00601015">
        <w:rPr>
          <w:rFonts w:asciiTheme="majorBidi" w:hAnsiTheme="majorBidi" w:cstheme="majorBidi"/>
          <w:sz w:val="28"/>
          <w:szCs w:val="28"/>
        </w:rPr>
        <w:t xml:space="preserve"> </w:t>
      </w:r>
      <w:r w:rsidR="00FC1B67">
        <w:rPr>
          <w:rFonts w:asciiTheme="majorBidi" w:hAnsiTheme="majorBidi" w:cstheme="majorBidi"/>
          <w:sz w:val="28"/>
          <w:szCs w:val="28"/>
        </w:rPr>
        <w:br/>
      </w:r>
      <w:r w:rsidR="001C5449" w:rsidRPr="00601015">
        <w:rPr>
          <w:rFonts w:asciiTheme="majorBidi" w:hAnsiTheme="majorBidi" w:cstheme="majorBidi" w:hint="cs"/>
          <w:sz w:val="28"/>
          <w:szCs w:val="28"/>
          <w:cs/>
        </w:rPr>
        <w:t>และ</w:t>
      </w:r>
      <w:r w:rsidR="00FC1B67">
        <w:rPr>
          <w:rFonts w:asciiTheme="majorBidi" w:hAnsiTheme="majorBidi" w:cstheme="majorBidi"/>
          <w:sz w:val="28"/>
          <w:szCs w:val="28"/>
        </w:rPr>
        <w:t xml:space="preserve"> </w:t>
      </w:r>
      <w:r w:rsidR="00F63372">
        <w:rPr>
          <w:rFonts w:asciiTheme="majorBidi" w:hAnsiTheme="majorBidi" w:cstheme="majorBidi"/>
          <w:sz w:val="28"/>
          <w:szCs w:val="28"/>
        </w:rPr>
        <w:t>104.09</w:t>
      </w:r>
      <w:r w:rsidR="00CA2564">
        <w:rPr>
          <w:rFonts w:asciiTheme="majorBidi" w:hAnsiTheme="majorBidi" w:cstheme="majorBidi"/>
          <w:sz w:val="28"/>
          <w:szCs w:val="28"/>
        </w:rPr>
        <w:t xml:space="preserve"> </w:t>
      </w:r>
      <w:r w:rsidR="001C5449" w:rsidRPr="00601015">
        <w:rPr>
          <w:rFonts w:asciiTheme="majorBidi" w:hAnsiTheme="majorBidi" w:cstheme="majorBidi" w:hint="cs"/>
          <w:sz w:val="28"/>
          <w:szCs w:val="28"/>
          <w:cs/>
        </w:rPr>
        <w:t>ล้านบาท ตามลำดับ</w:t>
      </w:r>
      <w:r w:rsidR="00BE6359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1C5449" w:rsidRPr="00813347">
        <w:rPr>
          <w:rFonts w:asciiTheme="majorBidi" w:hAnsiTheme="majorBidi" w:cstheme="majorBidi"/>
          <w:i/>
          <w:iCs/>
          <w:sz w:val="28"/>
          <w:szCs w:val="28"/>
        </w:rPr>
        <w:t xml:space="preserve">(31 </w:t>
      </w:r>
      <w:r w:rsidR="001C5449" w:rsidRPr="00813347">
        <w:rPr>
          <w:rFonts w:asciiTheme="majorBidi" w:hAnsiTheme="majorBidi" w:cstheme="majorBidi" w:hint="cs"/>
          <w:i/>
          <w:iCs/>
          <w:sz w:val="28"/>
          <w:szCs w:val="28"/>
          <w:cs/>
        </w:rPr>
        <w:t xml:space="preserve">ธันวาคม </w:t>
      </w:r>
      <w:r w:rsidR="001C5449" w:rsidRPr="00813347">
        <w:rPr>
          <w:rFonts w:asciiTheme="majorBidi" w:hAnsiTheme="majorBidi" w:cstheme="majorBidi"/>
          <w:i/>
          <w:iCs/>
          <w:sz w:val="28"/>
          <w:szCs w:val="28"/>
        </w:rPr>
        <w:t>256</w:t>
      </w:r>
      <w:r w:rsidR="00443BEC" w:rsidRPr="00813347">
        <w:rPr>
          <w:rFonts w:asciiTheme="majorBidi" w:hAnsiTheme="majorBidi" w:cstheme="majorBidi"/>
          <w:i/>
          <w:iCs/>
          <w:sz w:val="28"/>
          <w:szCs w:val="28"/>
        </w:rPr>
        <w:t>7</w:t>
      </w:r>
      <w:r w:rsidR="001C5449" w:rsidRPr="00813347">
        <w:rPr>
          <w:rFonts w:asciiTheme="majorBidi" w:hAnsiTheme="majorBidi" w:cstheme="majorBidi"/>
          <w:i/>
          <w:iCs/>
          <w:sz w:val="28"/>
          <w:szCs w:val="28"/>
        </w:rPr>
        <w:t xml:space="preserve">: </w:t>
      </w:r>
      <w:r w:rsidR="00F5131A">
        <w:rPr>
          <w:rFonts w:asciiTheme="majorBidi" w:hAnsiTheme="majorBidi" w:cstheme="majorBidi"/>
          <w:i/>
          <w:iCs/>
          <w:sz w:val="28"/>
          <w:szCs w:val="28"/>
        </w:rPr>
        <w:t>271</w:t>
      </w:r>
      <w:r w:rsidR="00EB11B5">
        <w:rPr>
          <w:rFonts w:asciiTheme="majorBidi" w:hAnsiTheme="majorBidi" w:cstheme="majorBidi"/>
          <w:i/>
          <w:iCs/>
          <w:sz w:val="28"/>
          <w:szCs w:val="28"/>
        </w:rPr>
        <w:t>.30</w:t>
      </w:r>
      <w:r w:rsidR="001C5449" w:rsidRPr="00813347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1C5449" w:rsidRPr="00813347">
        <w:rPr>
          <w:rFonts w:asciiTheme="majorBidi" w:hAnsiTheme="majorBidi" w:cstheme="majorBidi" w:hint="cs"/>
          <w:i/>
          <w:iCs/>
          <w:sz w:val="28"/>
          <w:szCs w:val="28"/>
          <w:cs/>
        </w:rPr>
        <w:t xml:space="preserve">ล้านบาท และ </w:t>
      </w:r>
      <w:r w:rsidR="00F5131A">
        <w:rPr>
          <w:rFonts w:asciiTheme="majorBidi" w:hAnsiTheme="majorBidi" w:cstheme="majorBidi"/>
          <w:i/>
          <w:iCs/>
          <w:sz w:val="28"/>
          <w:szCs w:val="28"/>
        </w:rPr>
        <w:t>95</w:t>
      </w:r>
      <w:r w:rsidR="00EB11B5">
        <w:rPr>
          <w:rFonts w:asciiTheme="majorBidi" w:hAnsiTheme="majorBidi" w:cstheme="majorBidi"/>
          <w:i/>
          <w:iCs/>
          <w:sz w:val="28"/>
          <w:szCs w:val="28"/>
        </w:rPr>
        <w:t>.49</w:t>
      </w:r>
      <w:r w:rsidR="001C5449" w:rsidRPr="00813347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1C5449" w:rsidRPr="00813347">
        <w:rPr>
          <w:rFonts w:asciiTheme="majorBidi" w:hAnsiTheme="majorBidi" w:cstheme="majorBidi" w:hint="cs"/>
          <w:i/>
          <w:iCs/>
          <w:sz w:val="28"/>
          <w:szCs w:val="28"/>
          <w:cs/>
        </w:rPr>
        <w:t>ล้านบาท ตามลำดับ</w:t>
      </w:r>
      <w:r w:rsidR="001C5449" w:rsidRPr="00813347">
        <w:rPr>
          <w:rFonts w:asciiTheme="majorBidi" w:hAnsiTheme="majorBidi" w:cstheme="majorBidi"/>
          <w:i/>
          <w:iCs/>
          <w:sz w:val="28"/>
          <w:szCs w:val="28"/>
        </w:rPr>
        <w:t>)</w:t>
      </w:r>
    </w:p>
    <w:bookmarkEnd w:id="2"/>
    <w:p w14:paraId="00D2FD96" w14:textId="401D3850" w:rsidR="00552C4B" w:rsidRDefault="00552C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="Angsana New"/>
          <w:sz w:val="28"/>
          <w:szCs w:val="28"/>
        </w:rPr>
      </w:pPr>
    </w:p>
    <w:p w14:paraId="72874E10" w14:textId="5EDCB277" w:rsidR="008A7468" w:rsidRDefault="008A7468" w:rsidP="00097E61">
      <w:pPr>
        <w:tabs>
          <w:tab w:val="clear" w:pos="454"/>
        </w:tabs>
        <w:spacing w:line="240" w:lineRule="auto"/>
        <w:ind w:right="-43"/>
        <w:jc w:val="thaiDistribute"/>
        <w:rPr>
          <w:rFonts w:asciiTheme="majorBidi" w:hAnsiTheme="majorBidi" w:cs="Angsana New"/>
          <w:sz w:val="28"/>
          <w:szCs w:val="28"/>
          <w:cs/>
        </w:rPr>
      </w:pPr>
      <w:r>
        <w:rPr>
          <w:rFonts w:asciiTheme="majorBidi" w:hAnsiTheme="majorBidi" w:cs="Angsana New"/>
          <w:sz w:val="28"/>
          <w:szCs w:val="28"/>
          <w:cs/>
        </w:rPr>
        <w:br/>
      </w:r>
    </w:p>
    <w:p w14:paraId="60B18D86" w14:textId="77777777" w:rsidR="008A7468" w:rsidRDefault="008A7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="Angsana New"/>
          <w:sz w:val="28"/>
          <w:szCs w:val="28"/>
          <w:cs/>
        </w:rPr>
      </w:pPr>
      <w:r>
        <w:rPr>
          <w:rFonts w:asciiTheme="majorBidi" w:hAnsiTheme="majorBidi" w:cs="Angsana New"/>
          <w:sz w:val="28"/>
          <w:szCs w:val="28"/>
          <w:cs/>
        </w:rPr>
        <w:br w:type="page"/>
      </w:r>
    </w:p>
    <w:p w14:paraId="0847344D" w14:textId="36FA0549" w:rsidR="008A7468" w:rsidRPr="00755B2B" w:rsidRDefault="008A7468" w:rsidP="008A7468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="Angsana New" w:hAnsi="Angsana New" w:cs="Angsana New"/>
          <w:sz w:val="30"/>
          <w:szCs w:val="30"/>
          <w:u w:val="none"/>
          <w:lang w:val="th-TH"/>
        </w:rPr>
      </w:pPr>
      <w:r w:rsidRPr="00755B2B">
        <w:rPr>
          <w:rFonts w:ascii="Angsana New" w:hAnsi="Angsana New" w:cs="Angsana New" w:hint="cs"/>
          <w:sz w:val="30"/>
          <w:szCs w:val="30"/>
          <w:u w:val="none"/>
          <w:cs/>
          <w:lang w:val="th-TH"/>
        </w:rPr>
        <w:lastRenderedPageBreak/>
        <w:t>การจัดประเภทรายการใหม่</w:t>
      </w:r>
    </w:p>
    <w:p w14:paraId="2EAE1CCE" w14:textId="77777777" w:rsidR="008A7468" w:rsidRPr="007E1A16" w:rsidRDefault="008A7468" w:rsidP="008A7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630"/>
        </w:tabs>
        <w:spacing w:line="240" w:lineRule="auto"/>
        <w:ind w:right="387"/>
        <w:jc w:val="thaiDistribute"/>
        <w:rPr>
          <w:rFonts w:ascii="Angsana New" w:hAnsi="Angsana New"/>
          <w:b/>
          <w:bCs/>
          <w:sz w:val="26"/>
          <w:szCs w:val="26"/>
          <w:lang w:val="th-TH"/>
        </w:rPr>
      </w:pPr>
    </w:p>
    <w:p w14:paraId="6893D277" w14:textId="77777777" w:rsidR="008A7468" w:rsidRPr="000311D3" w:rsidRDefault="008A7468" w:rsidP="008A7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  <w:cs/>
          <w:lang w:eastAsia="ko-KR"/>
        </w:rPr>
      </w:pPr>
      <w:r w:rsidRPr="000311D3">
        <w:rPr>
          <w:rFonts w:asciiTheme="majorBidi" w:hAnsiTheme="majorBidi" w:cstheme="majorBidi"/>
          <w:sz w:val="28"/>
          <w:szCs w:val="28"/>
          <w:cs/>
          <w:lang w:eastAsia="ko-KR"/>
        </w:rPr>
        <w:t xml:space="preserve">รายการบางรายการในงบการเงินปี </w:t>
      </w:r>
      <w:r>
        <w:rPr>
          <w:rFonts w:asciiTheme="majorBidi" w:hAnsiTheme="majorBidi" w:cstheme="majorBidi"/>
          <w:sz w:val="28"/>
          <w:szCs w:val="28"/>
          <w:lang w:eastAsia="ko-KR"/>
        </w:rPr>
        <w:t>2567</w:t>
      </w:r>
      <w:r w:rsidRPr="000311D3">
        <w:rPr>
          <w:rFonts w:asciiTheme="majorBidi" w:hAnsiTheme="majorBidi" w:cstheme="majorBidi"/>
          <w:sz w:val="28"/>
          <w:szCs w:val="28"/>
          <w:cs/>
          <w:lang w:eastAsia="ko-KR"/>
        </w:rPr>
        <w:t xml:space="preserve"> ได้มีการจัดประเภทรายการใหม่ เพื่อให้สอดคล้องกับการนำเสนอ</w:t>
      </w:r>
      <w:r w:rsidRPr="000311D3">
        <w:rPr>
          <w:rFonts w:asciiTheme="majorBidi" w:hAnsiTheme="majorBidi" w:cstheme="majorBidi"/>
          <w:sz w:val="28"/>
          <w:szCs w:val="28"/>
          <w:cs/>
          <w:lang w:eastAsia="ko-KR"/>
        </w:rPr>
        <w:br/>
        <w:t>งบการเงิน</w:t>
      </w:r>
      <w:r>
        <w:rPr>
          <w:rFonts w:asciiTheme="majorBidi" w:hAnsiTheme="majorBidi" w:cstheme="majorBidi" w:hint="cs"/>
          <w:sz w:val="28"/>
          <w:szCs w:val="28"/>
          <w:cs/>
          <w:lang w:eastAsia="ko-KR"/>
        </w:rPr>
        <w:t>ระหว่างกาล</w:t>
      </w:r>
      <w:r w:rsidRPr="000311D3">
        <w:rPr>
          <w:rFonts w:asciiTheme="majorBidi" w:hAnsiTheme="majorBidi" w:cstheme="majorBidi"/>
          <w:sz w:val="28"/>
          <w:szCs w:val="28"/>
          <w:cs/>
          <w:lang w:eastAsia="ko-KR"/>
        </w:rPr>
        <w:t xml:space="preserve"> </w:t>
      </w:r>
      <w:r w:rsidRPr="000311D3">
        <w:rPr>
          <w:rFonts w:asciiTheme="majorBidi" w:hAnsiTheme="majorBidi" w:cstheme="majorBidi"/>
          <w:sz w:val="28"/>
          <w:szCs w:val="28"/>
          <w:lang w:eastAsia="ko-KR"/>
        </w:rPr>
        <w:t>256</w:t>
      </w:r>
      <w:r>
        <w:rPr>
          <w:rFonts w:asciiTheme="majorBidi" w:hAnsiTheme="majorBidi" w:cstheme="majorBidi"/>
          <w:sz w:val="28"/>
          <w:szCs w:val="28"/>
          <w:lang w:eastAsia="ko-KR"/>
        </w:rPr>
        <w:t>8</w:t>
      </w:r>
      <w:r w:rsidRPr="000311D3">
        <w:rPr>
          <w:rFonts w:asciiTheme="majorBidi" w:hAnsiTheme="majorBidi" w:cstheme="majorBidi"/>
          <w:sz w:val="28"/>
          <w:szCs w:val="28"/>
          <w:cs/>
          <w:lang w:eastAsia="ko-KR"/>
        </w:rPr>
        <w:t xml:space="preserve"> ดังนี้</w:t>
      </w:r>
    </w:p>
    <w:p w14:paraId="09FE11F3" w14:textId="77777777" w:rsidR="008A7468" w:rsidRPr="007E1A16" w:rsidRDefault="008A7468" w:rsidP="008A7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26"/>
          <w:szCs w:val="26"/>
          <w:lang w:eastAsia="ko-KR"/>
        </w:rPr>
      </w:pPr>
    </w:p>
    <w:tbl>
      <w:tblPr>
        <w:tblStyle w:val="TableGrid"/>
        <w:tblW w:w="9358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7"/>
        <w:gridCol w:w="243"/>
        <w:gridCol w:w="1284"/>
        <w:gridCol w:w="255"/>
        <w:gridCol w:w="1285"/>
        <w:gridCol w:w="299"/>
        <w:gridCol w:w="1285"/>
      </w:tblGrid>
      <w:tr w:rsidR="008A7468" w14:paraId="6BBD12C5" w14:textId="77777777" w:rsidTr="00CF39D3">
        <w:trPr>
          <w:trHeight w:val="83"/>
        </w:trPr>
        <w:tc>
          <w:tcPr>
            <w:tcW w:w="4707" w:type="dxa"/>
          </w:tcPr>
          <w:p w14:paraId="73034E46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243" w:type="dxa"/>
          </w:tcPr>
          <w:p w14:paraId="60DEB9B5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4408" w:type="dxa"/>
            <w:gridSpan w:val="5"/>
          </w:tcPr>
          <w:p w14:paraId="5B872C58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8A7468" w14:paraId="34A51EF0" w14:textId="77777777" w:rsidTr="00CF39D3">
        <w:tc>
          <w:tcPr>
            <w:tcW w:w="4707" w:type="dxa"/>
          </w:tcPr>
          <w:p w14:paraId="4F85F17F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243" w:type="dxa"/>
          </w:tcPr>
          <w:p w14:paraId="608E7E8F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4" w:type="dxa"/>
          </w:tcPr>
          <w:p w14:paraId="559A2397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255" w:type="dxa"/>
          </w:tcPr>
          <w:p w14:paraId="15544A6C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5" w:type="dxa"/>
          </w:tcPr>
          <w:p w14:paraId="5DB7E0A8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99" w:type="dxa"/>
          </w:tcPr>
          <w:p w14:paraId="72327B8C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5" w:type="dxa"/>
          </w:tcPr>
          <w:p w14:paraId="15BAA6FE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</w:tr>
      <w:tr w:rsidR="008A7468" w14:paraId="3A654BAF" w14:textId="77777777" w:rsidTr="00CF39D3">
        <w:trPr>
          <w:trHeight w:val="470"/>
        </w:trPr>
        <w:tc>
          <w:tcPr>
            <w:tcW w:w="4707" w:type="dxa"/>
          </w:tcPr>
          <w:p w14:paraId="3DA0ADA9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243" w:type="dxa"/>
          </w:tcPr>
          <w:p w14:paraId="58330961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4" w:type="dxa"/>
          </w:tcPr>
          <w:p w14:paraId="38FBB80A" w14:textId="77777777" w:rsidR="008A7468" w:rsidRPr="00552C4B" w:rsidRDefault="008A7468" w:rsidP="00FA4B32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ก่อนจัด</w:t>
            </w:r>
          </w:p>
          <w:p w14:paraId="2BD01D65" w14:textId="77777777" w:rsidR="008A7468" w:rsidRDefault="008A7468" w:rsidP="00FA4B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ประเภทใหม่</w:t>
            </w:r>
          </w:p>
        </w:tc>
        <w:tc>
          <w:tcPr>
            <w:tcW w:w="255" w:type="dxa"/>
          </w:tcPr>
          <w:p w14:paraId="6A046349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5" w:type="dxa"/>
          </w:tcPr>
          <w:p w14:paraId="4561DF2E" w14:textId="77777777" w:rsidR="008A7468" w:rsidRPr="00552C4B" w:rsidRDefault="008A7468" w:rsidP="00C2292C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จัด</w:t>
            </w:r>
          </w:p>
          <w:p w14:paraId="56BBC49F" w14:textId="77777777" w:rsidR="008A7468" w:rsidRDefault="008A7468" w:rsidP="00C22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ประเภทใหม่</w:t>
            </w:r>
          </w:p>
        </w:tc>
        <w:tc>
          <w:tcPr>
            <w:tcW w:w="299" w:type="dxa"/>
          </w:tcPr>
          <w:p w14:paraId="7C72EA97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5" w:type="dxa"/>
          </w:tcPr>
          <w:p w14:paraId="5F9E9319" w14:textId="77777777" w:rsidR="008A7468" w:rsidRPr="00552C4B" w:rsidRDefault="008A7468" w:rsidP="00C2292C">
            <w:pPr>
              <w:pStyle w:val="BodyText"/>
              <w:spacing w:after="0"/>
              <w:ind w:left="-145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หลังจัด</w:t>
            </w:r>
          </w:p>
          <w:p w14:paraId="617E03D1" w14:textId="77777777" w:rsidR="008A7468" w:rsidRDefault="008A7468" w:rsidP="00C22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ประเภทใหม่</w:t>
            </w:r>
          </w:p>
        </w:tc>
      </w:tr>
      <w:tr w:rsidR="008A7468" w14:paraId="3A20C9A0" w14:textId="77777777" w:rsidTr="00CF39D3">
        <w:trPr>
          <w:trHeight w:val="290"/>
        </w:trPr>
        <w:tc>
          <w:tcPr>
            <w:tcW w:w="4707" w:type="dxa"/>
          </w:tcPr>
          <w:p w14:paraId="5B153B7C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43" w:type="dxa"/>
          </w:tcPr>
          <w:p w14:paraId="5897E5C1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4408" w:type="dxa"/>
            <w:gridSpan w:val="5"/>
          </w:tcPr>
          <w:p w14:paraId="5655F18E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8A7468" w14:paraId="72634796" w14:textId="77777777" w:rsidTr="00CF39D3">
        <w:trPr>
          <w:trHeight w:val="209"/>
        </w:trPr>
        <w:tc>
          <w:tcPr>
            <w:tcW w:w="4707" w:type="dxa"/>
          </w:tcPr>
          <w:p w14:paraId="16E3CE54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7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="Angsana New" w:hint="cs"/>
                <w:b/>
                <w:bCs/>
                <w:i/>
                <w:iCs/>
                <w:sz w:val="26"/>
                <w:szCs w:val="26"/>
                <w:cs/>
                <w:lang w:eastAsia="ko-KR"/>
              </w:rPr>
              <w:t>งบฐานะการเงิน</w:t>
            </w:r>
          </w:p>
        </w:tc>
        <w:tc>
          <w:tcPr>
            <w:tcW w:w="243" w:type="dxa"/>
          </w:tcPr>
          <w:p w14:paraId="3C6F1FC4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0E228556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55" w:type="dxa"/>
          </w:tcPr>
          <w:p w14:paraId="5D61F3A1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11CC5AF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99" w:type="dxa"/>
          </w:tcPr>
          <w:p w14:paraId="67CA18F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4F2C526F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</w:tr>
      <w:tr w:rsidR="008A7468" w14:paraId="66412326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65BE2878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243" w:type="dxa"/>
          </w:tcPr>
          <w:p w14:paraId="4B2381D9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2C393E2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448,385</w:t>
            </w:r>
          </w:p>
        </w:tc>
        <w:tc>
          <w:tcPr>
            <w:tcW w:w="255" w:type="dxa"/>
          </w:tcPr>
          <w:p w14:paraId="2B11E2E4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683A094F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(100,000)</w:t>
            </w:r>
          </w:p>
        </w:tc>
        <w:tc>
          <w:tcPr>
            <w:tcW w:w="299" w:type="dxa"/>
          </w:tcPr>
          <w:p w14:paraId="15841CA7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084BFD4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348,385</w:t>
            </w:r>
          </w:p>
        </w:tc>
      </w:tr>
      <w:tr w:rsidR="008A7468" w14:paraId="07252872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6BEE6123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243" w:type="dxa"/>
          </w:tcPr>
          <w:p w14:paraId="331170FB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3F280B00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613,927</w:t>
            </w:r>
          </w:p>
        </w:tc>
        <w:tc>
          <w:tcPr>
            <w:tcW w:w="255" w:type="dxa"/>
          </w:tcPr>
          <w:p w14:paraId="7E3AD337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31C5EB7A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3,043</w:t>
            </w:r>
          </w:p>
        </w:tc>
        <w:tc>
          <w:tcPr>
            <w:tcW w:w="299" w:type="dxa"/>
          </w:tcPr>
          <w:p w14:paraId="10E782F6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1C97D077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616,970</w:t>
            </w:r>
          </w:p>
        </w:tc>
      </w:tr>
      <w:tr w:rsidR="008A7468" w14:paraId="75CA843B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378D4E4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243" w:type="dxa"/>
          </w:tcPr>
          <w:p w14:paraId="43007107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02FCE9B8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20,321</w:t>
            </w:r>
          </w:p>
        </w:tc>
        <w:tc>
          <w:tcPr>
            <w:tcW w:w="255" w:type="dxa"/>
          </w:tcPr>
          <w:p w14:paraId="3B9EF8F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5CC1A2E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(16,815)</w:t>
            </w:r>
          </w:p>
        </w:tc>
        <w:tc>
          <w:tcPr>
            <w:tcW w:w="299" w:type="dxa"/>
          </w:tcPr>
          <w:p w14:paraId="0B94395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50696167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3,506</w:t>
            </w:r>
          </w:p>
        </w:tc>
      </w:tr>
      <w:tr w:rsidR="008A7468" w14:paraId="4051AA74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753FC723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243" w:type="dxa"/>
          </w:tcPr>
          <w:p w14:paraId="2AC785B9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4361D55C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100,000</w:t>
            </w:r>
          </w:p>
        </w:tc>
        <w:tc>
          <w:tcPr>
            <w:tcW w:w="255" w:type="dxa"/>
          </w:tcPr>
          <w:p w14:paraId="1B430B62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761863B9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100,000</w:t>
            </w:r>
          </w:p>
        </w:tc>
        <w:tc>
          <w:tcPr>
            <w:tcW w:w="299" w:type="dxa"/>
          </w:tcPr>
          <w:p w14:paraId="20B6A818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1A5B6C2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200,000</w:t>
            </w:r>
          </w:p>
        </w:tc>
      </w:tr>
      <w:tr w:rsidR="008A7468" w14:paraId="05B259A1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1804EF26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="Angsana New" w:hint="cs"/>
                <w:color w:val="000000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243" w:type="dxa"/>
          </w:tcPr>
          <w:p w14:paraId="10573177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7C115F98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11,989</w:t>
            </w:r>
          </w:p>
        </w:tc>
        <w:tc>
          <w:tcPr>
            <w:tcW w:w="255" w:type="dxa"/>
          </w:tcPr>
          <w:p w14:paraId="418D415B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631112B4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13,772</w:t>
            </w:r>
          </w:p>
        </w:tc>
        <w:tc>
          <w:tcPr>
            <w:tcW w:w="299" w:type="dxa"/>
          </w:tcPr>
          <w:p w14:paraId="21076AA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3492FAF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25,761</w:t>
            </w:r>
          </w:p>
        </w:tc>
      </w:tr>
      <w:tr w:rsidR="008A7468" w14:paraId="5DB79CA7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26253A0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243" w:type="dxa"/>
          </w:tcPr>
          <w:p w14:paraId="7D30BFEA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523F60E1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370,104</w:t>
            </w:r>
          </w:p>
        </w:tc>
        <w:tc>
          <w:tcPr>
            <w:tcW w:w="255" w:type="dxa"/>
          </w:tcPr>
          <w:p w14:paraId="64746EBA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61C8D15A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10,520</w:t>
            </w:r>
          </w:p>
        </w:tc>
        <w:tc>
          <w:tcPr>
            <w:tcW w:w="299" w:type="dxa"/>
          </w:tcPr>
          <w:p w14:paraId="7014463B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54D72BC9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380,624</w:t>
            </w:r>
          </w:p>
        </w:tc>
      </w:tr>
      <w:tr w:rsidR="008A7468" w14:paraId="4D5858D8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68019C51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243" w:type="dxa"/>
          </w:tcPr>
          <w:p w14:paraId="20D6AD9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66CF1FDF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20,794</w:t>
            </w:r>
          </w:p>
        </w:tc>
        <w:tc>
          <w:tcPr>
            <w:tcW w:w="255" w:type="dxa"/>
          </w:tcPr>
          <w:p w14:paraId="3306A4E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14:paraId="20F1D5B1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(10,520)</w:t>
            </w:r>
          </w:p>
        </w:tc>
        <w:tc>
          <w:tcPr>
            <w:tcW w:w="299" w:type="dxa"/>
          </w:tcPr>
          <w:p w14:paraId="789FA69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1FC7C189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10,274</w:t>
            </w:r>
          </w:p>
        </w:tc>
      </w:tr>
      <w:tr w:rsidR="008A7468" w14:paraId="2EDD9A6E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51553986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43" w:type="dxa"/>
          </w:tcPr>
          <w:p w14:paraId="4D8CA877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2827AE74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55" w:type="dxa"/>
          </w:tcPr>
          <w:p w14:paraId="155C6E16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</w:tcPr>
          <w:p w14:paraId="15F8029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7E1A16">
              <w:rPr>
                <w:rFonts w:asciiTheme="majorBidi" w:hAnsiTheme="majorBidi" w:cstheme="majorBidi"/>
                <w:b/>
                <w:bCs/>
                <w:sz w:val="26"/>
                <w:szCs w:val="26"/>
                <w:lang w:eastAsia="ko-KR"/>
              </w:rPr>
              <w:t>-</w:t>
            </w:r>
          </w:p>
        </w:tc>
        <w:tc>
          <w:tcPr>
            <w:tcW w:w="299" w:type="dxa"/>
          </w:tcPr>
          <w:p w14:paraId="6687D7A2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046842F6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</w:tr>
    </w:tbl>
    <w:p w14:paraId="067A373F" w14:textId="77777777" w:rsidR="008A7468" w:rsidRPr="007E1A16" w:rsidRDefault="008A7468" w:rsidP="008A7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6"/>
          <w:szCs w:val="26"/>
        </w:rPr>
      </w:pPr>
    </w:p>
    <w:tbl>
      <w:tblPr>
        <w:tblStyle w:val="TableGrid"/>
        <w:tblW w:w="9358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7"/>
        <w:gridCol w:w="243"/>
        <w:gridCol w:w="1284"/>
        <w:gridCol w:w="255"/>
        <w:gridCol w:w="1285"/>
        <w:gridCol w:w="299"/>
        <w:gridCol w:w="1285"/>
      </w:tblGrid>
      <w:tr w:rsidR="008A7468" w14:paraId="7C527B82" w14:textId="77777777" w:rsidTr="00CF39D3">
        <w:trPr>
          <w:trHeight w:val="83"/>
        </w:trPr>
        <w:tc>
          <w:tcPr>
            <w:tcW w:w="4707" w:type="dxa"/>
          </w:tcPr>
          <w:p w14:paraId="19A611BA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243" w:type="dxa"/>
          </w:tcPr>
          <w:p w14:paraId="1302DBFF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4408" w:type="dxa"/>
            <w:gridSpan w:val="5"/>
          </w:tcPr>
          <w:p w14:paraId="6FBE8DCA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7E1A16">
              <w:rPr>
                <w:rFonts w:asciiTheme="majorBidi" w:hAnsiTheme="majorBidi" w:cs="Angsana New"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A7468" w14:paraId="0F343D0E" w14:textId="77777777" w:rsidTr="00CF39D3">
        <w:tc>
          <w:tcPr>
            <w:tcW w:w="4707" w:type="dxa"/>
          </w:tcPr>
          <w:p w14:paraId="0359379F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243" w:type="dxa"/>
          </w:tcPr>
          <w:p w14:paraId="10B778F3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4" w:type="dxa"/>
          </w:tcPr>
          <w:p w14:paraId="69A7BFDE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255" w:type="dxa"/>
          </w:tcPr>
          <w:p w14:paraId="63788D53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5" w:type="dxa"/>
          </w:tcPr>
          <w:p w14:paraId="22D295A7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99" w:type="dxa"/>
          </w:tcPr>
          <w:p w14:paraId="03C3DBBF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5" w:type="dxa"/>
          </w:tcPr>
          <w:p w14:paraId="0BD1EB15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</w:tr>
      <w:tr w:rsidR="008A7468" w14:paraId="7CC848A7" w14:textId="77777777" w:rsidTr="00CF39D3">
        <w:trPr>
          <w:trHeight w:val="470"/>
        </w:trPr>
        <w:tc>
          <w:tcPr>
            <w:tcW w:w="4707" w:type="dxa"/>
          </w:tcPr>
          <w:p w14:paraId="6216ECF1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243" w:type="dxa"/>
          </w:tcPr>
          <w:p w14:paraId="248CD5DC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4" w:type="dxa"/>
          </w:tcPr>
          <w:p w14:paraId="49F51983" w14:textId="77777777" w:rsidR="008A7468" w:rsidRPr="00552C4B" w:rsidRDefault="008A7468" w:rsidP="00C2292C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ก่อนจัด</w:t>
            </w:r>
          </w:p>
          <w:p w14:paraId="5AE08018" w14:textId="77777777" w:rsidR="008A7468" w:rsidRDefault="008A7468" w:rsidP="00C22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ประเภทใหม่</w:t>
            </w:r>
          </w:p>
        </w:tc>
        <w:tc>
          <w:tcPr>
            <w:tcW w:w="255" w:type="dxa"/>
          </w:tcPr>
          <w:p w14:paraId="719EF9D3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5" w:type="dxa"/>
          </w:tcPr>
          <w:p w14:paraId="7AE2FD13" w14:textId="77777777" w:rsidR="008A7468" w:rsidRPr="00552C4B" w:rsidRDefault="008A7468" w:rsidP="00C2292C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จัด</w:t>
            </w:r>
          </w:p>
          <w:p w14:paraId="7113B19E" w14:textId="77777777" w:rsidR="008A7468" w:rsidRDefault="008A7468" w:rsidP="00C22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ประเภทใหม่</w:t>
            </w:r>
          </w:p>
        </w:tc>
        <w:tc>
          <w:tcPr>
            <w:tcW w:w="299" w:type="dxa"/>
          </w:tcPr>
          <w:p w14:paraId="1B91F402" w14:textId="77777777" w:rsidR="008A7468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5" w:type="dxa"/>
          </w:tcPr>
          <w:p w14:paraId="494AC313" w14:textId="77777777" w:rsidR="008A7468" w:rsidRPr="00552C4B" w:rsidRDefault="008A7468" w:rsidP="00C2292C">
            <w:pPr>
              <w:pStyle w:val="BodyText"/>
              <w:spacing w:after="0"/>
              <w:ind w:left="-145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หลังจัด</w:t>
            </w:r>
          </w:p>
          <w:p w14:paraId="542A7B48" w14:textId="77777777" w:rsidR="008A7468" w:rsidRDefault="008A7468" w:rsidP="00C22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ประเภทใหม่</w:t>
            </w:r>
          </w:p>
        </w:tc>
      </w:tr>
      <w:tr w:rsidR="008A7468" w:rsidRPr="00B32CBD" w14:paraId="4DF090F6" w14:textId="77777777" w:rsidTr="00CF39D3">
        <w:trPr>
          <w:trHeight w:val="290"/>
        </w:trPr>
        <w:tc>
          <w:tcPr>
            <w:tcW w:w="4707" w:type="dxa"/>
          </w:tcPr>
          <w:p w14:paraId="2A982428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43" w:type="dxa"/>
          </w:tcPr>
          <w:p w14:paraId="29AFE52E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4408" w:type="dxa"/>
            <w:gridSpan w:val="5"/>
          </w:tcPr>
          <w:p w14:paraId="5BF7D699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8A7468" w:rsidRPr="00B32CBD" w14:paraId="01500A37" w14:textId="77777777" w:rsidTr="00CF39D3">
        <w:trPr>
          <w:trHeight w:val="209"/>
        </w:trPr>
        <w:tc>
          <w:tcPr>
            <w:tcW w:w="4707" w:type="dxa"/>
          </w:tcPr>
          <w:p w14:paraId="20F5FDFE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7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="Angsana New" w:hint="cs"/>
                <w:b/>
                <w:bCs/>
                <w:i/>
                <w:iCs/>
                <w:sz w:val="26"/>
                <w:szCs w:val="26"/>
                <w:cs/>
                <w:lang w:eastAsia="ko-KR"/>
              </w:rPr>
              <w:t>งบฐานะการเงิน</w:t>
            </w:r>
          </w:p>
        </w:tc>
        <w:tc>
          <w:tcPr>
            <w:tcW w:w="243" w:type="dxa"/>
          </w:tcPr>
          <w:p w14:paraId="181DBDD6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480875EF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55" w:type="dxa"/>
          </w:tcPr>
          <w:p w14:paraId="07A13EB3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4FEF099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99" w:type="dxa"/>
          </w:tcPr>
          <w:p w14:paraId="204F679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2145796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</w:tr>
      <w:tr w:rsidR="008A7468" w:rsidRPr="00B32CBD" w14:paraId="220E43DD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76A49B9F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243" w:type="dxa"/>
          </w:tcPr>
          <w:p w14:paraId="23F3131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  <w:vAlign w:val="bottom"/>
          </w:tcPr>
          <w:p w14:paraId="3F2FD66F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373,083</w:t>
            </w:r>
          </w:p>
        </w:tc>
        <w:tc>
          <w:tcPr>
            <w:tcW w:w="255" w:type="dxa"/>
            <w:vAlign w:val="bottom"/>
          </w:tcPr>
          <w:p w14:paraId="294236F1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6C42947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(100,000)</w:t>
            </w:r>
          </w:p>
        </w:tc>
        <w:tc>
          <w:tcPr>
            <w:tcW w:w="299" w:type="dxa"/>
          </w:tcPr>
          <w:p w14:paraId="5147708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3CB5B5DA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273,083</w:t>
            </w:r>
          </w:p>
        </w:tc>
      </w:tr>
      <w:tr w:rsidR="008A7468" w:rsidRPr="00B32CBD" w14:paraId="1850005B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184E3CB2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243" w:type="dxa"/>
          </w:tcPr>
          <w:p w14:paraId="0C7B301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  <w:vAlign w:val="bottom"/>
          </w:tcPr>
          <w:p w14:paraId="6CF18BE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579,004</w:t>
            </w:r>
          </w:p>
        </w:tc>
        <w:tc>
          <w:tcPr>
            <w:tcW w:w="255" w:type="dxa"/>
            <w:vAlign w:val="bottom"/>
          </w:tcPr>
          <w:p w14:paraId="0990B559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0F89D334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115</w:t>
            </w:r>
          </w:p>
        </w:tc>
        <w:tc>
          <w:tcPr>
            <w:tcW w:w="299" w:type="dxa"/>
          </w:tcPr>
          <w:p w14:paraId="35782A63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5DFEF027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579,119</w:t>
            </w:r>
          </w:p>
        </w:tc>
      </w:tr>
      <w:tr w:rsidR="008A7468" w:rsidRPr="00B32CBD" w14:paraId="7AA323CD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502A640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243" w:type="dxa"/>
          </w:tcPr>
          <w:p w14:paraId="054C002B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  <w:vAlign w:val="bottom"/>
          </w:tcPr>
          <w:p w14:paraId="4FAF17C2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16,438</w:t>
            </w:r>
          </w:p>
        </w:tc>
        <w:tc>
          <w:tcPr>
            <w:tcW w:w="255" w:type="dxa"/>
            <w:vAlign w:val="bottom"/>
          </w:tcPr>
          <w:p w14:paraId="0B2F58C7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326D81F7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(13,887)</w:t>
            </w:r>
          </w:p>
        </w:tc>
        <w:tc>
          <w:tcPr>
            <w:tcW w:w="299" w:type="dxa"/>
          </w:tcPr>
          <w:p w14:paraId="2E1FB8FF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1208E76E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2,551</w:t>
            </w:r>
          </w:p>
        </w:tc>
      </w:tr>
      <w:tr w:rsidR="008A7468" w:rsidRPr="00B32CBD" w14:paraId="4E50B99D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5FA15C31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243" w:type="dxa"/>
          </w:tcPr>
          <w:p w14:paraId="4C5AB338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  <w:vAlign w:val="bottom"/>
          </w:tcPr>
          <w:p w14:paraId="4E9A4901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100,000</w:t>
            </w:r>
          </w:p>
        </w:tc>
        <w:tc>
          <w:tcPr>
            <w:tcW w:w="255" w:type="dxa"/>
            <w:vAlign w:val="bottom"/>
          </w:tcPr>
          <w:p w14:paraId="0FEF8727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7320AA32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100,000</w:t>
            </w:r>
          </w:p>
        </w:tc>
        <w:tc>
          <w:tcPr>
            <w:tcW w:w="299" w:type="dxa"/>
          </w:tcPr>
          <w:p w14:paraId="472E47DC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55879AF6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200,000</w:t>
            </w:r>
          </w:p>
        </w:tc>
      </w:tr>
      <w:tr w:rsidR="008A7468" w:rsidRPr="00B32CBD" w14:paraId="5A105F50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09EDAB9B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="Angsana New" w:hint="cs"/>
                <w:color w:val="000000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243" w:type="dxa"/>
          </w:tcPr>
          <w:p w14:paraId="7DDD1E8A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  <w:vAlign w:val="bottom"/>
          </w:tcPr>
          <w:p w14:paraId="26E98E0B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6,988</w:t>
            </w:r>
          </w:p>
        </w:tc>
        <w:tc>
          <w:tcPr>
            <w:tcW w:w="255" w:type="dxa"/>
            <w:vAlign w:val="bottom"/>
          </w:tcPr>
          <w:p w14:paraId="68FB03DA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00CFA375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13,772</w:t>
            </w:r>
          </w:p>
        </w:tc>
        <w:tc>
          <w:tcPr>
            <w:tcW w:w="299" w:type="dxa"/>
          </w:tcPr>
          <w:p w14:paraId="38BE6A24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7BFAA81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20,760</w:t>
            </w:r>
          </w:p>
        </w:tc>
      </w:tr>
      <w:tr w:rsidR="008A7468" w:rsidRPr="00B32CBD" w14:paraId="080D6F07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412566CA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243" w:type="dxa"/>
          </w:tcPr>
          <w:p w14:paraId="52E52E58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  <w:vAlign w:val="bottom"/>
          </w:tcPr>
          <w:p w14:paraId="3D2FD371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367,643</w:t>
            </w:r>
          </w:p>
        </w:tc>
        <w:tc>
          <w:tcPr>
            <w:tcW w:w="255" w:type="dxa"/>
            <w:vAlign w:val="bottom"/>
          </w:tcPr>
          <w:p w14:paraId="6ECF57FC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236F58C2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2,676</w:t>
            </w:r>
          </w:p>
        </w:tc>
        <w:tc>
          <w:tcPr>
            <w:tcW w:w="299" w:type="dxa"/>
          </w:tcPr>
          <w:p w14:paraId="01ACC7D9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5C7B7A3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370,319</w:t>
            </w:r>
          </w:p>
        </w:tc>
      </w:tr>
      <w:tr w:rsidR="008A7468" w:rsidRPr="00B32CBD" w14:paraId="73F21F9E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06690323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243" w:type="dxa"/>
          </w:tcPr>
          <w:p w14:paraId="05AA13E9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  <w:vAlign w:val="bottom"/>
          </w:tcPr>
          <w:p w14:paraId="68CA7BFA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10,763</w:t>
            </w:r>
          </w:p>
        </w:tc>
        <w:tc>
          <w:tcPr>
            <w:tcW w:w="255" w:type="dxa"/>
            <w:vAlign w:val="bottom"/>
          </w:tcPr>
          <w:p w14:paraId="3B0317B6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14:paraId="00B17E8F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(2,676)</w:t>
            </w:r>
          </w:p>
        </w:tc>
        <w:tc>
          <w:tcPr>
            <w:tcW w:w="299" w:type="dxa"/>
          </w:tcPr>
          <w:p w14:paraId="3450D478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1BF3D2FE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8,087</w:t>
            </w:r>
          </w:p>
        </w:tc>
      </w:tr>
      <w:tr w:rsidR="008A7468" w:rsidRPr="00B32CBD" w14:paraId="07CAA132" w14:textId="77777777" w:rsidTr="00CF39D3">
        <w:trPr>
          <w:trHeight w:val="209"/>
        </w:trPr>
        <w:tc>
          <w:tcPr>
            <w:tcW w:w="4707" w:type="dxa"/>
            <w:vAlign w:val="center"/>
          </w:tcPr>
          <w:p w14:paraId="2AB3E194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43" w:type="dxa"/>
          </w:tcPr>
          <w:p w14:paraId="51E1BFA9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5C828884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55" w:type="dxa"/>
          </w:tcPr>
          <w:p w14:paraId="16BC0CCB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</w:tcPr>
          <w:p w14:paraId="47437D3F" w14:textId="77777777" w:rsidR="008A7468" w:rsidRPr="007E1A16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lang w:eastAsia="ko-KR"/>
              </w:rPr>
            </w:pPr>
            <w:r w:rsidRPr="007E1A16">
              <w:rPr>
                <w:rFonts w:asciiTheme="majorBidi" w:hAnsiTheme="majorBidi" w:cstheme="majorBidi"/>
                <w:b/>
                <w:bCs/>
                <w:sz w:val="26"/>
                <w:szCs w:val="26"/>
                <w:lang w:eastAsia="ko-KR"/>
              </w:rPr>
              <w:t>-</w:t>
            </w:r>
          </w:p>
        </w:tc>
        <w:tc>
          <w:tcPr>
            <w:tcW w:w="299" w:type="dxa"/>
          </w:tcPr>
          <w:p w14:paraId="0328A7E4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49BD8CAD" w14:textId="77777777" w:rsidR="008A7468" w:rsidRPr="00B32CBD" w:rsidRDefault="008A7468" w:rsidP="00CF39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</w:tr>
    </w:tbl>
    <w:p w14:paraId="0396A534" w14:textId="77777777" w:rsidR="008A7468" w:rsidRPr="007E1A16" w:rsidRDefault="008A7468" w:rsidP="008A7468">
      <w:pPr>
        <w:tabs>
          <w:tab w:val="clear" w:pos="454"/>
        </w:tabs>
        <w:spacing w:line="240" w:lineRule="auto"/>
        <w:ind w:right="-43"/>
        <w:jc w:val="thaiDistribute"/>
        <w:rPr>
          <w:rFonts w:asciiTheme="majorBidi" w:hAnsiTheme="majorBidi" w:cstheme="majorBidi"/>
          <w:sz w:val="26"/>
          <w:szCs w:val="26"/>
        </w:rPr>
      </w:pPr>
    </w:p>
    <w:p w14:paraId="2268DE15" w14:textId="2F985C60" w:rsidR="00E23726" w:rsidRPr="008A7468" w:rsidRDefault="008A7468" w:rsidP="008A7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  <w:cs/>
          <w:lang w:eastAsia="ko-KR"/>
        </w:rPr>
      </w:pPr>
      <w:r w:rsidRPr="000311D3">
        <w:rPr>
          <w:rFonts w:asciiTheme="majorBidi" w:hAnsiTheme="majorBidi" w:cstheme="majorBidi"/>
          <w:sz w:val="28"/>
          <w:szCs w:val="28"/>
          <w:cs/>
          <w:lang w:eastAsia="ko-KR"/>
        </w:rPr>
        <w:t>การจัดประเภทรายการใหม่นี้</w:t>
      </w:r>
      <w:r>
        <w:rPr>
          <w:rFonts w:asciiTheme="majorBidi" w:hAnsiTheme="majorBidi" w:cstheme="majorBidi"/>
          <w:sz w:val="28"/>
          <w:szCs w:val="28"/>
          <w:lang w:eastAsia="ko-KR"/>
        </w:rPr>
        <w:t xml:space="preserve"> </w:t>
      </w:r>
      <w:r w:rsidRPr="000311D3">
        <w:rPr>
          <w:rFonts w:asciiTheme="majorBidi" w:hAnsiTheme="majorBidi" w:cstheme="majorBidi"/>
          <w:sz w:val="28"/>
          <w:szCs w:val="28"/>
          <w:cs/>
          <w:lang w:eastAsia="ko-KR"/>
        </w:rPr>
        <w:t>เนื่องจากผู้บริหารเห็นว่ามีความเหมาะสมกับธุรกิจของ</w:t>
      </w:r>
      <w:r>
        <w:rPr>
          <w:rFonts w:asciiTheme="majorBidi" w:hAnsiTheme="majorBidi" w:cstheme="majorBidi" w:hint="cs"/>
          <w:sz w:val="28"/>
          <w:szCs w:val="28"/>
          <w:cs/>
          <w:lang w:eastAsia="ko-KR"/>
        </w:rPr>
        <w:t>กลุ่มกิจการ</w:t>
      </w:r>
      <w:r w:rsidRPr="000311D3">
        <w:rPr>
          <w:rFonts w:asciiTheme="majorBidi" w:hAnsiTheme="majorBidi" w:cstheme="majorBidi"/>
          <w:sz w:val="28"/>
          <w:szCs w:val="28"/>
          <w:cs/>
          <w:lang w:eastAsia="ko-KR"/>
        </w:rPr>
        <w:t>มากกว่า</w:t>
      </w:r>
    </w:p>
    <w:sectPr w:rsidR="00E23726" w:rsidRPr="008A7468" w:rsidSect="00445D99">
      <w:headerReference w:type="default" r:id="rId21"/>
      <w:footerReference w:type="default" r:id="rId22"/>
      <w:pgSz w:w="11909" w:h="16834" w:code="9"/>
      <w:pgMar w:top="691" w:right="1109" w:bottom="540" w:left="12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AB2A4" w14:textId="77777777" w:rsidR="004A0C07" w:rsidRDefault="004A0C07">
      <w:r>
        <w:separator/>
      </w:r>
    </w:p>
  </w:endnote>
  <w:endnote w:type="continuationSeparator" w:id="0">
    <w:p w14:paraId="62BC76E4" w14:textId="77777777" w:rsidR="004A0C07" w:rsidRDefault="004A0C07">
      <w:r>
        <w:continuationSeparator/>
      </w:r>
    </w:p>
  </w:endnote>
  <w:endnote w:type="continuationNotice" w:id="1">
    <w:p w14:paraId="2BF488BF" w14:textId="77777777" w:rsidR="004A0C07" w:rsidRDefault="004A0C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Times New Roman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79357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F84945" w14:textId="62BE45B2" w:rsidR="008E1D2D" w:rsidRDefault="008E1D2D">
        <w:pPr>
          <w:pStyle w:val="Footer"/>
          <w:jc w:val="center"/>
        </w:pPr>
        <w:r w:rsidRPr="008E1D2D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8E1D2D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8E1D2D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C42DDF" w:rsidRPr="00C42DDF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8E1D2D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C898A" w14:textId="1D793059" w:rsidR="00A76CDD" w:rsidRPr="00C827F6" w:rsidRDefault="00A76CDD">
    <w:pPr>
      <w:tabs>
        <w:tab w:val="left" w:pos="9000"/>
      </w:tabs>
      <w:rPr>
        <w:rFonts w:ascii="Angsana New" w:hAnsi="Angsana New" w:cs="Angsana New"/>
        <w:sz w:val="30"/>
        <w:szCs w:val="30"/>
        <w:lang w:val="fr-FR"/>
      </w:rPr>
    </w:pP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FILENAME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 w:rsidR="003C0F6B">
      <w:rPr>
        <w:rFonts w:ascii="Angsana New" w:hAnsi="Angsana New"/>
        <w:noProof/>
        <w:sz w:val="30"/>
        <w:szCs w:val="30"/>
        <w:lang w:val="fr-FR"/>
      </w:rPr>
      <w:t>TMANt3-Q3'25-set.docx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  <w:r>
      <w:rPr>
        <w:rFonts w:ascii="Angsana New" w:hAnsi="Angsana New"/>
        <w:sz w:val="30"/>
        <w:szCs w:val="30"/>
        <w:cs/>
      </w:rPr>
      <w:t xml:space="preserve">                                     </w:t>
    </w:r>
    <w:r w:rsidRPr="00C827F6">
      <w:rPr>
        <w:rFonts w:ascii="Angsana New" w:hAnsi="Angsana New"/>
        <w:sz w:val="30"/>
        <w:szCs w:val="30"/>
        <w:lang w:val="fr-FR"/>
      </w:rPr>
      <w:tab/>
    </w: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PAGE  \* MERGEFORMAT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>
      <w:rPr>
        <w:rFonts w:ascii="Angsana New" w:hAnsi="Angsana New"/>
        <w:noProof/>
        <w:sz w:val="30"/>
        <w:szCs w:val="30"/>
        <w:lang w:val="fr-FR"/>
      </w:rPr>
      <w:t>8</w:t>
    </w:r>
    <w:r w:rsidR="00C42DDF" w:rsidRPr="00C42DDF">
      <w:rPr>
        <w:rFonts w:ascii="Angsana New" w:hAnsi="Angsana New"/>
        <w:noProof/>
        <w:sz w:val="30"/>
        <w:szCs w:val="30"/>
      </w:rPr>
      <w:t>3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</w:p>
  <w:p w14:paraId="451535BE" w14:textId="77777777" w:rsidR="00A76CDD" w:rsidRPr="00C827F6" w:rsidRDefault="00A76CDD">
    <w:pPr>
      <w:pStyle w:val="Footer"/>
      <w:rPr>
        <w:lang w:val="fr-FR"/>
      </w:rPr>
    </w:pPr>
  </w:p>
  <w:p w14:paraId="59BBA638" w14:textId="77777777" w:rsidR="00A76CDD" w:rsidRDefault="00A76CD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69E60" w14:textId="40F1E4D1" w:rsidR="00503827" w:rsidRPr="00B90A5A" w:rsidRDefault="00503827" w:rsidP="0065132E">
    <w:pPr>
      <w:tabs>
        <w:tab w:val="left" w:pos="9000"/>
      </w:tabs>
      <w:rPr>
        <w:rFonts w:ascii="Angsana New" w:hAnsi="Angsana New" w:cs="Angsana New"/>
        <w:sz w:val="30"/>
        <w:szCs w:val="30"/>
      </w:rPr>
    </w:pPr>
    <w:r>
      <w:rPr>
        <w:rFonts w:ascii="Angsana New" w:hAnsi="Angsana New"/>
        <w:sz w:val="30"/>
        <w:szCs w:val="30"/>
      </w:rPr>
      <w:fldChar w:fldCharType="begin"/>
    </w:r>
    <w:r w:rsidRPr="00B90A5A">
      <w:rPr>
        <w:rFonts w:ascii="Angsana New" w:hAnsi="Angsana New"/>
        <w:sz w:val="30"/>
        <w:szCs w:val="30"/>
      </w:rPr>
      <w:instrText xml:space="preserve"> FILENAME </w:instrText>
    </w:r>
    <w:r>
      <w:rPr>
        <w:rFonts w:ascii="Angsana New" w:hAnsi="Angsana New"/>
        <w:sz w:val="30"/>
        <w:szCs w:val="30"/>
      </w:rPr>
      <w:fldChar w:fldCharType="separate"/>
    </w:r>
    <w:r w:rsidR="003C0F6B">
      <w:rPr>
        <w:rFonts w:ascii="Angsana New" w:hAnsi="Angsana New"/>
        <w:noProof/>
        <w:sz w:val="30"/>
        <w:szCs w:val="30"/>
      </w:rPr>
      <w:t>TMANt3-Q3'25-set.docx</w:t>
    </w:r>
    <w:r>
      <w:rPr>
        <w:rFonts w:ascii="Angsana New" w:hAnsi="Angsana New"/>
        <w:sz w:val="30"/>
        <w:szCs w:val="30"/>
      </w:rPr>
      <w:fldChar w:fldCharType="end"/>
    </w:r>
    <w:r>
      <w:rPr>
        <w:rFonts w:ascii="Angsana New" w:hAnsi="Angsana New" w:hint="cs"/>
        <w:sz w:val="30"/>
        <w:szCs w:val="30"/>
        <w:cs/>
      </w:rPr>
      <w:t xml:space="preserve">                                     </w:t>
    </w:r>
    <w:r w:rsidRPr="00B90A5A">
      <w:rPr>
        <w:rFonts w:ascii="Angsana New" w:hAnsi="Angsana New"/>
        <w:sz w:val="30"/>
        <w:szCs w:val="30"/>
      </w:rPr>
      <w:tab/>
    </w:r>
    <w:r>
      <w:rPr>
        <w:rFonts w:ascii="Angsana New" w:hAnsi="Angsana New" w:hint="cs"/>
        <w:sz w:val="30"/>
        <w:szCs w:val="30"/>
        <w:cs/>
      </w:rPr>
      <w:tab/>
    </w:r>
    <w:r>
      <w:rPr>
        <w:rFonts w:ascii="Angsana New" w:hAnsi="Angsana New" w:hint="cs"/>
        <w:sz w:val="30"/>
        <w:szCs w:val="30"/>
        <w:cs/>
      </w:rPr>
      <w:tab/>
    </w:r>
    <w:r>
      <w:rPr>
        <w:rFonts w:ascii="Angsana New" w:hAnsi="Angsana New" w:hint="cs"/>
        <w:sz w:val="30"/>
        <w:szCs w:val="30"/>
        <w:cs/>
      </w:rPr>
      <w:tab/>
    </w:r>
    <w:r>
      <w:rPr>
        <w:rFonts w:ascii="Angsana New" w:hAnsi="Angsana New" w:hint="cs"/>
        <w:sz w:val="30"/>
        <w:szCs w:val="30"/>
        <w:cs/>
      </w:rPr>
      <w:tab/>
      <w:t xml:space="preserve">                                 </w:t>
    </w:r>
    <w:r>
      <w:rPr>
        <w:rFonts w:ascii="Angsana New" w:hAnsi="Angsana New"/>
        <w:sz w:val="30"/>
        <w:szCs w:val="30"/>
        <w:lang w:val="nl-NL"/>
      </w:rPr>
      <w:fldChar w:fldCharType="begin"/>
    </w:r>
    <w:r w:rsidRPr="00B90A5A">
      <w:rPr>
        <w:rFonts w:ascii="Angsana New" w:hAnsi="Angsana New"/>
        <w:sz w:val="30"/>
        <w:szCs w:val="30"/>
      </w:rPr>
      <w:instrText xml:space="preserve"> PAGE  \* MERGEFORMAT </w:instrText>
    </w:r>
    <w:r>
      <w:rPr>
        <w:rFonts w:ascii="Angsana New" w:hAnsi="Angsana New"/>
        <w:sz w:val="30"/>
        <w:szCs w:val="30"/>
        <w:lang w:val="nl-NL"/>
      </w:rPr>
      <w:fldChar w:fldCharType="separate"/>
    </w:r>
    <w:r>
      <w:rPr>
        <w:rFonts w:ascii="Angsana New" w:hAnsi="Angsana New"/>
        <w:noProof/>
        <w:sz w:val="30"/>
        <w:szCs w:val="30"/>
      </w:rPr>
      <w:t>14</w:t>
    </w:r>
    <w:r w:rsidR="00C42DDF" w:rsidRPr="00C42DDF">
      <w:rPr>
        <w:rFonts w:ascii="Angsana New" w:hAnsi="Angsana New"/>
        <w:noProof/>
        <w:sz w:val="30"/>
        <w:szCs w:val="30"/>
      </w:rPr>
      <w:t>3</w:t>
    </w:r>
    <w:r>
      <w:rPr>
        <w:rFonts w:ascii="Angsana New" w:hAnsi="Angsana New"/>
        <w:sz w:val="30"/>
        <w:szCs w:val="30"/>
        <w:lang w:val="nl-NL"/>
      </w:rPr>
      <w:fldChar w:fldCharType="end"/>
    </w:r>
  </w:p>
  <w:p w14:paraId="2676A9C2" w14:textId="77777777" w:rsidR="00503827" w:rsidRPr="00B90A5A" w:rsidRDefault="0050382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65143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7846A6" w14:textId="77777777" w:rsidR="00A01CFA" w:rsidRDefault="00A01CFA">
        <w:pPr>
          <w:pStyle w:val="Footer"/>
          <w:jc w:val="center"/>
        </w:pPr>
        <w:r w:rsidRPr="008E1D2D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8E1D2D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8E1D2D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C42DDF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8E1D2D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5D7FE" w14:textId="77777777" w:rsidR="004A0C07" w:rsidRDefault="004A0C07">
      <w:r>
        <w:separator/>
      </w:r>
    </w:p>
  </w:footnote>
  <w:footnote w:type="continuationSeparator" w:id="0">
    <w:p w14:paraId="5FA2FD29" w14:textId="77777777" w:rsidR="004A0C07" w:rsidRDefault="004A0C07">
      <w:r>
        <w:continuationSeparator/>
      </w:r>
    </w:p>
  </w:footnote>
  <w:footnote w:type="continuationNotice" w:id="1">
    <w:p w14:paraId="75F735C1" w14:textId="77777777" w:rsidR="004A0C07" w:rsidRDefault="004A0C0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5EFE" w14:textId="43F887CD" w:rsidR="00911706" w:rsidRPr="00666D8C" w:rsidRDefault="003271D1" w:rsidP="00A9055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0"/>
        <w:szCs w:val="30"/>
        <w:cs/>
      </w:rPr>
    </w:pPr>
    <w:r>
      <w:rPr>
        <w:rFonts w:ascii="Angsana New" w:hAnsi="Angsana New" w:cs="Angsana New"/>
        <w:b/>
        <w:bCs/>
        <w:sz w:val="30"/>
        <w:szCs w:val="30"/>
        <w:cs/>
      </w:rPr>
      <w:t xml:space="preserve">บริษัท ที.แมน ฟาร์มาซูติคอล จำกัด </w:t>
    </w:r>
    <w:r w:rsidR="00911706">
      <w:rPr>
        <w:rFonts w:ascii="Angsana New" w:hAnsi="Angsana New" w:cs="Angsana New"/>
        <w:b/>
        <w:bCs/>
        <w:sz w:val="30"/>
        <w:szCs w:val="30"/>
      </w:rPr>
      <w:t>(</w:t>
    </w:r>
    <w:r w:rsidR="00911706">
      <w:rPr>
        <w:rFonts w:ascii="Angsana New" w:hAnsi="Angsana New" w:cs="Angsana New" w:hint="cs"/>
        <w:b/>
        <w:bCs/>
        <w:sz w:val="30"/>
        <w:szCs w:val="30"/>
        <w:cs/>
      </w:rPr>
      <w:t>มหาชน</w:t>
    </w:r>
    <w:r w:rsidR="00911706">
      <w:rPr>
        <w:rFonts w:ascii="Angsana New" w:hAnsi="Angsana New" w:cs="Angsana New"/>
        <w:b/>
        <w:bCs/>
        <w:sz w:val="30"/>
        <w:szCs w:val="30"/>
      </w:rPr>
      <w:t>)</w:t>
    </w:r>
    <w:r w:rsidR="007979B7">
      <w:rPr>
        <w:rFonts w:ascii="Angsana New" w:hAnsi="Angsana New" w:cs="Angsana New" w:hint="cs"/>
        <w:b/>
        <w:bCs/>
        <w:sz w:val="30"/>
        <w:szCs w:val="30"/>
        <w:cs/>
      </w:rPr>
      <w:t xml:space="preserve"> </w:t>
    </w:r>
    <w:r w:rsidR="007979B7">
      <w:rPr>
        <w:rFonts w:ascii="Angsana New" w:hAnsi="Angsana New" w:cs="Angsana New"/>
        <w:b/>
        <w:bCs/>
        <w:sz w:val="30"/>
        <w:szCs w:val="30"/>
        <w:cs/>
      </w:rPr>
      <w:t>และบริษัทย่อย</w:t>
    </w:r>
  </w:p>
  <w:p w14:paraId="2048196D" w14:textId="77777777" w:rsidR="0031573A" w:rsidRPr="00666D8C" w:rsidRDefault="0031573A" w:rsidP="00A9055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0"/>
        <w:szCs w:val="30"/>
      </w:rPr>
    </w:pPr>
    <w:r w:rsidRPr="00666D8C">
      <w:rPr>
        <w:rFonts w:ascii="Angsana New" w:hAnsi="Angsana New" w:cs="Angsana New"/>
        <w:b/>
        <w:bCs/>
        <w:sz w:val="30"/>
        <w:szCs w:val="30"/>
        <w:cs/>
      </w:rPr>
      <w:t>หมายเหตุประกอบ</w:t>
    </w:r>
    <w:r w:rsidRPr="00666D8C">
      <w:rPr>
        <w:rFonts w:ascii="Angsana New" w:hAnsi="Angsana New" w:cs="Angsana New" w:hint="cs"/>
        <w:b/>
        <w:bCs/>
        <w:sz w:val="30"/>
        <w:szCs w:val="30"/>
        <w:cs/>
      </w:rPr>
      <w:t>งบ</w:t>
    </w:r>
    <w:r w:rsidRPr="00666D8C">
      <w:rPr>
        <w:rFonts w:ascii="Angsana New" w:hAnsi="Angsana New" w:cs="Angsana New"/>
        <w:b/>
        <w:bCs/>
        <w:sz w:val="30"/>
        <w:szCs w:val="30"/>
        <w:cs/>
      </w:rPr>
      <w:t>การเงินระหว่าง</w:t>
    </w:r>
    <w:r w:rsidRPr="00821D1D">
      <w:rPr>
        <w:rFonts w:ascii="Angsana New" w:hAnsi="Angsana New" w:cs="Angsana New"/>
        <w:b/>
        <w:bCs/>
        <w:sz w:val="30"/>
        <w:szCs w:val="30"/>
        <w:cs/>
      </w:rPr>
      <w:t>กาล</w:t>
    </w:r>
    <w:r w:rsidRPr="009777AF">
      <w:rPr>
        <w:rFonts w:ascii="Angsana New" w:hAnsi="Angsana New" w:cs="Angsana New"/>
        <w:b/>
        <w:bCs/>
        <w:sz w:val="30"/>
        <w:szCs w:val="30"/>
        <w:cs/>
      </w:rPr>
      <w:t>แบบย่อ</w:t>
    </w:r>
  </w:p>
  <w:p w14:paraId="09043C7F" w14:textId="17BC2E37" w:rsidR="0031573A" w:rsidRPr="003271D1" w:rsidRDefault="00C50608" w:rsidP="00A90552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0"/>
        <w:szCs w:val="30"/>
        <w:lang w:bidi="th-TH"/>
      </w:rPr>
    </w:pPr>
    <w:r w:rsidRPr="00666D8C">
      <w:rPr>
        <w:rFonts w:ascii="Angsana New" w:hAnsi="Angsana New" w:cs="Angsana New"/>
        <w:b w:val="0"/>
        <w:bCs/>
        <w:sz w:val="30"/>
        <w:szCs w:val="30"/>
        <w:cs/>
        <w:lang w:bidi="th-TH"/>
      </w:rPr>
      <w:t>สำหรับ</w:t>
    </w:r>
    <w:r>
      <w:rPr>
        <w:rFonts w:ascii="Angsana New" w:hAnsi="Angsana New" w:cs="Angsana New"/>
        <w:b w:val="0"/>
        <w:bCs/>
        <w:sz w:val="30"/>
        <w:szCs w:val="30"/>
        <w:cs/>
        <w:lang w:bidi="th-TH"/>
      </w:rPr>
      <w:t>งวดสามเดือน</w:t>
    </w:r>
    <w:r w:rsidR="00E91CCA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และ</w:t>
    </w:r>
    <w:r w:rsidR="001B5516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เก้า</w:t>
    </w:r>
    <w:r w:rsidR="00D83512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เ</w:t>
    </w:r>
    <w:r w:rsidR="00E91CCA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ดือน</w:t>
    </w:r>
    <w:r>
      <w:rPr>
        <w:rFonts w:ascii="Angsana New" w:hAnsi="Angsana New" w:cs="Angsana New"/>
        <w:b w:val="0"/>
        <w:bCs/>
        <w:sz w:val="30"/>
        <w:szCs w:val="30"/>
        <w:cs/>
        <w:lang w:bidi="th-TH"/>
      </w:rPr>
      <w:t xml:space="preserve">สิ้นสุดวันที่ </w:t>
    </w:r>
    <w:r w:rsidRPr="00AB5467">
      <w:rPr>
        <w:rFonts w:ascii="Angsana New" w:hAnsi="Angsana New" w:cs="Angsana New"/>
        <w:sz w:val="30"/>
        <w:szCs w:val="30"/>
        <w:lang w:val="en-US" w:bidi="th-TH"/>
      </w:rPr>
      <w:t>3</w:t>
    </w:r>
    <w:r w:rsidR="00E91CCA">
      <w:rPr>
        <w:rFonts w:ascii="Angsana New" w:hAnsi="Angsana New" w:cs="Angsana New"/>
        <w:sz w:val="30"/>
        <w:szCs w:val="30"/>
        <w:lang w:val="en-US" w:bidi="th-TH"/>
      </w:rPr>
      <w:t>0</w:t>
    </w:r>
    <w:r>
      <w:rPr>
        <w:rFonts w:ascii="Angsana New" w:hAnsi="Angsana New" w:cs="Angsana New"/>
        <w:sz w:val="30"/>
        <w:szCs w:val="30"/>
        <w:lang w:bidi="th-TH"/>
      </w:rPr>
      <w:t xml:space="preserve"> </w:t>
    </w:r>
    <w:r w:rsidR="001B5516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กันยายน</w:t>
    </w:r>
    <w:r w:rsidRPr="004D1FE0">
      <w:rPr>
        <w:rFonts w:ascii="Angsana New" w:hAnsi="Angsana New" w:cs="Angsana New"/>
        <w:b w:val="0"/>
        <w:bCs/>
        <w:sz w:val="30"/>
        <w:szCs w:val="30"/>
        <w:cs/>
        <w:lang w:bidi="th-TH"/>
      </w:rPr>
      <w:t xml:space="preserve"> </w:t>
    </w:r>
    <w:r w:rsidRPr="00AB5467">
      <w:rPr>
        <w:rFonts w:ascii="Angsana New" w:hAnsi="Angsana New" w:cs="Angsana New"/>
        <w:sz w:val="30"/>
        <w:szCs w:val="30"/>
        <w:lang w:val="en-US" w:bidi="th-TH"/>
      </w:rPr>
      <w:t>256</w:t>
    </w:r>
    <w:r w:rsidR="00A457CB">
      <w:rPr>
        <w:rFonts w:ascii="Angsana New" w:hAnsi="Angsana New" w:cs="Angsana New"/>
        <w:sz w:val="30"/>
        <w:szCs w:val="30"/>
        <w:lang w:val="en-US" w:bidi="th-TH"/>
      </w:rPr>
      <w:t>8</w:t>
    </w:r>
    <w:r w:rsidRPr="00666D8C">
      <w:rPr>
        <w:rFonts w:ascii="Angsana New" w:hAnsi="Angsana New" w:cs="Angsana New"/>
        <w:b w:val="0"/>
        <w:bCs/>
        <w:sz w:val="30"/>
        <w:szCs w:val="30"/>
        <w:lang w:bidi="th-TH"/>
      </w:rPr>
      <w:t xml:space="preserve"> </w:t>
    </w:r>
    <w:r w:rsidR="0031573A" w:rsidRPr="00765C6C">
      <w:rPr>
        <w:rFonts w:ascii="Angsana New" w:hAnsi="Angsana New" w:cs="Angsana New"/>
        <w:sz w:val="30"/>
        <w:szCs w:val="30"/>
        <w:lang w:bidi="th-TH"/>
      </w:rPr>
      <w:t>(</w:t>
    </w:r>
    <w:r w:rsidR="0031573A" w:rsidRPr="00666D8C">
      <w:rPr>
        <w:rFonts w:ascii="Angsana New" w:hAnsi="Angsana New" w:cs="Angsana New"/>
        <w:b w:val="0"/>
        <w:bCs/>
        <w:sz w:val="30"/>
        <w:szCs w:val="30"/>
        <w:cs/>
        <w:lang w:bidi="th-TH"/>
      </w:rPr>
      <w:t>ไม่ได้ตรวจสอบ</w:t>
    </w:r>
    <w:r w:rsidR="0031573A" w:rsidRPr="00765C6C">
      <w:rPr>
        <w:rFonts w:ascii="Angsana New" w:hAnsi="Angsana New" w:cs="Angsana New"/>
        <w:sz w:val="30"/>
        <w:szCs w:val="30"/>
        <w:lang w:bidi="th-TH"/>
      </w:rPr>
      <w:t>)</w:t>
    </w:r>
  </w:p>
  <w:p w14:paraId="02919C12" w14:textId="77777777" w:rsidR="0031573A" w:rsidRPr="009777AF" w:rsidRDefault="0031573A" w:rsidP="00A90552">
    <w:pPr>
      <w:pStyle w:val="acctmainheading"/>
      <w:spacing w:after="0" w:line="240" w:lineRule="atLeast"/>
      <w:rPr>
        <w:rFonts w:ascii="Angsana New" w:hAnsi="Angsana New" w:cs="Angsana New"/>
        <w:b w:val="0"/>
        <w:i/>
        <w:szCs w:val="28"/>
        <w:lang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F19B1" w14:textId="77777777" w:rsidR="00A76CDD" w:rsidRPr="00FA7747" w:rsidRDefault="00A76CDD" w:rsidP="0007489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cs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 xml:space="preserve">บริษัท 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</w:rPr>
      <w:t>[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  <w:cs/>
      </w:rPr>
      <w:t>กขค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</w:rPr>
      <w:t>]</w:t>
    </w:r>
    <w:r w:rsidRPr="00FA7747">
      <w:rPr>
        <w:rFonts w:ascii="Angsana New" w:hAnsi="Angsana New" w:cs="Angsana New"/>
        <w:b/>
        <w:bCs/>
        <w:sz w:val="32"/>
        <w:szCs w:val="32"/>
        <w:cs/>
      </w:rPr>
      <w:t xml:space="preserve"> จำกัด (มหาชน) 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</w:rPr>
      <w:t>[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  <w:cs/>
      </w:rPr>
      <w:t>และบริษัทย่อย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</w:rPr>
      <w:t>]</w:t>
    </w:r>
  </w:p>
  <w:p w14:paraId="62998D7D" w14:textId="77777777" w:rsidR="00A76CDD" w:rsidRPr="00FA7747" w:rsidRDefault="00A76CDD" w:rsidP="0007489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2"/>
        <w:szCs w:val="32"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cs="Angsana New"/>
        <w:b/>
        <w:bCs/>
        <w:sz w:val="32"/>
        <w:szCs w:val="32"/>
        <w:cs/>
      </w:rPr>
      <w:t>ระหว่างกาล</w:t>
    </w:r>
  </w:p>
  <w:p w14:paraId="37D5EDB8" w14:textId="42780849" w:rsidR="00A76CDD" w:rsidRPr="00410770" w:rsidRDefault="00A76CDD" w:rsidP="00074891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bidi="th-TH"/>
      </w:rPr>
    </w:pP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สำหรับงวดสามเดือนและ</w:t>
    </w:r>
    <w:r w:rsidR="00702EC5">
      <w:rPr>
        <w:rFonts w:ascii="Angsana New" w:hAnsi="Angsana New" w:cs="Angsana New"/>
        <w:b w:val="0"/>
        <w:bCs/>
        <w:sz w:val="32"/>
        <w:szCs w:val="32"/>
        <w:cs/>
        <w:lang w:bidi="th-TH"/>
      </w:rPr>
      <w:t>สามเดือน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 xml:space="preserve">สิ้นสุดวันที่ </w:t>
    </w:r>
    <w:r w:rsidR="00C42DDF" w:rsidRPr="00C42DDF">
      <w:rPr>
        <w:rFonts w:ascii="Angsana New" w:hAnsi="Angsana New" w:cs="Angsana New"/>
        <w:b w:val="0"/>
        <w:bCs/>
        <w:sz w:val="32"/>
        <w:szCs w:val="32"/>
        <w:lang w:val="en-US" w:bidi="th-TH"/>
      </w:rPr>
      <w:t>3</w:t>
    </w:r>
    <w:r w:rsidR="00C72C92" w:rsidRPr="00C72C92">
      <w:rPr>
        <w:rFonts w:ascii="Angsana New" w:hAnsi="Angsana New" w:cs="Angsana New"/>
        <w:b w:val="0"/>
        <w:bCs/>
        <w:sz w:val="32"/>
        <w:szCs w:val="32"/>
        <w:lang w:val="en-US" w:bidi="th-TH"/>
      </w:rPr>
      <w:t>0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 xml:space="preserve"> กันยายน </w:t>
    </w:r>
    <w:r w:rsidR="00C42DDF" w:rsidRPr="00C42DDF">
      <w:rPr>
        <w:rFonts w:ascii="Angsana New" w:hAnsi="Angsana New" w:cs="Angsana New"/>
        <w:b w:val="0"/>
        <w:bCs/>
        <w:sz w:val="32"/>
        <w:szCs w:val="32"/>
        <w:lang w:val="en-US" w:bidi="th-TH"/>
      </w:rPr>
      <w:t>2556</w:t>
    </w:r>
    <w:r>
      <w:rPr>
        <w:rFonts w:ascii="Angsana New" w:hAnsi="Angsana New" w:cs="Angsana New"/>
        <w:b w:val="0"/>
        <w:bCs/>
        <w:sz w:val="32"/>
        <w:szCs w:val="32"/>
        <w:lang w:bidi="th-TH"/>
      </w:rPr>
      <w:t xml:space="preserve"> (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ไม่ได้ตรวจสอบ</w:t>
    </w:r>
    <w:r>
      <w:rPr>
        <w:rFonts w:ascii="Angsana New" w:hAnsi="Angsana New" w:cs="Angsana New"/>
        <w:b w:val="0"/>
        <w:bCs/>
        <w:sz w:val="32"/>
        <w:szCs w:val="32"/>
        <w:lang w:val="en-US" w:bidi="th-TH"/>
      </w:rPr>
      <w:t>)</w:t>
    </w:r>
  </w:p>
  <w:p w14:paraId="250D889B" w14:textId="77777777" w:rsidR="00A76CDD" w:rsidRPr="00074891" w:rsidRDefault="00A76CDD" w:rsidP="00713C50">
    <w:pPr>
      <w:pStyle w:val="Header"/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E363C" w14:textId="048E15ED" w:rsidR="007979B7" w:rsidRPr="00666D8C" w:rsidRDefault="007979B7" w:rsidP="007979B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0"/>
        <w:szCs w:val="30"/>
        <w:cs/>
      </w:rPr>
    </w:pPr>
    <w:r>
      <w:rPr>
        <w:rFonts w:ascii="Angsana New" w:hAnsi="Angsana New" w:cs="Angsana New"/>
        <w:b/>
        <w:bCs/>
        <w:sz w:val="30"/>
        <w:szCs w:val="30"/>
        <w:cs/>
      </w:rPr>
      <w:t xml:space="preserve">บริษัท ที.แมน ฟาร์มาซูติคอล จำกัด </w:t>
    </w:r>
    <w:r>
      <w:rPr>
        <w:rFonts w:ascii="Angsana New" w:hAnsi="Angsana New" w:cs="Angsana New"/>
        <w:b/>
        <w:bCs/>
        <w:sz w:val="30"/>
        <w:szCs w:val="30"/>
      </w:rPr>
      <w:t>(</w:t>
    </w:r>
    <w:r>
      <w:rPr>
        <w:rFonts w:ascii="Angsana New" w:hAnsi="Angsana New" w:cs="Angsana New" w:hint="cs"/>
        <w:b/>
        <w:bCs/>
        <w:sz w:val="30"/>
        <w:szCs w:val="30"/>
        <w:cs/>
      </w:rPr>
      <w:t>มหาชน</w:t>
    </w:r>
    <w:r>
      <w:rPr>
        <w:rFonts w:ascii="Angsana New" w:hAnsi="Angsana New" w:cs="Angsana New"/>
        <w:b/>
        <w:bCs/>
        <w:sz w:val="30"/>
        <w:szCs w:val="30"/>
      </w:rPr>
      <w:t>)</w:t>
    </w:r>
    <w:r>
      <w:rPr>
        <w:rFonts w:ascii="Angsana New" w:hAnsi="Angsana New" w:cs="Angsana New" w:hint="cs"/>
        <w:b/>
        <w:bCs/>
        <w:sz w:val="30"/>
        <w:szCs w:val="30"/>
        <w:cs/>
      </w:rPr>
      <w:t xml:space="preserve"> </w:t>
    </w:r>
    <w:r>
      <w:rPr>
        <w:rFonts w:ascii="Angsana New" w:hAnsi="Angsana New" w:cs="Angsana New"/>
        <w:b/>
        <w:bCs/>
        <w:sz w:val="30"/>
        <w:szCs w:val="30"/>
        <w:cs/>
      </w:rPr>
      <w:t>และบริษัทย่อย</w:t>
    </w:r>
  </w:p>
  <w:p w14:paraId="1CC04CE2" w14:textId="77777777" w:rsidR="00A76CDD" w:rsidRPr="00666D8C" w:rsidRDefault="00A76CDD" w:rsidP="00A76CD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0"/>
        <w:szCs w:val="30"/>
      </w:rPr>
    </w:pPr>
    <w:r w:rsidRPr="00666D8C">
      <w:rPr>
        <w:rFonts w:ascii="Angsana New" w:hAnsi="Angsana New" w:cs="Angsana New"/>
        <w:b/>
        <w:bCs/>
        <w:sz w:val="30"/>
        <w:szCs w:val="30"/>
        <w:cs/>
      </w:rPr>
      <w:t>หมายเหตุประกอบ</w:t>
    </w:r>
    <w:r w:rsidRPr="00666D8C">
      <w:rPr>
        <w:rFonts w:ascii="Angsana New" w:hAnsi="Angsana New" w:cs="Angsana New" w:hint="cs"/>
        <w:b/>
        <w:bCs/>
        <w:sz w:val="30"/>
        <w:szCs w:val="30"/>
        <w:cs/>
      </w:rPr>
      <w:t>งบ</w:t>
    </w:r>
    <w:r w:rsidRPr="00666D8C">
      <w:rPr>
        <w:rFonts w:ascii="Angsana New" w:hAnsi="Angsana New" w:cs="Angsana New"/>
        <w:b/>
        <w:bCs/>
        <w:sz w:val="30"/>
        <w:szCs w:val="30"/>
        <w:cs/>
      </w:rPr>
      <w:t>การเงินระหว่าง</w:t>
    </w:r>
    <w:r w:rsidRPr="00821D1D">
      <w:rPr>
        <w:rFonts w:ascii="Angsana New" w:hAnsi="Angsana New" w:cs="Angsana New"/>
        <w:b/>
        <w:bCs/>
        <w:sz w:val="30"/>
        <w:szCs w:val="30"/>
        <w:cs/>
      </w:rPr>
      <w:t>กาล</w:t>
    </w:r>
    <w:r w:rsidRPr="009777AF">
      <w:rPr>
        <w:rFonts w:ascii="Angsana New" w:hAnsi="Angsana New" w:cs="Angsana New"/>
        <w:b/>
        <w:bCs/>
        <w:sz w:val="30"/>
        <w:szCs w:val="30"/>
        <w:cs/>
      </w:rPr>
      <w:t>แบบย่อ</w:t>
    </w:r>
  </w:p>
  <w:p w14:paraId="18523D17" w14:textId="56BE9F13" w:rsidR="00A76CDD" w:rsidRPr="003271D1" w:rsidRDefault="00C50608" w:rsidP="00A76CDD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0"/>
        <w:szCs w:val="30"/>
        <w:lang w:bidi="th-TH"/>
      </w:rPr>
    </w:pPr>
    <w:r w:rsidRPr="00666D8C">
      <w:rPr>
        <w:rFonts w:ascii="Angsana New" w:hAnsi="Angsana New" w:cs="Angsana New"/>
        <w:b w:val="0"/>
        <w:bCs/>
        <w:sz w:val="30"/>
        <w:szCs w:val="30"/>
        <w:cs/>
        <w:lang w:bidi="th-TH"/>
      </w:rPr>
      <w:t>สำหรับ</w:t>
    </w:r>
    <w:r>
      <w:rPr>
        <w:rFonts w:ascii="Angsana New" w:hAnsi="Angsana New" w:cs="Angsana New"/>
        <w:b w:val="0"/>
        <w:bCs/>
        <w:sz w:val="30"/>
        <w:szCs w:val="30"/>
        <w:cs/>
        <w:lang w:bidi="th-TH"/>
      </w:rPr>
      <w:t>งวดสามเดือน</w:t>
    </w:r>
    <w:r w:rsidR="005403FE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และ</w:t>
    </w:r>
    <w:r w:rsidR="001B5516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เก้า</w:t>
    </w:r>
    <w:r w:rsidR="005403FE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เดือน</w:t>
    </w:r>
    <w:r>
      <w:rPr>
        <w:rFonts w:ascii="Angsana New" w:hAnsi="Angsana New" w:cs="Angsana New"/>
        <w:b w:val="0"/>
        <w:bCs/>
        <w:sz w:val="30"/>
        <w:szCs w:val="30"/>
        <w:cs/>
        <w:lang w:bidi="th-TH"/>
      </w:rPr>
      <w:t xml:space="preserve">สิ้นสุดวันที่ </w:t>
    </w:r>
    <w:r w:rsidRPr="00AB5467">
      <w:rPr>
        <w:rFonts w:ascii="Angsana New" w:hAnsi="Angsana New" w:cs="Angsana New"/>
        <w:sz w:val="30"/>
        <w:szCs w:val="30"/>
        <w:lang w:val="en-US" w:bidi="th-TH"/>
      </w:rPr>
      <w:t>3</w:t>
    </w:r>
    <w:r w:rsidR="005403FE">
      <w:rPr>
        <w:rFonts w:ascii="Angsana New" w:hAnsi="Angsana New" w:cs="Angsana New"/>
        <w:sz w:val="30"/>
        <w:szCs w:val="30"/>
        <w:lang w:val="en-US" w:bidi="th-TH"/>
      </w:rPr>
      <w:t>0</w:t>
    </w:r>
    <w:r>
      <w:rPr>
        <w:rFonts w:ascii="Angsana New" w:hAnsi="Angsana New" w:cs="Angsana New"/>
        <w:sz w:val="30"/>
        <w:szCs w:val="30"/>
        <w:lang w:bidi="th-TH"/>
      </w:rPr>
      <w:t xml:space="preserve"> </w:t>
    </w:r>
    <w:r w:rsidR="001B5516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กันยายน</w:t>
    </w:r>
    <w:r w:rsidRPr="004D1FE0">
      <w:rPr>
        <w:rFonts w:ascii="Angsana New" w:hAnsi="Angsana New" w:cs="Angsana New"/>
        <w:b w:val="0"/>
        <w:bCs/>
        <w:sz w:val="30"/>
        <w:szCs w:val="30"/>
        <w:cs/>
        <w:lang w:bidi="th-TH"/>
      </w:rPr>
      <w:t xml:space="preserve"> </w:t>
    </w:r>
    <w:r w:rsidRPr="00AB5467">
      <w:rPr>
        <w:rFonts w:ascii="Angsana New" w:hAnsi="Angsana New" w:cs="Angsana New"/>
        <w:sz w:val="30"/>
        <w:szCs w:val="30"/>
        <w:lang w:val="en-US" w:bidi="th-TH"/>
      </w:rPr>
      <w:t>256</w:t>
    </w:r>
    <w:r w:rsidR="00A457CB">
      <w:rPr>
        <w:rFonts w:ascii="Angsana New" w:hAnsi="Angsana New" w:cs="Angsana New"/>
        <w:sz w:val="30"/>
        <w:szCs w:val="30"/>
        <w:lang w:val="en-US" w:bidi="th-TH"/>
      </w:rPr>
      <w:t>8</w:t>
    </w:r>
    <w:r w:rsidRPr="00666D8C">
      <w:rPr>
        <w:rFonts w:ascii="Angsana New" w:hAnsi="Angsana New" w:cs="Angsana New"/>
        <w:b w:val="0"/>
        <w:bCs/>
        <w:sz w:val="30"/>
        <w:szCs w:val="30"/>
        <w:lang w:bidi="th-TH"/>
      </w:rPr>
      <w:t xml:space="preserve"> </w:t>
    </w:r>
    <w:r w:rsidR="00A76CDD" w:rsidRPr="00A76CDD">
      <w:rPr>
        <w:rFonts w:ascii="Angsana New" w:hAnsi="Angsana New" w:cs="Angsana New"/>
        <w:sz w:val="30"/>
        <w:szCs w:val="30"/>
        <w:lang w:bidi="th-TH"/>
      </w:rPr>
      <w:t>(</w:t>
    </w:r>
    <w:r w:rsidR="00A76CDD" w:rsidRPr="00666D8C">
      <w:rPr>
        <w:rFonts w:ascii="Angsana New" w:hAnsi="Angsana New" w:cs="Angsana New"/>
        <w:b w:val="0"/>
        <w:bCs/>
        <w:sz w:val="30"/>
        <w:szCs w:val="30"/>
        <w:cs/>
        <w:lang w:bidi="th-TH"/>
      </w:rPr>
      <w:t>ไม่ได้ตรวจสอบ</w:t>
    </w:r>
    <w:r w:rsidR="00A76CDD" w:rsidRPr="00A76CDD">
      <w:rPr>
        <w:rFonts w:ascii="Angsana New" w:hAnsi="Angsana New" w:cs="Angsana New"/>
        <w:sz w:val="30"/>
        <w:szCs w:val="30"/>
        <w:lang w:bidi="th-TH"/>
      </w:rPr>
      <w:t>)</w:t>
    </w:r>
  </w:p>
  <w:p w14:paraId="6C936D5D" w14:textId="77777777" w:rsidR="00A76CDD" w:rsidRPr="00410770" w:rsidRDefault="00A76CDD" w:rsidP="00D25572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bidi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07DC3" w14:textId="77777777" w:rsidR="00A76CDD" w:rsidRDefault="00A76CDD" w:rsidP="00713C5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147E6" w14:textId="77777777" w:rsidR="00503827" w:rsidRDefault="0050382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35C89" w14:textId="3E04E7A5" w:rsidR="007979B7" w:rsidRPr="00666D8C" w:rsidRDefault="007979B7" w:rsidP="007979B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0"/>
        <w:szCs w:val="30"/>
        <w:cs/>
      </w:rPr>
    </w:pPr>
    <w:r>
      <w:rPr>
        <w:rFonts w:ascii="Angsana New" w:hAnsi="Angsana New" w:cs="Angsana New"/>
        <w:b/>
        <w:bCs/>
        <w:sz w:val="30"/>
        <w:szCs w:val="30"/>
        <w:cs/>
      </w:rPr>
      <w:t xml:space="preserve">บริษัท ที.แมน ฟาร์มาซูติคอล จำกัด </w:t>
    </w:r>
    <w:r>
      <w:rPr>
        <w:rFonts w:ascii="Angsana New" w:hAnsi="Angsana New" w:cs="Angsana New"/>
        <w:b/>
        <w:bCs/>
        <w:sz w:val="30"/>
        <w:szCs w:val="30"/>
      </w:rPr>
      <w:t>(</w:t>
    </w:r>
    <w:r>
      <w:rPr>
        <w:rFonts w:ascii="Angsana New" w:hAnsi="Angsana New" w:cs="Angsana New" w:hint="cs"/>
        <w:b/>
        <w:bCs/>
        <w:sz w:val="30"/>
        <w:szCs w:val="30"/>
        <w:cs/>
      </w:rPr>
      <w:t>มหาชน</w:t>
    </w:r>
    <w:r>
      <w:rPr>
        <w:rFonts w:ascii="Angsana New" w:hAnsi="Angsana New" w:cs="Angsana New"/>
        <w:b/>
        <w:bCs/>
        <w:sz w:val="30"/>
        <w:szCs w:val="30"/>
      </w:rPr>
      <w:t>)</w:t>
    </w:r>
    <w:r>
      <w:rPr>
        <w:rFonts w:ascii="Angsana New" w:hAnsi="Angsana New" w:cs="Angsana New" w:hint="cs"/>
        <w:b/>
        <w:bCs/>
        <w:sz w:val="30"/>
        <w:szCs w:val="30"/>
        <w:cs/>
      </w:rPr>
      <w:t xml:space="preserve"> </w:t>
    </w:r>
    <w:r>
      <w:rPr>
        <w:rFonts w:ascii="Angsana New" w:hAnsi="Angsana New" w:cs="Angsana New"/>
        <w:b/>
        <w:bCs/>
        <w:sz w:val="30"/>
        <w:szCs w:val="30"/>
        <w:cs/>
      </w:rPr>
      <w:t>และบริษัทย่อย</w:t>
    </w:r>
  </w:p>
  <w:p w14:paraId="4A8BAA9E" w14:textId="6D42C689" w:rsidR="00503827" w:rsidRPr="001F313C" w:rsidRDefault="00503827" w:rsidP="00132739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0"/>
        <w:szCs w:val="30"/>
      </w:rPr>
    </w:pPr>
    <w:r w:rsidRPr="001F313C">
      <w:rPr>
        <w:rFonts w:ascii="Angsana New" w:hAnsi="Angsana New" w:cs="Angsana New" w:hint="cs"/>
        <w:b/>
        <w:bCs/>
        <w:sz w:val="30"/>
        <w:szCs w:val="30"/>
        <w:cs/>
      </w:rPr>
      <w:t>หมายเหตุประกอบงบการเงิน</w:t>
    </w:r>
    <w:r w:rsidR="00132739" w:rsidRPr="00666D8C">
      <w:rPr>
        <w:rFonts w:ascii="Angsana New" w:hAnsi="Angsana New" w:cs="Angsana New"/>
        <w:b/>
        <w:bCs/>
        <w:sz w:val="30"/>
        <w:szCs w:val="30"/>
        <w:cs/>
      </w:rPr>
      <w:t>ระหว่าง</w:t>
    </w:r>
    <w:r w:rsidR="00132739" w:rsidRPr="00821D1D">
      <w:rPr>
        <w:rFonts w:ascii="Angsana New" w:hAnsi="Angsana New" w:cs="Angsana New"/>
        <w:b/>
        <w:bCs/>
        <w:sz w:val="30"/>
        <w:szCs w:val="30"/>
        <w:cs/>
      </w:rPr>
      <w:t>กาล</w:t>
    </w:r>
    <w:r w:rsidR="00132739" w:rsidRPr="009777AF">
      <w:rPr>
        <w:rFonts w:ascii="Angsana New" w:hAnsi="Angsana New" w:cs="Angsana New"/>
        <w:b/>
        <w:bCs/>
        <w:sz w:val="30"/>
        <w:szCs w:val="30"/>
        <w:cs/>
      </w:rPr>
      <w:t>แบบย่อ</w:t>
    </w:r>
  </w:p>
  <w:p w14:paraId="34A529AF" w14:textId="6015F65D" w:rsidR="001F313C" w:rsidRPr="003271D1" w:rsidRDefault="00C50608" w:rsidP="001F313C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0"/>
        <w:szCs w:val="30"/>
        <w:lang w:bidi="th-TH"/>
      </w:rPr>
    </w:pPr>
    <w:r w:rsidRPr="00666D8C">
      <w:rPr>
        <w:rFonts w:ascii="Angsana New" w:hAnsi="Angsana New" w:cs="Angsana New"/>
        <w:b w:val="0"/>
        <w:bCs/>
        <w:sz w:val="30"/>
        <w:szCs w:val="30"/>
        <w:cs/>
        <w:lang w:bidi="th-TH"/>
      </w:rPr>
      <w:t>สำหรับ</w:t>
    </w:r>
    <w:r>
      <w:rPr>
        <w:rFonts w:ascii="Angsana New" w:hAnsi="Angsana New" w:cs="Angsana New"/>
        <w:b w:val="0"/>
        <w:bCs/>
        <w:sz w:val="30"/>
        <w:szCs w:val="30"/>
        <w:cs/>
        <w:lang w:bidi="th-TH"/>
      </w:rPr>
      <w:t>งวดสามเดือน</w:t>
    </w:r>
    <w:r w:rsidR="00D33832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และ</w:t>
    </w:r>
    <w:r w:rsidR="005735AD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เก้า</w:t>
    </w:r>
    <w:r w:rsidR="00D33832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เดือน</w:t>
    </w:r>
    <w:r>
      <w:rPr>
        <w:rFonts w:ascii="Angsana New" w:hAnsi="Angsana New" w:cs="Angsana New"/>
        <w:b w:val="0"/>
        <w:bCs/>
        <w:sz w:val="30"/>
        <w:szCs w:val="30"/>
        <w:cs/>
        <w:lang w:bidi="th-TH"/>
      </w:rPr>
      <w:t xml:space="preserve">สิ้นสุดวันที่ </w:t>
    </w:r>
    <w:r w:rsidRPr="00AB5467">
      <w:rPr>
        <w:rFonts w:ascii="Angsana New" w:hAnsi="Angsana New" w:cs="Angsana New"/>
        <w:sz w:val="30"/>
        <w:szCs w:val="30"/>
        <w:lang w:val="en-US" w:bidi="th-TH"/>
      </w:rPr>
      <w:t>3</w:t>
    </w:r>
    <w:r w:rsidR="00D33832">
      <w:rPr>
        <w:rFonts w:ascii="Angsana New" w:hAnsi="Angsana New" w:cs="Angsana New"/>
        <w:sz w:val="30"/>
        <w:szCs w:val="30"/>
        <w:lang w:val="en-US" w:bidi="th-TH"/>
      </w:rPr>
      <w:t>0</w:t>
    </w:r>
    <w:r>
      <w:rPr>
        <w:rFonts w:ascii="Angsana New" w:hAnsi="Angsana New" w:cs="Angsana New"/>
        <w:sz w:val="30"/>
        <w:szCs w:val="30"/>
        <w:lang w:bidi="th-TH"/>
      </w:rPr>
      <w:t xml:space="preserve"> </w:t>
    </w:r>
    <w:r w:rsidR="005735AD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กันยายน</w:t>
    </w:r>
    <w:r w:rsidRPr="004D1FE0">
      <w:rPr>
        <w:rFonts w:ascii="Angsana New" w:hAnsi="Angsana New" w:cs="Angsana New"/>
        <w:b w:val="0"/>
        <w:bCs/>
        <w:sz w:val="30"/>
        <w:szCs w:val="30"/>
        <w:cs/>
        <w:lang w:bidi="th-TH"/>
      </w:rPr>
      <w:t xml:space="preserve"> </w:t>
    </w:r>
    <w:r w:rsidRPr="00AB5467">
      <w:rPr>
        <w:rFonts w:ascii="Angsana New" w:hAnsi="Angsana New" w:cs="Angsana New"/>
        <w:sz w:val="30"/>
        <w:szCs w:val="30"/>
        <w:lang w:val="en-US" w:bidi="th-TH"/>
      </w:rPr>
      <w:t>256</w:t>
    </w:r>
    <w:r w:rsidR="005E3605">
      <w:rPr>
        <w:rFonts w:ascii="Angsana New" w:hAnsi="Angsana New" w:cs="Angsana New"/>
        <w:sz w:val="30"/>
        <w:szCs w:val="30"/>
        <w:lang w:val="en-US" w:bidi="th-TH"/>
      </w:rPr>
      <w:t>8</w:t>
    </w:r>
    <w:r w:rsidRPr="00666D8C">
      <w:rPr>
        <w:rFonts w:ascii="Angsana New" w:hAnsi="Angsana New" w:cs="Angsana New"/>
        <w:b w:val="0"/>
        <w:bCs/>
        <w:sz w:val="30"/>
        <w:szCs w:val="30"/>
        <w:lang w:bidi="th-TH"/>
      </w:rPr>
      <w:t xml:space="preserve"> </w:t>
    </w:r>
    <w:r w:rsidR="001F313C" w:rsidRPr="00A76CDD">
      <w:rPr>
        <w:rFonts w:ascii="Angsana New" w:hAnsi="Angsana New" w:cs="Angsana New"/>
        <w:sz w:val="30"/>
        <w:szCs w:val="30"/>
        <w:lang w:bidi="th-TH"/>
      </w:rPr>
      <w:t>(</w:t>
    </w:r>
    <w:r w:rsidR="001F313C" w:rsidRPr="00666D8C">
      <w:rPr>
        <w:rFonts w:ascii="Angsana New" w:hAnsi="Angsana New" w:cs="Angsana New"/>
        <w:b w:val="0"/>
        <w:bCs/>
        <w:sz w:val="30"/>
        <w:szCs w:val="30"/>
        <w:cs/>
        <w:lang w:bidi="th-TH"/>
      </w:rPr>
      <w:t>ไม่ได้ตรวจสอบ</w:t>
    </w:r>
    <w:r w:rsidR="001F313C" w:rsidRPr="00A76CDD">
      <w:rPr>
        <w:rFonts w:ascii="Angsana New" w:hAnsi="Angsana New" w:cs="Angsana New"/>
        <w:sz w:val="30"/>
        <w:szCs w:val="30"/>
        <w:lang w:bidi="th-TH"/>
      </w:rPr>
      <w:t>)</w:t>
    </w:r>
  </w:p>
  <w:p w14:paraId="5D3EFE74" w14:textId="77777777" w:rsidR="00503827" w:rsidRPr="001F313C" w:rsidRDefault="00503827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 w:cs="Angsana New"/>
        <w:b/>
        <w:bCs/>
        <w:sz w:val="24"/>
        <w:szCs w:val="24"/>
        <w:lang w:val="en-GB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0DD80" w14:textId="77777777" w:rsidR="00503827" w:rsidRDefault="00503827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1CB35" w14:textId="335B4399" w:rsidR="007979B7" w:rsidRPr="00666D8C" w:rsidRDefault="007979B7" w:rsidP="007979B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0"/>
        <w:szCs w:val="30"/>
        <w:cs/>
      </w:rPr>
    </w:pPr>
    <w:r>
      <w:rPr>
        <w:rFonts w:ascii="Angsana New" w:hAnsi="Angsana New" w:cs="Angsana New"/>
        <w:b/>
        <w:bCs/>
        <w:sz w:val="30"/>
        <w:szCs w:val="30"/>
        <w:cs/>
      </w:rPr>
      <w:t xml:space="preserve">บริษัท ที.แมน ฟาร์มาซูติคอล จำกัด </w:t>
    </w:r>
    <w:r>
      <w:rPr>
        <w:rFonts w:ascii="Angsana New" w:hAnsi="Angsana New" w:cs="Angsana New"/>
        <w:b/>
        <w:bCs/>
        <w:sz w:val="30"/>
        <w:szCs w:val="30"/>
      </w:rPr>
      <w:t>(</w:t>
    </w:r>
    <w:r>
      <w:rPr>
        <w:rFonts w:ascii="Angsana New" w:hAnsi="Angsana New" w:cs="Angsana New" w:hint="cs"/>
        <w:b/>
        <w:bCs/>
        <w:sz w:val="30"/>
        <w:szCs w:val="30"/>
        <w:cs/>
      </w:rPr>
      <w:t>มหาชน</w:t>
    </w:r>
    <w:r>
      <w:rPr>
        <w:rFonts w:ascii="Angsana New" w:hAnsi="Angsana New" w:cs="Angsana New"/>
        <w:b/>
        <w:bCs/>
        <w:sz w:val="30"/>
        <w:szCs w:val="30"/>
      </w:rPr>
      <w:t>)</w:t>
    </w:r>
    <w:r>
      <w:rPr>
        <w:rFonts w:ascii="Angsana New" w:hAnsi="Angsana New" w:cs="Angsana New" w:hint="cs"/>
        <w:b/>
        <w:bCs/>
        <w:sz w:val="30"/>
        <w:szCs w:val="30"/>
        <w:cs/>
      </w:rPr>
      <w:t xml:space="preserve"> </w:t>
    </w:r>
    <w:r>
      <w:rPr>
        <w:rFonts w:ascii="Angsana New" w:hAnsi="Angsana New" w:cs="Angsana New"/>
        <w:b/>
        <w:bCs/>
        <w:sz w:val="30"/>
        <w:szCs w:val="30"/>
        <w:cs/>
      </w:rPr>
      <w:t>และบริษัทย่อย</w:t>
    </w:r>
  </w:p>
  <w:p w14:paraId="6BF2323D" w14:textId="77777777" w:rsidR="00A76CDD" w:rsidRPr="00666D8C" w:rsidRDefault="00A76CDD" w:rsidP="00A76CD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0"/>
        <w:szCs w:val="30"/>
      </w:rPr>
    </w:pPr>
    <w:r w:rsidRPr="00666D8C">
      <w:rPr>
        <w:rFonts w:ascii="Angsana New" w:hAnsi="Angsana New" w:cs="Angsana New"/>
        <w:b/>
        <w:bCs/>
        <w:sz w:val="30"/>
        <w:szCs w:val="30"/>
        <w:cs/>
      </w:rPr>
      <w:t>หมายเหตุประกอบ</w:t>
    </w:r>
    <w:r w:rsidRPr="00666D8C">
      <w:rPr>
        <w:rFonts w:ascii="Angsana New" w:hAnsi="Angsana New" w:cs="Angsana New" w:hint="cs"/>
        <w:b/>
        <w:bCs/>
        <w:sz w:val="30"/>
        <w:szCs w:val="30"/>
        <w:cs/>
      </w:rPr>
      <w:t>งบ</w:t>
    </w:r>
    <w:r w:rsidRPr="00666D8C">
      <w:rPr>
        <w:rFonts w:ascii="Angsana New" w:hAnsi="Angsana New" w:cs="Angsana New"/>
        <w:b/>
        <w:bCs/>
        <w:sz w:val="30"/>
        <w:szCs w:val="30"/>
        <w:cs/>
      </w:rPr>
      <w:t>การเงินระหว่าง</w:t>
    </w:r>
    <w:r w:rsidRPr="00821D1D">
      <w:rPr>
        <w:rFonts w:ascii="Angsana New" w:hAnsi="Angsana New" w:cs="Angsana New"/>
        <w:b/>
        <w:bCs/>
        <w:sz w:val="30"/>
        <w:szCs w:val="30"/>
        <w:cs/>
      </w:rPr>
      <w:t>กาล</w:t>
    </w:r>
    <w:r w:rsidRPr="009777AF">
      <w:rPr>
        <w:rFonts w:ascii="Angsana New" w:hAnsi="Angsana New" w:cs="Angsana New"/>
        <w:b/>
        <w:bCs/>
        <w:sz w:val="30"/>
        <w:szCs w:val="30"/>
        <w:cs/>
      </w:rPr>
      <w:t>แบบย่อ</w:t>
    </w:r>
  </w:p>
  <w:p w14:paraId="457E2F1E" w14:textId="19DCEA45" w:rsidR="00A76CDD" w:rsidRPr="000A32BC" w:rsidRDefault="00C50608" w:rsidP="00A76CDD">
    <w:pPr>
      <w:pStyle w:val="acctmainheading"/>
      <w:spacing w:after="0" w:line="240" w:lineRule="atLeast"/>
      <w:rPr>
        <w:rFonts w:ascii="Angsana New" w:hAnsi="Angsana New" w:cs="Angsana New"/>
        <w:sz w:val="30"/>
        <w:szCs w:val="30"/>
        <w:lang w:val="en-US" w:bidi="th-TH"/>
      </w:rPr>
    </w:pPr>
    <w:r w:rsidRPr="00666D8C">
      <w:rPr>
        <w:rFonts w:ascii="Angsana New" w:hAnsi="Angsana New" w:cs="Angsana New"/>
        <w:b w:val="0"/>
        <w:bCs/>
        <w:sz w:val="30"/>
        <w:szCs w:val="30"/>
        <w:cs/>
        <w:lang w:bidi="th-TH"/>
      </w:rPr>
      <w:t>สำหรับ</w:t>
    </w:r>
    <w:r>
      <w:rPr>
        <w:rFonts w:ascii="Angsana New" w:hAnsi="Angsana New" w:cs="Angsana New"/>
        <w:b w:val="0"/>
        <w:bCs/>
        <w:sz w:val="30"/>
        <w:szCs w:val="30"/>
        <w:cs/>
        <w:lang w:bidi="th-TH"/>
      </w:rPr>
      <w:t>งวดสาม</w:t>
    </w:r>
    <w:r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เดือน</w:t>
    </w:r>
    <w:r w:rsidR="00DA164B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และ</w:t>
    </w:r>
    <w:r w:rsidR="005D4E09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เก้า</w:t>
    </w:r>
    <w:r w:rsidR="00DA164B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เดือน</w:t>
    </w:r>
    <w:r>
      <w:rPr>
        <w:rFonts w:ascii="Angsana New" w:hAnsi="Angsana New" w:cs="Angsana New"/>
        <w:b w:val="0"/>
        <w:bCs/>
        <w:sz w:val="30"/>
        <w:szCs w:val="30"/>
        <w:cs/>
        <w:lang w:bidi="th-TH"/>
      </w:rPr>
      <w:t xml:space="preserve">สิ้นสุดวันที่ </w:t>
    </w:r>
    <w:r w:rsidRPr="00AB5467">
      <w:rPr>
        <w:rFonts w:ascii="Angsana New" w:hAnsi="Angsana New" w:cs="Angsana New"/>
        <w:sz w:val="30"/>
        <w:szCs w:val="30"/>
        <w:lang w:val="en-US" w:bidi="th-TH"/>
      </w:rPr>
      <w:t>3</w:t>
    </w:r>
    <w:r w:rsidR="00DA164B">
      <w:rPr>
        <w:rFonts w:ascii="Angsana New" w:hAnsi="Angsana New" w:cs="Angsana New"/>
        <w:sz w:val="30"/>
        <w:szCs w:val="30"/>
        <w:lang w:val="en-US" w:bidi="th-TH"/>
      </w:rPr>
      <w:t>0</w:t>
    </w:r>
    <w:r>
      <w:rPr>
        <w:rFonts w:ascii="Angsana New" w:hAnsi="Angsana New" w:cs="Angsana New"/>
        <w:sz w:val="30"/>
        <w:szCs w:val="30"/>
        <w:lang w:bidi="th-TH"/>
      </w:rPr>
      <w:t xml:space="preserve"> </w:t>
    </w:r>
    <w:r w:rsidR="005D4E09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กันยายน</w:t>
    </w:r>
    <w:r w:rsidRPr="004D1FE0">
      <w:rPr>
        <w:rFonts w:ascii="Angsana New" w:hAnsi="Angsana New" w:cs="Angsana New"/>
        <w:b w:val="0"/>
        <w:bCs/>
        <w:sz w:val="30"/>
        <w:szCs w:val="30"/>
        <w:cs/>
        <w:lang w:bidi="th-TH"/>
      </w:rPr>
      <w:t xml:space="preserve"> </w:t>
    </w:r>
    <w:r w:rsidRPr="00AB5467">
      <w:rPr>
        <w:rFonts w:ascii="Angsana New" w:hAnsi="Angsana New" w:cs="Angsana New"/>
        <w:sz w:val="30"/>
        <w:szCs w:val="30"/>
        <w:lang w:val="en-US" w:bidi="th-TH"/>
      </w:rPr>
      <w:t>256</w:t>
    </w:r>
    <w:r w:rsidR="005E3605">
      <w:rPr>
        <w:rFonts w:ascii="Angsana New" w:hAnsi="Angsana New" w:cs="Angsana New"/>
        <w:sz w:val="30"/>
        <w:szCs w:val="30"/>
        <w:lang w:val="en-US" w:bidi="th-TH"/>
      </w:rPr>
      <w:t>8</w:t>
    </w:r>
    <w:r w:rsidRPr="00666D8C">
      <w:rPr>
        <w:rFonts w:ascii="Angsana New" w:hAnsi="Angsana New" w:cs="Angsana New"/>
        <w:b w:val="0"/>
        <w:bCs/>
        <w:sz w:val="30"/>
        <w:szCs w:val="30"/>
        <w:lang w:bidi="th-TH"/>
      </w:rPr>
      <w:t xml:space="preserve"> </w:t>
    </w:r>
    <w:r w:rsidR="00A76CDD" w:rsidRPr="00A76CDD">
      <w:rPr>
        <w:rFonts w:ascii="Angsana New" w:hAnsi="Angsana New" w:cs="Angsana New"/>
        <w:sz w:val="30"/>
        <w:szCs w:val="30"/>
        <w:lang w:bidi="th-TH"/>
      </w:rPr>
      <w:t>(</w:t>
    </w:r>
    <w:r w:rsidR="00A76CDD" w:rsidRPr="00666D8C">
      <w:rPr>
        <w:rFonts w:ascii="Angsana New" w:hAnsi="Angsana New" w:cs="Angsana New"/>
        <w:b w:val="0"/>
        <w:bCs/>
        <w:sz w:val="30"/>
        <w:szCs w:val="30"/>
        <w:cs/>
        <w:lang w:bidi="th-TH"/>
      </w:rPr>
      <w:t>ไม่ได้ตรวจสอบ</w:t>
    </w:r>
    <w:r w:rsidR="00A76CDD" w:rsidRPr="00A76CDD">
      <w:rPr>
        <w:rFonts w:ascii="Angsana New" w:hAnsi="Angsana New" w:cs="Angsana New"/>
        <w:sz w:val="30"/>
        <w:szCs w:val="30"/>
        <w:lang w:bidi="th-TH"/>
      </w:rPr>
      <w:t>)</w:t>
    </w:r>
  </w:p>
  <w:p w14:paraId="2EAED60C" w14:textId="77777777" w:rsidR="0031573A" w:rsidRPr="00410770" w:rsidRDefault="0031573A" w:rsidP="00D25572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A364A7C"/>
    <w:lvl w:ilvl="0">
      <w:start w:val="1"/>
      <w:numFmt w:val="bullet"/>
      <w:pStyle w:val="Heading1"/>
      <w:lvlText w:val=""/>
      <w:lvlJc w:val="left"/>
      <w:pPr>
        <w:tabs>
          <w:tab w:val="num" w:pos="684"/>
        </w:tabs>
        <w:ind w:left="684" w:hanging="360"/>
      </w:pPr>
      <w:rPr>
        <w:rFonts w:ascii="Symbol" w:hAnsi="Symbol" w:hint="default"/>
      </w:rPr>
    </w:lvl>
  </w:abstractNum>
  <w:abstractNum w:abstractNumId="1" w15:restartNumberingAfterBreak="0">
    <w:nsid w:val="018E60AE"/>
    <w:multiLevelType w:val="hybridMultilevel"/>
    <w:tmpl w:val="7F44DC0E"/>
    <w:lvl w:ilvl="0" w:tplc="89D88AD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7D0E05"/>
    <w:multiLevelType w:val="multilevel"/>
    <w:tmpl w:val="4D3C55D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bCs/>
        <w:i w:val="0"/>
        <w:iCs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thaiLetters"/>
      <w:lvlText w:val="(%3)"/>
      <w:lvlJc w:val="left"/>
      <w:pPr>
        <w:tabs>
          <w:tab w:val="num" w:pos="1020"/>
        </w:tabs>
        <w:ind w:left="1020" w:hanging="340"/>
      </w:pPr>
      <w:rPr>
        <w:rFonts w:hint="default"/>
        <w:b w:val="0"/>
        <w:bCs w:val="0"/>
        <w:sz w:val="30"/>
        <w:szCs w:val="30"/>
        <w:lang w:val="en-GB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4" w15:restartNumberingAfterBreak="0">
    <w:nsid w:val="16137A6A"/>
    <w:multiLevelType w:val="hybridMultilevel"/>
    <w:tmpl w:val="0F5C9F2C"/>
    <w:lvl w:ilvl="0" w:tplc="9E14F22C">
      <w:start w:val="1"/>
      <w:numFmt w:val="thaiLetters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66E21B2"/>
    <w:multiLevelType w:val="hybridMultilevel"/>
    <w:tmpl w:val="CC488026"/>
    <w:lvl w:ilvl="0" w:tplc="F6A6C5EE"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5C3160"/>
    <w:multiLevelType w:val="multilevel"/>
    <w:tmpl w:val="8BCA2A46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92A2161"/>
    <w:multiLevelType w:val="multilevel"/>
    <w:tmpl w:val="0F7EA3E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192D0368"/>
    <w:multiLevelType w:val="hybridMultilevel"/>
    <w:tmpl w:val="9B6AD556"/>
    <w:lvl w:ilvl="0" w:tplc="9EA47CE4">
      <w:start w:val="1"/>
      <w:numFmt w:val="decimal"/>
      <w:lvlText w:val="(ง.%1)"/>
      <w:lvlJc w:val="left"/>
      <w:pPr>
        <w:ind w:left="900" w:hanging="360"/>
      </w:pPr>
      <w:rPr>
        <w:rFonts w:cs="Angsana New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8C717BA"/>
    <w:multiLevelType w:val="hybridMultilevel"/>
    <w:tmpl w:val="04B847A0"/>
    <w:name w:val="KIDS"/>
    <w:lvl w:ilvl="0" w:tplc="A920D6AA">
      <w:start w:val="1"/>
      <w:numFmt w:val="bullet"/>
      <w:pStyle w:val="List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D30998"/>
    <w:multiLevelType w:val="multilevel"/>
    <w:tmpl w:val="2A1610A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  <w:b/>
        <w:bCs/>
        <w:i w:val="0"/>
        <w:iCs w:val="0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 w15:restartNumberingAfterBreak="0">
    <w:nsid w:val="33F21038"/>
    <w:multiLevelType w:val="hybridMultilevel"/>
    <w:tmpl w:val="3D8A4DFE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F0EC0C2E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B4489ED8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AA49C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D70A561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3B3E1318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D1D6AEB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A7DE5874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B6B6F36C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677A88"/>
    <w:multiLevelType w:val="hybridMultilevel"/>
    <w:tmpl w:val="89920932"/>
    <w:lvl w:ilvl="0" w:tplc="300E046A">
      <w:start w:val="1"/>
      <w:numFmt w:val="decimal"/>
      <w:lvlText w:val="(%1)"/>
      <w:lvlJc w:val="left"/>
      <w:pPr>
        <w:ind w:left="90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7654A85"/>
    <w:multiLevelType w:val="hybridMultilevel"/>
    <w:tmpl w:val="FDCC3666"/>
    <w:lvl w:ilvl="0" w:tplc="D5CC8CCC">
      <w:start w:val="123"/>
      <w:numFmt w:val="bullet"/>
      <w:lvlText w:val="-"/>
      <w:lvlJc w:val="left"/>
      <w:pPr>
        <w:ind w:left="1350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1" w:tplc="D5CC8CCC">
      <w:start w:val="123"/>
      <w:numFmt w:val="bullet"/>
      <w:lvlText w:val="-"/>
      <w:lvlJc w:val="left"/>
      <w:pPr>
        <w:ind w:left="2070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 w15:restartNumberingAfterBreak="0">
    <w:nsid w:val="37B435F8"/>
    <w:multiLevelType w:val="multilevel"/>
    <w:tmpl w:val="0F7EA3E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AFA4579"/>
    <w:multiLevelType w:val="multilevel"/>
    <w:tmpl w:val="0F7EA3E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2587645"/>
    <w:multiLevelType w:val="multilevel"/>
    <w:tmpl w:val="8BCA2A46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47263C93"/>
    <w:multiLevelType w:val="multilevel"/>
    <w:tmpl w:val="0F7EA3E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5C5617C2"/>
    <w:multiLevelType w:val="hybridMultilevel"/>
    <w:tmpl w:val="40D490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21" w15:restartNumberingAfterBreak="0">
    <w:nsid w:val="733337E2"/>
    <w:multiLevelType w:val="hybridMultilevel"/>
    <w:tmpl w:val="65DC0D48"/>
    <w:lvl w:ilvl="0" w:tplc="067639EE">
      <w:start w:val="1"/>
      <w:numFmt w:val="decimal"/>
      <w:lvlText w:val="%1"/>
      <w:lvlJc w:val="left"/>
      <w:pPr>
        <w:ind w:left="720" w:hanging="360"/>
      </w:pPr>
      <w:rPr>
        <w:rFonts w:asciiTheme="majorBidi" w:hAnsiTheme="majorBidi" w:cstheme="majorBidi" w:hint="default"/>
        <w:b/>
        <w:bCs w:val="0"/>
        <w:i w:val="0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DB7920"/>
    <w:multiLevelType w:val="hybridMultilevel"/>
    <w:tmpl w:val="0C0EBF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Times New Roman" w:hint="default"/>
        <w:color w:val="auto"/>
        <w:sz w:val="22"/>
      </w:rPr>
    </w:lvl>
  </w:abstractNum>
  <w:num w:numId="1">
    <w:abstractNumId w:val="0"/>
  </w:num>
  <w:num w:numId="2">
    <w:abstractNumId w:val="3"/>
  </w:num>
  <w:num w:numId="3">
    <w:abstractNumId w:val="18"/>
  </w:num>
  <w:num w:numId="4">
    <w:abstractNumId w:val="20"/>
  </w:num>
  <w:num w:numId="5">
    <w:abstractNumId w:val="6"/>
  </w:num>
  <w:num w:numId="6">
    <w:abstractNumId w:val="1"/>
  </w:num>
  <w:num w:numId="7">
    <w:abstractNumId w:val="5"/>
  </w:num>
  <w:num w:numId="8">
    <w:abstractNumId w:val="2"/>
  </w:num>
  <w:num w:numId="9">
    <w:abstractNumId w:val="15"/>
  </w:num>
  <w:num w:numId="10">
    <w:abstractNumId w:val="8"/>
  </w:num>
  <w:num w:numId="11">
    <w:abstractNumId w:val="12"/>
  </w:num>
  <w:num w:numId="12">
    <w:abstractNumId w:val="11"/>
  </w:num>
  <w:num w:numId="13">
    <w:abstractNumId w:val="17"/>
  </w:num>
  <w:num w:numId="14">
    <w:abstractNumId w:val="14"/>
  </w:num>
  <w:num w:numId="15">
    <w:abstractNumId w:val="13"/>
  </w:num>
  <w:num w:numId="16">
    <w:abstractNumId w:val="23"/>
  </w:num>
  <w:num w:numId="17">
    <w:abstractNumId w:val="0"/>
  </w:num>
  <w:num w:numId="18">
    <w:abstractNumId w:val="0"/>
  </w:num>
  <w:num w:numId="19">
    <w:abstractNumId w:val="9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10"/>
  </w:num>
  <w:num w:numId="25">
    <w:abstractNumId w:val="4"/>
  </w:num>
  <w:num w:numId="26">
    <w:abstractNumId w:val="0"/>
  </w:num>
  <w:num w:numId="27">
    <w:abstractNumId w:val="0"/>
  </w:num>
  <w:num w:numId="28">
    <w:abstractNumId w:val="19"/>
  </w:num>
  <w:num w:numId="29">
    <w:abstractNumId w:val="22"/>
  </w:num>
  <w:num w:numId="30">
    <w:abstractNumId w:val="7"/>
  </w:num>
  <w:num w:numId="31">
    <w:abstractNumId w:val="0"/>
  </w:num>
  <w:num w:numId="32">
    <w:abstractNumId w:val="0"/>
  </w:num>
  <w:num w:numId="33">
    <w:abstractNumId w:val="0"/>
  </w:num>
  <w:num w:numId="34">
    <w:abstractNumId w:val="21"/>
  </w:num>
  <w:num w:numId="35">
    <w:abstractNumId w:val="0"/>
  </w:num>
  <w:num w:numId="36">
    <w:abstractNumId w:val="0"/>
  </w:num>
  <w:num w:numId="37">
    <w:abstractNumId w:val="0"/>
  </w:num>
  <w:num w:numId="38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CFC"/>
    <w:rsid w:val="000000DC"/>
    <w:rsid w:val="000006F0"/>
    <w:rsid w:val="00000779"/>
    <w:rsid w:val="00000AB6"/>
    <w:rsid w:val="00000BE2"/>
    <w:rsid w:val="00000EA5"/>
    <w:rsid w:val="000015A1"/>
    <w:rsid w:val="000019CD"/>
    <w:rsid w:val="00001BEF"/>
    <w:rsid w:val="00001E1F"/>
    <w:rsid w:val="0000200C"/>
    <w:rsid w:val="000025CB"/>
    <w:rsid w:val="00002882"/>
    <w:rsid w:val="00002C59"/>
    <w:rsid w:val="00002D6B"/>
    <w:rsid w:val="00002F50"/>
    <w:rsid w:val="00003133"/>
    <w:rsid w:val="000034F2"/>
    <w:rsid w:val="00003891"/>
    <w:rsid w:val="000039AE"/>
    <w:rsid w:val="00003B1E"/>
    <w:rsid w:val="00003F24"/>
    <w:rsid w:val="0000435C"/>
    <w:rsid w:val="0000452A"/>
    <w:rsid w:val="0000464A"/>
    <w:rsid w:val="0000472B"/>
    <w:rsid w:val="00004819"/>
    <w:rsid w:val="00004A86"/>
    <w:rsid w:val="00005185"/>
    <w:rsid w:val="00005434"/>
    <w:rsid w:val="000054CC"/>
    <w:rsid w:val="00005ACB"/>
    <w:rsid w:val="00005B6F"/>
    <w:rsid w:val="00005BAB"/>
    <w:rsid w:val="00005D4F"/>
    <w:rsid w:val="00005DC0"/>
    <w:rsid w:val="00006121"/>
    <w:rsid w:val="00006390"/>
    <w:rsid w:val="000064DE"/>
    <w:rsid w:val="00006518"/>
    <w:rsid w:val="00006690"/>
    <w:rsid w:val="000066A1"/>
    <w:rsid w:val="00006B52"/>
    <w:rsid w:val="00007873"/>
    <w:rsid w:val="00007B57"/>
    <w:rsid w:val="00007EE9"/>
    <w:rsid w:val="00007F8E"/>
    <w:rsid w:val="00010374"/>
    <w:rsid w:val="00010738"/>
    <w:rsid w:val="000112EE"/>
    <w:rsid w:val="000115FB"/>
    <w:rsid w:val="0001192B"/>
    <w:rsid w:val="00012E83"/>
    <w:rsid w:val="0001324D"/>
    <w:rsid w:val="000135F7"/>
    <w:rsid w:val="0001364C"/>
    <w:rsid w:val="0001367E"/>
    <w:rsid w:val="0001370F"/>
    <w:rsid w:val="00013716"/>
    <w:rsid w:val="00013C02"/>
    <w:rsid w:val="000149D1"/>
    <w:rsid w:val="00014A12"/>
    <w:rsid w:val="00014A4A"/>
    <w:rsid w:val="000156CC"/>
    <w:rsid w:val="0001596B"/>
    <w:rsid w:val="000159ED"/>
    <w:rsid w:val="00015A3D"/>
    <w:rsid w:val="00015C52"/>
    <w:rsid w:val="00015E7A"/>
    <w:rsid w:val="000160A4"/>
    <w:rsid w:val="00016254"/>
    <w:rsid w:val="000165EA"/>
    <w:rsid w:val="000167EF"/>
    <w:rsid w:val="00016879"/>
    <w:rsid w:val="00016E14"/>
    <w:rsid w:val="000171CC"/>
    <w:rsid w:val="000172C5"/>
    <w:rsid w:val="00017563"/>
    <w:rsid w:val="000179E4"/>
    <w:rsid w:val="000179F5"/>
    <w:rsid w:val="00017A77"/>
    <w:rsid w:val="00020021"/>
    <w:rsid w:val="00020144"/>
    <w:rsid w:val="000204D0"/>
    <w:rsid w:val="0002055E"/>
    <w:rsid w:val="00020700"/>
    <w:rsid w:val="00020882"/>
    <w:rsid w:val="00020E2A"/>
    <w:rsid w:val="00020E35"/>
    <w:rsid w:val="00020F08"/>
    <w:rsid w:val="00021255"/>
    <w:rsid w:val="00021A4A"/>
    <w:rsid w:val="00021FCB"/>
    <w:rsid w:val="0002207C"/>
    <w:rsid w:val="00022087"/>
    <w:rsid w:val="000221F6"/>
    <w:rsid w:val="00022BB4"/>
    <w:rsid w:val="00022BC9"/>
    <w:rsid w:val="00022CE8"/>
    <w:rsid w:val="00022DC1"/>
    <w:rsid w:val="00023CE6"/>
    <w:rsid w:val="00023DFC"/>
    <w:rsid w:val="00024304"/>
    <w:rsid w:val="000243CE"/>
    <w:rsid w:val="00024953"/>
    <w:rsid w:val="00024B71"/>
    <w:rsid w:val="00024F30"/>
    <w:rsid w:val="000251EE"/>
    <w:rsid w:val="00025287"/>
    <w:rsid w:val="00025735"/>
    <w:rsid w:val="00025AA3"/>
    <w:rsid w:val="00025B1F"/>
    <w:rsid w:val="00025B80"/>
    <w:rsid w:val="00026132"/>
    <w:rsid w:val="000261DD"/>
    <w:rsid w:val="0002634E"/>
    <w:rsid w:val="0002666D"/>
    <w:rsid w:val="00026B06"/>
    <w:rsid w:val="00026FDC"/>
    <w:rsid w:val="0002732F"/>
    <w:rsid w:val="0002763F"/>
    <w:rsid w:val="00027739"/>
    <w:rsid w:val="00027A4F"/>
    <w:rsid w:val="00027BD5"/>
    <w:rsid w:val="00027E00"/>
    <w:rsid w:val="00027ED2"/>
    <w:rsid w:val="0003010E"/>
    <w:rsid w:val="00030329"/>
    <w:rsid w:val="00030532"/>
    <w:rsid w:val="00030579"/>
    <w:rsid w:val="000307FB"/>
    <w:rsid w:val="000311D3"/>
    <w:rsid w:val="00031583"/>
    <w:rsid w:val="000315C3"/>
    <w:rsid w:val="000316A7"/>
    <w:rsid w:val="00031980"/>
    <w:rsid w:val="00031A44"/>
    <w:rsid w:val="00031ADE"/>
    <w:rsid w:val="00031B08"/>
    <w:rsid w:val="00031F4C"/>
    <w:rsid w:val="0003250C"/>
    <w:rsid w:val="00032ABF"/>
    <w:rsid w:val="00032FC5"/>
    <w:rsid w:val="0003340E"/>
    <w:rsid w:val="00033483"/>
    <w:rsid w:val="000339D5"/>
    <w:rsid w:val="00033D3C"/>
    <w:rsid w:val="00033EFB"/>
    <w:rsid w:val="0003464D"/>
    <w:rsid w:val="0003495C"/>
    <w:rsid w:val="000350B5"/>
    <w:rsid w:val="000351D6"/>
    <w:rsid w:val="000351EC"/>
    <w:rsid w:val="00035579"/>
    <w:rsid w:val="000356B4"/>
    <w:rsid w:val="00035878"/>
    <w:rsid w:val="00035A15"/>
    <w:rsid w:val="00035BFA"/>
    <w:rsid w:val="00035D7C"/>
    <w:rsid w:val="00036576"/>
    <w:rsid w:val="00036714"/>
    <w:rsid w:val="000367E5"/>
    <w:rsid w:val="000367ED"/>
    <w:rsid w:val="00036C21"/>
    <w:rsid w:val="00036C24"/>
    <w:rsid w:val="00036E95"/>
    <w:rsid w:val="00036F52"/>
    <w:rsid w:val="00037609"/>
    <w:rsid w:val="00037648"/>
    <w:rsid w:val="000378C7"/>
    <w:rsid w:val="00037979"/>
    <w:rsid w:val="00040331"/>
    <w:rsid w:val="000404E2"/>
    <w:rsid w:val="00040603"/>
    <w:rsid w:val="00040610"/>
    <w:rsid w:val="00040791"/>
    <w:rsid w:val="000407EC"/>
    <w:rsid w:val="00040952"/>
    <w:rsid w:val="00040E69"/>
    <w:rsid w:val="00041597"/>
    <w:rsid w:val="000417FD"/>
    <w:rsid w:val="00041C82"/>
    <w:rsid w:val="00041E25"/>
    <w:rsid w:val="00041E72"/>
    <w:rsid w:val="00042021"/>
    <w:rsid w:val="0004220E"/>
    <w:rsid w:val="00042325"/>
    <w:rsid w:val="000425EC"/>
    <w:rsid w:val="00042ACF"/>
    <w:rsid w:val="00042B99"/>
    <w:rsid w:val="00042CA0"/>
    <w:rsid w:val="00042F74"/>
    <w:rsid w:val="0004334B"/>
    <w:rsid w:val="00043355"/>
    <w:rsid w:val="000434F1"/>
    <w:rsid w:val="000437CB"/>
    <w:rsid w:val="00043DDD"/>
    <w:rsid w:val="00043EF5"/>
    <w:rsid w:val="0004445C"/>
    <w:rsid w:val="000444A8"/>
    <w:rsid w:val="00044500"/>
    <w:rsid w:val="000447AA"/>
    <w:rsid w:val="00044872"/>
    <w:rsid w:val="00044D24"/>
    <w:rsid w:val="00044DAA"/>
    <w:rsid w:val="00045154"/>
    <w:rsid w:val="00045740"/>
    <w:rsid w:val="00045BC3"/>
    <w:rsid w:val="00045E6A"/>
    <w:rsid w:val="000463AC"/>
    <w:rsid w:val="00046429"/>
    <w:rsid w:val="0004661A"/>
    <w:rsid w:val="00046F48"/>
    <w:rsid w:val="00047017"/>
    <w:rsid w:val="00047B8F"/>
    <w:rsid w:val="0005031A"/>
    <w:rsid w:val="000505AE"/>
    <w:rsid w:val="0005062C"/>
    <w:rsid w:val="0005087C"/>
    <w:rsid w:val="00050935"/>
    <w:rsid w:val="00050BEF"/>
    <w:rsid w:val="00050C98"/>
    <w:rsid w:val="00050DDE"/>
    <w:rsid w:val="00050FF8"/>
    <w:rsid w:val="00051417"/>
    <w:rsid w:val="000518C8"/>
    <w:rsid w:val="000519C9"/>
    <w:rsid w:val="00051D74"/>
    <w:rsid w:val="00051E25"/>
    <w:rsid w:val="00051F69"/>
    <w:rsid w:val="00052204"/>
    <w:rsid w:val="00052251"/>
    <w:rsid w:val="000527D9"/>
    <w:rsid w:val="000528EF"/>
    <w:rsid w:val="000529F4"/>
    <w:rsid w:val="00052EB3"/>
    <w:rsid w:val="00052FF6"/>
    <w:rsid w:val="00053483"/>
    <w:rsid w:val="00054221"/>
    <w:rsid w:val="00054433"/>
    <w:rsid w:val="00054663"/>
    <w:rsid w:val="00054DD4"/>
    <w:rsid w:val="000553C1"/>
    <w:rsid w:val="0005542F"/>
    <w:rsid w:val="0005550E"/>
    <w:rsid w:val="00055589"/>
    <w:rsid w:val="000555B9"/>
    <w:rsid w:val="000558C4"/>
    <w:rsid w:val="00055F28"/>
    <w:rsid w:val="00055F34"/>
    <w:rsid w:val="00056664"/>
    <w:rsid w:val="000569A6"/>
    <w:rsid w:val="00056AB5"/>
    <w:rsid w:val="00056DFE"/>
    <w:rsid w:val="00056F2D"/>
    <w:rsid w:val="000570A0"/>
    <w:rsid w:val="00057A0E"/>
    <w:rsid w:val="00057AD1"/>
    <w:rsid w:val="00057C08"/>
    <w:rsid w:val="00057E98"/>
    <w:rsid w:val="000607AD"/>
    <w:rsid w:val="00060870"/>
    <w:rsid w:val="000609E2"/>
    <w:rsid w:val="00060AB1"/>
    <w:rsid w:val="00060D01"/>
    <w:rsid w:val="00061623"/>
    <w:rsid w:val="0006165F"/>
    <w:rsid w:val="000616BD"/>
    <w:rsid w:val="00061955"/>
    <w:rsid w:val="00061A77"/>
    <w:rsid w:val="00061ACE"/>
    <w:rsid w:val="00061B0E"/>
    <w:rsid w:val="00061CDD"/>
    <w:rsid w:val="00061E0B"/>
    <w:rsid w:val="00062766"/>
    <w:rsid w:val="0006276B"/>
    <w:rsid w:val="000629BD"/>
    <w:rsid w:val="00062A11"/>
    <w:rsid w:val="00062B25"/>
    <w:rsid w:val="00062BC1"/>
    <w:rsid w:val="0006324D"/>
    <w:rsid w:val="000632B1"/>
    <w:rsid w:val="000632F6"/>
    <w:rsid w:val="000639A9"/>
    <w:rsid w:val="00063A6E"/>
    <w:rsid w:val="00063DC3"/>
    <w:rsid w:val="00063EC0"/>
    <w:rsid w:val="000640C2"/>
    <w:rsid w:val="000641F4"/>
    <w:rsid w:val="000643EC"/>
    <w:rsid w:val="00064837"/>
    <w:rsid w:val="00064DF1"/>
    <w:rsid w:val="00065008"/>
    <w:rsid w:val="00065061"/>
    <w:rsid w:val="0006537A"/>
    <w:rsid w:val="000654B1"/>
    <w:rsid w:val="00065604"/>
    <w:rsid w:val="00065C76"/>
    <w:rsid w:val="00065E8B"/>
    <w:rsid w:val="00065F17"/>
    <w:rsid w:val="000660AB"/>
    <w:rsid w:val="0006644C"/>
    <w:rsid w:val="0006646D"/>
    <w:rsid w:val="00066B40"/>
    <w:rsid w:val="000672DA"/>
    <w:rsid w:val="000672F9"/>
    <w:rsid w:val="000674C2"/>
    <w:rsid w:val="000675C1"/>
    <w:rsid w:val="000675C4"/>
    <w:rsid w:val="0006774B"/>
    <w:rsid w:val="000677AC"/>
    <w:rsid w:val="00067BEB"/>
    <w:rsid w:val="000704B7"/>
    <w:rsid w:val="00070559"/>
    <w:rsid w:val="0007075C"/>
    <w:rsid w:val="000708C8"/>
    <w:rsid w:val="000708D6"/>
    <w:rsid w:val="00070C82"/>
    <w:rsid w:val="00071020"/>
    <w:rsid w:val="000719EE"/>
    <w:rsid w:val="00071A3A"/>
    <w:rsid w:val="00071C80"/>
    <w:rsid w:val="00071E82"/>
    <w:rsid w:val="00072132"/>
    <w:rsid w:val="00072552"/>
    <w:rsid w:val="000726DB"/>
    <w:rsid w:val="00072A47"/>
    <w:rsid w:val="00072FAD"/>
    <w:rsid w:val="00072FF9"/>
    <w:rsid w:val="000732DB"/>
    <w:rsid w:val="00073367"/>
    <w:rsid w:val="000736E0"/>
    <w:rsid w:val="00073C23"/>
    <w:rsid w:val="00073E62"/>
    <w:rsid w:val="00073EED"/>
    <w:rsid w:val="00074621"/>
    <w:rsid w:val="00074727"/>
    <w:rsid w:val="00074891"/>
    <w:rsid w:val="00074AF2"/>
    <w:rsid w:val="00074BBC"/>
    <w:rsid w:val="00074D50"/>
    <w:rsid w:val="00074EA6"/>
    <w:rsid w:val="00074F14"/>
    <w:rsid w:val="00074F69"/>
    <w:rsid w:val="00075041"/>
    <w:rsid w:val="000758AE"/>
    <w:rsid w:val="00075907"/>
    <w:rsid w:val="00075927"/>
    <w:rsid w:val="00075BC1"/>
    <w:rsid w:val="00075D21"/>
    <w:rsid w:val="00075FFE"/>
    <w:rsid w:val="0007604E"/>
    <w:rsid w:val="00076170"/>
    <w:rsid w:val="00076BDC"/>
    <w:rsid w:val="00076E25"/>
    <w:rsid w:val="00077245"/>
    <w:rsid w:val="000779B6"/>
    <w:rsid w:val="00077E11"/>
    <w:rsid w:val="00077E1D"/>
    <w:rsid w:val="00077F9C"/>
    <w:rsid w:val="00080A5F"/>
    <w:rsid w:val="00080B65"/>
    <w:rsid w:val="0008106E"/>
    <w:rsid w:val="0008157C"/>
    <w:rsid w:val="00081947"/>
    <w:rsid w:val="000819B2"/>
    <w:rsid w:val="00081EEF"/>
    <w:rsid w:val="00081F3B"/>
    <w:rsid w:val="00081F88"/>
    <w:rsid w:val="00082360"/>
    <w:rsid w:val="000826F9"/>
    <w:rsid w:val="00082881"/>
    <w:rsid w:val="00082944"/>
    <w:rsid w:val="00083497"/>
    <w:rsid w:val="000838C3"/>
    <w:rsid w:val="00083A90"/>
    <w:rsid w:val="00083E1D"/>
    <w:rsid w:val="00084299"/>
    <w:rsid w:val="00084E43"/>
    <w:rsid w:val="00084E93"/>
    <w:rsid w:val="00085178"/>
    <w:rsid w:val="00085378"/>
    <w:rsid w:val="00085406"/>
    <w:rsid w:val="00085428"/>
    <w:rsid w:val="0008577C"/>
    <w:rsid w:val="00085C50"/>
    <w:rsid w:val="00085EAB"/>
    <w:rsid w:val="00085F5F"/>
    <w:rsid w:val="000860D8"/>
    <w:rsid w:val="00086220"/>
    <w:rsid w:val="00086754"/>
    <w:rsid w:val="00086EB9"/>
    <w:rsid w:val="0008735C"/>
    <w:rsid w:val="000874B9"/>
    <w:rsid w:val="00087633"/>
    <w:rsid w:val="00087679"/>
    <w:rsid w:val="00087870"/>
    <w:rsid w:val="00087F67"/>
    <w:rsid w:val="00087FC1"/>
    <w:rsid w:val="000900D2"/>
    <w:rsid w:val="000901E2"/>
    <w:rsid w:val="000902EE"/>
    <w:rsid w:val="000904B7"/>
    <w:rsid w:val="00090737"/>
    <w:rsid w:val="00090A18"/>
    <w:rsid w:val="00090EBA"/>
    <w:rsid w:val="00090F48"/>
    <w:rsid w:val="0009110B"/>
    <w:rsid w:val="00091142"/>
    <w:rsid w:val="000911C3"/>
    <w:rsid w:val="000913A0"/>
    <w:rsid w:val="0009179C"/>
    <w:rsid w:val="00092224"/>
    <w:rsid w:val="000926A7"/>
    <w:rsid w:val="00092B09"/>
    <w:rsid w:val="00092BAE"/>
    <w:rsid w:val="00092EEE"/>
    <w:rsid w:val="0009316C"/>
    <w:rsid w:val="000931F5"/>
    <w:rsid w:val="0009353D"/>
    <w:rsid w:val="00093B30"/>
    <w:rsid w:val="00093B78"/>
    <w:rsid w:val="000941AD"/>
    <w:rsid w:val="000941C0"/>
    <w:rsid w:val="0009469C"/>
    <w:rsid w:val="0009470A"/>
    <w:rsid w:val="00094BAF"/>
    <w:rsid w:val="00094D1B"/>
    <w:rsid w:val="00094E2F"/>
    <w:rsid w:val="00094FB4"/>
    <w:rsid w:val="00095A5F"/>
    <w:rsid w:val="00095B3D"/>
    <w:rsid w:val="00095E09"/>
    <w:rsid w:val="00095E95"/>
    <w:rsid w:val="00096268"/>
    <w:rsid w:val="00096671"/>
    <w:rsid w:val="000967D6"/>
    <w:rsid w:val="00096A7A"/>
    <w:rsid w:val="00096A8E"/>
    <w:rsid w:val="00096C2E"/>
    <w:rsid w:val="00096F65"/>
    <w:rsid w:val="00097067"/>
    <w:rsid w:val="000970FD"/>
    <w:rsid w:val="00097506"/>
    <w:rsid w:val="00097588"/>
    <w:rsid w:val="00097659"/>
    <w:rsid w:val="00097E61"/>
    <w:rsid w:val="000A04E7"/>
    <w:rsid w:val="000A0559"/>
    <w:rsid w:val="000A06B8"/>
    <w:rsid w:val="000A07B1"/>
    <w:rsid w:val="000A09EB"/>
    <w:rsid w:val="000A0BB9"/>
    <w:rsid w:val="000A0C9E"/>
    <w:rsid w:val="000A0FBB"/>
    <w:rsid w:val="000A12A1"/>
    <w:rsid w:val="000A1458"/>
    <w:rsid w:val="000A15E3"/>
    <w:rsid w:val="000A171A"/>
    <w:rsid w:val="000A1E4E"/>
    <w:rsid w:val="000A1F12"/>
    <w:rsid w:val="000A201D"/>
    <w:rsid w:val="000A203C"/>
    <w:rsid w:val="000A2225"/>
    <w:rsid w:val="000A26A7"/>
    <w:rsid w:val="000A28AB"/>
    <w:rsid w:val="000A29F1"/>
    <w:rsid w:val="000A2F26"/>
    <w:rsid w:val="000A3093"/>
    <w:rsid w:val="000A32BC"/>
    <w:rsid w:val="000A37E2"/>
    <w:rsid w:val="000A390B"/>
    <w:rsid w:val="000A398B"/>
    <w:rsid w:val="000A4071"/>
    <w:rsid w:val="000A4114"/>
    <w:rsid w:val="000A42BF"/>
    <w:rsid w:val="000A4553"/>
    <w:rsid w:val="000A474A"/>
    <w:rsid w:val="000A4763"/>
    <w:rsid w:val="000A47C1"/>
    <w:rsid w:val="000A4B0B"/>
    <w:rsid w:val="000A4C2E"/>
    <w:rsid w:val="000A4D19"/>
    <w:rsid w:val="000A50C8"/>
    <w:rsid w:val="000A534B"/>
    <w:rsid w:val="000A5401"/>
    <w:rsid w:val="000A63C4"/>
    <w:rsid w:val="000A64E6"/>
    <w:rsid w:val="000A6842"/>
    <w:rsid w:val="000A6A51"/>
    <w:rsid w:val="000A6B33"/>
    <w:rsid w:val="000A6D5A"/>
    <w:rsid w:val="000A6E57"/>
    <w:rsid w:val="000A6F12"/>
    <w:rsid w:val="000A706D"/>
    <w:rsid w:val="000A74A7"/>
    <w:rsid w:val="000A7635"/>
    <w:rsid w:val="000A76A3"/>
    <w:rsid w:val="000A78E1"/>
    <w:rsid w:val="000A79CC"/>
    <w:rsid w:val="000A7B48"/>
    <w:rsid w:val="000A7C89"/>
    <w:rsid w:val="000A7CD7"/>
    <w:rsid w:val="000A7DB4"/>
    <w:rsid w:val="000B000B"/>
    <w:rsid w:val="000B00A5"/>
    <w:rsid w:val="000B09DC"/>
    <w:rsid w:val="000B0D32"/>
    <w:rsid w:val="000B1006"/>
    <w:rsid w:val="000B132A"/>
    <w:rsid w:val="000B140D"/>
    <w:rsid w:val="000B142E"/>
    <w:rsid w:val="000B1441"/>
    <w:rsid w:val="000B14A1"/>
    <w:rsid w:val="000B1666"/>
    <w:rsid w:val="000B1C16"/>
    <w:rsid w:val="000B1CB1"/>
    <w:rsid w:val="000B21CA"/>
    <w:rsid w:val="000B268E"/>
    <w:rsid w:val="000B287F"/>
    <w:rsid w:val="000B33FE"/>
    <w:rsid w:val="000B3D85"/>
    <w:rsid w:val="000B3DCD"/>
    <w:rsid w:val="000B44E3"/>
    <w:rsid w:val="000B4D54"/>
    <w:rsid w:val="000B4D87"/>
    <w:rsid w:val="000B4F74"/>
    <w:rsid w:val="000B5306"/>
    <w:rsid w:val="000B5333"/>
    <w:rsid w:val="000B5589"/>
    <w:rsid w:val="000B57F9"/>
    <w:rsid w:val="000B599C"/>
    <w:rsid w:val="000B5A36"/>
    <w:rsid w:val="000B5BD7"/>
    <w:rsid w:val="000B5F3F"/>
    <w:rsid w:val="000B68D0"/>
    <w:rsid w:val="000B6B2A"/>
    <w:rsid w:val="000B6C2A"/>
    <w:rsid w:val="000B6CDD"/>
    <w:rsid w:val="000B6FC3"/>
    <w:rsid w:val="000B6FD3"/>
    <w:rsid w:val="000B7081"/>
    <w:rsid w:val="000B7292"/>
    <w:rsid w:val="000B7375"/>
    <w:rsid w:val="000B74CF"/>
    <w:rsid w:val="000B7961"/>
    <w:rsid w:val="000B7DFA"/>
    <w:rsid w:val="000C00BB"/>
    <w:rsid w:val="000C0354"/>
    <w:rsid w:val="000C0362"/>
    <w:rsid w:val="000C0738"/>
    <w:rsid w:val="000C09D7"/>
    <w:rsid w:val="000C0B62"/>
    <w:rsid w:val="000C0CD4"/>
    <w:rsid w:val="000C0D1C"/>
    <w:rsid w:val="000C0DBC"/>
    <w:rsid w:val="000C0E68"/>
    <w:rsid w:val="000C1276"/>
    <w:rsid w:val="000C135C"/>
    <w:rsid w:val="000C1387"/>
    <w:rsid w:val="000C13EE"/>
    <w:rsid w:val="000C1494"/>
    <w:rsid w:val="000C154D"/>
    <w:rsid w:val="000C1616"/>
    <w:rsid w:val="000C180A"/>
    <w:rsid w:val="000C199A"/>
    <w:rsid w:val="000C2074"/>
    <w:rsid w:val="000C21DB"/>
    <w:rsid w:val="000C2252"/>
    <w:rsid w:val="000C25AF"/>
    <w:rsid w:val="000C26C2"/>
    <w:rsid w:val="000C2B77"/>
    <w:rsid w:val="000C2DF8"/>
    <w:rsid w:val="000C3273"/>
    <w:rsid w:val="000C3646"/>
    <w:rsid w:val="000C3693"/>
    <w:rsid w:val="000C38FA"/>
    <w:rsid w:val="000C3BD0"/>
    <w:rsid w:val="000C3CF9"/>
    <w:rsid w:val="000C3DA0"/>
    <w:rsid w:val="000C3E3E"/>
    <w:rsid w:val="000C41C4"/>
    <w:rsid w:val="000C431B"/>
    <w:rsid w:val="000C451D"/>
    <w:rsid w:val="000C45B1"/>
    <w:rsid w:val="000C49CD"/>
    <w:rsid w:val="000C4ACA"/>
    <w:rsid w:val="000C4CAA"/>
    <w:rsid w:val="000C4DF0"/>
    <w:rsid w:val="000C5243"/>
    <w:rsid w:val="000C5376"/>
    <w:rsid w:val="000C539F"/>
    <w:rsid w:val="000C582A"/>
    <w:rsid w:val="000C5D19"/>
    <w:rsid w:val="000C5EB5"/>
    <w:rsid w:val="000C6330"/>
    <w:rsid w:val="000C633A"/>
    <w:rsid w:val="000C66FC"/>
    <w:rsid w:val="000C698D"/>
    <w:rsid w:val="000C6AB3"/>
    <w:rsid w:val="000C6B3B"/>
    <w:rsid w:val="000C6DDD"/>
    <w:rsid w:val="000C6F4D"/>
    <w:rsid w:val="000C7237"/>
    <w:rsid w:val="000C792E"/>
    <w:rsid w:val="000C7C98"/>
    <w:rsid w:val="000C7D97"/>
    <w:rsid w:val="000D01FE"/>
    <w:rsid w:val="000D041B"/>
    <w:rsid w:val="000D0562"/>
    <w:rsid w:val="000D08FD"/>
    <w:rsid w:val="000D0A7A"/>
    <w:rsid w:val="000D0AE2"/>
    <w:rsid w:val="000D0CDC"/>
    <w:rsid w:val="000D0FED"/>
    <w:rsid w:val="000D1556"/>
    <w:rsid w:val="000D165D"/>
    <w:rsid w:val="000D16F5"/>
    <w:rsid w:val="000D17C3"/>
    <w:rsid w:val="000D1947"/>
    <w:rsid w:val="000D1979"/>
    <w:rsid w:val="000D1F12"/>
    <w:rsid w:val="000D2500"/>
    <w:rsid w:val="000D262E"/>
    <w:rsid w:val="000D29C0"/>
    <w:rsid w:val="000D2D38"/>
    <w:rsid w:val="000D2EF9"/>
    <w:rsid w:val="000D30D7"/>
    <w:rsid w:val="000D31E5"/>
    <w:rsid w:val="000D3327"/>
    <w:rsid w:val="000D3629"/>
    <w:rsid w:val="000D3725"/>
    <w:rsid w:val="000D3B7D"/>
    <w:rsid w:val="000D3D4E"/>
    <w:rsid w:val="000D3DC9"/>
    <w:rsid w:val="000D3E01"/>
    <w:rsid w:val="000D3EDE"/>
    <w:rsid w:val="000D3F3E"/>
    <w:rsid w:val="000D4881"/>
    <w:rsid w:val="000D4AED"/>
    <w:rsid w:val="000D4CC2"/>
    <w:rsid w:val="000D4CEA"/>
    <w:rsid w:val="000D4E2B"/>
    <w:rsid w:val="000D51E8"/>
    <w:rsid w:val="000D5251"/>
    <w:rsid w:val="000D53AB"/>
    <w:rsid w:val="000D5565"/>
    <w:rsid w:val="000D5A77"/>
    <w:rsid w:val="000D5A9D"/>
    <w:rsid w:val="000D6054"/>
    <w:rsid w:val="000D614D"/>
    <w:rsid w:val="000D6183"/>
    <w:rsid w:val="000D61FF"/>
    <w:rsid w:val="000D6590"/>
    <w:rsid w:val="000D6696"/>
    <w:rsid w:val="000D66BA"/>
    <w:rsid w:val="000D6971"/>
    <w:rsid w:val="000D6F8E"/>
    <w:rsid w:val="000D6FB3"/>
    <w:rsid w:val="000D7072"/>
    <w:rsid w:val="000D71CC"/>
    <w:rsid w:val="000D7ECA"/>
    <w:rsid w:val="000E015E"/>
    <w:rsid w:val="000E024A"/>
    <w:rsid w:val="000E0498"/>
    <w:rsid w:val="000E0629"/>
    <w:rsid w:val="000E069E"/>
    <w:rsid w:val="000E0BB8"/>
    <w:rsid w:val="000E0F5D"/>
    <w:rsid w:val="000E10DB"/>
    <w:rsid w:val="000E14C0"/>
    <w:rsid w:val="000E16D7"/>
    <w:rsid w:val="000E1BF7"/>
    <w:rsid w:val="000E228E"/>
    <w:rsid w:val="000E23F3"/>
    <w:rsid w:val="000E2710"/>
    <w:rsid w:val="000E28E6"/>
    <w:rsid w:val="000E2C49"/>
    <w:rsid w:val="000E2EAF"/>
    <w:rsid w:val="000E2F85"/>
    <w:rsid w:val="000E3283"/>
    <w:rsid w:val="000E3890"/>
    <w:rsid w:val="000E39D3"/>
    <w:rsid w:val="000E42B7"/>
    <w:rsid w:val="000E4458"/>
    <w:rsid w:val="000E44BF"/>
    <w:rsid w:val="000E46F3"/>
    <w:rsid w:val="000E4BD7"/>
    <w:rsid w:val="000E526A"/>
    <w:rsid w:val="000E54C4"/>
    <w:rsid w:val="000E5601"/>
    <w:rsid w:val="000E56AF"/>
    <w:rsid w:val="000E5738"/>
    <w:rsid w:val="000E5B32"/>
    <w:rsid w:val="000E5B65"/>
    <w:rsid w:val="000E5F52"/>
    <w:rsid w:val="000E5FA0"/>
    <w:rsid w:val="000E608C"/>
    <w:rsid w:val="000E6788"/>
    <w:rsid w:val="000E69D1"/>
    <w:rsid w:val="000E6DE5"/>
    <w:rsid w:val="000E7766"/>
    <w:rsid w:val="000E7AEE"/>
    <w:rsid w:val="000F0217"/>
    <w:rsid w:val="000F0637"/>
    <w:rsid w:val="000F072F"/>
    <w:rsid w:val="000F0832"/>
    <w:rsid w:val="000F08E2"/>
    <w:rsid w:val="000F0BC6"/>
    <w:rsid w:val="000F1029"/>
    <w:rsid w:val="000F16A3"/>
    <w:rsid w:val="000F172B"/>
    <w:rsid w:val="000F173C"/>
    <w:rsid w:val="000F1A6F"/>
    <w:rsid w:val="000F1BC9"/>
    <w:rsid w:val="000F1C55"/>
    <w:rsid w:val="000F2239"/>
    <w:rsid w:val="000F2770"/>
    <w:rsid w:val="000F27CA"/>
    <w:rsid w:val="000F27FD"/>
    <w:rsid w:val="000F2C64"/>
    <w:rsid w:val="000F2D2C"/>
    <w:rsid w:val="000F2DC7"/>
    <w:rsid w:val="000F2EE7"/>
    <w:rsid w:val="000F2FE2"/>
    <w:rsid w:val="000F3123"/>
    <w:rsid w:val="000F3B1D"/>
    <w:rsid w:val="000F3DE8"/>
    <w:rsid w:val="000F412F"/>
    <w:rsid w:val="000F48BF"/>
    <w:rsid w:val="000F4D71"/>
    <w:rsid w:val="000F4E95"/>
    <w:rsid w:val="000F4F2E"/>
    <w:rsid w:val="000F59B5"/>
    <w:rsid w:val="000F5EFA"/>
    <w:rsid w:val="000F6169"/>
    <w:rsid w:val="000F6231"/>
    <w:rsid w:val="000F65F5"/>
    <w:rsid w:val="000F6D44"/>
    <w:rsid w:val="000F6F02"/>
    <w:rsid w:val="000F6F4B"/>
    <w:rsid w:val="000F6FBD"/>
    <w:rsid w:val="000F700F"/>
    <w:rsid w:val="000F71DD"/>
    <w:rsid w:val="000F7354"/>
    <w:rsid w:val="00100142"/>
    <w:rsid w:val="00100259"/>
    <w:rsid w:val="0010049A"/>
    <w:rsid w:val="0010067E"/>
    <w:rsid w:val="00100A6A"/>
    <w:rsid w:val="001011B7"/>
    <w:rsid w:val="00101A27"/>
    <w:rsid w:val="00101A8B"/>
    <w:rsid w:val="00101CFC"/>
    <w:rsid w:val="00101E1D"/>
    <w:rsid w:val="001028C1"/>
    <w:rsid w:val="00102C97"/>
    <w:rsid w:val="001031F9"/>
    <w:rsid w:val="00103224"/>
    <w:rsid w:val="00103304"/>
    <w:rsid w:val="00103853"/>
    <w:rsid w:val="001038AB"/>
    <w:rsid w:val="001038C6"/>
    <w:rsid w:val="00103DD6"/>
    <w:rsid w:val="00103FE9"/>
    <w:rsid w:val="0010466D"/>
    <w:rsid w:val="001046F0"/>
    <w:rsid w:val="001046FC"/>
    <w:rsid w:val="00104960"/>
    <w:rsid w:val="00104BE9"/>
    <w:rsid w:val="0010503C"/>
    <w:rsid w:val="00105CEF"/>
    <w:rsid w:val="00105E29"/>
    <w:rsid w:val="001060B0"/>
    <w:rsid w:val="00106136"/>
    <w:rsid w:val="00106190"/>
    <w:rsid w:val="0010637E"/>
    <w:rsid w:val="001063D4"/>
    <w:rsid w:val="00106DD1"/>
    <w:rsid w:val="00107004"/>
    <w:rsid w:val="0010720D"/>
    <w:rsid w:val="00107B8A"/>
    <w:rsid w:val="00107C58"/>
    <w:rsid w:val="00107EA8"/>
    <w:rsid w:val="0011021A"/>
    <w:rsid w:val="00110253"/>
    <w:rsid w:val="00110B7B"/>
    <w:rsid w:val="00110C30"/>
    <w:rsid w:val="001111E1"/>
    <w:rsid w:val="00111396"/>
    <w:rsid w:val="00111498"/>
    <w:rsid w:val="00111815"/>
    <w:rsid w:val="00111928"/>
    <w:rsid w:val="00111B59"/>
    <w:rsid w:val="00111B99"/>
    <w:rsid w:val="00111E17"/>
    <w:rsid w:val="00111E44"/>
    <w:rsid w:val="00111F68"/>
    <w:rsid w:val="0011252E"/>
    <w:rsid w:val="00112677"/>
    <w:rsid w:val="00112C3A"/>
    <w:rsid w:val="00112D60"/>
    <w:rsid w:val="00113150"/>
    <w:rsid w:val="001131B7"/>
    <w:rsid w:val="00113288"/>
    <w:rsid w:val="00113DBD"/>
    <w:rsid w:val="00113DF8"/>
    <w:rsid w:val="00113E35"/>
    <w:rsid w:val="00113FA9"/>
    <w:rsid w:val="00113FF0"/>
    <w:rsid w:val="001141EE"/>
    <w:rsid w:val="00114277"/>
    <w:rsid w:val="0011430C"/>
    <w:rsid w:val="001143D0"/>
    <w:rsid w:val="001144C8"/>
    <w:rsid w:val="00114D64"/>
    <w:rsid w:val="00114DEB"/>
    <w:rsid w:val="00115B5F"/>
    <w:rsid w:val="00115B7F"/>
    <w:rsid w:val="00115D9F"/>
    <w:rsid w:val="00116430"/>
    <w:rsid w:val="00116572"/>
    <w:rsid w:val="00116574"/>
    <w:rsid w:val="0011673B"/>
    <w:rsid w:val="001168D5"/>
    <w:rsid w:val="00116924"/>
    <w:rsid w:val="00116AA6"/>
    <w:rsid w:val="00116EC2"/>
    <w:rsid w:val="00116F60"/>
    <w:rsid w:val="001179E6"/>
    <w:rsid w:val="00117BE6"/>
    <w:rsid w:val="00117D0F"/>
    <w:rsid w:val="001201B0"/>
    <w:rsid w:val="001202A8"/>
    <w:rsid w:val="001202FD"/>
    <w:rsid w:val="00120A0C"/>
    <w:rsid w:val="00120A9E"/>
    <w:rsid w:val="00120B4C"/>
    <w:rsid w:val="00120C4E"/>
    <w:rsid w:val="00120D7D"/>
    <w:rsid w:val="00120DB4"/>
    <w:rsid w:val="00120E82"/>
    <w:rsid w:val="00120EDE"/>
    <w:rsid w:val="00120F23"/>
    <w:rsid w:val="0012117C"/>
    <w:rsid w:val="001214B7"/>
    <w:rsid w:val="001216E4"/>
    <w:rsid w:val="0012182C"/>
    <w:rsid w:val="001218DC"/>
    <w:rsid w:val="00121944"/>
    <w:rsid w:val="00121F8D"/>
    <w:rsid w:val="00121F9D"/>
    <w:rsid w:val="0012295A"/>
    <w:rsid w:val="001229DE"/>
    <w:rsid w:val="00122A8E"/>
    <w:rsid w:val="00122B08"/>
    <w:rsid w:val="00122B95"/>
    <w:rsid w:val="00122BAF"/>
    <w:rsid w:val="00122C19"/>
    <w:rsid w:val="00122D3A"/>
    <w:rsid w:val="00123587"/>
    <w:rsid w:val="001238A0"/>
    <w:rsid w:val="001239BC"/>
    <w:rsid w:val="00123DBE"/>
    <w:rsid w:val="001240FA"/>
    <w:rsid w:val="00124623"/>
    <w:rsid w:val="001246CB"/>
    <w:rsid w:val="00124898"/>
    <w:rsid w:val="00124D32"/>
    <w:rsid w:val="00124FCF"/>
    <w:rsid w:val="0012508D"/>
    <w:rsid w:val="00125754"/>
    <w:rsid w:val="00125877"/>
    <w:rsid w:val="00125D41"/>
    <w:rsid w:val="00126653"/>
    <w:rsid w:val="00126C48"/>
    <w:rsid w:val="00126D86"/>
    <w:rsid w:val="001278C2"/>
    <w:rsid w:val="0012795F"/>
    <w:rsid w:val="00127973"/>
    <w:rsid w:val="00127D8B"/>
    <w:rsid w:val="0013011B"/>
    <w:rsid w:val="00130588"/>
    <w:rsid w:val="001305BB"/>
    <w:rsid w:val="00130698"/>
    <w:rsid w:val="00131191"/>
    <w:rsid w:val="001311D3"/>
    <w:rsid w:val="001314A3"/>
    <w:rsid w:val="00131892"/>
    <w:rsid w:val="00131993"/>
    <w:rsid w:val="00131B88"/>
    <w:rsid w:val="00131C8D"/>
    <w:rsid w:val="00131EB2"/>
    <w:rsid w:val="00131FEB"/>
    <w:rsid w:val="00132222"/>
    <w:rsid w:val="0013252E"/>
    <w:rsid w:val="00132739"/>
    <w:rsid w:val="00132980"/>
    <w:rsid w:val="00132B37"/>
    <w:rsid w:val="00132F57"/>
    <w:rsid w:val="001333FA"/>
    <w:rsid w:val="00133AF3"/>
    <w:rsid w:val="00133FEA"/>
    <w:rsid w:val="00134349"/>
    <w:rsid w:val="001346D4"/>
    <w:rsid w:val="00134B38"/>
    <w:rsid w:val="00134CC9"/>
    <w:rsid w:val="00134D5F"/>
    <w:rsid w:val="00134FE6"/>
    <w:rsid w:val="00135009"/>
    <w:rsid w:val="00135138"/>
    <w:rsid w:val="0013549D"/>
    <w:rsid w:val="00135511"/>
    <w:rsid w:val="0013557B"/>
    <w:rsid w:val="001357F2"/>
    <w:rsid w:val="0013583A"/>
    <w:rsid w:val="001359C9"/>
    <w:rsid w:val="00135AB7"/>
    <w:rsid w:val="00135E89"/>
    <w:rsid w:val="00135F5A"/>
    <w:rsid w:val="001362AB"/>
    <w:rsid w:val="001362B5"/>
    <w:rsid w:val="001363AF"/>
    <w:rsid w:val="0013657B"/>
    <w:rsid w:val="00137083"/>
    <w:rsid w:val="0013717D"/>
    <w:rsid w:val="00137699"/>
    <w:rsid w:val="001377AE"/>
    <w:rsid w:val="0013795E"/>
    <w:rsid w:val="0013796D"/>
    <w:rsid w:val="001379B1"/>
    <w:rsid w:val="001379B7"/>
    <w:rsid w:val="001400CC"/>
    <w:rsid w:val="001401E0"/>
    <w:rsid w:val="00140292"/>
    <w:rsid w:val="001403A2"/>
    <w:rsid w:val="00140BB9"/>
    <w:rsid w:val="00141279"/>
    <w:rsid w:val="00141A20"/>
    <w:rsid w:val="00141D2E"/>
    <w:rsid w:val="00141FC7"/>
    <w:rsid w:val="00142201"/>
    <w:rsid w:val="001422FE"/>
    <w:rsid w:val="0014236C"/>
    <w:rsid w:val="00142451"/>
    <w:rsid w:val="001424C2"/>
    <w:rsid w:val="001425A7"/>
    <w:rsid w:val="00142A43"/>
    <w:rsid w:val="00142B35"/>
    <w:rsid w:val="00142C71"/>
    <w:rsid w:val="001430E7"/>
    <w:rsid w:val="0014329A"/>
    <w:rsid w:val="00143530"/>
    <w:rsid w:val="001435C0"/>
    <w:rsid w:val="00143609"/>
    <w:rsid w:val="00143A1A"/>
    <w:rsid w:val="00143A89"/>
    <w:rsid w:val="00143F40"/>
    <w:rsid w:val="001441A1"/>
    <w:rsid w:val="00144706"/>
    <w:rsid w:val="001447D3"/>
    <w:rsid w:val="00144E7A"/>
    <w:rsid w:val="00144F79"/>
    <w:rsid w:val="0014507B"/>
    <w:rsid w:val="0014517B"/>
    <w:rsid w:val="001452F7"/>
    <w:rsid w:val="00145522"/>
    <w:rsid w:val="001455E8"/>
    <w:rsid w:val="001457CD"/>
    <w:rsid w:val="00145B06"/>
    <w:rsid w:val="00145CBB"/>
    <w:rsid w:val="00145D01"/>
    <w:rsid w:val="00145EFE"/>
    <w:rsid w:val="00146334"/>
    <w:rsid w:val="0014644A"/>
    <w:rsid w:val="00146476"/>
    <w:rsid w:val="00146C91"/>
    <w:rsid w:val="00146EE5"/>
    <w:rsid w:val="00146F44"/>
    <w:rsid w:val="0014738E"/>
    <w:rsid w:val="001476D2"/>
    <w:rsid w:val="001476E8"/>
    <w:rsid w:val="0014774F"/>
    <w:rsid w:val="001478A7"/>
    <w:rsid w:val="00147F6C"/>
    <w:rsid w:val="00150273"/>
    <w:rsid w:val="0015060B"/>
    <w:rsid w:val="001508F8"/>
    <w:rsid w:val="0015162A"/>
    <w:rsid w:val="00151AD7"/>
    <w:rsid w:val="00151B90"/>
    <w:rsid w:val="00151CA8"/>
    <w:rsid w:val="001520E7"/>
    <w:rsid w:val="001525FB"/>
    <w:rsid w:val="00152601"/>
    <w:rsid w:val="0015288D"/>
    <w:rsid w:val="00152942"/>
    <w:rsid w:val="00152C32"/>
    <w:rsid w:val="00152E00"/>
    <w:rsid w:val="00152E38"/>
    <w:rsid w:val="00153300"/>
    <w:rsid w:val="00153A70"/>
    <w:rsid w:val="00153B37"/>
    <w:rsid w:val="00153B4E"/>
    <w:rsid w:val="00153B52"/>
    <w:rsid w:val="00153B92"/>
    <w:rsid w:val="00153E26"/>
    <w:rsid w:val="00153FFB"/>
    <w:rsid w:val="00154105"/>
    <w:rsid w:val="001541B2"/>
    <w:rsid w:val="001544E3"/>
    <w:rsid w:val="0015451C"/>
    <w:rsid w:val="001545E7"/>
    <w:rsid w:val="00154776"/>
    <w:rsid w:val="001547A1"/>
    <w:rsid w:val="00154D62"/>
    <w:rsid w:val="00154EB7"/>
    <w:rsid w:val="00154F2F"/>
    <w:rsid w:val="001550B0"/>
    <w:rsid w:val="00155479"/>
    <w:rsid w:val="00155582"/>
    <w:rsid w:val="001557BD"/>
    <w:rsid w:val="00155971"/>
    <w:rsid w:val="00155A8A"/>
    <w:rsid w:val="00155B9D"/>
    <w:rsid w:val="00155D02"/>
    <w:rsid w:val="00155D10"/>
    <w:rsid w:val="00155F51"/>
    <w:rsid w:val="0015615A"/>
    <w:rsid w:val="00156307"/>
    <w:rsid w:val="0015666D"/>
    <w:rsid w:val="00156719"/>
    <w:rsid w:val="001569A1"/>
    <w:rsid w:val="00156C5A"/>
    <w:rsid w:val="00156D01"/>
    <w:rsid w:val="001572A8"/>
    <w:rsid w:val="001573FD"/>
    <w:rsid w:val="00157412"/>
    <w:rsid w:val="00157621"/>
    <w:rsid w:val="0015785C"/>
    <w:rsid w:val="00157C97"/>
    <w:rsid w:val="00160128"/>
    <w:rsid w:val="0016031D"/>
    <w:rsid w:val="00160769"/>
    <w:rsid w:val="001608CB"/>
    <w:rsid w:val="00160A32"/>
    <w:rsid w:val="00161720"/>
    <w:rsid w:val="0016176D"/>
    <w:rsid w:val="0016178C"/>
    <w:rsid w:val="00161AC9"/>
    <w:rsid w:val="00161BDE"/>
    <w:rsid w:val="00161C6E"/>
    <w:rsid w:val="00161DF4"/>
    <w:rsid w:val="00162004"/>
    <w:rsid w:val="00162451"/>
    <w:rsid w:val="001628F2"/>
    <w:rsid w:val="00162E95"/>
    <w:rsid w:val="00162FFC"/>
    <w:rsid w:val="001634A2"/>
    <w:rsid w:val="001639A1"/>
    <w:rsid w:val="001639BA"/>
    <w:rsid w:val="00163FB1"/>
    <w:rsid w:val="001645BD"/>
    <w:rsid w:val="001648F8"/>
    <w:rsid w:val="00164BF3"/>
    <w:rsid w:val="00164FA7"/>
    <w:rsid w:val="0016501A"/>
    <w:rsid w:val="001650C9"/>
    <w:rsid w:val="0016556C"/>
    <w:rsid w:val="001657B2"/>
    <w:rsid w:val="00165A2C"/>
    <w:rsid w:val="00165AFD"/>
    <w:rsid w:val="00165C2D"/>
    <w:rsid w:val="00165CD4"/>
    <w:rsid w:val="00166027"/>
    <w:rsid w:val="001662EE"/>
    <w:rsid w:val="0016760F"/>
    <w:rsid w:val="00167728"/>
    <w:rsid w:val="00167752"/>
    <w:rsid w:val="00167EB5"/>
    <w:rsid w:val="00170371"/>
    <w:rsid w:val="00170380"/>
    <w:rsid w:val="00170451"/>
    <w:rsid w:val="0017045E"/>
    <w:rsid w:val="0017047A"/>
    <w:rsid w:val="001704F4"/>
    <w:rsid w:val="00170653"/>
    <w:rsid w:val="00170693"/>
    <w:rsid w:val="001708FA"/>
    <w:rsid w:val="00170D50"/>
    <w:rsid w:val="00170E97"/>
    <w:rsid w:val="00170EB5"/>
    <w:rsid w:val="0017111E"/>
    <w:rsid w:val="00171351"/>
    <w:rsid w:val="00171361"/>
    <w:rsid w:val="001713B2"/>
    <w:rsid w:val="001717D4"/>
    <w:rsid w:val="00171880"/>
    <w:rsid w:val="001719AF"/>
    <w:rsid w:val="00171D7E"/>
    <w:rsid w:val="00171F80"/>
    <w:rsid w:val="001723F7"/>
    <w:rsid w:val="00172429"/>
    <w:rsid w:val="001728D0"/>
    <w:rsid w:val="00173059"/>
    <w:rsid w:val="00173659"/>
    <w:rsid w:val="00173742"/>
    <w:rsid w:val="00173786"/>
    <w:rsid w:val="00173D47"/>
    <w:rsid w:val="00174060"/>
    <w:rsid w:val="00174161"/>
    <w:rsid w:val="0017439B"/>
    <w:rsid w:val="00174842"/>
    <w:rsid w:val="00174AAC"/>
    <w:rsid w:val="00174BF5"/>
    <w:rsid w:val="001751A8"/>
    <w:rsid w:val="00175590"/>
    <w:rsid w:val="001757CF"/>
    <w:rsid w:val="001758A5"/>
    <w:rsid w:val="00175E89"/>
    <w:rsid w:val="00175F1A"/>
    <w:rsid w:val="00176170"/>
    <w:rsid w:val="001768D4"/>
    <w:rsid w:val="00176C9D"/>
    <w:rsid w:val="0017765D"/>
    <w:rsid w:val="00177B2E"/>
    <w:rsid w:val="00177EE2"/>
    <w:rsid w:val="001804E5"/>
    <w:rsid w:val="0018075B"/>
    <w:rsid w:val="00180DB8"/>
    <w:rsid w:val="00180DFF"/>
    <w:rsid w:val="00180F26"/>
    <w:rsid w:val="0018127B"/>
    <w:rsid w:val="00181638"/>
    <w:rsid w:val="001816E8"/>
    <w:rsid w:val="001818DA"/>
    <w:rsid w:val="00181B8C"/>
    <w:rsid w:val="00181D49"/>
    <w:rsid w:val="00182098"/>
    <w:rsid w:val="00182234"/>
    <w:rsid w:val="001826FA"/>
    <w:rsid w:val="001826FB"/>
    <w:rsid w:val="00182D71"/>
    <w:rsid w:val="00182F8F"/>
    <w:rsid w:val="00183341"/>
    <w:rsid w:val="001835BA"/>
    <w:rsid w:val="00183A23"/>
    <w:rsid w:val="00183A4D"/>
    <w:rsid w:val="00183E94"/>
    <w:rsid w:val="00183FB5"/>
    <w:rsid w:val="001841D0"/>
    <w:rsid w:val="0018428F"/>
    <w:rsid w:val="00184715"/>
    <w:rsid w:val="00184997"/>
    <w:rsid w:val="00184FDB"/>
    <w:rsid w:val="001851D7"/>
    <w:rsid w:val="00185324"/>
    <w:rsid w:val="001854C0"/>
    <w:rsid w:val="0018561C"/>
    <w:rsid w:val="00185764"/>
    <w:rsid w:val="00185851"/>
    <w:rsid w:val="00185888"/>
    <w:rsid w:val="00185959"/>
    <w:rsid w:val="001859C2"/>
    <w:rsid w:val="00185FDB"/>
    <w:rsid w:val="001865C5"/>
    <w:rsid w:val="0018681D"/>
    <w:rsid w:val="00186878"/>
    <w:rsid w:val="00186AC3"/>
    <w:rsid w:val="00186E89"/>
    <w:rsid w:val="00187057"/>
    <w:rsid w:val="00187143"/>
    <w:rsid w:val="00187423"/>
    <w:rsid w:val="001879C1"/>
    <w:rsid w:val="00187C74"/>
    <w:rsid w:val="00187C92"/>
    <w:rsid w:val="00187CAC"/>
    <w:rsid w:val="00187D20"/>
    <w:rsid w:val="00187D41"/>
    <w:rsid w:val="00187E7F"/>
    <w:rsid w:val="00190035"/>
    <w:rsid w:val="001902EA"/>
    <w:rsid w:val="00190404"/>
    <w:rsid w:val="001904B1"/>
    <w:rsid w:val="00190501"/>
    <w:rsid w:val="00190538"/>
    <w:rsid w:val="001906D8"/>
    <w:rsid w:val="00190AC8"/>
    <w:rsid w:val="00190CD1"/>
    <w:rsid w:val="00190D01"/>
    <w:rsid w:val="00191564"/>
    <w:rsid w:val="00191940"/>
    <w:rsid w:val="0019198D"/>
    <w:rsid w:val="00191B5E"/>
    <w:rsid w:val="00191B7A"/>
    <w:rsid w:val="001921AD"/>
    <w:rsid w:val="001921AF"/>
    <w:rsid w:val="00192644"/>
    <w:rsid w:val="00192F3E"/>
    <w:rsid w:val="00193035"/>
    <w:rsid w:val="0019338D"/>
    <w:rsid w:val="00193725"/>
    <w:rsid w:val="00193BFA"/>
    <w:rsid w:val="0019403B"/>
    <w:rsid w:val="001940EA"/>
    <w:rsid w:val="00194531"/>
    <w:rsid w:val="001949BC"/>
    <w:rsid w:val="00194D35"/>
    <w:rsid w:val="00194D7B"/>
    <w:rsid w:val="00194DD2"/>
    <w:rsid w:val="00195149"/>
    <w:rsid w:val="00195304"/>
    <w:rsid w:val="00195345"/>
    <w:rsid w:val="00195516"/>
    <w:rsid w:val="0019558C"/>
    <w:rsid w:val="00195AD7"/>
    <w:rsid w:val="00195B1F"/>
    <w:rsid w:val="00195DC1"/>
    <w:rsid w:val="00196228"/>
    <w:rsid w:val="001964A9"/>
    <w:rsid w:val="00196B08"/>
    <w:rsid w:val="00196C0A"/>
    <w:rsid w:val="00196CB8"/>
    <w:rsid w:val="00196CBF"/>
    <w:rsid w:val="0019739F"/>
    <w:rsid w:val="001973AB"/>
    <w:rsid w:val="001973B5"/>
    <w:rsid w:val="00197591"/>
    <w:rsid w:val="0019762E"/>
    <w:rsid w:val="00197E2D"/>
    <w:rsid w:val="00197EE5"/>
    <w:rsid w:val="001A0493"/>
    <w:rsid w:val="001A06E4"/>
    <w:rsid w:val="001A0A40"/>
    <w:rsid w:val="001A0B1A"/>
    <w:rsid w:val="001A0B75"/>
    <w:rsid w:val="001A0DC4"/>
    <w:rsid w:val="001A0E1E"/>
    <w:rsid w:val="001A170F"/>
    <w:rsid w:val="001A1FC0"/>
    <w:rsid w:val="001A269D"/>
    <w:rsid w:val="001A2944"/>
    <w:rsid w:val="001A2ACE"/>
    <w:rsid w:val="001A2CFC"/>
    <w:rsid w:val="001A3281"/>
    <w:rsid w:val="001A35BC"/>
    <w:rsid w:val="001A428E"/>
    <w:rsid w:val="001A442F"/>
    <w:rsid w:val="001A4825"/>
    <w:rsid w:val="001A485D"/>
    <w:rsid w:val="001A4A19"/>
    <w:rsid w:val="001A4E3A"/>
    <w:rsid w:val="001A56D7"/>
    <w:rsid w:val="001A5ABA"/>
    <w:rsid w:val="001A5CAA"/>
    <w:rsid w:val="001A5E35"/>
    <w:rsid w:val="001A65B3"/>
    <w:rsid w:val="001A6BB5"/>
    <w:rsid w:val="001A727B"/>
    <w:rsid w:val="001A72D9"/>
    <w:rsid w:val="001A74B6"/>
    <w:rsid w:val="001A76CF"/>
    <w:rsid w:val="001A77F0"/>
    <w:rsid w:val="001A791E"/>
    <w:rsid w:val="001A7A47"/>
    <w:rsid w:val="001A7C47"/>
    <w:rsid w:val="001B00BF"/>
    <w:rsid w:val="001B025A"/>
    <w:rsid w:val="001B0394"/>
    <w:rsid w:val="001B054E"/>
    <w:rsid w:val="001B087C"/>
    <w:rsid w:val="001B0CF7"/>
    <w:rsid w:val="001B0E6A"/>
    <w:rsid w:val="001B0F87"/>
    <w:rsid w:val="001B127F"/>
    <w:rsid w:val="001B1480"/>
    <w:rsid w:val="001B15BE"/>
    <w:rsid w:val="001B1625"/>
    <w:rsid w:val="001B1B48"/>
    <w:rsid w:val="001B1BE6"/>
    <w:rsid w:val="001B1D5B"/>
    <w:rsid w:val="001B1E85"/>
    <w:rsid w:val="001B1EFC"/>
    <w:rsid w:val="001B24DE"/>
    <w:rsid w:val="001B27CE"/>
    <w:rsid w:val="001B2865"/>
    <w:rsid w:val="001B28B1"/>
    <w:rsid w:val="001B2937"/>
    <w:rsid w:val="001B2CD4"/>
    <w:rsid w:val="001B33F9"/>
    <w:rsid w:val="001B375C"/>
    <w:rsid w:val="001B37F6"/>
    <w:rsid w:val="001B3A1E"/>
    <w:rsid w:val="001B4233"/>
    <w:rsid w:val="001B425F"/>
    <w:rsid w:val="001B49E6"/>
    <w:rsid w:val="001B4E13"/>
    <w:rsid w:val="001B4F5D"/>
    <w:rsid w:val="001B4F5E"/>
    <w:rsid w:val="001B514E"/>
    <w:rsid w:val="001B53FA"/>
    <w:rsid w:val="001B5516"/>
    <w:rsid w:val="001B5774"/>
    <w:rsid w:val="001B5928"/>
    <w:rsid w:val="001B5F0C"/>
    <w:rsid w:val="001B5FAE"/>
    <w:rsid w:val="001B62A4"/>
    <w:rsid w:val="001B662B"/>
    <w:rsid w:val="001B6A47"/>
    <w:rsid w:val="001B6C03"/>
    <w:rsid w:val="001B6D32"/>
    <w:rsid w:val="001B6DC0"/>
    <w:rsid w:val="001B6E66"/>
    <w:rsid w:val="001B6E98"/>
    <w:rsid w:val="001B71ED"/>
    <w:rsid w:val="001B7369"/>
    <w:rsid w:val="001B749F"/>
    <w:rsid w:val="001B764C"/>
    <w:rsid w:val="001B764F"/>
    <w:rsid w:val="001B7900"/>
    <w:rsid w:val="001B7B73"/>
    <w:rsid w:val="001B7DBC"/>
    <w:rsid w:val="001B7E1F"/>
    <w:rsid w:val="001C036A"/>
    <w:rsid w:val="001C069E"/>
    <w:rsid w:val="001C080C"/>
    <w:rsid w:val="001C084C"/>
    <w:rsid w:val="001C084F"/>
    <w:rsid w:val="001C0A5F"/>
    <w:rsid w:val="001C0CE9"/>
    <w:rsid w:val="001C1415"/>
    <w:rsid w:val="001C1823"/>
    <w:rsid w:val="001C1A36"/>
    <w:rsid w:val="001C1B7E"/>
    <w:rsid w:val="001C2102"/>
    <w:rsid w:val="001C2307"/>
    <w:rsid w:val="001C246C"/>
    <w:rsid w:val="001C28A3"/>
    <w:rsid w:val="001C2FF9"/>
    <w:rsid w:val="001C330C"/>
    <w:rsid w:val="001C351A"/>
    <w:rsid w:val="001C35E0"/>
    <w:rsid w:val="001C367A"/>
    <w:rsid w:val="001C368F"/>
    <w:rsid w:val="001C3B09"/>
    <w:rsid w:val="001C3C91"/>
    <w:rsid w:val="001C3E93"/>
    <w:rsid w:val="001C41AB"/>
    <w:rsid w:val="001C4325"/>
    <w:rsid w:val="001C45FD"/>
    <w:rsid w:val="001C4805"/>
    <w:rsid w:val="001C492B"/>
    <w:rsid w:val="001C4995"/>
    <w:rsid w:val="001C4A99"/>
    <w:rsid w:val="001C4B77"/>
    <w:rsid w:val="001C4D18"/>
    <w:rsid w:val="001C50F2"/>
    <w:rsid w:val="001C5449"/>
    <w:rsid w:val="001C5927"/>
    <w:rsid w:val="001C5939"/>
    <w:rsid w:val="001C59D6"/>
    <w:rsid w:val="001C615F"/>
    <w:rsid w:val="001C619F"/>
    <w:rsid w:val="001C6375"/>
    <w:rsid w:val="001C65F2"/>
    <w:rsid w:val="001C6956"/>
    <w:rsid w:val="001C6A84"/>
    <w:rsid w:val="001C6B2D"/>
    <w:rsid w:val="001C6CE4"/>
    <w:rsid w:val="001C6D27"/>
    <w:rsid w:val="001C6D57"/>
    <w:rsid w:val="001C7210"/>
    <w:rsid w:val="001C7218"/>
    <w:rsid w:val="001C74C6"/>
    <w:rsid w:val="001D004C"/>
    <w:rsid w:val="001D0217"/>
    <w:rsid w:val="001D0DFC"/>
    <w:rsid w:val="001D0EFA"/>
    <w:rsid w:val="001D0F58"/>
    <w:rsid w:val="001D0FFF"/>
    <w:rsid w:val="001D13A9"/>
    <w:rsid w:val="001D1638"/>
    <w:rsid w:val="001D174E"/>
    <w:rsid w:val="001D17BF"/>
    <w:rsid w:val="001D1889"/>
    <w:rsid w:val="001D1E49"/>
    <w:rsid w:val="001D2824"/>
    <w:rsid w:val="001D2C80"/>
    <w:rsid w:val="001D2E3C"/>
    <w:rsid w:val="001D2FEC"/>
    <w:rsid w:val="001D31F8"/>
    <w:rsid w:val="001D38AB"/>
    <w:rsid w:val="001D3DA4"/>
    <w:rsid w:val="001D3DFA"/>
    <w:rsid w:val="001D3FFA"/>
    <w:rsid w:val="001D4174"/>
    <w:rsid w:val="001D47B2"/>
    <w:rsid w:val="001D4A6D"/>
    <w:rsid w:val="001D522E"/>
    <w:rsid w:val="001D5645"/>
    <w:rsid w:val="001D5746"/>
    <w:rsid w:val="001D5810"/>
    <w:rsid w:val="001D5D99"/>
    <w:rsid w:val="001D65E4"/>
    <w:rsid w:val="001D6F41"/>
    <w:rsid w:val="001D73E2"/>
    <w:rsid w:val="001D755E"/>
    <w:rsid w:val="001D792D"/>
    <w:rsid w:val="001D7DA1"/>
    <w:rsid w:val="001E05B0"/>
    <w:rsid w:val="001E0976"/>
    <w:rsid w:val="001E0CE4"/>
    <w:rsid w:val="001E152F"/>
    <w:rsid w:val="001E16E3"/>
    <w:rsid w:val="001E185E"/>
    <w:rsid w:val="001E1C32"/>
    <w:rsid w:val="001E1CD2"/>
    <w:rsid w:val="001E1F36"/>
    <w:rsid w:val="001E20AB"/>
    <w:rsid w:val="001E221E"/>
    <w:rsid w:val="001E24EC"/>
    <w:rsid w:val="001E2593"/>
    <w:rsid w:val="001E2AE6"/>
    <w:rsid w:val="001E2B23"/>
    <w:rsid w:val="001E2C14"/>
    <w:rsid w:val="001E2FAD"/>
    <w:rsid w:val="001E367C"/>
    <w:rsid w:val="001E3A83"/>
    <w:rsid w:val="001E3F31"/>
    <w:rsid w:val="001E45B6"/>
    <w:rsid w:val="001E45BD"/>
    <w:rsid w:val="001E4733"/>
    <w:rsid w:val="001E4992"/>
    <w:rsid w:val="001E4FB5"/>
    <w:rsid w:val="001E5203"/>
    <w:rsid w:val="001E528E"/>
    <w:rsid w:val="001E5659"/>
    <w:rsid w:val="001E56F2"/>
    <w:rsid w:val="001E6380"/>
    <w:rsid w:val="001E656B"/>
    <w:rsid w:val="001E6CDC"/>
    <w:rsid w:val="001E6F38"/>
    <w:rsid w:val="001E7058"/>
    <w:rsid w:val="001E7168"/>
    <w:rsid w:val="001E7747"/>
    <w:rsid w:val="001E795C"/>
    <w:rsid w:val="001E7A2F"/>
    <w:rsid w:val="001E7A88"/>
    <w:rsid w:val="001E7EF8"/>
    <w:rsid w:val="001F045F"/>
    <w:rsid w:val="001F0508"/>
    <w:rsid w:val="001F0A56"/>
    <w:rsid w:val="001F0B07"/>
    <w:rsid w:val="001F0EFA"/>
    <w:rsid w:val="001F101E"/>
    <w:rsid w:val="001F12CF"/>
    <w:rsid w:val="001F134A"/>
    <w:rsid w:val="001F13AC"/>
    <w:rsid w:val="001F160F"/>
    <w:rsid w:val="001F18CF"/>
    <w:rsid w:val="001F1A85"/>
    <w:rsid w:val="001F1C27"/>
    <w:rsid w:val="001F1D3F"/>
    <w:rsid w:val="001F1EF5"/>
    <w:rsid w:val="001F1F39"/>
    <w:rsid w:val="001F1F60"/>
    <w:rsid w:val="001F2043"/>
    <w:rsid w:val="001F2061"/>
    <w:rsid w:val="001F21B2"/>
    <w:rsid w:val="001F21C6"/>
    <w:rsid w:val="001F22F4"/>
    <w:rsid w:val="001F2343"/>
    <w:rsid w:val="001F248C"/>
    <w:rsid w:val="001F2870"/>
    <w:rsid w:val="001F2E68"/>
    <w:rsid w:val="001F2E8C"/>
    <w:rsid w:val="001F2ECD"/>
    <w:rsid w:val="001F2F98"/>
    <w:rsid w:val="001F313C"/>
    <w:rsid w:val="001F3A53"/>
    <w:rsid w:val="001F3CD1"/>
    <w:rsid w:val="001F3D49"/>
    <w:rsid w:val="001F4200"/>
    <w:rsid w:val="001F45AD"/>
    <w:rsid w:val="001F568E"/>
    <w:rsid w:val="001F5B18"/>
    <w:rsid w:val="001F5C19"/>
    <w:rsid w:val="001F5C3D"/>
    <w:rsid w:val="001F6027"/>
    <w:rsid w:val="001F624B"/>
    <w:rsid w:val="001F6556"/>
    <w:rsid w:val="001F663E"/>
    <w:rsid w:val="001F680F"/>
    <w:rsid w:val="001F69AD"/>
    <w:rsid w:val="001F6DAD"/>
    <w:rsid w:val="001F73A7"/>
    <w:rsid w:val="001F7627"/>
    <w:rsid w:val="001F7BC6"/>
    <w:rsid w:val="001F7CA1"/>
    <w:rsid w:val="001F7FFA"/>
    <w:rsid w:val="002005CE"/>
    <w:rsid w:val="00200685"/>
    <w:rsid w:val="00200861"/>
    <w:rsid w:val="002008E9"/>
    <w:rsid w:val="00200ACA"/>
    <w:rsid w:val="00200B51"/>
    <w:rsid w:val="002011EF"/>
    <w:rsid w:val="002013B4"/>
    <w:rsid w:val="00201484"/>
    <w:rsid w:val="002014D4"/>
    <w:rsid w:val="00201552"/>
    <w:rsid w:val="0020157D"/>
    <w:rsid w:val="002015A0"/>
    <w:rsid w:val="00201AA0"/>
    <w:rsid w:val="00201AAE"/>
    <w:rsid w:val="00201CF8"/>
    <w:rsid w:val="00201FB1"/>
    <w:rsid w:val="002022E2"/>
    <w:rsid w:val="00202491"/>
    <w:rsid w:val="002024D4"/>
    <w:rsid w:val="00202928"/>
    <w:rsid w:val="00202980"/>
    <w:rsid w:val="00202B12"/>
    <w:rsid w:val="00202E26"/>
    <w:rsid w:val="00202E9D"/>
    <w:rsid w:val="00203012"/>
    <w:rsid w:val="00203A1C"/>
    <w:rsid w:val="00203B9F"/>
    <w:rsid w:val="00203D30"/>
    <w:rsid w:val="00203D3D"/>
    <w:rsid w:val="00203E44"/>
    <w:rsid w:val="00204972"/>
    <w:rsid w:val="00204E6B"/>
    <w:rsid w:val="00204E7A"/>
    <w:rsid w:val="00204EA3"/>
    <w:rsid w:val="00205021"/>
    <w:rsid w:val="0020518E"/>
    <w:rsid w:val="0020590F"/>
    <w:rsid w:val="002061BD"/>
    <w:rsid w:val="00206210"/>
    <w:rsid w:val="002062AA"/>
    <w:rsid w:val="0020690E"/>
    <w:rsid w:val="0020693D"/>
    <w:rsid w:val="00206CB0"/>
    <w:rsid w:val="00206DEC"/>
    <w:rsid w:val="00207168"/>
    <w:rsid w:val="00207395"/>
    <w:rsid w:val="00207454"/>
    <w:rsid w:val="0020745F"/>
    <w:rsid w:val="002076C9"/>
    <w:rsid w:val="00207AB7"/>
    <w:rsid w:val="00207C56"/>
    <w:rsid w:val="002102C4"/>
    <w:rsid w:val="002104CE"/>
    <w:rsid w:val="00210987"/>
    <w:rsid w:val="00210A0C"/>
    <w:rsid w:val="00210A44"/>
    <w:rsid w:val="00210CC8"/>
    <w:rsid w:val="00211165"/>
    <w:rsid w:val="0021139F"/>
    <w:rsid w:val="002115C2"/>
    <w:rsid w:val="002115CB"/>
    <w:rsid w:val="002115E0"/>
    <w:rsid w:val="002117DD"/>
    <w:rsid w:val="00211F8C"/>
    <w:rsid w:val="00212021"/>
    <w:rsid w:val="00212214"/>
    <w:rsid w:val="002122B7"/>
    <w:rsid w:val="0021287D"/>
    <w:rsid w:val="00212CF9"/>
    <w:rsid w:val="00212DDA"/>
    <w:rsid w:val="002131C8"/>
    <w:rsid w:val="0021327E"/>
    <w:rsid w:val="0021345E"/>
    <w:rsid w:val="002134EA"/>
    <w:rsid w:val="002135AD"/>
    <w:rsid w:val="002139B6"/>
    <w:rsid w:val="002139F4"/>
    <w:rsid w:val="00213A1E"/>
    <w:rsid w:val="00213B00"/>
    <w:rsid w:val="00213C1F"/>
    <w:rsid w:val="00213D82"/>
    <w:rsid w:val="00214017"/>
    <w:rsid w:val="0021407F"/>
    <w:rsid w:val="002140E9"/>
    <w:rsid w:val="00214177"/>
    <w:rsid w:val="002141E8"/>
    <w:rsid w:val="002141F0"/>
    <w:rsid w:val="00214863"/>
    <w:rsid w:val="002148A9"/>
    <w:rsid w:val="00214909"/>
    <w:rsid w:val="00214C30"/>
    <w:rsid w:val="00214DD8"/>
    <w:rsid w:val="00215113"/>
    <w:rsid w:val="002153E0"/>
    <w:rsid w:val="002158F7"/>
    <w:rsid w:val="00215947"/>
    <w:rsid w:val="00215A71"/>
    <w:rsid w:val="00216313"/>
    <w:rsid w:val="00216ADD"/>
    <w:rsid w:val="00217196"/>
    <w:rsid w:val="002175E4"/>
    <w:rsid w:val="00217890"/>
    <w:rsid w:val="0021790A"/>
    <w:rsid w:val="00217A4D"/>
    <w:rsid w:val="00217ABA"/>
    <w:rsid w:val="00217AC3"/>
    <w:rsid w:val="00217C0A"/>
    <w:rsid w:val="00217E08"/>
    <w:rsid w:val="00217F39"/>
    <w:rsid w:val="0022014A"/>
    <w:rsid w:val="00220478"/>
    <w:rsid w:val="0022048A"/>
    <w:rsid w:val="00220853"/>
    <w:rsid w:val="00220AF3"/>
    <w:rsid w:val="00220D28"/>
    <w:rsid w:val="00220F09"/>
    <w:rsid w:val="00220F81"/>
    <w:rsid w:val="00220FDE"/>
    <w:rsid w:val="0022127F"/>
    <w:rsid w:val="0022159F"/>
    <w:rsid w:val="00221C10"/>
    <w:rsid w:val="00221C3F"/>
    <w:rsid w:val="00221C45"/>
    <w:rsid w:val="00221CBF"/>
    <w:rsid w:val="00221CF5"/>
    <w:rsid w:val="00221EB8"/>
    <w:rsid w:val="00221ECC"/>
    <w:rsid w:val="00221F0A"/>
    <w:rsid w:val="00222360"/>
    <w:rsid w:val="002223E2"/>
    <w:rsid w:val="00222558"/>
    <w:rsid w:val="00222634"/>
    <w:rsid w:val="00222793"/>
    <w:rsid w:val="00222AB6"/>
    <w:rsid w:val="0022360A"/>
    <w:rsid w:val="00223650"/>
    <w:rsid w:val="002238C4"/>
    <w:rsid w:val="0022392A"/>
    <w:rsid w:val="002239D8"/>
    <w:rsid w:val="00223AEC"/>
    <w:rsid w:val="00223CD5"/>
    <w:rsid w:val="00223DD1"/>
    <w:rsid w:val="00223F8E"/>
    <w:rsid w:val="002241CE"/>
    <w:rsid w:val="002242DF"/>
    <w:rsid w:val="002249DE"/>
    <w:rsid w:val="00224B04"/>
    <w:rsid w:val="00224BB2"/>
    <w:rsid w:val="00224D67"/>
    <w:rsid w:val="002252F9"/>
    <w:rsid w:val="002254D7"/>
    <w:rsid w:val="00225627"/>
    <w:rsid w:val="002256F3"/>
    <w:rsid w:val="00225D4D"/>
    <w:rsid w:val="002264FF"/>
    <w:rsid w:val="002265D8"/>
    <w:rsid w:val="002268EA"/>
    <w:rsid w:val="002269D4"/>
    <w:rsid w:val="00226C7A"/>
    <w:rsid w:val="00226F9A"/>
    <w:rsid w:val="00227207"/>
    <w:rsid w:val="0022736F"/>
    <w:rsid w:val="0022756F"/>
    <w:rsid w:val="00227570"/>
    <w:rsid w:val="002277BF"/>
    <w:rsid w:val="00227969"/>
    <w:rsid w:val="00227E99"/>
    <w:rsid w:val="00230032"/>
    <w:rsid w:val="00230246"/>
    <w:rsid w:val="00230383"/>
    <w:rsid w:val="00230D25"/>
    <w:rsid w:val="00230F38"/>
    <w:rsid w:val="00230FE6"/>
    <w:rsid w:val="0023112B"/>
    <w:rsid w:val="00231565"/>
    <w:rsid w:val="0023162B"/>
    <w:rsid w:val="002317A6"/>
    <w:rsid w:val="00231A7F"/>
    <w:rsid w:val="00231C4B"/>
    <w:rsid w:val="00231EE0"/>
    <w:rsid w:val="0023200A"/>
    <w:rsid w:val="002321A2"/>
    <w:rsid w:val="002321AA"/>
    <w:rsid w:val="002327EF"/>
    <w:rsid w:val="00232A65"/>
    <w:rsid w:val="00232F4A"/>
    <w:rsid w:val="002335BC"/>
    <w:rsid w:val="002338AE"/>
    <w:rsid w:val="00233F08"/>
    <w:rsid w:val="00234014"/>
    <w:rsid w:val="0023412E"/>
    <w:rsid w:val="0023435F"/>
    <w:rsid w:val="00234439"/>
    <w:rsid w:val="00234B12"/>
    <w:rsid w:val="0023559E"/>
    <w:rsid w:val="002359D4"/>
    <w:rsid w:val="00235D13"/>
    <w:rsid w:val="00235E48"/>
    <w:rsid w:val="00236096"/>
    <w:rsid w:val="0023687A"/>
    <w:rsid w:val="0023694E"/>
    <w:rsid w:val="00236EFF"/>
    <w:rsid w:val="00236F74"/>
    <w:rsid w:val="00237122"/>
    <w:rsid w:val="00237317"/>
    <w:rsid w:val="00237580"/>
    <w:rsid w:val="00237DA6"/>
    <w:rsid w:val="00237EF0"/>
    <w:rsid w:val="002402EF"/>
    <w:rsid w:val="002403EE"/>
    <w:rsid w:val="00240861"/>
    <w:rsid w:val="00240B99"/>
    <w:rsid w:val="00240BD4"/>
    <w:rsid w:val="00240E83"/>
    <w:rsid w:val="00240FB9"/>
    <w:rsid w:val="0024154A"/>
    <w:rsid w:val="00241759"/>
    <w:rsid w:val="00241923"/>
    <w:rsid w:val="00241C5A"/>
    <w:rsid w:val="00241C9F"/>
    <w:rsid w:val="00241DDA"/>
    <w:rsid w:val="00241DDE"/>
    <w:rsid w:val="00241F55"/>
    <w:rsid w:val="00241F6E"/>
    <w:rsid w:val="002420AA"/>
    <w:rsid w:val="002422E1"/>
    <w:rsid w:val="00242375"/>
    <w:rsid w:val="002423E1"/>
    <w:rsid w:val="002424EE"/>
    <w:rsid w:val="0024255F"/>
    <w:rsid w:val="002425E4"/>
    <w:rsid w:val="00242804"/>
    <w:rsid w:val="00242AF0"/>
    <w:rsid w:val="00242C6C"/>
    <w:rsid w:val="00243234"/>
    <w:rsid w:val="0024351C"/>
    <w:rsid w:val="00243648"/>
    <w:rsid w:val="0024399A"/>
    <w:rsid w:val="00243C61"/>
    <w:rsid w:val="002442ED"/>
    <w:rsid w:val="002443B7"/>
    <w:rsid w:val="00244601"/>
    <w:rsid w:val="002447E4"/>
    <w:rsid w:val="00244B90"/>
    <w:rsid w:val="00245271"/>
    <w:rsid w:val="00245379"/>
    <w:rsid w:val="00245AA3"/>
    <w:rsid w:val="00246001"/>
    <w:rsid w:val="00246926"/>
    <w:rsid w:val="002469A7"/>
    <w:rsid w:val="00246AA4"/>
    <w:rsid w:val="00246C27"/>
    <w:rsid w:val="00246C64"/>
    <w:rsid w:val="00246DCC"/>
    <w:rsid w:val="0024704D"/>
    <w:rsid w:val="002470E8"/>
    <w:rsid w:val="00247D36"/>
    <w:rsid w:val="00247E7D"/>
    <w:rsid w:val="00247EE4"/>
    <w:rsid w:val="00250290"/>
    <w:rsid w:val="00250423"/>
    <w:rsid w:val="00250A7F"/>
    <w:rsid w:val="00250B01"/>
    <w:rsid w:val="00250B66"/>
    <w:rsid w:val="0025105F"/>
    <w:rsid w:val="0025116F"/>
    <w:rsid w:val="0025142D"/>
    <w:rsid w:val="0025164D"/>
    <w:rsid w:val="00251BB8"/>
    <w:rsid w:val="00251BEC"/>
    <w:rsid w:val="00251F58"/>
    <w:rsid w:val="00252647"/>
    <w:rsid w:val="00252A5D"/>
    <w:rsid w:val="00252B10"/>
    <w:rsid w:val="00252B4F"/>
    <w:rsid w:val="00252F19"/>
    <w:rsid w:val="00252FFE"/>
    <w:rsid w:val="00253210"/>
    <w:rsid w:val="00253264"/>
    <w:rsid w:val="0025326E"/>
    <w:rsid w:val="0025374E"/>
    <w:rsid w:val="0025386D"/>
    <w:rsid w:val="002538E4"/>
    <w:rsid w:val="002539C6"/>
    <w:rsid w:val="00253ECD"/>
    <w:rsid w:val="0025422D"/>
    <w:rsid w:val="00254279"/>
    <w:rsid w:val="002543A0"/>
    <w:rsid w:val="00254490"/>
    <w:rsid w:val="002544AB"/>
    <w:rsid w:val="00254657"/>
    <w:rsid w:val="00254E70"/>
    <w:rsid w:val="00254FD9"/>
    <w:rsid w:val="00255041"/>
    <w:rsid w:val="00255332"/>
    <w:rsid w:val="00255666"/>
    <w:rsid w:val="0025598B"/>
    <w:rsid w:val="00255B19"/>
    <w:rsid w:val="00255C1A"/>
    <w:rsid w:val="00255C3F"/>
    <w:rsid w:val="00255CEE"/>
    <w:rsid w:val="00255F8C"/>
    <w:rsid w:val="00256033"/>
    <w:rsid w:val="0025646A"/>
    <w:rsid w:val="002564B6"/>
    <w:rsid w:val="00256729"/>
    <w:rsid w:val="0025694E"/>
    <w:rsid w:val="00256AFD"/>
    <w:rsid w:val="00256CA6"/>
    <w:rsid w:val="002571B5"/>
    <w:rsid w:val="002571E3"/>
    <w:rsid w:val="002573B5"/>
    <w:rsid w:val="002576D5"/>
    <w:rsid w:val="002578CE"/>
    <w:rsid w:val="00257ACF"/>
    <w:rsid w:val="00260034"/>
    <w:rsid w:val="0026005A"/>
    <w:rsid w:val="002600EF"/>
    <w:rsid w:val="002603B1"/>
    <w:rsid w:val="002606BD"/>
    <w:rsid w:val="0026085C"/>
    <w:rsid w:val="002608C3"/>
    <w:rsid w:val="00260911"/>
    <w:rsid w:val="0026092F"/>
    <w:rsid w:val="00260CA0"/>
    <w:rsid w:val="00260F18"/>
    <w:rsid w:val="00261074"/>
    <w:rsid w:val="00261E9B"/>
    <w:rsid w:val="00262186"/>
    <w:rsid w:val="00262497"/>
    <w:rsid w:val="0026256A"/>
    <w:rsid w:val="002626C0"/>
    <w:rsid w:val="00262ADE"/>
    <w:rsid w:val="00262AFD"/>
    <w:rsid w:val="00263041"/>
    <w:rsid w:val="00263417"/>
    <w:rsid w:val="002640E5"/>
    <w:rsid w:val="00264106"/>
    <w:rsid w:val="00264142"/>
    <w:rsid w:val="00264686"/>
    <w:rsid w:val="002646D4"/>
    <w:rsid w:val="002648A8"/>
    <w:rsid w:val="002649E5"/>
    <w:rsid w:val="00264D2E"/>
    <w:rsid w:val="0026521A"/>
    <w:rsid w:val="002654B1"/>
    <w:rsid w:val="002657FA"/>
    <w:rsid w:val="0026595F"/>
    <w:rsid w:val="00265B98"/>
    <w:rsid w:val="00265D9C"/>
    <w:rsid w:val="00265F36"/>
    <w:rsid w:val="00265F65"/>
    <w:rsid w:val="002662D6"/>
    <w:rsid w:val="00266557"/>
    <w:rsid w:val="002665F4"/>
    <w:rsid w:val="00266610"/>
    <w:rsid w:val="0026680E"/>
    <w:rsid w:val="00266A5F"/>
    <w:rsid w:val="00266CF3"/>
    <w:rsid w:val="00266DFC"/>
    <w:rsid w:val="00267877"/>
    <w:rsid w:val="00267B76"/>
    <w:rsid w:val="002700DB"/>
    <w:rsid w:val="002701B3"/>
    <w:rsid w:val="00270429"/>
    <w:rsid w:val="0027073F"/>
    <w:rsid w:val="00270B19"/>
    <w:rsid w:val="00270C49"/>
    <w:rsid w:val="00270E9F"/>
    <w:rsid w:val="00270F60"/>
    <w:rsid w:val="0027107E"/>
    <w:rsid w:val="00271216"/>
    <w:rsid w:val="00272031"/>
    <w:rsid w:val="0027215C"/>
    <w:rsid w:val="0027221C"/>
    <w:rsid w:val="00272342"/>
    <w:rsid w:val="002728C3"/>
    <w:rsid w:val="00272997"/>
    <w:rsid w:val="00272C03"/>
    <w:rsid w:val="00272D23"/>
    <w:rsid w:val="00272FC2"/>
    <w:rsid w:val="002734AC"/>
    <w:rsid w:val="0027358C"/>
    <w:rsid w:val="00273638"/>
    <w:rsid w:val="0027366A"/>
    <w:rsid w:val="0027370B"/>
    <w:rsid w:val="0027389A"/>
    <w:rsid w:val="00273BD4"/>
    <w:rsid w:val="00273C7F"/>
    <w:rsid w:val="00274B49"/>
    <w:rsid w:val="002754E3"/>
    <w:rsid w:val="002755D8"/>
    <w:rsid w:val="002759A8"/>
    <w:rsid w:val="00275B69"/>
    <w:rsid w:val="00275D10"/>
    <w:rsid w:val="00275E19"/>
    <w:rsid w:val="0027602D"/>
    <w:rsid w:val="0027604B"/>
    <w:rsid w:val="0027615D"/>
    <w:rsid w:val="00276171"/>
    <w:rsid w:val="00276423"/>
    <w:rsid w:val="00276F0F"/>
    <w:rsid w:val="0027703D"/>
    <w:rsid w:val="0027724F"/>
    <w:rsid w:val="00277369"/>
    <w:rsid w:val="002773C2"/>
    <w:rsid w:val="0027745D"/>
    <w:rsid w:val="002775DC"/>
    <w:rsid w:val="0028029D"/>
    <w:rsid w:val="002803F6"/>
    <w:rsid w:val="0028075C"/>
    <w:rsid w:val="002807E8"/>
    <w:rsid w:val="00280B2C"/>
    <w:rsid w:val="00280E9C"/>
    <w:rsid w:val="00280FFC"/>
    <w:rsid w:val="002811B8"/>
    <w:rsid w:val="00282093"/>
    <w:rsid w:val="00282600"/>
    <w:rsid w:val="002826FE"/>
    <w:rsid w:val="00282AE8"/>
    <w:rsid w:val="00283130"/>
    <w:rsid w:val="00283275"/>
    <w:rsid w:val="0028327B"/>
    <w:rsid w:val="0028337F"/>
    <w:rsid w:val="002835F6"/>
    <w:rsid w:val="002838F0"/>
    <w:rsid w:val="00283F85"/>
    <w:rsid w:val="00284D88"/>
    <w:rsid w:val="00284E05"/>
    <w:rsid w:val="00284FE0"/>
    <w:rsid w:val="002853AE"/>
    <w:rsid w:val="00285442"/>
    <w:rsid w:val="0028559F"/>
    <w:rsid w:val="002858DA"/>
    <w:rsid w:val="00285AF5"/>
    <w:rsid w:val="00285B4F"/>
    <w:rsid w:val="00285CE2"/>
    <w:rsid w:val="002865F4"/>
    <w:rsid w:val="00286617"/>
    <w:rsid w:val="00286671"/>
    <w:rsid w:val="00287416"/>
    <w:rsid w:val="0028799B"/>
    <w:rsid w:val="00287BD2"/>
    <w:rsid w:val="00287FD5"/>
    <w:rsid w:val="002900A6"/>
    <w:rsid w:val="002900E7"/>
    <w:rsid w:val="002903F7"/>
    <w:rsid w:val="002904B9"/>
    <w:rsid w:val="002907CC"/>
    <w:rsid w:val="002917D4"/>
    <w:rsid w:val="002917DD"/>
    <w:rsid w:val="0029199E"/>
    <w:rsid w:val="00291A03"/>
    <w:rsid w:val="00291CFD"/>
    <w:rsid w:val="00291D68"/>
    <w:rsid w:val="00291FC2"/>
    <w:rsid w:val="0029204D"/>
    <w:rsid w:val="0029249B"/>
    <w:rsid w:val="002925F7"/>
    <w:rsid w:val="00292E76"/>
    <w:rsid w:val="00293041"/>
    <w:rsid w:val="002932B6"/>
    <w:rsid w:val="00293609"/>
    <w:rsid w:val="00293648"/>
    <w:rsid w:val="002936B1"/>
    <w:rsid w:val="00293BE2"/>
    <w:rsid w:val="00293C8C"/>
    <w:rsid w:val="00293D22"/>
    <w:rsid w:val="00293F37"/>
    <w:rsid w:val="00294672"/>
    <w:rsid w:val="0029489D"/>
    <w:rsid w:val="00294959"/>
    <w:rsid w:val="00294C8E"/>
    <w:rsid w:val="00294D99"/>
    <w:rsid w:val="00294F97"/>
    <w:rsid w:val="0029537C"/>
    <w:rsid w:val="0029563C"/>
    <w:rsid w:val="002956A4"/>
    <w:rsid w:val="002956D5"/>
    <w:rsid w:val="00295FF9"/>
    <w:rsid w:val="00296054"/>
    <w:rsid w:val="0029640F"/>
    <w:rsid w:val="0029672F"/>
    <w:rsid w:val="002968DE"/>
    <w:rsid w:val="00296A92"/>
    <w:rsid w:val="00296D53"/>
    <w:rsid w:val="00296D5F"/>
    <w:rsid w:val="0029720A"/>
    <w:rsid w:val="002972A7"/>
    <w:rsid w:val="002975B1"/>
    <w:rsid w:val="00297BE8"/>
    <w:rsid w:val="00297D6B"/>
    <w:rsid w:val="00297D7A"/>
    <w:rsid w:val="002A000B"/>
    <w:rsid w:val="002A0047"/>
    <w:rsid w:val="002A03F0"/>
    <w:rsid w:val="002A09C2"/>
    <w:rsid w:val="002A1035"/>
    <w:rsid w:val="002A11D5"/>
    <w:rsid w:val="002A1252"/>
    <w:rsid w:val="002A13A6"/>
    <w:rsid w:val="002A13CA"/>
    <w:rsid w:val="002A1539"/>
    <w:rsid w:val="002A1922"/>
    <w:rsid w:val="002A1A62"/>
    <w:rsid w:val="002A1F87"/>
    <w:rsid w:val="002A27D5"/>
    <w:rsid w:val="002A28E1"/>
    <w:rsid w:val="002A2D02"/>
    <w:rsid w:val="002A2D24"/>
    <w:rsid w:val="002A2DBB"/>
    <w:rsid w:val="002A370B"/>
    <w:rsid w:val="002A37CB"/>
    <w:rsid w:val="002A38E4"/>
    <w:rsid w:val="002A3DA2"/>
    <w:rsid w:val="002A443C"/>
    <w:rsid w:val="002A4469"/>
    <w:rsid w:val="002A447F"/>
    <w:rsid w:val="002A495F"/>
    <w:rsid w:val="002A4B3E"/>
    <w:rsid w:val="002A4C02"/>
    <w:rsid w:val="002A4F93"/>
    <w:rsid w:val="002A50EC"/>
    <w:rsid w:val="002A5647"/>
    <w:rsid w:val="002A5C16"/>
    <w:rsid w:val="002A6302"/>
    <w:rsid w:val="002A644B"/>
    <w:rsid w:val="002A689B"/>
    <w:rsid w:val="002A6908"/>
    <w:rsid w:val="002A6930"/>
    <w:rsid w:val="002A6B9A"/>
    <w:rsid w:val="002A6C0B"/>
    <w:rsid w:val="002A7581"/>
    <w:rsid w:val="002A7603"/>
    <w:rsid w:val="002A78B6"/>
    <w:rsid w:val="002A7BA5"/>
    <w:rsid w:val="002A7D0F"/>
    <w:rsid w:val="002A7D8F"/>
    <w:rsid w:val="002A7E5D"/>
    <w:rsid w:val="002A7FE4"/>
    <w:rsid w:val="002B0878"/>
    <w:rsid w:val="002B1773"/>
    <w:rsid w:val="002B1A76"/>
    <w:rsid w:val="002B1AAD"/>
    <w:rsid w:val="002B1C30"/>
    <w:rsid w:val="002B20FA"/>
    <w:rsid w:val="002B2277"/>
    <w:rsid w:val="002B2354"/>
    <w:rsid w:val="002B238F"/>
    <w:rsid w:val="002B243E"/>
    <w:rsid w:val="002B245C"/>
    <w:rsid w:val="002B2E0A"/>
    <w:rsid w:val="002B3096"/>
    <w:rsid w:val="002B351C"/>
    <w:rsid w:val="002B35E0"/>
    <w:rsid w:val="002B361E"/>
    <w:rsid w:val="002B3735"/>
    <w:rsid w:val="002B3B74"/>
    <w:rsid w:val="002B3CF6"/>
    <w:rsid w:val="002B3EC7"/>
    <w:rsid w:val="002B3FF8"/>
    <w:rsid w:val="002B41AE"/>
    <w:rsid w:val="002B42FB"/>
    <w:rsid w:val="002B4E72"/>
    <w:rsid w:val="002B4F5D"/>
    <w:rsid w:val="002B5240"/>
    <w:rsid w:val="002B55C6"/>
    <w:rsid w:val="002B5715"/>
    <w:rsid w:val="002B57A1"/>
    <w:rsid w:val="002B5B13"/>
    <w:rsid w:val="002B5B7D"/>
    <w:rsid w:val="002B5B9A"/>
    <w:rsid w:val="002B5BD7"/>
    <w:rsid w:val="002B5DA6"/>
    <w:rsid w:val="002B5E59"/>
    <w:rsid w:val="002B6159"/>
    <w:rsid w:val="002B61BE"/>
    <w:rsid w:val="002B6408"/>
    <w:rsid w:val="002B64A4"/>
    <w:rsid w:val="002B6DED"/>
    <w:rsid w:val="002B7001"/>
    <w:rsid w:val="002B71F8"/>
    <w:rsid w:val="002B749D"/>
    <w:rsid w:val="002B750B"/>
    <w:rsid w:val="002B75DA"/>
    <w:rsid w:val="002B7981"/>
    <w:rsid w:val="002B7C54"/>
    <w:rsid w:val="002B7C5A"/>
    <w:rsid w:val="002C0387"/>
    <w:rsid w:val="002C03D9"/>
    <w:rsid w:val="002C0607"/>
    <w:rsid w:val="002C08A2"/>
    <w:rsid w:val="002C0E74"/>
    <w:rsid w:val="002C0EED"/>
    <w:rsid w:val="002C155B"/>
    <w:rsid w:val="002C17F3"/>
    <w:rsid w:val="002C22BA"/>
    <w:rsid w:val="002C23D0"/>
    <w:rsid w:val="002C25B7"/>
    <w:rsid w:val="002C25C9"/>
    <w:rsid w:val="002C2602"/>
    <w:rsid w:val="002C26CC"/>
    <w:rsid w:val="002C284C"/>
    <w:rsid w:val="002C2921"/>
    <w:rsid w:val="002C2954"/>
    <w:rsid w:val="002C29F6"/>
    <w:rsid w:val="002C36F6"/>
    <w:rsid w:val="002C3852"/>
    <w:rsid w:val="002C3900"/>
    <w:rsid w:val="002C3C07"/>
    <w:rsid w:val="002C4417"/>
    <w:rsid w:val="002C4594"/>
    <w:rsid w:val="002C461D"/>
    <w:rsid w:val="002C473E"/>
    <w:rsid w:val="002C49EC"/>
    <w:rsid w:val="002C4AF6"/>
    <w:rsid w:val="002C5020"/>
    <w:rsid w:val="002C519B"/>
    <w:rsid w:val="002C5359"/>
    <w:rsid w:val="002C57C6"/>
    <w:rsid w:val="002C583E"/>
    <w:rsid w:val="002C60A7"/>
    <w:rsid w:val="002C681D"/>
    <w:rsid w:val="002C6A9B"/>
    <w:rsid w:val="002C7217"/>
    <w:rsid w:val="002C7739"/>
    <w:rsid w:val="002D0113"/>
    <w:rsid w:val="002D01F5"/>
    <w:rsid w:val="002D03EF"/>
    <w:rsid w:val="002D051D"/>
    <w:rsid w:val="002D0541"/>
    <w:rsid w:val="002D05C0"/>
    <w:rsid w:val="002D07E9"/>
    <w:rsid w:val="002D0958"/>
    <w:rsid w:val="002D0BAE"/>
    <w:rsid w:val="002D0E8D"/>
    <w:rsid w:val="002D1083"/>
    <w:rsid w:val="002D10B0"/>
    <w:rsid w:val="002D1247"/>
    <w:rsid w:val="002D16AB"/>
    <w:rsid w:val="002D18B5"/>
    <w:rsid w:val="002D18C9"/>
    <w:rsid w:val="002D19F2"/>
    <w:rsid w:val="002D1AEB"/>
    <w:rsid w:val="002D1C3F"/>
    <w:rsid w:val="002D2056"/>
    <w:rsid w:val="002D27BD"/>
    <w:rsid w:val="002D2979"/>
    <w:rsid w:val="002D304C"/>
    <w:rsid w:val="002D3165"/>
    <w:rsid w:val="002D369B"/>
    <w:rsid w:val="002D456F"/>
    <w:rsid w:val="002D45A1"/>
    <w:rsid w:val="002D4A98"/>
    <w:rsid w:val="002D4F70"/>
    <w:rsid w:val="002D51CD"/>
    <w:rsid w:val="002D53F4"/>
    <w:rsid w:val="002D54CF"/>
    <w:rsid w:val="002D55E7"/>
    <w:rsid w:val="002D5678"/>
    <w:rsid w:val="002D56BF"/>
    <w:rsid w:val="002D5BE0"/>
    <w:rsid w:val="002D5DEF"/>
    <w:rsid w:val="002D5FF4"/>
    <w:rsid w:val="002D60EF"/>
    <w:rsid w:val="002D65D8"/>
    <w:rsid w:val="002D67C0"/>
    <w:rsid w:val="002D68C2"/>
    <w:rsid w:val="002D68ED"/>
    <w:rsid w:val="002D6D42"/>
    <w:rsid w:val="002D7384"/>
    <w:rsid w:val="002D74C4"/>
    <w:rsid w:val="002D7B16"/>
    <w:rsid w:val="002D7C7D"/>
    <w:rsid w:val="002D7FA1"/>
    <w:rsid w:val="002E00A6"/>
    <w:rsid w:val="002E0128"/>
    <w:rsid w:val="002E02A1"/>
    <w:rsid w:val="002E07B3"/>
    <w:rsid w:val="002E0A88"/>
    <w:rsid w:val="002E0A98"/>
    <w:rsid w:val="002E0F87"/>
    <w:rsid w:val="002E101D"/>
    <w:rsid w:val="002E1088"/>
    <w:rsid w:val="002E10A1"/>
    <w:rsid w:val="002E10B8"/>
    <w:rsid w:val="002E10F4"/>
    <w:rsid w:val="002E1140"/>
    <w:rsid w:val="002E1150"/>
    <w:rsid w:val="002E12CB"/>
    <w:rsid w:val="002E15C5"/>
    <w:rsid w:val="002E17BA"/>
    <w:rsid w:val="002E2079"/>
    <w:rsid w:val="002E22BF"/>
    <w:rsid w:val="002E2783"/>
    <w:rsid w:val="002E2884"/>
    <w:rsid w:val="002E2973"/>
    <w:rsid w:val="002E29E9"/>
    <w:rsid w:val="002E2AD3"/>
    <w:rsid w:val="002E2B73"/>
    <w:rsid w:val="002E2B9C"/>
    <w:rsid w:val="002E2C49"/>
    <w:rsid w:val="002E3127"/>
    <w:rsid w:val="002E33D1"/>
    <w:rsid w:val="002E3B80"/>
    <w:rsid w:val="002E3C03"/>
    <w:rsid w:val="002E3C5F"/>
    <w:rsid w:val="002E3FC1"/>
    <w:rsid w:val="002E4442"/>
    <w:rsid w:val="002E4A9D"/>
    <w:rsid w:val="002E4C88"/>
    <w:rsid w:val="002E4D02"/>
    <w:rsid w:val="002E50A6"/>
    <w:rsid w:val="002E5D6C"/>
    <w:rsid w:val="002E5E04"/>
    <w:rsid w:val="002E5E86"/>
    <w:rsid w:val="002E5ED1"/>
    <w:rsid w:val="002E6263"/>
    <w:rsid w:val="002E654A"/>
    <w:rsid w:val="002E6591"/>
    <w:rsid w:val="002E6904"/>
    <w:rsid w:val="002E69EB"/>
    <w:rsid w:val="002E6C5F"/>
    <w:rsid w:val="002E6C8E"/>
    <w:rsid w:val="002E6CAB"/>
    <w:rsid w:val="002E6F62"/>
    <w:rsid w:val="002E729E"/>
    <w:rsid w:val="002E7852"/>
    <w:rsid w:val="002E796F"/>
    <w:rsid w:val="002E7AF2"/>
    <w:rsid w:val="002E7B7D"/>
    <w:rsid w:val="002E7CC4"/>
    <w:rsid w:val="002E7D2E"/>
    <w:rsid w:val="002E7EA6"/>
    <w:rsid w:val="002F03D8"/>
    <w:rsid w:val="002F0B8B"/>
    <w:rsid w:val="002F0F2C"/>
    <w:rsid w:val="002F141F"/>
    <w:rsid w:val="002F16A8"/>
    <w:rsid w:val="002F182A"/>
    <w:rsid w:val="002F1907"/>
    <w:rsid w:val="002F19D5"/>
    <w:rsid w:val="002F1A0B"/>
    <w:rsid w:val="002F1CBD"/>
    <w:rsid w:val="002F1CCE"/>
    <w:rsid w:val="002F1D40"/>
    <w:rsid w:val="002F1F54"/>
    <w:rsid w:val="002F22BB"/>
    <w:rsid w:val="002F33BD"/>
    <w:rsid w:val="002F373D"/>
    <w:rsid w:val="002F3F31"/>
    <w:rsid w:val="002F4297"/>
    <w:rsid w:val="002F461C"/>
    <w:rsid w:val="002F4668"/>
    <w:rsid w:val="002F47D0"/>
    <w:rsid w:val="002F48A4"/>
    <w:rsid w:val="002F4B48"/>
    <w:rsid w:val="002F4C49"/>
    <w:rsid w:val="002F4D1B"/>
    <w:rsid w:val="002F516A"/>
    <w:rsid w:val="002F5220"/>
    <w:rsid w:val="002F54D6"/>
    <w:rsid w:val="002F573C"/>
    <w:rsid w:val="002F5E95"/>
    <w:rsid w:val="002F6148"/>
    <w:rsid w:val="002F65EA"/>
    <w:rsid w:val="002F664E"/>
    <w:rsid w:val="002F665E"/>
    <w:rsid w:val="002F675E"/>
    <w:rsid w:val="002F68C3"/>
    <w:rsid w:val="002F6A3A"/>
    <w:rsid w:val="002F6B1D"/>
    <w:rsid w:val="002F6F5B"/>
    <w:rsid w:val="002F6FC6"/>
    <w:rsid w:val="002F7041"/>
    <w:rsid w:val="002F729E"/>
    <w:rsid w:val="002F78A1"/>
    <w:rsid w:val="002F7E78"/>
    <w:rsid w:val="002F7EA5"/>
    <w:rsid w:val="003002E9"/>
    <w:rsid w:val="003004C6"/>
    <w:rsid w:val="00300750"/>
    <w:rsid w:val="0030077F"/>
    <w:rsid w:val="00300904"/>
    <w:rsid w:val="00300CAF"/>
    <w:rsid w:val="00300E71"/>
    <w:rsid w:val="00301870"/>
    <w:rsid w:val="0030199D"/>
    <w:rsid w:val="00301AAC"/>
    <w:rsid w:val="00301C87"/>
    <w:rsid w:val="0030205F"/>
    <w:rsid w:val="0030209C"/>
    <w:rsid w:val="00302130"/>
    <w:rsid w:val="003021AC"/>
    <w:rsid w:val="0030230B"/>
    <w:rsid w:val="00302E04"/>
    <w:rsid w:val="00302E85"/>
    <w:rsid w:val="00302EE6"/>
    <w:rsid w:val="00303181"/>
    <w:rsid w:val="00303409"/>
    <w:rsid w:val="003034E8"/>
    <w:rsid w:val="003035D9"/>
    <w:rsid w:val="003036EF"/>
    <w:rsid w:val="00303D44"/>
    <w:rsid w:val="00303DFD"/>
    <w:rsid w:val="00304691"/>
    <w:rsid w:val="0030490B"/>
    <w:rsid w:val="00304997"/>
    <w:rsid w:val="00304D2A"/>
    <w:rsid w:val="00304D39"/>
    <w:rsid w:val="00305255"/>
    <w:rsid w:val="003054DE"/>
    <w:rsid w:val="003055F1"/>
    <w:rsid w:val="00305684"/>
    <w:rsid w:val="00305951"/>
    <w:rsid w:val="00305B63"/>
    <w:rsid w:val="00305CA7"/>
    <w:rsid w:val="0030636F"/>
    <w:rsid w:val="00306676"/>
    <w:rsid w:val="0030698E"/>
    <w:rsid w:val="00306DA0"/>
    <w:rsid w:val="00307352"/>
    <w:rsid w:val="003075E8"/>
    <w:rsid w:val="00307BC3"/>
    <w:rsid w:val="00307C65"/>
    <w:rsid w:val="00307F22"/>
    <w:rsid w:val="00310177"/>
    <w:rsid w:val="003102AF"/>
    <w:rsid w:val="0031089B"/>
    <w:rsid w:val="00310B22"/>
    <w:rsid w:val="00310BAA"/>
    <w:rsid w:val="00310C8F"/>
    <w:rsid w:val="00310CC6"/>
    <w:rsid w:val="0031116E"/>
    <w:rsid w:val="0031155B"/>
    <w:rsid w:val="00311F22"/>
    <w:rsid w:val="00312238"/>
    <w:rsid w:val="0031256B"/>
    <w:rsid w:val="003125CC"/>
    <w:rsid w:val="00312845"/>
    <w:rsid w:val="00312CDE"/>
    <w:rsid w:val="00312D54"/>
    <w:rsid w:val="00313335"/>
    <w:rsid w:val="003133F9"/>
    <w:rsid w:val="0031343C"/>
    <w:rsid w:val="0031346D"/>
    <w:rsid w:val="003134B6"/>
    <w:rsid w:val="00313761"/>
    <w:rsid w:val="003137A6"/>
    <w:rsid w:val="0031399E"/>
    <w:rsid w:val="00313A04"/>
    <w:rsid w:val="00313B2C"/>
    <w:rsid w:val="00313C95"/>
    <w:rsid w:val="00314048"/>
    <w:rsid w:val="00314060"/>
    <w:rsid w:val="00314088"/>
    <w:rsid w:val="003140CB"/>
    <w:rsid w:val="003147B4"/>
    <w:rsid w:val="00314A06"/>
    <w:rsid w:val="00314B8A"/>
    <w:rsid w:val="00314E0D"/>
    <w:rsid w:val="0031573A"/>
    <w:rsid w:val="00316157"/>
    <w:rsid w:val="003161E3"/>
    <w:rsid w:val="003166A7"/>
    <w:rsid w:val="003166CD"/>
    <w:rsid w:val="0031699E"/>
    <w:rsid w:val="00316A40"/>
    <w:rsid w:val="00316DC3"/>
    <w:rsid w:val="00316F1C"/>
    <w:rsid w:val="003177CF"/>
    <w:rsid w:val="00317C3A"/>
    <w:rsid w:val="00317D07"/>
    <w:rsid w:val="00317E7E"/>
    <w:rsid w:val="00317EDC"/>
    <w:rsid w:val="0032044C"/>
    <w:rsid w:val="00320792"/>
    <w:rsid w:val="0032083B"/>
    <w:rsid w:val="003209F0"/>
    <w:rsid w:val="0032106E"/>
    <w:rsid w:val="00321203"/>
    <w:rsid w:val="00321924"/>
    <w:rsid w:val="00321FD9"/>
    <w:rsid w:val="00322063"/>
    <w:rsid w:val="00322571"/>
    <w:rsid w:val="00322774"/>
    <w:rsid w:val="0032287A"/>
    <w:rsid w:val="003228CC"/>
    <w:rsid w:val="00322A47"/>
    <w:rsid w:val="00322CC6"/>
    <w:rsid w:val="00322FBD"/>
    <w:rsid w:val="003230CE"/>
    <w:rsid w:val="00323185"/>
    <w:rsid w:val="0032339E"/>
    <w:rsid w:val="003233EA"/>
    <w:rsid w:val="00323554"/>
    <w:rsid w:val="0032361C"/>
    <w:rsid w:val="00323771"/>
    <w:rsid w:val="00324055"/>
    <w:rsid w:val="00324478"/>
    <w:rsid w:val="003245D6"/>
    <w:rsid w:val="00324AC9"/>
    <w:rsid w:val="00324B0E"/>
    <w:rsid w:val="0032529C"/>
    <w:rsid w:val="00325C89"/>
    <w:rsid w:val="00325ED6"/>
    <w:rsid w:val="00325FA9"/>
    <w:rsid w:val="00326130"/>
    <w:rsid w:val="003261CD"/>
    <w:rsid w:val="003262C7"/>
    <w:rsid w:val="00326361"/>
    <w:rsid w:val="00326630"/>
    <w:rsid w:val="003267BF"/>
    <w:rsid w:val="00326801"/>
    <w:rsid w:val="003271D1"/>
    <w:rsid w:val="00327557"/>
    <w:rsid w:val="00327892"/>
    <w:rsid w:val="00327AA1"/>
    <w:rsid w:val="003301BE"/>
    <w:rsid w:val="00330278"/>
    <w:rsid w:val="00330745"/>
    <w:rsid w:val="00330856"/>
    <w:rsid w:val="0033085C"/>
    <w:rsid w:val="00330E9E"/>
    <w:rsid w:val="00331012"/>
    <w:rsid w:val="00331205"/>
    <w:rsid w:val="00331756"/>
    <w:rsid w:val="00331BDC"/>
    <w:rsid w:val="0033276F"/>
    <w:rsid w:val="00332962"/>
    <w:rsid w:val="00332D2E"/>
    <w:rsid w:val="003332B4"/>
    <w:rsid w:val="00333482"/>
    <w:rsid w:val="003337ED"/>
    <w:rsid w:val="00333CEF"/>
    <w:rsid w:val="00333E34"/>
    <w:rsid w:val="00333F36"/>
    <w:rsid w:val="00334526"/>
    <w:rsid w:val="0033481B"/>
    <w:rsid w:val="00334E00"/>
    <w:rsid w:val="00334F40"/>
    <w:rsid w:val="00335001"/>
    <w:rsid w:val="003353E4"/>
    <w:rsid w:val="00335AEE"/>
    <w:rsid w:val="00335D0D"/>
    <w:rsid w:val="003363E9"/>
    <w:rsid w:val="003365E6"/>
    <w:rsid w:val="003367A9"/>
    <w:rsid w:val="00336A5E"/>
    <w:rsid w:val="003373F4"/>
    <w:rsid w:val="0033781D"/>
    <w:rsid w:val="00337A18"/>
    <w:rsid w:val="00337D25"/>
    <w:rsid w:val="003403DB"/>
    <w:rsid w:val="00340488"/>
    <w:rsid w:val="003405C6"/>
    <w:rsid w:val="00340952"/>
    <w:rsid w:val="00340AD1"/>
    <w:rsid w:val="00340B12"/>
    <w:rsid w:val="00340CDB"/>
    <w:rsid w:val="0034141D"/>
    <w:rsid w:val="003414C0"/>
    <w:rsid w:val="00341547"/>
    <w:rsid w:val="0034156A"/>
    <w:rsid w:val="00341605"/>
    <w:rsid w:val="00341AC9"/>
    <w:rsid w:val="00341DC9"/>
    <w:rsid w:val="00341F5A"/>
    <w:rsid w:val="0034224C"/>
    <w:rsid w:val="00342477"/>
    <w:rsid w:val="0034250B"/>
    <w:rsid w:val="003425E9"/>
    <w:rsid w:val="00342AAD"/>
    <w:rsid w:val="00342B45"/>
    <w:rsid w:val="00342C77"/>
    <w:rsid w:val="00343324"/>
    <w:rsid w:val="003435CE"/>
    <w:rsid w:val="003435E9"/>
    <w:rsid w:val="003439DA"/>
    <w:rsid w:val="00343BDF"/>
    <w:rsid w:val="00344210"/>
    <w:rsid w:val="00344BA3"/>
    <w:rsid w:val="00344E37"/>
    <w:rsid w:val="0034504C"/>
    <w:rsid w:val="00345321"/>
    <w:rsid w:val="00345374"/>
    <w:rsid w:val="0034571E"/>
    <w:rsid w:val="0034576D"/>
    <w:rsid w:val="00345D2B"/>
    <w:rsid w:val="00345FDC"/>
    <w:rsid w:val="00346051"/>
    <w:rsid w:val="0034633A"/>
    <w:rsid w:val="003463C0"/>
    <w:rsid w:val="003468CF"/>
    <w:rsid w:val="00346AF1"/>
    <w:rsid w:val="00346CD7"/>
    <w:rsid w:val="003470F8"/>
    <w:rsid w:val="003475AD"/>
    <w:rsid w:val="003475D0"/>
    <w:rsid w:val="00347769"/>
    <w:rsid w:val="00347A5E"/>
    <w:rsid w:val="00347C1D"/>
    <w:rsid w:val="003501A3"/>
    <w:rsid w:val="003503BC"/>
    <w:rsid w:val="00350981"/>
    <w:rsid w:val="00350994"/>
    <w:rsid w:val="00351089"/>
    <w:rsid w:val="0035123D"/>
    <w:rsid w:val="0035154B"/>
    <w:rsid w:val="00351677"/>
    <w:rsid w:val="0035173D"/>
    <w:rsid w:val="00351862"/>
    <w:rsid w:val="00351D9F"/>
    <w:rsid w:val="00351E44"/>
    <w:rsid w:val="0035226E"/>
    <w:rsid w:val="00352377"/>
    <w:rsid w:val="003526DB"/>
    <w:rsid w:val="0035281F"/>
    <w:rsid w:val="00352EAF"/>
    <w:rsid w:val="003533B9"/>
    <w:rsid w:val="00353649"/>
    <w:rsid w:val="003536CF"/>
    <w:rsid w:val="00353730"/>
    <w:rsid w:val="00353BDC"/>
    <w:rsid w:val="00353DA4"/>
    <w:rsid w:val="00353E4D"/>
    <w:rsid w:val="00353EE4"/>
    <w:rsid w:val="003541A4"/>
    <w:rsid w:val="00354205"/>
    <w:rsid w:val="0035424A"/>
    <w:rsid w:val="00354517"/>
    <w:rsid w:val="00354621"/>
    <w:rsid w:val="003547D7"/>
    <w:rsid w:val="00354899"/>
    <w:rsid w:val="003549F5"/>
    <w:rsid w:val="00354A33"/>
    <w:rsid w:val="00354A36"/>
    <w:rsid w:val="00354FD5"/>
    <w:rsid w:val="00355252"/>
    <w:rsid w:val="00355453"/>
    <w:rsid w:val="0035564A"/>
    <w:rsid w:val="0035585D"/>
    <w:rsid w:val="00355CA1"/>
    <w:rsid w:val="00355CA7"/>
    <w:rsid w:val="00355F44"/>
    <w:rsid w:val="00356539"/>
    <w:rsid w:val="00357151"/>
    <w:rsid w:val="003573C0"/>
    <w:rsid w:val="003573DD"/>
    <w:rsid w:val="003574C6"/>
    <w:rsid w:val="00357553"/>
    <w:rsid w:val="00357985"/>
    <w:rsid w:val="00357C5A"/>
    <w:rsid w:val="0036011A"/>
    <w:rsid w:val="00360161"/>
    <w:rsid w:val="0036067A"/>
    <w:rsid w:val="00360B28"/>
    <w:rsid w:val="00360CFD"/>
    <w:rsid w:val="003610A2"/>
    <w:rsid w:val="00361401"/>
    <w:rsid w:val="003614E0"/>
    <w:rsid w:val="00361530"/>
    <w:rsid w:val="00361892"/>
    <w:rsid w:val="00361B11"/>
    <w:rsid w:val="00361BA2"/>
    <w:rsid w:val="00362046"/>
    <w:rsid w:val="003621D0"/>
    <w:rsid w:val="00362289"/>
    <w:rsid w:val="003623D5"/>
    <w:rsid w:val="0036252F"/>
    <w:rsid w:val="003627C3"/>
    <w:rsid w:val="00362A1B"/>
    <w:rsid w:val="00362A74"/>
    <w:rsid w:val="00362CCA"/>
    <w:rsid w:val="00362D09"/>
    <w:rsid w:val="00362E09"/>
    <w:rsid w:val="00362E0F"/>
    <w:rsid w:val="00362E50"/>
    <w:rsid w:val="00362F92"/>
    <w:rsid w:val="00362F9C"/>
    <w:rsid w:val="0036329E"/>
    <w:rsid w:val="00363512"/>
    <w:rsid w:val="00363B9C"/>
    <w:rsid w:val="00363C35"/>
    <w:rsid w:val="003642E0"/>
    <w:rsid w:val="00364A19"/>
    <w:rsid w:val="00364B0C"/>
    <w:rsid w:val="00364BAC"/>
    <w:rsid w:val="00364DBA"/>
    <w:rsid w:val="00364ED1"/>
    <w:rsid w:val="00364FB3"/>
    <w:rsid w:val="003651FC"/>
    <w:rsid w:val="00365305"/>
    <w:rsid w:val="0036574B"/>
    <w:rsid w:val="003657EC"/>
    <w:rsid w:val="00365C7A"/>
    <w:rsid w:val="00365C86"/>
    <w:rsid w:val="00365F41"/>
    <w:rsid w:val="00366510"/>
    <w:rsid w:val="00366869"/>
    <w:rsid w:val="00366CF3"/>
    <w:rsid w:val="00366D1D"/>
    <w:rsid w:val="00366F68"/>
    <w:rsid w:val="00366F86"/>
    <w:rsid w:val="00367606"/>
    <w:rsid w:val="003676C6"/>
    <w:rsid w:val="0036784A"/>
    <w:rsid w:val="003679C8"/>
    <w:rsid w:val="00367A93"/>
    <w:rsid w:val="00367E0E"/>
    <w:rsid w:val="00367E33"/>
    <w:rsid w:val="00367E9C"/>
    <w:rsid w:val="0037028F"/>
    <w:rsid w:val="003702BE"/>
    <w:rsid w:val="00370549"/>
    <w:rsid w:val="003707F6"/>
    <w:rsid w:val="00370CD5"/>
    <w:rsid w:val="00370CE0"/>
    <w:rsid w:val="00371225"/>
    <w:rsid w:val="00371360"/>
    <w:rsid w:val="003718DD"/>
    <w:rsid w:val="00371AC8"/>
    <w:rsid w:val="00371AF3"/>
    <w:rsid w:val="00371BBF"/>
    <w:rsid w:val="00371C96"/>
    <w:rsid w:val="0037226D"/>
    <w:rsid w:val="0037242C"/>
    <w:rsid w:val="0037248A"/>
    <w:rsid w:val="00372A4F"/>
    <w:rsid w:val="00372AAC"/>
    <w:rsid w:val="00372C79"/>
    <w:rsid w:val="00372EFD"/>
    <w:rsid w:val="00373258"/>
    <w:rsid w:val="0037352F"/>
    <w:rsid w:val="0037354E"/>
    <w:rsid w:val="003735D3"/>
    <w:rsid w:val="00373B0B"/>
    <w:rsid w:val="00373BAD"/>
    <w:rsid w:val="00373ED9"/>
    <w:rsid w:val="00373FEF"/>
    <w:rsid w:val="003743F7"/>
    <w:rsid w:val="0037448C"/>
    <w:rsid w:val="003744EC"/>
    <w:rsid w:val="003744FD"/>
    <w:rsid w:val="00374C40"/>
    <w:rsid w:val="003752ED"/>
    <w:rsid w:val="00375392"/>
    <w:rsid w:val="0037559B"/>
    <w:rsid w:val="00375BE7"/>
    <w:rsid w:val="00375D98"/>
    <w:rsid w:val="00375E67"/>
    <w:rsid w:val="00375ED2"/>
    <w:rsid w:val="003760D4"/>
    <w:rsid w:val="00376166"/>
    <w:rsid w:val="003765F3"/>
    <w:rsid w:val="003766BC"/>
    <w:rsid w:val="00376738"/>
    <w:rsid w:val="00376B2D"/>
    <w:rsid w:val="003775C7"/>
    <w:rsid w:val="00377712"/>
    <w:rsid w:val="00377838"/>
    <w:rsid w:val="003779BF"/>
    <w:rsid w:val="00377CE9"/>
    <w:rsid w:val="00377DDD"/>
    <w:rsid w:val="00377F9E"/>
    <w:rsid w:val="00380491"/>
    <w:rsid w:val="0038051B"/>
    <w:rsid w:val="0038062D"/>
    <w:rsid w:val="00380948"/>
    <w:rsid w:val="0038139A"/>
    <w:rsid w:val="00381889"/>
    <w:rsid w:val="00382179"/>
    <w:rsid w:val="003821E0"/>
    <w:rsid w:val="00382848"/>
    <w:rsid w:val="00382906"/>
    <w:rsid w:val="00382C43"/>
    <w:rsid w:val="003830F0"/>
    <w:rsid w:val="00383184"/>
    <w:rsid w:val="00383390"/>
    <w:rsid w:val="00383858"/>
    <w:rsid w:val="00383A98"/>
    <w:rsid w:val="003841DC"/>
    <w:rsid w:val="0038462C"/>
    <w:rsid w:val="00384667"/>
    <w:rsid w:val="00384B8F"/>
    <w:rsid w:val="00385084"/>
    <w:rsid w:val="00385469"/>
    <w:rsid w:val="00385570"/>
    <w:rsid w:val="0038573F"/>
    <w:rsid w:val="003858C5"/>
    <w:rsid w:val="00385CB5"/>
    <w:rsid w:val="00385CFC"/>
    <w:rsid w:val="0038609D"/>
    <w:rsid w:val="0038642A"/>
    <w:rsid w:val="0038654D"/>
    <w:rsid w:val="003865CD"/>
    <w:rsid w:val="003865F6"/>
    <w:rsid w:val="003869CF"/>
    <w:rsid w:val="00386C2C"/>
    <w:rsid w:val="0038715F"/>
    <w:rsid w:val="0038759D"/>
    <w:rsid w:val="00387720"/>
    <w:rsid w:val="0038775F"/>
    <w:rsid w:val="00387E46"/>
    <w:rsid w:val="00387E76"/>
    <w:rsid w:val="00387FBD"/>
    <w:rsid w:val="00390103"/>
    <w:rsid w:val="0039026D"/>
    <w:rsid w:val="00390593"/>
    <w:rsid w:val="00390943"/>
    <w:rsid w:val="0039094B"/>
    <w:rsid w:val="00390979"/>
    <w:rsid w:val="00390FD4"/>
    <w:rsid w:val="003913A6"/>
    <w:rsid w:val="00391515"/>
    <w:rsid w:val="00391821"/>
    <w:rsid w:val="00391A73"/>
    <w:rsid w:val="00391AC0"/>
    <w:rsid w:val="00391B41"/>
    <w:rsid w:val="00391BFB"/>
    <w:rsid w:val="00391CD1"/>
    <w:rsid w:val="00392195"/>
    <w:rsid w:val="003923AC"/>
    <w:rsid w:val="003928DD"/>
    <w:rsid w:val="00392AA4"/>
    <w:rsid w:val="00392AC0"/>
    <w:rsid w:val="00392BAB"/>
    <w:rsid w:val="0039387A"/>
    <w:rsid w:val="00394251"/>
    <w:rsid w:val="00394291"/>
    <w:rsid w:val="0039456C"/>
    <w:rsid w:val="00394C1B"/>
    <w:rsid w:val="00394C4C"/>
    <w:rsid w:val="0039504F"/>
    <w:rsid w:val="0039558C"/>
    <w:rsid w:val="003955B1"/>
    <w:rsid w:val="003956DE"/>
    <w:rsid w:val="003959D2"/>
    <w:rsid w:val="00395D09"/>
    <w:rsid w:val="00396074"/>
    <w:rsid w:val="00396479"/>
    <w:rsid w:val="003964E8"/>
    <w:rsid w:val="00396930"/>
    <w:rsid w:val="003969E7"/>
    <w:rsid w:val="00396AB9"/>
    <w:rsid w:val="00396DDB"/>
    <w:rsid w:val="003975C2"/>
    <w:rsid w:val="003976EF"/>
    <w:rsid w:val="00397B22"/>
    <w:rsid w:val="003A000F"/>
    <w:rsid w:val="003A00DB"/>
    <w:rsid w:val="003A01DA"/>
    <w:rsid w:val="003A02A1"/>
    <w:rsid w:val="003A0700"/>
    <w:rsid w:val="003A0B4F"/>
    <w:rsid w:val="003A0E2D"/>
    <w:rsid w:val="003A0EF4"/>
    <w:rsid w:val="003A1095"/>
    <w:rsid w:val="003A10CE"/>
    <w:rsid w:val="003A1105"/>
    <w:rsid w:val="003A110D"/>
    <w:rsid w:val="003A1425"/>
    <w:rsid w:val="003A1648"/>
    <w:rsid w:val="003A169A"/>
    <w:rsid w:val="003A1700"/>
    <w:rsid w:val="003A18BE"/>
    <w:rsid w:val="003A1DAF"/>
    <w:rsid w:val="003A1FE0"/>
    <w:rsid w:val="003A20B0"/>
    <w:rsid w:val="003A24BE"/>
    <w:rsid w:val="003A24E7"/>
    <w:rsid w:val="003A2785"/>
    <w:rsid w:val="003A2800"/>
    <w:rsid w:val="003A2A67"/>
    <w:rsid w:val="003A2E84"/>
    <w:rsid w:val="003A3354"/>
    <w:rsid w:val="003A3567"/>
    <w:rsid w:val="003A3575"/>
    <w:rsid w:val="003A3924"/>
    <w:rsid w:val="003A3B2C"/>
    <w:rsid w:val="003A3C1F"/>
    <w:rsid w:val="003A40E3"/>
    <w:rsid w:val="003A412D"/>
    <w:rsid w:val="003A42F1"/>
    <w:rsid w:val="003A4876"/>
    <w:rsid w:val="003A49D9"/>
    <w:rsid w:val="003A4A81"/>
    <w:rsid w:val="003A4C7C"/>
    <w:rsid w:val="003A4FF8"/>
    <w:rsid w:val="003A52E8"/>
    <w:rsid w:val="003A5627"/>
    <w:rsid w:val="003A5AAE"/>
    <w:rsid w:val="003A5CFF"/>
    <w:rsid w:val="003A61C3"/>
    <w:rsid w:val="003A6754"/>
    <w:rsid w:val="003A699A"/>
    <w:rsid w:val="003A6F0C"/>
    <w:rsid w:val="003A74C6"/>
    <w:rsid w:val="003A767A"/>
    <w:rsid w:val="003A7A04"/>
    <w:rsid w:val="003A7BA0"/>
    <w:rsid w:val="003A7F51"/>
    <w:rsid w:val="003B03DF"/>
    <w:rsid w:val="003B059C"/>
    <w:rsid w:val="003B075D"/>
    <w:rsid w:val="003B0A78"/>
    <w:rsid w:val="003B0BE2"/>
    <w:rsid w:val="003B0BE6"/>
    <w:rsid w:val="003B0C7B"/>
    <w:rsid w:val="003B0CA7"/>
    <w:rsid w:val="003B1009"/>
    <w:rsid w:val="003B144F"/>
    <w:rsid w:val="003B15F0"/>
    <w:rsid w:val="003B161C"/>
    <w:rsid w:val="003B1826"/>
    <w:rsid w:val="003B1B36"/>
    <w:rsid w:val="003B1E77"/>
    <w:rsid w:val="003B1E7C"/>
    <w:rsid w:val="003B1F86"/>
    <w:rsid w:val="003B22C4"/>
    <w:rsid w:val="003B2364"/>
    <w:rsid w:val="003B314F"/>
    <w:rsid w:val="003B37EC"/>
    <w:rsid w:val="003B3918"/>
    <w:rsid w:val="003B392D"/>
    <w:rsid w:val="003B3FDB"/>
    <w:rsid w:val="003B5005"/>
    <w:rsid w:val="003B507A"/>
    <w:rsid w:val="003B50D2"/>
    <w:rsid w:val="003B5403"/>
    <w:rsid w:val="003B57BC"/>
    <w:rsid w:val="003B580C"/>
    <w:rsid w:val="003B5B02"/>
    <w:rsid w:val="003B5D3F"/>
    <w:rsid w:val="003B6612"/>
    <w:rsid w:val="003B6776"/>
    <w:rsid w:val="003B68AE"/>
    <w:rsid w:val="003B68CF"/>
    <w:rsid w:val="003B697C"/>
    <w:rsid w:val="003B6B27"/>
    <w:rsid w:val="003B6DDD"/>
    <w:rsid w:val="003B6E9B"/>
    <w:rsid w:val="003B6FE6"/>
    <w:rsid w:val="003B70C3"/>
    <w:rsid w:val="003B751A"/>
    <w:rsid w:val="003B758D"/>
    <w:rsid w:val="003B77F9"/>
    <w:rsid w:val="003B78FE"/>
    <w:rsid w:val="003B7C45"/>
    <w:rsid w:val="003B7DB4"/>
    <w:rsid w:val="003C0010"/>
    <w:rsid w:val="003C094B"/>
    <w:rsid w:val="003C0B81"/>
    <w:rsid w:val="003C0C88"/>
    <w:rsid w:val="003C0F6B"/>
    <w:rsid w:val="003C1195"/>
    <w:rsid w:val="003C18B0"/>
    <w:rsid w:val="003C19A4"/>
    <w:rsid w:val="003C1B73"/>
    <w:rsid w:val="003C1CC6"/>
    <w:rsid w:val="003C2133"/>
    <w:rsid w:val="003C2172"/>
    <w:rsid w:val="003C25D8"/>
    <w:rsid w:val="003C2E4B"/>
    <w:rsid w:val="003C30A8"/>
    <w:rsid w:val="003C30BF"/>
    <w:rsid w:val="003C30FC"/>
    <w:rsid w:val="003C312D"/>
    <w:rsid w:val="003C3236"/>
    <w:rsid w:val="003C32AE"/>
    <w:rsid w:val="003C37B1"/>
    <w:rsid w:val="003C39D9"/>
    <w:rsid w:val="003C3AA1"/>
    <w:rsid w:val="003C3B7B"/>
    <w:rsid w:val="003C3DF1"/>
    <w:rsid w:val="003C3F01"/>
    <w:rsid w:val="003C414D"/>
    <w:rsid w:val="003C4907"/>
    <w:rsid w:val="003C4CE9"/>
    <w:rsid w:val="003C5F0F"/>
    <w:rsid w:val="003C5F7F"/>
    <w:rsid w:val="003C617E"/>
    <w:rsid w:val="003C62CC"/>
    <w:rsid w:val="003C675C"/>
    <w:rsid w:val="003C681F"/>
    <w:rsid w:val="003C6D9F"/>
    <w:rsid w:val="003C71E0"/>
    <w:rsid w:val="003C7367"/>
    <w:rsid w:val="003C740E"/>
    <w:rsid w:val="003C763B"/>
    <w:rsid w:val="003C78F0"/>
    <w:rsid w:val="003C7FBB"/>
    <w:rsid w:val="003D08E1"/>
    <w:rsid w:val="003D0BC4"/>
    <w:rsid w:val="003D0C18"/>
    <w:rsid w:val="003D0DA6"/>
    <w:rsid w:val="003D0E54"/>
    <w:rsid w:val="003D1AF0"/>
    <w:rsid w:val="003D1BF5"/>
    <w:rsid w:val="003D1C00"/>
    <w:rsid w:val="003D1E40"/>
    <w:rsid w:val="003D2105"/>
    <w:rsid w:val="003D23BB"/>
    <w:rsid w:val="003D2437"/>
    <w:rsid w:val="003D271B"/>
    <w:rsid w:val="003D2D83"/>
    <w:rsid w:val="003D2F72"/>
    <w:rsid w:val="003D3067"/>
    <w:rsid w:val="003D32C9"/>
    <w:rsid w:val="003D3339"/>
    <w:rsid w:val="003D3421"/>
    <w:rsid w:val="003D365B"/>
    <w:rsid w:val="003D36A5"/>
    <w:rsid w:val="003D36E9"/>
    <w:rsid w:val="003D3907"/>
    <w:rsid w:val="003D3B95"/>
    <w:rsid w:val="003D3BFF"/>
    <w:rsid w:val="003D3D3C"/>
    <w:rsid w:val="003D3D46"/>
    <w:rsid w:val="003D49F3"/>
    <w:rsid w:val="003D4C0D"/>
    <w:rsid w:val="003D525F"/>
    <w:rsid w:val="003D5362"/>
    <w:rsid w:val="003D5472"/>
    <w:rsid w:val="003D58BE"/>
    <w:rsid w:val="003D5B91"/>
    <w:rsid w:val="003D5F01"/>
    <w:rsid w:val="003D61FC"/>
    <w:rsid w:val="003D677D"/>
    <w:rsid w:val="003D6828"/>
    <w:rsid w:val="003D6BA4"/>
    <w:rsid w:val="003D78FA"/>
    <w:rsid w:val="003E00F9"/>
    <w:rsid w:val="003E0419"/>
    <w:rsid w:val="003E0BCC"/>
    <w:rsid w:val="003E0FB3"/>
    <w:rsid w:val="003E10D2"/>
    <w:rsid w:val="003E12A9"/>
    <w:rsid w:val="003E1490"/>
    <w:rsid w:val="003E1731"/>
    <w:rsid w:val="003E2001"/>
    <w:rsid w:val="003E2414"/>
    <w:rsid w:val="003E2500"/>
    <w:rsid w:val="003E259B"/>
    <w:rsid w:val="003E265E"/>
    <w:rsid w:val="003E2695"/>
    <w:rsid w:val="003E2849"/>
    <w:rsid w:val="003E2897"/>
    <w:rsid w:val="003E2A2F"/>
    <w:rsid w:val="003E3222"/>
    <w:rsid w:val="003E3505"/>
    <w:rsid w:val="003E3602"/>
    <w:rsid w:val="003E3873"/>
    <w:rsid w:val="003E3B41"/>
    <w:rsid w:val="003E3C23"/>
    <w:rsid w:val="003E4295"/>
    <w:rsid w:val="003E44C3"/>
    <w:rsid w:val="003E45EC"/>
    <w:rsid w:val="003E4C9B"/>
    <w:rsid w:val="003E5C63"/>
    <w:rsid w:val="003E5CA4"/>
    <w:rsid w:val="003E5D73"/>
    <w:rsid w:val="003E63A3"/>
    <w:rsid w:val="003E6709"/>
    <w:rsid w:val="003E67CA"/>
    <w:rsid w:val="003E6A17"/>
    <w:rsid w:val="003E6A5C"/>
    <w:rsid w:val="003E6D58"/>
    <w:rsid w:val="003E71ED"/>
    <w:rsid w:val="003E73CA"/>
    <w:rsid w:val="003E7613"/>
    <w:rsid w:val="003E7DC7"/>
    <w:rsid w:val="003F04F1"/>
    <w:rsid w:val="003F0524"/>
    <w:rsid w:val="003F06E0"/>
    <w:rsid w:val="003F0C1C"/>
    <w:rsid w:val="003F0CE8"/>
    <w:rsid w:val="003F11B5"/>
    <w:rsid w:val="003F148A"/>
    <w:rsid w:val="003F1655"/>
    <w:rsid w:val="003F175D"/>
    <w:rsid w:val="003F1F53"/>
    <w:rsid w:val="003F226E"/>
    <w:rsid w:val="003F2371"/>
    <w:rsid w:val="003F2508"/>
    <w:rsid w:val="003F2751"/>
    <w:rsid w:val="003F2DC4"/>
    <w:rsid w:val="003F2E5C"/>
    <w:rsid w:val="003F2FB2"/>
    <w:rsid w:val="003F31F5"/>
    <w:rsid w:val="003F3325"/>
    <w:rsid w:val="003F34B6"/>
    <w:rsid w:val="003F3D32"/>
    <w:rsid w:val="003F3F16"/>
    <w:rsid w:val="003F3FAC"/>
    <w:rsid w:val="003F4178"/>
    <w:rsid w:val="003F4A01"/>
    <w:rsid w:val="003F4B0E"/>
    <w:rsid w:val="003F4CA6"/>
    <w:rsid w:val="003F51A4"/>
    <w:rsid w:val="003F5326"/>
    <w:rsid w:val="003F542D"/>
    <w:rsid w:val="003F5C65"/>
    <w:rsid w:val="003F5C86"/>
    <w:rsid w:val="003F61FA"/>
    <w:rsid w:val="003F62FF"/>
    <w:rsid w:val="003F636A"/>
    <w:rsid w:val="003F691F"/>
    <w:rsid w:val="003F6B7A"/>
    <w:rsid w:val="003F6F38"/>
    <w:rsid w:val="003F759B"/>
    <w:rsid w:val="003F7692"/>
    <w:rsid w:val="003F7EEE"/>
    <w:rsid w:val="003F7FB3"/>
    <w:rsid w:val="004003D7"/>
    <w:rsid w:val="004004E4"/>
    <w:rsid w:val="00400819"/>
    <w:rsid w:val="00400972"/>
    <w:rsid w:val="004009A3"/>
    <w:rsid w:val="00400B20"/>
    <w:rsid w:val="004011B4"/>
    <w:rsid w:val="00401310"/>
    <w:rsid w:val="00401335"/>
    <w:rsid w:val="004013E2"/>
    <w:rsid w:val="00401589"/>
    <w:rsid w:val="00401B88"/>
    <w:rsid w:val="00401CE5"/>
    <w:rsid w:val="00401D6C"/>
    <w:rsid w:val="00401D91"/>
    <w:rsid w:val="00401F9C"/>
    <w:rsid w:val="00402021"/>
    <w:rsid w:val="0040243D"/>
    <w:rsid w:val="004024A5"/>
    <w:rsid w:val="004027F0"/>
    <w:rsid w:val="00402907"/>
    <w:rsid w:val="0040297E"/>
    <w:rsid w:val="00403050"/>
    <w:rsid w:val="0040306B"/>
    <w:rsid w:val="00403717"/>
    <w:rsid w:val="00403A57"/>
    <w:rsid w:val="00403A67"/>
    <w:rsid w:val="00403D66"/>
    <w:rsid w:val="00403D9F"/>
    <w:rsid w:val="00403E35"/>
    <w:rsid w:val="00403ECE"/>
    <w:rsid w:val="00404039"/>
    <w:rsid w:val="00404252"/>
    <w:rsid w:val="004044DC"/>
    <w:rsid w:val="00404609"/>
    <w:rsid w:val="00405041"/>
    <w:rsid w:val="00405062"/>
    <w:rsid w:val="00405108"/>
    <w:rsid w:val="004051B9"/>
    <w:rsid w:val="004051D7"/>
    <w:rsid w:val="00405635"/>
    <w:rsid w:val="0040570A"/>
    <w:rsid w:val="00405A25"/>
    <w:rsid w:val="00405C7A"/>
    <w:rsid w:val="00405FE3"/>
    <w:rsid w:val="004062E3"/>
    <w:rsid w:val="004065C3"/>
    <w:rsid w:val="00406B6D"/>
    <w:rsid w:val="00406BBA"/>
    <w:rsid w:val="00406C22"/>
    <w:rsid w:val="00406E82"/>
    <w:rsid w:val="00407303"/>
    <w:rsid w:val="00407B9E"/>
    <w:rsid w:val="00407DA5"/>
    <w:rsid w:val="00407F1D"/>
    <w:rsid w:val="00410770"/>
    <w:rsid w:val="0041089C"/>
    <w:rsid w:val="00410966"/>
    <w:rsid w:val="00410C20"/>
    <w:rsid w:val="00410E02"/>
    <w:rsid w:val="0041106F"/>
    <w:rsid w:val="004119BC"/>
    <w:rsid w:val="00411AD8"/>
    <w:rsid w:val="00411CFE"/>
    <w:rsid w:val="00411E03"/>
    <w:rsid w:val="004123F4"/>
    <w:rsid w:val="00412542"/>
    <w:rsid w:val="0041299E"/>
    <w:rsid w:val="00412B1C"/>
    <w:rsid w:val="00412D7B"/>
    <w:rsid w:val="00412E66"/>
    <w:rsid w:val="00413666"/>
    <w:rsid w:val="004136A8"/>
    <w:rsid w:val="00413945"/>
    <w:rsid w:val="00413E23"/>
    <w:rsid w:val="00413F17"/>
    <w:rsid w:val="00414347"/>
    <w:rsid w:val="004146E0"/>
    <w:rsid w:val="0041479E"/>
    <w:rsid w:val="00414843"/>
    <w:rsid w:val="00414941"/>
    <w:rsid w:val="0041541C"/>
    <w:rsid w:val="004155C8"/>
    <w:rsid w:val="004156EF"/>
    <w:rsid w:val="00415BA7"/>
    <w:rsid w:val="00415DFA"/>
    <w:rsid w:val="00415E3E"/>
    <w:rsid w:val="004161FE"/>
    <w:rsid w:val="004162A3"/>
    <w:rsid w:val="004162EB"/>
    <w:rsid w:val="0041648E"/>
    <w:rsid w:val="0041650A"/>
    <w:rsid w:val="00416AE5"/>
    <w:rsid w:val="00416BD0"/>
    <w:rsid w:val="004172D5"/>
    <w:rsid w:val="004172F2"/>
    <w:rsid w:val="004172F8"/>
    <w:rsid w:val="00417AF8"/>
    <w:rsid w:val="00417B69"/>
    <w:rsid w:val="00417F29"/>
    <w:rsid w:val="00420121"/>
    <w:rsid w:val="00420591"/>
    <w:rsid w:val="0042064A"/>
    <w:rsid w:val="0042070F"/>
    <w:rsid w:val="00420763"/>
    <w:rsid w:val="00420884"/>
    <w:rsid w:val="0042095D"/>
    <w:rsid w:val="00420A82"/>
    <w:rsid w:val="00420EDC"/>
    <w:rsid w:val="004210F2"/>
    <w:rsid w:val="00421243"/>
    <w:rsid w:val="00421340"/>
    <w:rsid w:val="00421508"/>
    <w:rsid w:val="00421814"/>
    <w:rsid w:val="00421D7F"/>
    <w:rsid w:val="00421E82"/>
    <w:rsid w:val="00421EBF"/>
    <w:rsid w:val="004221FD"/>
    <w:rsid w:val="00422293"/>
    <w:rsid w:val="00422347"/>
    <w:rsid w:val="0042290E"/>
    <w:rsid w:val="00422AAB"/>
    <w:rsid w:val="00422E9E"/>
    <w:rsid w:val="004230AE"/>
    <w:rsid w:val="004238DA"/>
    <w:rsid w:val="00424154"/>
    <w:rsid w:val="00424279"/>
    <w:rsid w:val="0042436C"/>
    <w:rsid w:val="004243A9"/>
    <w:rsid w:val="0042444C"/>
    <w:rsid w:val="00424668"/>
    <w:rsid w:val="0042468B"/>
    <w:rsid w:val="0042491D"/>
    <w:rsid w:val="00424FCC"/>
    <w:rsid w:val="0042534C"/>
    <w:rsid w:val="0042587C"/>
    <w:rsid w:val="00425A7C"/>
    <w:rsid w:val="0042657F"/>
    <w:rsid w:val="004265BB"/>
    <w:rsid w:val="0042693F"/>
    <w:rsid w:val="00426BD2"/>
    <w:rsid w:val="00426CAC"/>
    <w:rsid w:val="00426E45"/>
    <w:rsid w:val="004270FB"/>
    <w:rsid w:val="00427443"/>
    <w:rsid w:val="004274AC"/>
    <w:rsid w:val="004274B7"/>
    <w:rsid w:val="0042765C"/>
    <w:rsid w:val="00427724"/>
    <w:rsid w:val="0042781E"/>
    <w:rsid w:val="0042798C"/>
    <w:rsid w:val="00427BF1"/>
    <w:rsid w:val="00427D4A"/>
    <w:rsid w:val="00427EB9"/>
    <w:rsid w:val="00427FCC"/>
    <w:rsid w:val="00430055"/>
    <w:rsid w:val="004301E6"/>
    <w:rsid w:val="004308AC"/>
    <w:rsid w:val="00430D53"/>
    <w:rsid w:val="00430D70"/>
    <w:rsid w:val="00430D77"/>
    <w:rsid w:val="00430E6A"/>
    <w:rsid w:val="00431917"/>
    <w:rsid w:val="004319EC"/>
    <w:rsid w:val="00431EC7"/>
    <w:rsid w:val="00432B27"/>
    <w:rsid w:val="00432D2B"/>
    <w:rsid w:val="0043302F"/>
    <w:rsid w:val="0043315F"/>
    <w:rsid w:val="004332E8"/>
    <w:rsid w:val="00433456"/>
    <w:rsid w:val="00433567"/>
    <w:rsid w:val="004336E0"/>
    <w:rsid w:val="00433753"/>
    <w:rsid w:val="00433893"/>
    <w:rsid w:val="00433A56"/>
    <w:rsid w:val="00433BD3"/>
    <w:rsid w:val="00433D45"/>
    <w:rsid w:val="00433E84"/>
    <w:rsid w:val="0043416E"/>
    <w:rsid w:val="0043421E"/>
    <w:rsid w:val="00434231"/>
    <w:rsid w:val="004342D5"/>
    <w:rsid w:val="0043508A"/>
    <w:rsid w:val="004350AE"/>
    <w:rsid w:val="0043526D"/>
    <w:rsid w:val="004353DA"/>
    <w:rsid w:val="004354B6"/>
    <w:rsid w:val="00435C4D"/>
    <w:rsid w:val="00435DC0"/>
    <w:rsid w:val="00435EF2"/>
    <w:rsid w:val="00436BA2"/>
    <w:rsid w:val="00436E1F"/>
    <w:rsid w:val="0043728C"/>
    <w:rsid w:val="0043740F"/>
    <w:rsid w:val="004374F2"/>
    <w:rsid w:val="00437BA7"/>
    <w:rsid w:val="00437D94"/>
    <w:rsid w:val="00437DCA"/>
    <w:rsid w:val="00440002"/>
    <w:rsid w:val="004401D4"/>
    <w:rsid w:val="00440222"/>
    <w:rsid w:val="004402DF"/>
    <w:rsid w:val="004403B5"/>
    <w:rsid w:val="004406AA"/>
    <w:rsid w:val="00440816"/>
    <w:rsid w:val="00440A6D"/>
    <w:rsid w:val="00440E84"/>
    <w:rsid w:val="00441172"/>
    <w:rsid w:val="004412A1"/>
    <w:rsid w:val="00441412"/>
    <w:rsid w:val="004414A1"/>
    <w:rsid w:val="00441C4C"/>
    <w:rsid w:val="00441D7D"/>
    <w:rsid w:val="00441E8F"/>
    <w:rsid w:val="00441F8A"/>
    <w:rsid w:val="004424A2"/>
    <w:rsid w:val="0044274C"/>
    <w:rsid w:val="0044275B"/>
    <w:rsid w:val="0044312A"/>
    <w:rsid w:val="004434E0"/>
    <w:rsid w:val="004434FD"/>
    <w:rsid w:val="00443BEC"/>
    <w:rsid w:val="00443F3E"/>
    <w:rsid w:val="0044402F"/>
    <w:rsid w:val="0044411B"/>
    <w:rsid w:val="00444262"/>
    <w:rsid w:val="004445E1"/>
    <w:rsid w:val="004448EA"/>
    <w:rsid w:val="00444A7C"/>
    <w:rsid w:val="00444AA2"/>
    <w:rsid w:val="00445196"/>
    <w:rsid w:val="00445271"/>
    <w:rsid w:val="0044534A"/>
    <w:rsid w:val="004454B9"/>
    <w:rsid w:val="0044554D"/>
    <w:rsid w:val="00445640"/>
    <w:rsid w:val="00445A9C"/>
    <w:rsid w:val="00445C45"/>
    <w:rsid w:val="00445D10"/>
    <w:rsid w:val="00445D99"/>
    <w:rsid w:val="00446155"/>
    <w:rsid w:val="00446229"/>
    <w:rsid w:val="00446250"/>
    <w:rsid w:val="004464BE"/>
    <w:rsid w:val="00446B10"/>
    <w:rsid w:val="00446F4C"/>
    <w:rsid w:val="00446FAC"/>
    <w:rsid w:val="0044723A"/>
    <w:rsid w:val="004472C7"/>
    <w:rsid w:val="0044740A"/>
    <w:rsid w:val="004474F9"/>
    <w:rsid w:val="00447BB8"/>
    <w:rsid w:val="00450012"/>
    <w:rsid w:val="00450237"/>
    <w:rsid w:val="00450590"/>
    <w:rsid w:val="00450869"/>
    <w:rsid w:val="00450D04"/>
    <w:rsid w:val="004511FA"/>
    <w:rsid w:val="0045141E"/>
    <w:rsid w:val="00451545"/>
    <w:rsid w:val="00451BC0"/>
    <w:rsid w:val="00451F3D"/>
    <w:rsid w:val="00452011"/>
    <w:rsid w:val="0045203F"/>
    <w:rsid w:val="0045207E"/>
    <w:rsid w:val="00452B79"/>
    <w:rsid w:val="00453913"/>
    <w:rsid w:val="00453E77"/>
    <w:rsid w:val="00453F18"/>
    <w:rsid w:val="00454215"/>
    <w:rsid w:val="00454289"/>
    <w:rsid w:val="00454455"/>
    <w:rsid w:val="0045490C"/>
    <w:rsid w:val="00454974"/>
    <w:rsid w:val="00454EDB"/>
    <w:rsid w:val="004550BD"/>
    <w:rsid w:val="004553B0"/>
    <w:rsid w:val="0045540C"/>
    <w:rsid w:val="00455597"/>
    <w:rsid w:val="004555CB"/>
    <w:rsid w:val="00455BA5"/>
    <w:rsid w:val="00455BDF"/>
    <w:rsid w:val="00455CDA"/>
    <w:rsid w:val="00455DF9"/>
    <w:rsid w:val="00455E76"/>
    <w:rsid w:val="00456142"/>
    <w:rsid w:val="004561B5"/>
    <w:rsid w:val="004567A8"/>
    <w:rsid w:val="004568A2"/>
    <w:rsid w:val="00456B53"/>
    <w:rsid w:val="00456D39"/>
    <w:rsid w:val="004570BD"/>
    <w:rsid w:val="0045716D"/>
    <w:rsid w:val="004573DB"/>
    <w:rsid w:val="00457A64"/>
    <w:rsid w:val="0046052F"/>
    <w:rsid w:val="00460722"/>
    <w:rsid w:val="00461041"/>
    <w:rsid w:val="00461586"/>
    <w:rsid w:val="00461869"/>
    <w:rsid w:val="0046187B"/>
    <w:rsid w:val="004618DE"/>
    <w:rsid w:val="004619D1"/>
    <w:rsid w:val="00461B7C"/>
    <w:rsid w:val="004620A3"/>
    <w:rsid w:val="00462322"/>
    <w:rsid w:val="0046260A"/>
    <w:rsid w:val="00462970"/>
    <w:rsid w:val="00462B95"/>
    <w:rsid w:val="00462FA9"/>
    <w:rsid w:val="0046326D"/>
    <w:rsid w:val="004634C4"/>
    <w:rsid w:val="0046377C"/>
    <w:rsid w:val="00463841"/>
    <w:rsid w:val="004638AA"/>
    <w:rsid w:val="0046397B"/>
    <w:rsid w:val="00463D77"/>
    <w:rsid w:val="00464155"/>
    <w:rsid w:val="004647C4"/>
    <w:rsid w:val="00464CBA"/>
    <w:rsid w:val="00464EC3"/>
    <w:rsid w:val="00464FDC"/>
    <w:rsid w:val="00465258"/>
    <w:rsid w:val="004655B7"/>
    <w:rsid w:val="004655C7"/>
    <w:rsid w:val="004656B4"/>
    <w:rsid w:val="00465888"/>
    <w:rsid w:val="00465BBC"/>
    <w:rsid w:val="00465BCB"/>
    <w:rsid w:val="00465BE4"/>
    <w:rsid w:val="00465D59"/>
    <w:rsid w:val="004661CA"/>
    <w:rsid w:val="004661DB"/>
    <w:rsid w:val="004664B3"/>
    <w:rsid w:val="00466578"/>
    <w:rsid w:val="0046671C"/>
    <w:rsid w:val="00466A3C"/>
    <w:rsid w:val="00466B47"/>
    <w:rsid w:val="00466DB7"/>
    <w:rsid w:val="00466E04"/>
    <w:rsid w:val="0046758B"/>
    <w:rsid w:val="00467CF1"/>
    <w:rsid w:val="00467D5D"/>
    <w:rsid w:val="0047042B"/>
    <w:rsid w:val="00470444"/>
    <w:rsid w:val="00470992"/>
    <w:rsid w:val="00470A6E"/>
    <w:rsid w:val="00470AC8"/>
    <w:rsid w:val="00470DBB"/>
    <w:rsid w:val="00470E45"/>
    <w:rsid w:val="004712A2"/>
    <w:rsid w:val="004713AC"/>
    <w:rsid w:val="00471430"/>
    <w:rsid w:val="004715B8"/>
    <w:rsid w:val="004716EA"/>
    <w:rsid w:val="0047181A"/>
    <w:rsid w:val="00471882"/>
    <w:rsid w:val="00471900"/>
    <w:rsid w:val="004719E1"/>
    <w:rsid w:val="00471DC9"/>
    <w:rsid w:val="0047202B"/>
    <w:rsid w:val="004720C7"/>
    <w:rsid w:val="00472353"/>
    <w:rsid w:val="00472BB2"/>
    <w:rsid w:val="00472CAD"/>
    <w:rsid w:val="00472CC8"/>
    <w:rsid w:val="00473489"/>
    <w:rsid w:val="0047386D"/>
    <w:rsid w:val="00473AF2"/>
    <w:rsid w:val="0047402E"/>
    <w:rsid w:val="004740BC"/>
    <w:rsid w:val="004743C7"/>
    <w:rsid w:val="004745E7"/>
    <w:rsid w:val="00474634"/>
    <w:rsid w:val="00474E10"/>
    <w:rsid w:val="0047533B"/>
    <w:rsid w:val="00475357"/>
    <w:rsid w:val="004754C9"/>
    <w:rsid w:val="004758D4"/>
    <w:rsid w:val="00475F76"/>
    <w:rsid w:val="0047605D"/>
    <w:rsid w:val="00476322"/>
    <w:rsid w:val="004763F2"/>
    <w:rsid w:val="00476655"/>
    <w:rsid w:val="004767FB"/>
    <w:rsid w:val="00476A69"/>
    <w:rsid w:val="00477650"/>
    <w:rsid w:val="0047777E"/>
    <w:rsid w:val="00477F62"/>
    <w:rsid w:val="00480171"/>
    <w:rsid w:val="0048057C"/>
    <w:rsid w:val="00480DC5"/>
    <w:rsid w:val="00480F35"/>
    <w:rsid w:val="0048106D"/>
    <w:rsid w:val="004812F7"/>
    <w:rsid w:val="0048140E"/>
    <w:rsid w:val="0048152D"/>
    <w:rsid w:val="00481826"/>
    <w:rsid w:val="00481BE3"/>
    <w:rsid w:val="00481F41"/>
    <w:rsid w:val="004824D8"/>
    <w:rsid w:val="004826CC"/>
    <w:rsid w:val="00482AA0"/>
    <w:rsid w:val="00482B18"/>
    <w:rsid w:val="00482DAC"/>
    <w:rsid w:val="00482E45"/>
    <w:rsid w:val="00483061"/>
    <w:rsid w:val="004830E6"/>
    <w:rsid w:val="00483120"/>
    <w:rsid w:val="004836C5"/>
    <w:rsid w:val="00483CAD"/>
    <w:rsid w:val="00484721"/>
    <w:rsid w:val="004850EE"/>
    <w:rsid w:val="00485432"/>
    <w:rsid w:val="00485AA2"/>
    <w:rsid w:val="00485CB6"/>
    <w:rsid w:val="00485F7F"/>
    <w:rsid w:val="004862C4"/>
    <w:rsid w:val="004863C1"/>
    <w:rsid w:val="00486725"/>
    <w:rsid w:val="00486847"/>
    <w:rsid w:val="00486864"/>
    <w:rsid w:val="00486BAC"/>
    <w:rsid w:val="004872E4"/>
    <w:rsid w:val="004873C5"/>
    <w:rsid w:val="004877E3"/>
    <w:rsid w:val="004878AA"/>
    <w:rsid w:val="00487A07"/>
    <w:rsid w:val="00487B1B"/>
    <w:rsid w:val="00487F3F"/>
    <w:rsid w:val="004904FF"/>
    <w:rsid w:val="00490624"/>
    <w:rsid w:val="00490E46"/>
    <w:rsid w:val="00490F5C"/>
    <w:rsid w:val="004910CA"/>
    <w:rsid w:val="00491395"/>
    <w:rsid w:val="00491B2A"/>
    <w:rsid w:val="00491E6B"/>
    <w:rsid w:val="004922FD"/>
    <w:rsid w:val="004924D4"/>
    <w:rsid w:val="00492697"/>
    <w:rsid w:val="004927A1"/>
    <w:rsid w:val="00492876"/>
    <w:rsid w:val="00492C09"/>
    <w:rsid w:val="00493061"/>
    <w:rsid w:val="00493080"/>
    <w:rsid w:val="004931CF"/>
    <w:rsid w:val="0049333C"/>
    <w:rsid w:val="00493862"/>
    <w:rsid w:val="00493EEC"/>
    <w:rsid w:val="00493FE9"/>
    <w:rsid w:val="0049427C"/>
    <w:rsid w:val="00494348"/>
    <w:rsid w:val="00494E60"/>
    <w:rsid w:val="004952F4"/>
    <w:rsid w:val="00495765"/>
    <w:rsid w:val="00495F5A"/>
    <w:rsid w:val="0049602D"/>
    <w:rsid w:val="0049688E"/>
    <w:rsid w:val="00496B61"/>
    <w:rsid w:val="00496B8E"/>
    <w:rsid w:val="00497162"/>
    <w:rsid w:val="004971AB"/>
    <w:rsid w:val="0049732C"/>
    <w:rsid w:val="004973AE"/>
    <w:rsid w:val="004975CC"/>
    <w:rsid w:val="0049770E"/>
    <w:rsid w:val="00497E7B"/>
    <w:rsid w:val="004A03B5"/>
    <w:rsid w:val="004A090A"/>
    <w:rsid w:val="004A0C07"/>
    <w:rsid w:val="004A0C45"/>
    <w:rsid w:val="004A0CAE"/>
    <w:rsid w:val="004A0D29"/>
    <w:rsid w:val="004A0FA8"/>
    <w:rsid w:val="004A110D"/>
    <w:rsid w:val="004A131F"/>
    <w:rsid w:val="004A140B"/>
    <w:rsid w:val="004A18D8"/>
    <w:rsid w:val="004A195A"/>
    <w:rsid w:val="004A1BB0"/>
    <w:rsid w:val="004A1DAA"/>
    <w:rsid w:val="004A249F"/>
    <w:rsid w:val="004A2683"/>
    <w:rsid w:val="004A276A"/>
    <w:rsid w:val="004A3214"/>
    <w:rsid w:val="004A330D"/>
    <w:rsid w:val="004A339F"/>
    <w:rsid w:val="004A351E"/>
    <w:rsid w:val="004A3819"/>
    <w:rsid w:val="004A3FF1"/>
    <w:rsid w:val="004A4359"/>
    <w:rsid w:val="004A4718"/>
    <w:rsid w:val="004A4778"/>
    <w:rsid w:val="004A4792"/>
    <w:rsid w:val="004A48D8"/>
    <w:rsid w:val="004A4BFD"/>
    <w:rsid w:val="004A5056"/>
    <w:rsid w:val="004A5300"/>
    <w:rsid w:val="004A5433"/>
    <w:rsid w:val="004A5676"/>
    <w:rsid w:val="004A57EE"/>
    <w:rsid w:val="004A58F7"/>
    <w:rsid w:val="004A5F17"/>
    <w:rsid w:val="004A5F59"/>
    <w:rsid w:val="004A6250"/>
    <w:rsid w:val="004A651F"/>
    <w:rsid w:val="004A69B8"/>
    <w:rsid w:val="004A6A7D"/>
    <w:rsid w:val="004A6CA5"/>
    <w:rsid w:val="004A6D26"/>
    <w:rsid w:val="004A71C1"/>
    <w:rsid w:val="004A72D3"/>
    <w:rsid w:val="004A749D"/>
    <w:rsid w:val="004A7502"/>
    <w:rsid w:val="004A75CD"/>
    <w:rsid w:val="004A7838"/>
    <w:rsid w:val="004A79A3"/>
    <w:rsid w:val="004A7B84"/>
    <w:rsid w:val="004A7D06"/>
    <w:rsid w:val="004A7EC2"/>
    <w:rsid w:val="004B076E"/>
    <w:rsid w:val="004B0A87"/>
    <w:rsid w:val="004B0CFB"/>
    <w:rsid w:val="004B10BB"/>
    <w:rsid w:val="004B1A85"/>
    <w:rsid w:val="004B1A95"/>
    <w:rsid w:val="004B226C"/>
    <w:rsid w:val="004B234C"/>
    <w:rsid w:val="004B2AEC"/>
    <w:rsid w:val="004B2C1F"/>
    <w:rsid w:val="004B3269"/>
    <w:rsid w:val="004B34A7"/>
    <w:rsid w:val="004B359E"/>
    <w:rsid w:val="004B35B1"/>
    <w:rsid w:val="004B3719"/>
    <w:rsid w:val="004B374D"/>
    <w:rsid w:val="004B38E3"/>
    <w:rsid w:val="004B3B36"/>
    <w:rsid w:val="004B3B45"/>
    <w:rsid w:val="004B4180"/>
    <w:rsid w:val="004B419A"/>
    <w:rsid w:val="004B41CD"/>
    <w:rsid w:val="004B4A25"/>
    <w:rsid w:val="004B4A44"/>
    <w:rsid w:val="004B4B6B"/>
    <w:rsid w:val="004B4C8D"/>
    <w:rsid w:val="004B522F"/>
    <w:rsid w:val="004B5280"/>
    <w:rsid w:val="004B5840"/>
    <w:rsid w:val="004B5B8D"/>
    <w:rsid w:val="004B5C1C"/>
    <w:rsid w:val="004B5EF7"/>
    <w:rsid w:val="004B621A"/>
    <w:rsid w:val="004B67A3"/>
    <w:rsid w:val="004B6BB8"/>
    <w:rsid w:val="004B6C07"/>
    <w:rsid w:val="004B6C51"/>
    <w:rsid w:val="004B6DD6"/>
    <w:rsid w:val="004B7350"/>
    <w:rsid w:val="004B737E"/>
    <w:rsid w:val="004B7795"/>
    <w:rsid w:val="004B77BA"/>
    <w:rsid w:val="004B7953"/>
    <w:rsid w:val="004B7957"/>
    <w:rsid w:val="004B7F7B"/>
    <w:rsid w:val="004C066C"/>
    <w:rsid w:val="004C067E"/>
    <w:rsid w:val="004C08CA"/>
    <w:rsid w:val="004C0ADE"/>
    <w:rsid w:val="004C0BCC"/>
    <w:rsid w:val="004C0C97"/>
    <w:rsid w:val="004C218D"/>
    <w:rsid w:val="004C21DA"/>
    <w:rsid w:val="004C25C6"/>
    <w:rsid w:val="004C2742"/>
    <w:rsid w:val="004C2890"/>
    <w:rsid w:val="004C2936"/>
    <w:rsid w:val="004C2997"/>
    <w:rsid w:val="004C2BB0"/>
    <w:rsid w:val="004C331E"/>
    <w:rsid w:val="004C3578"/>
    <w:rsid w:val="004C3E0C"/>
    <w:rsid w:val="004C3E2A"/>
    <w:rsid w:val="004C3F86"/>
    <w:rsid w:val="004C4204"/>
    <w:rsid w:val="004C446A"/>
    <w:rsid w:val="004C44DC"/>
    <w:rsid w:val="004C455E"/>
    <w:rsid w:val="004C4660"/>
    <w:rsid w:val="004C471A"/>
    <w:rsid w:val="004C48A2"/>
    <w:rsid w:val="004C4AD8"/>
    <w:rsid w:val="004C4B6E"/>
    <w:rsid w:val="004C5026"/>
    <w:rsid w:val="004C50B5"/>
    <w:rsid w:val="004C521B"/>
    <w:rsid w:val="004C5415"/>
    <w:rsid w:val="004C5C7E"/>
    <w:rsid w:val="004C6184"/>
    <w:rsid w:val="004C6642"/>
    <w:rsid w:val="004C6A57"/>
    <w:rsid w:val="004C7020"/>
    <w:rsid w:val="004C7B0B"/>
    <w:rsid w:val="004D01C2"/>
    <w:rsid w:val="004D0255"/>
    <w:rsid w:val="004D051D"/>
    <w:rsid w:val="004D07F5"/>
    <w:rsid w:val="004D0D96"/>
    <w:rsid w:val="004D116E"/>
    <w:rsid w:val="004D142F"/>
    <w:rsid w:val="004D14A5"/>
    <w:rsid w:val="004D154B"/>
    <w:rsid w:val="004D1AE1"/>
    <w:rsid w:val="004D1B22"/>
    <w:rsid w:val="004D1D1B"/>
    <w:rsid w:val="004D1D4D"/>
    <w:rsid w:val="004D1DDC"/>
    <w:rsid w:val="004D1E33"/>
    <w:rsid w:val="004D1F6C"/>
    <w:rsid w:val="004D1FE0"/>
    <w:rsid w:val="004D21E7"/>
    <w:rsid w:val="004D2310"/>
    <w:rsid w:val="004D2606"/>
    <w:rsid w:val="004D28AB"/>
    <w:rsid w:val="004D2F54"/>
    <w:rsid w:val="004D303B"/>
    <w:rsid w:val="004D3953"/>
    <w:rsid w:val="004D3FA0"/>
    <w:rsid w:val="004D478A"/>
    <w:rsid w:val="004D4927"/>
    <w:rsid w:val="004D4C0F"/>
    <w:rsid w:val="004D5277"/>
    <w:rsid w:val="004D63CA"/>
    <w:rsid w:val="004D66EB"/>
    <w:rsid w:val="004D69E8"/>
    <w:rsid w:val="004D7295"/>
    <w:rsid w:val="004D74E8"/>
    <w:rsid w:val="004D7597"/>
    <w:rsid w:val="004D779A"/>
    <w:rsid w:val="004D7A1D"/>
    <w:rsid w:val="004D7A58"/>
    <w:rsid w:val="004D7AF8"/>
    <w:rsid w:val="004D7CC1"/>
    <w:rsid w:val="004D7F6C"/>
    <w:rsid w:val="004E02F6"/>
    <w:rsid w:val="004E04DA"/>
    <w:rsid w:val="004E085B"/>
    <w:rsid w:val="004E095C"/>
    <w:rsid w:val="004E0BCD"/>
    <w:rsid w:val="004E0CBC"/>
    <w:rsid w:val="004E1521"/>
    <w:rsid w:val="004E2078"/>
    <w:rsid w:val="004E27A4"/>
    <w:rsid w:val="004E288B"/>
    <w:rsid w:val="004E2B41"/>
    <w:rsid w:val="004E2C12"/>
    <w:rsid w:val="004E2CB0"/>
    <w:rsid w:val="004E2E23"/>
    <w:rsid w:val="004E2FA7"/>
    <w:rsid w:val="004E340D"/>
    <w:rsid w:val="004E353C"/>
    <w:rsid w:val="004E35FC"/>
    <w:rsid w:val="004E390B"/>
    <w:rsid w:val="004E397A"/>
    <w:rsid w:val="004E3A1B"/>
    <w:rsid w:val="004E3D57"/>
    <w:rsid w:val="004E413A"/>
    <w:rsid w:val="004E44F3"/>
    <w:rsid w:val="004E4565"/>
    <w:rsid w:val="004E478A"/>
    <w:rsid w:val="004E4941"/>
    <w:rsid w:val="004E4A39"/>
    <w:rsid w:val="004E4A9E"/>
    <w:rsid w:val="004E4CC8"/>
    <w:rsid w:val="004E5079"/>
    <w:rsid w:val="004E519D"/>
    <w:rsid w:val="004E532E"/>
    <w:rsid w:val="004E55D6"/>
    <w:rsid w:val="004E5C96"/>
    <w:rsid w:val="004E63B1"/>
    <w:rsid w:val="004E6651"/>
    <w:rsid w:val="004E68DF"/>
    <w:rsid w:val="004E69B8"/>
    <w:rsid w:val="004E70DA"/>
    <w:rsid w:val="004E7758"/>
    <w:rsid w:val="004E7A55"/>
    <w:rsid w:val="004E7C71"/>
    <w:rsid w:val="004F0116"/>
    <w:rsid w:val="004F04EA"/>
    <w:rsid w:val="004F06BB"/>
    <w:rsid w:val="004F1098"/>
    <w:rsid w:val="004F11F7"/>
    <w:rsid w:val="004F1647"/>
    <w:rsid w:val="004F16EF"/>
    <w:rsid w:val="004F1856"/>
    <w:rsid w:val="004F1D7C"/>
    <w:rsid w:val="004F1E7F"/>
    <w:rsid w:val="004F202A"/>
    <w:rsid w:val="004F255B"/>
    <w:rsid w:val="004F27EE"/>
    <w:rsid w:val="004F2971"/>
    <w:rsid w:val="004F2988"/>
    <w:rsid w:val="004F2FA3"/>
    <w:rsid w:val="004F36C4"/>
    <w:rsid w:val="004F3823"/>
    <w:rsid w:val="004F39BB"/>
    <w:rsid w:val="004F3FA9"/>
    <w:rsid w:val="004F4BDF"/>
    <w:rsid w:val="004F4D50"/>
    <w:rsid w:val="004F50A8"/>
    <w:rsid w:val="004F5258"/>
    <w:rsid w:val="004F531E"/>
    <w:rsid w:val="004F53F4"/>
    <w:rsid w:val="004F5648"/>
    <w:rsid w:val="004F57F7"/>
    <w:rsid w:val="004F5C8C"/>
    <w:rsid w:val="004F5ECC"/>
    <w:rsid w:val="004F6216"/>
    <w:rsid w:val="004F6397"/>
    <w:rsid w:val="004F63BB"/>
    <w:rsid w:val="004F686B"/>
    <w:rsid w:val="004F7037"/>
    <w:rsid w:val="004F704A"/>
    <w:rsid w:val="004F7223"/>
    <w:rsid w:val="004F72A9"/>
    <w:rsid w:val="004F7310"/>
    <w:rsid w:val="004F7A9B"/>
    <w:rsid w:val="004F7BB4"/>
    <w:rsid w:val="004F7E6E"/>
    <w:rsid w:val="004F7EDB"/>
    <w:rsid w:val="005002B3"/>
    <w:rsid w:val="005004C4"/>
    <w:rsid w:val="00500768"/>
    <w:rsid w:val="00500B7F"/>
    <w:rsid w:val="00500C77"/>
    <w:rsid w:val="00500F1C"/>
    <w:rsid w:val="0050123A"/>
    <w:rsid w:val="0050129F"/>
    <w:rsid w:val="00501565"/>
    <w:rsid w:val="005015EB"/>
    <w:rsid w:val="005019BB"/>
    <w:rsid w:val="00501C87"/>
    <w:rsid w:val="00501D23"/>
    <w:rsid w:val="00501ED5"/>
    <w:rsid w:val="00501FD5"/>
    <w:rsid w:val="00502195"/>
    <w:rsid w:val="00502265"/>
    <w:rsid w:val="00502542"/>
    <w:rsid w:val="005026E8"/>
    <w:rsid w:val="00502850"/>
    <w:rsid w:val="0050290E"/>
    <w:rsid w:val="00502BA9"/>
    <w:rsid w:val="00502CEB"/>
    <w:rsid w:val="005032F5"/>
    <w:rsid w:val="00503827"/>
    <w:rsid w:val="005038A4"/>
    <w:rsid w:val="005038CE"/>
    <w:rsid w:val="0050390F"/>
    <w:rsid w:val="00503A39"/>
    <w:rsid w:val="00503B84"/>
    <w:rsid w:val="00503F3D"/>
    <w:rsid w:val="00503F43"/>
    <w:rsid w:val="005046AB"/>
    <w:rsid w:val="00504770"/>
    <w:rsid w:val="005048E0"/>
    <w:rsid w:val="00504DC5"/>
    <w:rsid w:val="00504DF9"/>
    <w:rsid w:val="005053F1"/>
    <w:rsid w:val="0050546F"/>
    <w:rsid w:val="0050547E"/>
    <w:rsid w:val="0050564D"/>
    <w:rsid w:val="00505869"/>
    <w:rsid w:val="00505872"/>
    <w:rsid w:val="00506248"/>
    <w:rsid w:val="0050643C"/>
    <w:rsid w:val="00506504"/>
    <w:rsid w:val="005070F2"/>
    <w:rsid w:val="0050733F"/>
    <w:rsid w:val="0050744D"/>
    <w:rsid w:val="0050779C"/>
    <w:rsid w:val="00507CE0"/>
    <w:rsid w:val="0051012E"/>
    <w:rsid w:val="00510272"/>
    <w:rsid w:val="00510665"/>
    <w:rsid w:val="0051075E"/>
    <w:rsid w:val="00510CCA"/>
    <w:rsid w:val="00510E28"/>
    <w:rsid w:val="005111C0"/>
    <w:rsid w:val="0051161C"/>
    <w:rsid w:val="00511CF3"/>
    <w:rsid w:val="00511F35"/>
    <w:rsid w:val="00512048"/>
    <w:rsid w:val="00512276"/>
    <w:rsid w:val="005127E5"/>
    <w:rsid w:val="0051291B"/>
    <w:rsid w:val="00512BB5"/>
    <w:rsid w:val="00512F27"/>
    <w:rsid w:val="00512FE9"/>
    <w:rsid w:val="00512FED"/>
    <w:rsid w:val="00513618"/>
    <w:rsid w:val="00513669"/>
    <w:rsid w:val="00514152"/>
    <w:rsid w:val="0051421C"/>
    <w:rsid w:val="00514AF2"/>
    <w:rsid w:val="00514DDD"/>
    <w:rsid w:val="00514EAD"/>
    <w:rsid w:val="005154FB"/>
    <w:rsid w:val="00515595"/>
    <w:rsid w:val="00515A9C"/>
    <w:rsid w:val="0051606C"/>
    <w:rsid w:val="005167A6"/>
    <w:rsid w:val="0051696F"/>
    <w:rsid w:val="00516DAB"/>
    <w:rsid w:val="00516EF2"/>
    <w:rsid w:val="005170FF"/>
    <w:rsid w:val="00517106"/>
    <w:rsid w:val="005171A5"/>
    <w:rsid w:val="00517286"/>
    <w:rsid w:val="00517632"/>
    <w:rsid w:val="005179FB"/>
    <w:rsid w:val="00517A12"/>
    <w:rsid w:val="00517E6D"/>
    <w:rsid w:val="005200AE"/>
    <w:rsid w:val="00520352"/>
    <w:rsid w:val="00520831"/>
    <w:rsid w:val="00520CBD"/>
    <w:rsid w:val="00520D97"/>
    <w:rsid w:val="00521054"/>
    <w:rsid w:val="005215C3"/>
    <w:rsid w:val="00521655"/>
    <w:rsid w:val="00521661"/>
    <w:rsid w:val="005216B0"/>
    <w:rsid w:val="005218A5"/>
    <w:rsid w:val="00521933"/>
    <w:rsid w:val="00521E1E"/>
    <w:rsid w:val="00521F4C"/>
    <w:rsid w:val="00521F7F"/>
    <w:rsid w:val="00522124"/>
    <w:rsid w:val="0052270A"/>
    <w:rsid w:val="00522BB3"/>
    <w:rsid w:val="00522F35"/>
    <w:rsid w:val="00522FB2"/>
    <w:rsid w:val="005230C4"/>
    <w:rsid w:val="00523228"/>
    <w:rsid w:val="005237D8"/>
    <w:rsid w:val="00523DF7"/>
    <w:rsid w:val="00523F4D"/>
    <w:rsid w:val="005240BF"/>
    <w:rsid w:val="005245C2"/>
    <w:rsid w:val="0052466E"/>
    <w:rsid w:val="00524B6E"/>
    <w:rsid w:val="00524CC1"/>
    <w:rsid w:val="005250BE"/>
    <w:rsid w:val="0052527F"/>
    <w:rsid w:val="00525BB3"/>
    <w:rsid w:val="00526821"/>
    <w:rsid w:val="00526D86"/>
    <w:rsid w:val="00526E2F"/>
    <w:rsid w:val="00527FAE"/>
    <w:rsid w:val="00530411"/>
    <w:rsid w:val="00530506"/>
    <w:rsid w:val="00530BAE"/>
    <w:rsid w:val="00530DC1"/>
    <w:rsid w:val="00530FAC"/>
    <w:rsid w:val="0053154E"/>
    <w:rsid w:val="00531665"/>
    <w:rsid w:val="005319C4"/>
    <w:rsid w:val="005319FF"/>
    <w:rsid w:val="00531A02"/>
    <w:rsid w:val="00531B53"/>
    <w:rsid w:val="00531D37"/>
    <w:rsid w:val="005321B6"/>
    <w:rsid w:val="005323BE"/>
    <w:rsid w:val="00532874"/>
    <w:rsid w:val="00532C28"/>
    <w:rsid w:val="00532D42"/>
    <w:rsid w:val="00532E62"/>
    <w:rsid w:val="00532F1D"/>
    <w:rsid w:val="0053386C"/>
    <w:rsid w:val="00533A8F"/>
    <w:rsid w:val="00533D9A"/>
    <w:rsid w:val="00534152"/>
    <w:rsid w:val="00534491"/>
    <w:rsid w:val="005345F0"/>
    <w:rsid w:val="005346B5"/>
    <w:rsid w:val="0053498F"/>
    <w:rsid w:val="00534B4D"/>
    <w:rsid w:val="00534C39"/>
    <w:rsid w:val="00534C85"/>
    <w:rsid w:val="00534E3E"/>
    <w:rsid w:val="00534E9D"/>
    <w:rsid w:val="005353F8"/>
    <w:rsid w:val="005355FE"/>
    <w:rsid w:val="00535CFF"/>
    <w:rsid w:val="00535DB6"/>
    <w:rsid w:val="0053619C"/>
    <w:rsid w:val="005364D1"/>
    <w:rsid w:val="00536960"/>
    <w:rsid w:val="00536A54"/>
    <w:rsid w:val="00536B8E"/>
    <w:rsid w:val="005371BC"/>
    <w:rsid w:val="005373A9"/>
    <w:rsid w:val="005373CE"/>
    <w:rsid w:val="005374D1"/>
    <w:rsid w:val="00537948"/>
    <w:rsid w:val="00537A61"/>
    <w:rsid w:val="00537B15"/>
    <w:rsid w:val="0054021D"/>
    <w:rsid w:val="005403FE"/>
    <w:rsid w:val="0054080D"/>
    <w:rsid w:val="00540A38"/>
    <w:rsid w:val="00540AF3"/>
    <w:rsid w:val="00541015"/>
    <w:rsid w:val="0054148D"/>
    <w:rsid w:val="00541A47"/>
    <w:rsid w:val="00541A72"/>
    <w:rsid w:val="00541D7B"/>
    <w:rsid w:val="00541EC7"/>
    <w:rsid w:val="00542104"/>
    <w:rsid w:val="0054218D"/>
    <w:rsid w:val="00542549"/>
    <w:rsid w:val="005425D6"/>
    <w:rsid w:val="00542903"/>
    <w:rsid w:val="00542F60"/>
    <w:rsid w:val="005432F4"/>
    <w:rsid w:val="00543436"/>
    <w:rsid w:val="005434C7"/>
    <w:rsid w:val="00543611"/>
    <w:rsid w:val="00544316"/>
    <w:rsid w:val="0054440C"/>
    <w:rsid w:val="00544622"/>
    <w:rsid w:val="005447EC"/>
    <w:rsid w:val="00544940"/>
    <w:rsid w:val="00544A56"/>
    <w:rsid w:val="00544B13"/>
    <w:rsid w:val="00544DC1"/>
    <w:rsid w:val="005450DD"/>
    <w:rsid w:val="00545513"/>
    <w:rsid w:val="00545D68"/>
    <w:rsid w:val="0054667F"/>
    <w:rsid w:val="00546C4A"/>
    <w:rsid w:val="00547042"/>
    <w:rsid w:val="005473D4"/>
    <w:rsid w:val="00547495"/>
    <w:rsid w:val="005474CF"/>
    <w:rsid w:val="005475D4"/>
    <w:rsid w:val="00547671"/>
    <w:rsid w:val="005476F5"/>
    <w:rsid w:val="005478B5"/>
    <w:rsid w:val="005479FA"/>
    <w:rsid w:val="00547CB2"/>
    <w:rsid w:val="0055005D"/>
    <w:rsid w:val="00550193"/>
    <w:rsid w:val="00550267"/>
    <w:rsid w:val="00550519"/>
    <w:rsid w:val="00550851"/>
    <w:rsid w:val="00550B2A"/>
    <w:rsid w:val="00550B8A"/>
    <w:rsid w:val="00550C5E"/>
    <w:rsid w:val="00551353"/>
    <w:rsid w:val="00551727"/>
    <w:rsid w:val="00551A33"/>
    <w:rsid w:val="00551C3F"/>
    <w:rsid w:val="00551C78"/>
    <w:rsid w:val="00551FB4"/>
    <w:rsid w:val="00552099"/>
    <w:rsid w:val="00552230"/>
    <w:rsid w:val="005526C1"/>
    <w:rsid w:val="005528DF"/>
    <w:rsid w:val="0055299A"/>
    <w:rsid w:val="005529AA"/>
    <w:rsid w:val="00552C4B"/>
    <w:rsid w:val="00552C6E"/>
    <w:rsid w:val="00553097"/>
    <w:rsid w:val="005530FC"/>
    <w:rsid w:val="0055337A"/>
    <w:rsid w:val="00553D3B"/>
    <w:rsid w:val="00553EE2"/>
    <w:rsid w:val="005542B6"/>
    <w:rsid w:val="00554523"/>
    <w:rsid w:val="005548D9"/>
    <w:rsid w:val="0055491B"/>
    <w:rsid w:val="00554975"/>
    <w:rsid w:val="00554E22"/>
    <w:rsid w:val="00555292"/>
    <w:rsid w:val="00555547"/>
    <w:rsid w:val="0055564D"/>
    <w:rsid w:val="00555659"/>
    <w:rsid w:val="0055565A"/>
    <w:rsid w:val="0055581C"/>
    <w:rsid w:val="00555EDF"/>
    <w:rsid w:val="00555F77"/>
    <w:rsid w:val="005563F9"/>
    <w:rsid w:val="00556837"/>
    <w:rsid w:val="00556C74"/>
    <w:rsid w:val="00557086"/>
    <w:rsid w:val="00557203"/>
    <w:rsid w:val="0055747F"/>
    <w:rsid w:val="00557591"/>
    <w:rsid w:val="00557B07"/>
    <w:rsid w:val="00557C17"/>
    <w:rsid w:val="00557C9C"/>
    <w:rsid w:val="00560059"/>
    <w:rsid w:val="005600CE"/>
    <w:rsid w:val="005600FE"/>
    <w:rsid w:val="005606B7"/>
    <w:rsid w:val="00561060"/>
    <w:rsid w:val="00561154"/>
    <w:rsid w:val="00561430"/>
    <w:rsid w:val="005614B8"/>
    <w:rsid w:val="0056195B"/>
    <w:rsid w:val="00561C66"/>
    <w:rsid w:val="00561C80"/>
    <w:rsid w:val="00561E4B"/>
    <w:rsid w:val="00562345"/>
    <w:rsid w:val="00562729"/>
    <w:rsid w:val="00562944"/>
    <w:rsid w:val="005629E4"/>
    <w:rsid w:val="00563214"/>
    <w:rsid w:val="0056326D"/>
    <w:rsid w:val="005633C0"/>
    <w:rsid w:val="005634B9"/>
    <w:rsid w:val="005638F4"/>
    <w:rsid w:val="00563A94"/>
    <w:rsid w:val="00563BDC"/>
    <w:rsid w:val="00563FD0"/>
    <w:rsid w:val="00564041"/>
    <w:rsid w:val="005642BC"/>
    <w:rsid w:val="005643B0"/>
    <w:rsid w:val="005643F2"/>
    <w:rsid w:val="0056454E"/>
    <w:rsid w:val="00564934"/>
    <w:rsid w:val="00564985"/>
    <w:rsid w:val="00564B88"/>
    <w:rsid w:val="00565307"/>
    <w:rsid w:val="005654C0"/>
    <w:rsid w:val="0056581F"/>
    <w:rsid w:val="00565AC5"/>
    <w:rsid w:val="005662B9"/>
    <w:rsid w:val="0056643C"/>
    <w:rsid w:val="00566481"/>
    <w:rsid w:val="00566DA0"/>
    <w:rsid w:val="00567442"/>
    <w:rsid w:val="00567569"/>
    <w:rsid w:val="00567952"/>
    <w:rsid w:val="00567C81"/>
    <w:rsid w:val="00570159"/>
    <w:rsid w:val="00570404"/>
    <w:rsid w:val="00570A81"/>
    <w:rsid w:val="00570BA2"/>
    <w:rsid w:val="00570DF9"/>
    <w:rsid w:val="00570E22"/>
    <w:rsid w:val="00571274"/>
    <w:rsid w:val="005715FB"/>
    <w:rsid w:val="0057161B"/>
    <w:rsid w:val="0057186C"/>
    <w:rsid w:val="00571D76"/>
    <w:rsid w:val="00571D9F"/>
    <w:rsid w:val="0057213F"/>
    <w:rsid w:val="00572333"/>
    <w:rsid w:val="0057240D"/>
    <w:rsid w:val="00572823"/>
    <w:rsid w:val="005728F5"/>
    <w:rsid w:val="00572D2A"/>
    <w:rsid w:val="00572F22"/>
    <w:rsid w:val="00572F2A"/>
    <w:rsid w:val="00572F97"/>
    <w:rsid w:val="00573336"/>
    <w:rsid w:val="005734D5"/>
    <w:rsid w:val="005735AD"/>
    <w:rsid w:val="00573AC4"/>
    <w:rsid w:val="00573D96"/>
    <w:rsid w:val="00573F6D"/>
    <w:rsid w:val="005745EA"/>
    <w:rsid w:val="00574611"/>
    <w:rsid w:val="005746CA"/>
    <w:rsid w:val="00574A0F"/>
    <w:rsid w:val="00574BE6"/>
    <w:rsid w:val="00574CEA"/>
    <w:rsid w:val="00574F01"/>
    <w:rsid w:val="00575241"/>
    <w:rsid w:val="005752A1"/>
    <w:rsid w:val="0057547F"/>
    <w:rsid w:val="005754FE"/>
    <w:rsid w:val="00575591"/>
    <w:rsid w:val="00575839"/>
    <w:rsid w:val="0057590C"/>
    <w:rsid w:val="00575EE3"/>
    <w:rsid w:val="005764CC"/>
    <w:rsid w:val="00576A47"/>
    <w:rsid w:val="00576DD3"/>
    <w:rsid w:val="00576E93"/>
    <w:rsid w:val="00577291"/>
    <w:rsid w:val="00577331"/>
    <w:rsid w:val="005774E2"/>
    <w:rsid w:val="00577AE5"/>
    <w:rsid w:val="00577B93"/>
    <w:rsid w:val="00577CC5"/>
    <w:rsid w:val="00577DE1"/>
    <w:rsid w:val="00577F5D"/>
    <w:rsid w:val="00580175"/>
    <w:rsid w:val="0058029F"/>
    <w:rsid w:val="005804B6"/>
    <w:rsid w:val="0058073F"/>
    <w:rsid w:val="00580C31"/>
    <w:rsid w:val="0058170F"/>
    <w:rsid w:val="0058196D"/>
    <w:rsid w:val="00581A14"/>
    <w:rsid w:val="00581A6D"/>
    <w:rsid w:val="00581AAF"/>
    <w:rsid w:val="005821DB"/>
    <w:rsid w:val="0058234C"/>
    <w:rsid w:val="005835AA"/>
    <w:rsid w:val="00583C2E"/>
    <w:rsid w:val="00583CD1"/>
    <w:rsid w:val="00583CF9"/>
    <w:rsid w:val="00583D32"/>
    <w:rsid w:val="00584189"/>
    <w:rsid w:val="00584338"/>
    <w:rsid w:val="0058435E"/>
    <w:rsid w:val="00584474"/>
    <w:rsid w:val="00584D42"/>
    <w:rsid w:val="00584D79"/>
    <w:rsid w:val="00585144"/>
    <w:rsid w:val="005852BB"/>
    <w:rsid w:val="00585A2B"/>
    <w:rsid w:val="005861B9"/>
    <w:rsid w:val="005867B8"/>
    <w:rsid w:val="0058691F"/>
    <w:rsid w:val="00586ABA"/>
    <w:rsid w:val="00586D37"/>
    <w:rsid w:val="00586ED9"/>
    <w:rsid w:val="005874CD"/>
    <w:rsid w:val="0058753F"/>
    <w:rsid w:val="00587A48"/>
    <w:rsid w:val="00587ACE"/>
    <w:rsid w:val="00587EC4"/>
    <w:rsid w:val="005905C8"/>
    <w:rsid w:val="00590634"/>
    <w:rsid w:val="005908FE"/>
    <w:rsid w:val="00590A11"/>
    <w:rsid w:val="00590B91"/>
    <w:rsid w:val="00590CC3"/>
    <w:rsid w:val="0059120C"/>
    <w:rsid w:val="0059150D"/>
    <w:rsid w:val="005916DC"/>
    <w:rsid w:val="00591749"/>
    <w:rsid w:val="0059192C"/>
    <w:rsid w:val="00591A8D"/>
    <w:rsid w:val="00591C9B"/>
    <w:rsid w:val="00591EEF"/>
    <w:rsid w:val="005925BC"/>
    <w:rsid w:val="0059292F"/>
    <w:rsid w:val="00592C2C"/>
    <w:rsid w:val="00592E37"/>
    <w:rsid w:val="00593166"/>
    <w:rsid w:val="005931F7"/>
    <w:rsid w:val="0059334C"/>
    <w:rsid w:val="005935A2"/>
    <w:rsid w:val="0059371A"/>
    <w:rsid w:val="00593720"/>
    <w:rsid w:val="0059372F"/>
    <w:rsid w:val="00593751"/>
    <w:rsid w:val="005937C0"/>
    <w:rsid w:val="005937ED"/>
    <w:rsid w:val="00593891"/>
    <w:rsid w:val="00593C68"/>
    <w:rsid w:val="005941B3"/>
    <w:rsid w:val="00594258"/>
    <w:rsid w:val="00594653"/>
    <w:rsid w:val="005946AD"/>
    <w:rsid w:val="00594704"/>
    <w:rsid w:val="0059526D"/>
    <w:rsid w:val="0059571B"/>
    <w:rsid w:val="00595A86"/>
    <w:rsid w:val="00595B84"/>
    <w:rsid w:val="00595C95"/>
    <w:rsid w:val="00595D1D"/>
    <w:rsid w:val="00595E8C"/>
    <w:rsid w:val="005967D1"/>
    <w:rsid w:val="00596934"/>
    <w:rsid w:val="0059698A"/>
    <w:rsid w:val="00596CA5"/>
    <w:rsid w:val="00596D27"/>
    <w:rsid w:val="00597128"/>
    <w:rsid w:val="00597177"/>
    <w:rsid w:val="005978E5"/>
    <w:rsid w:val="00597ACB"/>
    <w:rsid w:val="00597D00"/>
    <w:rsid w:val="00597F53"/>
    <w:rsid w:val="005A0595"/>
    <w:rsid w:val="005A0990"/>
    <w:rsid w:val="005A1355"/>
    <w:rsid w:val="005A1437"/>
    <w:rsid w:val="005A1978"/>
    <w:rsid w:val="005A1DA8"/>
    <w:rsid w:val="005A1F37"/>
    <w:rsid w:val="005A1F71"/>
    <w:rsid w:val="005A2674"/>
    <w:rsid w:val="005A2C97"/>
    <w:rsid w:val="005A2E54"/>
    <w:rsid w:val="005A2E8C"/>
    <w:rsid w:val="005A327F"/>
    <w:rsid w:val="005A356F"/>
    <w:rsid w:val="005A362D"/>
    <w:rsid w:val="005A364F"/>
    <w:rsid w:val="005A3819"/>
    <w:rsid w:val="005A384E"/>
    <w:rsid w:val="005A388C"/>
    <w:rsid w:val="005A38B2"/>
    <w:rsid w:val="005A3970"/>
    <w:rsid w:val="005A39FC"/>
    <w:rsid w:val="005A3F43"/>
    <w:rsid w:val="005A402B"/>
    <w:rsid w:val="005A42D3"/>
    <w:rsid w:val="005A468A"/>
    <w:rsid w:val="005A4735"/>
    <w:rsid w:val="005A4AFE"/>
    <w:rsid w:val="005A4B77"/>
    <w:rsid w:val="005A5412"/>
    <w:rsid w:val="005A58B4"/>
    <w:rsid w:val="005A5FA3"/>
    <w:rsid w:val="005A6263"/>
    <w:rsid w:val="005A6414"/>
    <w:rsid w:val="005A65AF"/>
    <w:rsid w:val="005A662A"/>
    <w:rsid w:val="005A6C9D"/>
    <w:rsid w:val="005A7319"/>
    <w:rsid w:val="005A7402"/>
    <w:rsid w:val="005A7500"/>
    <w:rsid w:val="005A7BB3"/>
    <w:rsid w:val="005A7FB5"/>
    <w:rsid w:val="005B04D0"/>
    <w:rsid w:val="005B0A35"/>
    <w:rsid w:val="005B0A64"/>
    <w:rsid w:val="005B0F57"/>
    <w:rsid w:val="005B125A"/>
    <w:rsid w:val="005B1282"/>
    <w:rsid w:val="005B1578"/>
    <w:rsid w:val="005B16DD"/>
    <w:rsid w:val="005B16DF"/>
    <w:rsid w:val="005B17A9"/>
    <w:rsid w:val="005B1808"/>
    <w:rsid w:val="005B1853"/>
    <w:rsid w:val="005B1B51"/>
    <w:rsid w:val="005B1D3E"/>
    <w:rsid w:val="005B1DAB"/>
    <w:rsid w:val="005B1DE6"/>
    <w:rsid w:val="005B1E01"/>
    <w:rsid w:val="005B1F77"/>
    <w:rsid w:val="005B2263"/>
    <w:rsid w:val="005B293A"/>
    <w:rsid w:val="005B294D"/>
    <w:rsid w:val="005B2A16"/>
    <w:rsid w:val="005B2D66"/>
    <w:rsid w:val="005B2D84"/>
    <w:rsid w:val="005B32BD"/>
    <w:rsid w:val="005B3304"/>
    <w:rsid w:val="005B33F5"/>
    <w:rsid w:val="005B353C"/>
    <w:rsid w:val="005B35AB"/>
    <w:rsid w:val="005B3852"/>
    <w:rsid w:val="005B3B56"/>
    <w:rsid w:val="005B3CA6"/>
    <w:rsid w:val="005B3CE9"/>
    <w:rsid w:val="005B40EA"/>
    <w:rsid w:val="005B41B3"/>
    <w:rsid w:val="005B4286"/>
    <w:rsid w:val="005B4420"/>
    <w:rsid w:val="005B459C"/>
    <w:rsid w:val="005B45C5"/>
    <w:rsid w:val="005B4701"/>
    <w:rsid w:val="005B49CC"/>
    <w:rsid w:val="005B4A00"/>
    <w:rsid w:val="005B4DA4"/>
    <w:rsid w:val="005B537B"/>
    <w:rsid w:val="005B5840"/>
    <w:rsid w:val="005B6030"/>
    <w:rsid w:val="005B64A8"/>
    <w:rsid w:val="005B6585"/>
    <w:rsid w:val="005B677E"/>
    <w:rsid w:val="005B696F"/>
    <w:rsid w:val="005B6B71"/>
    <w:rsid w:val="005B6E1D"/>
    <w:rsid w:val="005B6EE0"/>
    <w:rsid w:val="005B6F5D"/>
    <w:rsid w:val="005B717C"/>
    <w:rsid w:val="005B730D"/>
    <w:rsid w:val="005B7429"/>
    <w:rsid w:val="005B7577"/>
    <w:rsid w:val="005B758C"/>
    <w:rsid w:val="005B762D"/>
    <w:rsid w:val="005B76D1"/>
    <w:rsid w:val="005B7A78"/>
    <w:rsid w:val="005B7B03"/>
    <w:rsid w:val="005B7CAC"/>
    <w:rsid w:val="005B7CBC"/>
    <w:rsid w:val="005B7E85"/>
    <w:rsid w:val="005C00AF"/>
    <w:rsid w:val="005C0AA0"/>
    <w:rsid w:val="005C0E8F"/>
    <w:rsid w:val="005C10F1"/>
    <w:rsid w:val="005C1245"/>
    <w:rsid w:val="005C1505"/>
    <w:rsid w:val="005C162A"/>
    <w:rsid w:val="005C1839"/>
    <w:rsid w:val="005C1997"/>
    <w:rsid w:val="005C1A8A"/>
    <w:rsid w:val="005C1E8B"/>
    <w:rsid w:val="005C21F2"/>
    <w:rsid w:val="005C227D"/>
    <w:rsid w:val="005C2437"/>
    <w:rsid w:val="005C24D6"/>
    <w:rsid w:val="005C2AAD"/>
    <w:rsid w:val="005C2CC1"/>
    <w:rsid w:val="005C2D4F"/>
    <w:rsid w:val="005C328F"/>
    <w:rsid w:val="005C3298"/>
    <w:rsid w:val="005C3457"/>
    <w:rsid w:val="005C35F2"/>
    <w:rsid w:val="005C39BF"/>
    <w:rsid w:val="005C3E5D"/>
    <w:rsid w:val="005C41DD"/>
    <w:rsid w:val="005C4256"/>
    <w:rsid w:val="005C43CC"/>
    <w:rsid w:val="005C48B8"/>
    <w:rsid w:val="005C4991"/>
    <w:rsid w:val="005C4CB9"/>
    <w:rsid w:val="005C5030"/>
    <w:rsid w:val="005C55C6"/>
    <w:rsid w:val="005C55F6"/>
    <w:rsid w:val="005C5834"/>
    <w:rsid w:val="005C5AA5"/>
    <w:rsid w:val="005C5DCD"/>
    <w:rsid w:val="005C5EF2"/>
    <w:rsid w:val="005C61A5"/>
    <w:rsid w:val="005C6436"/>
    <w:rsid w:val="005C650A"/>
    <w:rsid w:val="005C6B86"/>
    <w:rsid w:val="005C7039"/>
    <w:rsid w:val="005C76AF"/>
    <w:rsid w:val="005C76C7"/>
    <w:rsid w:val="005C77EF"/>
    <w:rsid w:val="005C7EAB"/>
    <w:rsid w:val="005D01AE"/>
    <w:rsid w:val="005D01B5"/>
    <w:rsid w:val="005D02E1"/>
    <w:rsid w:val="005D0466"/>
    <w:rsid w:val="005D05BA"/>
    <w:rsid w:val="005D08DD"/>
    <w:rsid w:val="005D0EF8"/>
    <w:rsid w:val="005D0F71"/>
    <w:rsid w:val="005D0FAD"/>
    <w:rsid w:val="005D1027"/>
    <w:rsid w:val="005D1034"/>
    <w:rsid w:val="005D12CD"/>
    <w:rsid w:val="005D1337"/>
    <w:rsid w:val="005D1409"/>
    <w:rsid w:val="005D1475"/>
    <w:rsid w:val="005D180F"/>
    <w:rsid w:val="005D18CC"/>
    <w:rsid w:val="005D1A55"/>
    <w:rsid w:val="005D1BB0"/>
    <w:rsid w:val="005D2430"/>
    <w:rsid w:val="005D2931"/>
    <w:rsid w:val="005D2E2B"/>
    <w:rsid w:val="005D2F2B"/>
    <w:rsid w:val="005D3035"/>
    <w:rsid w:val="005D3628"/>
    <w:rsid w:val="005D36EC"/>
    <w:rsid w:val="005D3E6B"/>
    <w:rsid w:val="005D438D"/>
    <w:rsid w:val="005D4607"/>
    <w:rsid w:val="005D465E"/>
    <w:rsid w:val="005D4981"/>
    <w:rsid w:val="005D4E09"/>
    <w:rsid w:val="005D4ED9"/>
    <w:rsid w:val="005D4F41"/>
    <w:rsid w:val="005D5337"/>
    <w:rsid w:val="005D5503"/>
    <w:rsid w:val="005D5728"/>
    <w:rsid w:val="005D5FD6"/>
    <w:rsid w:val="005D6004"/>
    <w:rsid w:val="005D606D"/>
    <w:rsid w:val="005D6132"/>
    <w:rsid w:val="005D68B5"/>
    <w:rsid w:val="005D6B8D"/>
    <w:rsid w:val="005D7735"/>
    <w:rsid w:val="005D79B8"/>
    <w:rsid w:val="005D7AE4"/>
    <w:rsid w:val="005D7B74"/>
    <w:rsid w:val="005D7C3B"/>
    <w:rsid w:val="005E036B"/>
    <w:rsid w:val="005E0682"/>
    <w:rsid w:val="005E07DC"/>
    <w:rsid w:val="005E0B4B"/>
    <w:rsid w:val="005E10D4"/>
    <w:rsid w:val="005E122B"/>
    <w:rsid w:val="005E133F"/>
    <w:rsid w:val="005E1521"/>
    <w:rsid w:val="005E1636"/>
    <w:rsid w:val="005E1DE1"/>
    <w:rsid w:val="005E1E85"/>
    <w:rsid w:val="005E1ED1"/>
    <w:rsid w:val="005E2121"/>
    <w:rsid w:val="005E2219"/>
    <w:rsid w:val="005E22A5"/>
    <w:rsid w:val="005E2602"/>
    <w:rsid w:val="005E28E2"/>
    <w:rsid w:val="005E2EFA"/>
    <w:rsid w:val="005E347D"/>
    <w:rsid w:val="005E3605"/>
    <w:rsid w:val="005E39E2"/>
    <w:rsid w:val="005E3EB0"/>
    <w:rsid w:val="005E4112"/>
    <w:rsid w:val="005E4C1E"/>
    <w:rsid w:val="005E4DC2"/>
    <w:rsid w:val="005E51C3"/>
    <w:rsid w:val="005E5773"/>
    <w:rsid w:val="005E5A12"/>
    <w:rsid w:val="005E5A71"/>
    <w:rsid w:val="005E5B33"/>
    <w:rsid w:val="005E6027"/>
    <w:rsid w:val="005E618D"/>
    <w:rsid w:val="005E6289"/>
    <w:rsid w:val="005E64EF"/>
    <w:rsid w:val="005E6520"/>
    <w:rsid w:val="005E6D7F"/>
    <w:rsid w:val="005E6EAE"/>
    <w:rsid w:val="005E6FFC"/>
    <w:rsid w:val="005E7166"/>
    <w:rsid w:val="005E7266"/>
    <w:rsid w:val="005E7466"/>
    <w:rsid w:val="005E749B"/>
    <w:rsid w:val="005E75EB"/>
    <w:rsid w:val="005E7734"/>
    <w:rsid w:val="005E7A01"/>
    <w:rsid w:val="005E7B4F"/>
    <w:rsid w:val="005E7D4F"/>
    <w:rsid w:val="005F00A9"/>
    <w:rsid w:val="005F075B"/>
    <w:rsid w:val="005F07FE"/>
    <w:rsid w:val="005F0833"/>
    <w:rsid w:val="005F1278"/>
    <w:rsid w:val="005F131A"/>
    <w:rsid w:val="005F14E1"/>
    <w:rsid w:val="005F17FF"/>
    <w:rsid w:val="005F1A71"/>
    <w:rsid w:val="005F1B80"/>
    <w:rsid w:val="005F1CC2"/>
    <w:rsid w:val="005F1E8D"/>
    <w:rsid w:val="005F21BF"/>
    <w:rsid w:val="005F243E"/>
    <w:rsid w:val="005F24DC"/>
    <w:rsid w:val="005F2FB8"/>
    <w:rsid w:val="005F3114"/>
    <w:rsid w:val="005F33FB"/>
    <w:rsid w:val="005F347B"/>
    <w:rsid w:val="005F39A1"/>
    <w:rsid w:val="005F3E86"/>
    <w:rsid w:val="005F4397"/>
    <w:rsid w:val="005F4495"/>
    <w:rsid w:val="005F47CA"/>
    <w:rsid w:val="005F4AEB"/>
    <w:rsid w:val="005F4C47"/>
    <w:rsid w:val="005F4D0A"/>
    <w:rsid w:val="005F4D94"/>
    <w:rsid w:val="005F50E5"/>
    <w:rsid w:val="005F53C4"/>
    <w:rsid w:val="005F578D"/>
    <w:rsid w:val="005F5892"/>
    <w:rsid w:val="005F5BE7"/>
    <w:rsid w:val="005F5D64"/>
    <w:rsid w:val="005F5DDB"/>
    <w:rsid w:val="005F61CD"/>
    <w:rsid w:val="005F6430"/>
    <w:rsid w:val="005F6587"/>
    <w:rsid w:val="005F68DF"/>
    <w:rsid w:val="005F6A07"/>
    <w:rsid w:val="005F6B83"/>
    <w:rsid w:val="005F7038"/>
    <w:rsid w:val="005F70A6"/>
    <w:rsid w:val="005F74ED"/>
    <w:rsid w:val="005F786D"/>
    <w:rsid w:val="005F7A85"/>
    <w:rsid w:val="005F7B16"/>
    <w:rsid w:val="005F7B6F"/>
    <w:rsid w:val="005F7BF8"/>
    <w:rsid w:val="00600114"/>
    <w:rsid w:val="00600248"/>
    <w:rsid w:val="00600698"/>
    <w:rsid w:val="00600AE5"/>
    <w:rsid w:val="00600FD2"/>
    <w:rsid w:val="00601015"/>
    <w:rsid w:val="00601898"/>
    <w:rsid w:val="00601A14"/>
    <w:rsid w:val="00601A59"/>
    <w:rsid w:val="00601A61"/>
    <w:rsid w:val="00601B5A"/>
    <w:rsid w:val="00601BBB"/>
    <w:rsid w:val="006021B7"/>
    <w:rsid w:val="006021C6"/>
    <w:rsid w:val="00603102"/>
    <w:rsid w:val="00603A06"/>
    <w:rsid w:val="00603A65"/>
    <w:rsid w:val="006040AC"/>
    <w:rsid w:val="006040EA"/>
    <w:rsid w:val="00604343"/>
    <w:rsid w:val="00604977"/>
    <w:rsid w:val="00604D22"/>
    <w:rsid w:val="00604FE8"/>
    <w:rsid w:val="006055A7"/>
    <w:rsid w:val="006057E5"/>
    <w:rsid w:val="00605950"/>
    <w:rsid w:val="00605A61"/>
    <w:rsid w:val="00605E2D"/>
    <w:rsid w:val="006065B7"/>
    <w:rsid w:val="00606970"/>
    <w:rsid w:val="00606B89"/>
    <w:rsid w:val="006073CA"/>
    <w:rsid w:val="00607480"/>
    <w:rsid w:val="00607A42"/>
    <w:rsid w:val="00607A93"/>
    <w:rsid w:val="00607BA4"/>
    <w:rsid w:val="00607C99"/>
    <w:rsid w:val="00610152"/>
    <w:rsid w:val="00610432"/>
    <w:rsid w:val="0061071E"/>
    <w:rsid w:val="00610728"/>
    <w:rsid w:val="00610873"/>
    <w:rsid w:val="00610948"/>
    <w:rsid w:val="006109A5"/>
    <w:rsid w:val="00610AB2"/>
    <w:rsid w:val="00610BA6"/>
    <w:rsid w:val="00610D55"/>
    <w:rsid w:val="00611081"/>
    <w:rsid w:val="006113B6"/>
    <w:rsid w:val="00611519"/>
    <w:rsid w:val="00611C7F"/>
    <w:rsid w:val="00611C8D"/>
    <w:rsid w:val="0061217A"/>
    <w:rsid w:val="0061229C"/>
    <w:rsid w:val="006123C5"/>
    <w:rsid w:val="00612512"/>
    <w:rsid w:val="00612561"/>
    <w:rsid w:val="00612789"/>
    <w:rsid w:val="006128D7"/>
    <w:rsid w:val="00612A97"/>
    <w:rsid w:val="00612B25"/>
    <w:rsid w:val="00612CD3"/>
    <w:rsid w:val="00612D72"/>
    <w:rsid w:val="00612E20"/>
    <w:rsid w:val="006133C3"/>
    <w:rsid w:val="006135A4"/>
    <w:rsid w:val="006136A2"/>
    <w:rsid w:val="00613A93"/>
    <w:rsid w:val="00613C70"/>
    <w:rsid w:val="00613E48"/>
    <w:rsid w:val="006141B5"/>
    <w:rsid w:val="006144C0"/>
    <w:rsid w:val="006148A5"/>
    <w:rsid w:val="00615052"/>
    <w:rsid w:val="006150D0"/>
    <w:rsid w:val="00615233"/>
    <w:rsid w:val="006156CC"/>
    <w:rsid w:val="00615754"/>
    <w:rsid w:val="00615928"/>
    <w:rsid w:val="00615BEC"/>
    <w:rsid w:val="00615D6B"/>
    <w:rsid w:val="00615F52"/>
    <w:rsid w:val="006160CC"/>
    <w:rsid w:val="006164B6"/>
    <w:rsid w:val="00616581"/>
    <w:rsid w:val="0061679B"/>
    <w:rsid w:val="00616D82"/>
    <w:rsid w:val="00617354"/>
    <w:rsid w:val="006179C5"/>
    <w:rsid w:val="00617B41"/>
    <w:rsid w:val="00620094"/>
    <w:rsid w:val="00620341"/>
    <w:rsid w:val="00620564"/>
    <w:rsid w:val="006205FD"/>
    <w:rsid w:val="0062071B"/>
    <w:rsid w:val="00620955"/>
    <w:rsid w:val="00620E1D"/>
    <w:rsid w:val="00620F65"/>
    <w:rsid w:val="00621781"/>
    <w:rsid w:val="00622540"/>
    <w:rsid w:val="0062292C"/>
    <w:rsid w:val="00622933"/>
    <w:rsid w:val="00622A8D"/>
    <w:rsid w:val="00622AD3"/>
    <w:rsid w:val="00622FCE"/>
    <w:rsid w:val="006230F8"/>
    <w:rsid w:val="0062487C"/>
    <w:rsid w:val="00624BC8"/>
    <w:rsid w:val="00624F06"/>
    <w:rsid w:val="006250B8"/>
    <w:rsid w:val="00625123"/>
    <w:rsid w:val="00625701"/>
    <w:rsid w:val="0062587E"/>
    <w:rsid w:val="00625A0F"/>
    <w:rsid w:val="00625B25"/>
    <w:rsid w:val="00625C7C"/>
    <w:rsid w:val="00625E34"/>
    <w:rsid w:val="00625E40"/>
    <w:rsid w:val="00625E9B"/>
    <w:rsid w:val="006265B4"/>
    <w:rsid w:val="00626618"/>
    <w:rsid w:val="00626B5A"/>
    <w:rsid w:val="00627184"/>
    <w:rsid w:val="0062748B"/>
    <w:rsid w:val="0062761F"/>
    <w:rsid w:val="00627C7B"/>
    <w:rsid w:val="00627C7D"/>
    <w:rsid w:val="00627E26"/>
    <w:rsid w:val="006301F2"/>
    <w:rsid w:val="0063022F"/>
    <w:rsid w:val="00630245"/>
    <w:rsid w:val="00630688"/>
    <w:rsid w:val="00630CCC"/>
    <w:rsid w:val="00631000"/>
    <w:rsid w:val="006311F1"/>
    <w:rsid w:val="0063134C"/>
    <w:rsid w:val="0063136F"/>
    <w:rsid w:val="00631463"/>
    <w:rsid w:val="006314E7"/>
    <w:rsid w:val="006314EA"/>
    <w:rsid w:val="00631852"/>
    <w:rsid w:val="00631B03"/>
    <w:rsid w:val="006323E4"/>
    <w:rsid w:val="00632605"/>
    <w:rsid w:val="00632FF1"/>
    <w:rsid w:val="00633B9C"/>
    <w:rsid w:val="00633DDC"/>
    <w:rsid w:val="00634010"/>
    <w:rsid w:val="00634118"/>
    <w:rsid w:val="00634258"/>
    <w:rsid w:val="006345AA"/>
    <w:rsid w:val="0063496D"/>
    <w:rsid w:val="006349DA"/>
    <w:rsid w:val="00634C65"/>
    <w:rsid w:val="00634C7D"/>
    <w:rsid w:val="00634CFC"/>
    <w:rsid w:val="00634F15"/>
    <w:rsid w:val="006350A3"/>
    <w:rsid w:val="00635521"/>
    <w:rsid w:val="006356C3"/>
    <w:rsid w:val="00635882"/>
    <w:rsid w:val="00635BD3"/>
    <w:rsid w:val="00635D8A"/>
    <w:rsid w:val="006360FB"/>
    <w:rsid w:val="006361F4"/>
    <w:rsid w:val="00636374"/>
    <w:rsid w:val="006363D6"/>
    <w:rsid w:val="006365A9"/>
    <w:rsid w:val="006366C3"/>
    <w:rsid w:val="00636B59"/>
    <w:rsid w:val="00636BAD"/>
    <w:rsid w:val="00636D59"/>
    <w:rsid w:val="00636DD8"/>
    <w:rsid w:val="00637573"/>
    <w:rsid w:val="00637766"/>
    <w:rsid w:val="006378B1"/>
    <w:rsid w:val="006378D3"/>
    <w:rsid w:val="00637970"/>
    <w:rsid w:val="00637D2D"/>
    <w:rsid w:val="00640547"/>
    <w:rsid w:val="006405B3"/>
    <w:rsid w:val="0064078B"/>
    <w:rsid w:val="006409D1"/>
    <w:rsid w:val="00640BD8"/>
    <w:rsid w:val="00640C78"/>
    <w:rsid w:val="00640D25"/>
    <w:rsid w:val="00640D85"/>
    <w:rsid w:val="00640FE2"/>
    <w:rsid w:val="00641286"/>
    <w:rsid w:val="0064163C"/>
    <w:rsid w:val="00641B33"/>
    <w:rsid w:val="00641E08"/>
    <w:rsid w:val="00641E6F"/>
    <w:rsid w:val="006425BB"/>
    <w:rsid w:val="006426F2"/>
    <w:rsid w:val="006427AD"/>
    <w:rsid w:val="00642E57"/>
    <w:rsid w:val="00643190"/>
    <w:rsid w:val="006431DA"/>
    <w:rsid w:val="00643555"/>
    <w:rsid w:val="00643D35"/>
    <w:rsid w:val="00643E5C"/>
    <w:rsid w:val="00643F0D"/>
    <w:rsid w:val="006440B2"/>
    <w:rsid w:val="00644354"/>
    <w:rsid w:val="00644D8F"/>
    <w:rsid w:val="00644E8D"/>
    <w:rsid w:val="00645069"/>
    <w:rsid w:val="00645243"/>
    <w:rsid w:val="00645A78"/>
    <w:rsid w:val="00645D90"/>
    <w:rsid w:val="00645EA9"/>
    <w:rsid w:val="00645F35"/>
    <w:rsid w:val="00646221"/>
    <w:rsid w:val="006466BA"/>
    <w:rsid w:val="006469D5"/>
    <w:rsid w:val="00646AC5"/>
    <w:rsid w:val="00646B74"/>
    <w:rsid w:val="00646EB1"/>
    <w:rsid w:val="00646FCA"/>
    <w:rsid w:val="006475F3"/>
    <w:rsid w:val="00647930"/>
    <w:rsid w:val="00647BE1"/>
    <w:rsid w:val="00647D38"/>
    <w:rsid w:val="00650006"/>
    <w:rsid w:val="00650368"/>
    <w:rsid w:val="00650B17"/>
    <w:rsid w:val="00650D47"/>
    <w:rsid w:val="00651289"/>
    <w:rsid w:val="00651313"/>
    <w:rsid w:val="006513C5"/>
    <w:rsid w:val="00651BE5"/>
    <w:rsid w:val="00651C2C"/>
    <w:rsid w:val="00651E4F"/>
    <w:rsid w:val="00652571"/>
    <w:rsid w:val="00652C5A"/>
    <w:rsid w:val="00652C79"/>
    <w:rsid w:val="00652D10"/>
    <w:rsid w:val="00652DBF"/>
    <w:rsid w:val="0065301E"/>
    <w:rsid w:val="0065304C"/>
    <w:rsid w:val="006530AB"/>
    <w:rsid w:val="00653284"/>
    <w:rsid w:val="006535BC"/>
    <w:rsid w:val="00653930"/>
    <w:rsid w:val="006542C7"/>
    <w:rsid w:val="0065459B"/>
    <w:rsid w:val="00654603"/>
    <w:rsid w:val="0065469C"/>
    <w:rsid w:val="0065473B"/>
    <w:rsid w:val="00654A8B"/>
    <w:rsid w:val="00654AE6"/>
    <w:rsid w:val="00654EB3"/>
    <w:rsid w:val="00655123"/>
    <w:rsid w:val="006552CD"/>
    <w:rsid w:val="00655657"/>
    <w:rsid w:val="006559B4"/>
    <w:rsid w:val="006561BE"/>
    <w:rsid w:val="00656218"/>
    <w:rsid w:val="006562FE"/>
    <w:rsid w:val="006564E9"/>
    <w:rsid w:val="0065659A"/>
    <w:rsid w:val="0065663B"/>
    <w:rsid w:val="00656B0B"/>
    <w:rsid w:val="00656C79"/>
    <w:rsid w:val="0065728B"/>
    <w:rsid w:val="0065739A"/>
    <w:rsid w:val="006574EF"/>
    <w:rsid w:val="00657634"/>
    <w:rsid w:val="006579FB"/>
    <w:rsid w:val="00657F55"/>
    <w:rsid w:val="0066007E"/>
    <w:rsid w:val="006605CB"/>
    <w:rsid w:val="00660747"/>
    <w:rsid w:val="00660D74"/>
    <w:rsid w:val="00660DC7"/>
    <w:rsid w:val="006610BF"/>
    <w:rsid w:val="006611E7"/>
    <w:rsid w:val="00661AA4"/>
    <w:rsid w:val="00661CFD"/>
    <w:rsid w:val="00661DFD"/>
    <w:rsid w:val="00661E49"/>
    <w:rsid w:val="00661ECC"/>
    <w:rsid w:val="00662173"/>
    <w:rsid w:val="006621D3"/>
    <w:rsid w:val="006622F6"/>
    <w:rsid w:val="00662401"/>
    <w:rsid w:val="006626AF"/>
    <w:rsid w:val="006628A7"/>
    <w:rsid w:val="00662B04"/>
    <w:rsid w:val="00662BB5"/>
    <w:rsid w:val="00662E8A"/>
    <w:rsid w:val="00662ED8"/>
    <w:rsid w:val="0066372A"/>
    <w:rsid w:val="006637F7"/>
    <w:rsid w:val="00663FB5"/>
    <w:rsid w:val="006640BB"/>
    <w:rsid w:val="00664117"/>
    <w:rsid w:val="00664448"/>
    <w:rsid w:val="00664481"/>
    <w:rsid w:val="00664C33"/>
    <w:rsid w:val="00665058"/>
    <w:rsid w:val="006650DA"/>
    <w:rsid w:val="00665120"/>
    <w:rsid w:val="006654B7"/>
    <w:rsid w:val="006656A0"/>
    <w:rsid w:val="00665BE1"/>
    <w:rsid w:val="00665EE0"/>
    <w:rsid w:val="00665FA7"/>
    <w:rsid w:val="0066608E"/>
    <w:rsid w:val="00666276"/>
    <w:rsid w:val="006666C1"/>
    <w:rsid w:val="00666C58"/>
    <w:rsid w:val="00666D8C"/>
    <w:rsid w:val="006670C2"/>
    <w:rsid w:val="00667260"/>
    <w:rsid w:val="0066727C"/>
    <w:rsid w:val="0066747C"/>
    <w:rsid w:val="0066752D"/>
    <w:rsid w:val="00667662"/>
    <w:rsid w:val="00667667"/>
    <w:rsid w:val="006677A8"/>
    <w:rsid w:val="00667F02"/>
    <w:rsid w:val="0067005C"/>
    <w:rsid w:val="0067024C"/>
    <w:rsid w:val="0067030A"/>
    <w:rsid w:val="00670838"/>
    <w:rsid w:val="00670DEB"/>
    <w:rsid w:val="00670E9D"/>
    <w:rsid w:val="006710F8"/>
    <w:rsid w:val="006715B2"/>
    <w:rsid w:val="006715BF"/>
    <w:rsid w:val="00671B3C"/>
    <w:rsid w:val="006720D4"/>
    <w:rsid w:val="00672BC4"/>
    <w:rsid w:val="00673438"/>
    <w:rsid w:val="00673582"/>
    <w:rsid w:val="006735DA"/>
    <w:rsid w:val="006736B9"/>
    <w:rsid w:val="006737C8"/>
    <w:rsid w:val="00673842"/>
    <w:rsid w:val="00673CBA"/>
    <w:rsid w:val="00673EB6"/>
    <w:rsid w:val="00673FCF"/>
    <w:rsid w:val="0067402B"/>
    <w:rsid w:val="006742B3"/>
    <w:rsid w:val="00674334"/>
    <w:rsid w:val="00674633"/>
    <w:rsid w:val="00674E6D"/>
    <w:rsid w:val="006752B8"/>
    <w:rsid w:val="0067536C"/>
    <w:rsid w:val="0067542F"/>
    <w:rsid w:val="00675A26"/>
    <w:rsid w:val="00675C8F"/>
    <w:rsid w:val="00675D1F"/>
    <w:rsid w:val="00675D39"/>
    <w:rsid w:val="0067606B"/>
    <w:rsid w:val="00676197"/>
    <w:rsid w:val="006764FA"/>
    <w:rsid w:val="006765A3"/>
    <w:rsid w:val="006766F8"/>
    <w:rsid w:val="00676DE9"/>
    <w:rsid w:val="006770A6"/>
    <w:rsid w:val="00677171"/>
    <w:rsid w:val="006776B0"/>
    <w:rsid w:val="0067782D"/>
    <w:rsid w:val="00677C9B"/>
    <w:rsid w:val="00677F93"/>
    <w:rsid w:val="0068018E"/>
    <w:rsid w:val="00680326"/>
    <w:rsid w:val="006803CE"/>
    <w:rsid w:val="0068049D"/>
    <w:rsid w:val="006804E2"/>
    <w:rsid w:val="006807C8"/>
    <w:rsid w:val="0068090C"/>
    <w:rsid w:val="00680E9A"/>
    <w:rsid w:val="00680F6D"/>
    <w:rsid w:val="00681003"/>
    <w:rsid w:val="00681104"/>
    <w:rsid w:val="0068128C"/>
    <w:rsid w:val="00681696"/>
    <w:rsid w:val="00681FC8"/>
    <w:rsid w:val="0068229C"/>
    <w:rsid w:val="006826D4"/>
    <w:rsid w:val="00682877"/>
    <w:rsid w:val="00682982"/>
    <w:rsid w:val="00682A48"/>
    <w:rsid w:val="00682B0F"/>
    <w:rsid w:val="0068304D"/>
    <w:rsid w:val="006836CC"/>
    <w:rsid w:val="00683869"/>
    <w:rsid w:val="00683FEA"/>
    <w:rsid w:val="006841EC"/>
    <w:rsid w:val="0068426B"/>
    <w:rsid w:val="00684291"/>
    <w:rsid w:val="00684642"/>
    <w:rsid w:val="006847C8"/>
    <w:rsid w:val="00684CBA"/>
    <w:rsid w:val="00685149"/>
    <w:rsid w:val="006853A1"/>
    <w:rsid w:val="0068540D"/>
    <w:rsid w:val="00685444"/>
    <w:rsid w:val="00685572"/>
    <w:rsid w:val="00685629"/>
    <w:rsid w:val="006856D1"/>
    <w:rsid w:val="0068597C"/>
    <w:rsid w:val="00685B00"/>
    <w:rsid w:val="00685B8F"/>
    <w:rsid w:val="0068607D"/>
    <w:rsid w:val="006865C0"/>
    <w:rsid w:val="00686CBE"/>
    <w:rsid w:val="00686FE7"/>
    <w:rsid w:val="0068742A"/>
    <w:rsid w:val="00687467"/>
    <w:rsid w:val="006874F6"/>
    <w:rsid w:val="00687529"/>
    <w:rsid w:val="00687AB4"/>
    <w:rsid w:val="00687BFD"/>
    <w:rsid w:val="00687E1C"/>
    <w:rsid w:val="00687E5F"/>
    <w:rsid w:val="00687EBF"/>
    <w:rsid w:val="00687FBF"/>
    <w:rsid w:val="006900D8"/>
    <w:rsid w:val="0069033F"/>
    <w:rsid w:val="00690435"/>
    <w:rsid w:val="006905A4"/>
    <w:rsid w:val="006907F0"/>
    <w:rsid w:val="00690924"/>
    <w:rsid w:val="00690B03"/>
    <w:rsid w:val="006914C5"/>
    <w:rsid w:val="00691757"/>
    <w:rsid w:val="00691860"/>
    <w:rsid w:val="00691985"/>
    <w:rsid w:val="00691B32"/>
    <w:rsid w:val="00691B76"/>
    <w:rsid w:val="00692175"/>
    <w:rsid w:val="006921D8"/>
    <w:rsid w:val="0069256D"/>
    <w:rsid w:val="00692882"/>
    <w:rsid w:val="006928DC"/>
    <w:rsid w:val="00692E15"/>
    <w:rsid w:val="00692E1E"/>
    <w:rsid w:val="00692E6C"/>
    <w:rsid w:val="00692E75"/>
    <w:rsid w:val="00692EC8"/>
    <w:rsid w:val="00693065"/>
    <w:rsid w:val="00693147"/>
    <w:rsid w:val="00693A19"/>
    <w:rsid w:val="00693BA8"/>
    <w:rsid w:val="00693DAD"/>
    <w:rsid w:val="006941D4"/>
    <w:rsid w:val="006941FE"/>
    <w:rsid w:val="006945ED"/>
    <w:rsid w:val="00694675"/>
    <w:rsid w:val="006947E9"/>
    <w:rsid w:val="006949F4"/>
    <w:rsid w:val="00694AF9"/>
    <w:rsid w:val="00694B77"/>
    <w:rsid w:val="00694F4D"/>
    <w:rsid w:val="00695211"/>
    <w:rsid w:val="00695302"/>
    <w:rsid w:val="00695369"/>
    <w:rsid w:val="0069563B"/>
    <w:rsid w:val="00695900"/>
    <w:rsid w:val="00695AD3"/>
    <w:rsid w:val="00695DCF"/>
    <w:rsid w:val="00696087"/>
    <w:rsid w:val="0069632C"/>
    <w:rsid w:val="00696A00"/>
    <w:rsid w:val="00696D7E"/>
    <w:rsid w:val="0069714C"/>
    <w:rsid w:val="00697282"/>
    <w:rsid w:val="006974E4"/>
    <w:rsid w:val="0069765B"/>
    <w:rsid w:val="00697B2F"/>
    <w:rsid w:val="00697FAC"/>
    <w:rsid w:val="006A0094"/>
    <w:rsid w:val="006A0115"/>
    <w:rsid w:val="006A0451"/>
    <w:rsid w:val="006A0E0F"/>
    <w:rsid w:val="006A10A5"/>
    <w:rsid w:val="006A14CC"/>
    <w:rsid w:val="006A1B0E"/>
    <w:rsid w:val="006A1B37"/>
    <w:rsid w:val="006A1D67"/>
    <w:rsid w:val="006A1DD2"/>
    <w:rsid w:val="006A2695"/>
    <w:rsid w:val="006A270E"/>
    <w:rsid w:val="006A27E1"/>
    <w:rsid w:val="006A294F"/>
    <w:rsid w:val="006A2F21"/>
    <w:rsid w:val="006A3135"/>
    <w:rsid w:val="006A314A"/>
    <w:rsid w:val="006A3427"/>
    <w:rsid w:val="006A3698"/>
    <w:rsid w:val="006A370F"/>
    <w:rsid w:val="006A3A32"/>
    <w:rsid w:val="006A3DF3"/>
    <w:rsid w:val="006A3E5E"/>
    <w:rsid w:val="006A3ED8"/>
    <w:rsid w:val="006A43E3"/>
    <w:rsid w:val="006A45B7"/>
    <w:rsid w:val="006A4D35"/>
    <w:rsid w:val="006A505D"/>
    <w:rsid w:val="006A551C"/>
    <w:rsid w:val="006A5B6F"/>
    <w:rsid w:val="006A5B98"/>
    <w:rsid w:val="006A5C5C"/>
    <w:rsid w:val="006A6185"/>
    <w:rsid w:val="006A643D"/>
    <w:rsid w:val="006A6615"/>
    <w:rsid w:val="006A68FB"/>
    <w:rsid w:val="006A6FA3"/>
    <w:rsid w:val="006A708F"/>
    <w:rsid w:val="006A70A9"/>
    <w:rsid w:val="006A756E"/>
    <w:rsid w:val="006A7903"/>
    <w:rsid w:val="006A7AF1"/>
    <w:rsid w:val="006A7BD2"/>
    <w:rsid w:val="006B0636"/>
    <w:rsid w:val="006B0BC4"/>
    <w:rsid w:val="006B0C71"/>
    <w:rsid w:val="006B105C"/>
    <w:rsid w:val="006B121A"/>
    <w:rsid w:val="006B1442"/>
    <w:rsid w:val="006B1916"/>
    <w:rsid w:val="006B1C94"/>
    <w:rsid w:val="006B2356"/>
    <w:rsid w:val="006B236E"/>
    <w:rsid w:val="006B24CE"/>
    <w:rsid w:val="006B25DC"/>
    <w:rsid w:val="006B268E"/>
    <w:rsid w:val="006B27A8"/>
    <w:rsid w:val="006B2F26"/>
    <w:rsid w:val="006B2FEC"/>
    <w:rsid w:val="006B3016"/>
    <w:rsid w:val="006B3754"/>
    <w:rsid w:val="006B3B4D"/>
    <w:rsid w:val="006B3E7C"/>
    <w:rsid w:val="006B4638"/>
    <w:rsid w:val="006B4B7E"/>
    <w:rsid w:val="006B4E32"/>
    <w:rsid w:val="006B50B4"/>
    <w:rsid w:val="006B540D"/>
    <w:rsid w:val="006B5428"/>
    <w:rsid w:val="006B5B69"/>
    <w:rsid w:val="006B6299"/>
    <w:rsid w:val="006B640E"/>
    <w:rsid w:val="006B65F6"/>
    <w:rsid w:val="006B6835"/>
    <w:rsid w:val="006B68F4"/>
    <w:rsid w:val="006B6A07"/>
    <w:rsid w:val="006B6ACF"/>
    <w:rsid w:val="006B6CD2"/>
    <w:rsid w:val="006B6E94"/>
    <w:rsid w:val="006B7072"/>
    <w:rsid w:val="006B746B"/>
    <w:rsid w:val="006B7A1B"/>
    <w:rsid w:val="006C0113"/>
    <w:rsid w:val="006C01F9"/>
    <w:rsid w:val="006C027B"/>
    <w:rsid w:val="006C02AE"/>
    <w:rsid w:val="006C0369"/>
    <w:rsid w:val="006C09B5"/>
    <w:rsid w:val="006C09BB"/>
    <w:rsid w:val="006C0B2E"/>
    <w:rsid w:val="006C0B66"/>
    <w:rsid w:val="006C0D1B"/>
    <w:rsid w:val="006C0EDD"/>
    <w:rsid w:val="006C0F0B"/>
    <w:rsid w:val="006C100A"/>
    <w:rsid w:val="006C1186"/>
    <w:rsid w:val="006C1241"/>
    <w:rsid w:val="006C19BE"/>
    <w:rsid w:val="006C1C84"/>
    <w:rsid w:val="006C1D76"/>
    <w:rsid w:val="006C2077"/>
    <w:rsid w:val="006C231B"/>
    <w:rsid w:val="006C2465"/>
    <w:rsid w:val="006C27ED"/>
    <w:rsid w:val="006C2A15"/>
    <w:rsid w:val="006C2AB9"/>
    <w:rsid w:val="006C2D61"/>
    <w:rsid w:val="006C2D9E"/>
    <w:rsid w:val="006C2EBD"/>
    <w:rsid w:val="006C371F"/>
    <w:rsid w:val="006C389D"/>
    <w:rsid w:val="006C39D3"/>
    <w:rsid w:val="006C3C42"/>
    <w:rsid w:val="006C3C48"/>
    <w:rsid w:val="006C3DB1"/>
    <w:rsid w:val="006C3F9D"/>
    <w:rsid w:val="006C41D3"/>
    <w:rsid w:val="006C4699"/>
    <w:rsid w:val="006C477D"/>
    <w:rsid w:val="006C47B3"/>
    <w:rsid w:val="006C4A72"/>
    <w:rsid w:val="006C4F56"/>
    <w:rsid w:val="006C556E"/>
    <w:rsid w:val="006C56F6"/>
    <w:rsid w:val="006C5943"/>
    <w:rsid w:val="006C5974"/>
    <w:rsid w:val="006C5D10"/>
    <w:rsid w:val="006C5D8A"/>
    <w:rsid w:val="006C637E"/>
    <w:rsid w:val="006C6A4C"/>
    <w:rsid w:val="006C6B9A"/>
    <w:rsid w:val="006C6BC6"/>
    <w:rsid w:val="006C6E4C"/>
    <w:rsid w:val="006C753F"/>
    <w:rsid w:val="006C75BB"/>
    <w:rsid w:val="006C7AF0"/>
    <w:rsid w:val="006C7D11"/>
    <w:rsid w:val="006C7D44"/>
    <w:rsid w:val="006C7DA1"/>
    <w:rsid w:val="006C7F33"/>
    <w:rsid w:val="006D02B0"/>
    <w:rsid w:val="006D03D2"/>
    <w:rsid w:val="006D0615"/>
    <w:rsid w:val="006D0C4B"/>
    <w:rsid w:val="006D116F"/>
    <w:rsid w:val="006D1249"/>
    <w:rsid w:val="006D1512"/>
    <w:rsid w:val="006D15F0"/>
    <w:rsid w:val="006D17AE"/>
    <w:rsid w:val="006D1BA6"/>
    <w:rsid w:val="006D1D2F"/>
    <w:rsid w:val="006D2334"/>
    <w:rsid w:val="006D25B9"/>
    <w:rsid w:val="006D2602"/>
    <w:rsid w:val="006D268B"/>
    <w:rsid w:val="006D2BEB"/>
    <w:rsid w:val="006D2C41"/>
    <w:rsid w:val="006D2E0A"/>
    <w:rsid w:val="006D2E48"/>
    <w:rsid w:val="006D2F93"/>
    <w:rsid w:val="006D3009"/>
    <w:rsid w:val="006D32CA"/>
    <w:rsid w:val="006D32E8"/>
    <w:rsid w:val="006D3608"/>
    <w:rsid w:val="006D376F"/>
    <w:rsid w:val="006D3AA0"/>
    <w:rsid w:val="006D3EFC"/>
    <w:rsid w:val="006D4582"/>
    <w:rsid w:val="006D4A57"/>
    <w:rsid w:val="006D50B9"/>
    <w:rsid w:val="006D548B"/>
    <w:rsid w:val="006D55D3"/>
    <w:rsid w:val="006D5691"/>
    <w:rsid w:val="006D5751"/>
    <w:rsid w:val="006D5B79"/>
    <w:rsid w:val="006D5B97"/>
    <w:rsid w:val="006D5C2D"/>
    <w:rsid w:val="006D6080"/>
    <w:rsid w:val="006D63FE"/>
    <w:rsid w:val="006D6A93"/>
    <w:rsid w:val="006D6BDC"/>
    <w:rsid w:val="006D6E1F"/>
    <w:rsid w:val="006D6F1A"/>
    <w:rsid w:val="006D746C"/>
    <w:rsid w:val="006D7705"/>
    <w:rsid w:val="006D7DD8"/>
    <w:rsid w:val="006D7E58"/>
    <w:rsid w:val="006D7E97"/>
    <w:rsid w:val="006E01DB"/>
    <w:rsid w:val="006E05B3"/>
    <w:rsid w:val="006E0758"/>
    <w:rsid w:val="006E0A5A"/>
    <w:rsid w:val="006E1138"/>
    <w:rsid w:val="006E141D"/>
    <w:rsid w:val="006E1428"/>
    <w:rsid w:val="006E1B98"/>
    <w:rsid w:val="006E1C63"/>
    <w:rsid w:val="006E1F18"/>
    <w:rsid w:val="006E2433"/>
    <w:rsid w:val="006E25D5"/>
    <w:rsid w:val="006E265D"/>
    <w:rsid w:val="006E2732"/>
    <w:rsid w:val="006E288C"/>
    <w:rsid w:val="006E2DD8"/>
    <w:rsid w:val="006E2F21"/>
    <w:rsid w:val="006E3065"/>
    <w:rsid w:val="006E3658"/>
    <w:rsid w:val="006E3AC6"/>
    <w:rsid w:val="006E3AE1"/>
    <w:rsid w:val="006E3B46"/>
    <w:rsid w:val="006E3C77"/>
    <w:rsid w:val="006E4017"/>
    <w:rsid w:val="006E42E5"/>
    <w:rsid w:val="006E43AF"/>
    <w:rsid w:val="006E43C7"/>
    <w:rsid w:val="006E47ED"/>
    <w:rsid w:val="006E4A2C"/>
    <w:rsid w:val="006E4E4B"/>
    <w:rsid w:val="006E51DC"/>
    <w:rsid w:val="006E5471"/>
    <w:rsid w:val="006E5C1C"/>
    <w:rsid w:val="006E5CD9"/>
    <w:rsid w:val="006E5E18"/>
    <w:rsid w:val="006E62AF"/>
    <w:rsid w:val="006E6698"/>
    <w:rsid w:val="006E66A2"/>
    <w:rsid w:val="006E6A4A"/>
    <w:rsid w:val="006E7736"/>
    <w:rsid w:val="006E7928"/>
    <w:rsid w:val="006E7AA7"/>
    <w:rsid w:val="006F03F0"/>
    <w:rsid w:val="006F1155"/>
    <w:rsid w:val="006F1B26"/>
    <w:rsid w:val="006F1BB5"/>
    <w:rsid w:val="006F1DC8"/>
    <w:rsid w:val="006F23B4"/>
    <w:rsid w:val="006F284C"/>
    <w:rsid w:val="006F2B1E"/>
    <w:rsid w:val="006F2DF9"/>
    <w:rsid w:val="006F2E17"/>
    <w:rsid w:val="006F30BF"/>
    <w:rsid w:val="006F32EC"/>
    <w:rsid w:val="006F347C"/>
    <w:rsid w:val="006F3A73"/>
    <w:rsid w:val="006F3AE0"/>
    <w:rsid w:val="006F41C1"/>
    <w:rsid w:val="006F4318"/>
    <w:rsid w:val="006F470D"/>
    <w:rsid w:val="006F4724"/>
    <w:rsid w:val="006F49F7"/>
    <w:rsid w:val="006F4FD7"/>
    <w:rsid w:val="006F514E"/>
    <w:rsid w:val="006F5506"/>
    <w:rsid w:val="006F5D80"/>
    <w:rsid w:val="006F5E37"/>
    <w:rsid w:val="006F66B2"/>
    <w:rsid w:val="006F6773"/>
    <w:rsid w:val="006F67AA"/>
    <w:rsid w:val="006F6816"/>
    <w:rsid w:val="006F6B5F"/>
    <w:rsid w:val="006F6D44"/>
    <w:rsid w:val="006F6EEE"/>
    <w:rsid w:val="006F707F"/>
    <w:rsid w:val="006F70C6"/>
    <w:rsid w:val="006F71E9"/>
    <w:rsid w:val="006F7243"/>
    <w:rsid w:val="006F748B"/>
    <w:rsid w:val="006F7A23"/>
    <w:rsid w:val="006F7B95"/>
    <w:rsid w:val="006F7F6B"/>
    <w:rsid w:val="0070080E"/>
    <w:rsid w:val="00700BF4"/>
    <w:rsid w:val="007015DC"/>
    <w:rsid w:val="0070163B"/>
    <w:rsid w:val="00701C8E"/>
    <w:rsid w:val="007024AC"/>
    <w:rsid w:val="00702A9F"/>
    <w:rsid w:val="00702EC5"/>
    <w:rsid w:val="00702F0F"/>
    <w:rsid w:val="0070325A"/>
    <w:rsid w:val="00703290"/>
    <w:rsid w:val="007034DC"/>
    <w:rsid w:val="0070380A"/>
    <w:rsid w:val="00703F3D"/>
    <w:rsid w:val="00704231"/>
    <w:rsid w:val="007043E8"/>
    <w:rsid w:val="0070444B"/>
    <w:rsid w:val="00704688"/>
    <w:rsid w:val="00704890"/>
    <w:rsid w:val="00704C79"/>
    <w:rsid w:val="00704CEF"/>
    <w:rsid w:val="00705117"/>
    <w:rsid w:val="0070527A"/>
    <w:rsid w:val="0070567E"/>
    <w:rsid w:val="007057AE"/>
    <w:rsid w:val="007057D1"/>
    <w:rsid w:val="007059AD"/>
    <w:rsid w:val="00705B7F"/>
    <w:rsid w:val="00705BD2"/>
    <w:rsid w:val="00705CF9"/>
    <w:rsid w:val="00705EFC"/>
    <w:rsid w:val="00705F7F"/>
    <w:rsid w:val="00706117"/>
    <w:rsid w:val="00706252"/>
    <w:rsid w:val="007063BB"/>
    <w:rsid w:val="0070640F"/>
    <w:rsid w:val="00706534"/>
    <w:rsid w:val="00706CA1"/>
    <w:rsid w:val="00706D04"/>
    <w:rsid w:val="00706FAA"/>
    <w:rsid w:val="00707107"/>
    <w:rsid w:val="0070727B"/>
    <w:rsid w:val="00707617"/>
    <w:rsid w:val="007076E9"/>
    <w:rsid w:val="0070773F"/>
    <w:rsid w:val="007077B5"/>
    <w:rsid w:val="00707D66"/>
    <w:rsid w:val="00707D69"/>
    <w:rsid w:val="007100B1"/>
    <w:rsid w:val="00710308"/>
    <w:rsid w:val="00710403"/>
    <w:rsid w:val="007104B1"/>
    <w:rsid w:val="007108B1"/>
    <w:rsid w:val="00710AA6"/>
    <w:rsid w:val="00710C38"/>
    <w:rsid w:val="0071119A"/>
    <w:rsid w:val="00711215"/>
    <w:rsid w:val="00711316"/>
    <w:rsid w:val="00711598"/>
    <w:rsid w:val="0071183A"/>
    <w:rsid w:val="00711848"/>
    <w:rsid w:val="00712746"/>
    <w:rsid w:val="007129EE"/>
    <w:rsid w:val="00712B5A"/>
    <w:rsid w:val="00712F07"/>
    <w:rsid w:val="00712F60"/>
    <w:rsid w:val="007132DF"/>
    <w:rsid w:val="00713409"/>
    <w:rsid w:val="00713609"/>
    <w:rsid w:val="007139BC"/>
    <w:rsid w:val="00713C50"/>
    <w:rsid w:val="00713D42"/>
    <w:rsid w:val="00713D63"/>
    <w:rsid w:val="00713E5F"/>
    <w:rsid w:val="0071415B"/>
    <w:rsid w:val="00714304"/>
    <w:rsid w:val="00714CB7"/>
    <w:rsid w:val="00714F05"/>
    <w:rsid w:val="0071500E"/>
    <w:rsid w:val="0071520C"/>
    <w:rsid w:val="00715251"/>
    <w:rsid w:val="00715475"/>
    <w:rsid w:val="00715B96"/>
    <w:rsid w:val="00715C66"/>
    <w:rsid w:val="00715D75"/>
    <w:rsid w:val="007168E7"/>
    <w:rsid w:val="007169A9"/>
    <w:rsid w:val="00716A80"/>
    <w:rsid w:val="00716AA2"/>
    <w:rsid w:val="00716C88"/>
    <w:rsid w:val="00716DEE"/>
    <w:rsid w:val="00716E81"/>
    <w:rsid w:val="0071715F"/>
    <w:rsid w:val="00717571"/>
    <w:rsid w:val="00717B70"/>
    <w:rsid w:val="00717CE9"/>
    <w:rsid w:val="00717E4A"/>
    <w:rsid w:val="00717E8E"/>
    <w:rsid w:val="00717FDD"/>
    <w:rsid w:val="00720458"/>
    <w:rsid w:val="00720995"/>
    <w:rsid w:val="007209C6"/>
    <w:rsid w:val="00720EA5"/>
    <w:rsid w:val="00721152"/>
    <w:rsid w:val="00721351"/>
    <w:rsid w:val="0072137A"/>
    <w:rsid w:val="007213BB"/>
    <w:rsid w:val="00721723"/>
    <w:rsid w:val="0072199E"/>
    <w:rsid w:val="00721E6C"/>
    <w:rsid w:val="00722126"/>
    <w:rsid w:val="0072224F"/>
    <w:rsid w:val="007223FA"/>
    <w:rsid w:val="0072260F"/>
    <w:rsid w:val="00722D05"/>
    <w:rsid w:val="00722F58"/>
    <w:rsid w:val="007235FD"/>
    <w:rsid w:val="007236E6"/>
    <w:rsid w:val="00723710"/>
    <w:rsid w:val="0072383B"/>
    <w:rsid w:val="007238C9"/>
    <w:rsid w:val="00723937"/>
    <w:rsid w:val="00723A63"/>
    <w:rsid w:val="00724155"/>
    <w:rsid w:val="007243E5"/>
    <w:rsid w:val="007243FF"/>
    <w:rsid w:val="0072440E"/>
    <w:rsid w:val="00724807"/>
    <w:rsid w:val="00724A34"/>
    <w:rsid w:val="00725188"/>
    <w:rsid w:val="0072560E"/>
    <w:rsid w:val="00725720"/>
    <w:rsid w:val="00725840"/>
    <w:rsid w:val="00726220"/>
    <w:rsid w:val="00726447"/>
    <w:rsid w:val="0072651D"/>
    <w:rsid w:val="007265B0"/>
    <w:rsid w:val="0072680C"/>
    <w:rsid w:val="0072698B"/>
    <w:rsid w:val="007269F4"/>
    <w:rsid w:val="00726A5E"/>
    <w:rsid w:val="00726B3D"/>
    <w:rsid w:val="00726E70"/>
    <w:rsid w:val="007270D8"/>
    <w:rsid w:val="007272AD"/>
    <w:rsid w:val="00727C3E"/>
    <w:rsid w:val="00730376"/>
    <w:rsid w:val="007305FB"/>
    <w:rsid w:val="00730615"/>
    <w:rsid w:val="007309D5"/>
    <w:rsid w:val="00730B4D"/>
    <w:rsid w:val="00730B66"/>
    <w:rsid w:val="00730BF2"/>
    <w:rsid w:val="00730C91"/>
    <w:rsid w:val="00730C99"/>
    <w:rsid w:val="00731227"/>
    <w:rsid w:val="00731630"/>
    <w:rsid w:val="007316AD"/>
    <w:rsid w:val="00731714"/>
    <w:rsid w:val="007318F5"/>
    <w:rsid w:val="00731DBF"/>
    <w:rsid w:val="00732268"/>
    <w:rsid w:val="007324A1"/>
    <w:rsid w:val="007326CC"/>
    <w:rsid w:val="0073272A"/>
    <w:rsid w:val="007330ED"/>
    <w:rsid w:val="0073350B"/>
    <w:rsid w:val="00733604"/>
    <w:rsid w:val="00733C2E"/>
    <w:rsid w:val="00733E69"/>
    <w:rsid w:val="0073408A"/>
    <w:rsid w:val="007340D8"/>
    <w:rsid w:val="007341DB"/>
    <w:rsid w:val="0073453D"/>
    <w:rsid w:val="007349C5"/>
    <w:rsid w:val="00734AFE"/>
    <w:rsid w:val="00734B3E"/>
    <w:rsid w:val="00735005"/>
    <w:rsid w:val="007351BE"/>
    <w:rsid w:val="0073581C"/>
    <w:rsid w:val="00735C62"/>
    <w:rsid w:val="00735FA2"/>
    <w:rsid w:val="00736188"/>
    <w:rsid w:val="007362B4"/>
    <w:rsid w:val="007362D9"/>
    <w:rsid w:val="00736801"/>
    <w:rsid w:val="0073683B"/>
    <w:rsid w:val="00736C40"/>
    <w:rsid w:val="00736F65"/>
    <w:rsid w:val="00737196"/>
    <w:rsid w:val="007371AC"/>
    <w:rsid w:val="007372B7"/>
    <w:rsid w:val="007374AB"/>
    <w:rsid w:val="00737E3A"/>
    <w:rsid w:val="00737E72"/>
    <w:rsid w:val="0074001C"/>
    <w:rsid w:val="00740179"/>
    <w:rsid w:val="00740242"/>
    <w:rsid w:val="0074035E"/>
    <w:rsid w:val="00740399"/>
    <w:rsid w:val="007404FE"/>
    <w:rsid w:val="00740626"/>
    <w:rsid w:val="00740647"/>
    <w:rsid w:val="00740690"/>
    <w:rsid w:val="00740938"/>
    <w:rsid w:val="00740D12"/>
    <w:rsid w:val="00741002"/>
    <w:rsid w:val="007412C4"/>
    <w:rsid w:val="00741364"/>
    <w:rsid w:val="0074136C"/>
    <w:rsid w:val="00741486"/>
    <w:rsid w:val="0074171D"/>
    <w:rsid w:val="007419DE"/>
    <w:rsid w:val="00741BE9"/>
    <w:rsid w:val="00741D8F"/>
    <w:rsid w:val="0074217E"/>
    <w:rsid w:val="007425C7"/>
    <w:rsid w:val="007426DA"/>
    <w:rsid w:val="0074280B"/>
    <w:rsid w:val="00742AC1"/>
    <w:rsid w:val="00742AFA"/>
    <w:rsid w:val="00742C89"/>
    <w:rsid w:val="0074334F"/>
    <w:rsid w:val="0074339C"/>
    <w:rsid w:val="007436C9"/>
    <w:rsid w:val="007438B0"/>
    <w:rsid w:val="00743ABB"/>
    <w:rsid w:val="00743DB9"/>
    <w:rsid w:val="00743E1B"/>
    <w:rsid w:val="00743F0C"/>
    <w:rsid w:val="0074414F"/>
    <w:rsid w:val="00744503"/>
    <w:rsid w:val="00744973"/>
    <w:rsid w:val="00744F2E"/>
    <w:rsid w:val="007451D0"/>
    <w:rsid w:val="00745527"/>
    <w:rsid w:val="00745534"/>
    <w:rsid w:val="007455AC"/>
    <w:rsid w:val="0074568C"/>
    <w:rsid w:val="00745AAA"/>
    <w:rsid w:val="007462D3"/>
    <w:rsid w:val="007463EE"/>
    <w:rsid w:val="007464D0"/>
    <w:rsid w:val="00746634"/>
    <w:rsid w:val="00746AAD"/>
    <w:rsid w:val="00746D72"/>
    <w:rsid w:val="00746DA6"/>
    <w:rsid w:val="00746F04"/>
    <w:rsid w:val="007471AB"/>
    <w:rsid w:val="00747354"/>
    <w:rsid w:val="0074786B"/>
    <w:rsid w:val="0074797D"/>
    <w:rsid w:val="0074799E"/>
    <w:rsid w:val="00747D89"/>
    <w:rsid w:val="00747F02"/>
    <w:rsid w:val="007501BE"/>
    <w:rsid w:val="007503E4"/>
    <w:rsid w:val="007508BE"/>
    <w:rsid w:val="00750E34"/>
    <w:rsid w:val="00750EC8"/>
    <w:rsid w:val="00750ED8"/>
    <w:rsid w:val="00750F14"/>
    <w:rsid w:val="00751058"/>
    <w:rsid w:val="0075123C"/>
    <w:rsid w:val="0075168F"/>
    <w:rsid w:val="00751FEC"/>
    <w:rsid w:val="0075201B"/>
    <w:rsid w:val="007523E9"/>
    <w:rsid w:val="0075253C"/>
    <w:rsid w:val="007525CC"/>
    <w:rsid w:val="00752741"/>
    <w:rsid w:val="00752892"/>
    <w:rsid w:val="00752B04"/>
    <w:rsid w:val="00752EC2"/>
    <w:rsid w:val="007531D6"/>
    <w:rsid w:val="00753237"/>
    <w:rsid w:val="007532A9"/>
    <w:rsid w:val="007532AC"/>
    <w:rsid w:val="007537D5"/>
    <w:rsid w:val="00753B4E"/>
    <w:rsid w:val="0075423D"/>
    <w:rsid w:val="00754709"/>
    <w:rsid w:val="0075483B"/>
    <w:rsid w:val="00754970"/>
    <w:rsid w:val="00754AD9"/>
    <w:rsid w:val="00754E32"/>
    <w:rsid w:val="00754FD8"/>
    <w:rsid w:val="00755249"/>
    <w:rsid w:val="0075526E"/>
    <w:rsid w:val="00755579"/>
    <w:rsid w:val="007557EF"/>
    <w:rsid w:val="00755825"/>
    <w:rsid w:val="00755B2B"/>
    <w:rsid w:val="00756181"/>
    <w:rsid w:val="007564C5"/>
    <w:rsid w:val="00756834"/>
    <w:rsid w:val="00756D10"/>
    <w:rsid w:val="00756E82"/>
    <w:rsid w:val="00756FCA"/>
    <w:rsid w:val="00757032"/>
    <w:rsid w:val="0075741D"/>
    <w:rsid w:val="007574C2"/>
    <w:rsid w:val="0075760D"/>
    <w:rsid w:val="00757E1B"/>
    <w:rsid w:val="007600D6"/>
    <w:rsid w:val="007601A2"/>
    <w:rsid w:val="007607C0"/>
    <w:rsid w:val="00760B14"/>
    <w:rsid w:val="00760F10"/>
    <w:rsid w:val="00761310"/>
    <w:rsid w:val="00761378"/>
    <w:rsid w:val="007614C0"/>
    <w:rsid w:val="0076160F"/>
    <w:rsid w:val="00761A87"/>
    <w:rsid w:val="00761FCF"/>
    <w:rsid w:val="00762034"/>
    <w:rsid w:val="007622CB"/>
    <w:rsid w:val="00762432"/>
    <w:rsid w:val="00762654"/>
    <w:rsid w:val="00762852"/>
    <w:rsid w:val="0076290E"/>
    <w:rsid w:val="00762D0F"/>
    <w:rsid w:val="007632FE"/>
    <w:rsid w:val="0076385F"/>
    <w:rsid w:val="00763B81"/>
    <w:rsid w:val="007644B1"/>
    <w:rsid w:val="00764726"/>
    <w:rsid w:val="007649DC"/>
    <w:rsid w:val="00765145"/>
    <w:rsid w:val="007658F3"/>
    <w:rsid w:val="00765B1C"/>
    <w:rsid w:val="00765C6C"/>
    <w:rsid w:val="00765D64"/>
    <w:rsid w:val="007664DC"/>
    <w:rsid w:val="00766856"/>
    <w:rsid w:val="00766BC9"/>
    <w:rsid w:val="00766FC7"/>
    <w:rsid w:val="00767050"/>
    <w:rsid w:val="00767427"/>
    <w:rsid w:val="0076769E"/>
    <w:rsid w:val="007676DA"/>
    <w:rsid w:val="00767AED"/>
    <w:rsid w:val="00767B43"/>
    <w:rsid w:val="00767C41"/>
    <w:rsid w:val="007704E8"/>
    <w:rsid w:val="00770611"/>
    <w:rsid w:val="007709FB"/>
    <w:rsid w:val="00770E7F"/>
    <w:rsid w:val="007711FC"/>
    <w:rsid w:val="0077184B"/>
    <w:rsid w:val="00771B5D"/>
    <w:rsid w:val="007720F0"/>
    <w:rsid w:val="00772168"/>
    <w:rsid w:val="007721DE"/>
    <w:rsid w:val="007722A4"/>
    <w:rsid w:val="007722BE"/>
    <w:rsid w:val="007725CF"/>
    <w:rsid w:val="00772693"/>
    <w:rsid w:val="0077290C"/>
    <w:rsid w:val="00772F4F"/>
    <w:rsid w:val="007732E0"/>
    <w:rsid w:val="00773441"/>
    <w:rsid w:val="00773B22"/>
    <w:rsid w:val="0077413F"/>
    <w:rsid w:val="0077432E"/>
    <w:rsid w:val="007743C5"/>
    <w:rsid w:val="00774686"/>
    <w:rsid w:val="00774723"/>
    <w:rsid w:val="00774752"/>
    <w:rsid w:val="007748C5"/>
    <w:rsid w:val="00774D10"/>
    <w:rsid w:val="00775281"/>
    <w:rsid w:val="0077551E"/>
    <w:rsid w:val="007757D8"/>
    <w:rsid w:val="00775A5A"/>
    <w:rsid w:val="00775C32"/>
    <w:rsid w:val="00775C9F"/>
    <w:rsid w:val="0077647D"/>
    <w:rsid w:val="00776965"/>
    <w:rsid w:val="00776D43"/>
    <w:rsid w:val="00776E11"/>
    <w:rsid w:val="00777195"/>
    <w:rsid w:val="007773CD"/>
    <w:rsid w:val="00777B68"/>
    <w:rsid w:val="00777BE9"/>
    <w:rsid w:val="00777CB5"/>
    <w:rsid w:val="00777E80"/>
    <w:rsid w:val="00777EA8"/>
    <w:rsid w:val="00780304"/>
    <w:rsid w:val="007804F3"/>
    <w:rsid w:val="007807DB"/>
    <w:rsid w:val="007807DD"/>
    <w:rsid w:val="00780F39"/>
    <w:rsid w:val="00781068"/>
    <w:rsid w:val="007814B0"/>
    <w:rsid w:val="00781554"/>
    <w:rsid w:val="007815AD"/>
    <w:rsid w:val="0078164B"/>
    <w:rsid w:val="00781B1E"/>
    <w:rsid w:val="007823EA"/>
    <w:rsid w:val="0078259F"/>
    <w:rsid w:val="00782642"/>
    <w:rsid w:val="00782BB6"/>
    <w:rsid w:val="00782EDE"/>
    <w:rsid w:val="00782F39"/>
    <w:rsid w:val="00782FAC"/>
    <w:rsid w:val="0078344B"/>
    <w:rsid w:val="00783963"/>
    <w:rsid w:val="00783B67"/>
    <w:rsid w:val="007840E5"/>
    <w:rsid w:val="0078456B"/>
    <w:rsid w:val="00784597"/>
    <w:rsid w:val="00784737"/>
    <w:rsid w:val="00784A76"/>
    <w:rsid w:val="00784E75"/>
    <w:rsid w:val="0078544F"/>
    <w:rsid w:val="007855B8"/>
    <w:rsid w:val="00785703"/>
    <w:rsid w:val="00785C0F"/>
    <w:rsid w:val="0078614E"/>
    <w:rsid w:val="00786396"/>
    <w:rsid w:val="007863D2"/>
    <w:rsid w:val="00786729"/>
    <w:rsid w:val="0078692E"/>
    <w:rsid w:val="00786DFF"/>
    <w:rsid w:val="00787366"/>
    <w:rsid w:val="0078760C"/>
    <w:rsid w:val="00787819"/>
    <w:rsid w:val="00787C6A"/>
    <w:rsid w:val="00787DB0"/>
    <w:rsid w:val="00790626"/>
    <w:rsid w:val="00790919"/>
    <w:rsid w:val="00790DAF"/>
    <w:rsid w:val="00790DCD"/>
    <w:rsid w:val="00790E34"/>
    <w:rsid w:val="00791069"/>
    <w:rsid w:val="00791139"/>
    <w:rsid w:val="007916B1"/>
    <w:rsid w:val="0079185B"/>
    <w:rsid w:val="007919C6"/>
    <w:rsid w:val="00791D8F"/>
    <w:rsid w:val="00791DC6"/>
    <w:rsid w:val="00791DCC"/>
    <w:rsid w:val="00791EF0"/>
    <w:rsid w:val="00792970"/>
    <w:rsid w:val="0079301C"/>
    <w:rsid w:val="00793293"/>
    <w:rsid w:val="007934E7"/>
    <w:rsid w:val="00793522"/>
    <w:rsid w:val="007938B5"/>
    <w:rsid w:val="00793A49"/>
    <w:rsid w:val="00793CF0"/>
    <w:rsid w:val="00793F9C"/>
    <w:rsid w:val="00793FBF"/>
    <w:rsid w:val="0079406C"/>
    <w:rsid w:val="00794259"/>
    <w:rsid w:val="007946C9"/>
    <w:rsid w:val="00794714"/>
    <w:rsid w:val="00794A7A"/>
    <w:rsid w:val="00794FFB"/>
    <w:rsid w:val="00795880"/>
    <w:rsid w:val="00795A84"/>
    <w:rsid w:val="00795BC7"/>
    <w:rsid w:val="00795BE6"/>
    <w:rsid w:val="00795F9A"/>
    <w:rsid w:val="0079600D"/>
    <w:rsid w:val="00796939"/>
    <w:rsid w:val="00796BDE"/>
    <w:rsid w:val="00796C2E"/>
    <w:rsid w:val="00796C65"/>
    <w:rsid w:val="0079709C"/>
    <w:rsid w:val="00797103"/>
    <w:rsid w:val="007976A3"/>
    <w:rsid w:val="007979B7"/>
    <w:rsid w:val="00797C5D"/>
    <w:rsid w:val="007A015D"/>
    <w:rsid w:val="007A02BA"/>
    <w:rsid w:val="007A03BA"/>
    <w:rsid w:val="007A03FF"/>
    <w:rsid w:val="007A046F"/>
    <w:rsid w:val="007A04BF"/>
    <w:rsid w:val="007A0AF1"/>
    <w:rsid w:val="007A0CA8"/>
    <w:rsid w:val="007A0CB3"/>
    <w:rsid w:val="007A0CBB"/>
    <w:rsid w:val="007A0D47"/>
    <w:rsid w:val="007A1058"/>
    <w:rsid w:val="007A109C"/>
    <w:rsid w:val="007A111D"/>
    <w:rsid w:val="007A1B3D"/>
    <w:rsid w:val="007A1DA3"/>
    <w:rsid w:val="007A1DDE"/>
    <w:rsid w:val="007A2275"/>
    <w:rsid w:val="007A2521"/>
    <w:rsid w:val="007A283F"/>
    <w:rsid w:val="007A2BED"/>
    <w:rsid w:val="007A31E6"/>
    <w:rsid w:val="007A3630"/>
    <w:rsid w:val="007A3770"/>
    <w:rsid w:val="007A3996"/>
    <w:rsid w:val="007A3BA2"/>
    <w:rsid w:val="007A3CD6"/>
    <w:rsid w:val="007A3DD1"/>
    <w:rsid w:val="007A3EDC"/>
    <w:rsid w:val="007A4883"/>
    <w:rsid w:val="007A4C09"/>
    <w:rsid w:val="007A4C22"/>
    <w:rsid w:val="007A55B2"/>
    <w:rsid w:val="007A5800"/>
    <w:rsid w:val="007A581F"/>
    <w:rsid w:val="007A59C7"/>
    <w:rsid w:val="007A5FA5"/>
    <w:rsid w:val="007A626D"/>
    <w:rsid w:val="007A6373"/>
    <w:rsid w:val="007A66F4"/>
    <w:rsid w:val="007A6A96"/>
    <w:rsid w:val="007A6AC6"/>
    <w:rsid w:val="007A6B26"/>
    <w:rsid w:val="007A6C2A"/>
    <w:rsid w:val="007A73AA"/>
    <w:rsid w:val="007A7602"/>
    <w:rsid w:val="007A79F1"/>
    <w:rsid w:val="007B018C"/>
    <w:rsid w:val="007B0348"/>
    <w:rsid w:val="007B08CE"/>
    <w:rsid w:val="007B0C07"/>
    <w:rsid w:val="007B0D18"/>
    <w:rsid w:val="007B0D41"/>
    <w:rsid w:val="007B0D4A"/>
    <w:rsid w:val="007B0F29"/>
    <w:rsid w:val="007B0FB7"/>
    <w:rsid w:val="007B108A"/>
    <w:rsid w:val="007B12AC"/>
    <w:rsid w:val="007B14C5"/>
    <w:rsid w:val="007B1739"/>
    <w:rsid w:val="007B17C4"/>
    <w:rsid w:val="007B1801"/>
    <w:rsid w:val="007B189E"/>
    <w:rsid w:val="007B1AB5"/>
    <w:rsid w:val="007B1E72"/>
    <w:rsid w:val="007B20C3"/>
    <w:rsid w:val="007B20EE"/>
    <w:rsid w:val="007B2BF0"/>
    <w:rsid w:val="007B2D39"/>
    <w:rsid w:val="007B301B"/>
    <w:rsid w:val="007B31E4"/>
    <w:rsid w:val="007B3736"/>
    <w:rsid w:val="007B3AAB"/>
    <w:rsid w:val="007B3E67"/>
    <w:rsid w:val="007B3E6A"/>
    <w:rsid w:val="007B3ED8"/>
    <w:rsid w:val="007B48C8"/>
    <w:rsid w:val="007B4FC6"/>
    <w:rsid w:val="007B520B"/>
    <w:rsid w:val="007B5544"/>
    <w:rsid w:val="007B55D7"/>
    <w:rsid w:val="007B585C"/>
    <w:rsid w:val="007B5BCD"/>
    <w:rsid w:val="007B5F61"/>
    <w:rsid w:val="007B6323"/>
    <w:rsid w:val="007B643A"/>
    <w:rsid w:val="007B6654"/>
    <w:rsid w:val="007B6A57"/>
    <w:rsid w:val="007B6DDF"/>
    <w:rsid w:val="007B6F97"/>
    <w:rsid w:val="007B6FFE"/>
    <w:rsid w:val="007B745F"/>
    <w:rsid w:val="007B76AB"/>
    <w:rsid w:val="007B78E0"/>
    <w:rsid w:val="007B79B9"/>
    <w:rsid w:val="007B7AD3"/>
    <w:rsid w:val="007B7C68"/>
    <w:rsid w:val="007C031C"/>
    <w:rsid w:val="007C1364"/>
    <w:rsid w:val="007C14D5"/>
    <w:rsid w:val="007C19E7"/>
    <w:rsid w:val="007C2014"/>
    <w:rsid w:val="007C28B2"/>
    <w:rsid w:val="007C28D3"/>
    <w:rsid w:val="007C2A45"/>
    <w:rsid w:val="007C2CD6"/>
    <w:rsid w:val="007C3061"/>
    <w:rsid w:val="007C34BE"/>
    <w:rsid w:val="007C34D0"/>
    <w:rsid w:val="007C38A7"/>
    <w:rsid w:val="007C3AE8"/>
    <w:rsid w:val="007C3CEA"/>
    <w:rsid w:val="007C3E12"/>
    <w:rsid w:val="007C3F99"/>
    <w:rsid w:val="007C404B"/>
    <w:rsid w:val="007C413A"/>
    <w:rsid w:val="007C414F"/>
    <w:rsid w:val="007C446B"/>
    <w:rsid w:val="007C448F"/>
    <w:rsid w:val="007C512C"/>
    <w:rsid w:val="007C5207"/>
    <w:rsid w:val="007C522F"/>
    <w:rsid w:val="007C53F2"/>
    <w:rsid w:val="007C5ACF"/>
    <w:rsid w:val="007C5CAE"/>
    <w:rsid w:val="007C5D61"/>
    <w:rsid w:val="007C5ED5"/>
    <w:rsid w:val="007C62F3"/>
    <w:rsid w:val="007C65DC"/>
    <w:rsid w:val="007C6F6A"/>
    <w:rsid w:val="007C70B5"/>
    <w:rsid w:val="007C739E"/>
    <w:rsid w:val="007C77D1"/>
    <w:rsid w:val="007C7FAD"/>
    <w:rsid w:val="007D0109"/>
    <w:rsid w:val="007D01AE"/>
    <w:rsid w:val="007D07F0"/>
    <w:rsid w:val="007D0DCF"/>
    <w:rsid w:val="007D1023"/>
    <w:rsid w:val="007D1034"/>
    <w:rsid w:val="007D13C5"/>
    <w:rsid w:val="007D1522"/>
    <w:rsid w:val="007D17BB"/>
    <w:rsid w:val="007D185E"/>
    <w:rsid w:val="007D18D9"/>
    <w:rsid w:val="007D19A8"/>
    <w:rsid w:val="007D1A2C"/>
    <w:rsid w:val="007D1E19"/>
    <w:rsid w:val="007D1E97"/>
    <w:rsid w:val="007D1F96"/>
    <w:rsid w:val="007D1FF4"/>
    <w:rsid w:val="007D2060"/>
    <w:rsid w:val="007D2284"/>
    <w:rsid w:val="007D2364"/>
    <w:rsid w:val="007D2454"/>
    <w:rsid w:val="007D2B1B"/>
    <w:rsid w:val="007D2B44"/>
    <w:rsid w:val="007D2B7F"/>
    <w:rsid w:val="007D3285"/>
    <w:rsid w:val="007D3687"/>
    <w:rsid w:val="007D3C2B"/>
    <w:rsid w:val="007D3D1F"/>
    <w:rsid w:val="007D3FC2"/>
    <w:rsid w:val="007D40B6"/>
    <w:rsid w:val="007D410A"/>
    <w:rsid w:val="007D4155"/>
    <w:rsid w:val="007D44C3"/>
    <w:rsid w:val="007D4773"/>
    <w:rsid w:val="007D4B06"/>
    <w:rsid w:val="007D4F86"/>
    <w:rsid w:val="007D552F"/>
    <w:rsid w:val="007D5FEC"/>
    <w:rsid w:val="007D5FF7"/>
    <w:rsid w:val="007D60A5"/>
    <w:rsid w:val="007D60DD"/>
    <w:rsid w:val="007D61D9"/>
    <w:rsid w:val="007D6519"/>
    <w:rsid w:val="007D66A5"/>
    <w:rsid w:val="007D67E5"/>
    <w:rsid w:val="007D6959"/>
    <w:rsid w:val="007D6B05"/>
    <w:rsid w:val="007D6E06"/>
    <w:rsid w:val="007D709A"/>
    <w:rsid w:val="007D76F8"/>
    <w:rsid w:val="007D781E"/>
    <w:rsid w:val="007E03D1"/>
    <w:rsid w:val="007E0578"/>
    <w:rsid w:val="007E0633"/>
    <w:rsid w:val="007E0CD3"/>
    <w:rsid w:val="007E0E6D"/>
    <w:rsid w:val="007E1331"/>
    <w:rsid w:val="007E19F7"/>
    <w:rsid w:val="007E1A16"/>
    <w:rsid w:val="007E1B50"/>
    <w:rsid w:val="007E1BBC"/>
    <w:rsid w:val="007E1C72"/>
    <w:rsid w:val="007E1CA3"/>
    <w:rsid w:val="007E1F44"/>
    <w:rsid w:val="007E1FC4"/>
    <w:rsid w:val="007E1FE9"/>
    <w:rsid w:val="007E2097"/>
    <w:rsid w:val="007E2609"/>
    <w:rsid w:val="007E26AB"/>
    <w:rsid w:val="007E2CA1"/>
    <w:rsid w:val="007E2E6C"/>
    <w:rsid w:val="007E2EB7"/>
    <w:rsid w:val="007E3083"/>
    <w:rsid w:val="007E32E8"/>
    <w:rsid w:val="007E35F5"/>
    <w:rsid w:val="007E36E3"/>
    <w:rsid w:val="007E3FF2"/>
    <w:rsid w:val="007E411D"/>
    <w:rsid w:val="007E42FC"/>
    <w:rsid w:val="007E4302"/>
    <w:rsid w:val="007E4584"/>
    <w:rsid w:val="007E48D0"/>
    <w:rsid w:val="007E4A65"/>
    <w:rsid w:val="007E4B49"/>
    <w:rsid w:val="007E4F94"/>
    <w:rsid w:val="007E5029"/>
    <w:rsid w:val="007E5777"/>
    <w:rsid w:val="007E592F"/>
    <w:rsid w:val="007E5962"/>
    <w:rsid w:val="007E5A5F"/>
    <w:rsid w:val="007E5B6B"/>
    <w:rsid w:val="007E63AD"/>
    <w:rsid w:val="007E6534"/>
    <w:rsid w:val="007E6B8E"/>
    <w:rsid w:val="007E6F26"/>
    <w:rsid w:val="007E6FA2"/>
    <w:rsid w:val="007E7559"/>
    <w:rsid w:val="007E7670"/>
    <w:rsid w:val="007E79C6"/>
    <w:rsid w:val="007E7C3A"/>
    <w:rsid w:val="007E7E60"/>
    <w:rsid w:val="007E7F95"/>
    <w:rsid w:val="007F010C"/>
    <w:rsid w:val="007F060C"/>
    <w:rsid w:val="007F0659"/>
    <w:rsid w:val="007F0F90"/>
    <w:rsid w:val="007F1107"/>
    <w:rsid w:val="007F1A89"/>
    <w:rsid w:val="007F1C60"/>
    <w:rsid w:val="007F1D57"/>
    <w:rsid w:val="007F1F02"/>
    <w:rsid w:val="007F2C6A"/>
    <w:rsid w:val="007F2E47"/>
    <w:rsid w:val="007F2FF7"/>
    <w:rsid w:val="007F3162"/>
    <w:rsid w:val="007F35B5"/>
    <w:rsid w:val="007F372E"/>
    <w:rsid w:val="007F39D6"/>
    <w:rsid w:val="007F46E0"/>
    <w:rsid w:val="007F4A8F"/>
    <w:rsid w:val="007F4ACF"/>
    <w:rsid w:val="007F528A"/>
    <w:rsid w:val="007F5702"/>
    <w:rsid w:val="007F5768"/>
    <w:rsid w:val="007F5AB8"/>
    <w:rsid w:val="007F5D15"/>
    <w:rsid w:val="007F5D86"/>
    <w:rsid w:val="007F5E0B"/>
    <w:rsid w:val="007F5E30"/>
    <w:rsid w:val="007F5EF7"/>
    <w:rsid w:val="007F6268"/>
    <w:rsid w:val="007F62FC"/>
    <w:rsid w:val="007F64DF"/>
    <w:rsid w:val="007F6665"/>
    <w:rsid w:val="007F6951"/>
    <w:rsid w:val="007F6C48"/>
    <w:rsid w:val="007F710C"/>
    <w:rsid w:val="007F71DC"/>
    <w:rsid w:val="007F741B"/>
    <w:rsid w:val="007F7775"/>
    <w:rsid w:val="007F7AED"/>
    <w:rsid w:val="007F7CE3"/>
    <w:rsid w:val="007F7D1E"/>
    <w:rsid w:val="007F7F5B"/>
    <w:rsid w:val="00800048"/>
    <w:rsid w:val="008001BA"/>
    <w:rsid w:val="00800337"/>
    <w:rsid w:val="008003C1"/>
    <w:rsid w:val="0080054E"/>
    <w:rsid w:val="00800931"/>
    <w:rsid w:val="0080231E"/>
    <w:rsid w:val="00802769"/>
    <w:rsid w:val="00802A7B"/>
    <w:rsid w:val="00802ACA"/>
    <w:rsid w:val="00802C80"/>
    <w:rsid w:val="00803A47"/>
    <w:rsid w:val="00803DEF"/>
    <w:rsid w:val="00803DF6"/>
    <w:rsid w:val="00804056"/>
    <w:rsid w:val="008040B2"/>
    <w:rsid w:val="00804175"/>
    <w:rsid w:val="008043F2"/>
    <w:rsid w:val="0080446D"/>
    <w:rsid w:val="008048BF"/>
    <w:rsid w:val="00804E07"/>
    <w:rsid w:val="00805071"/>
    <w:rsid w:val="0080557A"/>
    <w:rsid w:val="008059F6"/>
    <w:rsid w:val="00805C4A"/>
    <w:rsid w:val="00805D1D"/>
    <w:rsid w:val="00805D93"/>
    <w:rsid w:val="00806129"/>
    <w:rsid w:val="008063B0"/>
    <w:rsid w:val="00806667"/>
    <w:rsid w:val="00806D3E"/>
    <w:rsid w:val="0080707E"/>
    <w:rsid w:val="00807431"/>
    <w:rsid w:val="0080744E"/>
    <w:rsid w:val="008074E9"/>
    <w:rsid w:val="00807B5A"/>
    <w:rsid w:val="00807C2E"/>
    <w:rsid w:val="00807DCE"/>
    <w:rsid w:val="0081025D"/>
    <w:rsid w:val="00810596"/>
    <w:rsid w:val="008107C1"/>
    <w:rsid w:val="008108B0"/>
    <w:rsid w:val="0081098C"/>
    <w:rsid w:val="00810E6E"/>
    <w:rsid w:val="00810F7C"/>
    <w:rsid w:val="008112B3"/>
    <w:rsid w:val="008114DE"/>
    <w:rsid w:val="00811524"/>
    <w:rsid w:val="00811551"/>
    <w:rsid w:val="008116EC"/>
    <w:rsid w:val="008121E7"/>
    <w:rsid w:val="0081249E"/>
    <w:rsid w:val="0081255B"/>
    <w:rsid w:val="00812767"/>
    <w:rsid w:val="0081281F"/>
    <w:rsid w:val="00812847"/>
    <w:rsid w:val="00812A4F"/>
    <w:rsid w:val="00812F12"/>
    <w:rsid w:val="00813066"/>
    <w:rsid w:val="0081318F"/>
    <w:rsid w:val="008131BF"/>
    <w:rsid w:val="00813347"/>
    <w:rsid w:val="0081397B"/>
    <w:rsid w:val="008139D4"/>
    <w:rsid w:val="00814209"/>
    <w:rsid w:val="008142FF"/>
    <w:rsid w:val="008145C7"/>
    <w:rsid w:val="008145ED"/>
    <w:rsid w:val="008146BE"/>
    <w:rsid w:val="00814806"/>
    <w:rsid w:val="00814B6B"/>
    <w:rsid w:val="00815005"/>
    <w:rsid w:val="00815309"/>
    <w:rsid w:val="00815751"/>
    <w:rsid w:val="008159E6"/>
    <w:rsid w:val="00815BCC"/>
    <w:rsid w:val="00815BE1"/>
    <w:rsid w:val="00816692"/>
    <w:rsid w:val="00816776"/>
    <w:rsid w:val="00816C38"/>
    <w:rsid w:val="00816CAA"/>
    <w:rsid w:val="00816E11"/>
    <w:rsid w:val="00817070"/>
    <w:rsid w:val="008173D6"/>
    <w:rsid w:val="008201B2"/>
    <w:rsid w:val="008201FB"/>
    <w:rsid w:val="00820553"/>
    <w:rsid w:val="00820C98"/>
    <w:rsid w:val="00820CEE"/>
    <w:rsid w:val="00820EBC"/>
    <w:rsid w:val="008212C5"/>
    <w:rsid w:val="008212D5"/>
    <w:rsid w:val="0082143C"/>
    <w:rsid w:val="008217A3"/>
    <w:rsid w:val="00821AC9"/>
    <w:rsid w:val="00821D1D"/>
    <w:rsid w:val="00822146"/>
    <w:rsid w:val="0082228F"/>
    <w:rsid w:val="008224C2"/>
    <w:rsid w:val="008227BF"/>
    <w:rsid w:val="00822989"/>
    <w:rsid w:val="00822A03"/>
    <w:rsid w:val="00822D4D"/>
    <w:rsid w:val="00822F74"/>
    <w:rsid w:val="008232D0"/>
    <w:rsid w:val="008237A0"/>
    <w:rsid w:val="00823AC9"/>
    <w:rsid w:val="00823EF6"/>
    <w:rsid w:val="00823F59"/>
    <w:rsid w:val="0082437B"/>
    <w:rsid w:val="00824769"/>
    <w:rsid w:val="00824B74"/>
    <w:rsid w:val="00824EC5"/>
    <w:rsid w:val="00824F69"/>
    <w:rsid w:val="008255DF"/>
    <w:rsid w:val="0082579E"/>
    <w:rsid w:val="0082585C"/>
    <w:rsid w:val="008258A1"/>
    <w:rsid w:val="00825976"/>
    <w:rsid w:val="00825AED"/>
    <w:rsid w:val="00825C7C"/>
    <w:rsid w:val="008261E4"/>
    <w:rsid w:val="0082645B"/>
    <w:rsid w:val="0082647A"/>
    <w:rsid w:val="0082668F"/>
    <w:rsid w:val="008267DB"/>
    <w:rsid w:val="00826957"/>
    <w:rsid w:val="00827324"/>
    <w:rsid w:val="008273A6"/>
    <w:rsid w:val="00827464"/>
    <w:rsid w:val="0082798E"/>
    <w:rsid w:val="00827BC9"/>
    <w:rsid w:val="00827D47"/>
    <w:rsid w:val="00827D8A"/>
    <w:rsid w:val="00827E45"/>
    <w:rsid w:val="00827F45"/>
    <w:rsid w:val="00830C14"/>
    <w:rsid w:val="00830CCA"/>
    <w:rsid w:val="008311CC"/>
    <w:rsid w:val="0083125B"/>
    <w:rsid w:val="008313E4"/>
    <w:rsid w:val="00831ABA"/>
    <w:rsid w:val="00831B32"/>
    <w:rsid w:val="00832279"/>
    <w:rsid w:val="008324F4"/>
    <w:rsid w:val="00832B21"/>
    <w:rsid w:val="008331DC"/>
    <w:rsid w:val="008341F6"/>
    <w:rsid w:val="008342B3"/>
    <w:rsid w:val="00834312"/>
    <w:rsid w:val="00834359"/>
    <w:rsid w:val="008349E8"/>
    <w:rsid w:val="00834C10"/>
    <w:rsid w:val="0083521C"/>
    <w:rsid w:val="00835253"/>
    <w:rsid w:val="008353E3"/>
    <w:rsid w:val="00835458"/>
    <w:rsid w:val="00835C7C"/>
    <w:rsid w:val="008369CC"/>
    <w:rsid w:val="00836A91"/>
    <w:rsid w:val="00836AF3"/>
    <w:rsid w:val="00836C77"/>
    <w:rsid w:val="00837473"/>
    <w:rsid w:val="008375B4"/>
    <w:rsid w:val="00837663"/>
    <w:rsid w:val="00837731"/>
    <w:rsid w:val="00837FCA"/>
    <w:rsid w:val="00840532"/>
    <w:rsid w:val="008407D1"/>
    <w:rsid w:val="008409B4"/>
    <w:rsid w:val="008409E1"/>
    <w:rsid w:val="008410C6"/>
    <w:rsid w:val="00841324"/>
    <w:rsid w:val="0084144E"/>
    <w:rsid w:val="008415F4"/>
    <w:rsid w:val="0084162B"/>
    <w:rsid w:val="00841636"/>
    <w:rsid w:val="00841A8E"/>
    <w:rsid w:val="00841E6E"/>
    <w:rsid w:val="00842534"/>
    <w:rsid w:val="00842DAC"/>
    <w:rsid w:val="00842DD0"/>
    <w:rsid w:val="00843043"/>
    <w:rsid w:val="008432B4"/>
    <w:rsid w:val="008433BF"/>
    <w:rsid w:val="008435F0"/>
    <w:rsid w:val="0084367B"/>
    <w:rsid w:val="00843B82"/>
    <w:rsid w:val="00843BA4"/>
    <w:rsid w:val="00843D73"/>
    <w:rsid w:val="0084412D"/>
    <w:rsid w:val="00844579"/>
    <w:rsid w:val="00844611"/>
    <w:rsid w:val="0084473D"/>
    <w:rsid w:val="00844784"/>
    <w:rsid w:val="00844F49"/>
    <w:rsid w:val="008456F6"/>
    <w:rsid w:val="00845A08"/>
    <w:rsid w:val="00845F06"/>
    <w:rsid w:val="00845FF6"/>
    <w:rsid w:val="0084613E"/>
    <w:rsid w:val="00846243"/>
    <w:rsid w:val="008463D9"/>
    <w:rsid w:val="00846506"/>
    <w:rsid w:val="008465CE"/>
    <w:rsid w:val="008465D1"/>
    <w:rsid w:val="00846609"/>
    <w:rsid w:val="00847170"/>
    <w:rsid w:val="00847701"/>
    <w:rsid w:val="00847836"/>
    <w:rsid w:val="00847A23"/>
    <w:rsid w:val="00847C51"/>
    <w:rsid w:val="00847CC9"/>
    <w:rsid w:val="00847EA7"/>
    <w:rsid w:val="00850030"/>
    <w:rsid w:val="00850177"/>
    <w:rsid w:val="008501C9"/>
    <w:rsid w:val="00850982"/>
    <w:rsid w:val="00850D3B"/>
    <w:rsid w:val="00851069"/>
    <w:rsid w:val="0085144F"/>
    <w:rsid w:val="00851481"/>
    <w:rsid w:val="00851700"/>
    <w:rsid w:val="00851861"/>
    <w:rsid w:val="00851AAD"/>
    <w:rsid w:val="00851C4B"/>
    <w:rsid w:val="00851D33"/>
    <w:rsid w:val="00851D9B"/>
    <w:rsid w:val="00851F95"/>
    <w:rsid w:val="00851FF7"/>
    <w:rsid w:val="008520C6"/>
    <w:rsid w:val="008521AC"/>
    <w:rsid w:val="008523A9"/>
    <w:rsid w:val="008524F0"/>
    <w:rsid w:val="00852A8C"/>
    <w:rsid w:val="008533F9"/>
    <w:rsid w:val="0085380B"/>
    <w:rsid w:val="00853B9B"/>
    <w:rsid w:val="00853D16"/>
    <w:rsid w:val="0085409E"/>
    <w:rsid w:val="00854175"/>
    <w:rsid w:val="008541DD"/>
    <w:rsid w:val="008543F9"/>
    <w:rsid w:val="008544D2"/>
    <w:rsid w:val="00854535"/>
    <w:rsid w:val="008547C2"/>
    <w:rsid w:val="008548C4"/>
    <w:rsid w:val="00854AD5"/>
    <w:rsid w:val="00854C42"/>
    <w:rsid w:val="00854D2B"/>
    <w:rsid w:val="00854E03"/>
    <w:rsid w:val="0085504B"/>
    <w:rsid w:val="008559AE"/>
    <w:rsid w:val="00855A1E"/>
    <w:rsid w:val="00855A8F"/>
    <w:rsid w:val="00855CC6"/>
    <w:rsid w:val="00856263"/>
    <w:rsid w:val="0085643B"/>
    <w:rsid w:val="008565BD"/>
    <w:rsid w:val="008565C0"/>
    <w:rsid w:val="0085663D"/>
    <w:rsid w:val="0085668C"/>
    <w:rsid w:val="0085675A"/>
    <w:rsid w:val="0085693A"/>
    <w:rsid w:val="00856C04"/>
    <w:rsid w:val="00856D46"/>
    <w:rsid w:val="00856E6C"/>
    <w:rsid w:val="00856F0F"/>
    <w:rsid w:val="0085718A"/>
    <w:rsid w:val="0085730E"/>
    <w:rsid w:val="008573C8"/>
    <w:rsid w:val="0085758E"/>
    <w:rsid w:val="008576EA"/>
    <w:rsid w:val="00857781"/>
    <w:rsid w:val="008577F7"/>
    <w:rsid w:val="00857B19"/>
    <w:rsid w:val="0086050C"/>
    <w:rsid w:val="008606BB"/>
    <w:rsid w:val="0086083D"/>
    <w:rsid w:val="00860B0A"/>
    <w:rsid w:val="00860CF4"/>
    <w:rsid w:val="00860DF7"/>
    <w:rsid w:val="00861103"/>
    <w:rsid w:val="00861314"/>
    <w:rsid w:val="00861765"/>
    <w:rsid w:val="00861A00"/>
    <w:rsid w:val="00861A6E"/>
    <w:rsid w:val="00861CF8"/>
    <w:rsid w:val="00861DE4"/>
    <w:rsid w:val="008620A9"/>
    <w:rsid w:val="008621D0"/>
    <w:rsid w:val="00862753"/>
    <w:rsid w:val="0086292C"/>
    <w:rsid w:val="00862A8A"/>
    <w:rsid w:val="00862B3A"/>
    <w:rsid w:val="00862C5F"/>
    <w:rsid w:val="00862FDB"/>
    <w:rsid w:val="0086328F"/>
    <w:rsid w:val="00863587"/>
    <w:rsid w:val="00863AB6"/>
    <w:rsid w:val="00863C19"/>
    <w:rsid w:val="008640B8"/>
    <w:rsid w:val="0086418B"/>
    <w:rsid w:val="008643B3"/>
    <w:rsid w:val="0086471C"/>
    <w:rsid w:val="0086479B"/>
    <w:rsid w:val="0086481B"/>
    <w:rsid w:val="00864A67"/>
    <w:rsid w:val="00864BAB"/>
    <w:rsid w:val="00864E4E"/>
    <w:rsid w:val="0086554F"/>
    <w:rsid w:val="00865816"/>
    <w:rsid w:val="008659BC"/>
    <w:rsid w:val="00865B66"/>
    <w:rsid w:val="00866383"/>
    <w:rsid w:val="00866595"/>
    <w:rsid w:val="008667AC"/>
    <w:rsid w:val="00866BA5"/>
    <w:rsid w:val="00866EED"/>
    <w:rsid w:val="00866F52"/>
    <w:rsid w:val="00867D22"/>
    <w:rsid w:val="00870759"/>
    <w:rsid w:val="0087099E"/>
    <w:rsid w:val="00870DA6"/>
    <w:rsid w:val="008710EC"/>
    <w:rsid w:val="0087113A"/>
    <w:rsid w:val="00871184"/>
    <w:rsid w:val="0087125F"/>
    <w:rsid w:val="008714D3"/>
    <w:rsid w:val="008715CA"/>
    <w:rsid w:val="00871879"/>
    <w:rsid w:val="008719F2"/>
    <w:rsid w:val="00871C01"/>
    <w:rsid w:val="00871F4D"/>
    <w:rsid w:val="0087241D"/>
    <w:rsid w:val="0087268E"/>
    <w:rsid w:val="00872944"/>
    <w:rsid w:val="00872BE2"/>
    <w:rsid w:val="00872F98"/>
    <w:rsid w:val="008732D9"/>
    <w:rsid w:val="00873370"/>
    <w:rsid w:val="00873C66"/>
    <w:rsid w:val="00873FFE"/>
    <w:rsid w:val="00874729"/>
    <w:rsid w:val="008749E8"/>
    <w:rsid w:val="00874CB4"/>
    <w:rsid w:val="00874D28"/>
    <w:rsid w:val="008753BF"/>
    <w:rsid w:val="00875CDB"/>
    <w:rsid w:val="0087613F"/>
    <w:rsid w:val="008762E1"/>
    <w:rsid w:val="008763EB"/>
    <w:rsid w:val="0087672C"/>
    <w:rsid w:val="0087673B"/>
    <w:rsid w:val="00876F09"/>
    <w:rsid w:val="00877002"/>
    <w:rsid w:val="00877208"/>
    <w:rsid w:val="00877572"/>
    <w:rsid w:val="0087765E"/>
    <w:rsid w:val="00877833"/>
    <w:rsid w:val="00877AE7"/>
    <w:rsid w:val="00877BE6"/>
    <w:rsid w:val="008800B4"/>
    <w:rsid w:val="00880584"/>
    <w:rsid w:val="008807BB"/>
    <w:rsid w:val="008809BC"/>
    <w:rsid w:val="00880CAF"/>
    <w:rsid w:val="00881A10"/>
    <w:rsid w:val="00881AAB"/>
    <w:rsid w:val="00881C08"/>
    <w:rsid w:val="00881DE5"/>
    <w:rsid w:val="00881E3C"/>
    <w:rsid w:val="00881F72"/>
    <w:rsid w:val="0088207D"/>
    <w:rsid w:val="008822DE"/>
    <w:rsid w:val="008822F9"/>
    <w:rsid w:val="0088230B"/>
    <w:rsid w:val="00882472"/>
    <w:rsid w:val="00882488"/>
    <w:rsid w:val="008824AA"/>
    <w:rsid w:val="008832E2"/>
    <w:rsid w:val="008832ED"/>
    <w:rsid w:val="008834BE"/>
    <w:rsid w:val="008835CB"/>
    <w:rsid w:val="0088396D"/>
    <w:rsid w:val="00883AF4"/>
    <w:rsid w:val="00883D0A"/>
    <w:rsid w:val="008841D2"/>
    <w:rsid w:val="00884310"/>
    <w:rsid w:val="00884721"/>
    <w:rsid w:val="00884BC6"/>
    <w:rsid w:val="008852FA"/>
    <w:rsid w:val="00885452"/>
    <w:rsid w:val="00885673"/>
    <w:rsid w:val="008858E7"/>
    <w:rsid w:val="00885975"/>
    <w:rsid w:val="008859A5"/>
    <w:rsid w:val="00885B85"/>
    <w:rsid w:val="00885C2B"/>
    <w:rsid w:val="00885DA8"/>
    <w:rsid w:val="00886076"/>
    <w:rsid w:val="008862AE"/>
    <w:rsid w:val="00886691"/>
    <w:rsid w:val="008867B5"/>
    <w:rsid w:val="00886853"/>
    <w:rsid w:val="00886F5C"/>
    <w:rsid w:val="00887A03"/>
    <w:rsid w:val="00887A9B"/>
    <w:rsid w:val="00887B46"/>
    <w:rsid w:val="00887C32"/>
    <w:rsid w:val="00887E44"/>
    <w:rsid w:val="00887EF7"/>
    <w:rsid w:val="008901F1"/>
    <w:rsid w:val="008902C8"/>
    <w:rsid w:val="00890A92"/>
    <w:rsid w:val="00890BAB"/>
    <w:rsid w:val="008911DD"/>
    <w:rsid w:val="008913DC"/>
    <w:rsid w:val="008914CE"/>
    <w:rsid w:val="008917DC"/>
    <w:rsid w:val="008918B1"/>
    <w:rsid w:val="00891F01"/>
    <w:rsid w:val="0089232A"/>
    <w:rsid w:val="00892596"/>
    <w:rsid w:val="008925E3"/>
    <w:rsid w:val="00892D9A"/>
    <w:rsid w:val="00892FD6"/>
    <w:rsid w:val="00893085"/>
    <w:rsid w:val="008930F4"/>
    <w:rsid w:val="00893146"/>
    <w:rsid w:val="008933C6"/>
    <w:rsid w:val="008934F6"/>
    <w:rsid w:val="00893537"/>
    <w:rsid w:val="008935AE"/>
    <w:rsid w:val="008936FF"/>
    <w:rsid w:val="00893783"/>
    <w:rsid w:val="008938FD"/>
    <w:rsid w:val="00893D9D"/>
    <w:rsid w:val="008940E7"/>
    <w:rsid w:val="008942F2"/>
    <w:rsid w:val="0089449A"/>
    <w:rsid w:val="008946E9"/>
    <w:rsid w:val="008948C4"/>
    <w:rsid w:val="00894E9D"/>
    <w:rsid w:val="00894EEE"/>
    <w:rsid w:val="00894FA7"/>
    <w:rsid w:val="008952C7"/>
    <w:rsid w:val="008953AB"/>
    <w:rsid w:val="00895419"/>
    <w:rsid w:val="00895549"/>
    <w:rsid w:val="0089569B"/>
    <w:rsid w:val="00895713"/>
    <w:rsid w:val="008959A0"/>
    <w:rsid w:val="0089621A"/>
    <w:rsid w:val="00896465"/>
    <w:rsid w:val="008964FF"/>
    <w:rsid w:val="00896816"/>
    <w:rsid w:val="00896AF4"/>
    <w:rsid w:val="00896B9C"/>
    <w:rsid w:val="00896E0A"/>
    <w:rsid w:val="00896E11"/>
    <w:rsid w:val="00897262"/>
    <w:rsid w:val="00897341"/>
    <w:rsid w:val="00897795"/>
    <w:rsid w:val="008978FB"/>
    <w:rsid w:val="00897D77"/>
    <w:rsid w:val="00897EE1"/>
    <w:rsid w:val="00897F43"/>
    <w:rsid w:val="008A027F"/>
    <w:rsid w:val="008A085A"/>
    <w:rsid w:val="008A09F9"/>
    <w:rsid w:val="008A0A0A"/>
    <w:rsid w:val="008A0B38"/>
    <w:rsid w:val="008A0B91"/>
    <w:rsid w:val="008A129D"/>
    <w:rsid w:val="008A14D8"/>
    <w:rsid w:val="008A159E"/>
    <w:rsid w:val="008A178B"/>
    <w:rsid w:val="008A1BF0"/>
    <w:rsid w:val="008A1C9D"/>
    <w:rsid w:val="008A1CED"/>
    <w:rsid w:val="008A1E08"/>
    <w:rsid w:val="008A1E84"/>
    <w:rsid w:val="008A207C"/>
    <w:rsid w:val="008A2408"/>
    <w:rsid w:val="008A242D"/>
    <w:rsid w:val="008A28E1"/>
    <w:rsid w:val="008A29FD"/>
    <w:rsid w:val="008A2BC7"/>
    <w:rsid w:val="008A2CB2"/>
    <w:rsid w:val="008A2D53"/>
    <w:rsid w:val="008A352D"/>
    <w:rsid w:val="008A3BFB"/>
    <w:rsid w:val="008A3C17"/>
    <w:rsid w:val="008A3F7E"/>
    <w:rsid w:val="008A3F84"/>
    <w:rsid w:val="008A438E"/>
    <w:rsid w:val="008A4604"/>
    <w:rsid w:val="008A48BE"/>
    <w:rsid w:val="008A4E04"/>
    <w:rsid w:val="008A4E0F"/>
    <w:rsid w:val="008A4F01"/>
    <w:rsid w:val="008A6214"/>
    <w:rsid w:val="008A62AA"/>
    <w:rsid w:val="008A63FE"/>
    <w:rsid w:val="008A6608"/>
    <w:rsid w:val="008A663B"/>
    <w:rsid w:val="008A7468"/>
    <w:rsid w:val="008A7D7A"/>
    <w:rsid w:val="008B0059"/>
    <w:rsid w:val="008B0062"/>
    <w:rsid w:val="008B0324"/>
    <w:rsid w:val="008B0430"/>
    <w:rsid w:val="008B04FB"/>
    <w:rsid w:val="008B09A3"/>
    <w:rsid w:val="008B0A14"/>
    <w:rsid w:val="008B0BA1"/>
    <w:rsid w:val="008B0D29"/>
    <w:rsid w:val="008B10F1"/>
    <w:rsid w:val="008B169A"/>
    <w:rsid w:val="008B1BBE"/>
    <w:rsid w:val="008B1C3A"/>
    <w:rsid w:val="008B1DF8"/>
    <w:rsid w:val="008B224B"/>
    <w:rsid w:val="008B22E8"/>
    <w:rsid w:val="008B24BC"/>
    <w:rsid w:val="008B2535"/>
    <w:rsid w:val="008B2636"/>
    <w:rsid w:val="008B2905"/>
    <w:rsid w:val="008B2EE3"/>
    <w:rsid w:val="008B327B"/>
    <w:rsid w:val="008B342E"/>
    <w:rsid w:val="008B3559"/>
    <w:rsid w:val="008B36E1"/>
    <w:rsid w:val="008B3969"/>
    <w:rsid w:val="008B3A33"/>
    <w:rsid w:val="008B3C3B"/>
    <w:rsid w:val="008B403D"/>
    <w:rsid w:val="008B45C9"/>
    <w:rsid w:val="008B46BC"/>
    <w:rsid w:val="008B4DC5"/>
    <w:rsid w:val="008B53F1"/>
    <w:rsid w:val="008B5468"/>
    <w:rsid w:val="008B5885"/>
    <w:rsid w:val="008B59A3"/>
    <w:rsid w:val="008B6062"/>
    <w:rsid w:val="008B678D"/>
    <w:rsid w:val="008B67DC"/>
    <w:rsid w:val="008B6D30"/>
    <w:rsid w:val="008B6D6D"/>
    <w:rsid w:val="008B6DD8"/>
    <w:rsid w:val="008B7177"/>
    <w:rsid w:val="008B72C4"/>
    <w:rsid w:val="008C0652"/>
    <w:rsid w:val="008C0857"/>
    <w:rsid w:val="008C0EF0"/>
    <w:rsid w:val="008C1541"/>
    <w:rsid w:val="008C1928"/>
    <w:rsid w:val="008C1A65"/>
    <w:rsid w:val="008C1AE2"/>
    <w:rsid w:val="008C1D9F"/>
    <w:rsid w:val="008C2531"/>
    <w:rsid w:val="008C27AE"/>
    <w:rsid w:val="008C2C97"/>
    <w:rsid w:val="008C3634"/>
    <w:rsid w:val="008C364C"/>
    <w:rsid w:val="008C3A64"/>
    <w:rsid w:val="008C49A6"/>
    <w:rsid w:val="008C4A02"/>
    <w:rsid w:val="008C4BD5"/>
    <w:rsid w:val="008C4BD6"/>
    <w:rsid w:val="008C4BEF"/>
    <w:rsid w:val="008C4E8E"/>
    <w:rsid w:val="008C50D1"/>
    <w:rsid w:val="008C58D0"/>
    <w:rsid w:val="008C5930"/>
    <w:rsid w:val="008C5CE7"/>
    <w:rsid w:val="008C5E39"/>
    <w:rsid w:val="008C63B6"/>
    <w:rsid w:val="008C6491"/>
    <w:rsid w:val="008C651F"/>
    <w:rsid w:val="008C6874"/>
    <w:rsid w:val="008C6A31"/>
    <w:rsid w:val="008C6AB4"/>
    <w:rsid w:val="008C6B48"/>
    <w:rsid w:val="008C76E5"/>
    <w:rsid w:val="008C77A3"/>
    <w:rsid w:val="008C7D2E"/>
    <w:rsid w:val="008C7D3D"/>
    <w:rsid w:val="008C7EDA"/>
    <w:rsid w:val="008C7F47"/>
    <w:rsid w:val="008D004C"/>
    <w:rsid w:val="008D047C"/>
    <w:rsid w:val="008D0565"/>
    <w:rsid w:val="008D06F6"/>
    <w:rsid w:val="008D0CCA"/>
    <w:rsid w:val="008D10DE"/>
    <w:rsid w:val="008D14A2"/>
    <w:rsid w:val="008D154F"/>
    <w:rsid w:val="008D19C7"/>
    <w:rsid w:val="008D1B47"/>
    <w:rsid w:val="008D1D9D"/>
    <w:rsid w:val="008D24D5"/>
    <w:rsid w:val="008D2582"/>
    <w:rsid w:val="008D2775"/>
    <w:rsid w:val="008D29B8"/>
    <w:rsid w:val="008D29E7"/>
    <w:rsid w:val="008D2A21"/>
    <w:rsid w:val="008D2C15"/>
    <w:rsid w:val="008D3706"/>
    <w:rsid w:val="008D3D3C"/>
    <w:rsid w:val="008D41DA"/>
    <w:rsid w:val="008D42DF"/>
    <w:rsid w:val="008D4409"/>
    <w:rsid w:val="008D4524"/>
    <w:rsid w:val="008D4A3D"/>
    <w:rsid w:val="008D4E0F"/>
    <w:rsid w:val="008D4FD5"/>
    <w:rsid w:val="008D51DB"/>
    <w:rsid w:val="008D5295"/>
    <w:rsid w:val="008D5B84"/>
    <w:rsid w:val="008D5EAC"/>
    <w:rsid w:val="008D5F79"/>
    <w:rsid w:val="008D611E"/>
    <w:rsid w:val="008D6387"/>
    <w:rsid w:val="008D664C"/>
    <w:rsid w:val="008D677C"/>
    <w:rsid w:val="008D679C"/>
    <w:rsid w:val="008D7981"/>
    <w:rsid w:val="008D7989"/>
    <w:rsid w:val="008D7C45"/>
    <w:rsid w:val="008D7FD8"/>
    <w:rsid w:val="008E027F"/>
    <w:rsid w:val="008E0440"/>
    <w:rsid w:val="008E05A7"/>
    <w:rsid w:val="008E0AFE"/>
    <w:rsid w:val="008E0BF4"/>
    <w:rsid w:val="008E0D4B"/>
    <w:rsid w:val="008E0F73"/>
    <w:rsid w:val="008E105F"/>
    <w:rsid w:val="008E1511"/>
    <w:rsid w:val="008E1605"/>
    <w:rsid w:val="008E16A6"/>
    <w:rsid w:val="008E1C50"/>
    <w:rsid w:val="008E1D2D"/>
    <w:rsid w:val="008E1E2D"/>
    <w:rsid w:val="008E1F7A"/>
    <w:rsid w:val="008E1FB1"/>
    <w:rsid w:val="008E2151"/>
    <w:rsid w:val="008E27B2"/>
    <w:rsid w:val="008E2A44"/>
    <w:rsid w:val="008E320D"/>
    <w:rsid w:val="008E3B21"/>
    <w:rsid w:val="008E3B77"/>
    <w:rsid w:val="008E3C1A"/>
    <w:rsid w:val="008E3DCC"/>
    <w:rsid w:val="008E411C"/>
    <w:rsid w:val="008E43F9"/>
    <w:rsid w:val="008E443A"/>
    <w:rsid w:val="008E4A62"/>
    <w:rsid w:val="008E4EC4"/>
    <w:rsid w:val="008E51B9"/>
    <w:rsid w:val="008E5A95"/>
    <w:rsid w:val="008E5AD7"/>
    <w:rsid w:val="008E5B59"/>
    <w:rsid w:val="008E5EF5"/>
    <w:rsid w:val="008E6196"/>
    <w:rsid w:val="008E629F"/>
    <w:rsid w:val="008E6372"/>
    <w:rsid w:val="008E64ED"/>
    <w:rsid w:val="008E666A"/>
    <w:rsid w:val="008E66C5"/>
    <w:rsid w:val="008E69B4"/>
    <w:rsid w:val="008E6E0F"/>
    <w:rsid w:val="008E6F35"/>
    <w:rsid w:val="008E716F"/>
    <w:rsid w:val="008E72D2"/>
    <w:rsid w:val="008E77FF"/>
    <w:rsid w:val="008E795E"/>
    <w:rsid w:val="008E7C1C"/>
    <w:rsid w:val="008E7DE7"/>
    <w:rsid w:val="008E7F7A"/>
    <w:rsid w:val="008F09DC"/>
    <w:rsid w:val="008F0B05"/>
    <w:rsid w:val="008F0B50"/>
    <w:rsid w:val="008F0B59"/>
    <w:rsid w:val="008F0ED8"/>
    <w:rsid w:val="008F1006"/>
    <w:rsid w:val="008F1833"/>
    <w:rsid w:val="008F1D2E"/>
    <w:rsid w:val="008F22A0"/>
    <w:rsid w:val="008F25B1"/>
    <w:rsid w:val="008F25D5"/>
    <w:rsid w:val="008F26C0"/>
    <w:rsid w:val="008F2985"/>
    <w:rsid w:val="008F2A87"/>
    <w:rsid w:val="008F2E65"/>
    <w:rsid w:val="008F3135"/>
    <w:rsid w:val="008F32D5"/>
    <w:rsid w:val="008F3735"/>
    <w:rsid w:val="008F3F48"/>
    <w:rsid w:val="008F4184"/>
    <w:rsid w:val="008F47D1"/>
    <w:rsid w:val="008F47F1"/>
    <w:rsid w:val="008F4887"/>
    <w:rsid w:val="008F4ABC"/>
    <w:rsid w:val="008F4BD5"/>
    <w:rsid w:val="008F50B2"/>
    <w:rsid w:val="008F511C"/>
    <w:rsid w:val="008F56A5"/>
    <w:rsid w:val="008F57BF"/>
    <w:rsid w:val="008F5B1B"/>
    <w:rsid w:val="008F5D5F"/>
    <w:rsid w:val="008F5DB1"/>
    <w:rsid w:val="008F5F17"/>
    <w:rsid w:val="008F6123"/>
    <w:rsid w:val="008F625B"/>
    <w:rsid w:val="008F6448"/>
    <w:rsid w:val="008F64FD"/>
    <w:rsid w:val="008F656C"/>
    <w:rsid w:val="008F6852"/>
    <w:rsid w:val="008F6969"/>
    <w:rsid w:val="008F6A30"/>
    <w:rsid w:val="008F6DD9"/>
    <w:rsid w:val="008F6F36"/>
    <w:rsid w:val="008F7144"/>
    <w:rsid w:val="008F717B"/>
    <w:rsid w:val="008F7B1C"/>
    <w:rsid w:val="008F7CB6"/>
    <w:rsid w:val="0090022D"/>
    <w:rsid w:val="009003EB"/>
    <w:rsid w:val="009005EB"/>
    <w:rsid w:val="009009EF"/>
    <w:rsid w:val="009010EC"/>
    <w:rsid w:val="009020F7"/>
    <w:rsid w:val="00902538"/>
    <w:rsid w:val="00902541"/>
    <w:rsid w:val="009025FD"/>
    <w:rsid w:val="009027DB"/>
    <w:rsid w:val="00902D76"/>
    <w:rsid w:val="00903001"/>
    <w:rsid w:val="0090324A"/>
    <w:rsid w:val="00903518"/>
    <w:rsid w:val="00903A54"/>
    <w:rsid w:val="00903D0E"/>
    <w:rsid w:val="00903DEC"/>
    <w:rsid w:val="00903EC7"/>
    <w:rsid w:val="00903EFB"/>
    <w:rsid w:val="009041B6"/>
    <w:rsid w:val="009045F2"/>
    <w:rsid w:val="009046CB"/>
    <w:rsid w:val="009047C1"/>
    <w:rsid w:val="0090487F"/>
    <w:rsid w:val="00904B20"/>
    <w:rsid w:val="00904BF9"/>
    <w:rsid w:val="00904D07"/>
    <w:rsid w:val="00904E27"/>
    <w:rsid w:val="009050BF"/>
    <w:rsid w:val="0090549C"/>
    <w:rsid w:val="00905A6B"/>
    <w:rsid w:val="00905D14"/>
    <w:rsid w:val="00905D55"/>
    <w:rsid w:val="00905F9B"/>
    <w:rsid w:val="00906245"/>
    <w:rsid w:val="00906405"/>
    <w:rsid w:val="009067CE"/>
    <w:rsid w:val="0090680E"/>
    <w:rsid w:val="00906A07"/>
    <w:rsid w:val="00906D67"/>
    <w:rsid w:val="00906D79"/>
    <w:rsid w:val="00906E70"/>
    <w:rsid w:val="00906F4D"/>
    <w:rsid w:val="0090701E"/>
    <w:rsid w:val="00907884"/>
    <w:rsid w:val="0090789C"/>
    <w:rsid w:val="009079E5"/>
    <w:rsid w:val="00907E44"/>
    <w:rsid w:val="00907F2E"/>
    <w:rsid w:val="00910161"/>
    <w:rsid w:val="009106AA"/>
    <w:rsid w:val="00910792"/>
    <w:rsid w:val="00910A16"/>
    <w:rsid w:val="00910CDD"/>
    <w:rsid w:val="00910D96"/>
    <w:rsid w:val="00910FE6"/>
    <w:rsid w:val="0091144B"/>
    <w:rsid w:val="00911699"/>
    <w:rsid w:val="00911706"/>
    <w:rsid w:val="009119E1"/>
    <w:rsid w:val="009119E7"/>
    <w:rsid w:val="00911B1D"/>
    <w:rsid w:val="00911DB1"/>
    <w:rsid w:val="00911EC9"/>
    <w:rsid w:val="00911F0C"/>
    <w:rsid w:val="009122D0"/>
    <w:rsid w:val="009123B9"/>
    <w:rsid w:val="009126CD"/>
    <w:rsid w:val="00912CD5"/>
    <w:rsid w:val="00912EEE"/>
    <w:rsid w:val="00913362"/>
    <w:rsid w:val="00913498"/>
    <w:rsid w:val="00914060"/>
    <w:rsid w:val="00914066"/>
    <w:rsid w:val="00914AC7"/>
    <w:rsid w:val="00914BF2"/>
    <w:rsid w:val="00914CE0"/>
    <w:rsid w:val="00914F63"/>
    <w:rsid w:val="00915350"/>
    <w:rsid w:val="00915382"/>
    <w:rsid w:val="00915626"/>
    <w:rsid w:val="00916274"/>
    <w:rsid w:val="00916B48"/>
    <w:rsid w:val="00916C6E"/>
    <w:rsid w:val="00916E00"/>
    <w:rsid w:val="00916E8F"/>
    <w:rsid w:val="00916F3D"/>
    <w:rsid w:val="00916F59"/>
    <w:rsid w:val="009171B5"/>
    <w:rsid w:val="00917300"/>
    <w:rsid w:val="00917866"/>
    <w:rsid w:val="00917C5F"/>
    <w:rsid w:val="00920195"/>
    <w:rsid w:val="00920455"/>
    <w:rsid w:val="0092077E"/>
    <w:rsid w:val="00920A09"/>
    <w:rsid w:val="00920BC0"/>
    <w:rsid w:val="00921065"/>
    <w:rsid w:val="0092178F"/>
    <w:rsid w:val="009217CE"/>
    <w:rsid w:val="00921858"/>
    <w:rsid w:val="00921B50"/>
    <w:rsid w:val="00921C74"/>
    <w:rsid w:val="00921D7D"/>
    <w:rsid w:val="00922576"/>
    <w:rsid w:val="009225F7"/>
    <w:rsid w:val="00922751"/>
    <w:rsid w:val="009229CD"/>
    <w:rsid w:val="00922A13"/>
    <w:rsid w:val="00922DF1"/>
    <w:rsid w:val="00922F46"/>
    <w:rsid w:val="009230E7"/>
    <w:rsid w:val="00923B3E"/>
    <w:rsid w:val="00923FF6"/>
    <w:rsid w:val="00924343"/>
    <w:rsid w:val="00924365"/>
    <w:rsid w:val="00924389"/>
    <w:rsid w:val="0092442C"/>
    <w:rsid w:val="00924C1B"/>
    <w:rsid w:val="00924EBB"/>
    <w:rsid w:val="00924F5B"/>
    <w:rsid w:val="00924FFD"/>
    <w:rsid w:val="0092526C"/>
    <w:rsid w:val="00925529"/>
    <w:rsid w:val="00925623"/>
    <w:rsid w:val="009256B4"/>
    <w:rsid w:val="009257FE"/>
    <w:rsid w:val="00925AFE"/>
    <w:rsid w:val="00925CF5"/>
    <w:rsid w:val="00925E66"/>
    <w:rsid w:val="00925F58"/>
    <w:rsid w:val="00925FC0"/>
    <w:rsid w:val="0092608C"/>
    <w:rsid w:val="009261A6"/>
    <w:rsid w:val="00926266"/>
    <w:rsid w:val="00926615"/>
    <w:rsid w:val="00926AFC"/>
    <w:rsid w:val="00926FFB"/>
    <w:rsid w:val="0092719E"/>
    <w:rsid w:val="0092734D"/>
    <w:rsid w:val="00927635"/>
    <w:rsid w:val="009278C3"/>
    <w:rsid w:val="00927CB9"/>
    <w:rsid w:val="00927F84"/>
    <w:rsid w:val="009301E8"/>
    <w:rsid w:val="0093031F"/>
    <w:rsid w:val="00930459"/>
    <w:rsid w:val="00930746"/>
    <w:rsid w:val="00930891"/>
    <w:rsid w:val="00930EB7"/>
    <w:rsid w:val="00930FA1"/>
    <w:rsid w:val="00931016"/>
    <w:rsid w:val="00931777"/>
    <w:rsid w:val="00931ABE"/>
    <w:rsid w:val="00931C8F"/>
    <w:rsid w:val="00932050"/>
    <w:rsid w:val="00932064"/>
    <w:rsid w:val="0093210F"/>
    <w:rsid w:val="00932206"/>
    <w:rsid w:val="009323AF"/>
    <w:rsid w:val="00932438"/>
    <w:rsid w:val="00932752"/>
    <w:rsid w:val="00932E70"/>
    <w:rsid w:val="00932EBC"/>
    <w:rsid w:val="00932F6B"/>
    <w:rsid w:val="009334D2"/>
    <w:rsid w:val="00933599"/>
    <w:rsid w:val="009337FE"/>
    <w:rsid w:val="00933BD7"/>
    <w:rsid w:val="00934048"/>
    <w:rsid w:val="00934127"/>
    <w:rsid w:val="0093442A"/>
    <w:rsid w:val="009347B1"/>
    <w:rsid w:val="00934CC9"/>
    <w:rsid w:val="00934DC3"/>
    <w:rsid w:val="00934F59"/>
    <w:rsid w:val="009350C9"/>
    <w:rsid w:val="009351B0"/>
    <w:rsid w:val="009353C3"/>
    <w:rsid w:val="00935D1B"/>
    <w:rsid w:val="00935FF1"/>
    <w:rsid w:val="00936068"/>
    <w:rsid w:val="00936992"/>
    <w:rsid w:val="00936ADF"/>
    <w:rsid w:val="00936C89"/>
    <w:rsid w:val="00936E66"/>
    <w:rsid w:val="0093798B"/>
    <w:rsid w:val="00937C2B"/>
    <w:rsid w:val="00937C5D"/>
    <w:rsid w:val="00937CCD"/>
    <w:rsid w:val="00937DBF"/>
    <w:rsid w:val="00937E40"/>
    <w:rsid w:val="00937F80"/>
    <w:rsid w:val="009402FB"/>
    <w:rsid w:val="00940339"/>
    <w:rsid w:val="0094036A"/>
    <w:rsid w:val="009404E1"/>
    <w:rsid w:val="0094053D"/>
    <w:rsid w:val="009405A4"/>
    <w:rsid w:val="00940617"/>
    <w:rsid w:val="009408F1"/>
    <w:rsid w:val="00940A59"/>
    <w:rsid w:val="00940C72"/>
    <w:rsid w:val="00940FFE"/>
    <w:rsid w:val="00941466"/>
    <w:rsid w:val="0094165C"/>
    <w:rsid w:val="00941C42"/>
    <w:rsid w:val="00941E9B"/>
    <w:rsid w:val="0094225A"/>
    <w:rsid w:val="009424DD"/>
    <w:rsid w:val="0094265E"/>
    <w:rsid w:val="00942716"/>
    <w:rsid w:val="00942835"/>
    <w:rsid w:val="00942904"/>
    <w:rsid w:val="00943257"/>
    <w:rsid w:val="00943331"/>
    <w:rsid w:val="0094336C"/>
    <w:rsid w:val="00943439"/>
    <w:rsid w:val="009435D0"/>
    <w:rsid w:val="009436EF"/>
    <w:rsid w:val="00943A8D"/>
    <w:rsid w:val="00943CCF"/>
    <w:rsid w:val="00943E4C"/>
    <w:rsid w:val="0094433F"/>
    <w:rsid w:val="00944477"/>
    <w:rsid w:val="009444BA"/>
    <w:rsid w:val="009447D9"/>
    <w:rsid w:val="00944A9F"/>
    <w:rsid w:val="00944E1C"/>
    <w:rsid w:val="00944E2C"/>
    <w:rsid w:val="00944EB8"/>
    <w:rsid w:val="0094511A"/>
    <w:rsid w:val="00945295"/>
    <w:rsid w:val="009456E6"/>
    <w:rsid w:val="00945DE1"/>
    <w:rsid w:val="00945E72"/>
    <w:rsid w:val="009460FB"/>
    <w:rsid w:val="009463C3"/>
    <w:rsid w:val="00946C8D"/>
    <w:rsid w:val="00946F34"/>
    <w:rsid w:val="00947437"/>
    <w:rsid w:val="009475AD"/>
    <w:rsid w:val="0094793C"/>
    <w:rsid w:val="009479CA"/>
    <w:rsid w:val="00947AA2"/>
    <w:rsid w:val="00947C9E"/>
    <w:rsid w:val="00947E39"/>
    <w:rsid w:val="00950015"/>
    <w:rsid w:val="009500FB"/>
    <w:rsid w:val="009501F4"/>
    <w:rsid w:val="00950215"/>
    <w:rsid w:val="009502C4"/>
    <w:rsid w:val="00950A4B"/>
    <w:rsid w:val="0095121E"/>
    <w:rsid w:val="00951236"/>
    <w:rsid w:val="00951492"/>
    <w:rsid w:val="009514CF"/>
    <w:rsid w:val="00951805"/>
    <w:rsid w:val="00951A7E"/>
    <w:rsid w:val="00952372"/>
    <w:rsid w:val="009526A7"/>
    <w:rsid w:val="009527FE"/>
    <w:rsid w:val="0095280E"/>
    <w:rsid w:val="009529E5"/>
    <w:rsid w:val="00952E16"/>
    <w:rsid w:val="0095302A"/>
    <w:rsid w:val="009533D1"/>
    <w:rsid w:val="00953613"/>
    <w:rsid w:val="00953716"/>
    <w:rsid w:val="0095389F"/>
    <w:rsid w:val="00953A4E"/>
    <w:rsid w:val="00953A9A"/>
    <w:rsid w:val="00953F4F"/>
    <w:rsid w:val="009543AF"/>
    <w:rsid w:val="00954970"/>
    <w:rsid w:val="00954A37"/>
    <w:rsid w:val="00954BFD"/>
    <w:rsid w:val="00954C49"/>
    <w:rsid w:val="00954E28"/>
    <w:rsid w:val="009551FE"/>
    <w:rsid w:val="009553B2"/>
    <w:rsid w:val="009554A1"/>
    <w:rsid w:val="00955617"/>
    <w:rsid w:val="00955B07"/>
    <w:rsid w:val="00956384"/>
    <w:rsid w:val="009564DD"/>
    <w:rsid w:val="0095685C"/>
    <w:rsid w:val="00956DE9"/>
    <w:rsid w:val="00957082"/>
    <w:rsid w:val="009572CC"/>
    <w:rsid w:val="009573C6"/>
    <w:rsid w:val="00957619"/>
    <w:rsid w:val="00957775"/>
    <w:rsid w:val="009577B1"/>
    <w:rsid w:val="009578B0"/>
    <w:rsid w:val="009579C4"/>
    <w:rsid w:val="00957B02"/>
    <w:rsid w:val="00957BC2"/>
    <w:rsid w:val="00957F1E"/>
    <w:rsid w:val="00957F81"/>
    <w:rsid w:val="0096062F"/>
    <w:rsid w:val="00960645"/>
    <w:rsid w:val="009610D0"/>
    <w:rsid w:val="0096119C"/>
    <w:rsid w:val="009611C1"/>
    <w:rsid w:val="0096135A"/>
    <w:rsid w:val="00961520"/>
    <w:rsid w:val="0096152D"/>
    <w:rsid w:val="00961853"/>
    <w:rsid w:val="0096189C"/>
    <w:rsid w:val="00961DEC"/>
    <w:rsid w:val="0096265C"/>
    <w:rsid w:val="00962AA5"/>
    <w:rsid w:val="00962B86"/>
    <w:rsid w:val="0096318F"/>
    <w:rsid w:val="0096329C"/>
    <w:rsid w:val="00963423"/>
    <w:rsid w:val="00963523"/>
    <w:rsid w:val="00963808"/>
    <w:rsid w:val="009641B8"/>
    <w:rsid w:val="009642C4"/>
    <w:rsid w:val="00964774"/>
    <w:rsid w:val="00964D68"/>
    <w:rsid w:val="00965350"/>
    <w:rsid w:val="009653BB"/>
    <w:rsid w:val="00965493"/>
    <w:rsid w:val="009654B8"/>
    <w:rsid w:val="009659D7"/>
    <w:rsid w:val="00965EE7"/>
    <w:rsid w:val="0096604D"/>
    <w:rsid w:val="009661E5"/>
    <w:rsid w:val="0096673C"/>
    <w:rsid w:val="00966BE1"/>
    <w:rsid w:val="009673B0"/>
    <w:rsid w:val="00967476"/>
    <w:rsid w:val="009676B8"/>
    <w:rsid w:val="00967700"/>
    <w:rsid w:val="00967B27"/>
    <w:rsid w:val="00967FA3"/>
    <w:rsid w:val="009704F5"/>
    <w:rsid w:val="009709AD"/>
    <w:rsid w:val="00970B4E"/>
    <w:rsid w:val="00970BB9"/>
    <w:rsid w:val="00971A94"/>
    <w:rsid w:val="00971F7E"/>
    <w:rsid w:val="009721AF"/>
    <w:rsid w:val="009723B7"/>
    <w:rsid w:val="009723D3"/>
    <w:rsid w:val="0097244B"/>
    <w:rsid w:val="0097260E"/>
    <w:rsid w:val="009726A6"/>
    <w:rsid w:val="009728A8"/>
    <w:rsid w:val="009728D3"/>
    <w:rsid w:val="00972B5A"/>
    <w:rsid w:val="00972CC9"/>
    <w:rsid w:val="00972E30"/>
    <w:rsid w:val="0097305F"/>
    <w:rsid w:val="009739D6"/>
    <w:rsid w:val="00973A74"/>
    <w:rsid w:val="00973C1A"/>
    <w:rsid w:val="00974047"/>
    <w:rsid w:val="009743BD"/>
    <w:rsid w:val="00974514"/>
    <w:rsid w:val="00974AB7"/>
    <w:rsid w:val="00974B5C"/>
    <w:rsid w:val="00974C8D"/>
    <w:rsid w:val="0097506E"/>
    <w:rsid w:val="00975542"/>
    <w:rsid w:val="009756C4"/>
    <w:rsid w:val="00975769"/>
    <w:rsid w:val="00975890"/>
    <w:rsid w:val="00976DF4"/>
    <w:rsid w:val="00976ED2"/>
    <w:rsid w:val="00977017"/>
    <w:rsid w:val="009777AF"/>
    <w:rsid w:val="00977822"/>
    <w:rsid w:val="0097788C"/>
    <w:rsid w:val="009778DF"/>
    <w:rsid w:val="00977AEC"/>
    <w:rsid w:val="00977F07"/>
    <w:rsid w:val="009801AA"/>
    <w:rsid w:val="009809C9"/>
    <w:rsid w:val="00980B2B"/>
    <w:rsid w:val="00980C4A"/>
    <w:rsid w:val="00981383"/>
    <w:rsid w:val="00981477"/>
    <w:rsid w:val="0098192E"/>
    <w:rsid w:val="00981B9E"/>
    <w:rsid w:val="00981D05"/>
    <w:rsid w:val="00981FA1"/>
    <w:rsid w:val="009822C5"/>
    <w:rsid w:val="00982385"/>
    <w:rsid w:val="0098319B"/>
    <w:rsid w:val="00983693"/>
    <w:rsid w:val="009838D9"/>
    <w:rsid w:val="00983AA5"/>
    <w:rsid w:val="00983C12"/>
    <w:rsid w:val="00983D89"/>
    <w:rsid w:val="009840FC"/>
    <w:rsid w:val="00984426"/>
    <w:rsid w:val="009846BF"/>
    <w:rsid w:val="00984848"/>
    <w:rsid w:val="009848B5"/>
    <w:rsid w:val="00984BFA"/>
    <w:rsid w:val="009859AA"/>
    <w:rsid w:val="00985EC8"/>
    <w:rsid w:val="00985FAB"/>
    <w:rsid w:val="00986113"/>
    <w:rsid w:val="00986140"/>
    <w:rsid w:val="009863D1"/>
    <w:rsid w:val="009865EE"/>
    <w:rsid w:val="00986632"/>
    <w:rsid w:val="009869D7"/>
    <w:rsid w:val="00986EB2"/>
    <w:rsid w:val="00986F20"/>
    <w:rsid w:val="009870DC"/>
    <w:rsid w:val="00987112"/>
    <w:rsid w:val="00987174"/>
    <w:rsid w:val="00987DE5"/>
    <w:rsid w:val="009905B8"/>
    <w:rsid w:val="00990667"/>
    <w:rsid w:val="0099078A"/>
    <w:rsid w:val="00990DC0"/>
    <w:rsid w:val="00990DD0"/>
    <w:rsid w:val="00990E96"/>
    <w:rsid w:val="00990F85"/>
    <w:rsid w:val="00990F9C"/>
    <w:rsid w:val="00991336"/>
    <w:rsid w:val="00991581"/>
    <w:rsid w:val="009918B9"/>
    <w:rsid w:val="00991E26"/>
    <w:rsid w:val="00991E7B"/>
    <w:rsid w:val="009920C6"/>
    <w:rsid w:val="00992BEF"/>
    <w:rsid w:val="00992C2A"/>
    <w:rsid w:val="00992E9A"/>
    <w:rsid w:val="0099306C"/>
    <w:rsid w:val="009936B9"/>
    <w:rsid w:val="009936F4"/>
    <w:rsid w:val="009938E5"/>
    <w:rsid w:val="0099397D"/>
    <w:rsid w:val="00993C95"/>
    <w:rsid w:val="00993CCF"/>
    <w:rsid w:val="00994189"/>
    <w:rsid w:val="009941CD"/>
    <w:rsid w:val="00994325"/>
    <w:rsid w:val="009949BE"/>
    <w:rsid w:val="00994D83"/>
    <w:rsid w:val="00994F06"/>
    <w:rsid w:val="00994FA8"/>
    <w:rsid w:val="00995557"/>
    <w:rsid w:val="009956EE"/>
    <w:rsid w:val="00995815"/>
    <w:rsid w:val="00995AB5"/>
    <w:rsid w:val="00995C97"/>
    <w:rsid w:val="00995CF5"/>
    <w:rsid w:val="00995ED8"/>
    <w:rsid w:val="00995FDA"/>
    <w:rsid w:val="00996307"/>
    <w:rsid w:val="009966A3"/>
    <w:rsid w:val="00996852"/>
    <w:rsid w:val="00996A0B"/>
    <w:rsid w:val="00996BAC"/>
    <w:rsid w:val="00996EBB"/>
    <w:rsid w:val="0099711C"/>
    <w:rsid w:val="009971A7"/>
    <w:rsid w:val="009975B4"/>
    <w:rsid w:val="009978F3"/>
    <w:rsid w:val="00997FF9"/>
    <w:rsid w:val="009A02FE"/>
    <w:rsid w:val="009A08F2"/>
    <w:rsid w:val="009A0AA6"/>
    <w:rsid w:val="009A0E1E"/>
    <w:rsid w:val="009A0E33"/>
    <w:rsid w:val="009A1035"/>
    <w:rsid w:val="009A11A4"/>
    <w:rsid w:val="009A1244"/>
    <w:rsid w:val="009A15C0"/>
    <w:rsid w:val="009A1A45"/>
    <w:rsid w:val="009A1A9E"/>
    <w:rsid w:val="009A1C69"/>
    <w:rsid w:val="009A1D19"/>
    <w:rsid w:val="009A22AB"/>
    <w:rsid w:val="009A267F"/>
    <w:rsid w:val="009A26A1"/>
    <w:rsid w:val="009A281B"/>
    <w:rsid w:val="009A295C"/>
    <w:rsid w:val="009A2978"/>
    <w:rsid w:val="009A29F8"/>
    <w:rsid w:val="009A2F00"/>
    <w:rsid w:val="009A3051"/>
    <w:rsid w:val="009A3295"/>
    <w:rsid w:val="009A3330"/>
    <w:rsid w:val="009A3353"/>
    <w:rsid w:val="009A3AED"/>
    <w:rsid w:val="009A3B8B"/>
    <w:rsid w:val="009A401E"/>
    <w:rsid w:val="009A4328"/>
    <w:rsid w:val="009A4CA7"/>
    <w:rsid w:val="009A4CD3"/>
    <w:rsid w:val="009A569D"/>
    <w:rsid w:val="009A57B8"/>
    <w:rsid w:val="009A5B16"/>
    <w:rsid w:val="009A60C4"/>
    <w:rsid w:val="009A6144"/>
    <w:rsid w:val="009A6189"/>
    <w:rsid w:val="009A61F1"/>
    <w:rsid w:val="009A62BD"/>
    <w:rsid w:val="009A661F"/>
    <w:rsid w:val="009A6F76"/>
    <w:rsid w:val="009A7063"/>
    <w:rsid w:val="009A70C0"/>
    <w:rsid w:val="009A70D3"/>
    <w:rsid w:val="009A70DB"/>
    <w:rsid w:val="009A714B"/>
    <w:rsid w:val="009A730A"/>
    <w:rsid w:val="009A78C9"/>
    <w:rsid w:val="009A7A53"/>
    <w:rsid w:val="009A7E5B"/>
    <w:rsid w:val="009A7EF8"/>
    <w:rsid w:val="009A7F8B"/>
    <w:rsid w:val="009B032E"/>
    <w:rsid w:val="009B0351"/>
    <w:rsid w:val="009B0574"/>
    <w:rsid w:val="009B0B10"/>
    <w:rsid w:val="009B0CA1"/>
    <w:rsid w:val="009B0CA3"/>
    <w:rsid w:val="009B0E72"/>
    <w:rsid w:val="009B14D0"/>
    <w:rsid w:val="009B1611"/>
    <w:rsid w:val="009B1809"/>
    <w:rsid w:val="009B196F"/>
    <w:rsid w:val="009B1BC6"/>
    <w:rsid w:val="009B1CBA"/>
    <w:rsid w:val="009B1F57"/>
    <w:rsid w:val="009B1FCD"/>
    <w:rsid w:val="009B2A89"/>
    <w:rsid w:val="009B2B80"/>
    <w:rsid w:val="009B2BC3"/>
    <w:rsid w:val="009B2D73"/>
    <w:rsid w:val="009B2EE9"/>
    <w:rsid w:val="009B34D6"/>
    <w:rsid w:val="009B34DB"/>
    <w:rsid w:val="009B3DEB"/>
    <w:rsid w:val="009B4212"/>
    <w:rsid w:val="009B4213"/>
    <w:rsid w:val="009B42D6"/>
    <w:rsid w:val="009B4360"/>
    <w:rsid w:val="009B43CE"/>
    <w:rsid w:val="009B491F"/>
    <w:rsid w:val="009B4B10"/>
    <w:rsid w:val="009B4B3D"/>
    <w:rsid w:val="009B4E0B"/>
    <w:rsid w:val="009B50AA"/>
    <w:rsid w:val="009B517D"/>
    <w:rsid w:val="009B56FF"/>
    <w:rsid w:val="009B5A84"/>
    <w:rsid w:val="009B5C1A"/>
    <w:rsid w:val="009B5D72"/>
    <w:rsid w:val="009B5F20"/>
    <w:rsid w:val="009B5F6F"/>
    <w:rsid w:val="009B60B7"/>
    <w:rsid w:val="009B61AB"/>
    <w:rsid w:val="009B6341"/>
    <w:rsid w:val="009B65F6"/>
    <w:rsid w:val="009B6722"/>
    <w:rsid w:val="009B6752"/>
    <w:rsid w:val="009B69C8"/>
    <w:rsid w:val="009B6DB6"/>
    <w:rsid w:val="009B70B2"/>
    <w:rsid w:val="009B72A5"/>
    <w:rsid w:val="009B7681"/>
    <w:rsid w:val="009B77F9"/>
    <w:rsid w:val="009B780F"/>
    <w:rsid w:val="009B7A56"/>
    <w:rsid w:val="009C036C"/>
    <w:rsid w:val="009C04CF"/>
    <w:rsid w:val="009C0A7D"/>
    <w:rsid w:val="009C0AC1"/>
    <w:rsid w:val="009C0CFD"/>
    <w:rsid w:val="009C0E8F"/>
    <w:rsid w:val="009C0FC6"/>
    <w:rsid w:val="009C14CC"/>
    <w:rsid w:val="009C170F"/>
    <w:rsid w:val="009C1C22"/>
    <w:rsid w:val="009C1FCE"/>
    <w:rsid w:val="009C21E0"/>
    <w:rsid w:val="009C2A8D"/>
    <w:rsid w:val="009C30EC"/>
    <w:rsid w:val="009C3287"/>
    <w:rsid w:val="009C35D7"/>
    <w:rsid w:val="009C382E"/>
    <w:rsid w:val="009C384C"/>
    <w:rsid w:val="009C3859"/>
    <w:rsid w:val="009C402E"/>
    <w:rsid w:val="009C451A"/>
    <w:rsid w:val="009C49AB"/>
    <w:rsid w:val="009C4DD6"/>
    <w:rsid w:val="009C4EE8"/>
    <w:rsid w:val="009C50E3"/>
    <w:rsid w:val="009C526E"/>
    <w:rsid w:val="009C59AA"/>
    <w:rsid w:val="009C5D1D"/>
    <w:rsid w:val="009C5DDC"/>
    <w:rsid w:val="009C5E34"/>
    <w:rsid w:val="009C600B"/>
    <w:rsid w:val="009C6099"/>
    <w:rsid w:val="009C638D"/>
    <w:rsid w:val="009C6540"/>
    <w:rsid w:val="009C665B"/>
    <w:rsid w:val="009C6786"/>
    <w:rsid w:val="009C69EB"/>
    <w:rsid w:val="009C6A49"/>
    <w:rsid w:val="009C6DF7"/>
    <w:rsid w:val="009C6EAC"/>
    <w:rsid w:val="009C736B"/>
    <w:rsid w:val="009C7442"/>
    <w:rsid w:val="009C7504"/>
    <w:rsid w:val="009C7A60"/>
    <w:rsid w:val="009D01B6"/>
    <w:rsid w:val="009D04F1"/>
    <w:rsid w:val="009D06B0"/>
    <w:rsid w:val="009D06C2"/>
    <w:rsid w:val="009D06E0"/>
    <w:rsid w:val="009D07F9"/>
    <w:rsid w:val="009D0FB6"/>
    <w:rsid w:val="009D16A3"/>
    <w:rsid w:val="009D170B"/>
    <w:rsid w:val="009D182E"/>
    <w:rsid w:val="009D1C63"/>
    <w:rsid w:val="009D1C9E"/>
    <w:rsid w:val="009D1CBF"/>
    <w:rsid w:val="009D1D83"/>
    <w:rsid w:val="009D1E53"/>
    <w:rsid w:val="009D1EC8"/>
    <w:rsid w:val="009D1F80"/>
    <w:rsid w:val="009D2055"/>
    <w:rsid w:val="009D2228"/>
    <w:rsid w:val="009D2335"/>
    <w:rsid w:val="009D2864"/>
    <w:rsid w:val="009D2920"/>
    <w:rsid w:val="009D2A49"/>
    <w:rsid w:val="009D2AC5"/>
    <w:rsid w:val="009D2B53"/>
    <w:rsid w:val="009D2C68"/>
    <w:rsid w:val="009D2E49"/>
    <w:rsid w:val="009D3272"/>
    <w:rsid w:val="009D3401"/>
    <w:rsid w:val="009D3602"/>
    <w:rsid w:val="009D39FC"/>
    <w:rsid w:val="009D3ACD"/>
    <w:rsid w:val="009D3B01"/>
    <w:rsid w:val="009D4135"/>
    <w:rsid w:val="009D4C3F"/>
    <w:rsid w:val="009D4E38"/>
    <w:rsid w:val="009D51BE"/>
    <w:rsid w:val="009D5E07"/>
    <w:rsid w:val="009D6071"/>
    <w:rsid w:val="009D60E5"/>
    <w:rsid w:val="009D61E9"/>
    <w:rsid w:val="009D64B4"/>
    <w:rsid w:val="009D663E"/>
    <w:rsid w:val="009D68C8"/>
    <w:rsid w:val="009D68D2"/>
    <w:rsid w:val="009D6B17"/>
    <w:rsid w:val="009D7190"/>
    <w:rsid w:val="009D72D0"/>
    <w:rsid w:val="009D733E"/>
    <w:rsid w:val="009D7807"/>
    <w:rsid w:val="009D7A5C"/>
    <w:rsid w:val="009D7AF3"/>
    <w:rsid w:val="009D7C41"/>
    <w:rsid w:val="009D7E85"/>
    <w:rsid w:val="009D7F85"/>
    <w:rsid w:val="009E035D"/>
    <w:rsid w:val="009E043E"/>
    <w:rsid w:val="009E0BB7"/>
    <w:rsid w:val="009E0CB6"/>
    <w:rsid w:val="009E0E04"/>
    <w:rsid w:val="009E1249"/>
    <w:rsid w:val="009E17EB"/>
    <w:rsid w:val="009E1D4B"/>
    <w:rsid w:val="009E1F45"/>
    <w:rsid w:val="009E206A"/>
    <w:rsid w:val="009E25BF"/>
    <w:rsid w:val="009E271F"/>
    <w:rsid w:val="009E278D"/>
    <w:rsid w:val="009E2809"/>
    <w:rsid w:val="009E28DE"/>
    <w:rsid w:val="009E2BCC"/>
    <w:rsid w:val="009E2CC1"/>
    <w:rsid w:val="009E3146"/>
    <w:rsid w:val="009E316A"/>
    <w:rsid w:val="009E3225"/>
    <w:rsid w:val="009E3745"/>
    <w:rsid w:val="009E3D85"/>
    <w:rsid w:val="009E3D8E"/>
    <w:rsid w:val="009E3DD5"/>
    <w:rsid w:val="009E404B"/>
    <w:rsid w:val="009E42B1"/>
    <w:rsid w:val="009E43A6"/>
    <w:rsid w:val="009E4444"/>
    <w:rsid w:val="009E457A"/>
    <w:rsid w:val="009E4771"/>
    <w:rsid w:val="009E491C"/>
    <w:rsid w:val="009E4F0F"/>
    <w:rsid w:val="009E5328"/>
    <w:rsid w:val="009E573D"/>
    <w:rsid w:val="009E5C58"/>
    <w:rsid w:val="009E5CCE"/>
    <w:rsid w:val="009E5DA7"/>
    <w:rsid w:val="009E5E64"/>
    <w:rsid w:val="009E60BF"/>
    <w:rsid w:val="009E6117"/>
    <w:rsid w:val="009E640E"/>
    <w:rsid w:val="009E65EB"/>
    <w:rsid w:val="009E6D31"/>
    <w:rsid w:val="009E70F5"/>
    <w:rsid w:val="009E719C"/>
    <w:rsid w:val="009E7306"/>
    <w:rsid w:val="009E7762"/>
    <w:rsid w:val="009E7818"/>
    <w:rsid w:val="009E78D5"/>
    <w:rsid w:val="009E7A12"/>
    <w:rsid w:val="009E7E22"/>
    <w:rsid w:val="009E7E2E"/>
    <w:rsid w:val="009F0516"/>
    <w:rsid w:val="009F0986"/>
    <w:rsid w:val="009F12BE"/>
    <w:rsid w:val="009F13D3"/>
    <w:rsid w:val="009F184D"/>
    <w:rsid w:val="009F1971"/>
    <w:rsid w:val="009F1B83"/>
    <w:rsid w:val="009F1BE3"/>
    <w:rsid w:val="009F1DB5"/>
    <w:rsid w:val="009F22DD"/>
    <w:rsid w:val="009F2421"/>
    <w:rsid w:val="009F24DC"/>
    <w:rsid w:val="009F2503"/>
    <w:rsid w:val="009F2593"/>
    <w:rsid w:val="009F2621"/>
    <w:rsid w:val="009F2C5C"/>
    <w:rsid w:val="009F2C92"/>
    <w:rsid w:val="009F3385"/>
    <w:rsid w:val="009F3426"/>
    <w:rsid w:val="009F3829"/>
    <w:rsid w:val="009F39A8"/>
    <w:rsid w:val="009F3A05"/>
    <w:rsid w:val="009F3A06"/>
    <w:rsid w:val="009F3F5E"/>
    <w:rsid w:val="009F43D7"/>
    <w:rsid w:val="009F4446"/>
    <w:rsid w:val="009F46BE"/>
    <w:rsid w:val="009F4969"/>
    <w:rsid w:val="009F4B99"/>
    <w:rsid w:val="009F4D2E"/>
    <w:rsid w:val="009F4DA2"/>
    <w:rsid w:val="009F503C"/>
    <w:rsid w:val="009F51D5"/>
    <w:rsid w:val="009F51E8"/>
    <w:rsid w:val="009F53B5"/>
    <w:rsid w:val="009F56FE"/>
    <w:rsid w:val="009F5C5E"/>
    <w:rsid w:val="009F6763"/>
    <w:rsid w:val="009F6835"/>
    <w:rsid w:val="009F69D3"/>
    <w:rsid w:val="009F6A20"/>
    <w:rsid w:val="009F6A28"/>
    <w:rsid w:val="009F6AC3"/>
    <w:rsid w:val="009F709F"/>
    <w:rsid w:val="009F721D"/>
    <w:rsid w:val="009F7801"/>
    <w:rsid w:val="009F79B0"/>
    <w:rsid w:val="009F79DB"/>
    <w:rsid w:val="009F7B63"/>
    <w:rsid w:val="00A0098D"/>
    <w:rsid w:val="00A00B77"/>
    <w:rsid w:val="00A00BA1"/>
    <w:rsid w:val="00A00F21"/>
    <w:rsid w:val="00A00FB2"/>
    <w:rsid w:val="00A011C1"/>
    <w:rsid w:val="00A011CC"/>
    <w:rsid w:val="00A0126B"/>
    <w:rsid w:val="00A01394"/>
    <w:rsid w:val="00A015E0"/>
    <w:rsid w:val="00A0162E"/>
    <w:rsid w:val="00A0189C"/>
    <w:rsid w:val="00A018D9"/>
    <w:rsid w:val="00A01A84"/>
    <w:rsid w:val="00A01CFA"/>
    <w:rsid w:val="00A01D1B"/>
    <w:rsid w:val="00A01EB9"/>
    <w:rsid w:val="00A02254"/>
    <w:rsid w:val="00A02398"/>
    <w:rsid w:val="00A0268F"/>
    <w:rsid w:val="00A02CF7"/>
    <w:rsid w:val="00A03033"/>
    <w:rsid w:val="00A03056"/>
    <w:rsid w:val="00A031E2"/>
    <w:rsid w:val="00A03290"/>
    <w:rsid w:val="00A03484"/>
    <w:rsid w:val="00A03CD3"/>
    <w:rsid w:val="00A03F4E"/>
    <w:rsid w:val="00A04005"/>
    <w:rsid w:val="00A04674"/>
    <w:rsid w:val="00A04954"/>
    <w:rsid w:val="00A04BAD"/>
    <w:rsid w:val="00A04E3D"/>
    <w:rsid w:val="00A04E6F"/>
    <w:rsid w:val="00A05543"/>
    <w:rsid w:val="00A05905"/>
    <w:rsid w:val="00A059B7"/>
    <w:rsid w:val="00A05A08"/>
    <w:rsid w:val="00A05B19"/>
    <w:rsid w:val="00A064CD"/>
    <w:rsid w:val="00A06B1D"/>
    <w:rsid w:val="00A06BE3"/>
    <w:rsid w:val="00A06F53"/>
    <w:rsid w:val="00A06FAD"/>
    <w:rsid w:val="00A0707C"/>
    <w:rsid w:val="00A07099"/>
    <w:rsid w:val="00A0753A"/>
    <w:rsid w:val="00A076C0"/>
    <w:rsid w:val="00A07804"/>
    <w:rsid w:val="00A07AC3"/>
    <w:rsid w:val="00A07AE2"/>
    <w:rsid w:val="00A07CAB"/>
    <w:rsid w:val="00A100CA"/>
    <w:rsid w:val="00A10101"/>
    <w:rsid w:val="00A10388"/>
    <w:rsid w:val="00A107A2"/>
    <w:rsid w:val="00A108A2"/>
    <w:rsid w:val="00A109DD"/>
    <w:rsid w:val="00A10AE1"/>
    <w:rsid w:val="00A10CA4"/>
    <w:rsid w:val="00A1137E"/>
    <w:rsid w:val="00A1139E"/>
    <w:rsid w:val="00A115E6"/>
    <w:rsid w:val="00A119E2"/>
    <w:rsid w:val="00A11A6D"/>
    <w:rsid w:val="00A11D22"/>
    <w:rsid w:val="00A120BA"/>
    <w:rsid w:val="00A1217A"/>
    <w:rsid w:val="00A121B9"/>
    <w:rsid w:val="00A123FC"/>
    <w:rsid w:val="00A12453"/>
    <w:rsid w:val="00A1249D"/>
    <w:rsid w:val="00A126F2"/>
    <w:rsid w:val="00A128C3"/>
    <w:rsid w:val="00A12B28"/>
    <w:rsid w:val="00A12B59"/>
    <w:rsid w:val="00A12B5B"/>
    <w:rsid w:val="00A12EF9"/>
    <w:rsid w:val="00A12FAF"/>
    <w:rsid w:val="00A134E5"/>
    <w:rsid w:val="00A13D5D"/>
    <w:rsid w:val="00A140E3"/>
    <w:rsid w:val="00A1443E"/>
    <w:rsid w:val="00A14D84"/>
    <w:rsid w:val="00A150AF"/>
    <w:rsid w:val="00A1514E"/>
    <w:rsid w:val="00A152FB"/>
    <w:rsid w:val="00A1544E"/>
    <w:rsid w:val="00A154A8"/>
    <w:rsid w:val="00A1555B"/>
    <w:rsid w:val="00A15648"/>
    <w:rsid w:val="00A15691"/>
    <w:rsid w:val="00A15A80"/>
    <w:rsid w:val="00A15C07"/>
    <w:rsid w:val="00A15CAB"/>
    <w:rsid w:val="00A15CF9"/>
    <w:rsid w:val="00A15D78"/>
    <w:rsid w:val="00A165D2"/>
    <w:rsid w:val="00A16610"/>
    <w:rsid w:val="00A16777"/>
    <w:rsid w:val="00A16AE4"/>
    <w:rsid w:val="00A17AB5"/>
    <w:rsid w:val="00A17ED2"/>
    <w:rsid w:val="00A200F9"/>
    <w:rsid w:val="00A203B3"/>
    <w:rsid w:val="00A20844"/>
    <w:rsid w:val="00A20A0A"/>
    <w:rsid w:val="00A21078"/>
    <w:rsid w:val="00A21673"/>
    <w:rsid w:val="00A21B2C"/>
    <w:rsid w:val="00A21CF7"/>
    <w:rsid w:val="00A21D4E"/>
    <w:rsid w:val="00A21EFF"/>
    <w:rsid w:val="00A220A5"/>
    <w:rsid w:val="00A220C9"/>
    <w:rsid w:val="00A22430"/>
    <w:rsid w:val="00A2268E"/>
    <w:rsid w:val="00A22EE9"/>
    <w:rsid w:val="00A23218"/>
    <w:rsid w:val="00A234F3"/>
    <w:rsid w:val="00A23965"/>
    <w:rsid w:val="00A23D21"/>
    <w:rsid w:val="00A23EFD"/>
    <w:rsid w:val="00A2483A"/>
    <w:rsid w:val="00A24897"/>
    <w:rsid w:val="00A24C4E"/>
    <w:rsid w:val="00A24E99"/>
    <w:rsid w:val="00A253B9"/>
    <w:rsid w:val="00A25418"/>
    <w:rsid w:val="00A256BB"/>
    <w:rsid w:val="00A2584E"/>
    <w:rsid w:val="00A25911"/>
    <w:rsid w:val="00A26501"/>
    <w:rsid w:val="00A265CC"/>
    <w:rsid w:val="00A265FB"/>
    <w:rsid w:val="00A2669D"/>
    <w:rsid w:val="00A26E5D"/>
    <w:rsid w:val="00A271C7"/>
    <w:rsid w:val="00A27240"/>
    <w:rsid w:val="00A27536"/>
    <w:rsid w:val="00A279B1"/>
    <w:rsid w:val="00A27A9E"/>
    <w:rsid w:val="00A27AC2"/>
    <w:rsid w:val="00A27F0C"/>
    <w:rsid w:val="00A300AC"/>
    <w:rsid w:val="00A30160"/>
    <w:rsid w:val="00A301AA"/>
    <w:rsid w:val="00A30308"/>
    <w:rsid w:val="00A30326"/>
    <w:rsid w:val="00A3058B"/>
    <w:rsid w:val="00A3084A"/>
    <w:rsid w:val="00A308B0"/>
    <w:rsid w:val="00A3096D"/>
    <w:rsid w:val="00A30CAB"/>
    <w:rsid w:val="00A3108F"/>
    <w:rsid w:val="00A316C5"/>
    <w:rsid w:val="00A31842"/>
    <w:rsid w:val="00A31936"/>
    <w:rsid w:val="00A319F3"/>
    <w:rsid w:val="00A31D15"/>
    <w:rsid w:val="00A31D8A"/>
    <w:rsid w:val="00A3209A"/>
    <w:rsid w:val="00A320F8"/>
    <w:rsid w:val="00A32298"/>
    <w:rsid w:val="00A326B0"/>
    <w:rsid w:val="00A327C3"/>
    <w:rsid w:val="00A327DC"/>
    <w:rsid w:val="00A32AFD"/>
    <w:rsid w:val="00A32C3C"/>
    <w:rsid w:val="00A32D3B"/>
    <w:rsid w:val="00A33232"/>
    <w:rsid w:val="00A33301"/>
    <w:rsid w:val="00A3375C"/>
    <w:rsid w:val="00A337DA"/>
    <w:rsid w:val="00A339EE"/>
    <w:rsid w:val="00A33C8B"/>
    <w:rsid w:val="00A33DCC"/>
    <w:rsid w:val="00A33E19"/>
    <w:rsid w:val="00A34498"/>
    <w:rsid w:val="00A34CE9"/>
    <w:rsid w:val="00A34D66"/>
    <w:rsid w:val="00A34F0D"/>
    <w:rsid w:val="00A350AA"/>
    <w:rsid w:val="00A355BA"/>
    <w:rsid w:val="00A358CB"/>
    <w:rsid w:val="00A35E16"/>
    <w:rsid w:val="00A36055"/>
    <w:rsid w:val="00A3608C"/>
    <w:rsid w:val="00A362E9"/>
    <w:rsid w:val="00A36381"/>
    <w:rsid w:val="00A36386"/>
    <w:rsid w:val="00A36451"/>
    <w:rsid w:val="00A3683B"/>
    <w:rsid w:val="00A368F7"/>
    <w:rsid w:val="00A36DD0"/>
    <w:rsid w:val="00A36FBD"/>
    <w:rsid w:val="00A371A4"/>
    <w:rsid w:val="00A3724B"/>
    <w:rsid w:val="00A3742D"/>
    <w:rsid w:val="00A37552"/>
    <w:rsid w:val="00A3764D"/>
    <w:rsid w:val="00A3773E"/>
    <w:rsid w:val="00A37941"/>
    <w:rsid w:val="00A37C7F"/>
    <w:rsid w:val="00A37D07"/>
    <w:rsid w:val="00A4007F"/>
    <w:rsid w:val="00A404C4"/>
    <w:rsid w:val="00A40616"/>
    <w:rsid w:val="00A407A5"/>
    <w:rsid w:val="00A408D6"/>
    <w:rsid w:val="00A40A39"/>
    <w:rsid w:val="00A40A4A"/>
    <w:rsid w:val="00A40B91"/>
    <w:rsid w:val="00A41074"/>
    <w:rsid w:val="00A41E61"/>
    <w:rsid w:val="00A4230F"/>
    <w:rsid w:val="00A4250C"/>
    <w:rsid w:val="00A42D04"/>
    <w:rsid w:val="00A42F08"/>
    <w:rsid w:val="00A42FEE"/>
    <w:rsid w:val="00A43434"/>
    <w:rsid w:val="00A43ADA"/>
    <w:rsid w:val="00A43F2C"/>
    <w:rsid w:val="00A43F7E"/>
    <w:rsid w:val="00A44189"/>
    <w:rsid w:val="00A44536"/>
    <w:rsid w:val="00A445EB"/>
    <w:rsid w:val="00A446FC"/>
    <w:rsid w:val="00A44AA2"/>
    <w:rsid w:val="00A44AFB"/>
    <w:rsid w:val="00A44CDC"/>
    <w:rsid w:val="00A44EE2"/>
    <w:rsid w:val="00A44EEE"/>
    <w:rsid w:val="00A44F10"/>
    <w:rsid w:val="00A45425"/>
    <w:rsid w:val="00A454BC"/>
    <w:rsid w:val="00A454E7"/>
    <w:rsid w:val="00A45582"/>
    <w:rsid w:val="00A457CB"/>
    <w:rsid w:val="00A4585F"/>
    <w:rsid w:val="00A45A3B"/>
    <w:rsid w:val="00A45AC5"/>
    <w:rsid w:val="00A45F0B"/>
    <w:rsid w:val="00A45F8C"/>
    <w:rsid w:val="00A46028"/>
    <w:rsid w:val="00A461F7"/>
    <w:rsid w:val="00A46235"/>
    <w:rsid w:val="00A463C1"/>
    <w:rsid w:val="00A4649A"/>
    <w:rsid w:val="00A4653F"/>
    <w:rsid w:val="00A46657"/>
    <w:rsid w:val="00A46A81"/>
    <w:rsid w:val="00A46B65"/>
    <w:rsid w:val="00A46E07"/>
    <w:rsid w:val="00A47079"/>
    <w:rsid w:val="00A471F1"/>
    <w:rsid w:val="00A47312"/>
    <w:rsid w:val="00A47DB5"/>
    <w:rsid w:val="00A47EE1"/>
    <w:rsid w:val="00A47FCA"/>
    <w:rsid w:val="00A50766"/>
    <w:rsid w:val="00A5085A"/>
    <w:rsid w:val="00A50FB4"/>
    <w:rsid w:val="00A517F2"/>
    <w:rsid w:val="00A51B78"/>
    <w:rsid w:val="00A520E3"/>
    <w:rsid w:val="00A52184"/>
    <w:rsid w:val="00A5262B"/>
    <w:rsid w:val="00A528C8"/>
    <w:rsid w:val="00A52AB3"/>
    <w:rsid w:val="00A52B64"/>
    <w:rsid w:val="00A52E9C"/>
    <w:rsid w:val="00A52F36"/>
    <w:rsid w:val="00A5302A"/>
    <w:rsid w:val="00A530B4"/>
    <w:rsid w:val="00A53306"/>
    <w:rsid w:val="00A53548"/>
    <w:rsid w:val="00A53BBC"/>
    <w:rsid w:val="00A5411E"/>
    <w:rsid w:val="00A542A9"/>
    <w:rsid w:val="00A54405"/>
    <w:rsid w:val="00A545FC"/>
    <w:rsid w:val="00A54697"/>
    <w:rsid w:val="00A546F3"/>
    <w:rsid w:val="00A54914"/>
    <w:rsid w:val="00A5492B"/>
    <w:rsid w:val="00A54B67"/>
    <w:rsid w:val="00A54C75"/>
    <w:rsid w:val="00A5500D"/>
    <w:rsid w:val="00A5536E"/>
    <w:rsid w:val="00A553BB"/>
    <w:rsid w:val="00A55723"/>
    <w:rsid w:val="00A557C1"/>
    <w:rsid w:val="00A56306"/>
    <w:rsid w:val="00A56875"/>
    <w:rsid w:val="00A56F7D"/>
    <w:rsid w:val="00A57118"/>
    <w:rsid w:val="00A57189"/>
    <w:rsid w:val="00A57579"/>
    <w:rsid w:val="00A575B9"/>
    <w:rsid w:val="00A576AE"/>
    <w:rsid w:val="00A578D7"/>
    <w:rsid w:val="00A600CD"/>
    <w:rsid w:val="00A6058B"/>
    <w:rsid w:val="00A605E7"/>
    <w:rsid w:val="00A6072D"/>
    <w:rsid w:val="00A60905"/>
    <w:rsid w:val="00A6095F"/>
    <w:rsid w:val="00A60C56"/>
    <w:rsid w:val="00A611B6"/>
    <w:rsid w:val="00A61497"/>
    <w:rsid w:val="00A6152D"/>
    <w:rsid w:val="00A616C6"/>
    <w:rsid w:val="00A61994"/>
    <w:rsid w:val="00A61A25"/>
    <w:rsid w:val="00A61DEF"/>
    <w:rsid w:val="00A61EBC"/>
    <w:rsid w:val="00A62017"/>
    <w:rsid w:val="00A62553"/>
    <w:rsid w:val="00A63007"/>
    <w:rsid w:val="00A638B9"/>
    <w:rsid w:val="00A63E4E"/>
    <w:rsid w:val="00A6404A"/>
    <w:rsid w:val="00A64670"/>
    <w:rsid w:val="00A64D20"/>
    <w:rsid w:val="00A64FC0"/>
    <w:rsid w:val="00A6508A"/>
    <w:rsid w:val="00A655A1"/>
    <w:rsid w:val="00A6567A"/>
    <w:rsid w:val="00A659A3"/>
    <w:rsid w:val="00A65A25"/>
    <w:rsid w:val="00A65A37"/>
    <w:rsid w:val="00A65ADB"/>
    <w:rsid w:val="00A65B15"/>
    <w:rsid w:val="00A65D2C"/>
    <w:rsid w:val="00A65DF5"/>
    <w:rsid w:val="00A65E27"/>
    <w:rsid w:val="00A66268"/>
    <w:rsid w:val="00A6734F"/>
    <w:rsid w:val="00A67833"/>
    <w:rsid w:val="00A679D0"/>
    <w:rsid w:val="00A67A0F"/>
    <w:rsid w:val="00A67E3F"/>
    <w:rsid w:val="00A67F40"/>
    <w:rsid w:val="00A67FD4"/>
    <w:rsid w:val="00A700FB"/>
    <w:rsid w:val="00A7013A"/>
    <w:rsid w:val="00A70295"/>
    <w:rsid w:val="00A705CB"/>
    <w:rsid w:val="00A705CC"/>
    <w:rsid w:val="00A70A73"/>
    <w:rsid w:val="00A70D32"/>
    <w:rsid w:val="00A70F5F"/>
    <w:rsid w:val="00A70FC7"/>
    <w:rsid w:val="00A710E7"/>
    <w:rsid w:val="00A71AC3"/>
    <w:rsid w:val="00A71B5D"/>
    <w:rsid w:val="00A71E89"/>
    <w:rsid w:val="00A720FF"/>
    <w:rsid w:val="00A72441"/>
    <w:rsid w:val="00A726EC"/>
    <w:rsid w:val="00A726F1"/>
    <w:rsid w:val="00A7296C"/>
    <w:rsid w:val="00A72BD2"/>
    <w:rsid w:val="00A72CA4"/>
    <w:rsid w:val="00A72D19"/>
    <w:rsid w:val="00A72F50"/>
    <w:rsid w:val="00A72FBA"/>
    <w:rsid w:val="00A738EB"/>
    <w:rsid w:val="00A73DA4"/>
    <w:rsid w:val="00A73FF6"/>
    <w:rsid w:val="00A74028"/>
    <w:rsid w:val="00A74355"/>
    <w:rsid w:val="00A7445B"/>
    <w:rsid w:val="00A74461"/>
    <w:rsid w:val="00A746DB"/>
    <w:rsid w:val="00A74901"/>
    <w:rsid w:val="00A74983"/>
    <w:rsid w:val="00A756CC"/>
    <w:rsid w:val="00A7579D"/>
    <w:rsid w:val="00A757D6"/>
    <w:rsid w:val="00A75847"/>
    <w:rsid w:val="00A75B6B"/>
    <w:rsid w:val="00A75C8E"/>
    <w:rsid w:val="00A75CB4"/>
    <w:rsid w:val="00A764D0"/>
    <w:rsid w:val="00A76663"/>
    <w:rsid w:val="00A766CE"/>
    <w:rsid w:val="00A76788"/>
    <w:rsid w:val="00A76952"/>
    <w:rsid w:val="00A76CDD"/>
    <w:rsid w:val="00A76E65"/>
    <w:rsid w:val="00A7710F"/>
    <w:rsid w:val="00A773C3"/>
    <w:rsid w:val="00A77B4C"/>
    <w:rsid w:val="00A77B4E"/>
    <w:rsid w:val="00A77B4F"/>
    <w:rsid w:val="00A77C15"/>
    <w:rsid w:val="00A77E88"/>
    <w:rsid w:val="00A77EB1"/>
    <w:rsid w:val="00A80141"/>
    <w:rsid w:val="00A8044A"/>
    <w:rsid w:val="00A8071B"/>
    <w:rsid w:val="00A80A1E"/>
    <w:rsid w:val="00A80D71"/>
    <w:rsid w:val="00A8129C"/>
    <w:rsid w:val="00A813DD"/>
    <w:rsid w:val="00A8141E"/>
    <w:rsid w:val="00A81559"/>
    <w:rsid w:val="00A81883"/>
    <w:rsid w:val="00A81995"/>
    <w:rsid w:val="00A819DD"/>
    <w:rsid w:val="00A81BD5"/>
    <w:rsid w:val="00A81C89"/>
    <w:rsid w:val="00A82775"/>
    <w:rsid w:val="00A828F7"/>
    <w:rsid w:val="00A82A8E"/>
    <w:rsid w:val="00A82EC3"/>
    <w:rsid w:val="00A8300B"/>
    <w:rsid w:val="00A83221"/>
    <w:rsid w:val="00A8339D"/>
    <w:rsid w:val="00A836C8"/>
    <w:rsid w:val="00A83726"/>
    <w:rsid w:val="00A8374B"/>
    <w:rsid w:val="00A8375F"/>
    <w:rsid w:val="00A83A6D"/>
    <w:rsid w:val="00A8429A"/>
    <w:rsid w:val="00A8472B"/>
    <w:rsid w:val="00A8494E"/>
    <w:rsid w:val="00A849D6"/>
    <w:rsid w:val="00A84AD4"/>
    <w:rsid w:val="00A84B2C"/>
    <w:rsid w:val="00A84EB3"/>
    <w:rsid w:val="00A8502A"/>
    <w:rsid w:val="00A8547B"/>
    <w:rsid w:val="00A85D30"/>
    <w:rsid w:val="00A86270"/>
    <w:rsid w:val="00A862AB"/>
    <w:rsid w:val="00A8674C"/>
    <w:rsid w:val="00A86A05"/>
    <w:rsid w:val="00A86B46"/>
    <w:rsid w:val="00A86C1B"/>
    <w:rsid w:val="00A86D37"/>
    <w:rsid w:val="00A86E27"/>
    <w:rsid w:val="00A8747F"/>
    <w:rsid w:val="00A87871"/>
    <w:rsid w:val="00A87980"/>
    <w:rsid w:val="00A87E3C"/>
    <w:rsid w:val="00A87F98"/>
    <w:rsid w:val="00A9042C"/>
    <w:rsid w:val="00A904E0"/>
    <w:rsid w:val="00A90552"/>
    <w:rsid w:val="00A90656"/>
    <w:rsid w:val="00A90693"/>
    <w:rsid w:val="00A90B6E"/>
    <w:rsid w:val="00A90FA3"/>
    <w:rsid w:val="00A913A4"/>
    <w:rsid w:val="00A916DC"/>
    <w:rsid w:val="00A917B8"/>
    <w:rsid w:val="00A9199A"/>
    <w:rsid w:val="00A91B66"/>
    <w:rsid w:val="00A91B95"/>
    <w:rsid w:val="00A91DB2"/>
    <w:rsid w:val="00A91E16"/>
    <w:rsid w:val="00A92160"/>
    <w:rsid w:val="00A92228"/>
    <w:rsid w:val="00A92769"/>
    <w:rsid w:val="00A92A4C"/>
    <w:rsid w:val="00A92EA7"/>
    <w:rsid w:val="00A931ED"/>
    <w:rsid w:val="00A9329F"/>
    <w:rsid w:val="00A932EC"/>
    <w:rsid w:val="00A93354"/>
    <w:rsid w:val="00A9348F"/>
    <w:rsid w:val="00A93504"/>
    <w:rsid w:val="00A935F0"/>
    <w:rsid w:val="00A9380F"/>
    <w:rsid w:val="00A93858"/>
    <w:rsid w:val="00A93B63"/>
    <w:rsid w:val="00A93E97"/>
    <w:rsid w:val="00A94329"/>
    <w:rsid w:val="00A948B4"/>
    <w:rsid w:val="00A94B5B"/>
    <w:rsid w:val="00A950DC"/>
    <w:rsid w:val="00A95165"/>
    <w:rsid w:val="00A95376"/>
    <w:rsid w:val="00A954BA"/>
    <w:rsid w:val="00A95A0A"/>
    <w:rsid w:val="00A95BB5"/>
    <w:rsid w:val="00A95C1E"/>
    <w:rsid w:val="00A95DE7"/>
    <w:rsid w:val="00A95EDA"/>
    <w:rsid w:val="00A960EF"/>
    <w:rsid w:val="00A96390"/>
    <w:rsid w:val="00A96507"/>
    <w:rsid w:val="00A966EB"/>
    <w:rsid w:val="00A96805"/>
    <w:rsid w:val="00A96859"/>
    <w:rsid w:val="00A96BDD"/>
    <w:rsid w:val="00A96F13"/>
    <w:rsid w:val="00A96F94"/>
    <w:rsid w:val="00A97083"/>
    <w:rsid w:val="00A97485"/>
    <w:rsid w:val="00A97551"/>
    <w:rsid w:val="00A977A7"/>
    <w:rsid w:val="00A978AC"/>
    <w:rsid w:val="00A979FE"/>
    <w:rsid w:val="00A97AD6"/>
    <w:rsid w:val="00A97AD8"/>
    <w:rsid w:val="00A97CAC"/>
    <w:rsid w:val="00A97D87"/>
    <w:rsid w:val="00A97E59"/>
    <w:rsid w:val="00A97FD3"/>
    <w:rsid w:val="00AA00F2"/>
    <w:rsid w:val="00AA021A"/>
    <w:rsid w:val="00AA03E8"/>
    <w:rsid w:val="00AA049B"/>
    <w:rsid w:val="00AA0552"/>
    <w:rsid w:val="00AA0DF7"/>
    <w:rsid w:val="00AA1314"/>
    <w:rsid w:val="00AA1464"/>
    <w:rsid w:val="00AA14A3"/>
    <w:rsid w:val="00AA186B"/>
    <w:rsid w:val="00AA1A15"/>
    <w:rsid w:val="00AA1A60"/>
    <w:rsid w:val="00AA1C99"/>
    <w:rsid w:val="00AA1D8A"/>
    <w:rsid w:val="00AA284E"/>
    <w:rsid w:val="00AA28E1"/>
    <w:rsid w:val="00AA2ABA"/>
    <w:rsid w:val="00AA342C"/>
    <w:rsid w:val="00AA3477"/>
    <w:rsid w:val="00AA3C9F"/>
    <w:rsid w:val="00AA3F2A"/>
    <w:rsid w:val="00AA3F9D"/>
    <w:rsid w:val="00AA4119"/>
    <w:rsid w:val="00AA41C7"/>
    <w:rsid w:val="00AA43EE"/>
    <w:rsid w:val="00AA4FE4"/>
    <w:rsid w:val="00AA5074"/>
    <w:rsid w:val="00AA5263"/>
    <w:rsid w:val="00AA60FD"/>
    <w:rsid w:val="00AA61A9"/>
    <w:rsid w:val="00AA654F"/>
    <w:rsid w:val="00AA65ED"/>
    <w:rsid w:val="00AA6B6C"/>
    <w:rsid w:val="00AA6B7A"/>
    <w:rsid w:val="00AA6D04"/>
    <w:rsid w:val="00AA6E41"/>
    <w:rsid w:val="00AA6EDF"/>
    <w:rsid w:val="00AA706A"/>
    <w:rsid w:val="00AA7325"/>
    <w:rsid w:val="00AA7590"/>
    <w:rsid w:val="00AA76D5"/>
    <w:rsid w:val="00AA7782"/>
    <w:rsid w:val="00AA7FB0"/>
    <w:rsid w:val="00AB0319"/>
    <w:rsid w:val="00AB070D"/>
    <w:rsid w:val="00AB08D7"/>
    <w:rsid w:val="00AB0925"/>
    <w:rsid w:val="00AB0F32"/>
    <w:rsid w:val="00AB0F6C"/>
    <w:rsid w:val="00AB0F92"/>
    <w:rsid w:val="00AB1066"/>
    <w:rsid w:val="00AB1713"/>
    <w:rsid w:val="00AB212D"/>
    <w:rsid w:val="00AB26FC"/>
    <w:rsid w:val="00AB2A42"/>
    <w:rsid w:val="00AB2C26"/>
    <w:rsid w:val="00AB2D66"/>
    <w:rsid w:val="00AB336D"/>
    <w:rsid w:val="00AB3A4E"/>
    <w:rsid w:val="00AB3C9D"/>
    <w:rsid w:val="00AB3FD1"/>
    <w:rsid w:val="00AB4004"/>
    <w:rsid w:val="00AB4279"/>
    <w:rsid w:val="00AB4B86"/>
    <w:rsid w:val="00AB4D59"/>
    <w:rsid w:val="00AB4F0F"/>
    <w:rsid w:val="00AB505B"/>
    <w:rsid w:val="00AB5300"/>
    <w:rsid w:val="00AB543B"/>
    <w:rsid w:val="00AB5467"/>
    <w:rsid w:val="00AB5A85"/>
    <w:rsid w:val="00AB5C4A"/>
    <w:rsid w:val="00AB637E"/>
    <w:rsid w:val="00AB6552"/>
    <w:rsid w:val="00AB6747"/>
    <w:rsid w:val="00AB6824"/>
    <w:rsid w:val="00AB702A"/>
    <w:rsid w:val="00AB724F"/>
    <w:rsid w:val="00AB76C0"/>
    <w:rsid w:val="00AB7A33"/>
    <w:rsid w:val="00AB7A9B"/>
    <w:rsid w:val="00AB7AC3"/>
    <w:rsid w:val="00AB7C17"/>
    <w:rsid w:val="00AB7DFE"/>
    <w:rsid w:val="00AB7E06"/>
    <w:rsid w:val="00AB7EDA"/>
    <w:rsid w:val="00AB7F3B"/>
    <w:rsid w:val="00AC000B"/>
    <w:rsid w:val="00AC01DB"/>
    <w:rsid w:val="00AC0296"/>
    <w:rsid w:val="00AC04A3"/>
    <w:rsid w:val="00AC083B"/>
    <w:rsid w:val="00AC09E6"/>
    <w:rsid w:val="00AC1077"/>
    <w:rsid w:val="00AC1361"/>
    <w:rsid w:val="00AC16D0"/>
    <w:rsid w:val="00AC1D4D"/>
    <w:rsid w:val="00AC1E4D"/>
    <w:rsid w:val="00AC1E65"/>
    <w:rsid w:val="00AC1F39"/>
    <w:rsid w:val="00AC1F3B"/>
    <w:rsid w:val="00AC2050"/>
    <w:rsid w:val="00AC2325"/>
    <w:rsid w:val="00AC23AE"/>
    <w:rsid w:val="00AC2490"/>
    <w:rsid w:val="00AC2BE9"/>
    <w:rsid w:val="00AC2CBF"/>
    <w:rsid w:val="00AC31BE"/>
    <w:rsid w:val="00AC31F8"/>
    <w:rsid w:val="00AC375F"/>
    <w:rsid w:val="00AC389B"/>
    <w:rsid w:val="00AC39A7"/>
    <w:rsid w:val="00AC3C4A"/>
    <w:rsid w:val="00AC3CC5"/>
    <w:rsid w:val="00AC3EEB"/>
    <w:rsid w:val="00AC3F12"/>
    <w:rsid w:val="00AC3FAC"/>
    <w:rsid w:val="00AC408A"/>
    <w:rsid w:val="00AC4402"/>
    <w:rsid w:val="00AC4597"/>
    <w:rsid w:val="00AC492D"/>
    <w:rsid w:val="00AC4D1B"/>
    <w:rsid w:val="00AC5038"/>
    <w:rsid w:val="00AC54F3"/>
    <w:rsid w:val="00AC5673"/>
    <w:rsid w:val="00AC5AEE"/>
    <w:rsid w:val="00AC5F44"/>
    <w:rsid w:val="00AC6218"/>
    <w:rsid w:val="00AC64B4"/>
    <w:rsid w:val="00AC64B5"/>
    <w:rsid w:val="00AC6D94"/>
    <w:rsid w:val="00AC7691"/>
    <w:rsid w:val="00AC7A6E"/>
    <w:rsid w:val="00AD01D3"/>
    <w:rsid w:val="00AD0387"/>
    <w:rsid w:val="00AD0435"/>
    <w:rsid w:val="00AD0844"/>
    <w:rsid w:val="00AD0C61"/>
    <w:rsid w:val="00AD0D93"/>
    <w:rsid w:val="00AD0F62"/>
    <w:rsid w:val="00AD0FDE"/>
    <w:rsid w:val="00AD1002"/>
    <w:rsid w:val="00AD105D"/>
    <w:rsid w:val="00AD1546"/>
    <w:rsid w:val="00AD1A1A"/>
    <w:rsid w:val="00AD1A1E"/>
    <w:rsid w:val="00AD1AD8"/>
    <w:rsid w:val="00AD1B19"/>
    <w:rsid w:val="00AD1C5B"/>
    <w:rsid w:val="00AD1D25"/>
    <w:rsid w:val="00AD1D39"/>
    <w:rsid w:val="00AD1EA7"/>
    <w:rsid w:val="00AD1EBE"/>
    <w:rsid w:val="00AD2170"/>
    <w:rsid w:val="00AD25E2"/>
    <w:rsid w:val="00AD26EE"/>
    <w:rsid w:val="00AD27DC"/>
    <w:rsid w:val="00AD2A42"/>
    <w:rsid w:val="00AD2CF6"/>
    <w:rsid w:val="00AD3001"/>
    <w:rsid w:val="00AD31F9"/>
    <w:rsid w:val="00AD3338"/>
    <w:rsid w:val="00AD35E1"/>
    <w:rsid w:val="00AD38CB"/>
    <w:rsid w:val="00AD3B00"/>
    <w:rsid w:val="00AD41C2"/>
    <w:rsid w:val="00AD47A7"/>
    <w:rsid w:val="00AD4A52"/>
    <w:rsid w:val="00AD4B69"/>
    <w:rsid w:val="00AD4D8E"/>
    <w:rsid w:val="00AD5401"/>
    <w:rsid w:val="00AD573E"/>
    <w:rsid w:val="00AD5972"/>
    <w:rsid w:val="00AD59F9"/>
    <w:rsid w:val="00AD5F7D"/>
    <w:rsid w:val="00AD6136"/>
    <w:rsid w:val="00AD62AF"/>
    <w:rsid w:val="00AD6380"/>
    <w:rsid w:val="00AD6797"/>
    <w:rsid w:val="00AD6AB8"/>
    <w:rsid w:val="00AD6C4F"/>
    <w:rsid w:val="00AD6F74"/>
    <w:rsid w:val="00AD7100"/>
    <w:rsid w:val="00AD713D"/>
    <w:rsid w:val="00AD729C"/>
    <w:rsid w:val="00AD741D"/>
    <w:rsid w:val="00AD7766"/>
    <w:rsid w:val="00AD77F0"/>
    <w:rsid w:val="00AD7FFC"/>
    <w:rsid w:val="00AE0428"/>
    <w:rsid w:val="00AE0553"/>
    <w:rsid w:val="00AE06D8"/>
    <w:rsid w:val="00AE099B"/>
    <w:rsid w:val="00AE0CD8"/>
    <w:rsid w:val="00AE180A"/>
    <w:rsid w:val="00AE1C9A"/>
    <w:rsid w:val="00AE2130"/>
    <w:rsid w:val="00AE22AE"/>
    <w:rsid w:val="00AE23E2"/>
    <w:rsid w:val="00AE260B"/>
    <w:rsid w:val="00AE2842"/>
    <w:rsid w:val="00AE2937"/>
    <w:rsid w:val="00AE2B3E"/>
    <w:rsid w:val="00AE2BA8"/>
    <w:rsid w:val="00AE3254"/>
    <w:rsid w:val="00AE345A"/>
    <w:rsid w:val="00AE39AD"/>
    <w:rsid w:val="00AE3A62"/>
    <w:rsid w:val="00AE3A74"/>
    <w:rsid w:val="00AE3FD0"/>
    <w:rsid w:val="00AE4081"/>
    <w:rsid w:val="00AE42BB"/>
    <w:rsid w:val="00AE4658"/>
    <w:rsid w:val="00AE467F"/>
    <w:rsid w:val="00AE4866"/>
    <w:rsid w:val="00AE4BFC"/>
    <w:rsid w:val="00AE4F6D"/>
    <w:rsid w:val="00AE4FE7"/>
    <w:rsid w:val="00AE4FFB"/>
    <w:rsid w:val="00AE505D"/>
    <w:rsid w:val="00AE51A8"/>
    <w:rsid w:val="00AE52A6"/>
    <w:rsid w:val="00AE54F9"/>
    <w:rsid w:val="00AE58AA"/>
    <w:rsid w:val="00AE5C21"/>
    <w:rsid w:val="00AE5D55"/>
    <w:rsid w:val="00AE64E0"/>
    <w:rsid w:val="00AE653E"/>
    <w:rsid w:val="00AE66F1"/>
    <w:rsid w:val="00AE6A8E"/>
    <w:rsid w:val="00AE6B53"/>
    <w:rsid w:val="00AE6ECD"/>
    <w:rsid w:val="00AE6FFF"/>
    <w:rsid w:val="00AE701B"/>
    <w:rsid w:val="00AE729F"/>
    <w:rsid w:val="00AE72EA"/>
    <w:rsid w:val="00AE77B3"/>
    <w:rsid w:val="00AE7842"/>
    <w:rsid w:val="00AE7900"/>
    <w:rsid w:val="00AE7A80"/>
    <w:rsid w:val="00AE7DA4"/>
    <w:rsid w:val="00AF0140"/>
    <w:rsid w:val="00AF0260"/>
    <w:rsid w:val="00AF0647"/>
    <w:rsid w:val="00AF06AE"/>
    <w:rsid w:val="00AF077E"/>
    <w:rsid w:val="00AF0800"/>
    <w:rsid w:val="00AF0DE4"/>
    <w:rsid w:val="00AF0FAA"/>
    <w:rsid w:val="00AF1105"/>
    <w:rsid w:val="00AF1250"/>
    <w:rsid w:val="00AF125B"/>
    <w:rsid w:val="00AF15D5"/>
    <w:rsid w:val="00AF1852"/>
    <w:rsid w:val="00AF1862"/>
    <w:rsid w:val="00AF18FF"/>
    <w:rsid w:val="00AF1C2E"/>
    <w:rsid w:val="00AF1CAC"/>
    <w:rsid w:val="00AF1F64"/>
    <w:rsid w:val="00AF21F7"/>
    <w:rsid w:val="00AF2313"/>
    <w:rsid w:val="00AF2426"/>
    <w:rsid w:val="00AF256D"/>
    <w:rsid w:val="00AF2621"/>
    <w:rsid w:val="00AF2A28"/>
    <w:rsid w:val="00AF311E"/>
    <w:rsid w:val="00AF316E"/>
    <w:rsid w:val="00AF35D9"/>
    <w:rsid w:val="00AF367B"/>
    <w:rsid w:val="00AF371D"/>
    <w:rsid w:val="00AF41CC"/>
    <w:rsid w:val="00AF42A4"/>
    <w:rsid w:val="00AF4489"/>
    <w:rsid w:val="00AF44E6"/>
    <w:rsid w:val="00AF4971"/>
    <w:rsid w:val="00AF4E28"/>
    <w:rsid w:val="00AF505C"/>
    <w:rsid w:val="00AF5089"/>
    <w:rsid w:val="00AF5268"/>
    <w:rsid w:val="00AF590A"/>
    <w:rsid w:val="00AF5D33"/>
    <w:rsid w:val="00AF6175"/>
    <w:rsid w:val="00AF6384"/>
    <w:rsid w:val="00AF682C"/>
    <w:rsid w:val="00AF6C72"/>
    <w:rsid w:val="00AF7056"/>
    <w:rsid w:val="00AF725F"/>
    <w:rsid w:val="00AF7586"/>
    <w:rsid w:val="00AF766F"/>
    <w:rsid w:val="00AF777B"/>
    <w:rsid w:val="00AF77C9"/>
    <w:rsid w:val="00AF79E0"/>
    <w:rsid w:val="00AF7D14"/>
    <w:rsid w:val="00B00119"/>
    <w:rsid w:val="00B0013F"/>
    <w:rsid w:val="00B001DF"/>
    <w:rsid w:val="00B003F6"/>
    <w:rsid w:val="00B004BE"/>
    <w:rsid w:val="00B00667"/>
    <w:rsid w:val="00B00A3E"/>
    <w:rsid w:val="00B00B97"/>
    <w:rsid w:val="00B00C33"/>
    <w:rsid w:val="00B00E8F"/>
    <w:rsid w:val="00B00FC4"/>
    <w:rsid w:val="00B0101B"/>
    <w:rsid w:val="00B01345"/>
    <w:rsid w:val="00B013FB"/>
    <w:rsid w:val="00B016FF"/>
    <w:rsid w:val="00B0177D"/>
    <w:rsid w:val="00B01A6C"/>
    <w:rsid w:val="00B02323"/>
    <w:rsid w:val="00B02437"/>
    <w:rsid w:val="00B02705"/>
    <w:rsid w:val="00B0287E"/>
    <w:rsid w:val="00B02C22"/>
    <w:rsid w:val="00B032B1"/>
    <w:rsid w:val="00B03318"/>
    <w:rsid w:val="00B034D6"/>
    <w:rsid w:val="00B035A1"/>
    <w:rsid w:val="00B03BF5"/>
    <w:rsid w:val="00B03E30"/>
    <w:rsid w:val="00B03FC9"/>
    <w:rsid w:val="00B044E0"/>
    <w:rsid w:val="00B04523"/>
    <w:rsid w:val="00B048DB"/>
    <w:rsid w:val="00B04DB7"/>
    <w:rsid w:val="00B04DC2"/>
    <w:rsid w:val="00B0511F"/>
    <w:rsid w:val="00B05316"/>
    <w:rsid w:val="00B053B8"/>
    <w:rsid w:val="00B05467"/>
    <w:rsid w:val="00B05470"/>
    <w:rsid w:val="00B057E0"/>
    <w:rsid w:val="00B057FA"/>
    <w:rsid w:val="00B061EE"/>
    <w:rsid w:val="00B06564"/>
    <w:rsid w:val="00B06733"/>
    <w:rsid w:val="00B06C8B"/>
    <w:rsid w:val="00B06F5C"/>
    <w:rsid w:val="00B071DB"/>
    <w:rsid w:val="00B0796F"/>
    <w:rsid w:val="00B07CA4"/>
    <w:rsid w:val="00B07D65"/>
    <w:rsid w:val="00B07FCE"/>
    <w:rsid w:val="00B10004"/>
    <w:rsid w:val="00B100D1"/>
    <w:rsid w:val="00B102FA"/>
    <w:rsid w:val="00B10327"/>
    <w:rsid w:val="00B10542"/>
    <w:rsid w:val="00B1071D"/>
    <w:rsid w:val="00B10835"/>
    <w:rsid w:val="00B108ED"/>
    <w:rsid w:val="00B10BE5"/>
    <w:rsid w:val="00B10F4D"/>
    <w:rsid w:val="00B10FE2"/>
    <w:rsid w:val="00B1118C"/>
    <w:rsid w:val="00B112AC"/>
    <w:rsid w:val="00B11441"/>
    <w:rsid w:val="00B114E7"/>
    <w:rsid w:val="00B1168F"/>
    <w:rsid w:val="00B11890"/>
    <w:rsid w:val="00B1199B"/>
    <w:rsid w:val="00B11AB0"/>
    <w:rsid w:val="00B1224D"/>
    <w:rsid w:val="00B122B2"/>
    <w:rsid w:val="00B12319"/>
    <w:rsid w:val="00B12AC4"/>
    <w:rsid w:val="00B12C6E"/>
    <w:rsid w:val="00B12FC0"/>
    <w:rsid w:val="00B132A5"/>
    <w:rsid w:val="00B132A7"/>
    <w:rsid w:val="00B133DE"/>
    <w:rsid w:val="00B13444"/>
    <w:rsid w:val="00B134E2"/>
    <w:rsid w:val="00B13616"/>
    <w:rsid w:val="00B13B2B"/>
    <w:rsid w:val="00B13C3F"/>
    <w:rsid w:val="00B13D58"/>
    <w:rsid w:val="00B13EE0"/>
    <w:rsid w:val="00B140F3"/>
    <w:rsid w:val="00B144BD"/>
    <w:rsid w:val="00B1486A"/>
    <w:rsid w:val="00B14FAE"/>
    <w:rsid w:val="00B14FD9"/>
    <w:rsid w:val="00B15053"/>
    <w:rsid w:val="00B152BF"/>
    <w:rsid w:val="00B1576D"/>
    <w:rsid w:val="00B1591A"/>
    <w:rsid w:val="00B15BCE"/>
    <w:rsid w:val="00B15D39"/>
    <w:rsid w:val="00B15F66"/>
    <w:rsid w:val="00B166E7"/>
    <w:rsid w:val="00B16700"/>
    <w:rsid w:val="00B16898"/>
    <w:rsid w:val="00B16D1C"/>
    <w:rsid w:val="00B16E03"/>
    <w:rsid w:val="00B17120"/>
    <w:rsid w:val="00B171EF"/>
    <w:rsid w:val="00B17463"/>
    <w:rsid w:val="00B17677"/>
    <w:rsid w:val="00B179F9"/>
    <w:rsid w:val="00B17D53"/>
    <w:rsid w:val="00B20424"/>
    <w:rsid w:val="00B205EE"/>
    <w:rsid w:val="00B20772"/>
    <w:rsid w:val="00B20D54"/>
    <w:rsid w:val="00B213E6"/>
    <w:rsid w:val="00B214CA"/>
    <w:rsid w:val="00B21D3F"/>
    <w:rsid w:val="00B22308"/>
    <w:rsid w:val="00B22371"/>
    <w:rsid w:val="00B2249B"/>
    <w:rsid w:val="00B22555"/>
    <w:rsid w:val="00B22C4A"/>
    <w:rsid w:val="00B232AF"/>
    <w:rsid w:val="00B234ED"/>
    <w:rsid w:val="00B236C0"/>
    <w:rsid w:val="00B23934"/>
    <w:rsid w:val="00B2399B"/>
    <w:rsid w:val="00B23A92"/>
    <w:rsid w:val="00B23C95"/>
    <w:rsid w:val="00B246A7"/>
    <w:rsid w:val="00B24975"/>
    <w:rsid w:val="00B24D16"/>
    <w:rsid w:val="00B250CA"/>
    <w:rsid w:val="00B25118"/>
    <w:rsid w:val="00B2537A"/>
    <w:rsid w:val="00B2548B"/>
    <w:rsid w:val="00B2560A"/>
    <w:rsid w:val="00B2562E"/>
    <w:rsid w:val="00B25817"/>
    <w:rsid w:val="00B259A4"/>
    <w:rsid w:val="00B264F7"/>
    <w:rsid w:val="00B26709"/>
    <w:rsid w:val="00B26B3F"/>
    <w:rsid w:val="00B270FF"/>
    <w:rsid w:val="00B272C5"/>
    <w:rsid w:val="00B273F9"/>
    <w:rsid w:val="00B27934"/>
    <w:rsid w:val="00B27E47"/>
    <w:rsid w:val="00B27F53"/>
    <w:rsid w:val="00B27FA1"/>
    <w:rsid w:val="00B30727"/>
    <w:rsid w:val="00B3089B"/>
    <w:rsid w:val="00B30A0A"/>
    <w:rsid w:val="00B30DE6"/>
    <w:rsid w:val="00B30EED"/>
    <w:rsid w:val="00B31343"/>
    <w:rsid w:val="00B31358"/>
    <w:rsid w:val="00B3149C"/>
    <w:rsid w:val="00B3166A"/>
    <w:rsid w:val="00B31697"/>
    <w:rsid w:val="00B317D8"/>
    <w:rsid w:val="00B31C8C"/>
    <w:rsid w:val="00B31ECB"/>
    <w:rsid w:val="00B31F23"/>
    <w:rsid w:val="00B31F70"/>
    <w:rsid w:val="00B329F8"/>
    <w:rsid w:val="00B32B83"/>
    <w:rsid w:val="00B32C1A"/>
    <w:rsid w:val="00B32CBD"/>
    <w:rsid w:val="00B32D6B"/>
    <w:rsid w:val="00B32F3E"/>
    <w:rsid w:val="00B3364A"/>
    <w:rsid w:val="00B3381D"/>
    <w:rsid w:val="00B33BB0"/>
    <w:rsid w:val="00B33BE2"/>
    <w:rsid w:val="00B34031"/>
    <w:rsid w:val="00B34A48"/>
    <w:rsid w:val="00B34B59"/>
    <w:rsid w:val="00B34B8A"/>
    <w:rsid w:val="00B34E68"/>
    <w:rsid w:val="00B35052"/>
    <w:rsid w:val="00B357DF"/>
    <w:rsid w:val="00B35ACC"/>
    <w:rsid w:val="00B36030"/>
    <w:rsid w:val="00B36135"/>
    <w:rsid w:val="00B36387"/>
    <w:rsid w:val="00B36414"/>
    <w:rsid w:val="00B36681"/>
    <w:rsid w:val="00B36A5C"/>
    <w:rsid w:val="00B36AD2"/>
    <w:rsid w:val="00B36C29"/>
    <w:rsid w:val="00B36FCA"/>
    <w:rsid w:val="00B370FA"/>
    <w:rsid w:val="00B37317"/>
    <w:rsid w:val="00B4004D"/>
    <w:rsid w:val="00B400D5"/>
    <w:rsid w:val="00B40697"/>
    <w:rsid w:val="00B40D65"/>
    <w:rsid w:val="00B41646"/>
    <w:rsid w:val="00B41660"/>
    <w:rsid w:val="00B41C2A"/>
    <w:rsid w:val="00B42252"/>
    <w:rsid w:val="00B422F9"/>
    <w:rsid w:val="00B42383"/>
    <w:rsid w:val="00B424F8"/>
    <w:rsid w:val="00B424FC"/>
    <w:rsid w:val="00B42823"/>
    <w:rsid w:val="00B428C2"/>
    <w:rsid w:val="00B42906"/>
    <w:rsid w:val="00B42BB9"/>
    <w:rsid w:val="00B42C99"/>
    <w:rsid w:val="00B43183"/>
    <w:rsid w:val="00B431B6"/>
    <w:rsid w:val="00B43368"/>
    <w:rsid w:val="00B4399A"/>
    <w:rsid w:val="00B43E90"/>
    <w:rsid w:val="00B443CD"/>
    <w:rsid w:val="00B4468C"/>
    <w:rsid w:val="00B44793"/>
    <w:rsid w:val="00B448B1"/>
    <w:rsid w:val="00B44F7B"/>
    <w:rsid w:val="00B44FBF"/>
    <w:rsid w:val="00B450E4"/>
    <w:rsid w:val="00B45295"/>
    <w:rsid w:val="00B45830"/>
    <w:rsid w:val="00B45D7B"/>
    <w:rsid w:val="00B45D84"/>
    <w:rsid w:val="00B4676E"/>
    <w:rsid w:val="00B4737A"/>
    <w:rsid w:val="00B474D3"/>
    <w:rsid w:val="00B475A4"/>
    <w:rsid w:val="00B4773C"/>
    <w:rsid w:val="00B47836"/>
    <w:rsid w:val="00B478CB"/>
    <w:rsid w:val="00B47A77"/>
    <w:rsid w:val="00B47A87"/>
    <w:rsid w:val="00B47E97"/>
    <w:rsid w:val="00B500A7"/>
    <w:rsid w:val="00B50225"/>
    <w:rsid w:val="00B5043B"/>
    <w:rsid w:val="00B505C1"/>
    <w:rsid w:val="00B506B2"/>
    <w:rsid w:val="00B50D2D"/>
    <w:rsid w:val="00B51482"/>
    <w:rsid w:val="00B515CB"/>
    <w:rsid w:val="00B5223B"/>
    <w:rsid w:val="00B52605"/>
    <w:rsid w:val="00B528DF"/>
    <w:rsid w:val="00B52992"/>
    <w:rsid w:val="00B52AEA"/>
    <w:rsid w:val="00B52BCC"/>
    <w:rsid w:val="00B52E7D"/>
    <w:rsid w:val="00B530B4"/>
    <w:rsid w:val="00B53240"/>
    <w:rsid w:val="00B53311"/>
    <w:rsid w:val="00B536CF"/>
    <w:rsid w:val="00B5373F"/>
    <w:rsid w:val="00B5382C"/>
    <w:rsid w:val="00B53882"/>
    <w:rsid w:val="00B538AC"/>
    <w:rsid w:val="00B53DE5"/>
    <w:rsid w:val="00B53F72"/>
    <w:rsid w:val="00B54678"/>
    <w:rsid w:val="00B5470F"/>
    <w:rsid w:val="00B549F0"/>
    <w:rsid w:val="00B54B0E"/>
    <w:rsid w:val="00B54B3C"/>
    <w:rsid w:val="00B54EB9"/>
    <w:rsid w:val="00B552A6"/>
    <w:rsid w:val="00B552AB"/>
    <w:rsid w:val="00B5556B"/>
    <w:rsid w:val="00B5565C"/>
    <w:rsid w:val="00B5578F"/>
    <w:rsid w:val="00B55936"/>
    <w:rsid w:val="00B55B6E"/>
    <w:rsid w:val="00B566CF"/>
    <w:rsid w:val="00B56784"/>
    <w:rsid w:val="00B56C2A"/>
    <w:rsid w:val="00B56C55"/>
    <w:rsid w:val="00B56D68"/>
    <w:rsid w:val="00B56DE1"/>
    <w:rsid w:val="00B570BD"/>
    <w:rsid w:val="00B574CE"/>
    <w:rsid w:val="00B579FC"/>
    <w:rsid w:val="00B57EA6"/>
    <w:rsid w:val="00B6022A"/>
    <w:rsid w:val="00B60472"/>
    <w:rsid w:val="00B60660"/>
    <w:rsid w:val="00B6126D"/>
    <w:rsid w:val="00B6187C"/>
    <w:rsid w:val="00B61ABC"/>
    <w:rsid w:val="00B61B03"/>
    <w:rsid w:val="00B61CAD"/>
    <w:rsid w:val="00B62023"/>
    <w:rsid w:val="00B62027"/>
    <w:rsid w:val="00B6207A"/>
    <w:rsid w:val="00B620BA"/>
    <w:rsid w:val="00B63054"/>
    <w:rsid w:val="00B6332F"/>
    <w:rsid w:val="00B634AD"/>
    <w:rsid w:val="00B635D5"/>
    <w:rsid w:val="00B63669"/>
    <w:rsid w:val="00B6379A"/>
    <w:rsid w:val="00B63846"/>
    <w:rsid w:val="00B63C74"/>
    <w:rsid w:val="00B63CEE"/>
    <w:rsid w:val="00B644AA"/>
    <w:rsid w:val="00B645A7"/>
    <w:rsid w:val="00B64634"/>
    <w:rsid w:val="00B64822"/>
    <w:rsid w:val="00B64ABC"/>
    <w:rsid w:val="00B64C6B"/>
    <w:rsid w:val="00B6583D"/>
    <w:rsid w:val="00B65B2E"/>
    <w:rsid w:val="00B65C55"/>
    <w:rsid w:val="00B65CDF"/>
    <w:rsid w:val="00B660A8"/>
    <w:rsid w:val="00B662A4"/>
    <w:rsid w:val="00B66862"/>
    <w:rsid w:val="00B66B61"/>
    <w:rsid w:val="00B66DDB"/>
    <w:rsid w:val="00B67127"/>
    <w:rsid w:val="00B673FA"/>
    <w:rsid w:val="00B67668"/>
    <w:rsid w:val="00B677DA"/>
    <w:rsid w:val="00B677E4"/>
    <w:rsid w:val="00B67BC4"/>
    <w:rsid w:val="00B67C41"/>
    <w:rsid w:val="00B67D8D"/>
    <w:rsid w:val="00B67F17"/>
    <w:rsid w:val="00B7017C"/>
    <w:rsid w:val="00B70329"/>
    <w:rsid w:val="00B70621"/>
    <w:rsid w:val="00B7083A"/>
    <w:rsid w:val="00B70988"/>
    <w:rsid w:val="00B709C4"/>
    <w:rsid w:val="00B70A99"/>
    <w:rsid w:val="00B71425"/>
    <w:rsid w:val="00B71610"/>
    <w:rsid w:val="00B7177C"/>
    <w:rsid w:val="00B71BAA"/>
    <w:rsid w:val="00B71E2A"/>
    <w:rsid w:val="00B72040"/>
    <w:rsid w:val="00B721EC"/>
    <w:rsid w:val="00B72364"/>
    <w:rsid w:val="00B7236E"/>
    <w:rsid w:val="00B72686"/>
    <w:rsid w:val="00B7287C"/>
    <w:rsid w:val="00B72D8F"/>
    <w:rsid w:val="00B72DEE"/>
    <w:rsid w:val="00B72E44"/>
    <w:rsid w:val="00B72E54"/>
    <w:rsid w:val="00B72F32"/>
    <w:rsid w:val="00B731EE"/>
    <w:rsid w:val="00B732BF"/>
    <w:rsid w:val="00B733AB"/>
    <w:rsid w:val="00B73483"/>
    <w:rsid w:val="00B73787"/>
    <w:rsid w:val="00B73908"/>
    <w:rsid w:val="00B73BB4"/>
    <w:rsid w:val="00B73BDA"/>
    <w:rsid w:val="00B73FF6"/>
    <w:rsid w:val="00B74385"/>
    <w:rsid w:val="00B745B6"/>
    <w:rsid w:val="00B74864"/>
    <w:rsid w:val="00B74B3A"/>
    <w:rsid w:val="00B74E99"/>
    <w:rsid w:val="00B751E6"/>
    <w:rsid w:val="00B75366"/>
    <w:rsid w:val="00B759C8"/>
    <w:rsid w:val="00B75B12"/>
    <w:rsid w:val="00B7645D"/>
    <w:rsid w:val="00B76658"/>
    <w:rsid w:val="00B767DF"/>
    <w:rsid w:val="00B768C4"/>
    <w:rsid w:val="00B76C05"/>
    <w:rsid w:val="00B76C91"/>
    <w:rsid w:val="00B76CD9"/>
    <w:rsid w:val="00B76FA7"/>
    <w:rsid w:val="00B77174"/>
    <w:rsid w:val="00B77340"/>
    <w:rsid w:val="00B77901"/>
    <w:rsid w:val="00B80053"/>
    <w:rsid w:val="00B8058C"/>
    <w:rsid w:val="00B8071F"/>
    <w:rsid w:val="00B80AB1"/>
    <w:rsid w:val="00B80E64"/>
    <w:rsid w:val="00B80EDF"/>
    <w:rsid w:val="00B8140D"/>
    <w:rsid w:val="00B815E5"/>
    <w:rsid w:val="00B81625"/>
    <w:rsid w:val="00B81C5A"/>
    <w:rsid w:val="00B82206"/>
    <w:rsid w:val="00B8226D"/>
    <w:rsid w:val="00B8241E"/>
    <w:rsid w:val="00B829D9"/>
    <w:rsid w:val="00B82A2C"/>
    <w:rsid w:val="00B82F45"/>
    <w:rsid w:val="00B8344A"/>
    <w:rsid w:val="00B837CA"/>
    <w:rsid w:val="00B840CC"/>
    <w:rsid w:val="00B845E6"/>
    <w:rsid w:val="00B84898"/>
    <w:rsid w:val="00B84921"/>
    <w:rsid w:val="00B84C53"/>
    <w:rsid w:val="00B84D43"/>
    <w:rsid w:val="00B851C3"/>
    <w:rsid w:val="00B85757"/>
    <w:rsid w:val="00B85792"/>
    <w:rsid w:val="00B85A41"/>
    <w:rsid w:val="00B85E4C"/>
    <w:rsid w:val="00B860AB"/>
    <w:rsid w:val="00B861A7"/>
    <w:rsid w:val="00B861E8"/>
    <w:rsid w:val="00B8655C"/>
    <w:rsid w:val="00B86860"/>
    <w:rsid w:val="00B8686E"/>
    <w:rsid w:val="00B86E04"/>
    <w:rsid w:val="00B86E2B"/>
    <w:rsid w:val="00B86EE9"/>
    <w:rsid w:val="00B872C3"/>
    <w:rsid w:val="00B87645"/>
    <w:rsid w:val="00B877A1"/>
    <w:rsid w:val="00B87893"/>
    <w:rsid w:val="00B87E2B"/>
    <w:rsid w:val="00B903CF"/>
    <w:rsid w:val="00B90848"/>
    <w:rsid w:val="00B91335"/>
    <w:rsid w:val="00B9186E"/>
    <w:rsid w:val="00B918FF"/>
    <w:rsid w:val="00B91A09"/>
    <w:rsid w:val="00B91A7E"/>
    <w:rsid w:val="00B91D7F"/>
    <w:rsid w:val="00B92765"/>
    <w:rsid w:val="00B9298D"/>
    <w:rsid w:val="00B92C4A"/>
    <w:rsid w:val="00B92E48"/>
    <w:rsid w:val="00B92E83"/>
    <w:rsid w:val="00B92FD4"/>
    <w:rsid w:val="00B93025"/>
    <w:rsid w:val="00B9320A"/>
    <w:rsid w:val="00B9326D"/>
    <w:rsid w:val="00B933F6"/>
    <w:rsid w:val="00B939FE"/>
    <w:rsid w:val="00B940D7"/>
    <w:rsid w:val="00B943F5"/>
    <w:rsid w:val="00B94D84"/>
    <w:rsid w:val="00B94D9C"/>
    <w:rsid w:val="00B95295"/>
    <w:rsid w:val="00B954ED"/>
    <w:rsid w:val="00B95537"/>
    <w:rsid w:val="00B95854"/>
    <w:rsid w:val="00B95D4B"/>
    <w:rsid w:val="00B95F51"/>
    <w:rsid w:val="00B960D1"/>
    <w:rsid w:val="00B96144"/>
    <w:rsid w:val="00B962D0"/>
    <w:rsid w:val="00B9632D"/>
    <w:rsid w:val="00B9685A"/>
    <w:rsid w:val="00B96A52"/>
    <w:rsid w:val="00B96B92"/>
    <w:rsid w:val="00B96E6D"/>
    <w:rsid w:val="00B9736E"/>
    <w:rsid w:val="00B97568"/>
    <w:rsid w:val="00B976F1"/>
    <w:rsid w:val="00B97B34"/>
    <w:rsid w:val="00B97C6D"/>
    <w:rsid w:val="00BA00DC"/>
    <w:rsid w:val="00BA0210"/>
    <w:rsid w:val="00BA082A"/>
    <w:rsid w:val="00BA0DFB"/>
    <w:rsid w:val="00BA1319"/>
    <w:rsid w:val="00BA1341"/>
    <w:rsid w:val="00BA19F5"/>
    <w:rsid w:val="00BA1E52"/>
    <w:rsid w:val="00BA212B"/>
    <w:rsid w:val="00BA2298"/>
    <w:rsid w:val="00BA2364"/>
    <w:rsid w:val="00BA23B3"/>
    <w:rsid w:val="00BA26CF"/>
    <w:rsid w:val="00BA274C"/>
    <w:rsid w:val="00BA281D"/>
    <w:rsid w:val="00BA292D"/>
    <w:rsid w:val="00BA2F3E"/>
    <w:rsid w:val="00BA3064"/>
    <w:rsid w:val="00BA3BBE"/>
    <w:rsid w:val="00BA404C"/>
    <w:rsid w:val="00BA40BD"/>
    <w:rsid w:val="00BA41AF"/>
    <w:rsid w:val="00BA45C7"/>
    <w:rsid w:val="00BA4871"/>
    <w:rsid w:val="00BA4A81"/>
    <w:rsid w:val="00BA4EA7"/>
    <w:rsid w:val="00BA51A4"/>
    <w:rsid w:val="00BA5406"/>
    <w:rsid w:val="00BA54A3"/>
    <w:rsid w:val="00BA568F"/>
    <w:rsid w:val="00BA5701"/>
    <w:rsid w:val="00BA580C"/>
    <w:rsid w:val="00BA5F81"/>
    <w:rsid w:val="00BA6276"/>
    <w:rsid w:val="00BA630A"/>
    <w:rsid w:val="00BA647E"/>
    <w:rsid w:val="00BA64B1"/>
    <w:rsid w:val="00BA6505"/>
    <w:rsid w:val="00BA6577"/>
    <w:rsid w:val="00BA699B"/>
    <w:rsid w:val="00BA69EC"/>
    <w:rsid w:val="00BA6D33"/>
    <w:rsid w:val="00BA70AD"/>
    <w:rsid w:val="00BA7100"/>
    <w:rsid w:val="00BA7663"/>
    <w:rsid w:val="00BA7B88"/>
    <w:rsid w:val="00BB0362"/>
    <w:rsid w:val="00BB03D7"/>
    <w:rsid w:val="00BB0459"/>
    <w:rsid w:val="00BB049E"/>
    <w:rsid w:val="00BB0566"/>
    <w:rsid w:val="00BB0AEE"/>
    <w:rsid w:val="00BB13B9"/>
    <w:rsid w:val="00BB19A0"/>
    <w:rsid w:val="00BB1B88"/>
    <w:rsid w:val="00BB293C"/>
    <w:rsid w:val="00BB2F31"/>
    <w:rsid w:val="00BB310A"/>
    <w:rsid w:val="00BB32E1"/>
    <w:rsid w:val="00BB399A"/>
    <w:rsid w:val="00BB3CA0"/>
    <w:rsid w:val="00BB4024"/>
    <w:rsid w:val="00BB4070"/>
    <w:rsid w:val="00BB40F1"/>
    <w:rsid w:val="00BB420D"/>
    <w:rsid w:val="00BB4588"/>
    <w:rsid w:val="00BB4AA7"/>
    <w:rsid w:val="00BB53EE"/>
    <w:rsid w:val="00BB5B44"/>
    <w:rsid w:val="00BB5B8C"/>
    <w:rsid w:val="00BB5DA1"/>
    <w:rsid w:val="00BB61EB"/>
    <w:rsid w:val="00BB6675"/>
    <w:rsid w:val="00BB66B1"/>
    <w:rsid w:val="00BB6873"/>
    <w:rsid w:val="00BB6AA8"/>
    <w:rsid w:val="00BB6EAE"/>
    <w:rsid w:val="00BB72AF"/>
    <w:rsid w:val="00BB734A"/>
    <w:rsid w:val="00BB7A09"/>
    <w:rsid w:val="00BB7B03"/>
    <w:rsid w:val="00BB7BF9"/>
    <w:rsid w:val="00BB7F2B"/>
    <w:rsid w:val="00BC00D3"/>
    <w:rsid w:val="00BC041E"/>
    <w:rsid w:val="00BC0468"/>
    <w:rsid w:val="00BC04EB"/>
    <w:rsid w:val="00BC0705"/>
    <w:rsid w:val="00BC07DE"/>
    <w:rsid w:val="00BC0AD9"/>
    <w:rsid w:val="00BC0B84"/>
    <w:rsid w:val="00BC0DD2"/>
    <w:rsid w:val="00BC1278"/>
    <w:rsid w:val="00BC1453"/>
    <w:rsid w:val="00BC149D"/>
    <w:rsid w:val="00BC199A"/>
    <w:rsid w:val="00BC1C19"/>
    <w:rsid w:val="00BC2665"/>
    <w:rsid w:val="00BC2688"/>
    <w:rsid w:val="00BC2A7F"/>
    <w:rsid w:val="00BC2E1F"/>
    <w:rsid w:val="00BC3061"/>
    <w:rsid w:val="00BC3256"/>
    <w:rsid w:val="00BC3890"/>
    <w:rsid w:val="00BC38BB"/>
    <w:rsid w:val="00BC3B4B"/>
    <w:rsid w:val="00BC3D41"/>
    <w:rsid w:val="00BC3D4D"/>
    <w:rsid w:val="00BC409F"/>
    <w:rsid w:val="00BC41F4"/>
    <w:rsid w:val="00BC456D"/>
    <w:rsid w:val="00BC482A"/>
    <w:rsid w:val="00BC48AB"/>
    <w:rsid w:val="00BC4F63"/>
    <w:rsid w:val="00BC53D5"/>
    <w:rsid w:val="00BC5964"/>
    <w:rsid w:val="00BC5A35"/>
    <w:rsid w:val="00BC5F4D"/>
    <w:rsid w:val="00BC62B9"/>
    <w:rsid w:val="00BC63F7"/>
    <w:rsid w:val="00BC65B3"/>
    <w:rsid w:val="00BC6AD1"/>
    <w:rsid w:val="00BC6E23"/>
    <w:rsid w:val="00BC6F42"/>
    <w:rsid w:val="00BC7089"/>
    <w:rsid w:val="00BC7098"/>
    <w:rsid w:val="00BC7A3F"/>
    <w:rsid w:val="00BC7A78"/>
    <w:rsid w:val="00BC7CC9"/>
    <w:rsid w:val="00BD0601"/>
    <w:rsid w:val="00BD0ACA"/>
    <w:rsid w:val="00BD13A7"/>
    <w:rsid w:val="00BD15E9"/>
    <w:rsid w:val="00BD16C9"/>
    <w:rsid w:val="00BD1762"/>
    <w:rsid w:val="00BD1D71"/>
    <w:rsid w:val="00BD1D7B"/>
    <w:rsid w:val="00BD2011"/>
    <w:rsid w:val="00BD2488"/>
    <w:rsid w:val="00BD2E24"/>
    <w:rsid w:val="00BD2E7C"/>
    <w:rsid w:val="00BD3166"/>
    <w:rsid w:val="00BD3376"/>
    <w:rsid w:val="00BD361B"/>
    <w:rsid w:val="00BD3741"/>
    <w:rsid w:val="00BD38C8"/>
    <w:rsid w:val="00BD39DE"/>
    <w:rsid w:val="00BD43E0"/>
    <w:rsid w:val="00BD454A"/>
    <w:rsid w:val="00BD4674"/>
    <w:rsid w:val="00BD4847"/>
    <w:rsid w:val="00BD4A82"/>
    <w:rsid w:val="00BD4BEC"/>
    <w:rsid w:val="00BD4DAC"/>
    <w:rsid w:val="00BD50FC"/>
    <w:rsid w:val="00BD55B6"/>
    <w:rsid w:val="00BD5A52"/>
    <w:rsid w:val="00BD5B37"/>
    <w:rsid w:val="00BD5B4D"/>
    <w:rsid w:val="00BD5D64"/>
    <w:rsid w:val="00BD5EFA"/>
    <w:rsid w:val="00BD6AB0"/>
    <w:rsid w:val="00BD6B70"/>
    <w:rsid w:val="00BD6D37"/>
    <w:rsid w:val="00BD6DED"/>
    <w:rsid w:val="00BD6EB7"/>
    <w:rsid w:val="00BD6F08"/>
    <w:rsid w:val="00BD700C"/>
    <w:rsid w:val="00BD7106"/>
    <w:rsid w:val="00BE00F8"/>
    <w:rsid w:val="00BE032C"/>
    <w:rsid w:val="00BE08DD"/>
    <w:rsid w:val="00BE17DC"/>
    <w:rsid w:val="00BE1896"/>
    <w:rsid w:val="00BE1D38"/>
    <w:rsid w:val="00BE1FC9"/>
    <w:rsid w:val="00BE2427"/>
    <w:rsid w:val="00BE2480"/>
    <w:rsid w:val="00BE24D6"/>
    <w:rsid w:val="00BE2858"/>
    <w:rsid w:val="00BE2AC1"/>
    <w:rsid w:val="00BE2C6C"/>
    <w:rsid w:val="00BE2D03"/>
    <w:rsid w:val="00BE2E17"/>
    <w:rsid w:val="00BE3758"/>
    <w:rsid w:val="00BE396E"/>
    <w:rsid w:val="00BE3B31"/>
    <w:rsid w:val="00BE3B48"/>
    <w:rsid w:val="00BE3E55"/>
    <w:rsid w:val="00BE441E"/>
    <w:rsid w:val="00BE485A"/>
    <w:rsid w:val="00BE48F9"/>
    <w:rsid w:val="00BE4F63"/>
    <w:rsid w:val="00BE519A"/>
    <w:rsid w:val="00BE5301"/>
    <w:rsid w:val="00BE554B"/>
    <w:rsid w:val="00BE5C37"/>
    <w:rsid w:val="00BE5D14"/>
    <w:rsid w:val="00BE5E65"/>
    <w:rsid w:val="00BE607B"/>
    <w:rsid w:val="00BE60EC"/>
    <w:rsid w:val="00BE6136"/>
    <w:rsid w:val="00BE619C"/>
    <w:rsid w:val="00BE6328"/>
    <w:rsid w:val="00BE6359"/>
    <w:rsid w:val="00BE6677"/>
    <w:rsid w:val="00BE667B"/>
    <w:rsid w:val="00BE6CDC"/>
    <w:rsid w:val="00BE6E9C"/>
    <w:rsid w:val="00BE7273"/>
    <w:rsid w:val="00BE7820"/>
    <w:rsid w:val="00BE7AA7"/>
    <w:rsid w:val="00BE7D6D"/>
    <w:rsid w:val="00BE7E08"/>
    <w:rsid w:val="00BF014C"/>
    <w:rsid w:val="00BF03E5"/>
    <w:rsid w:val="00BF0927"/>
    <w:rsid w:val="00BF0B34"/>
    <w:rsid w:val="00BF0BF9"/>
    <w:rsid w:val="00BF0E06"/>
    <w:rsid w:val="00BF0ED1"/>
    <w:rsid w:val="00BF15E8"/>
    <w:rsid w:val="00BF1753"/>
    <w:rsid w:val="00BF183D"/>
    <w:rsid w:val="00BF1871"/>
    <w:rsid w:val="00BF1A39"/>
    <w:rsid w:val="00BF2148"/>
    <w:rsid w:val="00BF23EA"/>
    <w:rsid w:val="00BF2517"/>
    <w:rsid w:val="00BF2727"/>
    <w:rsid w:val="00BF2847"/>
    <w:rsid w:val="00BF294B"/>
    <w:rsid w:val="00BF2B16"/>
    <w:rsid w:val="00BF2C02"/>
    <w:rsid w:val="00BF2E5D"/>
    <w:rsid w:val="00BF3027"/>
    <w:rsid w:val="00BF3331"/>
    <w:rsid w:val="00BF35BC"/>
    <w:rsid w:val="00BF3621"/>
    <w:rsid w:val="00BF36D7"/>
    <w:rsid w:val="00BF36EC"/>
    <w:rsid w:val="00BF3BF4"/>
    <w:rsid w:val="00BF3C41"/>
    <w:rsid w:val="00BF3E00"/>
    <w:rsid w:val="00BF4CC3"/>
    <w:rsid w:val="00BF505F"/>
    <w:rsid w:val="00BF5111"/>
    <w:rsid w:val="00BF5366"/>
    <w:rsid w:val="00BF58A5"/>
    <w:rsid w:val="00BF5A0E"/>
    <w:rsid w:val="00BF5AF9"/>
    <w:rsid w:val="00BF5F4A"/>
    <w:rsid w:val="00BF5FEE"/>
    <w:rsid w:val="00BF608F"/>
    <w:rsid w:val="00BF6680"/>
    <w:rsid w:val="00BF69EF"/>
    <w:rsid w:val="00BF6B33"/>
    <w:rsid w:val="00BF6B90"/>
    <w:rsid w:val="00BF6F74"/>
    <w:rsid w:val="00BF6FEE"/>
    <w:rsid w:val="00BF745D"/>
    <w:rsid w:val="00BF7892"/>
    <w:rsid w:val="00BF7B91"/>
    <w:rsid w:val="00C000D9"/>
    <w:rsid w:val="00C0035F"/>
    <w:rsid w:val="00C003F6"/>
    <w:rsid w:val="00C0097A"/>
    <w:rsid w:val="00C01246"/>
    <w:rsid w:val="00C01286"/>
    <w:rsid w:val="00C0156A"/>
    <w:rsid w:val="00C01593"/>
    <w:rsid w:val="00C01648"/>
    <w:rsid w:val="00C01954"/>
    <w:rsid w:val="00C01C85"/>
    <w:rsid w:val="00C01E42"/>
    <w:rsid w:val="00C024D4"/>
    <w:rsid w:val="00C027A4"/>
    <w:rsid w:val="00C02881"/>
    <w:rsid w:val="00C04390"/>
    <w:rsid w:val="00C043AB"/>
    <w:rsid w:val="00C046DB"/>
    <w:rsid w:val="00C0472B"/>
    <w:rsid w:val="00C04A1B"/>
    <w:rsid w:val="00C04B11"/>
    <w:rsid w:val="00C04DC9"/>
    <w:rsid w:val="00C04DE0"/>
    <w:rsid w:val="00C04DEE"/>
    <w:rsid w:val="00C05013"/>
    <w:rsid w:val="00C05059"/>
    <w:rsid w:val="00C051C7"/>
    <w:rsid w:val="00C054E5"/>
    <w:rsid w:val="00C05553"/>
    <w:rsid w:val="00C0555D"/>
    <w:rsid w:val="00C058E6"/>
    <w:rsid w:val="00C05F3F"/>
    <w:rsid w:val="00C06397"/>
    <w:rsid w:val="00C06690"/>
    <w:rsid w:val="00C067D0"/>
    <w:rsid w:val="00C0736D"/>
    <w:rsid w:val="00C07594"/>
    <w:rsid w:val="00C07696"/>
    <w:rsid w:val="00C076C3"/>
    <w:rsid w:val="00C07831"/>
    <w:rsid w:val="00C07B49"/>
    <w:rsid w:val="00C07BAC"/>
    <w:rsid w:val="00C07F3A"/>
    <w:rsid w:val="00C07F5B"/>
    <w:rsid w:val="00C10519"/>
    <w:rsid w:val="00C10793"/>
    <w:rsid w:val="00C11167"/>
    <w:rsid w:val="00C111A9"/>
    <w:rsid w:val="00C1161C"/>
    <w:rsid w:val="00C11916"/>
    <w:rsid w:val="00C11933"/>
    <w:rsid w:val="00C11A43"/>
    <w:rsid w:val="00C11E56"/>
    <w:rsid w:val="00C12064"/>
    <w:rsid w:val="00C1219E"/>
    <w:rsid w:val="00C126F8"/>
    <w:rsid w:val="00C12810"/>
    <w:rsid w:val="00C12E2F"/>
    <w:rsid w:val="00C12EDD"/>
    <w:rsid w:val="00C130F0"/>
    <w:rsid w:val="00C13332"/>
    <w:rsid w:val="00C134DA"/>
    <w:rsid w:val="00C13A18"/>
    <w:rsid w:val="00C13B11"/>
    <w:rsid w:val="00C13DA2"/>
    <w:rsid w:val="00C13DC7"/>
    <w:rsid w:val="00C13ECC"/>
    <w:rsid w:val="00C13F48"/>
    <w:rsid w:val="00C142AE"/>
    <w:rsid w:val="00C1453F"/>
    <w:rsid w:val="00C1495E"/>
    <w:rsid w:val="00C14A0D"/>
    <w:rsid w:val="00C14BA7"/>
    <w:rsid w:val="00C14C2B"/>
    <w:rsid w:val="00C14C75"/>
    <w:rsid w:val="00C14D12"/>
    <w:rsid w:val="00C15066"/>
    <w:rsid w:val="00C150B1"/>
    <w:rsid w:val="00C153E3"/>
    <w:rsid w:val="00C158D7"/>
    <w:rsid w:val="00C15B88"/>
    <w:rsid w:val="00C15E89"/>
    <w:rsid w:val="00C160B8"/>
    <w:rsid w:val="00C161D4"/>
    <w:rsid w:val="00C16279"/>
    <w:rsid w:val="00C16286"/>
    <w:rsid w:val="00C1674D"/>
    <w:rsid w:val="00C16A54"/>
    <w:rsid w:val="00C16A6F"/>
    <w:rsid w:val="00C16B4D"/>
    <w:rsid w:val="00C16BD3"/>
    <w:rsid w:val="00C170A5"/>
    <w:rsid w:val="00C172F8"/>
    <w:rsid w:val="00C1748A"/>
    <w:rsid w:val="00C1751B"/>
    <w:rsid w:val="00C17C65"/>
    <w:rsid w:val="00C17FDF"/>
    <w:rsid w:val="00C2030C"/>
    <w:rsid w:val="00C203C4"/>
    <w:rsid w:val="00C204C2"/>
    <w:rsid w:val="00C207F4"/>
    <w:rsid w:val="00C212E0"/>
    <w:rsid w:val="00C21314"/>
    <w:rsid w:val="00C21416"/>
    <w:rsid w:val="00C21752"/>
    <w:rsid w:val="00C21DE6"/>
    <w:rsid w:val="00C21F51"/>
    <w:rsid w:val="00C22207"/>
    <w:rsid w:val="00C22420"/>
    <w:rsid w:val="00C22657"/>
    <w:rsid w:val="00C22765"/>
    <w:rsid w:val="00C2291C"/>
    <w:rsid w:val="00C2292C"/>
    <w:rsid w:val="00C229F5"/>
    <w:rsid w:val="00C23036"/>
    <w:rsid w:val="00C23145"/>
    <w:rsid w:val="00C2379F"/>
    <w:rsid w:val="00C237B9"/>
    <w:rsid w:val="00C23963"/>
    <w:rsid w:val="00C23A18"/>
    <w:rsid w:val="00C23AD4"/>
    <w:rsid w:val="00C23C09"/>
    <w:rsid w:val="00C242B7"/>
    <w:rsid w:val="00C24346"/>
    <w:rsid w:val="00C24491"/>
    <w:rsid w:val="00C2482F"/>
    <w:rsid w:val="00C24ED8"/>
    <w:rsid w:val="00C25E9A"/>
    <w:rsid w:val="00C261A2"/>
    <w:rsid w:val="00C26470"/>
    <w:rsid w:val="00C267CB"/>
    <w:rsid w:val="00C26A38"/>
    <w:rsid w:val="00C27235"/>
    <w:rsid w:val="00C27497"/>
    <w:rsid w:val="00C27663"/>
    <w:rsid w:val="00C27B16"/>
    <w:rsid w:val="00C27BA5"/>
    <w:rsid w:val="00C27BEC"/>
    <w:rsid w:val="00C302B1"/>
    <w:rsid w:val="00C3074F"/>
    <w:rsid w:val="00C3092E"/>
    <w:rsid w:val="00C30CA1"/>
    <w:rsid w:val="00C31326"/>
    <w:rsid w:val="00C313C1"/>
    <w:rsid w:val="00C319B0"/>
    <w:rsid w:val="00C31A5D"/>
    <w:rsid w:val="00C31B67"/>
    <w:rsid w:val="00C31BAD"/>
    <w:rsid w:val="00C31C5A"/>
    <w:rsid w:val="00C323B4"/>
    <w:rsid w:val="00C3246A"/>
    <w:rsid w:val="00C3275F"/>
    <w:rsid w:val="00C32AAE"/>
    <w:rsid w:val="00C32AB9"/>
    <w:rsid w:val="00C32C86"/>
    <w:rsid w:val="00C332F7"/>
    <w:rsid w:val="00C334A7"/>
    <w:rsid w:val="00C33682"/>
    <w:rsid w:val="00C33799"/>
    <w:rsid w:val="00C3402B"/>
    <w:rsid w:val="00C34496"/>
    <w:rsid w:val="00C34525"/>
    <w:rsid w:val="00C34844"/>
    <w:rsid w:val="00C348E7"/>
    <w:rsid w:val="00C35397"/>
    <w:rsid w:val="00C35488"/>
    <w:rsid w:val="00C3552F"/>
    <w:rsid w:val="00C35688"/>
    <w:rsid w:val="00C35AB8"/>
    <w:rsid w:val="00C35BD8"/>
    <w:rsid w:val="00C35F09"/>
    <w:rsid w:val="00C35F2E"/>
    <w:rsid w:val="00C35F35"/>
    <w:rsid w:val="00C35FC9"/>
    <w:rsid w:val="00C360C5"/>
    <w:rsid w:val="00C360E7"/>
    <w:rsid w:val="00C360EB"/>
    <w:rsid w:val="00C362FD"/>
    <w:rsid w:val="00C36535"/>
    <w:rsid w:val="00C3663C"/>
    <w:rsid w:val="00C36BF2"/>
    <w:rsid w:val="00C36E50"/>
    <w:rsid w:val="00C36FF3"/>
    <w:rsid w:val="00C372D5"/>
    <w:rsid w:val="00C375A4"/>
    <w:rsid w:val="00C377C9"/>
    <w:rsid w:val="00C378FD"/>
    <w:rsid w:val="00C37B2F"/>
    <w:rsid w:val="00C37F8D"/>
    <w:rsid w:val="00C37FC0"/>
    <w:rsid w:val="00C40165"/>
    <w:rsid w:val="00C40749"/>
    <w:rsid w:val="00C409F4"/>
    <w:rsid w:val="00C40A61"/>
    <w:rsid w:val="00C40F9B"/>
    <w:rsid w:val="00C41427"/>
    <w:rsid w:val="00C41456"/>
    <w:rsid w:val="00C41825"/>
    <w:rsid w:val="00C41B87"/>
    <w:rsid w:val="00C41DED"/>
    <w:rsid w:val="00C41E05"/>
    <w:rsid w:val="00C42DDF"/>
    <w:rsid w:val="00C42E1B"/>
    <w:rsid w:val="00C42F2B"/>
    <w:rsid w:val="00C431DC"/>
    <w:rsid w:val="00C432E7"/>
    <w:rsid w:val="00C4343E"/>
    <w:rsid w:val="00C4368D"/>
    <w:rsid w:val="00C4391F"/>
    <w:rsid w:val="00C43E5D"/>
    <w:rsid w:val="00C43EDB"/>
    <w:rsid w:val="00C44140"/>
    <w:rsid w:val="00C44318"/>
    <w:rsid w:val="00C444D8"/>
    <w:rsid w:val="00C44542"/>
    <w:rsid w:val="00C44622"/>
    <w:rsid w:val="00C44AA3"/>
    <w:rsid w:val="00C450A2"/>
    <w:rsid w:val="00C45D3A"/>
    <w:rsid w:val="00C460B4"/>
    <w:rsid w:val="00C465D4"/>
    <w:rsid w:val="00C46E51"/>
    <w:rsid w:val="00C471B8"/>
    <w:rsid w:val="00C471BF"/>
    <w:rsid w:val="00C4726B"/>
    <w:rsid w:val="00C47384"/>
    <w:rsid w:val="00C479BB"/>
    <w:rsid w:val="00C47A6B"/>
    <w:rsid w:val="00C47A7A"/>
    <w:rsid w:val="00C47BA5"/>
    <w:rsid w:val="00C47CE7"/>
    <w:rsid w:val="00C50608"/>
    <w:rsid w:val="00C50B98"/>
    <w:rsid w:val="00C50E23"/>
    <w:rsid w:val="00C50F40"/>
    <w:rsid w:val="00C51395"/>
    <w:rsid w:val="00C5178D"/>
    <w:rsid w:val="00C51AC8"/>
    <w:rsid w:val="00C51B2F"/>
    <w:rsid w:val="00C51B5B"/>
    <w:rsid w:val="00C51D5C"/>
    <w:rsid w:val="00C52363"/>
    <w:rsid w:val="00C5266E"/>
    <w:rsid w:val="00C52983"/>
    <w:rsid w:val="00C52DD0"/>
    <w:rsid w:val="00C52E7F"/>
    <w:rsid w:val="00C53051"/>
    <w:rsid w:val="00C53091"/>
    <w:rsid w:val="00C53206"/>
    <w:rsid w:val="00C532A9"/>
    <w:rsid w:val="00C53429"/>
    <w:rsid w:val="00C5443B"/>
    <w:rsid w:val="00C544F6"/>
    <w:rsid w:val="00C54580"/>
    <w:rsid w:val="00C54591"/>
    <w:rsid w:val="00C549F6"/>
    <w:rsid w:val="00C550A9"/>
    <w:rsid w:val="00C550F5"/>
    <w:rsid w:val="00C551C8"/>
    <w:rsid w:val="00C5584C"/>
    <w:rsid w:val="00C5592E"/>
    <w:rsid w:val="00C55DC8"/>
    <w:rsid w:val="00C56347"/>
    <w:rsid w:val="00C563F8"/>
    <w:rsid w:val="00C56636"/>
    <w:rsid w:val="00C56F54"/>
    <w:rsid w:val="00C5707C"/>
    <w:rsid w:val="00C5712A"/>
    <w:rsid w:val="00C571B5"/>
    <w:rsid w:val="00C573ED"/>
    <w:rsid w:val="00C576CF"/>
    <w:rsid w:val="00C577AC"/>
    <w:rsid w:val="00C57F3F"/>
    <w:rsid w:val="00C6009B"/>
    <w:rsid w:val="00C6028F"/>
    <w:rsid w:val="00C61282"/>
    <w:rsid w:val="00C615A4"/>
    <w:rsid w:val="00C615DB"/>
    <w:rsid w:val="00C61646"/>
    <w:rsid w:val="00C617E0"/>
    <w:rsid w:val="00C61AEE"/>
    <w:rsid w:val="00C61D1D"/>
    <w:rsid w:val="00C61DFE"/>
    <w:rsid w:val="00C61F27"/>
    <w:rsid w:val="00C62280"/>
    <w:rsid w:val="00C622F5"/>
    <w:rsid w:val="00C623B9"/>
    <w:rsid w:val="00C625A4"/>
    <w:rsid w:val="00C62868"/>
    <w:rsid w:val="00C62A7F"/>
    <w:rsid w:val="00C63012"/>
    <w:rsid w:val="00C6329C"/>
    <w:rsid w:val="00C638DD"/>
    <w:rsid w:val="00C63BD6"/>
    <w:rsid w:val="00C63E54"/>
    <w:rsid w:val="00C642B6"/>
    <w:rsid w:val="00C64487"/>
    <w:rsid w:val="00C646A3"/>
    <w:rsid w:val="00C64F45"/>
    <w:rsid w:val="00C650C1"/>
    <w:rsid w:val="00C654C1"/>
    <w:rsid w:val="00C654ED"/>
    <w:rsid w:val="00C65610"/>
    <w:rsid w:val="00C656F1"/>
    <w:rsid w:val="00C6616C"/>
    <w:rsid w:val="00C6618B"/>
    <w:rsid w:val="00C661DC"/>
    <w:rsid w:val="00C66311"/>
    <w:rsid w:val="00C66356"/>
    <w:rsid w:val="00C66499"/>
    <w:rsid w:val="00C66921"/>
    <w:rsid w:val="00C66922"/>
    <w:rsid w:val="00C669BF"/>
    <w:rsid w:val="00C66A0B"/>
    <w:rsid w:val="00C66C65"/>
    <w:rsid w:val="00C67030"/>
    <w:rsid w:val="00C67655"/>
    <w:rsid w:val="00C67D57"/>
    <w:rsid w:val="00C67E93"/>
    <w:rsid w:val="00C67FE9"/>
    <w:rsid w:val="00C700C1"/>
    <w:rsid w:val="00C706F0"/>
    <w:rsid w:val="00C707EB"/>
    <w:rsid w:val="00C70903"/>
    <w:rsid w:val="00C70BDB"/>
    <w:rsid w:val="00C70C17"/>
    <w:rsid w:val="00C70DC7"/>
    <w:rsid w:val="00C714D1"/>
    <w:rsid w:val="00C714E8"/>
    <w:rsid w:val="00C71511"/>
    <w:rsid w:val="00C716A9"/>
    <w:rsid w:val="00C71E7B"/>
    <w:rsid w:val="00C71EEF"/>
    <w:rsid w:val="00C72057"/>
    <w:rsid w:val="00C72135"/>
    <w:rsid w:val="00C7243E"/>
    <w:rsid w:val="00C72533"/>
    <w:rsid w:val="00C72A69"/>
    <w:rsid w:val="00C72C92"/>
    <w:rsid w:val="00C734BD"/>
    <w:rsid w:val="00C73704"/>
    <w:rsid w:val="00C737B0"/>
    <w:rsid w:val="00C74161"/>
    <w:rsid w:val="00C74668"/>
    <w:rsid w:val="00C747C5"/>
    <w:rsid w:val="00C74817"/>
    <w:rsid w:val="00C74AEA"/>
    <w:rsid w:val="00C752DA"/>
    <w:rsid w:val="00C758B4"/>
    <w:rsid w:val="00C75B95"/>
    <w:rsid w:val="00C75D7A"/>
    <w:rsid w:val="00C75F68"/>
    <w:rsid w:val="00C76276"/>
    <w:rsid w:val="00C764E7"/>
    <w:rsid w:val="00C76BB5"/>
    <w:rsid w:val="00C76BEA"/>
    <w:rsid w:val="00C76ED6"/>
    <w:rsid w:val="00C76F15"/>
    <w:rsid w:val="00C770C9"/>
    <w:rsid w:val="00C77218"/>
    <w:rsid w:val="00C77236"/>
    <w:rsid w:val="00C7748B"/>
    <w:rsid w:val="00C774EB"/>
    <w:rsid w:val="00C7776B"/>
    <w:rsid w:val="00C77D6C"/>
    <w:rsid w:val="00C77ED7"/>
    <w:rsid w:val="00C8013D"/>
    <w:rsid w:val="00C804DD"/>
    <w:rsid w:val="00C80570"/>
    <w:rsid w:val="00C8060A"/>
    <w:rsid w:val="00C80877"/>
    <w:rsid w:val="00C809DC"/>
    <w:rsid w:val="00C80AC8"/>
    <w:rsid w:val="00C80B91"/>
    <w:rsid w:val="00C815AB"/>
    <w:rsid w:val="00C81AE3"/>
    <w:rsid w:val="00C81BCF"/>
    <w:rsid w:val="00C81E1F"/>
    <w:rsid w:val="00C81E76"/>
    <w:rsid w:val="00C8262B"/>
    <w:rsid w:val="00C827F6"/>
    <w:rsid w:val="00C82D74"/>
    <w:rsid w:val="00C830C3"/>
    <w:rsid w:val="00C83195"/>
    <w:rsid w:val="00C837DD"/>
    <w:rsid w:val="00C83F3E"/>
    <w:rsid w:val="00C8498B"/>
    <w:rsid w:val="00C85029"/>
    <w:rsid w:val="00C85403"/>
    <w:rsid w:val="00C8548C"/>
    <w:rsid w:val="00C8561A"/>
    <w:rsid w:val="00C85898"/>
    <w:rsid w:val="00C85A09"/>
    <w:rsid w:val="00C860F6"/>
    <w:rsid w:val="00C86579"/>
    <w:rsid w:val="00C869AE"/>
    <w:rsid w:val="00C86D76"/>
    <w:rsid w:val="00C8707E"/>
    <w:rsid w:val="00C870DB"/>
    <w:rsid w:val="00C8716A"/>
    <w:rsid w:val="00C87217"/>
    <w:rsid w:val="00C8740C"/>
    <w:rsid w:val="00C87861"/>
    <w:rsid w:val="00C87972"/>
    <w:rsid w:val="00C879AA"/>
    <w:rsid w:val="00C87AD2"/>
    <w:rsid w:val="00C87B8C"/>
    <w:rsid w:val="00C87F19"/>
    <w:rsid w:val="00C87F86"/>
    <w:rsid w:val="00C90551"/>
    <w:rsid w:val="00C909D7"/>
    <w:rsid w:val="00C90BB7"/>
    <w:rsid w:val="00C90C44"/>
    <w:rsid w:val="00C90D36"/>
    <w:rsid w:val="00C90D53"/>
    <w:rsid w:val="00C9105F"/>
    <w:rsid w:val="00C910C5"/>
    <w:rsid w:val="00C9159E"/>
    <w:rsid w:val="00C919E3"/>
    <w:rsid w:val="00C91A08"/>
    <w:rsid w:val="00C91AFB"/>
    <w:rsid w:val="00C91DBA"/>
    <w:rsid w:val="00C921A7"/>
    <w:rsid w:val="00C92358"/>
    <w:rsid w:val="00C925F2"/>
    <w:rsid w:val="00C92638"/>
    <w:rsid w:val="00C92B2E"/>
    <w:rsid w:val="00C92EB1"/>
    <w:rsid w:val="00C932AB"/>
    <w:rsid w:val="00C934D5"/>
    <w:rsid w:val="00C9368A"/>
    <w:rsid w:val="00C936C8"/>
    <w:rsid w:val="00C937BB"/>
    <w:rsid w:val="00C9390B"/>
    <w:rsid w:val="00C93980"/>
    <w:rsid w:val="00C93BB1"/>
    <w:rsid w:val="00C943F7"/>
    <w:rsid w:val="00C94889"/>
    <w:rsid w:val="00C9491A"/>
    <w:rsid w:val="00C949B7"/>
    <w:rsid w:val="00C94C56"/>
    <w:rsid w:val="00C94C90"/>
    <w:rsid w:val="00C95101"/>
    <w:rsid w:val="00C95284"/>
    <w:rsid w:val="00C953E8"/>
    <w:rsid w:val="00C954C7"/>
    <w:rsid w:val="00C96058"/>
    <w:rsid w:val="00C96320"/>
    <w:rsid w:val="00C96759"/>
    <w:rsid w:val="00C9680C"/>
    <w:rsid w:val="00C96A46"/>
    <w:rsid w:val="00C96D56"/>
    <w:rsid w:val="00C9748A"/>
    <w:rsid w:val="00C97811"/>
    <w:rsid w:val="00C97A64"/>
    <w:rsid w:val="00C97D10"/>
    <w:rsid w:val="00C97D53"/>
    <w:rsid w:val="00C97ED7"/>
    <w:rsid w:val="00CA02AB"/>
    <w:rsid w:val="00CA03F4"/>
    <w:rsid w:val="00CA04DE"/>
    <w:rsid w:val="00CA0595"/>
    <w:rsid w:val="00CA09A9"/>
    <w:rsid w:val="00CA0B9E"/>
    <w:rsid w:val="00CA0C52"/>
    <w:rsid w:val="00CA0CC2"/>
    <w:rsid w:val="00CA11CB"/>
    <w:rsid w:val="00CA11D5"/>
    <w:rsid w:val="00CA13BF"/>
    <w:rsid w:val="00CA1A7A"/>
    <w:rsid w:val="00CA1B6A"/>
    <w:rsid w:val="00CA1B90"/>
    <w:rsid w:val="00CA1C33"/>
    <w:rsid w:val="00CA1E5B"/>
    <w:rsid w:val="00CA1E6E"/>
    <w:rsid w:val="00CA1F8C"/>
    <w:rsid w:val="00CA1FDB"/>
    <w:rsid w:val="00CA1FF7"/>
    <w:rsid w:val="00CA21AA"/>
    <w:rsid w:val="00CA2564"/>
    <w:rsid w:val="00CA28AB"/>
    <w:rsid w:val="00CA296A"/>
    <w:rsid w:val="00CA2B5D"/>
    <w:rsid w:val="00CA2C5D"/>
    <w:rsid w:val="00CA325C"/>
    <w:rsid w:val="00CA334B"/>
    <w:rsid w:val="00CA336A"/>
    <w:rsid w:val="00CA3419"/>
    <w:rsid w:val="00CA34CF"/>
    <w:rsid w:val="00CA3D09"/>
    <w:rsid w:val="00CA3F49"/>
    <w:rsid w:val="00CA449F"/>
    <w:rsid w:val="00CA46CA"/>
    <w:rsid w:val="00CA4721"/>
    <w:rsid w:val="00CA4974"/>
    <w:rsid w:val="00CA508D"/>
    <w:rsid w:val="00CA5680"/>
    <w:rsid w:val="00CA57FA"/>
    <w:rsid w:val="00CA59E8"/>
    <w:rsid w:val="00CA5B54"/>
    <w:rsid w:val="00CA671A"/>
    <w:rsid w:val="00CA68A1"/>
    <w:rsid w:val="00CA69D3"/>
    <w:rsid w:val="00CA6B0E"/>
    <w:rsid w:val="00CA6B5F"/>
    <w:rsid w:val="00CA6E04"/>
    <w:rsid w:val="00CA702B"/>
    <w:rsid w:val="00CA71F0"/>
    <w:rsid w:val="00CA75E5"/>
    <w:rsid w:val="00CA75E7"/>
    <w:rsid w:val="00CA781F"/>
    <w:rsid w:val="00CA79BB"/>
    <w:rsid w:val="00CA7A5A"/>
    <w:rsid w:val="00CA7DD7"/>
    <w:rsid w:val="00CB006A"/>
    <w:rsid w:val="00CB024D"/>
    <w:rsid w:val="00CB0F41"/>
    <w:rsid w:val="00CB15C7"/>
    <w:rsid w:val="00CB166C"/>
    <w:rsid w:val="00CB167E"/>
    <w:rsid w:val="00CB17C6"/>
    <w:rsid w:val="00CB19C0"/>
    <w:rsid w:val="00CB225F"/>
    <w:rsid w:val="00CB2567"/>
    <w:rsid w:val="00CB259C"/>
    <w:rsid w:val="00CB283C"/>
    <w:rsid w:val="00CB2B7B"/>
    <w:rsid w:val="00CB2D64"/>
    <w:rsid w:val="00CB2E53"/>
    <w:rsid w:val="00CB2FEE"/>
    <w:rsid w:val="00CB36E3"/>
    <w:rsid w:val="00CB3900"/>
    <w:rsid w:val="00CB3B09"/>
    <w:rsid w:val="00CB449D"/>
    <w:rsid w:val="00CB4881"/>
    <w:rsid w:val="00CB48DA"/>
    <w:rsid w:val="00CB4B87"/>
    <w:rsid w:val="00CB504E"/>
    <w:rsid w:val="00CB5569"/>
    <w:rsid w:val="00CB55EC"/>
    <w:rsid w:val="00CB579E"/>
    <w:rsid w:val="00CB5BB6"/>
    <w:rsid w:val="00CB5C83"/>
    <w:rsid w:val="00CB5C8A"/>
    <w:rsid w:val="00CB5D65"/>
    <w:rsid w:val="00CB5E26"/>
    <w:rsid w:val="00CB5E5D"/>
    <w:rsid w:val="00CB61D9"/>
    <w:rsid w:val="00CB61EA"/>
    <w:rsid w:val="00CB6394"/>
    <w:rsid w:val="00CB680B"/>
    <w:rsid w:val="00CB68C2"/>
    <w:rsid w:val="00CB6CB2"/>
    <w:rsid w:val="00CB6E67"/>
    <w:rsid w:val="00CB70CC"/>
    <w:rsid w:val="00CB71C8"/>
    <w:rsid w:val="00CB7350"/>
    <w:rsid w:val="00CB7547"/>
    <w:rsid w:val="00CB75F5"/>
    <w:rsid w:val="00CB771E"/>
    <w:rsid w:val="00CB7945"/>
    <w:rsid w:val="00CB7C17"/>
    <w:rsid w:val="00CB7C71"/>
    <w:rsid w:val="00CC018C"/>
    <w:rsid w:val="00CC025E"/>
    <w:rsid w:val="00CC0598"/>
    <w:rsid w:val="00CC07B8"/>
    <w:rsid w:val="00CC09FF"/>
    <w:rsid w:val="00CC0A0B"/>
    <w:rsid w:val="00CC0DD7"/>
    <w:rsid w:val="00CC1372"/>
    <w:rsid w:val="00CC1407"/>
    <w:rsid w:val="00CC15FC"/>
    <w:rsid w:val="00CC17E0"/>
    <w:rsid w:val="00CC1841"/>
    <w:rsid w:val="00CC1895"/>
    <w:rsid w:val="00CC197A"/>
    <w:rsid w:val="00CC19D5"/>
    <w:rsid w:val="00CC1CC1"/>
    <w:rsid w:val="00CC1E88"/>
    <w:rsid w:val="00CC24E2"/>
    <w:rsid w:val="00CC250C"/>
    <w:rsid w:val="00CC26D4"/>
    <w:rsid w:val="00CC277C"/>
    <w:rsid w:val="00CC2B16"/>
    <w:rsid w:val="00CC2B84"/>
    <w:rsid w:val="00CC2D44"/>
    <w:rsid w:val="00CC2ED9"/>
    <w:rsid w:val="00CC3BED"/>
    <w:rsid w:val="00CC3F2D"/>
    <w:rsid w:val="00CC4F5D"/>
    <w:rsid w:val="00CC513D"/>
    <w:rsid w:val="00CC516F"/>
    <w:rsid w:val="00CC566C"/>
    <w:rsid w:val="00CC5921"/>
    <w:rsid w:val="00CC5CFA"/>
    <w:rsid w:val="00CC5D98"/>
    <w:rsid w:val="00CC5E8A"/>
    <w:rsid w:val="00CC5EAF"/>
    <w:rsid w:val="00CC5FFE"/>
    <w:rsid w:val="00CC69B9"/>
    <w:rsid w:val="00CC6D0B"/>
    <w:rsid w:val="00CC6EF5"/>
    <w:rsid w:val="00CC712C"/>
    <w:rsid w:val="00CC72EE"/>
    <w:rsid w:val="00CC739A"/>
    <w:rsid w:val="00CC7B83"/>
    <w:rsid w:val="00CC7F1E"/>
    <w:rsid w:val="00CD0082"/>
    <w:rsid w:val="00CD0602"/>
    <w:rsid w:val="00CD0611"/>
    <w:rsid w:val="00CD0B4E"/>
    <w:rsid w:val="00CD0CDF"/>
    <w:rsid w:val="00CD0EA8"/>
    <w:rsid w:val="00CD0FDE"/>
    <w:rsid w:val="00CD129C"/>
    <w:rsid w:val="00CD15AF"/>
    <w:rsid w:val="00CD1732"/>
    <w:rsid w:val="00CD1880"/>
    <w:rsid w:val="00CD1935"/>
    <w:rsid w:val="00CD1E43"/>
    <w:rsid w:val="00CD2A23"/>
    <w:rsid w:val="00CD2D32"/>
    <w:rsid w:val="00CD2FBA"/>
    <w:rsid w:val="00CD304E"/>
    <w:rsid w:val="00CD322E"/>
    <w:rsid w:val="00CD3237"/>
    <w:rsid w:val="00CD3406"/>
    <w:rsid w:val="00CD3474"/>
    <w:rsid w:val="00CD36F3"/>
    <w:rsid w:val="00CD37F5"/>
    <w:rsid w:val="00CD3869"/>
    <w:rsid w:val="00CD3885"/>
    <w:rsid w:val="00CD39C2"/>
    <w:rsid w:val="00CD3DD7"/>
    <w:rsid w:val="00CD3F51"/>
    <w:rsid w:val="00CD4661"/>
    <w:rsid w:val="00CD4A5E"/>
    <w:rsid w:val="00CD4AC2"/>
    <w:rsid w:val="00CD4D01"/>
    <w:rsid w:val="00CD4FFC"/>
    <w:rsid w:val="00CD5087"/>
    <w:rsid w:val="00CD526B"/>
    <w:rsid w:val="00CD5486"/>
    <w:rsid w:val="00CD54F6"/>
    <w:rsid w:val="00CD57C4"/>
    <w:rsid w:val="00CD5C06"/>
    <w:rsid w:val="00CD5CDB"/>
    <w:rsid w:val="00CD6001"/>
    <w:rsid w:val="00CD66AE"/>
    <w:rsid w:val="00CD670A"/>
    <w:rsid w:val="00CD6854"/>
    <w:rsid w:val="00CD78BD"/>
    <w:rsid w:val="00CD7EF1"/>
    <w:rsid w:val="00CE0358"/>
    <w:rsid w:val="00CE0B27"/>
    <w:rsid w:val="00CE0C1C"/>
    <w:rsid w:val="00CE0E04"/>
    <w:rsid w:val="00CE10CD"/>
    <w:rsid w:val="00CE1345"/>
    <w:rsid w:val="00CE1400"/>
    <w:rsid w:val="00CE1772"/>
    <w:rsid w:val="00CE1787"/>
    <w:rsid w:val="00CE1888"/>
    <w:rsid w:val="00CE1910"/>
    <w:rsid w:val="00CE1CDD"/>
    <w:rsid w:val="00CE1CF9"/>
    <w:rsid w:val="00CE2205"/>
    <w:rsid w:val="00CE2329"/>
    <w:rsid w:val="00CE23D6"/>
    <w:rsid w:val="00CE244F"/>
    <w:rsid w:val="00CE2462"/>
    <w:rsid w:val="00CE2483"/>
    <w:rsid w:val="00CE260B"/>
    <w:rsid w:val="00CE2625"/>
    <w:rsid w:val="00CE2FC5"/>
    <w:rsid w:val="00CE30F3"/>
    <w:rsid w:val="00CE3605"/>
    <w:rsid w:val="00CE36E3"/>
    <w:rsid w:val="00CE37AF"/>
    <w:rsid w:val="00CE4108"/>
    <w:rsid w:val="00CE41B0"/>
    <w:rsid w:val="00CE4414"/>
    <w:rsid w:val="00CE4666"/>
    <w:rsid w:val="00CE4CD3"/>
    <w:rsid w:val="00CE51BC"/>
    <w:rsid w:val="00CE550C"/>
    <w:rsid w:val="00CE551F"/>
    <w:rsid w:val="00CE57E8"/>
    <w:rsid w:val="00CE59F2"/>
    <w:rsid w:val="00CE5AA5"/>
    <w:rsid w:val="00CE5C77"/>
    <w:rsid w:val="00CE5C83"/>
    <w:rsid w:val="00CE6312"/>
    <w:rsid w:val="00CE69DB"/>
    <w:rsid w:val="00CE6B40"/>
    <w:rsid w:val="00CE6ED5"/>
    <w:rsid w:val="00CE72F1"/>
    <w:rsid w:val="00CE7340"/>
    <w:rsid w:val="00CE73CA"/>
    <w:rsid w:val="00CE753A"/>
    <w:rsid w:val="00CE7877"/>
    <w:rsid w:val="00CE78F9"/>
    <w:rsid w:val="00CE7A1D"/>
    <w:rsid w:val="00CE7A7D"/>
    <w:rsid w:val="00CE7ED6"/>
    <w:rsid w:val="00CE7F78"/>
    <w:rsid w:val="00CF0320"/>
    <w:rsid w:val="00CF0381"/>
    <w:rsid w:val="00CF062F"/>
    <w:rsid w:val="00CF12A7"/>
    <w:rsid w:val="00CF1494"/>
    <w:rsid w:val="00CF15D4"/>
    <w:rsid w:val="00CF1AB3"/>
    <w:rsid w:val="00CF1D02"/>
    <w:rsid w:val="00CF1D61"/>
    <w:rsid w:val="00CF23F3"/>
    <w:rsid w:val="00CF2553"/>
    <w:rsid w:val="00CF25EC"/>
    <w:rsid w:val="00CF28E8"/>
    <w:rsid w:val="00CF2936"/>
    <w:rsid w:val="00CF2CB8"/>
    <w:rsid w:val="00CF3230"/>
    <w:rsid w:val="00CF34C0"/>
    <w:rsid w:val="00CF36EE"/>
    <w:rsid w:val="00CF3928"/>
    <w:rsid w:val="00CF417F"/>
    <w:rsid w:val="00CF4181"/>
    <w:rsid w:val="00CF4414"/>
    <w:rsid w:val="00CF443C"/>
    <w:rsid w:val="00CF451F"/>
    <w:rsid w:val="00CF4697"/>
    <w:rsid w:val="00CF4AF3"/>
    <w:rsid w:val="00CF51A2"/>
    <w:rsid w:val="00CF5488"/>
    <w:rsid w:val="00CF55A1"/>
    <w:rsid w:val="00CF55DC"/>
    <w:rsid w:val="00CF561F"/>
    <w:rsid w:val="00CF5805"/>
    <w:rsid w:val="00CF58D8"/>
    <w:rsid w:val="00CF5E81"/>
    <w:rsid w:val="00CF6370"/>
    <w:rsid w:val="00CF65D2"/>
    <w:rsid w:val="00CF6819"/>
    <w:rsid w:val="00CF6A53"/>
    <w:rsid w:val="00CF6DEC"/>
    <w:rsid w:val="00CF7037"/>
    <w:rsid w:val="00CF70FE"/>
    <w:rsid w:val="00CF77B7"/>
    <w:rsid w:val="00CF77EC"/>
    <w:rsid w:val="00D00676"/>
    <w:rsid w:val="00D00818"/>
    <w:rsid w:val="00D00B0B"/>
    <w:rsid w:val="00D00C9D"/>
    <w:rsid w:val="00D0100F"/>
    <w:rsid w:val="00D0125F"/>
    <w:rsid w:val="00D012AF"/>
    <w:rsid w:val="00D01312"/>
    <w:rsid w:val="00D01367"/>
    <w:rsid w:val="00D014CB"/>
    <w:rsid w:val="00D01665"/>
    <w:rsid w:val="00D0172F"/>
    <w:rsid w:val="00D017E5"/>
    <w:rsid w:val="00D01F8B"/>
    <w:rsid w:val="00D02480"/>
    <w:rsid w:val="00D024A5"/>
    <w:rsid w:val="00D026E6"/>
    <w:rsid w:val="00D02F41"/>
    <w:rsid w:val="00D03126"/>
    <w:rsid w:val="00D0323D"/>
    <w:rsid w:val="00D032D9"/>
    <w:rsid w:val="00D03FAE"/>
    <w:rsid w:val="00D0404E"/>
    <w:rsid w:val="00D0406D"/>
    <w:rsid w:val="00D0438F"/>
    <w:rsid w:val="00D04464"/>
    <w:rsid w:val="00D04DA4"/>
    <w:rsid w:val="00D04F83"/>
    <w:rsid w:val="00D050A4"/>
    <w:rsid w:val="00D050CA"/>
    <w:rsid w:val="00D05163"/>
    <w:rsid w:val="00D0518D"/>
    <w:rsid w:val="00D059D3"/>
    <w:rsid w:val="00D05B41"/>
    <w:rsid w:val="00D05CC3"/>
    <w:rsid w:val="00D0622D"/>
    <w:rsid w:val="00D0640E"/>
    <w:rsid w:val="00D069E3"/>
    <w:rsid w:val="00D06AF5"/>
    <w:rsid w:val="00D06FD3"/>
    <w:rsid w:val="00D07705"/>
    <w:rsid w:val="00D0770B"/>
    <w:rsid w:val="00D07908"/>
    <w:rsid w:val="00D07975"/>
    <w:rsid w:val="00D07D5D"/>
    <w:rsid w:val="00D07E34"/>
    <w:rsid w:val="00D07F4F"/>
    <w:rsid w:val="00D103D5"/>
    <w:rsid w:val="00D104D0"/>
    <w:rsid w:val="00D1089A"/>
    <w:rsid w:val="00D10B87"/>
    <w:rsid w:val="00D10C4A"/>
    <w:rsid w:val="00D10F6B"/>
    <w:rsid w:val="00D112E0"/>
    <w:rsid w:val="00D11329"/>
    <w:rsid w:val="00D11545"/>
    <w:rsid w:val="00D115C5"/>
    <w:rsid w:val="00D116C0"/>
    <w:rsid w:val="00D11775"/>
    <w:rsid w:val="00D11C8B"/>
    <w:rsid w:val="00D11E70"/>
    <w:rsid w:val="00D1204B"/>
    <w:rsid w:val="00D126D2"/>
    <w:rsid w:val="00D1276B"/>
    <w:rsid w:val="00D127F4"/>
    <w:rsid w:val="00D135BC"/>
    <w:rsid w:val="00D13689"/>
    <w:rsid w:val="00D136E9"/>
    <w:rsid w:val="00D13D29"/>
    <w:rsid w:val="00D13DD3"/>
    <w:rsid w:val="00D13E79"/>
    <w:rsid w:val="00D1400F"/>
    <w:rsid w:val="00D14071"/>
    <w:rsid w:val="00D14461"/>
    <w:rsid w:val="00D14584"/>
    <w:rsid w:val="00D145FE"/>
    <w:rsid w:val="00D147B5"/>
    <w:rsid w:val="00D149F2"/>
    <w:rsid w:val="00D14AE9"/>
    <w:rsid w:val="00D14B37"/>
    <w:rsid w:val="00D14C6A"/>
    <w:rsid w:val="00D15094"/>
    <w:rsid w:val="00D15207"/>
    <w:rsid w:val="00D152F2"/>
    <w:rsid w:val="00D1532A"/>
    <w:rsid w:val="00D15843"/>
    <w:rsid w:val="00D15BA8"/>
    <w:rsid w:val="00D15C9E"/>
    <w:rsid w:val="00D15EDC"/>
    <w:rsid w:val="00D16319"/>
    <w:rsid w:val="00D1646B"/>
    <w:rsid w:val="00D16613"/>
    <w:rsid w:val="00D167C2"/>
    <w:rsid w:val="00D169DA"/>
    <w:rsid w:val="00D16ADA"/>
    <w:rsid w:val="00D16BDC"/>
    <w:rsid w:val="00D16DD8"/>
    <w:rsid w:val="00D17348"/>
    <w:rsid w:val="00D1743C"/>
    <w:rsid w:val="00D174CA"/>
    <w:rsid w:val="00D177C5"/>
    <w:rsid w:val="00D1788F"/>
    <w:rsid w:val="00D179F0"/>
    <w:rsid w:val="00D17B35"/>
    <w:rsid w:val="00D17D93"/>
    <w:rsid w:val="00D17F51"/>
    <w:rsid w:val="00D2000B"/>
    <w:rsid w:val="00D20098"/>
    <w:rsid w:val="00D202E0"/>
    <w:rsid w:val="00D20375"/>
    <w:rsid w:val="00D20504"/>
    <w:rsid w:val="00D20526"/>
    <w:rsid w:val="00D20611"/>
    <w:rsid w:val="00D20B12"/>
    <w:rsid w:val="00D20C3F"/>
    <w:rsid w:val="00D20EE7"/>
    <w:rsid w:val="00D2144C"/>
    <w:rsid w:val="00D215AC"/>
    <w:rsid w:val="00D218A4"/>
    <w:rsid w:val="00D218C1"/>
    <w:rsid w:val="00D2195E"/>
    <w:rsid w:val="00D219A6"/>
    <w:rsid w:val="00D21DA3"/>
    <w:rsid w:val="00D21DDA"/>
    <w:rsid w:val="00D221FD"/>
    <w:rsid w:val="00D22224"/>
    <w:rsid w:val="00D224BB"/>
    <w:rsid w:val="00D225DC"/>
    <w:rsid w:val="00D22C44"/>
    <w:rsid w:val="00D22E09"/>
    <w:rsid w:val="00D22E84"/>
    <w:rsid w:val="00D2310C"/>
    <w:rsid w:val="00D2362B"/>
    <w:rsid w:val="00D23873"/>
    <w:rsid w:val="00D238F1"/>
    <w:rsid w:val="00D23E67"/>
    <w:rsid w:val="00D241EB"/>
    <w:rsid w:val="00D24270"/>
    <w:rsid w:val="00D244EC"/>
    <w:rsid w:val="00D2454A"/>
    <w:rsid w:val="00D24E4F"/>
    <w:rsid w:val="00D24F10"/>
    <w:rsid w:val="00D25073"/>
    <w:rsid w:val="00D254E9"/>
    <w:rsid w:val="00D25572"/>
    <w:rsid w:val="00D258D8"/>
    <w:rsid w:val="00D25C99"/>
    <w:rsid w:val="00D25EBC"/>
    <w:rsid w:val="00D25F4E"/>
    <w:rsid w:val="00D25F5D"/>
    <w:rsid w:val="00D2605C"/>
    <w:rsid w:val="00D262A5"/>
    <w:rsid w:val="00D263A4"/>
    <w:rsid w:val="00D265A6"/>
    <w:rsid w:val="00D26D8C"/>
    <w:rsid w:val="00D27009"/>
    <w:rsid w:val="00D272E6"/>
    <w:rsid w:val="00D27799"/>
    <w:rsid w:val="00D278B6"/>
    <w:rsid w:val="00D27D6A"/>
    <w:rsid w:val="00D27E29"/>
    <w:rsid w:val="00D30050"/>
    <w:rsid w:val="00D304B5"/>
    <w:rsid w:val="00D3053D"/>
    <w:rsid w:val="00D30716"/>
    <w:rsid w:val="00D30B5F"/>
    <w:rsid w:val="00D30DEE"/>
    <w:rsid w:val="00D31152"/>
    <w:rsid w:val="00D31286"/>
    <w:rsid w:val="00D315F9"/>
    <w:rsid w:val="00D317E9"/>
    <w:rsid w:val="00D31877"/>
    <w:rsid w:val="00D318AE"/>
    <w:rsid w:val="00D31C69"/>
    <w:rsid w:val="00D31DDA"/>
    <w:rsid w:val="00D32171"/>
    <w:rsid w:val="00D323C3"/>
    <w:rsid w:val="00D32866"/>
    <w:rsid w:val="00D328CE"/>
    <w:rsid w:val="00D32B49"/>
    <w:rsid w:val="00D32BA9"/>
    <w:rsid w:val="00D32FFA"/>
    <w:rsid w:val="00D33068"/>
    <w:rsid w:val="00D33127"/>
    <w:rsid w:val="00D33192"/>
    <w:rsid w:val="00D331CA"/>
    <w:rsid w:val="00D335AA"/>
    <w:rsid w:val="00D33632"/>
    <w:rsid w:val="00D33741"/>
    <w:rsid w:val="00D33832"/>
    <w:rsid w:val="00D3388B"/>
    <w:rsid w:val="00D33CE5"/>
    <w:rsid w:val="00D33E5F"/>
    <w:rsid w:val="00D33EB8"/>
    <w:rsid w:val="00D343EB"/>
    <w:rsid w:val="00D34403"/>
    <w:rsid w:val="00D34538"/>
    <w:rsid w:val="00D3456C"/>
    <w:rsid w:val="00D346EF"/>
    <w:rsid w:val="00D34C83"/>
    <w:rsid w:val="00D34D52"/>
    <w:rsid w:val="00D34EF7"/>
    <w:rsid w:val="00D35958"/>
    <w:rsid w:val="00D35A0C"/>
    <w:rsid w:val="00D35A3E"/>
    <w:rsid w:val="00D35BF4"/>
    <w:rsid w:val="00D35F35"/>
    <w:rsid w:val="00D362CF"/>
    <w:rsid w:val="00D3654E"/>
    <w:rsid w:val="00D36612"/>
    <w:rsid w:val="00D369CA"/>
    <w:rsid w:val="00D36ED5"/>
    <w:rsid w:val="00D36F70"/>
    <w:rsid w:val="00D37463"/>
    <w:rsid w:val="00D3767C"/>
    <w:rsid w:val="00D37971"/>
    <w:rsid w:val="00D37A72"/>
    <w:rsid w:val="00D37D38"/>
    <w:rsid w:val="00D37F5D"/>
    <w:rsid w:val="00D37FC3"/>
    <w:rsid w:val="00D401A4"/>
    <w:rsid w:val="00D40344"/>
    <w:rsid w:val="00D40381"/>
    <w:rsid w:val="00D408AD"/>
    <w:rsid w:val="00D40D7C"/>
    <w:rsid w:val="00D4135D"/>
    <w:rsid w:val="00D414C0"/>
    <w:rsid w:val="00D41B7A"/>
    <w:rsid w:val="00D41E75"/>
    <w:rsid w:val="00D42096"/>
    <w:rsid w:val="00D427D4"/>
    <w:rsid w:val="00D42AAF"/>
    <w:rsid w:val="00D4318E"/>
    <w:rsid w:val="00D431F6"/>
    <w:rsid w:val="00D43654"/>
    <w:rsid w:val="00D436C0"/>
    <w:rsid w:val="00D43A3B"/>
    <w:rsid w:val="00D43BD6"/>
    <w:rsid w:val="00D43E7A"/>
    <w:rsid w:val="00D44195"/>
    <w:rsid w:val="00D4436B"/>
    <w:rsid w:val="00D445A4"/>
    <w:rsid w:val="00D445BC"/>
    <w:rsid w:val="00D44603"/>
    <w:rsid w:val="00D4472B"/>
    <w:rsid w:val="00D44DCA"/>
    <w:rsid w:val="00D451EE"/>
    <w:rsid w:val="00D45577"/>
    <w:rsid w:val="00D456A0"/>
    <w:rsid w:val="00D45B0A"/>
    <w:rsid w:val="00D45B20"/>
    <w:rsid w:val="00D45C47"/>
    <w:rsid w:val="00D46224"/>
    <w:rsid w:val="00D46367"/>
    <w:rsid w:val="00D463C8"/>
    <w:rsid w:val="00D464B9"/>
    <w:rsid w:val="00D46551"/>
    <w:rsid w:val="00D468B7"/>
    <w:rsid w:val="00D46C92"/>
    <w:rsid w:val="00D46D2F"/>
    <w:rsid w:val="00D46E5D"/>
    <w:rsid w:val="00D471B6"/>
    <w:rsid w:val="00D47869"/>
    <w:rsid w:val="00D47A9D"/>
    <w:rsid w:val="00D47CA2"/>
    <w:rsid w:val="00D47E99"/>
    <w:rsid w:val="00D5056B"/>
    <w:rsid w:val="00D506B9"/>
    <w:rsid w:val="00D508CC"/>
    <w:rsid w:val="00D50987"/>
    <w:rsid w:val="00D50B84"/>
    <w:rsid w:val="00D50C86"/>
    <w:rsid w:val="00D50CAE"/>
    <w:rsid w:val="00D50CFF"/>
    <w:rsid w:val="00D51083"/>
    <w:rsid w:val="00D51252"/>
    <w:rsid w:val="00D5150C"/>
    <w:rsid w:val="00D515D6"/>
    <w:rsid w:val="00D51789"/>
    <w:rsid w:val="00D51923"/>
    <w:rsid w:val="00D519C2"/>
    <w:rsid w:val="00D51BB7"/>
    <w:rsid w:val="00D51E4F"/>
    <w:rsid w:val="00D51E6E"/>
    <w:rsid w:val="00D51FFA"/>
    <w:rsid w:val="00D520EE"/>
    <w:rsid w:val="00D5281D"/>
    <w:rsid w:val="00D52B0E"/>
    <w:rsid w:val="00D52BD2"/>
    <w:rsid w:val="00D52F7C"/>
    <w:rsid w:val="00D532DA"/>
    <w:rsid w:val="00D536A6"/>
    <w:rsid w:val="00D53C16"/>
    <w:rsid w:val="00D53E09"/>
    <w:rsid w:val="00D53FD0"/>
    <w:rsid w:val="00D54006"/>
    <w:rsid w:val="00D54354"/>
    <w:rsid w:val="00D546C4"/>
    <w:rsid w:val="00D54938"/>
    <w:rsid w:val="00D54AEB"/>
    <w:rsid w:val="00D54B18"/>
    <w:rsid w:val="00D54F5F"/>
    <w:rsid w:val="00D55110"/>
    <w:rsid w:val="00D552EE"/>
    <w:rsid w:val="00D55443"/>
    <w:rsid w:val="00D55469"/>
    <w:rsid w:val="00D5570A"/>
    <w:rsid w:val="00D55910"/>
    <w:rsid w:val="00D55ABA"/>
    <w:rsid w:val="00D55D8E"/>
    <w:rsid w:val="00D562E3"/>
    <w:rsid w:val="00D563FF"/>
    <w:rsid w:val="00D5644C"/>
    <w:rsid w:val="00D564CA"/>
    <w:rsid w:val="00D568F6"/>
    <w:rsid w:val="00D56AFC"/>
    <w:rsid w:val="00D56E4C"/>
    <w:rsid w:val="00D57427"/>
    <w:rsid w:val="00D57EF1"/>
    <w:rsid w:val="00D60153"/>
    <w:rsid w:val="00D60231"/>
    <w:rsid w:val="00D6047C"/>
    <w:rsid w:val="00D604D3"/>
    <w:rsid w:val="00D604DC"/>
    <w:rsid w:val="00D60664"/>
    <w:rsid w:val="00D60B62"/>
    <w:rsid w:val="00D610E0"/>
    <w:rsid w:val="00D612A9"/>
    <w:rsid w:val="00D61418"/>
    <w:rsid w:val="00D61C09"/>
    <w:rsid w:val="00D62180"/>
    <w:rsid w:val="00D624D4"/>
    <w:rsid w:val="00D628FE"/>
    <w:rsid w:val="00D62FF4"/>
    <w:rsid w:val="00D633A4"/>
    <w:rsid w:val="00D63524"/>
    <w:rsid w:val="00D63A0E"/>
    <w:rsid w:val="00D63A62"/>
    <w:rsid w:val="00D63CBB"/>
    <w:rsid w:val="00D63D82"/>
    <w:rsid w:val="00D6432F"/>
    <w:rsid w:val="00D645BE"/>
    <w:rsid w:val="00D6474D"/>
    <w:rsid w:val="00D64BE5"/>
    <w:rsid w:val="00D64D00"/>
    <w:rsid w:val="00D64DDF"/>
    <w:rsid w:val="00D64E65"/>
    <w:rsid w:val="00D65184"/>
    <w:rsid w:val="00D657D0"/>
    <w:rsid w:val="00D658E2"/>
    <w:rsid w:val="00D65A85"/>
    <w:rsid w:val="00D65F3A"/>
    <w:rsid w:val="00D6613A"/>
    <w:rsid w:val="00D6616F"/>
    <w:rsid w:val="00D66206"/>
    <w:rsid w:val="00D66355"/>
    <w:rsid w:val="00D6643E"/>
    <w:rsid w:val="00D666CA"/>
    <w:rsid w:val="00D66CC7"/>
    <w:rsid w:val="00D67275"/>
    <w:rsid w:val="00D67307"/>
    <w:rsid w:val="00D679BD"/>
    <w:rsid w:val="00D67B63"/>
    <w:rsid w:val="00D67B8E"/>
    <w:rsid w:val="00D67E4B"/>
    <w:rsid w:val="00D67EA4"/>
    <w:rsid w:val="00D7013E"/>
    <w:rsid w:val="00D702B4"/>
    <w:rsid w:val="00D7047F"/>
    <w:rsid w:val="00D70494"/>
    <w:rsid w:val="00D70A3C"/>
    <w:rsid w:val="00D71139"/>
    <w:rsid w:val="00D71471"/>
    <w:rsid w:val="00D71E36"/>
    <w:rsid w:val="00D71F20"/>
    <w:rsid w:val="00D72129"/>
    <w:rsid w:val="00D723A8"/>
    <w:rsid w:val="00D72585"/>
    <w:rsid w:val="00D72960"/>
    <w:rsid w:val="00D72A72"/>
    <w:rsid w:val="00D72D9E"/>
    <w:rsid w:val="00D72FDB"/>
    <w:rsid w:val="00D736B1"/>
    <w:rsid w:val="00D73C91"/>
    <w:rsid w:val="00D741FE"/>
    <w:rsid w:val="00D744A5"/>
    <w:rsid w:val="00D745C5"/>
    <w:rsid w:val="00D74D93"/>
    <w:rsid w:val="00D74E99"/>
    <w:rsid w:val="00D754C9"/>
    <w:rsid w:val="00D75672"/>
    <w:rsid w:val="00D758FE"/>
    <w:rsid w:val="00D759B0"/>
    <w:rsid w:val="00D75A37"/>
    <w:rsid w:val="00D75CE8"/>
    <w:rsid w:val="00D75D6E"/>
    <w:rsid w:val="00D763CC"/>
    <w:rsid w:val="00D76734"/>
    <w:rsid w:val="00D76863"/>
    <w:rsid w:val="00D7694B"/>
    <w:rsid w:val="00D76BB5"/>
    <w:rsid w:val="00D76D50"/>
    <w:rsid w:val="00D7700D"/>
    <w:rsid w:val="00D7755E"/>
    <w:rsid w:val="00D77772"/>
    <w:rsid w:val="00D7799A"/>
    <w:rsid w:val="00D77A7B"/>
    <w:rsid w:val="00D77D8D"/>
    <w:rsid w:val="00D77E0A"/>
    <w:rsid w:val="00D77EF8"/>
    <w:rsid w:val="00D77F12"/>
    <w:rsid w:val="00D801DF"/>
    <w:rsid w:val="00D80619"/>
    <w:rsid w:val="00D8099E"/>
    <w:rsid w:val="00D809A7"/>
    <w:rsid w:val="00D80AD4"/>
    <w:rsid w:val="00D80BA3"/>
    <w:rsid w:val="00D80C31"/>
    <w:rsid w:val="00D80E0E"/>
    <w:rsid w:val="00D81C7A"/>
    <w:rsid w:val="00D81CBE"/>
    <w:rsid w:val="00D81CEE"/>
    <w:rsid w:val="00D822C9"/>
    <w:rsid w:val="00D82C47"/>
    <w:rsid w:val="00D82F80"/>
    <w:rsid w:val="00D8349E"/>
    <w:rsid w:val="00D83512"/>
    <w:rsid w:val="00D835B0"/>
    <w:rsid w:val="00D8369B"/>
    <w:rsid w:val="00D836E3"/>
    <w:rsid w:val="00D83768"/>
    <w:rsid w:val="00D8394C"/>
    <w:rsid w:val="00D84287"/>
    <w:rsid w:val="00D84927"/>
    <w:rsid w:val="00D84D7E"/>
    <w:rsid w:val="00D85060"/>
    <w:rsid w:val="00D85228"/>
    <w:rsid w:val="00D85284"/>
    <w:rsid w:val="00D856CC"/>
    <w:rsid w:val="00D858CA"/>
    <w:rsid w:val="00D85C12"/>
    <w:rsid w:val="00D85C82"/>
    <w:rsid w:val="00D85DD5"/>
    <w:rsid w:val="00D865B8"/>
    <w:rsid w:val="00D86AAC"/>
    <w:rsid w:val="00D86AF3"/>
    <w:rsid w:val="00D871C9"/>
    <w:rsid w:val="00D871CB"/>
    <w:rsid w:val="00D871D9"/>
    <w:rsid w:val="00D900F8"/>
    <w:rsid w:val="00D901A5"/>
    <w:rsid w:val="00D905BB"/>
    <w:rsid w:val="00D90955"/>
    <w:rsid w:val="00D90A48"/>
    <w:rsid w:val="00D90AEA"/>
    <w:rsid w:val="00D90D69"/>
    <w:rsid w:val="00D910A1"/>
    <w:rsid w:val="00D910CB"/>
    <w:rsid w:val="00D91220"/>
    <w:rsid w:val="00D913A3"/>
    <w:rsid w:val="00D9173C"/>
    <w:rsid w:val="00D9196E"/>
    <w:rsid w:val="00D91CA9"/>
    <w:rsid w:val="00D91E32"/>
    <w:rsid w:val="00D91EBC"/>
    <w:rsid w:val="00D92692"/>
    <w:rsid w:val="00D926C8"/>
    <w:rsid w:val="00D92D81"/>
    <w:rsid w:val="00D92F01"/>
    <w:rsid w:val="00D933C6"/>
    <w:rsid w:val="00D935A7"/>
    <w:rsid w:val="00D937EB"/>
    <w:rsid w:val="00D9383C"/>
    <w:rsid w:val="00D9388C"/>
    <w:rsid w:val="00D939F0"/>
    <w:rsid w:val="00D93D3A"/>
    <w:rsid w:val="00D9424A"/>
    <w:rsid w:val="00D946AF"/>
    <w:rsid w:val="00D9504D"/>
    <w:rsid w:val="00D950BF"/>
    <w:rsid w:val="00D955B0"/>
    <w:rsid w:val="00D959AE"/>
    <w:rsid w:val="00D95A76"/>
    <w:rsid w:val="00D95EC4"/>
    <w:rsid w:val="00D960FB"/>
    <w:rsid w:val="00D96302"/>
    <w:rsid w:val="00D96D37"/>
    <w:rsid w:val="00D96DF5"/>
    <w:rsid w:val="00D96FE8"/>
    <w:rsid w:val="00D9704B"/>
    <w:rsid w:val="00D970BE"/>
    <w:rsid w:val="00D9710E"/>
    <w:rsid w:val="00D972DE"/>
    <w:rsid w:val="00D97314"/>
    <w:rsid w:val="00D97790"/>
    <w:rsid w:val="00D977D4"/>
    <w:rsid w:val="00D97B45"/>
    <w:rsid w:val="00D97D5F"/>
    <w:rsid w:val="00D97ED2"/>
    <w:rsid w:val="00DA01BE"/>
    <w:rsid w:val="00DA056F"/>
    <w:rsid w:val="00DA0685"/>
    <w:rsid w:val="00DA0841"/>
    <w:rsid w:val="00DA0CC5"/>
    <w:rsid w:val="00DA1355"/>
    <w:rsid w:val="00DA164B"/>
    <w:rsid w:val="00DA16A4"/>
    <w:rsid w:val="00DA1922"/>
    <w:rsid w:val="00DA20D7"/>
    <w:rsid w:val="00DA2167"/>
    <w:rsid w:val="00DA2A8C"/>
    <w:rsid w:val="00DA2DF1"/>
    <w:rsid w:val="00DA32EE"/>
    <w:rsid w:val="00DA369F"/>
    <w:rsid w:val="00DA37F2"/>
    <w:rsid w:val="00DA395C"/>
    <w:rsid w:val="00DA3BDC"/>
    <w:rsid w:val="00DA3FD1"/>
    <w:rsid w:val="00DA407C"/>
    <w:rsid w:val="00DA4692"/>
    <w:rsid w:val="00DA4A2B"/>
    <w:rsid w:val="00DA4DC3"/>
    <w:rsid w:val="00DA4FDF"/>
    <w:rsid w:val="00DA5120"/>
    <w:rsid w:val="00DA5252"/>
    <w:rsid w:val="00DA5464"/>
    <w:rsid w:val="00DA552A"/>
    <w:rsid w:val="00DA5769"/>
    <w:rsid w:val="00DA578B"/>
    <w:rsid w:val="00DA57BA"/>
    <w:rsid w:val="00DA5840"/>
    <w:rsid w:val="00DA6DAE"/>
    <w:rsid w:val="00DA7800"/>
    <w:rsid w:val="00DA7895"/>
    <w:rsid w:val="00DA7CF9"/>
    <w:rsid w:val="00DA7D3D"/>
    <w:rsid w:val="00DA7EDD"/>
    <w:rsid w:val="00DB008F"/>
    <w:rsid w:val="00DB00B5"/>
    <w:rsid w:val="00DB0106"/>
    <w:rsid w:val="00DB0120"/>
    <w:rsid w:val="00DB0170"/>
    <w:rsid w:val="00DB02D5"/>
    <w:rsid w:val="00DB10A0"/>
    <w:rsid w:val="00DB1640"/>
    <w:rsid w:val="00DB215F"/>
    <w:rsid w:val="00DB2227"/>
    <w:rsid w:val="00DB242C"/>
    <w:rsid w:val="00DB2BFB"/>
    <w:rsid w:val="00DB2E88"/>
    <w:rsid w:val="00DB2EA9"/>
    <w:rsid w:val="00DB3FD7"/>
    <w:rsid w:val="00DB499A"/>
    <w:rsid w:val="00DB49B6"/>
    <w:rsid w:val="00DB500D"/>
    <w:rsid w:val="00DB5133"/>
    <w:rsid w:val="00DB5165"/>
    <w:rsid w:val="00DB5176"/>
    <w:rsid w:val="00DB5365"/>
    <w:rsid w:val="00DB5580"/>
    <w:rsid w:val="00DB5621"/>
    <w:rsid w:val="00DB591A"/>
    <w:rsid w:val="00DB592F"/>
    <w:rsid w:val="00DB59AF"/>
    <w:rsid w:val="00DB5B49"/>
    <w:rsid w:val="00DB6234"/>
    <w:rsid w:val="00DB64D1"/>
    <w:rsid w:val="00DB66BD"/>
    <w:rsid w:val="00DB678D"/>
    <w:rsid w:val="00DB6791"/>
    <w:rsid w:val="00DB68AE"/>
    <w:rsid w:val="00DB6AAF"/>
    <w:rsid w:val="00DB6B97"/>
    <w:rsid w:val="00DB6DC6"/>
    <w:rsid w:val="00DB6F29"/>
    <w:rsid w:val="00DB727B"/>
    <w:rsid w:val="00DB73F0"/>
    <w:rsid w:val="00DB74F6"/>
    <w:rsid w:val="00DB77DB"/>
    <w:rsid w:val="00DB783D"/>
    <w:rsid w:val="00DB7D30"/>
    <w:rsid w:val="00DC020F"/>
    <w:rsid w:val="00DC0211"/>
    <w:rsid w:val="00DC0383"/>
    <w:rsid w:val="00DC06FB"/>
    <w:rsid w:val="00DC09FD"/>
    <w:rsid w:val="00DC0AB4"/>
    <w:rsid w:val="00DC0CE6"/>
    <w:rsid w:val="00DC0E85"/>
    <w:rsid w:val="00DC0FBE"/>
    <w:rsid w:val="00DC11A7"/>
    <w:rsid w:val="00DC1A49"/>
    <w:rsid w:val="00DC2351"/>
    <w:rsid w:val="00DC270B"/>
    <w:rsid w:val="00DC2893"/>
    <w:rsid w:val="00DC2C5E"/>
    <w:rsid w:val="00DC303D"/>
    <w:rsid w:val="00DC3455"/>
    <w:rsid w:val="00DC3676"/>
    <w:rsid w:val="00DC37E6"/>
    <w:rsid w:val="00DC3A02"/>
    <w:rsid w:val="00DC4063"/>
    <w:rsid w:val="00DC4083"/>
    <w:rsid w:val="00DC4089"/>
    <w:rsid w:val="00DC4866"/>
    <w:rsid w:val="00DC4F99"/>
    <w:rsid w:val="00DC5014"/>
    <w:rsid w:val="00DC50C0"/>
    <w:rsid w:val="00DC522D"/>
    <w:rsid w:val="00DC5323"/>
    <w:rsid w:val="00DC539D"/>
    <w:rsid w:val="00DC5508"/>
    <w:rsid w:val="00DC5651"/>
    <w:rsid w:val="00DC5A75"/>
    <w:rsid w:val="00DC5C84"/>
    <w:rsid w:val="00DC5CC1"/>
    <w:rsid w:val="00DC6077"/>
    <w:rsid w:val="00DC6645"/>
    <w:rsid w:val="00DC682B"/>
    <w:rsid w:val="00DC685D"/>
    <w:rsid w:val="00DC694B"/>
    <w:rsid w:val="00DC6BFC"/>
    <w:rsid w:val="00DC6C8C"/>
    <w:rsid w:val="00DC70B8"/>
    <w:rsid w:val="00DC70F1"/>
    <w:rsid w:val="00DC74A5"/>
    <w:rsid w:val="00DC7DCC"/>
    <w:rsid w:val="00DD03EE"/>
    <w:rsid w:val="00DD0572"/>
    <w:rsid w:val="00DD08D1"/>
    <w:rsid w:val="00DD0B98"/>
    <w:rsid w:val="00DD0C27"/>
    <w:rsid w:val="00DD0D01"/>
    <w:rsid w:val="00DD0E60"/>
    <w:rsid w:val="00DD1123"/>
    <w:rsid w:val="00DD12B9"/>
    <w:rsid w:val="00DD1439"/>
    <w:rsid w:val="00DD19E8"/>
    <w:rsid w:val="00DD1A78"/>
    <w:rsid w:val="00DD1FC5"/>
    <w:rsid w:val="00DD21F0"/>
    <w:rsid w:val="00DD2248"/>
    <w:rsid w:val="00DD22F9"/>
    <w:rsid w:val="00DD2969"/>
    <w:rsid w:val="00DD2993"/>
    <w:rsid w:val="00DD2C06"/>
    <w:rsid w:val="00DD32EC"/>
    <w:rsid w:val="00DD34A6"/>
    <w:rsid w:val="00DD37DF"/>
    <w:rsid w:val="00DD38AB"/>
    <w:rsid w:val="00DD3D22"/>
    <w:rsid w:val="00DD40BC"/>
    <w:rsid w:val="00DD44ED"/>
    <w:rsid w:val="00DD47DE"/>
    <w:rsid w:val="00DD4B89"/>
    <w:rsid w:val="00DD4BE9"/>
    <w:rsid w:val="00DD50E2"/>
    <w:rsid w:val="00DD51AF"/>
    <w:rsid w:val="00DD5272"/>
    <w:rsid w:val="00DD52FB"/>
    <w:rsid w:val="00DD5564"/>
    <w:rsid w:val="00DD5581"/>
    <w:rsid w:val="00DD5F1F"/>
    <w:rsid w:val="00DD5F3B"/>
    <w:rsid w:val="00DD6226"/>
    <w:rsid w:val="00DD6262"/>
    <w:rsid w:val="00DD638F"/>
    <w:rsid w:val="00DD645D"/>
    <w:rsid w:val="00DD650A"/>
    <w:rsid w:val="00DD6958"/>
    <w:rsid w:val="00DD6EEC"/>
    <w:rsid w:val="00DD72F8"/>
    <w:rsid w:val="00DD73C0"/>
    <w:rsid w:val="00DD7670"/>
    <w:rsid w:val="00DD76B3"/>
    <w:rsid w:val="00DD776C"/>
    <w:rsid w:val="00DD78CB"/>
    <w:rsid w:val="00DD7AA9"/>
    <w:rsid w:val="00DD7C97"/>
    <w:rsid w:val="00DE0324"/>
    <w:rsid w:val="00DE04AD"/>
    <w:rsid w:val="00DE055F"/>
    <w:rsid w:val="00DE06AC"/>
    <w:rsid w:val="00DE08DF"/>
    <w:rsid w:val="00DE0920"/>
    <w:rsid w:val="00DE0B8B"/>
    <w:rsid w:val="00DE0BDA"/>
    <w:rsid w:val="00DE0FF2"/>
    <w:rsid w:val="00DE1135"/>
    <w:rsid w:val="00DE1195"/>
    <w:rsid w:val="00DE11AA"/>
    <w:rsid w:val="00DE1305"/>
    <w:rsid w:val="00DE1740"/>
    <w:rsid w:val="00DE1975"/>
    <w:rsid w:val="00DE1995"/>
    <w:rsid w:val="00DE1A2A"/>
    <w:rsid w:val="00DE228E"/>
    <w:rsid w:val="00DE2402"/>
    <w:rsid w:val="00DE2A14"/>
    <w:rsid w:val="00DE2B9E"/>
    <w:rsid w:val="00DE2C5A"/>
    <w:rsid w:val="00DE2E4E"/>
    <w:rsid w:val="00DE2F47"/>
    <w:rsid w:val="00DE323F"/>
    <w:rsid w:val="00DE3298"/>
    <w:rsid w:val="00DE3429"/>
    <w:rsid w:val="00DE3723"/>
    <w:rsid w:val="00DE376B"/>
    <w:rsid w:val="00DE39E4"/>
    <w:rsid w:val="00DE3AA5"/>
    <w:rsid w:val="00DE3F4D"/>
    <w:rsid w:val="00DE40D4"/>
    <w:rsid w:val="00DE4814"/>
    <w:rsid w:val="00DE4950"/>
    <w:rsid w:val="00DE4D22"/>
    <w:rsid w:val="00DE51ED"/>
    <w:rsid w:val="00DE545D"/>
    <w:rsid w:val="00DE5971"/>
    <w:rsid w:val="00DE5DB7"/>
    <w:rsid w:val="00DE61FC"/>
    <w:rsid w:val="00DE628F"/>
    <w:rsid w:val="00DE65A1"/>
    <w:rsid w:val="00DE65D6"/>
    <w:rsid w:val="00DE664F"/>
    <w:rsid w:val="00DE6686"/>
    <w:rsid w:val="00DE6883"/>
    <w:rsid w:val="00DE69A2"/>
    <w:rsid w:val="00DE6D8B"/>
    <w:rsid w:val="00DE6F9F"/>
    <w:rsid w:val="00DE7280"/>
    <w:rsid w:val="00DE74BA"/>
    <w:rsid w:val="00DE77A7"/>
    <w:rsid w:val="00DE7CC9"/>
    <w:rsid w:val="00DE7F27"/>
    <w:rsid w:val="00DF00EF"/>
    <w:rsid w:val="00DF014A"/>
    <w:rsid w:val="00DF055A"/>
    <w:rsid w:val="00DF0D4B"/>
    <w:rsid w:val="00DF0EAB"/>
    <w:rsid w:val="00DF0FAB"/>
    <w:rsid w:val="00DF0FAF"/>
    <w:rsid w:val="00DF1054"/>
    <w:rsid w:val="00DF120D"/>
    <w:rsid w:val="00DF1350"/>
    <w:rsid w:val="00DF138A"/>
    <w:rsid w:val="00DF153A"/>
    <w:rsid w:val="00DF173B"/>
    <w:rsid w:val="00DF176F"/>
    <w:rsid w:val="00DF180C"/>
    <w:rsid w:val="00DF1AF1"/>
    <w:rsid w:val="00DF1E17"/>
    <w:rsid w:val="00DF1F70"/>
    <w:rsid w:val="00DF203D"/>
    <w:rsid w:val="00DF21BC"/>
    <w:rsid w:val="00DF23F3"/>
    <w:rsid w:val="00DF241B"/>
    <w:rsid w:val="00DF2544"/>
    <w:rsid w:val="00DF2677"/>
    <w:rsid w:val="00DF2775"/>
    <w:rsid w:val="00DF2D22"/>
    <w:rsid w:val="00DF3658"/>
    <w:rsid w:val="00DF37EA"/>
    <w:rsid w:val="00DF38EA"/>
    <w:rsid w:val="00DF3E13"/>
    <w:rsid w:val="00DF3EEA"/>
    <w:rsid w:val="00DF4038"/>
    <w:rsid w:val="00DF4362"/>
    <w:rsid w:val="00DF4382"/>
    <w:rsid w:val="00DF49FC"/>
    <w:rsid w:val="00DF50A7"/>
    <w:rsid w:val="00DF51A2"/>
    <w:rsid w:val="00DF59CB"/>
    <w:rsid w:val="00DF5A42"/>
    <w:rsid w:val="00DF5B46"/>
    <w:rsid w:val="00DF5D5B"/>
    <w:rsid w:val="00DF5DA2"/>
    <w:rsid w:val="00DF6002"/>
    <w:rsid w:val="00DF62C4"/>
    <w:rsid w:val="00DF6549"/>
    <w:rsid w:val="00DF69A0"/>
    <w:rsid w:val="00DF6AEA"/>
    <w:rsid w:val="00DF6B97"/>
    <w:rsid w:val="00DF7010"/>
    <w:rsid w:val="00DF7460"/>
    <w:rsid w:val="00DF7B0A"/>
    <w:rsid w:val="00DF7B4E"/>
    <w:rsid w:val="00DF7B72"/>
    <w:rsid w:val="00DF7C3B"/>
    <w:rsid w:val="00DF7CB1"/>
    <w:rsid w:val="00DF7DCB"/>
    <w:rsid w:val="00DF7FE6"/>
    <w:rsid w:val="00E00075"/>
    <w:rsid w:val="00E00423"/>
    <w:rsid w:val="00E0083E"/>
    <w:rsid w:val="00E00997"/>
    <w:rsid w:val="00E00E55"/>
    <w:rsid w:val="00E00F89"/>
    <w:rsid w:val="00E011BF"/>
    <w:rsid w:val="00E01CE7"/>
    <w:rsid w:val="00E01E6D"/>
    <w:rsid w:val="00E0210E"/>
    <w:rsid w:val="00E02142"/>
    <w:rsid w:val="00E0231A"/>
    <w:rsid w:val="00E02432"/>
    <w:rsid w:val="00E02748"/>
    <w:rsid w:val="00E0280A"/>
    <w:rsid w:val="00E02A98"/>
    <w:rsid w:val="00E02C6F"/>
    <w:rsid w:val="00E0309F"/>
    <w:rsid w:val="00E0315A"/>
    <w:rsid w:val="00E0347D"/>
    <w:rsid w:val="00E03995"/>
    <w:rsid w:val="00E03C76"/>
    <w:rsid w:val="00E03DE5"/>
    <w:rsid w:val="00E03F22"/>
    <w:rsid w:val="00E03FCA"/>
    <w:rsid w:val="00E0406F"/>
    <w:rsid w:val="00E040DA"/>
    <w:rsid w:val="00E0429F"/>
    <w:rsid w:val="00E044C5"/>
    <w:rsid w:val="00E04896"/>
    <w:rsid w:val="00E05068"/>
    <w:rsid w:val="00E053D6"/>
    <w:rsid w:val="00E054A3"/>
    <w:rsid w:val="00E057B9"/>
    <w:rsid w:val="00E059E6"/>
    <w:rsid w:val="00E05CCB"/>
    <w:rsid w:val="00E05DA5"/>
    <w:rsid w:val="00E05DFD"/>
    <w:rsid w:val="00E05E98"/>
    <w:rsid w:val="00E05F7D"/>
    <w:rsid w:val="00E06086"/>
    <w:rsid w:val="00E0691C"/>
    <w:rsid w:val="00E06A02"/>
    <w:rsid w:val="00E06CAC"/>
    <w:rsid w:val="00E0718F"/>
    <w:rsid w:val="00E0759A"/>
    <w:rsid w:val="00E075B1"/>
    <w:rsid w:val="00E076CC"/>
    <w:rsid w:val="00E077A8"/>
    <w:rsid w:val="00E07C7A"/>
    <w:rsid w:val="00E07F16"/>
    <w:rsid w:val="00E07F39"/>
    <w:rsid w:val="00E10370"/>
    <w:rsid w:val="00E10639"/>
    <w:rsid w:val="00E106E2"/>
    <w:rsid w:val="00E10902"/>
    <w:rsid w:val="00E10B64"/>
    <w:rsid w:val="00E111D6"/>
    <w:rsid w:val="00E112DB"/>
    <w:rsid w:val="00E11527"/>
    <w:rsid w:val="00E11AED"/>
    <w:rsid w:val="00E12266"/>
    <w:rsid w:val="00E12487"/>
    <w:rsid w:val="00E12586"/>
    <w:rsid w:val="00E127CE"/>
    <w:rsid w:val="00E128D7"/>
    <w:rsid w:val="00E13122"/>
    <w:rsid w:val="00E137D6"/>
    <w:rsid w:val="00E138FD"/>
    <w:rsid w:val="00E13A01"/>
    <w:rsid w:val="00E13B63"/>
    <w:rsid w:val="00E13D7C"/>
    <w:rsid w:val="00E13FBE"/>
    <w:rsid w:val="00E143A6"/>
    <w:rsid w:val="00E148A6"/>
    <w:rsid w:val="00E14C63"/>
    <w:rsid w:val="00E14EDB"/>
    <w:rsid w:val="00E150B6"/>
    <w:rsid w:val="00E15864"/>
    <w:rsid w:val="00E15B3D"/>
    <w:rsid w:val="00E160B4"/>
    <w:rsid w:val="00E16164"/>
    <w:rsid w:val="00E163C5"/>
    <w:rsid w:val="00E1648E"/>
    <w:rsid w:val="00E168EC"/>
    <w:rsid w:val="00E16966"/>
    <w:rsid w:val="00E1697B"/>
    <w:rsid w:val="00E16C20"/>
    <w:rsid w:val="00E16C97"/>
    <w:rsid w:val="00E171E6"/>
    <w:rsid w:val="00E17DE8"/>
    <w:rsid w:val="00E17F6E"/>
    <w:rsid w:val="00E2001C"/>
    <w:rsid w:val="00E20210"/>
    <w:rsid w:val="00E207C9"/>
    <w:rsid w:val="00E2084A"/>
    <w:rsid w:val="00E2093A"/>
    <w:rsid w:val="00E212EF"/>
    <w:rsid w:val="00E21447"/>
    <w:rsid w:val="00E214D9"/>
    <w:rsid w:val="00E21A08"/>
    <w:rsid w:val="00E21AB0"/>
    <w:rsid w:val="00E21B71"/>
    <w:rsid w:val="00E21C4F"/>
    <w:rsid w:val="00E21D14"/>
    <w:rsid w:val="00E2235D"/>
    <w:rsid w:val="00E22904"/>
    <w:rsid w:val="00E229D5"/>
    <w:rsid w:val="00E22ABD"/>
    <w:rsid w:val="00E22FE7"/>
    <w:rsid w:val="00E23431"/>
    <w:rsid w:val="00E23726"/>
    <w:rsid w:val="00E2378C"/>
    <w:rsid w:val="00E23970"/>
    <w:rsid w:val="00E23DE1"/>
    <w:rsid w:val="00E24470"/>
    <w:rsid w:val="00E245EE"/>
    <w:rsid w:val="00E24657"/>
    <w:rsid w:val="00E24DBB"/>
    <w:rsid w:val="00E24E76"/>
    <w:rsid w:val="00E25012"/>
    <w:rsid w:val="00E25039"/>
    <w:rsid w:val="00E250D3"/>
    <w:rsid w:val="00E258C6"/>
    <w:rsid w:val="00E258C9"/>
    <w:rsid w:val="00E25A27"/>
    <w:rsid w:val="00E25A73"/>
    <w:rsid w:val="00E25AAE"/>
    <w:rsid w:val="00E25BFB"/>
    <w:rsid w:val="00E25D37"/>
    <w:rsid w:val="00E25E93"/>
    <w:rsid w:val="00E25FC7"/>
    <w:rsid w:val="00E26D70"/>
    <w:rsid w:val="00E26F98"/>
    <w:rsid w:val="00E26FE7"/>
    <w:rsid w:val="00E27029"/>
    <w:rsid w:val="00E27693"/>
    <w:rsid w:val="00E2770A"/>
    <w:rsid w:val="00E27802"/>
    <w:rsid w:val="00E27937"/>
    <w:rsid w:val="00E27C45"/>
    <w:rsid w:val="00E27F15"/>
    <w:rsid w:val="00E304B2"/>
    <w:rsid w:val="00E304F1"/>
    <w:rsid w:val="00E3055E"/>
    <w:rsid w:val="00E3079A"/>
    <w:rsid w:val="00E307A2"/>
    <w:rsid w:val="00E30DF2"/>
    <w:rsid w:val="00E31454"/>
    <w:rsid w:val="00E314D6"/>
    <w:rsid w:val="00E32164"/>
    <w:rsid w:val="00E32235"/>
    <w:rsid w:val="00E32396"/>
    <w:rsid w:val="00E3298B"/>
    <w:rsid w:val="00E331E7"/>
    <w:rsid w:val="00E33580"/>
    <w:rsid w:val="00E33634"/>
    <w:rsid w:val="00E3376E"/>
    <w:rsid w:val="00E33B1B"/>
    <w:rsid w:val="00E33B52"/>
    <w:rsid w:val="00E3429B"/>
    <w:rsid w:val="00E345A7"/>
    <w:rsid w:val="00E347C4"/>
    <w:rsid w:val="00E34800"/>
    <w:rsid w:val="00E34870"/>
    <w:rsid w:val="00E34BA2"/>
    <w:rsid w:val="00E34FB1"/>
    <w:rsid w:val="00E35029"/>
    <w:rsid w:val="00E35070"/>
    <w:rsid w:val="00E352AF"/>
    <w:rsid w:val="00E35648"/>
    <w:rsid w:val="00E356CF"/>
    <w:rsid w:val="00E35885"/>
    <w:rsid w:val="00E363B8"/>
    <w:rsid w:val="00E36ABE"/>
    <w:rsid w:val="00E36D0C"/>
    <w:rsid w:val="00E3734F"/>
    <w:rsid w:val="00E37457"/>
    <w:rsid w:val="00E37E05"/>
    <w:rsid w:val="00E37E08"/>
    <w:rsid w:val="00E40541"/>
    <w:rsid w:val="00E4079E"/>
    <w:rsid w:val="00E409C0"/>
    <w:rsid w:val="00E409E1"/>
    <w:rsid w:val="00E40A1B"/>
    <w:rsid w:val="00E40B83"/>
    <w:rsid w:val="00E40F2B"/>
    <w:rsid w:val="00E4113E"/>
    <w:rsid w:val="00E41696"/>
    <w:rsid w:val="00E41876"/>
    <w:rsid w:val="00E418AE"/>
    <w:rsid w:val="00E41BE3"/>
    <w:rsid w:val="00E41E92"/>
    <w:rsid w:val="00E42114"/>
    <w:rsid w:val="00E42165"/>
    <w:rsid w:val="00E4227F"/>
    <w:rsid w:val="00E42346"/>
    <w:rsid w:val="00E42535"/>
    <w:rsid w:val="00E426FF"/>
    <w:rsid w:val="00E42A63"/>
    <w:rsid w:val="00E42B3B"/>
    <w:rsid w:val="00E42C27"/>
    <w:rsid w:val="00E42E6F"/>
    <w:rsid w:val="00E430EE"/>
    <w:rsid w:val="00E432FA"/>
    <w:rsid w:val="00E4390A"/>
    <w:rsid w:val="00E43A28"/>
    <w:rsid w:val="00E43B9E"/>
    <w:rsid w:val="00E43E90"/>
    <w:rsid w:val="00E4437A"/>
    <w:rsid w:val="00E4459F"/>
    <w:rsid w:val="00E4484B"/>
    <w:rsid w:val="00E44F72"/>
    <w:rsid w:val="00E45038"/>
    <w:rsid w:val="00E4515F"/>
    <w:rsid w:val="00E456FB"/>
    <w:rsid w:val="00E4570E"/>
    <w:rsid w:val="00E45796"/>
    <w:rsid w:val="00E45BD5"/>
    <w:rsid w:val="00E45C2E"/>
    <w:rsid w:val="00E45FAE"/>
    <w:rsid w:val="00E45FB2"/>
    <w:rsid w:val="00E46A17"/>
    <w:rsid w:val="00E46DB2"/>
    <w:rsid w:val="00E46FAF"/>
    <w:rsid w:val="00E4705F"/>
    <w:rsid w:val="00E471EC"/>
    <w:rsid w:val="00E472D9"/>
    <w:rsid w:val="00E4750C"/>
    <w:rsid w:val="00E47FCD"/>
    <w:rsid w:val="00E501A6"/>
    <w:rsid w:val="00E505A1"/>
    <w:rsid w:val="00E507AA"/>
    <w:rsid w:val="00E50BB9"/>
    <w:rsid w:val="00E50C86"/>
    <w:rsid w:val="00E5145D"/>
    <w:rsid w:val="00E515B3"/>
    <w:rsid w:val="00E51660"/>
    <w:rsid w:val="00E5184E"/>
    <w:rsid w:val="00E51C30"/>
    <w:rsid w:val="00E51E2A"/>
    <w:rsid w:val="00E527E5"/>
    <w:rsid w:val="00E52889"/>
    <w:rsid w:val="00E529C1"/>
    <w:rsid w:val="00E52B1E"/>
    <w:rsid w:val="00E52C4A"/>
    <w:rsid w:val="00E52ECC"/>
    <w:rsid w:val="00E52FBE"/>
    <w:rsid w:val="00E533CA"/>
    <w:rsid w:val="00E5344E"/>
    <w:rsid w:val="00E53693"/>
    <w:rsid w:val="00E53986"/>
    <w:rsid w:val="00E53A37"/>
    <w:rsid w:val="00E53F8C"/>
    <w:rsid w:val="00E53FA0"/>
    <w:rsid w:val="00E5409F"/>
    <w:rsid w:val="00E5448F"/>
    <w:rsid w:val="00E5461B"/>
    <w:rsid w:val="00E546F1"/>
    <w:rsid w:val="00E5499C"/>
    <w:rsid w:val="00E54AE0"/>
    <w:rsid w:val="00E54CCD"/>
    <w:rsid w:val="00E54E52"/>
    <w:rsid w:val="00E55327"/>
    <w:rsid w:val="00E55867"/>
    <w:rsid w:val="00E55AD8"/>
    <w:rsid w:val="00E55D49"/>
    <w:rsid w:val="00E56173"/>
    <w:rsid w:val="00E564EC"/>
    <w:rsid w:val="00E568C8"/>
    <w:rsid w:val="00E56ADE"/>
    <w:rsid w:val="00E573E2"/>
    <w:rsid w:val="00E57402"/>
    <w:rsid w:val="00E574B7"/>
    <w:rsid w:val="00E5760B"/>
    <w:rsid w:val="00E60065"/>
    <w:rsid w:val="00E600A2"/>
    <w:rsid w:val="00E601B2"/>
    <w:rsid w:val="00E60248"/>
    <w:rsid w:val="00E60300"/>
    <w:rsid w:val="00E604DE"/>
    <w:rsid w:val="00E6063C"/>
    <w:rsid w:val="00E60850"/>
    <w:rsid w:val="00E60AC1"/>
    <w:rsid w:val="00E60CC6"/>
    <w:rsid w:val="00E60D30"/>
    <w:rsid w:val="00E610B5"/>
    <w:rsid w:val="00E61202"/>
    <w:rsid w:val="00E61211"/>
    <w:rsid w:val="00E61274"/>
    <w:rsid w:val="00E61B8A"/>
    <w:rsid w:val="00E61CCD"/>
    <w:rsid w:val="00E61DD8"/>
    <w:rsid w:val="00E62163"/>
    <w:rsid w:val="00E6236C"/>
    <w:rsid w:val="00E623C6"/>
    <w:rsid w:val="00E626A1"/>
    <w:rsid w:val="00E62704"/>
    <w:rsid w:val="00E627A1"/>
    <w:rsid w:val="00E62899"/>
    <w:rsid w:val="00E628F9"/>
    <w:rsid w:val="00E6293F"/>
    <w:rsid w:val="00E630C2"/>
    <w:rsid w:val="00E6357F"/>
    <w:rsid w:val="00E63D75"/>
    <w:rsid w:val="00E64423"/>
    <w:rsid w:val="00E6528F"/>
    <w:rsid w:val="00E654C1"/>
    <w:rsid w:val="00E65654"/>
    <w:rsid w:val="00E65BFC"/>
    <w:rsid w:val="00E65C96"/>
    <w:rsid w:val="00E65CC2"/>
    <w:rsid w:val="00E6609A"/>
    <w:rsid w:val="00E664C8"/>
    <w:rsid w:val="00E6651F"/>
    <w:rsid w:val="00E66550"/>
    <w:rsid w:val="00E66827"/>
    <w:rsid w:val="00E66B22"/>
    <w:rsid w:val="00E66F07"/>
    <w:rsid w:val="00E67276"/>
    <w:rsid w:val="00E6793B"/>
    <w:rsid w:val="00E67AAE"/>
    <w:rsid w:val="00E67DED"/>
    <w:rsid w:val="00E67E37"/>
    <w:rsid w:val="00E67F13"/>
    <w:rsid w:val="00E7058F"/>
    <w:rsid w:val="00E70870"/>
    <w:rsid w:val="00E7092A"/>
    <w:rsid w:val="00E70955"/>
    <w:rsid w:val="00E70AA9"/>
    <w:rsid w:val="00E70F7A"/>
    <w:rsid w:val="00E71496"/>
    <w:rsid w:val="00E71806"/>
    <w:rsid w:val="00E71851"/>
    <w:rsid w:val="00E71B31"/>
    <w:rsid w:val="00E71BC9"/>
    <w:rsid w:val="00E71DA3"/>
    <w:rsid w:val="00E71ED5"/>
    <w:rsid w:val="00E72901"/>
    <w:rsid w:val="00E72CA4"/>
    <w:rsid w:val="00E72DC7"/>
    <w:rsid w:val="00E736D8"/>
    <w:rsid w:val="00E73BA9"/>
    <w:rsid w:val="00E73BC9"/>
    <w:rsid w:val="00E74163"/>
    <w:rsid w:val="00E74179"/>
    <w:rsid w:val="00E74D7F"/>
    <w:rsid w:val="00E74E6C"/>
    <w:rsid w:val="00E751E5"/>
    <w:rsid w:val="00E75545"/>
    <w:rsid w:val="00E755DE"/>
    <w:rsid w:val="00E75637"/>
    <w:rsid w:val="00E7569F"/>
    <w:rsid w:val="00E75D75"/>
    <w:rsid w:val="00E762D0"/>
    <w:rsid w:val="00E76420"/>
    <w:rsid w:val="00E764A8"/>
    <w:rsid w:val="00E76690"/>
    <w:rsid w:val="00E768A6"/>
    <w:rsid w:val="00E76AA1"/>
    <w:rsid w:val="00E76EC8"/>
    <w:rsid w:val="00E77323"/>
    <w:rsid w:val="00E77372"/>
    <w:rsid w:val="00E774CA"/>
    <w:rsid w:val="00E77A07"/>
    <w:rsid w:val="00E77C21"/>
    <w:rsid w:val="00E77C32"/>
    <w:rsid w:val="00E77C96"/>
    <w:rsid w:val="00E80229"/>
    <w:rsid w:val="00E8039D"/>
    <w:rsid w:val="00E804D5"/>
    <w:rsid w:val="00E80608"/>
    <w:rsid w:val="00E80C3B"/>
    <w:rsid w:val="00E80FD1"/>
    <w:rsid w:val="00E81085"/>
    <w:rsid w:val="00E8128E"/>
    <w:rsid w:val="00E81353"/>
    <w:rsid w:val="00E81381"/>
    <w:rsid w:val="00E8161F"/>
    <w:rsid w:val="00E8176A"/>
    <w:rsid w:val="00E819CC"/>
    <w:rsid w:val="00E819D0"/>
    <w:rsid w:val="00E81DF1"/>
    <w:rsid w:val="00E82227"/>
    <w:rsid w:val="00E82ABF"/>
    <w:rsid w:val="00E82DD1"/>
    <w:rsid w:val="00E83432"/>
    <w:rsid w:val="00E836E3"/>
    <w:rsid w:val="00E838F4"/>
    <w:rsid w:val="00E83929"/>
    <w:rsid w:val="00E83A84"/>
    <w:rsid w:val="00E83BF2"/>
    <w:rsid w:val="00E83C0D"/>
    <w:rsid w:val="00E83C53"/>
    <w:rsid w:val="00E83CAF"/>
    <w:rsid w:val="00E8415C"/>
    <w:rsid w:val="00E84461"/>
    <w:rsid w:val="00E847B7"/>
    <w:rsid w:val="00E848B4"/>
    <w:rsid w:val="00E84910"/>
    <w:rsid w:val="00E849B0"/>
    <w:rsid w:val="00E84B5C"/>
    <w:rsid w:val="00E84C6A"/>
    <w:rsid w:val="00E84F33"/>
    <w:rsid w:val="00E853D3"/>
    <w:rsid w:val="00E8555C"/>
    <w:rsid w:val="00E859CE"/>
    <w:rsid w:val="00E85AA7"/>
    <w:rsid w:val="00E85D79"/>
    <w:rsid w:val="00E85F3E"/>
    <w:rsid w:val="00E86B5E"/>
    <w:rsid w:val="00E86E3E"/>
    <w:rsid w:val="00E87117"/>
    <w:rsid w:val="00E8738A"/>
    <w:rsid w:val="00E87797"/>
    <w:rsid w:val="00E87ACE"/>
    <w:rsid w:val="00E90019"/>
    <w:rsid w:val="00E907B0"/>
    <w:rsid w:val="00E90A23"/>
    <w:rsid w:val="00E90C44"/>
    <w:rsid w:val="00E90E79"/>
    <w:rsid w:val="00E911DD"/>
    <w:rsid w:val="00E916AC"/>
    <w:rsid w:val="00E919AB"/>
    <w:rsid w:val="00E91CCA"/>
    <w:rsid w:val="00E92368"/>
    <w:rsid w:val="00E92448"/>
    <w:rsid w:val="00E925E5"/>
    <w:rsid w:val="00E92829"/>
    <w:rsid w:val="00E929E0"/>
    <w:rsid w:val="00E92A27"/>
    <w:rsid w:val="00E930DC"/>
    <w:rsid w:val="00E933B4"/>
    <w:rsid w:val="00E936CE"/>
    <w:rsid w:val="00E93B00"/>
    <w:rsid w:val="00E94447"/>
    <w:rsid w:val="00E9491D"/>
    <w:rsid w:val="00E949BE"/>
    <w:rsid w:val="00E949EC"/>
    <w:rsid w:val="00E94C30"/>
    <w:rsid w:val="00E94DEB"/>
    <w:rsid w:val="00E94DF7"/>
    <w:rsid w:val="00E952F9"/>
    <w:rsid w:val="00E95441"/>
    <w:rsid w:val="00E954AE"/>
    <w:rsid w:val="00E956F2"/>
    <w:rsid w:val="00E9602C"/>
    <w:rsid w:val="00E960D2"/>
    <w:rsid w:val="00E96364"/>
    <w:rsid w:val="00E96562"/>
    <w:rsid w:val="00E969DD"/>
    <w:rsid w:val="00E969F7"/>
    <w:rsid w:val="00E96C84"/>
    <w:rsid w:val="00E96C94"/>
    <w:rsid w:val="00E96DA3"/>
    <w:rsid w:val="00E96FAE"/>
    <w:rsid w:val="00E9717B"/>
    <w:rsid w:val="00E97467"/>
    <w:rsid w:val="00E97516"/>
    <w:rsid w:val="00E9759B"/>
    <w:rsid w:val="00E97B0D"/>
    <w:rsid w:val="00E97B86"/>
    <w:rsid w:val="00E97DB2"/>
    <w:rsid w:val="00EA038D"/>
    <w:rsid w:val="00EA04D1"/>
    <w:rsid w:val="00EA081A"/>
    <w:rsid w:val="00EA091C"/>
    <w:rsid w:val="00EA0C4C"/>
    <w:rsid w:val="00EA0C74"/>
    <w:rsid w:val="00EA0D41"/>
    <w:rsid w:val="00EA0E3F"/>
    <w:rsid w:val="00EA1112"/>
    <w:rsid w:val="00EA142C"/>
    <w:rsid w:val="00EA1A14"/>
    <w:rsid w:val="00EA1E18"/>
    <w:rsid w:val="00EA1FBE"/>
    <w:rsid w:val="00EA26D1"/>
    <w:rsid w:val="00EA27D9"/>
    <w:rsid w:val="00EA297B"/>
    <w:rsid w:val="00EA29D3"/>
    <w:rsid w:val="00EA2C26"/>
    <w:rsid w:val="00EA32BD"/>
    <w:rsid w:val="00EA34F8"/>
    <w:rsid w:val="00EA3510"/>
    <w:rsid w:val="00EA3D04"/>
    <w:rsid w:val="00EA3DC8"/>
    <w:rsid w:val="00EA426C"/>
    <w:rsid w:val="00EA42F2"/>
    <w:rsid w:val="00EA43AC"/>
    <w:rsid w:val="00EA44C0"/>
    <w:rsid w:val="00EA49AD"/>
    <w:rsid w:val="00EA4A90"/>
    <w:rsid w:val="00EA4BB7"/>
    <w:rsid w:val="00EA5072"/>
    <w:rsid w:val="00EA557B"/>
    <w:rsid w:val="00EA5745"/>
    <w:rsid w:val="00EA590D"/>
    <w:rsid w:val="00EA595D"/>
    <w:rsid w:val="00EA5A06"/>
    <w:rsid w:val="00EA5DC2"/>
    <w:rsid w:val="00EA6783"/>
    <w:rsid w:val="00EA6E4C"/>
    <w:rsid w:val="00EA744A"/>
    <w:rsid w:val="00EA7703"/>
    <w:rsid w:val="00EA7705"/>
    <w:rsid w:val="00EA77B6"/>
    <w:rsid w:val="00EA7D20"/>
    <w:rsid w:val="00EA7F14"/>
    <w:rsid w:val="00EA7F5F"/>
    <w:rsid w:val="00EB008B"/>
    <w:rsid w:val="00EB01C2"/>
    <w:rsid w:val="00EB0409"/>
    <w:rsid w:val="00EB09D0"/>
    <w:rsid w:val="00EB0B98"/>
    <w:rsid w:val="00EB0CAD"/>
    <w:rsid w:val="00EB0FC7"/>
    <w:rsid w:val="00EB11B5"/>
    <w:rsid w:val="00EB1518"/>
    <w:rsid w:val="00EB160B"/>
    <w:rsid w:val="00EB1C7F"/>
    <w:rsid w:val="00EB1DA6"/>
    <w:rsid w:val="00EB203D"/>
    <w:rsid w:val="00EB2919"/>
    <w:rsid w:val="00EB2921"/>
    <w:rsid w:val="00EB2AB1"/>
    <w:rsid w:val="00EB2BB0"/>
    <w:rsid w:val="00EB2BEC"/>
    <w:rsid w:val="00EB2D2A"/>
    <w:rsid w:val="00EB2FB7"/>
    <w:rsid w:val="00EB30F6"/>
    <w:rsid w:val="00EB3159"/>
    <w:rsid w:val="00EB349E"/>
    <w:rsid w:val="00EB36B6"/>
    <w:rsid w:val="00EB36C7"/>
    <w:rsid w:val="00EB3A60"/>
    <w:rsid w:val="00EB3CB2"/>
    <w:rsid w:val="00EB480A"/>
    <w:rsid w:val="00EB49E6"/>
    <w:rsid w:val="00EB4A4A"/>
    <w:rsid w:val="00EB4B34"/>
    <w:rsid w:val="00EB4C68"/>
    <w:rsid w:val="00EB5494"/>
    <w:rsid w:val="00EB55DF"/>
    <w:rsid w:val="00EB59EC"/>
    <w:rsid w:val="00EB5A9D"/>
    <w:rsid w:val="00EB6304"/>
    <w:rsid w:val="00EB63D2"/>
    <w:rsid w:val="00EB6D00"/>
    <w:rsid w:val="00EB6DFB"/>
    <w:rsid w:val="00EB6FD9"/>
    <w:rsid w:val="00EB70E5"/>
    <w:rsid w:val="00EB7213"/>
    <w:rsid w:val="00EB7575"/>
    <w:rsid w:val="00EC0303"/>
    <w:rsid w:val="00EC0FA4"/>
    <w:rsid w:val="00EC12FB"/>
    <w:rsid w:val="00EC153B"/>
    <w:rsid w:val="00EC1D37"/>
    <w:rsid w:val="00EC1E2F"/>
    <w:rsid w:val="00EC226F"/>
    <w:rsid w:val="00EC2501"/>
    <w:rsid w:val="00EC2587"/>
    <w:rsid w:val="00EC277B"/>
    <w:rsid w:val="00EC285E"/>
    <w:rsid w:val="00EC29CA"/>
    <w:rsid w:val="00EC2A04"/>
    <w:rsid w:val="00EC2ABC"/>
    <w:rsid w:val="00EC2B6C"/>
    <w:rsid w:val="00EC2C96"/>
    <w:rsid w:val="00EC3075"/>
    <w:rsid w:val="00EC3218"/>
    <w:rsid w:val="00EC3235"/>
    <w:rsid w:val="00EC344A"/>
    <w:rsid w:val="00EC3537"/>
    <w:rsid w:val="00EC38AA"/>
    <w:rsid w:val="00EC3B9E"/>
    <w:rsid w:val="00EC3FBE"/>
    <w:rsid w:val="00EC412E"/>
    <w:rsid w:val="00EC4281"/>
    <w:rsid w:val="00EC471E"/>
    <w:rsid w:val="00EC492E"/>
    <w:rsid w:val="00EC4CDC"/>
    <w:rsid w:val="00EC5856"/>
    <w:rsid w:val="00EC5861"/>
    <w:rsid w:val="00EC5B73"/>
    <w:rsid w:val="00EC5DA4"/>
    <w:rsid w:val="00EC6032"/>
    <w:rsid w:val="00EC62F8"/>
    <w:rsid w:val="00EC638E"/>
    <w:rsid w:val="00EC63DC"/>
    <w:rsid w:val="00EC6B35"/>
    <w:rsid w:val="00EC6E90"/>
    <w:rsid w:val="00EC6F6E"/>
    <w:rsid w:val="00EC71AD"/>
    <w:rsid w:val="00EC733D"/>
    <w:rsid w:val="00EC75FF"/>
    <w:rsid w:val="00EC765C"/>
    <w:rsid w:val="00EC7847"/>
    <w:rsid w:val="00EC79A9"/>
    <w:rsid w:val="00EC7D63"/>
    <w:rsid w:val="00EC7E73"/>
    <w:rsid w:val="00EC7FFC"/>
    <w:rsid w:val="00ED0012"/>
    <w:rsid w:val="00ED0094"/>
    <w:rsid w:val="00ED057F"/>
    <w:rsid w:val="00ED06F9"/>
    <w:rsid w:val="00ED07DC"/>
    <w:rsid w:val="00ED1182"/>
    <w:rsid w:val="00ED11A8"/>
    <w:rsid w:val="00ED1C7C"/>
    <w:rsid w:val="00ED1CC3"/>
    <w:rsid w:val="00ED1F01"/>
    <w:rsid w:val="00ED2275"/>
    <w:rsid w:val="00ED2A68"/>
    <w:rsid w:val="00ED2AEE"/>
    <w:rsid w:val="00ED3285"/>
    <w:rsid w:val="00ED3594"/>
    <w:rsid w:val="00ED3647"/>
    <w:rsid w:val="00ED37F4"/>
    <w:rsid w:val="00ED38E4"/>
    <w:rsid w:val="00ED39C8"/>
    <w:rsid w:val="00ED3ACC"/>
    <w:rsid w:val="00ED3B5F"/>
    <w:rsid w:val="00ED3BC2"/>
    <w:rsid w:val="00ED3C1D"/>
    <w:rsid w:val="00ED3C77"/>
    <w:rsid w:val="00ED3DF4"/>
    <w:rsid w:val="00ED3F89"/>
    <w:rsid w:val="00ED4291"/>
    <w:rsid w:val="00ED42E9"/>
    <w:rsid w:val="00ED4B11"/>
    <w:rsid w:val="00ED4EC8"/>
    <w:rsid w:val="00ED5695"/>
    <w:rsid w:val="00ED58EF"/>
    <w:rsid w:val="00ED5A5C"/>
    <w:rsid w:val="00ED6098"/>
    <w:rsid w:val="00ED6146"/>
    <w:rsid w:val="00ED61BF"/>
    <w:rsid w:val="00ED6635"/>
    <w:rsid w:val="00ED675E"/>
    <w:rsid w:val="00ED68D0"/>
    <w:rsid w:val="00ED6B1B"/>
    <w:rsid w:val="00ED6EB2"/>
    <w:rsid w:val="00ED6EC5"/>
    <w:rsid w:val="00ED6ED6"/>
    <w:rsid w:val="00ED6FBD"/>
    <w:rsid w:val="00ED7326"/>
    <w:rsid w:val="00ED7479"/>
    <w:rsid w:val="00ED7534"/>
    <w:rsid w:val="00ED7662"/>
    <w:rsid w:val="00ED771C"/>
    <w:rsid w:val="00ED797A"/>
    <w:rsid w:val="00ED7B10"/>
    <w:rsid w:val="00ED7CCB"/>
    <w:rsid w:val="00EE0023"/>
    <w:rsid w:val="00EE0D0B"/>
    <w:rsid w:val="00EE0DEE"/>
    <w:rsid w:val="00EE106A"/>
    <w:rsid w:val="00EE122A"/>
    <w:rsid w:val="00EE1AD2"/>
    <w:rsid w:val="00EE1BD8"/>
    <w:rsid w:val="00EE1E06"/>
    <w:rsid w:val="00EE235B"/>
    <w:rsid w:val="00EE2367"/>
    <w:rsid w:val="00EE23BB"/>
    <w:rsid w:val="00EE2537"/>
    <w:rsid w:val="00EE258A"/>
    <w:rsid w:val="00EE2697"/>
    <w:rsid w:val="00EE293A"/>
    <w:rsid w:val="00EE2984"/>
    <w:rsid w:val="00EE2C92"/>
    <w:rsid w:val="00EE3076"/>
    <w:rsid w:val="00EE3537"/>
    <w:rsid w:val="00EE3703"/>
    <w:rsid w:val="00EE3C43"/>
    <w:rsid w:val="00EE3E97"/>
    <w:rsid w:val="00EE3EC9"/>
    <w:rsid w:val="00EE3FA8"/>
    <w:rsid w:val="00EE47CE"/>
    <w:rsid w:val="00EE4C20"/>
    <w:rsid w:val="00EE54C6"/>
    <w:rsid w:val="00EE553D"/>
    <w:rsid w:val="00EE5A35"/>
    <w:rsid w:val="00EE652E"/>
    <w:rsid w:val="00EE686F"/>
    <w:rsid w:val="00EE69C7"/>
    <w:rsid w:val="00EE6D2A"/>
    <w:rsid w:val="00EE6F3E"/>
    <w:rsid w:val="00EE742B"/>
    <w:rsid w:val="00EE7510"/>
    <w:rsid w:val="00EE7522"/>
    <w:rsid w:val="00EE7524"/>
    <w:rsid w:val="00EE75D3"/>
    <w:rsid w:val="00EE776F"/>
    <w:rsid w:val="00EE79FD"/>
    <w:rsid w:val="00EF01A0"/>
    <w:rsid w:val="00EF01A2"/>
    <w:rsid w:val="00EF03CB"/>
    <w:rsid w:val="00EF0628"/>
    <w:rsid w:val="00EF0703"/>
    <w:rsid w:val="00EF07CD"/>
    <w:rsid w:val="00EF07EA"/>
    <w:rsid w:val="00EF0843"/>
    <w:rsid w:val="00EF0AA7"/>
    <w:rsid w:val="00EF0ADF"/>
    <w:rsid w:val="00EF102E"/>
    <w:rsid w:val="00EF1B04"/>
    <w:rsid w:val="00EF1E3D"/>
    <w:rsid w:val="00EF1F78"/>
    <w:rsid w:val="00EF2714"/>
    <w:rsid w:val="00EF2918"/>
    <w:rsid w:val="00EF2A40"/>
    <w:rsid w:val="00EF2ED2"/>
    <w:rsid w:val="00EF2EDF"/>
    <w:rsid w:val="00EF2EFF"/>
    <w:rsid w:val="00EF2F84"/>
    <w:rsid w:val="00EF3109"/>
    <w:rsid w:val="00EF322D"/>
    <w:rsid w:val="00EF3540"/>
    <w:rsid w:val="00EF36F9"/>
    <w:rsid w:val="00EF3792"/>
    <w:rsid w:val="00EF3875"/>
    <w:rsid w:val="00EF39A3"/>
    <w:rsid w:val="00EF39E9"/>
    <w:rsid w:val="00EF3A0A"/>
    <w:rsid w:val="00EF3EBA"/>
    <w:rsid w:val="00EF40B1"/>
    <w:rsid w:val="00EF416F"/>
    <w:rsid w:val="00EF42CB"/>
    <w:rsid w:val="00EF47DA"/>
    <w:rsid w:val="00EF48CF"/>
    <w:rsid w:val="00EF4A53"/>
    <w:rsid w:val="00EF4A69"/>
    <w:rsid w:val="00EF4E88"/>
    <w:rsid w:val="00EF50A3"/>
    <w:rsid w:val="00EF5266"/>
    <w:rsid w:val="00EF5283"/>
    <w:rsid w:val="00EF5358"/>
    <w:rsid w:val="00EF53F2"/>
    <w:rsid w:val="00EF57ED"/>
    <w:rsid w:val="00EF5885"/>
    <w:rsid w:val="00EF58AA"/>
    <w:rsid w:val="00EF592F"/>
    <w:rsid w:val="00EF5B06"/>
    <w:rsid w:val="00EF5E71"/>
    <w:rsid w:val="00EF6287"/>
    <w:rsid w:val="00EF6861"/>
    <w:rsid w:val="00EF6938"/>
    <w:rsid w:val="00EF69B5"/>
    <w:rsid w:val="00EF6B33"/>
    <w:rsid w:val="00EF6BBA"/>
    <w:rsid w:val="00EF6E35"/>
    <w:rsid w:val="00EF6F42"/>
    <w:rsid w:val="00EF71CB"/>
    <w:rsid w:val="00EF735C"/>
    <w:rsid w:val="00EF7504"/>
    <w:rsid w:val="00EF77CE"/>
    <w:rsid w:val="00EF78D9"/>
    <w:rsid w:val="00EF7D16"/>
    <w:rsid w:val="00EF7D63"/>
    <w:rsid w:val="00EF7E34"/>
    <w:rsid w:val="00EF7F2F"/>
    <w:rsid w:val="00F00087"/>
    <w:rsid w:val="00F0011D"/>
    <w:rsid w:val="00F00236"/>
    <w:rsid w:val="00F0025D"/>
    <w:rsid w:val="00F003CA"/>
    <w:rsid w:val="00F0073C"/>
    <w:rsid w:val="00F00BC0"/>
    <w:rsid w:val="00F00DD6"/>
    <w:rsid w:val="00F00F96"/>
    <w:rsid w:val="00F01F6B"/>
    <w:rsid w:val="00F0233B"/>
    <w:rsid w:val="00F0245D"/>
    <w:rsid w:val="00F02573"/>
    <w:rsid w:val="00F025D1"/>
    <w:rsid w:val="00F02BD3"/>
    <w:rsid w:val="00F02C5A"/>
    <w:rsid w:val="00F03063"/>
    <w:rsid w:val="00F03162"/>
    <w:rsid w:val="00F0321D"/>
    <w:rsid w:val="00F035A6"/>
    <w:rsid w:val="00F03B94"/>
    <w:rsid w:val="00F03F24"/>
    <w:rsid w:val="00F0422E"/>
    <w:rsid w:val="00F042A9"/>
    <w:rsid w:val="00F04DE7"/>
    <w:rsid w:val="00F04FAC"/>
    <w:rsid w:val="00F05A35"/>
    <w:rsid w:val="00F05A81"/>
    <w:rsid w:val="00F05BB8"/>
    <w:rsid w:val="00F05E5D"/>
    <w:rsid w:val="00F067B5"/>
    <w:rsid w:val="00F067C7"/>
    <w:rsid w:val="00F06A90"/>
    <w:rsid w:val="00F06B27"/>
    <w:rsid w:val="00F06B8F"/>
    <w:rsid w:val="00F070D6"/>
    <w:rsid w:val="00F0728C"/>
    <w:rsid w:val="00F07422"/>
    <w:rsid w:val="00F07470"/>
    <w:rsid w:val="00F0760E"/>
    <w:rsid w:val="00F07776"/>
    <w:rsid w:val="00F07C4B"/>
    <w:rsid w:val="00F07CF2"/>
    <w:rsid w:val="00F07E87"/>
    <w:rsid w:val="00F10077"/>
    <w:rsid w:val="00F10202"/>
    <w:rsid w:val="00F10383"/>
    <w:rsid w:val="00F103AD"/>
    <w:rsid w:val="00F10774"/>
    <w:rsid w:val="00F107F8"/>
    <w:rsid w:val="00F10856"/>
    <w:rsid w:val="00F108CA"/>
    <w:rsid w:val="00F10C80"/>
    <w:rsid w:val="00F10C97"/>
    <w:rsid w:val="00F10E89"/>
    <w:rsid w:val="00F116C1"/>
    <w:rsid w:val="00F11BA9"/>
    <w:rsid w:val="00F11BF4"/>
    <w:rsid w:val="00F11F65"/>
    <w:rsid w:val="00F1201E"/>
    <w:rsid w:val="00F121F6"/>
    <w:rsid w:val="00F12566"/>
    <w:rsid w:val="00F12D81"/>
    <w:rsid w:val="00F12E4E"/>
    <w:rsid w:val="00F12E94"/>
    <w:rsid w:val="00F12FA5"/>
    <w:rsid w:val="00F13006"/>
    <w:rsid w:val="00F1320E"/>
    <w:rsid w:val="00F1346D"/>
    <w:rsid w:val="00F134F7"/>
    <w:rsid w:val="00F1364F"/>
    <w:rsid w:val="00F139A5"/>
    <w:rsid w:val="00F13E03"/>
    <w:rsid w:val="00F13E85"/>
    <w:rsid w:val="00F14563"/>
    <w:rsid w:val="00F14572"/>
    <w:rsid w:val="00F14B02"/>
    <w:rsid w:val="00F14F74"/>
    <w:rsid w:val="00F15235"/>
    <w:rsid w:val="00F15275"/>
    <w:rsid w:val="00F15451"/>
    <w:rsid w:val="00F155DF"/>
    <w:rsid w:val="00F15B09"/>
    <w:rsid w:val="00F15D49"/>
    <w:rsid w:val="00F15F24"/>
    <w:rsid w:val="00F15F6F"/>
    <w:rsid w:val="00F16554"/>
    <w:rsid w:val="00F16754"/>
    <w:rsid w:val="00F16949"/>
    <w:rsid w:val="00F16969"/>
    <w:rsid w:val="00F17855"/>
    <w:rsid w:val="00F17873"/>
    <w:rsid w:val="00F17C5B"/>
    <w:rsid w:val="00F2000C"/>
    <w:rsid w:val="00F206F9"/>
    <w:rsid w:val="00F207D4"/>
    <w:rsid w:val="00F20B0B"/>
    <w:rsid w:val="00F20FDF"/>
    <w:rsid w:val="00F21054"/>
    <w:rsid w:val="00F212C0"/>
    <w:rsid w:val="00F2179A"/>
    <w:rsid w:val="00F2197A"/>
    <w:rsid w:val="00F21AC7"/>
    <w:rsid w:val="00F21CE7"/>
    <w:rsid w:val="00F21DCB"/>
    <w:rsid w:val="00F21E89"/>
    <w:rsid w:val="00F228E2"/>
    <w:rsid w:val="00F22C56"/>
    <w:rsid w:val="00F2318F"/>
    <w:rsid w:val="00F231C5"/>
    <w:rsid w:val="00F231D3"/>
    <w:rsid w:val="00F2327A"/>
    <w:rsid w:val="00F237F7"/>
    <w:rsid w:val="00F239CD"/>
    <w:rsid w:val="00F23C2D"/>
    <w:rsid w:val="00F23E51"/>
    <w:rsid w:val="00F24239"/>
    <w:rsid w:val="00F24368"/>
    <w:rsid w:val="00F249A1"/>
    <w:rsid w:val="00F24B82"/>
    <w:rsid w:val="00F24D03"/>
    <w:rsid w:val="00F24D3E"/>
    <w:rsid w:val="00F24D45"/>
    <w:rsid w:val="00F24EAF"/>
    <w:rsid w:val="00F25085"/>
    <w:rsid w:val="00F254AF"/>
    <w:rsid w:val="00F256FF"/>
    <w:rsid w:val="00F25A81"/>
    <w:rsid w:val="00F2662B"/>
    <w:rsid w:val="00F266E4"/>
    <w:rsid w:val="00F2684E"/>
    <w:rsid w:val="00F2685E"/>
    <w:rsid w:val="00F26A48"/>
    <w:rsid w:val="00F27072"/>
    <w:rsid w:val="00F273CA"/>
    <w:rsid w:val="00F276FB"/>
    <w:rsid w:val="00F2798C"/>
    <w:rsid w:val="00F27ACB"/>
    <w:rsid w:val="00F27E39"/>
    <w:rsid w:val="00F30ECA"/>
    <w:rsid w:val="00F312CE"/>
    <w:rsid w:val="00F3162F"/>
    <w:rsid w:val="00F31B96"/>
    <w:rsid w:val="00F32038"/>
    <w:rsid w:val="00F32170"/>
    <w:rsid w:val="00F3229A"/>
    <w:rsid w:val="00F3229E"/>
    <w:rsid w:val="00F325C1"/>
    <w:rsid w:val="00F32632"/>
    <w:rsid w:val="00F3266E"/>
    <w:rsid w:val="00F32868"/>
    <w:rsid w:val="00F32E47"/>
    <w:rsid w:val="00F32ED8"/>
    <w:rsid w:val="00F330FA"/>
    <w:rsid w:val="00F33421"/>
    <w:rsid w:val="00F33915"/>
    <w:rsid w:val="00F33C12"/>
    <w:rsid w:val="00F33DBB"/>
    <w:rsid w:val="00F33E2C"/>
    <w:rsid w:val="00F346EA"/>
    <w:rsid w:val="00F3504B"/>
    <w:rsid w:val="00F352A6"/>
    <w:rsid w:val="00F358FC"/>
    <w:rsid w:val="00F35C8C"/>
    <w:rsid w:val="00F35CDF"/>
    <w:rsid w:val="00F35D31"/>
    <w:rsid w:val="00F35FEF"/>
    <w:rsid w:val="00F36773"/>
    <w:rsid w:val="00F36797"/>
    <w:rsid w:val="00F36842"/>
    <w:rsid w:val="00F36872"/>
    <w:rsid w:val="00F36926"/>
    <w:rsid w:val="00F369C8"/>
    <w:rsid w:val="00F36A96"/>
    <w:rsid w:val="00F36DBF"/>
    <w:rsid w:val="00F36F26"/>
    <w:rsid w:val="00F370DE"/>
    <w:rsid w:val="00F3722F"/>
    <w:rsid w:val="00F376B3"/>
    <w:rsid w:val="00F376D9"/>
    <w:rsid w:val="00F377FE"/>
    <w:rsid w:val="00F378CA"/>
    <w:rsid w:val="00F37904"/>
    <w:rsid w:val="00F379FD"/>
    <w:rsid w:val="00F37D61"/>
    <w:rsid w:val="00F401A4"/>
    <w:rsid w:val="00F40211"/>
    <w:rsid w:val="00F404A1"/>
    <w:rsid w:val="00F406D0"/>
    <w:rsid w:val="00F40891"/>
    <w:rsid w:val="00F40ACE"/>
    <w:rsid w:val="00F41052"/>
    <w:rsid w:val="00F41CA4"/>
    <w:rsid w:val="00F4223D"/>
    <w:rsid w:val="00F42D8C"/>
    <w:rsid w:val="00F430EB"/>
    <w:rsid w:val="00F4323B"/>
    <w:rsid w:val="00F43669"/>
    <w:rsid w:val="00F43714"/>
    <w:rsid w:val="00F43D5B"/>
    <w:rsid w:val="00F43EB3"/>
    <w:rsid w:val="00F43F2E"/>
    <w:rsid w:val="00F44077"/>
    <w:rsid w:val="00F440D9"/>
    <w:rsid w:val="00F44382"/>
    <w:rsid w:val="00F449C6"/>
    <w:rsid w:val="00F45013"/>
    <w:rsid w:val="00F4507C"/>
    <w:rsid w:val="00F450D2"/>
    <w:rsid w:val="00F45441"/>
    <w:rsid w:val="00F454EF"/>
    <w:rsid w:val="00F456C3"/>
    <w:rsid w:val="00F459F1"/>
    <w:rsid w:val="00F45ABB"/>
    <w:rsid w:val="00F45B53"/>
    <w:rsid w:val="00F45D11"/>
    <w:rsid w:val="00F45E3D"/>
    <w:rsid w:val="00F463F0"/>
    <w:rsid w:val="00F4647B"/>
    <w:rsid w:val="00F465B5"/>
    <w:rsid w:val="00F46896"/>
    <w:rsid w:val="00F468A9"/>
    <w:rsid w:val="00F46C5B"/>
    <w:rsid w:val="00F46D33"/>
    <w:rsid w:val="00F46FFE"/>
    <w:rsid w:val="00F4700D"/>
    <w:rsid w:val="00F472E7"/>
    <w:rsid w:val="00F478B9"/>
    <w:rsid w:val="00F47A01"/>
    <w:rsid w:val="00F47C39"/>
    <w:rsid w:val="00F47D7D"/>
    <w:rsid w:val="00F50407"/>
    <w:rsid w:val="00F5043B"/>
    <w:rsid w:val="00F50729"/>
    <w:rsid w:val="00F507BE"/>
    <w:rsid w:val="00F5092D"/>
    <w:rsid w:val="00F50B62"/>
    <w:rsid w:val="00F50EE4"/>
    <w:rsid w:val="00F512FD"/>
    <w:rsid w:val="00F5131A"/>
    <w:rsid w:val="00F5178C"/>
    <w:rsid w:val="00F517A9"/>
    <w:rsid w:val="00F517B2"/>
    <w:rsid w:val="00F51868"/>
    <w:rsid w:val="00F51A50"/>
    <w:rsid w:val="00F51ACD"/>
    <w:rsid w:val="00F51AD7"/>
    <w:rsid w:val="00F52464"/>
    <w:rsid w:val="00F52BC4"/>
    <w:rsid w:val="00F5316C"/>
    <w:rsid w:val="00F53230"/>
    <w:rsid w:val="00F53251"/>
    <w:rsid w:val="00F53550"/>
    <w:rsid w:val="00F5376B"/>
    <w:rsid w:val="00F5399A"/>
    <w:rsid w:val="00F53A6B"/>
    <w:rsid w:val="00F53AA7"/>
    <w:rsid w:val="00F53BF3"/>
    <w:rsid w:val="00F53C4B"/>
    <w:rsid w:val="00F53C83"/>
    <w:rsid w:val="00F53D5E"/>
    <w:rsid w:val="00F546DE"/>
    <w:rsid w:val="00F5470F"/>
    <w:rsid w:val="00F5480E"/>
    <w:rsid w:val="00F54A9A"/>
    <w:rsid w:val="00F54B85"/>
    <w:rsid w:val="00F55A0C"/>
    <w:rsid w:val="00F55F1F"/>
    <w:rsid w:val="00F564E6"/>
    <w:rsid w:val="00F56604"/>
    <w:rsid w:val="00F56869"/>
    <w:rsid w:val="00F569CA"/>
    <w:rsid w:val="00F56AC9"/>
    <w:rsid w:val="00F56B10"/>
    <w:rsid w:val="00F56D71"/>
    <w:rsid w:val="00F572AC"/>
    <w:rsid w:val="00F57405"/>
    <w:rsid w:val="00F57487"/>
    <w:rsid w:val="00F57627"/>
    <w:rsid w:val="00F576E2"/>
    <w:rsid w:val="00F5772E"/>
    <w:rsid w:val="00F57FED"/>
    <w:rsid w:val="00F600C6"/>
    <w:rsid w:val="00F603B2"/>
    <w:rsid w:val="00F6061F"/>
    <w:rsid w:val="00F60634"/>
    <w:rsid w:val="00F609DA"/>
    <w:rsid w:val="00F60A51"/>
    <w:rsid w:val="00F60A86"/>
    <w:rsid w:val="00F610BD"/>
    <w:rsid w:val="00F61BE5"/>
    <w:rsid w:val="00F62092"/>
    <w:rsid w:val="00F621DF"/>
    <w:rsid w:val="00F623BE"/>
    <w:rsid w:val="00F6242C"/>
    <w:rsid w:val="00F625FD"/>
    <w:rsid w:val="00F62A4E"/>
    <w:rsid w:val="00F6304A"/>
    <w:rsid w:val="00F63372"/>
    <w:rsid w:val="00F63E2A"/>
    <w:rsid w:val="00F641BC"/>
    <w:rsid w:val="00F6475A"/>
    <w:rsid w:val="00F64B89"/>
    <w:rsid w:val="00F64CD9"/>
    <w:rsid w:val="00F654EB"/>
    <w:rsid w:val="00F656A2"/>
    <w:rsid w:val="00F656ED"/>
    <w:rsid w:val="00F65801"/>
    <w:rsid w:val="00F65968"/>
    <w:rsid w:val="00F65B95"/>
    <w:rsid w:val="00F65DC4"/>
    <w:rsid w:val="00F65F91"/>
    <w:rsid w:val="00F6606A"/>
    <w:rsid w:val="00F662AD"/>
    <w:rsid w:val="00F66547"/>
    <w:rsid w:val="00F665CE"/>
    <w:rsid w:val="00F667F0"/>
    <w:rsid w:val="00F66C8B"/>
    <w:rsid w:val="00F66F5D"/>
    <w:rsid w:val="00F670CD"/>
    <w:rsid w:val="00F67133"/>
    <w:rsid w:val="00F6799D"/>
    <w:rsid w:val="00F679D8"/>
    <w:rsid w:val="00F67B73"/>
    <w:rsid w:val="00F67D14"/>
    <w:rsid w:val="00F67EAA"/>
    <w:rsid w:val="00F702DB"/>
    <w:rsid w:val="00F707E2"/>
    <w:rsid w:val="00F708EA"/>
    <w:rsid w:val="00F70A75"/>
    <w:rsid w:val="00F70C98"/>
    <w:rsid w:val="00F713A1"/>
    <w:rsid w:val="00F71596"/>
    <w:rsid w:val="00F7167A"/>
    <w:rsid w:val="00F71F5A"/>
    <w:rsid w:val="00F72B3F"/>
    <w:rsid w:val="00F72C71"/>
    <w:rsid w:val="00F72C96"/>
    <w:rsid w:val="00F72D34"/>
    <w:rsid w:val="00F72D42"/>
    <w:rsid w:val="00F732A2"/>
    <w:rsid w:val="00F73509"/>
    <w:rsid w:val="00F7360F"/>
    <w:rsid w:val="00F73632"/>
    <w:rsid w:val="00F73A36"/>
    <w:rsid w:val="00F73B99"/>
    <w:rsid w:val="00F742EF"/>
    <w:rsid w:val="00F7449E"/>
    <w:rsid w:val="00F7487B"/>
    <w:rsid w:val="00F7490A"/>
    <w:rsid w:val="00F7493A"/>
    <w:rsid w:val="00F74A94"/>
    <w:rsid w:val="00F74C79"/>
    <w:rsid w:val="00F753DC"/>
    <w:rsid w:val="00F7543B"/>
    <w:rsid w:val="00F755BC"/>
    <w:rsid w:val="00F75695"/>
    <w:rsid w:val="00F756C1"/>
    <w:rsid w:val="00F7583A"/>
    <w:rsid w:val="00F75B9C"/>
    <w:rsid w:val="00F75CD1"/>
    <w:rsid w:val="00F75DB6"/>
    <w:rsid w:val="00F763EE"/>
    <w:rsid w:val="00F766A9"/>
    <w:rsid w:val="00F76DB2"/>
    <w:rsid w:val="00F773FC"/>
    <w:rsid w:val="00F774FE"/>
    <w:rsid w:val="00F7766C"/>
    <w:rsid w:val="00F7768F"/>
    <w:rsid w:val="00F7791A"/>
    <w:rsid w:val="00F77A7B"/>
    <w:rsid w:val="00F77D5D"/>
    <w:rsid w:val="00F77DD5"/>
    <w:rsid w:val="00F80170"/>
    <w:rsid w:val="00F802C0"/>
    <w:rsid w:val="00F802E2"/>
    <w:rsid w:val="00F8045D"/>
    <w:rsid w:val="00F804F1"/>
    <w:rsid w:val="00F81225"/>
    <w:rsid w:val="00F8145B"/>
    <w:rsid w:val="00F814B7"/>
    <w:rsid w:val="00F814E0"/>
    <w:rsid w:val="00F819C8"/>
    <w:rsid w:val="00F81C69"/>
    <w:rsid w:val="00F8220D"/>
    <w:rsid w:val="00F82359"/>
    <w:rsid w:val="00F823D3"/>
    <w:rsid w:val="00F826D5"/>
    <w:rsid w:val="00F8282A"/>
    <w:rsid w:val="00F82846"/>
    <w:rsid w:val="00F82A3D"/>
    <w:rsid w:val="00F82B6A"/>
    <w:rsid w:val="00F82CE7"/>
    <w:rsid w:val="00F83278"/>
    <w:rsid w:val="00F833FA"/>
    <w:rsid w:val="00F83C71"/>
    <w:rsid w:val="00F83EB4"/>
    <w:rsid w:val="00F8424B"/>
    <w:rsid w:val="00F8471D"/>
    <w:rsid w:val="00F847DD"/>
    <w:rsid w:val="00F84885"/>
    <w:rsid w:val="00F84937"/>
    <w:rsid w:val="00F849B9"/>
    <w:rsid w:val="00F849EC"/>
    <w:rsid w:val="00F84A36"/>
    <w:rsid w:val="00F84C80"/>
    <w:rsid w:val="00F853AE"/>
    <w:rsid w:val="00F85628"/>
    <w:rsid w:val="00F85A0C"/>
    <w:rsid w:val="00F85AA2"/>
    <w:rsid w:val="00F85B70"/>
    <w:rsid w:val="00F85B8D"/>
    <w:rsid w:val="00F85C2F"/>
    <w:rsid w:val="00F85E16"/>
    <w:rsid w:val="00F86186"/>
    <w:rsid w:val="00F8628F"/>
    <w:rsid w:val="00F863B7"/>
    <w:rsid w:val="00F866DB"/>
    <w:rsid w:val="00F86B7F"/>
    <w:rsid w:val="00F86EE4"/>
    <w:rsid w:val="00F872C2"/>
    <w:rsid w:val="00F874A8"/>
    <w:rsid w:val="00F876C2"/>
    <w:rsid w:val="00F878AE"/>
    <w:rsid w:val="00F8792E"/>
    <w:rsid w:val="00F879AF"/>
    <w:rsid w:val="00F87A2E"/>
    <w:rsid w:val="00F90322"/>
    <w:rsid w:val="00F90520"/>
    <w:rsid w:val="00F9057B"/>
    <w:rsid w:val="00F9079A"/>
    <w:rsid w:val="00F90A66"/>
    <w:rsid w:val="00F90A9D"/>
    <w:rsid w:val="00F9147A"/>
    <w:rsid w:val="00F91527"/>
    <w:rsid w:val="00F9185F"/>
    <w:rsid w:val="00F9187C"/>
    <w:rsid w:val="00F9191E"/>
    <w:rsid w:val="00F91C27"/>
    <w:rsid w:val="00F91D41"/>
    <w:rsid w:val="00F91E95"/>
    <w:rsid w:val="00F91FEE"/>
    <w:rsid w:val="00F92092"/>
    <w:rsid w:val="00F9272A"/>
    <w:rsid w:val="00F92A72"/>
    <w:rsid w:val="00F92D45"/>
    <w:rsid w:val="00F92EBB"/>
    <w:rsid w:val="00F92ED8"/>
    <w:rsid w:val="00F930E9"/>
    <w:rsid w:val="00F93101"/>
    <w:rsid w:val="00F93184"/>
    <w:rsid w:val="00F932E7"/>
    <w:rsid w:val="00F93BF8"/>
    <w:rsid w:val="00F93EA0"/>
    <w:rsid w:val="00F94197"/>
    <w:rsid w:val="00F941A9"/>
    <w:rsid w:val="00F9456D"/>
    <w:rsid w:val="00F94B2D"/>
    <w:rsid w:val="00F95116"/>
    <w:rsid w:val="00F951F3"/>
    <w:rsid w:val="00F954B4"/>
    <w:rsid w:val="00F95680"/>
    <w:rsid w:val="00F957DE"/>
    <w:rsid w:val="00F9598F"/>
    <w:rsid w:val="00F961A1"/>
    <w:rsid w:val="00F962D6"/>
    <w:rsid w:val="00F96398"/>
    <w:rsid w:val="00F96554"/>
    <w:rsid w:val="00F96A72"/>
    <w:rsid w:val="00F96B0E"/>
    <w:rsid w:val="00F96B40"/>
    <w:rsid w:val="00F96BC0"/>
    <w:rsid w:val="00F96E32"/>
    <w:rsid w:val="00F96F42"/>
    <w:rsid w:val="00F971B9"/>
    <w:rsid w:val="00F9760C"/>
    <w:rsid w:val="00F97DD8"/>
    <w:rsid w:val="00FA006E"/>
    <w:rsid w:val="00FA023C"/>
    <w:rsid w:val="00FA0420"/>
    <w:rsid w:val="00FA0547"/>
    <w:rsid w:val="00FA066F"/>
    <w:rsid w:val="00FA06F8"/>
    <w:rsid w:val="00FA0A32"/>
    <w:rsid w:val="00FA0BA2"/>
    <w:rsid w:val="00FA0D34"/>
    <w:rsid w:val="00FA0EBD"/>
    <w:rsid w:val="00FA146C"/>
    <w:rsid w:val="00FA1479"/>
    <w:rsid w:val="00FA1552"/>
    <w:rsid w:val="00FA1AC9"/>
    <w:rsid w:val="00FA1B9D"/>
    <w:rsid w:val="00FA1E1E"/>
    <w:rsid w:val="00FA210F"/>
    <w:rsid w:val="00FA225F"/>
    <w:rsid w:val="00FA226A"/>
    <w:rsid w:val="00FA2326"/>
    <w:rsid w:val="00FA2377"/>
    <w:rsid w:val="00FA2391"/>
    <w:rsid w:val="00FA2427"/>
    <w:rsid w:val="00FA25A3"/>
    <w:rsid w:val="00FA25B1"/>
    <w:rsid w:val="00FA2607"/>
    <w:rsid w:val="00FA2B1D"/>
    <w:rsid w:val="00FA2C37"/>
    <w:rsid w:val="00FA2F16"/>
    <w:rsid w:val="00FA35C3"/>
    <w:rsid w:val="00FA387B"/>
    <w:rsid w:val="00FA416A"/>
    <w:rsid w:val="00FA4295"/>
    <w:rsid w:val="00FA4377"/>
    <w:rsid w:val="00FA4439"/>
    <w:rsid w:val="00FA46C8"/>
    <w:rsid w:val="00FA47D8"/>
    <w:rsid w:val="00FA487B"/>
    <w:rsid w:val="00FA4B32"/>
    <w:rsid w:val="00FA4C63"/>
    <w:rsid w:val="00FA4E22"/>
    <w:rsid w:val="00FA4E25"/>
    <w:rsid w:val="00FA5004"/>
    <w:rsid w:val="00FA50F6"/>
    <w:rsid w:val="00FA51F3"/>
    <w:rsid w:val="00FA5859"/>
    <w:rsid w:val="00FA5981"/>
    <w:rsid w:val="00FA5B4B"/>
    <w:rsid w:val="00FA5D75"/>
    <w:rsid w:val="00FA5DC1"/>
    <w:rsid w:val="00FA6063"/>
    <w:rsid w:val="00FA6175"/>
    <w:rsid w:val="00FA61CE"/>
    <w:rsid w:val="00FA6DA9"/>
    <w:rsid w:val="00FA6FE3"/>
    <w:rsid w:val="00FA7105"/>
    <w:rsid w:val="00FA7157"/>
    <w:rsid w:val="00FA7347"/>
    <w:rsid w:val="00FA76DA"/>
    <w:rsid w:val="00FA7747"/>
    <w:rsid w:val="00FA785E"/>
    <w:rsid w:val="00FA7A06"/>
    <w:rsid w:val="00FA7B7C"/>
    <w:rsid w:val="00FA7C53"/>
    <w:rsid w:val="00FA7CAE"/>
    <w:rsid w:val="00FB029E"/>
    <w:rsid w:val="00FB0309"/>
    <w:rsid w:val="00FB0322"/>
    <w:rsid w:val="00FB04BA"/>
    <w:rsid w:val="00FB0512"/>
    <w:rsid w:val="00FB06F6"/>
    <w:rsid w:val="00FB0AE2"/>
    <w:rsid w:val="00FB0B1E"/>
    <w:rsid w:val="00FB0F64"/>
    <w:rsid w:val="00FB1699"/>
    <w:rsid w:val="00FB1860"/>
    <w:rsid w:val="00FB1A47"/>
    <w:rsid w:val="00FB1B36"/>
    <w:rsid w:val="00FB1D3A"/>
    <w:rsid w:val="00FB1DC5"/>
    <w:rsid w:val="00FB1FC8"/>
    <w:rsid w:val="00FB23EE"/>
    <w:rsid w:val="00FB2594"/>
    <w:rsid w:val="00FB26DC"/>
    <w:rsid w:val="00FB2944"/>
    <w:rsid w:val="00FB2A04"/>
    <w:rsid w:val="00FB2C47"/>
    <w:rsid w:val="00FB2EAE"/>
    <w:rsid w:val="00FB3238"/>
    <w:rsid w:val="00FB3356"/>
    <w:rsid w:val="00FB346D"/>
    <w:rsid w:val="00FB380F"/>
    <w:rsid w:val="00FB3AE3"/>
    <w:rsid w:val="00FB3B7F"/>
    <w:rsid w:val="00FB3D33"/>
    <w:rsid w:val="00FB416A"/>
    <w:rsid w:val="00FB42B7"/>
    <w:rsid w:val="00FB4F0B"/>
    <w:rsid w:val="00FB5020"/>
    <w:rsid w:val="00FB5252"/>
    <w:rsid w:val="00FB5445"/>
    <w:rsid w:val="00FB59A8"/>
    <w:rsid w:val="00FB5A28"/>
    <w:rsid w:val="00FB5D89"/>
    <w:rsid w:val="00FB5E57"/>
    <w:rsid w:val="00FB5EE5"/>
    <w:rsid w:val="00FB5F60"/>
    <w:rsid w:val="00FB5F83"/>
    <w:rsid w:val="00FB6197"/>
    <w:rsid w:val="00FB6584"/>
    <w:rsid w:val="00FB699B"/>
    <w:rsid w:val="00FB6F33"/>
    <w:rsid w:val="00FB7013"/>
    <w:rsid w:val="00FB765A"/>
    <w:rsid w:val="00FB788D"/>
    <w:rsid w:val="00FB7BBF"/>
    <w:rsid w:val="00FB7D1A"/>
    <w:rsid w:val="00FB7EC1"/>
    <w:rsid w:val="00FC0078"/>
    <w:rsid w:val="00FC02E3"/>
    <w:rsid w:val="00FC02FE"/>
    <w:rsid w:val="00FC0741"/>
    <w:rsid w:val="00FC0B06"/>
    <w:rsid w:val="00FC1131"/>
    <w:rsid w:val="00FC1775"/>
    <w:rsid w:val="00FC1B67"/>
    <w:rsid w:val="00FC1B89"/>
    <w:rsid w:val="00FC1C44"/>
    <w:rsid w:val="00FC1CDC"/>
    <w:rsid w:val="00FC2480"/>
    <w:rsid w:val="00FC256D"/>
    <w:rsid w:val="00FC2B76"/>
    <w:rsid w:val="00FC3083"/>
    <w:rsid w:val="00FC314A"/>
    <w:rsid w:val="00FC3227"/>
    <w:rsid w:val="00FC34BD"/>
    <w:rsid w:val="00FC36C2"/>
    <w:rsid w:val="00FC3778"/>
    <w:rsid w:val="00FC3BBB"/>
    <w:rsid w:val="00FC3CA0"/>
    <w:rsid w:val="00FC4169"/>
    <w:rsid w:val="00FC430D"/>
    <w:rsid w:val="00FC449E"/>
    <w:rsid w:val="00FC454D"/>
    <w:rsid w:val="00FC4A98"/>
    <w:rsid w:val="00FC4B26"/>
    <w:rsid w:val="00FC5182"/>
    <w:rsid w:val="00FC5654"/>
    <w:rsid w:val="00FC598E"/>
    <w:rsid w:val="00FC5A83"/>
    <w:rsid w:val="00FC5C9E"/>
    <w:rsid w:val="00FC626E"/>
    <w:rsid w:val="00FC6661"/>
    <w:rsid w:val="00FC6D2F"/>
    <w:rsid w:val="00FC6DD9"/>
    <w:rsid w:val="00FC731F"/>
    <w:rsid w:val="00FC74E0"/>
    <w:rsid w:val="00FC756D"/>
    <w:rsid w:val="00FC759C"/>
    <w:rsid w:val="00FC771A"/>
    <w:rsid w:val="00FC7A9E"/>
    <w:rsid w:val="00FC7BEC"/>
    <w:rsid w:val="00FC7F19"/>
    <w:rsid w:val="00FD002C"/>
    <w:rsid w:val="00FD0094"/>
    <w:rsid w:val="00FD02C9"/>
    <w:rsid w:val="00FD0300"/>
    <w:rsid w:val="00FD086A"/>
    <w:rsid w:val="00FD08D2"/>
    <w:rsid w:val="00FD0DDD"/>
    <w:rsid w:val="00FD11DF"/>
    <w:rsid w:val="00FD128F"/>
    <w:rsid w:val="00FD131D"/>
    <w:rsid w:val="00FD1CBC"/>
    <w:rsid w:val="00FD1EE6"/>
    <w:rsid w:val="00FD1F3A"/>
    <w:rsid w:val="00FD1F64"/>
    <w:rsid w:val="00FD2001"/>
    <w:rsid w:val="00FD22CA"/>
    <w:rsid w:val="00FD2344"/>
    <w:rsid w:val="00FD267C"/>
    <w:rsid w:val="00FD2CD0"/>
    <w:rsid w:val="00FD2D13"/>
    <w:rsid w:val="00FD2E7D"/>
    <w:rsid w:val="00FD2FBD"/>
    <w:rsid w:val="00FD3889"/>
    <w:rsid w:val="00FD3AAE"/>
    <w:rsid w:val="00FD4A56"/>
    <w:rsid w:val="00FD4A7B"/>
    <w:rsid w:val="00FD4C1F"/>
    <w:rsid w:val="00FD5071"/>
    <w:rsid w:val="00FD53B3"/>
    <w:rsid w:val="00FD562C"/>
    <w:rsid w:val="00FD5DD2"/>
    <w:rsid w:val="00FD6102"/>
    <w:rsid w:val="00FD62EE"/>
    <w:rsid w:val="00FD62F3"/>
    <w:rsid w:val="00FD7229"/>
    <w:rsid w:val="00FD7248"/>
    <w:rsid w:val="00FD74EB"/>
    <w:rsid w:val="00FD78E6"/>
    <w:rsid w:val="00FD7C61"/>
    <w:rsid w:val="00FD7E42"/>
    <w:rsid w:val="00FD7EE3"/>
    <w:rsid w:val="00FE017C"/>
    <w:rsid w:val="00FE051F"/>
    <w:rsid w:val="00FE08D1"/>
    <w:rsid w:val="00FE0D99"/>
    <w:rsid w:val="00FE0EB5"/>
    <w:rsid w:val="00FE10DB"/>
    <w:rsid w:val="00FE1240"/>
    <w:rsid w:val="00FE18E1"/>
    <w:rsid w:val="00FE19FF"/>
    <w:rsid w:val="00FE1C83"/>
    <w:rsid w:val="00FE1DAE"/>
    <w:rsid w:val="00FE282D"/>
    <w:rsid w:val="00FE28EF"/>
    <w:rsid w:val="00FE311D"/>
    <w:rsid w:val="00FE34C3"/>
    <w:rsid w:val="00FE3512"/>
    <w:rsid w:val="00FE360F"/>
    <w:rsid w:val="00FE361E"/>
    <w:rsid w:val="00FE3620"/>
    <w:rsid w:val="00FE3958"/>
    <w:rsid w:val="00FE3A43"/>
    <w:rsid w:val="00FE3AAC"/>
    <w:rsid w:val="00FE3BCF"/>
    <w:rsid w:val="00FE4A89"/>
    <w:rsid w:val="00FE4B3A"/>
    <w:rsid w:val="00FE4C39"/>
    <w:rsid w:val="00FE4EF9"/>
    <w:rsid w:val="00FE4F74"/>
    <w:rsid w:val="00FE52EA"/>
    <w:rsid w:val="00FE57A6"/>
    <w:rsid w:val="00FE5FF1"/>
    <w:rsid w:val="00FE6346"/>
    <w:rsid w:val="00FE68A9"/>
    <w:rsid w:val="00FE693C"/>
    <w:rsid w:val="00FE6AF3"/>
    <w:rsid w:val="00FE7009"/>
    <w:rsid w:val="00FE72BB"/>
    <w:rsid w:val="00FE740E"/>
    <w:rsid w:val="00FE7B3F"/>
    <w:rsid w:val="00FE7C71"/>
    <w:rsid w:val="00FE7CA8"/>
    <w:rsid w:val="00FE7CAF"/>
    <w:rsid w:val="00FE7D57"/>
    <w:rsid w:val="00FF01E6"/>
    <w:rsid w:val="00FF0257"/>
    <w:rsid w:val="00FF07AF"/>
    <w:rsid w:val="00FF09E9"/>
    <w:rsid w:val="00FF0BAC"/>
    <w:rsid w:val="00FF0EEC"/>
    <w:rsid w:val="00FF14B2"/>
    <w:rsid w:val="00FF1A6E"/>
    <w:rsid w:val="00FF1BEA"/>
    <w:rsid w:val="00FF1CBF"/>
    <w:rsid w:val="00FF1DC2"/>
    <w:rsid w:val="00FF1F14"/>
    <w:rsid w:val="00FF21CB"/>
    <w:rsid w:val="00FF26A5"/>
    <w:rsid w:val="00FF2750"/>
    <w:rsid w:val="00FF275F"/>
    <w:rsid w:val="00FF29CB"/>
    <w:rsid w:val="00FF2A0B"/>
    <w:rsid w:val="00FF2CBF"/>
    <w:rsid w:val="00FF3061"/>
    <w:rsid w:val="00FF3227"/>
    <w:rsid w:val="00FF33C6"/>
    <w:rsid w:val="00FF37D2"/>
    <w:rsid w:val="00FF3827"/>
    <w:rsid w:val="00FF3897"/>
    <w:rsid w:val="00FF3AB7"/>
    <w:rsid w:val="00FF3AE1"/>
    <w:rsid w:val="00FF3BCE"/>
    <w:rsid w:val="00FF3CC0"/>
    <w:rsid w:val="00FF4010"/>
    <w:rsid w:val="00FF406B"/>
    <w:rsid w:val="00FF40CC"/>
    <w:rsid w:val="00FF43DD"/>
    <w:rsid w:val="00FF445B"/>
    <w:rsid w:val="00FF47BE"/>
    <w:rsid w:val="00FF4972"/>
    <w:rsid w:val="00FF53AD"/>
    <w:rsid w:val="00FF54F3"/>
    <w:rsid w:val="00FF599F"/>
    <w:rsid w:val="00FF5E72"/>
    <w:rsid w:val="00FF6411"/>
    <w:rsid w:val="00FF6560"/>
    <w:rsid w:val="00FF6BAD"/>
    <w:rsid w:val="00FF6BD9"/>
    <w:rsid w:val="00FF6D94"/>
    <w:rsid w:val="00FF73D4"/>
    <w:rsid w:val="00FF769D"/>
    <w:rsid w:val="00FF77DC"/>
    <w:rsid w:val="00FF793B"/>
    <w:rsid w:val="00FF79B1"/>
    <w:rsid w:val="00FF7BA6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A956B92"/>
  <w15:docId w15:val="{3DA73758-5BAF-4B78-8445-F7B27281C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20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71520C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4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1520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71520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71520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71520C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basedOn w:val="DefaultParagraphFont"/>
    <w:link w:val="Heading2"/>
    <w:locked/>
    <w:rsid w:val="0071520C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ink w:val="Heading3"/>
    <w:locked/>
    <w:rsid w:val="0071520C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,Body Char Char"/>
    <w:uiPriority w:val="99"/>
    <w:locked/>
    <w:rsid w:val="0071520C"/>
    <w:rPr>
      <w:rFonts w:ascii="Arial" w:hAnsi="Arial"/>
      <w:sz w:val="18"/>
      <w:lang w:val="en-US" w:eastAsia="en-US"/>
    </w:rPr>
  </w:style>
  <w:style w:type="character" w:customStyle="1" w:styleId="Heading4Char">
    <w:name w:val="Heading 4 Char"/>
    <w:basedOn w:val="DefaultParagraphFont"/>
    <w:link w:val="Heading4"/>
    <w:locked/>
    <w:rsid w:val="002A2D2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locked/>
    <w:rsid w:val="002A2D24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basedOn w:val="DefaultParagraphFont"/>
    <w:link w:val="Heading6"/>
    <w:locked/>
    <w:rsid w:val="002A2D24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basedOn w:val="DefaultParagraphFont"/>
    <w:link w:val="Heading7"/>
    <w:locked/>
    <w:rsid w:val="002A2D24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basedOn w:val="DefaultParagraphFont"/>
    <w:link w:val="Heading8"/>
    <w:locked/>
    <w:rsid w:val="002A2D24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basedOn w:val="DefaultParagraphFont"/>
    <w:link w:val="Heading9"/>
    <w:locked/>
    <w:rsid w:val="002A2D24"/>
    <w:rPr>
      <w:rFonts w:cs="EucrosiaUPC"/>
      <w:b/>
      <w:bCs/>
      <w:sz w:val="30"/>
      <w:szCs w:val="30"/>
      <w:lang w:bidi="th-TH"/>
    </w:rPr>
  </w:style>
  <w:style w:type="paragraph" w:styleId="BodyText">
    <w:name w:val="Body Text"/>
    <w:aliases w:val="bt,body text,Body"/>
    <w:basedOn w:val="Normal"/>
    <w:link w:val="BodyTextChar1"/>
    <w:rsid w:val="0071520C"/>
    <w:pPr>
      <w:spacing w:after="120"/>
    </w:pPr>
  </w:style>
  <w:style w:type="character" w:customStyle="1" w:styleId="BodyTextChar1">
    <w:name w:val="Body Text Char1"/>
    <w:aliases w:val="bt Char1,body text Char1,Body Char1"/>
    <w:basedOn w:val="DefaultParagraphFont"/>
    <w:link w:val="BodyText"/>
    <w:uiPriority w:val="99"/>
    <w:locked/>
    <w:rsid w:val="002A2D24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uiPriority w:val="99"/>
    <w:rsid w:val="00713C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3C50"/>
    <w:rPr>
      <w:rFonts w:ascii="Arial" w:hAnsi="Arial" w:cs="Times New Roman"/>
      <w:sz w:val="18"/>
      <w:szCs w:val="18"/>
      <w:lang w:val="en-US" w:eastAsia="en-US"/>
    </w:rPr>
  </w:style>
  <w:style w:type="character" w:customStyle="1" w:styleId="AAAddress">
    <w:name w:val="AA Address"/>
    <w:basedOn w:val="DefaultParagraphFont"/>
    <w:uiPriority w:val="99"/>
    <w:rsid w:val="0071520C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uiPriority w:val="99"/>
    <w:rsid w:val="0071520C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7152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2D24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71520C"/>
    <w:rPr>
      <w:b/>
      <w:bCs/>
    </w:rPr>
  </w:style>
  <w:style w:type="paragraph" w:styleId="ListBullet">
    <w:name w:val="List Bullet"/>
    <w:basedOn w:val="Normal"/>
    <w:rsid w:val="0071520C"/>
    <w:pPr>
      <w:numPr>
        <w:numId w:val="19"/>
      </w:numPr>
      <w:tabs>
        <w:tab w:val="left" w:pos="284"/>
      </w:tabs>
    </w:pPr>
  </w:style>
  <w:style w:type="paragraph" w:styleId="ListBullet2">
    <w:name w:val="List Bullet 2"/>
    <w:basedOn w:val="Normal"/>
    <w:rsid w:val="0071520C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71520C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71520C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71520C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71520C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71520C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71520C"/>
    <w:pPr>
      <w:ind w:left="284"/>
    </w:pPr>
  </w:style>
  <w:style w:type="paragraph" w:customStyle="1" w:styleId="AAFrameAddress">
    <w:name w:val="AA Frame Address"/>
    <w:basedOn w:val="Heading1"/>
    <w:uiPriority w:val="99"/>
    <w:rsid w:val="0071520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71520C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71520C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rsid w:val="0071520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71520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71520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71520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71520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71520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71520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71520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71520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71520C"/>
    <w:pPr>
      <w:ind w:left="2552" w:hanging="284"/>
    </w:pPr>
  </w:style>
  <w:style w:type="paragraph" w:styleId="TOC2">
    <w:name w:val="toc 2"/>
    <w:basedOn w:val="Normal"/>
    <w:next w:val="Normal"/>
    <w:semiHidden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71520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71520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71520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71520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71520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71520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71520C"/>
    <w:pPr>
      <w:ind w:left="567" w:hanging="567"/>
    </w:pPr>
  </w:style>
  <w:style w:type="paragraph" w:styleId="ListBullet5">
    <w:name w:val="List Bullet 5"/>
    <w:basedOn w:val="Normal"/>
    <w:uiPriority w:val="99"/>
    <w:rsid w:val="0071520C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71520C"/>
    <w:pPr>
      <w:ind w:firstLine="284"/>
    </w:pPr>
  </w:style>
  <w:style w:type="character" w:customStyle="1" w:styleId="BodyTextFirstIndentChar">
    <w:name w:val="Body Text First Indent Char"/>
    <w:basedOn w:val="BodyTextChar1"/>
    <w:link w:val="BodyTextFirstIndent"/>
    <w:uiPriority w:val="99"/>
    <w:locked/>
    <w:rsid w:val="002A2D24"/>
    <w:rPr>
      <w:rFonts w:ascii="Arial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71520C"/>
    <w:pPr>
      <w:spacing w:after="120"/>
      <w:ind w:left="283"/>
    </w:pPr>
  </w:style>
  <w:style w:type="character" w:customStyle="1" w:styleId="BodyTextIndentChar">
    <w:name w:val="Body Text Indent Char"/>
    <w:aliases w:val="i Char"/>
    <w:basedOn w:val="DefaultParagraphFont"/>
    <w:link w:val="BodyTextIndent"/>
    <w:locked/>
    <w:rsid w:val="002A2D24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71520C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2A2D24"/>
    <w:rPr>
      <w:rFonts w:ascii="Arial" w:hAnsi="Arial" w:cs="Times New Roman"/>
      <w:sz w:val="18"/>
      <w:szCs w:val="18"/>
    </w:rPr>
  </w:style>
  <w:style w:type="character" w:styleId="Strong">
    <w:name w:val="Strong"/>
    <w:basedOn w:val="DefaultParagraphFont"/>
    <w:uiPriority w:val="22"/>
    <w:qFormat/>
    <w:rsid w:val="0071520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71520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71520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uiPriority w:val="99"/>
    <w:rsid w:val="0071520C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71520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71520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71520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71520C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uiPriority w:val="99"/>
    <w:rsid w:val="0071520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71520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71520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71520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71520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locked/>
    <w:rsid w:val="002A2D24"/>
    <w:rPr>
      <w:rFonts w:ascii="Book Antiqua" w:hAnsi="Book Antiqua" w:cs="Times New Roman"/>
      <w:sz w:val="22"/>
      <w:szCs w:val="22"/>
    </w:rPr>
  </w:style>
  <w:style w:type="paragraph" w:customStyle="1" w:styleId="a1">
    <w:name w:val="??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basedOn w:val="DefaultParagraphFont"/>
    <w:link w:val="BodyText3"/>
    <w:locked/>
    <w:rsid w:val="002A2D24"/>
    <w:rPr>
      <w:rFonts w:cs="EucrosiaUPC"/>
      <w:sz w:val="30"/>
      <w:szCs w:val="30"/>
      <w:lang w:bidi="th-TH"/>
    </w:rPr>
  </w:style>
  <w:style w:type="character" w:styleId="PageNumber">
    <w:name w:val="page number"/>
    <w:basedOn w:val="DefaultParagraphFont"/>
    <w:rsid w:val="0071520C"/>
    <w:rPr>
      <w:rFonts w:cs="Times New Roman"/>
    </w:rPr>
  </w:style>
  <w:style w:type="paragraph" w:customStyle="1" w:styleId="ASSETS">
    <w:name w:val="ASSETS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A2D24"/>
    <w:rPr>
      <w:rFonts w:cs="EucrosiaUPC"/>
      <w:sz w:val="30"/>
      <w:szCs w:val="30"/>
      <w:lang w:bidi="th-TH"/>
    </w:rPr>
  </w:style>
  <w:style w:type="paragraph" w:styleId="BalloonText">
    <w:name w:val="Balloon Text"/>
    <w:basedOn w:val="Normal"/>
    <w:link w:val="BalloonTextChar"/>
    <w:semiHidden/>
    <w:rsid w:val="007152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2A2D24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387" w:hanging="540"/>
      <w:jc w:val="both"/>
    </w:pPr>
    <w:rPr>
      <w:rFonts w:ascii="Angsana New" w:hAnsi="Angsana New" w:cs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locked/>
    <w:rsid w:val="0071520C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71520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rsid w:val="0071520C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locked/>
    <w:rsid w:val="002A2D24"/>
    <w:rPr>
      <w:rFonts w:ascii="Arial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semiHidden/>
    <w:locked/>
    <w:rsid w:val="002A2D24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7152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71520C"/>
    <w:pPr>
      <w:spacing w:after="0"/>
    </w:pPr>
  </w:style>
  <w:style w:type="paragraph" w:customStyle="1" w:styleId="acctdividends">
    <w:name w:val="acct dividends"/>
    <w:aliases w:val="a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71520C"/>
    <w:pPr>
      <w:spacing w:after="0"/>
    </w:pPr>
  </w:style>
  <w:style w:type="paragraph" w:customStyle="1" w:styleId="acctindent">
    <w:name w:val="acct indent"/>
    <w:aliases w:val="ai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71520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71520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71520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71520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71520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71520C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71520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71520C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71520C"/>
    <w:pPr>
      <w:spacing w:after="0"/>
    </w:pPr>
  </w:style>
  <w:style w:type="paragraph" w:customStyle="1" w:styleId="List1a">
    <w:name w:val="List 1a"/>
    <w:aliases w:val="1a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71520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sz w:val="20"/>
      <w:szCs w:val="20"/>
      <w:lang w:val="en-AU" w:bidi="ar-SA"/>
    </w:rPr>
  </w:style>
  <w:style w:type="character" w:customStyle="1" w:styleId="MacroTextChar">
    <w:name w:val="Macro Text Char"/>
    <w:basedOn w:val="DefaultParagraphFont"/>
    <w:link w:val="MacroText"/>
    <w:semiHidden/>
    <w:locked/>
    <w:rsid w:val="002A2D2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71520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71520C"/>
  </w:style>
  <w:style w:type="paragraph" w:customStyle="1" w:styleId="zreportaddinfo">
    <w:name w:val="zreport addinfo"/>
    <w:basedOn w:val="Normal"/>
    <w:rsid w:val="0071520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71520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71520C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71520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71520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71520C"/>
    <w:rPr>
      <w:b/>
      <w:bCs/>
    </w:rPr>
  </w:style>
  <w:style w:type="paragraph" w:customStyle="1" w:styleId="nineptbodytext">
    <w:name w:val="nine pt body text"/>
    <w:aliases w:val="9bt"/>
    <w:basedOn w:val="nineptnormal"/>
    <w:rsid w:val="0071520C"/>
    <w:pPr>
      <w:spacing w:after="220"/>
    </w:pPr>
  </w:style>
  <w:style w:type="paragraph" w:customStyle="1" w:styleId="nineptnormal">
    <w:name w:val="nine pt normal"/>
    <w:aliases w:val="9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71520C"/>
    <w:pPr>
      <w:jc w:val="center"/>
    </w:pPr>
  </w:style>
  <w:style w:type="paragraph" w:customStyle="1" w:styleId="heading">
    <w:name w:val="heading"/>
    <w:aliases w:val="h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71520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71520C"/>
  </w:style>
  <w:style w:type="paragraph" w:customStyle="1" w:styleId="nineptheadingcentredbold">
    <w:name w:val="nine pt heading centred bold"/>
    <w:aliases w:val="9hcb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71520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71520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71520C"/>
    <w:rPr>
      <w:b/>
    </w:rPr>
  </w:style>
  <w:style w:type="paragraph" w:customStyle="1" w:styleId="nineptcolumntab1">
    <w:name w:val="nine pt column tab1"/>
    <w:aliases w:val="a91"/>
    <w:basedOn w:val="nineptnormal"/>
    <w:rsid w:val="0071520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71520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71520C"/>
    <w:pPr>
      <w:jc w:val="center"/>
    </w:pPr>
  </w:style>
  <w:style w:type="paragraph" w:customStyle="1" w:styleId="Normalheading">
    <w:name w:val="Normal heading"/>
    <w:aliases w:val="nh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71520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71520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71520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71520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71520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71520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71520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71520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71520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71520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71520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71520C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71520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71520C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71520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71520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71520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71520C"/>
    <w:pPr>
      <w:spacing w:after="0"/>
    </w:pPr>
  </w:style>
  <w:style w:type="paragraph" w:customStyle="1" w:styleId="smallreturn">
    <w:name w:val="small return"/>
    <w:aliases w:val="sr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71520C"/>
    <w:pPr>
      <w:spacing w:after="0"/>
    </w:pPr>
  </w:style>
  <w:style w:type="paragraph" w:customStyle="1" w:styleId="headingbolditalic">
    <w:name w:val="heading bold italic"/>
    <w:aliases w:val="hbi"/>
    <w:basedOn w:val="heading"/>
    <w:rsid w:val="0071520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71520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71520C"/>
    <w:pPr>
      <w:spacing w:after="0"/>
    </w:pPr>
  </w:style>
  <w:style w:type="paragraph" w:customStyle="1" w:styleId="blockbullet">
    <w:name w:val="block bullet"/>
    <w:aliases w:val="bb"/>
    <w:basedOn w:val="block"/>
    <w:rsid w:val="0071520C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71520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71520C"/>
    <w:pPr>
      <w:spacing w:after="0"/>
    </w:pPr>
  </w:style>
  <w:style w:type="paragraph" w:customStyle="1" w:styleId="eightptnormal">
    <w:name w:val="eight pt normal"/>
    <w:aliases w:val="8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71520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71520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71520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71520C"/>
    <w:rPr>
      <w:b/>
      <w:bCs/>
    </w:rPr>
  </w:style>
  <w:style w:type="paragraph" w:customStyle="1" w:styleId="eightptbodytext">
    <w:name w:val="eight pt body text"/>
    <w:aliases w:val="8bt"/>
    <w:basedOn w:val="eightptnormal"/>
    <w:rsid w:val="0071520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71520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71520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71520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71520C"/>
    <w:pPr>
      <w:spacing w:after="0"/>
    </w:pPr>
  </w:style>
  <w:style w:type="paragraph" w:customStyle="1" w:styleId="eightptblock">
    <w:name w:val="eight pt block"/>
    <w:aliases w:val="8b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71520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71520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71520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71520C"/>
    <w:pPr>
      <w:spacing w:after="0"/>
    </w:pPr>
  </w:style>
  <w:style w:type="paragraph" w:customStyle="1" w:styleId="blockindent">
    <w:name w:val="block indent"/>
    <w:aliases w:val="bi"/>
    <w:basedOn w:val="block"/>
    <w:rsid w:val="0071520C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71520C"/>
    <w:pPr>
      <w:jc w:val="center"/>
    </w:pPr>
  </w:style>
  <w:style w:type="paragraph" w:customStyle="1" w:styleId="nineptcol">
    <w:name w:val="nine pt %col"/>
    <w:aliases w:val="9%"/>
    <w:basedOn w:val="nineptnormal"/>
    <w:rsid w:val="0071520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71520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71520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71520C"/>
    <w:pPr>
      <w:spacing w:after="0"/>
    </w:pPr>
  </w:style>
  <w:style w:type="paragraph" w:customStyle="1" w:styleId="nineptblocklist">
    <w:name w:val="nine pt block list"/>
    <w:aliases w:val="9bl"/>
    <w:basedOn w:val="nineptblock"/>
    <w:rsid w:val="0071520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71520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71520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71520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71520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71520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71520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71520C"/>
    <w:pPr>
      <w:spacing w:after="20"/>
    </w:pPr>
  </w:style>
  <w:style w:type="paragraph" w:customStyle="1" w:styleId="blockbulletnospaceafter">
    <w:name w:val="block bullet no space after"/>
    <w:aliases w:val="bbn,block bullet no sp"/>
    <w:rsid w:val="0071520C"/>
    <w:pPr>
      <w:tabs>
        <w:tab w:val="num" w:pos="907"/>
      </w:tabs>
      <w:spacing w:line="260" w:lineRule="atLeast"/>
      <w:ind w:left="907" w:hanging="340"/>
    </w:pPr>
    <w:rPr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rsid w:val="0071520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71520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71520C"/>
    <w:pPr>
      <w:spacing w:after="80"/>
    </w:pPr>
  </w:style>
  <w:style w:type="paragraph" w:customStyle="1" w:styleId="nineptratecol">
    <w:name w:val="nine pt rate col"/>
    <w:aliases w:val="a9r"/>
    <w:basedOn w:val="nineptnormal"/>
    <w:rsid w:val="0071520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71520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71520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71520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71520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71520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71520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71520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71520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71520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71520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71520C"/>
    <w:pPr>
      <w:ind w:left="907" w:hanging="340"/>
    </w:pPr>
  </w:style>
  <w:style w:type="paragraph" w:customStyle="1" w:styleId="List3i">
    <w:name w:val="List 3i"/>
    <w:aliases w:val="3i"/>
    <w:basedOn w:val="List2i"/>
    <w:rsid w:val="0071520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71520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71520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71520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71520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71520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71520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71520C"/>
    <w:pPr>
      <w:spacing w:after="80"/>
    </w:pPr>
  </w:style>
  <w:style w:type="paragraph" w:customStyle="1" w:styleId="blockbullet2">
    <w:name w:val="block bullet 2"/>
    <w:aliases w:val="bb2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71520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71520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basedOn w:val="DefaultParagraphFont"/>
    <w:link w:val="AccPolicysubhead"/>
    <w:locked/>
    <w:rsid w:val="0071520C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71520C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locked/>
    <w:rsid w:val="0071520C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71520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71520C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71520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A2D24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71520C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basedOn w:val="DefaultParagraphFont"/>
    <w:uiPriority w:val="99"/>
    <w:rsid w:val="006366C3"/>
    <w:rPr>
      <w:rFonts w:cs="Times New Roman"/>
      <w:sz w:val="29"/>
      <w:szCs w:val="29"/>
    </w:rPr>
  </w:style>
  <w:style w:type="character" w:customStyle="1" w:styleId="hps">
    <w:name w:val="hps"/>
    <w:basedOn w:val="DefaultParagraphFont"/>
    <w:uiPriority w:val="99"/>
    <w:rsid w:val="004434FD"/>
    <w:rPr>
      <w:rFonts w:cs="Times New Roman"/>
    </w:rPr>
  </w:style>
  <w:style w:type="character" w:customStyle="1" w:styleId="gt-icon-text1">
    <w:name w:val="gt-icon-text1"/>
    <w:basedOn w:val="DefaultParagraphFont"/>
    <w:uiPriority w:val="99"/>
    <w:rsid w:val="00AE4F6D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2A2D24"/>
    <w:rPr>
      <w:rFonts w:cs="Times New Roman"/>
    </w:rPr>
  </w:style>
  <w:style w:type="paragraph" w:customStyle="1" w:styleId="Default">
    <w:name w:val="Default"/>
    <w:rsid w:val="002A2D2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basedOn w:val="DefaultParagraphFont"/>
    <w:uiPriority w:val="99"/>
    <w:rsid w:val="00222634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3702BE"/>
    <w:pPr>
      <w:ind w:left="720"/>
      <w:contextualSpacing/>
    </w:pPr>
    <w:rPr>
      <w:rFonts w:cs="Angsana New"/>
      <w:szCs w:val="22"/>
    </w:rPr>
  </w:style>
  <w:style w:type="paragraph" w:styleId="PlainText">
    <w:name w:val="Plain Text"/>
    <w:basedOn w:val="Normal"/>
    <w:link w:val="PlainTextChar"/>
    <w:uiPriority w:val="99"/>
    <w:rsid w:val="003915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 w:cs="Angsana New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391515"/>
    <w:rPr>
      <w:rFonts w:ascii="Consolas" w:hAnsi="Consolas" w:cs="Angsana New"/>
      <w:sz w:val="26"/>
      <w:szCs w:val="26"/>
    </w:rPr>
  </w:style>
  <w:style w:type="character" w:styleId="CommentReference">
    <w:name w:val="annotation reference"/>
    <w:basedOn w:val="DefaultParagraphFont"/>
    <w:uiPriority w:val="99"/>
    <w:rsid w:val="00730C9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30C99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30C99"/>
    <w:rPr>
      <w:rFonts w:ascii="Arial" w:hAnsi="Arial" w:cs="Angsana New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730C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730C99"/>
    <w:rPr>
      <w:rFonts w:ascii="Arial" w:hAnsi="Arial" w:cs="Angsana New"/>
      <w:b/>
      <w:bCs/>
      <w:sz w:val="25"/>
      <w:szCs w:val="25"/>
    </w:rPr>
  </w:style>
  <w:style w:type="paragraph" w:styleId="Revision">
    <w:name w:val="Revision"/>
    <w:hidden/>
    <w:uiPriority w:val="99"/>
    <w:semiHidden/>
    <w:rsid w:val="00730C99"/>
    <w:rPr>
      <w:rFonts w:ascii="Arial" w:hAnsi="Arial" w:cs="Angsana New"/>
      <w:sz w:val="18"/>
      <w:szCs w:val="22"/>
    </w:rPr>
  </w:style>
  <w:style w:type="paragraph" w:customStyle="1" w:styleId="AccountingPolicy">
    <w:name w:val="Accounting Policy"/>
    <w:basedOn w:val="Normal"/>
    <w:link w:val="AccountingPolicyChar1"/>
    <w:rsid w:val="0073500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735005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Subhead3">
    <w:name w:val="Subhead 3"/>
    <w:basedOn w:val="Normal"/>
    <w:link w:val="Subhead3Char"/>
    <w:rsid w:val="0073500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735005"/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paragraph" w:customStyle="1" w:styleId="AccountingPolicyIndent">
    <w:name w:val="Accounting Policy Indent"/>
    <w:basedOn w:val="Normal"/>
    <w:rsid w:val="0073500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735005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735005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735005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735005"/>
    <w:pPr>
      <w:spacing w:line="260" w:lineRule="atLeast"/>
    </w:pPr>
    <w:rPr>
      <w:rFonts w:ascii="Univers 45 Light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735005"/>
    <w:rPr>
      <w:rFonts w:ascii="Univers 45 Light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735005"/>
    <w:pPr>
      <w:spacing w:line="256" w:lineRule="atLeast"/>
    </w:pPr>
    <w:rPr>
      <w:rFonts w:ascii="Univers 45 Light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735005"/>
    <w:pPr>
      <w:spacing w:line="253" w:lineRule="atLeast"/>
    </w:pPr>
    <w:rPr>
      <w:rFonts w:ascii="Univers 45 Light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735005"/>
    <w:rPr>
      <w:rFonts w:ascii="Univers 45 Light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735005"/>
    <w:rPr>
      <w:rFonts w:ascii="Univers 45 Light" w:hAnsi="Univers 45 Light" w:cs="Angsana New"/>
      <w:color w:val="auto"/>
    </w:rPr>
  </w:style>
  <w:style w:type="character" w:styleId="Emphasis">
    <w:name w:val="Emphasis"/>
    <w:basedOn w:val="DefaultParagraphFont"/>
    <w:uiPriority w:val="20"/>
    <w:qFormat/>
    <w:rsid w:val="00735005"/>
    <w:rPr>
      <w:i/>
      <w:iCs/>
    </w:rPr>
  </w:style>
  <w:style w:type="character" w:customStyle="1" w:styleId="apple-converted-space">
    <w:name w:val="apple-converted-space"/>
    <w:basedOn w:val="DefaultParagraphFont"/>
    <w:rsid w:val="00A7579D"/>
  </w:style>
  <w:style w:type="table" w:styleId="Table3Deffects2">
    <w:name w:val="Table 3D effects 2"/>
    <w:basedOn w:val="TableNormal"/>
    <w:rsid w:val="008B6DD8"/>
    <w:pPr>
      <w:spacing w:line="260" w:lineRule="atLeast"/>
    </w:pPr>
    <w:rPr>
      <w:sz w:val="20"/>
      <w:szCs w:val="20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otnoteReference">
    <w:name w:val="footnote reference"/>
    <w:aliases w:val="fr"/>
    <w:basedOn w:val="DefaultParagraphFont"/>
    <w:semiHidden/>
    <w:unhideWhenUsed/>
    <w:rsid w:val="00772693"/>
    <w:rPr>
      <w:vertAlign w:val="superscript"/>
    </w:rPr>
  </w:style>
  <w:style w:type="table" w:styleId="GridTable1Light-Accent1">
    <w:name w:val="Grid Table 1 Light Accent 1"/>
    <w:basedOn w:val="TableNormal"/>
    <w:uiPriority w:val="46"/>
    <w:rsid w:val="003D2F72"/>
    <w:rPr>
      <w:rFonts w:ascii="Calibri" w:eastAsia="Calibri" w:hAnsi="Calibri" w:cs="Cordia New"/>
      <w:sz w:val="20"/>
      <w:szCs w:val="20"/>
      <w:lang w:val="en-GB" w:eastAsia="en-GB"/>
    </w:rPr>
    <w:tblPr>
      <w:tblStyleRowBandSize w:val="1"/>
      <w:tblStyleColBandSize w:val="1"/>
      <w:tblInd w:w="0" w:type="nil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"/>
    <w:uiPriority w:val="1"/>
    <w:qFormat/>
    <w:rsid w:val="00573AC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rsid w:val="00573AC4"/>
    <w:rPr>
      <w:color w:val="0000FF" w:themeColor="hyperlink"/>
      <w:u w:val="single"/>
    </w:rPr>
  </w:style>
  <w:style w:type="paragraph" w:customStyle="1" w:styleId="Pa20">
    <w:name w:val="Pa20"/>
    <w:basedOn w:val="Default"/>
    <w:next w:val="Default"/>
    <w:uiPriority w:val="99"/>
    <w:rsid w:val="00573AC4"/>
    <w:pPr>
      <w:spacing w:line="191" w:lineRule="atLeast"/>
    </w:pPr>
    <w:rPr>
      <w:rFonts w:ascii="Univers LT Std 45 Light" w:hAnsi="Univers LT Std 45 Light" w:cs="Angsana New"/>
      <w:color w:val="auto"/>
      <w:lang w:eastAsia="en-GB"/>
    </w:rPr>
  </w:style>
  <w:style w:type="paragraph" w:styleId="NoSpacing">
    <w:name w:val="No Spacing"/>
    <w:uiPriority w:val="1"/>
    <w:qFormat/>
    <w:rsid w:val="000000D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 w:cs="Angsana New"/>
      <w:sz w:val="18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B0FB7"/>
    <w:rPr>
      <w:color w:val="800080" w:themeColor="followedHyperlink"/>
      <w:u w:val="single"/>
    </w:rPr>
  </w:style>
  <w:style w:type="paragraph" w:customStyle="1" w:styleId="Pa18">
    <w:name w:val="Pa18"/>
    <w:basedOn w:val="Normal"/>
    <w:next w:val="Normal"/>
    <w:uiPriority w:val="99"/>
    <w:rsid w:val="00DC4F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47">
    <w:name w:val="Pa47"/>
    <w:basedOn w:val="Normal"/>
    <w:next w:val="Normal"/>
    <w:uiPriority w:val="99"/>
    <w:rsid w:val="009642C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 w:cs="Angsana New"/>
      <w:sz w:val="24"/>
      <w:szCs w:val="24"/>
    </w:rPr>
  </w:style>
  <w:style w:type="character" w:customStyle="1" w:styleId="BodyText2Char1">
    <w:name w:val="Body Text 2 Char1"/>
    <w:basedOn w:val="DefaultParagraphFont"/>
    <w:rsid w:val="00C51D5C"/>
    <w:rPr>
      <w:rFonts w:ascii="Book Antiqua" w:eastAsia="Times New Roman" w:hAnsi="Book Antiqua" w:cs="Times New Roman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2E33D1"/>
    <w:rPr>
      <w:rFonts w:ascii="Arial" w:hAnsi="Arial" w:cs="Angsana New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F3229A"/>
    <w:rPr>
      <w:szCs w:val="20"/>
      <w:lang w:val="en-GB" w:bidi="ar-SA"/>
    </w:rPr>
  </w:style>
  <w:style w:type="character" w:customStyle="1" w:styleId="FooterChar1">
    <w:name w:val="Footer Char1"/>
    <w:basedOn w:val="DefaultParagraphFont"/>
    <w:uiPriority w:val="99"/>
    <w:rsid w:val="00D75A37"/>
    <w:rPr>
      <w:rFonts w:ascii="Arial" w:eastAsia="Times New Roman" w:hAnsi="Arial" w:cs="Times New Roman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D75A37"/>
    <w:pPr>
      <w:spacing w:line="260" w:lineRule="atLeast"/>
    </w:pPr>
    <w:rPr>
      <w:sz w:val="20"/>
      <w:szCs w:val="20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2">
    <w:name w:val="Table Grid2"/>
    <w:basedOn w:val="TableNormal"/>
    <w:next w:val="TableGrid"/>
    <w:uiPriority w:val="39"/>
    <w:rsid w:val="00D75A37"/>
    <w:pPr>
      <w:spacing w:line="260" w:lineRule="atLeast"/>
    </w:pPr>
    <w:rPr>
      <w:sz w:val="20"/>
      <w:szCs w:val="20"/>
    </w:rPr>
    <w:tblPr>
      <w:tblInd w:w="0" w:type="nil"/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5">
    <w:name w:val="Table Grid5"/>
    <w:basedOn w:val="TableNormal"/>
    <w:next w:val="TableGrid"/>
    <w:uiPriority w:val="39"/>
    <w:rsid w:val="00D75A37"/>
    <w:pPr>
      <w:spacing w:line="260" w:lineRule="atLeast"/>
    </w:pPr>
    <w:rPr>
      <w:sz w:val="20"/>
      <w:szCs w:val="20"/>
    </w:rPr>
    <w:tblPr>
      <w:tblInd w:w="0" w:type="nil"/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paragraph" w:customStyle="1" w:styleId="a6">
    <w:name w:val="ข้อความ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cs="BrowalliaUPC"/>
      <w:sz w:val="30"/>
      <w:szCs w:val="30"/>
      <w:lang w:val="th-TH" w:eastAsia="th-TH"/>
    </w:rPr>
  </w:style>
  <w:style w:type="paragraph" w:customStyle="1" w:styleId="T1">
    <w:name w:val="ลงชือ T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cs="BrowalliaUPC"/>
      <w:sz w:val="30"/>
      <w:szCs w:val="30"/>
      <w:lang w:val="th-TH" w:eastAsia="th-TH"/>
    </w:rPr>
  </w:style>
  <w:style w:type="paragraph" w:customStyle="1" w:styleId="a7">
    <w:name w:val="บวก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 w:cs="Angsana New"/>
      <w:sz w:val="22"/>
      <w:szCs w:val="22"/>
      <w:lang w:val="th-TH" w:eastAsia="th-TH"/>
    </w:rPr>
  </w:style>
  <w:style w:type="paragraph" w:customStyle="1" w:styleId="E0">
    <w:name w:val="Å§ª×èÍ E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Angsana New"/>
      <w:sz w:val="22"/>
      <w:szCs w:val="22"/>
      <w:lang w:val="th-TH"/>
    </w:rPr>
  </w:style>
  <w:style w:type="paragraph" w:customStyle="1" w:styleId="Nomal">
    <w:name w:val="Nomal"/>
    <w:basedOn w:val="AccPolicyHeading"/>
    <w:rsid w:val="003B5D3F"/>
    <w:pPr>
      <w:tabs>
        <w:tab w:val="num" w:pos="540"/>
        <w:tab w:val="num" w:pos="720"/>
      </w:tabs>
      <w:spacing w:after="120"/>
      <w:ind w:left="720" w:right="0" w:hanging="720"/>
    </w:pPr>
    <w:rPr>
      <w:rFonts w:ascii="Times New Roman" w:hAnsi="Times New Roman" w:cs="Times New Roman"/>
      <w:b w:val="0"/>
      <w:i w:val="0"/>
      <w:iCs w:val="0"/>
      <w:sz w:val="22"/>
      <w:szCs w:val="22"/>
      <w:lang w:val="en-US" w:eastAsia="en-GB"/>
    </w:rPr>
  </w:style>
  <w:style w:type="paragraph" w:customStyle="1" w:styleId="10">
    <w:name w:val="10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Angsana New"/>
      <w:sz w:val="20"/>
      <w:szCs w:val="20"/>
      <w:lang w:val="th-TH"/>
    </w:rPr>
  </w:style>
  <w:style w:type="character" w:styleId="PlaceholderText">
    <w:name w:val="Placeholder Text"/>
    <w:basedOn w:val="DefaultParagraphFont"/>
    <w:uiPriority w:val="99"/>
    <w:semiHidden/>
    <w:rsid w:val="003B5D3F"/>
    <w:rPr>
      <w:color w:val="808080"/>
    </w:rPr>
  </w:style>
  <w:style w:type="character" w:customStyle="1" w:styleId="HeaderChar1">
    <w:name w:val="Header Char1"/>
    <w:basedOn w:val="DefaultParagraphFont"/>
    <w:rsid w:val="003B5D3F"/>
    <w:rPr>
      <w:rFonts w:ascii="Arial" w:eastAsia="Times New Roman" w:hAnsi="Arial" w:cs="Times New Roman"/>
      <w:sz w:val="18"/>
      <w:szCs w:val="18"/>
    </w:rPr>
  </w:style>
  <w:style w:type="character" w:customStyle="1" w:styleId="Heading1Char1">
    <w:name w:val="Heading 1 Char1"/>
    <w:basedOn w:val="DefaultParagraphFont"/>
    <w:rsid w:val="003B5D3F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basedOn w:val="DefaultParagraphFont"/>
    <w:rsid w:val="003B5D3F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rsid w:val="003B5D3F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rsid w:val="003B5D3F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rsid w:val="003B5D3F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rsid w:val="003B5D3F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rsid w:val="003B5D3F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rsid w:val="003B5D3F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rsid w:val="003B5D3F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FirstIndentChar1">
    <w:name w:val="Body Text First Indent Char1"/>
    <w:basedOn w:val="BodyTextChar1"/>
    <w:rsid w:val="003B5D3F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basedOn w:val="DefaultParagraphFont"/>
    <w:rsid w:val="003B5D3F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basedOn w:val="BodyTextIndentChar1"/>
    <w:rsid w:val="003B5D3F"/>
    <w:rPr>
      <w:rFonts w:ascii="Arial" w:eastAsia="Times New Roman" w:hAnsi="Arial" w:cs="Times New Roman"/>
      <w:sz w:val="18"/>
      <w:szCs w:val="18"/>
    </w:rPr>
  </w:style>
  <w:style w:type="character" w:customStyle="1" w:styleId="BodyText3Char1">
    <w:name w:val="Body Text 3 Char1"/>
    <w:basedOn w:val="DefaultParagraphFont"/>
    <w:rsid w:val="003B5D3F"/>
    <w:rPr>
      <w:rFonts w:ascii="Times New Roman" w:eastAsia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rsid w:val="003B5D3F"/>
    <w:rPr>
      <w:rFonts w:ascii="Times New Roman" w:eastAsia="Times New Roman" w:hAnsi="Times New Roman" w:cs="EucrosiaUPC"/>
      <w:sz w:val="30"/>
      <w:szCs w:val="30"/>
    </w:rPr>
  </w:style>
  <w:style w:type="character" w:customStyle="1" w:styleId="SignatureChar1">
    <w:name w:val="Signature Char1"/>
    <w:basedOn w:val="DefaultParagraphFont"/>
    <w:rsid w:val="003B5D3F"/>
    <w:rPr>
      <w:rFonts w:ascii="Arial" w:eastAsia="Times New Roman" w:hAnsi="Arial" w:cs="Times New Roman"/>
      <w:sz w:val="18"/>
      <w:szCs w:val="18"/>
    </w:rPr>
  </w:style>
  <w:style w:type="character" w:customStyle="1" w:styleId="CharChar22">
    <w:name w:val="Char Char22"/>
    <w:basedOn w:val="DefaultParagraphFont"/>
    <w:rsid w:val="003B5D3F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3B5D3F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3B5D3F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3B5D3F"/>
  </w:style>
  <w:style w:type="character" w:customStyle="1" w:styleId="st1">
    <w:name w:val="st1"/>
    <w:basedOn w:val="DefaultParagraphFont"/>
    <w:rsid w:val="003B5D3F"/>
  </w:style>
  <w:style w:type="character" w:customStyle="1" w:styleId="alt-edited1">
    <w:name w:val="alt-edited1"/>
    <w:basedOn w:val="DefaultParagraphFont"/>
    <w:rsid w:val="003B5D3F"/>
    <w:rPr>
      <w:color w:val="4D90F0"/>
    </w:rPr>
  </w:style>
  <w:style w:type="paragraph" w:styleId="NormalWeb">
    <w:name w:val="Normal (Web)"/>
    <w:basedOn w:val="Normal"/>
    <w:uiPriority w:val="99"/>
    <w:semiHidden/>
    <w:unhideWhenUsed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3B5D3F"/>
    <w:rPr>
      <w:rFonts w:ascii="Calibri" w:eastAsia="Calibri" w:hAnsi="Calibri" w:cs="Cordia New"/>
      <w:sz w:val="20"/>
      <w:szCs w:val="20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3">
    <w:name w:val="Pa3"/>
    <w:basedOn w:val="Normal"/>
    <w:next w:val="Normal"/>
    <w:uiPriority w:val="99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B5D3F"/>
    <w:rPr>
      <w:color w:val="605E5C"/>
      <w:shd w:val="clear" w:color="auto" w:fill="E1DFDD"/>
    </w:rPr>
  </w:style>
  <w:style w:type="paragraph" w:customStyle="1" w:styleId="Pa38">
    <w:name w:val="Pa38"/>
    <w:basedOn w:val="Normal"/>
    <w:next w:val="Normal"/>
    <w:uiPriority w:val="99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2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22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761632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0761629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761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9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header" Target="header8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219049-8328-4164-A0C9-FB6439138238}">
  <ds:schemaRefs>
    <ds:schemaRef ds:uri="http://schemas.microsoft.com/office/2006/documentManagement/types"/>
    <ds:schemaRef ds:uri="4243d5be-521d-4052-81ca-f0f31ea6f2da"/>
    <ds:schemaRef ds:uri="http://purl.org/dc/dcmitype/"/>
    <ds:schemaRef ds:uri="http://purl.org/dc/elements/1.1/"/>
    <ds:schemaRef ds:uri="05716746-add9-412a-97a9-1b5167d151a3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f6ba49b0-bcda-4796-8236-5b5cc1493ace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448FE06-A158-412A-B7E2-1C61BD7225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D17846-5035-4CB7-8330-A0E564AFD3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122175-384A-4CA3-B28C-7E8045131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56</TotalTime>
  <Pages>14</Pages>
  <Words>2873</Words>
  <Characters>12812</Characters>
  <Application>Microsoft Office Word</Application>
  <DocSecurity>0</DocSecurity>
  <Lines>106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Quater 1 listed - Word</vt:lpstr>
    </vt:vector>
  </TitlesOfParts>
  <Company>KPMG</Company>
  <LinksUpToDate>false</LinksUpToDate>
  <CharactersWithSpaces>15654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Quater 1 listed - Word</dc:title>
  <dc:subject/>
  <dc:creator>tadsong_h22</dc:creator>
  <cp:keywords/>
  <dc:description/>
  <cp:lastModifiedBy>Darika Taengtrong</cp:lastModifiedBy>
  <cp:revision>33</cp:revision>
  <cp:lastPrinted>2025-11-11T11:15:00Z</cp:lastPrinted>
  <dcterms:created xsi:type="dcterms:W3CDTF">2025-11-06T05:52:00Z</dcterms:created>
  <dcterms:modified xsi:type="dcterms:W3CDTF">2025-11-11T12:36:00Z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0">
    <vt:lpwstr>Thai</vt:lpwstr>
  </property>
  <property fmtid="{D5CDD505-2E9C-101B-9397-08002B2CF9AE}" pid="3" name="Categories0">
    <vt:lpwstr>Interim Financial Statements Template</vt:lpwstr>
  </property>
  <property fmtid="{D5CDD505-2E9C-101B-9397-08002B2CF9AE}" pid="4" name="ContentTypeId">
    <vt:lpwstr>0x010100FC3C573FF70E394A86433F5E112C33AA</vt:lpwstr>
  </property>
</Properties>
</file>