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4D60" w14:textId="62B12CCB" w:rsidR="00804175" w:rsidRPr="00C05013" w:rsidRDefault="00804175" w:rsidP="009777AF">
      <w:pPr>
        <w:pStyle w:val="IndexHeading1"/>
        <w:spacing w:after="0" w:line="240" w:lineRule="auto"/>
        <w:ind w:left="1080" w:hanging="1080"/>
        <w:outlineLvl w:val="0"/>
        <w:rPr>
          <w:rFonts w:ascii="Angsana New" w:hAnsi="Angsana New" w:cs="Angsana New"/>
          <w:b w:val="0"/>
          <w:bCs/>
          <w:sz w:val="28"/>
          <w:szCs w:val="28"/>
          <w:lang w:val="en-US" w:bidi="th-TH"/>
        </w:rPr>
      </w:pP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หมายเหตุ</w:t>
      </w:r>
      <w:r w:rsidRPr="00C05013">
        <w:rPr>
          <w:rFonts w:ascii="Angsana New" w:hAnsi="Angsana New" w:cs="Angsana New"/>
          <w:b w:val="0"/>
          <w:bCs/>
          <w:sz w:val="28"/>
          <w:szCs w:val="28"/>
        </w:rPr>
        <w:tab/>
      </w: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สารบัญ</w:t>
      </w:r>
      <w:r w:rsidR="000838C3" w:rsidRPr="00C05013">
        <w:rPr>
          <w:rFonts w:ascii="Angsana New" w:hAnsi="Angsana New" w:cs="Angsana New" w:hint="cs"/>
          <w:b w:val="0"/>
          <w:bCs/>
          <w:sz w:val="28"/>
          <w:szCs w:val="28"/>
          <w:cs/>
          <w:lang w:bidi="th-TH"/>
        </w:rPr>
        <w:t xml:space="preserve"> </w:t>
      </w:r>
    </w:p>
    <w:p w14:paraId="182B45F8" w14:textId="77777777" w:rsidR="00081F88" w:rsidRPr="00C05013" w:rsidRDefault="00081F88" w:rsidP="0029720A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</w:pPr>
    </w:p>
    <w:p w14:paraId="4CE56EB3" w14:textId="7AC319C3" w:rsidR="00C12064" w:rsidRDefault="00C12064" w:rsidP="00C12064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เกณฑ์การจัดทำงบการเงินระหว่างกาล</w:t>
      </w:r>
    </w:p>
    <w:p w14:paraId="4BEB5B7B" w14:textId="2639DB78" w:rsidR="00BD1762" w:rsidRPr="00C05013" w:rsidRDefault="00BD1762" w:rsidP="00C12064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ผลกระทบจากเหตุการณ์อัคคีภัย</w:t>
      </w:r>
    </w:p>
    <w:p w14:paraId="03B64113" w14:textId="77777777" w:rsidR="00804175" w:rsidRPr="00C05013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บุคคลหรือกิจการที่เกี่ยวข้องกัน</w:t>
      </w:r>
    </w:p>
    <w:p w14:paraId="3A139E13" w14:textId="76E6BCA9" w:rsidR="00804175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ที่ดิน อาคารและอุปกรณ์</w:t>
      </w:r>
    </w:p>
    <w:p w14:paraId="0CE092DD" w14:textId="01D9C2F2" w:rsidR="00DA7800" w:rsidRPr="00C05013" w:rsidRDefault="00DA7800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ทุนเรือนหุ้น</w:t>
      </w:r>
    </w:p>
    <w:p w14:paraId="7978EFC1" w14:textId="0E6625F9" w:rsidR="00804175" w:rsidRDefault="00F82A3D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ส่วนงานดำเนินงาน</w:t>
      </w:r>
      <w:r w:rsidR="00F85C2F" w:rsidRPr="00C05013">
        <w:rPr>
          <w:rFonts w:ascii="Angsana New" w:hAnsi="Angsana New" w:cs="Angsana New"/>
          <w:sz w:val="28"/>
          <w:szCs w:val="28"/>
          <w:cs/>
          <w:lang w:bidi="th-TH"/>
        </w:rPr>
        <w:t>และการจำแนกรายได้</w:t>
      </w:r>
    </w:p>
    <w:p w14:paraId="4C795087" w14:textId="18CF54E2" w:rsidR="00594258" w:rsidRDefault="00C06690" w:rsidP="009435D0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กำไรต่อหุ้น</w:t>
      </w:r>
    </w:p>
    <w:p w14:paraId="13450E22" w14:textId="4D7D28D3" w:rsidR="00E91CCA" w:rsidRDefault="00E91CCA" w:rsidP="009435D0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เงินปันผล</w:t>
      </w:r>
    </w:p>
    <w:p w14:paraId="2EA3FFF0" w14:textId="1F9FBDBD" w:rsidR="0096673C" w:rsidRPr="00C05013" w:rsidRDefault="00202B12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เครื่องมือทางการเงิน</w:t>
      </w:r>
    </w:p>
    <w:p w14:paraId="51808DE5" w14:textId="77777777" w:rsidR="00A62553" w:rsidRDefault="00804175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1F8751A" w14:textId="254DC68E" w:rsidR="0068304D" w:rsidRPr="008A7468" w:rsidRDefault="0068304D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D01F8B">
        <w:rPr>
          <w:rFonts w:ascii="Angsana New" w:hAnsi="Angsana New" w:cs="Angsana New" w:hint="cs"/>
          <w:sz w:val="28"/>
          <w:szCs w:val="28"/>
          <w:cs/>
          <w:lang w:bidi="th-TH"/>
        </w:rPr>
        <w:t>เหตุการณ์</w:t>
      </w:r>
      <w:r w:rsidRPr="00D01F8B">
        <w:rPr>
          <w:rFonts w:ascii="Angsana New" w:hAnsi="Angsana New" w:cs="Angsana New" w:hint="cs"/>
          <w:sz w:val="28"/>
          <w:szCs w:val="28"/>
          <w:cs/>
          <w:lang w:val="th-TH"/>
        </w:rPr>
        <w:t>ภายหลังรอบระยะเวลา</w:t>
      </w:r>
      <w:r w:rsidRPr="00D01F8B">
        <w:rPr>
          <w:rFonts w:ascii="Angsana New" w:hAnsi="Angsana New" w:cs="Angsana New" w:hint="cs"/>
          <w:sz w:val="28"/>
          <w:szCs w:val="28"/>
          <w:cs/>
          <w:lang w:val="th-TH" w:bidi="th-TH"/>
        </w:rPr>
        <w:t>รายงาน</w:t>
      </w:r>
    </w:p>
    <w:p w14:paraId="2E0A4D5D" w14:textId="77777777" w:rsidR="008A7468" w:rsidRPr="00A62553" w:rsidRDefault="008A7468" w:rsidP="008A7468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การจัดประเภทรายการใหม่</w:t>
      </w:r>
    </w:p>
    <w:p w14:paraId="5D056A65" w14:textId="77777777" w:rsidR="008A7468" w:rsidRPr="00D01F8B" w:rsidRDefault="008A7468" w:rsidP="008A7468">
      <w:pPr>
        <w:pStyle w:val="index"/>
        <w:tabs>
          <w:tab w:val="clear" w:pos="1134"/>
        </w:tabs>
        <w:spacing w:after="0" w:line="240" w:lineRule="auto"/>
        <w:ind w:left="1080" w:firstLine="0"/>
        <w:outlineLvl w:val="0"/>
        <w:rPr>
          <w:rFonts w:ascii="Angsana New" w:hAnsi="Angsana New" w:cs="Angsana New"/>
          <w:sz w:val="28"/>
          <w:szCs w:val="28"/>
          <w:cs/>
          <w:lang w:bidi="th-TH"/>
        </w:rPr>
      </w:pPr>
    </w:p>
    <w:p w14:paraId="3DB21F92" w14:textId="77777777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</w:p>
    <w:p w14:paraId="6DF2516A" w14:textId="5E8C0BEB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  <w:sectPr w:rsidR="004A330D" w:rsidRPr="00C05013" w:rsidSect="00856263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1"/>
          <w:cols w:space="720"/>
          <w:docGrid w:linePitch="360"/>
        </w:sectPr>
      </w:pPr>
    </w:p>
    <w:p w14:paraId="265FCFF9" w14:textId="45571585" w:rsidR="00804175" w:rsidRPr="00C05013" w:rsidRDefault="00804175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lastRenderedPageBreak/>
        <w:t>หมายเหตุประกอบ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การเงินเป็นส่วนหนึ่งของ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</w:t>
      </w:r>
    </w:p>
    <w:p w14:paraId="44BA37FB" w14:textId="77777777" w:rsidR="00804175" w:rsidRPr="00FB0B1E" w:rsidRDefault="00804175" w:rsidP="001F2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37027EB0" w14:textId="1DD4FA09" w:rsidR="00804175" w:rsidRPr="00C05013" w:rsidRDefault="00D25073" w:rsidP="00373B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การเงินระหว่างกาลนี้ได้รับอนุมัติให้ออก</w:t>
      </w: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การเงินจากคณะกรรมการ</w:t>
      </w:r>
      <w:r w:rsidR="00C37FC0" w:rsidRPr="00C05013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เมื่อวันที่</w:t>
      </w:r>
      <w:r w:rsidR="00AC01DB">
        <w:rPr>
          <w:rFonts w:ascii="Angsana New" w:hAnsi="Angsana New" w:cs="Angsana New"/>
          <w:sz w:val="28"/>
          <w:szCs w:val="28"/>
        </w:rPr>
        <w:t xml:space="preserve"> </w:t>
      </w:r>
      <w:r w:rsidR="00341547">
        <w:rPr>
          <w:rFonts w:ascii="Angsana New" w:hAnsi="Angsana New" w:cs="Angsana New"/>
          <w:sz w:val="28"/>
          <w:szCs w:val="28"/>
        </w:rPr>
        <w:t xml:space="preserve">11 </w:t>
      </w:r>
      <w:r w:rsidR="00341547">
        <w:rPr>
          <w:rFonts w:ascii="Angsana New" w:hAnsi="Angsana New" w:cs="Angsana New" w:hint="cs"/>
          <w:sz w:val="28"/>
          <w:szCs w:val="28"/>
          <w:cs/>
        </w:rPr>
        <w:t xml:space="preserve">สิงหาคม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171F80">
        <w:rPr>
          <w:rFonts w:ascii="Angsana New" w:hAnsi="Angsana New" w:cs="Angsana New"/>
          <w:sz w:val="28"/>
          <w:szCs w:val="28"/>
        </w:rPr>
        <w:t>8</w:t>
      </w:r>
    </w:p>
    <w:p w14:paraId="0DFE0418" w14:textId="7F0D69EB" w:rsidR="00C12064" w:rsidRPr="00E73BA9" w:rsidRDefault="00C12064" w:rsidP="00C12064">
      <w:pPr>
        <w:rPr>
          <w:rFonts w:ascii="Angsana New" w:hAnsi="Angsana New" w:cs="Angsana New"/>
          <w:sz w:val="28"/>
          <w:szCs w:val="28"/>
        </w:rPr>
      </w:pPr>
    </w:p>
    <w:p w14:paraId="438AD20E" w14:textId="0A5C1DCC" w:rsidR="00C12064" w:rsidRPr="00C05013" w:rsidRDefault="00C12064" w:rsidP="00C12064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เกณฑ์การจัดทำงบการเงินระหว่างกาล </w:t>
      </w:r>
    </w:p>
    <w:p w14:paraId="62009F4A" w14:textId="77777777" w:rsidR="00C11916" w:rsidRPr="00FB0B1E" w:rsidRDefault="00C11916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50A13E7E" w14:textId="5E31D6F1" w:rsidR="00A47FCA" w:rsidRPr="00C05013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bookmarkStart w:id="0" w:name="_Hlk66464858"/>
      <w:r w:rsidRPr="00C05013">
        <w:rPr>
          <w:rFonts w:ascii="Angsana New" w:hAnsi="Angsana New" w:cs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Pr="00C05013">
        <w:rPr>
          <w:rFonts w:ascii="Angsana New" w:hAnsi="Angsana New" w:cs="Angsana New"/>
          <w:sz w:val="28"/>
          <w:szCs w:val="28"/>
        </w:rPr>
        <w:br/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การรายงานทางการเงินระหว่างกาล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bookmarkEnd w:id="0"/>
      <w:r w:rsidRPr="00C05013">
        <w:rPr>
          <w:rFonts w:ascii="Angsana New" w:hAnsi="Angsana New" w:cs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 w:rsidR="00AC7A6E">
        <w:rPr>
          <w:rFonts w:ascii="Angsana New" w:hAnsi="Angsana New" w:cs="Angsana New" w:hint="cs"/>
          <w:color w:val="FF0000"/>
          <w:sz w:val="28"/>
          <w:szCs w:val="28"/>
          <w:cs/>
        </w:rPr>
        <w:t xml:space="preserve"> </w:t>
      </w:r>
      <w:r w:rsidR="00AC7A6E" w:rsidRPr="00AC7A6E">
        <w:rPr>
          <w:rFonts w:ascii="Angsana New" w:hAnsi="Angsana New" w:cs="Angsana New" w:hint="cs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C7A6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AC7A6E">
        <w:rPr>
          <w:rFonts w:ascii="Angsana New" w:hAnsi="Angsana New" w:cs="Angsana New"/>
          <w:sz w:val="28"/>
          <w:szCs w:val="28"/>
          <w:cs/>
        </w:rPr>
        <w:t>โดยงบการเงินระหว่างกาลนี้เน้นการ</w:t>
      </w:r>
      <w:r w:rsidRPr="00C05013">
        <w:rPr>
          <w:rFonts w:ascii="Angsana New" w:hAnsi="Angsana New" w:cs="Angsana New"/>
          <w:sz w:val="28"/>
          <w:szCs w:val="28"/>
          <w:cs/>
        </w:rPr>
        <w:t>ให้ข้อมูลที่เกี่ยวกับกิจกรรม เหตุการณ์และสถานการณ์ใหม่</w:t>
      </w:r>
      <w:r w:rsidR="00FE0D99"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ๆ เพื่อไม่ให้ซ้ำซ้อนกับข้อมูลที่ได้นำเสนอไปแล้วในงบการเงินประจำปี</w:t>
      </w:r>
      <w:r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1648F8">
        <w:rPr>
          <w:rFonts w:ascii="Angsana New" w:hAnsi="Angsana New" w:cs="Angsana New"/>
          <w:sz w:val="28"/>
          <w:szCs w:val="28"/>
        </w:rPr>
        <w:br/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ธันวาคม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FB86C63" w14:textId="77777777" w:rsidR="00A47FCA" w:rsidRPr="00FB0B1E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1739B1B5" w14:textId="22323BAF" w:rsidR="00804175" w:rsidRPr="00C05013" w:rsidRDefault="008C27AE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C05013">
        <w:rPr>
          <w:rFonts w:ascii="Angsana New" w:hAnsi="Angsana New" w:cs="Angsana New" w:hint="cs"/>
          <w:sz w:val="28"/>
          <w:szCs w:val="28"/>
          <w:cs/>
        </w:rPr>
        <w:t>ที่</w:t>
      </w:r>
      <w:r w:rsidRPr="00C05013">
        <w:rPr>
          <w:rFonts w:ascii="Angsana New" w:hAnsi="Angsana New" w:cs="Angsana New"/>
          <w:sz w:val="28"/>
          <w:szCs w:val="28"/>
          <w:cs/>
        </w:rPr>
        <w:t>อาจมีความไม่แน่นอนนั้นไม่แตกต่างจากที่ได้อธิบาย</w:t>
      </w:r>
      <w:r w:rsidRPr="00C05013">
        <w:rPr>
          <w:rFonts w:ascii="Angsana New" w:hAnsi="Angsana New" w:cs="Angsana New" w:hint="cs"/>
          <w:sz w:val="28"/>
          <w:szCs w:val="28"/>
          <w:cs/>
        </w:rPr>
        <w:t>ไว้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ในงบการเงินสำหรับปีสิ้นสุดวันที่ </w:t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3D77DDD" w14:textId="77777777" w:rsidR="008C27AE" w:rsidRPr="00FB0B1E" w:rsidRDefault="008C27AE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30962F4E" w14:textId="492AFA39" w:rsidR="00BD1762" w:rsidRDefault="00BD1762" w:rsidP="00BD176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color w:val="000000" w:themeColor="text1"/>
          <w:sz w:val="30"/>
          <w:szCs w:val="30"/>
          <w:u w:val="none"/>
        </w:rPr>
      </w:pPr>
      <w:r w:rsidRPr="00BD1762">
        <w:rPr>
          <w:rFonts w:ascii="Angsana New" w:hAnsi="Angsana New" w:cs="Angsana New" w:hint="cs"/>
          <w:color w:val="000000" w:themeColor="text1"/>
          <w:sz w:val="30"/>
          <w:szCs w:val="30"/>
          <w:u w:val="none"/>
          <w:cs/>
        </w:rPr>
        <w:t>ผลกระทบ</w:t>
      </w:r>
      <w:r>
        <w:rPr>
          <w:rFonts w:ascii="Angsana New" w:hAnsi="Angsana New" w:cs="Angsana New" w:hint="cs"/>
          <w:color w:val="000000" w:themeColor="text1"/>
          <w:sz w:val="30"/>
          <w:szCs w:val="30"/>
          <w:u w:val="none"/>
          <w:cs/>
        </w:rPr>
        <w:t>จากเหตุการณ์อัคคีภัย</w:t>
      </w:r>
    </w:p>
    <w:p w14:paraId="2D4D5139" w14:textId="77777777" w:rsidR="00BD1762" w:rsidRPr="00BD1762" w:rsidRDefault="00BD1762" w:rsidP="00BD1762">
      <w:pPr>
        <w:rPr>
          <w:rFonts w:cstheme="minorBidi"/>
        </w:rPr>
      </w:pPr>
    </w:p>
    <w:p w14:paraId="0499FD72" w14:textId="07E846BC" w:rsidR="003B77F9" w:rsidRPr="00EF6BBA" w:rsidRDefault="003B77F9" w:rsidP="003B77F9">
      <w:pPr>
        <w:pStyle w:val="index"/>
        <w:tabs>
          <w:tab w:val="clear" w:pos="1134"/>
        </w:tabs>
        <w:spacing w:after="0" w:line="240" w:lineRule="atLeast"/>
        <w:ind w:left="518" w:firstLine="0"/>
        <w:jc w:val="thaiDistribute"/>
        <w:rPr>
          <w:rFonts w:asciiTheme="majorBidi" w:hAnsiTheme="majorBidi" w:cs="Angsana New"/>
          <w:sz w:val="28"/>
          <w:szCs w:val="28"/>
          <w:lang w:val="en-US" w:bidi="th-TH"/>
        </w:rPr>
      </w:pP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เมื่อวันที่</w:t>
      </w:r>
      <w:r w:rsidRPr="008003C1">
        <w:rPr>
          <w:rFonts w:asciiTheme="majorBidi" w:hAnsiTheme="majorBidi" w:cs="Angsana New"/>
          <w:sz w:val="28"/>
          <w:szCs w:val="28"/>
          <w:lang w:val="en-US" w:bidi="th-TH"/>
        </w:rPr>
        <w:t xml:space="preserve"> 1 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พฤษภาคม</w:t>
      </w:r>
      <w:r w:rsidRPr="008003C1">
        <w:rPr>
          <w:rFonts w:asciiTheme="majorBidi" w:hAnsiTheme="majorBidi" w:cs="Angsana New"/>
          <w:sz w:val="28"/>
          <w:szCs w:val="28"/>
          <w:lang w:val="en-US" w:bidi="th-TH"/>
        </w:rPr>
        <w:t xml:space="preserve"> 2568 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ได้เกิดเหตุการณ์เพลิงไหม้ในพื้นที่บางส่วนของ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ห้องปฏิบัติการ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ของ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กลุ่มบริษัท 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ซึ่งตั้งอยู่ที่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br/>
        <w:t>เขต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บางขุนเทียน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จังหวัดกรุงเทพมหานคร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โดย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กลุ่มบริษัท</w:t>
      </w:r>
      <w:r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ได้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มีการทำประกันภัยทรัพย์สินที่ครอบคลุมความเสียหายต่อโรงงานและทรัพย์สินที่เกี่ยวข้อง</w:t>
      </w:r>
      <w:r w:rsidRPr="008003C1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762852">
        <w:rPr>
          <w:rFonts w:asciiTheme="majorBidi" w:hAnsiTheme="majorBidi" w:cs="Angsana New"/>
          <w:sz w:val="28"/>
          <w:szCs w:val="28"/>
          <w:cs/>
          <w:lang w:val="en-US" w:bidi="th-TH"/>
        </w:rPr>
        <w:t>ภายหลังเหตุการณ์</w:t>
      </w:r>
      <w:r w:rsidR="00BB53EE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ดังกล่าว</w:t>
      </w:r>
      <w:r w:rsidRPr="00762852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บริษัทประกันภัยได้เข้าดำเนินการตรวจสอบและประเมินความเสียหาย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ซึ่งยังไม่แล้วเสร็จ ทั้งนี้ </w:t>
      </w:r>
      <w:r w:rsidR="00EC75FF"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กลุ่มบริษัท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ได้ประเมินความเสียหายเบื้องต้นของ</w:t>
      </w:r>
      <w:r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สินค้าคงเหลือ</w:t>
      </w:r>
      <w:r w:rsidR="00893146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เป็นจำนวน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Pr="00EF6BBA">
        <w:rPr>
          <w:rFonts w:asciiTheme="majorBidi" w:hAnsiTheme="majorBidi" w:cs="Angsana New"/>
          <w:sz w:val="28"/>
          <w:szCs w:val="28"/>
          <w:lang w:val="en-US" w:bidi="th-TH"/>
        </w:rPr>
        <w:t>29.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6</w:t>
      </w:r>
      <w:r w:rsidRPr="00EF6BBA">
        <w:rPr>
          <w:rFonts w:asciiTheme="majorBidi" w:hAnsiTheme="majorBidi" w:cs="Angsana New"/>
          <w:sz w:val="28"/>
          <w:szCs w:val="28"/>
          <w:lang w:val="en-US" w:bidi="th-TH"/>
        </w:rPr>
        <w:t xml:space="preserve">0 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ล้านบาท</w:t>
      </w:r>
      <w:r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</w:t>
      </w:r>
      <w:r w:rsidR="00BB53EE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br/>
      </w:r>
      <w:r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โดย</w:t>
      </w:r>
      <w:r w:rsidRPr="00C76BB5">
        <w:rPr>
          <w:rFonts w:asciiTheme="majorBidi" w:hAnsiTheme="majorBidi" w:cs="Angsana New"/>
          <w:spacing w:val="-4"/>
          <w:sz w:val="28"/>
          <w:szCs w:val="28"/>
          <w:cs/>
          <w:lang w:val="en-US" w:bidi="th-TH"/>
        </w:rPr>
        <w:t>กลุ่มบริษัทได้รับการยืนยัน</w:t>
      </w:r>
      <w:r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จากทางบริษัทประกันแล้ว</w:t>
      </w:r>
      <w:r w:rsidRPr="00C76BB5">
        <w:rPr>
          <w:rFonts w:asciiTheme="majorBidi" w:hAnsiTheme="majorBidi" w:cs="Angsana New"/>
          <w:spacing w:val="-4"/>
          <w:sz w:val="28"/>
          <w:szCs w:val="28"/>
          <w:cs/>
          <w:lang w:val="en-US" w:bidi="th-TH"/>
        </w:rPr>
        <w:t>ว่าจะได้รับค่าสินไหมทดแทน</w:t>
      </w:r>
      <w:r w:rsidR="008A63F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 xml:space="preserve"> </w:t>
      </w:r>
      <w:r w:rsidR="00BB53EE" w:rsidRPr="00C76BB5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(</w:t>
      </w:r>
      <w:r w:rsidR="00BB53E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บางส่วน</w:t>
      </w:r>
      <w:r w:rsidR="00BB53EE" w:rsidRPr="00C76BB5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 xml:space="preserve">) </w:t>
      </w:r>
      <w:r w:rsidR="00BB53E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 xml:space="preserve">เป็นจำนวน </w:t>
      </w:r>
      <w:r w:rsidR="00BB53EE" w:rsidRPr="00C76BB5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30</w:t>
      </w:r>
      <w:r w:rsidR="00C76BB5" w:rsidRPr="00C76BB5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.00</w:t>
      </w:r>
      <w:r w:rsidR="00BB53EE" w:rsidRPr="00C76BB5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 xml:space="preserve"> </w:t>
      </w:r>
      <w:r w:rsidR="00BB53E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ล้านบาท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ซึ่งกลุ่มบริษัทได้บันทึกค่าสินไหมทดแทน รวมถึงค่าใช้จ่ายที่เกี่ยวข้องไว้ในงบกำไรขาดทุนเบ็ดเสร็จสำหรับงวดปัจจุบันเรียบร้อยแล้ว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</w:p>
    <w:p w14:paraId="229CC167" w14:textId="77777777" w:rsidR="003B77F9" w:rsidRPr="00EF6BBA" w:rsidRDefault="003B77F9" w:rsidP="003B77F9">
      <w:pPr>
        <w:pStyle w:val="index"/>
        <w:tabs>
          <w:tab w:val="clear" w:pos="1134"/>
        </w:tabs>
        <w:spacing w:after="0" w:line="240" w:lineRule="atLeast"/>
        <w:ind w:left="518" w:firstLine="0"/>
        <w:jc w:val="thaiDistribute"/>
        <w:rPr>
          <w:rFonts w:asciiTheme="majorBidi" w:hAnsiTheme="majorBidi" w:cs="Angsana New"/>
          <w:sz w:val="28"/>
          <w:szCs w:val="28"/>
          <w:lang w:val="en-US" w:bidi="th-TH"/>
        </w:rPr>
      </w:pPr>
    </w:p>
    <w:p w14:paraId="72B44EBA" w14:textId="6CCF760B" w:rsidR="003B77F9" w:rsidRDefault="00BB53EE" w:rsidP="003B77F9">
      <w:pPr>
        <w:pStyle w:val="index"/>
        <w:tabs>
          <w:tab w:val="clear" w:pos="1134"/>
        </w:tabs>
        <w:spacing w:after="0" w:line="240" w:lineRule="atLeast"/>
        <w:ind w:left="518" w:firstLine="0"/>
        <w:jc w:val="thaiDistribute"/>
        <w:rPr>
          <w:rFonts w:asciiTheme="majorBidi" w:hAnsiTheme="majorBidi" w:cs="Angsana New"/>
          <w:sz w:val="28"/>
          <w:szCs w:val="28"/>
          <w:lang w:val="en-US" w:bidi="th-TH"/>
        </w:rPr>
      </w:pP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อย่างไรก็ตาม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ทรัพย์สินประเภทอาคารและอุปกรณ์</w:t>
      </w:r>
      <w:r w:rsidR="008A63F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รวมถึง</w:t>
      </w:r>
      <w:r w:rsidR="00402235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สินค้าคงเหลือประเภท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วัสดุสิ้นเปลืองและอะไหล่จำนวนหนึ่ง</w:t>
      </w:r>
      <w:r w:rsidR="00402235">
        <w:rPr>
          <w:rFonts w:asciiTheme="majorBidi" w:hAnsiTheme="majorBidi" w:cs="Angsana New"/>
          <w:sz w:val="28"/>
          <w:szCs w:val="28"/>
          <w:cs/>
          <w:lang w:val="en-US" w:bidi="th-TH"/>
        </w:rPr>
        <w:br/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ที่ได้รับความเสียหาย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</w:t>
      </w:r>
      <w:r w:rsidR="009A1A45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ยัง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คง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อยู่</w:t>
      </w:r>
      <w:r w:rsidR="009A1A45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ใน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ระหว่างการ</w:t>
      </w:r>
      <w:r w:rsidR="00896816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ประเมินและ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ดำเนินการสรุปมูลค่าความเสียหาย ณ วันสิ้นงวดบัญชี </w:t>
      </w:r>
      <w:r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ทั้งนี้ </w:t>
      </w:r>
      <w:r w:rsidR="003B77F9"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ผู้บริหารมีความเชื่อมั่นว่าความ</w:t>
      </w:r>
      <w:r w:rsidR="003B77F9" w:rsidRPr="00762852">
        <w:rPr>
          <w:rFonts w:asciiTheme="majorBidi" w:hAnsiTheme="majorBidi" w:cs="Angsana New"/>
          <w:sz w:val="28"/>
          <w:szCs w:val="28"/>
          <w:cs/>
          <w:lang w:val="en-US" w:bidi="th-TH"/>
        </w:rPr>
        <w:t>เสียหายที่เกิดขึ้นจากเหตุการณ์เพลิงไหม้จะได้รับการชดเชยจากบริษัทประกันภัยตามความคุ้มครองที่ระบุไว้ในกรมธรรม์</w:t>
      </w:r>
    </w:p>
    <w:p w14:paraId="2623AB22" w14:textId="77777777" w:rsidR="00D445BC" w:rsidRDefault="00D445BC" w:rsidP="00BD1762">
      <w:pPr>
        <w:pStyle w:val="index"/>
        <w:tabs>
          <w:tab w:val="clear" w:pos="1134"/>
        </w:tabs>
        <w:spacing w:after="0" w:line="240" w:lineRule="atLeast"/>
        <w:ind w:left="518" w:firstLine="0"/>
        <w:jc w:val="thaiDistribute"/>
        <w:rPr>
          <w:rFonts w:asciiTheme="majorBidi" w:hAnsiTheme="majorBidi" w:cs="Angsana New"/>
          <w:sz w:val="28"/>
          <w:szCs w:val="28"/>
          <w:cs/>
          <w:lang w:val="en-US" w:bidi="th-TH"/>
        </w:rPr>
      </w:pPr>
    </w:p>
    <w:p w14:paraId="658C0595" w14:textId="62B20066" w:rsidR="00D445BC" w:rsidRDefault="00D44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highlight w:val="yellow"/>
        </w:rPr>
      </w:pPr>
      <w:r>
        <w:rPr>
          <w:rFonts w:asciiTheme="majorBidi" w:hAnsiTheme="majorBidi" w:cs="Angsana New"/>
          <w:sz w:val="28"/>
          <w:szCs w:val="28"/>
          <w:highlight w:val="yellow"/>
        </w:rPr>
        <w:br w:type="page"/>
      </w:r>
    </w:p>
    <w:p w14:paraId="1E3F13A7" w14:textId="164B6F98" w:rsidR="00093B30" w:rsidRPr="00C05013" w:rsidRDefault="00804175" w:rsidP="009D7AF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color w:val="0000FF"/>
          <w:sz w:val="30"/>
          <w:szCs w:val="30"/>
          <w:u w:val="none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 xml:space="preserve">บุคคลหรือกิจการที่เกี่ยวข้องกัน </w:t>
      </w:r>
    </w:p>
    <w:p w14:paraId="0B427509" w14:textId="77777777" w:rsidR="00991336" w:rsidRPr="00FB0B1E" w:rsidRDefault="00991336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6E13AB5E" w14:textId="5FEBE3B8" w:rsidR="00B30727" w:rsidRPr="00C05013" w:rsidRDefault="0021407F" w:rsidP="000F5E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C05013">
        <w:rPr>
          <w:rFonts w:asciiTheme="majorBidi" w:hAnsiTheme="majorBidi" w:cs="Angsana New" w:hint="cs"/>
          <w:sz w:val="28"/>
          <w:szCs w:val="28"/>
          <w:cs/>
        </w:rPr>
        <w:t>ความสัมพันธ์ที่มีกับบริษัทย่อย</w:t>
      </w:r>
      <w:r w:rsidR="00FE1DAE" w:rsidRPr="00C05013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ผู้บริหารสำคัญและบุคคลหรือกิจการ</w:t>
      </w:r>
      <w:r w:rsidR="00C95284" w:rsidRPr="00C05013">
        <w:rPr>
          <w:rFonts w:asciiTheme="majorBidi" w:hAnsiTheme="majorBidi" w:cs="Angsana New" w:hint="cs"/>
          <w:sz w:val="28"/>
          <w:szCs w:val="28"/>
          <w:cs/>
        </w:rPr>
        <w:t>อื่น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ที่เกี่ยวข้องกันไม่ได้มีการเปลี่ยนแปลง</w:t>
      </w:r>
      <w:r w:rsidR="000F5EFA">
        <w:rPr>
          <w:rFonts w:asciiTheme="majorBidi" w:hAnsiTheme="majorBidi" w:cs="Angsana New"/>
          <w:sz w:val="28"/>
          <w:szCs w:val="28"/>
        </w:rPr>
        <w:br/>
      </w:r>
      <w:r w:rsidRPr="00C05013">
        <w:rPr>
          <w:rFonts w:asciiTheme="majorBidi" w:hAnsiTheme="majorBidi" w:cs="Angsana New" w:hint="cs"/>
          <w:sz w:val="28"/>
          <w:szCs w:val="28"/>
          <w:cs/>
        </w:rPr>
        <w:t>อย่างมีสาระสำคัญ</w:t>
      </w:r>
    </w:p>
    <w:p w14:paraId="778C7CC9" w14:textId="77777777" w:rsidR="0021407F" w:rsidRPr="00FB0B1E" w:rsidRDefault="0021407F" w:rsidP="002140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5D63E705" w14:textId="68522A4F" w:rsidR="00B30727" w:rsidRPr="00C05013" w:rsidRDefault="0042798C" w:rsidP="00B30727">
      <w:pPr>
        <w:ind w:left="540" w:right="45"/>
        <w:jc w:val="thaiDistribute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 w:hint="cs"/>
          <w:b/>
          <w:sz w:val="28"/>
          <w:szCs w:val="28"/>
          <w:cs/>
        </w:rPr>
        <w:t>บุ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>คคลหรือกิจการที่เกี่ยวข้องกันที่มีรายการระหว่างกันที่มีนัยสำคัญกับกลุ่มบริษัทในระหว่าง</w:t>
      </w:r>
      <w:r w:rsidR="00FE0D99" w:rsidRPr="00C05013">
        <w:rPr>
          <w:rFonts w:asciiTheme="majorBidi" w:hAnsiTheme="majorBidi" w:cstheme="majorBidi" w:hint="cs"/>
          <w:b/>
          <w:sz w:val="28"/>
          <w:szCs w:val="28"/>
          <w:cs/>
        </w:rPr>
        <w:t>งวด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 xml:space="preserve">มีดังต่อไปนี้ </w:t>
      </w:r>
    </w:p>
    <w:p w14:paraId="64171C75" w14:textId="77777777" w:rsidR="003E6A17" w:rsidRPr="00FB0B1E" w:rsidRDefault="003E6A17" w:rsidP="009777AF">
      <w:pPr>
        <w:spacing w:line="240" w:lineRule="auto"/>
        <w:ind w:left="540" w:right="45"/>
        <w:jc w:val="thaiDistribute"/>
        <w:rPr>
          <w:rFonts w:ascii="Angsana New" w:hAnsi="Angsana New" w:cs="Angsana New"/>
          <w:color w:val="000000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350"/>
        <w:gridCol w:w="4860"/>
      </w:tblGrid>
      <w:tr w:rsidR="00802769" w:rsidRPr="00C05013" w14:paraId="2BD62A9A" w14:textId="77777777" w:rsidTr="004D1FE0">
        <w:trPr>
          <w:trHeight w:val="20"/>
          <w:tblHeader/>
        </w:trPr>
        <w:tc>
          <w:tcPr>
            <w:tcW w:w="2970" w:type="dxa"/>
          </w:tcPr>
          <w:p w14:paraId="65ABA379" w14:textId="201F7435" w:rsidR="00802769" w:rsidRPr="00C05013" w:rsidRDefault="00802769" w:rsidP="00977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-18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ชื่อกิจการ</w:t>
            </w:r>
            <w:r w:rsidR="00392AC0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36D6ED23" w14:textId="020A2554" w:rsidR="00802769" w:rsidRPr="00C05013" w:rsidRDefault="00802769" w:rsidP="009777AF">
            <w:pPr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="00C95284" w:rsidRPr="00C05013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="00A00BA1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C95284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สัญชาติ</w:t>
            </w:r>
          </w:p>
        </w:tc>
        <w:tc>
          <w:tcPr>
            <w:tcW w:w="4860" w:type="dxa"/>
          </w:tcPr>
          <w:p w14:paraId="6E541C7F" w14:textId="77777777" w:rsidR="00802769" w:rsidRPr="00C05013" w:rsidRDefault="00802769" w:rsidP="00EE0023">
            <w:pPr>
              <w:tabs>
                <w:tab w:val="clear" w:pos="227"/>
              </w:tabs>
              <w:spacing w:line="240" w:lineRule="auto"/>
              <w:ind w:left="73" w:right="-1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02769" w:rsidRPr="00C05013" w14:paraId="630D1258" w14:textId="77777777" w:rsidTr="004D1FE0">
        <w:trPr>
          <w:trHeight w:val="20"/>
        </w:trPr>
        <w:tc>
          <w:tcPr>
            <w:tcW w:w="2970" w:type="dxa"/>
          </w:tcPr>
          <w:p w14:paraId="2DEF2B15" w14:textId="6062A7E2" w:rsidR="00802769" w:rsidRPr="00C05013" w:rsidRDefault="002B2277" w:rsidP="009777AF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ผู้บริหารสำคัญ</w:t>
            </w:r>
          </w:p>
        </w:tc>
        <w:tc>
          <w:tcPr>
            <w:tcW w:w="1350" w:type="dxa"/>
          </w:tcPr>
          <w:p w14:paraId="4B548391" w14:textId="77777777" w:rsidR="00802769" w:rsidRPr="00C05013" w:rsidRDefault="00802769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044841B3" w14:textId="440C6085" w:rsidR="00802769" w:rsidRPr="00C05013" w:rsidRDefault="000E526A" w:rsidP="008D4FD5">
            <w:pPr>
              <w:tabs>
                <w:tab w:val="clear" w:pos="227"/>
              </w:tabs>
              <w:ind w:left="253" w:right="-18" w:hanging="174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บุคคลที่มีอำนาจและความรับผิดชอบการวางแผน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  <w:tr w:rsidR="0094053D" w:rsidRPr="00C05013" w14:paraId="5E2D3A99" w14:textId="77777777" w:rsidTr="004D1FE0">
        <w:trPr>
          <w:trHeight w:val="20"/>
        </w:trPr>
        <w:tc>
          <w:tcPr>
            <w:tcW w:w="2970" w:type="dxa"/>
          </w:tcPr>
          <w:p w14:paraId="3FB9BAB9" w14:textId="77777777" w:rsidR="0094053D" w:rsidRPr="00C05013" w:rsidRDefault="0094053D" w:rsidP="00AB702A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1350" w:type="dxa"/>
          </w:tcPr>
          <w:p w14:paraId="533D31DC" w14:textId="77777777" w:rsidR="0094053D" w:rsidRPr="00C05013" w:rsidRDefault="0094053D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4860" w:type="dxa"/>
          </w:tcPr>
          <w:p w14:paraId="6DAE98EA" w14:textId="77777777" w:rsidR="0094053D" w:rsidRPr="00C05013" w:rsidRDefault="0094053D" w:rsidP="009777AF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</w:tr>
      <w:tr w:rsidR="000179E4" w:rsidRPr="00C05013" w14:paraId="214E2C56" w14:textId="77777777" w:rsidTr="004D1FE0">
        <w:trPr>
          <w:trHeight w:val="20"/>
        </w:trPr>
        <w:tc>
          <w:tcPr>
            <w:tcW w:w="2970" w:type="dxa"/>
          </w:tcPr>
          <w:p w14:paraId="00FDC0D5" w14:textId="38882458" w:rsidR="000179E4" w:rsidRPr="00C05013" w:rsidRDefault="000179E4" w:rsidP="000179E4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350" w:type="dxa"/>
          </w:tcPr>
          <w:p w14:paraId="21DB6D3E" w14:textId="77777777" w:rsidR="000179E4" w:rsidRPr="00C05013" w:rsidRDefault="000179E4" w:rsidP="000179E4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79FAB066" w14:textId="77777777" w:rsidR="000179E4" w:rsidRPr="00C05013" w:rsidRDefault="000179E4" w:rsidP="000179E4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D82C47" w:rsidRPr="006677A8" w14:paraId="214EB78C" w14:textId="77777777" w:rsidTr="004D1FE0">
        <w:trPr>
          <w:trHeight w:val="20"/>
        </w:trPr>
        <w:tc>
          <w:tcPr>
            <w:tcW w:w="2970" w:type="dxa"/>
          </w:tcPr>
          <w:p w14:paraId="0D3873F7" w14:textId="54A2184A" w:rsidR="00D82C47" w:rsidRPr="00C05013" w:rsidRDefault="00D82C47" w:rsidP="00D82C47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เอเชี่ยน ออร่า เทรดดิ้ง จำกัด</w:t>
            </w:r>
          </w:p>
        </w:tc>
        <w:tc>
          <w:tcPr>
            <w:tcW w:w="1350" w:type="dxa"/>
          </w:tcPr>
          <w:p w14:paraId="49C57750" w14:textId="1602DC14" w:rsidR="00D82C47" w:rsidRPr="00C05013" w:rsidRDefault="00D82C47" w:rsidP="00D82C47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377F14D3" w14:textId="1101C858" w:rsidR="00D82C47" w:rsidRPr="00C05013" w:rsidRDefault="00134CC9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ถือหุ้นโดยกรรมการ</w:t>
            </w:r>
            <w:r w:rsidR="00D82C47"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และมีกรรมการร่วมกัน</w:t>
            </w:r>
          </w:p>
        </w:tc>
      </w:tr>
      <w:tr w:rsidR="00134CC9" w:rsidRPr="00C05013" w14:paraId="22A7857C" w14:textId="77777777" w:rsidTr="004D1FE0">
        <w:trPr>
          <w:trHeight w:val="20"/>
        </w:trPr>
        <w:tc>
          <w:tcPr>
            <w:tcW w:w="2970" w:type="dxa"/>
          </w:tcPr>
          <w:p w14:paraId="675D4BC8" w14:textId="661EB831" w:rsidR="00134CC9" w:rsidRPr="00C05013" w:rsidRDefault="00134CC9" w:rsidP="00134CC9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เฟลคซ์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-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ไอเบิล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พลาส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01313743" w14:textId="3862DC99" w:rsidR="00134CC9" w:rsidRPr="00C05013" w:rsidRDefault="00134CC9" w:rsidP="00134CC9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821C5A1" w14:textId="5E757EF6" w:rsidR="00134CC9" w:rsidRPr="00C05013" w:rsidRDefault="007A0D47" w:rsidP="00134CC9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ถือหุ้นโดยผู้บริหารสำคัญและ</w:t>
            </w:r>
            <w:r w:rsidR="00A92A4C">
              <w:rPr>
                <w:rFonts w:asciiTheme="majorBidi" w:hAnsiTheme="majorBidi" w:cs="Angsana New" w:hint="cs"/>
                <w:sz w:val="28"/>
                <w:szCs w:val="28"/>
                <w:cs/>
              </w:rPr>
              <w:t>มีผู้บริหารสำคัญ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7A0D47" w:rsidRPr="00C05013" w14:paraId="18760AE5" w14:textId="77777777" w:rsidTr="004D1FE0">
        <w:trPr>
          <w:trHeight w:val="20"/>
        </w:trPr>
        <w:tc>
          <w:tcPr>
            <w:tcW w:w="2970" w:type="dxa"/>
          </w:tcPr>
          <w:p w14:paraId="1ABB55D6" w14:textId="1D3446B0" w:rsidR="007A0D47" w:rsidRPr="00C05013" w:rsidRDefault="007A0D47" w:rsidP="007A0D47">
            <w:pPr>
              <w:spacing w:line="240" w:lineRule="auto"/>
              <w:ind w:left="160" w:right="-108" w:hanging="16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ดีฟาร์มาซี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1FD8AD0A" w14:textId="79889604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673183F" w14:textId="07F00D9E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ถือหุ้นโดยสมาชิกในครอบครัวที่ใกล้ชิดของกรรมการ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  <w:br/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และเป็นกรรมการ</w:t>
            </w:r>
          </w:p>
        </w:tc>
      </w:tr>
      <w:tr w:rsidR="007A0D47" w:rsidRPr="00C05013" w14:paraId="18F13D17" w14:textId="77777777" w:rsidTr="004D1FE0">
        <w:trPr>
          <w:trHeight w:val="20"/>
        </w:trPr>
        <w:tc>
          <w:tcPr>
            <w:tcW w:w="2970" w:type="dxa"/>
          </w:tcPr>
          <w:p w14:paraId="0F1E5582" w14:textId="799CF0C9" w:rsidR="007A0D47" w:rsidRPr="00C05013" w:rsidRDefault="007A0D47" w:rsidP="007A0D47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มิตรไมตรีการแพทย์ จำกัด</w:t>
            </w:r>
          </w:p>
        </w:tc>
        <w:tc>
          <w:tcPr>
            <w:tcW w:w="1350" w:type="dxa"/>
          </w:tcPr>
          <w:p w14:paraId="19C30630" w14:textId="14CE4615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9D12E7C" w14:textId="48635F3B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มีกรรมการร่วมกัน</w:t>
            </w:r>
          </w:p>
        </w:tc>
      </w:tr>
      <w:tr w:rsidR="007A0D47" w:rsidRPr="00C05013" w14:paraId="51525194" w14:textId="77777777" w:rsidTr="004D1FE0">
        <w:trPr>
          <w:trHeight w:val="20"/>
        </w:trPr>
        <w:tc>
          <w:tcPr>
            <w:tcW w:w="2970" w:type="dxa"/>
          </w:tcPr>
          <w:p w14:paraId="6D63AEEB" w14:textId="63EFBEB6" w:rsidR="007A0D47" w:rsidRPr="00C05013" w:rsidRDefault="007A0D47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อีซี่ แพ็ค โปรดักส์ จำกัด</w:t>
            </w:r>
          </w:p>
        </w:tc>
        <w:tc>
          <w:tcPr>
            <w:tcW w:w="1350" w:type="dxa"/>
          </w:tcPr>
          <w:p w14:paraId="243A6868" w14:textId="7F7425A8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FC41B25" w14:textId="25D59133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7A0D47" w:rsidRPr="00C05013" w14:paraId="2149344E" w14:textId="77777777" w:rsidTr="004D1FE0">
        <w:trPr>
          <w:trHeight w:val="20"/>
        </w:trPr>
        <w:tc>
          <w:tcPr>
            <w:tcW w:w="2970" w:type="dxa"/>
          </w:tcPr>
          <w:p w14:paraId="565ECBFE" w14:textId="0D300C0D" w:rsidR="007A0D47" w:rsidRPr="00C05013" w:rsidRDefault="007A0D47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เอสจี คอร์ปอเรชั่น จำกัด</w:t>
            </w:r>
          </w:p>
        </w:tc>
        <w:tc>
          <w:tcPr>
            <w:tcW w:w="1350" w:type="dxa"/>
          </w:tcPr>
          <w:p w14:paraId="0DC4B242" w14:textId="074AFCE2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4DF73F6E" w14:textId="62D41961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A44F10" w:rsidRPr="00C05013" w14:paraId="7AE934FC" w14:textId="77777777" w:rsidTr="004D1FE0">
        <w:trPr>
          <w:trHeight w:val="20"/>
        </w:trPr>
        <w:tc>
          <w:tcPr>
            <w:tcW w:w="2970" w:type="dxa"/>
          </w:tcPr>
          <w:p w14:paraId="7A116EFA" w14:textId="6CB78535" w:rsidR="00A44F10" w:rsidRPr="00530506" w:rsidRDefault="00A44F10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</w:rPr>
            </w:pPr>
            <w:r>
              <w:rPr>
                <w:rFonts w:asciiTheme="majorBidi" w:hAnsiTheme="majorBidi" w:cs="Angsana New"/>
                <w:sz w:val="28"/>
                <w:szCs w:val="28"/>
              </w:rPr>
              <w:t xml:space="preserve">Pharmaceutical Siri </w:t>
            </w:r>
            <w:proofErr w:type="spellStart"/>
            <w:r>
              <w:rPr>
                <w:rFonts w:asciiTheme="majorBidi" w:hAnsiTheme="majorBidi" w:cs="Angsana New"/>
                <w:sz w:val="28"/>
                <w:szCs w:val="28"/>
              </w:rPr>
              <w:t>Chalern</w:t>
            </w:r>
            <w:proofErr w:type="spellEnd"/>
            <w:r>
              <w:rPr>
                <w:rFonts w:asciiTheme="majorBidi" w:hAnsiTheme="majorBidi" w:cs="Angsana New"/>
                <w:sz w:val="28"/>
                <w:szCs w:val="28"/>
              </w:rPr>
              <w:t xml:space="preserve"> Co., Lt</w:t>
            </w:r>
            <w:r w:rsidR="00530506">
              <w:rPr>
                <w:rFonts w:asciiTheme="majorBidi" w:hAnsiTheme="majorBidi" w:cs="Angsana New"/>
                <w:sz w:val="28"/>
                <w:szCs w:val="28"/>
              </w:rPr>
              <w:t>d.</w:t>
            </w:r>
          </w:p>
        </w:tc>
        <w:tc>
          <w:tcPr>
            <w:tcW w:w="1350" w:type="dxa"/>
          </w:tcPr>
          <w:p w14:paraId="09DB5546" w14:textId="1890CB77" w:rsidR="00A44F10" w:rsidRPr="00C05013" w:rsidRDefault="00A44F10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ลาว</w:t>
            </w:r>
          </w:p>
        </w:tc>
        <w:tc>
          <w:tcPr>
            <w:tcW w:w="4860" w:type="dxa"/>
          </w:tcPr>
          <w:p w14:paraId="3E631A00" w14:textId="609787D5" w:rsidR="00A44F10" w:rsidRPr="00C05013" w:rsidRDefault="00A44F10" w:rsidP="004618DE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</w:t>
            </w:r>
          </w:p>
        </w:tc>
      </w:tr>
    </w:tbl>
    <w:p w14:paraId="383FC0CE" w14:textId="77777777" w:rsidR="00C50608" w:rsidRDefault="00C50608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color w:val="000000"/>
          <w:sz w:val="28"/>
          <w:szCs w:val="28"/>
        </w:rPr>
      </w:pPr>
    </w:p>
    <w:tbl>
      <w:tblPr>
        <w:tblW w:w="91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09"/>
        <w:gridCol w:w="268"/>
        <w:gridCol w:w="1094"/>
        <w:gridCol w:w="268"/>
        <w:gridCol w:w="1078"/>
        <w:gridCol w:w="250"/>
        <w:gridCol w:w="1105"/>
      </w:tblGrid>
      <w:tr w:rsidR="003B5B02" w:rsidRPr="00C05013" w14:paraId="5C7E9773" w14:textId="77777777" w:rsidTr="00314320">
        <w:trPr>
          <w:tblHeader/>
        </w:trPr>
        <w:tc>
          <w:tcPr>
            <w:tcW w:w="2168" w:type="pct"/>
            <w:shd w:val="clear" w:color="auto" w:fill="auto"/>
          </w:tcPr>
          <w:p w14:paraId="2B354F00" w14:textId="77777777" w:rsidR="003B5B02" w:rsidRPr="0042798C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i/>
                <w:iCs/>
                <w:color w:val="000000" w:themeColor="text1"/>
                <w:sz w:val="28"/>
                <w:szCs w:val="28"/>
                <w:cs/>
              </w:rPr>
            </w:pPr>
            <w:r w:rsidRPr="0042798C">
              <w:rPr>
                <w:rFonts w:ascii="Angsana New" w:hAnsi="Angsana New" w:cs="Angsana New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  <w:r w:rsidRPr="0042798C" w:rsidDel="001728D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3" w:type="pct"/>
            <w:gridSpan w:val="3"/>
          </w:tcPr>
          <w:p w14:paraId="37248E30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106FA374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pct"/>
            <w:gridSpan w:val="3"/>
          </w:tcPr>
          <w:p w14:paraId="25DE4EB7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งบการเงินเฉพาะกิจการ </w:t>
            </w:r>
          </w:p>
        </w:tc>
      </w:tr>
      <w:tr w:rsidR="003B5B02" w:rsidRPr="00C05013" w14:paraId="20F86DD1" w14:textId="77777777" w:rsidTr="00314320">
        <w:trPr>
          <w:tblHeader/>
        </w:trPr>
        <w:tc>
          <w:tcPr>
            <w:tcW w:w="2168" w:type="pct"/>
          </w:tcPr>
          <w:p w14:paraId="7F84EFDD" w14:textId="699398DA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หก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เดือน</w:t>
            </w: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DB010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A457C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457C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</w:p>
        </w:tc>
        <w:tc>
          <w:tcPr>
            <w:tcW w:w="607" w:type="pct"/>
          </w:tcPr>
          <w:p w14:paraId="29F2F05D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47" w:type="pct"/>
          </w:tcPr>
          <w:p w14:paraId="67FBFC0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9003CA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7" w:type="pct"/>
          </w:tcPr>
          <w:p w14:paraId="2923E800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1882236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7" w:type="pct"/>
          </w:tcPr>
          <w:p w14:paraId="3E956622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047BEB24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3B5B02" w:rsidRPr="00C05013" w14:paraId="1DB7C717" w14:textId="77777777" w:rsidTr="00314320">
        <w:trPr>
          <w:trHeight w:val="83"/>
          <w:tblHeader/>
        </w:trPr>
        <w:tc>
          <w:tcPr>
            <w:tcW w:w="2168" w:type="pct"/>
          </w:tcPr>
          <w:p w14:paraId="7599A511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832" w:type="pct"/>
            <w:gridSpan w:val="7"/>
          </w:tcPr>
          <w:p w14:paraId="225E7B9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3B5B02" w:rsidRPr="00C05013" w14:paraId="545488B6" w14:textId="77777777" w:rsidTr="00314320">
        <w:tc>
          <w:tcPr>
            <w:tcW w:w="2168" w:type="pct"/>
          </w:tcPr>
          <w:p w14:paraId="2E5D8D88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560B5B8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CC2D13D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8E1D56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7AC555E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F7DEF5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1D54984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162BF5F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B5B02" w:rsidRPr="00C05013" w14:paraId="7ECBC314" w14:textId="77777777" w:rsidTr="00314320">
        <w:tc>
          <w:tcPr>
            <w:tcW w:w="2168" w:type="pct"/>
          </w:tcPr>
          <w:p w14:paraId="4A0D88DB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04481221" w14:textId="4CB98E74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5BEC23EC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D2B0DD2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47BDF925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E0BE1B2" w14:textId="0BB9202D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1,177</w:t>
            </w:r>
          </w:p>
        </w:tc>
        <w:tc>
          <w:tcPr>
            <w:tcW w:w="137" w:type="pct"/>
          </w:tcPr>
          <w:p w14:paraId="08DE6107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63D0A94" w14:textId="7EA5AC2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185</w:t>
            </w:r>
          </w:p>
        </w:tc>
      </w:tr>
      <w:tr w:rsidR="003B5B02" w:rsidRPr="00C05013" w14:paraId="3B3818EC" w14:textId="77777777" w:rsidTr="00314320">
        <w:tc>
          <w:tcPr>
            <w:tcW w:w="2168" w:type="pct"/>
          </w:tcPr>
          <w:p w14:paraId="6A07C502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line="240" w:lineRule="auto"/>
              <w:ind w:right="16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607" w:type="pct"/>
          </w:tcPr>
          <w:p w14:paraId="471DC98C" w14:textId="059ACCD0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5CC9E84F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8E2007B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21394A19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2DDC6BA3" w14:textId="4704E93A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22,657</w:t>
            </w:r>
          </w:p>
        </w:tc>
        <w:tc>
          <w:tcPr>
            <w:tcW w:w="137" w:type="pct"/>
          </w:tcPr>
          <w:p w14:paraId="7C1A1BC9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0A8EA7B" w14:textId="53105B4B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4,822</w:t>
            </w:r>
          </w:p>
        </w:tc>
      </w:tr>
      <w:tr w:rsidR="005D180F" w:rsidRPr="00C05013" w14:paraId="3BCF04F9" w14:textId="77777777" w:rsidTr="00314320">
        <w:tc>
          <w:tcPr>
            <w:tcW w:w="2168" w:type="pct"/>
          </w:tcPr>
          <w:p w14:paraId="30B0543B" w14:textId="50A41E83" w:rsidR="005D180F" w:rsidRPr="00722126" w:rsidRDefault="005D180F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607" w:type="pct"/>
          </w:tcPr>
          <w:p w14:paraId="779C1965" w14:textId="4703514C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2212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3A874036" w14:textId="77777777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1B72FA8" w14:textId="6552BC21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2212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BAC2A48" w14:textId="77777777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6DED583" w14:textId="1EB013C2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22126">
              <w:rPr>
                <w:rFonts w:ascii="Angsana New" w:hAnsi="Angsana New" w:cs="Angsana New"/>
                <w:sz w:val="28"/>
                <w:szCs w:val="28"/>
              </w:rPr>
              <w:t>81,103</w:t>
            </w:r>
          </w:p>
        </w:tc>
        <w:tc>
          <w:tcPr>
            <w:tcW w:w="137" w:type="pct"/>
          </w:tcPr>
          <w:p w14:paraId="1DB1D5C3" w14:textId="77777777" w:rsidR="005D180F" w:rsidRPr="00722126" w:rsidRDefault="005D180F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A626524" w14:textId="0B77D70A" w:rsidR="005D180F" w:rsidRPr="00722126" w:rsidRDefault="005D180F" w:rsidP="005D18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2212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C05013" w14:paraId="7C348871" w14:textId="77777777" w:rsidTr="00314320">
        <w:tc>
          <w:tcPr>
            <w:tcW w:w="2168" w:type="pct"/>
          </w:tcPr>
          <w:p w14:paraId="7220DDF6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71F02A77" w14:textId="1EB004C8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2599FA10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F1B01C5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6A1FA0C1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A67032C" w14:textId="3BEDA042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658,210</w:t>
            </w:r>
          </w:p>
        </w:tc>
        <w:tc>
          <w:tcPr>
            <w:tcW w:w="137" w:type="pct"/>
          </w:tcPr>
          <w:p w14:paraId="3CF1A0E0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CB58ED0" w14:textId="361B8D59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721,941</w:t>
            </w:r>
          </w:p>
        </w:tc>
      </w:tr>
      <w:tr w:rsidR="003B5B02" w:rsidRPr="00C05013" w14:paraId="1496F69E" w14:textId="77777777" w:rsidTr="00314320">
        <w:tc>
          <w:tcPr>
            <w:tcW w:w="2168" w:type="pct"/>
          </w:tcPr>
          <w:p w14:paraId="066350D0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2B1FF57C" w14:textId="61B42F7E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04195930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5B7F3052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396DA83C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EDBD599" w14:textId="27F9FAF7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9,786</w:t>
            </w:r>
          </w:p>
        </w:tc>
        <w:tc>
          <w:tcPr>
            <w:tcW w:w="137" w:type="pct"/>
          </w:tcPr>
          <w:p w14:paraId="129E1338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5540D81" w14:textId="58E81765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9,786</w:t>
            </w:r>
          </w:p>
        </w:tc>
      </w:tr>
      <w:tr w:rsidR="003B5B02" w:rsidRPr="00C05013" w14:paraId="270CAE10" w14:textId="77777777" w:rsidTr="00314320">
        <w:tc>
          <w:tcPr>
            <w:tcW w:w="2168" w:type="pct"/>
          </w:tcPr>
          <w:p w14:paraId="4AE33768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lastRenderedPageBreak/>
              <w:t>บุคคลหรือ</w:t>
            </w: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607" w:type="pct"/>
          </w:tcPr>
          <w:p w14:paraId="09D16527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12250E0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5C8574B2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06DAA9E8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DB4E993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70715A08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797D67F" w14:textId="77777777" w:rsidR="003B5B02" w:rsidRPr="00B07CA4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B5B02" w:rsidRPr="00C05013" w14:paraId="1F90C25E" w14:textId="77777777" w:rsidTr="00314320">
        <w:tc>
          <w:tcPr>
            <w:tcW w:w="2168" w:type="pct"/>
          </w:tcPr>
          <w:p w14:paraId="2C7E732E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0A157D9C" w14:textId="3203D751" w:rsidR="003B5B02" w:rsidRPr="00B07CA4" w:rsidRDefault="00D645BE" w:rsidP="00574B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1,632</w:t>
            </w:r>
          </w:p>
        </w:tc>
        <w:tc>
          <w:tcPr>
            <w:tcW w:w="147" w:type="pct"/>
          </w:tcPr>
          <w:p w14:paraId="7580919A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05EA92B" w14:textId="189AC99D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1,407</w:t>
            </w:r>
          </w:p>
        </w:tc>
        <w:tc>
          <w:tcPr>
            <w:tcW w:w="147" w:type="pct"/>
          </w:tcPr>
          <w:p w14:paraId="2A8CC9F0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62BC491" w14:textId="6E7DDA2F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1,632</w:t>
            </w:r>
          </w:p>
        </w:tc>
        <w:tc>
          <w:tcPr>
            <w:tcW w:w="137" w:type="pct"/>
          </w:tcPr>
          <w:p w14:paraId="0820DA5A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6F6562EB" w14:textId="1FDB23D3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1,407</w:t>
            </w:r>
          </w:p>
        </w:tc>
      </w:tr>
      <w:tr w:rsidR="003B5B02" w:rsidRPr="00C05013" w14:paraId="0F89CCF3" w14:textId="77777777" w:rsidTr="00314320">
        <w:tc>
          <w:tcPr>
            <w:tcW w:w="2168" w:type="pct"/>
          </w:tcPr>
          <w:p w14:paraId="0F7D4055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607" w:type="pct"/>
          </w:tcPr>
          <w:p w14:paraId="5319A87D" w14:textId="608EE75D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26,728</w:t>
            </w:r>
          </w:p>
        </w:tc>
        <w:tc>
          <w:tcPr>
            <w:tcW w:w="147" w:type="pct"/>
          </w:tcPr>
          <w:p w14:paraId="1A619250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C36C4CE" w14:textId="65D84183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25,811</w:t>
            </w:r>
          </w:p>
        </w:tc>
        <w:tc>
          <w:tcPr>
            <w:tcW w:w="147" w:type="pct"/>
          </w:tcPr>
          <w:p w14:paraId="4C28E016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729903F" w14:textId="6D281EDA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708F9C12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06360EA" w14:textId="7C674D2B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-</w:t>
            </w:r>
          </w:p>
        </w:tc>
      </w:tr>
      <w:tr w:rsidR="003B5B02" w:rsidRPr="00C05013" w14:paraId="2BF495F2" w14:textId="77777777" w:rsidTr="00314320">
        <w:tc>
          <w:tcPr>
            <w:tcW w:w="2168" w:type="pct"/>
          </w:tcPr>
          <w:p w14:paraId="348834E2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68619B30" w14:textId="654ED67D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47" w:type="pct"/>
          </w:tcPr>
          <w:p w14:paraId="038B7F85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9A7C731" w14:textId="67DF8F84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47" w:type="pct"/>
          </w:tcPr>
          <w:p w14:paraId="54916D47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A1A2BC2" w14:textId="3734930C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90DB20F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6D74913C" w14:textId="35844E98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C05013" w14:paraId="57942DAE" w14:textId="77777777" w:rsidTr="00314320">
        <w:tc>
          <w:tcPr>
            <w:tcW w:w="2168" w:type="pct"/>
          </w:tcPr>
          <w:p w14:paraId="61293529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607" w:type="pct"/>
          </w:tcPr>
          <w:p w14:paraId="04E95458" w14:textId="00715E61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710</w:t>
            </w:r>
          </w:p>
        </w:tc>
        <w:tc>
          <w:tcPr>
            <w:tcW w:w="147" w:type="pct"/>
          </w:tcPr>
          <w:p w14:paraId="06555D68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3ED236B" w14:textId="1D95386D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678</w:t>
            </w:r>
          </w:p>
        </w:tc>
        <w:tc>
          <w:tcPr>
            <w:tcW w:w="147" w:type="pct"/>
          </w:tcPr>
          <w:p w14:paraId="0B748209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FAD55A9" w14:textId="76FA04F4" w:rsidR="003B5B02" w:rsidRPr="00B07CA4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7BBE554" w14:textId="77777777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E596C15" w14:textId="22FF4769" w:rsidR="003B5B02" w:rsidRPr="00B07CA4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C05013" w14:paraId="15944734" w14:textId="77777777" w:rsidTr="00314320">
        <w:tc>
          <w:tcPr>
            <w:tcW w:w="2168" w:type="pct"/>
          </w:tcPr>
          <w:p w14:paraId="6AA9540F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7D0ABA35" w14:textId="183E681D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F967FA3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BAB57C5" w14:textId="70140BD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5,930</w:t>
            </w:r>
          </w:p>
        </w:tc>
        <w:tc>
          <w:tcPr>
            <w:tcW w:w="147" w:type="pct"/>
          </w:tcPr>
          <w:p w14:paraId="27530C51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80C3AB2" w14:textId="709CFD6C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48348C24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22F113E0" w14:textId="1B8FAC1D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7213BB" w14:paraId="17EB37F5" w14:textId="77777777" w:rsidTr="00314320">
        <w:tc>
          <w:tcPr>
            <w:tcW w:w="2168" w:type="pct"/>
          </w:tcPr>
          <w:p w14:paraId="747C4CA9" w14:textId="77777777" w:rsidR="003B5B02" w:rsidRPr="007213BB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  <w:shd w:val="clear" w:color="auto" w:fill="auto"/>
          </w:tcPr>
          <w:p w14:paraId="5F95E721" w14:textId="2D2CCED8" w:rsidR="003B5B02" w:rsidRPr="007213BB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D645B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4D0C105" w14:textId="77777777" w:rsidR="003B5B02" w:rsidRPr="007213BB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9" w:type="pct"/>
          </w:tcPr>
          <w:p w14:paraId="2789A31A" w14:textId="2F02ADD2" w:rsidR="003B5B02" w:rsidRPr="003B5B02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716</w:t>
            </w:r>
          </w:p>
        </w:tc>
        <w:tc>
          <w:tcPr>
            <w:tcW w:w="147" w:type="pct"/>
          </w:tcPr>
          <w:p w14:paraId="6642DE75" w14:textId="77777777" w:rsidR="003B5B02" w:rsidRPr="007213BB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</w:tcPr>
          <w:p w14:paraId="2E5D0952" w14:textId="51B310F1" w:rsidR="003B5B02" w:rsidRPr="007213BB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D645B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423B47F6" w14:textId="77777777" w:rsidR="003B5B02" w:rsidRPr="007213BB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05" w:type="pct"/>
          </w:tcPr>
          <w:p w14:paraId="7744728B" w14:textId="01D38CA3" w:rsidR="003B5B02" w:rsidRPr="007213BB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C05013" w14:paraId="29CC3C08" w14:textId="77777777" w:rsidTr="00314320">
        <w:tc>
          <w:tcPr>
            <w:tcW w:w="2168" w:type="pct"/>
          </w:tcPr>
          <w:p w14:paraId="35CE766A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4CA19421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6DBC84B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743D1CD3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6787C6A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5EDD0C8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613737D1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1E65286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B5B02" w:rsidRPr="00C05013" w14:paraId="66CAC1C9" w14:textId="77777777" w:rsidTr="00314320">
        <w:tc>
          <w:tcPr>
            <w:tcW w:w="2168" w:type="pct"/>
            <w:shd w:val="clear" w:color="auto" w:fill="FFFFFF"/>
          </w:tcPr>
          <w:p w14:paraId="519ADDE0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</w:tcPr>
          <w:p w14:paraId="3D3EBB8F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2AAE26FB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761A3057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65BD6C8B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2EFA02E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484E8C7F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0870B48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B5B02" w:rsidRPr="00C05013" w14:paraId="7FF54F90" w14:textId="77777777" w:rsidTr="00314320">
        <w:tc>
          <w:tcPr>
            <w:tcW w:w="2168" w:type="pct"/>
            <w:shd w:val="clear" w:color="auto" w:fill="FFFFFF"/>
          </w:tcPr>
          <w:p w14:paraId="0B7929F1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424AC7EF" w14:textId="5D9DDF5E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49E4FD4E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0D67F3C" w14:textId="274B12FB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15,363</w:t>
            </w:r>
          </w:p>
        </w:tc>
        <w:tc>
          <w:tcPr>
            <w:tcW w:w="147" w:type="pct"/>
          </w:tcPr>
          <w:p w14:paraId="6FDC2232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B18CCAD" w14:textId="628B4B66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3170F412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5502DAE" w14:textId="07A84BE9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5B02" w:rsidRPr="00C05013" w14:paraId="47710FB8" w14:textId="77777777" w:rsidTr="00314320">
        <w:tc>
          <w:tcPr>
            <w:tcW w:w="2168" w:type="pct"/>
            <w:shd w:val="clear" w:color="auto" w:fill="FFFFFF"/>
          </w:tcPr>
          <w:p w14:paraId="00FA41F9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</w:tcPr>
          <w:p w14:paraId="1BC1AE46" w14:textId="0C8EEF9F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70476B79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EF30790" w14:textId="2AD59C8E" w:rsidR="003B5B02" w:rsidRPr="00C42DDF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1,692</w:t>
            </w:r>
          </w:p>
        </w:tc>
        <w:tc>
          <w:tcPr>
            <w:tcW w:w="147" w:type="pct"/>
          </w:tcPr>
          <w:p w14:paraId="4C76189F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99B6898" w14:textId="14D88171" w:rsidR="003B5B02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A089173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05C0906B" w14:textId="4265562E" w:rsidR="003B5B02" w:rsidRPr="00C42DDF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894</w:t>
            </w:r>
          </w:p>
        </w:tc>
      </w:tr>
      <w:tr w:rsidR="003B5B02" w:rsidRPr="00C05013" w14:paraId="18DF0566" w14:textId="77777777" w:rsidTr="00314320">
        <w:tc>
          <w:tcPr>
            <w:tcW w:w="2168" w:type="pct"/>
            <w:shd w:val="clear" w:color="auto" w:fill="FFFFFF"/>
          </w:tcPr>
          <w:p w14:paraId="5774DE2F" w14:textId="77777777" w:rsidR="003B5B02" w:rsidRPr="00C05013" w:rsidRDefault="003B5B02" w:rsidP="003B5B02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</w:tcPr>
          <w:p w14:paraId="397C90D5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7ACD1A76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97D0DF7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3D8D8231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8C853E2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38470D3F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18D40560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B5B02" w:rsidRPr="00C05013" w14:paraId="55FEE621" w14:textId="77777777" w:rsidTr="00314320">
        <w:tc>
          <w:tcPr>
            <w:tcW w:w="2168" w:type="pct"/>
            <w:shd w:val="clear" w:color="auto" w:fill="FFFFFF"/>
          </w:tcPr>
          <w:p w14:paraId="3EDEE582" w14:textId="77777777" w:rsidR="003B5B02" w:rsidRPr="00C05013" w:rsidRDefault="003B5B02" w:rsidP="003B5B02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607" w:type="pct"/>
          </w:tcPr>
          <w:p w14:paraId="081782B3" w14:textId="4597A8A3" w:rsidR="003B5B02" w:rsidRPr="00C05013" w:rsidRDefault="00D645BE" w:rsidP="00D835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31,175</w:t>
            </w:r>
          </w:p>
        </w:tc>
        <w:tc>
          <w:tcPr>
            <w:tcW w:w="147" w:type="pct"/>
          </w:tcPr>
          <w:p w14:paraId="08FDB1AC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795C025" w14:textId="411BC278" w:rsidR="003B5B02" w:rsidRPr="001F313C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30,931</w:t>
            </w:r>
          </w:p>
        </w:tc>
        <w:tc>
          <w:tcPr>
            <w:tcW w:w="147" w:type="pct"/>
          </w:tcPr>
          <w:p w14:paraId="16F908CF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AD3BDF8" w14:textId="5B8B31A4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31,175</w:t>
            </w:r>
          </w:p>
        </w:tc>
        <w:tc>
          <w:tcPr>
            <w:tcW w:w="137" w:type="pct"/>
          </w:tcPr>
          <w:p w14:paraId="582BCBF4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233C2908" w14:textId="787CE254" w:rsidR="003B5B02" w:rsidRPr="001F313C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30,931</w:t>
            </w:r>
          </w:p>
        </w:tc>
      </w:tr>
      <w:tr w:rsidR="003B5B02" w:rsidRPr="00C05013" w14:paraId="0E86D91F" w14:textId="77777777" w:rsidTr="00D445BC">
        <w:tc>
          <w:tcPr>
            <w:tcW w:w="2168" w:type="pct"/>
            <w:shd w:val="clear" w:color="auto" w:fill="FFFFFF"/>
          </w:tcPr>
          <w:p w14:paraId="2ECF721B" w14:textId="77777777" w:rsidR="003B5B02" w:rsidRPr="00C05013" w:rsidRDefault="003B5B02" w:rsidP="003B5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675941C9" w14:textId="6BF45DA3" w:rsidR="003B5B02" w:rsidRPr="00C05013" w:rsidRDefault="00D645BE" w:rsidP="00D835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606</w:t>
            </w:r>
          </w:p>
        </w:tc>
        <w:tc>
          <w:tcPr>
            <w:tcW w:w="147" w:type="pct"/>
          </w:tcPr>
          <w:p w14:paraId="663D9CE6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64B91E6F" w14:textId="62E31348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410</w:t>
            </w:r>
          </w:p>
        </w:tc>
        <w:tc>
          <w:tcPr>
            <w:tcW w:w="147" w:type="pct"/>
          </w:tcPr>
          <w:p w14:paraId="2CD18455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7CCE7BF4" w14:textId="198BD036" w:rsidR="003B5B02" w:rsidRPr="00C05013" w:rsidRDefault="00D645BE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606</w:t>
            </w:r>
          </w:p>
        </w:tc>
        <w:tc>
          <w:tcPr>
            <w:tcW w:w="137" w:type="pct"/>
          </w:tcPr>
          <w:p w14:paraId="18763FFF" w14:textId="77777777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0B81D2F6" w14:textId="274C7ADF" w:rsidR="003B5B02" w:rsidRPr="00C05013" w:rsidRDefault="003B5B02" w:rsidP="003B5B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410</w:t>
            </w:r>
          </w:p>
        </w:tc>
      </w:tr>
      <w:tr w:rsidR="003B5B02" w:rsidRPr="00C05013" w14:paraId="1CFFC4F1" w14:textId="77777777" w:rsidTr="00D445BC">
        <w:tc>
          <w:tcPr>
            <w:tcW w:w="2168" w:type="pct"/>
            <w:shd w:val="clear" w:color="auto" w:fill="FFFFFF"/>
          </w:tcPr>
          <w:p w14:paraId="6644451D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14:paraId="641C54FB" w14:textId="532FD8EB" w:rsidR="003B5B02" w:rsidRPr="007213BB" w:rsidRDefault="00D645BE" w:rsidP="005E10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31,781</w:t>
            </w:r>
          </w:p>
        </w:tc>
        <w:tc>
          <w:tcPr>
            <w:tcW w:w="147" w:type="pct"/>
          </w:tcPr>
          <w:p w14:paraId="2DF50D2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</w:tcPr>
          <w:p w14:paraId="2D06878E" w14:textId="324C031E" w:rsidR="003B5B02" w:rsidRPr="00C05013" w:rsidRDefault="003B5B02" w:rsidP="005C1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B5B02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31,341</w:t>
            </w:r>
          </w:p>
        </w:tc>
        <w:tc>
          <w:tcPr>
            <w:tcW w:w="147" w:type="pct"/>
          </w:tcPr>
          <w:p w14:paraId="6E8B2C1F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C28A3C9" w14:textId="1A5FBBC0" w:rsidR="003B5B02" w:rsidRPr="007213BB" w:rsidRDefault="00D645BE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31,781</w:t>
            </w:r>
          </w:p>
        </w:tc>
        <w:tc>
          <w:tcPr>
            <w:tcW w:w="137" w:type="pct"/>
          </w:tcPr>
          <w:p w14:paraId="6E20400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6645C0BB" w14:textId="404A346F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B5B02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31,341</w:t>
            </w:r>
          </w:p>
        </w:tc>
      </w:tr>
      <w:tr w:rsidR="00D445BC" w:rsidRPr="00C05013" w14:paraId="47007046" w14:textId="77777777" w:rsidTr="00D445BC">
        <w:tc>
          <w:tcPr>
            <w:tcW w:w="2168" w:type="pct"/>
            <w:shd w:val="clear" w:color="auto" w:fill="FFFFFF"/>
          </w:tcPr>
          <w:p w14:paraId="1AFA4D09" w14:textId="77777777" w:rsidR="00D445BC" w:rsidRPr="00C05013" w:rsidRDefault="00D445BC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</w:tcPr>
          <w:p w14:paraId="0F6A0453" w14:textId="77777777" w:rsidR="00D445BC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7134A483" w14:textId="77777777" w:rsidR="00D445BC" w:rsidRPr="00C05013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</w:tcBorders>
          </w:tcPr>
          <w:p w14:paraId="0B9836EB" w14:textId="77777777" w:rsidR="00D445BC" w:rsidRPr="003B5B02" w:rsidRDefault="00D445BC" w:rsidP="005C1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697F9CA0" w14:textId="77777777" w:rsidR="00D445BC" w:rsidRPr="00C05013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double" w:sz="4" w:space="0" w:color="auto"/>
            </w:tcBorders>
          </w:tcPr>
          <w:p w14:paraId="5FA89C5C" w14:textId="77777777" w:rsidR="00D445BC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62836763" w14:textId="77777777" w:rsidR="00D445BC" w:rsidRPr="00C05013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14:paraId="6622255E" w14:textId="77777777" w:rsidR="00D445BC" w:rsidRPr="003B5B02" w:rsidRDefault="00D445BC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</w:tbl>
    <w:p w14:paraId="7F54EEFA" w14:textId="4EA4AC85" w:rsidR="000C1387" w:rsidRPr="00C05013" w:rsidRDefault="000C13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00"/>
        <w:gridCol w:w="990"/>
        <w:gridCol w:w="182"/>
        <w:gridCol w:w="1078"/>
        <w:gridCol w:w="185"/>
        <w:gridCol w:w="985"/>
        <w:gridCol w:w="183"/>
        <w:gridCol w:w="1077"/>
      </w:tblGrid>
      <w:tr w:rsidR="00DE228E" w:rsidRPr="00C05013" w14:paraId="6B5FD1BB" w14:textId="77777777" w:rsidTr="006974E4">
        <w:trPr>
          <w:cantSplit/>
          <w:tblHeader/>
        </w:trPr>
        <w:tc>
          <w:tcPr>
            <w:tcW w:w="4500" w:type="dxa"/>
          </w:tcPr>
          <w:p w14:paraId="70195431" w14:textId="4BD6722F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6BFC17B" w14:textId="77777777" w:rsidR="00DE228E" w:rsidRPr="00C05013" w:rsidRDefault="00DE228E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5" w:type="dxa"/>
          </w:tcPr>
          <w:p w14:paraId="556E51E4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245" w:type="dxa"/>
            <w:gridSpan w:val="3"/>
            <w:vAlign w:val="bottom"/>
          </w:tcPr>
          <w:p w14:paraId="0448793D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C5415" w:rsidRPr="00C05013" w14:paraId="2C017230" w14:textId="77777777" w:rsidTr="006974E4">
        <w:trPr>
          <w:cantSplit/>
          <w:tblHeader/>
        </w:trPr>
        <w:tc>
          <w:tcPr>
            <w:tcW w:w="4500" w:type="dxa"/>
          </w:tcPr>
          <w:p w14:paraId="4586833D" w14:textId="6E7D1028" w:rsidR="004C5415" w:rsidRPr="00C05013" w:rsidRDefault="004C5415" w:rsidP="004C541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4659406" w14:textId="1CC5A876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A457CB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A457CB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A457CB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</w:t>
            </w:r>
            <w:r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ิถุนายน</w:t>
            </w:r>
          </w:p>
        </w:tc>
        <w:tc>
          <w:tcPr>
            <w:tcW w:w="182" w:type="dxa"/>
            <w:vAlign w:val="bottom"/>
          </w:tcPr>
          <w:p w14:paraId="57EC945A" w14:textId="77777777" w:rsidR="004C5415" w:rsidRPr="00C05013" w:rsidRDefault="004C5415" w:rsidP="004C5415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  <w:vAlign w:val="bottom"/>
          </w:tcPr>
          <w:p w14:paraId="2A04294C" w14:textId="5F181AE6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5" w:type="dxa"/>
          </w:tcPr>
          <w:p w14:paraId="7CB111F6" w14:textId="77777777" w:rsidR="004C5415" w:rsidRPr="00C05013" w:rsidRDefault="004C5415" w:rsidP="004C541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985" w:type="dxa"/>
            <w:vAlign w:val="bottom"/>
          </w:tcPr>
          <w:p w14:paraId="300B03E7" w14:textId="6574696A" w:rsidR="004C5415" w:rsidRPr="00C05013" w:rsidRDefault="004C5415" w:rsidP="004C5415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457CB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4C5415">
              <w:rPr>
                <w:rFonts w:ascii="Angsana New" w:hAnsi="Angsana New" w:cs="Angsana New"/>
                <w:bCs/>
                <w:sz w:val="28"/>
                <w:szCs w:val="28"/>
              </w:rPr>
              <w:t xml:space="preserve">0 </w:t>
            </w:r>
            <w:r w:rsidRPr="00A457CB">
              <w:rPr>
                <w:rFonts w:ascii="Angsana New" w:hAnsi="Angsana New" w:cs="Angsana New" w:hint="cs"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cs="Angsana New" w:hint="cs"/>
                <w:b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83" w:type="dxa"/>
            <w:vAlign w:val="bottom"/>
          </w:tcPr>
          <w:p w14:paraId="31A1805F" w14:textId="77777777" w:rsidR="004C5415" w:rsidRPr="00C05013" w:rsidRDefault="004C5415" w:rsidP="004C541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7" w:type="dxa"/>
            <w:vAlign w:val="bottom"/>
          </w:tcPr>
          <w:p w14:paraId="1BC692FB" w14:textId="2711FA4F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CF2553" w:rsidRPr="00C05013" w14:paraId="30CC69AE" w14:textId="77777777" w:rsidTr="006974E4">
        <w:trPr>
          <w:cantSplit/>
          <w:tblHeader/>
        </w:trPr>
        <w:tc>
          <w:tcPr>
            <w:tcW w:w="4500" w:type="dxa"/>
          </w:tcPr>
          <w:p w14:paraId="55FDD217" w14:textId="643594AD" w:rsidR="00CF2553" w:rsidRPr="00C05013" w:rsidRDefault="00CF2553" w:rsidP="00CF255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ยอดคงเหลือกับบุคคลหรือกิจการที่เกี่ยวข้องกัน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ณ วันที่</w:t>
            </w:r>
          </w:p>
        </w:tc>
        <w:tc>
          <w:tcPr>
            <w:tcW w:w="990" w:type="dxa"/>
            <w:vAlign w:val="bottom"/>
          </w:tcPr>
          <w:p w14:paraId="0571B093" w14:textId="474277EB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2" w:type="dxa"/>
            <w:vAlign w:val="bottom"/>
          </w:tcPr>
          <w:p w14:paraId="758FA04F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vAlign w:val="bottom"/>
          </w:tcPr>
          <w:p w14:paraId="2205FDA6" w14:textId="69D9BF48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" w:type="dxa"/>
          </w:tcPr>
          <w:p w14:paraId="5AE08206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985" w:type="dxa"/>
            <w:vAlign w:val="bottom"/>
          </w:tcPr>
          <w:p w14:paraId="71E90D46" w14:textId="7BDCD0F3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3" w:type="dxa"/>
            <w:vAlign w:val="bottom"/>
          </w:tcPr>
          <w:p w14:paraId="14AF2241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vAlign w:val="bottom"/>
          </w:tcPr>
          <w:p w14:paraId="1DC1D9C7" w14:textId="574AEFE6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</w:tr>
      <w:tr w:rsidR="00DE228E" w:rsidRPr="00C05013" w14:paraId="0DC641CD" w14:textId="77777777" w:rsidTr="006974E4">
        <w:trPr>
          <w:cantSplit/>
          <w:tblHeader/>
        </w:trPr>
        <w:tc>
          <w:tcPr>
            <w:tcW w:w="4500" w:type="dxa"/>
          </w:tcPr>
          <w:p w14:paraId="2CFF0F81" w14:textId="77777777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680" w:type="dxa"/>
            <w:gridSpan w:val="7"/>
            <w:vAlign w:val="bottom"/>
            <w:hideMark/>
          </w:tcPr>
          <w:p w14:paraId="500292CA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E228E" w:rsidRPr="00C05013" w14:paraId="632B4971" w14:textId="77777777" w:rsidTr="006974E4">
        <w:trPr>
          <w:cantSplit/>
        </w:trPr>
        <w:tc>
          <w:tcPr>
            <w:tcW w:w="4500" w:type="dxa"/>
          </w:tcPr>
          <w:p w14:paraId="09D716F7" w14:textId="77777777" w:rsidR="00DE228E" w:rsidRPr="00C05013" w:rsidRDefault="00DE228E" w:rsidP="006974E4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ลูกหนี้การค้า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ลูกหนี้</w:t>
            </w:r>
            <w:r w:rsidRPr="00C0501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หมุนเวียน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อื่น</w:t>
            </w:r>
          </w:p>
        </w:tc>
        <w:tc>
          <w:tcPr>
            <w:tcW w:w="990" w:type="dxa"/>
          </w:tcPr>
          <w:p w14:paraId="1B98ABC5" w14:textId="77777777" w:rsidR="00DE228E" w:rsidRPr="00C05013" w:rsidRDefault="00DE228E" w:rsidP="00E82CF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4B025438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365D644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64D9B41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EDE917A" w14:textId="77777777" w:rsidR="00DE228E" w:rsidRPr="00C05013" w:rsidRDefault="00DE228E" w:rsidP="00E82CF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0B7FB4DD" w14:textId="77777777" w:rsidR="00DE228E" w:rsidRPr="00C05013" w:rsidRDefault="00DE228E" w:rsidP="00E82CF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4A36F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351900EB" w14:textId="77777777" w:rsidTr="006974E4">
        <w:trPr>
          <w:cantSplit/>
          <w:trHeight w:val="353"/>
        </w:trPr>
        <w:tc>
          <w:tcPr>
            <w:tcW w:w="4500" w:type="dxa"/>
          </w:tcPr>
          <w:p w14:paraId="0EAD583C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B1EA3A8" w14:textId="49226251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1791DCD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</w:tcPr>
          <w:p w14:paraId="2E791D09" w14:textId="44FA296B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775BBAC2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1518922D" w14:textId="689BB6C7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15,625</w:t>
            </w:r>
          </w:p>
        </w:tc>
        <w:tc>
          <w:tcPr>
            <w:tcW w:w="183" w:type="dxa"/>
          </w:tcPr>
          <w:p w14:paraId="6AAC78D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5A4247F" w14:textId="056B0190" w:rsidR="00A457CB" w:rsidRPr="00C05013" w:rsidRDefault="00A457CB" w:rsidP="000D155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14,399</w:t>
            </w:r>
          </w:p>
        </w:tc>
      </w:tr>
      <w:tr w:rsidR="00A457CB" w:rsidRPr="00C05013" w14:paraId="339CB328" w14:textId="77777777" w:rsidTr="006974E4">
        <w:trPr>
          <w:cantSplit/>
        </w:trPr>
        <w:tc>
          <w:tcPr>
            <w:tcW w:w="4500" w:type="dxa"/>
          </w:tcPr>
          <w:p w14:paraId="1B44F6B0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FB88412" w14:textId="4844F830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  <w:tc>
          <w:tcPr>
            <w:tcW w:w="182" w:type="dxa"/>
          </w:tcPr>
          <w:p w14:paraId="24AF80FB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BF3D9DF" w14:textId="4748FC52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54FA4529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03C0732" w14:textId="6D46800E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  <w:tc>
          <w:tcPr>
            <w:tcW w:w="183" w:type="dxa"/>
          </w:tcPr>
          <w:p w14:paraId="39ECBFB6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A838BF3" w14:textId="0D5F85C1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430</w:t>
            </w:r>
          </w:p>
        </w:tc>
      </w:tr>
      <w:tr w:rsidR="00A457CB" w:rsidRPr="00C05013" w14:paraId="7C8D0084" w14:textId="77777777" w:rsidTr="006974E4">
        <w:trPr>
          <w:cantSplit/>
        </w:trPr>
        <w:tc>
          <w:tcPr>
            <w:tcW w:w="4500" w:type="dxa"/>
          </w:tcPr>
          <w:p w14:paraId="1D91E31E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C2CAB9" w14:textId="51B387C4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733</w:t>
            </w:r>
          </w:p>
        </w:tc>
        <w:tc>
          <w:tcPr>
            <w:tcW w:w="182" w:type="dxa"/>
          </w:tcPr>
          <w:p w14:paraId="4BE7BFFF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4BD7A99" w14:textId="7B0239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4415002C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4B4617C" w14:textId="2D9153B7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16,358</w:t>
            </w:r>
          </w:p>
        </w:tc>
        <w:tc>
          <w:tcPr>
            <w:tcW w:w="183" w:type="dxa"/>
          </w:tcPr>
          <w:p w14:paraId="470CD984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3018660" w14:textId="6A6AFBB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14,829</w:t>
            </w:r>
          </w:p>
        </w:tc>
      </w:tr>
      <w:tr w:rsidR="00DB6F29" w:rsidRPr="00E73BA9" w14:paraId="7E410A21" w14:textId="77777777" w:rsidTr="006974E4">
        <w:trPr>
          <w:cantSplit/>
        </w:trPr>
        <w:tc>
          <w:tcPr>
            <w:tcW w:w="4500" w:type="dxa"/>
          </w:tcPr>
          <w:p w14:paraId="63CAA7DF" w14:textId="77777777" w:rsidR="00DB6F29" w:rsidRPr="00E73BA9" w:rsidRDefault="00DB6F29" w:rsidP="00DB6F2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0971277" w14:textId="77777777" w:rsidR="00DB6F29" w:rsidRPr="00E73BA9" w:rsidRDefault="00DB6F29" w:rsidP="00DB6F29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6EAC541E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6423EA86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50E8F89C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14966206" w14:textId="77777777" w:rsidR="00DB6F29" w:rsidRPr="00E73BA9" w:rsidRDefault="00DB6F29" w:rsidP="00DB6F2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83B427D" w14:textId="77777777" w:rsidR="00DB6F29" w:rsidRPr="00E73BA9" w:rsidRDefault="00DB6F29" w:rsidP="00DB6F2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72AC19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B6F29" w:rsidRPr="00C05013" w14:paraId="74386B2F" w14:textId="77777777" w:rsidTr="006974E4">
        <w:trPr>
          <w:cantSplit/>
        </w:trPr>
        <w:tc>
          <w:tcPr>
            <w:tcW w:w="4500" w:type="dxa"/>
          </w:tcPr>
          <w:p w14:paraId="202E8608" w14:textId="56E79C60" w:rsidR="00DB6F29" w:rsidRPr="00C05013" w:rsidRDefault="00E64423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เงินปันผลค้างรับ</w:t>
            </w:r>
          </w:p>
        </w:tc>
        <w:tc>
          <w:tcPr>
            <w:tcW w:w="990" w:type="dxa"/>
          </w:tcPr>
          <w:p w14:paraId="33D8A61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1967A6C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38750604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7C74A15D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5F6BCA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4B6F9B9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5A972A23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64423" w:rsidRPr="00C05013" w14:paraId="46C99BB3" w14:textId="2C234E60" w:rsidTr="006974E4">
        <w:trPr>
          <w:cantSplit/>
        </w:trPr>
        <w:tc>
          <w:tcPr>
            <w:tcW w:w="4500" w:type="dxa"/>
          </w:tcPr>
          <w:p w14:paraId="4A8C6871" w14:textId="05AFE72B" w:rsidR="00E64423" w:rsidRPr="00722126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8F9850" w14:textId="3B454D8D" w:rsidR="00E64423" w:rsidRPr="00722126" w:rsidRDefault="00D645B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2AD2DFB3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6DC9710" w14:textId="72D3AE21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79C3422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E889E73" w14:textId="27AF0B0F" w:rsidR="00E64423" w:rsidRPr="00722126" w:rsidRDefault="005D180F" w:rsidP="005D18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81,103</w:t>
            </w:r>
          </w:p>
        </w:tc>
        <w:tc>
          <w:tcPr>
            <w:tcW w:w="183" w:type="dxa"/>
          </w:tcPr>
          <w:p w14:paraId="2A3347B1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C5227B2" w14:textId="4337D94C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161,404</w:t>
            </w:r>
          </w:p>
        </w:tc>
      </w:tr>
      <w:tr w:rsidR="00E64423" w:rsidRPr="00C05013" w14:paraId="7FDC2CF7" w14:textId="77777777" w:rsidTr="006974E4">
        <w:trPr>
          <w:cantSplit/>
        </w:trPr>
        <w:tc>
          <w:tcPr>
            <w:tcW w:w="4500" w:type="dxa"/>
          </w:tcPr>
          <w:p w14:paraId="3F66F92B" w14:textId="77777777" w:rsidR="00E64423" w:rsidRPr="00722126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71C9F9" w14:textId="6CBCEB4B" w:rsidR="00E64423" w:rsidRPr="00722126" w:rsidRDefault="00D645B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45E501D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1344FB7" w14:textId="3DCC1EAD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EE2D787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F732AC9" w14:textId="272499D0" w:rsidR="00E64423" w:rsidRPr="00722126" w:rsidRDefault="005D180F" w:rsidP="005D18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81,103</w:t>
            </w:r>
          </w:p>
        </w:tc>
        <w:tc>
          <w:tcPr>
            <w:tcW w:w="183" w:type="dxa"/>
          </w:tcPr>
          <w:p w14:paraId="003D4B92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A88DEE7" w14:textId="197AE4AE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161,404</w:t>
            </w:r>
          </w:p>
        </w:tc>
      </w:tr>
      <w:tr w:rsidR="00E81085" w:rsidRPr="00E73BA9" w14:paraId="6D14AE77" w14:textId="77777777" w:rsidTr="00A46CC7">
        <w:trPr>
          <w:cantSplit/>
        </w:trPr>
        <w:tc>
          <w:tcPr>
            <w:tcW w:w="4500" w:type="dxa"/>
          </w:tcPr>
          <w:p w14:paraId="1F08DB64" w14:textId="77777777" w:rsidR="00E81085" w:rsidRPr="00E73BA9" w:rsidRDefault="00E81085" w:rsidP="00A46CC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31D55EF3" w14:textId="77777777" w:rsidR="00E81085" w:rsidRPr="00E73BA9" w:rsidRDefault="00E81085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61A85F06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35265B7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5B14CC9C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47FA602D" w14:textId="77777777" w:rsidR="00E81085" w:rsidRPr="00E73BA9" w:rsidRDefault="00E81085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B488094" w14:textId="77777777" w:rsidR="00E81085" w:rsidRPr="00E73BA9" w:rsidRDefault="00E81085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7798CA0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7449E" w:rsidRPr="00C05013" w14:paraId="55A39055" w14:textId="77777777" w:rsidTr="00A46CC7">
        <w:trPr>
          <w:cantSplit/>
        </w:trPr>
        <w:tc>
          <w:tcPr>
            <w:tcW w:w="4500" w:type="dxa"/>
          </w:tcPr>
          <w:p w14:paraId="1DB20788" w14:textId="77777777" w:rsidR="00F7449E" w:rsidRPr="00E64423" w:rsidRDefault="00F7449E" w:rsidP="00A46CC7">
            <w:pPr>
              <w:spacing w:line="240" w:lineRule="auto"/>
              <w:ind w:firstLine="14"/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990" w:type="dxa"/>
          </w:tcPr>
          <w:p w14:paraId="51D7A460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58C9EB03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5549C0C2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0974B72F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DA43E58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00F89F9F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5D104E95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F7449E" w:rsidRPr="00C05013" w14:paraId="167F4F4A" w14:textId="77777777" w:rsidTr="00A46CC7">
        <w:trPr>
          <w:cantSplit/>
        </w:trPr>
        <w:tc>
          <w:tcPr>
            <w:tcW w:w="4500" w:type="dxa"/>
          </w:tcPr>
          <w:p w14:paraId="6565B461" w14:textId="77777777" w:rsidR="00F7449E" w:rsidRPr="00E64423" w:rsidRDefault="00F7449E" w:rsidP="00A46CC7">
            <w:pPr>
              <w:spacing w:line="240" w:lineRule="auto"/>
              <w:ind w:firstLine="14"/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990" w:type="dxa"/>
          </w:tcPr>
          <w:p w14:paraId="09C5E31B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07A62B93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0CE252B0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618AEAD3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95F8608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50A5B187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7F9872F6" w14:textId="77777777" w:rsidR="00F7449E" w:rsidRPr="00C05013" w:rsidRDefault="00F7449E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81085" w:rsidRPr="00C05013" w14:paraId="14707032" w14:textId="77777777" w:rsidTr="00A46CC7">
        <w:trPr>
          <w:cantSplit/>
        </w:trPr>
        <w:tc>
          <w:tcPr>
            <w:tcW w:w="4500" w:type="dxa"/>
          </w:tcPr>
          <w:p w14:paraId="4D75EAFD" w14:textId="0079ACD2" w:rsidR="00E81085" w:rsidRPr="00C05013" w:rsidRDefault="00E64423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lastRenderedPageBreak/>
              <w:t>เงินให้กู้ยืม</w:t>
            </w:r>
          </w:p>
        </w:tc>
        <w:tc>
          <w:tcPr>
            <w:tcW w:w="990" w:type="dxa"/>
          </w:tcPr>
          <w:p w14:paraId="3FC4CB25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7BB21F1B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7B6058C0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3A39A70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C972F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5B4C22C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12DF1D3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A457CB" w:rsidRPr="00C05013" w14:paraId="68E62AAC" w14:textId="77777777" w:rsidTr="00622881">
        <w:trPr>
          <w:cantSplit/>
        </w:trPr>
        <w:tc>
          <w:tcPr>
            <w:tcW w:w="4500" w:type="dxa"/>
          </w:tcPr>
          <w:p w14:paraId="388CDDE5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F2968B8" w14:textId="7BDCB80E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42A31C1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067A19A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537712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AFC3884" w14:textId="750D700A" w:rsidR="00A457CB" w:rsidRPr="00C05013" w:rsidRDefault="00D645B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1,209,000</w:t>
            </w:r>
          </w:p>
        </w:tc>
        <w:tc>
          <w:tcPr>
            <w:tcW w:w="183" w:type="dxa"/>
          </w:tcPr>
          <w:p w14:paraId="0910C98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41085B4" w14:textId="068F4EFD" w:rsidR="00A457CB" w:rsidRPr="00C05013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64423">
              <w:rPr>
                <w:rFonts w:asciiTheme="majorBidi" w:hAnsiTheme="majorBidi" w:cstheme="majorBidi"/>
                <w:sz w:val="28"/>
                <w:szCs w:val="28"/>
              </w:rPr>
              <w:t>1,050,000</w:t>
            </w:r>
          </w:p>
        </w:tc>
      </w:tr>
      <w:tr w:rsidR="00A457CB" w:rsidRPr="00C05013" w14:paraId="7C4195BC" w14:textId="77777777" w:rsidTr="00A46CC7">
        <w:trPr>
          <w:cantSplit/>
        </w:trPr>
        <w:tc>
          <w:tcPr>
            <w:tcW w:w="4500" w:type="dxa"/>
          </w:tcPr>
          <w:p w14:paraId="60FFF1FB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5F320CB" w14:textId="5D8DFB7A" w:rsidR="00A457CB" w:rsidRPr="00C05013" w:rsidRDefault="00D645B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B3DFA3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43B3F99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33D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33D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6A7B4DA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175EEF2A" w14:textId="2FF30F57" w:rsidR="00A457CB" w:rsidRPr="00C05013" w:rsidRDefault="00D645B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1,209,000</w:t>
            </w:r>
          </w:p>
        </w:tc>
        <w:tc>
          <w:tcPr>
            <w:tcW w:w="183" w:type="dxa"/>
          </w:tcPr>
          <w:p w14:paraId="3009DC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055DD85A" w14:textId="7957DAD5" w:rsidR="00A457CB" w:rsidRPr="00E81085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1,050,000</w:t>
            </w:r>
          </w:p>
        </w:tc>
      </w:tr>
      <w:tr w:rsidR="00E81085" w:rsidRPr="00E81085" w14:paraId="62B1DEF8" w14:textId="77777777" w:rsidTr="006974E4">
        <w:trPr>
          <w:cantSplit/>
        </w:trPr>
        <w:tc>
          <w:tcPr>
            <w:tcW w:w="4500" w:type="dxa"/>
          </w:tcPr>
          <w:p w14:paraId="0D51E229" w14:textId="77777777" w:rsidR="00E81085" w:rsidRPr="00E81085" w:rsidRDefault="00E81085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195DF96B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45362C07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8" w:type="dxa"/>
          </w:tcPr>
          <w:p w14:paraId="4A43DE30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28AFA284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985" w:type="dxa"/>
          </w:tcPr>
          <w:p w14:paraId="74FA7BF0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4871AC29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7" w:type="dxa"/>
          </w:tcPr>
          <w:p w14:paraId="4BE6720B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</w:tr>
      <w:tr w:rsidR="00DB6F29" w:rsidRPr="00C05013" w14:paraId="67596AB6" w14:textId="77777777" w:rsidTr="006974E4">
        <w:trPr>
          <w:cantSplit/>
        </w:trPr>
        <w:tc>
          <w:tcPr>
            <w:tcW w:w="4500" w:type="dxa"/>
          </w:tcPr>
          <w:p w14:paraId="0DEAA7B0" w14:textId="77777777" w:rsidR="00DB6F29" w:rsidRPr="00C05013" w:rsidRDefault="00DB6F29" w:rsidP="00DB6F29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เจ้าหนี้การค้า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เจ้าหนี้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990" w:type="dxa"/>
          </w:tcPr>
          <w:p w14:paraId="7E2FB7F7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07B1854E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8" w:type="dxa"/>
          </w:tcPr>
          <w:p w14:paraId="4053BD81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6799D23B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985" w:type="dxa"/>
          </w:tcPr>
          <w:p w14:paraId="13230F82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43169B2F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7" w:type="dxa"/>
          </w:tcPr>
          <w:p w14:paraId="554C3350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</w:tr>
      <w:tr w:rsidR="00A457CB" w:rsidRPr="00C05013" w14:paraId="10F36424" w14:textId="77777777" w:rsidTr="006974E4">
        <w:trPr>
          <w:cantSplit/>
        </w:trPr>
        <w:tc>
          <w:tcPr>
            <w:tcW w:w="4500" w:type="dxa"/>
          </w:tcPr>
          <w:p w14:paraId="6C5FC27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0B48D8D" w14:textId="511A59A8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19A71BC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AE1C563" w14:textId="194BC3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25E38DE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73B83E37" w14:textId="7FBDC40B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390,901</w:t>
            </w:r>
          </w:p>
        </w:tc>
        <w:tc>
          <w:tcPr>
            <w:tcW w:w="183" w:type="dxa"/>
          </w:tcPr>
          <w:p w14:paraId="7E37AC34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8D65122" w14:textId="7D93A3D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288,510</w:t>
            </w:r>
          </w:p>
        </w:tc>
      </w:tr>
      <w:tr w:rsidR="00A457CB" w:rsidRPr="00C05013" w14:paraId="18FE9EFB" w14:textId="77777777" w:rsidTr="006974E4">
        <w:trPr>
          <w:cantSplit/>
        </w:trPr>
        <w:tc>
          <w:tcPr>
            <w:tcW w:w="4500" w:type="dxa"/>
          </w:tcPr>
          <w:p w14:paraId="645563EF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น</w:t>
            </w:r>
          </w:p>
        </w:tc>
        <w:tc>
          <w:tcPr>
            <w:tcW w:w="990" w:type="dxa"/>
          </w:tcPr>
          <w:p w14:paraId="3AE7C422" w14:textId="140711E8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12,323</w:t>
            </w:r>
          </w:p>
        </w:tc>
        <w:tc>
          <w:tcPr>
            <w:tcW w:w="182" w:type="dxa"/>
          </w:tcPr>
          <w:p w14:paraId="685C0CF0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2E69430F" w14:textId="2B62769E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9,045</w:t>
            </w:r>
          </w:p>
        </w:tc>
        <w:tc>
          <w:tcPr>
            <w:tcW w:w="185" w:type="dxa"/>
          </w:tcPr>
          <w:p w14:paraId="173E5132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4CBDAE39" w14:textId="2E16E18B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3D1B05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E6738E6" w14:textId="56CFCB88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2D59C021" w14:textId="77777777" w:rsidTr="006974E4">
        <w:trPr>
          <w:cantSplit/>
        </w:trPr>
        <w:tc>
          <w:tcPr>
            <w:tcW w:w="4500" w:type="dxa"/>
          </w:tcPr>
          <w:p w14:paraId="7B25CB56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3F69F5F" w14:textId="6E46BBD5" w:rsidR="00A457CB" w:rsidRPr="00C05013" w:rsidRDefault="00316F1C" w:rsidP="00B0796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74CE689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C350CAE" w14:textId="2B1751C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85" w:type="dxa"/>
          </w:tcPr>
          <w:p w14:paraId="5A34532A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46757F0" w14:textId="3ED75B9A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BA55852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13A1C3B" w14:textId="6F1D8FF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2410A9D" w14:textId="77777777" w:rsidTr="006974E4">
        <w:trPr>
          <w:cantSplit/>
        </w:trPr>
        <w:tc>
          <w:tcPr>
            <w:tcW w:w="4500" w:type="dxa"/>
          </w:tcPr>
          <w:p w14:paraId="672C6A6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DFB1ADF" w14:textId="06267149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12,323</w:t>
            </w:r>
          </w:p>
        </w:tc>
        <w:tc>
          <w:tcPr>
            <w:tcW w:w="182" w:type="dxa"/>
          </w:tcPr>
          <w:p w14:paraId="15429B35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3748EA97" w14:textId="3CBC9A3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9,757</w:t>
            </w:r>
          </w:p>
        </w:tc>
        <w:tc>
          <w:tcPr>
            <w:tcW w:w="185" w:type="dxa"/>
          </w:tcPr>
          <w:p w14:paraId="035C6E63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0C03830A" w14:textId="59DFAB9C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390,901</w:t>
            </w:r>
          </w:p>
        </w:tc>
        <w:tc>
          <w:tcPr>
            <w:tcW w:w="183" w:type="dxa"/>
          </w:tcPr>
          <w:p w14:paraId="7DC6DD8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2CE459" w14:textId="1CBAE029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288,510</w:t>
            </w:r>
          </w:p>
        </w:tc>
      </w:tr>
      <w:tr w:rsidR="009D7807" w:rsidRPr="00341F5A" w14:paraId="50690D78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178F726B" w14:textId="77777777" w:rsidR="009D7807" w:rsidRPr="00446FAC" w:rsidRDefault="009D7807" w:rsidP="00A46CC7">
            <w:pPr>
              <w:spacing w:line="240" w:lineRule="auto"/>
              <w:ind w:firstLine="14"/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990" w:type="dxa"/>
            <w:shd w:val="clear" w:color="auto" w:fill="auto"/>
          </w:tcPr>
          <w:p w14:paraId="75253854" w14:textId="77777777" w:rsidR="009D7807" w:rsidRPr="00446FAC" w:rsidRDefault="009D7807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</w:tcPr>
          <w:p w14:paraId="2FEED6F8" w14:textId="77777777" w:rsidR="009D7807" w:rsidRPr="00446FAC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14:paraId="78B9A3A9" w14:textId="77777777" w:rsidR="009D7807" w:rsidRPr="00446FAC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  <w:shd w:val="clear" w:color="auto" w:fill="auto"/>
          </w:tcPr>
          <w:p w14:paraId="04C873BF" w14:textId="77777777" w:rsidR="009D7807" w:rsidRPr="00446FAC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</w:tcPr>
          <w:p w14:paraId="190D28DA" w14:textId="77777777" w:rsidR="009D7807" w:rsidRPr="00446FAC" w:rsidRDefault="009D7807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</w:tcPr>
          <w:p w14:paraId="28E4EB18" w14:textId="77777777" w:rsidR="009D7807" w:rsidRPr="00446FAC" w:rsidRDefault="009D7807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</w:tcPr>
          <w:p w14:paraId="711BBE86" w14:textId="77777777" w:rsidR="009D7807" w:rsidRPr="00446FAC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341F5A" w14:paraId="4E396E70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405CB1D3" w14:textId="6B026C3D" w:rsidR="00796C2E" w:rsidRPr="00446FAC" w:rsidRDefault="00796C2E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เงินปันผลค้างจ่าย</w:t>
            </w:r>
          </w:p>
        </w:tc>
        <w:tc>
          <w:tcPr>
            <w:tcW w:w="990" w:type="dxa"/>
            <w:shd w:val="clear" w:color="auto" w:fill="auto"/>
          </w:tcPr>
          <w:p w14:paraId="3F1ECC9C" w14:textId="77777777" w:rsidR="00796C2E" w:rsidRPr="00446FAC" w:rsidRDefault="00796C2E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</w:tcPr>
          <w:p w14:paraId="1B9C5829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14:paraId="57EEEE6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  <w:shd w:val="clear" w:color="auto" w:fill="auto"/>
          </w:tcPr>
          <w:p w14:paraId="043D4A54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</w:tcPr>
          <w:p w14:paraId="3E59289F" w14:textId="77777777" w:rsidR="00796C2E" w:rsidRPr="00446FAC" w:rsidRDefault="00796C2E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</w:tcPr>
          <w:p w14:paraId="7D7826C3" w14:textId="77777777" w:rsidR="00796C2E" w:rsidRPr="00446FAC" w:rsidRDefault="00796C2E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</w:tcPr>
          <w:p w14:paraId="0574003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341F5A" w14:paraId="2A585CD6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7779FFCE" w14:textId="530CF65C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E577348" w14:textId="74C753F7" w:rsidR="00796C2E" w:rsidRPr="00446FAC" w:rsidRDefault="00316F1C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</w:tcPr>
          <w:p w14:paraId="1BEE44EF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</w:tcPr>
          <w:p w14:paraId="1ED74C02" w14:textId="0CA4868B" w:rsidR="00796C2E" w:rsidRPr="00446FA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5" w:type="dxa"/>
            <w:shd w:val="clear" w:color="auto" w:fill="auto"/>
          </w:tcPr>
          <w:p w14:paraId="448BB1A2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14:paraId="3E2A6393" w14:textId="2AD1EFD2" w:rsidR="00796C2E" w:rsidRPr="00446FAC" w:rsidRDefault="00316F1C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7B3AE26E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1D0D829C" w14:textId="35493E6C" w:rsidR="00796C2E" w:rsidRPr="00446FAC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32106E" w14:paraId="2C0D9A6A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1AEE4022" w14:textId="77777777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F0948" w14:textId="1DED11D6" w:rsidR="00796C2E" w:rsidRPr="00446FAC" w:rsidRDefault="00316F1C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</w:tcPr>
          <w:p w14:paraId="5EB3DA15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C24A0C" w14:textId="18A35CBA" w:rsidR="00796C2E" w:rsidRPr="00031B08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" w:type="dxa"/>
            <w:shd w:val="clear" w:color="auto" w:fill="auto"/>
          </w:tcPr>
          <w:p w14:paraId="1C9F6FD9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92A83B" w14:textId="52EA2427" w:rsidR="00796C2E" w:rsidRPr="00446FAC" w:rsidRDefault="00316F1C" w:rsidP="00975542">
            <w:pPr>
              <w:pStyle w:val="NoSpacing"/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4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344CB574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9EAB2" w14:textId="6DAA0F8C" w:rsidR="00796C2E" w:rsidRPr="00031B08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1B0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  <w:tr w:rsidR="00796C2E" w:rsidRPr="00C05013" w14:paraId="24B18270" w14:textId="77777777" w:rsidTr="006974E4">
        <w:trPr>
          <w:cantSplit/>
        </w:trPr>
        <w:tc>
          <w:tcPr>
            <w:tcW w:w="4500" w:type="dxa"/>
          </w:tcPr>
          <w:p w14:paraId="6040FB32" w14:textId="77777777" w:rsidR="00796C2E" w:rsidRPr="00C05013" w:rsidRDefault="00796C2E" w:rsidP="00796C2E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37F1923E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49842FA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6F24554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5FE7A508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4B31F0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76B9A0A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4A54724B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96C2E" w:rsidRPr="00C05013" w14:paraId="16F3D796" w14:textId="77777777" w:rsidTr="006974E4">
        <w:trPr>
          <w:cantSplit/>
        </w:trPr>
        <w:tc>
          <w:tcPr>
            <w:tcW w:w="4500" w:type="dxa"/>
          </w:tcPr>
          <w:p w14:paraId="0C766D56" w14:textId="75DC7D91" w:rsidR="00796C2E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364D22C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483B2DE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215C4D4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6D0CB71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D9C11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0BD10BB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6DBA163B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96C2E" w:rsidRPr="00C05013" w14:paraId="795099E0" w14:textId="77777777" w:rsidTr="006974E4">
        <w:trPr>
          <w:cantSplit/>
        </w:trPr>
        <w:tc>
          <w:tcPr>
            <w:tcW w:w="4500" w:type="dxa"/>
          </w:tcPr>
          <w:p w14:paraId="38FD3DD9" w14:textId="77777777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</w:t>
            </w:r>
          </w:p>
        </w:tc>
        <w:tc>
          <w:tcPr>
            <w:tcW w:w="990" w:type="dxa"/>
          </w:tcPr>
          <w:p w14:paraId="663A743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6B8844C7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65C3835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1892CD5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DB6A0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4680557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5B3016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457CB" w:rsidRPr="00C05013" w14:paraId="10B2175B" w14:textId="77777777" w:rsidTr="006974E4">
        <w:trPr>
          <w:cantSplit/>
        </w:trPr>
        <w:tc>
          <w:tcPr>
            <w:tcW w:w="4500" w:type="dxa"/>
          </w:tcPr>
          <w:p w14:paraId="242C1712" w14:textId="2354DFB1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4A7DC835" w14:textId="3C553217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52</w:t>
            </w:r>
            <w:r w:rsidR="005C10F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82" w:type="dxa"/>
          </w:tcPr>
          <w:p w14:paraId="56767BB5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A74C285" w14:textId="5EC2705C" w:rsidR="00A457CB" w:rsidRPr="00C05013" w:rsidRDefault="00A457CB" w:rsidP="0055497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185" w:type="dxa"/>
          </w:tcPr>
          <w:p w14:paraId="0C57342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8784264" w14:textId="18E8D73F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97ACB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CA3077" w14:textId="356B214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F63CB5E" w14:textId="77777777" w:rsidTr="006974E4">
        <w:trPr>
          <w:cantSplit/>
        </w:trPr>
        <w:tc>
          <w:tcPr>
            <w:tcW w:w="4500" w:type="dxa"/>
          </w:tcPr>
          <w:p w14:paraId="1B36B489" w14:textId="449C7E49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1CB8A145" w14:textId="3BA7B4B3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3,249</w:t>
            </w:r>
          </w:p>
        </w:tc>
        <w:tc>
          <w:tcPr>
            <w:tcW w:w="182" w:type="dxa"/>
          </w:tcPr>
          <w:p w14:paraId="720FA21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5CC94363" w14:textId="6B52E2E1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3,007</w:t>
            </w:r>
          </w:p>
        </w:tc>
        <w:tc>
          <w:tcPr>
            <w:tcW w:w="185" w:type="dxa"/>
          </w:tcPr>
          <w:p w14:paraId="302B054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7D776117" w14:textId="37964A27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7D4B4CD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62909A4" w14:textId="69E818A0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E9F7E1" w14:textId="77777777" w:rsidTr="006974E4">
        <w:trPr>
          <w:cantSplit/>
        </w:trPr>
        <w:tc>
          <w:tcPr>
            <w:tcW w:w="4500" w:type="dxa"/>
          </w:tcPr>
          <w:p w14:paraId="427DB97A" w14:textId="6FF89B96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C415F79" w14:textId="6AB56CB9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24,485</w:t>
            </w:r>
          </w:p>
        </w:tc>
        <w:tc>
          <w:tcPr>
            <w:tcW w:w="182" w:type="dxa"/>
          </w:tcPr>
          <w:p w14:paraId="22F8A33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79A2B01" w14:textId="7C918442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24,991</w:t>
            </w:r>
          </w:p>
        </w:tc>
        <w:tc>
          <w:tcPr>
            <w:tcW w:w="185" w:type="dxa"/>
          </w:tcPr>
          <w:p w14:paraId="30709D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6B61C204" w14:textId="1BA791D6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05D14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DF303EA" w14:textId="080593AF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CE9163" w14:textId="77777777" w:rsidTr="006974E4">
        <w:trPr>
          <w:cantSplit/>
        </w:trPr>
        <w:tc>
          <w:tcPr>
            <w:tcW w:w="4500" w:type="dxa"/>
          </w:tcPr>
          <w:p w14:paraId="33EC1DE1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4310FE" w14:textId="6D0DB9BB" w:rsidR="00A457CB" w:rsidRPr="00316F1C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16F1C">
              <w:rPr>
                <w:rFonts w:asciiTheme="majorBidi" w:hAnsiTheme="majorBidi" w:cstheme="majorBidi"/>
                <w:sz w:val="28"/>
                <w:szCs w:val="28"/>
              </w:rPr>
              <w:t>28,25</w:t>
            </w:r>
            <w:r w:rsidR="005C10F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2" w:type="dxa"/>
          </w:tcPr>
          <w:p w14:paraId="1BEF81FE" w14:textId="77777777" w:rsidR="00A457CB" w:rsidRPr="00316F1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4E5ABD12" w14:textId="106454DF" w:rsidR="00A457CB" w:rsidRPr="00316F1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316F1C">
              <w:rPr>
                <w:rFonts w:asciiTheme="majorBidi" w:hAnsiTheme="majorBidi" w:cstheme="majorBidi"/>
                <w:sz w:val="28"/>
                <w:szCs w:val="28"/>
              </w:rPr>
              <w:t>28,512</w:t>
            </w:r>
          </w:p>
        </w:tc>
        <w:tc>
          <w:tcPr>
            <w:tcW w:w="185" w:type="dxa"/>
          </w:tcPr>
          <w:p w14:paraId="0A14468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46E2DE4B" w14:textId="73F1A8E2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76CC0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507CCCED" w14:textId="58FF6715" w:rsidR="00A457CB" w:rsidRPr="005C10F1" w:rsidRDefault="00A457CB" w:rsidP="005C10F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5C10F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C05013" w14:paraId="00DA0308" w14:textId="77777777" w:rsidTr="003A767A">
        <w:trPr>
          <w:cantSplit/>
        </w:trPr>
        <w:tc>
          <w:tcPr>
            <w:tcW w:w="4500" w:type="dxa"/>
          </w:tcPr>
          <w:p w14:paraId="03714ECE" w14:textId="2F2A8353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CE8F49A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7FFC818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501D9C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030BA67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70FF006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01BF0D9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197A389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C05013" w14:paraId="74A07DFF" w14:textId="77777777" w:rsidTr="003A767A">
        <w:trPr>
          <w:cantSplit/>
        </w:trPr>
        <w:tc>
          <w:tcPr>
            <w:tcW w:w="4500" w:type="dxa"/>
          </w:tcPr>
          <w:p w14:paraId="75222451" w14:textId="66A9BD33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</w:tcPr>
          <w:p w14:paraId="39D83A5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3742689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09B2DB3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2D90CAF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26C619A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18D1F10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9198F6F" w14:textId="144FD3A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1285A2B6" w14:textId="77777777" w:rsidTr="006974E4">
        <w:trPr>
          <w:cantSplit/>
        </w:trPr>
        <w:tc>
          <w:tcPr>
            <w:tcW w:w="4500" w:type="dxa"/>
          </w:tcPr>
          <w:p w14:paraId="023EC95B" w14:textId="0434E5E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3DBF57B7" w14:textId="2B07D12C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546</w:t>
            </w:r>
          </w:p>
        </w:tc>
        <w:tc>
          <w:tcPr>
            <w:tcW w:w="182" w:type="dxa"/>
          </w:tcPr>
          <w:p w14:paraId="7094CF0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7D78F06" w14:textId="22D7D95E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535</w:t>
            </w:r>
          </w:p>
        </w:tc>
        <w:tc>
          <w:tcPr>
            <w:tcW w:w="185" w:type="dxa"/>
          </w:tcPr>
          <w:p w14:paraId="43968B4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16B1D09" w14:textId="2667F69F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54592C1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91B973B" w14:textId="62D63B9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7468FDF6" w14:textId="77777777" w:rsidTr="006974E4">
        <w:trPr>
          <w:cantSplit/>
        </w:trPr>
        <w:tc>
          <w:tcPr>
            <w:tcW w:w="4500" w:type="dxa"/>
          </w:tcPr>
          <w:p w14:paraId="52214BF5" w14:textId="7AA4EF1F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626BC56D" w14:textId="0BB5791E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3,285</w:t>
            </w:r>
          </w:p>
        </w:tc>
        <w:tc>
          <w:tcPr>
            <w:tcW w:w="182" w:type="dxa"/>
          </w:tcPr>
          <w:p w14:paraId="5B81D51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ED9B6AB" w14:textId="0EBFAB2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3,046</w:t>
            </w:r>
          </w:p>
        </w:tc>
        <w:tc>
          <w:tcPr>
            <w:tcW w:w="185" w:type="dxa"/>
          </w:tcPr>
          <w:p w14:paraId="21417EA3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68A3F5C0" w14:textId="7D6CE9A8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517ABF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282D7EDF" w14:textId="4FB831D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2F37935" w14:textId="77777777" w:rsidTr="006974E4">
        <w:trPr>
          <w:cantSplit/>
        </w:trPr>
        <w:tc>
          <w:tcPr>
            <w:tcW w:w="4500" w:type="dxa"/>
          </w:tcPr>
          <w:p w14:paraId="727FBFBC" w14:textId="6D9BCD8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9EB83AA" w14:textId="55AFB5F0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26,525</w:t>
            </w:r>
          </w:p>
        </w:tc>
        <w:tc>
          <w:tcPr>
            <w:tcW w:w="182" w:type="dxa"/>
          </w:tcPr>
          <w:p w14:paraId="4B26C7A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9C73D85" w14:textId="3EC1015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27,040</w:t>
            </w:r>
          </w:p>
        </w:tc>
        <w:tc>
          <w:tcPr>
            <w:tcW w:w="185" w:type="dxa"/>
          </w:tcPr>
          <w:p w14:paraId="5B8FF2F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685A1A" w14:textId="564CBF33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A555AA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783B640" w14:textId="685C20B3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0231B43" w14:textId="77777777" w:rsidTr="00897E26">
        <w:trPr>
          <w:cantSplit/>
        </w:trPr>
        <w:tc>
          <w:tcPr>
            <w:tcW w:w="4500" w:type="dxa"/>
          </w:tcPr>
          <w:p w14:paraId="4F4A23EE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51438A" w14:textId="4AEC2BD6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30,356</w:t>
            </w:r>
          </w:p>
        </w:tc>
        <w:tc>
          <w:tcPr>
            <w:tcW w:w="182" w:type="dxa"/>
          </w:tcPr>
          <w:p w14:paraId="4A98FC6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6A18754D" w14:textId="5FCE742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30,621</w:t>
            </w:r>
          </w:p>
        </w:tc>
        <w:tc>
          <w:tcPr>
            <w:tcW w:w="185" w:type="dxa"/>
          </w:tcPr>
          <w:p w14:paraId="47590269" w14:textId="6AC670A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BE3E27" w14:textId="594FFA64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96326F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BDBF3C2" w14:textId="315F63F2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D65D29F" w14:textId="77777777" w:rsidTr="006974E4">
        <w:trPr>
          <w:cantSplit/>
        </w:trPr>
        <w:tc>
          <w:tcPr>
            <w:tcW w:w="4500" w:type="dxa"/>
          </w:tcPr>
          <w:p w14:paraId="50D764B4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23F31CB" w14:textId="5FDB77CA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58,61</w:t>
            </w:r>
            <w:r w:rsidR="005C10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2" w:type="dxa"/>
          </w:tcPr>
          <w:p w14:paraId="7D6621D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522E3BDB" w14:textId="6C818889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59,133</w:t>
            </w:r>
          </w:p>
        </w:tc>
        <w:tc>
          <w:tcPr>
            <w:tcW w:w="185" w:type="dxa"/>
          </w:tcPr>
          <w:p w14:paraId="52BB244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06BFBA7" w14:textId="6C45B9A0" w:rsidR="00A457CB" w:rsidRPr="00C05013" w:rsidRDefault="00316F1C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9A22E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DDFCA6E" w14:textId="338A0A7D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</w:tbl>
    <w:p w14:paraId="2FE0B575" w14:textId="7DBB4D4F" w:rsidR="00F7449E" w:rsidRDefault="00F7449E" w:rsidP="003F11B5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Theme="majorBidi" w:hAnsiTheme="majorBidi" w:cstheme="majorBidi"/>
          <w:i/>
          <w:iCs/>
          <w:sz w:val="28"/>
          <w:szCs w:val="28"/>
        </w:rPr>
      </w:pPr>
    </w:p>
    <w:p w14:paraId="1591BA1A" w14:textId="77777777" w:rsidR="00F7449E" w:rsidRDefault="00F74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br w:type="page"/>
      </w:r>
    </w:p>
    <w:p w14:paraId="2E2D58CE" w14:textId="4195EE38" w:rsidR="003F11B5" w:rsidRPr="00AC01DB" w:rsidRDefault="003F11B5" w:rsidP="003F11B5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AC01DB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สัญญาสำคัญที่ทำกับบุคคลหรือกิจการที่เกี่ยวข้องกัน</w:t>
      </w:r>
      <w:r w:rsidRPr="00AC01D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</w:p>
    <w:p w14:paraId="6F90D02B" w14:textId="0F5F4910" w:rsidR="0042798C" w:rsidRPr="00AC01DB" w:rsidRDefault="0042798C" w:rsidP="00E054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</w:p>
    <w:p w14:paraId="5974E5B1" w14:textId="1781F496" w:rsidR="00D24E4F" w:rsidRPr="00AC01DB" w:rsidRDefault="00827D8A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เงินให้กู้ยืมระยะสั้นแก่</w:t>
      </w:r>
      <w:r w:rsidR="00631463"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บริษัทย่อย</w:t>
      </w:r>
    </w:p>
    <w:p w14:paraId="684F2589" w14:textId="4B0ACFB4" w:rsidR="00D24E4F" w:rsidRPr="00AC01DB" w:rsidRDefault="00645D90" w:rsidP="00D24E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บริษัทได้ทำสัญญา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เงินกู้ยืมระยะสั้นแก่</w:t>
      </w:r>
      <w:r w:rsidR="00827D8A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บริษัทย่อย</w:t>
      </w: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โดย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 xml:space="preserve">มีอัตราดอกเบี้ยร้อยละ </w:t>
      </w:r>
      <w:r w:rsidR="00F951F3">
        <w:rPr>
          <w:rFonts w:ascii="Angsana New" w:hAnsi="Angsana New" w:cs="Angsana New"/>
          <w:spacing w:val="-2"/>
          <w:sz w:val="28"/>
          <w:szCs w:val="28"/>
        </w:rPr>
        <w:t>3.05</w:t>
      </w:r>
      <w:r w:rsidR="00951805" w:rsidRPr="00574F01">
        <w:rPr>
          <w:rFonts w:ascii="Angsana New" w:hAnsi="Angsana New" w:cs="Angsana New"/>
          <w:spacing w:val="-2"/>
          <w:sz w:val="28"/>
          <w:szCs w:val="28"/>
        </w:rPr>
        <w:t xml:space="preserve"> </w:t>
      </w:r>
      <w:r w:rsidR="00017A77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และ</w:t>
      </w:r>
      <w:r w:rsidR="00451F3D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ร้อยละ</w:t>
      </w:r>
      <w:r w:rsidR="00B01A6C" w:rsidRPr="00574F01">
        <w:rPr>
          <w:rFonts w:ascii="Angsana New" w:hAnsi="Angsana New" w:cs="Angsana New" w:hint="cs"/>
          <w:spacing w:val="-2"/>
          <w:sz w:val="28"/>
          <w:szCs w:val="28"/>
          <w:cs/>
        </w:rPr>
        <w:t xml:space="preserve"> </w:t>
      </w:r>
      <w:r w:rsidR="00F951F3">
        <w:rPr>
          <w:rFonts w:ascii="Angsana New" w:hAnsi="Angsana New" w:cs="Angsana New"/>
          <w:spacing w:val="-2"/>
          <w:sz w:val="28"/>
          <w:szCs w:val="28"/>
        </w:rPr>
        <w:t>3.10</w:t>
      </w:r>
      <w:r w:rsidR="00B01A6C" w:rsidRPr="00574F01">
        <w:rPr>
          <w:rFonts w:ascii="Angsana New" w:hAnsi="Angsana New" w:cs="Angsana New"/>
          <w:spacing w:val="-2"/>
          <w:sz w:val="28"/>
          <w:szCs w:val="28"/>
        </w:rPr>
        <w:t xml:space="preserve"> 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ต่อปี และไม่มีหลักประกัน</w:t>
      </w:r>
      <w:r w:rsidR="00F53A6B" w:rsidRPr="00AC01D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24E4F" w:rsidRPr="00AC01DB">
        <w:rPr>
          <w:rFonts w:ascii="Angsana New" w:hAnsi="Angsana New" w:cs="Angsana New" w:hint="cs"/>
          <w:sz w:val="28"/>
          <w:szCs w:val="28"/>
          <w:cs/>
        </w:rPr>
        <w:t>มีกำหนดชำระคืนเมื่อทวงถาม</w:t>
      </w:r>
    </w:p>
    <w:p w14:paraId="5FFED8B4" w14:textId="71BDAF7B" w:rsidR="00D24E4F" w:rsidRPr="000D1556" w:rsidRDefault="00D24E4F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5EDBB6E6" w14:textId="48E9F77F" w:rsidR="007979B7" w:rsidRPr="00AC01DB" w:rsidRDefault="007979B7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สัญญาเช่าที่ดิน</w:t>
      </w:r>
    </w:p>
    <w:p w14:paraId="768C2C5B" w14:textId="1213AD85" w:rsidR="00A03CD3" w:rsidRPr="00AC01DB" w:rsidRDefault="00E24470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AA1464" w:rsidRPr="00AC01DB">
        <w:rPr>
          <w:rFonts w:ascii="Angsana New" w:hAnsi="Angsana New" w:cs="Angsana New" w:hint="cs"/>
          <w:sz w:val="28"/>
          <w:szCs w:val="28"/>
          <w:cs/>
        </w:rPr>
        <w:t>ย่อย</w:t>
      </w:r>
      <w:r w:rsidRPr="00AC01DB">
        <w:rPr>
          <w:rFonts w:ascii="Angsana New" w:hAnsi="Angsana New" w:cs="Angsana New" w:hint="cs"/>
          <w:sz w:val="28"/>
          <w:szCs w:val="28"/>
          <w:cs/>
        </w:rPr>
        <w:t>ได้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ทำสัญญาเช่าที่ดินเพื่อใช้ในการดำเนินงานของกลุ่มบริษัทกับกิจการอื่นที่เกี่ยวข้องกันและผู้บริหารสำคัญจำนวน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สาม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ฉบับ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โดยกำหนดให้สัญญาดังกล่าวมีผลตั้งแต่วันที่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กรกฎาคม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2566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 xml:space="preserve"> และ </w:t>
      </w:r>
      <w:r w:rsidR="00A03CD3" w:rsidRPr="00AC01DB">
        <w:rPr>
          <w:rFonts w:ascii="Angsana New" w:hAnsi="Angsana New" w:cs="Angsana New"/>
          <w:sz w:val="28"/>
          <w:szCs w:val="28"/>
        </w:rPr>
        <w:t xml:space="preserve">1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="00A03CD3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A03CD3" w:rsidRPr="00AC01DB">
        <w:rPr>
          <w:rFonts w:ascii="Angsana New" w:hAnsi="Angsana New" w:cs="Angsana New"/>
          <w:sz w:val="28"/>
          <w:szCs w:val="28"/>
        </w:rPr>
        <w:t>2567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ซึ่ง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มีระยะเวลาตามสัญญา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โดยสามารถต่อสัญญาได้คราวละไม่เกิน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5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ครั้ง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และครั้งสุดท้าย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คราวละ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ง</w:t>
      </w:r>
      <w:r w:rsidR="00692E1E" w:rsidRPr="00AC01DB">
        <w:rPr>
          <w:rFonts w:ascii="Angsana New" w:hAnsi="Angsana New" w:cs="Angsana New"/>
          <w:sz w:val="28"/>
          <w:szCs w:val="28"/>
        </w:rPr>
        <w:t xml:space="preserve"> </w:t>
      </w:r>
      <w:r w:rsidR="00692E1E"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</w:t>
      </w:r>
      <w:r w:rsidR="00692E1E" w:rsidRPr="00AC01DB">
        <w:rPr>
          <w:rFonts w:ascii="Angsana New" w:hAnsi="Angsana New" w:cs="Angsana New" w:hint="cs"/>
          <w:sz w:val="28"/>
          <w:szCs w:val="28"/>
          <w:cs/>
        </w:rPr>
        <w:t>า</w:t>
      </w:r>
    </w:p>
    <w:p w14:paraId="76074141" w14:textId="77777777" w:rsidR="00E054A3" w:rsidRPr="000D1556" w:rsidRDefault="00E054A3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313C9D76" w14:textId="6524245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สัญญาให้เช่าอาคารและเครื่องจักร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7D718DBB" w14:textId="134778A6" w:rsidR="00A746DB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>บริษัทให้เช่าอาคารและเครื่องจักรแก่บริษัทย่อย สัญญาดังกล่าวมีระยะเวลา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 xml:space="preserve">ปี สิ้นสุดภายในเดือนธันวาคม 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าและจะมีการทบทวนค่าเช่าเป็นประจำทุกปี</w:t>
      </w:r>
    </w:p>
    <w:p w14:paraId="08574549" w14:textId="055291D8" w:rsidR="00C50608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</w:rPr>
        <w:t> </w:t>
      </w:r>
    </w:p>
    <w:p w14:paraId="689FC142" w14:textId="0EB81C8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สัญญาจ้างบริหารจัดการส่วนงานสนับสนุนด้านการเงินและการบัญชี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34C6B543" w14:textId="1EC6F299" w:rsidR="0005550E" w:rsidRDefault="00A746DB" w:rsidP="00D44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 xml:space="preserve">บริษัทได้ทำสัญญาว่าจ้างบริษัทย่อยแห่งหนึ่งให้บริหารจัดการส่วนงานสนับสนุนด้านการเงินและการบัญชี สัญญาดังกล่าวมีระยะเวลา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ปี สิ้นสุดวันที่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31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ธันวาคม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ตกลงที่จะจ่ายค่าบริการรายเดือนตามอัตราที่ระบุในสัญญาและจะมีการทบทวนค่าบริการเป็นประจำทุกปี</w:t>
      </w:r>
    </w:p>
    <w:p w14:paraId="1C2EC3B7" w14:textId="77777777" w:rsidR="00A5085A" w:rsidRPr="00A03CD3" w:rsidRDefault="00A5085A" w:rsidP="00A03C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24017DFE" w14:textId="156A0983" w:rsidR="00804175" w:rsidRPr="00C05013" w:rsidRDefault="00FE0D99" w:rsidP="004A0D29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ที่ดิน</w:t>
      </w:r>
      <w:r w:rsidR="000C66FC"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 xml:space="preserve"> </w:t>
      </w:r>
      <w:r w:rsidR="00804175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>อาคารและอุปกรณ์</w:t>
      </w:r>
    </w:p>
    <w:p w14:paraId="08263980" w14:textId="57786170" w:rsidR="00F85628" w:rsidRPr="00A03CD3" w:rsidRDefault="00F85628" w:rsidP="00121F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210"/>
        <w:gridCol w:w="1440"/>
        <w:gridCol w:w="180"/>
        <w:gridCol w:w="1350"/>
      </w:tblGrid>
      <w:tr w:rsidR="00C50608" w:rsidRPr="00EE776F" w14:paraId="642ABC49" w14:textId="77777777" w:rsidTr="00F53A6B">
        <w:trPr>
          <w:cantSplit/>
          <w:tblHeader/>
        </w:trPr>
        <w:tc>
          <w:tcPr>
            <w:tcW w:w="6210" w:type="dxa"/>
            <w:vAlign w:val="bottom"/>
          </w:tcPr>
          <w:p w14:paraId="7E83695C" w14:textId="19FC3BE6" w:rsidR="00C50608" w:rsidRPr="00124623" w:rsidRDefault="00C50608" w:rsidP="00C506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สำหรับงวด</w:t>
            </w:r>
            <w:r w:rsidR="00D3383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หก</w:t>
            </w: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เดือนสิ้นสุดวันที่ </w:t>
            </w:r>
            <w:r w:rsidR="00DB010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30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</w:t>
            </w:r>
            <w:r w:rsidR="005E3605" w:rsidRPr="005E3605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ม</w:t>
            </w:r>
            <w:r w:rsidR="00D33832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ิถุนายน</w:t>
            </w:r>
            <w:r w:rsidR="005E3605"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 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256</w:t>
            </w:r>
            <w:r w:rsid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40" w:type="dxa"/>
            <w:vAlign w:val="bottom"/>
          </w:tcPr>
          <w:p w14:paraId="4645AD6E" w14:textId="588CBFA5" w:rsidR="00C50608" w:rsidRPr="00124623" w:rsidRDefault="00C50608" w:rsidP="00C50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12462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A1B244F" w14:textId="77777777" w:rsidR="00C50608" w:rsidRPr="00124623" w:rsidRDefault="00C50608" w:rsidP="00C5060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9DD4DEC" w14:textId="77777777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</w:t>
            </w:r>
          </w:p>
          <w:p w14:paraId="7E4CD23F" w14:textId="55C3EDF5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D7AE4" w:rsidRPr="00981FA1" w14:paraId="7F06A466" w14:textId="77777777" w:rsidTr="00F53A6B">
        <w:trPr>
          <w:cantSplit/>
        </w:trPr>
        <w:tc>
          <w:tcPr>
            <w:tcW w:w="6210" w:type="dxa"/>
          </w:tcPr>
          <w:p w14:paraId="64DBEE34" w14:textId="77777777" w:rsidR="005D7AE4" w:rsidRPr="00124623" w:rsidRDefault="005D7AE4" w:rsidP="00DF1054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</w:tcPr>
          <w:p w14:paraId="41734ABA" w14:textId="38B08A12" w:rsidR="005D7AE4" w:rsidRPr="00124623" w:rsidRDefault="005D7AE4" w:rsidP="00121F9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2462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D7AE4" w:rsidRPr="00981FA1" w14:paraId="5E764CAD" w14:textId="77777777" w:rsidTr="00F53A6B">
        <w:trPr>
          <w:cantSplit/>
        </w:trPr>
        <w:tc>
          <w:tcPr>
            <w:tcW w:w="6210" w:type="dxa"/>
          </w:tcPr>
          <w:p w14:paraId="2B097E6C" w14:textId="249020B0" w:rsidR="005D7AE4" w:rsidRPr="00124623" w:rsidRDefault="005D7AE4" w:rsidP="00D079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ซื้อสินทรัพย์ - </w:t>
            </w:r>
            <w:r w:rsidRPr="00124623">
              <w:rPr>
                <w:rFonts w:ascii="Angsana New" w:hAnsi="Angsana New" w:cs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40" w:type="dxa"/>
          </w:tcPr>
          <w:p w14:paraId="177E75CC" w14:textId="0D47E61A" w:rsidR="005D7AE4" w:rsidRPr="00124623" w:rsidRDefault="00224B04" w:rsidP="007532A9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49,065</w:t>
            </w:r>
          </w:p>
        </w:tc>
        <w:tc>
          <w:tcPr>
            <w:tcW w:w="180" w:type="dxa"/>
          </w:tcPr>
          <w:p w14:paraId="6979DF3C" w14:textId="77777777" w:rsidR="005D7AE4" w:rsidRPr="00124623" w:rsidRDefault="005D7AE4" w:rsidP="00D0790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75EF9F" w14:textId="16B72960" w:rsidR="005D7AE4" w:rsidRPr="00124623" w:rsidRDefault="00224B04" w:rsidP="00AB2C26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5,057</w:t>
            </w:r>
          </w:p>
        </w:tc>
      </w:tr>
    </w:tbl>
    <w:p w14:paraId="15549F6B" w14:textId="434E54EA" w:rsidR="00F7449E" w:rsidRDefault="00F7449E" w:rsidP="00F662A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</w:p>
    <w:p w14:paraId="2F1C633C" w14:textId="77777777" w:rsidR="00F7449E" w:rsidRDefault="00F74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 w:val="th-TH"/>
        </w:rPr>
      </w:pPr>
      <w:r>
        <w:rPr>
          <w:rFonts w:ascii="Angsana New" w:hAnsi="Angsana New" w:cs="Angsana New"/>
          <w:sz w:val="30"/>
          <w:szCs w:val="30"/>
          <w:cs/>
          <w:lang w:val="th-TH"/>
        </w:rPr>
        <w:br w:type="page"/>
      </w:r>
    </w:p>
    <w:p w14:paraId="5E8D795A" w14:textId="6A7499CB" w:rsidR="00FB1A47" w:rsidRDefault="00FB1A47" w:rsidP="00CA336A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lastRenderedPageBreak/>
        <w:t>ท</w:t>
      </w:r>
      <w:r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ุนเรือนหุ้น</w:t>
      </w:r>
    </w:p>
    <w:p w14:paraId="7C9EAA4D" w14:textId="6DF85517" w:rsidR="00FB1A47" w:rsidRPr="00A03CD3" w:rsidRDefault="00FB1A47" w:rsidP="00A03CD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</w:p>
    <w:tbl>
      <w:tblPr>
        <w:tblW w:w="9161" w:type="dxa"/>
        <w:tblInd w:w="450" w:type="dxa"/>
        <w:tblLook w:val="01E0" w:firstRow="1" w:lastRow="1" w:firstColumn="1" w:lastColumn="1" w:noHBand="0" w:noVBand="0"/>
      </w:tblPr>
      <w:tblGrid>
        <w:gridCol w:w="3059"/>
        <w:gridCol w:w="888"/>
        <w:gridCol w:w="272"/>
        <w:gridCol w:w="1119"/>
        <w:gridCol w:w="235"/>
        <w:gridCol w:w="1120"/>
        <w:gridCol w:w="234"/>
        <w:gridCol w:w="1009"/>
        <w:gridCol w:w="259"/>
        <w:gridCol w:w="966"/>
      </w:tblGrid>
      <w:tr w:rsidR="00FB1A47" w:rsidRPr="00981FA1" w14:paraId="7D5F99CB" w14:textId="77777777" w:rsidTr="00C01C85">
        <w:trPr>
          <w:tblHeader/>
        </w:trPr>
        <w:tc>
          <w:tcPr>
            <w:tcW w:w="3064" w:type="dxa"/>
          </w:tcPr>
          <w:p w14:paraId="5A55E2A7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2BE507C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72" w:type="dxa"/>
          </w:tcPr>
          <w:p w14:paraId="0C67E80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474" w:type="dxa"/>
            <w:gridSpan w:val="3"/>
            <w:tcBorders>
              <w:bottom w:val="single" w:sz="4" w:space="0" w:color="auto"/>
            </w:tcBorders>
          </w:tcPr>
          <w:p w14:paraId="093C6D98" w14:textId="1545FABE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left="-72" w:right="-1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34" w:type="dxa"/>
          </w:tcPr>
          <w:p w14:paraId="6E452407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228" w:type="dxa"/>
            <w:gridSpan w:val="3"/>
            <w:tcBorders>
              <w:bottom w:val="single" w:sz="4" w:space="0" w:color="auto"/>
            </w:tcBorders>
          </w:tcPr>
          <w:p w14:paraId="6D840924" w14:textId="4263593D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right="1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</w:p>
        </w:tc>
      </w:tr>
      <w:tr w:rsidR="00C01C85" w:rsidRPr="00981FA1" w14:paraId="50038B70" w14:textId="77777777" w:rsidTr="00C01C85">
        <w:trPr>
          <w:tblHeader/>
        </w:trPr>
        <w:tc>
          <w:tcPr>
            <w:tcW w:w="3064" w:type="dxa"/>
          </w:tcPr>
          <w:p w14:paraId="579BFA5B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15E0476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72" w:type="dxa"/>
          </w:tcPr>
          <w:p w14:paraId="58202C2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654AF064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06F521D2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051F219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34" w:type="dxa"/>
          </w:tcPr>
          <w:p w14:paraId="1657C54B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40388D4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549013F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365AAF4A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</w:tr>
      <w:tr w:rsidR="00FB1A47" w:rsidRPr="00981FA1" w14:paraId="273BC5A4" w14:textId="77777777" w:rsidTr="00C01C85">
        <w:trPr>
          <w:tblHeader/>
        </w:trPr>
        <w:tc>
          <w:tcPr>
            <w:tcW w:w="3064" w:type="dxa"/>
          </w:tcPr>
          <w:p w14:paraId="3309348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033228D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272" w:type="dxa"/>
          </w:tcPr>
          <w:p w14:paraId="36569B19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936" w:type="dxa"/>
            <w:gridSpan w:val="7"/>
          </w:tcPr>
          <w:p w14:paraId="3388EEBE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(พันหุ้น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  <w:t>/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01C85" w:rsidRPr="00981FA1" w14:paraId="47FBB693" w14:textId="77777777" w:rsidTr="00C01C85">
        <w:tc>
          <w:tcPr>
            <w:tcW w:w="3064" w:type="dxa"/>
          </w:tcPr>
          <w:p w14:paraId="3B19FD8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889" w:type="dxa"/>
          </w:tcPr>
          <w:p w14:paraId="6F1FA218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2B9A573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5B100955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142D880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C78591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3FFE1F0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12F9CD7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44C8B0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577F415F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</w:tr>
      <w:tr w:rsidR="00C01C85" w:rsidRPr="00981FA1" w14:paraId="79ED962D" w14:textId="77777777" w:rsidTr="00C01C85">
        <w:tc>
          <w:tcPr>
            <w:tcW w:w="3064" w:type="dxa"/>
          </w:tcPr>
          <w:p w14:paraId="1E97EFCF" w14:textId="4364D0AA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42DDF"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9" w:type="dxa"/>
          </w:tcPr>
          <w:p w14:paraId="45D799D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7B35851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</w:tcPr>
          <w:p w14:paraId="4F3F1E0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43705474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764B26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7D1D894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7127B9BC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C0D5EC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47FAC1E7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370EE88C" w14:textId="77777777" w:rsidTr="00C01C85">
        <w:tc>
          <w:tcPr>
            <w:tcW w:w="3064" w:type="dxa"/>
          </w:tcPr>
          <w:p w14:paraId="1897175A" w14:textId="77777777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</w:tcPr>
          <w:p w14:paraId="77679775" w14:textId="6066EF90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5C2A5372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5ED024A3" w14:textId="6203CEBF" w:rsidR="00DB68AE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721A7474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7BF26DEA" w14:textId="2282B9C8" w:rsidR="00DB68AE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7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  <w:tc>
          <w:tcPr>
            <w:tcW w:w="234" w:type="dxa"/>
          </w:tcPr>
          <w:p w14:paraId="1E6F99E1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3A6F078F" w14:textId="7F7B448A" w:rsidR="00DB68AE" w:rsidRPr="00593166" w:rsidRDefault="00DB68AE" w:rsidP="00DB68AE">
            <w:pPr>
              <w:pStyle w:val="30"/>
              <w:tabs>
                <w:tab w:val="clear" w:pos="360"/>
                <w:tab w:val="clear" w:pos="720"/>
                <w:tab w:val="decimal" w:pos="789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5081C2FA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1D21DC58" w14:textId="49B93F5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</w:tr>
      <w:tr w:rsidR="00C01C85" w:rsidRPr="00981FA1" w14:paraId="1A6CA123" w14:textId="77777777" w:rsidTr="00C01C85">
        <w:tc>
          <w:tcPr>
            <w:tcW w:w="3064" w:type="dxa"/>
          </w:tcPr>
          <w:p w14:paraId="3CD3C69F" w14:textId="7D9F8151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D3383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5E3605">
              <w:rPr>
                <w:rFonts w:asciiTheme="majorBidi" w:hAnsiTheme="majorBidi" w:cs="Angsana New" w:hint="cs"/>
                <w:b/>
                <w:bCs/>
                <w:sz w:val="28"/>
                <w:szCs w:val="28"/>
                <w:cs/>
              </w:rPr>
              <w:t>ม</w:t>
            </w:r>
            <w:r w:rsidR="00D33832">
              <w:rPr>
                <w:rFonts w:asciiTheme="majorBidi" w:hAnsiTheme="majorBidi" w:cs="Angsana New" w:hint="cs"/>
                <w:b/>
                <w:bCs/>
                <w:sz w:val="28"/>
                <w:szCs w:val="28"/>
                <w:cs/>
              </w:rPr>
              <w:t>ิถุนายน</w:t>
            </w:r>
            <w:r w:rsidRPr="005E3605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Theme="majorBidi" w:hAnsiTheme="majorBidi" w:cstheme="majorBidi"/>
                <w:b/>
                <w:sz w:val="28"/>
                <w:szCs w:val="28"/>
              </w:rPr>
              <w:t>31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9" w:type="dxa"/>
          </w:tcPr>
          <w:p w14:paraId="23779B87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3E9654BF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283E00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6DB5456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5E34760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1DA1D7D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64E159DF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34419D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54534AE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79A364A3" w14:textId="77777777" w:rsidTr="00C01C85">
        <w:tc>
          <w:tcPr>
            <w:tcW w:w="3064" w:type="dxa"/>
          </w:tcPr>
          <w:p w14:paraId="546E77CE" w14:textId="77777777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</w:tcPr>
          <w:p w14:paraId="2CF70D9A" w14:textId="3FF8110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1CD198C6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2FDEB6E0" w14:textId="38124552" w:rsidR="00DB68AE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0E1A8C24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</w:tcPr>
          <w:p w14:paraId="2B7EEF9C" w14:textId="2EE94EE2" w:rsidR="00DB68AE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</w:tcPr>
          <w:p w14:paraId="3FBB05C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04DA1996" w14:textId="1DDF22BB" w:rsidR="00DB68AE" w:rsidRPr="00593166" w:rsidRDefault="00DB68AE" w:rsidP="00DB68AE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3E1444F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AA79247" w14:textId="16ABA6A6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  <w:tr w:rsidR="00C01C85" w:rsidRPr="00981FA1" w14:paraId="1B9CA97C" w14:textId="77777777" w:rsidTr="00C01C85">
        <w:tc>
          <w:tcPr>
            <w:tcW w:w="3064" w:type="dxa"/>
          </w:tcPr>
          <w:p w14:paraId="0C58BFEC" w14:textId="72A194EE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43C77A34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56A802F1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0685C08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437C0E0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79EF364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69031B83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37434E0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15296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42E30DF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29A06439" w14:textId="77777777" w:rsidTr="00C01C85">
        <w:tc>
          <w:tcPr>
            <w:tcW w:w="3064" w:type="dxa"/>
          </w:tcPr>
          <w:p w14:paraId="78387AE7" w14:textId="3792BE20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หุ้นที่ออกและชำระแล้ว</w:t>
            </w:r>
          </w:p>
        </w:tc>
        <w:tc>
          <w:tcPr>
            <w:tcW w:w="889" w:type="dxa"/>
          </w:tcPr>
          <w:p w14:paraId="29CFD599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254214CB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73246AC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721A651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0F650A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44813810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2C50A165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4C628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096CAFC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1764FA47" w14:textId="77777777" w:rsidTr="00C01C85">
        <w:tc>
          <w:tcPr>
            <w:tcW w:w="3064" w:type="dxa"/>
          </w:tcPr>
          <w:p w14:paraId="73845298" w14:textId="6D639F04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9" w:type="dxa"/>
            <w:shd w:val="clear" w:color="auto" w:fill="auto"/>
          </w:tcPr>
          <w:p w14:paraId="3661806A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  <w:shd w:val="clear" w:color="auto" w:fill="auto"/>
          </w:tcPr>
          <w:p w14:paraId="55882B43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63F0917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1F0A54AF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A5F831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6D35923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3B3798B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B19D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7C4C54FA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1F03BBDE" w14:textId="77777777" w:rsidTr="00C01C85">
        <w:tc>
          <w:tcPr>
            <w:tcW w:w="3064" w:type="dxa"/>
          </w:tcPr>
          <w:p w14:paraId="59475AD6" w14:textId="4466EC12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  <w:shd w:val="clear" w:color="auto" w:fill="auto"/>
          </w:tcPr>
          <w:p w14:paraId="2174B0B1" w14:textId="44A838E4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  <w:shd w:val="clear" w:color="auto" w:fill="auto"/>
          </w:tcPr>
          <w:p w14:paraId="14AB2DD3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0609C1FC" w14:textId="7F6D6401" w:rsidR="00DB68AE" w:rsidRPr="002903F7" w:rsidRDefault="002903F7" w:rsidP="001A2CFC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2903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  <w:shd w:val="clear" w:color="auto" w:fill="auto"/>
          </w:tcPr>
          <w:p w14:paraId="3F639B37" w14:textId="77777777" w:rsidR="00DB68AE" w:rsidRPr="002903F7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shd w:val="clear" w:color="auto" w:fill="auto"/>
          </w:tcPr>
          <w:p w14:paraId="6B466F6F" w14:textId="30FEC82A" w:rsidR="00DB68AE" w:rsidRPr="002903F7" w:rsidRDefault="002903F7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2903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  <w:shd w:val="clear" w:color="auto" w:fill="auto"/>
          </w:tcPr>
          <w:p w14:paraId="082DE918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6453E342" w14:textId="429DA5E0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328,57</w:t>
            </w: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59" w:type="dxa"/>
            <w:shd w:val="clear" w:color="auto" w:fill="auto"/>
          </w:tcPr>
          <w:p w14:paraId="014234E5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63F3E777" w14:textId="2BB04D0A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246,430</w:t>
            </w:r>
          </w:p>
        </w:tc>
      </w:tr>
      <w:tr w:rsidR="00C01C85" w:rsidRPr="00981FA1" w14:paraId="0E25CE5E" w14:textId="77777777" w:rsidTr="00C01C85">
        <w:tc>
          <w:tcPr>
            <w:tcW w:w="3064" w:type="dxa"/>
          </w:tcPr>
          <w:p w14:paraId="0DBB97DC" w14:textId="77777777" w:rsidR="00C01C85" w:rsidRPr="00593166" w:rsidRDefault="00C01C85" w:rsidP="000422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เรียกชำระค่าหุ้นสามัญเต็มมูลค่า</w:t>
            </w:r>
          </w:p>
        </w:tc>
        <w:tc>
          <w:tcPr>
            <w:tcW w:w="889" w:type="dxa"/>
            <w:shd w:val="clear" w:color="auto" w:fill="auto"/>
          </w:tcPr>
          <w:p w14:paraId="70BD8A1B" w14:textId="77777777" w:rsidR="00C01C85" w:rsidRPr="00C01C85" w:rsidRDefault="00C01C85" w:rsidP="000422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inorBidi"/>
                <w:sz w:val="28"/>
                <w:szCs w:val="28"/>
              </w:rPr>
            </w:pPr>
          </w:p>
        </w:tc>
        <w:tc>
          <w:tcPr>
            <w:tcW w:w="272" w:type="dxa"/>
            <w:shd w:val="clear" w:color="auto" w:fill="auto"/>
          </w:tcPr>
          <w:p w14:paraId="32681253" w14:textId="77777777" w:rsidR="00C01C85" w:rsidRPr="00593166" w:rsidRDefault="00C01C85" w:rsidP="000422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5D93DA95" w14:textId="198C0BEB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0C357D91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shd w:val="clear" w:color="auto" w:fill="auto"/>
          </w:tcPr>
          <w:p w14:paraId="7B1EEBAE" w14:textId="2DFE8DA0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6C446167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16599B8A" w14:textId="04BEFD0D" w:rsidR="00C01C85" w:rsidRPr="005E3605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06B0BF00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459C0983" w14:textId="26E044E0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556642" w14:paraId="26585388" w14:textId="77777777" w:rsidTr="00C01C85">
        <w:trPr>
          <w:trHeight w:val="20"/>
        </w:trPr>
        <w:tc>
          <w:tcPr>
            <w:tcW w:w="3064" w:type="dxa"/>
          </w:tcPr>
          <w:p w14:paraId="0043C3AE" w14:textId="77777777" w:rsidR="00C01C85" w:rsidRDefault="00C01C85" w:rsidP="00C01C85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9A5702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9A5702">
              <w:rPr>
                <w:rFonts w:asciiTheme="majorBidi" w:hAnsiTheme="majorBidi" w:cstheme="majorBidi"/>
                <w:sz w:val="28"/>
                <w:szCs w:val="28"/>
              </w:rPr>
              <w:t xml:space="preserve">17 </w:t>
            </w: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ตุลาคม</w:t>
            </w:r>
          </w:p>
        </w:tc>
        <w:tc>
          <w:tcPr>
            <w:tcW w:w="889" w:type="dxa"/>
          </w:tcPr>
          <w:p w14:paraId="42B69EBC" w14:textId="77777777" w:rsidR="00C01C85" w:rsidRPr="00AF69CA" w:rsidRDefault="00C01C85" w:rsidP="00C01C85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72F478CC" w14:textId="77777777" w:rsidR="00C01C85" w:rsidRPr="00556642" w:rsidRDefault="00C01C85" w:rsidP="00C01C85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27CB24EB" w14:textId="3951BA11" w:rsidR="00C01C85" w:rsidRDefault="002903F7" w:rsidP="001A2CFC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5" w:type="dxa"/>
          </w:tcPr>
          <w:p w14:paraId="37541A1F" w14:textId="77777777" w:rsidR="00C01C85" w:rsidRPr="00556642" w:rsidRDefault="00C01C85" w:rsidP="00C01C8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07AED6E" w14:textId="0F5BEA9B" w:rsidR="00C01C85" w:rsidRDefault="002903F7" w:rsidP="001A2CFC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4" w:type="dxa"/>
          </w:tcPr>
          <w:p w14:paraId="76F36A73" w14:textId="77777777" w:rsidR="00C01C85" w:rsidRPr="00230055" w:rsidRDefault="00C01C85" w:rsidP="00C01C85">
            <w:pPr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7347C7A5" w14:textId="2F18D50B" w:rsidR="00C01C85" w:rsidRPr="00AF69CA" w:rsidRDefault="00C01C85" w:rsidP="001A2CF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71,430</w:t>
            </w:r>
          </w:p>
        </w:tc>
        <w:tc>
          <w:tcPr>
            <w:tcW w:w="259" w:type="dxa"/>
          </w:tcPr>
          <w:p w14:paraId="23C2E72D" w14:textId="77777777" w:rsidR="00C01C85" w:rsidRPr="00556642" w:rsidRDefault="00C01C85" w:rsidP="00C01C85">
            <w:pPr>
              <w:pStyle w:val="30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072B61EC" w14:textId="5119A2C4" w:rsidR="00C01C85" w:rsidRPr="00230055" w:rsidRDefault="00C01C85" w:rsidP="00441172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68AE">
              <w:rPr>
                <w:rFonts w:asciiTheme="majorBidi" w:hAnsiTheme="majorBidi"/>
                <w:sz w:val="28"/>
                <w:szCs w:val="28"/>
                <w:lang w:val="en-US"/>
              </w:rPr>
              <w:t>53,573</w:t>
            </w:r>
          </w:p>
        </w:tc>
      </w:tr>
      <w:tr w:rsidR="00C01C85" w:rsidRPr="00981FA1" w14:paraId="3A7D3497" w14:textId="77777777" w:rsidTr="00C01C85">
        <w:tc>
          <w:tcPr>
            <w:tcW w:w="3064" w:type="dxa"/>
          </w:tcPr>
          <w:p w14:paraId="7240140C" w14:textId="6C6B9918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</w:rPr>
              <w:t>3</w:t>
            </w:r>
            <w:r w:rsidR="00D33832">
              <w:rPr>
                <w:rFonts w:ascii="Angsana New" w:hAnsi="Angsana New" w:cs="Angsana New"/>
                <w:b/>
                <w:bCs/>
                <w:sz w:val="28"/>
                <w:szCs w:val="28"/>
              </w:rPr>
              <w:t>0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5E3605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ม</w:t>
            </w:r>
            <w:r w:rsidR="00D33832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ิถุนายน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="Angsana New" w:hAnsi="Angsana New" w:cs="Angsana New"/>
                <w:b/>
                <w:sz w:val="28"/>
                <w:szCs w:val="28"/>
              </w:rPr>
              <w:t>31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9" w:type="dxa"/>
            <w:shd w:val="clear" w:color="auto" w:fill="auto"/>
          </w:tcPr>
          <w:p w14:paraId="1F4E112A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" w:type="dxa"/>
            <w:shd w:val="clear" w:color="auto" w:fill="auto"/>
          </w:tcPr>
          <w:p w14:paraId="10F53507" w14:textId="77777777" w:rsidR="00C01C85" w:rsidRPr="00593166" w:rsidRDefault="00C01C85" w:rsidP="00C01C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</w:tcPr>
          <w:p w14:paraId="2A000CEF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5EFCF9ED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2A0CCF6B" w14:textId="77777777" w:rsidR="00C01C85" w:rsidRPr="00593166" w:rsidRDefault="00C01C85" w:rsidP="00C01C85">
            <w:pPr>
              <w:pStyle w:val="30"/>
              <w:tabs>
                <w:tab w:val="clear" w:pos="360"/>
                <w:tab w:val="clear" w:pos="720"/>
                <w:tab w:val="decimal" w:pos="51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487DF8F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</w:tcPr>
          <w:p w14:paraId="23C3EA74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2E0620C2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</w:tcPr>
          <w:p w14:paraId="3C238A4B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03F90F9C" w14:textId="77777777" w:rsidTr="00C01C85">
        <w:trPr>
          <w:trHeight w:val="389"/>
        </w:trPr>
        <w:tc>
          <w:tcPr>
            <w:tcW w:w="3064" w:type="dxa"/>
          </w:tcPr>
          <w:p w14:paraId="70575A6C" w14:textId="77777777" w:rsidR="00C01C85" w:rsidRPr="00593166" w:rsidRDefault="00C01C85" w:rsidP="00C01C85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  <w:shd w:val="clear" w:color="auto" w:fill="auto"/>
          </w:tcPr>
          <w:p w14:paraId="6234CBB5" w14:textId="51427E7A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  <w:shd w:val="clear" w:color="auto" w:fill="auto"/>
          </w:tcPr>
          <w:p w14:paraId="1E77BCF1" w14:textId="77777777" w:rsidR="00C01C85" w:rsidRPr="00593166" w:rsidRDefault="00C01C85" w:rsidP="00C01C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  <w:shd w:val="clear" w:color="auto" w:fill="auto"/>
          </w:tcPr>
          <w:p w14:paraId="72982963" w14:textId="2811B85F" w:rsidR="00C01C85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  <w:shd w:val="clear" w:color="auto" w:fill="auto"/>
          </w:tcPr>
          <w:p w14:paraId="5278B1E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  <w:shd w:val="clear" w:color="auto" w:fill="auto"/>
          </w:tcPr>
          <w:p w14:paraId="7B4CC267" w14:textId="31E16BBF" w:rsidR="00C01C85" w:rsidRPr="00593166" w:rsidRDefault="002903F7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  <w:shd w:val="clear" w:color="auto" w:fill="auto"/>
          </w:tcPr>
          <w:p w14:paraId="4ACAD61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shd w:val="clear" w:color="auto" w:fill="auto"/>
          </w:tcPr>
          <w:p w14:paraId="62830C56" w14:textId="7F0A4476" w:rsidR="00C01C85" w:rsidRPr="00593166" w:rsidRDefault="00C01C85" w:rsidP="001A2CFC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  <w:shd w:val="clear" w:color="auto" w:fill="auto"/>
          </w:tcPr>
          <w:p w14:paraId="587D27FE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  <w:shd w:val="clear" w:color="auto" w:fill="auto"/>
          </w:tcPr>
          <w:p w14:paraId="54741290" w14:textId="7B8655FD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</w:tbl>
    <w:p w14:paraId="083AC2C8" w14:textId="36E88B73" w:rsidR="003301BE" w:rsidRPr="00C05013" w:rsidRDefault="003301BE" w:rsidP="00D10F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cstheme="minorBidi"/>
          <w:cs/>
        </w:rPr>
        <w:sectPr w:rsidR="003301BE" w:rsidRPr="00C05013" w:rsidSect="00CF443C">
          <w:headerReference w:type="even" r:id="rId13"/>
          <w:head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0788FE01" w14:textId="57E12594" w:rsidR="00F035A6" w:rsidRDefault="00804175" w:rsidP="003A7BA0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>ส่วนงาน</w:t>
      </w:r>
      <w:r w:rsidR="004230AE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ดำเนินงาน</w:t>
      </w:r>
      <w:r w:rsidR="00F85C2F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และการจำแนกรายได้</w:t>
      </w:r>
    </w:p>
    <w:p w14:paraId="778CFFF3" w14:textId="77777777" w:rsidR="005C10F1" w:rsidRPr="00F7449E" w:rsidRDefault="005C10F1" w:rsidP="00D15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24"/>
          <w:szCs w:val="24"/>
        </w:rPr>
      </w:pPr>
    </w:p>
    <w:tbl>
      <w:tblPr>
        <w:tblW w:w="1388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17"/>
        <w:gridCol w:w="811"/>
        <w:gridCol w:w="183"/>
        <w:gridCol w:w="807"/>
        <w:gridCol w:w="180"/>
        <w:gridCol w:w="810"/>
        <w:gridCol w:w="181"/>
        <w:gridCol w:w="809"/>
        <w:gridCol w:w="183"/>
        <w:gridCol w:w="807"/>
        <w:gridCol w:w="180"/>
        <w:gridCol w:w="810"/>
        <w:gridCol w:w="178"/>
        <w:gridCol w:w="817"/>
        <w:gridCol w:w="178"/>
        <w:gridCol w:w="828"/>
        <w:gridCol w:w="10"/>
      </w:tblGrid>
      <w:tr w:rsidR="00AE2937" w:rsidRPr="00C05013" w14:paraId="382D2D3B" w14:textId="77777777" w:rsidTr="00D705EE">
        <w:trPr>
          <w:cantSplit/>
          <w:tblHeader/>
        </w:trPr>
        <w:tc>
          <w:tcPr>
            <w:tcW w:w="6117" w:type="dxa"/>
            <w:shd w:val="clear" w:color="auto" w:fill="auto"/>
          </w:tcPr>
          <w:p w14:paraId="7459F3EC" w14:textId="77777777" w:rsidR="00AE2937" w:rsidRPr="00C05013" w:rsidRDefault="00AE2937" w:rsidP="00D705EE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772" w:type="dxa"/>
            <w:gridSpan w:val="16"/>
            <w:shd w:val="clear" w:color="auto" w:fill="auto"/>
            <w:vAlign w:val="bottom"/>
          </w:tcPr>
          <w:p w14:paraId="39EF9B7F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7F7F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AE2937" w:rsidRPr="00C05013" w14:paraId="70997EB7" w14:textId="77777777" w:rsidTr="00D705EE">
        <w:trPr>
          <w:cantSplit/>
          <w:tblHeader/>
        </w:trPr>
        <w:tc>
          <w:tcPr>
            <w:tcW w:w="6117" w:type="dxa"/>
            <w:shd w:val="clear" w:color="auto" w:fill="auto"/>
          </w:tcPr>
          <w:p w14:paraId="382CFEF6" w14:textId="77777777" w:rsidR="00AE2937" w:rsidRPr="00C05013" w:rsidRDefault="00AE2937" w:rsidP="00D705EE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1" w:type="dxa"/>
            <w:gridSpan w:val="3"/>
            <w:shd w:val="clear" w:color="auto" w:fill="auto"/>
            <w:vAlign w:val="bottom"/>
          </w:tcPr>
          <w:p w14:paraId="313DE4A2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ส่วนงานสินค้าผลิต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ภายใต้แบรนด์บริษัท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78D659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14:paraId="6CC3D059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i/>
                <w:iCs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br/>
              <w:t>ผลิตภายใต้แบรนด์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ผู้ว่าจ้างอื่น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F1CD321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797" w:type="dxa"/>
            <w:gridSpan w:val="3"/>
            <w:shd w:val="clear" w:color="auto" w:fill="auto"/>
            <w:vAlign w:val="bottom"/>
          </w:tcPr>
          <w:p w14:paraId="7FDC68EF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ซื้อมาขายไป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5B291C2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833" w:type="dxa"/>
            <w:gridSpan w:val="4"/>
            <w:shd w:val="clear" w:color="auto" w:fill="auto"/>
            <w:vAlign w:val="bottom"/>
          </w:tcPr>
          <w:p w14:paraId="6E8E9FE8" w14:textId="77777777" w:rsidR="00AE2937" w:rsidRPr="00C05013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AE2937" w:rsidRPr="00C05013" w14:paraId="0DAB94F4" w14:textId="77777777" w:rsidTr="00D705EE">
        <w:trPr>
          <w:gridAfter w:val="1"/>
          <w:wAfter w:w="10" w:type="dxa"/>
          <w:cantSplit/>
          <w:trHeight w:val="306"/>
        </w:trPr>
        <w:tc>
          <w:tcPr>
            <w:tcW w:w="6117" w:type="dxa"/>
            <w:shd w:val="clear" w:color="auto" w:fill="auto"/>
          </w:tcPr>
          <w:p w14:paraId="4B9F2100" w14:textId="493791D7" w:rsidR="00AE2937" w:rsidRPr="00C05013" w:rsidRDefault="00AE2937" w:rsidP="00D705EE">
            <w:pPr>
              <w:pStyle w:val="Default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4D7AF8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หก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เดือนสิ้นสุด</w:t>
            </w:r>
            <w:r w:rsidRPr="00EF0628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="00DB010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5E360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E360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</w:p>
        </w:tc>
        <w:tc>
          <w:tcPr>
            <w:tcW w:w="811" w:type="dxa"/>
            <w:vAlign w:val="center"/>
          </w:tcPr>
          <w:p w14:paraId="32C1D3D8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3" w:type="dxa"/>
            <w:vAlign w:val="center"/>
          </w:tcPr>
          <w:p w14:paraId="50E8CCF3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vAlign w:val="center"/>
          </w:tcPr>
          <w:p w14:paraId="0E0B6B0F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6716DDB0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3438E76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1" w:type="dxa"/>
            <w:shd w:val="clear" w:color="auto" w:fill="auto"/>
            <w:vAlign w:val="center"/>
          </w:tcPr>
          <w:p w14:paraId="01BD49CB" w14:textId="77777777" w:rsidR="00AE2937" w:rsidRPr="008F7CB6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55C4AD36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3" w:type="dxa"/>
            <w:shd w:val="clear" w:color="auto" w:fill="auto"/>
          </w:tcPr>
          <w:p w14:paraId="7535E0DC" w14:textId="77777777" w:rsidR="00AE2937" w:rsidRPr="008F7CB6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F004C83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9840958" w14:textId="77777777" w:rsidR="00AE2937" w:rsidRPr="008F7CB6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96740F3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  <w:shd w:val="clear" w:color="auto" w:fill="auto"/>
          </w:tcPr>
          <w:p w14:paraId="293364CC" w14:textId="77777777" w:rsidR="00AE2937" w:rsidRPr="008F7CB6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33AEBAA1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513A8821" w14:textId="77777777" w:rsidR="00AE2937" w:rsidRPr="008F7CB6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4D854B6E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</w:tr>
      <w:tr w:rsidR="00AE2937" w:rsidRPr="007F7F5B" w14:paraId="6E56EC02" w14:textId="77777777" w:rsidTr="00D705EE">
        <w:trPr>
          <w:cantSplit/>
        </w:trPr>
        <w:tc>
          <w:tcPr>
            <w:tcW w:w="6117" w:type="dxa"/>
            <w:shd w:val="clear" w:color="auto" w:fill="auto"/>
          </w:tcPr>
          <w:p w14:paraId="0A7E0DE4" w14:textId="77777777" w:rsidR="00AE2937" w:rsidRPr="007F7F5B" w:rsidRDefault="00AE2937" w:rsidP="00D705E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7772" w:type="dxa"/>
            <w:gridSpan w:val="16"/>
            <w:vAlign w:val="center"/>
          </w:tcPr>
          <w:p w14:paraId="20E78E9D" w14:textId="77777777" w:rsidR="00AE2937" w:rsidRPr="007F7F5B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</w:pPr>
            <w:r w:rsidRPr="007F7F5B"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7F7F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val="en-US" w:bidi="th-TH"/>
              </w:rPr>
              <w:t>ล้านบาท</w:t>
            </w:r>
            <w:r w:rsidRPr="007F7F5B"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AE2937" w:rsidRPr="00C05013" w14:paraId="617C761A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17A8F3CD" w14:textId="77777777" w:rsidR="00AE2937" w:rsidRPr="00C05013" w:rsidRDefault="00AE2937" w:rsidP="00D705E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811" w:type="dxa"/>
            <w:vAlign w:val="center"/>
          </w:tcPr>
          <w:p w14:paraId="479DC8AD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3" w:type="dxa"/>
            <w:vAlign w:val="center"/>
          </w:tcPr>
          <w:p w14:paraId="0B288073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vAlign w:val="center"/>
          </w:tcPr>
          <w:p w14:paraId="2BD468F6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0ECB6D27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D272518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center"/>
          </w:tcPr>
          <w:p w14:paraId="51C6DED6" w14:textId="77777777" w:rsidR="00AE2937" w:rsidRPr="007F7F5B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555F9EC5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3" w:type="dxa"/>
            <w:shd w:val="clear" w:color="auto" w:fill="auto"/>
          </w:tcPr>
          <w:p w14:paraId="505ABC0A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43ECA89E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90D9F32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AA12D49" w14:textId="77777777" w:rsidR="00AE2937" w:rsidRPr="007F7F5B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</w:tcPr>
          <w:p w14:paraId="2453277B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251E6AFC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center"/>
          </w:tcPr>
          <w:p w14:paraId="1AFAFC19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29A6078D" w14:textId="77777777" w:rsidR="00AE2937" w:rsidRPr="00C05013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4D7AF8" w:rsidRPr="00F13006" w14:paraId="089C0079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7ECBA107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811" w:type="dxa"/>
            <w:vAlign w:val="bottom"/>
          </w:tcPr>
          <w:p w14:paraId="64ED84B9" w14:textId="4662E64A" w:rsidR="004D7AF8" w:rsidRPr="003002E9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1,082</w:t>
            </w:r>
          </w:p>
        </w:tc>
        <w:tc>
          <w:tcPr>
            <w:tcW w:w="183" w:type="dxa"/>
            <w:vAlign w:val="bottom"/>
          </w:tcPr>
          <w:p w14:paraId="07099EBA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171B002B" w14:textId="240D158C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1,065</w:t>
            </w:r>
          </w:p>
        </w:tc>
        <w:tc>
          <w:tcPr>
            <w:tcW w:w="180" w:type="dxa"/>
          </w:tcPr>
          <w:p w14:paraId="01E226C0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BF53EE8" w14:textId="114D26F9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10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A7B3C19" w14:textId="77777777" w:rsidR="004D7AF8" w:rsidRPr="00C05013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4BD788E" w14:textId="7C738EE7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19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3C6A18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362F6586" w14:textId="6AC7CC1B" w:rsidR="004D7AF8" w:rsidRPr="00F13006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32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356A955" w14:textId="77777777" w:rsidR="004D7AF8" w:rsidRPr="00F13006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AB120C" w14:textId="211D7971" w:rsidR="004D7AF8" w:rsidRPr="00F13006" w:rsidRDefault="004D7AF8" w:rsidP="00574BE6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21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3E02CFA" w14:textId="77777777" w:rsidR="004D7AF8" w:rsidRPr="00F13006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0A2A4BC4" w14:textId="400E2942" w:rsidR="004D7AF8" w:rsidRPr="00F13006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1,124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3A9429F" w14:textId="77777777" w:rsidR="004D7AF8" w:rsidRPr="00F13006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5F6D8BE0" w14:textId="26DB87F5" w:rsidR="004D7AF8" w:rsidRPr="00F13006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1,105</w:t>
            </w:r>
          </w:p>
        </w:tc>
      </w:tr>
      <w:tr w:rsidR="004D7AF8" w:rsidRPr="00F13006" w14:paraId="0C1E9FAB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63CACB3E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E3E695" w14:textId="3F9F87FC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1,082</w:t>
            </w:r>
          </w:p>
        </w:tc>
        <w:tc>
          <w:tcPr>
            <w:tcW w:w="183" w:type="dxa"/>
            <w:vAlign w:val="bottom"/>
          </w:tcPr>
          <w:p w14:paraId="4311D2E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48345" w14:textId="18B0FF40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1,065</w:t>
            </w:r>
          </w:p>
        </w:tc>
        <w:tc>
          <w:tcPr>
            <w:tcW w:w="180" w:type="dxa"/>
          </w:tcPr>
          <w:p w14:paraId="7CBCAD01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45EF61" w14:textId="4EFE1D85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10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EFD4B5C" w14:textId="77777777" w:rsidR="004D7AF8" w:rsidRPr="00C05013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40CA49" w14:textId="05487C40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19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E9D1F6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CA4D78" w14:textId="04650E22" w:rsidR="004D7AF8" w:rsidRPr="00F13006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32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0ABE05" w14:textId="77777777" w:rsidR="004D7AF8" w:rsidRPr="00F13006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8C651" w14:textId="68804424" w:rsidR="004D7AF8" w:rsidRPr="00F13006" w:rsidRDefault="004D7AF8" w:rsidP="005E10D4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A4CFEF8" w14:textId="77777777" w:rsidR="004D7AF8" w:rsidRPr="00F13006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DE5F83" w14:textId="677FE7A6" w:rsidR="004D7AF8" w:rsidRPr="00F13006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1,124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C030240" w14:textId="77777777" w:rsidR="004D7AF8" w:rsidRPr="00F13006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7A2D0A" w14:textId="242F2F4F" w:rsidR="004D7AF8" w:rsidRPr="00F13006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1,105</w:t>
            </w:r>
          </w:p>
        </w:tc>
      </w:tr>
      <w:tr w:rsidR="004D7AF8" w:rsidRPr="00E73BA9" w14:paraId="49F9B8EA" w14:textId="77777777" w:rsidTr="00D705EE">
        <w:trPr>
          <w:gridAfter w:val="1"/>
          <w:wAfter w:w="10" w:type="dxa"/>
          <w:cantSplit/>
          <w:trHeight w:val="80"/>
        </w:trPr>
        <w:tc>
          <w:tcPr>
            <w:tcW w:w="6117" w:type="dxa"/>
            <w:shd w:val="clear" w:color="auto" w:fill="auto"/>
          </w:tcPr>
          <w:p w14:paraId="0DE01E18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69EF3052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181D9D12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bottom"/>
          </w:tcPr>
          <w:p w14:paraId="431F88DD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2BD27182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595F4B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6A99CA2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EACB44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184D66F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02314EE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E68F34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410A632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DC48808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7A379C4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5832C65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44AF084" w14:textId="77777777" w:rsidR="004D7AF8" w:rsidRPr="00F7449E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</w:tr>
      <w:tr w:rsidR="004D7AF8" w:rsidRPr="00786396" w14:paraId="6F9BA310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0C37D55C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กำไรขั้นต้น</w:t>
            </w:r>
          </w:p>
        </w:tc>
        <w:tc>
          <w:tcPr>
            <w:tcW w:w="811" w:type="dxa"/>
            <w:tcBorders>
              <w:bottom w:val="double" w:sz="4" w:space="0" w:color="auto"/>
            </w:tcBorders>
            <w:vAlign w:val="bottom"/>
          </w:tcPr>
          <w:p w14:paraId="5500D08F" w14:textId="77A97A32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541</w:t>
            </w:r>
          </w:p>
        </w:tc>
        <w:tc>
          <w:tcPr>
            <w:tcW w:w="183" w:type="dxa"/>
            <w:vAlign w:val="bottom"/>
          </w:tcPr>
          <w:p w14:paraId="1B4DE940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bottom w:val="double" w:sz="4" w:space="0" w:color="auto"/>
            </w:tcBorders>
            <w:vAlign w:val="bottom"/>
          </w:tcPr>
          <w:p w14:paraId="16F9F3ED" w14:textId="1604F5DE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513</w:t>
            </w:r>
          </w:p>
        </w:tc>
        <w:tc>
          <w:tcPr>
            <w:tcW w:w="180" w:type="dxa"/>
          </w:tcPr>
          <w:p w14:paraId="0E0F7D01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3B41CB" w14:textId="05BF5355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357C597" w14:textId="77777777" w:rsidR="004D7AF8" w:rsidRPr="00C05013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43F838" w14:textId="708A5A08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11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F9635F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A1125C" w14:textId="16DAA386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4A0DCB" w14:textId="77777777" w:rsidR="004D7AF8" w:rsidRPr="00C05013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FFEB54" w14:textId="2279483A" w:rsidR="004D7AF8" w:rsidRPr="00C05013" w:rsidRDefault="004D7AF8" w:rsidP="004D7AF8">
            <w:pPr>
              <w:pStyle w:val="acctfourfigures"/>
              <w:tabs>
                <w:tab w:val="clear" w:pos="765"/>
                <w:tab w:val="decimal" w:pos="519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9F3D36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01E0BF" w14:textId="23560DB3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555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517E06A" w14:textId="77777777" w:rsidR="004D7AF8" w:rsidRPr="00C05013" w:rsidRDefault="004D7AF8" w:rsidP="004D7AF8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094B54" w14:textId="699CDD79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530</w:t>
            </w:r>
          </w:p>
        </w:tc>
      </w:tr>
      <w:tr w:rsidR="00AE2937" w:rsidRPr="00E73BA9" w14:paraId="281D0EAF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40CB9CF1" w14:textId="77777777" w:rsidR="00AE2937" w:rsidRPr="00F7449E" w:rsidRDefault="00AE2937" w:rsidP="00D705EE">
            <w:pPr>
              <w:pStyle w:val="NoSpacing"/>
              <w:spacing w:line="276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811" w:type="dxa"/>
            <w:vAlign w:val="bottom"/>
          </w:tcPr>
          <w:p w14:paraId="5E509467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545A1EDD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205EF042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7533E3FF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2BEAD8A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814635F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5134FDFD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7900C1E0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2D1AAEF4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B694CA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76F488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48FD5A7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4D04561D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A68667C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5230759E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</w:tr>
      <w:tr w:rsidR="00AE2937" w:rsidRPr="00786396" w14:paraId="0F160E3D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7DC912B5" w14:textId="77777777" w:rsidR="00AE2937" w:rsidRPr="00C05013" w:rsidRDefault="00AE2937" w:rsidP="00D705E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1" w:type="dxa"/>
            <w:vAlign w:val="bottom"/>
          </w:tcPr>
          <w:p w14:paraId="25DFA05E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F17FE4F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2683CD1B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9604553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5043B0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B419C2B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5F10E061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57CE360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432B9033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947C273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0FBB262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2F73623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40E4C311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31C41AA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0E0FCC1C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D7AF8" w:rsidRPr="00C05013" w14:paraId="7B406FEF" w14:textId="77777777" w:rsidTr="00D705EE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5C2CF940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83" w:type="dxa"/>
            <w:vAlign w:val="bottom"/>
          </w:tcPr>
          <w:p w14:paraId="4462E3D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20CB95E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D42C73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E14BF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F2C2B6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0C8A051C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5F2ABDC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69B7E29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E7CF2F4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A815FA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03F111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4E7F5228" w14:textId="526EA82B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57FA838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0D651E19" w14:textId="6CA3A4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</w:t>
            </w:r>
          </w:p>
        </w:tc>
      </w:tr>
      <w:tr w:rsidR="004D7AF8" w:rsidRPr="00C05013" w14:paraId="254B2871" w14:textId="77777777" w:rsidTr="00D705EE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72130F45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83" w:type="dxa"/>
            <w:vAlign w:val="bottom"/>
          </w:tcPr>
          <w:p w14:paraId="603DB630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3A832D7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5574533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AA98A7F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5330D58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293AF54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46B9F27F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6698C8D4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5D4CE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C5CE6C2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30D5EF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3301164D" w14:textId="2DAC6995" w:rsidR="004D7AF8" w:rsidRPr="00D858CA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(278)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BC16962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55F4A42D" w14:textId="7F4292BA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(248)</w:t>
            </w:r>
          </w:p>
        </w:tc>
      </w:tr>
      <w:tr w:rsidR="005C10F1" w:rsidRPr="00C05013" w14:paraId="72D026E8" w14:textId="77777777" w:rsidTr="00E21F6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266479DF" w14:textId="77777777" w:rsidR="005C10F1" w:rsidRPr="00C05013" w:rsidRDefault="005C10F1" w:rsidP="00E21F61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83" w:type="dxa"/>
            <w:vAlign w:val="bottom"/>
          </w:tcPr>
          <w:p w14:paraId="77A43534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7199F9E2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B1445D1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C7405D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DFCF6AA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4C8FD184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44659529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0818286E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D3B1F8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15F3ECD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DF911CB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672C71FC" w14:textId="77777777" w:rsidR="005C10F1" w:rsidRPr="00D858CA" w:rsidRDefault="005C10F1" w:rsidP="00E21F61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(16)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F1DB733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2209F386" w14:textId="77777777" w:rsidR="005C10F1" w:rsidRPr="00C05013" w:rsidRDefault="005C10F1" w:rsidP="00E21F61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4D7AF8" w:rsidRPr="00C05013" w14:paraId="5E0C1886" w14:textId="77777777" w:rsidTr="00D705EE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4F5B4593" w14:textId="32950EA9" w:rsidR="004D7AF8" w:rsidRPr="00C05013" w:rsidRDefault="004D7AF8" w:rsidP="004D7AF8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กลับรายการขาดทุนจากการด้อยค่า</w:t>
            </w:r>
            <w:r w:rsidR="001D5746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1D5746">
              <w:rPr>
                <w:rFonts w:ascii="Angsana New" w:hAnsi="Angsana New" w:hint="cs"/>
                <w:sz w:val="28"/>
                <w:szCs w:val="28"/>
                <w:cs/>
              </w:rPr>
              <w:t xml:space="preserve">ขาดทุนจากกการด้อยค่า) </w:t>
            </w: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ด้านเครดิตที่คาดว่าจะเกิดขึ้น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B89000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51D2EE6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10A19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D13CBD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B80A4F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41467798" w14:textId="634E3E05" w:rsidR="004D7AF8" w:rsidRPr="00D858CA" w:rsidRDefault="008576EA" w:rsidP="008576EA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(2)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766DB7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4FFDFE28" w14:textId="03B6BB3B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4D7AF8" w:rsidRPr="00C05013" w14:paraId="35FF3E9E" w14:textId="77777777" w:rsidTr="00D705EE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7858878C" w14:textId="77777777" w:rsidR="004D7AF8" w:rsidRPr="00C05013" w:rsidRDefault="004D7AF8" w:rsidP="004D7AF8">
            <w:pPr>
              <w:pStyle w:val="NoSpacing"/>
              <w:tabs>
                <w:tab w:val="clear" w:pos="3742"/>
                <w:tab w:val="left" w:pos="3980"/>
              </w:tabs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83" w:type="dxa"/>
            <w:vAlign w:val="bottom"/>
          </w:tcPr>
          <w:p w14:paraId="7755003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12F62FA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098EBBEA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3CBB3DC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8BFCD12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712B16AF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1D122E30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5D82AF98" w14:textId="1DABDA4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99730FC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3F1A6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7E58A3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3FF73" w14:textId="543503B2" w:rsidR="004D7AF8" w:rsidRPr="00D858CA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(41)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A9BC3B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FC402" w14:textId="1097F32E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(44)</w:t>
            </w:r>
          </w:p>
        </w:tc>
      </w:tr>
      <w:tr w:rsidR="004D7AF8" w:rsidRPr="00C05013" w14:paraId="16D81F0A" w14:textId="77777777" w:rsidTr="00D705EE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1C120E97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83" w:type="dxa"/>
            <w:vAlign w:val="bottom"/>
          </w:tcPr>
          <w:p w14:paraId="7BC66C80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063D6CCE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D83C983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3D6AD03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DB820D6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3BD075E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4748EA2D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534C9B76" w14:textId="64E19C26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CF4D2E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74C14B5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CC311FC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95CD29" w14:textId="10394217" w:rsidR="004D7AF8" w:rsidRPr="00D858CA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229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7EC64DB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E5D990" w14:textId="6322DDD9" w:rsidR="004D7AF8" w:rsidRPr="00C05013" w:rsidRDefault="004D7AF8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238</w:t>
            </w:r>
          </w:p>
        </w:tc>
      </w:tr>
      <w:tr w:rsidR="00AE2937" w:rsidRPr="00E73BA9" w14:paraId="3990AA43" w14:textId="77777777" w:rsidTr="00D705EE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7C2B7F2C" w14:textId="77777777" w:rsidR="00AE2937" w:rsidRPr="00F7449E" w:rsidRDefault="00AE2937" w:rsidP="00D705EE">
            <w:pPr>
              <w:pStyle w:val="NoSpacing"/>
              <w:spacing w:line="276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11" w:type="dxa"/>
            <w:vAlign w:val="bottom"/>
          </w:tcPr>
          <w:p w14:paraId="2BBAB232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345301B4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6F75328D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7E213518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AFECCE2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C06DAFB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2E0BCA11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1553C3D2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498C1A5E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DC6224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7ADB854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E85194D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286DF2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10EC7FE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1AFE0B" w14:textId="77777777" w:rsidR="00AE2937" w:rsidRPr="00F7449E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</w:tr>
      <w:tr w:rsidR="00AE2937" w:rsidRPr="00C05013" w14:paraId="302B4781" w14:textId="77777777" w:rsidTr="00D705EE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7DE0AF81" w14:textId="77777777" w:rsidR="00AE2937" w:rsidRPr="00C05013" w:rsidRDefault="00AE2937" w:rsidP="00D705EE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สินทรัพย์ที่ไม่ได้ปันส่วน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0</w:t>
            </w:r>
            <w:r w:rsidRPr="005E360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5E3605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ิถุนายน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/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B5467">
              <w:rPr>
                <w:rFonts w:ascii="Angsana New" w:hAnsi="Angsana New" w:hint="cs"/>
                <w:sz w:val="28"/>
                <w:szCs w:val="28"/>
              </w:rPr>
              <w:t>31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FB9E43F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09760C72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0C836CD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EB1197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40EB3C2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12F484" w14:textId="619C0777" w:rsidR="00AE2937" w:rsidRPr="00C05013" w:rsidRDefault="008576EA" w:rsidP="00D705EE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3,449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93B3A06" w14:textId="77777777" w:rsidR="00AE2937" w:rsidRPr="00C05013" w:rsidRDefault="00AE2937" w:rsidP="00D705EE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2E02B8" w14:textId="15B8EE7A" w:rsidR="00AE2937" w:rsidRPr="00C05013" w:rsidRDefault="00BF0ED1" w:rsidP="00D705EE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3,456</w:t>
            </w:r>
          </w:p>
        </w:tc>
      </w:tr>
      <w:tr w:rsidR="004D7AF8" w:rsidRPr="00C05013" w14:paraId="55C11AEF" w14:textId="77777777" w:rsidTr="00D705EE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0762E0AE" w14:textId="77777777" w:rsidR="004D7AF8" w:rsidRPr="00C05013" w:rsidRDefault="004D7AF8" w:rsidP="004D7AF8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 xml:space="preserve">หนี้สินที่ไม่ได้ปันส่วน ณ วันที่ </w:t>
            </w:r>
            <w:r w:rsidRPr="005E3605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0</w:t>
            </w:r>
            <w:r w:rsidRPr="005E360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5E3605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ิถุนายน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/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B5467">
              <w:rPr>
                <w:rFonts w:ascii="Angsana New" w:hAnsi="Angsana New" w:hint="cs"/>
                <w:sz w:val="28"/>
                <w:szCs w:val="28"/>
              </w:rPr>
              <w:t>31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7522B41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265257B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FC1878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437947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8906FC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1D4770" w14:textId="360201DB" w:rsidR="004D7AF8" w:rsidRPr="00C05013" w:rsidRDefault="008576EA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1,531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64A7039" w14:textId="77777777" w:rsidR="004D7AF8" w:rsidRPr="00C05013" w:rsidRDefault="004D7AF8" w:rsidP="004D7AF8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C0210F" w14:textId="583691DF" w:rsidR="004D7AF8" w:rsidRPr="00C05013" w:rsidRDefault="00BF0ED1" w:rsidP="004D7AF8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1,686</w:t>
            </w:r>
          </w:p>
        </w:tc>
      </w:tr>
    </w:tbl>
    <w:p w14:paraId="358B3D42" w14:textId="77777777" w:rsidR="00F7449E" w:rsidRDefault="00F7449E" w:rsidP="00F035A6">
      <w:pPr>
        <w:rPr>
          <w:rFonts w:ascii="Angsana New" w:hAnsi="Angsana New" w:cs="Angsana New"/>
        </w:rPr>
        <w:sectPr w:rsidR="00F7449E" w:rsidSect="00FE0D99">
          <w:headerReference w:type="even" r:id="rId17"/>
          <w:headerReference w:type="default" r:id="rId18"/>
          <w:headerReference w:type="first" r:id="rId19"/>
          <w:footerReference w:type="first" r:id="rId20"/>
          <w:pgSz w:w="16840" w:h="11907" w:orient="landscape"/>
          <w:pgMar w:top="720" w:right="1152" w:bottom="576" w:left="1152" w:header="630" w:footer="706" w:gutter="0"/>
          <w:cols w:space="708"/>
          <w:docGrid w:linePitch="360"/>
        </w:sectPr>
      </w:pPr>
    </w:p>
    <w:tbl>
      <w:tblPr>
        <w:tblW w:w="9147" w:type="dxa"/>
        <w:tblInd w:w="450" w:type="dxa"/>
        <w:tblLook w:val="01E0" w:firstRow="1" w:lastRow="1" w:firstColumn="1" w:lastColumn="1" w:noHBand="0" w:noVBand="0"/>
      </w:tblPr>
      <w:tblGrid>
        <w:gridCol w:w="6480"/>
        <w:gridCol w:w="1203"/>
        <w:gridCol w:w="270"/>
        <w:gridCol w:w="1194"/>
      </w:tblGrid>
      <w:tr w:rsidR="00F91FEE" w:rsidRPr="00FD1F64" w14:paraId="055851D4" w14:textId="77777777" w:rsidTr="00BB7353">
        <w:tc>
          <w:tcPr>
            <w:tcW w:w="6480" w:type="dxa"/>
            <w:shd w:val="clear" w:color="auto" w:fill="auto"/>
          </w:tcPr>
          <w:p w14:paraId="61A2346E" w14:textId="77777777" w:rsidR="00F91FEE" w:rsidRPr="00FD1F64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28"/>
                <w:szCs w:val="28"/>
              </w:rPr>
            </w:pPr>
          </w:p>
        </w:tc>
        <w:tc>
          <w:tcPr>
            <w:tcW w:w="2667" w:type="dxa"/>
            <w:gridSpan w:val="3"/>
            <w:shd w:val="clear" w:color="auto" w:fill="auto"/>
          </w:tcPr>
          <w:p w14:paraId="26C24185" w14:textId="77777777" w:rsidR="00F91FEE" w:rsidRPr="00FD1F64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</w:t>
            </w:r>
            <w:r w:rsidRPr="00FD1F64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F91FEE" w:rsidRPr="00FD1F64" w14:paraId="2C9B8D40" w14:textId="77777777" w:rsidTr="00BB7353">
        <w:tc>
          <w:tcPr>
            <w:tcW w:w="6480" w:type="dxa"/>
            <w:shd w:val="clear" w:color="auto" w:fill="auto"/>
          </w:tcPr>
          <w:p w14:paraId="2847E292" w14:textId="506044A1" w:rsidR="00F91FEE" w:rsidRPr="00A00BA1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BA1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หก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เดือน</w:t>
            </w:r>
            <w:r w:rsidRPr="00A00BA1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5E360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0</w:t>
            </w:r>
            <w:r w:rsidRPr="005E360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E360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8CBC97D" w14:textId="77777777" w:rsidR="00F91FEE" w:rsidRPr="00FD1F64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5467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CFDA111" w14:textId="77777777" w:rsidR="00F91FEE" w:rsidRPr="00FD1F64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918EF27" w14:textId="77777777" w:rsidR="00F91FEE" w:rsidRPr="00FD1F64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5467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F91FEE" w:rsidRPr="00FD1F64" w14:paraId="5890DAF1" w14:textId="77777777" w:rsidTr="00BB7353">
        <w:tc>
          <w:tcPr>
            <w:tcW w:w="6480" w:type="dxa"/>
            <w:shd w:val="clear" w:color="auto" w:fill="auto"/>
          </w:tcPr>
          <w:p w14:paraId="6686A12C" w14:textId="77777777" w:rsidR="00F91FEE" w:rsidRPr="00A00BA1" w:rsidRDefault="00F91FEE" w:rsidP="00BB735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667" w:type="dxa"/>
            <w:gridSpan w:val="3"/>
            <w:shd w:val="clear" w:color="auto" w:fill="auto"/>
          </w:tcPr>
          <w:p w14:paraId="55E1F56B" w14:textId="77777777" w:rsidR="00F91FEE" w:rsidRPr="00FD1F64" w:rsidRDefault="00F91FEE" w:rsidP="00BB73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D1F6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(</w:t>
            </w:r>
            <w:r w:rsidRPr="00FD1F64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  <w:lang w:val="en-US" w:bidi="th-TH"/>
              </w:rPr>
              <w:t>ล้าน</w:t>
            </w:r>
            <w:r w:rsidRPr="00FD1F6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บาท)</w:t>
            </w:r>
          </w:p>
        </w:tc>
      </w:tr>
      <w:tr w:rsidR="00F91FEE" w:rsidRPr="00FD1F64" w14:paraId="27AFD898" w14:textId="77777777" w:rsidTr="00BB7353">
        <w:tc>
          <w:tcPr>
            <w:tcW w:w="6480" w:type="dxa"/>
            <w:shd w:val="clear" w:color="auto" w:fill="auto"/>
          </w:tcPr>
          <w:p w14:paraId="482C3DEC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ส่วนงานสินค้าผลิตภายใต้แบรนด์บริษัท</w:t>
            </w:r>
          </w:p>
        </w:tc>
        <w:tc>
          <w:tcPr>
            <w:tcW w:w="1203" w:type="dxa"/>
            <w:shd w:val="clear" w:color="auto" w:fill="auto"/>
          </w:tcPr>
          <w:p w14:paraId="64504F90" w14:textId="1D8FCB7C" w:rsidR="00F91FEE" w:rsidRPr="00FD1F64" w:rsidRDefault="00BE60EC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93</w:t>
            </w:r>
            <w:r w:rsidR="005C10F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809366E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147A021D" w14:textId="55BD048C" w:rsidR="00F91FEE" w:rsidRPr="00FD1F64" w:rsidRDefault="00F91FEE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968</w:t>
            </w:r>
          </w:p>
        </w:tc>
      </w:tr>
      <w:tr w:rsidR="00F91FEE" w:rsidRPr="00FD1F64" w14:paraId="2C9B4AA8" w14:textId="77777777" w:rsidTr="00BB7353">
        <w:tc>
          <w:tcPr>
            <w:tcW w:w="6480" w:type="dxa"/>
            <w:shd w:val="clear" w:color="auto" w:fill="auto"/>
          </w:tcPr>
          <w:p w14:paraId="201512B1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ส่วนงานสินค้าผลิตภายใต้แบรนด์ผู้ว่าจ้างอื่น</w:t>
            </w:r>
          </w:p>
        </w:tc>
        <w:tc>
          <w:tcPr>
            <w:tcW w:w="1203" w:type="dxa"/>
            <w:shd w:val="clear" w:color="auto" w:fill="auto"/>
          </w:tcPr>
          <w:p w14:paraId="637AD11D" w14:textId="4C1C9543" w:rsidR="00F91FEE" w:rsidRPr="00FD1F64" w:rsidRDefault="00BE60EC" w:rsidP="00F91FE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B523F1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3530CFA9" w14:textId="55E6C575" w:rsidR="00F91FEE" w:rsidRPr="00AB5467" w:rsidRDefault="00F91FEE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</w:tr>
      <w:tr w:rsidR="00F91FEE" w:rsidRPr="00FD1F64" w14:paraId="759CD77E" w14:textId="77777777" w:rsidTr="00BB7353">
        <w:tc>
          <w:tcPr>
            <w:tcW w:w="6480" w:type="dxa"/>
            <w:shd w:val="clear" w:color="auto" w:fill="auto"/>
          </w:tcPr>
          <w:p w14:paraId="5C8BD4B7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ส่วนงานสินค้าซื้อมาขายไป</w:t>
            </w:r>
          </w:p>
        </w:tc>
        <w:tc>
          <w:tcPr>
            <w:tcW w:w="1203" w:type="dxa"/>
            <w:shd w:val="clear" w:color="auto" w:fill="auto"/>
          </w:tcPr>
          <w:p w14:paraId="7B6C4778" w14:textId="76047C14" w:rsidR="00F91FEE" w:rsidRPr="00FD1F64" w:rsidRDefault="00BE60EC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32</w:t>
            </w:r>
          </w:p>
        </w:tc>
        <w:tc>
          <w:tcPr>
            <w:tcW w:w="270" w:type="dxa"/>
            <w:shd w:val="clear" w:color="auto" w:fill="auto"/>
          </w:tcPr>
          <w:p w14:paraId="03FEC261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5F73B969" w14:textId="44290A74" w:rsidR="00F91FEE" w:rsidRPr="00FD1F64" w:rsidRDefault="00F91FEE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21</w:t>
            </w:r>
          </w:p>
        </w:tc>
      </w:tr>
      <w:tr w:rsidR="00F91FEE" w:rsidRPr="00FD1F64" w14:paraId="15DEE5E2" w14:textId="77777777" w:rsidTr="00BB7353">
        <w:tc>
          <w:tcPr>
            <w:tcW w:w="6480" w:type="dxa"/>
            <w:shd w:val="clear" w:color="auto" w:fill="auto"/>
          </w:tcPr>
          <w:p w14:paraId="1D0401A0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BF0C8D" w14:textId="56D53AD0" w:rsidR="00F91FEE" w:rsidRPr="00FD1F64" w:rsidRDefault="00BE60EC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65514441" w14:textId="77777777" w:rsidR="00F91FEE" w:rsidRPr="00FD1F64" w:rsidRDefault="00F91FEE" w:rsidP="00F91F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B452F1" w14:textId="359F597B" w:rsidR="00F91FEE" w:rsidRPr="00FD1F64" w:rsidRDefault="00F91FEE" w:rsidP="00F91F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991</w:t>
            </w:r>
          </w:p>
        </w:tc>
      </w:tr>
    </w:tbl>
    <w:p w14:paraId="2E96936B" w14:textId="77777777" w:rsidR="00F91FEE" w:rsidRPr="00554975" w:rsidRDefault="00F91FEE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inorBidi"/>
          <w:sz w:val="28"/>
          <w:szCs w:val="28"/>
          <w:shd w:val="clear" w:color="auto" w:fill="D9D9D9"/>
        </w:rPr>
      </w:pPr>
    </w:p>
    <w:p w14:paraId="018F4E6E" w14:textId="4F8910D3" w:rsidR="00D0323D" w:rsidRDefault="00D0323D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รายได้จากการขายสินค้า</w:t>
      </w:r>
      <w:r w:rsidRPr="00C05013">
        <w:rPr>
          <w:rFonts w:ascii="Angsana New" w:hAnsi="Angsana New" w:cs="Angsana New" w:hint="cs"/>
          <w:sz w:val="28"/>
          <w:szCs w:val="28"/>
          <w:cs/>
        </w:rPr>
        <w:t>ของกลุ่มบริษัทและบริษัท</w:t>
      </w:r>
      <w:r w:rsidRPr="00C05013">
        <w:rPr>
          <w:rFonts w:ascii="Angsana New" w:hAnsi="Angsana New" w:cs="Angsana New"/>
          <w:sz w:val="28"/>
          <w:szCs w:val="28"/>
          <w:cs/>
        </w:rPr>
        <w:t>รับรู้ ณ วันที่มีการส่งมอบสินค้าให้กับลูกค้า</w:t>
      </w:r>
    </w:p>
    <w:p w14:paraId="585754EE" w14:textId="75C5082A" w:rsidR="006D63FE" w:rsidRPr="00E73BA9" w:rsidRDefault="006D63FE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</w:p>
    <w:p w14:paraId="338DB6D2" w14:textId="2F623CE2" w:rsidR="00C06690" w:rsidRPr="00DF6AEA" w:rsidRDefault="00C06690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  <w:u w:val="none"/>
          <w:lang w:val="th-TH"/>
        </w:rPr>
      </w:pPr>
      <w:r w:rsidRPr="00DF6AE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กำไรต่อหุ้น</w:t>
      </w:r>
    </w:p>
    <w:p w14:paraId="66C67F4B" w14:textId="680E4E3D" w:rsidR="00731714" w:rsidRPr="00E73BA9" w:rsidRDefault="00731714" w:rsidP="00731714">
      <w:pPr>
        <w:rPr>
          <w:rFonts w:ascii="Angsana New" w:hAnsi="Angsana New" w:cs="Angsana New"/>
          <w:sz w:val="28"/>
          <w:szCs w:val="28"/>
          <w:lang w:val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170"/>
        <w:gridCol w:w="270"/>
        <w:gridCol w:w="1170"/>
        <w:gridCol w:w="270"/>
        <w:gridCol w:w="1170"/>
        <w:gridCol w:w="288"/>
        <w:gridCol w:w="1152"/>
      </w:tblGrid>
      <w:tr w:rsidR="009C2A8D" w:rsidRPr="00E4570E" w14:paraId="62F7F578" w14:textId="77777777" w:rsidTr="009C2A8D">
        <w:trPr>
          <w:tblHeader/>
        </w:trPr>
        <w:tc>
          <w:tcPr>
            <w:tcW w:w="3600" w:type="dxa"/>
          </w:tcPr>
          <w:p w14:paraId="14552BF0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610" w:type="dxa"/>
            <w:gridSpan w:val="3"/>
          </w:tcPr>
          <w:p w14:paraId="2283531B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3180023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0" w:type="dxa"/>
            <w:gridSpan w:val="3"/>
          </w:tcPr>
          <w:p w14:paraId="6ACA0392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C2A8D" w:rsidRPr="00E4570E" w14:paraId="65B978D3" w14:textId="77777777" w:rsidTr="00060F54">
        <w:trPr>
          <w:tblHeader/>
        </w:trPr>
        <w:tc>
          <w:tcPr>
            <w:tcW w:w="3600" w:type="dxa"/>
          </w:tcPr>
          <w:p w14:paraId="5D90D921" w14:textId="3891ACDD" w:rsidR="009C2A8D" w:rsidRPr="00ED6B1B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70" w:type="dxa"/>
          </w:tcPr>
          <w:p w14:paraId="18E6AD58" w14:textId="4C145B96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6494C117" w14:textId="77777777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39C06B12" w14:textId="1D983161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25D8519B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BF6665" w14:textId="28D109EF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88" w:type="dxa"/>
          </w:tcPr>
          <w:p w14:paraId="27C82EA6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</w:tcPr>
          <w:p w14:paraId="45B256D1" w14:textId="543A2826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ED3F89" w:rsidRPr="002A4F93" w14:paraId="7A4A1B50" w14:textId="77777777" w:rsidTr="00BB7353">
        <w:tc>
          <w:tcPr>
            <w:tcW w:w="3600" w:type="dxa"/>
          </w:tcPr>
          <w:p w14:paraId="6E93B69A" w14:textId="77777777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5490" w:type="dxa"/>
            <w:gridSpan w:val="7"/>
          </w:tcPr>
          <w:p w14:paraId="33D12A22" w14:textId="77777777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highlight w:val="yellow"/>
                <w:cs/>
              </w:rPr>
            </w:pP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/ 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พันหุ้น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ED3F89" w:rsidRPr="002A4F93" w14:paraId="5449D46D" w14:textId="77777777" w:rsidTr="00BB7353">
        <w:tc>
          <w:tcPr>
            <w:tcW w:w="3600" w:type="dxa"/>
            <w:vAlign w:val="bottom"/>
          </w:tcPr>
          <w:p w14:paraId="0806B86A" w14:textId="07E865B5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E4570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กำไรที่เป็นส่วนของผู้ถือหุ้นสามัญ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br/>
            </w:r>
            <w:r w:rsidRPr="00441F8A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งวด</w:t>
            </w:r>
            <w:r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หก</w:t>
            </w:r>
            <w:r w:rsidRPr="00441F8A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Pr="00441F8A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DB0106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5E3605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170" w:type="dxa"/>
            <w:vAlign w:val="bottom"/>
          </w:tcPr>
          <w:p w14:paraId="04DD60CD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3BD744FB" w14:textId="77777777" w:rsidR="00ED3F89" w:rsidRPr="002A4F93" w:rsidRDefault="00ED3F89" w:rsidP="00BB7353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C7E26FA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1EAA1DD6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7F476C7C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88" w:type="dxa"/>
          </w:tcPr>
          <w:p w14:paraId="7219D7C4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52" w:type="dxa"/>
          </w:tcPr>
          <w:p w14:paraId="64776AD2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ED3F89" w:rsidRPr="00722126" w14:paraId="51515318" w14:textId="77777777" w:rsidTr="00BB7353">
        <w:tc>
          <w:tcPr>
            <w:tcW w:w="3600" w:type="dxa"/>
            <w:shd w:val="clear" w:color="auto" w:fill="auto"/>
            <w:vAlign w:val="bottom"/>
          </w:tcPr>
          <w:p w14:paraId="2F674725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กำไรที่เป็นส่วนของผู้ถือหุ้นสามัญของบริษัท</w:t>
            </w:r>
            <w:r w:rsidRPr="0072212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(ขั้นพื้นฐาน)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211F59" w14:textId="2D123F34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228,686</w:t>
            </w:r>
          </w:p>
        </w:tc>
        <w:tc>
          <w:tcPr>
            <w:tcW w:w="270" w:type="dxa"/>
            <w:vAlign w:val="bottom"/>
          </w:tcPr>
          <w:p w14:paraId="19BC690F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6C17221D" w14:textId="1A6E625D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sz w:val="28"/>
                <w:szCs w:val="28"/>
              </w:rPr>
              <w:t>238,399</w:t>
            </w:r>
          </w:p>
        </w:tc>
        <w:tc>
          <w:tcPr>
            <w:tcW w:w="270" w:type="dxa"/>
          </w:tcPr>
          <w:p w14:paraId="4E849F2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50DB903C" w14:textId="7BC6F27D" w:rsidR="00ED3F89" w:rsidRPr="00722126" w:rsidRDefault="00855A1E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sz w:val="28"/>
                <w:szCs w:val="28"/>
              </w:rPr>
              <w:t>142</w:t>
            </w:r>
            <w:r w:rsidR="00B57EA6" w:rsidRPr="00722126">
              <w:rPr>
                <w:rFonts w:asciiTheme="majorBidi" w:hAnsiTheme="majorBidi" w:cs="Angsana New"/>
                <w:sz w:val="28"/>
                <w:szCs w:val="28"/>
              </w:rPr>
              <w:t>,</w:t>
            </w:r>
            <w:r w:rsidRPr="00722126">
              <w:rPr>
                <w:rFonts w:asciiTheme="majorBidi" w:hAnsiTheme="majorBidi" w:cs="Angsana New"/>
                <w:sz w:val="28"/>
                <w:szCs w:val="28"/>
              </w:rPr>
              <w:t>586</w:t>
            </w:r>
          </w:p>
        </w:tc>
        <w:tc>
          <w:tcPr>
            <w:tcW w:w="288" w:type="dxa"/>
          </w:tcPr>
          <w:p w14:paraId="1239368D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vAlign w:val="bottom"/>
          </w:tcPr>
          <w:p w14:paraId="37EE7027" w14:textId="5C43263A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sz w:val="28"/>
                <w:szCs w:val="28"/>
              </w:rPr>
              <w:t>41,523</w:t>
            </w:r>
          </w:p>
        </w:tc>
      </w:tr>
      <w:tr w:rsidR="00ED3F89" w:rsidRPr="00722126" w14:paraId="7EC66D0B" w14:textId="77777777" w:rsidTr="00BB7353">
        <w:tc>
          <w:tcPr>
            <w:tcW w:w="3600" w:type="dxa"/>
            <w:vAlign w:val="bottom"/>
          </w:tcPr>
          <w:p w14:paraId="37EDB223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34D7AA34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50A95D4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0C6CB5E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18B267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24FDBB5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1CAC69E0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1D6675EB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265E1D61" w14:textId="77777777" w:rsidTr="00BB7353">
        <w:tc>
          <w:tcPr>
            <w:tcW w:w="3600" w:type="dxa"/>
          </w:tcPr>
          <w:p w14:paraId="1D523370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70" w:type="dxa"/>
            <w:shd w:val="clear" w:color="auto" w:fill="auto"/>
          </w:tcPr>
          <w:p w14:paraId="758C0DA6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8F4A1D4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BF0F3B1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5C1B78C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53AB6594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7164B1EF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3F0B0F7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106E715E" w14:textId="77777777" w:rsidTr="00BB7353">
        <w:tc>
          <w:tcPr>
            <w:tcW w:w="3600" w:type="dxa"/>
            <w:vAlign w:val="bottom"/>
          </w:tcPr>
          <w:p w14:paraId="0399EC75" w14:textId="7B78601D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จำนวนหุ้นสามัญที่ออก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ณ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/>
                <w:sz w:val="28"/>
                <w:szCs w:val="28"/>
              </w:rPr>
              <w:t>1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310EC4A" w14:textId="0BC831FA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400,004</w:t>
            </w:r>
          </w:p>
        </w:tc>
        <w:tc>
          <w:tcPr>
            <w:tcW w:w="270" w:type="dxa"/>
          </w:tcPr>
          <w:p w14:paraId="7B45BE07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980901" w14:textId="722769B3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328,574</w:t>
            </w:r>
          </w:p>
        </w:tc>
        <w:tc>
          <w:tcPr>
            <w:tcW w:w="270" w:type="dxa"/>
            <w:shd w:val="clear" w:color="auto" w:fill="auto"/>
          </w:tcPr>
          <w:p w14:paraId="0C9E4BF3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FD461ED" w14:textId="10989D51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400,004</w:t>
            </w:r>
          </w:p>
        </w:tc>
        <w:tc>
          <w:tcPr>
            <w:tcW w:w="288" w:type="dxa"/>
            <w:shd w:val="clear" w:color="auto" w:fill="auto"/>
          </w:tcPr>
          <w:p w14:paraId="01BD80DE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0567DD" w14:textId="68555D3F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>328</w:t>
            </w:r>
            <w:r w:rsidRPr="0072212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>574</w:t>
            </w:r>
          </w:p>
        </w:tc>
      </w:tr>
      <w:tr w:rsidR="00ED3F89" w:rsidRPr="00722126" w14:paraId="43F291DF" w14:textId="77777777" w:rsidTr="00BB7353">
        <w:tc>
          <w:tcPr>
            <w:tcW w:w="3600" w:type="dxa"/>
            <w:vAlign w:val="bottom"/>
          </w:tcPr>
          <w:p w14:paraId="77FFD2BA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ขั้นพื้นฐาน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C441086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A3AAE55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3EE1EC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F6DFBEB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966306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505BA493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C58E5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3DB83A23" w14:textId="77777777" w:rsidTr="00BB7353">
        <w:tc>
          <w:tcPr>
            <w:tcW w:w="3600" w:type="dxa"/>
            <w:vAlign w:val="bottom"/>
          </w:tcPr>
          <w:p w14:paraId="4BD2F1ED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0" w:type="dxa"/>
            <w:shd w:val="clear" w:color="auto" w:fill="auto"/>
          </w:tcPr>
          <w:p w14:paraId="7697E9BC" w14:textId="2C6B332F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400,004</w:t>
            </w:r>
          </w:p>
        </w:tc>
        <w:tc>
          <w:tcPr>
            <w:tcW w:w="270" w:type="dxa"/>
          </w:tcPr>
          <w:p w14:paraId="3CEECCEE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389536" w14:textId="2183E4C0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>328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22126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>574</w:t>
            </w:r>
          </w:p>
        </w:tc>
        <w:tc>
          <w:tcPr>
            <w:tcW w:w="270" w:type="dxa"/>
            <w:shd w:val="clear" w:color="auto" w:fill="auto"/>
          </w:tcPr>
          <w:p w14:paraId="05C10EC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5A610A83" w14:textId="3B8CC27D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400,004</w:t>
            </w:r>
          </w:p>
        </w:tc>
        <w:tc>
          <w:tcPr>
            <w:tcW w:w="288" w:type="dxa"/>
            <w:shd w:val="clear" w:color="auto" w:fill="auto"/>
          </w:tcPr>
          <w:p w14:paraId="57DD2718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A31A5F3" w14:textId="5F85E4D1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>328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22126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>574</w:t>
            </w:r>
          </w:p>
        </w:tc>
      </w:tr>
      <w:tr w:rsidR="00ED3F89" w:rsidRPr="00722126" w14:paraId="46CCF117" w14:textId="77777777" w:rsidTr="00BB7353">
        <w:tc>
          <w:tcPr>
            <w:tcW w:w="3600" w:type="dxa"/>
            <w:vAlign w:val="bottom"/>
          </w:tcPr>
          <w:p w14:paraId="5F9B28E7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5E7D1E1A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0F8B2C7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5FEF1BE9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270" w:type="dxa"/>
            <w:shd w:val="clear" w:color="auto" w:fill="auto"/>
          </w:tcPr>
          <w:p w14:paraId="730EAC82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14FCEDF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4642D901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  <w:shd w:val="clear" w:color="auto" w:fill="auto"/>
          </w:tcPr>
          <w:p w14:paraId="0D8BC9E4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864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</w:tr>
      <w:tr w:rsidR="00ED3F89" w:rsidRPr="009C2A8D" w14:paraId="3209E283" w14:textId="77777777" w:rsidTr="00BB7353">
        <w:tc>
          <w:tcPr>
            <w:tcW w:w="3600" w:type="dxa"/>
            <w:vAlign w:val="bottom"/>
          </w:tcPr>
          <w:p w14:paraId="3F49E136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</w:t>
            </w:r>
            <w:r w:rsidRPr="0072212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51B700" w14:textId="1C1A393C" w:rsidR="00ED3F89" w:rsidRPr="00722126" w:rsidRDefault="00B57EA6" w:rsidP="00BB7353">
            <w:pPr>
              <w:pStyle w:val="30"/>
              <w:tabs>
                <w:tab w:val="clear" w:pos="360"/>
                <w:tab w:val="clear" w:pos="720"/>
                <w:tab w:val="decimal" w:pos="786"/>
              </w:tabs>
              <w:ind w:right="7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0.57</w:t>
            </w:r>
          </w:p>
        </w:tc>
        <w:tc>
          <w:tcPr>
            <w:tcW w:w="270" w:type="dxa"/>
            <w:vAlign w:val="bottom"/>
          </w:tcPr>
          <w:p w14:paraId="29E6416F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  <w:tab w:val="decimal" w:pos="7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690F47" w14:textId="417B756A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>0.73</w:t>
            </w:r>
          </w:p>
        </w:tc>
        <w:tc>
          <w:tcPr>
            <w:tcW w:w="270" w:type="dxa"/>
            <w:shd w:val="clear" w:color="auto" w:fill="auto"/>
          </w:tcPr>
          <w:p w14:paraId="367BC300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44F4B749" w14:textId="772EFCD6" w:rsidR="00ED3F89" w:rsidRPr="00722126" w:rsidRDefault="00B57EA6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</w:t>
            </w:r>
            <w:r w:rsidR="00855A1E"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288" w:type="dxa"/>
            <w:shd w:val="clear" w:color="auto" w:fill="auto"/>
          </w:tcPr>
          <w:p w14:paraId="7B283A1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shd w:val="clear" w:color="auto" w:fill="auto"/>
          </w:tcPr>
          <w:p w14:paraId="514A7F7E" w14:textId="3A8CE7B6" w:rsidR="00ED3F89" w:rsidRPr="000C3BD0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722126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GB"/>
              </w:rPr>
              <w:t>0.13</w:t>
            </w:r>
          </w:p>
        </w:tc>
      </w:tr>
    </w:tbl>
    <w:p w14:paraId="5460903D" w14:textId="77777777" w:rsidR="00ED3F89" w:rsidRPr="00DA2DF1" w:rsidRDefault="00ED3F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C4EFE23" w14:textId="2A028FBA" w:rsidR="00604D22" w:rsidRDefault="00ED3F89" w:rsidP="007D7261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B75366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เงินปันผล</w:t>
      </w:r>
    </w:p>
    <w:p w14:paraId="5CEA77CB" w14:textId="77777777" w:rsidR="00B75366" w:rsidRPr="00B75366" w:rsidRDefault="00B75366" w:rsidP="00B75366"/>
    <w:p w14:paraId="0EBBEF7A" w14:textId="444EB794" w:rsidR="00604D22" w:rsidRPr="00B75366" w:rsidRDefault="00604D22" w:rsidP="00B75366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AC01DB">
        <w:rPr>
          <w:rFonts w:asciiTheme="majorBidi" w:hAnsiTheme="majorBidi" w:cs="Angsana New" w:hint="cs"/>
          <w:sz w:val="28"/>
          <w:szCs w:val="28"/>
          <w:cs/>
        </w:rPr>
        <w:t>ในการประชุมสามัญประจําปีของผู้ถือหุ้นของบริษัทเม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ื่อ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วัน</w:t>
      </w:r>
      <w:r>
        <w:rPr>
          <w:rFonts w:asciiTheme="majorBidi" w:hAnsiTheme="majorBidi" w:cs="Angsana New" w:hint="cs"/>
          <w:sz w:val="28"/>
          <w:szCs w:val="28"/>
          <w:cs/>
        </w:rPr>
        <w:t>ที่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 w:hint="cs"/>
          <w:sz w:val="28"/>
          <w:szCs w:val="28"/>
          <w:cs/>
        </w:rPr>
        <w:t xml:space="preserve">เมษายน </w:t>
      </w:r>
      <w:r>
        <w:rPr>
          <w:rFonts w:asciiTheme="majorBidi" w:hAnsiTheme="majorBidi" w:cs="Angsana New"/>
          <w:sz w:val="28"/>
          <w:szCs w:val="28"/>
        </w:rPr>
        <w:t>2568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ผู้ถือหุ้นมีมติอนุมัติการจัดสรรกําไร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br/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เป็นเงินปันผลสําหรับปี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2567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ในอัตราหุ้นละ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 xml:space="preserve">0.20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เป็นจํานวนเงินท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ั้งสิ้น</w:t>
      </w:r>
      <w:r w:rsidR="001C4D18">
        <w:rPr>
          <w:rFonts w:asciiTheme="majorBidi" w:hAnsiTheme="majorBidi" w:cs="Angsana New"/>
          <w:sz w:val="28"/>
          <w:szCs w:val="28"/>
        </w:rPr>
        <w:t xml:space="preserve"> 80.00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ล้านบาท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CB68C2">
        <w:rPr>
          <w:rFonts w:asciiTheme="majorBidi" w:hAnsiTheme="majorBidi" w:cs="Angsana New" w:hint="cs"/>
          <w:sz w:val="28"/>
          <w:szCs w:val="28"/>
          <w:cs/>
        </w:rPr>
        <w:t>ทั้งนี้ เงินปันผลดังกล่าวได้จ่ายให้กับผู้ถือหุ้นแล้วเมื่อวันที่</w:t>
      </w:r>
      <w:r w:rsidRPr="00CB68C2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23 </w:t>
      </w:r>
      <w:r>
        <w:rPr>
          <w:rFonts w:asciiTheme="majorBidi" w:hAnsiTheme="majorBidi" w:cstheme="majorBidi" w:hint="cs"/>
          <w:sz w:val="28"/>
          <w:szCs w:val="28"/>
          <w:cs/>
        </w:rPr>
        <w:t>พฤษภาคม</w:t>
      </w:r>
      <w:r w:rsidRPr="00CB68C2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CB68C2">
        <w:rPr>
          <w:rFonts w:asciiTheme="majorBidi" w:hAnsiTheme="majorBidi" w:cstheme="majorBidi"/>
          <w:sz w:val="28"/>
          <w:szCs w:val="28"/>
        </w:rPr>
        <w:t>256</w:t>
      </w:r>
      <w:r>
        <w:rPr>
          <w:rFonts w:asciiTheme="majorBidi" w:hAnsiTheme="majorBidi" w:cstheme="majorBidi"/>
          <w:sz w:val="28"/>
          <w:szCs w:val="28"/>
        </w:rPr>
        <w:t>8</w:t>
      </w:r>
    </w:p>
    <w:p w14:paraId="4110846D" w14:textId="645FA041" w:rsidR="00775C32" w:rsidRDefault="00775C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</w:pPr>
      <w:r>
        <w:rPr>
          <w:rFonts w:cstheme="minorBidi"/>
          <w:cs/>
        </w:rPr>
        <w:br w:type="page"/>
      </w:r>
    </w:p>
    <w:p w14:paraId="5AB1320D" w14:textId="4AA1FAFF" w:rsidR="00783963" w:rsidRPr="00C05013" w:rsidRDefault="00202B12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>เครื่องมือทางการเงิน</w:t>
      </w:r>
      <w:r w:rsidR="00D75CE8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p w14:paraId="5ADA0459" w14:textId="77777777" w:rsidR="0055565A" w:rsidRPr="00CB68C2" w:rsidRDefault="0055565A" w:rsidP="00717C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shd w:val="clear" w:color="auto" w:fill="D9D9D9"/>
        </w:rPr>
      </w:pPr>
    </w:p>
    <w:p w14:paraId="78E5AC2F" w14:textId="70387071" w:rsidR="003D2F72" w:rsidRPr="00C05013" w:rsidRDefault="003D2F72" w:rsidP="00121F9D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28"/>
          <w:szCs w:val="28"/>
          <w:lang w:val="en-US" w:bidi="th-TH"/>
        </w:rPr>
      </w:pPr>
      <w:r w:rsidRPr="00C05013">
        <w:rPr>
          <w:rFonts w:asciiTheme="majorBidi" w:hAnsiTheme="majorBidi" w:cstheme="majorBidi"/>
          <w:i/>
          <w:iCs/>
          <w:sz w:val="28"/>
          <w:szCs w:val="28"/>
          <w:cs/>
          <w:lang w:bidi="th-TH"/>
        </w:rPr>
        <w:t>มูลค่าตามบัญชีและมูลค่ายุติธรรม</w:t>
      </w:r>
      <w:r w:rsidRPr="00C05013">
        <w:rPr>
          <w:rFonts w:asciiTheme="majorBidi" w:hAnsiTheme="majorBidi" w:cstheme="majorBidi"/>
          <w:b/>
          <w:bCs/>
          <w:sz w:val="28"/>
          <w:szCs w:val="28"/>
          <w:lang w:bidi="th-TH"/>
        </w:rPr>
        <w:t xml:space="preserve"> </w:t>
      </w:r>
    </w:p>
    <w:p w14:paraId="51C282A3" w14:textId="5279605A" w:rsidR="007E2E6C" w:rsidRDefault="003D2F7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  <w:r w:rsidRPr="00C05013">
        <w:rPr>
          <w:rFonts w:asciiTheme="majorBidi" w:hAnsiTheme="majorBidi" w:cstheme="majorBidi"/>
          <w:sz w:val="28"/>
          <w:szCs w:val="28"/>
          <w:cs/>
          <w:lang w:bidi="th-TH"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</w:p>
    <w:p w14:paraId="0CA0B5CF" w14:textId="77777777" w:rsidR="00CB68C2" w:rsidRPr="00CB68C2" w:rsidRDefault="00CB68C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tbl>
      <w:tblPr>
        <w:tblW w:w="94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260"/>
        <w:gridCol w:w="236"/>
        <w:gridCol w:w="1024"/>
        <w:gridCol w:w="236"/>
        <w:gridCol w:w="1024"/>
        <w:gridCol w:w="236"/>
        <w:gridCol w:w="1037"/>
      </w:tblGrid>
      <w:tr w:rsidR="006666C1" w:rsidRPr="00C05013" w14:paraId="2A155669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78B7C4FA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3D0CAB53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666C1" w:rsidRPr="00C05013" w14:paraId="43DBDF5B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0FA0CA05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2672ED6C" w14:textId="77777777" w:rsidR="006666C1" w:rsidRPr="00C05013" w:rsidRDefault="006666C1" w:rsidP="00733604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220B064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BFC948E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666C1" w:rsidRPr="00C05013" w14:paraId="3A996064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651482BE" w14:textId="77777777" w:rsidR="006666C1" w:rsidRPr="00C05013" w:rsidRDefault="006666C1" w:rsidP="00E82CF4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EE8A750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- </w:t>
            </w: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77E4F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36552CD" w14:textId="6A7CEEAA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61263B7E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12C53362" w14:textId="5834C9FF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3250EB94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656A5059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666C1" w:rsidRPr="00C05013" w14:paraId="33C093A6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913B20C" w14:textId="77777777" w:rsidR="006666C1" w:rsidRPr="00C05013" w:rsidRDefault="006666C1" w:rsidP="00E82CF4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73A2486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863587" w:rsidRPr="00C05013" w14:paraId="51DAA4CC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9978EB0" w14:textId="2B9D2572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DB010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443BEC" w:rsidRPr="00443BEC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 w:rsidR="00AF7586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1649B66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4E66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56962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6E88DC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292CF1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51EDAF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BC28E5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2FEA09F0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4BF10B1D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79442BAD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74C8B6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E8BC1B5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932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1AB21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D3CEE66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5927D9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1ADAD1AE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408C1979" w14:textId="4D35AD6B" w:rsidR="00863587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BA1644" w14:textId="52B57964" w:rsidR="00863587" w:rsidRPr="00C05013" w:rsidRDefault="00224B04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451,375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F50A57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9A8B11" w14:textId="77777777" w:rsidR="00863587" w:rsidRPr="00C05013" w:rsidRDefault="00863587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CD5CE63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15B832E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EC46608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7F8B377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5089E4F4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589F4618" w14:textId="1E47667D" w:rsidR="0082437B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150F709" w14:textId="6B828BB1" w:rsidR="0082437B" w:rsidRPr="00C05013" w:rsidRDefault="00224B04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17,50</w:t>
            </w:r>
            <w:r w:rsidR="00FA4B3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21F8D3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4538781" w14:textId="77777777" w:rsidR="0082437B" w:rsidRPr="00C05013" w:rsidRDefault="0082437B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38212F6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01E62ED" w14:textId="77777777" w:rsidR="0082437B" w:rsidRPr="00C05013" w:rsidRDefault="0082437B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8C5E5BA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5B0B0349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63587" w:rsidRPr="00C05013" w14:paraId="03F00C36" w14:textId="77777777" w:rsidTr="009B14D0">
        <w:trPr>
          <w:trHeight w:val="66"/>
        </w:trPr>
        <w:tc>
          <w:tcPr>
            <w:tcW w:w="4410" w:type="dxa"/>
            <w:shd w:val="clear" w:color="auto" w:fill="auto"/>
          </w:tcPr>
          <w:p w14:paraId="57AABBC7" w14:textId="77777777" w:rsidR="00863587" w:rsidRPr="00C05013" w:rsidRDefault="00863587" w:rsidP="00863587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4BF2AAA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7893E41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72613F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AD7AD3C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F1DC8D7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4AEA54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B06EE47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60615C82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B11352E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E31FD1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EC6BA29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8E0A5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D2E0AAA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A5BE8A3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F876A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30EBC7EB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40A99CF2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1226D4C6" w14:textId="77777777" w:rsidR="004A7502" w:rsidRPr="00C05013" w:rsidRDefault="004A7502" w:rsidP="004A7502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BD78D5" w14:textId="1BBD056F" w:rsidR="004A7502" w:rsidRPr="00C05013" w:rsidRDefault="00224B04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(945,000)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D17977" w14:textId="77777777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82DAE42" w14:textId="55B6113D" w:rsidR="004A7502" w:rsidRPr="00C05013" w:rsidRDefault="00224B04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(945,000)</w:t>
            </w:r>
          </w:p>
        </w:tc>
        <w:tc>
          <w:tcPr>
            <w:tcW w:w="236" w:type="dxa"/>
            <w:vAlign w:val="bottom"/>
          </w:tcPr>
          <w:p w14:paraId="1B8306A0" w14:textId="1CB9C5CA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A1EA24" w14:textId="3A627171" w:rsidR="004A7502" w:rsidRPr="00C05013" w:rsidRDefault="00224B04" w:rsidP="004A7502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3AA01B8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B4CE994" w14:textId="39756635" w:rsidR="004A7502" w:rsidRPr="00C05013" w:rsidRDefault="00224B04" w:rsidP="00574BE6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(945,000)</w:t>
            </w:r>
          </w:p>
        </w:tc>
      </w:tr>
      <w:tr w:rsidR="00037648" w:rsidRPr="00C05013" w14:paraId="13020D60" w14:textId="77777777" w:rsidTr="009B14D0">
        <w:trPr>
          <w:trHeight w:val="70"/>
        </w:trPr>
        <w:tc>
          <w:tcPr>
            <w:tcW w:w="4410" w:type="dxa"/>
            <w:shd w:val="clear" w:color="auto" w:fill="auto"/>
          </w:tcPr>
          <w:p w14:paraId="1C93251D" w14:textId="77777777" w:rsidR="00037648" w:rsidRPr="00C05013" w:rsidRDefault="00037648" w:rsidP="00037648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540383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5EB01BC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3AE6310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41B278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0C7D076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95331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42D57B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29A5BC06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7DED276F" w14:textId="4770195C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0E0ECF41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931A2E3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042DA1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B5BFA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A8764C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7331092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0D0F93CC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7E4D33D9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62AED86" w14:textId="77777777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7E70220" w14:textId="26162F9B" w:rsidR="004A7502" w:rsidRPr="00C05013" w:rsidRDefault="004A7502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449544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C33DD2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B8BA9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5DB62B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66C5D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2DC1C91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C05013" w14:paraId="578C1311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1E1F0AA2" w14:textId="476F30CB" w:rsidR="008936FF" w:rsidRPr="008936FF" w:rsidRDefault="008936FF" w:rsidP="004A7502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27E7A073" w14:textId="7EF67F5B" w:rsidR="008936FF" w:rsidRPr="00C05013" w:rsidRDefault="00405041" w:rsidP="00A33C8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</w:rPr>
              <w:t>50,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C032D1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E50ED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E762465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55F009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8A5BEA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98ED4F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75038430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72CB159F" w14:textId="77777777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</w:tcPr>
          <w:p w14:paraId="74097676" w14:textId="65D8AAA9" w:rsidR="00443BEC" w:rsidRPr="00443BEC" w:rsidRDefault="008936FF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17,457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1276E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167E39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9920A3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629FBAD2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4CF036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34C141B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9B14D0" w:rsidRPr="00C05013" w14:paraId="65C6A34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036E14D0" w14:textId="77777777" w:rsidR="009B14D0" w:rsidRPr="00C05013" w:rsidRDefault="009B14D0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1211986" w14:textId="77777777" w:rsidR="009B14D0" w:rsidRPr="008936FF" w:rsidRDefault="009B14D0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DCF8BA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13EE99E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594F10B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F01801" w14:textId="77777777" w:rsidR="009B14D0" w:rsidRPr="00C05013" w:rsidRDefault="009B14D0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ED5979C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03260CD3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2F7D88C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B4C9B5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14EF96B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676DDD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928C99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CCA427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6652AFF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2F48F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B0ED46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8936FF" w14:paraId="313215B1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93B5E3B" w14:textId="77777777" w:rsidR="008936FF" w:rsidRPr="00C05013" w:rsidRDefault="008936FF" w:rsidP="008936FF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9AE270" w14:textId="52CB9E9F" w:rsidR="008936FF" w:rsidRPr="00443BEC" w:rsidRDefault="008936FF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</w:rPr>
              <w:t>(1,080,000)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EDB6D5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78BE28C" w14:textId="1F569BE1" w:rsidR="008936FF" w:rsidRPr="00443BEC" w:rsidRDefault="008936FF" w:rsidP="008936FF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  <w:tc>
          <w:tcPr>
            <w:tcW w:w="236" w:type="dxa"/>
            <w:vAlign w:val="bottom"/>
          </w:tcPr>
          <w:p w14:paraId="1C7ECE2F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7B892D4" w14:textId="1313F5AF" w:rsidR="008936FF" w:rsidRPr="00443BEC" w:rsidRDefault="008936FF" w:rsidP="008936FF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EE599DF" w14:textId="77777777" w:rsidR="008936FF" w:rsidRPr="00443BEC" w:rsidRDefault="008936FF" w:rsidP="008936F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94CC519" w14:textId="43995B9D" w:rsidR="008936FF" w:rsidRPr="00443BEC" w:rsidRDefault="008936FF" w:rsidP="005E10D4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left="-165" w:right="-37" w:firstLine="90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</w:tr>
      <w:tr w:rsidR="00443BEC" w:rsidRPr="00C05013" w14:paraId="53A4C3E2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7FAEAC8E" w14:textId="77777777" w:rsidR="00443BEC" w:rsidRDefault="00443BEC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0BABAD2D" w14:textId="77777777" w:rsidR="0082437B" w:rsidRDefault="0082437B" w:rsidP="00687467">
            <w:pPr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47286FF3" w14:textId="77777777" w:rsidR="0082437B" w:rsidRDefault="0082437B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755B890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775C32" w:rsidRPr="00C05013" w14:paraId="3A821BA3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452A416B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011C6CAF" w14:textId="77777777" w:rsidR="00775C32" w:rsidRPr="00C05013" w:rsidRDefault="00775C32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775C32" w:rsidRPr="00C05013" w14:paraId="2AF2A8D0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4FDCE8C5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68DABF88" w14:textId="77777777" w:rsidR="00775C32" w:rsidRPr="00C05013" w:rsidRDefault="00775C32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450D6536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0433B5DC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4ED46401" w14:textId="77777777" w:rsidR="009B14D0" w:rsidRPr="00C05013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775C32" w:rsidRPr="00C05013" w14:paraId="3A539323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4CCED7BB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778FA078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543D7957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1A48EE26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6B80B76B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44097829" w14:textId="77777777" w:rsidR="00775C32" w:rsidRPr="00C05013" w:rsidRDefault="00775C32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443BEC" w:rsidRPr="00C05013" w14:paraId="58328ABA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105C786A" w14:textId="70AC1E55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  <w:lastRenderedPageBreak/>
              <w:br w:type="page"/>
            </w:r>
          </w:p>
        </w:tc>
        <w:tc>
          <w:tcPr>
            <w:tcW w:w="5053" w:type="dxa"/>
            <w:gridSpan w:val="7"/>
            <w:vAlign w:val="bottom"/>
          </w:tcPr>
          <w:p w14:paraId="46843002" w14:textId="127D43C9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43BEC" w:rsidRPr="00C05013" w14:paraId="23348A1A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2600DEC8" w14:textId="77777777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A6F7700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7134F464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790A5C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443BEC" w:rsidRPr="00C05013" w14:paraId="3AA014D7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31A2D3E0" w14:textId="77777777" w:rsidR="00443BEC" w:rsidRPr="00C05013" w:rsidRDefault="00443BEC" w:rsidP="00443BEC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EA6F65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- </w:t>
            </w: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4549C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B2B95BB" w14:textId="7544FB9B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321C035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77B83934" w14:textId="7B47D491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7177669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0CA89671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443BEC" w:rsidRPr="00C05013" w14:paraId="357B769B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A4C40E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4A623AE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443BEC" w:rsidRPr="00C05013" w14:paraId="0F9BAD74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C81F059" w14:textId="68A36070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</w:t>
            </w:r>
            <w:r w:rsidR="00AF758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443BEC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</w:t>
            </w:r>
            <w:r w:rsidR="00AF7586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ิถุนายน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2568</w:t>
            </w:r>
          </w:p>
        </w:tc>
        <w:tc>
          <w:tcPr>
            <w:tcW w:w="1260" w:type="dxa"/>
            <w:shd w:val="clear" w:color="auto" w:fill="auto"/>
          </w:tcPr>
          <w:p w14:paraId="7FEE709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961CD5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80F21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86F8D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0040E3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6A1445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33C7B5F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4A943719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6259F8E1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30ADC35B" w14:textId="36ACA2AD" w:rsidR="00443BEC" w:rsidRPr="00C05013" w:rsidRDefault="00443BEC" w:rsidP="00224B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52C37F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C6B40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994F13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1F7B3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6AC8AD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74570CD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A5EDA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33128D54" w14:textId="125D8B11" w:rsidR="00443BEC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C4A1C9" w14:textId="17E98783" w:rsidR="00443BEC" w:rsidRPr="00C05013" w:rsidRDefault="00224B04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24B04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451,375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7F86C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262ED5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838FD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D7136B9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B4D2CB3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3AB8B28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7450CFCC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2D09020B" w14:textId="51CE60B7" w:rsidR="0082437B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A02A66" w14:textId="07B2D5BE" w:rsidR="0082437B" w:rsidRDefault="00224B04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10,622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87730F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B55BE6C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3770303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7BB5265" w14:textId="77777777" w:rsidR="0082437B" w:rsidRPr="00C05013" w:rsidRDefault="0082437B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4854D165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78F1EE53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4612F92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00B96558" w14:textId="12CD3EAC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71918F" w14:textId="18B1E018" w:rsidR="00443BEC" w:rsidRPr="00C05013" w:rsidRDefault="00224B04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1,209,000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EA0012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A116318" w14:textId="6F7E9680" w:rsidR="00443BEC" w:rsidRPr="00C05013" w:rsidRDefault="00224B04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8135E2A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A107848" w14:textId="67F3B68C" w:rsidR="00443BEC" w:rsidRPr="00C05013" w:rsidRDefault="00224B04" w:rsidP="00272997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1,209,000</w:t>
            </w:r>
          </w:p>
        </w:tc>
        <w:tc>
          <w:tcPr>
            <w:tcW w:w="236" w:type="dxa"/>
            <w:vAlign w:val="bottom"/>
          </w:tcPr>
          <w:p w14:paraId="04E321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18992451" w14:textId="5AB5E1B1" w:rsidR="00443BEC" w:rsidRPr="00C05013" w:rsidRDefault="00224B04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1,209,000</w:t>
            </w:r>
          </w:p>
        </w:tc>
      </w:tr>
      <w:tr w:rsidR="00443BEC" w:rsidRPr="00C05013" w14:paraId="5FDE1D13" w14:textId="77777777" w:rsidTr="009B14D0">
        <w:trPr>
          <w:trHeight w:val="362"/>
        </w:trPr>
        <w:tc>
          <w:tcPr>
            <w:tcW w:w="4410" w:type="dxa"/>
            <w:shd w:val="clear" w:color="auto" w:fill="auto"/>
          </w:tcPr>
          <w:p w14:paraId="7D3ADEFC" w14:textId="77777777" w:rsidR="00443BEC" w:rsidRDefault="00443BEC" w:rsidP="00443BEC">
            <w:pPr>
              <w:ind w:left="165" w:hanging="17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</w:p>
          <w:p w14:paraId="5BE7299C" w14:textId="2EC2AB85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34276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1D788AF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4A370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16167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36813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  <w:lang w:eastAsia="en-GB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ABCC67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67165C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</w:tr>
      <w:tr w:rsidR="00443BEC" w:rsidRPr="00C05013" w14:paraId="0392C7C3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3533978C" w14:textId="77777777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4999F9" w14:textId="12650500" w:rsidR="00443BEC" w:rsidRPr="00C05013" w:rsidRDefault="00224B04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(875,000)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A49D3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F2FB320" w14:textId="22206E17" w:rsidR="00443BEC" w:rsidRPr="00C05013" w:rsidRDefault="00224B04" w:rsidP="00F74C7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(875,000)</w:t>
            </w:r>
          </w:p>
        </w:tc>
        <w:tc>
          <w:tcPr>
            <w:tcW w:w="236" w:type="dxa"/>
            <w:vAlign w:val="bottom"/>
          </w:tcPr>
          <w:p w14:paraId="53F7A75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DCABB2" w14:textId="6B3F4482" w:rsidR="00443BEC" w:rsidRPr="00C05013" w:rsidRDefault="004C7B0B" w:rsidP="00F74C79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cs/>
                <w:lang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2B3B0B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52904423" w14:textId="730B92A1" w:rsidR="00443BEC" w:rsidRPr="00C05013" w:rsidRDefault="00224B04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(875,000)</w:t>
            </w:r>
          </w:p>
        </w:tc>
      </w:tr>
      <w:tr w:rsidR="00443BEC" w:rsidRPr="00C05013" w14:paraId="28080D70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8F721AF" w14:textId="77777777" w:rsidR="00443BEC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</w:p>
          <w:p w14:paraId="609B0546" w14:textId="0738661D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626265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098F41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6D95AE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B80C7C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67BF24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0B873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14ED32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6F37F3D8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7F83BFB" w14:textId="52FA0A5E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6921F22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653F0E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D4D97D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4C82A9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E15CD8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57A672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03D3CBA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3855ACA5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725BBBA0" w14:textId="30EDFF6B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4439D638" w14:textId="55C9B87F" w:rsidR="00443BEC" w:rsidRPr="00C05013" w:rsidRDefault="00405041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6</w:t>
            </w:r>
            <w:r w:rsidR="00443BEC"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50,000</w:t>
            </w:r>
          </w:p>
        </w:tc>
        <w:tc>
          <w:tcPr>
            <w:tcW w:w="236" w:type="dxa"/>
            <w:shd w:val="clear" w:color="auto" w:fill="auto"/>
          </w:tcPr>
          <w:p w14:paraId="79DC0E2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A1849B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0D086A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ACBD0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81AD66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78A04A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DE98CD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5092982F" w14:textId="2AEF9426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E52083" w14:textId="2DA63F9B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10,577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1D0879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3DADD5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E6AA5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6B7174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0EC1D3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4D29E26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BF5E508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6D8531DF" w14:textId="35939758" w:rsidR="00443BEC" w:rsidRPr="00C05013" w:rsidRDefault="00A339EE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29D72004" w14:textId="22180C3D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3CF3F16D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7581B05F" w14:textId="2E0014BF" w:rsidR="00443BEC" w:rsidRPr="00443BEC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B581B2F" w14:textId="77777777" w:rsidR="00443BEC" w:rsidRPr="00443BEC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E17987D" w14:textId="3527A2D6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2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7A41D902" w14:textId="77777777" w:rsidR="00443BEC" w:rsidRPr="00443BEC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4B2F2D9E" w14:textId="009EC75C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57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</w:tr>
      <w:tr w:rsidR="00443BEC" w:rsidRPr="00C05013" w14:paraId="1D8ECF59" w14:textId="77777777" w:rsidTr="009B14D0">
        <w:trPr>
          <w:trHeight w:val="66"/>
        </w:trPr>
        <w:tc>
          <w:tcPr>
            <w:tcW w:w="4410" w:type="dxa"/>
            <w:shd w:val="clear" w:color="auto" w:fill="auto"/>
          </w:tcPr>
          <w:p w14:paraId="2898CA17" w14:textId="77777777" w:rsidR="00443BEC" w:rsidRPr="00C05013" w:rsidRDefault="00443BEC" w:rsidP="00443BEC">
            <w:pPr>
              <w:spacing w:line="240" w:lineRule="auto"/>
              <w:ind w:left="-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088D912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A053804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542BE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9523E8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8F385A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171899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BB86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1485CEBE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AB53851" w14:textId="3C283372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653E2AA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CF64CF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FF3577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6FC28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B879641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B9C1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F65840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004E4" w:rsidRPr="00C05013" w14:paraId="3EC204E6" w14:textId="77777777" w:rsidTr="009B14D0">
        <w:trPr>
          <w:trHeight w:val="236"/>
        </w:trPr>
        <w:tc>
          <w:tcPr>
            <w:tcW w:w="4410" w:type="dxa"/>
            <w:shd w:val="clear" w:color="auto" w:fill="auto"/>
          </w:tcPr>
          <w:p w14:paraId="3462DFCD" w14:textId="0AEF8172" w:rsidR="004004E4" w:rsidRPr="00C05013" w:rsidRDefault="004004E4" w:rsidP="004004E4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4004E4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50309C94" w14:textId="4C526E8D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  <w:shd w:val="clear" w:color="auto" w:fill="auto"/>
          </w:tcPr>
          <w:p w14:paraId="73F3C330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6993F814" w14:textId="116802AC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</w:tcPr>
          <w:p w14:paraId="6CA109FA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7908BF8B" w14:textId="4A6633E4" w:rsidR="004004E4" w:rsidRPr="00443BEC" w:rsidRDefault="004004E4" w:rsidP="004004E4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5FA91DEC" w14:textId="77777777" w:rsidR="004004E4" w:rsidRPr="00443BEC" w:rsidRDefault="004004E4" w:rsidP="004004E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37" w:type="dxa"/>
            <w:shd w:val="clear" w:color="auto" w:fill="auto"/>
          </w:tcPr>
          <w:p w14:paraId="75EDCC42" w14:textId="22FCD6BF" w:rsidR="004004E4" w:rsidRPr="00443BEC" w:rsidRDefault="004004E4" w:rsidP="004004E4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</w:tr>
    </w:tbl>
    <w:p w14:paraId="6CEF5AB4" w14:textId="253A464F" w:rsidR="002252F9" w:rsidRDefault="00225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2"/>
          <w:szCs w:val="32"/>
          <w:cs/>
        </w:rPr>
      </w:pPr>
    </w:p>
    <w:p w14:paraId="175AC147" w14:textId="30B5060C" w:rsidR="008131BF" w:rsidRPr="00C05013" w:rsidRDefault="001D2E3C" w:rsidP="00072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ลูกหนี้การค้าและลูกหนี้</w:t>
      </w:r>
      <w:r w:rsidR="00E3734F"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หมุนเวียน</w:t>
      </w: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อื่น</w:t>
      </w:r>
    </w:p>
    <w:p w14:paraId="3E2A10C6" w14:textId="77777777" w:rsidR="00F10077" w:rsidRPr="00C05013" w:rsidRDefault="00F10077" w:rsidP="00042C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74"/>
        <w:gridCol w:w="6"/>
        <w:gridCol w:w="172"/>
        <w:gridCol w:w="6"/>
        <w:gridCol w:w="1082"/>
        <w:gridCol w:w="180"/>
        <w:gridCol w:w="1074"/>
        <w:gridCol w:w="6"/>
      </w:tblGrid>
      <w:tr w:rsidR="005F4397" w:rsidRPr="00C05013" w14:paraId="772BFB6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  <w:hideMark/>
          </w:tcPr>
          <w:p w14:paraId="5BFB337F" w14:textId="77777777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34" w:type="dxa"/>
            <w:gridSpan w:val="3"/>
            <w:vAlign w:val="bottom"/>
          </w:tcPr>
          <w:p w14:paraId="4EF36A06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  <w:gridSpan w:val="2"/>
          </w:tcPr>
          <w:p w14:paraId="6B374EAE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4"/>
            <w:vAlign w:val="bottom"/>
          </w:tcPr>
          <w:p w14:paraId="43D255A2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3D1A8E5B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198F6D7B" w14:textId="7777777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E67B8D7" w14:textId="30D794D9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8A48BE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</w:t>
            </w:r>
            <w:r w:rsidR="008A48BE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ิถุนายน</w:t>
            </w:r>
          </w:p>
        </w:tc>
        <w:tc>
          <w:tcPr>
            <w:tcW w:w="180" w:type="dxa"/>
            <w:vAlign w:val="bottom"/>
          </w:tcPr>
          <w:p w14:paraId="5C2AC993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83F274" w14:textId="43A2699D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gridSpan w:val="2"/>
          </w:tcPr>
          <w:p w14:paraId="10F9351E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437785CF" w14:textId="5574B28C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8A48BE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ม</w:t>
            </w:r>
            <w:r w:rsidR="008A48BE">
              <w:rPr>
                <w:rFonts w:ascii="Angsana New" w:hAnsi="Angsana New" w:cs="Angsana New" w:hint="cs"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80" w:type="dxa"/>
            <w:vAlign w:val="bottom"/>
          </w:tcPr>
          <w:p w14:paraId="5B551BB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15C45A" w14:textId="2DEC9F69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5C0B257A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6D583FD5" w14:textId="2E4ACD6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6D95CF2E" w14:textId="71E96F61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2739FAD8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58EFEE" w14:textId="758F872F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  <w:gridSpan w:val="2"/>
          </w:tcPr>
          <w:p w14:paraId="4CF977E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19795E8A" w14:textId="20E3C17E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602C9F82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F03417" w14:textId="6581357F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6562FE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19A16F9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</w:tcPr>
          <w:p w14:paraId="32A9B255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54" w:type="dxa"/>
            <w:gridSpan w:val="9"/>
            <w:vAlign w:val="bottom"/>
            <w:hideMark/>
          </w:tcPr>
          <w:p w14:paraId="332B27C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4D8B2126" w14:textId="77777777" w:rsidTr="00303181">
        <w:trPr>
          <w:cantSplit/>
        </w:trPr>
        <w:tc>
          <w:tcPr>
            <w:tcW w:w="4410" w:type="dxa"/>
            <w:hideMark/>
          </w:tcPr>
          <w:p w14:paraId="614277C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</w:tcPr>
          <w:p w14:paraId="4DF8EBAC" w14:textId="2CCFE592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574,142</w:t>
            </w:r>
          </w:p>
        </w:tc>
        <w:tc>
          <w:tcPr>
            <w:tcW w:w="180" w:type="dxa"/>
          </w:tcPr>
          <w:p w14:paraId="6176070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07F8F782" w14:textId="3D890CBA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596,395</w:t>
            </w:r>
          </w:p>
        </w:tc>
        <w:tc>
          <w:tcPr>
            <w:tcW w:w="178" w:type="dxa"/>
            <w:gridSpan w:val="2"/>
          </w:tcPr>
          <w:p w14:paraId="753BE6C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611551C" w14:textId="5B380633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526,784</w:t>
            </w:r>
          </w:p>
        </w:tc>
        <w:tc>
          <w:tcPr>
            <w:tcW w:w="180" w:type="dxa"/>
          </w:tcPr>
          <w:p w14:paraId="31FACD8B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7DAC1413" w14:textId="2D058717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552,440</w:t>
            </w:r>
          </w:p>
        </w:tc>
      </w:tr>
      <w:tr w:rsidR="00813347" w:rsidRPr="00C05013" w14:paraId="2CDCDD3D" w14:textId="77777777" w:rsidTr="00DF4A82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6D839F92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D8C09" w14:textId="60CFCA5A" w:rsidR="00813347" w:rsidRPr="00C05013" w:rsidRDefault="004C7B0B" w:rsidP="00AD04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476A69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104CE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80" w:type="dxa"/>
            <w:vAlign w:val="bottom"/>
          </w:tcPr>
          <w:p w14:paraId="6A4239F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6ACF3" w14:textId="7723216D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20</w:t>
            </w:r>
            <w:r w:rsidR="00145EF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575</w:t>
            </w:r>
          </w:p>
        </w:tc>
        <w:tc>
          <w:tcPr>
            <w:tcW w:w="178" w:type="dxa"/>
            <w:gridSpan w:val="2"/>
            <w:vAlign w:val="bottom"/>
          </w:tcPr>
          <w:p w14:paraId="40158F3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30506" w14:textId="02E242A9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36,960</w:t>
            </w:r>
          </w:p>
        </w:tc>
        <w:tc>
          <w:tcPr>
            <w:tcW w:w="180" w:type="dxa"/>
            <w:vAlign w:val="bottom"/>
          </w:tcPr>
          <w:p w14:paraId="58846FD3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C2D7C7" w14:textId="45DD1EA3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  <w:r w:rsidR="00E13A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679</w:t>
            </w:r>
          </w:p>
        </w:tc>
      </w:tr>
      <w:tr w:rsidR="00813347" w:rsidRPr="00C05013" w14:paraId="05ACFFE8" w14:textId="77777777" w:rsidTr="00DF4A82">
        <w:trPr>
          <w:cantSplit/>
        </w:trPr>
        <w:tc>
          <w:tcPr>
            <w:tcW w:w="4410" w:type="dxa"/>
            <w:hideMark/>
          </w:tcPr>
          <w:p w14:paraId="30202F06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B8C60E" w14:textId="1655613E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476A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2104C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2104C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265</w:t>
            </w:r>
          </w:p>
        </w:tc>
        <w:tc>
          <w:tcPr>
            <w:tcW w:w="180" w:type="dxa"/>
          </w:tcPr>
          <w:p w14:paraId="1492EEDD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E25DB7" w14:textId="305F699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16</w:t>
            </w:r>
            <w:r w:rsidR="00145E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970</w:t>
            </w:r>
          </w:p>
        </w:tc>
        <w:tc>
          <w:tcPr>
            <w:tcW w:w="178" w:type="dxa"/>
            <w:gridSpan w:val="2"/>
          </w:tcPr>
          <w:p w14:paraId="7E320F9E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E0DF1" w14:textId="6341DA5C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563,744</w:t>
            </w:r>
          </w:p>
        </w:tc>
        <w:tc>
          <w:tcPr>
            <w:tcW w:w="180" w:type="dxa"/>
          </w:tcPr>
          <w:p w14:paraId="21B9C5F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C98C0" w14:textId="78C945B4" w:rsidR="00813347" w:rsidRPr="00C05013" w:rsidRDefault="00E13A01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79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119</w:t>
            </w:r>
          </w:p>
        </w:tc>
      </w:tr>
    </w:tbl>
    <w:p w14:paraId="2387D1CA" w14:textId="14E5459F" w:rsidR="00B0013F" w:rsidRDefault="00B00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80"/>
        <w:gridCol w:w="178"/>
        <w:gridCol w:w="1082"/>
        <w:gridCol w:w="180"/>
        <w:gridCol w:w="1080"/>
      </w:tblGrid>
      <w:tr w:rsidR="005F4397" w:rsidRPr="00C05013" w14:paraId="5E9A45E3" w14:textId="77777777" w:rsidTr="00AB2C26">
        <w:trPr>
          <w:cantSplit/>
          <w:tblHeader/>
        </w:trPr>
        <w:tc>
          <w:tcPr>
            <w:tcW w:w="4410" w:type="dxa"/>
            <w:vAlign w:val="bottom"/>
            <w:hideMark/>
          </w:tcPr>
          <w:p w14:paraId="725AB67A" w14:textId="35084C59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lastRenderedPageBreak/>
              <w:t>ลูกหนี้การค้า</w:t>
            </w:r>
          </w:p>
        </w:tc>
        <w:tc>
          <w:tcPr>
            <w:tcW w:w="2340" w:type="dxa"/>
            <w:gridSpan w:val="3"/>
            <w:vAlign w:val="bottom"/>
          </w:tcPr>
          <w:p w14:paraId="1D176088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4DEFEC6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19E0C2B4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7F94A31C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6A1E5082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8037840" w14:textId="3AC44545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E25D3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</w:t>
            </w:r>
            <w:r w:rsidR="00E53A37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ิถุนายน</w:t>
            </w:r>
          </w:p>
        </w:tc>
        <w:tc>
          <w:tcPr>
            <w:tcW w:w="180" w:type="dxa"/>
            <w:vAlign w:val="bottom"/>
          </w:tcPr>
          <w:p w14:paraId="2828EDBE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535583B" w14:textId="0873BEC6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</w:tcPr>
          <w:p w14:paraId="2A86B0D8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0C3B070B" w14:textId="6AF77EF9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E53A37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ม</w:t>
            </w:r>
            <w:r w:rsidR="00E53A37">
              <w:rPr>
                <w:rFonts w:ascii="Angsana New" w:hAnsi="Angsana New" w:cs="Angsana New" w:hint="cs"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80" w:type="dxa"/>
            <w:vAlign w:val="bottom"/>
          </w:tcPr>
          <w:p w14:paraId="4F89E9C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DADE72" w14:textId="24958D5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23F5CBE5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5F77EEC7" w14:textId="158743EF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71035EA" w14:textId="1F0B1B42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63F121E1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4ADA6B5" w14:textId="119CE450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</w:tcPr>
          <w:p w14:paraId="04E12BCC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4D59F3DF" w14:textId="3279DD40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3BEC">
              <w:rPr>
                <w:rFonts w:ascii="Angsana New" w:hAnsi="Angsana New" w:cs="Angsana New"/>
                <w:bCs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0EED85C9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9322658" w14:textId="5ACFD6C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21CB5A68" w14:textId="77777777" w:rsidTr="00AB2C26">
        <w:trPr>
          <w:cantSplit/>
          <w:tblHeader/>
        </w:trPr>
        <w:tc>
          <w:tcPr>
            <w:tcW w:w="4410" w:type="dxa"/>
            <w:vAlign w:val="bottom"/>
          </w:tcPr>
          <w:p w14:paraId="279BE670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E40CCA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0BD96EFC" w14:textId="77777777" w:rsidTr="00152C32">
        <w:trPr>
          <w:cantSplit/>
        </w:trPr>
        <w:tc>
          <w:tcPr>
            <w:tcW w:w="4410" w:type="dxa"/>
            <w:hideMark/>
          </w:tcPr>
          <w:p w14:paraId="1158040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89F3584" w14:textId="750DBE2E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449,751</w:t>
            </w:r>
          </w:p>
        </w:tc>
        <w:tc>
          <w:tcPr>
            <w:tcW w:w="180" w:type="dxa"/>
          </w:tcPr>
          <w:p w14:paraId="0ED4F2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775BC4" w14:textId="35A0ABA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466,482</w:t>
            </w:r>
          </w:p>
        </w:tc>
        <w:tc>
          <w:tcPr>
            <w:tcW w:w="178" w:type="dxa"/>
          </w:tcPr>
          <w:p w14:paraId="70082B7E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47970F2" w14:textId="71CB6B60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413,342</w:t>
            </w:r>
          </w:p>
        </w:tc>
        <w:tc>
          <w:tcPr>
            <w:tcW w:w="180" w:type="dxa"/>
          </w:tcPr>
          <w:p w14:paraId="41EEA43E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B1FBE6E" w14:textId="60115D08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428,092</w:t>
            </w:r>
          </w:p>
        </w:tc>
      </w:tr>
      <w:tr w:rsidR="00813347" w:rsidRPr="00C05013" w14:paraId="6DC68F7A" w14:textId="77777777" w:rsidTr="00152C32">
        <w:trPr>
          <w:cantSplit/>
        </w:trPr>
        <w:tc>
          <w:tcPr>
            <w:tcW w:w="4410" w:type="dxa"/>
            <w:hideMark/>
          </w:tcPr>
          <w:p w14:paraId="2F83781D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61A3BDB6" w14:textId="77777777" w:rsidR="00813347" w:rsidRPr="00C05013" w:rsidRDefault="00813347" w:rsidP="00813347">
            <w:pPr>
              <w:pStyle w:val="acctfourfigures"/>
              <w:tabs>
                <w:tab w:val="decimal" w:pos="465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1CC6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CFB6AB9" w14:textId="77777777" w:rsidR="00813347" w:rsidRPr="00C05013" w:rsidRDefault="00813347" w:rsidP="00813347">
            <w:pPr>
              <w:pStyle w:val="acctfourfigures"/>
              <w:tabs>
                <w:tab w:val="decimal" w:pos="731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</w:tcPr>
          <w:p w14:paraId="543A3D3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94AF9C9" w14:textId="77777777" w:rsidR="00813347" w:rsidRPr="00C05013" w:rsidRDefault="00813347" w:rsidP="00813347">
            <w:pPr>
              <w:pStyle w:val="acctfourfigures"/>
              <w:tabs>
                <w:tab w:val="decimal" w:pos="701"/>
                <w:tab w:val="decimal" w:pos="82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2C5D8490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B35B69" w14:textId="77777777" w:rsidR="00813347" w:rsidRPr="00C05013" w:rsidRDefault="00813347" w:rsidP="00813347">
            <w:pPr>
              <w:pStyle w:val="acctfourfigures"/>
              <w:tabs>
                <w:tab w:val="decimal" w:pos="73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3347" w:rsidRPr="00C05013" w14:paraId="3CA0B45C" w14:textId="77777777" w:rsidTr="00152C32">
        <w:trPr>
          <w:cantSplit/>
        </w:trPr>
        <w:tc>
          <w:tcPr>
            <w:tcW w:w="4410" w:type="dxa"/>
            <w:hideMark/>
          </w:tcPr>
          <w:p w14:paraId="757B2E55" w14:textId="5E976D7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11AD6C31" w14:textId="4337C2F4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116,802</w:t>
            </w:r>
          </w:p>
        </w:tc>
        <w:tc>
          <w:tcPr>
            <w:tcW w:w="180" w:type="dxa"/>
          </w:tcPr>
          <w:p w14:paraId="451C4A46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95A3B4A" w14:textId="44F7E6F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123,906</w:t>
            </w:r>
          </w:p>
        </w:tc>
        <w:tc>
          <w:tcPr>
            <w:tcW w:w="178" w:type="dxa"/>
          </w:tcPr>
          <w:p w14:paraId="45A17A3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EDBA019" w14:textId="25DA7BD0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105,831</w:t>
            </w:r>
          </w:p>
        </w:tc>
        <w:tc>
          <w:tcPr>
            <w:tcW w:w="180" w:type="dxa"/>
          </w:tcPr>
          <w:p w14:paraId="2A99B76D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61E89FE" w14:textId="29481BB0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118,276</w:t>
            </w:r>
          </w:p>
        </w:tc>
      </w:tr>
      <w:tr w:rsidR="00813347" w:rsidRPr="00C05013" w14:paraId="1320FA2E" w14:textId="77777777" w:rsidTr="00152C32">
        <w:trPr>
          <w:cantSplit/>
        </w:trPr>
        <w:tc>
          <w:tcPr>
            <w:tcW w:w="4410" w:type="dxa"/>
            <w:hideMark/>
          </w:tcPr>
          <w:p w14:paraId="7C33F427" w14:textId="50C42CB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702A67FD" w14:textId="4AC98442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8,966</w:t>
            </w:r>
          </w:p>
        </w:tc>
        <w:tc>
          <w:tcPr>
            <w:tcW w:w="180" w:type="dxa"/>
          </w:tcPr>
          <w:p w14:paraId="25E43D7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015B426" w14:textId="08F7FCDD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6,646</w:t>
            </w:r>
          </w:p>
        </w:tc>
        <w:tc>
          <w:tcPr>
            <w:tcW w:w="178" w:type="dxa"/>
          </w:tcPr>
          <w:p w14:paraId="1BACF411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51BF6FB" w14:textId="74CF2B31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8,921</w:t>
            </w:r>
          </w:p>
        </w:tc>
        <w:tc>
          <w:tcPr>
            <w:tcW w:w="180" w:type="dxa"/>
          </w:tcPr>
          <w:p w14:paraId="2CDEEDF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5C4DC8" w14:textId="11FFD36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6,623</w:t>
            </w:r>
          </w:p>
        </w:tc>
      </w:tr>
      <w:tr w:rsidR="00813347" w:rsidRPr="00C05013" w14:paraId="0D7401C7" w14:textId="77777777" w:rsidTr="00152C32">
        <w:trPr>
          <w:cantSplit/>
        </w:trPr>
        <w:tc>
          <w:tcPr>
            <w:tcW w:w="4410" w:type="dxa"/>
            <w:hideMark/>
          </w:tcPr>
          <w:p w14:paraId="732A6863" w14:textId="1BEAB916" w:rsidR="00813347" w:rsidRPr="00C05013" w:rsidRDefault="00813347" w:rsidP="00813347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3CF38837" w14:textId="401BD71E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3,202</w:t>
            </w:r>
          </w:p>
        </w:tc>
        <w:tc>
          <w:tcPr>
            <w:tcW w:w="180" w:type="dxa"/>
          </w:tcPr>
          <w:p w14:paraId="65BD6F5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65096A" w14:textId="69796BD3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1,691</w:t>
            </w:r>
          </w:p>
        </w:tc>
        <w:tc>
          <w:tcPr>
            <w:tcW w:w="178" w:type="dxa"/>
          </w:tcPr>
          <w:p w14:paraId="5226F2C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B3DDE18" w14:textId="2828A9FA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3,032</w:t>
            </w:r>
          </w:p>
        </w:tc>
        <w:tc>
          <w:tcPr>
            <w:tcW w:w="180" w:type="dxa"/>
          </w:tcPr>
          <w:p w14:paraId="4F7E11F7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840301" w14:textId="1EE951A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1,617</w:t>
            </w:r>
          </w:p>
        </w:tc>
      </w:tr>
      <w:tr w:rsidR="00813347" w:rsidRPr="00C05013" w14:paraId="1842191A" w14:textId="77777777" w:rsidTr="00152C32">
        <w:trPr>
          <w:cantSplit/>
        </w:trPr>
        <w:tc>
          <w:tcPr>
            <w:tcW w:w="4410" w:type="dxa"/>
            <w:hideMark/>
          </w:tcPr>
          <w:p w14:paraId="3674DC8D" w14:textId="6C2C06D3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มากกว่า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DDBF9" w14:textId="2602D1C7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6,039</w:t>
            </w:r>
          </w:p>
        </w:tc>
        <w:tc>
          <w:tcPr>
            <w:tcW w:w="180" w:type="dxa"/>
          </w:tcPr>
          <w:p w14:paraId="2C2CB5A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0909E" w14:textId="5E79824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5,959</w:t>
            </w:r>
          </w:p>
        </w:tc>
        <w:tc>
          <w:tcPr>
            <w:tcW w:w="178" w:type="dxa"/>
          </w:tcPr>
          <w:p w14:paraId="29F8E0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8E026" w14:textId="35E89BAF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4,077</w:t>
            </w:r>
          </w:p>
        </w:tc>
        <w:tc>
          <w:tcPr>
            <w:tcW w:w="180" w:type="dxa"/>
          </w:tcPr>
          <w:p w14:paraId="5A1BF0A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C81F2" w14:textId="7E8182C4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3,933</w:t>
            </w:r>
          </w:p>
        </w:tc>
      </w:tr>
      <w:tr w:rsidR="00813347" w:rsidRPr="00C05013" w14:paraId="3E00B954" w14:textId="77777777" w:rsidTr="0000623F">
        <w:trPr>
          <w:cantSplit/>
        </w:trPr>
        <w:tc>
          <w:tcPr>
            <w:tcW w:w="4410" w:type="dxa"/>
            <w:hideMark/>
          </w:tcPr>
          <w:p w14:paraId="3AC9BB69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77120" w14:textId="369E7E7F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584,760</w:t>
            </w:r>
          </w:p>
        </w:tc>
        <w:tc>
          <w:tcPr>
            <w:tcW w:w="180" w:type="dxa"/>
          </w:tcPr>
          <w:p w14:paraId="4C2BCB7D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A65B5" w14:textId="603AD41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604,684</w:t>
            </w:r>
          </w:p>
        </w:tc>
        <w:tc>
          <w:tcPr>
            <w:tcW w:w="178" w:type="dxa"/>
          </w:tcPr>
          <w:p w14:paraId="408CAEC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53A5" w14:textId="74457377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535,203</w:t>
            </w:r>
          </w:p>
        </w:tc>
        <w:tc>
          <w:tcPr>
            <w:tcW w:w="180" w:type="dxa"/>
          </w:tcPr>
          <w:p w14:paraId="3D07E018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CDBFF" w14:textId="33F32921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558,541</w:t>
            </w:r>
          </w:p>
        </w:tc>
      </w:tr>
      <w:tr w:rsidR="00813347" w:rsidRPr="00C05013" w14:paraId="0E77762C" w14:textId="77777777" w:rsidTr="0000623F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3CD2906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F989F0" w14:textId="32264667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(10,618)</w:t>
            </w:r>
          </w:p>
        </w:tc>
        <w:tc>
          <w:tcPr>
            <w:tcW w:w="180" w:type="dxa"/>
            <w:vAlign w:val="bottom"/>
          </w:tcPr>
          <w:p w14:paraId="242DBEF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02D5AE" w14:textId="3205CD9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(8,289)</w:t>
            </w:r>
          </w:p>
        </w:tc>
        <w:tc>
          <w:tcPr>
            <w:tcW w:w="178" w:type="dxa"/>
            <w:vAlign w:val="bottom"/>
          </w:tcPr>
          <w:p w14:paraId="29CC3B8B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51A57" w14:textId="58AAB6F2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(8,419)</w:t>
            </w:r>
          </w:p>
        </w:tc>
        <w:tc>
          <w:tcPr>
            <w:tcW w:w="180" w:type="dxa"/>
            <w:vAlign w:val="bottom"/>
          </w:tcPr>
          <w:p w14:paraId="13A04317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A87C6" w14:textId="7B48E2E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(6,101)</w:t>
            </w:r>
          </w:p>
        </w:tc>
      </w:tr>
      <w:tr w:rsidR="00813347" w:rsidRPr="00C05013" w14:paraId="20639E59" w14:textId="77777777" w:rsidTr="0000623F">
        <w:trPr>
          <w:cantSplit/>
        </w:trPr>
        <w:tc>
          <w:tcPr>
            <w:tcW w:w="4410" w:type="dxa"/>
            <w:hideMark/>
          </w:tcPr>
          <w:p w14:paraId="17FD352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ECD15D" w14:textId="69A94C31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574,142</w:t>
            </w:r>
          </w:p>
        </w:tc>
        <w:tc>
          <w:tcPr>
            <w:tcW w:w="180" w:type="dxa"/>
          </w:tcPr>
          <w:p w14:paraId="0328BF7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61A89" w14:textId="4BC35BE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596,395</w:t>
            </w:r>
          </w:p>
        </w:tc>
        <w:tc>
          <w:tcPr>
            <w:tcW w:w="178" w:type="dxa"/>
          </w:tcPr>
          <w:p w14:paraId="1574DF9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B2DBA8" w14:textId="13FCF910" w:rsidR="00813347" w:rsidRPr="00C05013" w:rsidRDefault="004C7B0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526,784</w:t>
            </w:r>
          </w:p>
        </w:tc>
        <w:tc>
          <w:tcPr>
            <w:tcW w:w="180" w:type="dxa"/>
          </w:tcPr>
          <w:p w14:paraId="4BA1852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7E5A87" w14:textId="732865C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552,440</w:t>
            </w:r>
          </w:p>
        </w:tc>
      </w:tr>
    </w:tbl>
    <w:p w14:paraId="28BE83BE" w14:textId="77777777" w:rsidR="005F4397" w:rsidRPr="00C05013" w:rsidRDefault="005F4397" w:rsidP="00C30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178"/>
        <w:gridCol w:w="1082"/>
        <w:gridCol w:w="178"/>
        <w:gridCol w:w="1082"/>
        <w:gridCol w:w="178"/>
        <w:gridCol w:w="1082"/>
      </w:tblGrid>
      <w:tr w:rsidR="005F4397" w:rsidRPr="00C05013" w14:paraId="37BEC07F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2FD0C779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340" w:type="dxa"/>
            <w:gridSpan w:val="3"/>
          </w:tcPr>
          <w:p w14:paraId="77813051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32277895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</w:tcPr>
          <w:p w14:paraId="2F49A7FF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956DE9" w:rsidRPr="00C05013" w14:paraId="5BD4D319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2BEBA054" w14:textId="77777777" w:rsidR="00956DE9" w:rsidRPr="00C05013" w:rsidRDefault="00956DE9" w:rsidP="00956DE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9728857" w14:textId="724C1624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09E53292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8D1D106" w14:textId="608CDF77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78" w:type="dxa"/>
          </w:tcPr>
          <w:p w14:paraId="644C9FAE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6A96C182" w14:textId="342A3B6D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348A7643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EE7C09B" w14:textId="33BACAB8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5F4397" w:rsidRPr="00C05013" w14:paraId="5C38AD81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0EB3494A" w14:textId="77777777" w:rsidR="005F4397" w:rsidRPr="00C05013" w:rsidRDefault="005F4397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0F0F623E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53A37" w:rsidRPr="00C05013" w14:paraId="0B6AC91F" w14:textId="77777777" w:rsidTr="00152C32">
        <w:trPr>
          <w:cantSplit/>
          <w:trHeight w:val="20"/>
        </w:trPr>
        <w:tc>
          <w:tcPr>
            <w:tcW w:w="4410" w:type="dxa"/>
          </w:tcPr>
          <w:p w14:paraId="0565048F" w14:textId="608829FB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1080" w:type="dxa"/>
            <w:vAlign w:val="bottom"/>
          </w:tcPr>
          <w:p w14:paraId="0F6C9B7F" w14:textId="44C92D8A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8,289</w:t>
            </w:r>
          </w:p>
        </w:tc>
        <w:tc>
          <w:tcPr>
            <w:tcW w:w="178" w:type="dxa"/>
            <w:vAlign w:val="bottom"/>
          </w:tcPr>
          <w:p w14:paraId="54961DCB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E01D99A" w14:textId="17345FA7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593</w:t>
            </w:r>
          </w:p>
        </w:tc>
        <w:tc>
          <w:tcPr>
            <w:tcW w:w="178" w:type="dxa"/>
            <w:vAlign w:val="bottom"/>
          </w:tcPr>
          <w:p w14:paraId="4805AF27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D1D4C94" w14:textId="425D9EF5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6,101</w:t>
            </w:r>
          </w:p>
        </w:tc>
        <w:tc>
          <w:tcPr>
            <w:tcW w:w="178" w:type="dxa"/>
            <w:vAlign w:val="bottom"/>
          </w:tcPr>
          <w:p w14:paraId="080F8257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5607FC66" w14:textId="46C44BA7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824</w:t>
            </w:r>
          </w:p>
        </w:tc>
      </w:tr>
      <w:tr w:rsidR="00E53A37" w:rsidRPr="00C05013" w14:paraId="6F444EEA" w14:textId="77777777" w:rsidTr="00152C32">
        <w:trPr>
          <w:cantSplit/>
          <w:trHeight w:val="20"/>
        </w:trPr>
        <w:tc>
          <w:tcPr>
            <w:tcW w:w="4410" w:type="dxa"/>
          </w:tcPr>
          <w:p w14:paraId="7296F5DB" w14:textId="775E1C9E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</w:tcPr>
          <w:p w14:paraId="2462C041" w14:textId="1F2C558F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2,329</w:t>
            </w:r>
          </w:p>
        </w:tc>
        <w:tc>
          <w:tcPr>
            <w:tcW w:w="178" w:type="dxa"/>
          </w:tcPr>
          <w:p w14:paraId="7B765474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592D3FD" w14:textId="782BEA53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6CDB4F79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484C87F" w14:textId="38577FBA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2,318</w:t>
            </w:r>
          </w:p>
        </w:tc>
        <w:tc>
          <w:tcPr>
            <w:tcW w:w="178" w:type="dxa"/>
          </w:tcPr>
          <w:p w14:paraId="650C8D92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2DA00749" w14:textId="25DBA08B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53A37" w:rsidRPr="00C05013" w14:paraId="0AA65802" w14:textId="77777777" w:rsidTr="00152C32">
        <w:trPr>
          <w:cantSplit/>
          <w:trHeight w:val="20"/>
        </w:trPr>
        <w:tc>
          <w:tcPr>
            <w:tcW w:w="4410" w:type="dxa"/>
          </w:tcPr>
          <w:p w14:paraId="338A68CC" w14:textId="4BAAE099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6DFF">
              <w:rPr>
                <w:rFonts w:asciiTheme="majorBidi" w:hAnsiTheme="majorBidi" w:cs="Angsana New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080" w:type="dxa"/>
          </w:tcPr>
          <w:p w14:paraId="5FE33093" w14:textId="02DB196F" w:rsidR="00E53A37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29CB68C5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7B7F2095" w14:textId="55C3F92E" w:rsidR="00E53A37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(1,857)</w:t>
            </w:r>
          </w:p>
        </w:tc>
        <w:tc>
          <w:tcPr>
            <w:tcW w:w="178" w:type="dxa"/>
          </w:tcPr>
          <w:p w14:paraId="5711FE38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6852A18D" w14:textId="0FCBCCD4" w:rsidR="00E53A37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450C9E0D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0182DEB" w14:textId="39BB7671" w:rsidR="00E53A37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(840)</w:t>
            </w:r>
          </w:p>
        </w:tc>
      </w:tr>
      <w:tr w:rsidR="00E53A37" w:rsidRPr="00C05013" w14:paraId="3BE8C915" w14:textId="77777777" w:rsidTr="00152C32">
        <w:trPr>
          <w:cantSplit/>
          <w:trHeight w:val="20"/>
        </w:trPr>
        <w:tc>
          <w:tcPr>
            <w:tcW w:w="4410" w:type="dxa"/>
          </w:tcPr>
          <w:p w14:paraId="2A944738" w14:textId="18EAE3E5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B546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CEB84" w14:textId="6EC34656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10,618</w:t>
            </w:r>
          </w:p>
        </w:tc>
        <w:tc>
          <w:tcPr>
            <w:tcW w:w="178" w:type="dxa"/>
            <w:vAlign w:val="bottom"/>
          </w:tcPr>
          <w:p w14:paraId="7463D4F5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EDA913" w14:textId="7A186C78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9,736</w:t>
            </w:r>
          </w:p>
        </w:tc>
        <w:tc>
          <w:tcPr>
            <w:tcW w:w="178" w:type="dxa"/>
            <w:vAlign w:val="bottom"/>
          </w:tcPr>
          <w:p w14:paraId="1C7C114D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B070D1" w14:textId="583BC1AC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8,419</w:t>
            </w:r>
          </w:p>
        </w:tc>
        <w:tc>
          <w:tcPr>
            <w:tcW w:w="178" w:type="dxa"/>
            <w:vAlign w:val="bottom"/>
          </w:tcPr>
          <w:p w14:paraId="31E4E475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1D30E0" w14:textId="7D8E1253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6,984</w:t>
            </w:r>
          </w:p>
        </w:tc>
      </w:tr>
    </w:tbl>
    <w:p w14:paraId="597D13A9" w14:textId="6C8FCE96" w:rsidR="002252F9" w:rsidRDefault="00225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8"/>
          <w:szCs w:val="28"/>
          <w:cs/>
        </w:rPr>
      </w:pPr>
    </w:p>
    <w:p w14:paraId="2D5A78EA" w14:textId="4EDAE390" w:rsidR="00155971" w:rsidRPr="008F7B1C" w:rsidRDefault="00804175" w:rsidP="00C90BB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bookmarkStart w:id="1" w:name="_Hlk181886409"/>
      <w:r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t>ภาระผูกพันกับบุคคลหรือกิจการที่ไม่เกี่ยวข้องกัน</w:t>
      </w:r>
      <w:r w:rsidR="004B34A7"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bookmarkEnd w:id="1"/>
    <w:p w14:paraId="02CC290F" w14:textId="77777777" w:rsidR="003D32C9" w:rsidRPr="00C05013" w:rsidRDefault="003D32C9" w:rsidP="007706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tbl>
      <w:tblPr>
        <w:tblW w:w="92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097"/>
        <w:gridCol w:w="236"/>
        <w:gridCol w:w="1036"/>
        <w:gridCol w:w="261"/>
        <w:gridCol w:w="1084"/>
        <w:gridCol w:w="272"/>
        <w:gridCol w:w="1070"/>
      </w:tblGrid>
      <w:tr w:rsidR="002755D8" w:rsidRPr="00C05013" w14:paraId="773D9DCE" w14:textId="77777777" w:rsidTr="00A03033">
        <w:trPr>
          <w:tblHeader/>
        </w:trPr>
        <w:tc>
          <w:tcPr>
            <w:tcW w:w="2272" w:type="pct"/>
            <w:shd w:val="clear" w:color="auto" w:fill="auto"/>
          </w:tcPr>
          <w:p w14:paraId="77083F15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pct"/>
            <w:gridSpan w:val="3"/>
            <w:shd w:val="clear" w:color="auto" w:fill="auto"/>
          </w:tcPr>
          <w:p w14:paraId="1268F4F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5F8AE778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9" w:type="pct"/>
            <w:gridSpan w:val="3"/>
            <w:shd w:val="clear" w:color="auto" w:fill="auto"/>
          </w:tcPr>
          <w:p w14:paraId="6EDEDFD3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50EE4" w:rsidRPr="00C05013" w14:paraId="260D6E14" w14:textId="77777777" w:rsidTr="00A03033">
        <w:trPr>
          <w:trHeight w:val="344"/>
          <w:tblHeader/>
        </w:trPr>
        <w:tc>
          <w:tcPr>
            <w:tcW w:w="2272" w:type="pct"/>
            <w:shd w:val="clear" w:color="auto" w:fill="auto"/>
          </w:tcPr>
          <w:p w14:paraId="6FA9B6A9" w14:textId="77777777" w:rsidR="00F50EE4" w:rsidRPr="00C05013" w:rsidRDefault="00F50EE4" w:rsidP="00F50E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CD15B7E" w14:textId="0C84D230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E53A3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</w:t>
            </w:r>
            <w:r w:rsidR="002D5DEF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ิถุนายน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66AFD267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0227AD43" w14:textId="2E01509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472E8FC6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604E6DC1" w14:textId="36BC23DC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2D5DE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</w:t>
            </w:r>
            <w:r w:rsidR="002D5DEF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ิถุนายน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3BD57941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7997AEC" w14:textId="1A58114D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246DCC" w:rsidRPr="00C05013" w14:paraId="2C79D218" w14:textId="77777777" w:rsidTr="00A03033">
        <w:trPr>
          <w:trHeight w:val="344"/>
          <w:tblHeader/>
        </w:trPr>
        <w:tc>
          <w:tcPr>
            <w:tcW w:w="2272" w:type="pct"/>
            <w:shd w:val="clear" w:color="auto" w:fill="auto"/>
          </w:tcPr>
          <w:p w14:paraId="11DBE74B" w14:textId="77777777" w:rsidR="00246DCC" w:rsidRPr="00C05013" w:rsidRDefault="00246DCC" w:rsidP="00246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C44DAAC" w14:textId="2CD126B0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3885DBB1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0249DBAA" w14:textId="343C2E66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41" w:type="pct"/>
            <w:shd w:val="clear" w:color="auto" w:fill="auto"/>
          </w:tcPr>
          <w:p w14:paraId="667CAB5F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57C75891" w14:textId="3C1FC63E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59DA997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C7FC372" w14:textId="61ACFD43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2755D8" w:rsidRPr="00C05013" w14:paraId="541D62E8" w14:textId="77777777" w:rsidTr="00A03033">
        <w:trPr>
          <w:tblHeader/>
        </w:trPr>
        <w:tc>
          <w:tcPr>
            <w:tcW w:w="2272" w:type="pct"/>
            <w:shd w:val="clear" w:color="auto" w:fill="auto"/>
            <w:vAlign w:val="center"/>
          </w:tcPr>
          <w:p w14:paraId="587DA8DA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28" w:type="pct"/>
            <w:gridSpan w:val="7"/>
            <w:shd w:val="clear" w:color="auto" w:fill="auto"/>
          </w:tcPr>
          <w:p w14:paraId="67C38D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755D8" w:rsidRPr="00C05013" w14:paraId="623D30AB" w14:textId="77777777" w:rsidTr="00A03033">
        <w:tc>
          <w:tcPr>
            <w:tcW w:w="2272" w:type="pct"/>
            <w:shd w:val="clear" w:color="auto" w:fill="auto"/>
          </w:tcPr>
          <w:p w14:paraId="06683D1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592" w:type="pct"/>
            <w:shd w:val="clear" w:color="auto" w:fill="auto"/>
          </w:tcPr>
          <w:p w14:paraId="67FB8665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  <w:shd w:val="clear" w:color="auto" w:fill="auto"/>
          </w:tcPr>
          <w:p w14:paraId="375FCD00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71483996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" w:type="pct"/>
            <w:shd w:val="clear" w:color="auto" w:fill="auto"/>
          </w:tcPr>
          <w:p w14:paraId="7AD61F5B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37DED9C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pct"/>
            <w:shd w:val="clear" w:color="auto" w:fill="auto"/>
          </w:tcPr>
          <w:p w14:paraId="11111D6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58A237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60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05289738" w14:textId="77777777" w:rsidTr="00A03033">
        <w:tc>
          <w:tcPr>
            <w:tcW w:w="2272" w:type="pct"/>
            <w:shd w:val="clear" w:color="auto" w:fill="auto"/>
          </w:tcPr>
          <w:p w14:paraId="608102C2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592" w:type="pct"/>
            <w:shd w:val="clear" w:color="auto" w:fill="auto"/>
          </w:tcPr>
          <w:p w14:paraId="5053C93B" w14:textId="4220FDF5" w:rsidR="00443BEC" w:rsidRPr="00C05013" w:rsidRDefault="00411E03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36,060</w:t>
            </w:r>
          </w:p>
        </w:tc>
        <w:tc>
          <w:tcPr>
            <w:tcW w:w="127" w:type="pct"/>
            <w:shd w:val="clear" w:color="auto" w:fill="auto"/>
          </w:tcPr>
          <w:p w14:paraId="395BC6D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10E7B086" w14:textId="54DF604E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42,881</w:t>
            </w:r>
          </w:p>
        </w:tc>
        <w:tc>
          <w:tcPr>
            <w:tcW w:w="141" w:type="pct"/>
            <w:shd w:val="clear" w:color="auto" w:fill="auto"/>
          </w:tcPr>
          <w:p w14:paraId="236BC1A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77F1B7C7" w14:textId="2D45750E" w:rsidR="00443BEC" w:rsidRPr="00C05013" w:rsidRDefault="00411E03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5,703</w:t>
            </w:r>
          </w:p>
        </w:tc>
        <w:tc>
          <w:tcPr>
            <w:tcW w:w="147" w:type="pct"/>
            <w:shd w:val="clear" w:color="auto" w:fill="auto"/>
          </w:tcPr>
          <w:p w14:paraId="0F24346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7AFADE21" w14:textId="0DC9A0A7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9,064</w:t>
            </w:r>
          </w:p>
        </w:tc>
      </w:tr>
      <w:tr w:rsidR="00443BEC" w:rsidRPr="00C05013" w14:paraId="7E70552F" w14:textId="77777777" w:rsidTr="00A03033">
        <w:tc>
          <w:tcPr>
            <w:tcW w:w="2272" w:type="pct"/>
            <w:shd w:val="clear" w:color="auto" w:fill="auto"/>
          </w:tcPr>
          <w:p w14:paraId="74A42D81" w14:textId="71FE5E0C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592" w:type="pct"/>
            <w:shd w:val="clear" w:color="auto" w:fill="auto"/>
          </w:tcPr>
          <w:p w14:paraId="5972B2B6" w14:textId="7F8EC785" w:rsidR="00443BEC" w:rsidRPr="00C05013" w:rsidRDefault="00411E03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17,152</w:t>
            </w:r>
          </w:p>
        </w:tc>
        <w:tc>
          <w:tcPr>
            <w:tcW w:w="127" w:type="pct"/>
            <w:shd w:val="clear" w:color="auto" w:fill="auto"/>
          </w:tcPr>
          <w:p w14:paraId="203ECBE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24214A51" w14:textId="44CA7CD6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9,156</w:t>
            </w:r>
          </w:p>
        </w:tc>
        <w:tc>
          <w:tcPr>
            <w:tcW w:w="141" w:type="pct"/>
            <w:shd w:val="clear" w:color="auto" w:fill="auto"/>
          </w:tcPr>
          <w:p w14:paraId="2C2CC0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4BDDBAA8" w14:textId="483DD74C" w:rsidR="00443BEC" w:rsidRPr="00C05013" w:rsidRDefault="00411E03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3,629</w:t>
            </w:r>
          </w:p>
        </w:tc>
        <w:tc>
          <w:tcPr>
            <w:tcW w:w="147" w:type="pct"/>
            <w:shd w:val="clear" w:color="auto" w:fill="auto"/>
          </w:tcPr>
          <w:p w14:paraId="144EA25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27B5A464" w14:textId="228EEF8F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1,885</w:t>
            </w:r>
          </w:p>
        </w:tc>
      </w:tr>
      <w:tr w:rsidR="00443BEC" w:rsidRPr="00C05013" w14:paraId="08DCE273" w14:textId="77777777" w:rsidTr="00A03033">
        <w:tc>
          <w:tcPr>
            <w:tcW w:w="2272" w:type="pct"/>
            <w:shd w:val="clear" w:color="auto" w:fill="auto"/>
          </w:tcPr>
          <w:p w14:paraId="013E034F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119782" w14:textId="23DFDB3A" w:rsidR="00443BEC" w:rsidRPr="00C05013" w:rsidRDefault="00411E03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53,212</w:t>
            </w:r>
          </w:p>
        </w:tc>
        <w:tc>
          <w:tcPr>
            <w:tcW w:w="127" w:type="pct"/>
            <w:shd w:val="clear" w:color="auto" w:fill="auto"/>
          </w:tcPr>
          <w:p w14:paraId="14EE3DB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C201C7" w14:textId="2B4250C4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52,037</w:t>
            </w:r>
          </w:p>
        </w:tc>
        <w:tc>
          <w:tcPr>
            <w:tcW w:w="141" w:type="pct"/>
            <w:shd w:val="clear" w:color="auto" w:fill="auto"/>
          </w:tcPr>
          <w:p w14:paraId="37CAEB8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BAC21B" w14:textId="1FA96F5C" w:rsidR="00443BEC" w:rsidRPr="00C05013" w:rsidRDefault="00411E03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9,332</w:t>
            </w:r>
          </w:p>
        </w:tc>
        <w:tc>
          <w:tcPr>
            <w:tcW w:w="147" w:type="pct"/>
            <w:shd w:val="clear" w:color="auto" w:fill="auto"/>
          </w:tcPr>
          <w:p w14:paraId="5DB56FC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8D3953" w14:textId="058DD7CD" w:rsidR="00443BEC" w:rsidRPr="00610432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10,</w:t>
            </w: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949</w:t>
            </w:r>
          </w:p>
        </w:tc>
      </w:tr>
      <w:tr w:rsidR="00445D99" w:rsidRPr="00C05013" w14:paraId="03E45854" w14:textId="77777777" w:rsidTr="00A03033">
        <w:tc>
          <w:tcPr>
            <w:tcW w:w="2272" w:type="pct"/>
            <w:shd w:val="clear" w:color="auto" w:fill="auto"/>
          </w:tcPr>
          <w:p w14:paraId="1189E653" w14:textId="77777777" w:rsidR="00F5131A" w:rsidRDefault="00F5131A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0359F88" w14:textId="77777777" w:rsidR="00F5131A" w:rsidRPr="00C05013" w:rsidRDefault="00F5131A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92" w:type="pct"/>
            <w:tcBorders>
              <w:top w:val="double" w:sz="4" w:space="0" w:color="auto"/>
            </w:tcBorders>
            <w:shd w:val="clear" w:color="auto" w:fill="auto"/>
          </w:tcPr>
          <w:p w14:paraId="1435F329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" w:type="pct"/>
            <w:shd w:val="clear" w:color="auto" w:fill="auto"/>
          </w:tcPr>
          <w:p w14:paraId="74BE1BB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3C397785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03AB0CE6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541A9664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1B08551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</w:tcPr>
          <w:p w14:paraId="29B445BE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82093" w:rsidRPr="00C05013" w14:paraId="260CB43B" w14:textId="77777777" w:rsidTr="004B2AEC">
        <w:trPr>
          <w:trHeight w:val="254"/>
        </w:trPr>
        <w:tc>
          <w:tcPr>
            <w:tcW w:w="2272" w:type="pct"/>
            <w:shd w:val="clear" w:color="auto" w:fill="auto"/>
          </w:tcPr>
          <w:p w14:paraId="66B783AD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ภาระผูกพันอื่น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ๆ</w:t>
            </w:r>
          </w:p>
        </w:tc>
        <w:tc>
          <w:tcPr>
            <w:tcW w:w="592" w:type="pct"/>
            <w:shd w:val="clear" w:color="auto" w:fill="auto"/>
          </w:tcPr>
          <w:p w14:paraId="2943622F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" w:type="pct"/>
            <w:shd w:val="clear" w:color="auto" w:fill="auto"/>
          </w:tcPr>
          <w:p w14:paraId="191A72DA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26B4DD81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03A25C35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6B81587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F1E9F5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34D337B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443BEC" w:rsidRPr="00C05013" w14:paraId="711F5ED0" w14:textId="77777777" w:rsidTr="00A03033">
        <w:tc>
          <w:tcPr>
            <w:tcW w:w="2272" w:type="pct"/>
            <w:shd w:val="clear" w:color="auto" w:fill="auto"/>
          </w:tcPr>
          <w:p w14:paraId="506B0BFB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ภาระผูกพันตามสัญญาเช่าระยะสั้น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และสัญญาบริการ</w:t>
            </w:r>
          </w:p>
        </w:tc>
        <w:tc>
          <w:tcPr>
            <w:tcW w:w="592" w:type="pct"/>
            <w:shd w:val="clear" w:color="auto" w:fill="auto"/>
          </w:tcPr>
          <w:p w14:paraId="35B78024" w14:textId="1A37161D" w:rsidR="00443BEC" w:rsidRPr="00574BE6" w:rsidRDefault="00411AD8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6,77</w:t>
            </w:r>
            <w:r w:rsidR="003A169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27" w:type="pct"/>
            <w:shd w:val="clear" w:color="auto" w:fill="auto"/>
          </w:tcPr>
          <w:p w14:paraId="5BBBA464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489E7CD3" w14:textId="52832DD7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7,674</w:t>
            </w:r>
          </w:p>
        </w:tc>
        <w:tc>
          <w:tcPr>
            <w:tcW w:w="141" w:type="pct"/>
            <w:shd w:val="clear" w:color="auto" w:fill="auto"/>
          </w:tcPr>
          <w:p w14:paraId="03278518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1E29A66A" w14:textId="21BC3AF6" w:rsidR="00443BEC" w:rsidRPr="00574BE6" w:rsidRDefault="00411E03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4,</w:t>
            </w:r>
            <w:r w:rsidR="00825AED" w:rsidRPr="00574BE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013</w:t>
            </w:r>
          </w:p>
        </w:tc>
        <w:tc>
          <w:tcPr>
            <w:tcW w:w="147" w:type="pct"/>
            <w:shd w:val="clear" w:color="auto" w:fill="auto"/>
          </w:tcPr>
          <w:p w14:paraId="3EE1E8E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7BB1DAAF" w14:textId="42D31E25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</w:rPr>
              <w:t>5,387</w:t>
            </w:r>
          </w:p>
        </w:tc>
      </w:tr>
      <w:tr w:rsidR="00443BEC" w:rsidRPr="00C05013" w14:paraId="1881671F" w14:textId="77777777" w:rsidTr="00A03033">
        <w:tc>
          <w:tcPr>
            <w:tcW w:w="2272" w:type="pct"/>
            <w:shd w:val="clear" w:color="auto" w:fill="auto"/>
          </w:tcPr>
          <w:p w14:paraId="5B85397D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592" w:type="pct"/>
            <w:shd w:val="clear" w:color="auto" w:fill="auto"/>
          </w:tcPr>
          <w:p w14:paraId="20FB47DB" w14:textId="5E5FC726" w:rsidR="00443BEC" w:rsidRPr="00574BE6" w:rsidRDefault="00224B04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6,610</w:t>
            </w:r>
          </w:p>
        </w:tc>
        <w:tc>
          <w:tcPr>
            <w:tcW w:w="127" w:type="pct"/>
            <w:shd w:val="clear" w:color="auto" w:fill="auto"/>
          </w:tcPr>
          <w:p w14:paraId="63004F0F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1DE5DCA0" w14:textId="6278331D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7,687</w:t>
            </w:r>
          </w:p>
        </w:tc>
        <w:tc>
          <w:tcPr>
            <w:tcW w:w="141" w:type="pct"/>
            <w:shd w:val="clear" w:color="auto" w:fill="auto"/>
          </w:tcPr>
          <w:p w14:paraId="164DA85D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3C40C124" w14:textId="7326EC10" w:rsidR="00443BEC" w:rsidRPr="00574BE6" w:rsidRDefault="00224B04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6,610</w:t>
            </w:r>
          </w:p>
        </w:tc>
        <w:tc>
          <w:tcPr>
            <w:tcW w:w="147" w:type="pct"/>
            <w:shd w:val="clear" w:color="auto" w:fill="auto"/>
          </w:tcPr>
          <w:p w14:paraId="1B3E554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4159438E" w14:textId="6084F3A8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5,187</w:t>
            </w:r>
          </w:p>
        </w:tc>
      </w:tr>
      <w:tr w:rsidR="00443BEC" w:rsidRPr="00C05013" w14:paraId="6CF05814" w14:textId="77777777" w:rsidTr="00A03033">
        <w:tc>
          <w:tcPr>
            <w:tcW w:w="2272" w:type="pct"/>
            <w:shd w:val="clear" w:color="auto" w:fill="auto"/>
          </w:tcPr>
          <w:p w14:paraId="375DBD25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2E06B7" w14:textId="56D830AA" w:rsidR="00443BEC" w:rsidRPr="00574BE6" w:rsidRDefault="00411E03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4BE6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</w:t>
            </w:r>
            <w:r w:rsidR="00411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</w:t>
            </w:r>
            <w:r w:rsidRPr="00574BE6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="00411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38</w:t>
            </w:r>
            <w:r w:rsidR="003A169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7</w:t>
            </w:r>
          </w:p>
        </w:tc>
        <w:tc>
          <w:tcPr>
            <w:tcW w:w="127" w:type="pct"/>
            <w:shd w:val="clear" w:color="auto" w:fill="auto"/>
          </w:tcPr>
          <w:p w14:paraId="5AC45EE4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792473" w14:textId="1CCCBB82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15,361</w:t>
            </w:r>
          </w:p>
        </w:tc>
        <w:tc>
          <w:tcPr>
            <w:tcW w:w="141" w:type="pct"/>
            <w:shd w:val="clear" w:color="auto" w:fill="auto"/>
          </w:tcPr>
          <w:p w14:paraId="54781E87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37F736" w14:textId="7A13A5EA" w:rsidR="00443BEC" w:rsidRPr="00574BE6" w:rsidRDefault="00411E03" w:rsidP="00411E03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4B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</w:t>
            </w:r>
            <w:r w:rsidR="00825AED" w:rsidRPr="00574B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623</w:t>
            </w:r>
          </w:p>
        </w:tc>
        <w:tc>
          <w:tcPr>
            <w:tcW w:w="147" w:type="pct"/>
            <w:shd w:val="clear" w:color="auto" w:fill="auto"/>
          </w:tcPr>
          <w:p w14:paraId="4113A81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251DAE" w14:textId="5D32CD13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10,574</w:t>
            </w:r>
          </w:p>
        </w:tc>
      </w:tr>
    </w:tbl>
    <w:p w14:paraId="309F186E" w14:textId="150C0F15" w:rsidR="00A03033" w:rsidRDefault="00A030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74261636" w14:textId="63383CDB" w:rsidR="0074280B" w:rsidRDefault="001C5449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2" w:name="_Hlk181886374"/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>3</w:t>
      </w:r>
      <w:r w:rsidR="00EA595D">
        <w:rPr>
          <w:rFonts w:asciiTheme="majorBidi" w:hAnsiTheme="majorBidi" w:cstheme="majorBidi"/>
          <w:sz w:val="28"/>
          <w:szCs w:val="28"/>
        </w:rPr>
        <w:t>0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 </w:t>
      </w:r>
      <w:r w:rsidR="00443BEC" w:rsidRPr="00443BEC">
        <w:rPr>
          <w:rFonts w:asciiTheme="majorBidi" w:hAnsiTheme="majorBidi" w:cs="Angsana New" w:hint="cs"/>
          <w:sz w:val="28"/>
          <w:szCs w:val="28"/>
          <w:cs/>
        </w:rPr>
        <w:t>ม</w:t>
      </w:r>
      <w:r w:rsidR="00EA595D">
        <w:rPr>
          <w:rFonts w:asciiTheme="majorBidi" w:hAnsiTheme="majorBidi" w:cs="Angsana New" w:hint="cs"/>
          <w:sz w:val="28"/>
          <w:szCs w:val="28"/>
          <w:cs/>
        </w:rPr>
        <w:t>ิถุนายน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กลุ่มบริษัทได้จำนองที่ดินพร้อมสิ่งปลูกสร้าง</w:t>
      </w:r>
      <w:r w:rsidR="00405041">
        <w:rPr>
          <w:rFonts w:asciiTheme="majorBidi" w:hAnsiTheme="majorBidi" w:cstheme="majorBidi"/>
          <w:sz w:val="28"/>
          <w:szCs w:val="28"/>
        </w:rPr>
        <w:t xml:space="preserve"> 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เงินฝากประจำ และเงินนำฝากของผู้บริหารสำคัญ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เป็นหลักประกันวงเงินสินเชื่อจากสถาบัน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การเงิน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089371EF" w14:textId="77777777" w:rsidR="0074280B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F7796" w14:textId="66E46FE7" w:rsidR="001C5449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>3</w:t>
      </w:r>
      <w:r w:rsidR="00EA595D">
        <w:rPr>
          <w:rFonts w:asciiTheme="majorBidi" w:hAnsiTheme="majorBidi" w:cstheme="majorBidi"/>
          <w:sz w:val="28"/>
          <w:szCs w:val="28"/>
        </w:rPr>
        <w:t>0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 </w:t>
      </w:r>
      <w:r w:rsidR="00443BEC" w:rsidRPr="00443BEC">
        <w:rPr>
          <w:rFonts w:asciiTheme="majorBidi" w:hAnsiTheme="majorBidi" w:cs="Angsana New" w:hint="cs"/>
          <w:sz w:val="28"/>
          <w:szCs w:val="28"/>
          <w:cs/>
        </w:rPr>
        <w:t>ม</w:t>
      </w:r>
      <w:r w:rsidR="00EA595D">
        <w:rPr>
          <w:rFonts w:asciiTheme="majorBidi" w:hAnsiTheme="majorBidi" w:cs="Angsana New" w:hint="cs"/>
          <w:sz w:val="28"/>
          <w:szCs w:val="28"/>
          <w:cs/>
        </w:rPr>
        <w:t>ิถุนายน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กลุ่มบริษัทและบริษัทมีวงเงิน</w:t>
      </w:r>
      <w:r w:rsidR="001C5449" w:rsidRPr="00601015">
        <w:rPr>
          <w:rFonts w:asciiTheme="majorBidi" w:hAnsiTheme="majorBidi" w:cs="Angsana New" w:hint="cs"/>
          <w:sz w:val="28"/>
          <w:szCs w:val="28"/>
          <w:cs/>
        </w:rPr>
        <w:t>สินเชื่อ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 xml:space="preserve">ซึ่งยังมิได้เบิกใช้เป็นจำนวนเงินรวม </w:t>
      </w:r>
      <w:r w:rsidR="00224B04">
        <w:rPr>
          <w:rFonts w:asciiTheme="majorBidi" w:hAnsiTheme="majorBidi" w:cstheme="majorBidi"/>
          <w:sz w:val="28"/>
          <w:szCs w:val="28"/>
        </w:rPr>
        <w:t>299</w:t>
      </w:r>
      <w:r w:rsidR="00C161D4">
        <w:rPr>
          <w:rFonts w:asciiTheme="majorBidi" w:hAnsiTheme="majorBidi" w:cstheme="majorBidi"/>
          <w:sz w:val="28"/>
          <w:szCs w:val="28"/>
        </w:rPr>
        <w:t>.24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FC1B67">
        <w:rPr>
          <w:rFonts w:asciiTheme="majorBidi" w:hAnsiTheme="majorBidi" w:cstheme="majorBidi"/>
          <w:sz w:val="28"/>
          <w:szCs w:val="28"/>
        </w:rPr>
        <w:br/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และ</w:t>
      </w:r>
      <w:r w:rsidR="00FC1B67">
        <w:rPr>
          <w:rFonts w:asciiTheme="majorBidi" w:hAnsiTheme="majorBidi" w:cstheme="majorBidi"/>
          <w:sz w:val="28"/>
          <w:szCs w:val="28"/>
        </w:rPr>
        <w:t xml:space="preserve"> </w:t>
      </w:r>
      <w:r w:rsidR="00224B04">
        <w:rPr>
          <w:rFonts w:asciiTheme="majorBidi" w:hAnsiTheme="majorBidi" w:cstheme="majorBidi"/>
          <w:sz w:val="28"/>
          <w:szCs w:val="28"/>
        </w:rPr>
        <w:t>102</w:t>
      </w:r>
      <w:r w:rsidR="00C161D4">
        <w:rPr>
          <w:rFonts w:asciiTheme="majorBidi" w:hAnsiTheme="majorBidi" w:cstheme="majorBidi"/>
          <w:sz w:val="28"/>
          <w:szCs w:val="28"/>
        </w:rPr>
        <w:t>.43</w:t>
      </w:r>
      <w:r w:rsidR="00FC1B67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 ตามลำดับ</w:t>
      </w:r>
      <w:r w:rsidR="00BE635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(31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ธันวาคม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443BEC" w:rsidRPr="00813347">
        <w:rPr>
          <w:rFonts w:asciiTheme="majorBidi" w:hAnsiTheme="majorBidi" w:cstheme="majorBidi"/>
          <w:i/>
          <w:iCs/>
          <w:sz w:val="28"/>
          <w:szCs w:val="28"/>
        </w:rPr>
        <w:t>7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271</w:t>
      </w:r>
      <w:r w:rsidR="00EB11B5">
        <w:rPr>
          <w:rFonts w:asciiTheme="majorBidi" w:hAnsiTheme="majorBidi" w:cstheme="majorBidi"/>
          <w:i/>
          <w:iCs/>
          <w:sz w:val="28"/>
          <w:szCs w:val="28"/>
        </w:rPr>
        <w:t>.30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ล้านบาท และ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95</w:t>
      </w:r>
      <w:r w:rsidR="00EB11B5">
        <w:rPr>
          <w:rFonts w:asciiTheme="majorBidi" w:hAnsiTheme="majorBidi" w:cstheme="majorBidi"/>
          <w:i/>
          <w:iCs/>
          <w:sz w:val="28"/>
          <w:szCs w:val="28"/>
        </w:rPr>
        <w:t>.49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>ล้านบาท ตามลำดับ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)</w:t>
      </w:r>
    </w:p>
    <w:bookmarkEnd w:id="2"/>
    <w:p w14:paraId="00D2FD96" w14:textId="401D3850" w:rsidR="00552C4B" w:rsidRDefault="00552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</w:rPr>
      </w:pPr>
    </w:p>
    <w:p w14:paraId="652F2A28" w14:textId="77777777" w:rsidR="00E23726" w:rsidRPr="00341547" w:rsidRDefault="00E23726" w:rsidP="00E23726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341547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เหตุการณ์ภายหลังรอบระยะเวลารายงาน</w:t>
      </w:r>
    </w:p>
    <w:p w14:paraId="05DF89AE" w14:textId="77777777" w:rsidR="00E23726" w:rsidRDefault="00E237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</w:rPr>
      </w:pPr>
    </w:p>
    <w:p w14:paraId="72874E10" w14:textId="27286090" w:rsidR="008A7468" w:rsidRDefault="00E23726" w:rsidP="008A7468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="Angsana New"/>
          <w:sz w:val="28"/>
          <w:szCs w:val="28"/>
          <w:cs/>
        </w:rPr>
      </w:pPr>
      <w:r w:rsidRPr="00053D17">
        <w:rPr>
          <w:rFonts w:asciiTheme="majorBidi" w:hAnsiTheme="majorBidi" w:cs="Angsana New" w:hint="cs"/>
          <w:sz w:val="28"/>
          <w:szCs w:val="28"/>
          <w:cs/>
        </w:rPr>
        <w:t>ในการประชุม</w:t>
      </w:r>
      <w:r>
        <w:rPr>
          <w:rFonts w:asciiTheme="majorBidi" w:hAnsiTheme="majorBidi" w:cs="Angsana New" w:hint="cs"/>
          <w:sz w:val="28"/>
          <w:szCs w:val="28"/>
          <w:cs/>
        </w:rPr>
        <w:t>คณะกรรมการบริษัท</w:t>
      </w:r>
      <w:r w:rsidRPr="00053D17">
        <w:rPr>
          <w:rFonts w:asciiTheme="majorBidi" w:hAnsiTheme="majorBidi" w:cs="Angsana New" w:hint="cs"/>
          <w:sz w:val="28"/>
          <w:szCs w:val="28"/>
          <w:cs/>
        </w:rPr>
        <w:t>เมื่อวันที่</w:t>
      </w:r>
      <w:r w:rsidRPr="00053D17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F941A0">
        <w:rPr>
          <w:rFonts w:asciiTheme="majorBidi" w:hAnsiTheme="majorBidi" w:cs="Angsana New"/>
          <w:sz w:val="28"/>
          <w:szCs w:val="28"/>
        </w:rPr>
        <w:t xml:space="preserve">11 </w:t>
      </w:r>
      <w:r w:rsidRPr="00F941A0">
        <w:rPr>
          <w:rFonts w:asciiTheme="majorBidi" w:hAnsiTheme="majorBidi" w:cs="Angsana New" w:hint="cs"/>
          <w:sz w:val="28"/>
          <w:szCs w:val="28"/>
          <w:cs/>
        </w:rPr>
        <w:t xml:space="preserve">สิงหาคม </w:t>
      </w:r>
      <w:r w:rsidRPr="00F941A0">
        <w:rPr>
          <w:rFonts w:asciiTheme="majorBidi" w:hAnsiTheme="majorBidi" w:cs="Angsana New"/>
          <w:sz w:val="28"/>
          <w:szCs w:val="28"/>
        </w:rPr>
        <w:t>2568</w:t>
      </w:r>
      <w:r w:rsidRPr="00053D17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 w:hint="cs"/>
          <w:sz w:val="28"/>
          <w:szCs w:val="28"/>
          <w:cs/>
        </w:rPr>
        <w:t>คณะกรรมการบริษัท</w:t>
      </w:r>
      <w:r w:rsidRPr="00053D17">
        <w:rPr>
          <w:rFonts w:asciiTheme="majorBidi" w:hAnsiTheme="majorBidi" w:cs="Angsana New" w:hint="cs"/>
          <w:sz w:val="28"/>
          <w:szCs w:val="28"/>
          <w:cs/>
        </w:rPr>
        <w:t>มีมติอนุมัติ</w:t>
      </w:r>
      <w:r>
        <w:rPr>
          <w:rFonts w:asciiTheme="majorBidi" w:hAnsiTheme="majorBidi" w:cs="Angsana New" w:hint="cs"/>
          <w:sz w:val="28"/>
          <w:szCs w:val="28"/>
          <w:cs/>
        </w:rPr>
        <w:t>จ่าย</w:t>
      </w:r>
      <w:r w:rsidRPr="00053D17">
        <w:rPr>
          <w:rFonts w:asciiTheme="majorBidi" w:hAnsiTheme="majorBidi" w:cs="Angsana New" w:hint="cs"/>
          <w:sz w:val="28"/>
          <w:szCs w:val="28"/>
          <w:cs/>
        </w:rPr>
        <w:t>เงินปันผล</w:t>
      </w:r>
      <w:r>
        <w:rPr>
          <w:rFonts w:asciiTheme="majorBidi" w:hAnsiTheme="majorBidi" w:cs="Angsana New" w:hint="cs"/>
          <w:sz w:val="28"/>
          <w:szCs w:val="28"/>
          <w:cs/>
        </w:rPr>
        <w:t>ระหว่างกาล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จากกำไรสุทธิสำหรับงวดหกเดือนสิ้นสุดวันที่ </w:t>
      </w:r>
      <w:r w:rsidRPr="003A169A">
        <w:rPr>
          <w:rFonts w:asciiTheme="majorBidi" w:hAnsiTheme="majorBidi" w:cs="Angsana New"/>
          <w:spacing w:val="-4"/>
          <w:sz w:val="28"/>
          <w:szCs w:val="28"/>
        </w:rPr>
        <w:t xml:space="preserve">30 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มิถุนายน </w:t>
      </w:r>
      <w:r w:rsidRPr="003A169A">
        <w:rPr>
          <w:rFonts w:asciiTheme="majorBidi" w:hAnsiTheme="majorBidi" w:cs="Angsana New"/>
          <w:spacing w:val="-4"/>
          <w:sz w:val="28"/>
          <w:szCs w:val="28"/>
        </w:rPr>
        <w:t>2568</w:t>
      </w:r>
      <w:r w:rsidRPr="003A169A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>ในอัตราหุ้นละ</w:t>
      </w:r>
      <w:r w:rsidRPr="003A169A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="00411AD8" w:rsidRPr="003A169A">
        <w:rPr>
          <w:rFonts w:asciiTheme="majorBidi" w:hAnsiTheme="majorBidi"/>
          <w:spacing w:val="-4"/>
          <w:sz w:val="28"/>
          <w:szCs w:val="28"/>
        </w:rPr>
        <w:t>0.24</w:t>
      </w:r>
      <w:r w:rsidRPr="003A169A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>บาท</w:t>
      </w:r>
      <w:r w:rsidRPr="003A169A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คิดเป็นจํานวนเงิน </w:t>
      </w:r>
      <w:r w:rsidR="00411AD8" w:rsidRPr="003A169A">
        <w:rPr>
          <w:rFonts w:asciiTheme="majorBidi" w:hAnsiTheme="majorBidi"/>
          <w:spacing w:val="-4"/>
          <w:sz w:val="28"/>
          <w:szCs w:val="28"/>
        </w:rPr>
        <w:t>96</w:t>
      </w:r>
      <w:r w:rsidR="003A169A" w:rsidRPr="003A169A">
        <w:rPr>
          <w:rFonts w:asciiTheme="majorBidi" w:hAnsiTheme="majorBidi"/>
          <w:spacing w:val="-4"/>
          <w:sz w:val="28"/>
          <w:szCs w:val="28"/>
        </w:rPr>
        <w:t>.00</w:t>
      </w:r>
      <w:r w:rsidRPr="003A169A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3A169A">
        <w:rPr>
          <w:rFonts w:asciiTheme="majorBidi" w:hAnsiTheme="majorBidi" w:cs="Angsana New" w:hint="cs"/>
          <w:spacing w:val="-4"/>
          <w:sz w:val="28"/>
          <w:szCs w:val="28"/>
          <w:cs/>
        </w:rPr>
        <w:t>ล้านบาท</w:t>
      </w:r>
      <w:r>
        <w:rPr>
          <w:rFonts w:asciiTheme="majorBidi" w:hAnsiTheme="majorBidi" w:cs="Angsana New" w:hint="cs"/>
          <w:sz w:val="28"/>
          <w:szCs w:val="28"/>
          <w:cs/>
        </w:rPr>
        <w:t xml:space="preserve"> ทั้งนี้</w:t>
      </w:r>
      <w:r w:rsidRPr="00053D17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2E26E0">
        <w:rPr>
          <w:rFonts w:asciiTheme="majorBidi" w:hAnsiTheme="majorBidi" w:cs="Angsana New" w:hint="cs"/>
          <w:sz w:val="28"/>
          <w:szCs w:val="28"/>
          <w:cs/>
        </w:rPr>
        <w:t>เงินปันผลดังกล่าวจะจ่ายให้แก่ผู้ถือหุ้นภายใน</w:t>
      </w:r>
      <w:r w:rsidRPr="002E26E0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1</w:t>
      </w:r>
      <w:r w:rsidRPr="002E26E0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2E26E0">
        <w:rPr>
          <w:rFonts w:asciiTheme="majorBidi" w:hAnsiTheme="majorBidi" w:cs="Angsana New" w:hint="cs"/>
          <w:sz w:val="28"/>
          <w:szCs w:val="28"/>
          <w:cs/>
        </w:rPr>
        <w:t>เดือนนับจากวันที่ที่ประชุมคณะกรรมการบริษัทมีมติให้จ่ายปันผล</w:t>
      </w:r>
      <w:r w:rsidR="008A7468">
        <w:rPr>
          <w:rFonts w:asciiTheme="majorBidi" w:hAnsiTheme="majorBidi" w:cs="Angsana New"/>
          <w:sz w:val="28"/>
          <w:szCs w:val="28"/>
          <w:cs/>
        </w:rPr>
        <w:br/>
      </w:r>
    </w:p>
    <w:p w14:paraId="60B18D86" w14:textId="77777777" w:rsidR="008A7468" w:rsidRDefault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cs/>
        </w:rPr>
      </w:pPr>
      <w:r>
        <w:rPr>
          <w:rFonts w:asciiTheme="majorBidi" w:hAnsiTheme="majorBidi" w:cs="Angsana New"/>
          <w:sz w:val="28"/>
          <w:szCs w:val="28"/>
          <w:cs/>
        </w:rPr>
        <w:br w:type="page"/>
      </w:r>
    </w:p>
    <w:p w14:paraId="0847344D" w14:textId="36FA0549" w:rsidR="008A7468" w:rsidRPr="00755B2B" w:rsidRDefault="008A7468" w:rsidP="008A7468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755B2B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lastRenderedPageBreak/>
        <w:t>การจัดประเภทรายการใหม่</w:t>
      </w:r>
    </w:p>
    <w:p w14:paraId="2EAE1CCE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right="387"/>
        <w:jc w:val="thaiDistribute"/>
        <w:rPr>
          <w:rFonts w:ascii="Angsana New" w:hAnsi="Angsana New"/>
          <w:b/>
          <w:bCs/>
          <w:sz w:val="26"/>
          <w:szCs w:val="26"/>
          <w:lang w:val="th-TH"/>
        </w:rPr>
      </w:pPr>
    </w:p>
    <w:p w14:paraId="6893D277" w14:textId="77777777" w:rsidR="008A7468" w:rsidRPr="000311D3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รายการบางรายการในงบการเงินปี </w:t>
      </w:r>
      <w:r>
        <w:rPr>
          <w:rFonts w:asciiTheme="majorBidi" w:hAnsiTheme="majorBidi" w:cstheme="majorBidi"/>
          <w:sz w:val="28"/>
          <w:szCs w:val="28"/>
          <w:lang w:eastAsia="ko-KR"/>
        </w:rPr>
        <w:t>2567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ได้มีการจัดประเภทรายการใหม่ เพื่อให้สอดคล้องกับการนำเสนอ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br/>
        <w:t>งบการเงิน</w:t>
      </w:r>
      <w:r>
        <w:rPr>
          <w:rFonts w:asciiTheme="majorBidi" w:hAnsiTheme="majorBidi" w:cstheme="majorBidi" w:hint="cs"/>
          <w:sz w:val="28"/>
          <w:szCs w:val="28"/>
          <w:cs/>
          <w:lang w:eastAsia="ko-KR"/>
        </w:rPr>
        <w:t>ระหว่างกาล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lang w:eastAsia="ko-KR"/>
        </w:rPr>
        <w:t>256</w:t>
      </w:r>
      <w:r>
        <w:rPr>
          <w:rFonts w:asciiTheme="majorBidi" w:hAnsiTheme="majorBidi" w:cstheme="majorBidi"/>
          <w:sz w:val="28"/>
          <w:szCs w:val="28"/>
          <w:lang w:eastAsia="ko-KR"/>
        </w:rPr>
        <w:t>8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ดังนี้</w:t>
      </w:r>
    </w:p>
    <w:p w14:paraId="09FE11F3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  <w:lang w:eastAsia="ko-KR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8A7468" w14:paraId="6BBD12C5" w14:textId="77777777" w:rsidTr="00CF39D3">
        <w:trPr>
          <w:trHeight w:val="83"/>
        </w:trPr>
        <w:tc>
          <w:tcPr>
            <w:tcW w:w="4707" w:type="dxa"/>
          </w:tcPr>
          <w:p w14:paraId="73034E46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60DEB9B5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B872C58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A7468" w14:paraId="34A51EF0" w14:textId="77777777" w:rsidTr="00CF39D3">
        <w:tc>
          <w:tcPr>
            <w:tcW w:w="4707" w:type="dxa"/>
          </w:tcPr>
          <w:p w14:paraId="4F85F17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608E7E8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559A239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15544A6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DB7E0A8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72327B8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15BAA6FE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8A7468" w14:paraId="3A654BAF" w14:textId="77777777" w:rsidTr="00CF39D3">
        <w:trPr>
          <w:trHeight w:val="470"/>
        </w:trPr>
        <w:tc>
          <w:tcPr>
            <w:tcW w:w="4707" w:type="dxa"/>
          </w:tcPr>
          <w:p w14:paraId="3DA0ADA9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58330961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38FBB80A" w14:textId="77777777" w:rsidR="008A7468" w:rsidRPr="00552C4B" w:rsidRDefault="008A7468" w:rsidP="00FA4B32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2BD01D65" w14:textId="77777777" w:rsidR="008A7468" w:rsidRDefault="008A7468" w:rsidP="00FA4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6A046349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561DF2E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56BBC49F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7C72EA9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F9E9319" w14:textId="77777777" w:rsidR="008A7468" w:rsidRPr="00552C4B" w:rsidRDefault="008A7468" w:rsidP="00C2292C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617E03D1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8A7468" w14:paraId="3A20C9A0" w14:textId="77777777" w:rsidTr="00CF39D3">
        <w:trPr>
          <w:trHeight w:val="290"/>
        </w:trPr>
        <w:tc>
          <w:tcPr>
            <w:tcW w:w="4707" w:type="dxa"/>
          </w:tcPr>
          <w:p w14:paraId="5B153B7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5897E5C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655F18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A7468" w14:paraId="72634796" w14:textId="77777777" w:rsidTr="00CF39D3">
        <w:trPr>
          <w:trHeight w:val="209"/>
        </w:trPr>
        <w:tc>
          <w:tcPr>
            <w:tcW w:w="4707" w:type="dxa"/>
          </w:tcPr>
          <w:p w14:paraId="16E3CE5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3C6F1FC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E22855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5D61F3A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1CC5A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67CA18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F2C526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8A7468" w14:paraId="66412326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5BE287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4B2381D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C393E2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448,385</w:t>
            </w:r>
          </w:p>
        </w:tc>
        <w:tc>
          <w:tcPr>
            <w:tcW w:w="255" w:type="dxa"/>
          </w:tcPr>
          <w:p w14:paraId="2B11E2E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83A094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15841CA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84BFD4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348,385</w:t>
            </w:r>
          </w:p>
        </w:tc>
      </w:tr>
      <w:tr w:rsidR="008A7468" w14:paraId="07252872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BEE61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331170F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3F280B00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613,927</w:t>
            </w:r>
          </w:p>
        </w:tc>
        <w:tc>
          <w:tcPr>
            <w:tcW w:w="255" w:type="dxa"/>
          </w:tcPr>
          <w:p w14:paraId="7E3AD33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1C5EB7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3,043</w:t>
            </w:r>
          </w:p>
        </w:tc>
        <w:tc>
          <w:tcPr>
            <w:tcW w:w="299" w:type="dxa"/>
          </w:tcPr>
          <w:p w14:paraId="10E782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C97D0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616,970</w:t>
            </w:r>
          </w:p>
        </w:tc>
      </w:tr>
      <w:tr w:rsidR="008A7468" w14:paraId="75CA843B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378D4E4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4300710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2FCE9B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20,321</w:t>
            </w:r>
          </w:p>
        </w:tc>
        <w:tc>
          <w:tcPr>
            <w:tcW w:w="255" w:type="dxa"/>
          </w:tcPr>
          <w:p w14:paraId="3B9EF8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CC1A2E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(16,815)</w:t>
            </w:r>
          </w:p>
        </w:tc>
        <w:tc>
          <w:tcPr>
            <w:tcW w:w="299" w:type="dxa"/>
          </w:tcPr>
          <w:p w14:paraId="0B94395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069616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3,506</w:t>
            </w:r>
          </w:p>
        </w:tc>
      </w:tr>
      <w:tr w:rsidR="008A7468" w14:paraId="4051AA74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753FC7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2AC785B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4361D55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</w:tcPr>
          <w:p w14:paraId="1B430B6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61863B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20B6A81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A5B6C2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8A7468" w14:paraId="05B259A1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1804EF2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105731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7C115F9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11,989</w:t>
            </w:r>
          </w:p>
        </w:tc>
        <w:tc>
          <w:tcPr>
            <w:tcW w:w="255" w:type="dxa"/>
          </w:tcPr>
          <w:p w14:paraId="418D415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31112B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21076AA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492FA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25,761</w:t>
            </w:r>
          </w:p>
        </w:tc>
      </w:tr>
      <w:tr w:rsidR="008A7468" w14:paraId="5DB79CA7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26253A0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7D30BFE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23F60E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370,104</w:t>
            </w:r>
          </w:p>
        </w:tc>
        <w:tc>
          <w:tcPr>
            <w:tcW w:w="255" w:type="dxa"/>
          </w:tcPr>
          <w:p w14:paraId="64746EB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1C8D15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10,520</w:t>
            </w:r>
          </w:p>
        </w:tc>
        <w:tc>
          <w:tcPr>
            <w:tcW w:w="299" w:type="dxa"/>
          </w:tcPr>
          <w:p w14:paraId="7014463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4D72BC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380,624</w:t>
            </w:r>
          </w:p>
        </w:tc>
      </w:tr>
      <w:tr w:rsidR="008A7468" w14:paraId="4D5858D8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8019C5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20D6AD9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66CF1FD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20,794</w:t>
            </w:r>
          </w:p>
        </w:tc>
        <w:tc>
          <w:tcPr>
            <w:tcW w:w="255" w:type="dxa"/>
          </w:tcPr>
          <w:p w14:paraId="3306A4E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20F1D5B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(10,520)</w:t>
            </w:r>
          </w:p>
        </w:tc>
        <w:tc>
          <w:tcPr>
            <w:tcW w:w="299" w:type="dxa"/>
          </w:tcPr>
          <w:p w14:paraId="789FA69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FC7C18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10,274</w:t>
            </w:r>
          </w:p>
        </w:tc>
      </w:tr>
      <w:tr w:rsidR="008A7468" w14:paraId="2EDD9A6E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155398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4D8CA8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827AE7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155C6E1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15F802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6687D7A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46842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067A373F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8A7468" w14:paraId="7C527B82" w14:textId="77777777" w:rsidTr="00CF39D3">
        <w:trPr>
          <w:trHeight w:val="83"/>
        </w:trPr>
        <w:tc>
          <w:tcPr>
            <w:tcW w:w="4707" w:type="dxa"/>
          </w:tcPr>
          <w:p w14:paraId="19A611BA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1302DBF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6FBE8DCA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7E1A16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A7468" w14:paraId="0F343D0E" w14:textId="77777777" w:rsidTr="00CF39D3">
        <w:tc>
          <w:tcPr>
            <w:tcW w:w="4707" w:type="dxa"/>
          </w:tcPr>
          <w:p w14:paraId="0359379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10B778F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69A7BFDE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63788D5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22D295A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03C3DBB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0BD1EB15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8A7468" w14:paraId="7CC848A7" w14:textId="77777777" w:rsidTr="00CF39D3">
        <w:trPr>
          <w:trHeight w:val="470"/>
        </w:trPr>
        <w:tc>
          <w:tcPr>
            <w:tcW w:w="4707" w:type="dxa"/>
          </w:tcPr>
          <w:p w14:paraId="6216ECF1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248CD5D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49F51983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5AE08018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719EF9D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7AE2FD13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7113B19E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1B91F402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94AC313" w14:textId="77777777" w:rsidR="008A7468" w:rsidRPr="00552C4B" w:rsidRDefault="008A7468" w:rsidP="00C2292C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542A7B48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8A7468" w:rsidRPr="00B32CBD" w14:paraId="4DF090F6" w14:textId="77777777" w:rsidTr="00CF39D3">
        <w:trPr>
          <w:trHeight w:val="290"/>
        </w:trPr>
        <w:tc>
          <w:tcPr>
            <w:tcW w:w="4707" w:type="dxa"/>
          </w:tcPr>
          <w:p w14:paraId="2A98242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29AFE52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BF7D69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A7468" w:rsidRPr="00B32CBD" w14:paraId="01500A37" w14:textId="77777777" w:rsidTr="00CF39D3">
        <w:trPr>
          <w:trHeight w:val="209"/>
        </w:trPr>
        <w:tc>
          <w:tcPr>
            <w:tcW w:w="4707" w:type="dxa"/>
          </w:tcPr>
          <w:p w14:paraId="20F5FDF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181DBDD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480875E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07A13EB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FEF09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204F67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145796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8A7468" w:rsidRPr="00B32CBD" w14:paraId="220E43D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76A49B9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23F3131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F2FD66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373,083</w:t>
            </w:r>
          </w:p>
        </w:tc>
        <w:tc>
          <w:tcPr>
            <w:tcW w:w="255" w:type="dxa"/>
            <w:vAlign w:val="bottom"/>
          </w:tcPr>
          <w:p w14:paraId="294236F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C42947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5147708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CB5B5D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273,083</w:t>
            </w:r>
          </w:p>
        </w:tc>
      </w:tr>
      <w:tr w:rsidR="008A7468" w:rsidRPr="00B32CBD" w14:paraId="1850005B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184E3CB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0C7B301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6CF18BE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579,004</w:t>
            </w:r>
          </w:p>
        </w:tc>
        <w:tc>
          <w:tcPr>
            <w:tcW w:w="255" w:type="dxa"/>
            <w:vAlign w:val="bottom"/>
          </w:tcPr>
          <w:p w14:paraId="0990B55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F89D33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115</w:t>
            </w:r>
          </w:p>
        </w:tc>
        <w:tc>
          <w:tcPr>
            <w:tcW w:w="299" w:type="dxa"/>
          </w:tcPr>
          <w:p w14:paraId="35782A6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DFEF02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579,119</w:t>
            </w:r>
          </w:p>
        </w:tc>
      </w:tr>
      <w:tr w:rsidR="008A7468" w:rsidRPr="00B32CBD" w14:paraId="7AA323C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02A640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054C002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4FAF17C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16,438</w:t>
            </w:r>
          </w:p>
        </w:tc>
        <w:tc>
          <w:tcPr>
            <w:tcW w:w="255" w:type="dxa"/>
            <w:vAlign w:val="bottom"/>
          </w:tcPr>
          <w:p w14:paraId="0B2F58C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26D81F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(13,887)</w:t>
            </w:r>
          </w:p>
        </w:tc>
        <w:tc>
          <w:tcPr>
            <w:tcW w:w="299" w:type="dxa"/>
          </w:tcPr>
          <w:p w14:paraId="2E1FB8F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208E76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2,551</w:t>
            </w:r>
          </w:p>
        </w:tc>
      </w:tr>
      <w:tr w:rsidR="008A7468" w:rsidRPr="00B32CBD" w14:paraId="4E50B99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FA15C3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4C5AB33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4E9A490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  <w:vAlign w:val="bottom"/>
          </w:tcPr>
          <w:p w14:paraId="0FEF872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320AA3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472E47D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5879A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8A7468" w:rsidRPr="00B32CBD" w14:paraId="5A105F50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09EDAB9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7DDD1E8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26E98E0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6,988</w:t>
            </w:r>
          </w:p>
        </w:tc>
        <w:tc>
          <w:tcPr>
            <w:tcW w:w="255" w:type="dxa"/>
            <w:vAlign w:val="bottom"/>
          </w:tcPr>
          <w:p w14:paraId="68FB03D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0CFA37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38BE6A2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BFAA81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20,760</w:t>
            </w:r>
          </w:p>
        </w:tc>
      </w:tr>
      <w:tr w:rsidR="008A7468" w:rsidRPr="00B32CBD" w14:paraId="080D6F07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412566C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52E52E5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D2FD37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367,643</w:t>
            </w:r>
          </w:p>
        </w:tc>
        <w:tc>
          <w:tcPr>
            <w:tcW w:w="255" w:type="dxa"/>
            <w:vAlign w:val="bottom"/>
          </w:tcPr>
          <w:p w14:paraId="6ECF57F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36F58C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2,676</w:t>
            </w:r>
          </w:p>
        </w:tc>
        <w:tc>
          <w:tcPr>
            <w:tcW w:w="299" w:type="dxa"/>
          </w:tcPr>
          <w:p w14:paraId="01ACC7D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C7B7A3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370,319</w:t>
            </w:r>
          </w:p>
        </w:tc>
      </w:tr>
      <w:tr w:rsidR="008A7468" w:rsidRPr="00B32CBD" w14:paraId="73F21F9E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066903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05AA13E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68CA7BF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10,763</w:t>
            </w:r>
          </w:p>
        </w:tc>
        <w:tc>
          <w:tcPr>
            <w:tcW w:w="255" w:type="dxa"/>
            <w:vAlign w:val="bottom"/>
          </w:tcPr>
          <w:p w14:paraId="3B0317B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00B17E8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(2,676)</w:t>
            </w:r>
          </w:p>
        </w:tc>
        <w:tc>
          <w:tcPr>
            <w:tcW w:w="299" w:type="dxa"/>
          </w:tcPr>
          <w:p w14:paraId="3450D47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BF3D2F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8,087</w:t>
            </w:r>
          </w:p>
        </w:tc>
      </w:tr>
      <w:tr w:rsidR="008A7468" w:rsidRPr="00B32CBD" w14:paraId="07CAA132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2AB3E19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51E1BFA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C82888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16BC0CC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47437D3F" w14:textId="77777777" w:rsidR="008A7468" w:rsidRPr="007E1A16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0328A7E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9BD8CA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0396A534" w14:textId="77777777" w:rsidR="008A7468" w:rsidRPr="007E1A16" w:rsidRDefault="008A7468" w:rsidP="008A7468">
      <w:pPr>
        <w:tabs>
          <w:tab w:val="clear" w:pos="454"/>
        </w:tabs>
        <w:spacing w:line="240" w:lineRule="auto"/>
        <w:ind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2268DE15" w14:textId="2F985C60" w:rsidR="00E23726" w:rsidRPr="008A7468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การจัดประเภทรายการใหม่นี้</w:t>
      </w:r>
      <w:r>
        <w:rPr>
          <w:rFonts w:asciiTheme="majorBidi" w:hAnsiTheme="majorBidi" w:cstheme="majorBidi"/>
          <w:sz w:val="28"/>
          <w:szCs w:val="28"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เนื่องจากผู้บริหารเห็นว่ามีความเหมาะสมกับธุรกิจของ</w:t>
      </w:r>
      <w:r>
        <w:rPr>
          <w:rFonts w:asciiTheme="majorBidi" w:hAnsiTheme="majorBidi" w:cstheme="majorBidi" w:hint="cs"/>
          <w:sz w:val="28"/>
          <w:szCs w:val="28"/>
          <w:cs/>
          <w:lang w:eastAsia="ko-KR"/>
        </w:rPr>
        <w:t>กลุ่มกิจการ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มากกว่า</w:t>
      </w:r>
    </w:p>
    <w:sectPr w:rsidR="00E23726" w:rsidRPr="008A7468" w:rsidSect="00445D99">
      <w:headerReference w:type="default" r:id="rId21"/>
      <w:footerReference w:type="default" r:id="rId22"/>
      <w:pgSz w:w="11909" w:h="16834" w:code="9"/>
      <w:pgMar w:top="691" w:right="1109" w:bottom="5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2D58" w14:textId="77777777" w:rsidR="006826D4" w:rsidRDefault="006826D4">
      <w:r>
        <w:separator/>
      </w:r>
    </w:p>
  </w:endnote>
  <w:endnote w:type="continuationSeparator" w:id="0">
    <w:p w14:paraId="5E29AAFA" w14:textId="77777777" w:rsidR="006826D4" w:rsidRDefault="006826D4">
      <w:r>
        <w:continuationSeparator/>
      </w:r>
    </w:p>
  </w:endnote>
  <w:endnote w:type="continuationNotice" w:id="1">
    <w:p w14:paraId="7E79AD0D" w14:textId="77777777" w:rsidR="006826D4" w:rsidRDefault="006826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79357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F84945" w14:textId="62BE45B2" w:rsidR="008E1D2D" w:rsidRDefault="008E1D2D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C42DDF"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898A" w14:textId="20945A37" w:rsidR="00A76CDD" w:rsidRPr="00C827F6" w:rsidRDefault="00A76CDD">
    <w:pPr>
      <w:tabs>
        <w:tab w:val="left" w:pos="9000"/>
      </w:tabs>
      <w:rPr>
        <w:rFonts w:ascii="Angsana New" w:hAnsi="Angsana New" w:cs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B22C4A">
      <w:rPr>
        <w:rFonts w:ascii="Angsana New" w:hAnsi="Angsana New"/>
        <w:noProof/>
        <w:sz w:val="30"/>
        <w:szCs w:val="30"/>
        <w:lang w:val="fr-FR"/>
      </w:rPr>
      <w:t>rev10_2025Dec_FSA_T.Man Pharmaceutical_06t_Q2.docx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>
      <w:rPr>
        <w:rFonts w:ascii="Angsana New" w:hAnsi="Angsana New"/>
        <w:sz w:val="30"/>
        <w:szCs w:val="30"/>
        <w:cs/>
      </w:rPr>
      <w:t xml:space="preserve">                                     </w:t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\* 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8</w:t>
    </w:r>
    <w:r w:rsidR="00C42DDF" w:rsidRPr="00C42DDF">
      <w:rPr>
        <w:rFonts w:ascii="Angsana New" w:hAnsi="Angsana New"/>
        <w:noProof/>
        <w:sz w:val="30"/>
        <w:szCs w:val="30"/>
      </w:rPr>
      <w:t>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451535BE" w14:textId="77777777" w:rsidR="00A76CDD" w:rsidRPr="00C827F6" w:rsidRDefault="00A76CDD">
    <w:pPr>
      <w:pStyle w:val="Footer"/>
      <w:rPr>
        <w:lang w:val="fr-FR"/>
      </w:rPr>
    </w:pPr>
  </w:p>
  <w:p w14:paraId="59BBA638" w14:textId="77777777" w:rsidR="00A76CDD" w:rsidRDefault="00A76C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69E60" w14:textId="4E6111B1" w:rsidR="00503827" w:rsidRPr="00B90A5A" w:rsidRDefault="00503827" w:rsidP="0065132E">
    <w:pPr>
      <w:tabs>
        <w:tab w:val="left" w:pos="9000"/>
      </w:tabs>
      <w:rPr>
        <w:rFonts w:ascii="Angsana New" w:hAnsi="Angsana New" w:cs="Angsana New"/>
        <w:sz w:val="30"/>
        <w:szCs w:val="30"/>
      </w:rPr>
    </w:pPr>
    <w:r>
      <w:rPr>
        <w:rFonts w:ascii="Angsana New" w:hAnsi="Angsana New"/>
        <w:sz w:val="30"/>
        <w:szCs w:val="30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FILENAME </w:instrText>
    </w:r>
    <w:r>
      <w:rPr>
        <w:rFonts w:ascii="Angsana New" w:hAnsi="Angsana New"/>
        <w:sz w:val="30"/>
        <w:szCs w:val="30"/>
      </w:rPr>
      <w:fldChar w:fldCharType="separate"/>
    </w:r>
    <w:r w:rsidR="00B22C4A">
      <w:rPr>
        <w:rFonts w:ascii="Angsana New" w:hAnsi="Angsana New"/>
        <w:noProof/>
        <w:sz w:val="30"/>
        <w:szCs w:val="30"/>
      </w:rPr>
      <w:t>rev10_2025Dec_FSA_T.Man Pharmaceutical_06t_Q2.docx</w:t>
    </w:r>
    <w:r>
      <w:rPr>
        <w:rFonts w:ascii="Angsana New" w:hAnsi="Angsana New"/>
        <w:sz w:val="30"/>
        <w:szCs w:val="30"/>
      </w:rPr>
      <w:fldChar w:fldCharType="end"/>
    </w:r>
    <w:r>
      <w:rPr>
        <w:rFonts w:ascii="Angsana New" w:hAnsi="Angsana New" w:hint="cs"/>
        <w:sz w:val="30"/>
        <w:szCs w:val="30"/>
        <w:cs/>
      </w:rPr>
      <w:t xml:space="preserve">                                     </w:t>
    </w:r>
    <w:r w:rsidRPr="00B90A5A">
      <w:rPr>
        <w:rFonts w:ascii="Angsana New" w:hAnsi="Angsana New"/>
        <w:sz w:val="30"/>
        <w:szCs w:val="30"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  <w:t xml:space="preserve">                                 </w:t>
    </w:r>
    <w:r>
      <w:rPr>
        <w:rFonts w:ascii="Angsana New" w:hAnsi="Angsana New"/>
        <w:sz w:val="30"/>
        <w:szCs w:val="30"/>
        <w:lang w:val="nl-NL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PAGE  \* MERGEFORMAT </w:instrText>
    </w:r>
    <w:r>
      <w:rPr>
        <w:rFonts w:ascii="Angsana New" w:hAnsi="Angsana New"/>
        <w:sz w:val="30"/>
        <w:szCs w:val="30"/>
        <w:lang w:val="nl-NL"/>
      </w:rPr>
      <w:fldChar w:fldCharType="separate"/>
    </w:r>
    <w:r>
      <w:rPr>
        <w:rFonts w:ascii="Angsana New" w:hAnsi="Angsana New"/>
        <w:noProof/>
        <w:sz w:val="30"/>
        <w:szCs w:val="30"/>
      </w:rPr>
      <w:t>14</w:t>
    </w:r>
    <w:r w:rsidR="00C42DDF" w:rsidRPr="00C42DDF">
      <w:rPr>
        <w:rFonts w:ascii="Angsana New" w:hAnsi="Angsana New"/>
        <w:noProof/>
        <w:sz w:val="30"/>
        <w:szCs w:val="30"/>
      </w:rPr>
      <w:t>3</w:t>
    </w:r>
    <w:r>
      <w:rPr>
        <w:rFonts w:ascii="Angsana New" w:hAnsi="Angsana New"/>
        <w:sz w:val="30"/>
        <w:szCs w:val="30"/>
        <w:lang w:val="nl-NL"/>
      </w:rPr>
      <w:fldChar w:fldCharType="end"/>
    </w:r>
  </w:p>
  <w:p w14:paraId="2676A9C2" w14:textId="77777777" w:rsidR="00503827" w:rsidRPr="00B90A5A" w:rsidRDefault="0050382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160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8172F" w14:textId="77777777" w:rsidR="00916156" w:rsidRDefault="00916156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BEE25" w14:textId="77777777" w:rsidR="006826D4" w:rsidRDefault="006826D4">
      <w:r>
        <w:separator/>
      </w:r>
    </w:p>
  </w:footnote>
  <w:footnote w:type="continuationSeparator" w:id="0">
    <w:p w14:paraId="4FB6CA7F" w14:textId="77777777" w:rsidR="006826D4" w:rsidRDefault="006826D4">
      <w:r>
        <w:continuationSeparator/>
      </w:r>
    </w:p>
  </w:footnote>
  <w:footnote w:type="continuationNotice" w:id="1">
    <w:p w14:paraId="719716B2" w14:textId="77777777" w:rsidR="006826D4" w:rsidRDefault="006826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C5EFE" w14:textId="43F887CD" w:rsidR="00911706" w:rsidRPr="00666D8C" w:rsidRDefault="003271D1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 w:rsidR="00911706">
      <w:rPr>
        <w:rFonts w:ascii="Angsana New" w:hAnsi="Angsana New" w:cs="Angsana New"/>
        <w:b/>
        <w:bCs/>
        <w:sz w:val="30"/>
        <w:szCs w:val="30"/>
      </w:rPr>
      <w:t>(</w:t>
    </w:r>
    <w:r w:rsidR="00911706"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 w:rsidR="00911706">
      <w:rPr>
        <w:rFonts w:ascii="Angsana New" w:hAnsi="Angsana New" w:cs="Angsana New"/>
        <w:b/>
        <w:bCs/>
        <w:sz w:val="30"/>
        <w:szCs w:val="30"/>
      </w:rPr>
      <w:t>)</w:t>
    </w:r>
    <w:r w:rsidR="007979B7"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 w:rsidR="007979B7"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2048196D" w14:textId="77777777" w:rsidR="0031573A" w:rsidRPr="00666D8C" w:rsidRDefault="0031573A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09043C7F" w14:textId="00B3C231" w:rsidR="0031573A" w:rsidRPr="003271D1" w:rsidRDefault="00C50608" w:rsidP="00A9055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E91CC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และหก</w:t>
    </w:r>
    <w:r w:rsidR="00D8351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</w:t>
    </w:r>
    <w:r w:rsidR="00E91CC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E91CCA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A457C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</w:t>
    </w:r>
    <w:r w:rsidR="00E91CC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ิถุนายน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(</w:t>
    </w:r>
    <w:r w:rsidR="0031573A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)</w:t>
    </w:r>
  </w:p>
  <w:p w14:paraId="02919C12" w14:textId="77777777" w:rsidR="0031573A" w:rsidRPr="009777AF" w:rsidRDefault="0031573A" w:rsidP="00A90552">
    <w:pPr>
      <w:pStyle w:val="acctmainheading"/>
      <w:spacing w:after="0" w:line="240" w:lineRule="atLeast"/>
      <w:rPr>
        <w:rFonts w:ascii="Angsana New" w:hAnsi="Angsana New" w:cs="Angsana New"/>
        <w:b w:val="0"/>
        <w:i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19B1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กขค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และบริษัทย่อย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</w:p>
  <w:p w14:paraId="62998D7D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37D5EDB8" w14:textId="42780849" w:rsidR="00A76CDD" w:rsidRPr="00410770" w:rsidRDefault="00A76CDD" w:rsidP="00074891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</w:t>
    </w:r>
    <w:r w:rsidR="00702EC5">
      <w:rPr>
        <w:rFonts w:ascii="Angsana New" w:hAnsi="Angsana New" w:cs="Angsana New"/>
        <w:b w:val="0"/>
        <w:bCs/>
        <w:sz w:val="32"/>
        <w:szCs w:val="32"/>
        <w:cs/>
        <w:lang w:bidi="th-TH"/>
      </w:rPr>
      <w:t>สามเดือน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250D889B" w14:textId="77777777" w:rsidR="00A76CDD" w:rsidRPr="00074891" w:rsidRDefault="00A76CDD" w:rsidP="00713C50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E363C" w14:textId="048E15ED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1CC04CE2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18523D17" w14:textId="23B2EE1B" w:rsidR="00A76CDD" w:rsidRPr="003271D1" w:rsidRDefault="00C50608" w:rsidP="00A76CDD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5403FE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และหกเดือน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5403FE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A457C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</w:t>
    </w:r>
    <w:r w:rsidR="005403FE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ิถุนายน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6C936D5D" w14:textId="77777777" w:rsidR="00A76CDD" w:rsidRPr="00410770" w:rsidRDefault="00A76CD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07DC3" w14:textId="77777777" w:rsidR="00A76CDD" w:rsidRDefault="00A76CDD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47E6" w14:textId="77777777" w:rsidR="00503827" w:rsidRDefault="0050382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5C89" w14:textId="3E04E7A5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4A8BAA9E" w14:textId="77777777" w:rsidR="00503827" w:rsidRPr="001F313C" w:rsidRDefault="00503827" w:rsidP="0065132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0"/>
        <w:szCs w:val="30"/>
      </w:rPr>
    </w:pPr>
    <w:r w:rsidRPr="001F313C">
      <w:rPr>
        <w:rFonts w:ascii="Angsana New" w:hAnsi="Angsana New" w:cs="Angsana New" w:hint="cs"/>
        <w:b/>
        <w:bCs/>
        <w:sz w:val="30"/>
        <w:szCs w:val="30"/>
        <w:cs/>
      </w:rPr>
      <w:t>หมายเหตุประกอบงบการเงิน</w:t>
    </w:r>
  </w:p>
  <w:p w14:paraId="34A529AF" w14:textId="1D516685" w:rsidR="001F313C" w:rsidRPr="003271D1" w:rsidRDefault="00C50608" w:rsidP="001F313C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D3383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และหกเดือน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D33832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E3605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</w:t>
    </w:r>
    <w:r w:rsidR="00D3383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ิถุนายน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(</w:t>
    </w:r>
    <w:r w:rsidR="001F313C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5D3EFE74" w14:textId="77777777" w:rsidR="00503827" w:rsidRPr="001F313C" w:rsidRDefault="0050382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24"/>
        <w:szCs w:val="24"/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DD80" w14:textId="77777777" w:rsidR="00503827" w:rsidRDefault="0050382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1CB35" w14:textId="335B4399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6BF2323D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457E2F1E" w14:textId="1C1D148B" w:rsidR="00A76CDD" w:rsidRPr="000A32BC" w:rsidRDefault="00C50608" w:rsidP="00A76CDD">
    <w:pPr>
      <w:pStyle w:val="acctmainheading"/>
      <w:spacing w:after="0" w:line="240" w:lineRule="atLeast"/>
      <w:rPr>
        <w:rFonts w:ascii="Angsana New" w:hAnsi="Angsana New" w:cs="Angsana New"/>
        <w:sz w:val="30"/>
        <w:szCs w:val="30"/>
        <w:lang w:val="en-US"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</w:t>
    </w:r>
    <w:r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 w:rsidR="00DA164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และหกเดือน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DA164B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E3605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</w:t>
    </w:r>
    <w:r w:rsidR="00DA164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ิถุนายน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2EAED60C" w14:textId="77777777" w:rsidR="0031573A" w:rsidRPr="00410770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AFA4579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1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2775220">
    <w:abstractNumId w:val="0"/>
  </w:num>
  <w:num w:numId="2" w16cid:durableId="1787045715">
    <w:abstractNumId w:val="3"/>
  </w:num>
  <w:num w:numId="3" w16cid:durableId="853760845">
    <w:abstractNumId w:val="18"/>
  </w:num>
  <w:num w:numId="4" w16cid:durableId="1052538750">
    <w:abstractNumId w:val="20"/>
  </w:num>
  <w:num w:numId="5" w16cid:durableId="623772044">
    <w:abstractNumId w:val="6"/>
  </w:num>
  <w:num w:numId="6" w16cid:durableId="1651862654">
    <w:abstractNumId w:val="1"/>
  </w:num>
  <w:num w:numId="7" w16cid:durableId="1004551327">
    <w:abstractNumId w:val="5"/>
  </w:num>
  <w:num w:numId="8" w16cid:durableId="1731071202">
    <w:abstractNumId w:val="2"/>
  </w:num>
  <w:num w:numId="9" w16cid:durableId="1919904960">
    <w:abstractNumId w:val="15"/>
  </w:num>
  <w:num w:numId="10" w16cid:durableId="2017612761">
    <w:abstractNumId w:val="8"/>
  </w:num>
  <w:num w:numId="11" w16cid:durableId="1590843320">
    <w:abstractNumId w:val="12"/>
  </w:num>
  <w:num w:numId="12" w16cid:durableId="1713845504">
    <w:abstractNumId w:val="11"/>
  </w:num>
  <w:num w:numId="13" w16cid:durableId="754983834">
    <w:abstractNumId w:val="17"/>
  </w:num>
  <w:num w:numId="14" w16cid:durableId="1974559440">
    <w:abstractNumId w:val="14"/>
  </w:num>
  <w:num w:numId="15" w16cid:durableId="406146540">
    <w:abstractNumId w:val="13"/>
  </w:num>
  <w:num w:numId="16" w16cid:durableId="815875975">
    <w:abstractNumId w:val="23"/>
  </w:num>
  <w:num w:numId="17" w16cid:durableId="479269855">
    <w:abstractNumId w:val="0"/>
  </w:num>
  <w:num w:numId="18" w16cid:durableId="1264728310">
    <w:abstractNumId w:val="0"/>
  </w:num>
  <w:num w:numId="19" w16cid:durableId="62291125">
    <w:abstractNumId w:val="9"/>
  </w:num>
  <w:num w:numId="20" w16cid:durableId="1466704681">
    <w:abstractNumId w:val="0"/>
  </w:num>
  <w:num w:numId="21" w16cid:durableId="1536693772">
    <w:abstractNumId w:val="0"/>
  </w:num>
  <w:num w:numId="22" w16cid:durableId="731078697">
    <w:abstractNumId w:val="0"/>
  </w:num>
  <w:num w:numId="23" w16cid:durableId="1972010090">
    <w:abstractNumId w:val="0"/>
  </w:num>
  <w:num w:numId="24" w16cid:durableId="74252514">
    <w:abstractNumId w:val="10"/>
  </w:num>
  <w:num w:numId="25" w16cid:durableId="1306206970">
    <w:abstractNumId w:val="4"/>
  </w:num>
  <w:num w:numId="26" w16cid:durableId="98452118">
    <w:abstractNumId w:val="0"/>
  </w:num>
  <w:num w:numId="27" w16cid:durableId="357477">
    <w:abstractNumId w:val="0"/>
  </w:num>
  <w:num w:numId="28" w16cid:durableId="978265470">
    <w:abstractNumId w:val="19"/>
  </w:num>
  <w:num w:numId="29" w16cid:durableId="1449396425">
    <w:abstractNumId w:val="22"/>
  </w:num>
  <w:num w:numId="30" w16cid:durableId="1870364585">
    <w:abstractNumId w:val="7"/>
  </w:num>
  <w:num w:numId="31" w16cid:durableId="1752654627">
    <w:abstractNumId w:val="0"/>
  </w:num>
  <w:num w:numId="32" w16cid:durableId="544296648">
    <w:abstractNumId w:val="0"/>
  </w:num>
  <w:num w:numId="33" w16cid:durableId="935209475">
    <w:abstractNumId w:val="0"/>
  </w:num>
  <w:num w:numId="34" w16cid:durableId="997538697">
    <w:abstractNumId w:val="21"/>
  </w:num>
  <w:num w:numId="35" w16cid:durableId="1514145325">
    <w:abstractNumId w:val="0"/>
  </w:num>
  <w:num w:numId="36" w16cid:durableId="248198374">
    <w:abstractNumId w:val="0"/>
  </w:num>
  <w:num w:numId="37" w16cid:durableId="2137331732">
    <w:abstractNumId w:val="0"/>
  </w:num>
  <w:num w:numId="38" w16cid:durableId="211073088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0EA5"/>
    <w:rsid w:val="000015A1"/>
    <w:rsid w:val="000019CD"/>
    <w:rsid w:val="00001BEF"/>
    <w:rsid w:val="00001E1F"/>
    <w:rsid w:val="0000200C"/>
    <w:rsid w:val="000025CB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610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C3"/>
    <w:rsid w:val="000913A0"/>
    <w:rsid w:val="0009179C"/>
    <w:rsid w:val="00092224"/>
    <w:rsid w:val="000926A7"/>
    <w:rsid w:val="00092B09"/>
    <w:rsid w:val="00092BAE"/>
    <w:rsid w:val="00092EEE"/>
    <w:rsid w:val="0009301C"/>
    <w:rsid w:val="0009316C"/>
    <w:rsid w:val="000931F5"/>
    <w:rsid w:val="0009353D"/>
    <w:rsid w:val="00093B30"/>
    <w:rsid w:val="00093B78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671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253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379B7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609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6D"/>
    <w:rsid w:val="0016178C"/>
    <w:rsid w:val="00161AC9"/>
    <w:rsid w:val="00161BDE"/>
    <w:rsid w:val="00161C6E"/>
    <w:rsid w:val="00161DF4"/>
    <w:rsid w:val="00162004"/>
    <w:rsid w:val="00162451"/>
    <w:rsid w:val="001628F2"/>
    <w:rsid w:val="00162E95"/>
    <w:rsid w:val="00162FFC"/>
    <w:rsid w:val="001634A2"/>
    <w:rsid w:val="001639A1"/>
    <w:rsid w:val="001639BA"/>
    <w:rsid w:val="00163FB1"/>
    <w:rsid w:val="001645BD"/>
    <w:rsid w:val="001648F8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58C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4D18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746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B12"/>
    <w:rsid w:val="00202E26"/>
    <w:rsid w:val="00202E9D"/>
    <w:rsid w:val="00203012"/>
    <w:rsid w:val="00203A1C"/>
    <w:rsid w:val="00203B9F"/>
    <w:rsid w:val="00203D30"/>
    <w:rsid w:val="00203D3D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4CE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04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439"/>
    <w:rsid w:val="00234B12"/>
    <w:rsid w:val="0023559E"/>
    <w:rsid w:val="002359D4"/>
    <w:rsid w:val="00235D13"/>
    <w:rsid w:val="00235E48"/>
    <w:rsid w:val="00236096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861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10"/>
    <w:rsid w:val="00253264"/>
    <w:rsid w:val="0025326E"/>
    <w:rsid w:val="0025374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3F85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3F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035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5C16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3F4"/>
    <w:rsid w:val="002D54CF"/>
    <w:rsid w:val="002D55E7"/>
    <w:rsid w:val="002D5678"/>
    <w:rsid w:val="002D56BF"/>
    <w:rsid w:val="002D5BE0"/>
    <w:rsid w:val="002D5DEF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C7D"/>
    <w:rsid w:val="002D7FA1"/>
    <w:rsid w:val="002E00A6"/>
    <w:rsid w:val="002E0128"/>
    <w:rsid w:val="002E02A1"/>
    <w:rsid w:val="002E07B3"/>
    <w:rsid w:val="002E0A88"/>
    <w:rsid w:val="002E0A98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684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6F1C"/>
    <w:rsid w:val="003177CF"/>
    <w:rsid w:val="00317C3A"/>
    <w:rsid w:val="00317D07"/>
    <w:rsid w:val="00317E7E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2B4"/>
    <w:rsid w:val="00333482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47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68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69A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7BC"/>
    <w:rsid w:val="003B580C"/>
    <w:rsid w:val="003B5B02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7F9"/>
    <w:rsid w:val="003B78FE"/>
    <w:rsid w:val="003B7C45"/>
    <w:rsid w:val="003B7DB4"/>
    <w:rsid w:val="003C0010"/>
    <w:rsid w:val="003C094B"/>
    <w:rsid w:val="003C0B81"/>
    <w:rsid w:val="003C0C88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067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41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235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E02"/>
    <w:rsid w:val="0041106F"/>
    <w:rsid w:val="004119BC"/>
    <w:rsid w:val="00411AD8"/>
    <w:rsid w:val="00411CFE"/>
    <w:rsid w:val="00411E03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439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DBB"/>
    <w:rsid w:val="00470E45"/>
    <w:rsid w:val="004712A2"/>
    <w:rsid w:val="004713AC"/>
    <w:rsid w:val="00471430"/>
    <w:rsid w:val="004715B8"/>
    <w:rsid w:val="004716EA"/>
    <w:rsid w:val="0047181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655"/>
    <w:rsid w:val="004767FB"/>
    <w:rsid w:val="00476A69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4721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7A1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52F4"/>
    <w:rsid w:val="00495765"/>
    <w:rsid w:val="00495F5A"/>
    <w:rsid w:val="0049602D"/>
    <w:rsid w:val="0049688E"/>
    <w:rsid w:val="00496B61"/>
    <w:rsid w:val="00496B8E"/>
    <w:rsid w:val="00497162"/>
    <w:rsid w:val="0049732C"/>
    <w:rsid w:val="004973AE"/>
    <w:rsid w:val="004975CC"/>
    <w:rsid w:val="00497E7B"/>
    <w:rsid w:val="004A03B5"/>
    <w:rsid w:val="004A090A"/>
    <w:rsid w:val="004A0C45"/>
    <w:rsid w:val="004A0CAE"/>
    <w:rsid w:val="004A0D29"/>
    <w:rsid w:val="004A0FA8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18"/>
    <w:rsid w:val="004A4778"/>
    <w:rsid w:val="004A4792"/>
    <w:rsid w:val="004A48D8"/>
    <w:rsid w:val="004A4BFD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415"/>
    <w:rsid w:val="004C5C7E"/>
    <w:rsid w:val="004C6184"/>
    <w:rsid w:val="004C6642"/>
    <w:rsid w:val="004C6A57"/>
    <w:rsid w:val="004C7020"/>
    <w:rsid w:val="004C7B0B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597"/>
    <w:rsid w:val="004D779A"/>
    <w:rsid w:val="004D7A1D"/>
    <w:rsid w:val="004D7A58"/>
    <w:rsid w:val="004D7AF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44D"/>
    <w:rsid w:val="0050779C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3FE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591"/>
    <w:rsid w:val="00557B07"/>
    <w:rsid w:val="00557C1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5AC5"/>
    <w:rsid w:val="005662B9"/>
    <w:rsid w:val="0056643C"/>
    <w:rsid w:val="00566481"/>
    <w:rsid w:val="00566DA0"/>
    <w:rsid w:val="00567442"/>
    <w:rsid w:val="00567569"/>
    <w:rsid w:val="00567C81"/>
    <w:rsid w:val="00570159"/>
    <w:rsid w:val="00570A81"/>
    <w:rsid w:val="00570BA2"/>
    <w:rsid w:val="00570DF9"/>
    <w:rsid w:val="00570E22"/>
    <w:rsid w:val="00571274"/>
    <w:rsid w:val="005715FB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AC4"/>
    <w:rsid w:val="00573D96"/>
    <w:rsid w:val="00573F6D"/>
    <w:rsid w:val="005745EA"/>
    <w:rsid w:val="00574611"/>
    <w:rsid w:val="005746CA"/>
    <w:rsid w:val="00574A0F"/>
    <w:rsid w:val="00574BE6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175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595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0F1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80F"/>
    <w:rsid w:val="005D18CC"/>
    <w:rsid w:val="005D1A55"/>
    <w:rsid w:val="005D1BB0"/>
    <w:rsid w:val="005D2430"/>
    <w:rsid w:val="005D2931"/>
    <w:rsid w:val="005D2E2B"/>
    <w:rsid w:val="005D3035"/>
    <w:rsid w:val="005D3628"/>
    <w:rsid w:val="005D36EC"/>
    <w:rsid w:val="005D3E6B"/>
    <w:rsid w:val="005D438D"/>
    <w:rsid w:val="005D465E"/>
    <w:rsid w:val="005D4981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0D4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2EFA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6F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D22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6A2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7"/>
    <w:rsid w:val="006314EA"/>
    <w:rsid w:val="00631852"/>
    <w:rsid w:val="00631B03"/>
    <w:rsid w:val="006323E4"/>
    <w:rsid w:val="00632FF1"/>
    <w:rsid w:val="00633B9C"/>
    <w:rsid w:val="00633DDC"/>
    <w:rsid w:val="00634010"/>
    <w:rsid w:val="00634118"/>
    <w:rsid w:val="00634258"/>
    <w:rsid w:val="006345AA"/>
    <w:rsid w:val="0063496D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D8F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0F8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6D4"/>
    <w:rsid w:val="00682877"/>
    <w:rsid w:val="00682982"/>
    <w:rsid w:val="00682A48"/>
    <w:rsid w:val="00682B0F"/>
    <w:rsid w:val="0068304D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529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282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67"/>
    <w:rsid w:val="006A1DD2"/>
    <w:rsid w:val="006A2695"/>
    <w:rsid w:val="006A270E"/>
    <w:rsid w:val="006A27E1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746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126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584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399"/>
    <w:rsid w:val="007404F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1FEC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852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168"/>
    <w:rsid w:val="007721DE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32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DCC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A79F1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6A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4F94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0C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3C1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5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751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AED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1E"/>
    <w:rsid w:val="00855A8F"/>
    <w:rsid w:val="00855CC6"/>
    <w:rsid w:val="00856263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6EA"/>
    <w:rsid w:val="00857781"/>
    <w:rsid w:val="008577F7"/>
    <w:rsid w:val="0086050C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146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816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8BE"/>
    <w:rsid w:val="008A4E04"/>
    <w:rsid w:val="008A4E0F"/>
    <w:rsid w:val="008A4F01"/>
    <w:rsid w:val="008A6214"/>
    <w:rsid w:val="008A62AA"/>
    <w:rsid w:val="008A63FE"/>
    <w:rsid w:val="008A6608"/>
    <w:rsid w:val="008A663B"/>
    <w:rsid w:val="008A7468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8D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C1C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B1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07F2E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15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F46"/>
    <w:rsid w:val="009230E7"/>
    <w:rsid w:val="00923B3E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35A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2E30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5B4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45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89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02E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807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024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673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85A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578D7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41E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AD4"/>
    <w:rsid w:val="00A84B2C"/>
    <w:rsid w:val="00A84EB3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871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2EC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390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D04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066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490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C7A6E"/>
    <w:rsid w:val="00AD01D3"/>
    <w:rsid w:val="00AD0387"/>
    <w:rsid w:val="00AD0435"/>
    <w:rsid w:val="00AD0844"/>
    <w:rsid w:val="00AD0C61"/>
    <w:rsid w:val="00AD0D93"/>
    <w:rsid w:val="00AD0F62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937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586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96F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4BD"/>
    <w:rsid w:val="00B1486A"/>
    <w:rsid w:val="00B14FAE"/>
    <w:rsid w:val="00B14FD9"/>
    <w:rsid w:val="00B15053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2C4A"/>
    <w:rsid w:val="00B232AF"/>
    <w:rsid w:val="00B234ED"/>
    <w:rsid w:val="00B236C0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9A4"/>
    <w:rsid w:val="00B264F7"/>
    <w:rsid w:val="00B26709"/>
    <w:rsid w:val="00B26B3F"/>
    <w:rsid w:val="00B270FF"/>
    <w:rsid w:val="00B273F9"/>
    <w:rsid w:val="00B27934"/>
    <w:rsid w:val="00B27E47"/>
    <w:rsid w:val="00B27F53"/>
    <w:rsid w:val="00B27FA1"/>
    <w:rsid w:val="00B30727"/>
    <w:rsid w:val="00B3089B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0E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0BD"/>
    <w:rsid w:val="00B574CE"/>
    <w:rsid w:val="00B579FC"/>
    <w:rsid w:val="00B57EA6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669"/>
    <w:rsid w:val="00B6379A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668"/>
    <w:rsid w:val="00B677DA"/>
    <w:rsid w:val="00B677E4"/>
    <w:rsid w:val="00B67BC4"/>
    <w:rsid w:val="00B67C41"/>
    <w:rsid w:val="00B67D8D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36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3EE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AB"/>
    <w:rsid w:val="00BC4F63"/>
    <w:rsid w:val="00BC53D5"/>
    <w:rsid w:val="00BC5964"/>
    <w:rsid w:val="00BC5A35"/>
    <w:rsid w:val="00BC5F4D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5E9"/>
    <w:rsid w:val="00BD16C9"/>
    <w:rsid w:val="00BD1762"/>
    <w:rsid w:val="00BD1D71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0EC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927"/>
    <w:rsid w:val="00BF0B34"/>
    <w:rsid w:val="00BF0BF9"/>
    <w:rsid w:val="00BF0E06"/>
    <w:rsid w:val="00BF0ED1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1D4"/>
    <w:rsid w:val="00C16279"/>
    <w:rsid w:val="00C16286"/>
    <w:rsid w:val="00C1674D"/>
    <w:rsid w:val="00C16A54"/>
    <w:rsid w:val="00C16A6F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2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9F4"/>
    <w:rsid w:val="00C40A61"/>
    <w:rsid w:val="00C40F9B"/>
    <w:rsid w:val="00C41427"/>
    <w:rsid w:val="00C41456"/>
    <w:rsid w:val="00C41825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5A4"/>
    <w:rsid w:val="00C62868"/>
    <w:rsid w:val="00C62A7F"/>
    <w:rsid w:val="00C63012"/>
    <w:rsid w:val="00C6329C"/>
    <w:rsid w:val="00C638DD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B5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62B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9D7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1A7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8AB"/>
    <w:rsid w:val="00CA296A"/>
    <w:rsid w:val="00CA2B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5C83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1F8B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07"/>
    <w:rsid w:val="00D152F2"/>
    <w:rsid w:val="00D1532A"/>
    <w:rsid w:val="00D15843"/>
    <w:rsid w:val="00D15BA8"/>
    <w:rsid w:val="00D15C9E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4B5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32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5BC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3A4"/>
    <w:rsid w:val="00D63524"/>
    <w:rsid w:val="00D63A0E"/>
    <w:rsid w:val="00D63A62"/>
    <w:rsid w:val="00D63CBB"/>
    <w:rsid w:val="00D63D82"/>
    <w:rsid w:val="00D6432F"/>
    <w:rsid w:val="00D645BE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6F"/>
    <w:rsid w:val="00D66206"/>
    <w:rsid w:val="00D66355"/>
    <w:rsid w:val="00D6643E"/>
    <w:rsid w:val="00D66CC7"/>
    <w:rsid w:val="00D67275"/>
    <w:rsid w:val="00D67307"/>
    <w:rsid w:val="00D679BD"/>
    <w:rsid w:val="00D67B63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12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64B"/>
    <w:rsid w:val="00DA16A4"/>
    <w:rsid w:val="00DA1922"/>
    <w:rsid w:val="00DA20D7"/>
    <w:rsid w:val="00DA2167"/>
    <w:rsid w:val="00DA2A8C"/>
    <w:rsid w:val="00DA2DF1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06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14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4ED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0D4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8A6"/>
    <w:rsid w:val="00E14C63"/>
    <w:rsid w:val="00E14EDB"/>
    <w:rsid w:val="00E150B6"/>
    <w:rsid w:val="00E15864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26"/>
    <w:rsid w:val="00E2378C"/>
    <w:rsid w:val="00E23970"/>
    <w:rsid w:val="00E23DE1"/>
    <w:rsid w:val="00E24470"/>
    <w:rsid w:val="00E245EE"/>
    <w:rsid w:val="00E24657"/>
    <w:rsid w:val="00E24DBB"/>
    <w:rsid w:val="00E24E76"/>
    <w:rsid w:val="00E25039"/>
    <w:rsid w:val="00E250D3"/>
    <w:rsid w:val="00E258C6"/>
    <w:rsid w:val="00E258C9"/>
    <w:rsid w:val="00E25A27"/>
    <w:rsid w:val="00E25A73"/>
    <w:rsid w:val="00E25AAE"/>
    <w:rsid w:val="00E25BFB"/>
    <w:rsid w:val="00E25D37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B3B"/>
    <w:rsid w:val="00E42C27"/>
    <w:rsid w:val="00E42E6F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1EC"/>
    <w:rsid w:val="00E472D9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A37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B22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4CA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1CCA"/>
    <w:rsid w:val="00E92368"/>
    <w:rsid w:val="00E92448"/>
    <w:rsid w:val="00E925E5"/>
    <w:rsid w:val="00E92829"/>
    <w:rsid w:val="00E929E0"/>
    <w:rsid w:val="00E92A27"/>
    <w:rsid w:val="00E930DC"/>
    <w:rsid w:val="00E933B4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95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1B5"/>
    <w:rsid w:val="00EB1518"/>
    <w:rsid w:val="00EB160B"/>
    <w:rsid w:val="00EB1C7F"/>
    <w:rsid w:val="00EB1DA6"/>
    <w:rsid w:val="00EB203D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5FF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3F89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B06"/>
    <w:rsid w:val="00EF5E71"/>
    <w:rsid w:val="00EF6287"/>
    <w:rsid w:val="00EF6861"/>
    <w:rsid w:val="00EF6938"/>
    <w:rsid w:val="00EF69B5"/>
    <w:rsid w:val="00EF6B33"/>
    <w:rsid w:val="00EF6BBA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C7"/>
    <w:rsid w:val="00F06A90"/>
    <w:rsid w:val="00F06B27"/>
    <w:rsid w:val="00F06B8F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3E2C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2D8C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604"/>
    <w:rsid w:val="00F56869"/>
    <w:rsid w:val="00F569CA"/>
    <w:rsid w:val="00F56AC9"/>
    <w:rsid w:val="00F56B10"/>
    <w:rsid w:val="00F56D71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B95"/>
    <w:rsid w:val="00F65DC4"/>
    <w:rsid w:val="00F65F91"/>
    <w:rsid w:val="00F6606A"/>
    <w:rsid w:val="00F662AD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A36"/>
    <w:rsid w:val="00F73B99"/>
    <w:rsid w:val="00F742EF"/>
    <w:rsid w:val="00F7449E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91A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B6A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1FEE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56D"/>
    <w:rsid w:val="00F94B2D"/>
    <w:rsid w:val="00F95116"/>
    <w:rsid w:val="00F951F3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295"/>
    <w:rsid w:val="00FA4377"/>
    <w:rsid w:val="00FA4439"/>
    <w:rsid w:val="00FA46C8"/>
    <w:rsid w:val="00FA47D8"/>
    <w:rsid w:val="00FA487B"/>
    <w:rsid w:val="00FA4B32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E7D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0F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19049-8328-4164-A0C9-FB6439138238}">
  <ds:schemaRefs>
    <ds:schemaRef ds:uri="05716746-add9-412a-97a9-1b5167d151a3"/>
    <ds:schemaRef ds:uri="http://schemas.microsoft.com/sharepoint/v3"/>
    <ds:schemaRef ds:uri="http://schemas.microsoft.com/office/2006/metadata/properties"/>
    <ds:schemaRef ds:uri="http://www.w3.org/XML/1998/namespace"/>
    <ds:schemaRef ds:uri="4243d5be-521d-4052-81ca-f0f31ea6f2da"/>
    <ds:schemaRef ds:uri="http://schemas.microsoft.com/office/2006/documentManagement/types"/>
    <ds:schemaRef ds:uri="http://purl.org/dc/terms/"/>
    <ds:schemaRef ds:uri="f6ba49b0-bcda-4796-8236-5b5cc1493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34</TotalTime>
  <Pages>14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Burussakorn, Nak-orn</cp:lastModifiedBy>
  <cp:revision>10</cp:revision>
  <cp:lastPrinted>2025-08-08T01:21:00Z</cp:lastPrinted>
  <dcterms:created xsi:type="dcterms:W3CDTF">2025-08-07T14:21:00Z</dcterms:created>
  <dcterms:modified xsi:type="dcterms:W3CDTF">2025-08-11T05:05:00Z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