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54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271"/>
        <w:gridCol w:w="8213"/>
      </w:tblGrid>
      <w:tr w:rsidR="003F03D5" w:rsidRPr="00E05BF8" w14:paraId="672D373C" w14:textId="77777777" w:rsidTr="00741FD4">
        <w:trPr>
          <w:tblHeader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D087A" w14:textId="77777777" w:rsidR="00A1742E" w:rsidRPr="00E05BF8" w:rsidRDefault="00A1742E" w:rsidP="00741FD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24"/>
              <w:contextualSpacing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bookmarkStart w:id="0" w:name="_GoBack"/>
            <w:bookmarkEnd w:id="0"/>
            <w:r w:rsidRPr="00E05BF8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AE718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5518" w14:textId="59EF8C73" w:rsidR="00A1742E" w:rsidRPr="00E05BF8" w:rsidRDefault="00A1742E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left="104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  <w:r w:rsidR="00A62C3E" w:rsidRPr="00E05BF8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</w:p>
        </w:tc>
      </w:tr>
      <w:tr w:rsidR="00A1742E" w:rsidRPr="00E05BF8" w14:paraId="70D60DF6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  <w:tblHeader/>
        </w:trPr>
        <w:tc>
          <w:tcPr>
            <w:tcW w:w="1170" w:type="dxa"/>
            <w:shd w:val="clear" w:color="auto" w:fill="auto"/>
          </w:tcPr>
          <w:p w14:paraId="4CACD781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1DD4607C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778628BF" w14:textId="77777777" w:rsidR="00A1742E" w:rsidRPr="00E05BF8" w:rsidRDefault="00A1742E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A1742E" w:rsidRPr="00E05BF8" w14:paraId="662B63DF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5EE289D5" w14:textId="52AB94E5" w:rsidR="00A1742E" w:rsidRPr="00E05BF8" w:rsidRDefault="00A1742E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3CE86C6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15151DF8" w14:textId="53609B72" w:rsidR="00A1742E" w:rsidRPr="00E05BF8" w:rsidRDefault="003943D9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ข้อมูล</w:t>
            </w:r>
            <w:r w:rsidR="00A1742E"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ทั่วไป</w:t>
            </w:r>
          </w:p>
        </w:tc>
      </w:tr>
      <w:tr w:rsidR="00A1742E" w:rsidRPr="00E05BF8" w14:paraId="5CA9809C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29A3455E" w14:textId="1B7C0583" w:rsidR="00A1742E" w:rsidRPr="00E05BF8" w:rsidRDefault="00A1742E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77A8FB71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28C30527" w14:textId="7C80C0EA" w:rsidR="00A1742E" w:rsidRPr="00E05BF8" w:rsidRDefault="00A1742E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  <w:r w:rsidR="00B520E8"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ระหว่างกาล</w:t>
            </w:r>
          </w:p>
        </w:tc>
      </w:tr>
      <w:tr w:rsidR="00D170A3" w:rsidRPr="00E05BF8" w14:paraId="7BF82EE8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40F56BAC" w14:textId="5BE95E91" w:rsidR="00D170A3" w:rsidRPr="00E05BF8" w:rsidRDefault="00D170A3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22308C70" w14:textId="77777777" w:rsidR="00D170A3" w:rsidRPr="00E05BF8" w:rsidRDefault="00D170A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3B886E31" w14:textId="6FE0FF62" w:rsidR="00D170A3" w:rsidRPr="00E05BF8" w:rsidRDefault="00D170A3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8B259C" w:rsidRPr="00E05BF8" w14:paraId="020714F2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56E6908A" w14:textId="77777777" w:rsidR="008B259C" w:rsidRPr="00E05BF8" w:rsidRDefault="008B259C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6643DD11" w14:textId="77777777" w:rsidR="008B259C" w:rsidRPr="00E05BF8" w:rsidRDefault="008B259C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5484B455" w14:textId="0688C884" w:rsidR="008B259C" w:rsidRPr="00E05BF8" w:rsidRDefault="00931271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เงินกู้ยืมระยะสั้น</w:t>
            </w:r>
            <w:r w:rsidR="00D4362D"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จากสถาบันการเงิน</w:t>
            </w:r>
          </w:p>
        </w:tc>
      </w:tr>
      <w:tr w:rsidR="00F508AB" w:rsidRPr="00E05BF8" w14:paraId="394645B4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2C115783" w14:textId="77777777" w:rsidR="00F508AB" w:rsidRPr="00E05BF8" w:rsidRDefault="00F508AB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057044C" w14:textId="77777777" w:rsidR="00F508AB" w:rsidRPr="00E05BF8" w:rsidRDefault="00F508AB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154CAAEF" w14:textId="7BFB0153" w:rsidR="00F508AB" w:rsidRPr="00E05BF8" w:rsidRDefault="00966F72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8B7096" w:rsidRPr="00E05BF8" w14:paraId="54C991C8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35C0A774" w14:textId="1E174FD6" w:rsidR="008B7096" w:rsidRPr="00E05BF8" w:rsidRDefault="008B7096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AE4D1DA" w14:textId="77777777" w:rsidR="008B7096" w:rsidRPr="00E05BF8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77536153" w14:textId="5386A380" w:rsidR="008B7096" w:rsidRPr="00E05BF8" w:rsidRDefault="00B520E8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8B7096" w:rsidRPr="00E05BF8" w14:paraId="42CE5B5E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170" w:type="dxa"/>
            <w:shd w:val="clear" w:color="auto" w:fill="auto"/>
          </w:tcPr>
          <w:p w14:paraId="5878521C" w14:textId="3F61A518" w:rsidR="008B7096" w:rsidRPr="00E05BF8" w:rsidRDefault="008B7096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1AF2D27E" w14:textId="77777777" w:rsidR="008B7096" w:rsidRPr="00E05BF8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7081E8D6" w14:textId="031528F0" w:rsidR="008B7096" w:rsidRPr="00E05BF8" w:rsidRDefault="008B7096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 xml:space="preserve">เครื่องมือทางการเงิน </w:t>
            </w:r>
          </w:p>
        </w:tc>
      </w:tr>
      <w:tr w:rsidR="00BA581E" w:rsidRPr="00E05BF8" w14:paraId="6169D3A0" w14:textId="77777777" w:rsidTr="00614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1170" w:type="dxa"/>
            <w:shd w:val="clear" w:color="auto" w:fill="auto"/>
          </w:tcPr>
          <w:p w14:paraId="6EC3186D" w14:textId="77777777" w:rsidR="00BA581E" w:rsidRPr="00E05BF8" w:rsidRDefault="00BA581E" w:rsidP="00BA581E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4D8CF7EC" w14:textId="77777777" w:rsidR="00BA581E" w:rsidRPr="00E05BF8" w:rsidRDefault="00BA581E" w:rsidP="006140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340FE8FC" w14:textId="77777777" w:rsidR="00BA581E" w:rsidRPr="00E05BF8" w:rsidRDefault="00BA581E" w:rsidP="006140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เรื่องอื่น</w:t>
            </w:r>
          </w:p>
        </w:tc>
      </w:tr>
    </w:tbl>
    <w:p w14:paraId="77891FE3" w14:textId="77777777" w:rsidR="00890E46" w:rsidRPr="00E05BF8" w:rsidRDefault="00890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E05BF8">
        <w:rPr>
          <w:rFonts w:ascii="Angsana New" w:hAnsi="Angsana New"/>
          <w:sz w:val="30"/>
          <w:szCs w:val="30"/>
          <w:cs/>
        </w:rPr>
        <w:br w:type="page"/>
      </w:r>
    </w:p>
    <w:p w14:paraId="4AD86ECB" w14:textId="68DC075D" w:rsidR="00A1742E" w:rsidRPr="00E05BF8" w:rsidRDefault="00A17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B520E8" w:rsidRPr="00E05BF8">
        <w:rPr>
          <w:rFonts w:ascii="Angsana New" w:hAnsi="Angsana New"/>
          <w:sz w:val="30"/>
          <w:szCs w:val="30"/>
          <w:cs/>
        </w:rPr>
        <w:t>ระหว่างกาล</w:t>
      </w:r>
      <w:r w:rsidRPr="00E05BF8">
        <w:rPr>
          <w:rFonts w:ascii="Angsana New" w:hAnsi="Angsana New"/>
          <w:sz w:val="30"/>
          <w:szCs w:val="30"/>
          <w:cs/>
        </w:rPr>
        <w:t>นี้</w:t>
      </w:r>
    </w:p>
    <w:p w14:paraId="6C1F3A16" w14:textId="77777777" w:rsidR="00A1742E" w:rsidRPr="00E05BF8" w:rsidRDefault="00A17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05043DC1" w14:textId="4E8E2386" w:rsidR="002B1411" w:rsidRPr="00E05BF8" w:rsidRDefault="002B1411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t>งบการเงิน</w:t>
      </w:r>
      <w:r w:rsidR="001258C6">
        <w:rPr>
          <w:rFonts w:ascii="Angsana New" w:hAnsi="Angsana New" w:hint="cs"/>
          <w:sz w:val="30"/>
          <w:szCs w:val="30"/>
          <w:cs/>
        </w:rPr>
        <w:t>ระหว่างกาล</w:t>
      </w:r>
      <w:r w:rsidRPr="00E05BF8">
        <w:rPr>
          <w:rFonts w:ascii="Angsana New" w:hAnsi="Angsana New"/>
          <w:sz w:val="30"/>
          <w:szCs w:val="30"/>
          <w:cs/>
        </w:rPr>
        <w:t>นี้นำเสนอเพื่อวัตถุประสงค์ของการรายงานเพื่อ</w:t>
      </w:r>
      <w:r w:rsidR="00850087" w:rsidRPr="00E05BF8">
        <w:rPr>
          <w:rFonts w:ascii="Angsana New" w:hAnsi="Angsana New"/>
          <w:sz w:val="30"/>
          <w:szCs w:val="30"/>
          <w:cs/>
        </w:rPr>
        <w:t>ใช้ในประเทศ</w:t>
      </w:r>
      <w:r w:rsidR="00A62C3E" w:rsidRPr="00E05BF8">
        <w:rPr>
          <w:rFonts w:ascii="Angsana New" w:hAnsi="Angsana New"/>
          <w:sz w:val="30"/>
          <w:szCs w:val="30"/>
          <w:cs/>
        </w:rPr>
        <w:t xml:space="preserve"> </w:t>
      </w:r>
      <w:r w:rsidR="00850087" w:rsidRPr="00E05BF8">
        <w:rPr>
          <w:rFonts w:ascii="Angsana New" w:hAnsi="Angsana New"/>
          <w:sz w:val="30"/>
          <w:szCs w:val="30"/>
          <w:cs/>
        </w:rPr>
        <w:t>โดย</w:t>
      </w:r>
      <w:r w:rsidR="000A0E86" w:rsidRPr="00E05BF8">
        <w:rPr>
          <w:rFonts w:ascii="Angsana New" w:hAnsi="Angsana New"/>
          <w:sz w:val="30"/>
          <w:szCs w:val="30"/>
          <w:cs/>
        </w:rPr>
        <w:t>จัดทำเป็นภาษาไทยและ</w:t>
      </w:r>
      <w:r w:rsidRPr="00E05BF8">
        <w:rPr>
          <w:rFonts w:ascii="Angsana New" w:hAnsi="Angsana New"/>
          <w:sz w:val="30"/>
          <w:szCs w:val="30"/>
          <w:cs/>
        </w:rPr>
        <w:t>ภาษาอังกฤษ</w:t>
      </w:r>
      <w:r w:rsidR="007543FA" w:rsidRPr="00E05BF8">
        <w:rPr>
          <w:rFonts w:ascii="Angsana New" w:hAnsi="Angsana New"/>
          <w:sz w:val="30"/>
          <w:szCs w:val="30"/>
          <w:cs/>
        </w:rPr>
        <w:t xml:space="preserve"> </w:t>
      </w:r>
      <w:r w:rsidR="000A0E86" w:rsidRPr="00E05BF8">
        <w:rPr>
          <w:rFonts w:ascii="Angsana New" w:hAnsi="Angsana New"/>
          <w:sz w:val="30"/>
          <w:szCs w:val="30"/>
          <w:cs/>
        </w:rPr>
        <w:t>และ</w:t>
      </w:r>
      <w:r w:rsidRPr="00E05BF8">
        <w:rPr>
          <w:rFonts w:ascii="Angsana New" w:hAnsi="Angsana New"/>
          <w:sz w:val="30"/>
          <w:szCs w:val="30"/>
          <w:cs/>
        </w:rPr>
        <w:t>ได้รับอนุมัติให้ออกงบการเงิน</w:t>
      </w:r>
      <w:r w:rsidR="00056116" w:rsidRPr="00E05BF8">
        <w:rPr>
          <w:rFonts w:ascii="Angsana New" w:hAnsi="Angsana New"/>
          <w:sz w:val="30"/>
          <w:szCs w:val="30"/>
          <w:cs/>
        </w:rPr>
        <w:t>จาก</w:t>
      </w:r>
      <w:r w:rsidR="00210E54" w:rsidRPr="00E05BF8">
        <w:rPr>
          <w:rFonts w:ascii="Angsana New" w:hAnsi="Angsana New"/>
          <w:sz w:val="30"/>
          <w:szCs w:val="30"/>
          <w:cs/>
        </w:rPr>
        <w:t>คณะกรรมการตรวจสอบและบริหารความเสี่ยง</w:t>
      </w:r>
      <w:r w:rsidR="00056116" w:rsidRPr="00E05BF8">
        <w:rPr>
          <w:rFonts w:ascii="Angsana New" w:hAnsi="Angsana New"/>
          <w:sz w:val="30"/>
          <w:szCs w:val="30"/>
          <w:cs/>
        </w:rPr>
        <w:t>ตามการมอบหมายจากคณะกรรมการบริษัท</w:t>
      </w:r>
      <w:r w:rsidRPr="00E05BF8">
        <w:rPr>
          <w:rFonts w:ascii="Angsana New" w:hAnsi="Angsana New"/>
          <w:sz w:val="30"/>
          <w:szCs w:val="30"/>
          <w:cs/>
        </w:rPr>
        <w:t>เมื่อวันที่</w:t>
      </w:r>
      <w:r w:rsidR="00586535" w:rsidRPr="00E05BF8">
        <w:rPr>
          <w:rFonts w:ascii="Angsana New" w:hAnsi="Angsana New"/>
          <w:sz w:val="30"/>
          <w:szCs w:val="30"/>
        </w:rPr>
        <w:t xml:space="preserve"> </w:t>
      </w:r>
      <w:r w:rsidR="00DD1F1B" w:rsidRPr="00E05BF8">
        <w:rPr>
          <w:rFonts w:ascii="Angsana New" w:hAnsi="Angsana New"/>
          <w:sz w:val="30"/>
          <w:szCs w:val="30"/>
        </w:rPr>
        <w:t>9</w:t>
      </w:r>
      <w:r w:rsidR="00B80CC7" w:rsidRPr="00E05BF8">
        <w:rPr>
          <w:rFonts w:ascii="Angsana New" w:hAnsi="Angsana New"/>
          <w:sz w:val="30"/>
          <w:szCs w:val="30"/>
        </w:rPr>
        <w:t xml:space="preserve"> </w:t>
      </w:r>
      <w:r w:rsidR="00B80CC7" w:rsidRPr="00E05BF8">
        <w:rPr>
          <w:rFonts w:ascii="Angsana New" w:hAnsi="Angsana New"/>
          <w:sz w:val="30"/>
          <w:szCs w:val="30"/>
          <w:cs/>
        </w:rPr>
        <w:t xml:space="preserve">พฤษภาคม </w:t>
      </w:r>
      <w:r w:rsidR="00B80CC7" w:rsidRPr="00E05BF8">
        <w:rPr>
          <w:rFonts w:ascii="Angsana New" w:hAnsi="Angsana New"/>
          <w:sz w:val="30"/>
          <w:szCs w:val="30"/>
        </w:rPr>
        <w:t>2568</w:t>
      </w:r>
    </w:p>
    <w:p w14:paraId="0EC1CDFD" w14:textId="77777777" w:rsidR="00200B9A" w:rsidRPr="00E05BF8" w:rsidRDefault="00200B9A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3C081137" w14:textId="543E9B86" w:rsidR="00A1742E" w:rsidRPr="00E05BF8" w:rsidRDefault="003943D9" w:rsidP="006824C6">
      <w:pPr>
        <w:pStyle w:val="ListParagraph"/>
        <w:numPr>
          <w:ilvl w:val="0"/>
          <w:numId w:val="18"/>
        </w:numPr>
        <w:spacing w:after="0" w:line="240" w:lineRule="auto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ข้อมูล</w:t>
      </w:r>
      <w:r w:rsidR="00A1742E" w:rsidRPr="00E05BF8">
        <w:rPr>
          <w:rFonts w:ascii="Angsana New" w:hAnsi="Angsana New" w:cs="Angsana New"/>
          <w:b/>
          <w:bCs/>
          <w:sz w:val="30"/>
          <w:szCs w:val="30"/>
          <w:cs/>
        </w:rPr>
        <w:t>ทั่วไป</w:t>
      </w:r>
    </w:p>
    <w:p w14:paraId="1C894E90" w14:textId="30E37C1E" w:rsidR="00A1742E" w:rsidRPr="00E05BF8" w:rsidRDefault="00A17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41ED4DC9" w14:textId="05C124C0" w:rsidR="00573D6E" w:rsidRPr="00E05BF8" w:rsidRDefault="00213D8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 w:themeColor="text1"/>
          <w:sz w:val="30"/>
          <w:szCs w:val="30"/>
          <w:cs/>
        </w:rPr>
      </w:pPr>
      <w:r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 xml:space="preserve">บริษัทเอสซีจี เดคคอร์ จำกัด 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(</w:t>
      </w:r>
      <w:r w:rsidR="00B54D24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มหาชน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)</w:t>
      </w:r>
      <w:r w:rsidR="00573D6E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 xml:space="preserve"> 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(</w:t>
      </w:r>
      <w:r w:rsidR="00D830EA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“</w:t>
      </w:r>
      <w:r w:rsidR="00573D6E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บริษัท”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)</w:t>
      </w:r>
      <w:r w:rsidR="00573D6E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 xml:space="preserve"> เป็นนิติบุคคลที่จัดตั้งขึ้นในประเทศไทย สำนักงานใหญ่ของบริษัท</w:t>
      </w:r>
      <w:r w:rsidR="00573D6E"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ตั้งอยู่ที่ เลขที่ </w:t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1</w:t>
      </w:r>
      <w:r w:rsidR="00573D6E"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ถนนปูนซิเมนต์ไทย แขวงบางซื่อ เขตบางซื่อ กรุงเทพมหานคร </w:t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10800</w:t>
      </w:r>
    </w:p>
    <w:p w14:paraId="280CDB87" w14:textId="122C6AAB" w:rsidR="007C5392" w:rsidRPr="00E05BF8" w:rsidRDefault="007C5392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3D75491F" w14:textId="705DD8E4" w:rsidR="00CE33AF" w:rsidRPr="00E05BF8" w:rsidRDefault="00615DA6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t>บริษัทใหญ่และบริษัทใหญ่ในลำดับสูงสุด ได้แก่ บริษัทกระเบื้องกระดาษไทย จำกัด และบริษัทปูนซิเมนต์ไทย จำกัด (มหาชน) ตามลำดับ ซึ่งบริษัททั้งสองแห่งเป็นนิติบุคคลที่จัดตั้งขึ้นในประเทศไทย</w:t>
      </w:r>
    </w:p>
    <w:p w14:paraId="5A88BC3A" w14:textId="77777777" w:rsidR="00FC642E" w:rsidRPr="00E05BF8" w:rsidRDefault="00FC6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1D57967D" w14:textId="37C04576" w:rsidR="00893622" w:rsidRPr="00E05BF8" w:rsidRDefault="00893622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>บริษัทเป็นผู้ลงทุนในส่วนงานธุรกิจเกี่ยวกับการผลิตและจำหน่าย</w:t>
      </w:r>
      <w:r w:rsidRPr="00E05BF8">
        <w:rPr>
          <w:rFonts w:ascii="Angsana New" w:hAnsi="Angsana New"/>
          <w:color w:val="000000" w:themeColor="text1"/>
          <w:spacing w:val="-4"/>
          <w:sz w:val="30"/>
          <w:szCs w:val="30"/>
          <w:cs/>
        </w:rPr>
        <w:t>กระเบื้องเซรามิก สุขภัณฑ์เซรามิก รวมถึงผลิตภัณฑ์ บริการ และโซลูชันที่เกี่ยวเนื่อง โดยแบ่งออกเป็นสองธุรกิจหลัก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คือ </w:t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(1)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ธุรกิจ</w:t>
      </w:r>
      <w:r w:rsidR="006D60D6" w:rsidRPr="00E05BF8">
        <w:rPr>
          <w:rFonts w:ascii="Angsana New" w:hAnsi="Angsana New"/>
          <w:color w:val="000000" w:themeColor="text1"/>
          <w:sz w:val="30"/>
          <w:szCs w:val="30"/>
          <w:cs/>
        </w:rPr>
        <w:t>ตกแต่งพื้น</w:t>
      </w:r>
      <w:r w:rsidR="00341C6B" w:rsidRPr="00E05BF8">
        <w:rPr>
          <w:rFonts w:ascii="Angsana New" w:hAnsi="Angsana New"/>
          <w:color w:val="000000" w:themeColor="text1"/>
          <w:sz w:val="30"/>
          <w:szCs w:val="30"/>
          <w:cs/>
        </w:rPr>
        <w:t>ผิว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และ </w:t>
      </w:r>
      <w:r w:rsidR="00B97CCD" w:rsidRPr="00E05BF8">
        <w:rPr>
          <w:rFonts w:ascii="Angsana New" w:hAnsi="Angsana New"/>
          <w:color w:val="000000" w:themeColor="text1"/>
          <w:sz w:val="30"/>
          <w:szCs w:val="30"/>
        </w:rPr>
        <w:br/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(2)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ธุรกิจสุขภัณฑ์</w:t>
      </w:r>
    </w:p>
    <w:p w14:paraId="4003773B" w14:textId="5A475E66" w:rsidR="00E82B7A" w:rsidRPr="00E05BF8" w:rsidRDefault="00E82B7A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color w:val="000000" w:themeColor="text1"/>
          <w:sz w:val="30"/>
          <w:szCs w:val="30"/>
        </w:rPr>
      </w:pPr>
    </w:p>
    <w:p w14:paraId="2BC4AA62" w14:textId="3F3499E4" w:rsidR="00E37733" w:rsidRPr="00E05BF8" w:rsidRDefault="00A1742E" w:rsidP="006824C6">
      <w:pPr>
        <w:pStyle w:val="ListParagraph"/>
        <w:numPr>
          <w:ilvl w:val="0"/>
          <w:numId w:val="18"/>
        </w:numPr>
        <w:spacing w:after="0" w:line="240" w:lineRule="auto"/>
        <w:ind w:left="567" w:hanging="540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เกณฑ์การจัดทำงบการเงิน</w:t>
      </w:r>
      <w:r w:rsidR="00B520E8" w:rsidRPr="00E05BF8">
        <w:rPr>
          <w:rFonts w:ascii="Angsana New" w:hAnsi="Angsana New" w:cs="Angsana New"/>
          <w:b/>
          <w:bCs/>
          <w:sz w:val="30"/>
          <w:szCs w:val="30"/>
          <w:cs/>
        </w:rPr>
        <w:t>ระหว่างกาล</w:t>
      </w:r>
    </w:p>
    <w:p w14:paraId="5B2AECE6" w14:textId="77777777" w:rsidR="00E37733" w:rsidRPr="00E05BF8" w:rsidRDefault="00E37733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11C0F36C" w14:textId="77777777" w:rsidR="00956C65" w:rsidRPr="00E05BF8" w:rsidRDefault="00956C65" w:rsidP="006824C6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49"/>
        <w:jc w:val="thaiDistribute"/>
        <w:rPr>
          <w:rFonts w:ascii="Angsana New" w:hAnsi="Angsana New"/>
          <w:b/>
          <w:i/>
          <w:sz w:val="30"/>
          <w:szCs w:val="30"/>
        </w:rPr>
      </w:pPr>
      <w:r w:rsidRPr="00E05BF8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เกณฑ์การถือปฏิบัติ</w:t>
      </w:r>
    </w:p>
    <w:p w14:paraId="2333B55A" w14:textId="151F2A0E" w:rsidR="00956C65" w:rsidRPr="00E05BF8" w:rsidRDefault="00956C65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5FB14FDD" w14:textId="7C86CE69" w:rsidR="00B520E8" w:rsidRPr="00E05BF8" w:rsidRDefault="00893622" w:rsidP="006824C6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t>งบการเงิน</w:t>
      </w:r>
      <w:r w:rsidR="00B520E8" w:rsidRPr="00E05BF8">
        <w:rPr>
          <w:rFonts w:ascii="Angsana New" w:hAnsi="Angsana New"/>
          <w:sz w:val="30"/>
          <w:szCs w:val="30"/>
          <w:cs/>
        </w:rPr>
        <w:t>ระหว่างกาลนี้นำเสนอรายการในงบการเงินในรูปแบบเดียวกับงบการเงินประจำปีและจัดทำ</w:t>
      </w:r>
      <w:r w:rsidR="00B520E8" w:rsidRPr="00E05BF8">
        <w:rPr>
          <w:rFonts w:ascii="Angsana New" w:hAnsi="Angsana New"/>
          <w:spacing w:val="6"/>
          <w:sz w:val="30"/>
          <w:szCs w:val="30"/>
          <w:cs/>
        </w:rPr>
        <w:t xml:space="preserve">หมายเหตุประกอบงบการเงินระหว่างกาลในรูปแบบย่อตามมาตรฐานการบัญชี ฉบับที่ </w:t>
      </w:r>
      <w:r w:rsidR="004336D3" w:rsidRPr="00E05BF8">
        <w:rPr>
          <w:rFonts w:ascii="Angsana New" w:hAnsi="Angsana New"/>
          <w:spacing w:val="6"/>
          <w:sz w:val="30"/>
          <w:szCs w:val="30"/>
        </w:rPr>
        <w:t>34</w:t>
      </w:r>
      <w:r w:rsidR="00B520E8" w:rsidRPr="00E05BF8">
        <w:rPr>
          <w:rFonts w:ascii="Angsana New" w:hAnsi="Angsana New"/>
          <w:spacing w:val="6"/>
          <w:sz w:val="30"/>
          <w:szCs w:val="30"/>
          <w:cs/>
        </w:rPr>
        <w:t xml:space="preserve"> เรื่อง </w:t>
      </w:r>
      <w:r w:rsidR="00B520E8" w:rsidRPr="00E05BF8">
        <w:rPr>
          <w:rFonts w:ascii="Angsana New" w:hAnsi="Angsana New"/>
          <w:i/>
          <w:iCs/>
          <w:spacing w:val="6"/>
          <w:sz w:val="30"/>
          <w:szCs w:val="30"/>
          <w:cs/>
        </w:rPr>
        <w:t>การรายงาน</w:t>
      </w:r>
      <w:r w:rsidR="00B520E8" w:rsidRPr="00E05BF8">
        <w:rPr>
          <w:rFonts w:ascii="Angsana New" w:hAnsi="Angsana New"/>
          <w:i/>
          <w:iCs/>
          <w:sz w:val="30"/>
          <w:szCs w:val="30"/>
          <w:cs/>
        </w:rPr>
        <w:t>ทางการเงินระหว่างกาล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</w:t>
      </w:r>
      <w:r w:rsidR="00A036CB" w:rsidRPr="00E05BF8">
        <w:rPr>
          <w:rFonts w:ascii="Angsana New" w:hAnsi="Angsana New"/>
          <w:sz w:val="30"/>
          <w:szCs w:val="30"/>
        </w:rPr>
        <w:t xml:space="preserve"> </w:t>
      </w:r>
      <w:r w:rsidR="00A036CB" w:rsidRPr="00E05BF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 </w:t>
      </w:r>
      <w:r w:rsidR="00B520E8" w:rsidRPr="00E05BF8">
        <w:rPr>
          <w:rFonts w:ascii="Angsana New" w:hAnsi="Angsana New"/>
          <w:spacing w:val="-4"/>
          <w:sz w:val="30"/>
          <w:szCs w:val="30"/>
          <w:cs/>
        </w:rPr>
        <w:t>โดยงบการเงินระหว่างกาล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 </w:t>
      </w:r>
      <w:r w:rsidR="004336D3" w:rsidRPr="00E05BF8">
        <w:rPr>
          <w:rFonts w:ascii="Angsana New" w:hAnsi="Angsana New"/>
          <w:sz w:val="30"/>
          <w:szCs w:val="30"/>
        </w:rPr>
        <w:t>31</w:t>
      </w:r>
      <w:r w:rsidR="00B520E8" w:rsidRPr="00E05BF8">
        <w:rPr>
          <w:rFonts w:ascii="Angsana New" w:hAnsi="Angsana New"/>
          <w:sz w:val="30"/>
          <w:szCs w:val="30"/>
        </w:rPr>
        <w:t xml:space="preserve"> 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ธันวาคม </w:t>
      </w:r>
      <w:r w:rsidR="004336D3" w:rsidRPr="00E05BF8">
        <w:rPr>
          <w:rFonts w:ascii="Angsana New" w:hAnsi="Angsana New"/>
          <w:sz w:val="30"/>
          <w:szCs w:val="30"/>
        </w:rPr>
        <w:t>256</w:t>
      </w:r>
      <w:r w:rsidR="00B80CC7" w:rsidRPr="00E05BF8">
        <w:rPr>
          <w:rFonts w:ascii="Angsana New" w:hAnsi="Angsana New"/>
          <w:sz w:val="30"/>
          <w:szCs w:val="30"/>
        </w:rPr>
        <w:t>7</w:t>
      </w:r>
    </w:p>
    <w:p w14:paraId="679D06EB" w14:textId="0E1F492E" w:rsidR="00B520E8" w:rsidRPr="00E05BF8" w:rsidRDefault="00B520E8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2CF519D6" w14:textId="3D21DFF5" w:rsidR="00615DA6" w:rsidRDefault="00B520E8" w:rsidP="0011263F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lastRenderedPageBreak/>
        <w:t>ในการจัดทำ</w:t>
      </w:r>
      <w:r w:rsidR="00893622" w:rsidRPr="00E05BF8">
        <w:rPr>
          <w:rFonts w:ascii="Angsana New" w:hAnsi="Angsana New"/>
          <w:sz w:val="30"/>
          <w:szCs w:val="30"/>
          <w:cs/>
        </w:rPr>
        <w:t>งบการเงิน</w:t>
      </w:r>
      <w:r w:rsidRPr="00E05BF8">
        <w:rPr>
          <w:rFonts w:ascii="Angsana New" w:hAnsi="Angsana New"/>
          <w:sz w:val="30"/>
          <w:szCs w:val="30"/>
          <w:cs/>
        </w:rPr>
        <w:t>ระหว่างกาล ผู้บริหารได้มีการใช้ดุลยพินิจและการประมาณการในการถือปฏิบัติตามนโยบายการบัญชีของบริษัท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</w:t>
      </w:r>
      <w:r w:rsidR="00893622" w:rsidRPr="00E05BF8">
        <w:rPr>
          <w:rFonts w:ascii="Angsana New" w:hAnsi="Angsana New"/>
          <w:sz w:val="30"/>
          <w:szCs w:val="30"/>
          <w:cs/>
        </w:rPr>
        <w:t>งบการเงิน</w:t>
      </w:r>
      <w:r w:rsidRPr="00E05BF8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="004336D3" w:rsidRPr="00E05BF8">
        <w:rPr>
          <w:rFonts w:ascii="Angsana New" w:hAnsi="Angsana New"/>
          <w:sz w:val="30"/>
          <w:szCs w:val="30"/>
        </w:rPr>
        <w:t>31</w:t>
      </w:r>
      <w:r w:rsidRPr="00E05BF8">
        <w:rPr>
          <w:rFonts w:ascii="Angsana New" w:hAnsi="Angsana New"/>
          <w:sz w:val="30"/>
          <w:szCs w:val="30"/>
        </w:rPr>
        <w:t xml:space="preserve"> </w:t>
      </w:r>
      <w:r w:rsidRPr="00E05BF8">
        <w:rPr>
          <w:rFonts w:ascii="Angsana New" w:hAnsi="Angsana New"/>
          <w:sz w:val="30"/>
          <w:szCs w:val="30"/>
          <w:cs/>
        </w:rPr>
        <w:t xml:space="preserve">ธันวาคม </w:t>
      </w:r>
      <w:r w:rsidR="004336D3" w:rsidRPr="00E05BF8">
        <w:rPr>
          <w:rFonts w:ascii="Angsana New" w:hAnsi="Angsana New"/>
          <w:sz w:val="30"/>
          <w:szCs w:val="30"/>
        </w:rPr>
        <w:t>256</w:t>
      </w:r>
      <w:r w:rsidR="00B80CC7" w:rsidRPr="00E05BF8">
        <w:rPr>
          <w:rFonts w:ascii="Angsana New" w:hAnsi="Angsana New"/>
          <w:sz w:val="30"/>
          <w:szCs w:val="30"/>
        </w:rPr>
        <w:t>7</w:t>
      </w:r>
      <w:r w:rsidRPr="00E05BF8">
        <w:rPr>
          <w:rFonts w:ascii="Angsana New" w:hAnsi="Angsana New"/>
          <w:sz w:val="30"/>
          <w:szCs w:val="30"/>
          <w:cs/>
        </w:rPr>
        <w:t xml:space="preserve"> ยกเว้นที่ระบุไว้เป็นอย่างอื่น</w:t>
      </w:r>
      <w:r w:rsidR="00E23FBA" w:rsidRPr="00E05BF8">
        <w:rPr>
          <w:rFonts w:ascii="Angsana New" w:hAnsi="Angsana New"/>
          <w:sz w:val="30"/>
          <w:szCs w:val="30"/>
          <w:cs/>
        </w:rPr>
        <w:t xml:space="preserve"> </w:t>
      </w:r>
    </w:p>
    <w:p w14:paraId="37C70E4A" w14:textId="77777777" w:rsidR="00E05BF8" w:rsidRPr="00E05BF8" w:rsidRDefault="00E05BF8" w:rsidP="0011263F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</w:rPr>
      </w:pPr>
    </w:p>
    <w:p w14:paraId="13EAD805" w14:textId="77777777" w:rsidR="00B520E8" w:rsidRPr="00E05BF8" w:rsidRDefault="00B520E8" w:rsidP="00B520E8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67"/>
        </w:tabs>
        <w:ind w:left="567" w:hanging="549"/>
        <w:contextualSpacing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05BF8">
        <w:rPr>
          <w:rFonts w:ascii="Angsana New" w:hAnsi="Angsana New"/>
          <w:b/>
          <w:bCs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14:paraId="336DF376" w14:textId="77777777" w:rsidR="00B520E8" w:rsidRPr="00E05BF8" w:rsidRDefault="00B520E8" w:rsidP="00B520E8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1C21BFD3" w14:textId="13C58F13" w:rsidR="00B520E8" w:rsidRPr="00E05BF8" w:rsidRDefault="00893622" w:rsidP="00B520E8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pacing w:val="4"/>
          <w:sz w:val="30"/>
          <w:szCs w:val="30"/>
          <w:cs/>
        </w:rPr>
        <w:t>งบการเงิน</w:t>
      </w:r>
      <w:r w:rsidR="00B520E8" w:rsidRPr="00E05BF8">
        <w:rPr>
          <w:rFonts w:ascii="Angsana New" w:hAnsi="Angsana New"/>
          <w:spacing w:val="4"/>
          <w:sz w:val="30"/>
          <w:szCs w:val="30"/>
          <w:cs/>
        </w:rPr>
        <w:t>ระหว่างกาลนี้จัดทำและแสดงหน่วยเงินตราเป็นเงินบาทซึ่งเป็นสกุลเงินที่ใช้ในการดำเนินงาน</w:t>
      </w:r>
      <w:r w:rsidR="00B520E8" w:rsidRPr="00E05BF8">
        <w:rPr>
          <w:rFonts w:ascii="Angsana New" w:hAnsi="Angsana New"/>
          <w:sz w:val="30"/>
          <w:szCs w:val="30"/>
          <w:cs/>
        </w:rPr>
        <w:t>ของบริษัท ข้อมูลทางการเงินทั้งหมดมีการปัดเศษในหมายเหตุประกอบงบการเงินระหว่างกาลเพื่อให้แสดงเป็นหลัก</w:t>
      </w:r>
      <w:r w:rsidR="00741FD4" w:rsidRPr="00E05BF8">
        <w:rPr>
          <w:rFonts w:ascii="Angsana New" w:hAnsi="Angsana New"/>
          <w:sz w:val="30"/>
          <w:szCs w:val="30"/>
          <w:cs/>
        </w:rPr>
        <w:t>พัน</w:t>
      </w:r>
      <w:r w:rsidR="00B520E8" w:rsidRPr="00E05BF8">
        <w:rPr>
          <w:rFonts w:ascii="Angsana New" w:hAnsi="Angsana New"/>
          <w:sz w:val="30"/>
          <w:szCs w:val="30"/>
          <w:cs/>
        </w:rPr>
        <w:t>บาท ยกเว้นที่ระบุไว้เป็นอย่างอื่น</w:t>
      </w:r>
    </w:p>
    <w:p w14:paraId="324BBA3B" w14:textId="51D9C1B0" w:rsidR="00893622" w:rsidRPr="00E05BF8" w:rsidRDefault="008936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Cs/>
          <w:sz w:val="30"/>
          <w:szCs w:val="30"/>
        </w:rPr>
      </w:pPr>
    </w:p>
    <w:p w14:paraId="7A453912" w14:textId="14DA2A25" w:rsidR="00CE4CC3" w:rsidRPr="00E05BF8" w:rsidRDefault="00CD4458" w:rsidP="00D9506A">
      <w:pPr>
        <w:pStyle w:val="ListParagraph"/>
        <w:numPr>
          <w:ilvl w:val="0"/>
          <w:numId w:val="18"/>
        </w:numPr>
        <w:spacing w:after="0" w:line="240" w:lineRule="auto"/>
        <w:ind w:left="567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1E6E7EAC" w14:textId="77777777" w:rsidR="00B12338" w:rsidRPr="00E05BF8" w:rsidRDefault="00B12338" w:rsidP="00893BD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67"/>
        <w:rPr>
          <w:rFonts w:ascii="Angsana New" w:hAnsi="Angsana New"/>
          <w:sz w:val="30"/>
          <w:szCs w:val="30"/>
        </w:rPr>
      </w:pPr>
    </w:p>
    <w:p w14:paraId="7D81A7F3" w14:textId="77777777" w:rsidR="00B80CC7" w:rsidRPr="00E05BF8" w:rsidRDefault="00B80CC7" w:rsidP="00B80CC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 w:line="240" w:lineRule="auto"/>
        <w:ind w:left="567"/>
        <w:jc w:val="thaiDistribute"/>
        <w:rPr>
          <w:rFonts w:ascii="Angsana New" w:hAnsi="Angsana New"/>
          <w:b/>
          <w:sz w:val="30"/>
          <w:szCs w:val="30"/>
        </w:rPr>
      </w:pPr>
      <w:r w:rsidRPr="00E05BF8">
        <w:rPr>
          <w:rFonts w:ascii="Angsana New" w:hAnsi="Angsana New"/>
          <w:b/>
          <w:sz w:val="30"/>
          <w:szCs w:val="30"/>
          <w:cs/>
        </w:rPr>
        <w:t xml:space="preserve">รายการที่สำคัญกับกิจการที่เกี่ยวข้องกันสำหรับงวดสามเดือนสิ้นสุดวันที่ </w:t>
      </w:r>
      <w:r w:rsidRPr="00E05BF8">
        <w:rPr>
          <w:rFonts w:ascii="Angsana New" w:hAnsi="Angsana New"/>
          <w:bCs/>
          <w:sz w:val="30"/>
          <w:szCs w:val="30"/>
        </w:rPr>
        <w:t xml:space="preserve">31 </w:t>
      </w:r>
      <w:r w:rsidRPr="00E05BF8">
        <w:rPr>
          <w:rFonts w:ascii="Angsana New" w:hAnsi="Angsana New"/>
          <w:b/>
          <w:sz w:val="30"/>
          <w:szCs w:val="30"/>
          <w:cs/>
        </w:rPr>
        <w:t>มีนาคม</w:t>
      </w:r>
      <w:r w:rsidRPr="00E05BF8">
        <w:rPr>
          <w:rFonts w:ascii="Angsana New" w:hAnsi="Angsana New"/>
          <w:b/>
          <w:spacing w:val="-6"/>
          <w:sz w:val="30"/>
          <w:szCs w:val="30"/>
          <w:cs/>
        </w:rPr>
        <w:t xml:space="preserve"> </w:t>
      </w:r>
      <w:r w:rsidRPr="00E05BF8">
        <w:rPr>
          <w:rFonts w:ascii="Angsana New" w:hAnsi="Angsana New"/>
          <w:b/>
          <w:sz w:val="30"/>
          <w:szCs w:val="30"/>
          <w:cs/>
        </w:rPr>
        <w:t>สรุปได้ดังนี้</w:t>
      </w:r>
    </w:p>
    <w:p w14:paraId="4BD4BAC5" w14:textId="0A7AD2AF" w:rsidR="00CD4458" w:rsidRPr="00E05BF8" w:rsidRDefault="00CD4458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tbl>
      <w:tblPr>
        <w:tblW w:w="908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427"/>
        <w:gridCol w:w="1368"/>
        <w:gridCol w:w="1288"/>
      </w:tblGrid>
      <w:tr w:rsidR="00B80CC7" w:rsidRPr="00E05BF8" w14:paraId="12B26648" w14:textId="77777777" w:rsidTr="00914FAE">
        <w:trPr>
          <w:trHeight w:val="259"/>
          <w:tblHeader/>
        </w:trPr>
        <w:tc>
          <w:tcPr>
            <w:tcW w:w="3538" w:type="pct"/>
          </w:tcPr>
          <w:p w14:paraId="303A3EAD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39" w:right="-1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53" w:type="pct"/>
          </w:tcPr>
          <w:p w14:paraId="458347BE" w14:textId="61EC0904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709" w:type="pct"/>
          </w:tcPr>
          <w:p w14:paraId="58641625" w14:textId="4D6BDFBB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B80CC7" w:rsidRPr="00E05BF8" w14:paraId="497DF41E" w14:textId="77777777" w:rsidTr="00914FAE">
        <w:trPr>
          <w:trHeight w:val="259"/>
          <w:tblHeader/>
        </w:trPr>
        <w:tc>
          <w:tcPr>
            <w:tcW w:w="3538" w:type="pct"/>
          </w:tcPr>
          <w:p w14:paraId="610A8DA7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39" w:right="-1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2" w:type="pct"/>
            <w:gridSpan w:val="2"/>
          </w:tcPr>
          <w:p w14:paraId="6CE93407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E05BF8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80CC7" w:rsidRPr="00E05BF8" w14:paraId="55A89CDF" w14:textId="77777777" w:rsidTr="00914FAE">
        <w:trPr>
          <w:trHeight w:val="259"/>
        </w:trPr>
        <w:tc>
          <w:tcPr>
            <w:tcW w:w="3538" w:type="pct"/>
          </w:tcPr>
          <w:p w14:paraId="000AFB3E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753" w:type="pct"/>
          </w:tcPr>
          <w:p w14:paraId="405532EB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09" w:type="pct"/>
          </w:tcPr>
          <w:p w14:paraId="1F8F4075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CC7" w:rsidRPr="00E05BF8" w14:paraId="3B74D6AE" w14:textId="77777777" w:rsidTr="00914FAE">
        <w:trPr>
          <w:trHeight w:val="259"/>
        </w:trPr>
        <w:tc>
          <w:tcPr>
            <w:tcW w:w="3538" w:type="pct"/>
          </w:tcPr>
          <w:p w14:paraId="40970515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753" w:type="pct"/>
          </w:tcPr>
          <w:p w14:paraId="7CAAC9F2" w14:textId="4FA9048A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709" w:type="pct"/>
          </w:tcPr>
          <w:p w14:paraId="3F124884" w14:textId="1927AE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327</w:t>
            </w:r>
          </w:p>
        </w:tc>
      </w:tr>
      <w:tr w:rsidR="00110192" w:rsidRPr="00E05BF8" w14:paraId="0F9DCBD3" w14:textId="77777777" w:rsidTr="00914FAE">
        <w:trPr>
          <w:trHeight w:val="259"/>
        </w:trPr>
        <w:tc>
          <w:tcPr>
            <w:tcW w:w="3538" w:type="pct"/>
          </w:tcPr>
          <w:p w14:paraId="149D60ED" w14:textId="0A754371" w:rsidR="00110192" w:rsidRPr="00E05BF8" w:rsidRDefault="00110192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753" w:type="pct"/>
          </w:tcPr>
          <w:p w14:paraId="749C1686" w14:textId="42E72044" w:rsidR="00110192" w:rsidRPr="00E05BF8" w:rsidRDefault="00D26AAF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1,197</w:t>
            </w:r>
          </w:p>
        </w:tc>
        <w:tc>
          <w:tcPr>
            <w:tcW w:w="709" w:type="pct"/>
          </w:tcPr>
          <w:p w14:paraId="2318F5E3" w14:textId="08000500" w:rsidR="00110192" w:rsidRPr="00E05BF8" w:rsidRDefault="00D26AAF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0CC7" w:rsidRPr="00E05BF8" w14:paraId="42CE6DE5" w14:textId="77777777" w:rsidTr="00914FAE">
        <w:trPr>
          <w:trHeight w:val="259"/>
        </w:trPr>
        <w:tc>
          <w:tcPr>
            <w:tcW w:w="3538" w:type="pct"/>
          </w:tcPr>
          <w:p w14:paraId="0C5CAC2D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pacing w:val="-6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753" w:type="pct"/>
          </w:tcPr>
          <w:p w14:paraId="5A460174" w14:textId="65C722AE" w:rsidR="00B80CC7" w:rsidRPr="00E05BF8" w:rsidRDefault="00D26AAF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E05BF8">
              <w:rPr>
                <w:rFonts w:ascii="Angsana New" w:hAnsi="Angsana New"/>
                <w:sz w:val="30"/>
                <w:szCs w:val="30"/>
              </w:rPr>
              <w:t>,504</w:t>
            </w:r>
          </w:p>
        </w:tc>
        <w:tc>
          <w:tcPr>
            <w:tcW w:w="709" w:type="pct"/>
          </w:tcPr>
          <w:p w14:paraId="4AB2A771" w14:textId="5B5D73CE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7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663</w:t>
            </w:r>
          </w:p>
        </w:tc>
      </w:tr>
      <w:tr w:rsidR="00B80CC7" w:rsidRPr="00E05BF8" w14:paraId="77BE5A51" w14:textId="77777777" w:rsidTr="00914FAE">
        <w:trPr>
          <w:trHeight w:val="259"/>
        </w:trPr>
        <w:tc>
          <w:tcPr>
            <w:tcW w:w="3538" w:type="pct"/>
          </w:tcPr>
          <w:p w14:paraId="045ACDDA" w14:textId="1EFB174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53" w:type="pct"/>
          </w:tcPr>
          <w:p w14:paraId="2A97C7A3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9" w:type="pct"/>
          </w:tcPr>
          <w:p w14:paraId="1BD28ED6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CC7" w:rsidRPr="00E05BF8" w14:paraId="49730AC5" w14:textId="77777777" w:rsidTr="00914FAE">
        <w:trPr>
          <w:trHeight w:val="259"/>
        </w:trPr>
        <w:tc>
          <w:tcPr>
            <w:tcW w:w="3538" w:type="pct"/>
          </w:tcPr>
          <w:p w14:paraId="5C9BC691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753" w:type="pct"/>
          </w:tcPr>
          <w:p w14:paraId="5F1D8D4E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9" w:type="pct"/>
          </w:tcPr>
          <w:p w14:paraId="0BC2C101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CC7" w:rsidRPr="00E05BF8" w14:paraId="2A001D61" w14:textId="77777777" w:rsidTr="00914FAE">
        <w:trPr>
          <w:trHeight w:val="259"/>
        </w:trPr>
        <w:tc>
          <w:tcPr>
            <w:tcW w:w="3538" w:type="pct"/>
          </w:tcPr>
          <w:p w14:paraId="5D710560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753" w:type="pct"/>
          </w:tcPr>
          <w:p w14:paraId="53E81D99" w14:textId="1081E272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56,196</w:t>
            </w:r>
          </w:p>
        </w:tc>
        <w:tc>
          <w:tcPr>
            <w:tcW w:w="709" w:type="pct"/>
          </w:tcPr>
          <w:p w14:paraId="0AC45BBD" w14:textId="7E8222CF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97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993</w:t>
            </w:r>
          </w:p>
        </w:tc>
      </w:tr>
      <w:tr w:rsidR="00B80CC7" w:rsidRPr="00E05BF8" w14:paraId="49E32FDC" w14:textId="77777777" w:rsidTr="00914FAE">
        <w:trPr>
          <w:trHeight w:val="259"/>
        </w:trPr>
        <w:tc>
          <w:tcPr>
            <w:tcW w:w="3538" w:type="pct"/>
          </w:tcPr>
          <w:p w14:paraId="6173E329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53" w:type="pct"/>
          </w:tcPr>
          <w:p w14:paraId="35DE7C54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09" w:type="pct"/>
          </w:tcPr>
          <w:p w14:paraId="33547397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B80CC7" w:rsidRPr="00E05BF8" w14:paraId="78035532" w14:textId="77777777" w:rsidTr="00914FAE">
        <w:trPr>
          <w:trHeight w:val="259"/>
        </w:trPr>
        <w:tc>
          <w:tcPr>
            <w:tcW w:w="3538" w:type="pct"/>
          </w:tcPr>
          <w:p w14:paraId="2BAFFA1E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53" w:type="pct"/>
          </w:tcPr>
          <w:p w14:paraId="191B19A8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09" w:type="pct"/>
          </w:tcPr>
          <w:p w14:paraId="3FB403D2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B80CC7" w:rsidRPr="00E05BF8" w14:paraId="63E9A17C" w14:textId="77777777" w:rsidTr="00914FAE">
        <w:trPr>
          <w:trHeight w:val="259"/>
        </w:trPr>
        <w:tc>
          <w:tcPr>
            <w:tcW w:w="3538" w:type="pct"/>
          </w:tcPr>
          <w:p w14:paraId="32E84B10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753" w:type="pct"/>
          </w:tcPr>
          <w:p w14:paraId="14946DDF" w14:textId="0CAC3EF7" w:rsidR="00B80CC7" w:rsidRPr="00E05BF8" w:rsidRDefault="00110192" w:rsidP="00605E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1,010,546</w:t>
            </w:r>
          </w:p>
        </w:tc>
        <w:tc>
          <w:tcPr>
            <w:tcW w:w="709" w:type="pct"/>
          </w:tcPr>
          <w:p w14:paraId="1D47BB50" w14:textId="487AC00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737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429</w:t>
            </w:r>
          </w:p>
        </w:tc>
      </w:tr>
      <w:tr w:rsidR="00B80CC7" w:rsidRPr="00E05BF8" w14:paraId="03D5F3F6" w14:textId="77777777" w:rsidTr="00914FAE">
        <w:trPr>
          <w:trHeight w:val="259"/>
        </w:trPr>
        <w:tc>
          <w:tcPr>
            <w:tcW w:w="3538" w:type="pct"/>
          </w:tcPr>
          <w:p w14:paraId="14E4FF72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753" w:type="pct"/>
          </w:tcPr>
          <w:p w14:paraId="30287362" w14:textId="4A288028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26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272</w:t>
            </w:r>
          </w:p>
        </w:tc>
        <w:tc>
          <w:tcPr>
            <w:tcW w:w="709" w:type="pct"/>
          </w:tcPr>
          <w:p w14:paraId="1ADF4E92" w14:textId="45E300FE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7,681</w:t>
            </w:r>
          </w:p>
        </w:tc>
      </w:tr>
      <w:tr w:rsidR="00B80CC7" w:rsidRPr="00E05BF8" w14:paraId="08FDE0F6" w14:textId="77777777" w:rsidTr="00914FAE">
        <w:trPr>
          <w:trHeight w:val="259"/>
        </w:trPr>
        <w:tc>
          <w:tcPr>
            <w:tcW w:w="3538" w:type="pct"/>
          </w:tcPr>
          <w:p w14:paraId="41FCCB55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 xml:space="preserve">รายได้อื่น </w:t>
            </w:r>
          </w:p>
        </w:tc>
        <w:tc>
          <w:tcPr>
            <w:tcW w:w="753" w:type="pct"/>
          </w:tcPr>
          <w:p w14:paraId="1A1140BE" w14:textId="4F732EC8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709" w:type="pct"/>
          </w:tcPr>
          <w:p w14:paraId="22ED69BB" w14:textId="7FD51FBB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65</w:t>
            </w:r>
          </w:p>
        </w:tc>
      </w:tr>
      <w:tr w:rsidR="00B80CC7" w:rsidRPr="00E05BF8" w14:paraId="570FBC1D" w14:textId="77777777" w:rsidTr="00914FAE">
        <w:trPr>
          <w:trHeight w:val="259"/>
        </w:trPr>
        <w:tc>
          <w:tcPr>
            <w:tcW w:w="3538" w:type="pct"/>
          </w:tcPr>
          <w:p w14:paraId="0EABEF6C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753" w:type="pct"/>
          </w:tcPr>
          <w:p w14:paraId="750CC298" w14:textId="7B7406DB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15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828</w:t>
            </w:r>
          </w:p>
        </w:tc>
        <w:tc>
          <w:tcPr>
            <w:tcW w:w="709" w:type="pct"/>
          </w:tcPr>
          <w:p w14:paraId="0592428D" w14:textId="684927B2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19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754</w:t>
            </w:r>
          </w:p>
        </w:tc>
      </w:tr>
      <w:tr w:rsidR="00B80CC7" w:rsidRPr="00E05BF8" w14:paraId="1C757053" w14:textId="77777777" w:rsidTr="00914FAE">
        <w:trPr>
          <w:trHeight w:val="259"/>
        </w:trPr>
        <w:tc>
          <w:tcPr>
            <w:tcW w:w="3538" w:type="pct"/>
          </w:tcPr>
          <w:p w14:paraId="11B09AC6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753" w:type="pct"/>
            <w:shd w:val="clear" w:color="auto" w:fill="auto"/>
          </w:tcPr>
          <w:p w14:paraId="3F2E6988" w14:textId="3E1ACDCA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324</w:t>
            </w:r>
          </w:p>
        </w:tc>
        <w:tc>
          <w:tcPr>
            <w:tcW w:w="709" w:type="pct"/>
            <w:shd w:val="clear" w:color="auto" w:fill="auto"/>
          </w:tcPr>
          <w:p w14:paraId="72936ACF" w14:textId="57885AC3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3</w:t>
            </w:r>
            <w:r w:rsidRPr="00E05BF8">
              <w:rPr>
                <w:rFonts w:ascii="Angsana New" w:hAnsi="Angsana New"/>
                <w:sz w:val="30"/>
                <w:szCs w:val="30"/>
              </w:rPr>
              <w:t>29</w:t>
            </w:r>
          </w:p>
        </w:tc>
      </w:tr>
      <w:tr w:rsidR="00B80CC7" w:rsidRPr="00E05BF8" w14:paraId="77EB7D56" w14:textId="77777777" w:rsidTr="00914FAE">
        <w:trPr>
          <w:trHeight w:val="259"/>
        </w:trPr>
        <w:tc>
          <w:tcPr>
            <w:tcW w:w="3538" w:type="pct"/>
          </w:tcPr>
          <w:p w14:paraId="6062F3FF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753" w:type="pct"/>
          </w:tcPr>
          <w:p w14:paraId="4F37614A" w14:textId="4305A66F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314</w:t>
            </w:r>
          </w:p>
        </w:tc>
        <w:tc>
          <w:tcPr>
            <w:tcW w:w="709" w:type="pct"/>
          </w:tcPr>
          <w:p w14:paraId="1A9C440E" w14:textId="41A20422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3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346</w:t>
            </w:r>
          </w:p>
        </w:tc>
      </w:tr>
      <w:tr w:rsidR="00110192" w:rsidRPr="00E05BF8" w14:paraId="17974F2E" w14:textId="77777777" w:rsidTr="00914FAE">
        <w:trPr>
          <w:trHeight w:val="259"/>
        </w:trPr>
        <w:tc>
          <w:tcPr>
            <w:tcW w:w="3538" w:type="pct"/>
          </w:tcPr>
          <w:p w14:paraId="2BBA82C0" w14:textId="0A131B3D" w:rsidR="00110192" w:rsidRPr="004D2917" w:rsidRDefault="00110192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753" w:type="pct"/>
          </w:tcPr>
          <w:p w14:paraId="2D36CECD" w14:textId="77777777" w:rsidR="00110192" w:rsidRPr="00E05BF8" w:rsidRDefault="00110192" w:rsidP="00547C2D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left="-108" w:right="-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09" w:type="pct"/>
          </w:tcPr>
          <w:p w14:paraId="2AA85A27" w14:textId="77777777" w:rsidR="00110192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0192" w:rsidRPr="00E05BF8" w14:paraId="54A4AF3E" w14:textId="77777777" w:rsidTr="00914FAE">
        <w:trPr>
          <w:trHeight w:val="259"/>
        </w:trPr>
        <w:tc>
          <w:tcPr>
            <w:tcW w:w="3538" w:type="pct"/>
          </w:tcPr>
          <w:p w14:paraId="4ABFE1C0" w14:textId="3348C750" w:rsidR="00EC080E" w:rsidRPr="004D2917" w:rsidRDefault="00110192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4D2917">
              <w:rPr>
                <w:rFonts w:ascii="Angsana New" w:hAnsi="Angsana New"/>
                <w:spacing w:val="-6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753" w:type="pct"/>
          </w:tcPr>
          <w:p w14:paraId="3E445ADE" w14:textId="096B89C3" w:rsidR="00110192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709" w:type="pct"/>
          </w:tcPr>
          <w:p w14:paraId="5F5ED881" w14:textId="053723C9" w:rsidR="00110192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4FAE" w:rsidRPr="00E05BF8" w14:paraId="52500319" w14:textId="77777777" w:rsidTr="00914FAE">
        <w:trPr>
          <w:trHeight w:val="259"/>
        </w:trPr>
        <w:tc>
          <w:tcPr>
            <w:tcW w:w="3538" w:type="pct"/>
          </w:tcPr>
          <w:p w14:paraId="6D740C8E" w14:textId="77777777" w:rsidR="00914FAE" w:rsidRPr="00E05BF8" w:rsidRDefault="00914FAE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53" w:type="pct"/>
          </w:tcPr>
          <w:p w14:paraId="1812A763" w14:textId="77777777" w:rsidR="00914FAE" w:rsidRPr="00E05BF8" w:rsidRDefault="00914FA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9" w:type="pct"/>
          </w:tcPr>
          <w:p w14:paraId="1EAC47ED" w14:textId="77777777" w:rsidR="00914FAE" w:rsidRPr="00E05BF8" w:rsidRDefault="00914FA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CC7" w:rsidRPr="00E05BF8" w14:paraId="132A45D6" w14:textId="77777777" w:rsidTr="00914FAE">
        <w:trPr>
          <w:trHeight w:val="259"/>
        </w:trPr>
        <w:tc>
          <w:tcPr>
            <w:tcW w:w="3538" w:type="pct"/>
          </w:tcPr>
          <w:p w14:paraId="20CACD8C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753" w:type="pct"/>
          </w:tcPr>
          <w:p w14:paraId="1F3C270A" w14:textId="77777777" w:rsidR="00B80CC7" w:rsidRPr="00E05BF8" w:rsidRDefault="00B80CC7" w:rsidP="00547C2D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left="-108" w:right="-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09" w:type="pct"/>
          </w:tcPr>
          <w:p w14:paraId="61B2606E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CC7" w:rsidRPr="00E05BF8" w14:paraId="2403BF07" w14:textId="77777777" w:rsidTr="00914FAE">
        <w:trPr>
          <w:trHeight w:val="259"/>
        </w:trPr>
        <w:tc>
          <w:tcPr>
            <w:tcW w:w="3538" w:type="pct"/>
          </w:tcPr>
          <w:p w14:paraId="57C5EF78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pacing w:val="-6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753" w:type="pct"/>
          </w:tcPr>
          <w:p w14:paraId="5F80A86E" w14:textId="583CF060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8,047</w:t>
            </w:r>
          </w:p>
        </w:tc>
        <w:tc>
          <w:tcPr>
            <w:tcW w:w="709" w:type="pct"/>
          </w:tcPr>
          <w:p w14:paraId="65CA7BFE" w14:textId="3D99C15C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1,015</w:t>
            </w:r>
          </w:p>
        </w:tc>
      </w:tr>
      <w:tr w:rsidR="00B80CC7" w:rsidRPr="00E05BF8" w14:paraId="7DE8AB15" w14:textId="77777777" w:rsidTr="00914FAE">
        <w:trPr>
          <w:trHeight w:val="259"/>
        </w:trPr>
        <w:tc>
          <w:tcPr>
            <w:tcW w:w="3538" w:type="pct"/>
          </w:tcPr>
          <w:p w14:paraId="3EC43DC5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 xml:space="preserve">รายได้อื่น </w:t>
            </w:r>
          </w:p>
        </w:tc>
        <w:tc>
          <w:tcPr>
            <w:tcW w:w="753" w:type="pct"/>
          </w:tcPr>
          <w:p w14:paraId="09827A53" w14:textId="6D5139CC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1,165</w:t>
            </w:r>
          </w:p>
        </w:tc>
        <w:tc>
          <w:tcPr>
            <w:tcW w:w="709" w:type="pct"/>
          </w:tcPr>
          <w:p w14:paraId="6D9B67C4" w14:textId="45FDF51A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95</w:t>
            </w:r>
            <w:r w:rsidRPr="00E05BF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B80CC7" w:rsidRPr="00E05BF8" w14:paraId="74C47774" w14:textId="77777777" w:rsidTr="00914FAE">
        <w:trPr>
          <w:trHeight w:val="259"/>
        </w:trPr>
        <w:tc>
          <w:tcPr>
            <w:tcW w:w="3538" w:type="pct"/>
          </w:tcPr>
          <w:p w14:paraId="61F83F96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0" w:hanging="14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E05BF8">
              <w:rPr>
                <w:rFonts w:ascii="Angsana New" w:hAnsi="Angsana New"/>
                <w:spacing w:val="-6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753" w:type="pct"/>
          </w:tcPr>
          <w:p w14:paraId="0BAC3A2F" w14:textId="66E8F221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2,527</w:t>
            </w:r>
          </w:p>
        </w:tc>
        <w:tc>
          <w:tcPr>
            <w:tcW w:w="709" w:type="pct"/>
          </w:tcPr>
          <w:p w14:paraId="6940C4A2" w14:textId="28D08D93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681</w:t>
            </w:r>
          </w:p>
        </w:tc>
      </w:tr>
    </w:tbl>
    <w:p w14:paraId="20E743EE" w14:textId="77777777" w:rsidR="00B80CC7" w:rsidRPr="00547C2D" w:rsidRDefault="00B80CC7" w:rsidP="000426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85"/>
        <w:rPr>
          <w:rFonts w:ascii="Angsana New" w:hAnsi="Angsana New"/>
          <w:sz w:val="30"/>
          <w:szCs w:val="30"/>
        </w:rPr>
      </w:pPr>
    </w:p>
    <w:p w14:paraId="3B920AB8" w14:textId="1DF6F2F0" w:rsidR="00B80CC7" w:rsidRPr="00547C2D" w:rsidRDefault="00B80CC7" w:rsidP="00B80CC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547C2D">
        <w:rPr>
          <w:rFonts w:ascii="Angsana New" w:hAnsi="Angsana New"/>
          <w:sz w:val="30"/>
          <w:szCs w:val="30"/>
          <w:cs/>
        </w:rPr>
        <w:t xml:space="preserve">ยอดคงเหลือ ณ วันที่ </w:t>
      </w:r>
      <w:r w:rsidRPr="00547C2D">
        <w:rPr>
          <w:rFonts w:ascii="Angsana New" w:hAnsi="Angsana New"/>
          <w:sz w:val="30"/>
          <w:szCs w:val="30"/>
        </w:rPr>
        <w:t>31</w:t>
      </w:r>
      <w:r w:rsidRPr="00547C2D">
        <w:rPr>
          <w:rFonts w:ascii="Angsana New" w:hAnsi="Angsana New"/>
          <w:sz w:val="30"/>
          <w:szCs w:val="30"/>
          <w:cs/>
        </w:rPr>
        <w:t xml:space="preserve"> มีนาคม </w:t>
      </w:r>
      <w:r w:rsidRPr="00547C2D">
        <w:rPr>
          <w:rFonts w:ascii="Angsana New" w:hAnsi="Angsana New"/>
          <w:sz w:val="30"/>
          <w:szCs w:val="30"/>
        </w:rPr>
        <w:t>2568</w:t>
      </w:r>
      <w:r w:rsidRPr="00547C2D">
        <w:rPr>
          <w:rFonts w:ascii="Angsana New" w:hAnsi="Angsana New"/>
          <w:sz w:val="30"/>
          <w:szCs w:val="30"/>
          <w:cs/>
        </w:rPr>
        <w:t xml:space="preserve"> และ </w:t>
      </w:r>
      <w:r w:rsidRPr="00547C2D">
        <w:rPr>
          <w:rFonts w:ascii="Angsana New" w:hAnsi="Angsana New"/>
          <w:sz w:val="30"/>
          <w:szCs w:val="30"/>
        </w:rPr>
        <w:t xml:space="preserve">31 </w:t>
      </w:r>
      <w:r w:rsidRPr="00547C2D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547C2D">
        <w:rPr>
          <w:rFonts w:ascii="Angsana New" w:hAnsi="Angsana New"/>
          <w:sz w:val="30"/>
          <w:szCs w:val="30"/>
        </w:rPr>
        <w:t>2567</w:t>
      </w:r>
      <w:r w:rsidRPr="00547C2D">
        <w:rPr>
          <w:rFonts w:ascii="Angsana New" w:hAnsi="Angsana New"/>
          <w:sz w:val="30"/>
          <w:szCs w:val="30"/>
          <w:cs/>
        </w:rPr>
        <w:t xml:space="preserve"> กับกิจการที่เกี่ยวข้องกันมีดังนี้</w:t>
      </w:r>
    </w:p>
    <w:p w14:paraId="36073587" w14:textId="068098C0" w:rsidR="008A5442" w:rsidRPr="00547C2D" w:rsidRDefault="008A5442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0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925"/>
        <w:gridCol w:w="1441"/>
        <w:gridCol w:w="237"/>
        <w:gridCol w:w="1437"/>
      </w:tblGrid>
      <w:tr w:rsidR="00B80CC7" w:rsidRPr="00E05BF8" w14:paraId="1A89DBB7" w14:textId="77777777" w:rsidTr="00475BCB">
        <w:trPr>
          <w:tblHeader/>
        </w:trPr>
        <w:tc>
          <w:tcPr>
            <w:tcW w:w="3277" w:type="pct"/>
          </w:tcPr>
          <w:p w14:paraId="52A4286A" w14:textId="77777777" w:rsidR="00B80CC7" w:rsidRPr="00E05BF8" w:rsidRDefault="00B80CC7" w:rsidP="00547C2D">
            <w:pPr>
              <w:tabs>
                <w:tab w:val="clear" w:pos="454"/>
                <w:tab w:val="left" w:pos="504"/>
              </w:tabs>
              <w:spacing w:line="240" w:lineRule="auto"/>
              <w:ind w:left="504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7EAF5816" w14:textId="472BEB77" w:rsidR="00B80CC7" w:rsidRPr="00E05BF8" w:rsidRDefault="00B80CC7" w:rsidP="00547C2D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firstLine="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31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31" w:type="pct"/>
          </w:tcPr>
          <w:p w14:paraId="27D349F7" w14:textId="77777777" w:rsidR="00B80CC7" w:rsidRPr="00E05BF8" w:rsidRDefault="00B80CC7" w:rsidP="00547C2D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left="5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6FC959E0" w14:textId="2737CE0E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B80CC7" w:rsidRPr="00E05BF8" w14:paraId="532F08D4" w14:textId="77777777" w:rsidTr="00475BCB">
        <w:trPr>
          <w:tblHeader/>
        </w:trPr>
        <w:tc>
          <w:tcPr>
            <w:tcW w:w="3277" w:type="pct"/>
          </w:tcPr>
          <w:p w14:paraId="1944C716" w14:textId="77777777" w:rsidR="00B80CC7" w:rsidRPr="00E05BF8" w:rsidRDefault="00B80CC7" w:rsidP="00547C2D">
            <w:pPr>
              <w:tabs>
                <w:tab w:val="clear" w:pos="454"/>
                <w:tab w:val="left" w:pos="504"/>
              </w:tabs>
              <w:spacing w:line="240" w:lineRule="auto"/>
              <w:ind w:left="504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7E9653C1" w14:textId="616C9CE8" w:rsidR="00B80CC7" w:rsidRPr="00E05BF8" w:rsidRDefault="00B80CC7" w:rsidP="00547C2D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firstLine="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1" w:type="pct"/>
          </w:tcPr>
          <w:p w14:paraId="68181F3A" w14:textId="77777777" w:rsidR="00B80CC7" w:rsidRPr="00E05BF8" w:rsidRDefault="00B80CC7" w:rsidP="00547C2D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left="5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0072E7B0" w14:textId="1E5E37C6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262718" w:rsidRPr="00E05BF8" w14:paraId="1151C2E0" w14:textId="77777777" w:rsidTr="00262718">
        <w:trPr>
          <w:trHeight w:val="308"/>
          <w:tblHeader/>
        </w:trPr>
        <w:tc>
          <w:tcPr>
            <w:tcW w:w="3277" w:type="pct"/>
          </w:tcPr>
          <w:p w14:paraId="35BEC057" w14:textId="77777777" w:rsidR="00262718" w:rsidRPr="00E05BF8" w:rsidRDefault="00262718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after="0" w:line="240" w:lineRule="auto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23" w:type="pct"/>
            <w:gridSpan w:val="3"/>
          </w:tcPr>
          <w:p w14:paraId="71E5A0AB" w14:textId="186BD59A" w:rsidR="00262718" w:rsidRPr="00E05BF8" w:rsidRDefault="00262718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E05BF8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72C69" w:rsidRPr="00E05BF8" w14:paraId="28F6E39B" w14:textId="77777777" w:rsidTr="00475BCB">
        <w:tc>
          <w:tcPr>
            <w:tcW w:w="3277" w:type="pct"/>
          </w:tcPr>
          <w:p w14:paraId="552D81DD" w14:textId="77777777" w:rsidR="00972C69" w:rsidRPr="00E05BF8" w:rsidRDefault="00972C69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797" w:type="pct"/>
          </w:tcPr>
          <w:p w14:paraId="4DDBD486" w14:textId="77777777" w:rsidR="00972C69" w:rsidRPr="00E05BF8" w:rsidRDefault="00972C69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14:paraId="0574FF56" w14:textId="77777777" w:rsidR="00972C69" w:rsidRPr="00E05BF8" w:rsidRDefault="00972C69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747433DF" w14:textId="77777777" w:rsidR="00972C69" w:rsidRPr="00E05BF8" w:rsidRDefault="00972C69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CC7" w:rsidRPr="00E05BF8" w14:paraId="16579F2B" w14:textId="77777777" w:rsidTr="00475BCB">
        <w:tc>
          <w:tcPr>
            <w:tcW w:w="3277" w:type="pct"/>
          </w:tcPr>
          <w:p w14:paraId="228672DF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</w:rPr>
            </w:pPr>
            <w:bookmarkStart w:id="1" w:name="OLE_LINK1"/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บริษัทใหญ่ในลำดับสูงสุด</w:t>
            </w:r>
            <w:bookmarkEnd w:id="1"/>
          </w:p>
        </w:tc>
        <w:tc>
          <w:tcPr>
            <w:tcW w:w="797" w:type="pct"/>
          </w:tcPr>
          <w:p w14:paraId="1AF1AC61" w14:textId="6BB94245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896</w:t>
            </w:r>
          </w:p>
        </w:tc>
        <w:tc>
          <w:tcPr>
            <w:tcW w:w="131" w:type="pct"/>
          </w:tcPr>
          <w:p w14:paraId="446ED723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6B4021A5" w14:textId="646CE4A2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351</w:t>
            </w:r>
          </w:p>
        </w:tc>
      </w:tr>
      <w:tr w:rsidR="00B80CC7" w:rsidRPr="00E05BF8" w14:paraId="5E02E391" w14:textId="77777777" w:rsidTr="00475BCB">
        <w:tc>
          <w:tcPr>
            <w:tcW w:w="3277" w:type="pct"/>
          </w:tcPr>
          <w:p w14:paraId="3A820193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  <w:bookmarkStart w:id="2" w:name="OLE_LINK2"/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bookmarkEnd w:id="2"/>
          </w:p>
        </w:tc>
        <w:tc>
          <w:tcPr>
            <w:tcW w:w="797" w:type="pct"/>
          </w:tcPr>
          <w:p w14:paraId="28832CC9" w14:textId="62A81466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1,047,582</w:t>
            </w:r>
          </w:p>
        </w:tc>
        <w:tc>
          <w:tcPr>
            <w:tcW w:w="131" w:type="pct"/>
          </w:tcPr>
          <w:p w14:paraId="4B59E054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51FFD107" w14:textId="596F9FD6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22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973</w:t>
            </w:r>
          </w:p>
        </w:tc>
      </w:tr>
      <w:tr w:rsidR="00B80CC7" w:rsidRPr="00E05BF8" w14:paraId="14920F4C" w14:textId="77777777" w:rsidTr="00475BCB">
        <w:tc>
          <w:tcPr>
            <w:tcW w:w="3277" w:type="pct"/>
          </w:tcPr>
          <w:p w14:paraId="0B4B6EAC" w14:textId="79FEDE2E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97" w:type="pct"/>
          </w:tcPr>
          <w:p w14:paraId="67E17D38" w14:textId="42B79BC6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508DCB26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6AB749AB" w14:textId="6793F95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</w:tr>
      <w:tr w:rsidR="00B80CC7" w:rsidRPr="00E05BF8" w14:paraId="1E1A129A" w14:textId="77777777" w:rsidTr="00475BCB">
        <w:tc>
          <w:tcPr>
            <w:tcW w:w="3277" w:type="pct"/>
          </w:tcPr>
          <w:p w14:paraId="2FE10C57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  <w:bookmarkStart w:id="3" w:name="OLE_LINK3"/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บริษัทอื่น</w:t>
            </w:r>
            <w:bookmarkEnd w:id="3"/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67A33733" w14:textId="094BF9B7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21,404</w:t>
            </w:r>
          </w:p>
        </w:tc>
        <w:tc>
          <w:tcPr>
            <w:tcW w:w="131" w:type="pct"/>
          </w:tcPr>
          <w:p w14:paraId="7B89984F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68A50768" w14:textId="29AD005D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11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675</w:t>
            </w:r>
          </w:p>
        </w:tc>
      </w:tr>
      <w:tr w:rsidR="00B80CC7" w:rsidRPr="00E05BF8" w14:paraId="065B6045" w14:textId="77777777" w:rsidTr="00475BCB">
        <w:tc>
          <w:tcPr>
            <w:tcW w:w="3277" w:type="pct"/>
          </w:tcPr>
          <w:p w14:paraId="69484E0C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15E713BB" w14:textId="39DDE64E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</w:rPr>
              <w:t>1,069,882</w:t>
            </w:r>
          </w:p>
        </w:tc>
        <w:tc>
          <w:tcPr>
            <w:tcW w:w="131" w:type="pct"/>
          </w:tcPr>
          <w:p w14:paraId="5CEC9997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7BCD1995" w14:textId="5EE6F82B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35</w:t>
            </w:r>
            <w:r w:rsidRPr="00E05BF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003</w:t>
            </w:r>
          </w:p>
        </w:tc>
      </w:tr>
      <w:tr w:rsidR="00351661" w:rsidRPr="00E05BF8" w14:paraId="3F98A77B" w14:textId="77777777" w:rsidTr="00F767C7">
        <w:trPr>
          <w:trHeight w:val="27"/>
        </w:trPr>
        <w:tc>
          <w:tcPr>
            <w:tcW w:w="3277" w:type="pct"/>
          </w:tcPr>
          <w:p w14:paraId="7A88E359" w14:textId="77777777" w:rsidR="00351661" w:rsidRPr="00E05BF8" w:rsidRDefault="00351661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</w:tcPr>
          <w:p w14:paraId="7086B495" w14:textId="77777777" w:rsidR="00351661" w:rsidRPr="00E05BF8" w:rsidRDefault="00351661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14:paraId="7ACA9DA7" w14:textId="77777777" w:rsidR="00351661" w:rsidRPr="00E05BF8" w:rsidRDefault="00351661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double" w:sz="4" w:space="0" w:color="auto"/>
            </w:tcBorders>
          </w:tcPr>
          <w:p w14:paraId="4A0F14AA" w14:textId="77777777" w:rsidR="00351661" w:rsidRPr="00E05BF8" w:rsidRDefault="00351661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1661" w:rsidRPr="00E05BF8" w14:paraId="24A211D1" w14:textId="77777777" w:rsidTr="00475BCB">
        <w:tc>
          <w:tcPr>
            <w:tcW w:w="3277" w:type="pct"/>
          </w:tcPr>
          <w:p w14:paraId="5E5DFED6" w14:textId="77777777" w:rsidR="00351661" w:rsidRPr="00E05BF8" w:rsidRDefault="00351661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797" w:type="pct"/>
          </w:tcPr>
          <w:p w14:paraId="570639D2" w14:textId="77777777" w:rsidR="00351661" w:rsidRPr="00E05BF8" w:rsidRDefault="00351661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24E52494" w14:textId="77777777" w:rsidR="00351661" w:rsidRPr="00E05BF8" w:rsidRDefault="00351661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05B8FBD7" w14:textId="77777777" w:rsidR="00351661" w:rsidRPr="00E05BF8" w:rsidRDefault="00351661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80CC7" w:rsidRPr="00E05BF8" w14:paraId="227D68E5" w14:textId="77777777" w:rsidTr="00475BCB">
        <w:tc>
          <w:tcPr>
            <w:tcW w:w="3277" w:type="pct"/>
          </w:tcPr>
          <w:p w14:paraId="789246EE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1EB807A8" w14:textId="715C717F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5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2,084,045</w:t>
            </w:r>
          </w:p>
        </w:tc>
        <w:tc>
          <w:tcPr>
            <w:tcW w:w="131" w:type="pct"/>
          </w:tcPr>
          <w:p w14:paraId="150A80CA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4EFB872B" w14:textId="564D3B1B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2,077,726</w:t>
            </w:r>
          </w:p>
        </w:tc>
      </w:tr>
      <w:tr w:rsidR="00B80CC7" w:rsidRPr="00E05BF8" w14:paraId="530AE673" w14:textId="77777777" w:rsidTr="00475BCB">
        <w:tc>
          <w:tcPr>
            <w:tcW w:w="3277" w:type="pct"/>
          </w:tcPr>
          <w:p w14:paraId="1794A3A7" w14:textId="5C0B6F26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3C570D9E" w14:textId="557AE955" w:rsidR="00B80CC7" w:rsidRPr="00E05BF8" w:rsidRDefault="00110192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5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</w:rPr>
              <w:t>2,084,045</w:t>
            </w:r>
          </w:p>
        </w:tc>
        <w:tc>
          <w:tcPr>
            <w:tcW w:w="131" w:type="pct"/>
          </w:tcPr>
          <w:p w14:paraId="72B238F7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3A406261" w14:textId="41AF50FD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</w:rPr>
              <w:t>2,077,726</w:t>
            </w:r>
          </w:p>
        </w:tc>
      </w:tr>
      <w:tr w:rsidR="00B80CC7" w:rsidRPr="00E05BF8" w14:paraId="03B4FE67" w14:textId="77777777" w:rsidTr="00547C2D">
        <w:tc>
          <w:tcPr>
            <w:tcW w:w="3277" w:type="pct"/>
          </w:tcPr>
          <w:p w14:paraId="52915874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</w:tcPr>
          <w:p w14:paraId="2CFB3687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</w:tcPr>
          <w:p w14:paraId="3C67B175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double" w:sz="4" w:space="0" w:color="auto"/>
            </w:tcBorders>
          </w:tcPr>
          <w:p w14:paraId="710FBC3A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47C2D" w:rsidRPr="00E05BF8" w14:paraId="0D65C455" w14:textId="77777777" w:rsidTr="00547C2D">
        <w:tc>
          <w:tcPr>
            <w:tcW w:w="3277" w:type="pct"/>
          </w:tcPr>
          <w:p w14:paraId="7D8FD502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11EBBAE5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tcBorders>
              <w:bottom w:val="nil"/>
            </w:tcBorders>
          </w:tcPr>
          <w:p w14:paraId="1B6D9EC3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577061D3" w14:textId="77777777" w:rsidR="00547C2D" w:rsidRPr="00E05BF8" w:rsidRDefault="00547C2D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47C2D" w:rsidRPr="00E05BF8" w14:paraId="01A9CC95" w14:textId="77777777" w:rsidTr="00547C2D">
        <w:tc>
          <w:tcPr>
            <w:tcW w:w="3277" w:type="pct"/>
          </w:tcPr>
          <w:p w14:paraId="60B9131F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371F72D7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tcBorders>
              <w:bottom w:val="nil"/>
            </w:tcBorders>
          </w:tcPr>
          <w:p w14:paraId="4C856F22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36053AB4" w14:textId="77777777" w:rsidR="00547C2D" w:rsidRPr="00E05BF8" w:rsidRDefault="00547C2D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47C2D" w:rsidRPr="00E05BF8" w14:paraId="25586E16" w14:textId="77777777" w:rsidTr="00547C2D">
        <w:tc>
          <w:tcPr>
            <w:tcW w:w="3277" w:type="pct"/>
          </w:tcPr>
          <w:p w14:paraId="399D76B3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68DF8971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tcBorders>
              <w:bottom w:val="nil"/>
            </w:tcBorders>
          </w:tcPr>
          <w:p w14:paraId="62A89AC7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79469F41" w14:textId="77777777" w:rsidR="00547C2D" w:rsidRPr="00E05BF8" w:rsidRDefault="00547C2D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47C2D" w:rsidRPr="00E05BF8" w14:paraId="29B64188" w14:textId="77777777" w:rsidTr="00547C2D">
        <w:tc>
          <w:tcPr>
            <w:tcW w:w="3277" w:type="pct"/>
          </w:tcPr>
          <w:p w14:paraId="462E1265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7084887A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tcBorders>
              <w:bottom w:val="nil"/>
            </w:tcBorders>
          </w:tcPr>
          <w:p w14:paraId="27749DB8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3FD356D0" w14:textId="77777777" w:rsidR="00547C2D" w:rsidRPr="00E05BF8" w:rsidRDefault="00547C2D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47C2D" w:rsidRPr="00E05BF8" w14:paraId="51750055" w14:textId="77777777" w:rsidTr="00547C2D">
        <w:tc>
          <w:tcPr>
            <w:tcW w:w="3277" w:type="pct"/>
          </w:tcPr>
          <w:p w14:paraId="4E894221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02BAC023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tcBorders>
              <w:bottom w:val="nil"/>
            </w:tcBorders>
          </w:tcPr>
          <w:p w14:paraId="5169B184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firstLine="2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5ECBF4A3" w14:textId="77777777" w:rsidR="00547C2D" w:rsidRPr="00E05BF8" w:rsidRDefault="00547C2D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CC7" w:rsidRPr="00E05BF8" w14:paraId="1A6A8A2A" w14:textId="77777777" w:rsidTr="00475BCB">
        <w:tc>
          <w:tcPr>
            <w:tcW w:w="3277" w:type="pct"/>
          </w:tcPr>
          <w:p w14:paraId="6DB422F3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67" w:firstLine="9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lastRenderedPageBreak/>
              <w:t>เจ้าหนี้หมุนเวียนอื่น</w:t>
            </w:r>
          </w:p>
        </w:tc>
        <w:tc>
          <w:tcPr>
            <w:tcW w:w="797" w:type="pct"/>
          </w:tcPr>
          <w:p w14:paraId="32ADC0E2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1" w:type="pct"/>
          </w:tcPr>
          <w:p w14:paraId="4ECD7AA3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95" w:type="pct"/>
          </w:tcPr>
          <w:p w14:paraId="3BE6A591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CC7" w:rsidRPr="00E05BF8" w14:paraId="5882B468" w14:textId="77777777" w:rsidTr="00475BCB">
        <w:tc>
          <w:tcPr>
            <w:tcW w:w="3277" w:type="pct"/>
          </w:tcPr>
          <w:p w14:paraId="0443229C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67" w:firstLine="9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797" w:type="pct"/>
          </w:tcPr>
          <w:p w14:paraId="1E937ABD" w14:textId="69338BE8" w:rsidR="00B80CC7" w:rsidRPr="00E05BF8" w:rsidRDefault="0037387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6,480</w:t>
            </w:r>
          </w:p>
        </w:tc>
        <w:tc>
          <w:tcPr>
            <w:tcW w:w="131" w:type="pct"/>
          </w:tcPr>
          <w:p w14:paraId="1AD863C1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7A779457" w14:textId="37C92CD6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6,999</w:t>
            </w:r>
          </w:p>
        </w:tc>
      </w:tr>
      <w:tr w:rsidR="00B80CC7" w:rsidRPr="00E05BF8" w14:paraId="6FE2C83A" w14:textId="77777777" w:rsidTr="00475BCB">
        <w:tc>
          <w:tcPr>
            <w:tcW w:w="3277" w:type="pct"/>
          </w:tcPr>
          <w:p w14:paraId="294FDBB7" w14:textId="17C64486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67" w:firstLine="9"/>
              <w:rPr>
                <w:rFonts w:ascii="Angsana New" w:hAnsi="Angsana New"/>
                <w:sz w:val="30"/>
                <w:szCs w:val="30"/>
                <w:cs/>
              </w:rPr>
            </w:pPr>
            <w:bookmarkStart w:id="4" w:name="OLE_LINK4"/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บริษัทใหญ่</w:t>
            </w:r>
            <w:bookmarkEnd w:id="4"/>
          </w:p>
        </w:tc>
        <w:tc>
          <w:tcPr>
            <w:tcW w:w="797" w:type="pct"/>
          </w:tcPr>
          <w:p w14:paraId="77ACBE77" w14:textId="550A2F03" w:rsidR="00B80CC7" w:rsidRPr="00E05BF8" w:rsidRDefault="0037387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126,709</w:t>
            </w:r>
          </w:p>
        </w:tc>
        <w:tc>
          <w:tcPr>
            <w:tcW w:w="131" w:type="pct"/>
          </w:tcPr>
          <w:p w14:paraId="3913C3E8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464F6BAE" w14:textId="4839B9AB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5,372</w:t>
            </w:r>
          </w:p>
        </w:tc>
      </w:tr>
      <w:tr w:rsidR="00B80CC7" w:rsidRPr="00E05BF8" w14:paraId="14EF6504" w14:textId="77777777" w:rsidTr="00475BCB">
        <w:tc>
          <w:tcPr>
            <w:tcW w:w="3277" w:type="pct"/>
          </w:tcPr>
          <w:p w14:paraId="6A2846FD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67" w:firstLine="9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97" w:type="pct"/>
          </w:tcPr>
          <w:p w14:paraId="263843BC" w14:textId="506A045F" w:rsidR="00B80CC7" w:rsidRPr="00E05BF8" w:rsidRDefault="0037387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1,414</w:t>
            </w:r>
          </w:p>
        </w:tc>
        <w:tc>
          <w:tcPr>
            <w:tcW w:w="131" w:type="pct"/>
          </w:tcPr>
          <w:p w14:paraId="578B4562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14F1A263" w14:textId="07A72971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3,359</w:t>
            </w:r>
          </w:p>
        </w:tc>
      </w:tr>
      <w:tr w:rsidR="00B80CC7" w:rsidRPr="00E05BF8" w14:paraId="44365D86" w14:textId="77777777" w:rsidTr="00475BCB">
        <w:tc>
          <w:tcPr>
            <w:tcW w:w="3277" w:type="pct"/>
          </w:tcPr>
          <w:p w14:paraId="3F031502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67" w:firstLine="9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7449BD4C" w14:textId="76FE00DD" w:rsidR="00B80CC7" w:rsidRPr="00E05BF8" w:rsidRDefault="00EC080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1,319</w:t>
            </w:r>
          </w:p>
        </w:tc>
        <w:tc>
          <w:tcPr>
            <w:tcW w:w="131" w:type="pct"/>
          </w:tcPr>
          <w:p w14:paraId="4BF00911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52989FC6" w14:textId="2B0F6535" w:rsidR="00B80CC7" w:rsidRPr="00E05BF8" w:rsidRDefault="00F1476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3,531</w:t>
            </w:r>
          </w:p>
        </w:tc>
      </w:tr>
      <w:tr w:rsidR="00B80CC7" w:rsidRPr="00E05BF8" w14:paraId="0F2A181F" w14:textId="77777777" w:rsidTr="00475BCB">
        <w:tc>
          <w:tcPr>
            <w:tcW w:w="3277" w:type="pct"/>
          </w:tcPr>
          <w:p w14:paraId="74AEBB69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67" w:firstLine="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6E58B443" w14:textId="260890DE" w:rsidR="00B80CC7" w:rsidRPr="00E05BF8" w:rsidRDefault="00EC080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</w:rPr>
              <w:t>135,922</w:t>
            </w:r>
          </w:p>
        </w:tc>
        <w:tc>
          <w:tcPr>
            <w:tcW w:w="131" w:type="pct"/>
          </w:tcPr>
          <w:p w14:paraId="5C0857C3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471BC38F" w14:textId="1CFAAA81" w:rsidR="00B80CC7" w:rsidRPr="00E05BF8" w:rsidRDefault="00F1476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19,261</w:t>
            </w:r>
          </w:p>
        </w:tc>
      </w:tr>
      <w:tr w:rsidR="00547C2D" w:rsidRPr="00E05BF8" w14:paraId="01898508" w14:textId="77777777" w:rsidTr="00547C2D">
        <w:tc>
          <w:tcPr>
            <w:tcW w:w="3277" w:type="pct"/>
          </w:tcPr>
          <w:p w14:paraId="20D58823" w14:textId="77777777" w:rsidR="00547C2D" w:rsidRPr="00E05BF8" w:rsidRDefault="00547C2D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67" w:firstLine="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97" w:type="pct"/>
            <w:tcBorders>
              <w:top w:val="single" w:sz="4" w:space="0" w:color="auto"/>
            </w:tcBorders>
          </w:tcPr>
          <w:p w14:paraId="3AD47730" w14:textId="77777777" w:rsidR="00547C2D" w:rsidRPr="00E05BF8" w:rsidRDefault="00547C2D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03ED496D" w14:textId="77777777" w:rsidR="00547C2D" w:rsidRPr="00E05BF8" w:rsidRDefault="00547C2D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</w:tcPr>
          <w:p w14:paraId="41269E09" w14:textId="77777777" w:rsidR="00547C2D" w:rsidRDefault="00547C2D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94376" w:rsidRPr="00E05BF8" w14:paraId="61B86B35" w14:textId="77777777" w:rsidTr="00475BCB">
        <w:tc>
          <w:tcPr>
            <w:tcW w:w="3277" w:type="pct"/>
          </w:tcPr>
          <w:p w14:paraId="5CEC2890" w14:textId="77777777" w:rsidR="00094376" w:rsidRPr="00E05BF8" w:rsidRDefault="00094376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67" w:firstLine="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เงินกู้ยืมระยะสั้น </w:t>
            </w:r>
          </w:p>
        </w:tc>
        <w:tc>
          <w:tcPr>
            <w:tcW w:w="797" w:type="pct"/>
          </w:tcPr>
          <w:p w14:paraId="6ADD0B34" w14:textId="77777777" w:rsidR="00094376" w:rsidRPr="00E05BF8" w:rsidRDefault="00094376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14:paraId="3D03C380" w14:textId="77777777" w:rsidR="00094376" w:rsidRPr="00E05BF8" w:rsidRDefault="00094376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546FD7D8" w14:textId="77777777" w:rsidR="00094376" w:rsidRPr="00E05BF8" w:rsidRDefault="00094376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80CC7" w:rsidRPr="00E05BF8" w14:paraId="184E784C" w14:textId="77777777" w:rsidTr="00475BCB">
        <w:tc>
          <w:tcPr>
            <w:tcW w:w="3277" w:type="pct"/>
          </w:tcPr>
          <w:p w14:paraId="7AF5C61D" w14:textId="2C3F7EDB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94" w:hanging="3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797" w:type="pct"/>
          </w:tcPr>
          <w:p w14:paraId="41BE3C06" w14:textId="0EF30A9F" w:rsidR="00B80CC7" w:rsidRPr="00E05BF8" w:rsidRDefault="00EC080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6,703,071</w:t>
            </w:r>
          </w:p>
        </w:tc>
        <w:tc>
          <w:tcPr>
            <w:tcW w:w="131" w:type="pct"/>
          </w:tcPr>
          <w:p w14:paraId="3A1184D4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</w:tcPr>
          <w:p w14:paraId="4D2179E7" w14:textId="0F2599B0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6,703,071</w:t>
            </w:r>
          </w:p>
        </w:tc>
      </w:tr>
      <w:tr w:rsidR="00B80CC7" w:rsidRPr="00E05BF8" w14:paraId="31355C33" w14:textId="77777777" w:rsidTr="00E4190A">
        <w:tc>
          <w:tcPr>
            <w:tcW w:w="3277" w:type="pct"/>
          </w:tcPr>
          <w:p w14:paraId="1569CC3C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94" w:hanging="3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16CCDE5C" w14:textId="1F19FF33" w:rsidR="00B80CC7" w:rsidRPr="00E05BF8" w:rsidRDefault="00EC080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816,551</w:t>
            </w:r>
          </w:p>
        </w:tc>
        <w:tc>
          <w:tcPr>
            <w:tcW w:w="131" w:type="pct"/>
          </w:tcPr>
          <w:p w14:paraId="4C7B2A9D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2C1EB5E8" w14:textId="13F68C89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688,690</w:t>
            </w:r>
          </w:p>
        </w:tc>
      </w:tr>
      <w:tr w:rsidR="00B80CC7" w:rsidRPr="00E05BF8" w14:paraId="1C1D975B" w14:textId="77777777" w:rsidTr="00E4190A">
        <w:tc>
          <w:tcPr>
            <w:tcW w:w="3277" w:type="pct"/>
          </w:tcPr>
          <w:p w14:paraId="671EDEFA" w14:textId="77777777" w:rsidR="00B80CC7" w:rsidRPr="00E05BF8" w:rsidRDefault="00B80CC7" w:rsidP="00547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67" w:firstLine="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265CFD7B" w14:textId="548F27A8" w:rsidR="00B80CC7" w:rsidRPr="00E05BF8" w:rsidRDefault="00EC080E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</w:rPr>
              <w:t>7,519,622</w:t>
            </w:r>
          </w:p>
        </w:tc>
        <w:tc>
          <w:tcPr>
            <w:tcW w:w="131" w:type="pct"/>
          </w:tcPr>
          <w:p w14:paraId="5875174C" w14:textId="77777777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1F0BA09E" w14:textId="0ACC3E35" w:rsidR="00B80CC7" w:rsidRPr="00E05BF8" w:rsidRDefault="00B80CC7" w:rsidP="00547C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</w:rPr>
              <w:t>7,391,761</w:t>
            </w:r>
          </w:p>
        </w:tc>
      </w:tr>
    </w:tbl>
    <w:p w14:paraId="6249148D" w14:textId="77777777" w:rsidR="00B80CC7" w:rsidRDefault="00B80CC7" w:rsidP="000D3F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76" w:firstLine="36"/>
        <w:jc w:val="thaiDistribute"/>
        <w:rPr>
          <w:rFonts w:ascii="Angsana New" w:hAnsi="Angsana New"/>
          <w:sz w:val="30"/>
          <w:szCs w:val="30"/>
        </w:rPr>
      </w:pPr>
    </w:p>
    <w:p w14:paraId="3A4CC1A0" w14:textId="405D0404" w:rsidR="003C2D2C" w:rsidRPr="00E05BF8" w:rsidRDefault="003C2D2C" w:rsidP="005338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05BF8">
        <w:rPr>
          <w:rFonts w:ascii="Angsana New" w:hAnsi="Angsana New"/>
          <w:b/>
          <w:bCs/>
          <w:i/>
          <w:iCs/>
          <w:sz w:val="30"/>
          <w:szCs w:val="30"/>
          <w:cs/>
        </w:rPr>
        <w:t>ค่าตอบแทนคณะกรรมการบริษัทและผู้บริหารสำคัญ</w:t>
      </w:r>
    </w:p>
    <w:p w14:paraId="2DACEFB1" w14:textId="77777777" w:rsidR="003C2D2C" w:rsidRPr="00E05BF8" w:rsidRDefault="003C2D2C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9" w:type="dxa"/>
        <w:tblInd w:w="2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2"/>
        <w:gridCol w:w="1359"/>
        <w:gridCol w:w="306"/>
        <w:gridCol w:w="1422"/>
      </w:tblGrid>
      <w:tr w:rsidR="00B80CC7" w:rsidRPr="00E05BF8" w14:paraId="49B54549" w14:textId="77777777" w:rsidTr="00D57B3A">
        <w:trPr>
          <w:cantSplit/>
        </w:trPr>
        <w:tc>
          <w:tcPr>
            <w:tcW w:w="6102" w:type="dxa"/>
          </w:tcPr>
          <w:p w14:paraId="0B28575D" w14:textId="77777777" w:rsidR="00B80CC7" w:rsidRPr="00E05BF8" w:rsidRDefault="00B80CC7" w:rsidP="00D57B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vAlign w:val="center"/>
          </w:tcPr>
          <w:p w14:paraId="25AC4DEC" w14:textId="0E6B750F" w:rsidR="00B80CC7" w:rsidRPr="00E05BF8" w:rsidRDefault="00B80CC7" w:rsidP="00D57B3A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06" w:type="dxa"/>
            <w:vAlign w:val="center"/>
          </w:tcPr>
          <w:p w14:paraId="5E3626FB" w14:textId="77777777" w:rsidR="00B80CC7" w:rsidRPr="00E05BF8" w:rsidRDefault="00B80CC7" w:rsidP="00D57B3A">
            <w:pPr>
              <w:spacing w:line="340" w:lineRule="exac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2" w:type="dxa"/>
            <w:vAlign w:val="center"/>
          </w:tcPr>
          <w:p w14:paraId="5E8259A0" w14:textId="1BBA0C38" w:rsidR="00B80CC7" w:rsidRPr="00E05BF8" w:rsidRDefault="00B80CC7" w:rsidP="00D57B3A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B80CC7" w:rsidRPr="00E05BF8" w14:paraId="04FB6D13" w14:textId="77777777" w:rsidTr="00D57B3A">
        <w:trPr>
          <w:cantSplit/>
        </w:trPr>
        <w:tc>
          <w:tcPr>
            <w:tcW w:w="6102" w:type="dxa"/>
          </w:tcPr>
          <w:p w14:paraId="4A2FEC84" w14:textId="77777777" w:rsidR="00B80CC7" w:rsidRPr="00E05BF8" w:rsidRDefault="00B80CC7" w:rsidP="00D57B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87" w:type="dxa"/>
            <w:gridSpan w:val="3"/>
          </w:tcPr>
          <w:p w14:paraId="2B916C7B" w14:textId="77777777" w:rsidR="00B80CC7" w:rsidRPr="00E05BF8" w:rsidRDefault="00B80CC7" w:rsidP="00D57B3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E05BF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E05BF8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80CC7" w:rsidRPr="00E05BF8" w14:paraId="43943F58" w14:textId="77777777" w:rsidTr="00D57B3A">
        <w:trPr>
          <w:cantSplit/>
        </w:trPr>
        <w:tc>
          <w:tcPr>
            <w:tcW w:w="6102" w:type="dxa"/>
          </w:tcPr>
          <w:p w14:paraId="3C9422D5" w14:textId="77777777" w:rsidR="00B80CC7" w:rsidRPr="00E05BF8" w:rsidRDefault="00B80CC7" w:rsidP="00D57B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E05BF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E05BF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359" w:type="dxa"/>
          </w:tcPr>
          <w:p w14:paraId="1A09104F" w14:textId="77777777" w:rsidR="00B80CC7" w:rsidRPr="00E05BF8" w:rsidDel="00123F30" w:rsidRDefault="00B80CC7" w:rsidP="00D57B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6" w:type="dxa"/>
          </w:tcPr>
          <w:p w14:paraId="68C372C0" w14:textId="77777777" w:rsidR="00B80CC7" w:rsidRPr="00E05BF8" w:rsidRDefault="00B80CC7" w:rsidP="00D57B3A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2" w:type="dxa"/>
          </w:tcPr>
          <w:p w14:paraId="2D16179A" w14:textId="77777777" w:rsidR="00B80CC7" w:rsidRPr="00E05BF8" w:rsidRDefault="00B80CC7" w:rsidP="00D57B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CC7" w:rsidRPr="00E05BF8" w14:paraId="326004E0" w14:textId="77777777" w:rsidTr="00D57B3A">
        <w:trPr>
          <w:cantSplit/>
        </w:trPr>
        <w:tc>
          <w:tcPr>
            <w:tcW w:w="6102" w:type="dxa"/>
          </w:tcPr>
          <w:p w14:paraId="294EE8FD" w14:textId="77777777" w:rsidR="00B80CC7" w:rsidRPr="00E05BF8" w:rsidRDefault="00B80CC7" w:rsidP="00B80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7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359" w:type="dxa"/>
          </w:tcPr>
          <w:p w14:paraId="534CF977" w14:textId="7350B768" w:rsidR="00B80CC7" w:rsidRPr="00E05BF8" w:rsidRDefault="00BC6B06" w:rsidP="00B80C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2"/>
              </w:tabs>
              <w:spacing w:after="0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15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214</w:t>
            </w:r>
          </w:p>
        </w:tc>
        <w:tc>
          <w:tcPr>
            <w:tcW w:w="306" w:type="dxa"/>
          </w:tcPr>
          <w:p w14:paraId="4B0B35FA" w14:textId="77777777" w:rsidR="00B80CC7" w:rsidRPr="00E05BF8" w:rsidRDefault="00B80CC7" w:rsidP="00B80CC7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2" w:type="dxa"/>
          </w:tcPr>
          <w:p w14:paraId="0822994E" w14:textId="0574B85F" w:rsidR="00B80CC7" w:rsidRPr="00E05BF8" w:rsidRDefault="00B80CC7" w:rsidP="00B80C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13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059</w:t>
            </w:r>
          </w:p>
        </w:tc>
      </w:tr>
      <w:tr w:rsidR="00B80CC7" w:rsidRPr="00E05BF8" w14:paraId="709E2180" w14:textId="77777777" w:rsidTr="00D57B3A">
        <w:trPr>
          <w:cantSplit/>
          <w:trHeight w:val="318"/>
        </w:trPr>
        <w:tc>
          <w:tcPr>
            <w:tcW w:w="6102" w:type="dxa"/>
          </w:tcPr>
          <w:p w14:paraId="28A7E06A" w14:textId="77777777" w:rsidR="00B80CC7" w:rsidRPr="00E05BF8" w:rsidRDefault="00B80CC7" w:rsidP="00B80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7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359" w:type="dxa"/>
          </w:tcPr>
          <w:p w14:paraId="4B591095" w14:textId="41FC640B" w:rsidR="00B80CC7" w:rsidRPr="00E05BF8" w:rsidRDefault="00BC6B06" w:rsidP="00B80C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2"/>
              </w:tabs>
              <w:spacing w:after="0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219</w:t>
            </w:r>
          </w:p>
        </w:tc>
        <w:tc>
          <w:tcPr>
            <w:tcW w:w="306" w:type="dxa"/>
          </w:tcPr>
          <w:p w14:paraId="32DE084F" w14:textId="77777777" w:rsidR="00B80CC7" w:rsidRPr="00E05BF8" w:rsidRDefault="00B80CC7" w:rsidP="00B80C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9"/>
              </w:tabs>
              <w:spacing w:after="0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2" w:type="dxa"/>
          </w:tcPr>
          <w:p w14:paraId="0AF192EC" w14:textId="3164D5E6" w:rsidR="00B80CC7" w:rsidRPr="00E05BF8" w:rsidRDefault="00B80CC7" w:rsidP="00B80C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/>
              <w:ind w:left="-108"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>1</w:t>
            </w:r>
            <w:r w:rsidRPr="00E05BF8">
              <w:rPr>
                <w:rFonts w:ascii="Angsana New" w:hAnsi="Angsana New"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>154</w:t>
            </w:r>
          </w:p>
        </w:tc>
      </w:tr>
      <w:tr w:rsidR="00B80CC7" w:rsidRPr="00E05BF8" w14:paraId="26D7CC70" w14:textId="77777777" w:rsidTr="00D57B3A">
        <w:trPr>
          <w:cantSplit/>
        </w:trPr>
        <w:tc>
          <w:tcPr>
            <w:tcW w:w="6102" w:type="dxa"/>
          </w:tcPr>
          <w:p w14:paraId="7D782D6C" w14:textId="77777777" w:rsidR="00B80CC7" w:rsidRPr="00E05BF8" w:rsidRDefault="00B80CC7" w:rsidP="00B80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0673873E" w14:textId="6013E032" w:rsidR="00B80CC7" w:rsidRPr="00E05BF8" w:rsidRDefault="00BC6B06" w:rsidP="00B80C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16</w:t>
            </w:r>
            <w:r w:rsidRPr="00E05BF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433</w:t>
            </w:r>
          </w:p>
        </w:tc>
        <w:tc>
          <w:tcPr>
            <w:tcW w:w="306" w:type="dxa"/>
          </w:tcPr>
          <w:p w14:paraId="19180482" w14:textId="77777777" w:rsidR="00B80CC7" w:rsidRPr="00E05BF8" w:rsidRDefault="00B80CC7" w:rsidP="00B80CC7">
            <w:pPr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49719E6E" w14:textId="267F35B3" w:rsidR="00B80CC7" w:rsidRPr="00E05BF8" w:rsidRDefault="00B80CC7" w:rsidP="00B80C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14</w:t>
            </w:r>
            <w:r w:rsidRPr="00E05BF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213</w:t>
            </w:r>
          </w:p>
        </w:tc>
      </w:tr>
    </w:tbl>
    <w:p w14:paraId="20DE4C79" w14:textId="77777777" w:rsidR="006902D0" w:rsidRDefault="006902D0" w:rsidP="002958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85"/>
        <w:jc w:val="thaiDistribute"/>
        <w:rPr>
          <w:rFonts w:ascii="Angsana New" w:hAnsi="Angsana New"/>
          <w:sz w:val="30"/>
          <w:szCs w:val="30"/>
        </w:rPr>
      </w:pPr>
    </w:p>
    <w:p w14:paraId="20DCE98B" w14:textId="066CFC8C" w:rsidR="00931271" w:rsidRPr="00E05BF8" w:rsidRDefault="00931271" w:rsidP="00333084">
      <w:pPr>
        <w:pStyle w:val="ListParagraph"/>
        <w:numPr>
          <w:ilvl w:val="0"/>
          <w:numId w:val="18"/>
        </w:numPr>
        <w:tabs>
          <w:tab w:val="left" w:pos="576"/>
        </w:tabs>
        <w:spacing w:after="0" w:line="240" w:lineRule="auto"/>
        <w:ind w:left="562" w:right="-29" w:hanging="555"/>
        <w:jc w:val="both"/>
        <w:rPr>
          <w:rFonts w:ascii="Angsana New" w:hAnsi="Angsana New" w:cs="Angsana New"/>
          <w:b/>
          <w:bCs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เงินกู้ยืมระยะสั้น</w:t>
      </w:r>
      <w:r w:rsidR="008229DB" w:rsidRPr="00E05BF8">
        <w:rPr>
          <w:rFonts w:ascii="Angsana New" w:hAnsi="Angsana New" w:cs="Angsana New"/>
          <w:b/>
          <w:bCs/>
          <w:sz w:val="30"/>
          <w:szCs w:val="30"/>
          <w:cs/>
        </w:rPr>
        <w:t>จากสถาบันการเงิน</w:t>
      </w:r>
    </w:p>
    <w:p w14:paraId="392BB8E6" w14:textId="4F5E9439" w:rsidR="00E56D80" w:rsidRPr="00E05BF8" w:rsidRDefault="00E56D80" w:rsidP="00E56D80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z w:val="30"/>
          <w:szCs w:val="30"/>
        </w:rPr>
      </w:pPr>
    </w:p>
    <w:p w14:paraId="112798EC" w14:textId="52E14876" w:rsidR="00E56D80" w:rsidRPr="00E05BF8" w:rsidRDefault="00382AD0" w:rsidP="00E56D80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sz w:val="30"/>
          <w:szCs w:val="30"/>
          <w:cs/>
        </w:rPr>
        <w:t>ใน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ระหว่างงวด บริษัทมีสัญญาเงินกู้ยืมระยะสั้นในรูปแบบตั๋วสัญญาใช้เงินจากสถาบันการเงินในประเทศหลายแห่งเป็นเงินกู้ยืมที่ไม่มีหลักประกัน เป็นจำนวนเงิน </w:t>
      </w:r>
      <w:r w:rsidR="007A017E" w:rsidRPr="00A87737">
        <w:rPr>
          <w:rFonts w:ascii="Angsana New" w:hAnsi="Angsana New" w:cs="Angsana New"/>
          <w:sz w:val="30"/>
          <w:szCs w:val="30"/>
        </w:rPr>
        <w:t>6</w:t>
      </w:r>
      <w:r w:rsidRPr="00A87737">
        <w:rPr>
          <w:rFonts w:ascii="Angsana New" w:hAnsi="Angsana New" w:cs="Angsana New"/>
          <w:sz w:val="30"/>
          <w:szCs w:val="30"/>
        </w:rPr>
        <w:t>,</w:t>
      </w:r>
      <w:r w:rsidR="008013AA">
        <w:rPr>
          <w:rFonts w:ascii="Angsana New" w:hAnsi="Angsana New" w:cs="Angsana New"/>
          <w:sz w:val="30"/>
          <w:szCs w:val="30"/>
        </w:rPr>
        <w:t>0</w:t>
      </w:r>
      <w:r w:rsidRPr="00A87737">
        <w:rPr>
          <w:rFonts w:ascii="Angsana New" w:hAnsi="Angsana New" w:cs="Angsana New"/>
          <w:sz w:val="30"/>
          <w:szCs w:val="30"/>
        </w:rPr>
        <w:t>00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 ล้านบาท เงินกู้ยืมดังกล่าวมีอัตราดอกเบี้ยคงที่ร้อยละ </w:t>
      </w:r>
      <w:r w:rsidRPr="00A87737">
        <w:rPr>
          <w:rFonts w:ascii="Angsana New" w:hAnsi="Angsana New" w:cs="Angsana New"/>
          <w:sz w:val="30"/>
          <w:szCs w:val="30"/>
        </w:rPr>
        <w:t>2.</w:t>
      </w:r>
      <w:r w:rsidR="001211F3" w:rsidRPr="00A87737">
        <w:rPr>
          <w:rFonts w:ascii="Angsana New" w:hAnsi="Angsana New" w:cs="Angsana New"/>
          <w:sz w:val="30"/>
          <w:szCs w:val="30"/>
        </w:rPr>
        <w:t>05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 </w:t>
      </w:r>
      <w:r w:rsidRPr="00A87737">
        <w:rPr>
          <w:rFonts w:ascii="Angsana New" w:hAnsi="Angsana New" w:cs="Angsana New"/>
          <w:sz w:val="30"/>
          <w:szCs w:val="30"/>
        </w:rPr>
        <w:t>-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 </w:t>
      </w:r>
      <w:r w:rsidRPr="00A87737">
        <w:rPr>
          <w:rFonts w:ascii="Angsana New" w:hAnsi="Angsana New" w:cs="Angsana New"/>
          <w:sz w:val="30"/>
          <w:szCs w:val="30"/>
        </w:rPr>
        <w:t>2.</w:t>
      </w:r>
      <w:r w:rsidR="001211F3" w:rsidRPr="00A87737">
        <w:rPr>
          <w:rFonts w:ascii="Angsana New" w:hAnsi="Angsana New" w:cs="Angsana New"/>
          <w:sz w:val="30"/>
          <w:szCs w:val="30"/>
        </w:rPr>
        <w:t>50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 ต่อปี </w:t>
      </w:r>
      <w:r w:rsidR="00BC5A57" w:rsidRPr="00A87737">
        <w:rPr>
          <w:rFonts w:ascii="Angsana New" w:hAnsi="Angsana New" w:cs="Angsana New"/>
          <w:sz w:val="30"/>
          <w:szCs w:val="30"/>
          <w:cs/>
        </w:rPr>
        <w:t>และ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มีกำหนดชำระคืนภายใน </w:t>
      </w:r>
      <w:r w:rsidRPr="00A87737">
        <w:rPr>
          <w:rFonts w:ascii="Angsana New" w:hAnsi="Angsana New" w:cs="Angsana New"/>
          <w:sz w:val="30"/>
          <w:szCs w:val="30"/>
        </w:rPr>
        <w:t>3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 เดือน</w:t>
      </w:r>
      <w:r w:rsidR="00BC5A57" w:rsidRPr="00A87737">
        <w:rPr>
          <w:rFonts w:ascii="Angsana New" w:hAnsi="Angsana New" w:cs="Angsana New"/>
          <w:sz w:val="30"/>
          <w:szCs w:val="30"/>
          <w:cs/>
        </w:rPr>
        <w:t>และเมื่อทวงถาม</w:t>
      </w:r>
    </w:p>
    <w:p w14:paraId="44E140F1" w14:textId="77777777" w:rsidR="000245CE" w:rsidRDefault="000245CE" w:rsidP="00E56D80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z w:val="30"/>
          <w:szCs w:val="30"/>
        </w:rPr>
      </w:pPr>
    </w:p>
    <w:p w14:paraId="1A73AE09" w14:textId="3D09B726" w:rsidR="00F94126" w:rsidRDefault="00F941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41622D17" w14:textId="0326A815" w:rsidR="00900F18" w:rsidRDefault="00900F18" w:rsidP="00144538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14:paraId="27DE2E4E" w14:textId="77777777" w:rsidR="00900F18" w:rsidRDefault="00900F18" w:rsidP="00900F18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="Angsana New" w:hAnsi="Angsana New" w:cs="Angsana New"/>
          <w:sz w:val="30"/>
          <w:szCs w:val="30"/>
        </w:rPr>
      </w:pPr>
    </w:p>
    <w:p w14:paraId="70E55C6E" w14:textId="103590A1" w:rsidR="00471ACC" w:rsidRPr="00581430" w:rsidRDefault="00471ACC" w:rsidP="00900F18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581430">
        <w:rPr>
          <w:rFonts w:ascii="Angsana New" w:hAnsi="Angsana New" w:cs="Angsana New"/>
          <w:spacing w:val="-4"/>
          <w:sz w:val="30"/>
          <w:szCs w:val="30"/>
          <w:cs/>
        </w:rPr>
        <w:t>ตามที่ประเทศไทยได้ประกาศใช้กฎหมายว่าด้วยการจัดเก็บภาษีส่วนเพิ่ม (</w:t>
      </w:r>
      <w:r w:rsidRPr="00581430">
        <w:rPr>
          <w:rFonts w:ascii="Angsana New" w:hAnsi="Angsana New" w:cs="Angsana New"/>
          <w:spacing w:val="-4"/>
          <w:sz w:val="30"/>
          <w:szCs w:val="30"/>
        </w:rPr>
        <w:t xml:space="preserve">Top-up tax) </w:t>
      </w:r>
      <w:r w:rsidRPr="00581430">
        <w:rPr>
          <w:rFonts w:ascii="Angsana New" w:hAnsi="Angsana New" w:cs="Angsana New"/>
          <w:spacing w:val="-4"/>
          <w:sz w:val="30"/>
          <w:szCs w:val="30"/>
          <w:cs/>
        </w:rPr>
        <w:t>ตามการปฏิรูปภาษีระหว่างประเทศภายใต้กฎโมเดลเสาหลักที่สอง (</w:t>
      </w:r>
      <w:r w:rsidRPr="00581430">
        <w:rPr>
          <w:rFonts w:ascii="Angsana New" w:hAnsi="Angsana New" w:cs="Angsana New"/>
          <w:spacing w:val="-4"/>
          <w:sz w:val="30"/>
          <w:szCs w:val="30"/>
        </w:rPr>
        <w:t xml:space="preserve">Pillar Two Model Rules) </w:t>
      </w:r>
      <w:r w:rsidRPr="00581430">
        <w:rPr>
          <w:rFonts w:ascii="Angsana New" w:hAnsi="Angsana New" w:cs="Angsana New"/>
          <w:spacing w:val="-4"/>
          <w:sz w:val="30"/>
          <w:szCs w:val="30"/>
          <w:cs/>
        </w:rPr>
        <w:t>เพื่อจัดเก็บภาษีขั้นต่ำ (</w:t>
      </w:r>
      <w:r w:rsidRPr="00581430">
        <w:rPr>
          <w:rFonts w:ascii="Angsana New" w:hAnsi="Angsana New" w:cs="Angsana New"/>
          <w:spacing w:val="-4"/>
          <w:sz w:val="30"/>
          <w:szCs w:val="30"/>
        </w:rPr>
        <w:t xml:space="preserve">Global minimum tax) </w:t>
      </w:r>
      <w:r w:rsidR="00581430" w:rsidRPr="00581430">
        <w:rPr>
          <w:rFonts w:ascii="Angsana New" w:hAnsi="Angsana New" w:cs="Angsana New"/>
          <w:spacing w:val="-4"/>
          <w:sz w:val="30"/>
          <w:szCs w:val="30"/>
          <w:cs/>
        </w:rPr>
        <w:br/>
      </w:r>
      <w:r w:rsidRPr="00581430">
        <w:rPr>
          <w:rFonts w:ascii="Angsana New" w:hAnsi="Angsana New" w:cs="Angsana New"/>
          <w:sz w:val="30"/>
          <w:szCs w:val="30"/>
          <w:cs/>
        </w:rPr>
        <w:t>ในอัตราภาษีที่แท้จริง (</w:t>
      </w:r>
      <w:r w:rsidRPr="00581430">
        <w:rPr>
          <w:rFonts w:ascii="Angsana New" w:hAnsi="Angsana New" w:cs="Angsana New"/>
          <w:sz w:val="30"/>
          <w:szCs w:val="30"/>
        </w:rPr>
        <w:t xml:space="preserve">Effective tax rate)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เป็นรายเขตเศรษฐกิจ ไม่น้อยกว่าร้อยละ </w:t>
      </w:r>
      <w:r w:rsidRPr="00581430">
        <w:rPr>
          <w:rFonts w:ascii="Angsana New" w:hAnsi="Angsana New" w:cs="Angsana New"/>
          <w:sz w:val="30"/>
          <w:szCs w:val="30"/>
        </w:rPr>
        <w:t xml:space="preserve">15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ซึ่งมีผลสำหรับงบการเงินของบริษัทสำหรับรอบระยะเวลาบัญชีที่เริ่มตั้งแต่วันที่ </w:t>
      </w:r>
      <w:r w:rsidRPr="00581430">
        <w:rPr>
          <w:rFonts w:ascii="Angsana New" w:hAnsi="Angsana New" w:cs="Angsana New"/>
          <w:sz w:val="30"/>
          <w:szCs w:val="30"/>
        </w:rPr>
        <w:t xml:space="preserve">1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มกราคม </w:t>
      </w:r>
      <w:r w:rsidRPr="00581430">
        <w:rPr>
          <w:rFonts w:ascii="Angsana New" w:hAnsi="Angsana New" w:cs="Angsana New"/>
          <w:sz w:val="30"/>
          <w:szCs w:val="30"/>
        </w:rPr>
        <w:t xml:space="preserve">2568 </w:t>
      </w:r>
      <w:r w:rsidRPr="00581430">
        <w:rPr>
          <w:rFonts w:ascii="Angsana New" w:hAnsi="Angsana New" w:cs="Angsana New"/>
          <w:sz w:val="30"/>
          <w:szCs w:val="30"/>
          <w:cs/>
        </w:rPr>
        <w:t>เป็นต้นไป</w:t>
      </w:r>
      <w:r w:rsidRPr="00581430">
        <w:rPr>
          <w:rFonts w:ascii="Angsana New" w:hAnsi="Angsana New" w:cs="Angsana New"/>
          <w:sz w:val="30"/>
          <w:szCs w:val="30"/>
        </w:rPr>
        <w:t xml:space="preserve"> </w:t>
      </w:r>
      <w:r w:rsidRPr="00581430">
        <w:rPr>
          <w:rFonts w:ascii="Angsana New" w:hAnsi="Angsana New" w:cs="Angsana New"/>
          <w:sz w:val="30"/>
          <w:szCs w:val="30"/>
          <w:cs/>
        </w:rPr>
        <w:t>บริษัทใหญ่ในลำดับสูงสุดของบริษัท</w:t>
      </w:r>
      <w:r w:rsidR="00605E63" w:rsidRPr="00581430">
        <w:rPr>
          <w:rFonts w:ascii="Angsana New" w:hAnsi="Angsana New" w:cs="Angsana New" w:hint="cs"/>
          <w:sz w:val="30"/>
          <w:szCs w:val="30"/>
          <w:cs/>
        </w:rPr>
        <w:t>อยู่ภายใต้ขอบเขตกฎหมายการจัดเก็บภาษีส่วนเพิ่ม และ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เป็นผู้รับผิดชอบในการประเมินผลกระทบของกฎหมายดังกล่าว ซึ่งจากการประเมินผลกระทบ บริษัทไม่มีผลกระทบสำหรับงวดสามเดือนสิ้นสุดวันที่ </w:t>
      </w:r>
      <w:r w:rsidR="00581430">
        <w:rPr>
          <w:rFonts w:ascii="Angsana New" w:hAnsi="Angsana New" w:cs="Angsana New"/>
          <w:sz w:val="30"/>
          <w:szCs w:val="30"/>
          <w:cs/>
        </w:rPr>
        <w:br/>
      </w:r>
      <w:r w:rsidRPr="00581430">
        <w:rPr>
          <w:rFonts w:ascii="Angsana New" w:hAnsi="Angsana New" w:cs="Angsana New"/>
          <w:sz w:val="30"/>
          <w:szCs w:val="30"/>
        </w:rPr>
        <w:t xml:space="preserve">31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มีนาคม </w:t>
      </w:r>
      <w:r w:rsidRPr="00581430">
        <w:rPr>
          <w:rFonts w:ascii="Angsana New" w:hAnsi="Angsana New" w:cs="Angsana New"/>
          <w:sz w:val="30"/>
          <w:szCs w:val="30"/>
        </w:rPr>
        <w:t>2568</w:t>
      </w:r>
    </w:p>
    <w:p w14:paraId="4755E139" w14:textId="77777777" w:rsidR="00900F18" w:rsidRPr="00900F18" w:rsidRDefault="00900F18" w:rsidP="00900F18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="Angsana New" w:hAnsi="Angsana New" w:cs="Angsana New"/>
          <w:sz w:val="30"/>
          <w:szCs w:val="30"/>
        </w:rPr>
      </w:pPr>
    </w:p>
    <w:p w14:paraId="7658118B" w14:textId="5324AF34" w:rsidR="00144538" w:rsidRPr="002646F4" w:rsidRDefault="00144538" w:rsidP="00144538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646F4">
        <w:rPr>
          <w:rFonts w:ascii="Angsana New" w:hAnsi="Angsana New" w:cs="Angsana New"/>
          <w:b/>
          <w:bCs/>
          <w:sz w:val="30"/>
          <w:szCs w:val="30"/>
          <w:cs/>
        </w:rPr>
        <w:t>เงินปันผล</w:t>
      </w:r>
    </w:p>
    <w:p w14:paraId="2BA5F928" w14:textId="77777777" w:rsidR="00144538" w:rsidRPr="002646F4" w:rsidRDefault="00144538" w:rsidP="00144538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9545085" w14:textId="77777777" w:rsidR="00144538" w:rsidRPr="002646F4" w:rsidRDefault="00144538" w:rsidP="00144538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2646F4">
        <w:rPr>
          <w:rFonts w:ascii="Angsana New" w:hAnsi="Angsana New"/>
          <w:spacing w:val="-2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52A1C1C0" w14:textId="77777777" w:rsidR="00144538" w:rsidRPr="002646F4" w:rsidRDefault="00144538" w:rsidP="00144538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8846" w:type="dxa"/>
        <w:tblInd w:w="450" w:type="dxa"/>
        <w:tblLook w:val="04A0" w:firstRow="1" w:lastRow="0" w:firstColumn="1" w:lastColumn="0" w:noHBand="0" w:noVBand="1"/>
      </w:tblPr>
      <w:tblGrid>
        <w:gridCol w:w="2664"/>
        <w:gridCol w:w="1584"/>
        <w:gridCol w:w="1584"/>
        <w:gridCol w:w="236"/>
        <w:gridCol w:w="1296"/>
        <w:gridCol w:w="236"/>
        <w:gridCol w:w="1246"/>
      </w:tblGrid>
      <w:tr w:rsidR="004D28BB" w:rsidRPr="002646F4" w14:paraId="55E310F7" w14:textId="77777777" w:rsidTr="00195AC0">
        <w:trPr>
          <w:trHeight w:val="360"/>
        </w:trPr>
        <w:tc>
          <w:tcPr>
            <w:tcW w:w="2664" w:type="dxa"/>
            <w:vAlign w:val="bottom"/>
          </w:tcPr>
          <w:p w14:paraId="2292CEE0" w14:textId="77777777" w:rsidR="004D28BB" w:rsidRPr="002646F4" w:rsidRDefault="004D28BB" w:rsidP="00C549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  <w:vAlign w:val="bottom"/>
            <w:hideMark/>
          </w:tcPr>
          <w:p w14:paraId="75171EF8" w14:textId="77777777" w:rsidR="004D28BB" w:rsidRPr="002646F4" w:rsidRDefault="004D28BB" w:rsidP="00C549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360" w:lineRule="exact"/>
              <w:ind w:right="5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46F4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84" w:type="dxa"/>
            <w:vAlign w:val="bottom"/>
            <w:hideMark/>
          </w:tcPr>
          <w:p w14:paraId="130C07C2" w14:textId="77777777" w:rsidR="004D28BB" w:rsidRPr="002646F4" w:rsidRDefault="004D28BB" w:rsidP="00C5495F">
            <w:pPr>
              <w:tabs>
                <w:tab w:val="clear" w:pos="227"/>
                <w:tab w:val="clear" w:pos="454"/>
                <w:tab w:val="left" w:pos="540"/>
              </w:tabs>
              <w:spacing w:line="360" w:lineRule="exact"/>
              <w:ind w:left="-104" w:right="-11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46F4">
              <w:rPr>
                <w:rFonts w:ascii="Angsana New" w:hAnsi="Angsana New"/>
                <w:sz w:val="30"/>
                <w:szCs w:val="30"/>
                <w:cs/>
              </w:rPr>
              <w:t>กำหนดจ่าย</w:t>
            </w:r>
          </w:p>
          <w:p w14:paraId="4F925419" w14:textId="77777777" w:rsidR="004D28BB" w:rsidRPr="002646F4" w:rsidRDefault="004D28BB" w:rsidP="00C5495F">
            <w:pPr>
              <w:tabs>
                <w:tab w:val="clear" w:pos="227"/>
                <w:tab w:val="clear" w:pos="454"/>
                <w:tab w:val="left" w:pos="540"/>
              </w:tabs>
              <w:spacing w:line="360" w:lineRule="exact"/>
              <w:ind w:left="-104" w:right="-11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46F4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36" w:type="dxa"/>
          </w:tcPr>
          <w:p w14:paraId="7BB28131" w14:textId="77777777" w:rsidR="004D28BB" w:rsidRPr="002646F4" w:rsidRDefault="004D28BB" w:rsidP="00C549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6" w:type="dxa"/>
          </w:tcPr>
          <w:p w14:paraId="0A131CCE" w14:textId="58A6317B" w:rsidR="004D28BB" w:rsidRPr="002646F4" w:rsidRDefault="004D28BB" w:rsidP="00C549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66E898E1" w14:textId="32EE5152" w:rsidR="004D28BB" w:rsidRPr="002646F4" w:rsidRDefault="004D28BB" w:rsidP="00C549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6" w:type="dxa"/>
            <w:vAlign w:val="bottom"/>
            <w:hideMark/>
          </w:tcPr>
          <w:p w14:paraId="043DE767" w14:textId="77777777" w:rsidR="004D28BB" w:rsidRPr="002646F4" w:rsidRDefault="004D28BB" w:rsidP="00C5495F">
            <w:pPr>
              <w:tabs>
                <w:tab w:val="clear" w:pos="227"/>
                <w:tab w:val="clear" w:pos="454"/>
                <w:tab w:val="left" w:pos="540"/>
              </w:tabs>
              <w:spacing w:line="360" w:lineRule="exact"/>
              <w:ind w:left="405" w:right="-100" w:hanging="5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646F4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4D28BB" w:rsidRPr="002646F4" w14:paraId="1060DC4A" w14:textId="77777777" w:rsidTr="00195AC0">
        <w:trPr>
          <w:trHeight w:val="360"/>
        </w:trPr>
        <w:tc>
          <w:tcPr>
            <w:tcW w:w="2664" w:type="dxa"/>
          </w:tcPr>
          <w:p w14:paraId="030EB691" w14:textId="77777777" w:rsidR="004D28BB" w:rsidRPr="002646F4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667E7C31" w14:textId="77777777" w:rsidR="004D28BB" w:rsidRPr="002646F4" w:rsidRDefault="004D28BB" w:rsidP="004D28B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44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1D6F4164" w14:textId="77777777" w:rsidR="004D28BB" w:rsidRPr="002646F4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AF24CF9" w14:textId="77777777" w:rsidR="004D28BB" w:rsidRPr="002646F4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</w:tcPr>
          <w:p w14:paraId="1C7FDB21" w14:textId="232EF8F5" w:rsidR="004D28BB" w:rsidRPr="002646F4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646F4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2646F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</w:t>
            </w:r>
            <w:r w:rsidRPr="002646F4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13D2D78" w14:textId="1A44C2CF" w:rsidR="004D28BB" w:rsidRPr="002646F4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  <w:hideMark/>
          </w:tcPr>
          <w:p w14:paraId="33063660" w14:textId="0B049556" w:rsidR="004D28BB" w:rsidRPr="002646F4" w:rsidRDefault="004D28BB" w:rsidP="004D28B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2646F4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2646F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2646F4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4D28BB" w:rsidRPr="002646F4" w14:paraId="1FFFCE90" w14:textId="77777777" w:rsidTr="00195AC0">
        <w:trPr>
          <w:trHeight w:val="360"/>
        </w:trPr>
        <w:tc>
          <w:tcPr>
            <w:tcW w:w="2664" w:type="dxa"/>
          </w:tcPr>
          <w:p w14:paraId="17CB7B6B" w14:textId="61BD664C" w:rsidR="004D28BB" w:rsidRPr="002646F4" w:rsidRDefault="004D28BB" w:rsidP="008700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2646F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1584" w:type="dxa"/>
          </w:tcPr>
          <w:p w14:paraId="744A7EAD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68EAA5A3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AB85827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</w:tcPr>
          <w:p w14:paraId="4D1A9387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CE1428C" w14:textId="70063F53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</w:tcPr>
          <w:p w14:paraId="38C2B0A7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4D28BB" w:rsidRPr="002646F4" w14:paraId="289E11F4" w14:textId="77777777" w:rsidTr="00633AE9">
        <w:trPr>
          <w:trHeight w:val="360"/>
        </w:trPr>
        <w:tc>
          <w:tcPr>
            <w:tcW w:w="2664" w:type="dxa"/>
          </w:tcPr>
          <w:p w14:paraId="21CFEBBF" w14:textId="39C937C2" w:rsidR="004D28BB" w:rsidRPr="002646F4" w:rsidRDefault="004D28BB" w:rsidP="008700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2646F4">
              <w:rPr>
                <w:rFonts w:ascii="Angsana New" w:hAnsi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2646F4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584" w:type="dxa"/>
          </w:tcPr>
          <w:p w14:paraId="4093D1B5" w14:textId="35C1C34D" w:rsidR="004D28BB" w:rsidRPr="002646F4" w:rsidRDefault="004D28BB" w:rsidP="001277E2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46F4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2646F4">
              <w:rPr>
                <w:rFonts w:ascii="Angsana New" w:hAnsi="Angsana New"/>
                <w:sz w:val="30"/>
                <w:szCs w:val="30"/>
                <w:cs/>
              </w:rPr>
              <w:t xml:space="preserve"> มีนาคม </w:t>
            </w:r>
            <w:r w:rsidRPr="002646F4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584" w:type="dxa"/>
          </w:tcPr>
          <w:p w14:paraId="01E0E5FF" w14:textId="158D385B" w:rsidR="004D28BB" w:rsidRPr="002646F4" w:rsidRDefault="004D28BB" w:rsidP="002439FA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46F4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2646F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2646F4">
              <w:rPr>
                <w:rFonts w:ascii="Angsana New" w:hAnsi="Angsana New"/>
                <w:sz w:val="30"/>
                <w:szCs w:val="30"/>
                <w:cs/>
              </w:rPr>
              <w:t xml:space="preserve">เมษายน </w:t>
            </w:r>
            <w:r w:rsidRPr="002646F4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36416B3F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6BC20D0" w14:textId="271771C6" w:rsidR="004D28BB" w:rsidRPr="00633AE9" w:rsidRDefault="00633AE9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3AE9">
              <w:rPr>
                <w:rFonts w:ascii="Angsana New" w:hAnsi="Angsana New" w:hint="cs"/>
                <w:sz w:val="30"/>
                <w:szCs w:val="30"/>
                <w:cs/>
              </w:rPr>
              <w:t>0.10</w:t>
            </w:r>
          </w:p>
        </w:tc>
        <w:tc>
          <w:tcPr>
            <w:tcW w:w="236" w:type="dxa"/>
          </w:tcPr>
          <w:p w14:paraId="2BE427ED" w14:textId="0F9A8733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</w:tcPr>
          <w:p w14:paraId="6ADC8318" w14:textId="31E56A88" w:rsidR="004D28BB" w:rsidRPr="002646F4" w:rsidRDefault="004D28BB" w:rsidP="00597B7C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2646F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165</w:t>
            </w:r>
          </w:p>
        </w:tc>
      </w:tr>
      <w:tr w:rsidR="004D28BB" w:rsidRPr="002646F4" w14:paraId="279E05B2" w14:textId="77777777" w:rsidTr="00633AE9">
        <w:trPr>
          <w:trHeight w:val="360"/>
        </w:trPr>
        <w:tc>
          <w:tcPr>
            <w:tcW w:w="2664" w:type="dxa"/>
          </w:tcPr>
          <w:p w14:paraId="49C68A06" w14:textId="25F8F8FD" w:rsidR="004D28BB" w:rsidRPr="002646F4" w:rsidRDefault="004D28BB" w:rsidP="009A262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646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84" w:type="dxa"/>
          </w:tcPr>
          <w:p w14:paraId="60A9EAC9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71A0FC5B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B6A68ED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</w:tcPr>
          <w:p w14:paraId="0C481442" w14:textId="7B26411B" w:rsidR="004D28BB" w:rsidRPr="00633AE9" w:rsidRDefault="00633AE9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3AE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0.10</w:t>
            </w:r>
          </w:p>
        </w:tc>
        <w:tc>
          <w:tcPr>
            <w:tcW w:w="236" w:type="dxa"/>
          </w:tcPr>
          <w:p w14:paraId="47FE1902" w14:textId="7A4385A1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double" w:sz="4" w:space="0" w:color="auto"/>
            </w:tcBorders>
          </w:tcPr>
          <w:p w14:paraId="7A123591" w14:textId="0BC6B582" w:rsidR="004D28BB" w:rsidRPr="002646F4" w:rsidRDefault="004D28BB" w:rsidP="00597B7C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sz w:val="30"/>
                <w:szCs w:val="30"/>
              </w:rPr>
            </w:pPr>
            <w:r w:rsidRPr="002646F4">
              <w:rPr>
                <w:rFonts w:ascii="Angsana New" w:hAnsi="Angsana New" w:cs="Angsana New"/>
                <w:sz w:val="30"/>
                <w:szCs w:val="30"/>
              </w:rPr>
              <w:t>165</w:t>
            </w:r>
          </w:p>
        </w:tc>
      </w:tr>
      <w:tr w:rsidR="004D28BB" w:rsidRPr="002646F4" w14:paraId="3C366107" w14:textId="77777777" w:rsidTr="00633AE9">
        <w:trPr>
          <w:trHeight w:val="360"/>
        </w:trPr>
        <w:tc>
          <w:tcPr>
            <w:tcW w:w="2664" w:type="dxa"/>
          </w:tcPr>
          <w:p w14:paraId="558689B6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4" w:type="dxa"/>
          </w:tcPr>
          <w:p w14:paraId="255DF884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4" w:type="dxa"/>
          </w:tcPr>
          <w:p w14:paraId="21139AED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13A2E81E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double" w:sz="4" w:space="0" w:color="auto"/>
            </w:tcBorders>
          </w:tcPr>
          <w:p w14:paraId="6BAF896F" w14:textId="77777777" w:rsidR="004D28BB" w:rsidRPr="00633AE9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82B27B4" w14:textId="443DD861" w:rsidR="004D28BB" w:rsidRPr="002646F4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</w:tcPr>
          <w:p w14:paraId="7A9EE14E" w14:textId="77777777" w:rsidR="004D28BB" w:rsidRPr="002646F4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D28BB" w:rsidRPr="002646F4" w14:paraId="4BC728B4" w14:textId="77777777" w:rsidTr="00195AC0">
        <w:trPr>
          <w:trHeight w:val="360"/>
        </w:trPr>
        <w:tc>
          <w:tcPr>
            <w:tcW w:w="2664" w:type="dxa"/>
            <w:hideMark/>
          </w:tcPr>
          <w:p w14:paraId="6EEFCD6F" w14:textId="39070586" w:rsidR="004D28BB" w:rsidRPr="002646F4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646F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584" w:type="dxa"/>
          </w:tcPr>
          <w:p w14:paraId="00A91144" w14:textId="77777777" w:rsidR="004D28BB" w:rsidRPr="002646F4" w:rsidRDefault="004D28BB" w:rsidP="00B80CC7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4" w:type="dxa"/>
          </w:tcPr>
          <w:p w14:paraId="71080D94" w14:textId="77777777" w:rsidR="004D28BB" w:rsidRPr="002646F4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2DDA659" w14:textId="77777777" w:rsidR="004D28BB" w:rsidRPr="002646F4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</w:tcPr>
          <w:p w14:paraId="7C437819" w14:textId="77777777" w:rsidR="004D28BB" w:rsidRPr="00633AE9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3F730C8" w14:textId="48384C8D" w:rsidR="004D28BB" w:rsidRPr="002646F4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</w:tcPr>
          <w:p w14:paraId="0D1723DA" w14:textId="77777777" w:rsidR="004D28BB" w:rsidRPr="002646F4" w:rsidRDefault="004D28BB" w:rsidP="00B80CC7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D28BB" w:rsidRPr="00E05BF8" w14:paraId="5C829B0F" w14:textId="77777777" w:rsidTr="00195AC0">
        <w:trPr>
          <w:trHeight w:val="360"/>
        </w:trPr>
        <w:tc>
          <w:tcPr>
            <w:tcW w:w="2664" w:type="dxa"/>
            <w:hideMark/>
          </w:tcPr>
          <w:p w14:paraId="3271584F" w14:textId="092F0809" w:rsidR="004D28BB" w:rsidRPr="002646F4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sz w:val="30"/>
                <w:szCs w:val="30"/>
              </w:rPr>
            </w:pPr>
            <w:r w:rsidRPr="002646F4">
              <w:rPr>
                <w:rFonts w:ascii="Angsana New" w:hAnsi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2646F4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584" w:type="dxa"/>
            <w:hideMark/>
          </w:tcPr>
          <w:p w14:paraId="41559D26" w14:textId="6CE6A94A" w:rsidR="004D28BB" w:rsidRPr="002646F4" w:rsidRDefault="004D28BB" w:rsidP="00B80CC7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46F4">
              <w:rPr>
                <w:rFonts w:ascii="Angsana New" w:hAnsi="Angsana New"/>
                <w:sz w:val="30"/>
                <w:szCs w:val="30"/>
              </w:rPr>
              <w:t>25</w:t>
            </w:r>
            <w:r w:rsidRPr="002646F4">
              <w:rPr>
                <w:rFonts w:ascii="Angsana New" w:hAnsi="Angsana New"/>
                <w:sz w:val="30"/>
                <w:szCs w:val="30"/>
                <w:cs/>
              </w:rPr>
              <w:t xml:space="preserve"> มีนาคม </w:t>
            </w:r>
            <w:r w:rsidRPr="002646F4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584" w:type="dxa"/>
            <w:hideMark/>
          </w:tcPr>
          <w:p w14:paraId="0C7A9B77" w14:textId="64969DBA" w:rsidR="004D28BB" w:rsidRPr="002646F4" w:rsidRDefault="004D28BB" w:rsidP="00B80CC7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46F4">
              <w:rPr>
                <w:rFonts w:ascii="Angsana New" w:hAnsi="Angsana New"/>
                <w:sz w:val="30"/>
                <w:szCs w:val="30"/>
              </w:rPr>
              <w:t xml:space="preserve">22 </w:t>
            </w:r>
            <w:r w:rsidRPr="002646F4">
              <w:rPr>
                <w:rFonts w:ascii="Angsana New" w:hAnsi="Angsana New"/>
                <w:sz w:val="30"/>
                <w:szCs w:val="30"/>
                <w:cs/>
              </w:rPr>
              <w:t xml:space="preserve">เมษายน </w:t>
            </w:r>
            <w:r w:rsidRPr="002646F4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5585985A" w14:textId="77777777" w:rsidR="004D28BB" w:rsidRPr="002646F4" w:rsidRDefault="004D28BB" w:rsidP="00B80CC7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</w:tcPr>
          <w:p w14:paraId="013291E9" w14:textId="32670627" w:rsidR="004D28BB" w:rsidRPr="00633AE9" w:rsidRDefault="00633AE9" w:rsidP="003833F0">
            <w:pPr>
              <w:tabs>
                <w:tab w:val="decimal" w:pos="150"/>
                <w:tab w:val="left" w:pos="7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0.15</w:t>
            </w:r>
          </w:p>
        </w:tc>
        <w:tc>
          <w:tcPr>
            <w:tcW w:w="236" w:type="dxa"/>
          </w:tcPr>
          <w:p w14:paraId="74F3B779" w14:textId="43635A22" w:rsidR="004D28BB" w:rsidRPr="002646F4" w:rsidRDefault="004D28BB" w:rsidP="00B80CC7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</w:tcPr>
          <w:p w14:paraId="44D28D46" w14:textId="55905068" w:rsidR="004D28BB" w:rsidRPr="00E05BF8" w:rsidRDefault="004D28BB" w:rsidP="004D28BB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2646F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248</w:t>
            </w:r>
          </w:p>
        </w:tc>
      </w:tr>
      <w:tr w:rsidR="004D28BB" w:rsidRPr="00E05BF8" w14:paraId="3C1007F1" w14:textId="77777777" w:rsidTr="00633AE9">
        <w:trPr>
          <w:trHeight w:val="360"/>
        </w:trPr>
        <w:tc>
          <w:tcPr>
            <w:tcW w:w="2664" w:type="dxa"/>
          </w:tcPr>
          <w:p w14:paraId="1D8ED8DD" w14:textId="2CCBE4E4" w:rsidR="004D28BB" w:rsidRPr="00E05BF8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E05BF8">
              <w:rPr>
                <w:rFonts w:ascii="Angsana New" w:hAnsi="Angsana New"/>
                <w:sz w:val="30"/>
                <w:szCs w:val="30"/>
                <w:cs/>
              </w:rPr>
              <w:t xml:space="preserve">เงินปันผลระหว่างกาลปี </w:t>
            </w:r>
            <w:r w:rsidRPr="00E05BF8">
              <w:rPr>
                <w:rFonts w:ascii="Angsana New" w:hAnsi="Angsana New"/>
                <w:sz w:val="30"/>
                <w:szCs w:val="30"/>
              </w:rPr>
              <w:t>2567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 xml:space="preserve">ครั้งที่ </w:t>
            </w:r>
            <w:r w:rsidRPr="00E05BF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584" w:type="dxa"/>
            <w:vAlign w:val="bottom"/>
          </w:tcPr>
          <w:p w14:paraId="0C22457E" w14:textId="743EA38C" w:rsidR="004D28BB" w:rsidRPr="00E05BF8" w:rsidRDefault="004D28BB" w:rsidP="004D28BB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23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 xml:space="preserve"> กรกฎาคม </w:t>
            </w:r>
            <w:r w:rsidRPr="00E05BF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584" w:type="dxa"/>
            <w:vAlign w:val="bottom"/>
          </w:tcPr>
          <w:p w14:paraId="19D0B6E3" w14:textId="1F6581A2" w:rsidR="004D28BB" w:rsidRPr="00E05BF8" w:rsidRDefault="004D28BB" w:rsidP="004D28BB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5BF8">
              <w:rPr>
                <w:rFonts w:ascii="Angsana New" w:hAnsi="Angsana New"/>
                <w:sz w:val="30"/>
                <w:szCs w:val="30"/>
              </w:rPr>
              <w:t>22</w:t>
            </w:r>
            <w:r w:rsidRPr="00E05BF8">
              <w:rPr>
                <w:rFonts w:ascii="Angsana New" w:hAnsi="Angsana New"/>
                <w:sz w:val="30"/>
                <w:szCs w:val="30"/>
                <w:cs/>
              </w:rPr>
              <w:t xml:space="preserve"> สิงหาคม </w:t>
            </w:r>
            <w:r w:rsidRPr="00E05BF8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  <w:vAlign w:val="bottom"/>
          </w:tcPr>
          <w:p w14:paraId="01593887" w14:textId="77777777" w:rsidR="004D28BB" w:rsidRPr="00E05BF8" w:rsidRDefault="004D28BB" w:rsidP="004D28BB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DA30E7" w14:textId="7853C17B" w:rsidR="004D28BB" w:rsidRPr="00633AE9" w:rsidRDefault="00633AE9" w:rsidP="004D28BB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0.10</w:t>
            </w:r>
          </w:p>
        </w:tc>
        <w:tc>
          <w:tcPr>
            <w:tcW w:w="236" w:type="dxa"/>
            <w:vAlign w:val="bottom"/>
          </w:tcPr>
          <w:p w14:paraId="7704DA35" w14:textId="0C1449A0" w:rsidR="004D28BB" w:rsidRPr="00E05BF8" w:rsidRDefault="004D28BB" w:rsidP="004D28BB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vAlign w:val="bottom"/>
          </w:tcPr>
          <w:p w14:paraId="103428DB" w14:textId="4F3C6D84" w:rsidR="004D28BB" w:rsidRPr="00E05BF8" w:rsidRDefault="004D28BB" w:rsidP="004D28BB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165</w:t>
            </w:r>
          </w:p>
        </w:tc>
      </w:tr>
      <w:tr w:rsidR="004D28BB" w:rsidRPr="00E05BF8" w14:paraId="25C10B48" w14:textId="77777777" w:rsidTr="00633AE9">
        <w:trPr>
          <w:trHeight w:val="360"/>
        </w:trPr>
        <w:tc>
          <w:tcPr>
            <w:tcW w:w="2664" w:type="dxa"/>
            <w:hideMark/>
          </w:tcPr>
          <w:p w14:paraId="7D1FFAB4" w14:textId="762F1463" w:rsidR="004D28BB" w:rsidRPr="00E05BF8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5B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84" w:type="dxa"/>
          </w:tcPr>
          <w:p w14:paraId="4EE1C2D3" w14:textId="77777777" w:rsidR="004D28BB" w:rsidRPr="00E05BF8" w:rsidRDefault="004D28BB" w:rsidP="00B80CC7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45FC072C" w14:textId="77777777" w:rsidR="004D28BB" w:rsidRPr="00E05BF8" w:rsidRDefault="004D28BB" w:rsidP="00B80CC7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D26D259" w14:textId="77777777" w:rsidR="004D28BB" w:rsidRPr="00E05BF8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</w:tcPr>
          <w:p w14:paraId="75605DD8" w14:textId="69E8DC6B" w:rsidR="004D28BB" w:rsidRPr="003833F0" w:rsidRDefault="00633AE9" w:rsidP="003833F0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833F0">
              <w:rPr>
                <w:rFonts w:ascii="Angsana New" w:hAnsi="Angsana New"/>
                <w:b/>
                <w:bCs/>
                <w:sz w:val="30"/>
                <w:szCs w:val="30"/>
              </w:rPr>
              <w:t>0.25</w:t>
            </w:r>
          </w:p>
        </w:tc>
        <w:tc>
          <w:tcPr>
            <w:tcW w:w="236" w:type="dxa"/>
          </w:tcPr>
          <w:p w14:paraId="109921A1" w14:textId="0B92E34E" w:rsidR="004D28BB" w:rsidRPr="00E05BF8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ABE019" w14:textId="0C057419" w:rsidR="004D28BB" w:rsidRPr="00E05BF8" w:rsidRDefault="004D28BB" w:rsidP="00B80CC7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sz w:val="30"/>
                <w:szCs w:val="30"/>
              </w:rPr>
              <w:t>413</w:t>
            </w:r>
          </w:p>
        </w:tc>
      </w:tr>
    </w:tbl>
    <w:p w14:paraId="0585F1D8" w14:textId="77777777" w:rsidR="00F94126" w:rsidRDefault="00F94126" w:rsidP="00F94126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14:paraId="2C6B1C9F" w14:textId="2435B9D5" w:rsidR="00F94126" w:rsidRDefault="00F941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104D65AA" w14:textId="62E8515B" w:rsidR="00DD3DAC" w:rsidRPr="00E05BF8" w:rsidRDefault="00DD3DAC" w:rsidP="00985218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0441F5D7" w14:textId="77777777" w:rsidR="00DD3DAC" w:rsidRPr="00E05BF8" w:rsidRDefault="00DD3DAC" w:rsidP="00176DFC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pacing w:val="4"/>
          <w:sz w:val="30"/>
          <w:szCs w:val="30"/>
          <w:lang w:bidi="th-TH"/>
        </w:rPr>
      </w:pPr>
    </w:p>
    <w:p w14:paraId="7180ECBA" w14:textId="4B602209" w:rsidR="00DD3DAC" w:rsidRPr="00E05BF8" w:rsidRDefault="00DD3DAC" w:rsidP="00A64824">
      <w:pPr>
        <w:pStyle w:val="block"/>
        <w:spacing w:after="0" w:line="240" w:lineRule="auto"/>
        <w:jc w:val="both"/>
        <w:rPr>
          <w:rFonts w:ascii="Angsana New" w:hAnsi="Angsana New" w:cs="Angsana New"/>
          <w:b/>
          <w:bCs/>
          <w:sz w:val="30"/>
          <w:szCs w:val="30"/>
          <w:cs/>
          <w:lang w:val="en-US" w:bidi="th-TH"/>
        </w:rPr>
      </w:pPr>
      <w:r w:rsidRPr="00E05BF8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14:paraId="5FF2336E" w14:textId="77777777" w:rsidR="000B3015" w:rsidRPr="00E05BF8" w:rsidRDefault="000B3015" w:rsidP="00176DFC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pacing w:val="4"/>
          <w:sz w:val="30"/>
          <w:szCs w:val="30"/>
          <w:lang w:bidi="th-TH"/>
        </w:rPr>
      </w:pPr>
    </w:p>
    <w:p w14:paraId="06D0260D" w14:textId="51C1EE00" w:rsidR="001D128B" w:rsidRDefault="00840B50" w:rsidP="001D128B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สินทรัพย์ทางการเงินและหนี้สินทางการเงินวัดมูลค่าด้วยราคาทุนตัดจำหน่าย</w:t>
      </w:r>
      <w:r w:rsidR="00A64824" w:rsidRPr="00E05BF8">
        <w:rPr>
          <w:rFonts w:ascii="Angsana New" w:hAnsi="Angsana New" w:cs="Angsana New"/>
          <w:sz w:val="30"/>
          <w:szCs w:val="30"/>
          <w:cs/>
          <w:lang w:bidi="th-TH"/>
        </w:rPr>
        <w:t>มี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มูลค่าตามบัญชีใกล้เคียงกับมูลค่ายุติธรรมอย่างสมเหตุสมผล</w:t>
      </w:r>
      <w:r w:rsidR="001D128B">
        <w:rPr>
          <w:rFonts w:ascii="Angsana New" w:hAnsi="Angsana New" w:cs="Angsana New"/>
          <w:sz w:val="30"/>
          <w:szCs w:val="30"/>
          <w:lang w:bidi="th-TH"/>
        </w:rPr>
        <w:t xml:space="preserve"> </w:t>
      </w:r>
    </w:p>
    <w:p w14:paraId="47161C21" w14:textId="77777777" w:rsidR="00742FD9" w:rsidRPr="00742FD9" w:rsidRDefault="00742FD9" w:rsidP="001D128B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6D7DD8EB" w14:textId="694233EC" w:rsidR="006902D0" w:rsidRPr="00E05BF8" w:rsidRDefault="006902D0" w:rsidP="006902D0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hanging="540"/>
        <w:contextualSpacing w:val="0"/>
        <w:jc w:val="thaiDistribute"/>
        <w:rPr>
          <w:rFonts w:ascii="Angsana New" w:hAnsi="Angsana New" w:cs="Angsana New"/>
          <w:b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เรื่องอื่น</w:t>
      </w:r>
    </w:p>
    <w:p w14:paraId="2BCEC59E" w14:textId="77777777" w:rsidR="00110590" w:rsidRPr="00665340" w:rsidRDefault="00110590" w:rsidP="00110590">
      <w:pPr>
        <w:pStyle w:val="ListParagraph"/>
        <w:tabs>
          <w:tab w:val="left" w:pos="2880"/>
        </w:tabs>
        <w:spacing w:after="0" w:line="240" w:lineRule="auto"/>
        <w:ind w:left="540"/>
        <w:contextualSpacing w:val="0"/>
        <w:jc w:val="thaiDistribute"/>
        <w:rPr>
          <w:rFonts w:ascii="Angsana New" w:hAnsi="Angsana New" w:cs="Angsana New"/>
          <w:bCs/>
          <w:sz w:val="30"/>
          <w:szCs w:val="30"/>
        </w:rPr>
      </w:pPr>
    </w:p>
    <w:p w14:paraId="12825D48" w14:textId="668017E0" w:rsidR="00110590" w:rsidRPr="00E05BF8" w:rsidRDefault="00C76C44" w:rsidP="00110590">
      <w:pPr>
        <w:pStyle w:val="block"/>
        <w:numPr>
          <w:ilvl w:val="0"/>
          <w:numId w:val="48"/>
        </w:numPr>
        <w:spacing w:after="0" w:line="240" w:lineRule="atLeast"/>
        <w:ind w:left="999" w:right="-35" w:hanging="450"/>
        <w:jc w:val="thaiDistribute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เมื่อช่วงปลายปี </w:t>
      </w:r>
      <w:r w:rsidR="009C6FFF" w:rsidRPr="00E05BF8">
        <w:rPr>
          <w:rFonts w:ascii="Angsana New" w:hAnsi="Angsana New" w:cs="Angsana New"/>
          <w:sz w:val="30"/>
          <w:szCs w:val="30"/>
          <w:lang w:val="en-US" w:bidi="th-TH"/>
        </w:rPr>
        <w:t>2565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PT </w:t>
      </w:r>
      <w:proofErr w:type="spellStart"/>
      <w:r w:rsidRPr="00E05BF8">
        <w:rPr>
          <w:rFonts w:ascii="Angsana New" w:hAnsi="Angsana New" w:cs="Angsana New"/>
          <w:sz w:val="30"/>
          <w:szCs w:val="30"/>
          <w:lang w:bidi="th-TH"/>
        </w:rPr>
        <w:t>Keramika</w:t>
      </w:r>
      <w:proofErr w:type="spellEnd"/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 Indonesia </w:t>
      </w:r>
      <w:proofErr w:type="spellStart"/>
      <w:r w:rsidRPr="00E05BF8">
        <w:rPr>
          <w:rFonts w:ascii="Angsana New" w:hAnsi="Angsana New" w:cs="Angsana New"/>
          <w:sz w:val="30"/>
          <w:szCs w:val="30"/>
          <w:lang w:bidi="th-TH"/>
        </w:rPr>
        <w:t>Assosiasi</w:t>
      </w:r>
      <w:proofErr w:type="spellEnd"/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proofErr w:type="spellStart"/>
      <w:r w:rsidRPr="00E05BF8">
        <w:rPr>
          <w:rFonts w:ascii="Angsana New" w:hAnsi="Angsana New" w:cs="Angsana New"/>
          <w:sz w:val="30"/>
          <w:szCs w:val="30"/>
          <w:lang w:bidi="th-TH"/>
        </w:rPr>
        <w:t>Tbk</w:t>
      </w:r>
      <w:proofErr w:type="spellEnd"/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. (“KIA”)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ซึ่งเป็นบริษัทย่อยที่จดทะเบียน ในตลาดหลักทรัพย์ประเทศอินโดนีเซีย ได้รับแจ้งจากหน่วยงานรัฐของอินโดนีเซียว่า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และบริษัทย่อยของ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ที่ชื่อว่า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PT KIA </w:t>
      </w:r>
      <w:proofErr w:type="spellStart"/>
      <w:r w:rsidRPr="00E05BF8">
        <w:rPr>
          <w:rFonts w:ascii="Angsana New" w:hAnsi="Angsana New" w:cs="Angsana New"/>
          <w:sz w:val="30"/>
          <w:szCs w:val="30"/>
          <w:lang w:bidi="th-TH"/>
        </w:rPr>
        <w:t>Serpih</w:t>
      </w:r>
      <w:proofErr w:type="spellEnd"/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 Mas (“KSM”)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มีภาระความรับผิดต่อหน่วยงานรัฐของอินโดนีเซียรวมกันประมาณ </w:t>
      </w:r>
      <w:r w:rsidR="009C6FFF" w:rsidRPr="00E05BF8">
        <w:rPr>
          <w:rFonts w:ascii="Angsana New" w:hAnsi="Angsana New" w:cs="Angsana New"/>
          <w:sz w:val="30"/>
          <w:szCs w:val="30"/>
          <w:lang w:bidi="th-TH"/>
        </w:rPr>
        <w:t>3,000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ล้านบาท โดยอ้างถึงหนี้และภาระผูกพันของผู้ถือหุ้นรายย่อยที่เป็นผู้ก่อตั้งของ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ซึ่งไม่มีความเกี่ยวข้องใดๆ กับบริษัทและ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SCC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โดยผู้ก่อตั้ง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ดังกล่าวเคยได้รับเงินช่วยเหลือจากรัฐบาลอินโดนีเซียสำหรับกิจการธนาคารของผู้ก่อตั้งในปี </w:t>
      </w:r>
      <w:r w:rsidR="009C6FFF" w:rsidRPr="00E05BF8">
        <w:rPr>
          <w:rFonts w:ascii="Angsana New" w:hAnsi="Angsana New" w:cs="Angsana New"/>
          <w:sz w:val="30"/>
          <w:szCs w:val="30"/>
          <w:lang w:bidi="th-TH"/>
        </w:rPr>
        <w:t>2541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โดยหน่วยงานรัฐของประเทศอินโดนีเซียอ้างว่าผู้ก่อตั้ง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ได้นำหุ้นของ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และบริษัทย่อย วางเป็นหลักประกันการชำระหนี้แก่รัฐบาลอินโดนีเซีย โดยหน่วยงานรัฐอินโดนีเซียได้เข้าควบคุมกิจการธนาคารของผู้ก่อตั้ง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และได้มีคำสั่งปิดกิจการธนาคารดังกล่าวในเวลาต่อมา</w:t>
      </w:r>
    </w:p>
    <w:p w14:paraId="5B20CDEE" w14:textId="0F4DD2D8" w:rsidR="009F146D" w:rsidRPr="00E05BF8" w:rsidRDefault="009F146D" w:rsidP="009F146D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70D69991" w14:textId="5C24EFCA" w:rsidR="00C76C44" w:rsidRPr="00E05BF8" w:rsidRDefault="00C76C44" w:rsidP="00C76C44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จากเหตุการณ์ดังกล่าวทำให้หน่วยงานรัฐของประเทศอินโดนีเซียได้ระงับการเข้าสู่ระบบจดแจ้งทางทะเบียนของ </w:t>
      </w:r>
      <w:r w:rsidRPr="00E05BF8">
        <w:rPr>
          <w:rFonts w:ascii="Angsana New" w:hAnsi="Angsana New" w:cs="Angsana New"/>
          <w:sz w:val="30"/>
          <w:szCs w:val="30"/>
        </w:rPr>
        <w:t xml:space="preserve">KIA, KSM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E05BF8">
        <w:rPr>
          <w:rFonts w:ascii="Angsana New" w:hAnsi="Angsana New" w:cs="Angsana New"/>
          <w:sz w:val="30"/>
          <w:szCs w:val="30"/>
        </w:rPr>
        <w:t xml:space="preserve">PT KIA </w:t>
      </w:r>
      <w:proofErr w:type="spellStart"/>
      <w:r w:rsidRPr="00E05BF8">
        <w:rPr>
          <w:rFonts w:ascii="Angsana New" w:hAnsi="Angsana New" w:cs="Angsana New"/>
          <w:sz w:val="30"/>
          <w:szCs w:val="30"/>
        </w:rPr>
        <w:t>Keramik</w:t>
      </w:r>
      <w:proofErr w:type="spellEnd"/>
      <w:r w:rsidRPr="00E05BF8">
        <w:rPr>
          <w:rFonts w:ascii="Angsana New" w:hAnsi="Angsana New" w:cs="Angsana New"/>
          <w:sz w:val="30"/>
          <w:szCs w:val="30"/>
        </w:rPr>
        <w:t xml:space="preserve"> Mas (“KKM”)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กับ </w:t>
      </w:r>
      <w:r w:rsidRPr="00E05BF8">
        <w:rPr>
          <w:rFonts w:ascii="Angsana New" w:hAnsi="Angsana New" w:cs="Angsana New"/>
          <w:sz w:val="30"/>
          <w:szCs w:val="30"/>
        </w:rPr>
        <w:t xml:space="preserve">Ministry of Law and Human Rights (MOLHR)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ไว้ชั่วคราว ซึ่งเป็นระบบทะเบียนเพื่อใช้ในการยืนเปลี่ยนแปลงหรือเพิ่มเติม ข้อบังคับ และข้อมูลทางทะเบียนอื่นๆ ของบริษัทในอินโดนีเซีย ณ ปัจจุบันยังมีความไม่แน่นอนว่า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E05BF8">
        <w:rPr>
          <w:rFonts w:ascii="Angsana New" w:hAnsi="Angsana New" w:cs="Angsana New"/>
          <w:sz w:val="30"/>
          <w:szCs w:val="30"/>
        </w:rPr>
        <w:t xml:space="preserve">KSM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จะต้องรับผิดชอบในภาระหนี่ที่เกิดขึ้นต่อหน่วยงานรัฐของอินโดนีเซียหรือไม่ และจะมีผลกระทบเป็นจำนวนเท่าใด เนื่องจากไม่มีการแสดงเอกสารประกอบคำกล่าวอ้างในข้อเรียกร้องใด ๆ จากหน่วยงานรัฐและจากเอกสารหลักฐานที่มียังไม่สามารถบ่งชี้ได้ว่า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E05BF8">
        <w:rPr>
          <w:rFonts w:ascii="Angsana New" w:hAnsi="Angsana New" w:cs="Angsana New"/>
          <w:sz w:val="30"/>
          <w:szCs w:val="30"/>
        </w:rPr>
        <w:t xml:space="preserve">KSM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มีความรับผิดเป็นหนี้ ต่อหน่วยงานรัฐของอินโดนีเซีย</w:t>
      </w:r>
    </w:p>
    <w:p w14:paraId="10100D59" w14:textId="52DCD790" w:rsidR="00C76C44" w:rsidRDefault="00C76C44" w:rsidP="00C76C44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4B07987C" w14:textId="7D71B2CC" w:rsidR="00742FD9" w:rsidRDefault="00742F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lang w:val="en-GB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4362953D" w14:textId="664F1095" w:rsidR="001D128B" w:rsidRDefault="00C76C44" w:rsidP="001D128B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 xml:space="preserve">ทั้งนี้ในอดีต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เคยทำสัญญากู้เงินกับธนาคารหลายแห่ง โดยหนึ่งในธนาคารผู้ให้กู้ คือธนาคารที่ผู้ก่อตั้ง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เป็นเจ้าของ (มีเงินกู้ยืมกับธนาคารรายดังกล่าวประมาณ </w:t>
      </w:r>
      <w:r w:rsidRPr="00E05BF8">
        <w:rPr>
          <w:rFonts w:ascii="Angsana New" w:hAnsi="Angsana New" w:cs="Angsana New"/>
          <w:sz w:val="30"/>
          <w:szCs w:val="30"/>
        </w:rPr>
        <w:t xml:space="preserve">740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ล้านบาท) เมื่อหน่วยงานรัฐอินโดนีเซียได้เข้าควบคุมและสั่งปิดกิจการธนาคารของผู้ก่อตั้ง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แล้ว หน่วยงานรัฐได้โอนหนี้เงินกู้ยืมระหว่าง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กับธนาคารดังกล่าวไปให้บุคคลภายนอก และหนี้ดังกล่าวได้ถูกโอนต่อไปให้กับบุคคลภายนอกอีก</w:t>
      </w:r>
      <w:r w:rsidRPr="00E05BF8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 xml:space="preserve">หลายทอด จนกระทั้งในปี </w:t>
      </w:r>
      <w:r w:rsidRPr="00E05BF8">
        <w:rPr>
          <w:rFonts w:ascii="Angsana New" w:hAnsi="Angsana New" w:cs="Angsana New"/>
          <w:spacing w:val="-4"/>
          <w:sz w:val="30"/>
          <w:szCs w:val="30"/>
        </w:rPr>
        <w:t xml:space="preserve">2551 KIA </w:t>
      </w:r>
      <w:r w:rsidRPr="00E05BF8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 xml:space="preserve">ได้มีการแปลงหนี้เป็นทุนโดยเป็นการออกหุ้นใหม่ (ประเภท </w:t>
      </w:r>
      <w:r w:rsidRPr="00E05BF8">
        <w:rPr>
          <w:rFonts w:ascii="Angsana New" w:hAnsi="Angsana New" w:cs="Angsana New"/>
          <w:spacing w:val="-4"/>
          <w:sz w:val="30"/>
          <w:szCs w:val="30"/>
        </w:rPr>
        <w:t>Series B)</w:t>
      </w:r>
      <w:r w:rsidRPr="00E05BF8">
        <w:rPr>
          <w:rFonts w:ascii="Angsana New" w:hAnsi="Angsana New" w:cs="Angsana New"/>
          <w:sz w:val="30"/>
          <w:szCs w:val="30"/>
        </w:rPr>
        <w:t xml:space="preserve">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ไม่ใช่หุ้นเดิม (ประเภท </w:t>
      </w:r>
      <w:r w:rsidRPr="00E05BF8">
        <w:rPr>
          <w:rFonts w:ascii="Angsana New" w:hAnsi="Angsana New" w:cs="Angsana New"/>
          <w:sz w:val="30"/>
          <w:szCs w:val="30"/>
        </w:rPr>
        <w:t xml:space="preserve">Series A)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ที่ผู้ก่อตั้ง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ถืออยู่และไม่ได้เป็นหุ้นที่ถูกอ้างว่าเป็นหลักประกันการชำระหนี้แก่รัฐบาลอินโดนีเซีย และในปี </w:t>
      </w:r>
      <w:r w:rsidRPr="00E05BF8">
        <w:rPr>
          <w:rFonts w:ascii="Angsana New" w:hAnsi="Angsana New" w:cs="Angsana New"/>
          <w:sz w:val="30"/>
          <w:szCs w:val="30"/>
        </w:rPr>
        <w:t xml:space="preserve">2554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บริษัทได้เข้าซื้อหุ้น </w:t>
      </w:r>
      <w:r w:rsidRPr="00E05BF8">
        <w:rPr>
          <w:rFonts w:ascii="Angsana New" w:hAnsi="Angsana New" w:cs="Angsana New"/>
          <w:sz w:val="30"/>
          <w:szCs w:val="30"/>
        </w:rPr>
        <w:t>KIA (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ประเภท </w:t>
      </w:r>
      <w:r w:rsidRPr="00E05BF8">
        <w:rPr>
          <w:rFonts w:ascii="Angsana New" w:hAnsi="Angsana New" w:cs="Angsana New"/>
          <w:sz w:val="30"/>
          <w:szCs w:val="30"/>
        </w:rPr>
        <w:t xml:space="preserve">Series B)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ที่เกิดจากการแปลงหนี้เป็นทุนดังกล่าวผ่านตลาดหลักทรัพย์อินโดนีเซีย โดยก่อนการเข้าซื้อหุ้นดังกล่าว บริษัทได้มีการว่าจ้างที่ปรึกษากฎหมายท้องถิ่นชั้นนำในการตรวจสอบสถานะกิจการ ซึ่งไม่พบว่า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มีภาระหนี้ต่อหน่วยงานรัฐอินโดนีเซีย และไม่พบว่าหุ้นของ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มีภาระติดพัน หรือถูกจำนำต่อหน่วยงานรัฐอินโดนีเซียแต่อย่างใด</w:t>
      </w:r>
      <w:r w:rsidR="001D128B">
        <w:rPr>
          <w:rFonts w:ascii="Angsana New" w:hAnsi="Angsana New" w:cs="Angsana New"/>
          <w:sz w:val="30"/>
          <w:szCs w:val="30"/>
          <w:lang w:bidi="th-TH"/>
        </w:rPr>
        <w:t xml:space="preserve"> </w:t>
      </w:r>
    </w:p>
    <w:p w14:paraId="53F7F457" w14:textId="77777777" w:rsidR="00742FD9" w:rsidRPr="00742FD9" w:rsidRDefault="00742FD9" w:rsidP="001D128B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598E61C7" w14:textId="3F0229A7" w:rsidR="00C76C44" w:rsidRPr="00E05BF8" w:rsidRDefault="00C76C44" w:rsidP="00AF1184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เพื่อเป็นการปกป้องสิทธิของ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="0089747C" w:rsidRPr="00E05BF8">
        <w:rPr>
          <w:rFonts w:ascii="Angsana New" w:hAnsi="Angsana New" w:cs="Angsana New"/>
          <w:sz w:val="30"/>
          <w:szCs w:val="30"/>
          <w:lang w:val="en-US" w:bidi="th-TH"/>
        </w:rPr>
        <w:t xml:space="preserve">KKM </w:t>
      </w:r>
      <w:r w:rsidR="0089747C" w:rsidRPr="00E05BF8">
        <w:rPr>
          <w:rFonts w:ascii="Angsana New" w:hAnsi="Angsana New" w:cs="Angsana New"/>
          <w:sz w:val="30"/>
          <w:szCs w:val="30"/>
          <w:cs/>
          <w:lang w:val="en-US" w:bidi="th-TH"/>
        </w:rPr>
        <w:t>รวมถึง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ผู้ถือหุ้นของ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>ทั้งสองบริษัท</w:t>
      </w:r>
      <w:r w:rsidRPr="00E05BF8">
        <w:rPr>
          <w:rFonts w:ascii="Angsana New" w:hAnsi="Angsana New" w:cs="Angsana New"/>
          <w:sz w:val="30"/>
          <w:szCs w:val="30"/>
        </w:rPr>
        <w:t xml:space="preserve">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เมื่อวันที่ </w:t>
      </w:r>
      <w:r w:rsidRPr="00E05BF8">
        <w:rPr>
          <w:rFonts w:ascii="Angsana New" w:hAnsi="Angsana New" w:cs="Angsana New"/>
          <w:sz w:val="30"/>
          <w:szCs w:val="30"/>
        </w:rPr>
        <w:t xml:space="preserve">17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พฤศจิกายน </w:t>
      </w:r>
      <w:r w:rsidRPr="00E05BF8">
        <w:rPr>
          <w:rFonts w:ascii="Angsana New" w:hAnsi="Angsana New" w:cs="Angsana New"/>
          <w:sz w:val="30"/>
          <w:szCs w:val="30"/>
        </w:rPr>
        <w:t xml:space="preserve">2566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และ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วันที่ </w:t>
      </w:r>
      <w:r w:rsidRPr="00E05BF8">
        <w:rPr>
          <w:rFonts w:ascii="Angsana New" w:hAnsi="Angsana New" w:cs="Angsana New"/>
          <w:sz w:val="30"/>
          <w:szCs w:val="30"/>
        </w:rPr>
        <w:t xml:space="preserve">6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ธันวาคม </w:t>
      </w:r>
      <w:r w:rsidRPr="00E05BF8">
        <w:rPr>
          <w:rFonts w:ascii="Angsana New" w:hAnsi="Angsana New" w:cs="Angsana New"/>
          <w:sz w:val="30"/>
          <w:szCs w:val="30"/>
        </w:rPr>
        <w:t xml:space="preserve">2566 </w:t>
      </w:r>
      <w:r w:rsidR="0089747C" w:rsidRPr="00E05BF8">
        <w:rPr>
          <w:rFonts w:ascii="Angsana New" w:hAnsi="Angsana New" w:cs="Angsana New"/>
          <w:sz w:val="30"/>
          <w:szCs w:val="30"/>
        </w:rPr>
        <w:t xml:space="preserve">KIA 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="0089747C" w:rsidRPr="00E05BF8">
        <w:rPr>
          <w:rFonts w:ascii="Angsana New" w:hAnsi="Angsana New" w:cs="Angsana New"/>
          <w:sz w:val="30"/>
          <w:szCs w:val="30"/>
          <w:lang w:val="en-US" w:bidi="th-TH"/>
        </w:rPr>
        <w:t>KKM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ได้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ยื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่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นฟ้องหน่วยงานรัฐ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>ของประเทศ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อินโดนีเซีย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ต่อศาลปกครองชั</w:t>
      </w:r>
      <w:r w:rsidR="00AF1184" w:rsidRPr="00E05BF8">
        <w:rPr>
          <w:rFonts w:ascii="Angsana New" w:eastAsia="Angsana New" w:hAnsi="Angsana New" w:cs="Angsana New"/>
          <w:sz w:val="30"/>
          <w:szCs w:val="30"/>
          <w:cs/>
          <w:lang w:bidi="th-TH"/>
        </w:rPr>
        <w:t>้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นต้นในประเทศอินโดนีเซีย เพื</w:t>
      </w:r>
      <w:r w:rsidR="00AF1184" w:rsidRPr="00E05BF8">
        <w:rPr>
          <w:rFonts w:ascii="Angsana New" w:eastAsia="Angsana New" w:hAnsi="Angsana New" w:cs="Angsana New"/>
          <w:sz w:val="30"/>
          <w:szCs w:val="30"/>
          <w:cs/>
          <w:lang w:bidi="th-TH"/>
        </w:rPr>
        <w:t>่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อขอให้ยกเลิกการเรียกร้องหนี</w:t>
      </w:r>
      <w:r w:rsidR="00AF1184" w:rsidRPr="00E05BF8">
        <w:rPr>
          <w:rFonts w:ascii="Angsana New" w:eastAsia="Angsana New" w:hAnsi="Angsana New" w:cs="Angsana New"/>
          <w:sz w:val="30"/>
          <w:szCs w:val="30"/>
          <w:cs/>
          <w:lang w:bidi="th-TH"/>
        </w:rPr>
        <w:t>้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จาก </w:t>
      </w:r>
      <w:r w:rsidR="00AF1184"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และให้ยกเลิกคำสั</w:t>
      </w:r>
      <w:r w:rsidR="00AF1184" w:rsidRPr="00E05BF8">
        <w:rPr>
          <w:rFonts w:ascii="Angsana New" w:eastAsia="Angsana New" w:hAnsi="Angsana New" w:cs="Angsana New"/>
          <w:sz w:val="30"/>
          <w:szCs w:val="30"/>
          <w:cs/>
          <w:lang w:bidi="th-TH"/>
        </w:rPr>
        <w:t>่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งระงับการเข้าระบบจดแจ้งทางทะเบียนของ </w:t>
      </w:r>
      <w:r w:rsidR="00AF1184"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="00AF1184" w:rsidRPr="00E05BF8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กับ </w:t>
      </w:r>
      <w:r w:rsidR="00AF1184" w:rsidRPr="00E05BF8">
        <w:rPr>
          <w:rFonts w:ascii="Angsana New" w:hAnsi="Angsana New" w:cs="Angsana New"/>
          <w:sz w:val="30"/>
          <w:szCs w:val="30"/>
          <w:lang w:bidi="th-TH"/>
        </w:rPr>
        <w:t>MOLHR</w:t>
      </w:r>
    </w:p>
    <w:p w14:paraId="045241B3" w14:textId="77777777" w:rsidR="007464C4" w:rsidRPr="00E05BF8" w:rsidRDefault="007464C4" w:rsidP="00AF1184">
      <w:pPr>
        <w:pStyle w:val="block"/>
        <w:spacing w:after="0" w:line="240" w:lineRule="auto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57DE37F8" w14:textId="02E4A5C1" w:rsidR="00257007" w:rsidRDefault="00AD6A54" w:rsidP="00656A2D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ในเดือนกรกฎาคม </w:t>
      </w:r>
      <w:r w:rsidR="005612B9" w:rsidRPr="00E05BF8">
        <w:rPr>
          <w:rFonts w:ascii="Angsana New" w:hAnsi="Angsana New" w:cs="Angsana New"/>
          <w:sz w:val="30"/>
          <w:szCs w:val="30"/>
          <w:lang w:bidi="th-TH"/>
        </w:rPr>
        <w:t>2567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ศาลปกครองชั้นต้นประเทศอินโดนีเซีย ได้มีคำพิพากษายกฟ้องคดีข้างต้น ซึ่ง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ได้ยื่นอุทธรณ์ต่อศาลสูงประเทศอินโดนีเซีย (ศาลอุทธรณ์) แล้วนั้น </w:t>
      </w:r>
      <w:r w:rsidR="00EC7274" w:rsidRPr="00E05BF8">
        <w:rPr>
          <w:rFonts w:ascii="Angsana New" w:hAnsi="Angsana New" w:cs="Angsana New"/>
          <w:sz w:val="30"/>
          <w:szCs w:val="30"/>
          <w:cs/>
          <w:lang w:bidi="th-TH"/>
        </w:rPr>
        <w:t>ต่อมาใน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เดือนตุลาคม </w:t>
      </w:r>
      <w:r w:rsidR="005612B9" w:rsidRPr="00E05BF8">
        <w:rPr>
          <w:rFonts w:ascii="Angsana New" w:hAnsi="Angsana New" w:cs="Angsana New"/>
          <w:sz w:val="30"/>
          <w:szCs w:val="30"/>
          <w:lang w:bidi="th-TH"/>
        </w:rPr>
        <w:t>2567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ศาล</w:t>
      </w:r>
      <w:r w:rsidR="00BB603E" w:rsidRPr="00E05BF8">
        <w:rPr>
          <w:rFonts w:ascii="Angsana New" w:hAnsi="Angsana New" w:cs="Angsana New"/>
          <w:sz w:val="30"/>
          <w:szCs w:val="30"/>
          <w:cs/>
          <w:lang w:bidi="th-TH"/>
        </w:rPr>
        <w:t>สูง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ได้ตัดสินยืนยันตามคำพิพากษาศาลปกครองชั้นต้นให้ยกฟ้อง ดังนั้น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="00B014AC" w:rsidRPr="00E05BF8">
        <w:rPr>
          <w:rFonts w:ascii="Angsana New" w:hAnsi="Angsana New" w:cs="Angsana New"/>
          <w:sz w:val="30"/>
          <w:szCs w:val="30"/>
          <w:cs/>
          <w:lang w:bidi="th-TH"/>
        </w:rPr>
        <w:br/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จึง</w:t>
      </w:r>
      <w:r w:rsidR="00BB603E" w:rsidRPr="00E05BF8">
        <w:rPr>
          <w:rFonts w:ascii="Angsana New" w:hAnsi="Angsana New" w:cs="Angsana New"/>
          <w:sz w:val="30"/>
          <w:szCs w:val="30"/>
          <w:cs/>
          <w:lang w:bidi="th-TH"/>
        </w:rPr>
        <w:t>ได้ยื่น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โต้แย้งต่อศาลฎีกาเพื่อขอให้ทบทวนคำพิพากษาข้างต้นต่อไป</w:t>
      </w:r>
    </w:p>
    <w:p w14:paraId="71AA57C9" w14:textId="77777777" w:rsidR="007464C4" w:rsidRPr="00E05BF8" w:rsidRDefault="007464C4" w:rsidP="00656A2D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00F61BA9" w14:textId="77777777" w:rsidR="00587CA2" w:rsidRPr="00E05BF8" w:rsidRDefault="006902D0" w:rsidP="00587CA2">
      <w:pPr>
        <w:pStyle w:val="ListParagraph"/>
        <w:numPr>
          <w:ilvl w:val="0"/>
          <w:numId w:val="48"/>
        </w:numPr>
        <w:spacing w:after="0" w:line="240" w:lineRule="atLeast"/>
        <w:ind w:left="1017" w:right="-35" w:hanging="477"/>
        <w:jc w:val="thaiDistribute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sz w:val="30"/>
          <w:szCs w:val="30"/>
          <w:cs/>
        </w:rPr>
        <w:t>เมื่อ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วันที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</w:t>
      </w:r>
      <w:r w:rsidR="00A23686" w:rsidRPr="00E05BF8">
        <w:rPr>
          <w:rFonts w:ascii="Angsana New" w:hAnsi="Angsana New" w:cs="Angsana New"/>
          <w:sz w:val="30"/>
          <w:szCs w:val="30"/>
        </w:rPr>
        <w:t>20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มิถุนายน </w:t>
      </w:r>
      <w:r w:rsidR="00A23686" w:rsidRPr="00E05BF8">
        <w:rPr>
          <w:rFonts w:ascii="Angsana New" w:hAnsi="Angsana New" w:cs="Angsana New"/>
          <w:sz w:val="30"/>
          <w:szCs w:val="30"/>
        </w:rPr>
        <w:t>2566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บริษัทได้ลงนามในสัญญาจะซื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อจะขายแบบมีเงื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อนไข (“สัญญาจะซื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อจะขาย”)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 xml:space="preserve">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กับบริษัท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PT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Kokoh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Inti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Arebama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Tbk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. (“KOKOH”)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ซึ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งเป็นกิจการที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เกี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ยวข้องกัน เพื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อจะซื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อหุ้นสามัญของบริษัท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PT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Karya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Makmur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Kreasi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Prima (“KMKP”)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จำนวน </w:t>
      </w:r>
      <w:r w:rsidR="00A23686" w:rsidRPr="00E05BF8">
        <w:rPr>
          <w:rFonts w:ascii="Angsana New" w:hAnsi="Angsana New" w:cs="Angsana New"/>
          <w:sz w:val="30"/>
          <w:szCs w:val="30"/>
        </w:rPr>
        <w:t>10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.</w:t>
      </w:r>
      <w:r w:rsidR="00A23686" w:rsidRPr="00E05BF8">
        <w:rPr>
          <w:rFonts w:ascii="Angsana New" w:hAnsi="Angsana New" w:cs="Angsana New"/>
          <w:sz w:val="30"/>
          <w:szCs w:val="30"/>
        </w:rPr>
        <w:t>025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ล้านหุ้น (คิดเป็นร้อยละ </w:t>
      </w:r>
      <w:r w:rsidR="00A23686" w:rsidRPr="00E05BF8">
        <w:rPr>
          <w:rFonts w:ascii="Angsana New" w:hAnsi="Angsana New" w:cs="Angsana New"/>
          <w:sz w:val="30"/>
          <w:szCs w:val="30"/>
        </w:rPr>
        <w:t>99.99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ของจำนวนหุ้นที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ออกจำหน่ายแล้วทั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งหมดของ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KMKP)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และ/หรือ ทรัพย์สินที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เกี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ยวข้องกับร้านค้า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Belanja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ในราคามูลค่ายุติธรรมที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ประเมินโดยที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ปรึกษาทางการเงินอิสระ โดยมีเงื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อนไขบังคับก่อนที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สำคัญตามที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กำหนดในสัญญาจะซื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อจะขาย เช่น ประเด็นข้อเรียกร้องของรัฐบาลอินโดนีเซีย ต่อ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PT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Keramika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IndonesiaAssosiasi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,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Tbk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. (“KIA”), PT KIA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Keramik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Mas (“KKM”)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PT KIA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Serpih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Mas (“KSM”)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เป็นอันยุติและที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ประชุมผู้ถือหุ้นของบริษัทที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เกี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ยวข้องได้มีมติอนุมัติการซื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อขายดังกล่าว เป็นต้น</w:t>
      </w:r>
    </w:p>
    <w:p w14:paraId="4E7353BB" w14:textId="77777777" w:rsidR="00587CA2" w:rsidRPr="00E05BF8" w:rsidRDefault="00587CA2" w:rsidP="00587CA2">
      <w:pPr>
        <w:pStyle w:val="ListParagraph"/>
        <w:spacing w:after="0" w:line="240" w:lineRule="atLeast"/>
        <w:ind w:left="1017" w:right="-35"/>
        <w:jc w:val="thaiDistribute"/>
        <w:rPr>
          <w:rFonts w:ascii="Angsana New" w:hAnsi="Angsana New" w:cs="Angsana New"/>
          <w:sz w:val="30"/>
          <w:szCs w:val="30"/>
        </w:rPr>
      </w:pPr>
    </w:p>
    <w:p w14:paraId="07DDFF6C" w14:textId="5EE74F14" w:rsidR="00D52F47" w:rsidRPr="00E05BF8" w:rsidRDefault="004F3E61" w:rsidP="00587CA2">
      <w:pPr>
        <w:pStyle w:val="ListParagraph"/>
        <w:numPr>
          <w:ilvl w:val="0"/>
          <w:numId w:val="48"/>
        </w:numPr>
        <w:spacing w:after="0" w:line="240" w:lineRule="auto"/>
        <w:ind w:left="990" w:right="-29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sz w:val="30"/>
          <w:szCs w:val="30"/>
          <w:cs/>
        </w:rPr>
        <w:lastRenderedPageBreak/>
        <w:t xml:space="preserve">เมื่อวันที่ </w:t>
      </w:r>
      <w:r w:rsidRPr="00E05BF8">
        <w:rPr>
          <w:rFonts w:ascii="Angsana New" w:hAnsi="Angsana New" w:cs="Angsana New"/>
          <w:sz w:val="30"/>
          <w:szCs w:val="30"/>
        </w:rPr>
        <w:t xml:space="preserve">25 </w:t>
      </w:r>
      <w:r w:rsidRPr="00E05BF8">
        <w:rPr>
          <w:rFonts w:ascii="Angsana New" w:hAnsi="Angsana New" w:cs="Angsana New"/>
          <w:sz w:val="30"/>
          <w:szCs w:val="30"/>
          <w:cs/>
        </w:rPr>
        <w:t xml:space="preserve">มีนาคม </w:t>
      </w:r>
      <w:r w:rsidRPr="00E05BF8">
        <w:rPr>
          <w:rFonts w:ascii="Angsana New" w:hAnsi="Angsana New" w:cs="Angsana New"/>
          <w:sz w:val="30"/>
          <w:szCs w:val="30"/>
        </w:rPr>
        <w:t xml:space="preserve">2567 </w:t>
      </w:r>
      <w:r w:rsidRPr="00E05BF8">
        <w:rPr>
          <w:rFonts w:ascii="Angsana New" w:hAnsi="Angsana New" w:cs="Angsana New"/>
          <w:sz w:val="30"/>
          <w:szCs w:val="30"/>
          <w:cs/>
        </w:rPr>
        <w:t>ที่ประชุมสามัญผู้ถือหุ้นมีมติอนุมัติการออกและเสนอขายหุ้นกู้ของบริษัท</w:t>
      </w:r>
      <w:r w:rsidR="001F7FE4" w:rsidRPr="00E05BF8">
        <w:rPr>
          <w:rFonts w:ascii="Angsana New" w:hAnsi="Angsana New" w:cs="Angsana New"/>
          <w:sz w:val="30"/>
          <w:szCs w:val="30"/>
        </w:rPr>
        <w:br/>
      </w:r>
      <w:r w:rsidRPr="00E05BF8">
        <w:rPr>
          <w:rFonts w:ascii="Angsana New" w:hAnsi="Angsana New" w:cs="Angsana New"/>
          <w:sz w:val="30"/>
          <w:szCs w:val="30"/>
          <w:cs/>
        </w:rPr>
        <w:t xml:space="preserve">ในวงเงินทั้งสิ้น </w:t>
      </w:r>
      <w:r w:rsidRPr="00E05BF8">
        <w:rPr>
          <w:rFonts w:ascii="Angsana New" w:hAnsi="Angsana New" w:cs="Angsana New"/>
          <w:sz w:val="30"/>
          <w:szCs w:val="30"/>
        </w:rPr>
        <w:t xml:space="preserve">15,000 </w:t>
      </w:r>
      <w:r w:rsidRPr="00E05BF8">
        <w:rPr>
          <w:rFonts w:ascii="Angsana New" w:hAnsi="Angsana New" w:cs="Angsana New"/>
          <w:sz w:val="30"/>
          <w:szCs w:val="30"/>
          <w:cs/>
        </w:rPr>
        <w:t>ล้านบาท เพื่อใช้รองรับการขยายธุรกิจ การเข้าซื้อและควบกิจการ การปรับปรุงประสิทธิภาพของเครื่องจักรรวมไปถึงใช้บำรุงรักษาสินทรัพย์ หรือใช้เป็นเงินทุนหมุนเวียนในการดำเนินกิจการ หรือปรับโครงสร้างเงินทุนของบริษัท ซึ่งรวมถึงการชำระคืนเงินกู้ยืมให้กับบริษัทใหญ่ และหรือสถาบันการเงิน</w:t>
      </w:r>
    </w:p>
    <w:p w14:paraId="796E81F1" w14:textId="01FFA3DB" w:rsidR="000C3D0E" w:rsidRPr="00E05BF8" w:rsidRDefault="000C3D0E" w:rsidP="000C3D0E">
      <w:pPr>
        <w:spacing w:line="240" w:lineRule="auto"/>
        <w:ind w:right="-29"/>
        <w:jc w:val="thaiDistribute"/>
        <w:rPr>
          <w:rFonts w:ascii="Angsana New" w:hAnsi="Angsana New"/>
          <w:sz w:val="30"/>
          <w:szCs w:val="30"/>
          <w:cs/>
        </w:rPr>
      </w:pPr>
    </w:p>
    <w:sectPr w:rsidR="000C3D0E" w:rsidRPr="00E05BF8" w:rsidSect="00700C3A">
      <w:headerReference w:type="default" r:id="rId11"/>
      <w:footerReference w:type="default" r:id="rId12"/>
      <w:pgSz w:w="11909" w:h="16834" w:code="9"/>
      <w:pgMar w:top="1701" w:right="1379" w:bottom="851" w:left="1304" w:header="851" w:footer="851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EC400" w14:textId="77777777" w:rsidR="0062602D" w:rsidRDefault="0062602D">
      <w:r>
        <w:separator/>
      </w:r>
    </w:p>
  </w:endnote>
  <w:endnote w:type="continuationSeparator" w:id="0">
    <w:p w14:paraId="7308072C" w14:textId="77777777" w:rsidR="0062602D" w:rsidRDefault="0062602D">
      <w:r>
        <w:continuationSeparator/>
      </w:r>
    </w:p>
  </w:endnote>
  <w:endnote w:type="continuationNotice" w:id="1">
    <w:p w14:paraId="4F29D1FB" w14:textId="77777777" w:rsidR="0062602D" w:rsidRDefault="0062602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New">
    <w:altName w:val="PMingLiU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85941"/>
      <w:docPartObj>
        <w:docPartGallery w:val="Page Numbers (Bottom of Page)"/>
        <w:docPartUnique/>
      </w:docPartObj>
    </w:sdtPr>
    <w:sdtEndPr/>
    <w:sdtContent>
      <w:p w14:paraId="0BB2A89A" w14:textId="76B7F200" w:rsidR="00292264" w:rsidRPr="007154AD" w:rsidRDefault="00292264" w:rsidP="007154AD">
        <w:pPr>
          <w:pStyle w:val="Footer"/>
          <w:jc w:val="center"/>
        </w:pPr>
        <w:r w:rsidRPr="007154AD">
          <w:rPr>
            <w:rFonts w:ascii="Angsana New" w:hAnsi="Angsana New"/>
            <w:sz w:val="30"/>
          </w:rPr>
          <w:fldChar w:fldCharType="begin"/>
        </w:r>
        <w:r w:rsidRPr="003D4541">
          <w:rPr>
            <w:rFonts w:ascii="Angsana New" w:hAnsi="Angsana New"/>
            <w:sz w:val="30"/>
            <w:szCs w:val="30"/>
          </w:rPr>
          <w:instrText xml:space="preserve"> PAGE   \</w:instrText>
        </w:r>
        <w:r w:rsidRPr="003D4541">
          <w:rPr>
            <w:rFonts w:ascii="Angsana New" w:hAnsi="Angsana New"/>
            <w:sz w:val="30"/>
            <w:szCs w:val="30"/>
            <w:cs/>
          </w:rPr>
          <w:instrText xml:space="preserve">* </w:instrText>
        </w:r>
        <w:r w:rsidRPr="003D4541">
          <w:rPr>
            <w:rFonts w:ascii="Angsana New" w:hAnsi="Angsana New"/>
            <w:sz w:val="30"/>
            <w:szCs w:val="30"/>
          </w:rPr>
          <w:instrText xml:space="preserve">MERGEFORMAT </w:instrText>
        </w:r>
        <w:r w:rsidRPr="007154AD">
          <w:rPr>
            <w:rFonts w:ascii="Angsana New" w:hAnsi="Angsana New"/>
            <w:sz w:val="30"/>
          </w:rPr>
          <w:fldChar w:fldCharType="separate"/>
        </w:r>
        <w:r>
          <w:rPr>
            <w:rFonts w:ascii="Angsana New" w:hAnsi="Angsana New"/>
            <w:noProof/>
            <w:sz w:val="30"/>
            <w:szCs w:val="30"/>
          </w:rPr>
          <w:t>1</w:t>
        </w:r>
        <w:r w:rsidRPr="004336D3">
          <w:rPr>
            <w:rFonts w:ascii="Angsana New" w:hAnsi="Angsana New"/>
            <w:noProof/>
            <w:sz w:val="30"/>
            <w:szCs w:val="30"/>
          </w:rPr>
          <w:t>3</w:t>
        </w:r>
        <w:r w:rsidRPr="007154AD">
          <w:rPr>
            <w:rFonts w:ascii="Angsana New" w:hAnsi="Angsana New"/>
            <w:sz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AA70F" w14:textId="77777777" w:rsidR="0062602D" w:rsidRDefault="0062602D">
      <w:r>
        <w:separator/>
      </w:r>
    </w:p>
  </w:footnote>
  <w:footnote w:type="continuationSeparator" w:id="0">
    <w:p w14:paraId="40F5CE00" w14:textId="77777777" w:rsidR="0062602D" w:rsidRDefault="0062602D">
      <w:r>
        <w:continuationSeparator/>
      </w:r>
    </w:p>
  </w:footnote>
  <w:footnote w:type="continuationNotice" w:id="1">
    <w:p w14:paraId="0250C639" w14:textId="77777777" w:rsidR="0062602D" w:rsidRDefault="0062602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5766A" w14:textId="57FC0915" w:rsidR="00292264" w:rsidRPr="0051216B" w:rsidRDefault="00292264" w:rsidP="00144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B520E8">
      <w:rPr>
        <w:rFonts w:ascii="Angsana New" w:hAnsi="Angsana New"/>
        <w:b/>
        <w:bCs/>
        <w:sz w:val="32"/>
        <w:szCs w:val="32"/>
        <w:cs/>
      </w:rPr>
      <w:t>บริษัทเอสซีจี เดคคอร์ จำกัด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Pr="004336D3">
      <w:rPr>
        <w:rFonts w:ascii="Angsana New" w:hAnsi="Angsana New" w:hint="cs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มหาชน</w:t>
    </w:r>
    <w:r w:rsidRPr="004336D3">
      <w:rPr>
        <w:rFonts w:ascii="Angsana New" w:hAnsi="Angsana New" w:hint="cs"/>
        <w:b/>
        <w:bCs/>
        <w:sz w:val="32"/>
        <w:szCs w:val="32"/>
      </w:rPr>
      <w:t>)</w:t>
    </w:r>
  </w:p>
  <w:p w14:paraId="0BCCAB0F" w14:textId="4B0C9FBC" w:rsidR="00292264" w:rsidRPr="0051216B" w:rsidRDefault="00292264" w:rsidP="00144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1216B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</w:t>
    </w:r>
  </w:p>
  <w:p w14:paraId="36BCF2CA" w14:textId="7B560E81" w:rsidR="00B80CC7" w:rsidRDefault="00B80CC7" w:rsidP="00B80CC7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336D3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มีนาคม </w:t>
    </w:r>
    <w:r w:rsidRPr="004336D3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4336D3">
      <w:rPr>
        <w:rFonts w:ascii="Angsana New" w:hAnsi="Angsana New" w:hint="cs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ไม่ได้ตรวจสอบ</w:t>
    </w:r>
    <w:r w:rsidRPr="004336D3">
      <w:rPr>
        <w:rFonts w:ascii="Angsana New" w:hAnsi="Angsana New" w:hint="cs"/>
        <w:b/>
        <w:bCs/>
        <w:sz w:val="32"/>
        <w:szCs w:val="32"/>
      </w:rPr>
      <w:t>)</w:t>
    </w:r>
  </w:p>
  <w:p w14:paraId="7E49EB2F" w14:textId="77777777" w:rsidR="00292264" w:rsidRPr="00511F68" w:rsidRDefault="00292264" w:rsidP="0032264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Theme="majorBidi" w:hAnsiTheme="majorBidi" w:cstheme="majorBidi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15C47F2"/>
    <w:multiLevelType w:val="multilevel"/>
    <w:tmpl w:val="FBDA934C"/>
    <w:lvl w:ilvl="0">
      <w:start w:val="1"/>
      <w:numFmt w:val="decimal"/>
      <w:lvlText w:val="(3.%1)"/>
      <w:lvlJc w:val="left"/>
      <w:pPr>
        <w:ind w:left="2358" w:hanging="360"/>
      </w:pPr>
      <w:rPr>
        <w:rFonts w:hint="default"/>
        <w:i w:val="0"/>
        <w:iCs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3078" w:hanging="360"/>
      </w:pPr>
    </w:lvl>
    <w:lvl w:ilvl="2" w:tentative="1">
      <w:start w:val="1"/>
      <w:numFmt w:val="lowerRoman"/>
      <w:lvlText w:val="%3."/>
      <w:lvlJc w:val="right"/>
      <w:pPr>
        <w:ind w:left="3798" w:hanging="180"/>
      </w:pPr>
    </w:lvl>
    <w:lvl w:ilvl="3" w:tentative="1">
      <w:start w:val="1"/>
      <w:numFmt w:val="decimal"/>
      <w:lvlText w:val="%4."/>
      <w:lvlJc w:val="left"/>
      <w:pPr>
        <w:ind w:left="4518" w:hanging="360"/>
      </w:pPr>
    </w:lvl>
    <w:lvl w:ilvl="4" w:tentative="1">
      <w:start w:val="1"/>
      <w:numFmt w:val="lowerLetter"/>
      <w:lvlText w:val="%5."/>
      <w:lvlJc w:val="left"/>
      <w:pPr>
        <w:ind w:left="5238" w:hanging="360"/>
      </w:pPr>
    </w:lvl>
    <w:lvl w:ilvl="5" w:tentative="1">
      <w:start w:val="1"/>
      <w:numFmt w:val="lowerRoman"/>
      <w:lvlText w:val="%6."/>
      <w:lvlJc w:val="right"/>
      <w:pPr>
        <w:ind w:left="5958" w:hanging="180"/>
      </w:pPr>
    </w:lvl>
    <w:lvl w:ilvl="6" w:tentative="1">
      <w:start w:val="1"/>
      <w:numFmt w:val="decimal"/>
      <w:lvlText w:val="%7."/>
      <w:lvlJc w:val="left"/>
      <w:pPr>
        <w:ind w:left="6678" w:hanging="360"/>
      </w:pPr>
    </w:lvl>
    <w:lvl w:ilvl="7" w:tentative="1">
      <w:start w:val="1"/>
      <w:numFmt w:val="lowerLetter"/>
      <w:lvlText w:val="%8."/>
      <w:lvlJc w:val="left"/>
      <w:pPr>
        <w:ind w:left="7398" w:hanging="360"/>
      </w:pPr>
    </w:lvl>
    <w:lvl w:ilvl="8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1" w15:restartNumberingAfterBreak="0">
    <w:nsid w:val="219F0D48"/>
    <w:multiLevelType w:val="multilevel"/>
    <w:tmpl w:val="B796AEDC"/>
    <w:lvl w:ilvl="0">
      <w:start w:val="17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26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Angsana New" w:eastAsia="Times New Roman" w:hAnsi="Angsana New" w:cs="Angsana New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2" w15:restartNumberingAfterBreak="0">
    <w:nsid w:val="236224AE"/>
    <w:multiLevelType w:val="hybridMultilevel"/>
    <w:tmpl w:val="10329AAA"/>
    <w:lvl w:ilvl="0" w:tplc="EBB89CC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3AF23D4"/>
    <w:multiLevelType w:val="hybridMultilevel"/>
    <w:tmpl w:val="5E9AC852"/>
    <w:lvl w:ilvl="0" w:tplc="9CACDAF4">
      <w:start w:val="1"/>
      <w:numFmt w:val="thaiLetters"/>
      <w:lvlText w:val="(%1)"/>
      <w:lvlJc w:val="left"/>
      <w:pPr>
        <w:ind w:left="1282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27367E4F"/>
    <w:multiLevelType w:val="hybridMultilevel"/>
    <w:tmpl w:val="B066EE50"/>
    <w:lvl w:ilvl="0" w:tplc="F642DE02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77F66AD"/>
    <w:multiLevelType w:val="hybridMultilevel"/>
    <w:tmpl w:val="B38C83AC"/>
    <w:lvl w:ilvl="0" w:tplc="D9D68928">
      <w:start w:val="1"/>
      <w:numFmt w:val="thaiLetters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F5CF1"/>
    <w:multiLevelType w:val="hybridMultilevel"/>
    <w:tmpl w:val="A3E65C9E"/>
    <w:lvl w:ilvl="0" w:tplc="D39A75CE">
      <w:start w:val="1"/>
      <w:numFmt w:val="bullet"/>
      <w:lvlText w:val="-"/>
      <w:lvlJc w:val="left"/>
      <w:pPr>
        <w:ind w:left="1080" w:hanging="360"/>
      </w:pPr>
      <w:rPr>
        <w:rFonts w:ascii="Angsana New" w:hAnsi="Angsana New" w:hint="default"/>
        <w:color w:val="auto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E32C94"/>
    <w:multiLevelType w:val="multilevel"/>
    <w:tmpl w:val="B7BA091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9" w15:restartNumberingAfterBreak="0">
    <w:nsid w:val="303B01E6"/>
    <w:multiLevelType w:val="hybridMultilevel"/>
    <w:tmpl w:val="F0103004"/>
    <w:lvl w:ilvl="0" w:tplc="6652B916">
      <w:start w:val="1"/>
      <w:numFmt w:val="decimal"/>
      <w:lvlText w:val="%1"/>
      <w:lvlJc w:val="left"/>
      <w:pPr>
        <w:ind w:left="786" w:hanging="360"/>
      </w:pPr>
      <w:rPr>
        <w:rFonts w:asciiTheme="majorBidi" w:hAnsiTheme="majorBidi" w:cstheme="majorBidi" w:hint="default"/>
        <w:b/>
        <w:bCs/>
        <w:i w:val="0"/>
        <w:iCs w:val="0"/>
        <w:color w:val="auto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12812"/>
    <w:multiLevelType w:val="hybridMultilevel"/>
    <w:tmpl w:val="CB1C850A"/>
    <w:lvl w:ilvl="0" w:tplc="1B202278">
      <w:start w:val="1"/>
      <w:numFmt w:val="decimal"/>
      <w:lvlText w:val="%1."/>
      <w:lvlJc w:val="left"/>
      <w:pPr>
        <w:ind w:left="12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4CC3971"/>
    <w:multiLevelType w:val="hybridMultilevel"/>
    <w:tmpl w:val="6C72A994"/>
    <w:lvl w:ilvl="0" w:tplc="FFFFFFFF">
      <w:start w:val="1"/>
      <w:numFmt w:val="thaiLetters"/>
      <w:lvlText w:val="(%1)"/>
      <w:lvlJc w:val="left"/>
      <w:pPr>
        <w:ind w:left="1282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FFFFFFFF" w:tentative="1">
      <w:start w:val="1"/>
      <w:numFmt w:val="lowerLetter"/>
      <w:lvlText w:val="%2."/>
      <w:lvlJc w:val="left"/>
      <w:pPr>
        <w:ind w:left="2002" w:hanging="360"/>
      </w:pPr>
    </w:lvl>
    <w:lvl w:ilvl="2" w:tplc="FFFFFFFF" w:tentative="1">
      <w:start w:val="1"/>
      <w:numFmt w:val="lowerRoman"/>
      <w:lvlText w:val="%3."/>
      <w:lvlJc w:val="right"/>
      <w:pPr>
        <w:ind w:left="2722" w:hanging="180"/>
      </w:pPr>
    </w:lvl>
    <w:lvl w:ilvl="3" w:tplc="FFFFFFFF" w:tentative="1">
      <w:start w:val="1"/>
      <w:numFmt w:val="decimal"/>
      <w:lvlText w:val="%4."/>
      <w:lvlJc w:val="left"/>
      <w:pPr>
        <w:ind w:left="3442" w:hanging="360"/>
      </w:pPr>
    </w:lvl>
    <w:lvl w:ilvl="4" w:tplc="FFFFFFFF" w:tentative="1">
      <w:start w:val="1"/>
      <w:numFmt w:val="lowerLetter"/>
      <w:lvlText w:val="%5."/>
      <w:lvlJc w:val="left"/>
      <w:pPr>
        <w:ind w:left="4162" w:hanging="360"/>
      </w:pPr>
    </w:lvl>
    <w:lvl w:ilvl="5" w:tplc="FFFFFFFF" w:tentative="1">
      <w:start w:val="1"/>
      <w:numFmt w:val="lowerRoman"/>
      <w:lvlText w:val="%6."/>
      <w:lvlJc w:val="right"/>
      <w:pPr>
        <w:ind w:left="4882" w:hanging="180"/>
      </w:pPr>
    </w:lvl>
    <w:lvl w:ilvl="6" w:tplc="FFFFFFFF" w:tentative="1">
      <w:start w:val="1"/>
      <w:numFmt w:val="decimal"/>
      <w:lvlText w:val="%7."/>
      <w:lvlJc w:val="left"/>
      <w:pPr>
        <w:ind w:left="5602" w:hanging="360"/>
      </w:pPr>
    </w:lvl>
    <w:lvl w:ilvl="7" w:tplc="FFFFFFFF" w:tentative="1">
      <w:start w:val="1"/>
      <w:numFmt w:val="lowerLetter"/>
      <w:lvlText w:val="%8."/>
      <w:lvlJc w:val="left"/>
      <w:pPr>
        <w:ind w:left="6322" w:hanging="360"/>
      </w:pPr>
    </w:lvl>
    <w:lvl w:ilvl="8" w:tplc="FFFFFFFF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3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A393B"/>
    <w:multiLevelType w:val="multilevel"/>
    <w:tmpl w:val="E5069F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5" w15:restartNumberingAfterBreak="0">
    <w:nsid w:val="39151DD7"/>
    <w:multiLevelType w:val="hybridMultilevel"/>
    <w:tmpl w:val="EAB24D18"/>
    <w:lvl w:ilvl="0" w:tplc="8048CBC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9B630DD"/>
    <w:multiLevelType w:val="hybridMultilevel"/>
    <w:tmpl w:val="ABD820C0"/>
    <w:lvl w:ilvl="0" w:tplc="7D36EDB2">
      <w:start w:val="1"/>
      <w:numFmt w:val="decimal"/>
      <w:lvlText w:val="(%1)"/>
      <w:lvlJc w:val="left"/>
      <w:pPr>
        <w:ind w:left="1620" w:hanging="360"/>
      </w:pPr>
      <w:rPr>
        <w:rFonts w:asciiTheme="majorBidi" w:hAnsiTheme="majorBidi" w:cstheme="majorBidi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2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8" w15:restartNumberingAfterBreak="0">
    <w:nsid w:val="3B1731FF"/>
    <w:multiLevelType w:val="hybridMultilevel"/>
    <w:tmpl w:val="3E4E9588"/>
    <w:lvl w:ilvl="0" w:tplc="5B681788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1C4E3D"/>
    <w:multiLevelType w:val="multilevel"/>
    <w:tmpl w:val="EFCCEC90"/>
    <w:lvl w:ilvl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8" w:hanging="360"/>
      </w:pPr>
      <w:rPr>
        <w:rFonts w:cs="Angsana New" w:hint="default"/>
      </w:rPr>
    </w:lvl>
    <w:lvl w:ilvl="2">
      <w:start w:val="1"/>
      <w:numFmt w:val="decimal"/>
      <w:isLgl/>
      <w:lvlText w:val="%1.%2.%3"/>
      <w:lvlJc w:val="left"/>
      <w:pPr>
        <w:ind w:left="1994" w:hanging="720"/>
      </w:pPr>
      <w:rPr>
        <w:rFonts w:cs="Angsana New" w:hint="default"/>
      </w:rPr>
    </w:lvl>
    <w:lvl w:ilvl="3">
      <w:start w:val="1"/>
      <w:numFmt w:val="decimal"/>
      <w:isLgl/>
      <w:lvlText w:val="%1.%2.%3.%4"/>
      <w:lvlJc w:val="left"/>
      <w:pPr>
        <w:ind w:left="2350" w:hanging="720"/>
      </w:pPr>
      <w:rPr>
        <w:rFonts w:cs="Angsana New" w:hint="default"/>
      </w:rPr>
    </w:lvl>
    <w:lvl w:ilvl="4">
      <w:start w:val="1"/>
      <w:numFmt w:val="decimal"/>
      <w:isLgl/>
      <w:lvlText w:val="%1.%2.%3.%4.%5"/>
      <w:lvlJc w:val="left"/>
      <w:pPr>
        <w:ind w:left="2706" w:hanging="720"/>
      </w:pPr>
      <w:rPr>
        <w:rFonts w:cs="Angsana New" w:hint="default"/>
      </w:rPr>
    </w:lvl>
    <w:lvl w:ilvl="5">
      <w:start w:val="1"/>
      <w:numFmt w:val="decimal"/>
      <w:isLgl/>
      <w:lvlText w:val="%1.%2.%3.%4.%5.%6"/>
      <w:lvlJc w:val="left"/>
      <w:pPr>
        <w:ind w:left="3422" w:hanging="1080"/>
      </w:pPr>
      <w:rPr>
        <w:rFonts w:cs="Angsana New"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080"/>
      </w:pPr>
      <w:rPr>
        <w:rFonts w:cs="Angsana New" w:hint="default"/>
      </w:rPr>
    </w:lvl>
    <w:lvl w:ilvl="7">
      <w:start w:val="1"/>
      <w:numFmt w:val="decimal"/>
      <w:isLgl/>
      <w:lvlText w:val="%1.%2.%3.%4.%5.%6.%7.%8"/>
      <w:lvlJc w:val="left"/>
      <w:pPr>
        <w:ind w:left="4494" w:hanging="1440"/>
      </w:pPr>
      <w:rPr>
        <w:rFonts w:cs="Angsana New"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1440"/>
      </w:pPr>
      <w:rPr>
        <w:rFonts w:cs="Angsana New" w:hint="default"/>
      </w:rPr>
    </w:lvl>
  </w:abstractNum>
  <w:abstractNum w:abstractNumId="30" w15:restartNumberingAfterBreak="0">
    <w:nsid w:val="3D4D669A"/>
    <w:multiLevelType w:val="hybridMultilevel"/>
    <w:tmpl w:val="06BE2258"/>
    <w:lvl w:ilvl="0" w:tplc="A8D8FE7C">
      <w:start w:val="26"/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BE14AB22">
      <w:start w:val="17"/>
      <w:numFmt w:val="bullet"/>
      <w:lvlText w:val="–"/>
      <w:lvlJc w:val="left"/>
      <w:pPr>
        <w:ind w:left="2651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2" w15:restartNumberingAfterBreak="0">
    <w:nsid w:val="3FD50DAE"/>
    <w:multiLevelType w:val="hybridMultilevel"/>
    <w:tmpl w:val="A1CA2B82"/>
    <w:lvl w:ilvl="0" w:tplc="641C248E">
      <w:numFmt w:val="bullet"/>
      <w:lvlText w:val="-"/>
      <w:lvlJc w:val="left"/>
      <w:pPr>
        <w:ind w:left="720" w:hanging="360"/>
      </w:pPr>
      <w:rPr>
        <w:rFonts w:ascii="Leelawadee" w:eastAsia="Calibri" w:hAnsi="Leelawadee" w:cs="Leelawadee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523935"/>
    <w:multiLevelType w:val="hybridMultilevel"/>
    <w:tmpl w:val="E6249ABA"/>
    <w:lvl w:ilvl="0" w:tplc="00841852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i/>
        <w:i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45D07843"/>
    <w:multiLevelType w:val="hybridMultilevel"/>
    <w:tmpl w:val="81A07262"/>
    <w:lvl w:ilvl="0" w:tplc="90DCEEE6">
      <w:start w:val="1"/>
      <w:numFmt w:val="decimal"/>
      <w:lvlText w:val="(1.%1)"/>
      <w:lvlJc w:val="left"/>
      <w:pPr>
        <w:ind w:left="2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78" w:hanging="360"/>
      </w:pPr>
    </w:lvl>
    <w:lvl w:ilvl="2" w:tplc="0409001B" w:tentative="1">
      <w:start w:val="1"/>
      <w:numFmt w:val="lowerRoman"/>
      <w:lvlText w:val="%3."/>
      <w:lvlJc w:val="right"/>
      <w:pPr>
        <w:ind w:left="3798" w:hanging="180"/>
      </w:pPr>
    </w:lvl>
    <w:lvl w:ilvl="3" w:tplc="0409000F" w:tentative="1">
      <w:start w:val="1"/>
      <w:numFmt w:val="decimal"/>
      <w:lvlText w:val="%4."/>
      <w:lvlJc w:val="left"/>
      <w:pPr>
        <w:ind w:left="4518" w:hanging="360"/>
      </w:pPr>
    </w:lvl>
    <w:lvl w:ilvl="4" w:tplc="04090019" w:tentative="1">
      <w:start w:val="1"/>
      <w:numFmt w:val="lowerLetter"/>
      <w:lvlText w:val="%5."/>
      <w:lvlJc w:val="left"/>
      <w:pPr>
        <w:ind w:left="5238" w:hanging="360"/>
      </w:pPr>
    </w:lvl>
    <w:lvl w:ilvl="5" w:tplc="0409001B" w:tentative="1">
      <w:start w:val="1"/>
      <w:numFmt w:val="lowerRoman"/>
      <w:lvlText w:val="%6."/>
      <w:lvlJc w:val="right"/>
      <w:pPr>
        <w:ind w:left="5958" w:hanging="180"/>
      </w:pPr>
    </w:lvl>
    <w:lvl w:ilvl="6" w:tplc="0409000F" w:tentative="1">
      <w:start w:val="1"/>
      <w:numFmt w:val="decimal"/>
      <w:lvlText w:val="%7."/>
      <w:lvlJc w:val="left"/>
      <w:pPr>
        <w:ind w:left="6678" w:hanging="360"/>
      </w:pPr>
    </w:lvl>
    <w:lvl w:ilvl="7" w:tplc="04090019" w:tentative="1">
      <w:start w:val="1"/>
      <w:numFmt w:val="lowerLetter"/>
      <w:lvlText w:val="%8."/>
      <w:lvlJc w:val="left"/>
      <w:pPr>
        <w:ind w:left="7398" w:hanging="360"/>
      </w:pPr>
    </w:lvl>
    <w:lvl w:ilvl="8" w:tplc="0409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35" w15:restartNumberingAfterBreak="0">
    <w:nsid w:val="45F169B2"/>
    <w:multiLevelType w:val="hybridMultilevel"/>
    <w:tmpl w:val="02C0F90C"/>
    <w:lvl w:ilvl="0" w:tplc="BE14AB22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 w:tplc="EF2CEEE0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  <w:lang w:bidi="th-TH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819338B"/>
    <w:multiLevelType w:val="multilevel"/>
    <w:tmpl w:val="458A22C6"/>
    <w:lvl w:ilvl="0">
      <w:start w:val="1"/>
      <w:numFmt w:val="thaiLetters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pacing w:val="0"/>
        <w:sz w:val="32"/>
        <w:szCs w:val="32"/>
        <w:vertAlign w:val="superscript"/>
      </w:rPr>
    </w:lvl>
    <w:lvl w:ilvl="2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061F88"/>
    <w:multiLevelType w:val="hybridMultilevel"/>
    <w:tmpl w:val="57C6B968"/>
    <w:lvl w:ilvl="0" w:tplc="BE14AB22">
      <w:start w:val="17"/>
      <w:numFmt w:val="bullet"/>
      <w:lvlText w:val="–"/>
      <w:lvlJc w:val="left"/>
      <w:pPr>
        <w:ind w:left="1080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106074C"/>
    <w:multiLevelType w:val="hybridMultilevel"/>
    <w:tmpl w:val="74426A8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7325B0A"/>
    <w:multiLevelType w:val="hybridMultilevel"/>
    <w:tmpl w:val="2A3EE25A"/>
    <w:lvl w:ilvl="0" w:tplc="1F8A4C68">
      <w:start w:val="1"/>
      <w:numFmt w:val="thaiLetters"/>
      <w:lvlText w:val="(%1)"/>
      <w:lvlJc w:val="left"/>
      <w:pPr>
        <w:ind w:left="922" w:hanging="360"/>
      </w:pPr>
      <w:rPr>
        <w:rFonts w:ascii="Angsana New" w:hAnsi="Angsana New" w:cs="Angsana New" w:hint="cs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0" w15:restartNumberingAfterBreak="0">
    <w:nsid w:val="57C14481"/>
    <w:multiLevelType w:val="multilevel"/>
    <w:tmpl w:val="E5069F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1" w15:restartNumberingAfterBreak="0">
    <w:nsid w:val="620366ED"/>
    <w:multiLevelType w:val="hybridMultilevel"/>
    <w:tmpl w:val="8C8AEFF6"/>
    <w:lvl w:ilvl="0" w:tplc="5CF0B5D0">
      <w:start w:val="1"/>
      <w:numFmt w:val="thaiLetters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55D7654"/>
    <w:multiLevelType w:val="hybridMultilevel"/>
    <w:tmpl w:val="539E519C"/>
    <w:lvl w:ilvl="0" w:tplc="3276562C">
      <w:start w:val="1"/>
      <w:numFmt w:val="thaiLetters"/>
      <w:lvlText w:val="(%1)"/>
      <w:lvlJc w:val="left"/>
      <w:pPr>
        <w:ind w:left="1287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4" w15:restartNumberingAfterBreak="0">
    <w:nsid w:val="68A95818"/>
    <w:multiLevelType w:val="hybridMultilevel"/>
    <w:tmpl w:val="50BCD372"/>
    <w:lvl w:ilvl="0" w:tplc="A8D8FE7C">
      <w:start w:val="26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46D3EC7"/>
    <w:multiLevelType w:val="hybridMultilevel"/>
    <w:tmpl w:val="8912D996"/>
    <w:lvl w:ilvl="0" w:tplc="EF2CEEE0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4C913EC"/>
    <w:multiLevelType w:val="hybridMultilevel"/>
    <w:tmpl w:val="9EC42E2E"/>
    <w:lvl w:ilvl="0" w:tplc="271CBD4C">
      <w:start w:val="1"/>
      <w:numFmt w:val="thaiLetters"/>
      <w:lvlText w:val="(%1)"/>
      <w:lvlJc w:val="left"/>
      <w:pPr>
        <w:ind w:left="1066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7" w15:restartNumberingAfterBreak="0">
    <w:nsid w:val="74D72E8F"/>
    <w:multiLevelType w:val="hybridMultilevel"/>
    <w:tmpl w:val="29A64336"/>
    <w:lvl w:ilvl="0" w:tplc="FA16E874">
      <w:start w:val="2"/>
      <w:numFmt w:val="bullet"/>
      <w:lvlText w:val="-"/>
      <w:lvlJc w:val="left"/>
      <w:pPr>
        <w:ind w:left="9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" w15:restartNumberingAfterBreak="0">
    <w:nsid w:val="79CA1F08"/>
    <w:multiLevelType w:val="hybridMultilevel"/>
    <w:tmpl w:val="1214090E"/>
    <w:lvl w:ilvl="0" w:tplc="9CACDAF4">
      <w:start w:val="1"/>
      <w:numFmt w:val="thaiLetters"/>
      <w:lvlText w:val="(%1)"/>
      <w:lvlJc w:val="left"/>
      <w:pPr>
        <w:ind w:left="351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04090019">
      <w:start w:val="1"/>
      <w:numFmt w:val="lowerLetter"/>
      <w:lvlText w:val="%2."/>
      <w:lvlJc w:val="left"/>
      <w:pPr>
        <w:ind w:left="1071" w:hanging="360"/>
      </w:pPr>
    </w:lvl>
    <w:lvl w:ilvl="2" w:tplc="0409001B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49" w15:restartNumberingAfterBreak="0">
    <w:nsid w:val="7F495B50"/>
    <w:multiLevelType w:val="singleLevel"/>
    <w:tmpl w:val="8C702CA8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30"/>
        <w:szCs w:val="30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7"/>
  </w:num>
  <w:num w:numId="12">
    <w:abstractNumId w:val="14"/>
  </w:num>
  <w:num w:numId="13">
    <w:abstractNumId w:val="43"/>
  </w:num>
  <w:num w:numId="14">
    <w:abstractNumId w:val="21"/>
  </w:num>
  <w:num w:numId="15">
    <w:abstractNumId w:val="31"/>
  </w:num>
  <w:num w:numId="16">
    <w:abstractNumId w:val="23"/>
  </w:num>
  <w:num w:numId="17">
    <w:abstractNumId w:val="16"/>
  </w:num>
  <w:num w:numId="18">
    <w:abstractNumId w:val="19"/>
  </w:num>
  <w:num w:numId="19">
    <w:abstractNumId w:val="15"/>
  </w:num>
  <w:num w:numId="20">
    <w:abstractNumId w:val="49"/>
  </w:num>
  <w:num w:numId="21">
    <w:abstractNumId w:val="12"/>
  </w:num>
  <w:num w:numId="22">
    <w:abstractNumId w:val="42"/>
  </w:num>
  <w:num w:numId="23">
    <w:abstractNumId w:val="26"/>
  </w:num>
  <w:num w:numId="24">
    <w:abstractNumId w:val="48"/>
  </w:num>
  <w:num w:numId="25">
    <w:abstractNumId w:val="11"/>
  </w:num>
  <w:num w:numId="26">
    <w:abstractNumId w:val="40"/>
  </w:num>
  <w:num w:numId="27">
    <w:abstractNumId w:val="34"/>
  </w:num>
  <w:num w:numId="28">
    <w:abstractNumId w:val="10"/>
  </w:num>
  <w:num w:numId="29">
    <w:abstractNumId w:val="33"/>
  </w:num>
  <w:num w:numId="30">
    <w:abstractNumId w:val="36"/>
  </w:num>
  <w:num w:numId="31">
    <w:abstractNumId w:val="37"/>
  </w:num>
  <w:num w:numId="32">
    <w:abstractNumId w:val="41"/>
  </w:num>
  <w:num w:numId="33">
    <w:abstractNumId w:val="46"/>
  </w:num>
  <w:num w:numId="34">
    <w:abstractNumId w:val="17"/>
  </w:num>
  <w:num w:numId="35">
    <w:abstractNumId w:val="47"/>
  </w:num>
  <w:num w:numId="36">
    <w:abstractNumId w:val="20"/>
  </w:num>
  <w:num w:numId="37">
    <w:abstractNumId w:val="44"/>
  </w:num>
  <w:num w:numId="38">
    <w:abstractNumId w:val="29"/>
  </w:num>
  <w:num w:numId="39">
    <w:abstractNumId w:val="30"/>
  </w:num>
  <w:num w:numId="40">
    <w:abstractNumId w:val="32"/>
  </w:num>
  <w:num w:numId="41">
    <w:abstractNumId w:val="25"/>
  </w:num>
  <w:num w:numId="42">
    <w:abstractNumId w:val="38"/>
  </w:num>
  <w:num w:numId="43">
    <w:abstractNumId w:val="45"/>
  </w:num>
  <w:num w:numId="44">
    <w:abstractNumId w:val="35"/>
  </w:num>
  <w:num w:numId="45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24"/>
  </w:num>
  <w:num w:numId="48">
    <w:abstractNumId w:val="13"/>
  </w:num>
  <w:num w:numId="49">
    <w:abstractNumId w:val="39"/>
  </w:num>
  <w:num w:numId="50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066"/>
    <w:rsid w:val="00000087"/>
    <w:rsid w:val="0000028C"/>
    <w:rsid w:val="00000416"/>
    <w:rsid w:val="0000047E"/>
    <w:rsid w:val="000005BB"/>
    <w:rsid w:val="00000653"/>
    <w:rsid w:val="0000068C"/>
    <w:rsid w:val="00000831"/>
    <w:rsid w:val="000009CF"/>
    <w:rsid w:val="000009F2"/>
    <w:rsid w:val="00000ACC"/>
    <w:rsid w:val="00000AFD"/>
    <w:rsid w:val="00000DA3"/>
    <w:rsid w:val="00000EA1"/>
    <w:rsid w:val="00000FAF"/>
    <w:rsid w:val="0000124E"/>
    <w:rsid w:val="0000131B"/>
    <w:rsid w:val="00001577"/>
    <w:rsid w:val="0000177C"/>
    <w:rsid w:val="000017B4"/>
    <w:rsid w:val="00001946"/>
    <w:rsid w:val="000019C7"/>
    <w:rsid w:val="00001CF9"/>
    <w:rsid w:val="00002354"/>
    <w:rsid w:val="0000246B"/>
    <w:rsid w:val="00002682"/>
    <w:rsid w:val="00002759"/>
    <w:rsid w:val="0000275F"/>
    <w:rsid w:val="00002785"/>
    <w:rsid w:val="000029C6"/>
    <w:rsid w:val="00002AD7"/>
    <w:rsid w:val="00002AF9"/>
    <w:rsid w:val="00002B82"/>
    <w:rsid w:val="00002DD7"/>
    <w:rsid w:val="00002E30"/>
    <w:rsid w:val="00002E56"/>
    <w:rsid w:val="00002F70"/>
    <w:rsid w:val="000030C2"/>
    <w:rsid w:val="00003137"/>
    <w:rsid w:val="0000319E"/>
    <w:rsid w:val="0000344E"/>
    <w:rsid w:val="0000354D"/>
    <w:rsid w:val="00003673"/>
    <w:rsid w:val="000037E8"/>
    <w:rsid w:val="0000398B"/>
    <w:rsid w:val="00003A1D"/>
    <w:rsid w:val="00003A6D"/>
    <w:rsid w:val="00003E24"/>
    <w:rsid w:val="00003F35"/>
    <w:rsid w:val="00003F51"/>
    <w:rsid w:val="000040ED"/>
    <w:rsid w:val="00004197"/>
    <w:rsid w:val="00004294"/>
    <w:rsid w:val="00004411"/>
    <w:rsid w:val="00004459"/>
    <w:rsid w:val="00004526"/>
    <w:rsid w:val="000045A7"/>
    <w:rsid w:val="000045B8"/>
    <w:rsid w:val="0000489C"/>
    <w:rsid w:val="000048E9"/>
    <w:rsid w:val="00004B28"/>
    <w:rsid w:val="00004CA5"/>
    <w:rsid w:val="000051A0"/>
    <w:rsid w:val="00005437"/>
    <w:rsid w:val="00005548"/>
    <w:rsid w:val="00005749"/>
    <w:rsid w:val="0000577D"/>
    <w:rsid w:val="00005B3E"/>
    <w:rsid w:val="00005F09"/>
    <w:rsid w:val="00006230"/>
    <w:rsid w:val="000062F8"/>
    <w:rsid w:val="000063EA"/>
    <w:rsid w:val="000064C3"/>
    <w:rsid w:val="00006532"/>
    <w:rsid w:val="000065C1"/>
    <w:rsid w:val="0000660E"/>
    <w:rsid w:val="000066E9"/>
    <w:rsid w:val="00006BF1"/>
    <w:rsid w:val="00006C38"/>
    <w:rsid w:val="00006CD2"/>
    <w:rsid w:val="00006CF3"/>
    <w:rsid w:val="00006E1D"/>
    <w:rsid w:val="0000709D"/>
    <w:rsid w:val="0000773A"/>
    <w:rsid w:val="0000793A"/>
    <w:rsid w:val="00007DA4"/>
    <w:rsid w:val="00007F31"/>
    <w:rsid w:val="00010079"/>
    <w:rsid w:val="00010169"/>
    <w:rsid w:val="0001088E"/>
    <w:rsid w:val="00010890"/>
    <w:rsid w:val="000108B4"/>
    <w:rsid w:val="00010B16"/>
    <w:rsid w:val="00010C9D"/>
    <w:rsid w:val="00010E4E"/>
    <w:rsid w:val="000112F2"/>
    <w:rsid w:val="0001150A"/>
    <w:rsid w:val="00011560"/>
    <w:rsid w:val="0001164A"/>
    <w:rsid w:val="00011651"/>
    <w:rsid w:val="00011890"/>
    <w:rsid w:val="00011B11"/>
    <w:rsid w:val="00011DCD"/>
    <w:rsid w:val="00011EAC"/>
    <w:rsid w:val="000121B4"/>
    <w:rsid w:val="00012254"/>
    <w:rsid w:val="00012377"/>
    <w:rsid w:val="00012454"/>
    <w:rsid w:val="000124F5"/>
    <w:rsid w:val="000125E4"/>
    <w:rsid w:val="00012645"/>
    <w:rsid w:val="0001268D"/>
    <w:rsid w:val="00012778"/>
    <w:rsid w:val="000127F9"/>
    <w:rsid w:val="00012844"/>
    <w:rsid w:val="0001285C"/>
    <w:rsid w:val="00012888"/>
    <w:rsid w:val="000129B8"/>
    <w:rsid w:val="00012A9D"/>
    <w:rsid w:val="00012AA9"/>
    <w:rsid w:val="00012C81"/>
    <w:rsid w:val="00012DEA"/>
    <w:rsid w:val="00012E32"/>
    <w:rsid w:val="0001309F"/>
    <w:rsid w:val="0001335B"/>
    <w:rsid w:val="000133B1"/>
    <w:rsid w:val="0001340F"/>
    <w:rsid w:val="00013446"/>
    <w:rsid w:val="00013607"/>
    <w:rsid w:val="00013A6B"/>
    <w:rsid w:val="00013AC7"/>
    <w:rsid w:val="00013AC8"/>
    <w:rsid w:val="00013C03"/>
    <w:rsid w:val="00013F10"/>
    <w:rsid w:val="00014057"/>
    <w:rsid w:val="0001405F"/>
    <w:rsid w:val="0001458E"/>
    <w:rsid w:val="000145F1"/>
    <w:rsid w:val="00014696"/>
    <w:rsid w:val="000146C6"/>
    <w:rsid w:val="000146D8"/>
    <w:rsid w:val="0001476E"/>
    <w:rsid w:val="00014818"/>
    <w:rsid w:val="00014952"/>
    <w:rsid w:val="00014AE5"/>
    <w:rsid w:val="00014CD5"/>
    <w:rsid w:val="00014F67"/>
    <w:rsid w:val="00014FD4"/>
    <w:rsid w:val="00015099"/>
    <w:rsid w:val="000154FE"/>
    <w:rsid w:val="00015A23"/>
    <w:rsid w:val="00015CB6"/>
    <w:rsid w:val="00015FD4"/>
    <w:rsid w:val="000167DB"/>
    <w:rsid w:val="0001682D"/>
    <w:rsid w:val="000169B1"/>
    <w:rsid w:val="00016AF5"/>
    <w:rsid w:val="00016ECB"/>
    <w:rsid w:val="0001740E"/>
    <w:rsid w:val="000174A3"/>
    <w:rsid w:val="00017520"/>
    <w:rsid w:val="000176E0"/>
    <w:rsid w:val="000177A1"/>
    <w:rsid w:val="000177D5"/>
    <w:rsid w:val="00017C0A"/>
    <w:rsid w:val="00017DD5"/>
    <w:rsid w:val="00017F21"/>
    <w:rsid w:val="00017FF4"/>
    <w:rsid w:val="0002004F"/>
    <w:rsid w:val="00020203"/>
    <w:rsid w:val="00020217"/>
    <w:rsid w:val="00020367"/>
    <w:rsid w:val="00020477"/>
    <w:rsid w:val="0002050E"/>
    <w:rsid w:val="000207F9"/>
    <w:rsid w:val="00020914"/>
    <w:rsid w:val="0002092E"/>
    <w:rsid w:val="0002093E"/>
    <w:rsid w:val="00020985"/>
    <w:rsid w:val="00020D58"/>
    <w:rsid w:val="00020D7D"/>
    <w:rsid w:val="00020E1D"/>
    <w:rsid w:val="00020F45"/>
    <w:rsid w:val="00020FE7"/>
    <w:rsid w:val="000212C0"/>
    <w:rsid w:val="000212EE"/>
    <w:rsid w:val="0002147A"/>
    <w:rsid w:val="0002154A"/>
    <w:rsid w:val="00021635"/>
    <w:rsid w:val="000219BF"/>
    <w:rsid w:val="000219F9"/>
    <w:rsid w:val="00021A02"/>
    <w:rsid w:val="00021AFA"/>
    <w:rsid w:val="00021C8E"/>
    <w:rsid w:val="00021D65"/>
    <w:rsid w:val="00021DD3"/>
    <w:rsid w:val="00022236"/>
    <w:rsid w:val="000223B3"/>
    <w:rsid w:val="000223DF"/>
    <w:rsid w:val="000224BB"/>
    <w:rsid w:val="000225EE"/>
    <w:rsid w:val="0002262B"/>
    <w:rsid w:val="00022650"/>
    <w:rsid w:val="0002319F"/>
    <w:rsid w:val="0002349B"/>
    <w:rsid w:val="000235F0"/>
    <w:rsid w:val="00023963"/>
    <w:rsid w:val="00023B82"/>
    <w:rsid w:val="00023B83"/>
    <w:rsid w:val="00023D1F"/>
    <w:rsid w:val="00023D7E"/>
    <w:rsid w:val="00023E11"/>
    <w:rsid w:val="00024064"/>
    <w:rsid w:val="000243DC"/>
    <w:rsid w:val="0002440C"/>
    <w:rsid w:val="00024521"/>
    <w:rsid w:val="000245CE"/>
    <w:rsid w:val="000246D2"/>
    <w:rsid w:val="00024784"/>
    <w:rsid w:val="000247D4"/>
    <w:rsid w:val="0002481F"/>
    <w:rsid w:val="00024870"/>
    <w:rsid w:val="00024972"/>
    <w:rsid w:val="000249BA"/>
    <w:rsid w:val="00024B07"/>
    <w:rsid w:val="00024CAE"/>
    <w:rsid w:val="00024EE5"/>
    <w:rsid w:val="0002509C"/>
    <w:rsid w:val="00025113"/>
    <w:rsid w:val="000251E9"/>
    <w:rsid w:val="00025480"/>
    <w:rsid w:val="000255D9"/>
    <w:rsid w:val="0002568C"/>
    <w:rsid w:val="00025B0D"/>
    <w:rsid w:val="00025C1D"/>
    <w:rsid w:val="00025C57"/>
    <w:rsid w:val="00025DC9"/>
    <w:rsid w:val="00026064"/>
    <w:rsid w:val="000260C1"/>
    <w:rsid w:val="0002616A"/>
    <w:rsid w:val="000261C9"/>
    <w:rsid w:val="00026241"/>
    <w:rsid w:val="00026649"/>
    <w:rsid w:val="0002695E"/>
    <w:rsid w:val="00026C6A"/>
    <w:rsid w:val="00026DA0"/>
    <w:rsid w:val="00026E7A"/>
    <w:rsid w:val="00026EB9"/>
    <w:rsid w:val="0002703A"/>
    <w:rsid w:val="000271A3"/>
    <w:rsid w:val="000274C9"/>
    <w:rsid w:val="000278A8"/>
    <w:rsid w:val="000279D0"/>
    <w:rsid w:val="000279F6"/>
    <w:rsid w:val="00030317"/>
    <w:rsid w:val="0003038B"/>
    <w:rsid w:val="00030429"/>
    <w:rsid w:val="00030702"/>
    <w:rsid w:val="000308FD"/>
    <w:rsid w:val="00030A40"/>
    <w:rsid w:val="00030BE0"/>
    <w:rsid w:val="00030DAC"/>
    <w:rsid w:val="00030E2B"/>
    <w:rsid w:val="000311BA"/>
    <w:rsid w:val="0003125E"/>
    <w:rsid w:val="0003128C"/>
    <w:rsid w:val="000312AE"/>
    <w:rsid w:val="00031626"/>
    <w:rsid w:val="000316D5"/>
    <w:rsid w:val="00031797"/>
    <w:rsid w:val="000318CE"/>
    <w:rsid w:val="00031995"/>
    <w:rsid w:val="00031996"/>
    <w:rsid w:val="00031B0D"/>
    <w:rsid w:val="00031B5E"/>
    <w:rsid w:val="00031EB3"/>
    <w:rsid w:val="00032026"/>
    <w:rsid w:val="00032293"/>
    <w:rsid w:val="000323ED"/>
    <w:rsid w:val="000324C4"/>
    <w:rsid w:val="000324DE"/>
    <w:rsid w:val="000327F7"/>
    <w:rsid w:val="0003288C"/>
    <w:rsid w:val="00032963"/>
    <w:rsid w:val="00032E24"/>
    <w:rsid w:val="0003302F"/>
    <w:rsid w:val="000330FD"/>
    <w:rsid w:val="00033136"/>
    <w:rsid w:val="0003326D"/>
    <w:rsid w:val="000332E5"/>
    <w:rsid w:val="00033342"/>
    <w:rsid w:val="0003338F"/>
    <w:rsid w:val="000333B8"/>
    <w:rsid w:val="000333F3"/>
    <w:rsid w:val="00033522"/>
    <w:rsid w:val="0003366C"/>
    <w:rsid w:val="000337B7"/>
    <w:rsid w:val="00033951"/>
    <w:rsid w:val="000339B8"/>
    <w:rsid w:val="00033A21"/>
    <w:rsid w:val="00033A61"/>
    <w:rsid w:val="00033BD8"/>
    <w:rsid w:val="00033BDC"/>
    <w:rsid w:val="00033D41"/>
    <w:rsid w:val="00033F96"/>
    <w:rsid w:val="00034238"/>
    <w:rsid w:val="00034376"/>
    <w:rsid w:val="00034738"/>
    <w:rsid w:val="0003476B"/>
    <w:rsid w:val="00034827"/>
    <w:rsid w:val="00034A17"/>
    <w:rsid w:val="00034D6A"/>
    <w:rsid w:val="00034E56"/>
    <w:rsid w:val="00034F87"/>
    <w:rsid w:val="0003541B"/>
    <w:rsid w:val="0003541D"/>
    <w:rsid w:val="000354D0"/>
    <w:rsid w:val="0003566D"/>
    <w:rsid w:val="000356B1"/>
    <w:rsid w:val="00035822"/>
    <w:rsid w:val="00035AA5"/>
    <w:rsid w:val="00035AA9"/>
    <w:rsid w:val="00035ADF"/>
    <w:rsid w:val="00035C8A"/>
    <w:rsid w:val="00036189"/>
    <w:rsid w:val="00036222"/>
    <w:rsid w:val="000363D4"/>
    <w:rsid w:val="00036539"/>
    <w:rsid w:val="00036601"/>
    <w:rsid w:val="0003674F"/>
    <w:rsid w:val="000367E1"/>
    <w:rsid w:val="0003690A"/>
    <w:rsid w:val="000369F2"/>
    <w:rsid w:val="00036A7C"/>
    <w:rsid w:val="00036D07"/>
    <w:rsid w:val="00036D38"/>
    <w:rsid w:val="00036E06"/>
    <w:rsid w:val="000370AD"/>
    <w:rsid w:val="00037184"/>
    <w:rsid w:val="00037255"/>
    <w:rsid w:val="000374D0"/>
    <w:rsid w:val="00037534"/>
    <w:rsid w:val="00037669"/>
    <w:rsid w:val="00037A2D"/>
    <w:rsid w:val="00037ACB"/>
    <w:rsid w:val="00037B04"/>
    <w:rsid w:val="00037C33"/>
    <w:rsid w:val="00037C84"/>
    <w:rsid w:val="00037F4A"/>
    <w:rsid w:val="00040192"/>
    <w:rsid w:val="000401AD"/>
    <w:rsid w:val="000402BF"/>
    <w:rsid w:val="0004039D"/>
    <w:rsid w:val="000405B2"/>
    <w:rsid w:val="0004072B"/>
    <w:rsid w:val="00040890"/>
    <w:rsid w:val="00040CAC"/>
    <w:rsid w:val="00040CC8"/>
    <w:rsid w:val="0004106A"/>
    <w:rsid w:val="0004119E"/>
    <w:rsid w:val="0004120A"/>
    <w:rsid w:val="00041575"/>
    <w:rsid w:val="0004161A"/>
    <w:rsid w:val="00041736"/>
    <w:rsid w:val="000418F7"/>
    <w:rsid w:val="00041958"/>
    <w:rsid w:val="0004195B"/>
    <w:rsid w:val="00041987"/>
    <w:rsid w:val="00041E72"/>
    <w:rsid w:val="000420D4"/>
    <w:rsid w:val="000423AB"/>
    <w:rsid w:val="000425B3"/>
    <w:rsid w:val="0004269D"/>
    <w:rsid w:val="000426FF"/>
    <w:rsid w:val="00042706"/>
    <w:rsid w:val="000427E8"/>
    <w:rsid w:val="00042958"/>
    <w:rsid w:val="00042A89"/>
    <w:rsid w:val="00042B71"/>
    <w:rsid w:val="00042ECF"/>
    <w:rsid w:val="00042FB7"/>
    <w:rsid w:val="00042FC7"/>
    <w:rsid w:val="0004311B"/>
    <w:rsid w:val="0004328A"/>
    <w:rsid w:val="00043563"/>
    <w:rsid w:val="00043589"/>
    <w:rsid w:val="0004387A"/>
    <w:rsid w:val="0004397F"/>
    <w:rsid w:val="000439D3"/>
    <w:rsid w:val="00043B31"/>
    <w:rsid w:val="00043D68"/>
    <w:rsid w:val="00043DC7"/>
    <w:rsid w:val="00043DF1"/>
    <w:rsid w:val="00043E4A"/>
    <w:rsid w:val="00043F3B"/>
    <w:rsid w:val="000444E8"/>
    <w:rsid w:val="000444ED"/>
    <w:rsid w:val="000446D5"/>
    <w:rsid w:val="00044B3C"/>
    <w:rsid w:val="00044EB9"/>
    <w:rsid w:val="00044F45"/>
    <w:rsid w:val="0004504B"/>
    <w:rsid w:val="000452B7"/>
    <w:rsid w:val="000456E9"/>
    <w:rsid w:val="000457C4"/>
    <w:rsid w:val="00045856"/>
    <w:rsid w:val="00045967"/>
    <w:rsid w:val="00046173"/>
    <w:rsid w:val="00046331"/>
    <w:rsid w:val="00046379"/>
    <w:rsid w:val="00046397"/>
    <w:rsid w:val="000465DF"/>
    <w:rsid w:val="00046783"/>
    <w:rsid w:val="000468C2"/>
    <w:rsid w:val="0004692C"/>
    <w:rsid w:val="0004699A"/>
    <w:rsid w:val="00046A70"/>
    <w:rsid w:val="00046ACF"/>
    <w:rsid w:val="00046C54"/>
    <w:rsid w:val="00046CDE"/>
    <w:rsid w:val="00047043"/>
    <w:rsid w:val="0004723E"/>
    <w:rsid w:val="000472CD"/>
    <w:rsid w:val="00047302"/>
    <w:rsid w:val="00047321"/>
    <w:rsid w:val="000474D6"/>
    <w:rsid w:val="00047598"/>
    <w:rsid w:val="0004768D"/>
    <w:rsid w:val="00047729"/>
    <w:rsid w:val="0004774D"/>
    <w:rsid w:val="00047933"/>
    <w:rsid w:val="00047BB1"/>
    <w:rsid w:val="00047EB8"/>
    <w:rsid w:val="0005003A"/>
    <w:rsid w:val="0005019D"/>
    <w:rsid w:val="00050208"/>
    <w:rsid w:val="00050299"/>
    <w:rsid w:val="00050409"/>
    <w:rsid w:val="000504A7"/>
    <w:rsid w:val="000504CB"/>
    <w:rsid w:val="000507B1"/>
    <w:rsid w:val="000507BF"/>
    <w:rsid w:val="000507ED"/>
    <w:rsid w:val="00050AFD"/>
    <w:rsid w:val="00050C80"/>
    <w:rsid w:val="00050E93"/>
    <w:rsid w:val="0005108E"/>
    <w:rsid w:val="000510BE"/>
    <w:rsid w:val="00051223"/>
    <w:rsid w:val="00051297"/>
    <w:rsid w:val="000513E7"/>
    <w:rsid w:val="000517C3"/>
    <w:rsid w:val="000518BC"/>
    <w:rsid w:val="00051980"/>
    <w:rsid w:val="00051A59"/>
    <w:rsid w:val="00051C7B"/>
    <w:rsid w:val="00051D69"/>
    <w:rsid w:val="00051EAF"/>
    <w:rsid w:val="00051F85"/>
    <w:rsid w:val="00052538"/>
    <w:rsid w:val="0005262A"/>
    <w:rsid w:val="0005265B"/>
    <w:rsid w:val="00052724"/>
    <w:rsid w:val="00052DC4"/>
    <w:rsid w:val="00053477"/>
    <w:rsid w:val="00053611"/>
    <w:rsid w:val="000536B2"/>
    <w:rsid w:val="00053D6E"/>
    <w:rsid w:val="00053F10"/>
    <w:rsid w:val="00053FD6"/>
    <w:rsid w:val="00054147"/>
    <w:rsid w:val="000542D9"/>
    <w:rsid w:val="000542E7"/>
    <w:rsid w:val="000543CD"/>
    <w:rsid w:val="000543D2"/>
    <w:rsid w:val="00054551"/>
    <w:rsid w:val="0005462A"/>
    <w:rsid w:val="000547CC"/>
    <w:rsid w:val="00054931"/>
    <w:rsid w:val="0005495D"/>
    <w:rsid w:val="00054BBB"/>
    <w:rsid w:val="00054BDD"/>
    <w:rsid w:val="00054D25"/>
    <w:rsid w:val="00054E6F"/>
    <w:rsid w:val="000550BB"/>
    <w:rsid w:val="000551A5"/>
    <w:rsid w:val="000551C5"/>
    <w:rsid w:val="00055419"/>
    <w:rsid w:val="0005549F"/>
    <w:rsid w:val="00055582"/>
    <w:rsid w:val="000556ED"/>
    <w:rsid w:val="00055925"/>
    <w:rsid w:val="00055960"/>
    <w:rsid w:val="00055978"/>
    <w:rsid w:val="000559F1"/>
    <w:rsid w:val="00055A5E"/>
    <w:rsid w:val="00055B21"/>
    <w:rsid w:val="00055CFA"/>
    <w:rsid w:val="00055D63"/>
    <w:rsid w:val="00055D85"/>
    <w:rsid w:val="00055FA0"/>
    <w:rsid w:val="00056116"/>
    <w:rsid w:val="000562C4"/>
    <w:rsid w:val="00056325"/>
    <w:rsid w:val="0005636C"/>
    <w:rsid w:val="0005656D"/>
    <w:rsid w:val="0005690A"/>
    <w:rsid w:val="0005699A"/>
    <w:rsid w:val="00056C89"/>
    <w:rsid w:val="00056DA3"/>
    <w:rsid w:val="00056E4C"/>
    <w:rsid w:val="00056F5A"/>
    <w:rsid w:val="00056FFD"/>
    <w:rsid w:val="000570F2"/>
    <w:rsid w:val="00057296"/>
    <w:rsid w:val="0005741B"/>
    <w:rsid w:val="000574DA"/>
    <w:rsid w:val="000577A5"/>
    <w:rsid w:val="00057870"/>
    <w:rsid w:val="00057A82"/>
    <w:rsid w:val="00057AB4"/>
    <w:rsid w:val="00057C6E"/>
    <w:rsid w:val="00057E90"/>
    <w:rsid w:val="00057F11"/>
    <w:rsid w:val="00057F44"/>
    <w:rsid w:val="000602B1"/>
    <w:rsid w:val="0006038D"/>
    <w:rsid w:val="0006040D"/>
    <w:rsid w:val="0006044B"/>
    <w:rsid w:val="0006051A"/>
    <w:rsid w:val="0006068F"/>
    <w:rsid w:val="000606B9"/>
    <w:rsid w:val="00060806"/>
    <w:rsid w:val="000608DF"/>
    <w:rsid w:val="00060A97"/>
    <w:rsid w:val="00060AC1"/>
    <w:rsid w:val="00060BD9"/>
    <w:rsid w:val="00060FFE"/>
    <w:rsid w:val="0006102B"/>
    <w:rsid w:val="000611AF"/>
    <w:rsid w:val="000611CA"/>
    <w:rsid w:val="000611FC"/>
    <w:rsid w:val="0006138D"/>
    <w:rsid w:val="00061486"/>
    <w:rsid w:val="000615F2"/>
    <w:rsid w:val="00061614"/>
    <w:rsid w:val="00061736"/>
    <w:rsid w:val="00061864"/>
    <w:rsid w:val="00061997"/>
    <w:rsid w:val="00061AEE"/>
    <w:rsid w:val="00061C2D"/>
    <w:rsid w:val="0006202C"/>
    <w:rsid w:val="000620FD"/>
    <w:rsid w:val="000622B0"/>
    <w:rsid w:val="000622BF"/>
    <w:rsid w:val="0006240A"/>
    <w:rsid w:val="00062489"/>
    <w:rsid w:val="000627B3"/>
    <w:rsid w:val="00062958"/>
    <w:rsid w:val="000629B3"/>
    <w:rsid w:val="00062C2E"/>
    <w:rsid w:val="00062CEC"/>
    <w:rsid w:val="000631CF"/>
    <w:rsid w:val="00063228"/>
    <w:rsid w:val="000632CD"/>
    <w:rsid w:val="00063394"/>
    <w:rsid w:val="0006340F"/>
    <w:rsid w:val="00063433"/>
    <w:rsid w:val="000635F4"/>
    <w:rsid w:val="00063625"/>
    <w:rsid w:val="00063702"/>
    <w:rsid w:val="000638A1"/>
    <w:rsid w:val="00063948"/>
    <w:rsid w:val="00063B5C"/>
    <w:rsid w:val="00063B62"/>
    <w:rsid w:val="00063C03"/>
    <w:rsid w:val="00063F70"/>
    <w:rsid w:val="00063FFD"/>
    <w:rsid w:val="000642C2"/>
    <w:rsid w:val="0006430E"/>
    <w:rsid w:val="00064669"/>
    <w:rsid w:val="000646A7"/>
    <w:rsid w:val="00064731"/>
    <w:rsid w:val="00064867"/>
    <w:rsid w:val="000648E4"/>
    <w:rsid w:val="00064911"/>
    <w:rsid w:val="00064C2A"/>
    <w:rsid w:val="00064F27"/>
    <w:rsid w:val="00064F62"/>
    <w:rsid w:val="0006501B"/>
    <w:rsid w:val="0006501D"/>
    <w:rsid w:val="000656E1"/>
    <w:rsid w:val="00065735"/>
    <w:rsid w:val="0006581B"/>
    <w:rsid w:val="00065AD6"/>
    <w:rsid w:val="00065B15"/>
    <w:rsid w:val="00065C80"/>
    <w:rsid w:val="00065E26"/>
    <w:rsid w:val="00066033"/>
    <w:rsid w:val="000662E4"/>
    <w:rsid w:val="0006656D"/>
    <w:rsid w:val="00066585"/>
    <w:rsid w:val="0006661A"/>
    <w:rsid w:val="00066736"/>
    <w:rsid w:val="0006682E"/>
    <w:rsid w:val="000669E1"/>
    <w:rsid w:val="00066A0D"/>
    <w:rsid w:val="00066B46"/>
    <w:rsid w:val="00066CF7"/>
    <w:rsid w:val="00066DA1"/>
    <w:rsid w:val="00066E12"/>
    <w:rsid w:val="00066E74"/>
    <w:rsid w:val="00066ED5"/>
    <w:rsid w:val="0006701A"/>
    <w:rsid w:val="0006722E"/>
    <w:rsid w:val="00067232"/>
    <w:rsid w:val="000672DC"/>
    <w:rsid w:val="000675A5"/>
    <w:rsid w:val="000677E0"/>
    <w:rsid w:val="0006781B"/>
    <w:rsid w:val="000678DC"/>
    <w:rsid w:val="00067914"/>
    <w:rsid w:val="00067B1D"/>
    <w:rsid w:val="00067D22"/>
    <w:rsid w:val="00067D64"/>
    <w:rsid w:val="00067F50"/>
    <w:rsid w:val="00070090"/>
    <w:rsid w:val="000701B0"/>
    <w:rsid w:val="0007032B"/>
    <w:rsid w:val="000705E2"/>
    <w:rsid w:val="000707A3"/>
    <w:rsid w:val="00070822"/>
    <w:rsid w:val="00070A74"/>
    <w:rsid w:val="00070B0B"/>
    <w:rsid w:val="00070B3D"/>
    <w:rsid w:val="00070B43"/>
    <w:rsid w:val="00070B8D"/>
    <w:rsid w:val="00070C5B"/>
    <w:rsid w:val="00070DB7"/>
    <w:rsid w:val="00070E44"/>
    <w:rsid w:val="00070FB7"/>
    <w:rsid w:val="00071041"/>
    <w:rsid w:val="0007105C"/>
    <w:rsid w:val="00071091"/>
    <w:rsid w:val="0007110B"/>
    <w:rsid w:val="000711EE"/>
    <w:rsid w:val="00071218"/>
    <w:rsid w:val="0007124D"/>
    <w:rsid w:val="00071279"/>
    <w:rsid w:val="00071481"/>
    <w:rsid w:val="000715A1"/>
    <w:rsid w:val="00071618"/>
    <w:rsid w:val="00071754"/>
    <w:rsid w:val="000719F8"/>
    <w:rsid w:val="00071D42"/>
    <w:rsid w:val="00071DFB"/>
    <w:rsid w:val="00071F73"/>
    <w:rsid w:val="00072399"/>
    <w:rsid w:val="0007291F"/>
    <w:rsid w:val="00072C32"/>
    <w:rsid w:val="00072EDC"/>
    <w:rsid w:val="00072FAC"/>
    <w:rsid w:val="00072FE7"/>
    <w:rsid w:val="000730CF"/>
    <w:rsid w:val="00073564"/>
    <w:rsid w:val="000736AD"/>
    <w:rsid w:val="000736E2"/>
    <w:rsid w:val="00073703"/>
    <w:rsid w:val="00073783"/>
    <w:rsid w:val="00073920"/>
    <w:rsid w:val="00073A96"/>
    <w:rsid w:val="00073B6E"/>
    <w:rsid w:val="00073C58"/>
    <w:rsid w:val="00073CBA"/>
    <w:rsid w:val="00074045"/>
    <w:rsid w:val="00074076"/>
    <w:rsid w:val="000741CF"/>
    <w:rsid w:val="000744FA"/>
    <w:rsid w:val="0007456F"/>
    <w:rsid w:val="00074A0B"/>
    <w:rsid w:val="00074DF8"/>
    <w:rsid w:val="00075053"/>
    <w:rsid w:val="0007509B"/>
    <w:rsid w:val="00075175"/>
    <w:rsid w:val="000751B4"/>
    <w:rsid w:val="00075203"/>
    <w:rsid w:val="000753BE"/>
    <w:rsid w:val="000754D3"/>
    <w:rsid w:val="00075589"/>
    <w:rsid w:val="000755FF"/>
    <w:rsid w:val="00075692"/>
    <w:rsid w:val="000756B2"/>
    <w:rsid w:val="000756DC"/>
    <w:rsid w:val="000758E3"/>
    <w:rsid w:val="00075918"/>
    <w:rsid w:val="000759F2"/>
    <w:rsid w:val="00075A36"/>
    <w:rsid w:val="00075E8C"/>
    <w:rsid w:val="0007625C"/>
    <w:rsid w:val="000762A2"/>
    <w:rsid w:val="000762B7"/>
    <w:rsid w:val="0007662F"/>
    <w:rsid w:val="00076788"/>
    <w:rsid w:val="000767BA"/>
    <w:rsid w:val="00076948"/>
    <w:rsid w:val="000769EF"/>
    <w:rsid w:val="00076AE2"/>
    <w:rsid w:val="00076D40"/>
    <w:rsid w:val="00076D4C"/>
    <w:rsid w:val="00076F3C"/>
    <w:rsid w:val="00076F9C"/>
    <w:rsid w:val="00076FE2"/>
    <w:rsid w:val="00076FEA"/>
    <w:rsid w:val="0007711E"/>
    <w:rsid w:val="000772B6"/>
    <w:rsid w:val="0007735C"/>
    <w:rsid w:val="00077B6C"/>
    <w:rsid w:val="00077D19"/>
    <w:rsid w:val="00080101"/>
    <w:rsid w:val="00080201"/>
    <w:rsid w:val="000803A1"/>
    <w:rsid w:val="00080770"/>
    <w:rsid w:val="000807B3"/>
    <w:rsid w:val="000807C3"/>
    <w:rsid w:val="000808C2"/>
    <w:rsid w:val="00080A80"/>
    <w:rsid w:val="00080AAC"/>
    <w:rsid w:val="00080AF4"/>
    <w:rsid w:val="00080E8A"/>
    <w:rsid w:val="00080EB6"/>
    <w:rsid w:val="00080F13"/>
    <w:rsid w:val="0008102C"/>
    <w:rsid w:val="000810DF"/>
    <w:rsid w:val="00081224"/>
    <w:rsid w:val="00081673"/>
    <w:rsid w:val="00081A7C"/>
    <w:rsid w:val="00081B40"/>
    <w:rsid w:val="00081C65"/>
    <w:rsid w:val="00081CB0"/>
    <w:rsid w:val="00081D6E"/>
    <w:rsid w:val="00081D9F"/>
    <w:rsid w:val="00081E15"/>
    <w:rsid w:val="00081E22"/>
    <w:rsid w:val="00082309"/>
    <w:rsid w:val="0008232D"/>
    <w:rsid w:val="00082476"/>
    <w:rsid w:val="00082694"/>
    <w:rsid w:val="000826F0"/>
    <w:rsid w:val="00082786"/>
    <w:rsid w:val="00082A63"/>
    <w:rsid w:val="00082B27"/>
    <w:rsid w:val="00082B2F"/>
    <w:rsid w:val="00082E47"/>
    <w:rsid w:val="00082F02"/>
    <w:rsid w:val="00082F1B"/>
    <w:rsid w:val="00082F6B"/>
    <w:rsid w:val="00082FB8"/>
    <w:rsid w:val="00083029"/>
    <w:rsid w:val="0008307B"/>
    <w:rsid w:val="0008321F"/>
    <w:rsid w:val="000832D1"/>
    <w:rsid w:val="0008349D"/>
    <w:rsid w:val="0008356D"/>
    <w:rsid w:val="000836CE"/>
    <w:rsid w:val="000838B8"/>
    <w:rsid w:val="00083A38"/>
    <w:rsid w:val="00083B94"/>
    <w:rsid w:val="00083BCD"/>
    <w:rsid w:val="00083CE7"/>
    <w:rsid w:val="00083F7B"/>
    <w:rsid w:val="0008423E"/>
    <w:rsid w:val="00084279"/>
    <w:rsid w:val="000842EA"/>
    <w:rsid w:val="000844DD"/>
    <w:rsid w:val="000844FE"/>
    <w:rsid w:val="000845D4"/>
    <w:rsid w:val="00084625"/>
    <w:rsid w:val="0008470C"/>
    <w:rsid w:val="000848AA"/>
    <w:rsid w:val="000848EA"/>
    <w:rsid w:val="00084B6C"/>
    <w:rsid w:val="00084BCB"/>
    <w:rsid w:val="00084D46"/>
    <w:rsid w:val="00084D8A"/>
    <w:rsid w:val="00085029"/>
    <w:rsid w:val="00085148"/>
    <w:rsid w:val="0008527F"/>
    <w:rsid w:val="00085729"/>
    <w:rsid w:val="000857B5"/>
    <w:rsid w:val="000857B6"/>
    <w:rsid w:val="000857CA"/>
    <w:rsid w:val="000857F8"/>
    <w:rsid w:val="00085880"/>
    <w:rsid w:val="000858AA"/>
    <w:rsid w:val="00085A5A"/>
    <w:rsid w:val="000863E0"/>
    <w:rsid w:val="00086509"/>
    <w:rsid w:val="00086643"/>
    <w:rsid w:val="00086792"/>
    <w:rsid w:val="00086899"/>
    <w:rsid w:val="000868AE"/>
    <w:rsid w:val="00086966"/>
    <w:rsid w:val="0008698A"/>
    <w:rsid w:val="00086CE3"/>
    <w:rsid w:val="00086F71"/>
    <w:rsid w:val="00086FD1"/>
    <w:rsid w:val="00087024"/>
    <w:rsid w:val="000870CF"/>
    <w:rsid w:val="00087254"/>
    <w:rsid w:val="000872D6"/>
    <w:rsid w:val="00087346"/>
    <w:rsid w:val="0008755C"/>
    <w:rsid w:val="000875E6"/>
    <w:rsid w:val="00087733"/>
    <w:rsid w:val="00087876"/>
    <w:rsid w:val="00087918"/>
    <w:rsid w:val="00087C7D"/>
    <w:rsid w:val="00087C9A"/>
    <w:rsid w:val="00087CBA"/>
    <w:rsid w:val="00087F1A"/>
    <w:rsid w:val="00087FFC"/>
    <w:rsid w:val="00090207"/>
    <w:rsid w:val="0009025E"/>
    <w:rsid w:val="000903B8"/>
    <w:rsid w:val="0009044D"/>
    <w:rsid w:val="00090502"/>
    <w:rsid w:val="00090514"/>
    <w:rsid w:val="000908DF"/>
    <w:rsid w:val="00090AA7"/>
    <w:rsid w:val="00090ADE"/>
    <w:rsid w:val="00090BAF"/>
    <w:rsid w:val="00090C82"/>
    <w:rsid w:val="00091070"/>
    <w:rsid w:val="00091106"/>
    <w:rsid w:val="000913F7"/>
    <w:rsid w:val="00091507"/>
    <w:rsid w:val="0009174E"/>
    <w:rsid w:val="0009186B"/>
    <w:rsid w:val="00091886"/>
    <w:rsid w:val="00091920"/>
    <w:rsid w:val="000919C0"/>
    <w:rsid w:val="00091A8A"/>
    <w:rsid w:val="00091B5B"/>
    <w:rsid w:val="0009229D"/>
    <w:rsid w:val="0009239E"/>
    <w:rsid w:val="00092431"/>
    <w:rsid w:val="00092534"/>
    <w:rsid w:val="00092592"/>
    <w:rsid w:val="00092899"/>
    <w:rsid w:val="0009298F"/>
    <w:rsid w:val="000929D6"/>
    <w:rsid w:val="00092A13"/>
    <w:rsid w:val="00092AF4"/>
    <w:rsid w:val="00092B57"/>
    <w:rsid w:val="00092D41"/>
    <w:rsid w:val="00093004"/>
    <w:rsid w:val="000930D5"/>
    <w:rsid w:val="0009328C"/>
    <w:rsid w:val="000932F6"/>
    <w:rsid w:val="0009345C"/>
    <w:rsid w:val="000934A6"/>
    <w:rsid w:val="00093539"/>
    <w:rsid w:val="000936FD"/>
    <w:rsid w:val="000938D6"/>
    <w:rsid w:val="000938F3"/>
    <w:rsid w:val="000939B7"/>
    <w:rsid w:val="00093A9B"/>
    <w:rsid w:val="00093B1D"/>
    <w:rsid w:val="00093B25"/>
    <w:rsid w:val="00093C39"/>
    <w:rsid w:val="00093CFA"/>
    <w:rsid w:val="00093D8C"/>
    <w:rsid w:val="00094090"/>
    <w:rsid w:val="00094111"/>
    <w:rsid w:val="00094187"/>
    <w:rsid w:val="00094231"/>
    <w:rsid w:val="00094376"/>
    <w:rsid w:val="00094423"/>
    <w:rsid w:val="000945D0"/>
    <w:rsid w:val="000945D5"/>
    <w:rsid w:val="00094611"/>
    <w:rsid w:val="0009466E"/>
    <w:rsid w:val="000947AD"/>
    <w:rsid w:val="0009480C"/>
    <w:rsid w:val="00094A86"/>
    <w:rsid w:val="00094AA1"/>
    <w:rsid w:val="00094AD0"/>
    <w:rsid w:val="00094B04"/>
    <w:rsid w:val="00094CC6"/>
    <w:rsid w:val="00094CCC"/>
    <w:rsid w:val="00094CEA"/>
    <w:rsid w:val="00094D11"/>
    <w:rsid w:val="0009506F"/>
    <w:rsid w:val="0009517A"/>
    <w:rsid w:val="0009530B"/>
    <w:rsid w:val="0009536C"/>
    <w:rsid w:val="00095463"/>
    <w:rsid w:val="00095503"/>
    <w:rsid w:val="0009554C"/>
    <w:rsid w:val="0009592D"/>
    <w:rsid w:val="00095C50"/>
    <w:rsid w:val="00095E33"/>
    <w:rsid w:val="00095F69"/>
    <w:rsid w:val="00095F6A"/>
    <w:rsid w:val="00095F92"/>
    <w:rsid w:val="00096185"/>
    <w:rsid w:val="00096267"/>
    <w:rsid w:val="0009652F"/>
    <w:rsid w:val="00096568"/>
    <w:rsid w:val="00096635"/>
    <w:rsid w:val="00096683"/>
    <w:rsid w:val="0009671D"/>
    <w:rsid w:val="00096779"/>
    <w:rsid w:val="00096852"/>
    <w:rsid w:val="00096B56"/>
    <w:rsid w:val="00096B8F"/>
    <w:rsid w:val="00096F04"/>
    <w:rsid w:val="000972F3"/>
    <w:rsid w:val="00097370"/>
    <w:rsid w:val="0009746A"/>
    <w:rsid w:val="0009750D"/>
    <w:rsid w:val="0009756E"/>
    <w:rsid w:val="000975AA"/>
    <w:rsid w:val="000977EB"/>
    <w:rsid w:val="00097958"/>
    <w:rsid w:val="00097B48"/>
    <w:rsid w:val="00097D02"/>
    <w:rsid w:val="00097D6D"/>
    <w:rsid w:val="000A0154"/>
    <w:rsid w:val="000A0675"/>
    <w:rsid w:val="000A0713"/>
    <w:rsid w:val="000A07A8"/>
    <w:rsid w:val="000A08B8"/>
    <w:rsid w:val="000A092B"/>
    <w:rsid w:val="000A0AB6"/>
    <w:rsid w:val="000A0AD0"/>
    <w:rsid w:val="000A0ADE"/>
    <w:rsid w:val="000A0CED"/>
    <w:rsid w:val="000A0E86"/>
    <w:rsid w:val="000A0F2C"/>
    <w:rsid w:val="000A117B"/>
    <w:rsid w:val="000A1185"/>
    <w:rsid w:val="000A1332"/>
    <w:rsid w:val="000A13F9"/>
    <w:rsid w:val="000A1504"/>
    <w:rsid w:val="000A153A"/>
    <w:rsid w:val="000A179A"/>
    <w:rsid w:val="000A181E"/>
    <w:rsid w:val="000A1914"/>
    <w:rsid w:val="000A1A48"/>
    <w:rsid w:val="000A1A72"/>
    <w:rsid w:val="000A1AA1"/>
    <w:rsid w:val="000A1B98"/>
    <w:rsid w:val="000A206C"/>
    <w:rsid w:val="000A20B8"/>
    <w:rsid w:val="000A22AF"/>
    <w:rsid w:val="000A262A"/>
    <w:rsid w:val="000A27AA"/>
    <w:rsid w:val="000A2825"/>
    <w:rsid w:val="000A28D5"/>
    <w:rsid w:val="000A28E6"/>
    <w:rsid w:val="000A295B"/>
    <w:rsid w:val="000A2B65"/>
    <w:rsid w:val="000A2B87"/>
    <w:rsid w:val="000A2CEC"/>
    <w:rsid w:val="000A2E91"/>
    <w:rsid w:val="000A2F95"/>
    <w:rsid w:val="000A3100"/>
    <w:rsid w:val="000A31E9"/>
    <w:rsid w:val="000A329A"/>
    <w:rsid w:val="000A33AA"/>
    <w:rsid w:val="000A3418"/>
    <w:rsid w:val="000A35CF"/>
    <w:rsid w:val="000A3616"/>
    <w:rsid w:val="000A36E6"/>
    <w:rsid w:val="000A3703"/>
    <w:rsid w:val="000A37ED"/>
    <w:rsid w:val="000A3BA6"/>
    <w:rsid w:val="000A3BDF"/>
    <w:rsid w:val="000A3C44"/>
    <w:rsid w:val="000A3CA3"/>
    <w:rsid w:val="000A3ED0"/>
    <w:rsid w:val="000A40D1"/>
    <w:rsid w:val="000A4277"/>
    <w:rsid w:val="000A444F"/>
    <w:rsid w:val="000A44B1"/>
    <w:rsid w:val="000A4621"/>
    <w:rsid w:val="000A4B57"/>
    <w:rsid w:val="000A4CAC"/>
    <w:rsid w:val="000A4CB1"/>
    <w:rsid w:val="000A50B5"/>
    <w:rsid w:val="000A5865"/>
    <w:rsid w:val="000A59D6"/>
    <w:rsid w:val="000A5B34"/>
    <w:rsid w:val="000A60E3"/>
    <w:rsid w:val="000A61BF"/>
    <w:rsid w:val="000A61C6"/>
    <w:rsid w:val="000A647C"/>
    <w:rsid w:val="000A649C"/>
    <w:rsid w:val="000A65FC"/>
    <w:rsid w:val="000A694E"/>
    <w:rsid w:val="000A6AA7"/>
    <w:rsid w:val="000A6C35"/>
    <w:rsid w:val="000A6D87"/>
    <w:rsid w:val="000A6D8A"/>
    <w:rsid w:val="000A6F10"/>
    <w:rsid w:val="000A70D9"/>
    <w:rsid w:val="000A7782"/>
    <w:rsid w:val="000A783A"/>
    <w:rsid w:val="000A78B3"/>
    <w:rsid w:val="000A7974"/>
    <w:rsid w:val="000A7CAA"/>
    <w:rsid w:val="000A7E75"/>
    <w:rsid w:val="000B018B"/>
    <w:rsid w:val="000B0222"/>
    <w:rsid w:val="000B0432"/>
    <w:rsid w:val="000B0572"/>
    <w:rsid w:val="000B07AE"/>
    <w:rsid w:val="000B0843"/>
    <w:rsid w:val="000B090E"/>
    <w:rsid w:val="000B0966"/>
    <w:rsid w:val="000B0A5F"/>
    <w:rsid w:val="000B0B35"/>
    <w:rsid w:val="000B0BCE"/>
    <w:rsid w:val="000B0D37"/>
    <w:rsid w:val="000B0DD7"/>
    <w:rsid w:val="000B0E74"/>
    <w:rsid w:val="000B0FFF"/>
    <w:rsid w:val="000B1345"/>
    <w:rsid w:val="000B1423"/>
    <w:rsid w:val="000B1761"/>
    <w:rsid w:val="000B1767"/>
    <w:rsid w:val="000B183E"/>
    <w:rsid w:val="000B1A08"/>
    <w:rsid w:val="000B1ACB"/>
    <w:rsid w:val="000B1B44"/>
    <w:rsid w:val="000B1C33"/>
    <w:rsid w:val="000B1CA4"/>
    <w:rsid w:val="000B1D83"/>
    <w:rsid w:val="000B20FF"/>
    <w:rsid w:val="000B2145"/>
    <w:rsid w:val="000B2189"/>
    <w:rsid w:val="000B2532"/>
    <w:rsid w:val="000B2669"/>
    <w:rsid w:val="000B26FF"/>
    <w:rsid w:val="000B2745"/>
    <w:rsid w:val="000B284E"/>
    <w:rsid w:val="000B290D"/>
    <w:rsid w:val="000B2A66"/>
    <w:rsid w:val="000B2C45"/>
    <w:rsid w:val="000B2F59"/>
    <w:rsid w:val="000B2FEE"/>
    <w:rsid w:val="000B3015"/>
    <w:rsid w:val="000B3338"/>
    <w:rsid w:val="000B33F0"/>
    <w:rsid w:val="000B35BE"/>
    <w:rsid w:val="000B3605"/>
    <w:rsid w:val="000B365F"/>
    <w:rsid w:val="000B37BF"/>
    <w:rsid w:val="000B399E"/>
    <w:rsid w:val="000B39CA"/>
    <w:rsid w:val="000B3B6A"/>
    <w:rsid w:val="000B3B8E"/>
    <w:rsid w:val="000B3E1C"/>
    <w:rsid w:val="000B413C"/>
    <w:rsid w:val="000B4194"/>
    <w:rsid w:val="000B4241"/>
    <w:rsid w:val="000B4297"/>
    <w:rsid w:val="000B4466"/>
    <w:rsid w:val="000B4665"/>
    <w:rsid w:val="000B468D"/>
    <w:rsid w:val="000B4871"/>
    <w:rsid w:val="000B4ECD"/>
    <w:rsid w:val="000B51B2"/>
    <w:rsid w:val="000B52CF"/>
    <w:rsid w:val="000B54AB"/>
    <w:rsid w:val="000B555E"/>
    <w:rsid w:val="000B556A"/>
    <w:rsid w:val="000B5683"/>
    <w:rsid w:val="000B5881"/>
    <w:rsid w:val="000B5900"/>
    <w:rsid w:val="000B5AFF"/>
    <w:rsid w:val="000B5B1F"/>
    <w:rsid w:val="000B5C3F"/>
    <w:rsid w:val="000B5C62"/>
    <w:rsid w:val="000B5D22"/>
    <w:rsid w:val="000B60B2"/>
    <w:rsid w:val="000B6473"/>
    <w:rsid w:val="000B667B"/>
    <w:rsid w:val="000B6771"/>
    <w:rsid w:val="000B6839"/>
    <w:rsid w:val="000B6936"/>
    <w:rsid w:val="000B6C68"/>
    <w:rsid w:val="000B6C6C"/>
    <w:rsid w:val="000B6DAC"/>
    <w:rsid w:val="000B6FA4"/>
    <w:rsid w:val="000B7299"/>
    <w:rsid w:val="000B75C2"/>
    <w:rsid w:val="000B7704"/>
    <w:rsid w:val="000B771C"/>
    <w:rsid w:val="000B78AD"/>
    <w:rsid w:val="000B7941"/>
    <w:rsid w:val="000B7A60"/>
    <w:rsid w:val="000B7B45"/>
    <w:rsid w:val="000B7C83"/>
    <w:rsid w:val="000B7C9E"/>
    <w:rsid w:val="000B7E13"/>
    <w:rsid w:val="000B7E32"/>
    <w:rsid w:val="000B7E5F"/>
    <w:rsid w:val="000B7ECF"/>
    <w:rsid w:val="000B7F42"/>
    <w:rsid w:val="000B7F7A"/>
    <w:rsid w:val="000C0332"/>
    <w:rsid w:val="000C0396"/>
    <w:rsid w:val="000C04CB"/>
    <w:rsid w:val="000C04FE"/>
    <w:rsid w:val="000C050C"/>
    <w:rsid w:val="000C0562"/>
    <w:rsid w:val="000C0946"/>
    <w:rsid w:val="000C09B9"/>
    <w:rsid w:val="000C0AD2"/>
    <w:rsid w:val="000C0ECF"/>
    <w:rsid w:val="000C13D1"/>
    <w:rsid w:val="000C145D"/>
    <w:rsid w:val="000C14D8"/>
    <w:rsid w:val="000C178A"/>
    <w:rsid w:val="000C199B"/>
    <w:rsid w:val="000C1BCC"/>
    <w:rsid w:val="000C1BF1"/>
    <w:rsid w:val="000C2753"/>
    <w:rsid w:val="000C278C"/>
    <w:rsid w:val="000C2917"/>
    <w:rsid w:val="000C2A4A"/>
    <w:rsid w:val="000C2B01"/>
    <w:rsid w:val="000C2B40"/>
    <w:rsid w:val="000C2D1B"/>
    <w:rsid w:val="000C3365"/>
    <w:rsid w:val="000C3387"/>
    <w:rsid w:val="000C33EB"/>
    <w:rsid w:val="000C3510"/>
    <w:rsid w:val="000C3586"/>
    <w:rsid w:val="000C35A6"/>
    <w:rsid w:val="000C35E8"/>
    <w:rsid w:val="000C3819"/>
    <w:rsid w:val="000C386F"/>
    <w:rsid w:val="000C387C"/>
    <w:rsid w:val="000C3A23"/>
    <w:rsid w:val="000C3A8E"/>
    <w:rsid w:val="000C3D0E"/>
    <w:rsid w:val="000C3E52"/>
    <w:rsid w:val="000C3F70"/>
    <w:rsid w:val="000C42FB"/>
    <w:rsid w:val="000C46D6"/>
    <w:rsid w:val="000C48DA"/>
    <w:rsid w:val="000C4917"/>
    <w:rsid w:val="000C49AB"/>
    <w:rsid w:val="000C4BE7"/>
    <w:rsid w:val="000C4CA4"/>
    <w:rsid w:val="000C4EBA"/>
    <w:rsid w:val="000C5000"/>
    <w:rsid w:val="000C5035"/>
    <w:rsid w:val="000C5190"/>
    <w:rsid w:val="000C5387"/>
    <w:rsid w:val="000C53B6"/>
    <w:rsid w:val="000C549B"/>
    <w:rsid w:val="000C5687"/>
    <w:rsid w:val="000C572F"/>
    <w:rsid w:val="000C5773"/>
    <w:rsid w:val="000C58B8"/>
    <w:rsid w:val="000C5951"/>
    <w:rsid w:val="000C5E33"/>
    <w:rsid w:val="000C5FC7"/>
    <w:rsid w:val="000C601A"/>
    <w:rsid w:val="000C60C8"/>
    <w:rsid w:val="000C6138"/>
    <w:rsid w:val="000C61CB"/>
    <w:rsid w:val="000C634C"/>
    <w:rsid w:val="000C6369"/>
    <w:rsid w:val="000C6381"/>
    <w:rsid w:val="000C645A"/>
    <w:rsid w:val="000C6485"/>
    <w:rsid w:val="000C6653"/>
    <w:rsid w:val="000C6730"/>
    <w:rsid w:val="000C6761"/>
    <w:rsid w:val="000C68D3"/>
    <w:rsid w:val="000C69B4"/>
    <w:rsid w:val="000C6ADB"/>
    <w:rsid w:val="000C6BB4"/>
    <w:rsid w:val="000C6BED"/>
    <w:rsid w:val="000C6D34"/>
    <w:rsid w:val="000C6E68"/>
    <w:rsid w:val="000C7119"/>
    <w:rsid w:val="000C7172"/>
    <w:rsid w:val="000C7239"/>
    <w:rsid w:val="000C746B"/>
    <w:rsid w:val="000C7476"/>
    <w:rsid w:val="000C754F"/>
    <w:rsid w:val="000C7568"/>
    <w:rsid w:val="000C7934"/>
    <w:rsid w:val="000C795B"/>
    <w:rsid w:val="000C7B98"/>
    <w:rsid w:val="000C7BE2"/>
    <w:rsid w:val="000C7CDE"/>
    <w:rsid w:val="000C7E6F"/>
    <w:rsid w:val="000C7EF3"/>
    <w:rsid w:val="000D0022"/>
    <w:rsid w:val="000D00EA"/>
    <w:rsid w:val="000D017A"/>
    <w:rsid w:val="000D01C4"/>
    <w:rsid w:val="000D023C"/>
    <w:rsid w:val="000D02D4"/>
    <w:rsid w:val="000D03D7"/>
    <w:rsid w:val="000D03E5"/>
    <w:rsid w:val="000D0509"/>
    <w:rsid w:val="000D0586"/>
    <w:rsid w:val="000D0631"/>
    <w:rsid w:val="000D0694"/>
    <w:rsid w:val="000D06A3"/>
    <w:rsid w:val="000D06D5"/>
    <w:rsid w:val="000D091A"/>
    <w:rsid w:val="000D09C2"/>
    <w:rsid w:val="000D0AB7"/>
    <w:rsid w:val="000D0E98"/>
    <w:rsid w:val="000D12AF"/>
    <w:rsid w:val="000D14CC"/>
    <w:rsid w:val="000D1AB9"/>
    <w:rsid w:val="000D1D50"/>
    <w:rsid w:val="000D1F21"/>
    <w:rsid w:val="000D227B"/>
    <w:rsid w:val="000D22B9"/>
    <w:rsid w:val="000D24EF"/>
    <w:rsid w:val="000D252F"/>
    <w:rsid w:val="000D2815"/>
    <w:rsid w:val="000D2B58"/>
    <w:rsid w:val="000D2D4B"/>
    <w:rsid w:val="000D2D6A"/>
    <w:rsid w:val="000D2DD5"/>
    <w:rsid w:val="000D30C4"/>
    <w:rsid w:val="000D3124"/>
    <w:rsid w:val="000D3152"/>
    <w:rsid w:val="000D3161"/>
    <w:rsid w:val="000D31EE"/>
    <w:rsid w:val="000D3416"/>
    <w:rsid w:val="000D34ED"/>
    <w:rsid w:val="000D360E"/>
    <w:rsid w:val="000D363F"/>
    <w:rsid w:val="000D369B"/>
    <w:rsid w:val="000D3766"/>
    <w:rsid w:val="000D3A5C"/>
    <w:rsid w:val="000D3C68"/>
    <w:rsid w:val="000D3E50"/>
    <w:rsid w:val="000D3F6D"/>
    <w:rsid w:val="000D3FAF"/>
    <w:rsid w:val="000D3FC2"/>
    <w:rsid w:val="000D40CD"/>
    <w:rsid w:val="000D41FB"/>
    <w:rsid w:val="000D465C"/>
    <w:rsid w:val="000D4846"/>
    <w:rsid w:val="000D4869"/>
    <w:rsid w:val="000D49CC"/>
    <w:rsid w:val="000D4E66"/>
    <w:rsid w:val="000D50DE"/>
    <w:rsid w:val="000D50DF"/>
    <w:rsid w:val="000D51E7"/>
    <w:rsid w:val="000D528D"/>
    <w:rsid w:val="000D54B9"/>
    <w:rsid w:val="000D5674"/>
    <w:rsid w:val="000D56B3"/>
    <w:rsid w:val="000D57C5"/>
    <w:rsid w:val="000D594A"/>
    <w:rsid w:val="000D5BF2"/>
    <w:rsid w:val="000D5CDA"/>
    <w:rsid w:val="000D5ECB"/>
    <w:rsid w:val="000D609B"/>
    <w:rsid w:val="000D656F"/>
    <w:rsid w:val="000D6581"/>
    <w:rsid w:val="000D67FB"/>
    <w:rsid w:val="000D6837"/>
    <w:rsid w:val="000D68FC"/>
    <w:rsid w:val="000D695C"/>
    <w:rsid w:val="000D6A3C"/>
    <w:rsid w:val="000D6B83"/>
    <w:rsid w:val="000D6E16"/>
    <w:rsid w:val="000D6EB4"/>
    <w:rsid w:val="000D6F8B"/>
    <w:rsid w:val="000D7358"/>
    <w:rsid w:val="000D74CB"/>
    <w:rsid w:val="000D7548"/>
    <w:rsid w:val="000D756C"/>
    <w:rsid w:val="000D79DC"/>
    <w:rsid w:val="000D7C66"/>
    <w:rsid w:val="000D7D65"/>
    <w:rsid w:val="000D7FF0"/>
    <w:rsid w:val="000E00BD"/>
    <w:rsid w:val="000E0214"/>
    <w:rsid w:val="000E0344"/>
    <w:rsid w:val="000E0602"/>
    <w:rsid w:val="000E0643"/>
    <w:rsid w:val="000E0692"/>
    <w:rsid w:val="000E06DD"/>
    <w:rsid w:val="000E076E"/>
    <w:rsid w:val="000E07D8"/>
    <w:rsid w:val="000E0824"/>
    <w:rsid w:val="000E083B"/>
    <w:rsid w:val="000E09F1"/>
    <w:rsid w:val="000E0BC7"/>
    <w:rsid w:val="000E0E81"/>
    <w:rsid w:val="000E0FD2"/>
    <w:rsid w:val="000E1115"/>
    <w:rsid w:val="000E123C"/>
    <w:rsid w:val="000E137B"/>
    <w:rsid w:val="000E13BB"/>
    <w:rsid w:val="000E1477"/>
    <w:rsid w:val="000E1485"/>
    <w:rsid w:val="000E14AE"/>
    <w:rsid w:val="000E15CE"/>
    <w:rsid w:val="000E15E5"/>
    <w:rsid w:val="000E16D3"/>
    <w:rsid w:val="000E1807"/>
    <w:rsid w:val="000E1A92"/>
    <w:rsid w:val="000E1B2C"/>
    <w:rsid w:val="000E1B68"/>
    <w:rsid w:val="000E1B70"/>
    <w:rsid w:val="000E1B9E"/>
    <w:rsid w:val="000E1DA2"/>
    <w:rsid w:val="000E1DC1"/>
    <w:rsid w:val="000E1EE1"/>
    <w:rsid w:val="000E2234"/>
    <w:rsid w:val="000E2243"/>
    <w:rsid w:val="000E22AB"/>
    <w:rsid w:val="000E2340"/>
    <w:rsid w:val="000E2583"/>
    <w:rsid w:val="000E2589"/>
    <w:rsid w:val="000E271F"/>
    <w:rsid w:val="000E2800"/>
    <w:rsid w:val="000E2807"/>
    <w:rsid w:val="000E291A"/>
    <w:rsid w:val="000E2A2B"/>
    <w:rsid w:val="000E2A55"/>
    <w:rsid w:val="000E2A68"/>
    <w:rsid w:val="000E2AFF"/>
    <w:rsid w:val="000E2E4B"/>
    <w:rsid w:val="000E3067"/>
    <w:rsid w:val="000E3157"/>
    <w:rsid w:val="000E3496"/>
    <w:rsid w:val="000E3558"/>
    <w:rsid w:val="000E357C"/>
    <w:rsid w:val="000E35D4"/>
    <w:rsid w:val="000E3B22"/>
    <w:rsid w:val="000E3C19"/>
    <w:rsid w:val="000E3CAB"/>
    <w:rsid w:val="000E3ED6"/>
    <w:rsid w:val="000E3F10"/>
    <w:rsid w:val="000E3F15"/>
    <w:rsid w:val="000E4072"/>
    <w:rsid w:val="000E41DC"/>
    <w:rsid w:val="000E424D"/>
    <w:rsid w:val="000E4538"/>
    <w:rsid w:val="000E47B6"/>
    <w:rsid w:val="000E47FE"/>
    <w:rsid w:val="000E496D"/>
    <w:rsid w:val="000E4C07"/>
    <w:rsid w:val="000E4D53"/>
    <w:rsid w:val="000E4FF1"/>
    <w:rsid w:val="000E5728"/>
    <w:rsid w:val="000E5786"/>
    <w:rsid w:val="000E5857"/>
    <w:rsid w:val="000E5AE2"/>
    <w:rsid w:val="000E5B18"/>
    <w:rsid w:val="000E5DCB"/>
    <w:rsid w:val="000E5E5A"/>
    <w:rsid w:val="000E5F79"/>
    <w:rsid w:val="000E6718"/>
    <w:rsid w:val="000E6743"/>
    <w:rsid w:val="000E6782"/>
    <w:rsid w:val="000E6797"/>
    <w:rsid w:val="000E67AB"/>
    <w:rsid w:val="000E67EA"/>
    <w:rsid w:val="000E6AB6"/>
    <w:rsid w:val="000E6BF2"/>
    <w:rsid w:val="000E6CEA"/>
    <w:rsid w:val="000E6D01"/>
    <w:rsid w:val="000E6E95"/>
    <w:rsid w:val="000E7125"/>
    <w:rsid w:val="000E716A"/>
    <w:rsid w:val="000E7183"/>
    <w:rsid w:val="000E7274"/>
    <w:rsid w:val="000E74D2"/>
    <w:rsid w:val="000E74E0"/>
    <w:rsid w:val="000E7726"/>
    <w:rsid w:val="000E783B"/>
    <w:rsid w:val="000E7848"/>
    <w:rsid w:val="000E786D"/>
    <w:rsid w:val="000E78AB"/>
    <w:rsid w:val="000E7D14"/>
    <w:rsid w:val="000E7D50"/>
    <w:rsid w:val="000E7E13"/>
    <w:rsid w:val="000E7F95"/>
    <w:rsid w:val="000F06C4"/>
    <w:rsid w:val="000F070D"/>
    <w:rsid w:val="000F0D73"/>
    <w:rsid w:val="000F133E"/>
    <w:rsid w:val="000F15D5"/>
    <w:rsid w:val="000F1792"/>
    <w:rsid w:val="000F187F"/>
    <w:rsid w:val="000F19D8"/>
    <w:rsid w:val="000F1A6F"/>
    <w:rsid w:val="000F1A98"/>
    <w:rsid w:val="000F1E07"/>
    <w:rsid w:val="000F1E33"/>
    <w:rsid w:val="000F1FDF"/>
    <w:rsid w:val="000F23F6"/>
    <w:rsid w:val="000F25A1"/>
    <w:rsid w:val="000F2616"/>
    <w:rsid w:val="000F27C2"/>
    <w:rsid w:val="000F2934"/>
    <w:rsid w:val="000F2939"/>
    <w:rsid w:val="000F29DD"/>
    <w:rsid w:val="000F2A62"/>
    <w:rsid w:val="000F2B3D"/>
    <w:rsid w:val="000F2BD9"/>
    <w:rsid w:val="000F2BF3"/>
    <w:rsid w:val="000F2CD4"/>
    <w:rsid w:val="000F2DDD"/>
    <w:rsid w:val="000F2E70"/>
    <w:rsid w:val="000F2EA0"/>
    <w:rsid w:val="000F2F4D"/>
    <w:rsid w:val="000F2FA5"/>
    <w:rsid w:val="000F2FB9"/>
    <w:rsid w:val="000F309E"/>
    <w:rsid w:val="000F3474"/>
    <w:rsid w:val="000F37A4"/>
    <w:rsid w:val="000F3B95"/>
    <w:rsid w:val="000F3BA2"/>
    <w:rsid w:val="000F3D2A"/>
    <w:rsid w:val="000F3E5D"/>
    <w:rsid w:val="000F3E66"/>
    <w:rsid w:val="000F3ED9"/>
    <w:rsid w:val="000F3FEA"/>
    <w:rsid w:val="000F40E1"/>
    <w:rsid w:val="000F4128"/>
    <w:rsid w:val="000F4369"/>
    <w:rsid w:val="000F43BD"/>
    <w:rsid w:val="000F446C"/>
    <w:rsid w:val="000F44CC"/>
    <w:rsid w:val="000F454F"/>
    <w:rsid w:val="000F457B"/>
    <w:rsid w:val="000F4BED"/>
    <w:rsid w:val="000F4C75"/>
    <w:rsid w:val="000F4CC2"/>
    <w:rsid w:val="000F4E15"/>
    <w:rsid w:val="000F5376"/>
    <w:rsid w:val="000F5456"/>
    <w:rsid w:val="000F54DF"/>
    <w:rsid w:val="000F54E6"/>
    <w:rsid w:val="000F5743"/>
    <w:rsid w:val="000F5759"/>
    <w:rsid w:val="000F5836"/>
    <w:rsid w:val="000F5B93"/>
    <w:rsid w:val="000F5C82"/>
    <w:rsid w:val="000F5D04"/>
    <w:rsid w:val="000F5F80"/>
    <w:rsid w:val="000F601A"/>
    <w:rsid w:val="000F60DB"/>
    <w:rsid w:val="000F6346"/>
    <w:rsid w:val="000F679D"/>
    <w:rsid w:val="000F6919"/>
    <w:rsid w:val="000F6952"/>
    <w:rsid w:val="000F6960"/>
    <w:rsid w:val="000F6BC7"/>
    <w:rsid w:val="000F6C3F"/>
    <w:rsid w:val="000F6C57"/>
    <w:rsid w:val="000F70B3"/>
    <w:rsid w:val="000F71B2"/>
    <w:rsid w:val="000F7261"/>
    <w:rsid w:val="000F7317"/>
    <w:rsid w:val="000F764E"/>
    <w:rsid w:val="000F773B"/>
    <w:rsid w:val="000F77F6"/>
    <w:rsid w:val="000F7A62"/>
    <w:rsid w:val="000F7B8C"/>
    <w:rsid w:val="000F7BC4"/>
    <w:rsid w:val="000F7BEA"/>
    <w:rsid w:val="000F7F9B"/>
    <w:rsid w:val="0010025C"/>
    <w:rsid w:val="001005B2"/>
    <w:rsid w:val="001005D8"/>
    <w:rsid w:val="00100968"/>
    <w:rsid w:val="00100A51"/>
    <w:rsid w:val="00100B41"/>
    <w:rsid w:val="00100D0F"/>
    <w:rsid w:val="00100DB6"/>
    <w:rsid w:val="00100F10"/>
    <w:rsid w:val="00100FCA"/>
    <w:rsid w:val="00100FE0"/>
    <w:rsid w:val="001015B6"/>
    <w:rsid w:val="00101904"/>
    <w:rsid w:val="00101B16"/>
    <w:rsid w:val="00101B72"/>
    <w:rsid w:val="00101C46"/>
    <w:rsid w:val="00101D07"/>
    <w:rsid w:val="00101D61"/>
    <w:rsid w:val="00101EEE"/>
    <w:rsid w:val="00101F94"/>
    <w:rsid w:val="00101FF4"/>
    <w:rsid w:val="001021C2"/>
    <w:rsid w:val="00102322"/>
    <w:rsid w:val="0010236E"/>
    <w:rsid w:val="001023BD"/>
    <w:rsid w:val="001023E7"/>
    <w:rsid w:val="00102440"/>
    <w:rsid w:val="0010268A"/>
    <w:rsid w:val="00102734"/>
    <w:rsid w:val="00102908"/>
    <w:rsid w:val="00102B38"/>
    <w:rsid w:val="00102C09"/>
    <w:rsid w:val="00102DD5"/>
    <w:rsid w:val="00103040"/>
    <w:rsid w:val="001030DD"/>
    <w:rsid w:val="001032B4"/>
    <w:rsid w:val="00103592"/>
    <w:rsid w:val="0010361F"/>
    <w:rsid w:val="00103786"/>
    <w:rsid w:val="00103813"/>
    <w:rsid w:val="0010387F"/>
    <w:rsid w:val="00103898"/>
    <w:rsid w:val="001039D3"/>
    <w:rsid w:val="00103A04"/>
    <w:rsid w:val="00103AE3"/>
    <w:rsid w:val="00103C2A"/>
    <w:rsid w:val="00103CDE"/>
    <w:rsid w:val="00103D33"/>
    <w:rsid w:val="00103F50"/>
    <w:rsid w:val="00104215"/>
    <w:rsid w:val="00104657"/>
    <w:rsid w:val="001046FA"/>
    <w:rsid w:val="00104725"/>
    <w:rsid w:val="001047E4"/>
    <w:rsid w:val="00104E7A"/>
    <w:rsid w:val="00104F89"/>
    <w:rsid w:val="001052B1"/>
    <w:rsid w:val="00105759"/>
    <w:rsid w:val="001058F7"/>
    <w:rsid w:val="00105A25"/>
    <w:rsid w:val="00105CB6"/>
    <w:rsid w:val="00105F97"/>
    <w:rsid w:val="00106187"/>
    <w:rsid w:val="001061FA"/>
    <w:rsid w:val="001062CF"/>
    <w:rsid w:val="0010638A"/>
    <w:rsid w:val="001066F7"/>
    <w:rsid w:val="00106A00"/>
    <w:rsid w:val="00106B79"/>
    <w:rsid w:val="00106B86"/>
    <w:rsid w:val="00106C4F"/>
    <w:rsid w:val="00106E46"/>
    <w:rsid w:val="00106F5E"/>
    <w:rsid w:val="00107172"/>
    <w:rsid w:val="0010717C"/>
    <w:rsid w:val="001076A1"/>
    <w:rsid w:val="001077C4"/>
    <w:rsid w:val="001077D0"/>
    <w:rsid w:val="00107960"/>
    <w:rsid w:val="00107A9B"/>
    <w:rsid w:val="00107C1D"/>
    <w:rsid w:val="00107C55"/>
    <w:rsid w:val="00110173"/>
    <w:rsid w:val="00110192"/>
    <w:rsid w:val="001104AE"/>
    <w:rsid w:val="00110590"/>
    <w:rsid w:val="0011061F"/>
    <w:rsid w:val="00110ADA"/>
    <w:rsid w:val="00110AF0"/>
    <w:rsid w:val="00110C78"/>
    <w:rsid w:val="00110E2D"/>
    <w:rsid w:val="00111079"/>
    <w:rsid w:val="0011118C"/>
    <w:rsid w:val="001112D2"/>
    <w:rsid w:val="00111387"/>
    <w:rsid w:val="00111469"/>
    <w:rsid w:val="001114A4"/>
    <w:rsid w:val="001114E5"/>
    <w:rsid w:val="001115CE"/>
    <w:rsid w:val="00111724"/>
    <w:rsid w:val="0011175C"/>
    <w:rsid w:val="001118CC"/>
    <w:rsid w:val="00111A28"/>
    <w:rsid w:val="00111B10"/>
    <w:rsid w:val="00111BD5"/>
    <w:rsid w:val="00111BDF"/>
    <w:rsid w:val="001123A4"/>
    <w:rsid w:val="0011263F"/>
    <w:rsid w:val="00112C1D"/>
    <w:rsid w:val="00112C87"/>
    <w:rsid w:val="00112D26"/>
    <w:rsid w:val="00112DAF"/>
    <w:rsid w:val="00112EF2"/>
    <w:rsid w:val="00113069"/>
    <w:rsid w:val="00113312"/>
    <w:rsid w:val="0011339C"/>
    <w:rsid w:val="00113755"/>
    <w:rsid w:val="00113761"/>
    <w:rsid w:val="00113795"/>
    <w:rsid w:val="00113A37"/>
    <w:rsid w:val="00113B3F"/>
    <w:rsid w:val="00113B5B"/>
    <w:rsid w:val="00113E68"/>
    <w:rsid w:val="00113FC9"/>
    <w:rsid w:val="0011419E"/>
    <w:rsid w:val="001142AB"/>
    <w:rsid w:val="00114317"/>
    <w:rsid w:val="0011456D"/>
    <w:rsid w:val="001146EB"/>
    <w:rsid w:val="00114730"/>
    <w:rsid w:val="00114B8A"/>
    <w:rsid w:val="00114DE1"/>
    <w:rsid w:val="00115115"/>
    <w:rsid w:val="0011540E"/>
    <w:rsid w:val="0011548A"/>
    <w:rsid w:val="0011557A"/>
    <w:rsid w:val="0011565D"/>
    <w:rsid w:val="00115718"/>
    <w:rsid w:val="00115725"/>
    <w:rsid w:val="001157DF"/>
    <w:rsid w:val="00115840"/>
    <w:rsid w:val="00115F27"/>
    <w:rsid w:val="00115F76"/>
    <w:rsid w:val="00116405"/>
    <w:rsid w:val="00116563"/>
    <w:rsid w:val="001167DD"/>
    <w:rsid w:val="00116944"/>
    <w:rsid w:val="00116B3C"/>
    <w:rsid w:val="00116EB8"/>
    <w:rsid w:val="0011702E"/>
    <w:rsid w:val="0011724C"/>
    <w:rsid w:val="00117451"/>
    <w:rsid w:val="001174B4"/>
    <w:rsid w:val="001175DB"/>
    <w:rsid w:val="00117767"/>
    <w:rsid w:val="00117866"/>
    <w:rsid w:val="00117B2A"/>
    <w:rsid w:val="00117C2A"/>
    <w:rsid w:val="00117C77"/>
    <w:rsid w:val="0012010A"/>
    <w:rsid w:val="001201BE"/>
    <w:rsid w:val="00120255"/>
    <w:rsid w:val="00120302"/>
    <w:rsid w:val="0012044A"/>
    <w:rsid w:val="0012063E"/>
    <w:rsid w:val="001206E4"/>
    <w:rsid w:val="00120785"/>
    <w:rsid w:val="001207BF"/>
    <w:rsid w:val="00120AA8"/>
    <w:rsid w:val="00121071"/>
    <w:rsid w:val="001211D7"/>
    <w:rsid w:val="001211F3"/>
    <w:rsid w:val="001213BE"/>
    <w:rsid w:val="00121440"/>
    <w:rsid w:val="00121524"/>
    <w:rsid w:val="00121544"/>
    <w:rsid w:val="00121630"/>
    <w:rsid w:val="001216DA"/>
    <w:rsid w:val="0012173B"/>
    <w:rsid w:val="0012189D"/>
    <w:rsid w:val="00121B35"/>
    <w:rsid w:val="00121B96"/>
    <w:rsid w:val="00121B9D"/>
    <w:rsid w:val="00121F03"/>
    <w:rsid w:val="00121F11"/>
    <w:rsid w:val="00121F2E"/>
    <w:rsid w:val="00121FAC"/>
    <w:rsid w:val="001220AE"/>
    <w:rsid w:val="001220F3"/>
    <w:rsid w:val="00122109"/>
    <w:rsid w:val="001221E8"/>
    <w:rsid w:val="001222A8"/>
    <w:rsid w:val="0012233D"/>
    <w:rsid w:val="0012277E"/>
    <w:rsid w:val="001227CD"/>
    <w:rsid w:val="0012296D"/>
    <w:rsid w:val="00122D29"/>
    <w:rsid w:val="00123000"/>
    <w:rsid w:val="00123021"/>
    <w:rsid w:val="001232D7"/>
    <w:rsid w:val="001235E7"/>
    <w:rsid w:val="00123AEC"/>
    <w:rsid w:val="00123D27"/>
    <w:rsid w:val="00123E01"/>
    <w:rsid w:val="00123EAF"/>
    <w:rsid w:val="00123F30"/>
    <w:rsid w:val="00124117"/>
    <w:rsid w:val="00124167"/>
    <w:rsid w:val="001241ED"/>
    <w:rsid w:val="001241F7"/>
    <w:rsid w:val="00124276"/>
    <w:rsid w:val="00124282"/>
    <w:rsid w:val="00124329"/>
    <w:rsid w:val="001243D5"/>
    <w:rsid w:val="001244D5"/>
    <w:rsid w:val="00124623"/>
    <w:rsid w:val="001247AD"/>
    <w:rsid w:val="00124812"/>
    <w:rsid w:val="00124914"/>
    <w:rsid w:val="00124B78"/>
    <w:rsid w:val="00124CCE"/>
    <w:rsid w:val="001250E0"/>
    <w:rsid w:val="0012514C"/>
    <w:rsid w:val="0012533A"/>
    <w:rsid w:val="001253A8"/>
    <w:rsid w:val="001253FD"/>
    <w:rsid w:val="001254EE"/>
    <w:rsid w:val="00125603"/>
    <w:rsid w:val="00125646"/>
    <w:rsid w:val="001256E4"/>
    <w:rsid w:val="001258C6"/>
    <w:rsid w:val="00125B18"/>
    <w:rsid w:val="00125C2F"/>
    <w:rsid w:val="00125D9E"/>
    <w:rsid w:val="00125E64"/>
    <w:rsid w:val="00125ED1"/>
    <w:rsid w:val="001262FD"/>
    <w:rsid w:val="00126700"/>
    <w:rsid w:val="00126708"/>
    <w:rsid w:val="001267C8"/>
    <w:rsid w:val="00126C10"/>
    <w:rsid w:val="00126D4F"/>
    <w:rsid w:val="00126E05"/>
    <w:rsid w:val="00127143"/>
    <w:rsid w:val="00127299"/>
    <w:rsid w:val="0012742C"/>
    <w:rsid w:val="0012747E"/>
    <w:rsid w:val="001275E9"/>
    <w:rsid w:val="001277E2"/>
    <w:rsid w:val="0012784D"/>
    <w:rsid w:val="0012797A"/>
    <w:rsid w:val="00127BD0"/>
    <w:rsid w:val="00127D21"/>
    <w:rsid w:val="00127F22"/>
    <w:rsid w:val="00127FAB"/>
    <w:rsid w:val="00130279"/>
    <w:rsid w:val="001305E2"/>
    <w:rsid w:val="0013061F"/>
    <w:rsid w:val="001306D6"/>
    <w:rsid w:val="0013089A"/>
    <w:rsid w:val="00130A91"/>
    <w:rsid w:val="00130AC3"/>
    <w:rsid w:val="00130B6F"/>
    <w:rsid w:val="00130C5B"/>
    <w:rsid w:val="00130C96"/>
    <w:rsid w:val="00130D52"/>
    <w:rsid w:val="00130D8E"/>
    <w:rsid w:val="00131173"/>
    <w:rsid w:val="001313D7"/>
    <w:rsid w:val="001314AD"/>
    <w:rsid w:val="0013164B"/>
    <w:rsid w:val="00131709"/>
    <w:rsid w:val="0013171D"/>
    <w:rsid w:val="00131938"/>
    <w:rsid w:val="00131999"/>
    <w:rsid w:val="00131B15"/>
    <w:rsid w:val="00131D92"/>
    <w:rsid w:val="00131E77"/>
    <w:rsid w:val="00131FDA"/>
    <w:rsid w:val="00132190"/>
    <w:rsid w:val="001321F5"/>
    <w:rsid w:val="001322C9"/>
    <w:rsid w:val="0013232A"/>
    <w:rsid w:val="0013238E"/>
    <w:rsid w:val="001323ED"/>
    <w:rsid w:val="001323F2"/>
    <w:rsid w:val="0013277E"/>
    <w:rsid w:val="00132B94"/>
    <w:rsid w:val="00132CCE"/>
    <w:rsid w:val="00133056"/>
    <w:rsid w:val="0013349E"/>
    <w:rsid w:val="001339D4"/>
    <w:rsid w:val="00133DEF"/>
    <w:rsid w:val="00134012"/>
    <w:rsid w:val="0013401C"/>
    <w:rsid w:val="001342B6"/>
    <w:rsid w:val="00134309"/>
    <w:rsid w:val="0013439D"/>
    <w:rsid w:val="001343C9"/>
    <w:rsid w:val="0013451F"/>
    <w:rsid w:val="0013453B"/>
    <w:rsid w:val="0013463F"/>
    <w:rsid w:val="00134947"/>
    <w:rsid w:val="0013494A"/>
    <w:rsid w:val="001349EE"/>
    <w:rsid w:val="00134A48"/>
    <w:rsid w:val="00134BA6"/>
    <w:rsid w:val="00134CBE"/>
    <w:rsid w:val="00134D26"/>
    <w:rsid w:val="00134E90"/>
    <w:rsid w:val="0013504F"/>
    <w:rsid w:val="0013507F"/>
    <w:rsid w:val="0013509B"/>
    <w:rsid w:val="00135404"/>
    <w:rsid w:val="0013547D"/>
    <w:rsid w:val="001354E4"/>
    <w:rsid w:val="001355EF"/>
    <w:rsid w:val="0013564D"/>
    <w:rsid w:val="00135A5D"/>
    <w:rsid w:val="00135C7C"/>
    <w:rsid w:val="00135E50"/>
    <w:rsid w:val="00136081"/>
    <w:rsid w:val="00136116"/>
    <w:rsid w:val="001361B9"/>
    <w:rsid w:val="001362CE"/>
    <w:rsid w:val="001362EA"/>
    <w:rsid w:val="001364A3"/>
    <w:rsid w:val="001364CB"/>
    <w:rsid w:val="001364D0"/>
    <w:rsid w:val="00136634"/>
    <w:rsid w:val="0013667D"/>
    <w:rsid w:val="001368B7"/>
    <w:rsid w:val="00136C08"/>
    <w:rsid w:val="00137206"/>
    <w:rsid w:val="00137255"/>
    <w:rsid w:val="00137535"/>
    <w:rsid w:val="00137771"/>
    <w:rsid w:val="001378FD"/>
    <w:rsid w:val="00137CCF"/>
    <w:rsid w:val="00140011"/>
    <w:rsid w:val="001400DA"/>
    <w:rsid w:val="001400DB"/>
    <w:rsid w:val="0014014D"/>
    <w:rsid w:val="0014023C"/>
    <w:rsid w:val="0014049D"/>
    <w:rsid w:val="001405D4"/>
    <w:rsid w:val="001407F9"/>
    <w:rsid w:val="0014088F"/>
    <w:rsid w:val="00140C3A"/>
    <w:rsid w:val="00140CCF"/>
    <w:rsid w:val="00140D42"/>
    <w:rsid w:val="00140EF6"/>
    <w:rsid w:val="00140FB7"/>
    <w:rsid w:val="0014109F"/>
    <w:rsid w:val="001410BA"/>
    <w:rsid w:val="00141383"/>
    <w:rsid w:val="00141453"/>
    <w:rsid w:val="00141457"/>
    <w:rsid w:val="00141565"/>
    <w:rsid w:val="00141719"/>
    <w:rsid w:val="0014186F"/>
    <w:rsid w:val="001419A8"/>
    <w:rsid w:val="00141BA2"/>
    <w:rsid w:val="00141D9B"/>
    <w:rsid w:val="00142074"/>
    <w:rsid w:val="0014213E"/>
    <w:rsid w:val="00142164"/>
    <w:rsid w:val="00142167"/>
    <w:rsid w:val="0014218A"/>
    <w:rsid w:val="001423D9"/>
    <w:rsid w:val="001427A1"/>
    <w:rsid w:val="00142A39"/>
    <w:rsid w:val="00142AEB"/>
    <w:rsid w:val="00142C13"/>
    <w:rsid w:val="00142DA4"/>
    <w:rsid w:val="001431DD"/>
    <w:rsid w:val="001433E2"/>
    <w:rsid w:val="001434F8"/>
    <w:rsid w:val="0014350A"/>
    <w:rsid w:val="00143552"/>
    <w:rsid w:val="00143612"/>
    <w:rsid w:val="001436AD"/>
    <w:rsid w:val="001436EA"/>
    <w:rsid w:val="00143745"/>
    <w:rsid w:val="00143A2B"/>
    <w:rsid w:val="00143AB1"/>
    <w:rsid w:val="00143ABB"/>
    <w:rsid w:val="00143B81"/>
    <w:rsid w:val="00143D37"/>
    <w:rsid w:val="00143F72"/>
    <w:rsid w:val="00143FF2"/>
    <w:rsid w:val="0014427D"/>
    <w:rsid w:val="00144538"/>
    <w:rsid w:val="001446A4"/>
    <w:rsid w:val="0014476C"/>
    <w:rsid w:val="0014495C"/>
    <w:rsid w:val="00144CF5"/>
    <w:rsid w:val="00144D14"/>
    <w:rsid w:val="00144E5C"/>
    <w:rsid w:val="00144E7E"/>
    <w:rsid w:val="00144FD2"/>
    <w:rsid w:val="0014557E"/>
    <w:rsid w:val="00145862"/>
    <w:rsid w:val="0014586E"/>
    <w:rsid w:val="001458F6"/>
    <w:rsid w:val="001458FA"/>
    <w:rsid w:val="00145945"/>
    <w:rsid w:val="00145BEE"/>
    <w:rsid w:val="00145C8B"/>
    <w:rsid w:val="00145DAC"/>
    <w:rsid w:val="00145EE0"/>
    <w:rsid w:val="00146111"/>
    <w:rsid w:val="0014631E"/>
    <w:rsid w:val="00146693"/>
    <w:rsid w:val="001469BA"/>
    <w:rsid w:val="00146A8D"/>
    <w:rsid w:val="00146BBE"/>
    <w:rsid w:val="00146D4F"/>
    <w:rsid w:val="00146E14"/>
    <w:rsid w:val="00146E6F"/>
    <w:rsid w:val="00146EA2"/>
    <w:rsid w:val="00146F3F"/>
    <w:rsid w:val="0014722F"/>
    <w:rsid w:val="001472BD"/>
    <w:rsid w:val="00147452"/>
    <w:rsid w:val="00147759"/>
    <w:rsid w:val="0014776B"/>
    <w:rsid w:val="00147AC5"/>
    <w:rsid w:val="00147C2C"/>
    <w:rsid w:val="00147CA7"/>
    <w:rsid w:val="00147CBB"/>
    <w:rsid w:val="00150240"/>
    <w:rsid w:val="001505D6"/>
    <w:rsid w:val="0015064A"/>
    <w:rsid w:val="001507CD"/>
    <w:rsid w:val="001507FA"/>
    <w:rsid w:val="001508A5"/>
    <w:rsid w:val="001509CF"/>
    <w:rsid w:val="00150A2B"/>
    <w:rsid w:val="00150BBE"/>
    <w:rsid w:val="00150C21"/>
    <w:rsid w:val="00150D63"/>
    <w:rsid w:val="00150DC3"/>
    <w:rsid w:val="00150E13"/>
    <w:rsid w:val="0015108F"/>
    <w:rsid w:val="0015127F"/>
    <w:rsid w:val="0015131F"/>
    <w:rsid w:val="00151552"/>
    <w:rsid w:val="001519EA"/>
    <w:rsid w:val="00151B43"/>
    <w:rsid w:val="00151B7D"/>
    <w:rsid w:val="00151EEC"/>
    <w:rsid w:val="00151FC3"/>
    <w:rsid w:val="00151FE4"/>
    <w:rsid w:val="0015236A"/>
    <w:rsid w:val="001523BC"/>
    <w:rsid w:val="00152526"/>
    <w:rsid w:val="00152760"/>
    <w:rsid w:val="001527CE"/>
    <w:rsid w:val="00152A97"/>
    <w:rsid w:val="00152B69"/>
    <w:rsid w:val="00152C20"/>
    <w:rsid w:val="00152D22"/>
    <w:rsid w:val="00152EFA"/>
    <w:rsid w:val="0015343F"/>
    <w:rsid w:val="0015376B"/>
    <w:rsid w:val="001537C3"/>
    <w:rsid w:val="0015385F"/>
    <w:rsid w:val="00153C55"/>
    <w:rsid w:val="00153DDE"/>
    <w:rsid w:val="00153E02"/>
    <w:rsid w:val="0015416B"/>
    <w:rsid w:val="00154171"/>
    <w:rsid w:val="00154529"/>
    <w:rsid w:val="00154AA0"/>
    <w:rsid w:val="00154C5B"/>
    <w:rsid w:val="00154C6D"/>
    <w:rsid w:val="00154CE0"/>
    <w:rsid w:val="00154E80"/>
    <w:rsid w:val="00154F90"/>
    <w:rsid w:val="00154FAA"/>
    <w:rsid w:val="001550B2"/>
    <w:rsid w:val="001553AD"/>
    <w:rsid w:val="001554B8"/>
    <w:rsid w:val="0015555A"/>
    <w:rsid w:val="0015571F"/>
    <w:rsid w:val="00155853"/>
    <w:rsid w:val="00155990"/>
    <w:rsid w:val="00155A59"/>
    <w:rsid w:val="00155B54"/>
    <w:rsid w:val="00155BE6"/>
    <w:rsid w:val="00155CCC"/>
    <w:rsid w:val="00155D27"/>
    <w:rsid w:val="00155E15"/>
    <w:rsid w:val="00155E79"/>
    <w:rsid w:val="00156176"/>
    <w:rsid w:val="00156291"/>
    <w:rsid w:val="0015662E"/>
    <w:rsid w:val="00156776"/>
    <w:rsid w:val="001569A0"/>
    <w:rsid w:val="00156A0E"/>
    <w:rsid w:val="00156B15"/>
    <w:rsid w:val="00156E5D"/>
    <w:rsid w:val="00156F15"/>
    <w:rsid w:val="001570CE"/>
    <w:rsid w:val="001572CA"/>
    <w:rsid w:val="00157485"/>
    <w:rsid w:val="001575BF"/>
    <w:rsid w:val="00157C9F"/>
    <w:rsid w:val="00157D01"/>
    <w:rsid w:val="00157D96"/>
    <w:rsid w:val="00157DA4"/>
    <w:rsid w:val="00157F0D"/>
    <w:rsid w:val="00157F8C"/>
    <w:rsid w:val="00157FF0"/>
    <w:rsid w:val="00160118"/>
    <w:rsid w:val="00160169"/>
    <w:rsid w:val="0016037E"/>
    <w:rsid w:val="001604A5"/>
    <w:rsid w:val="001604B5"/>
    <w:rsid w:val="0016051E"/>
    <w:rsid w:val="0016055C"/>
    <w:rsid w:val="001605F2"/>
    <w:rsid w:val="00160CE6"/>
    <w:rsid w:val="00160DE8"/>
    <w:rsid w:val="00160EEF"/>
    <w:rsid w:val="00160FCF"/>
    <w:rsid w:val="001610EA"/>
    <w:rsid w:val="00161262"/>
    <w:rsid w:val="0016144F"/>
    <w:rsid w:val="001614BC"/>
    <w:rsid w:val="001617D0"/>
    <w:rsid w:val="0016182E"/>
    <w:rsid w:val="00161844"/>
    <w:rsid w:val="001618D3"/>
    <w:rsid w:val="0016199C"/>
    <w:rsid w:val="00161B74"/>
    <w:rsid w:val="00161C07"/>
    <w:rsid w:val="00161E00"/>
    <w:rsid w:val="00161E33"/>
    <w:rsid w:val="0016200F"/>
    <w:rsid w:val="001620C9"/>
    <w:rsid w:val="00162454"/>
    <w:rsid w:val="001624F1"/>
    <w:rsid w:val="00162514"/>
    <w:rsid w:val="00162556"/>
    <w:rsid w:val="00162767"/>
    <w:rsid w:val="001627D5"/>
    <w:rsid w:val="001628BF"/>
    <w:rsid w:val="001628C3"/>
    <w:rsid w:val="00162B29"/>
    <w:rsid w:val="00162C42"/>
    <w:rsid w:val="00163034"/>
    <w:rsid w:val="00163183"/>
    <w:rsid w:val="0016321F"/>
    <w:rsid w:val="0016323D"/>
    <w:rsid w:val="0016343E"/>
    <w:rsid w:val="0016381E"/>
    <w:rsid w:val="00163B08"/>
    <w:rsid w:val="00163BC0"/>
    <w:rsid w:val="00164073"/>
    <w:rsid w:val="0016408F"/>
    <w:rsid w:val="00164194"/>
    <w:rsid w:val="001643A4"/>
    <w:rsid w:val="00164414"/>
    <w:rsid w:val="00164451"/>
    <w:rsid w:val="001645B2"/>
    <w:rsid w:val="00164655"/>
    <w:rsid w:val="001647AE"/>
    <w:rsid w:val="0016485E"/>
    <w:rsid w:val="00164A70"/>
    <w:rsid w:val="00164AD1"/>
    <w:rsid w:val="00164C39"/>
    <w:rsid w:val="00164C66"/>
    <w:rsid w:val="00164E91"/>
    <w:rsid w:val="0016510A"/>
    <w:rsid w:val="0016514F"/>
    <w:rsid w:val="00165177"/>
    <w:rsid w:val="0016520F"/>
    <w:rsid w:val="0016531F"/>
    <w:rsid w:val="0016533C"/>
    <w:rsid w:val="0016537F"/>
    <w:rsid w:val="001653FD"/>
    <w:rsid w:val="0016556A"/>
    <w:rsid w:val="001655DA"/>
    <w:rsid w:val="001655F2"/>
    <w:rsid w:val="0016565F"/>
    <w:rsid w:val="001656BB"/>
    <w:rsid w:val="00165912"/>
    <w:rsid w:val="00165AE1"/>
    <w:rsid w:val="00165AF6"/>
    <w:rsid w:val="00165CA3"/>
    <w:rsid w:val="00165D70"/>
    <w:rsid w:val="00166075"/>
    <w:rsid w:val="0016623D"/>
    <w:rsid w:val="001666CE"/>
    <w:rsid w:val="001668E9"/>
    <w:rsid w:val="00166B2C"/>
    <w:rsid w:val="00166CAB"/>
    <w:rsid w:val="00166CCD"/>
    <w:rsid w:val="00166CEE"/>
    <w:rsid w:val="00166D32"/>
    <w:rsid w:val="00166D67"/>
    <w:rsid w:val="00166E40"/>
    <w:rsid w:val="00166E73"/>
    <w:rsid w:val="00166F19"/>
    <w:rsid w:val="00166FC9"/>
    <w:rsid w:val="00167012"/>
    <w:rsid w:val="0016704C"/>
    <w:rsid w:val="001670CF"/>
    <w:rsid w:val="0016711F"/>
    <w:rsid w:val="0016712A"/>
    <w:rsid w:val="001673FB"/>
    <w:rsid w:val="00167547"/>
    <w:rsid w:val="001675DE"/>
    <w:rsid w:val="0016762A"/>
    <w:rsid w:val="0016767E"/>
    <w:rsid w:val="001676CD"/>
    <w:rsid w:val="00167757"/>
    <w:rsid w:val="00167865"/>
    <w:rsid w:val="001679DE"/>
    <w:rsid w:val="00167A58"/>
    <w:rsid w:val="00167B11"/>
    <w:rsid w:val="00167B17"/>
    <w:rsid w:val="00167B1C"/>
    <w:rsid w:val="00167DEF"/>
    <w:rsid w:val="00167EAF"/>
    <w:rsid w:val="00167F2A"/>
    <w:rsid w:val="0017006C"/>
    <w:rsid w:val="0017012C"/>
    <w:rsid w:val="0017014E"/>
    <w:rsid w:val="0017023D"/>
    <w:rsid w:val="0017048E"/>
    <w:rsid w:val="00170519"/>
    <w:rsid w:val="00170578"/>
    <w:rsid w:val="00170592"/>
    <w:rsid w:val="00170674"/>
    <w:rsid w:val="00170840"/>
    <w:rsid w:val="0017092D"/>
    <w:rsid w:val="001709E3"/>
    <w:rsid w:val="00170C20"/>
    <w:rsid w:val="00170FA4"/>
    <w:rsid w:val="001710F9"/>
    <w:rsid w:val="001710FE"/>
    <w:rsid w:val="00171103"/>
    <w:rsid w:val="00171357"/>
    <w:rsid w:val="001714D6"/>
    <w:rsid w:val="00171515"/>
    <w:rsid w:val="00171516"/>
    <w:rsid w:val="0017173F"/>
    <w:rsid w:val="001718CF"/>
    <w:rsid w:val="001718FC"/>
    <w:rsid w:val="00171947"/>
    <w:rsid w:val="00171B0D"/>
    <w:rsid w:val="00171C02"/>
    <w:rsid w:val="00171D05"/>
    <w:rsid w:val="00171D7C"/>
    <w:rsid w:val="00171D91"/>
    <w:rsid w:val="00171E0E"/>
    <w:rsid w:val="00171EE5"/>
    <w:rsid w:val="00172109"/>
    <w:rsid w:val="00172132"/>
    <w:rsid w:val="0017224D"/>
    <w:rsid w:val="0017234A"/>
    <w:rsid w:val="001726E5"/>
    <w:rsid w:val="0017282E"/>
    <w:rsid w:val="001728F0"/>
    <w:rsid w:val="00172956"/>
    <w:rsid w:val="001729E3"/>
    <w:rsid w:val="00172A7A"/>
    <w:rsid w:val="00173096"/>
    <w:rsid w:val="00173732"/>
    <w:rsid w:val="00173799"/>
    <w:rsid w:val="00173A25"/>
    <w:rsid w:val="00173ACB"/>
    <w:rsid w:val="00173CBD"/>
    <w:rsid w:val="00173D26"/>
    <w:rsid w:val="00173ED7"/>
    <w:rsid w:val="00173F67"/>
    <w:rsid w:val="00174084"/>
    <w:rsid w:val="00174287"/>
    <w:rsid w:val="0017433F"/>
    <w:rsid w:val="001743C1"/>
    <w:rsid w:val="00174409"/>
    <w:rsid w:val="001745D1"/>
    <w:rsid w:val="001746CA"/>
    <w:rsid w:val="00174745"/>
    <w:rsid w:val="0017490E"/>
    <w:rsid w:val="00174A33"/>
    <w:rsid w:val="00174A72"/>
    <w:rsid w:val="00174B1B"/>
    <w:rsid w:val="00174D3F"/>
    <w:rsid w:val="00175098"/>
    <w:rsid w:val="001751DD"/>
    <w:rsid w:val="0017530F"/>
    <w:rsid w:val="001753F8"/>
    <w:rsid w:val="00175541"/>
    <w:rsid w:val="00175633"/>
    <w:rsid w:val="00175665"/>
    <w:rsid w:val="001757BB"/>
    <w:rsid w:val="0017580A"/>
    <w:rsid w:val="0017584B"/>
    <w:rsid w:val="00175B8E"/>
    <w:rsid w:val="00175CD0"/>
    <w:rsid w:val="00175D7E"/>
    <w:rsid w:val="00175FE4"/>
    <w:rsid w:val="001760B9"/>
    <w:rsid w:val="001761A8"/>
    <w:rsid w:val="001762F1"/>
    <w:rsid w:val="00176702"/>
    <w:rsid w:val="001767A2"/>
    <w:rsid w:val="001767DD"/>
    <w:rsid w:val="001767EE"/>
    <w:rsid w:val="001768A8"/>
    <w:rsid w:val="001768BF"/>
    <w:rsid w:val="00176917"/>
    <w:rsid w:val="0017696C"/>
    <w:rsid w:val="00176A5B"/>
    <w:rsid w:val="00176BA3"/>
    <w:rsid w:val="00176D2B"/>
    <w:rsid w:val="00176D3B"/>
    <w:rsid w:val="00176DFC"/>
    <w:rsid w:val="0017726E"/>
    <w:rsid w:val="001773AB"/>
    <w:rsid w:val="0017764D"/>
    <w:rsid w:val="00177742"/>
    <w:rsid w:val="00177B98"/>
    <w:rsid w:val="00180124"/>
    <w:rsid w:val="00180221"/>
    <w:rsid w:val="001802AB"/>
    <w:rsid w:val="00180387"/>
    <w:rsid w:val="00180405"/>
    <w:rsid w:val="00180455"/>
    <w:rsid w:val="0018074B"/>
    <w:rsid w:val="001808A9"/>
    <w:rsid w:val="001808C6"/>
    <w:rsid w:val="001809A6"/>
    <w:rsid w:val="00180BA3"/>
    <w:rsid w:val="00180BA8"/>
    <w:rsid w:val="00180CE3"/>
    <w:rsid w:val="00180D94"/>
    <w:rsid w:val="00180EC4"/>
    <w:rsid w:val="0018104A"/>
    <w:rsid w:val="0018108F"/>
    <w:rsid w:val="001810F3"/>
    <w:rsid w:val="0018117C"/>
    <w:rsid w:val="001813E7"/>
    <w:rsid w:val="00181580"/>
    <w:rsid w:val="0018159A"/>
    <w:rsid w:val="00181627"/>
    <w:rsid w:val="00181666"/>
    <w:rsid w:val="0018166F"/>
    <w:rsid w:val="00181774"/>
    <w:rsid w:val="001817DE"/>
    <w:rsid w:val="001817E1"/>
    <w:rsid w:val="0018192D"/>
    <w:rsid w:val="00181A8B"/>
    <w:rsid w:val="00181C7A"/>
    <w:rsid w:val="00181D45"/>
    <w:rsid w:val="0018202E"/>
    <w:rsid w:val="00182039"/>
    <w:rsid w:val="0018206C"/>
    <w:rsid w:val="001820BD"/>
    <w:rsid w:val="00182127"/>
    <w:rsid w:val="001826FC"/>
    <w:rsid w:val="0018272B"/>
    <w:rsid w:val="001829C5"/>
    <w:rsid w:val="00182B6D"/>
    <w:rsid w:val="00182B88"/>
    <w:rsid w:val="00182BD5"/>
    <w:rsid w:val="00182DF2"/>
    <w:rsid w:val="00182F2C"/>
    <w:rsid w:val="00182FD6"/>
    <w:rsid w:val="0018334D"/>
    <w:rsid w:val="00183363"/>
    <w:rsid w:val="001833FE"/>
    <w:rsid w:val="001834B7"/>
    <w:rsid w:val="0018355A"/>
    <w:rsid w:val="0018374B"/>
    <w:rsid w:val="001837AE"/>
    <w:rsid w:val="00183ABB"/>
    <w:rsid w:val="00183C47"/>
    <w:rsid w:val="00183DBD"/>
    <w:rsid w:val="00183E46"/>
    <w:rsid w:val="00183ED2"/>
    <w:rsid w:val="0018419A"/>
    <w:rsid w:val="0018442A"/>
    <w:rsid w:val="001844ED"/>
    <w:rsid w:val="0018459F"/>
    <w:rsid w:val="00184725"/>
    <w:rsid w:val="00184878"/>
    <w:rsid w:val="001848C5"/>
    <w:rsid w:val="001848F8"/>
    <w:rsid w:val="00184C0F"/>
    <w:rsid w:val="00184D7F"/>
    <w:rsid w:val="00184FC5"/>
    <w:rsid w:val="0018511E"/>
    <w:rsid w:val="0018514C"/>
    <w:rsid w:val="001853F3"/>
    <w:rsid w:val="00185629"/>
    <w:rsid w:val="001856F5"/>
    <w:rsid w:val="001859E8"/>
    <w:rsid w:val="00185B37"/>
    <w:rsid w:val="00185CFF"/>
    <w:rsid w:val="00185DEC"/>
    <w:rsid w:val="00185E5C"/>
    <w:rsid w:val="00185F22"/>
    <w:rsid w:val="00185F91"/>
    <w:rsid w:val="00186185"/>
    <w:rsid w:val="0018624B"/>
    <w:rsid w:val="001862F1"/>
    <w:rsid w:val="001863AB"/>
    <w:rsid w:val="0018643E"/>
    <w:rsid w:val="00186863"/>
    <w:rsid w:val="00186973"/>
    <w:rsid w:val="00186DA9"/>
    <w:rsid w:val="00186DCF"/>
    <w:rsid w:val="00186F76"/>
    <w:rsid w:val="0018724B"/>
    <w:rsid w:val="001873D5"/>
    <w:rsid w:val="00187567"/>
    <w:rsid w:val="00187617"/>
    <w:rsid w:val="00187D39"/>
    <w:rsid w:val="00187D9D"/>
    <w:rsid w:val="00187FA9"/>
    <w:rsid w:val="001904F8"/>
    <w:rsid w:val="00190628"/>
    <w:rsid w:val="00190888"/>
    <w:rsid w:val="00190AE0"/>
    <w:rsid w:val="00190EBB"/>
    <w:rsid w:val="00190F54"/>
    <w:rsid w:val="001910B7"/>
    <w:rsid w:val="001911E5"/>
    <w:rsid w:val="001912A5"/>
    <w:rsid w:val="0019130A"/>
    <w:rsid w:val="001915BC"/>
    <w:rsid w:val="001917F0"/>
    <w:rsid w:val="001917F3"/>
    <w:rsid w:val="001918B2"/>
    <w:rsid w:val="0019195C"/>
    <w:rsid w:val="00191A2C"/>
    <w:rsid w:val="00191ABA"/>
    <w:rsid w:val="00191B34"/>
    <w:rsid w:val="00191B63"/>
    <w:rsid w:val="00191D72"/>
    <w:rsid w:val="00192018"/>
    <w:rsid w:val="001920EB"/>
    <w:rsid w:val="0019210B"/>
    <w:rsid w:val="0019227A"/>
    <w:rsid w:val="001925B5"/>
    <w:rsid w:val="00192632"/>
    <w:rsid w:val="00192976"/>
    <w:rsid w:val="00192981"/>
    <w:rsid w:val="001929B9"/>
    <w:rsid w:val="001929C4"/>
    <w:rsid w:val="00192CC6"/>
    <w:rsid w:val="00192EC9"/>
    <w:rsid w:val="00192FA2"/>
    <w:rsid w:val="001930A7"/>
    <w:rsid w:val="00193106"/>
    <w:rsid w:val="00193245"/>
    <w:rsid w:val="001932EE"/>
    <w:rsid w:val="0019333C"/>
    <w:rsid w:val="00193366"/>
    <w:rsid w:val="0019336C"/>
    <w:rsid w:val="00193373"/>
    <w:rsid w:val="00193379"/>
    <w:rsid w:val="0019346F"/>
    <w:rsid w:val="001934E5"/>
    <w:rsid w:val="00193963"/>
    <w:rsid w:val="00193A8E"/>
    <w:rsid w:val="00193E0D"/>
    <w:rsid w:val="00193EF0"/>
    <w:rsid w:val="00193FF3"/>
    <w:rsid w:val="001940ED"/>
    <w:rsid w:val="001940F9"/>
    <w:rsid w:val="0019424D"/>
    <w:rsid w:val="00194341"/>
    <w:rsid w:val="00194444"/>
    <w:rsid w:val="0019478F"/>
    <w:rsid w:val="00194859"/>
    <w:rsid w:val="0019495C"/>
    <w:rsid w:val="00194AE2"/>
    <w:rsid w:val="00194BD3"/>
    <w:rsid w:val="00194BF5"/>
    <w:rsid w:val="00194CA2"/>
    <w:rsid w:val="00194E38"/>
    <w:rsid w:val="00194ED2"/>
    <w:rsid w:val="00195076"/>
    <w:rsid w:val="00195128"/>
    <w:rsid w:val="001952B6"/>
    <w:rsid w:val="001952C0"/>
    <w:rsid w:val="001952DB"/>
    <w:rsid w:val="00195524"/>
    <w:rsid w:val="001955D1"/>
    <w:rsid w:val="001955E3"/>
    <w:rsid w:val="0019573C"/>
    <w:rsid w:val="0019579D"/>
    <w:rsid w:val="001957D7"/>
    <w:rsid w:val="001957EA"/>
    <w:rsid w:val="0019599F"/>
    <w:rsid w:val="00195A0E"/>
    <w:rsid w:val="00195AC0"/>
    <w:rsid w:val="001960AA"/>
    <w:rsid w:val="00196367"/>
    <w:rsid w:val="001963FF"/>
    <w:rsid w:val="00196447"/>
    <w:rsid w:val="00196582"/>
    <w:rsid w:val="001965AE"/>
    <w:rsid w:val="00196932"/>
    <w:rsid w:val="00196D38"/>
    <w:rsid w:val="00196E33"/>
    <w:rsid w:val="00196ED8"/>
    <w:rsid w:val="00197008"/>
    <w:rsid w:val="0019708E"/>
    <w:rsid w:val="001972D7"/>
    <w:rsid w:val="0019731D"/>
    <w:rsid w:val="00197320"/>
    <w:rsid w:val="00197483"/>
    <w:rsid w:val="001974AC"/>
    <w:rsid w:val="001974AD"/>
    <w:rsid w:val="001974B1"/>
    <w:rsid w:val="001974B6"/>
    <w:rsid w:val="0019770E"/>
    <w:rsid w:val="00197718"/>
    <w:rsid w:val="00197720"/>
    <w:rsid w:val="00197728"/>
    <w:rsid w:val="001978F9"/>
    <w:rsid w:val="00197939"/>
    <w:rsid w:val="00197B26"/>
    <w:rsid w:val="00197CB2"/>
    <w:rsid w:val="00197CF1"/>
    <w:rsid w:val="00197E17"/>
    <w:rsid w:val="00197EC9"/>
    <w:rsid w:val="00197FF4"/>
    <w:rsid w:val="001A016E"/>
    <w:rsid w:val="001A03E8"/>
    <w:rsid w:val="001A0431"/>
    <w:rsid w:val="001A07D4"/>
    <w:rsid w:val="001A08F8"/>
    <w:rsid w:val="001A092C"/>
    <w:rsid w:val="001A0BA9"/>
    <w:rsid w:val="001A0D87"/>
    <w:rsid w:val="001A0F16"/>
    <w:rsid w:val="001A0F17"/>
    <w:rsid w:val="001A0F87"/>
    <w:rsid w:val="001A111A"/>
    <w:rsid w:val="001A137B"/>
    <w:rsid w:val="001A1463"/>
    <w:rsid w:val="001A1543"/>
    <w:rsid w:val="001A157A"/>
    <w:rsid w:val="001A15E9"/>
    <w:rsid w:val="001A1605"/>
    <w:rsid w:val="001A194D"/>
    <w:rsid w:val="001A195A"/>
    <w:rsid w:val="001A19B9"/>
    <w:rsid w:val="001A19BF"/>
    <w:rsid w:val="001A1A2C"/>
    <w:rsid w:val="001A1B76"/>
    <w:rsid w:val="001A1C11"/>
    <w:rsid w:val="001A1C21"/>
    <w:rsid w:val="001A1E70"/>
    <w:rsid w:val="001A1F4D"/>
    <w:rsid w:val="001A20D5"/>
    <w:rsid w:val="001A24D7"/>
    <w:rsid w:val="001A24E4"/>
    <w:rsid w:val="001A2865"/>
    <w:rsid w:val="001A2A70"/>
    <w:rsid w:val="001A32C1"/>
    <w:rsid w:val="001A32C4"/>
    <w:rsid w:val="001A362F"/>
    <w:rsid w:val="001A3714"/>
    <w:rsid w:val="001A37FB"/>
    <w:rsid w:val="001A3A97"/>
    <w:rsid w:val="001A3AB2"/>
    <w:rsid w:val="001A3E06"/>
    <w:rsid w:val="001A3E4C"/>
    <w:rsid w:val="001A3F04"/>
    <w:rsid w:val="001A416A"/>
    <w:rsid w:val="001A421B"/>
    <w:rsid w:val="001A422E"/>
    <w:rsid w:val="001A42F3"/>
    <w:rsid w:val="001A44AA"/>
    <w:rsid w:val="001A4651"/>
    <w:rsid w:val="001A497E"/>
    <w:rsid w:val="001A49CF"/>
    <w:rsid w:val="001A4BD6"/>
    <w:rsid w:val="001A4C13"/>
    <w:rsid w:val="001A4C5B"/>
    <w:rsid w:val="001A4D85"/>
    <w:rsid w:val="001A4F0C"/>
    <w:rsid w:val="001A50F0"/>
    <w:rsid w:val="001A5121"/>
    <w:rsid w:val="001A5723"/>
    <w:rsid w:val="001A57A7"/>
    <w:rsid w:val="001A57FC"/>
    <w:rsid w:val="001A5B3D"/>
    <w:rsid w:val="001A5F4D"/>
    <w:rsid w:val="001A5F5E"/>
    <w:rsid w:val="001A6263"/>
    <w:rsid w:val="001A663B"/>
    <w:rsid w:val="001A67B7"/>
    <w:rsid w:val="001A67EB"/>
    <w:rsid w:val="001A6AF5"/>
    <w:rsid w:val="001A6D0E"/>
    <w:rsid w:val="001A6D23"/>
    <w:rsid w:val="001A6EEB"/>
    <w:rsid w:val="001A6F25"/>
    <w:rsid w:val="001A6F82"/>
    <w:rsid w:val="001A713A"/>
    <w:rsid w:val="001A7283"/>
    <w:rsid w:val="001A72AE"/>
    <w:rsid w:val="001A72B1"/>
    <w:rsid w:val="001A787B"/>
    <w:rsid w:val="001A7C88"/>
    <w:rsid w:val="001A7D8D"/>
    <w:rsid w:val="001A7D91"/>
    <w:rsid w:val="001A7DF2"/>
    <w:rsid w:val="001A7F1C"/>
    <w:rsid w:val="001B01C0"/>
    <w:rsid w:val="001B027D"/>
    <w:rsid w:val="001B0474"/>
    <w:rsid w:val="001B0485"/>
    <w:rsid w:val="001B0508"/>
    <w:rsid w:val="001B0845"/>
    <w:rsid w:val="001B0966"/>
    <w:rsid w:val="001B0BF6"/>
    <w:rsid w:val="001B0C48"/>
    <w:rsid w:val="001B0CB4"/>
    <w:rsid w:val="001B0DBE"/>
    <w:rsid w:val="001B0E2D"/>
    <w:rsid w:val="001B0E66"/>
    <w:rsid w:val="001B0E9B"/>
    <w:rsid w:val="001B0F5A"/>
    <w:rsid w:val="001B0FEB"/>
    <w:rsid w:val="001B1154"/>
    <w:rsid w:val="001B1224"/>
    <w:rsid w:val="001B1457"/>
    <w:rsid w:val="001B175A"/>
    <w:rsid w:val="001B181A"/>
    <w:rsid w:val="001B18F1"/>
    <w:rsid w:val="001B1A4C"/>
    <w:rsid w:val="001B1AF1"/>
    <w:rsid w:val="001B1C98"/>
    <w:rsid w:val="001B20C2"/>
    <w:rsid w:val="001B2146"/>
    <w:rsid w:val="001B21A8"/>
    <w:rsid w:val="001B23D4"/>
    <w:rsid w:val="001B2427"/>
    <w:rsid w:val="001B262D"/>
    <w:rsid w:val="001B27D6"/>
    <w:rsid w:val="001B27F1"/>
    <w:rsid w:val="001B290E"/>
    <w:rsid w:val="001B2A32"/>
    <w:rsid w:val="001B2AE7"/>
    <w:rsid w:val="001B2BBA"/>
    <w:rsid w:val="001B2BF2"/>
    <w:rsid w:val="001B2F0F"/>
    <w:rsid w:val="001B2F34"/>
    <w:rsid w:val="001B303F"/>
    <w:rsid w:val="001B3245"/>
    <w:rsid w:val="001B3379"/>
    <w:rsid w:val="001B3392"/>
    <w:rsid w:val="001B34DE"/>
    <w:rsid w:val="001B3602"/>
    <w:rsid w:val="001B373C"/>
    <w:rsid w:val="001B3764"/>
    <w:rsid w:val="001B3813"/>
    <w:rsid w:val="001B3996"/>
    <w:rsid w:val="001B399A"/>
    <w:rsid w:val="001B3D73"/>
    <w:rsid w:val="001B3E5B"/>
    <w:rsid w:val="001B3FAB"/>
    <w:rsid w:val="001B4262"/>
    <w:rsid w:val="001B4610"/>
    <w:rsid w:val="001B4908"/>
    <w:rsid w:val="001B4987"/>
    <w:rsid w:val="001B49BC"/>
    <w:rsid w:val="001B4BCD"/>
    <w:rsid w:val="001B4F06"/>
    <w:rsid w:val="001B51FB"/>
    <w:rsid w:val="001B5221"/>
    <w:rsid w:val="001B558B"/>
    <w:rsid w:val="001B56BA"/>
    <w:rsid w:val="001B5773"/>
    <w:rsid w:val="001B57D3"/>
    <w:rsid w:val="001B582B"/>
    <w:rsid w:val="001B5BD0"/>
    <w:rsid w:val="001B5C72"/>
    <w:rsid w:val="001B604B"/>
    <w:rsid w:val="001B6084"/>
    <w:rsid w:val="001B60DA"/>
    <w:rsid w:val="001B612B"/>
    <w:rsid w:val="001B6335"/>
    <w:rsid w:val="001B65A3"/>
    <w:rsid w:val="001B680C"/>
    <w:rsid w:val="001B6CC3"/>
    <w:rsid w:val="001B6F0D"/>
    <w:rsid w:val="001B6F6E"/>
    <w:rsid w:val="001B7298"/>
    <w:rsid w:val="001B7299"/>
    <w:rsid w:val="001B7393"/>
    <w:rsid w:val="001B75C9"/>
    <w:rsid w:val="001B760C"/>
    <w:rsid w:val="001B76ED"/>
    <w:rsid w:val="001B7870"/>
    <w:rsid w:val="001B7A60"/>
    <w:rsid w:val="001B7C53"/>
    <w:rsid w:val="001B7F18"/>
    <w:rsid w:val="001B7FBB"/>
    <w:rsid w:val="001B7FDA"/>
    <w:rsid w:val="001C0330"/>
    <w:rsid w:val="001C034A"/>
    <w:rsid w:val="001C034F"/>
    <w:rsid w:val="001C0392"/>
    <w:rsid w:val="001C04AF"/>
    <w:rsid w:val="001C065C"/>
    <w:rsid w:val="001C077E"/>
    <w:rsid w:val="001C0B51"/>
    <w:rsid w:val="001C0FDB"/>
    <w:rsid w:val="001C12DE"/>
    <w:rsid w:val="001C137C"/>
    <w:rsid w:val="001C1433"/>
    <w:rsid w:val="001C15B1"/>
    <w:rsid w:val="001C1603"/>
    <w:rsid w:val="001C16DA"/>
    <w:rsid w:val="001C1797"/>
    <w:rsid w:val="001C1AA6"/>
    <w:rsid w:val="001C1BAC"/>
    <w:rsid w:val="001C1BF5"/>
    <w:rsid w:val="001C1D31"/>
    <w:rsid w:val="001C1F1F"/>
    <w:rsid w:val="001C1F83"/>
    <w:rsid w:val="001C21AD"/>
    <w:rsid w:val="001C2420"/>
    <w:rsid w:val="001C2755"/>
    <w:rsid w:val="001C2765"/>
    <w:rsid w:val="001C2784"/>
    <w:rsid w:val="001C27D1"/>
    <w:rsid w:val="001C28C5"/>
    <w:rsid w:val="001C2A09"/>
    <w:rsid w:val="001C2A6B"/>
    <w:rsid w:val="001C2AA0"/>
    <w:rsid w:val="001C2B90"/>
    <w:rsid w:val="001C2BA8"/>
    <w:rsid w:val="001C2C9A"/>
    <w:rsid w:val="001C2E53"/>
    <w:rsid w:val="001C2EF9"/>
    <w:rsid w:val="001C2F1A"/>
    <w:rsid w:val="001C2F30"/>
    <w:rsid w:val="001C3006"/>
    <w:rsid w:val="001C302A"/>
    <w:rsid w:val="001C3035"/>
    <w:rsid w:val="001C311F"/>
    <w:rsid w:val="001C3180"/>
    <w:rsid w:val="001C32EA"/>
    <w:rsid w:val="001C33A0"/>
    <w:rsid w:val="001C3588"/>
    <w:rsid w:val="001C36C3"/>
    <w:rsid w:val="001C37F1"/>
    <w:rsid w:val="001C3829"/>
    <w:rsid w:val="001C3964"/>
    <w:rsid w:val="001C3977"/>
    <w:rsid w:val="001C3C43"/>
    <w:rsid w:val="001C3C54"/>
    <w:rsid w:val="001C3D7F"/>
    <w:rsid w:val="001C3ECC"/>
    <w:rsid w:val="001C3F35"/>
    <w:rsid w:val="001C3F84"/>
    <w:rsid w:val="001C3FDD"/>
    <w:rsid w:val="001C4084"/>
    <w:rsid w:val="001C464A"/>
    <w:rsid w:val="001C4705"/>
    <w:rsid w:val="001C48A0"/>
    <w:rsid w:val="001C499C"/>
    <w:rsid w:val="001C4B84"/>
    <w:rsid w:val="001C4C03"/>
    <w:rsid w:val="001C4C22"/>
    <w:rsid w:val="001C4C38"/>
    <w:rsid w:val="001C4D87"/>
    <w:rsid w:val="001C4E1C"/>
    <w:rsid w:val="001C5045"/>
    <w:rsid w:val="001C5091"/>
    <w:rsid w:val="001C5171"/>
    <w:rsid w:val="001C54B8"/>
    <w:rsid w:val="001C55EC"/>
    <w:rsid w:val="001C573F"/>
    <w:rsid w:val="001C5B6D"/>
    <w:rsid w:val="001C5BEB"/>
    <w:rsid w:val="001C5C14"/>
    <w:rsid w:val="001C5C26"/>
    <w:rsid w:val="001C5D34"/>
    <w:rsid w:val="001C5DAD"/>
    <w:rsid w:val="001C5DE8"/>
    <w:rsid w:val="001C60B1"/>
    <w:rsid w:val="001C61B4"/>
    <w:rsid w:val="001C61FD"/>
    <w:rsid w:val="001C626C"/>
    <w:rsid w:val="001C632B"/>
    <w:rsid w:val="001C6376"/>
    <w:rsid w:val="001C63CD"/>
    <w:rsid w:val="001C655E"/>
    <w:rsid w:val="001C668F"/>
    <w:rsid w:val="001C679D"/>
    <w:rsid w:val="001C68CA"/>
    <w:rsid w:val="001C6905"/>
    <w:rsid w:val="001C6BE0"/>
    <w:rsid w:val="001C6CB3"/>
    <w:rsid w:val="001C6D47"/>
    <w:rsid w:val="001C6D8A"/>
    <w:rsid w:val="001C6EC3"/>
    <w:rsid w:val="001C6F3A"/>
    <w:rsid w:val="001C6FB0"/>
    <w:rsid w:val="001C71C8"/>
    <w:rsid w:val="001C7281"/>
    <w:rsid w:val="001C76BF"/>
    <w:rsid w:val="001C79AE"/>
    <w:rsid w:val="001C7A87"/>
    <w:rsid w:val="001C7ABB"/>
    <w:rsid w:val="001C7BAA"/>
    <w:rsid w:val="001C7CC1"/>
    <w:rsid w:val="001C7DC2"/>
    <w:rsid w:val="001C7E3F"/>
    <w:rsid w:val="001C7F6F"/>
    <w:rsid w:val="001C7FF4"/>
    <w:rsid w:val="001D0672"/>
    <w:rsid w:val="001D0677"/>
    <w:rsid w:val="001D095F"/>
    <w:rsid w:val="001D09D2"/>
    <w:rsid w:val="001D0B9F"/>
    <w:rsid w:val="001D0FF7"/>
    <w:rsid w:val="001D109D"/>
    <w:rsid w:val="001D1132"/>
    <w:rsid w:val="001D128B"/>
    <w:rsid w:val="001D12AB"/>
    <w:rsid w:val="001D1383"/>
    <w:rsid w:val="001D15B7"/>
    <w:rsid w:val="001D168C"/>
    <w:rsid w:val="001D17BA"/>
    <w:rsid w:val="001D18AD"/>
    <w:rsid w:val="001D1973"/>
    <w:rsid w:val="001D1A64"/>
    <w:rsid w:val="001D1C11"/>
    <w:rsid w:val="001D1C20"/>
    <w:rsid w:val="001D1C46"/>
    <w:rsid w:val="001D2020"/>
    <w:rsid w:val="001D2031"/>
    <w:rsid w:val="001D2035"/>
    <w:rsid w:val="001D214D"/>
    <w:rsid w:val="001D21D9"/>
    <w:rsid w:val="001D222A"/>
    <w:rsid w:val="001D2521"/>
    <w:rsid w:val="001D259A"/>
    <w:rsid w:val="001D27A0"/>
    <w:rsid w:val="001D27E8"/>
    <w:rsid w:val="001D2843"/>
    <w:rsid w:val="001D284E"/>
    <w:rsid w:val="001D29DA"/>
    <w:rsid w:val="001D2C5F"/>
    <w:rsid w:val="001D2FC0"/>
    <w:rsid w:val="001D32B8"/>
    <w:rsid w:val="001D33F4"/>
    <w:rsid w:val="001D34FB"/>
    <w:rsid w:val="001D35A4"/>
    <w:rsid w:val="001D365A"/>
    <w:rsid w:val="001D3692"/>
    <w:rsid w:val="001D376A"/>
    <w:rsid w:val="001D393C"/>
    <w:rsid w:val="001D3F84"/>
    <w:rsid w:val="001D4145"/>
    <w:rsid w:val="001D421D"/>
    <w:rsid w:val="001D4386"/>
    <w:rsid w:val="001D4392"/>
    <w:rsid w:val="001D43A2"/>
    <w:rsid w:val="001D480E"/>
    <w:rsid w:val="001D4852"/>
    <w:rsid w:val="001D4D5A"/>
    <w:rsid w:val="001D5095"/>
    <w:rsid w:val="001D50C0"/>
    <w:rsid w:val="001D51F2"/>
    <w:rsid w:val="001D5310"/>
    <w:rsid w:val="001D57F4"/>
    <w:rsid w:val="001D581A"/>
    <w:rsid w:val="001D5A41"/>
    <w:rsid w:val="001D5A91"/>
    <w:rsid w:val="001D5D6B"/>
    <w:rsid w:val="001D5E52"/>
    <w:rsid w:val="001D61B4"/>
    <w:rsid w:val="001D61DA"/>
    <w:rsid w:val="001D6232"/>
    <w:rsid w:val="001D62BD"/>
    <w:rsid w:val="001D638A"/>
    <w:rsid w:val="001D6398"/>
    <w:rsid w:val="001D63DF"/>
    <w:rsid w:val="001D647B"/>
    <w:rsid w:val="001D6489"/>
    <w:rsid w:val="001D6597"/>
    <w:rsid w:val="001D662D"/>
    <w:rsid w:val="001D686F"/>
    <w:rsid w:val="001D6899"/>
    <w:rsid w:val="001D6922"/>
    <w:rsid w:val="001D69D0"/>
    <w:rsid w:val="001D6AA3"/>
    <w:rsid w:val="001D6C98"/>
    <w:rsid w:val="001D6D62"/>
    <w:rsid w:val="001D6EB1"/>
    <w:rsid w:val="001D6F67"/>
    <w:rsid w:val="001D700E"/>
    <w:rsid w:val="001D71D8"/>
    <w:rsid w:val="001D721D"/>
    <w:rsid w:val="001D723A"/>
    <w:rsid w:val="001D7310"/>
    <w:rsid w:val="001D7454"/>
    <w:rsid w:val="001D7728"/>
    <w:rsid w:val="001D77F0"/>
    <w:rsid w:val="001D7BDB"/>
    <w:rsid w:val="001D7D39"/>
    <w:rsid w:val="001D7EBD"/>
    <w:rsid w:val="001E00DC"/>
    <w:rsid w:val="001E01AC"/>
    <w:rsid w:val="001E077D"/>
    <w:rsid w:val="001E0805"/>
    <w:rsid w:val="001E0946"/>
    <w:rsid w:val="001E0A4F"/>
    <w:rsid w:val="001E0AA7"/>
    <w:rsid w:val="001E0BB8"/>
    <w:rsid w:val="001E0C1E"/>
    <w:rsid w:val="001E0C9E"/>
    <w:rsid w:val="001E0CF5"/>
    <w:rsid w:val="001E11F3"/>
    <w:rsid w:val="001E1278"/>
    <w:rsid w:val="001E13C8"/>
    <w:rsid w:val="001E1828"/>
    <w:rsid w:val="001E1A0D"/>
    <w:rsid w:val="001E1A47"/>
    <w:rsid w:val="001E1ADC"/>
    <w:rsid w:val="001E1C4C"/>
    <w:rsid w:val="001E1C75"/>
    <w:rsid w:val="001E1E05"/>
    <w:rsid w:val="001E1EEF"/>
    <w:rsid w:val="001E2274"/>
    <w:rsid w:val="001E23F7"/>
    <w:rsid w:val="001E2570"/>
    <w:rsid w:val="001E27FA"/>
    <w:rsid w:val="001E2B64"/>
    <w:rsid w:val="001E2C8E"/>
    <w:rsid w:val="001E2E8E"/>
    <w:rsid w:val="001E2EC7"/>
    <w:rsid w:val="001E305C"/>
    <w:rsid w:val="001E3773"/>
    <w:rsid w:val="001E388A"/>
    <w:rsid w:val="001E3B4A"/>
    <w:rsid w:val="001E3DDE"/>
    <w:rsid w:val="001E43E0"/>
    <w:rsid w:val="001E443B"/>
    <w:rsid w:val="001E44D9"/>
    <w:rsid w:val="001E45EF"/>
    <w:rsid w:val="001E47EE"/>
    <w:rsid w:val="001E4865"/>
    <w:rsid w:val="001E4A49"/>
    <w:rsid w:val="001E4AA9"/>
    <w:rsid w:val="001E4C26"/>
    <w:rsid w:val="001E4C8E"/>
    <w:rsid w:val="001E4CE9"/>
    <w:rsid w:val="001E4DC2"/>
    <w:rsid w:val="001E4F6E"/>
    <w:rsid w:val="001E5056"/>
    <w:rsid w:val="001E524D"/>
    <w:rsid w:val="001E52D6"/>
    <w:rsid w:val="001E5509"/>
    <w:rsid w:val="001E5608"/>
    <w:rsid w:val="001E5640"/>
    <w:rsid w:val="001E56DB"/>
    <w:rsid w:val="001E5B77"/>
    <w:rsid w:val="001E5D20"/>
    <w:rsid w:val="001E5D7E"/>
    <w:rsid w:val="001E5F84"/>
    <w:rsid w:val="001E6041"/>
    <w:rsid w:val="001E67F9"/>
    <w:rsid w:val="001E68D2"/>
    <w:rsid w:val="001E697F"/>
    <w:rsid w:val="001E6A32"/>
    <w:rsid w:val="001E6D98"/>
    <w:rsid w:val="001E6DD9"/>
    <w:rsid w:val="001E6FC1"/>
    <w:rsid w:val="001E71F5"/>
    <w:rsid w:val="001E7569"/>
    <w:rsid w:val="001E7575"/>
    <w:rsid w:val="001E75AC"/>
    <w:rsid w:val="001E789C"/>
    <w:rsid w:val="001E7D20"/>
    <w:rsid w:val="001E7D62"/>
    <w:rsid w:val="001E7FC2"/>
    <w:rsid w:val="001F0286"/>
    <w:rsid w:val="001F04C7"/>
    <w:rsid w:val="001F0540"/>
    <w:rsid w:val="001F057C"/>
    <w:rsid w:val="001F06F2"/>
    <w:rsid w:val="001F07E3"/>
    <w:rsid w:val="001F07F0"/>
    <w:rsid w:val="001F081B"/>
    <w:rsid w:val="001F0865"/>
    <w:rsid w:val="001F0F0E"/>
    <w:rsid w:val="001F0F2C"/>
    <w:rsid w:val="001F0F48"/>
    <w:rsid w:val="001F10CF"/>
    <w:rsid w:val="001F10D9"/>
    <w:rsid w:val="001F1101"/>
    <w:rsid w:val="001F115E"/>
    <w:rsid w:val="001F1461"/>
    <w:rsid w:val="001F1506"/>
    <w:rsid w:val="001F167B"/>
    <w:rsid w:val="001F1A9F"/>
    <w:rsid w:val="001F1BBA"/>
    <w:rsid w:val="001F1DE1"/>
    <w:rsid w:val="001F1FB7"/>
    <w:rsid w:val="001F2150"/>
    <w:rsid w:val="001F2209"/>
    <w:rsid w:val="001F23F8"/>
    <w:rsid w:val="001F265A"/>
    <w:rsid w:val="001F2739"/>
    <w:rsid w:val="001F293A"/>
    <w:rsid w:val="001F2970"/>
    <w:rsid w:val="001F2A5C"/>
    <w:rsid w:val="001F2A89"/>
    <w:rsid w:val="001F2AA8"/>
    <w:rsid w:val="001F2C3E"/>
    <w:rsid w:val="001F2DA8"/>
    <w:rsid w:val="001F31D1"/>
    <w:rsid w:val="001F31D6"/>
    <w:rsid w:val="001F358A"/>
    <w:rsid w:val="001F35D5"/>
    <w:rsid w:val="001F35F9"/>
    <w:rsid w:val="001F366E"/>
    <w:rsid w:val="001F38C7"/>
    <w:rsid w:val="001F39E1"/>
    <w:rsid w:val="001F3C12"/>
    <w:rsid w:val="001F3E2D"/>
    <w:rsid w:val="001F3EBF"/>
    <w:rsid w:val="001F3F25"/>
    <w:rsid w:val="001F405B"/>
    <w:rsid w:val="001F4124"/>
    <w:rsid w:val="001F4280"/>
    <w:rsid w:val="001F4449"/>
    <w:rsid w:val="001F45F0"/>
    <w:rsid w:val="001F48A9"/>
    <w:rsid w:val="001F4986"/>
    <w:rsid w:val="001F49BA"/>
    <w:rsid w:val="001F4C20"/>
    <w:rsid w:val="001F4C53"/>
    <w:rsid w:val="001F4CF2"/>
    <w:rsid w:val="001F4D4F"/>
    <w:rsid w:val="001F5145"/>
    <w:rsid w:val="001F520D"/>
    <w:rsid w:val="001F539F"/>
    <w:rsid w:val="001F56DE"/>
    <w:rsid w:val="001F58CB"/>
    <w:rsid w:val="001F59A1"/>
    <w:rsid w:val="001F5A44"/>
    <w:rsid w:val="001F5C31"/>
    <w:rsid w:val="001F5C62"/>
    <w:rsid w:val="001F5C82"/>
    <w:rsid w:val="001F5F85"/>
    <w:rsid w:val="001F6083"/>
    <w:rsid w:val="001F63E5"/>
    <w:rsid w:val="001F644E"/>
    <w:rsid w:val="001F6620"/>
    <w:rsid w:val="001F6650"/>
    <w:rsid w:val="001F6823"/>
    <w:rsid w:val="001F682D"/>
    <w:rsid w:val="001F6862"/>
    <w:rsid w:val="001F6AE0"/>
    <w:rsid w:val="001F6B87"/>
    <w:rsid w:val="001F6C05"/>
    <w:rsid w:val="001F7202"/>
    <w:rsid w:val="001F7221"/>
    <w:rsid w:val="001F72FC"/>
    <w:rsid w:val="001F74F5"/>
    <w:rsid w:val="001F7675"/>
    <w:rsid w:val="001F7717"/>
    <w:rsid w:val="001F7A82"/>
    <w:rsid w:val="001F7E44"/>
    <w:rsid w:val="001F7F6B"/>
    <w:rsid w:val="001F7F96"/>
    <w:rsid w:val="001F7FE4"/>
    <w:rsid w:val="002004A6"/>
    <w:rsid w:val="002006A9"/>
    <w:rsid w:val="00200782"/>
    <w:rsid w:val="00200B15"/>
    <w:rsid w:val="00200B9A"/>
    <w:rsid w:val="00200BF0"/>
    <w:rsid w:val="00200C3A"/>
    <w:rsid w:val="00200D2A"/>
    <w:rsid w:val="00200DD5"/>
    <w:rsid w:val="00200E8D"/>
    <w:rsid w:val="00200FA5"/>
    <w:rsid w:val="00200FEF"/>
    <w:rsid w:val="00201527"/>
    <w:rsid w:val="0020154D"/>
    <w:rsid w:val="00201776"/>
    <w:rsid w:val="0020178D"/>
    <w:rsid w:val="002017DE"/>
    <w:rsid w:val="00201825"/>
    <w:rsid w:val="00201963"/>
    <w:rsid w:val="00201ADA"/>
    <w:rsid w:val="00201B6A"/>
    <w:rsid w:val="00201D1C"/>
    <w:rsid w:val="00201D6F"/>
    <w:rsid w:val="00201D79"/>
    <w:rsid w:val="0020222B"/>
    <w:rsid w:val="002023EE"/>
    <w:rsid w:val="002023F8"/>
    <w:rsid w:val="0020255E"/>
    <w:rsid w:val="002025B1"/>
    <w:rsid w:val="002025BB"/>
    <w:rsid w:val="00202602"/>
    <w:rsid w:val="0020291B"/>
    <w:rsid w:val="00202E21"/>
    <w:rsid w:val="00203072"/>
    <w:rsid w:val="0020356A"/>
    <w:rsid w:val="00203676"/>
    <w:rsid w:val="0020375D"/>
    <w:rsid w:val="00203772"/>
    <w:rsid w:val="00203793"/>
    <w:rsid w:val="002038CF"/>
    <w:rsid w:val="00203A48"/>
    <w:rsid w:val="00203A99"/>
    <w:rsid w:val="00203C0C"/>
    <w:rsid w:val="00203C67"/>
    <w:rsid w:val="00203CD5"/>
    <w:rsid w:val="00203CE8"/>
    <w:rsid w:val="00203CF8"/>
    <w:rsid w:val="00203E59"/>
    <w:rsid w:val="00204311"/>
    <w:rsid w:val="00204387"/>
    <w:rsid w:val="002043BD"/>
    <w:rsid w:val="0020472F"/>
    <w:rsid w:val="00204841"/>
    <w:rsid w:val="00204A45"/>
    <w:rsid w:val="00204B6D"/>
    <w:rsid w:val="00204BD3"/>
    <w:rsid w:val="00204CA2"/>
    <w:rsid w:val="00204D9D"/>
    <w:rsid w:val="00204ED3"/>
    <w:rsid w:val="00204F55"/>
    <w:rsid w:val="00204FDD"/>
    <w:rsid w:val="00205488"/>
    <w:rsid w:val="002057CD"/>
    <w:rsid w:val="00205C7E"/>
    <w:rsid w:val="002060D8"/>
    <w:rsid w:val="002061CF"/>
    <w:rsid w:val="0020649D"/>
    <w:rsid w:val="002065A1"/>
    <w:rsid w:val="00206D71"/>
    <w:rsid w:val="00206DC4"/>
    <w:rsid w:val="00206E01"/>
    <w:rsid w:val="00206F9F"/>
    <w:rsid w:val="00207154"/>
    <w:rsid w:val="00207607"/>
    <w:rsid w:val="00207746"/>
    <w:rsid w:val="002077EF"/>
    <w:rsid w:val="00207C8C"/>
    <w:rsid w:val="00207F1A"/>
    <w:rsid w:val="00207FE2"/>
    <w:rsid w:val="0021032E"/>
    <w:rsid w:val="0021056F"/>
    <w:rsid w:val="0021095C"/>
    <w:rsid w:val="00210B13"/>
    <w:rsid w:val="00210C47"/>
    <w:rsid w:val="00210E14"/>
    <w:rsid w:val="00210E54"/>
    <w:rsid w:val="00210EF9"/>
    <w:rsid w:val="0021102F"/>
    <w:rsid w:val="00211151"/>
    <w:rsid w:val="002111AC"/>
    <w:rsid w:val="002112C3"/>
    <w:rsid w:val="002112C8"/>
    <w:rsid w:val="00211311"/>
    <w:rsid w:val="002113E7"/>
    <w:rsid w:val="002115BF"/>
    <w:rsid w:val="002116D9"/>
    <w:rsid w:val="002116F5"/>
    <w:rsid w:val="00211780"/>
    <w:rsid w:val="002117EB"/>
    <w:rsid w:val="00211981"/>
    <w:rsid w:val="00211CAF"/>
    <w:rsid w:val="00211CB2"/>
    <w:rsid w:val="00211E6D"/>
    <w:rsid w:val="0021218D"/>
    <w:rsid w:val="00212247"/>
    <w:rsid w:val="002123B8"/>
    <w:rsid w:val="00212425"/>
    <w:rsid w:val="00212689"/>
    <w:rsid w:val="0021268A"/>
    <w:rsid w:val="00212861"/>
    <w:rsid w:val="00212A3F"/>
    <w:rsid w:val="00212AE6"/>
    <w:rsid w:val="00212B48"/>
    <w:rsid w:val="00212B9E"/>
    <w:rsid w:val="00212BCB"/>
    <w:rsid w:val="00212CB4"/>
    <w:rsid w:val="00212F6D"/>
    <w:rsid w:val="00212FC8"/>
    <w:rsid w:val="00213008"/>
    <w:rsid w:val="002132EC"/>
    <w:rsid w:val="002133C3"/>
    <w:rsid w:val="00213696"/>
    <w:rsid w:val="00213A64"/>
    <w:rsid w:val="00213BD9"/>
    <w:rsid w:val="00213D8E"/>
    <w:rsid w:val="00214061"/>
    <w:rsid w:val="0021433E"/>
    <w:rsid w:val="00214478"/>
    <w:rsid w:val="00214493"/>
    <w:rsid w:val="002144F9"/>
    <w:rsid w:val="00214703"/>
    <w:rsid w:val="0021488E"/>
    <w:rsid w:val="002148F0"/>
    <w:rsid w:val="00214945"/>
    <w:rsid w:val="00214961"/>
    <w:rsid w:val="00214B6E"/>
    <w:rsid w:val="00214B7A"/>
    <w:rsid w:val="00214BD5"/>
    <w:rsid w:val="00214C03"/>
    <w:rsid w:val="00214CDC"/>
    <w:rsid w:val="00214D0A"/>
    <w:rsid w:val="00215114"/>
    <w:rsid w:val="00215614"/>
    <w:rsid w:val="00215A39"/>
    <w:rsid w:val="00215A72"/>
    <w:rsid w:val="00215A87"/>
    <w:rsid w:val="00215ABF"/>
    <w:rsid w:val="00215B9E"/>
    <w:rsid w:val="00215D9E"/>
    <w:rsid w:val="00215E18"/>
    <w:rsid w:val="00216132"/>
    <w:rsid w:val="002161C8"/>
    <w:rsid w:val="0021641A"/>
    <w:rsid w:val="00216497"/>
    <w:rsid w:val="00216A62"/>
    <w:rsid w:val="00216F5F"/>
    <w:rsid w:val="00217308"/>
    <w:rsid w:val="002174B3"/>
    <w:rsid w:val="0021764E"/>
    <w:rsid w:val="002176EB"/>
    <w:rsid w:val="002178AB"/>
    <w:rsid w:val="00217A55"/>
    <w:rsid w:val="00217A58"/>
    <w:rsid w:val="00217B5F"/>
    <w:rsid w:val="00217F29"/>
    <w:rsid w:val="002201B0"/>
    <w:rsid w:val="002202F0"/>
    <w:rsid w:val="002202F1"/>
    <w:rsid w:val="0022031F"/>
    <w:rsid w:val="0022047E"/>
    <w:rsid w:val="002204CC"/>
    <w:rsid w:val="002205A2"/>
    <w:rsid w:val="002206BE"/>
    <w:rsid w:val="0022080C"/>
    <w:rsid w:val="00220A7F"/>
    <w:rsid w:val="00220B84"/>
    <w:rsid w:val="00220C8C"/>
    <w:rsid w:val="00220D3C"/>
    <w:rsid w:val="00220D98"/>
    <w:rsid w:val="00220DC5"/>
    <w:rsid w:val="00220DC6"/>
    <w:rsid w:val="00220DCB"/>
    <w:rsid w:val="002210B7"/>
    <w:rsid w:val="00221136"/>
    <w:rsid w:val="00221145"/>
    <w:rsid w:val="002211C7"/>
    <w:rsid w:val="00221219"/>
    <w:rsid w:val="002214FA"/>
    <w:rsid w:val="002216B6"/>
    <w:rsid w:val="00221916"/>
    <w:rsid w:val="00221929"/>
    <w:rsid w:val="00221BFF"/>
    <w:rsid w:val="00221C04"/>
    <w:rsid w:val="00221D39"/>
    <w:rsid w:val="00221DC5"/>
    <w:rsid w:val="00221E14"/>
    <w:rsid w:val="00221FA3"/>
    <w:rsid w:val="00222047"/>
    <w:rsid w:val="0022226A"/>
    <w:rsid w:val="00222272"/>
    <w:rsid w:val="00222363"/>
    <w:rsid w:val="002225F8"/>
    <w:rsid w:val="00222699"/>
    <w:rsid w:val="0022282F"/>
    <w:rsid w:val="00222B4C"/>
    <w:rsid w:val="00222BD1"/>
    <w:rsid w:val="00222D11"/>
    <w:rsid w:val="00222D97"/>
    <w:rsid w:val="00222E0D"/>
    <w:rsid w:val="00222EC3"/>
    <w:rsid w:val="00222FC5"/>
    <w:rsid w:val="00222FFA"/>
    <w:rsid w:val="00223068"/>
    <w:rsid w:val="00223077"/>
    <w:rsid w:val="00223227"/>
    <w:rsid w:val="002232C3"/>
    <w:rsid w:val="002234AE"/>
    <w:rsid w:val="00223554"/>
    <w:rsid w:val="002238C8"/>
    <w:rsid w:val="00223DDE"/>
    <w:rsid w:val="00223F5E"/>
    <w:rsid w:val="00223F64"/>
    <w:rsid w:val="00224099"/>
    <w:rsid w:val="00224301"/>
    <w:rsid w:val="00224560"/>
    <w:rsid w:val="00224831"/>
    <w:rsid w:val="002249C1"/>
    <w:rsid w:val="00224A4F"/>
    <w:rsid w:val="00224CA9"/>
    <w:rsid w:val="00224CEE"/>
    <w:rsid w:val="00224D78"/>
    <w:rsid w:val="00224E23"/>
    <w:rsid w:val="00224E78"/>
    <w:rsid w:val="00224EDD"/>
    <w:rsid w:val="002252A0"/>
    <w:rsid w:val="002253AD"/>
    <w:rsid w:val="00225503"/>
    <w:rsid w:val="00225693"/>
    <w:rsid w:val="00225808"/>
    <w:rsid w:val="00225A80"/>
    <w:rsid w:val="00225AEC"/>
    <w:rsid w:val="00225D34"/>
    <w:rsid w:val="00225E5E"/>
    <w:rsid w:val="00225E7B"/>
    <w:rsid w:val="00225FAF"/>
    <w:rsid w:val="00226015"/>
    <w:rsid w:val="0022602E"/>
    <w:rsid w:val="002260E6"/>
    <w:rsid w:val="0022617F"/>
    <w:rsid w:val="00226341"/>
    <w:rsid w:val="0022645C"/>
    <w:rsid w:val="00226574"/>
    <w:rsid w:val="002266A5"/>
    <w:rsid w:val="002266D4"/>
    <w:rsid w:val="002268E0"/>
    <w:rsid w:val="00226939"/>
    <w:rsid w:val="00226944"/>
    <w:rsid w:val="00226A22"/>
    <w:rsid w:val="00226D7A"/>
    <w:rsid w:val="00226D88"/>
    <w:rsid w:val="00226DA8"/>
    <w:rsid w:val="00226E21"/>
    <w:rsid w:val="002271A5"/>
    <w:rsid w:val="0022730B"/>
    <w:rsid w:val="00227391"/>
    <w:rsid w:val="002274F1"/>
    <w:rsid w:val="0022759F"/>
    <w:rsid w:val="00227653"/>
    <w:rsid w:val="00227830"/>
    <w:rsid w:val="002279C4"/>
    <w:rsid w:val="002279F4"/>
    <w:rsid w:val="00227D86"/>
    <w:rsid w:val="00227DE2"/>
    <w:rsid w:val="00230127"/>
    <w:rsid w:val="002302C5"/>
    <w:rsid w:val="00230357"/>
    <w:rsid w:val="00230562"/>
    <w:rsid w:val="002306A0"/>
    <w:rsid w:val="002308EC"/>
    <w:rsid w:val="00230911"/>
    <w:rsid w:val="0023098A"/>
    <w:rsid w:val="002309A9"/>
    <w:rsid w:val="00230A76"/>
    <w:rsid w:val="00230B73"/>
    <w:rsid w:val="00230FFB"/>
    <w:rsid w:val="0023106F"/>
    <w:rsid w:val="002310FF"/>
    <w:rsid w:val="00231242"/>
    <w:rsid w:val="002313CB"/>
    <w:rsid w:val="00231530"/>
    <w:rsid w:val="00231593"/>
    <w:rsid w:val="002316E4"/>
    <w:rsid w:val="00231725"/>
    <w:rsid w:val="00231798"/>
    <w:rsid w:val="0023188B"/>
    <w:rsid w:val="0023197E"/>
    <w:rsid w:val="002319F2"/>
    <w:rsid w:val="00231A8A"/>
    <w:rsid w:val="00231C1A"/>
    <w:rsid w:val="00231E3D"/>
    <w:rsid w:val="00231F82"/>
    <w:rsid w:val="00232045"/>
    <w:rsid w:val="002320E2"/>
    <w:rsid w:val="002321DD"/>
    <w:rsid w:val="002322D4"/>
    <w:rsid w:val="002323ED"/>
    <w:rsid w:val="00232410"/>
    <w:rsid w:val="00232545"/>
    <w:rsid w:val="00232620"/>
    <w:rsid w:val="00232761"/>
    <w:rsid w:val="002327A9"/>
    <w:rsid w:val="00232BA3"/>
    <w:rsid w:val="00232DE0"/>
    <w:rsid w:val="00232F03"/>
    <w:rsid w:val="00232F0D"/>
    <w:rsid w:val="00233037"/>
    <w:rsid w:val="00233164"/>
    <w:rsid w:val="002331C6"/>
    <w:rsid w:val="002333BA"/>
    <w:rsid w:val="002333CF"/>
    <w:rsid w:val="002334E3"/>
    <w:rsid w:val="0023363F"/>
    <w:rsid w:val="002336DC"/>
    <w:rsid w:val="0023379A"/>
    <w:rsid w:val="002338D3"/>
    <w:rsid w:val="00233909"/>
    <w:rsid w:val="00233941"/>
    <w:rsid w:val="002339C2"/>
    <w:rsid w:val="00233A4D"/>
    <w:rsid w:val="00233F2A"/>
    <w:rsid w:val="002340A8"/>
    <w:rsid w:val="0023437E"/>
    <w:rsid w:val="00234557"/>
    <w:rsid w:val="00234645"/>
    <w:rsid w:val="00234A9D"/>
    <w:rsid w:val="00234ADB"/>
    <w:rsid w:val="00234B65"/>
    <w:rsid w:val="00234EB3"/>
    <w:rsid w:val="00235069"/>
    <w:rsid w:val="0023510B"/>
    <w:rsid w:val="0023521E"/>
    <w:rsid w:val="002352AE"/>
    <w:rsid w:val="002352EE"/>
    <w:rsid w:val="00235386"/>
    <w:rsid w:val="00235397"/>
    <w:rsid w:val="0023558F"/>
    <w:rsid w:val="002356CD"/>
    <w:rsid w:val="00235883"/>
    <w:rsid w:val="00235C11"/>
    <w:rsid w:val="00235C65"/>
    <w:rsid w:val="00235D7A"/>
    <w:rsid w:val="00235EF6"/>
    <w:rsid w:val="00235F1F"/>
    <w:rsid w:val="00236071"/>
    <w:rsid w:val="00236111"/>
    <w:rsid w:val="00236392"/>
    <w:rsid w:val="0023656E"/>
    <w:rsid w:val="002366BC"/>
    <w:rsid w:val="002366F7"/>
    <w:rsid w:val="0023676A"/>
    <w:rsid w:val="00236770"/>
    <w:rsid w:val="002369E2"/>
    <w:rsid w:val="00236AB2"/>
    <w:rsid w:val="00236B14"/>
    <w:rsid w:val="00236B56"/>
    <w:rsid w:val="00236B72"/>
    <w:rsid w:val="00236DEB"/>
    <w:rsid w:val="0023709C"/>
    <w:rsid w:val="002371E1"/>
    <w:rsid w:val="002372D0"/>
    <w:rsid w:val="0023757E"/>
    <w:rsid w:val="00237655"/>
    <w:rsid w:val="002376CD"/>
    <w:rsid w:val="00237741"/>
    <w:rsid w:val="002377D1"/>
    <w:rsid w:val="002401E5"/>
    <w:rsid w:val="00240217"/>
    <w:rsid w:val="0024022F"/>
    <w:rsid w:val="002402A6"/>
    <w:rsid w:val="00240399"/>
    <w:rsid w:val="002403C2"/>
    <w:rsid w:val="00240485"/>
    <w:rsid w:val="0024051E"/>
    <w:rsid w:val="002406C9"/>
    <w:rsid w:val="002406F9"/>
    <w:rsid w:val="00240D5B"/>
    <w:rsid w:val="00240EBF"/>
    <w:rsid w:val="002411FF"/>
    <w:rsid w:val="0024126C"/>
    <w:rsid w:val="00241350"/>
    <w:rsid w:val="00241362"/>
    <w:rsid w:val="00241562"/>
    <w:rsid w:val="00241649"/>
    <w:rsid w:val="00241682"/>
    <w:rsid w:val="002417F3"/>
    <w:rsid w:val="00241975"/>
    <w:rsid w:val="002419CB"/>
    <w:rsid w:val="00241C00"/>
    <w:rsid w:val="00241C20"/>
    <w:rsid w:val="00241DAB"/>
    <w:rsid w:val="00241E0A"/>
    <w:rsid w:val="00241FD9"/>
    <w:rsid w:val="00242008"/>
    <w:rsid w:val="00242484"/>
    <w:rsid w:val="002427D1"/>
    <w:rsid w:val="00242832"/>
    <w:rsid w:val="0024296C"/>
    <w:rsid w:val="00242971"/>
    <w:rsid w:val="00242A26"/>
    <w:rsid w:val="00242A55"/>
    <w:rsid w:val="00242E77"/>
    <w:rsid w:val="00242EB6"/>
    <w:rsid w:val="00242FDA"/>
    <w:rsid w:val="002432E7"/>
    <w:rsid w:val="0024339C"/>
    <w:rsid w:val="00243722"/>
    <w:rsid w:val="002438B2"/>
    <w:rsid w:val="00243921"/>
    <w:rsid w:val="00243924"/>
    <w:rsid w:val="002439FA"/>
    <w:rsid w:val="00243A8B"/>
    <w:rsid w:val="00243C9A"/>
    <w:rsid w:val="00243EBF"/>
    <w:rsid w:val="002441A2"/>
    <w:rsid w:val="002442FE"/>
    <w:rsid w:val="00244488"/>
    <w:rsid w:val="002444FC"/>
    <w:rsid w:val="00244664"/>
    <w:rsid w:val="00244809"/>
    <w:rsid w:val="00244971"/>
    <w:rsid w:val="00244B6F"/>
    <w:rsid w:val="00244C22"/>
    <w:rsid w:val="00244C8C"/>
    <w:rsid w:val="00244DC6"/>
    <w:rsid w:val="00244EFF"/>
    <w:rsid w:val="00244F63"/>
    <w:rsid w:val="00244F8B"/>
    <w:rsid w:val="00244FB3"/>
    <w:rsid w:val="0024522C"/>
    <w:rsid w:val="0024527B"/>
    <w:rsid w:val="002452B9"/>
    <w:rsid w:val="002452D6"/>
    <w:rsid w:val="00245404"/>
    <w:rsid w:val="00245677"/>
    <w:rsid w:val="0024593A"/>
    <w:rsid w:val="00245A63"/>
    <w:rsid w:val="00245AB7"/>
    <w:rsid w:val="00245B43"/>
    <w:rsid w:val="00245C47"/>
    <w:rsid w:val="00245C82"/>
    <w:rsid w:val="00245D8B"/>
    <w:rsid w:val="00246182"/>
    <w:rsid w:val="002462E6"/>
    <w:rsid w:val="00246376"/>
    <w:rsid w:val="00246442"/>
    <w:rsid w:val="0024690B"/>
    <w:rsid w:val="00246A7A"/>
    <w:rsid w:val="00246A82"/>
    <w:rsid w:val="00246BD0"/>
    <w:rsid w:val="00246C3A"/>
    <w:rsid w:val="00246CD0"/>
    <w:rsid w:val="00246D3A"/>
    <w:rsid w:val="00246EBD"/>
    <w:rsid w:val="00246EEE"/>
    <w:rsid w:val="00247010"/>
    <w:rsid w:val="0024701F"/>
    <w:rsid w:val="0024705B"/>
    <w:rsid w:val="0024711F"/>
    <w:rsid w:val="002471AC"/>
    <w:rsid w:val="002475D4"/>
    <w:rsid w:val="00247A0C"/>
    <w:rsid w:val="00247A17"/>
    <w:rsid w:val="00247B0F"/>
    <w:rsid w:val="00247BB8"/>
    <w:rsid w:val="00247C8D"/>
    <w:rsid w:val="00247CC0"/>
    <w:rsid w:val="00250052"/>
    <w:rsid w:val="002506C3"/>
    <w:rsid w:val="002508C6"/>
    <w:rsid w:val="002508E4"/>
    <w:rsid w:val="00250964"/>
    <w:rsid w:val="00250CC6"/>
    <w:rsid w:val="00250D12"/>
    <w:rsid w:val="00250E4A"/>
    <w:rsid w:val="0025135C"/>
    <w:rsid w:val="00251452"/>
    <w:rsid w:val="0025156B"/>
    <w:rsid w:val="00251573"/>
    <w:rsid w:val="002515D3"/>
    <w:rsid w:val="00251625"/>
    <w:rsid w:val="00251747"/>
    <w:rsid w:val="00251BA3"/>
    <w:rsid w:val="00251D1B"/>
    <w:rsid w:val="00251DAF"/>
    <w:rsid w:val="00251E46"/>
    <w:rsid w:val="00251EDC"/>
    <w:rsid w:val="002521A4"/>
    <w:rsid w:val="002522D2"/>
    <w:rsid w:val="0025231E"/>
    <w:rsid w:val="002523A5"/>
    <w:rsid w:val="00252439"/>
    <w:rsid w:val="00252481"/>
    <w:rsid w:val="0025248E"/>
    <w:rsid w:val="0025279D"/>
    <w:rsid w:val="002527C9"/>
    <w:rsid w:val="00252809"/>
    <w:rsid w:val="0025288F"/>
    <w:rsid w:val="0025290C"/>
    <w:rsid w:val="002530E9"/>
    <w:rsid w:val="00253737"/>
    <w:rsid w:val="00253A81"/>
    <w:rsid w:val="00253AEB"/>
    <w:rsid w:val="00253C39"/>
    <w:rsid w:val="00253D74"/>
    <w:rsid w:val="00253E05"/>
    <w:rsid w:val="0025419C"/>
    <w:rsid w:val="002541DE"/>
    <w:rsid w:val="002543C3"/>
    <w:rsid w:val="002543C8"/>
    <w:rsid w:val="00254851"/>
    <w:rsid w:val="00254889"/>
    <w:rsid w:val="002548FE"/>
    <w:rsid w:val="00254A30"/>
    <w:rsid w:val="00254A7E"/>
    <w:rsid w:val="00254D16"/>
    <w:rsid w:val="00254E2D"/>
    <w:rsid w:val="00255027"/>
    <w:rsid w:val="00255097"/>
    <w:rsid w:val="002550D1"/>
    <w:rsid w:val="002550D4"/>
    <w:rsid w:val="00255173"/>
    <w:rsid w:val="00255208"/>
    <w:rsid w:val="00255417"/>
    <w:rsid w:val="0025544A"/>
    <w:rsid w:val="00255631"/>
    <w:rsid w:val="002556EC"/>
    <w:rsid w:val="002557CF"/>
    <w:rsid w:val="00255A3F"/>
    <w:rsid w:val="00255B6C"/>
    <w:rsid w:val="00255BDC"/>
    <w:rsid w:val="00255C9D"/>
    <w:rsid w:val="00255E46"/>
    <w:rsid w:val="00255ED4"/>
    <w:rsid w:val="0025623C"/>
    <w:rsid w:val="002562B4"/>
    <w:rsid w:val="002563F3"/>
    <w:rsid w:val="00256585"/>
    <w:rsid w:val="002565A6"/>
    <w:rsid w:val="00256629"/>
    <w:rsid w:val="002566E9"/>
    <w:rsid w:val="002568A1"/>
    <w:rsid w:val="0025699F"/>
    <w:rsid w:val="00256A5F"/>
    <w:rsid w:val="00256AA9"/>
    <w:rsid w:val="00256AB0"/>
    <w:rsid w:val="00256CB9"/>
    <w:rsid w:val="00256F53"/>
    <w:rsid w:val="00256FEB"/>
    <w:rsid w:val="00257007"/>
    <w:rsid w:val="002570DF"/>
    <w:rsid w:val="0025715F"/>
    <w:rsid w:val="0025735C"/>
    <w:rsid w:val="00257363"/>
    <w:rsid w:val="002573B1"/>
    <w:rsid w:val="0025746F"/>
    <w:rsid w:val="0025752E"/>
    <w:rsid w:val="002575C1"/>
    <w:rsid w:val="0025776A"/>
    <w:rsid w:val="00257ADF"/>
    <w:rsid w:val="00257BD3"/>
    <w:rsid w:val="00257D48"/>
    <w:rsid w:val="00257DBA"/>
    <w:rsid w:val="00257E2F"/>
    <w:rsid w:val="00257EE1"/>
    <w:rsid w:val="00257FAD"/>
    <w:rsid w:val="002605E5"/>
    <w:rsid w:val="002606CC"/>
    <w:rsid w:val="00260729"/>
    <w:rsid w:val="00260830"/>
    <w:rsid w:val="0026084C"/>
    <w:rsid w:val="00260A2C"/>
    <w:rsid w:val="00260AF6"/>
    <w:rsid w:val="00260B19"/>
    <w:rsid w:val="00260B44"/>
    <w:rsid w:val="00260EE8"/>
    <w:rsid w:val="00261407"/>
    <w:rsid w:val="0026147D"/>
    <w:rsid w:val="00261494"/>
    <w:rsid w:val="0026176D"/>
    <w:rsid w:val="002617A2"/>
    <w:rsid w:val="00261904"/>
    <w:rsid w:val="00261D0B"/>
    <w:rsid w:val="00261D7B"/>
    <w:rsid w:val="00261F1B"/>
    <w:rsid w:val="00261FAD"/>
    <w:rsid w:val="0026200C"/>
    <w:rsid w:val="002621D2"/>
    <w:rsid w:val="00262718"/>
    <w:rsid w:val="002627D4"/>
    <w:rsid w:val="0026282C"/>
    <w:rsid w:val="0026288D"/>
    <w:rsid w:val="002628C0"/>
    <w:rsid w:val="00262BE5"/>
    <w:rsid w:val="00263079"/>
    <w:rsid w:val="00263267"/>
    <w:rsid w:val="002634FC"/>
    <w:rsid w:val="00263959"/>
    <w:rsid w:val="00263A22"/>
    <w:rsid w:val="00263A80"/>
    <w:rsid w:val="00263AD5"/>
    <w:rsid w:val="00263B98"/>
    <w:rsid w:val="00263C4A"/>
    <w:rsid w:val="00263C7D"/>
    <w:rsid w:val="00263D24"/>
    <w:rsid w:val="00263E4B"/>
    <w:rsid w:val="00263E8B"/>
    <w:rsid w:val="00263F94"/>
    <w:rsid w:val="00263FBF"/>
    <w:rsid w:val="0026409A"/>
    <w:rsid w:val="00264141"/>
    <w:rsid w:val="0026417D"/>
    <w:rsid w:val="0026427D"/>
    <w:rsid w:val="00264285"/>
    <w:rsid w:val="002646F4"/>
    <w:rsid w:val="002647D5"/>
    <w:rsid w:val="002647E0"/>
    <w:rsid w:val="00264C6A"/>
    <w:rsid w:val="00264D02"/>
    <w:rsid w:val="00264D57"/>
    <w:rsid w:val="00264DDC"/>
    <w:rsid w:val="00264F8F"/>
    <w:rsid w:val="0026539D"/>
    <w:rsid w:val="00265577"/>
    <w:rsid w:val="002655D7"/>
    <w:rsid w:val="002655E6"/>
    <w:rsid w:val="002656A5"/>
    <w:rsid w:val="00265726"/>
    <w:rsid w:val="00265728"/>
    <w:rsid w:val="0026587F"/>
    <w:rsid w:val="002659FA"/>
    <w:rsid w:val="00265A63"/>
    <w:rsid w:val="00265AA3"/>
    <w:rsid w:val="00265ACA"/>
    <w:rsid w:val="00265B6E"/>
    <w:rsid w:val="00265C2A"/>
    <w:rsid w:val="00265C45"/>
    <w:rsid w:val="00265C77"/>
    <w:rsid w:val="00265CAB"/>
    <w:rsid w:val="00265E21"/>
    <w:rsid w:val="00265F6C"/>
    <w:rsid w:val="00266195"/>
    <w:rsid w:val="00266314"/>
    <w:rsid w:val="002664A8"/>
    <w:rsid w:val="002664DE"/>
    <w:rsid w:val="002665C0"/>
    <w:rsid w:val="00266885"/>
    <w:rsid w:val="0026688E"/>
    <w:rsid w:val="00266907"/>
    <w:rsid w:val="00266CC9"/>
    <w:rsid w:val="00266DA6"/>
    <w:rsid w:val="00266DB9"/>
    <w:rsid w:val="00266DC3"/>
    <w:rsid w:val="0026727B"/>
    <w:rsid w:val="00267385"/>
    <w:rsid w:val="00267476"/>
    <w:rsid w:val="002675FD"/>
    <w:rsid w:val="00267CF4"/>
    <w:rsid w:val="00267D5C"/>
    <w:rsid w:val="00267E0D"/>
    <w:rsid w:val="00267EA6"/>
    <w:rsid w:val="00267F59"/>
    <w:rsid w:val="0027001C"/>
    <w:rsid w:val="00270067"/>
    <w:rsid w:val="0027015C"/>
    <w:rsid w:val="00270290"/>
    <w:rsid w:val="002702D9"/>
    <w:rsid w:val="00270519"/>
    <w:rsid w:val="00270548"/>
    <w:rsid w:val="00270674"/>
    <w:rsid w:val="00270A20"/>
    <w:rsid w:val="00270B71"/>
    <w:rsid w:val="00270C52"/>
    <w:rsid w:val="00270C9D"/>
    <w:rsid w:val="00270CD1"/>
    <w:rsid w:val="00270D42"/>
    <w:rsid w:val="00270D85"/>
    <w:rsid w:val="00270EA6"/>
    <w:rsid w:val="002710B6"/>
    <w:rsid w:val="002710BF"/>
    <w:rsid w:val="0027112D"/>
    <w:rsid w:val="00271419"/>
    <w:rsid w:val="00271446"/>
    <w:rsid w:val="002715E1"/>
    <w:rsid w:val="00271757"/>
    <w:rsid w:val="0027179A"/>
    <w:rsid w:val="00271ACD"/>
    <w:rsid w:val="00271D63"/>
    <w:rsid w:val="00271F87"/>
    <w:rsid w:val="002720DF"/>
    <w:rsid w:val="002724D1"/>
    <w:rsid w:val="00272735"/>
    <w:rsid w:val="00272786"/>
    <w:rsid w:val="00272792"/>
    <w:rsid w:val="00272D39"/>
    <w:rsid w:val="0027318D"/>
    <w:rsid w:val="002732A2"/>
    <w:rsid w:val="002733AF"/>
    <w:rsid w:val="0027359D"/>
    <w:rsid w:val="002736F5"/>
    <w:rsid w:val="00273C05"/>
    <w:rsid w:val="00273CA6"/>
    <w:rsid w:val="00273E7C"/>
    <w:rsid w:val="00273F73"/>
    <w:rsid w:val="00274037"/>
    <w:rsid w:val="00274081"/>
    <w:rsid w:val="002744A2"/>
    <w:rsid w:val="002749A4"/>
    <w:rsid w:val="00274A97"/>
    <w:rsid w:val="00274B5A"/>
    <w:rsid w:val="00274B70"/>
    <w:rsid w:val="00274B93"/>
    <w:rsid w:val="00274FB2"/>
    <w:rsid w:val="00275011"/>
    <w:rsid w:val="0027528A"/>
    <w:rsid w:val="002754A0"/>
    <w:rsid w:val="00275645"/>
    <w:rsid w:val="002756EB"/>
    <w:rsid w:val="002758AE"/>
    <w:rsid w:val="002758B0"/>
    <w:rsid w:val="002758ED"/>
    <w:rsid w:val="00275914"/>
    <w:rsid w:val="002759B5"/>
    <w:rsid w:val="00275A36"/>
    <w:rsid w:val="00275B0E"/>
    <w:rsid w:val="00275E90"/>
    <w:rsid w:val="00275EC4"/>
    <w:rsid w:val="00275F65"/>
    <w:rsid w:val="0027605A"/>
    <w:rsid w:val="00276187"/>
    <w:rsid w:val="002761C9"/>
    <w:rsid w:val="00276536"/>
    <w:rsid w:val="00276542"/>
    <w:rsid w:val="002765F4"/>
    <w:rsid w:val="002765F6"/>
    <w:rsid w:val="00276675"/>
    <w:rsid w:val="002766EC"/>
    <w:rsid w:val="0027671B"/>
    <w:rsid w:val="0027678B"/>
    <w:rsid w:val="002769BD"/>
    <w:rsid w:val="00277176"/>
    <w:rsid w:val="002771E6"/>
    <w:rsid w:val="00277306"/>
    <w:rsid w:val="00277436"/>
    <w:rsid w:val="0027774E"/>
    <w:rsid w:val="00277823"/>
    <w:rsid w:val="00277875"/>
    <w:rsid w:val="00277C55"/>
    <w:rsid w:val="00277F41"/>
    <w:rsid w:val="00277F96"/>
    <w:rsid w:val="00280243"/>
    <w:rsid w:val="00280320"/>
    <w:rsid w:val="002806F1"/>
    <w:rsid w:val="0028071C"/>
    <w:rsid w:val="00280791"/>
    <w:rsid w:val="0028084B"/>
    <w:rsid w:val="002808F6"/>
    <w:rsid w:val="00280A8D"/>
    <w:rsid w:val="00280B97"/>
    <w:rsid w:val="00280D68"/>
    <w:rsid w:val="00280E98"/>
    <w:rsid w:val="002810C2"/>
    <w:rsid w:val="002810C6"/>
    <w:rsid w:val="00281138"/>
    <w:rsid w:val="00281292"/>
    <w:rsid w:val="0028155E"/>
    <w:rsid w:val="002815FD"/>
    <w:rsid w:val="0028167E"/>
    <w:rsid w:val="00281A7C"/>
    <w:rsid w:val="00281AED"/>
    <w:rsid w:val="00281D9C"/>
    <w:rsid w:val="00281EEF"/>
    <w:rsid w:val="00281FA2"/>
    <w:rsid w:val="0028207E"/>
    <w:rsid w:val="002820D4"/>
    <w:rsid w:val="002821DB"/>
    <w:rsid w:val="002822C1"/>
    <w:rsid w:val="00282413"/>
    <w:rsid w:val="00282631"/>
    <w:rsid w:val="00282988"/>
    <w:rsid w:val="00282BA0"/>
    <w:rsid w:val="00282FBD"/>
    <w:rsid w:val="0028315A"/>
    <w:rsid w:val="002833BB"/>
    <w:rsid w:val="002836D2"/>
    <w:rsid w:val="002836F0"/>
    <w:rsid w:val="0028374A"/>
    <w:rsid w:val="0028381A"/>
    <w:rsid w:val="00283879"/>
    <w:rsid w:val="0028391B"/>
    <w:rsid w:val="002839B2"/>
    <w:rsid w:val="00283A4E"/>
    <w:rsid w:val="00283BBA"/>
    <w:rsid w:val="00283D56"/>
    <w:rsid w:val="00283DB1"/>
    <w:rsid w:val="00283DD0"/>
    <w:rsid w:val="00283EA0"/>
    <w:rsid w:val="00284074"/>
    <w:rsid w:val="002841AF"/>
    <w:rsid w:val="002841BB"/>
    <w:rsid w:val="002842AF"/>
    <w:rsid w:val="002843D1"/>
    <w:rsid w:val="002849FA"/>
    <w:rsid w:val="002849FE"/>
    <w:rsid w:val="00284A39"/>
    <w:rsid w:val="00284AE2"/>
    <w:rsid w:val="00284CCB"/>
    <w:rsid w:val="00284E2A"/>
    <w:rsid w:val="00284FCB"/>
    <w:rsid w:val="00284FDA"/>
    <w:rsid w:val="002850FC"/>
    <w:rsid w:val="002851A1"/>
    <w:rsid w:val="00285589"/>
    <w:rsid w:val="0028575B"/>
    <w:rsid w:val="0028580F"/>
    <w:rsid w:val="002858A6"/>
    <w:rsid w:val="00285934"/>
    <w:rsid w:val="0028596C"/>
    <w:rsid w:val="002859B2"/>
    <w:rsid w:val="00285A4A"/>
    <w:rsid w:val="00285A84"/>
    <w:rsid w:val="00285ADF"/>
    <w:rsid w:val="00285AF3"/>
    <w:rsid w:val="00285B5B"/>
    <w:rsid w:val="00285BC7"/>
    <w:rsid w:val="00285C7B"/>
    <w:rsid w:val="00285DF3"/>
    <w:rsid w:val="0028648B"/>
    <w:rsid w:val="002864B1"/>
    <w:rsid w:val="002864D0"/>
    <w:rsid w:val="002864E9"/>
    <w:rsid w:val="0028660F"/>
    <w:rsid w:val="00286880"/>
    <w:rsid w:val="00286884"/>
    <w:rsid w:val="002868AA"/>
    <w:rsid w:val="002868F4"/>
    <w:rsid w:val="002869A7"/>
    <w:rsid w:val="00286B5F"/>
    <w:rsid w:val="00286D22"/>
    <w:rsid w:val="00286DD5"/>
    <w:rsid w:val="00286E56"/>
    <w:rsid w:val="00286FA8"/>
    <w:rsid w:val="00287231"/>
    <w:rsid w:val="0028725C"/>
    <w:rsid w:val="00287331"/>
    <w:rsid w:val="0028747C"/>
    <w:rsid w:val="002874A9"/>
    <w:rsid w:val="002875F0"/>
    <w:rsid w:val="002875FD"/>
    <w:rsid w:val="00287656"/>
    <w:rsid w:val="00287880"/>
    <w:rsid w:val="002878B3"/>
    <w:rsid w:val="002879CF"/>
    <w:rsid w:val="00287A09"/>
    <w:rsid w:val="00287AA4"/>
    <w:rsid w:val="00287ABA"/>
    <w:rsid w:val="00287B00"/>
    <w:rsid w:val="00287CBF"/>
    <w:rsid w:val="00287D7E"/>
    <w:rsid w:val="00287E72"/>
    <w:rsid w:val="00290008"/>
    <w:rsid w:val="00290241"/>
    <w:rsid w:val="0029027C"/>
    <w:rsid w:val="00290A06"/>
    <w:rsid w:val="00290AA9"/>
    <w:rsid w:val="00290E27"/>
    <w:rsid w:val="00290F03"/>
    <w:rsid w:val="00291027"/>
    <w:rsid w:val="002910A2"/>
    <w:rsid w:val="0029128A"/>
    <w:rsid w:val="00291424"/>
    <w:rsid w:val="00291984"/>
    <w:rsid w:val="00291C4A"/>
    <w:rsid w:val="00291E13"/>
    <w:rsid w:val="00291E90"/>
    <w:rsid w:val="00291EC3"/>
    <w:rsid w:val="00291EED"/>
    <w:rsid w:val="0029209C"/>
    <w:rsid w:val="00292264"/>
    <w:rsid w:val="0029246F"/>
    <w:rsid w:val="00292509"/>
    <w:rsid w:val="00292543"/>
    <w:rsid w:val="0029271A"/>
    <w:rsid w:val="002928C5"/>
    <w:rsid w:val="00292937"/>
    <w:rsid w:val="0029293E"/>
    <w:rsid w:val="002929FF"/>
    <w:rsid w:val="00292A44"/>
    <w:rsid w:val="00292AFA"/>
    <w:rsid w:val="00292ED1"/>
    <w:rsid w:val="00292F98"/>
    <w:rsid w:val="0029315D"/>
    <w:rsid w:val="00293291"/>
    <w:rsid w:val="00293389"/>
    <w:rsid w:val="00293611"/>
    <w:rsid w:val="002938B5"/>
    <w:rsid w:val="002938D6"/>
    <w:rsid w:val="002939F2"/>
    <w:rsid w:val="00293C3B"/>
    <w:rsid w:val="00293F0A"/>
    <w:rsid w:val="0029458B"/>
    <w:rsid w:val="002945B3"/>
    <w:rsid w:val="00294BB1"/>
    <w:rsid w:val="00294D1C"/>
    <w:rsid w:val="00294F2B"/>
    <w:rsid w:val="002950C0"/>
    <w:rsid w:val="002950CA"/>
    <w:rsid w:val="00295124"/>
    <w:rsid w:val="0029532C"/>
    <w:rsid w:val="00295432"/>
    <w:rsid w:val="002954FD"/>
    <w:rsid w:val="0029563F"/>
    <w:rsid w:val="00295847"/>
    <w:rsid w:val="002958C4"/>
    <w:rsid w:val="00295CBA"/>
    <w:rsid w:val="002961D0"/>
    <w:rsid w:val="002962D1"/>
    <w:rsid w:val="0029632E"/>
    <w:rsid w:val="002963EE"/>
    <w:rsid w:val="0029650A"/>
    <w:rsid w:val="00296709"/>
    <w:rsid w:val="002969C4"/>
    <w:rsid w:val="002969FA"/>
    <w:rsid w:val="00296A88"/>
    <w:rsid w:val="00296B1D"/>
    <w:rsid w:val="00296BF0"/>
    <w:rsid w:val="00296D4D"/>
    <w:rsid w:val="00296F8E"/>
    <w:rsid w:val="00297070"/>
    <w:rsid w:val="00297188"/>
    <w:rsid w:val="002971C1"/>
    <w:rsid w:val="002974B7"/>
    <w:rsid w:val="002974E7"/>
    <w:rsid w:val="00297585"/>
    <w:rsid w:val="0029767C"/>
    <w:rsid w:val="002976EE"/>
    <w:rsid w:val="002977B6"/>
    <w:rsid w:val="00297835"/>
    <w:rsid w:val="00297A9B"/>
    <w:rsid w:val="00297AAE"/>
    <w:rsid w:val="00297C2B"/>
    <w:rsid w:val="00297C7D"/>
    <w:rsid w:val="00297DD6"/>
    <w:rsid w:val="002A0082"/>
    <w:rsid w:val="002A00C6"/>
    <w:rsid w:val="002A0265"/>
    <w:rsid w:val="002A027C"/>
    <w:rsid w:val="002A033E"/>
    <w:rsid w:val="002A0609"/>
    <w:rsid w:val="002A060D"/>
    <w:rsid w:val="002A069D"/>
    <w:rsid w:val="002A0808"/>
    <w:rsid w:val="002A0999"/>
    <w:rsid w:val="002A0C45"/>
    <w:rsid w:val="002A0EA6"/>
    <w:rsid w:val="002A0F3C"/>
    <w:rsid w:val="002A0F81"/>
    <w:rsid w:val="002A1018"/>
    <w:rsid w:val="002A107D"/>
    <w:rsid w:val="002A13CF"/>
    <w:rsid w:val="002A1406"/>
    <w:rsid w:val="002A15FE"/>
    <w:rsid w:val="002A1687"/>
    <w:rsid w:val="002A1854"/>
    <w:rsid w:val="002A1B97"/>
    <w:rsid w:val="002A1C0B"/>
    <w:rsid w:val="002A1CFA"/>
    <w:rsid w:val="002A1E36"/>
    <w:rsid w:val="002A1EC8"/>
    <w:rsid w:val="002A2113"/>
    <w:rsid w:val="002A22BD"/>
    <w:rsid w:val="002A234C"/>
    <w:rsid w:val="002A2389"/>
    <w:rsid w:val="002A23A4"/>
    <w:rsid w:val="002A24FE"/>
    <w:rsid w:val="002A264A"/>
    <w:rsid w:val="002A2987"/>
    <w:rsid w:val="002A2A44"/>
    <w:rsid w:val="002A2D9A"/>
    <w:rsid w:val="002A2F0A"/>
    <w:rsid w:val="002A2F40"/>
    <w:rsid w:val="002A310F"/>
    <w:rsid w:val="002A318F"/>
    <w:rsid w:val="002A32CD"/>
    <w:rsid w:val="002A32D8"/>
    <w:rsid w:val="002A3593"/>
    <w:rsid w:val="002A35FB"/>
    <w:rsid w:val="002A3630"/>
    <w:rsid w:val="002A386E"/>
    <w:rsid w:val="002A3945"/>
    <w:rsid w:val="002A3A66"/>
    <w:rsid w:val="002A3F4D"/>
    <w:rsid w:val="002A3FA1"/>
    <w:rsid w:val="002A4429"/>
    <w:rsid w:val="002A46B0"/>
    <w:rsid w:val="002A4886"/>
    <w:rsid w:val="002A4B05"/>
    <w:rsid w:val="002A4B62"/>
    <w:rsid w:val="002A4E5D"/>
    <w:rsid w:val="002A4F61"/>
    <w:rsid w:val="002A523E"/>
    <w:rsid w:val="002A53EC"/>
    <w:rsid w:val="002A544B"/>
    <w:rsid w:val="002A556E"/>
    <w:rsid w:val="002A5610"/>
    <w:rsid w:val="002A5688"/>
    <w:rsid w:val="002A57CC"/>
    <w:rsid w:val="002A5845"/>
    <w:rsid w:val="002A5B32"/>
    <w:rsid w:val="002A5B3D"/>
    <w:rsid w:val="002A5B5F"/>
    <w:rsid w:val="002A5B71"/>
    <w:rsid w:val="002A5C19"/>
    <w:rsid w:val="002A5D23"/>
    <w:rsid w:val="002A5D67"/>
    <w:rsid w:val="002A5E62"/>
    <w:rsid w:val="002A5F45"/>
    <w:rsid w:val="002A5F53"/>
    <w:rsid w:val="002A62A4"/>
    <w:rsid w:val="002A6329"/>
    <w:rsid w:val="002A6574"/>
    <w:rsid w:val="002A65BF"/>
    <w:rsid w:val="002A6601"/>
    <w:rsid w:val="002A6A17"/>
    <w:rsid w:val="002A6BE3"/>
    <w:rsid w:val="002A6C73"/>
    <w:rsid w:val="002A6C81"/>
    <w:rsid w:val="002A6EE5"/>
    <w:rsid w:val="002A70CE"/>
    <w:rsid w:val="002A70E8"/>
    <w:rsid w:val="002A7324"/>
    <w:rsid w:val="002A7484"/>
    <w:rsid w:val="002A7493"/>
    <w:rsid w:val="002A7525"/>
    <w:rsid w:val="002A75A5"/>
    <w:rsid w:val="002A79B5"/>
    <w:rsid w:val="002A79C0"/>
    <w:rsid w:val="002A7A82"/>
    <w:rsid w:val="002A7A97"/>
    <w:rsid w:val="002A7C8D"/>
    <w:rsid w:val="002A7D93"/>
    <w:rsid w:val="002B0037"/>
    <w:rsid w:val="002B057B"/>
    <w:rsid w:val="002B0616"/>
    <w:rsid w:val="002B0630"/>
    <w:rsid w:val="002B0631"/>
    <w:rsid w:val="002B069F"/>
    <w:rsid w:val="002B080B"/>
    <w:rsid w:val="002B0984"/>
    <w:rsid w:val="002B09B2"/>
    <w:rsid w:val="002B09C2"/>
    <w:rsid w:val="002B09F6"/>
    <w:rsid w:val="002B0A61"/>
    <w:rsid w:val="002B0C22"/>
    <w:rsid w:val="002B0C3C"/>
    <w:rsid w:val="002B0D77"/>
    <w:rsid w:val="002B0F5F"/>
    <w:rsid w:val="002B1201"/>
    <w:rsid w:val="002B1240"/>
    <w:rsid w:val="002B12AA"/>
    <w:rsid w:val="002B13EE"/>
    <w:rsid w:val="002B1411"/>
    <w:rsid w:val="002B1487"/>
    <w:rsid w:val="002B17C2"/>
    <w:rsid w:val="002B17E1"/>
    <w:rsid w:val="002B1A66"/>
    <w:rsid w:val="002B1B7D"/>
    <w:rsid w:val="002B1C23"/>
    <w:rsid w:val="002B21CD"/>
    <w:rsid w:val="002B2314"/>
    <w:rsid w:val="002B263A"/>
    <w:rsid w:val="002B2878"/>
    <w:rsid w:val="002B2920"/>
    <w:rsid w:val="002B2927"/>
    <w:rsid w:val="002B2CB8"/>
    <w:rsid w:val="002B2CEC"/>
    <w:rsid w:val="002B2D81"/>
    <w:rsid w:val="002B2D99"/>
    <w:rsid w:val="002B2EDD"/>
    <w:rsid w:val="002B2F1E"/>
    <w:rsid w:val="002B307B"/>
    <w:rsid w:val="002B3163"/>
    <w:rsid w:val="002B322F"/>
    <w:rsid w:val="002B326F"/>
    <w:rsid w:val="002B332D"/>
    <w:rsid w:val="002B349B"/>
    <w:rsid w:val="002B370F"/>
    <w:rsid w:val="002B39B5"/>
    <w:rsid w:val="002B3D78"/>
    <w:rsid w:val="002B3F14"/>
    <w:rsid w:val="002B3F34"/>
    <w:rsid w:val="002B417B"/>
    <w:rsid w:val="002B424B"/>
    <w:rsid w:val="002B435D"/>
    <w:rsid w:val="002B4397"/>
    <w:rsid w:val="002B43F3"/>
    <w:rsid w:val="002B466D"/>
    <w:rsid w:val="002B473F"/>
    <w:rsid w:val="002B47F4"/>
    <w:rsid w:val="002B48D0"/>
    <w:rsid w:val="002B4A43"/>
    <w:rsid w:val="002B4A90"/>
    <w:rsid w:val="002B4AE3"/>
    <w:rsid w:val="002B4B3E"/>
    <w:rsid w:val="002B4CEB"/>
    <w:rsid w:val="002B4DC5"/>
    <w:rsid w:val="002B4E9B"/>
    <w:rsid w:val="002B5320"/>
    <w:rsid w:val="002B5413"/>
    <w:rsid w:val="002B54E1"/>
    <w:rsid w:val="002B5533"/>
    <w:rsid w:val="002B5796"/>
    <w:rsid w:val="002B5BAF"/>
    <w:rsid w:val="002B5E48"/>
    <w:rsid w:val="002B6027"/>
    <w:rsid w:val="002B62C2"/>
    <w:rsid w:val="002B62C3"/>
    <w:rsid w:val="002B62C9"/>
    <w:rsid w:val="002B635E"/>
    <w:rsid w:val="002B65EC"/>
    <w:rsid w:val="002B692F"/>
    <w:rsid w:val="002B6ACD"/>
    <w:rsid w:val="002B6B44"/>
    <w:rsid w:val="002B6FDE"/>
    <w:rsid w:val="002B700F"/>
    <w:rsid w:val="002B7112"/>
    <w:rsid w:val="002B7186"/>
    <w:rsid w:val="002B7263"/>
    <w:rsid w:val="002B7474"/>
    <w:rsid w:val="002B759A"/>
    <w:rsid w:val="002B7754"/>
    <w:rsid w:val="002B77E2"/>
    <w:rsid w:val="002B78B5"/>
    <w:rsid w:val="002B79DC"/>
    <w:rsid w:val="002B7AAA"/>
    <w:rsid w:val="002B7D3E"/>
    <w:rsid w:val="002B7DFB"/>
    <w:rsid w:val="002B7F6D"/>
    <w:rsid w:val="002B7FEE"/>
    <w:rsid w:val="002C00F9"/>
    <w:rsid w:val="002C0165"/>
    <w:rsid w:val="002C0254"/>
    <w:rsid w:val="002C04F4"/>
    <w:rsid w:val="002C0860"/>
    <w:rsid w:val="002C0984"/>
    <w:rsid w:val="002C0A97"/>
    <w:rsid w:val="002C0CFA"/>
    <w:rsid w:val="002C11B3"/>
    <w:rsid w:val="002C1210"/>
    <w:rsid w:val="002C13BE"/>
    <w:rsid w:val="002C15AE"/>
    <w:rsid w:val="002C160A"/>
    <w:rsid w:val="002C1AE0"/>
    <w:rsid w:val="002C1B3E"/>
    <w:rsid w:val="002C1D69"/>
    <w:rsid w:val="002C1E96"/>
    <w:rsid w:val="002C1EA6"/>
    <w:rsid w:val="002C1F72"/>
    <w:rsid w:val="002C210B"/>
    <w:rsid w:val="002C2484"/>
    <w:rsid w:val="002C2728"/>
    <w:rsid w:val="002C27A6"/>
    <w:rsid w:val="002C27DC"/>
    <w:rsid w:val="002C288D"/>
    <w:rsid w:val="002C28C1"/>
    <w:rsid w:val="002C298B"/>
    <w:rsid w:val="002C2C09"/>
    <w:rsid w:val="002C2C8D"/>
    <w:rsid w:val="002C32B7"/>
    <w:rsid w:val="002C3524"/>
    <w:rsid w:val="002C366A"/>
    <w:rsid w:val="002C36E9"/>
    <w:rsid w:val="002C3837"/>
    <w:rsid w:val="002C3892"/>
    <w:rsid w:val="002C3B10"/>
    <w:rsid w:val="002C3B11"/>
    <w:rsid w:val="002C3BCA"/>
    <w:rsid w:val="002C3CA1"/>
    <w:rsid w:val="002C4036"/>
    <w:rsid w:val="002C40ED"/>
    <w:rsid w:val="002C4375"/>
    <w:rsid w:val="002C43B4"/>
    <w:rsid w:val="002C45CE"/>
    <w:rsid w:val="002C46F8"/>
    <w:rsid w:val="002C47ED"/>
    <w:rsid w:val="002C48A5"/>
    <w:rsid w:val="002C4A17"/>
    <w:rsid w:val="002C4B14"/>
    <w:rsid w:val="002C4D6F"/>
    <w:rsid w:val="002C4EEE"/>
    <w:rsid w:val="002C4F6E"/>
    <w:rsid w:val="002C5306"/>
    <w:rsid w:val="002C5504"/>
    <w:rsid w:val="002C5580"/>
    <w:rsid w:val="002C57EF"/>
    <w:rsid w:val="002C580A"/>
    <w:rsid w:val="002C586A"/>
    <w:rsid w:val="002C590B"/>
    <w:rsid w:val="002C5F5A"/>
    <w:rsid w:val="002C5FA2"/>
    <w:rsid w:val="002C61D2"/>
    <w:rsid w:val="002C6311"/>
    <w:rsid w:val="002C6382"/>
    <w:rsid w:val="002C6488"/>
    <w:rsid w:val="002C64A2"/>
    <w:rsid w:val="002C64FC"/>
    <w:rsid w:val="002C66A8"/>
    <w:rsid w:val="002C67E7"/>
    <w:rsid w:val="002C681F"/>
    <w:rsid w:val="002C6B24"/>
    <w:rsid w:val="002C6B89"/>
    <w:rsid w:val="002C6CF7"/>
    <w:rsid w:val="002C6FC7"/>
    <w:rsid w:val="002C702B"/>
    <w:rsid w:val="002C70AD"/>
    <w:rsid w:val="002C7389"/>
    <w:rsid w:val="002C7632"/>
    <w:rsid w:val="002C76D7"/>
    <w:rsid w:val="002C7728"/>
    <w:rsid w:val="002C79F1"/>
    <w:rsid w:val="002C7B97"/>
    <w:rsid w:val="002C7C67"/>
    <w:rsid w:val="002D0111"/>
    <w:rsid w:val="002D013E"/>
    <w:rsid w:val="002D016D"/>
    <w:rsid w:val="002D0227"/>
    <w:rsid w:val="002D02D4"/>
    <w:rsid w:val="002D05B3"/>
    <w:rsid w:val="002D080F"/>
    <w:rsid w:val="002D082D"/>
    <w:rsid w:val="002D0840"/>
    <w:rsid w:val="002D08A0"/>
    <w:rsid w:val="002D08C9"/>
    <w:rsid w:val="002D0A1F"/>
    <w:rsid w:val="002D0E99"/>
    <w:rsid w:val="002D0FD7"/>
    <w:rsid w:val="002D1007"/>
    <w:rsid w:val="002D101F"/>
    <w:rsid w:val="002D102A"/>
    <w:rsid w:val="002D104B"/>
    <w:rsid w:val="002D12EE"/>
    <w:rsid w:val="002D1301"/>
    <w:rsid w:val="002D1430"/>
    <w:rsid w:val="002D151A"/>
    <w:rsid w:val="002D15A6"/>
    <w:rsid w:val="002D1648"/>
    <w:rsid w:val="002D17A3"/>
    <w:rsid w:val="002D17DB"/>
    <w:rsid w:val="002D1823"/>
    <w:rsid w:val="002D187A"/>
    <w:rsid w:val="002D18C7"/>
    <w:rsid w:val="002D1927"/>
    <w:rsid w:val="002D1B50"/>
    <w:rsid w:val="002D1E0B"/>
    <w:rsid w:val="002D1E92"/>
    <w:rsid w:val="002D1EE8"/>
    <w:rsid w:val="002D2007"/>
    <w:rsid w:val="002D2095"/>
    <w:rsid w:val="002D2313"/>
    <w:rsid w:val="002D23E6"/>
    <w:rsid w:val="002D2877"/>
    <w:rsid w:val="002D2D3A"/>
    <w:rsid w:val="002D2FEE"/>
    <w:rsid w:val="002D3030"/>
    <w:rsid w:val="002D32AB"/>
    <w:rsid w:val="002D3311"/>
    <w:rsid w:val="002D33BD"/>
    <w:rsid w:val="002D34A9"/>
    <w:rsid w:val="002D353B"/>
    <w:rsid w:val="002D362C"/>
    <w:rsid w:val="002D37C9"/>
    <w:rsid w:val="002D3858"/>
    <w:rsid w:val="002D386E"/>
    <w:rsid w:val="002D3976"/>
    <w:rsid w:val="002D3E09"/>
    <w:rsid w:val="002D4068"/>
    <w:rsid w:val="002D42D5"/>
    <w:rsid w:val="002D4339"/>
    <w:rsid w:val="002D43C4"/>
    <w:rsid w:val="002D44C6"/>
    <w:rsid w:val="002D45CC"/>
    <w:rsid w:val="002D4762"/>
    <w:rsid w:val="002D491A"/>
    <w:rsid w:val="002D4A7C"/>
    <w:rsid w:val="002D4B46"/>
    <w:rsid w:val="002D4BE8"/>
    <w:rsid w:val="002D4D98"/>
    <w:rsid w:val="002D4FD5"/>
    <w:rsid w:val="002D50EE"/>
    <w:rsid w:val="002D5166"/>
    <w:rsid w:val="002D552A"/>
    <w:rsid w:val="002D5744"/>
    <w:rsid w:val="002D57ED"/>
    <w:rsid w:val="002D5839"/>
    <w:rsid w:val="002D5867"/>
    <w:rsid w:val="002D58AC"/>
    <w:rsid w:val="002D5A40"/>
    <w:rsid w:val="002D5AEC"/>
    <w:rsid w:val="002D5B81"/>
    <w:rsid w:val="002D5CC3"/>
    <w:rsid w:val="002D5D69"/>
    <w:rsid w:val="002D6036"/>
    <w:rsid w:val="002D60B0"/>
    <w:rsid w:val="002D61CC"/>
    <w:rsid w:val="002D642B"/>
    <w:rsid w:val="002D6696"/>
    <w:rsid w:val="002D675C"/>
    <w:rsid w:val="002D67BA"/>
    <w:rsid w:val="002D68A9"/>
    <w:rsid w:val="002D69CF"/>
    <w:rsid w:val="002D6AA5"/>
    <w:rsid w:val="002D6B0A"/>
    <w:rsid w:val="002D6D88"/>
    <w:rsid w:val="002D6DAE"/>
    <w:rsid w:val="002D6E76"/>
    <w:rsid w:val="002D7001"/>
    <w:rsid w:val="002D7042"/>
    <w:rsid w:val="002D707C"/>
    <w:rsid w:val="002D724E"/>
    <w:rsid w:val="002D73BA"/>
    <w:rsid w:val="002D7499"/>
    <w:rsid w:val="002D773D"/>
    <w:rsid w:val="002D7794"/>
    <w:rsid w:val="002D787C"/>
    <w:rsid w:val="002D789D"/>
    <w:rsid w:val="002D7ABE"/>
    <w:rsid w:val="002D7D97"/>
    <w:rsid w:val="002E003E"/>
    <w:rsid w:val="002E00BF"/>
    <w:rsid w:val="002E014F"/>
    <w:rsid w:val="002E01AC"/>
    <w:rsid w:val="002E0395"/>
    <w:rsid w:val="002E0403"/>
    <w:rsid w:val="002E0414"/>
    <w:rsid w:val="002E0420"/>
    <w:rsid w:val="002E04FD"/>
    <w:rsid w:val="002E0B2D"/>
    <w:rsid w:val="002E0BCC"/>
    <w:rsid w:val="002E0BFA"/>
    <w:rsid w:val="002E0C0D"/>
    <w:rsid w:val="002E0EA8"/>
    <w:rsid w:val="002E0F33"/>
    <w:rsid w:val="002E10D2"/>
    <w:rsid w:val="002E1128"/>
    <w:rsid w:val="002E13D1"/>
    <w:rsid w:val="002E16A0"/>
    <w:rsid w:val="002E173B"/>
    <w:rsid w:val="002E18A5"/>
    <w:rsid w:val="002E19DC"/>
    <w:rsid w:val="002E1DDB"/>
    <w:rsid w:val="002E1F2F"/>
    <w:rsid w:val="002E1FF6"/>
    <w:rsid w:val="002E2002"/>
    <w:rsid w:val="002E214C"/>
    <w:rsid w:val="002E2301"/>
    <w:rsid w:val="002E2314"/>
    <w:rsid w:val="002E2574"/>
    <w:rsid w:val="002E2783"/>
    <w:rsid w:val="002E27F3"/>
    <w:rsid w:val="002E2C41"/>
    <w:rsid w:val="002E2C4C"/>
    <w:rsid w:val="002E2E9D"/>
    <w:rsid w:val="002E2F1A"/>
    <w:rsid w:val="002E30AE"/>
    <w:rsid w:val="002E30E6"/>
    <w:rsid w:val="002E3153"/>
    <w:rsid w:val="002E31A0"/>
    <w:rsid w:val="002E33E2"/>
    <w:rsid w:val="002E3609"/>
    <w:rsid w:val="002E39BB"/>
    <w:rsid w:val="002E3A05"/>
    <w:rsid w:val="002E3AB8"/>
    <w:rsid w:val="002E3B00"/>
    <w:rsid w:val="002E3D64"/>
    <w:rsid w:val="002E3F87"/>
    <w:rsid w:val="002E400D"/>
    <w:rsid w:val="002E408A"/>
    <w:rsid w:val="002E4130"/>
    <w:rsid w:val="002E4266"/>
    <w:rsid w:val="002E431A"/>
    <w:rsid w:val="002E439B"/>
    <w:rsid w:val="002E43DB"/>
    <w:rsid w:val="002E448F"/>
    <w:rsid w:val="002E47D1"/>
    <w:rsid w:val="002E4801"/>
    <w:rsid w:val="002E4825"/>
    <w:rsid w:val="002E4853"/>
    <w:rsid w:val="002E48D9"/>
    <w:rsid w:val="002E49E6"/>
    <w:rsid w:val="002E4B7C"/>
    <w:rsid w:val="002E4BB4"/>
    <w:rsid w:val="002E4C30"/>
    <w:rsid w:val="002E4F21"/>
    <w:rsid w:val="002E4FA2"/>
    <w:rsid w:val="002E4FDB"/>
    <w:rsid w:val="002E50C2"/>
    <w:rsid w:val="002E53F2"/>
    <w:rsid w:val="002E5449"/>
    <w:rsid w:val="002E55BA"/>
    <w:rsid w:val="002E577C"/>
    <w:rsid w:val="002E577D"/>
    <w:rsid w:val="002E595B"/>
    <w:rsid w:val="002E5998"/>
    <w:rsid w:val="002E59E5"/>
    <w:rsid w:val="002E5A19"/>
    <w:rsid w:val="002E5A6C"/>
    <w:rsid w:val="002E5A83"/>
    <w:rsid w:val="002E5E12"/>
    <w:rsid w:val="002E5FAF"/>
    <w:rsid w:val="002E6050"/>
    <w:rsid w:val="002E616C"/>
    <w:rsid w:val="002E63D6"/>
    <w:rsid w:val="002E63F0"/>
    <w:rsid w:val="002E6690"/>
    <w:rsid w:val="002E66EE"/>
    <w:rsid w:val="002E6773"/>
    <w:rsid w:val="002E68F5"/>
    <w:rsid w:val="002E69EA"/>
    <w:rsid w:val="002E6BE3"/>
    <w:rsid w:val="002E6D91"/>
    <w:rsid w:val="002E6DB6"/>
    <w:rsid w:val="002E6E42"/>
    <w:rsid w:val="002E6EB4"/>
    <w:rsid w:val="002E711E"/>
    <w:rsid w:val="002E7317"/>
    <w:rsid w:val="002E75AA"/>
    <w:rsid w:val="002E765B"/>
    <w:rsid w:val="002E772C"/>
    <w:rsid w:val="002E789C"/>
    <w:rsid w:val="002E79BD"/>
    <w:rsid w:val="002E7B0E"/>
    <w:rsid w:val="002E7B40"/>
    <w:rsid w:val="002E7B96"/>
    <w:rsid w:val="002E7E9C"/>
    <w:rsid w:val="002E7FA8"/>
    <w:rsid w:val="002F0031"/>
    <w:rsid w:val="002F024E"/>
    <w:rsid w:val="002F05D9"/>
    <w:rsid w:val="002F093A"/>
    <w:rsid w:val="002F098B"/>
    <w:rsid w:val="002F0AB4"/>
    <w:rsid w:val="002F0E5D"/>
    <w:rsid w:val="002F0E9E"/>
    <w:rsid w:val="002F105D"/>
    <w:rsid w:val="002F1414"/>
    <w:rsid w:val="002F15E1"/>
    <w:rsid w:val="002F16E1"/>
    <w:rsid w:val="002F1BB3"/>
    <w:rsid w:val="002F1C7F"/>
    <w:rsid w:val="002F1CD1"/>
    <w:rsid w:val="002F1D99"/>
    <w:rsid w:val="002F1DBF"/>
    <w:rsid w:val="002F1EC6"/>
    <w:rsid w:val="002F222F"/>
    <w:rsid w:val="002F22DD"/>
    <w:rsid w:val="002F23AB"/>
    <w:rsid w:val="002F2417"/>
    <w:rsid w:val="002F2511"/>
    <w:rsid w:val="002F2603"/>
    <w:rsid w:val="002F2A66"/>
    <w:rsid w:val="002F2B8E"/>
    <w:rsid w:val="002F2BF7"/>
    <w:rsid w:val="002F2E93"/>
    <w:rsid w:val="002F3421"/>
    <w:rsid w:val="002F3773"/>
    <w:rsid w:val="002F3983"/>
    <w:rsid w:val="002F3A88"/>
    <w:rsid w:val="002F3C0B"/>
    <w:rsid w:val="002F3D4B"/>
    <w:rsid w:val="002F3FEE"/>
    <w:rsid w:val="002F4108"/>
    <w:rsid w:val="002F4198"/>
    <w:rsid w:val="002F4734"/>
    <w:rsid w:val="002F4793"/>
    <w:rsid w:val="002F482C"/>
    <w:rsid w:val="002F489C"/>
    <w:rsid w:val="002F4AB4"/>
    <w:rsid w:val="002F4B28"/>
    <w:rsid w:val="002F4B77"/>
    <w:rsid w:val="002F4B88"/>
    <w:rsid w:val="002F4C29"/>
    <w:rsid w:val="002F4CE0"/>
    <w:rsid w:val="002F4DC8"/>
    <w:rsid w:val="002F4E31"/>
    <w:rsid w:val="002F4E86"/>
    <w:rsid w:val="002F5106"/>
    <w:rsid w:val="002F5786"/>
    <w:rsid w:val="002F5803"/>
    <w:rsid w:val="002F5831"/>
    <w:rsid w:val="002F5C6B"/>
    <w:rsid w:val="002F5D29"/>
    <w:rsid w:val="002F5E6C"/>
    <w:rsid w:val="002F601C"/>
    <w:rsid w:val="002F6041"/>
    <w:rsid w:val="002F61E8"/>
    <w:rsid w:val="002F6204"/>
    <w:rsid w:val="002F649A"/>
    <w:rsid w:val="002F6628"/>
    <w:rsid w:val="002F667C"/>
    <w:rsid w:val="002F673B"/>
    <w:rsid w:val="002F68FC"/>
    <w:rsid w:val="002F701E"/>
    <w:rsid w:val="002F7271"/>
    <w:rsid w:val="002F7281"/>
    <w:rsid w:val="002F728F"/>
    <w:rsid w:val="002F7735"/>
    <w:rsid w:val="002F7778"/>
    <w:rsid w:val="002F77D4"/>
    <w:rsid w:val="002F7969"/>
    <w:rsid w:val="002F7A30"/>
    <w:rsid w:val="002F7BBA"/>
    <w:rsid w:val="002F7C5D"/>
    <w:rsid w:val="002F7F00"/>
    <w:rsid w:val="00300103"/>
    <w:rsid w:val="00300121"/>
    <w:rsid w:val="00300257"/>
    <w:rsid w:val="0030026C"/>
    <w:rsid w:val="003003CC"/>
    <w:rsid w:val="003005C4"/>
    <w:rsid w:val="00300649"/>
    <w:rsid w:val="00300738"/>
    <w:rsid w:val="003007ED"/>
    <w:rsid w:val="00300B67"/>
    <w:rsid w:val="00300BB0"/>
    <w:rsid w:val="00300BD0"/>
    <w:rsid w:val="00300E2A"/>
    <w:rsid w:val="0030117D"/>
    <w:rsid w:val="003012C8"/>
    <w:rsid w:val="003012FA"/>
    <w:rsid w:val="003014B9"/>
    <w:rsid w:val="0030184A"/>
    <w:rsid w:val="00301A5B"/>
    <w:rsid w:val="00301AFB"/>
    <w:rsid w:val="00301BC9"/>
    <w:rsid w:val="00301DB8"/>
    <w:rsid w:val="00301EB7"/>
    <w:rsid w:val="00302038"/>
    <w:rsid w:val="0030208F"/>
    <w:rsid w:val="003020B4"/>
    <w:rsid w:val="003021BB"/>
    <w:rsid w:val="0030230B"/>
    <w:rsid w:val="00302330"/>
    <w:rsid w:val="0030238D"/>
    <w:rsid w:val="003024C6"/>
    <w:rsid w:val="00302552"/>
    <w:rsid w:val="0030267D"/>
    <w:rsid w:val="00302690"/>
    <w:rsid w:val="00302776"/>
    <w:rsid w:val="00302822"/>
    <w:rsid w:val="00302841"/>
    <w:rsid w:val="003028A2"/>
    <w:rsid w:val="00302A13"/>
    <w:rsid w:val="00302AF7"/>
    <w:rsid w:val="00302B31"/>
    <w:rsid w:val="00302CE5"/>
    <w:rsid w:val="0030307C"/>
    <w:rsid w:val="00303204"/>
    <w:rsid w:val="003032C6"/>
    <w:rsid w:val="003035F7"/>
    <w:rsid w:val="003036E3"/>
    <w:rsid w:val="0030371B"/>
    <w:rsid w:val="00303863"/>
    <w:rsid w:val="00303EDC"/>
    <w:rsid w:val="00303FEF"/>
    <w:rsid w:val="00304103"/>
    <w:rsid w:val="003041C1"/>
    <w:rsid w:val="003045BD"/>
    <w:rsid w:val="003045C8"/>
    <w:rsid w:val="003045C9"/>
    <w:rsid w:val="00304778"/>
    <w:rsid w:val="00304ADA"/>
    <w:rsid w:val="00304F14"/>
    <w:rsid w:val="00304F17"/>
    <w:rsid w:val="00304FDA"/>
    <w:rsid w:val="00305033"/>
    <w:rsid w:val="0030514D"/>
    <w:rsid w:val="00305296"/>
    <w:rsid w:val="00305378"/>
    <w:rsid w:val="0030543F"/>
    <w:rsid w:val="003054B7"/>
    <w:rsid w:val="003055E1"/>
    <w:rsid w:val="003055F2"/>
    <w:rsid w:val="00305660"/>
    <w:rsid w:val="003056C2"/>
    <w:rsid w:val="003057D6"/>
    <w:rsid w:val="003058E3"/>
    <w:rsid w:val="00305922"/>
    <w:rsid w:val="00305961"/>
    <w:rsid w:val="00305C67"/>
    <w:rsid w:val="00305E70"/>
    <w:rsid w:val="00305E98"/>
    <w:rsid w:val="00305FFC"/>
    <w:rsid w:val="003060F6"/>
    <w:rsid w:val="003065DB"/>
    <w:rsid w:val="0030661C"/>
    <w:rsid w:val="00306638"/>
    <w:rsid w:val="00306645"/>
    <w:rsid w:val="003067AC"/>
    <w:rsid w:val="003067D2"/>
    <w:rsid w:val="00306841"/>
    <w:rsid w:val="003068A0"/>
    <w:rsid w:val="00306CFA"/>
    <w:rsid w:val="00306D9A"/>
    <w:rsid w:val="00306E3A"/>
    <w:rsid w:val="00306ECA"/>
    <w:rsid w:val="00306F7E"/>
    <w:rsid w:val="0030703D"/>
    <w:rsid w:val="003070AD"/>
    <w:rsid w:val="00307186"/>
    <w:rsid w:val="003076A5"/>
    <w:rsid w:val="00307983"/>
    <w:rsid w:val="00307B76"/>
    <w:rsid w:val="00307BA4"/>
    <w:rsid w:val="00307C12"/>
    <w:rsid w:val="00307CA4"/>
    <w:rsid w:val="003105F0"/>
    <w:rsid w:val="00310876"/>
    <w:rsid w:val="00310AA1"/>
    <w:rsid w:val="00310E70"/>
    <w:rsid w:val="0031110B"/>
    <w:rsid w:val="00311448"/>
    <w:rsid w:val="0031146A"/>
    <w:rsid w:val="003116E2"/>
    <w:rsid w:val="0031178F"/>
    <w:rsid w:val="003117BB"/>
    <w:rsid w:val="003118BB"/>
    <w:rsid w:val="003118DE"/>
    <w:rsid w:val="00311958"/>
    <w:rsid w:val="003119F1"/>
    <w:rsid w:val="00311A78"/>
    <w:rsid w:val="00311BA4"/>
    <w:rsid w:val="00311C64"/>
    <w:rsid w:val="00311FEA"/>
    <w:rsid w:val="0031216D"/>
    <w:rsid w:val="00312237"/>
    <w:rsid w:val="003122A2"/>
    <w:rsid w:val="003122FF"/>
    <w:rsid w:val="00312363"/>
    <w:rsid w:val="003125F2"/>
    <w:rsid w:val="0031268D"/>
    <w:rsid w:val="00312983"/>
    <w:rsid w:val="00312B0E"/>
    <w:rsid w:val="00312D48"/>
    <w:rsid w:val="00312F55"/>
    <w:rsid w:val="00312F6D"/>
    <w:rsid w:val="0031303D"/>
    <w:rsid w:val="0031325E"/>
    <w:rsid w:val="00313276"/>
    <w:rsid w:val="00313797"/>
    <w:rsid w:val="00313851"/>
    <w:rsid w:val="0031396B"/>
    <w:rsid w:val="00313BF8"/>
    <w:rsid w:val="00313C3F"/>
    <w:rsid w:val="00313E34"/>
    <w:rsid w:val="00313F3B"/>
    <w:rsid w:val="00314021"/>
    <w:rsid w:val="00314074"/>
    <w:rsid w:val="0031418D"/>
    <w:rsid w:val="00314504"/>
    <w:rsid w:val="0031452E"/>
    <w:rsid w:val="003148B8"/>
    <w:rsid w:val="003148FE"/>
    <w:rsid w:val="00314EC1"/>
    <w:rsid w:val="00314F81"/>
    <w:rsid w:val="00314FB9"/>
    <w:rsid w:val="00315081"/>
    <w:rsid w:val="003150FE"/>
    <w:rsid w:val="0031521F"/>
    <w:rsid w:val="0031529A"/>
    <w:rsid w:val="0031547E"/>
    <w:rsid w:val="00315618"/>
    <w:rsid w:val="00315642"/>
    <w:rsid w:val="003156C0"/>
    <w:rsid w:val="003156CC"/>
    <w:rsid w:val="003158AF"/>
    <w:rsid w:val="00315966"/>
    <w:rsid w:val="00316026"/>
    <w:rsid w:val="00316138"/>
    <w:rsid w:val="0031620A"/>
    <w:rsid w:val="00316421"/>
    <w:rsid w:val="00316442"/>
    <w:rsid w:val="00316572"/>
    <w:rsid w:val="00316640"/>
    <w:rsid w:val="003166E4"/>
    <w:rsid w:val="00316767"/>
    <w:rsid w:val="003167C3"/>
    <w:rsid w:val="0031687C"/>
    <w:rsid w:val="003168E8"/>
    <w:rsid w:val="00316AC8"/>
    <w:rsid w:val="00316C09"/>
    <w:rsid w:val="00316CEB"/>
    <w:rsid w:val="00316F54"/>
    <w:rsid w:val="00317219"/>
    <w:rsid w:val="003174B6"/>
    <w:rsid w:val="00317668"/>
    <w:rsid w:val="00317703"/>
    <w:rsid w:val="003178C1"/>
    <w:rsid w:val="003178DC"/>
    <w:rsid w:val="003179E2"/>
    <w:rsid w:val="00317B17"/>
    <w:rsid w:val="00317D29"/>
    <w:rsid w:val="00320093"/>
    <w:rsid w:val="003201CE"/>
    <w:rsid w:val="00320266"/>
    <w:rsid w:val="003202C4"/>
    <w:rsid w:val="00320365"/>
    <w:rsid w:val="0032036B"/>
    <w:rsid w:val="003203F1"/>
    <w:rsid w:val="00320BBE"/>
    <w:rsid w:val="00320C70"/>
    <w:rsid w:val="00320E87"/>
    <w:rsid w:val="00321170"/>
    <w:rsid w:val="003211B6"/>
    <w:rsid w:val="00321339"/>
    <w:rsid w:val="00321343"/>
    <w:rsid w:val="003214A0"/>
    <w:rsid w:val="0032188A"/>
    <w:rsid w:val="003218AC"/>
    <w:rsid w:val="00321967"/>
    <w:rsid w:val="00321BB3"/>
    <w:rsid w:val="00321C28"/>
    <w:rsid w:val="00321CCD"/>
    <w:rsid w:val="00321D0E"/>
    <w:rsid w:val="00321D10"/>
    <w:rsid w:val="00321DA7"/>
    <w:rsid w:val="00321DBB"/>
    <w:rsid w:val="00321EAE"/>
    <w:rsid w:val="0032201E"/>
    <w:rsid w:val="003220AB"/>
    <w:rsid w:val="003225D6"/>
    <w:rsid w:val="003225F5"/>
    <w:rsid w:val="00322640"/>
    <w:rsid w:val="00322847"/>
    <w:rsid w:val="00322B38"/>
    <w:rsid w:val="00322BC7"/>
    <w:rsid w:val="00322CAB"/>
    <w:rsid w:val="00322F99"/>
    <w:rsid w:val="003230AD"/>
    <w:rsid w:val="0032336F"/>
    <w:rsid w:val="0032356E"/>
    <w:rsid w:val="00323666"/>
    <w:rsid w:val="0032388D"/>
    <w:rsid w:val="00323CA3"/>
    <w:rsid w:val="00323DEE"/>
    <w:rsid w:val="00323EEC"/>
    <w:rsid w:val="00323F2C"/>
    <w:rsid w:val="00323FB8"/>
    <w:rsid w:val="003240B4"/>
    <w:rsid w:val="003241EB"/>
    <w:rsid w:val="003241FF"/>
    <w:rsid w:val="003242E0"/>
    <w:rsid w:val="003243B2"/>
    <w:rsid w:val="003243BF"/>
    <w:rsid w:val="00324805"/>
    <w:rsid w:val="0032482F"/>
    <w:rsid w:val="00324A19"/>
    <w:rsid w:val="00324CDD"/>
    <w:rsid w:val="00324DB0"/>
    <w:rsid w:val="00324E37"/>
    <w:rsid w:val="00324F2C"/>
    <w:rsid w:val="003253C8"/>
    <w:rsid w:val="00325518"/>
    <w:rsid w:val="003255A4"/>
    <w:rsid w:val="003258BE"/>
    <w:rsid w:val="0032595C"/>
    <w:rsid w:val="00325A76"/>
    <w:rsid w:val="00325B71"/>
    <w:rsid w:val="00325CA8"/>
    <w:rsid w:val="00325CFF"/>
    <w:rsid w:val="00325D5D"/>
    <w:rsid w:val="00325D98"/>
    <w:rsid w:val="00325E1D"/>
    <w:rsid w:val="00325E57"/>
    <w:rsid w:val="00325FA2"/>
    <w:rsid w:val="0032600C"/>
    <w:rsid w:val="00326035"/>
    <w:rsid w:val="003261EC"/>
    <w:rsid w:val="0032630A"/>
    <w:rsid w:val="0032641F"/>
    <w:rsid w:val="00326459"/>
    <w:rsid w:val="0032665E"/>
    <w:rsid w:val="00326688"/>
    <w:rsid w:val="0032679C"/>
    <w:rsid w:val="003267D0"/>
    <w:rsid w:val="00326857"/>
    <w:rsid w:val="00326ADC"/>
    <w:rsid w:val="00326C0E"/>
    <w:rsid w:val="00326C44"/>
    <w:rsid w:val="00326E42"/>
    <w:rsid w:val="00326E9E"/>
    <w:rsid w:val="0032705E"/>
    <w:rsid w:val="0032707D"/>
    <w:rsid w:val="00327185"/>
    <w:rsid w:val="003271F2"/>
    <w:rsid w:val="0032749C"/>
    <w:rsid w:val="00327712"/>
    <w:rsid w:val="003277C7"/>
    <w:rsid w:val="00327937"/>
    <w:rsid w:val="003305CE"/>
    <w:rsid w:val="00330753"/>
    <w:rsid w:val="00330784"/>
    <w:rsid w:val="00330927"/>
    <w:rsid w:val="00330B59"/>
    <w:rsid w:val="00330C4C"/>
    <w:rsid w:val="00330D69"/>
    <w:rsid w:val="00330ED6"/>
    <w:rsid w:val="0033100D"/>
    <w:rsid w:val="0033116E"/>
    <w:rsid w:val="003311AB"/>
    <w:rsid w:val="003313CF"/>
    <w:rsid w:val="003315FC"/>
    <w:rsid w:val="003316A0"/>
    <w:rsid w:val="003318CA"/>
    <w:rsid w:val="00331A5B"/>
    <w:rsid w:val="00331AED"/>
    <w:rsid w:val="00331B85"/>
    <w:rsid w:val="00331C2A"/>
    <w:rsid w:val="00331E28"/>
    <w:rsid w:val="00331F05"/>
    <w:rsid w:val="00331FA4"/>
    <w:rsid w:val="00332068"/>
    <w:rsid w:val="003320C6"/>
    <w:rsid w:val="0033220E"/>
    <w:rsid w:val="00332344"/>
    <w:rsid w:val="003323FD"/>
    <w:rsid w:val="003324DD"/>
    <w:rsid w:val="0033281F"/>
    <w:rsid w:val="00332ED2"/>
    <w:rsid w:val="00333084"/>
    <w:rsid w:val="0033363E"/>
    <w:rsid w:val="0033369D"/>
    <w:rsid w:val="0033381C"/>
    <w:rsid w:val="00333C08"/>
    <w:rsid w:val="00333EAA"/>
    <w:rsid w:val="00333EDA"/>
    <w:rsid w:val="00333F20"/>
    <w:rsid w:val="00334037"/>
    <w:rsid w:val="0033408A"/>
    <w:rsid w:val="00334244"/>
    <w:rsid w:val="003342FF"/>
    <w:rsid w:val="003343BD"/>
    <w:rsid w:val="00334404"/>
    <w:rsid w:val="00334784"/>
    <w:rsid w:val="003347B3"/>
    <w:rsid w:val="003349C2"/>
    <w:rsid w:val="00334FEB"/>
    <w:rsid w:val="003350F1"/>
    <w:rsid w:val="0033515C"/>
    <w:rsid w:val="0033538A"/>
    <w:rsid w:val="00335410"/>
    <w:rsid w:val="003354FE"/>
    <w:rsid w:val="003355BC"/>
    <w:rsid w:val="0033562A"/>
    <w:rsid w:val="00335845"/>
    <w:rsid w:val="00335A1A"/>
    <w:rsid w:val="00335AEA"/>
    <w:rsid w:val="00335B6A"/>
    <w:rsid w:val="00335C19"/>
    <w:rsid w:val="00335C21"/>
    <w:rsid w:val="00335C2C"/>
    <w:rsid w:val="00335FD9"/>
    <w:rsid w:val="003361B0"/>
    <w:rsid w:val="00336580"/>
    <w:rsid w:val="003366B4"/>
    <w:rsid w:val="003366F5"/>
    <w:rsid w:val="003367B7"/>
    <w:rsid w:val="00336AA1"/>
    <w:rsid w:val="00336B75"/>
    <w:rsid w:val="003371D1"/>
    <w:rsid w:val="00337219"/>
    <w:rsid w:val="003374A5"/>
    <w:rsid w:val="003374D0"/>
    <w:rsid w:val="0033784F"/>
    <w:rsid w:val="00337988"/>
    <w:rsid w:val="00337A59"/>
    <w:rsid w:val="00337B91"/>
    <w:rsid w:val="00337CBA"/>
    <w:rsid w:val="00337DA8"/>
    <w:rsid w:val="00337E4B"/>
    <w:rsid w:val="00340323"/>
    <w:rsid w:val="00340510"/>
    <w:rsid w:val="0034069A"/>
    <w:rsid w:val="003407F6"/>
    <w:rsid w:val="00340818"/>
    <w:rsid w:val="00340A0D"/>
    <w:rsid w:val="00340A63"/>
    <w:rsid w:val="00340E76"/>
    <w:rsid w:val="00340F05"/>
    <w:rsid w:val="00341122"/>
    <w:rsid w:val="003411F3"/>
    <w:rsid w:val="00341245"/>
    <w:rsid w:val="00341289"/>
    <w:rsid w:val="0034128F"/>
    <w:rsid w:val="003412C8"/>
    <w:rsid w:val="00341624"/>
    <w:rsid w:val="0034179F"/>
    <w:rsid w:val="00341A06"/>
    <w:rsid w:val="00341C6B"/>
    <w:rsid w:val="00341C80"/>
    <w:rsid w:val="00341EA0"/>
    <w:rsid w:val="0034201B"/>
    <w:rsid w:val="003420F0"/>
    <w:rsid w:val="00342112"/>
    <w:rsid w:val="003421D4"/>
    <w:rsid w:val="003421EE"/>
    <w:rsid w:val="0034259B"/>
    <w:rsid w:val="003425A0"/>
    <w:rsid w:val="00342685"/>
    <w:rsid w:val="00342854"/>
    <w:rsid w:val="00342991"/>
    <w:rsid w:val="00342A11"/>
    <w:rsid w:val="00342AD1"/>
    <w:rsid w:val="00342B41"/>
    <w:rsid w:val="00342CAC"/>
    <w:rsid w:val="00342DD4"/>
    <w:rsid w:val="00342E09"/>
    <w:rsid w:val="00342FA3"/>
    <w:rsid w:val="00342FC8"/>
    <w:rsid w:val="003431A2"/>
    <w:rsid w:val="00343828"/>
    <w:rsid w:val="003439E3"/>
    <w:rsid w:val="00343A93"/>
    <w:rsid w:val="00343BC2"/>
    <w:rsid w:val="00343C87"/>
    <w:rsid w:val="00343CCF"/>
    <w:rsid w:val="00343D64"/>
    <w:rsid w:val="00343F63"/>
    <w:rsid w:val="00343FA9"/>
    <w:rsid w:val="003440F6"/>
    <w:rsid w:val="003441BA"/>
    <w:rsid w:val="003442CE"/>
    <w:rsid w:val="0034431D"/>
    <w:rsid w:val="0034436C"/>
    <w:rsid w:val="00344735"/>
    <w:rsid w:val="003447B1"/>
    <w:rsid w:val="003449F1"/>
    <w:rsid w:val="00344B15"/>
    <w:rsid w:val="00344BB3"/>
    <w:rsid w:val="00344C64"/>
    <w:rsid w:val="00344F30"/>
    <w:rsid w:val="00345028"/>
    <w:rsid w:val="0034523D"/>
    <w:rsid w:val="00345615"/>
    <w:rsid w:val="00345716"/>
    <w:rsid w:val="0034593E"/>
    <w:rsid w:val="00346143"/>
    <w:rsid w:val="003462B5"/>
    <w:rsid w:val="003463D8"/>
    <w:rsid w:val="00346585"/>
    <w:rsid w:val="0034670C"/>
    <w:rsid w:val="003468F0"/>
    <w:rsid w:val="003469F5"/>
    <w:rsid w:val="00346C72"/>
    <w:rsid w:val="00346F5E"/>
    <w:rsid w:val="00346FA5"/>
    <w:rsid w:val="0034713E"/>
    <w:rsid w:val="003471A4"/>
    <w:rsid w:val="003471E5"/>
    <w:rsid w:val="00347232"/>
    <w:rsid w:val="0034749E"/>
    <w:rsid w:val="00347525"/>
    <w:rsid w:val="003476A4"/>
    <w:rsid w:val="00347721"/>
    <w:rsid w:val="00347851"/>
    <w:rsid w:val="00347AB0"/>
    <w:rsid w:val="00347AF3"/>
    <w:rsid w:val="00347B24"/>
    <w:rsid w:val="00350100"/>
    <w:rsid w:val="0035039C"/>
    <w:rsid w:val="00350475"/>
    <w:rsid w:val="003506FA"/>
    <w:rsid w:val="0035096D"/>
    <w:rsid w:val="00350C2B"/>
    <w:rsid w:val="00350C3B"/>
    <w:rsid w:val="00350D53"/>
    <w:rsid w:val="00350E7B"/>
    <w:rsid w:val="003513CB"/>
    <w:rsid w:val="0035162A"/>
    <w:rsid w:val="00351661"/>
    <w:rsid w:val="003516CE"/>
    <w:rsid w:val="003517FF"/>
    <w:rsid w:val="00351A3E"/>
    <w:rsid w:val="00351BED"/>
    <w:rsid w:val="00351D8C"/>
    <w:rsid w:val="003520E3"/>
    <w:rsid w:val="0035235A"/>
    <w:rsid w:val="00352376"/>
    <w:rsid w:val="00352393"/>
    <w:rsid w:val="003523E2"/>
    <w:rsid w:val="0035257B"/>
    <w:rsid w:val="00352B45"/>
    <w:rsid w:val="00352C34"/>
    <w:rsid w:val="00352FBA"/>
    <w:rsid w:val="00352FD3"/>
    <w:rsid w:val="0035305F"/>
    <w:rsid w:val="00353099"/>
    <w:rsid w:val="00353424"/>
    <w:rsid w:val="003534D1"/>
    <w:rsid w:val="0035355C"/>
    <w:rsid w:val="003535AE"/>
    <w:rsid w:val="003536C8"/>
    <w:rsid w:val="00353750"/>
    <w:rsid w:val="003538C4"/>
    <w:rsid w:val="003539D4"/>
    <w:rsid w:val="003539F8"/>
    <w:rsid w:val="00353D17"/>
    <w:rsid w:val="00353D1C"/>
    <w:rsid w:val="00353E51"/>
    <w:rsid w:val="00353EB9"/>
    <w:rsid w:val="00354032"/>
    <w:rsid w:val="0035420E"/>
    <w:rsid w:val="0035483F"/>
    <w:rsid w:val="00354AA1"/>
    <w:rsid w:val="00354AD5"/>
    <w:rsid w:val="00354B66"/>
    <w:rsid w:val="00354B77"/>
    <w:rsid w:val="00354C66"/>
    <w:rsid w:val="00354D5B"/>
    <w:rsid w:val="00354DC7"/>
    <w:rsid w:val="00354E35"/>
    <w:rsid w:val="00354F77"/>
    <w:rsid w:val="00355118"/>
    <w:rsid w:val="0035542D"/>
    <w:rsid w:val="00355499"/>
    <w:rsid w:val="00355501"/>
    <w:rsid w:val="003555C7"/>
    <w:rsid w:val="003557AA"/>
    <w:rsid w:val="00355AB4"/>
    <w:rsid w:val="00355D7A"/>
    <w:rsid w:val="00355DE1"/>
    <w:rsid w:val="003560A1"/>
    <w:rsid w:val="003562E0"/>
    <w:rsid w:val="00356668"/>
    <w:rsid w:val="00356A09"/>
    <w:rsid w:val="00356A46"/>
    <w:rsid w:val="00356CE8"/>
    <w:rsid w:val="00356D67"/>
    <w:rsid w:val="0035703B"/>
    <w:rsid w:val="00357245"/>
    <w:rsid w:val="00357330"/>
    <w:rsid w:val="0035735C"/>
    <w:rsid w:val="00357404"/>
    <w:rsid w:val="003575B5"/>
    <w:rsid w:val="003575EA"/>
    <w:rsid w:val="00357669"/>
    <w:rsid w:val="003577BA"/>
    <w:rsid w:val="00357888"/>
    <w:rsid w:val="00357C07"/>
    <w:rsid w:val="00357C71"/>
    <w:rsid w:val="00357DBE"/>
    <w:rsid w:val="00357DC0"/>
    <w:rsid w:val="00360031"/>
    <w:rsid w:val="00360065"/>
    <w:rsid w:val="00360473"/>
    <w:rsid w:val="00360C77"/>
    <w:rsid w:val="00360C85"/>
    <w:rsid w:val="00360E81"/>
    <w:rsid w:val="00360F4A"/>
    <w:rsid w:val="0036137E"/>
    <w:rsid w:val="00361528"/>
    <w:rsid w:val="003616E5"/>
    <w:rsid w:val="003616F5"/>
    <w:rsid w:val="00361909"/>
    <w:rsid w:val="00361B85"/>
    <w:rsid w:val="00361C2F"/>
    <w:rsid w:val="00361C9B"/>
    <w:rsid w:val="00361F0E"/>
    <w:rsid w:val="00362073"/>
    <w:rsid w:val="003621A6"/>
    <w:rsid w:val="0036223A"/>
    <w:rsid w:val="003622C7"/>
    <w:rsid w:val="00362494"/>
    <w:rsid w:val="00362528"/>
    <w:rsid w:val="00362C6B"/>
    <w:rsid w:val="00362D36"/>
    <w:rsid w:val="00362D6E"/>
    <w:rsid w:val="00362E5A"/>
    <w:rsid w:val="003632FA"/>
    <w:rsid w:val="003633AD"/>
    <w:rsid w:val="00363400"/>
    <w:rsid w:val="00363403"/>
    <w:rsid w:val="00363445"/>
    <w:rsid w:val="00363522"/>
    <w:rsid w:val="0036353F"/>
    <w:rsid w:val="003636A1"/>
    <w:rsid w:val="00363754"/>
    <w:rsid w:val="00363A1F"/>
    <w:rsid w:val="00363B76"/>
    <w:rsid w:val="00363C59"/>
    <w:rsid w:val="00363CF2"/>
    <w:rsid w:val="00363D9E"/>
    <w:rsid w:val="00363F0A"/>
    <w:rsid w:val="00364345"/>
    <w:rsid w:val="00364453"/>
    <w:rsid w:val="00364551"/>
    <w:rsid w:val="00364812"/>
    <w:rsid w:val="00364940"/>
    <w:rsid w:val="00364A44"/>
    <w:rsid w:val="00364AED"/>
    <w:rsid w:val="00364B90"/>
    <w:rsid w:val="00364D5B"/>
    <w:rsid w:val="00364D93"/>
    <w:rsid w:val="00364E8C"/>
    <w:rsid w:val="00364ED8"/>
    <w:rsid w:val="003650D4"/>
    <w:rsid w:val="00365254"/>
    <w:rsid w:val="00365486"/>
    <w:rsid w:val="003655A2"/>
    <w:rsid w:val="00365911"/>
    <w:rsid w:val="00365996"/>
    <w:rsid w:val="00365B96"/>
    <w:rsid w:val="00366399"/>
    <w:rsid w:val="00366512"/>
    <w:rsid w:val="00366522"/>
    <w:rsid w:val="003666F8"/>
    <w:rsid w:val="0036671C"/>
    <w:rsid w:val="00366906"/>
    <w:rsid w:val="00366999"/>
    <w:rsid w:val="0036699C"/>
    <w:rsid w:val="003669E1"/>
    <w:rsid w:val="00366A54"/>
    <w:rsid w:val="00366A97"/>
    <w:rsid w:val="00366B10"/>
    <w:rsid w:val="00366B47"/>
    <w:rsid w:val="00366E8D"/>
    <w:rsid w:val="003670D8"/>
    <w:rsid w:val="0036728A"/>
    <w:rsid w:val="00367298"/>
    <w:rsid w:val="00367342"/>
    <w:rsid w:val="0036740C"/>
    <w:rsid w:val="003675CD"/>
    <w:rsid w:val="0036766C"/>
    <w:rsid w:val="003678CE"/>
    <w:rsid w:val="00367938"/>
    <w:rsid w:val="003679D7"/>
    <w:rsid w:val="00367BBF"/>
    <w:rsid w:val="00367E66"/>
    <w:rsid w:val="0037013B"/>
    <w:rsid w:val="00370306"/>
    <w:rsid w:val="00370613"/>
    <w:rsid w:val="003707FE"/>
    <w:rsid w:val="00370806"/>
    <w:rsid w:val="00370C3D"/>
    <w:rsid w:val="00370DFA"/>
    <w:rsid w:val="00370E82"/>
    <w:rsid w:val="00370EA5"/>
    <w:rsid w:val="00370F56"/>
    <w:rsid w:val="0037123F"/>
    <w:rsid w:val="003712CF"/>
    <w:rsid w:val="0037145C"/>
    <w:rsid w:val="0037173B"/>
    <w:rsid w:val="00371788"/>
    <w:rsid w:val="00371870"/>
    <w:rsid w:val="003718A8"/>
    <w:rsid w:val="00371CF0"/>
    <w:rsid w:val="00371E73"/>
    <w:rsid w:val="00371F60"/>
    <w:rsid w:val="0037202F"/>
    <w:rsid w:val="00372079"/>
    <w:rsid w:val="00372407"/>
    <w:rsid w:val="003724BC"/>
    <w:rsid w:val="003724E4"/>
    <w:rsid w:val="003724F0"/>
    <w:rsid w:val="00372643"/>
    <w:rsid w:val="0037267E"/>
    <w:rsid w:val="0037283A"/>
    <w:rsid w:val="00372893"/>
    <w:rsid w:val="00372A48"/>
    <w:rsid w:val="00372D25"/>
    <w:rsid w:val="00372D56"/>
    <w:rsid w:val="00372F3C"/>
    <w:rsid w:val="00372F66"/>
    <w:rsid w:val="00372FCC"/>
    <w:rsid w:val="003730BC"/>
    <w:rsid w:val="0037341F"/>
    <w:rsid w:val="00373492"/>
    <w:rsid w:val="003734D6"/>
    <w:rsid w:val="0037350C"/>
    <w:rsid w:val="0037376F"/>
    <w:rsid w:val="0037387E"/>
    <w:rsid w:val="003738E2"/>
    <w:rsid w:val="00373969"/>
    <w:rsid w:val="003739AA"/>
    <w:rsid w:val="00373A47"/>
    <w:rsid w:val="00373AA3"/>
    <w:rsid w:val="00373DE8"/>
    <w:rsid w:val="00373FF2"/>
    <w:rsid w:val="003742DB"/>
    <w:rsid w:val="00374424"/>
    <w:rsid w:val="00374660"/>
    <w:rsid w:val="00374815"/>
    <w:rsid w:val="00374A94"/>
    <w:rsid w:val="00374D0C"/>
    <w:rsid w:val="0037505D"/>
    <w:rsid w:val="0037509A"/>
    <w:rsid w:val="003750D1"/>
    <w:rsid w:val="003751A5"/>
    <w:rsid w:val="0037534D"/>
    <w:rsid w:val="00375471"/>
    <w:rsid w:val="0037548C"/>
    <w:rsid w:val="00375750"/>
    <w:rsid w:val="003757B8"/>
    <w:rsid w:val="003758B4"/>
    <w:rsid w:val="003758F8"/>
    <w:rsid w:val="00375CEC"/>
    <w:rsid w:val="00375DA3"/>
    <w:rsid w:val="00375E71"/>
    <w:rsid w:val="00375E9B"/>
    <w:rsid w:val="00375F12"/>
    <w:rsid w:val="00375FCC"/>
    <w:rsid w:val="00376369"/>
    <w:rsid w:val="0037637B"/>
    <w:rsid w:val="00376433"/>
    <w:rsid w:val="003764DA"/>
    <w:rsid w:val="003766B7"/>
    <w:rsid w:val="003766C2"/>
    <w:rsid w:val="00376748"/>
    <w:rsid w:val="003768C4"/>
    <w:rsid w:val="003768C7"/>
    <w:rsid w:val="00376B0B"/>
    <w:rsid w:val="00376D94"/>
    <w:rsid w:val="00376DA3"/>
    <w:rsid w:val="00377192"/>
    <w:rsid w:val="00377347"/>
    <w:rsid w:val="00377382"/>
    <w:rsid w:val="003773E7"/>
    <w:rsid w:val="0037753D"/>
    <w:rsid w:val="00377596"/>
    <w:rsid w:val="003775E5"/>
    <w:rsid w:val="0037779D"/>
    <w:rsid w:val="0037791E"/>
    <w:rsid w:val="00377956"/>
    <w:rsid w:val="00377BB5"/>
    <w:rsid w:val="00377C33"/>
    <w:rsid w:val="003801E1"/>
    <w:rsid w:val="00380282"/>
    <w:rsid w:val="0038030A"/>
    <w:rsid w:val="003803B0"/>
    <w:rsid w:val="00380573"/>
    <w:rsid w:val="003805D7"/>
    <w:rsid w:val="0038070B"/>
    <w:rsid w:val="00380884"/>
    <w:rsid w:val="00380896"/>
    <w:rsid w:val="00380979"/>
    <w:rsid w:val="00380BD8"/>
    <w:rsid w:val="00380DA0"/>
    <w:rsid w:val="00380E5D"/>
    <w:rsid w:val="00380FAC"/>
    <w:rsid w:val="00381438"/>
    <w:rsid w:val="003815E5"/>
    <w:rsid w:val="003817F0"/>
    <w:rsid w:val="00381930"/>
    <w:rsid w:val="00381991"/>
    <w:rsid w:val="00381A65"/>
    <w:rsid w:val="00381C3A"/>
    <w:rsid w:val="00381DDB"/>
    <w:rsid w:val="00381FAD"/>
    <w:rsid w:val="00382047"/>
    <w:rsid w:val="0038209B"/>
    <w:rsid w:val="003821BA"/>
    <w:rsid w:val="003821D5"/>
    <w:rsid w:val="00382319"/>
    <w:rsid w:val="003824A6"/>
    <w:rsid w:val="003829AA"/>
    <w:rsid w:val="00382AD0"/>
    <w:rsid w:val="00382AE3"/>
    <w:rsid w:val="00382BBF"/>
    <w:rsid w:val="00382DAA"/>
    <w:rsid w:val="00382E80"/>
    <w:rsid w:val="00382F6F"/>
    <w:rsid w:val="00382FAC"/>
    <w:rsid w:val="00383264"/>
    <w:rsid w:val="003833F0"/>
    <w:rsid w:val="00383509"/>
    <w:rsid w:val="00383592"/>
    <w:rsid w:val="003836AE"/>
    <w:rsid w:val="003839F4"/>
    <w:rsid w:val="00383A78"/>
    <w:rsid w:val="00383CAC"/>
    <w:rsid w:val="00383CE1"/>
    <w:rsid w:val="00383D03"/>
    <w:rsid w:val="00383D15"/>
    <w:rsid w:val="00384206"/>
    <w:rsid w:val="0038427C"/>
    <w:rsid w:val="00384666"/>
    <w:rsid w:val="00384BF6"/>
    <w:rsid w:val="00384CEE"/>
    <w:rsid w:val="00384E2B"/>
    <w:rsid w:val="00384E6B"/>
    <w:rsid w:val="00384E92"/>
    <w:rsid w:val="00384EB4"/>
    <w:rsid w:val="0038513C"/>
    <w:rsid w:val="00385174"/>
    <w:rsid w:val="00385320"/>
    <w:rsid w:val="003853E0"/>
    <w:rsid w:val="00385532"/>
    <w:rsid w:val="0038556A"/>
    <w:rsid w:val="003859E5"/>
    <w:rsid w:val="003859F4"/>
    <w:rsid w:val="00385B29"/>
    <w:rsid w:val="00385B75"/>
    <w:rsid w:val="00385E80"/>
    <w:rsid w:val="00385F9E"/>
    <w:rsid w:val="003860AD"/>
    <w:rsid w:val="00386126"/>
    <w:rsid w:val="00386213"/>
    <w:rsid w:val="00386333"/>
    <w:rsid w:val="003864C7"/>
    <w:rsid w:val="003865D9"/>
    <w:rsid w:val="00386C11"/>
    <w:rsid w:val="00386C2D"/>
    <w:rsid w:val="00386D98"/>
    <w:rsid w:val="00386E8B"/>
    <w:rsid w:val="00386ECC"/>
    <w:rsid w:val="00386F17"/>
    <w:rsid w:val="0038706A"/>
    <w:rsid w:val="00387115"/>
    <w:rsid w:val="00387398"/>
    <w:rsid w:val="003873BE"/>
    <w:rsid w:val="0038758B"/>
    <w:rsid w:val="003876EB"/>
    <w:rsid w:val="0038786A"/>
    <w:rsid w:val="003878CF"/>
    <w:rsid w:val="00387931"/>
    <w:rsid w:val="00390373"/>
    <w:rsid w:val="003903D4"/>
    <w:rsid w:val="003904CC"/>
    <w:rsid w:val="00390A88"/>
    <w:rsid w:val="00390B12"/>
    <w:rsid w:val="00390D30"/>
    <w:rsid w:val="00390DEF"/>
    <w:rsid w:val="00391034"/>
    <w:rsid w:val="0039115E"/>
    <w:rsid w:val="00391374"/>
    <w:rsid w:val="0039137E"/>
    <w:rsid w:val="0039164A"/>
    <w:rsid w:val="00391756"/>
    <w:rsid w:val="00391760"/>
    <w:rsid w:val="0039176C"/>
    <w:rsid w:val="003917C7"/>
    <w:rsid w:val="003917E7"/>
    <w:rsid w:val="0039183B"/>
    <w:rsid w:val="003918DF"/>
    <w:rsid w:val="003919E1"/>
    <w:rsid w:val="00391ABA"/>
    <w:rsid w:val="00391D76"/>
    <w:rsid w:val="00391DA0"/>
    <w:rsid w:val="00391FA3"/>
    <w:rsid w:val="003926DF"/>
    <w:rsid w:val="00392791"/>
    <w:rsid w:val="00392857"/>
    <w:rsid w:val="003928CF"/>
    <w:rsid w:val="00392A97"/>
    <w:rsid w:val="00392AC9"/>
    <w:rsid w:val="00392F15"/>
    <w:rsid w:val="00393043"/>
    <w:rsid w:val="003931B3"/>
    <w:rsid w:val="0039323E"/>
    <w:rsid w:val="00393351"/>
    <w:rsid w:val="003934D9"/>
    <w:rsid w:val="003935C0"/>
    <w:rsid w:val="00393724"/>
    <w:rsid w:val="003938C1"/>
    <w:rsid w:val="003938E6"/>
    <w:rsid w:val="00393948"/>
    <w:rsid w:val="00393C7E"/>
    <w:rsid w:val="00393E71"/>
    <w:rsid w:val="00393F05"/>
    <w:rsid w:val="00393FBD"/>
    <w:rsid w:val="00394104"/>
    <w:rsid w:val="003943D9"/>
    <w:rsid w:val="003944DF"/>
    <w:rsid w:val="00394596"/>
    <w:rsid w:val="003945D1"/>
    <w:rsid w:val="00394646"/>
    <w:rsid w:val="003947EB"/>
    <w:rsid w:val="00394A29"/>
    <w:rsid w:val="00394BFF"/>
    <w:rsid w:val="00394D64"/>
    <w:rsid w:val="00394FC0"/>
    <w:rsid w:val="00395187"/>
    <w:rsid w:val="003954CC"/>
    <w:rsid w:val="003954DF"/>
    <w:rsid w:val="003955F3"/>
    <w:rsid w:val="00395877"/>
    <w:rsid w:val="0039597E"/>
    <w:rsid w:val="00395988"/>
    <w:rsid w:val="00395AC9"/>
    <w:rsid w:val="00395BBC"/>
    <w:rsid w:val="00395E03"/>
    <w:rsid w:val="00395F44"/>
    <w:rsid w:val="0039610D"/>
    <w:rsid w:val="003961A8"/>
    <w:rsid w:val="00396350"/>
    <w:rsid w:val="003963FB"/>
    <w:rsid w:val="003963FE"/>
    <w:rsid w:val="003964E9"/>
    <w:rsid w:val="0039656F"/>
    <w:rsid w:val="0039696C"/>
    <w:rsid w:val="00396BEC"/>
    <w:rsid w:val="00396C97"/>
    <w:rsid w:val="00396FBE"/>
    <w:rsid w:val="003974D1"/>
    <w:rsid w:val="00397CD3"/>
    <w:rsid w:val="00397EA3"/>
    <w:rsid w:val="00397F91"/>
    <w:rsid w:val="00397FCA"/>
    <w:rsid w:val="00397FD5"/>
    <w:rsid w:val="003A000B"/>
    <w:rsid w:val="003A000E"/>
    <w:rsid w:val="003A010D"/>
    <w:rsid w:val="003A031B"/>
    <w:rsid w:val="003A082F"/>
    <w:rsid w:val="003A08F5"/>
    <w:rsid w:val="003A0CBF"/>
    <w:rsid w:val="003A11EF"/>
    <w:rsid w:val="003A1216"/>
    <w:rsid w:val="003A133E"/>
    <w:rsid w:val="003A13C6"/>
    <w:rsid w:val="003A1419"/>
    <w:rsid w:val="003A1667"/>
    <w:rsid w:val="003A19A5"/>
    <w:rsid w:val="003A1B60"/>
    <w:rsid w:val="003A1C27"/>
    <w:rsid w:val="003A1DD3"/>
    <w:rsid w:val="003A1ECD"/>
    <w:rsid w:val="003A2010"/>
    <w:rsid w:val="003A2021"/>
    <w:rsid w:val="003A2031"/>
    <w:rsid w:val="003A20B8"/>
    <w:rsid w:val="003A2254"/>
    <w:rsid w:val="003A23EE"/>
    <w:rsid w:val="003A24B0"/>
    <w:rsid w:val="003A2544"/>
    <w:rsid w:val="003A2567"/>
    <w:rsid w:val="003A26C4"/>
    <w:rsid w:val="003A2A48"/>
    <w:rsid w:val="003A2B45"/>
    <w:rsid w:val="003A2B76"/>
    <w:rsid w:val="003A2C35"/>
    <w:rsid w:val="003A2C9F"/>
    <w:rsid w:val="003A2DC6"/>
    <w:rsid w:val="003A3111"/>
    <w:rsid w:val="003A3292"/>
    <w:rsid w:val="003A331D"/>
    <w:rsid w:val="003A350C"/>
    <w:rsid w:val="003A384C"/>
    <w:rsid w:val="003A3938"/>
    <w:rsid w:val="003A3AB2"/>
    <w:rsid w:val="003A3B15"/>
    <w:rsid w:val="003A3B93"/>
    <w:rsid w:val="003A3BC7"/>
    <w:rsid w:val="003A3D89"/>
    <w:rsid w:val="003A3E1F"/>
    <w:rsid w:val="003A406F"/>
    <w:rsid w:val="003A40AD"/>
    <w:rsid w:val="003A4394"/>
    <w:rsid w:val="003A442E"/>
    <w:rsid w:val="003A4684"/>
    <w:rsid w:val="003A46A8"/>
    <w:rsid w:val="003A498E"/>
    <w:rsid w:val="003A49F9"/>
    <w:rsid w:val="003A4B57"/>
    <w:rsid w:val="003A4B66"/>
    <w:rsid w:val="003A4D24"/>
    <w:rsid w:val="003A4F97"/>
    <w:rsid w:val="003A512A"/>
    <w:rsid w:val="003A51F7"/>
    <w:rsid w:val="003A5315"/>
    <w:rsid w:val="003A531F"/>
    <w:rsid w:val="003A533D"/>
    <w:rsid w:val="003A538C"/>
    <w:rsid w:val="003A567A"/>
    <w:rsid w:val="003A5682"/>
    <w:rsid w:val="003A569C"/>
    <w:rsid w:val="003A56B7"/>
    <w:rsid w:val="003A5819"/>
    <w:rsid w:val="003A5A6F"/>
    <w:rsid w:val="003A5CA7"/>
    <w:rsid w:val="003A5FAB"/>
    <w:rsid w:val="003A625B"/>
    <w:rsid w:val="003A6315"/>
    <w:rsid w:val="003A6471"/>
    <w:rsid w:val="003A64CD"/>
    <w:rsid w:val="003A657E"/>
    <w:rsid w:val="003A66F2"/>
    <w:rsid w:val="003A6813"/>
    <w:rsid w:val="003A685D"/>
    <w:rsid w:val="003A69F9"/>
    <w:rsid w:val="003A6C27"/>
    <w:rsid w:val="003A6D29"/>
    <w:rsid w:val="003A6E8C"/>
    <w:rsid w:val="003A6F40"/>
    <w:rsid w:val="003A6F77"/>
    <w:rsid w:val="003A7034"/>
    <w:rsid w:val="003A7094"/>
    <w:rsid w:val="003A7097"/>
    <w:rsid w:val="003A709A"/>
    <w:rsid w:val="003A71BC"/>
    <w:rsid w:val="003A72D0"/>
    <w:rsid w:val="003A7370"/>
    <w:rsid w:val="003A7387"/>
    <w:rsid w:val="003A7427"/>
    <w:rsid w:val="003A7505"/>
    <w:rsid w:val="003A750D"/>
    <w:rsid w:val="003A75E3"/>
    <w:rsid w:val="003A7684"/>
    <w:rsid w:val="003A7A3D"/>
    <w:rsid w:val="003A7C0C"/>
    <w:rsid w:val="003A7C7A"/>
    <w:rsid w:val="003A7D9F"/>
    <w:rsid w:val="003A7F2E"/>
    <w:rsid w:val="003B004B"/>
    <w:rsid w:val="003B00AA"/>
    <w:rsid w:val="003B0161"/>
    <w:rsid w:val="003B092C"/>
    <w:rsid w:val="003B0ADA"/>
    <w:rsid w:val="003B0FD6"/>
    <w:rsid w:val="003B0FEC"/>
    <w:rsid w:val="003B1156"/>
    <w:rsid w:val="003B11A2"/>
    <w:rsid w:val="003B11E4"/>
    <w:rsid w:val="003B122F"/>
    <w:rsid w:val="003B1281"/>
    <w:rsid w:val="003B14BD"/>
    <w:rsid w:val="003B166D"/>
    <w:rsid w:val="003B17BE"/>
    <w:rsid w:val="003B1844"/>
    <w:rsid w:val="003B18CA"/>
    <w:rsid w:val="003B194F"/>
    <w:rsid w:val="003B19A3"/>
    <w:rsid w:val="003B1A5A"/>
    <w:rsid w:val="003B1CF5"/>
    <w:rsid w:val="003B1DE0"/>
    <w:rsid w:val="003B1DF6"/>
    <w:rsid w:val="003B1E92"/>
    <w:rsid w:val="003B1ED7"/>
    <w:rsid w:val="003B208D"/>
    <w:rsid w:val="003B22FF"/>
    <w:rsid w:val="003B23BD"/>
    <w:rsid w:val="003B23CB"/>
    <w:rsid w:val="003B25BD"/>
    <w:rsid w:val="003B265D"/>
    <w:rsid w:val="003B27F8"/>
    <w:rsid w:val="003B2A84"/>
    <w:rsid w:val="003B2B2C"/>
    <w:rsid w:val="003B2B3F"/>
    <w:rsid w:val="003B2E1A"/>
    <w:rsid w:val="003B302C"/>
    <w:rsid w:val="003B30DC"/>
    <w:rsid w:val="003B3342"/>
    <w:rsid w:val="003B3386"/>
    <w:rsid w:val="003B3395"/>
    <w:rsid w:val="003B33A2"/>
    <w:rsid w:val="003B36D1"/>
    <w:rsid w:val="003B3847"/>
    <w:rsid w:val="003B3986"/>
    <w:rsid w:val="003B3A46"/>
    <w:rsid w:val="003B3AC7"/>
    <w:rsid w:val="003B3B15"/>
    <w:rsid w:val="003B3C95"/>
    <w:rsid w:val="003B3CE4"/>
    <w:rsid w:val="003B3CF5"/>
    <w:rsid w:val="003B3E46"/>
    <w:rsid w:val="003B3F40"/>
    <w:rsid w:val="003B3F76"/>
    <w:rsid w:val="003B411C"/>
    <w:rsid w:val="003B418E"/>
    <w:rsid w:val="003B4338"/>
    <w:rsid w:val="003B4377"/>
    <w:rsid w:val="003B44EE"/>
    <w:rsid w:val="003B495E"/>
    <w:rsid w:val="003B4987"/>
    <w:rsid w:val="003B4E8C"/>
    <w:rsid w:val="003B4F5D"/>
    <w:rsid w:val="003B507D"/>
    <w:rsid w:val="003B5173"/>
    <w:rsid w:val="003B5182"/>
    <w:rsid w:val="003B526E"/>
    <w:rsid w:val="003B5434"/>
    <w:rsid w:val="003B5437"/>
    <w:rsid w:val="003B5446"/>
    <w:rsid w:val="003B568E"/>
    <w:rsid w:val="003B5C13"/>
    <w:rsid w:val="003B5F45"/>
    <w:rsid w:val="003B6070"/>
    <w:rsid w:val="003B64DF"/>
    <w:rsid w:val="003B6984"/>
    <w:rsid w:val="003B69BA"/>
    <w:rsid w:val="003B6A72"/>
    <w:rsid w:val="003B6AC0"/>
    <w:rsid w:val="003B6B1B"/>
    <w:rsid w:val="003B6C7D"/>
    <w:rsid w:val="003B6DE6"/>
    <w:rsid w:val="003B6EF2"/>
    <w:rsid w:val="003B7201"/>
    <w:rsid w:val="003B728C"/>
    <w:rsid w:val="003B7628"/>
    <w:rsid w:val="003B76EA"/>
    <w:rsid w:val="003B7787"/>
    <w:rsid w:val="003B790C"/>
    <w:rsid w:val="003B7AC5"/>
    <w:rsid w:val="003B7B19"/>
    <w:rsid w:val="003B7CED"/>
    <w:rsid w:val="003B7FA7"/>
    <w:rsid w:val="003C0143"/>
    <w:rsid w:val="003C0281"/>
    <w:rsid w:val="003C028A"/>
    <w:rsid w:val="003C0363"/>
    <w:rsid w:val="003C044B"/>
    <w:rsid w:val="003C06F4"/>
    <w:rsid w:val="003C0766"/>
    <w:rsid w:val="003C09A1"/>
    <w:rsid w:val="003C1009"/>
    <w:rsid w:val="003C10AA"/>
    <w:rsid w:val="003C13BC"/>
    <w:rsid w:val="003C1440"/>
    <w:rsid w:val="003C1469"/>
    <w:rsid w:val="003C15C1"/>
    <w:rsid w:val="003C15F5"/>
    <w:rsid w:val="003C1626"/>
    <w:rsid w:val="003C164B"/>
    <w:rsid w:val="003C1799"/>
    <w:rsid w:val="003C1C98"/>
    <w:rsid w:val="003C1D99"/>
    <w:rsid w:val="003C1EF6"/>
    <w:rsid w:val="003C1FA4"/>
    <w:rsid w:val="003C2019"/>
    <w:rsid w:val="003C211A"/>
    <w:rsid w:val="003C21CD"/>
    <w:rsid w:val="003C21E8"/>
    <w:rsid w:val="003C23AC"/>
    <w:rsid w:val="003C2687"/>
    <w:rsid w:val="003C2784"/>
    <w:rsid w:val="003C27D8"/>
    <w:rsid w:val="003C28A4"/>
    <w:rsid w:val="003C290B"/>
    <w:rsid w:val="003C2BEF"/>
    <w:rsid w:val="003C2C94"/>
    <w:rsid w:val="003C2CB4"/>
    <w:rsid w:val="003C2CFB"/>
    <w:rsid w:val="003C2D2C"/>
    <w:rsid w:val="003C2D94"/>
    <w:rsid w:val="003C2FE6"/>
    <w:rsid w:val="003C30F9"/>
    <w:rsid w:val="003C312C"/>
    <w:rsid w:val="003C34D4"/>
    <w:rsid w:val="003C3773"/>
    <w:rsid w:val="003C398E"/>
    <w:rsid w:val="003C3AE4"/>
    <w:rsid w:val="003C3BD1"/>
    <w:rsid w:val="003C3E04"/>
    <w:rsid w:val="003C3E8F"/>
    <w:rsid w:val="003C3F33"/>
    <w:rsid w:val="003C4015"/>
    <w:rsid w:val="003C4025"/>
    <w:rsid w:val="003C404B"/>
    <w:rsid w:val="003C4344"/>
    <w:rsid w:val="003C4442"/>
    <w:rsid w:val="003C44B8"/>
    <w:rsid w:val="003C44BF"/>
    <w:rsid w:val="003C4518"/>
    <w:rsid w:val="003C4537"/>
    <w:rsid w:val="003C4962"/>
    <w:rsid w:val="003C4AA4"/>
    <w:rsid w:val="003C4CD3"/>
    <w:rsid w:val="003C4CF4"/>
    <w:rsid w:val="003C4D31"/>
    <w:rsid w:val="003C4E0F"/>
    <w:rsid w:val="003C4FE5"/>
    <w:rsid w:val="003C5048"/>
    <w:rsid w:val="003C5050"/>
    <w:rsid w:val="003C50B0"/>
    <w:rsid w:val="003C5154"/>
    <w:rsid w:val="003C54F4"/>
    <w:rsid w:val="003C54FE"/>
    <w:rsid w:val="003C551B"/>
    <w:rsid w:val="003C56F3"/>
    <w:rsid w:val="003C57EE"/>
    <w:rsid w:val="003C6079"/>
    <w:rsid w:val="003C6106"/>
    <w:rsid w:val="003C6187"/>
    <w:rsid w:val="003C62E7"/>
    <w:rsid w:val="003C62F6"/>
    <w:rsid w:val="003C65A8"/>
    <w:rsid w:val="003C672A"/>
    <w:rsid w:val="003C6812"/>
    <w:rsid w:val="003C6A5F"/>
    <w:rsid w:val="003C6BEE"/>
    <w:rsid w:val="003C7326"/>
    <w:rsid w:val="003C74E1"/>
    <w:rsid w:val="003C7AD5"/>
    <w:rsid w:val="003C7B27"/>
    <w:rsid w:val="003C7CAD"/>
    <w:rsid w:val="003C7DAA"/>
    <w:rsid w:val="003C7E99"/>
    <w:rsid w:val="003D0121"/>
    <w:rsid w:val="003D037C"/>
    <w:rsid w:val="003D09D4"/>
    <w:rsid w:val="003D0AFE"/>
    <w:rsid w:val="003D0CC4"/>
    <w:rsid w:val="003D0E47"/>
    <w:rsid w:val="003D121C"/>
    <w:rsid w:val="003D1303"/>
    <w:rsid w:val="003D14FB"/>
    <w:rsid w:val="003D15D7"/>
    <w:rsid w:val="003D177F"/>
    <w:rsid w:val="003D18EC"/>
    <w:rsid w:val="003D1AD8"/>
    <w:rsid w:val="003D1B7A"/>
    <w:rsid w:val="003D1B9C"/>
    <w:rsid w:val="003D1C74"/>
    <w:rsid w:val="003D22AE"/>
    <w:rsid w:val="003D24D9"/>
    <w:rsid w:val="003D24F3"/>
    <w:rsid w:val="003D2581"/>
    <w:rsid w:val="003D25AA"/>
    <w:rsid w:val="003D25D3"/>
    <w:rsid w:val="003D2600"/>
    <w:rsid w:val="003D2663"/>
    <w:rsid w:val="003D28D1"/>
    <w:rsid w:val="003D2C97"/>
    <w:rsid w:val="003D2CE2"/>
    <w:rsid w:val="003D2DE6"/>
    <w:rsid w:val="003D2E1F"/>
    <w:rsid w:val="003D2EDC"/>
    <w:rsid w:val="003D3323"/>
    <w:rsid w:val="003D335C"/>
    <w:rsid w:val="003D35BE"/>
    <w:rsid w:val="003D3835"/>
    <w:rsid w:val="003D3A27"/>
    <w:rsid w:val="003D3DE6"/>
    <w:rsid w:val="003D3F87"/>
    <w:rsid w:val="003D3FB0"/>
    <w:rsid w:val="003D42ED"/>
    <w:rsid w:val="003D431D"/>
    <w:rsid w:val="003D4467"/>
    <w:rsid w:val="003D4541"/>
    <w:rsid w:val="003D46A9"/>
    <w:rsid w:val="003D472D"/>
    <w:rsid w:val="003D47B9"/>
    <w:rsid w:val="003D4A26"/>
    <w:rsid w:val="003D4C88"/>
    <w:rsid w:val="003D4E12"/>
    <w:rsid w:val="003D5114"/>
    <w:rsid w:val="003D51C8"/>
    <w:rsid w:val="003D5258"/>
    <w:rsid w:val="003D55AE"/>
    <w:rsid w:val="003D560E"/>
    <w:rsid w:val="003D5704"/>
    <w:rsid w:val="003D58D7"/>
    <w:rsid w:val="003D58DA"/>
    <w:rsid w:val="003D598F"/>
    <w:rsid w:val="003D59C2"/>
    <w:rsid w:val="003D5A54"/>
    <w:rsid w:val="003D5C92"/>
    <w:rsid w:val="003D5E07"/>
    <w:rsid w:val="003D5F59"/>
    <w:rsid w:val="003D6720"/>
    <w:rsid w:val="003D678A"/>
    <w:rsid w:val="003D6C13"/>
    <w:rsid w:val="003D6E06"/>
    <w:rsid w:val="003D6EFF"/>
    <w:rsid w:val="003D7000"/>
    <w:rsid w:val="003D7112"/>
    <w:rsid w:val="003D7454"/>
    <w:rsid w:val="003D74ED"/>
    <w:rsid w:val="003D796F"/>
    <w:rsid w:val="003D7B26"/>
    <w:rsid w:val="003D7BA6"/>
    <w:rsid w:val="003D7BD6"/>
    <w:rsid w:val="003D7CDC"/>
    <w:rsid w:val="003D7D4A"/>
    <w:rsid w:val="003D7DC7"/>
    <w:rsid w:val="003D7E5B"/>
    <w:rsid w:val="003D7ED0"/>
    <w:rsid w:val="003D7FFE"/>
    <w:rsid w:val="003E001F"/>
    <w:rsid w:val="003E01F6"/>
    <w:rsid w:val="003E032F"/>
    <w:rsid w:val="003E0516"/>
    <w:rsid w:val="003E0680"/>
    <w:rsid w:val="003E084A"/>
    <w:rsid w:val="003E0867"/>
    <w:rsid w:val="003E0A05"/>
    <w:rsid w:val="003E0B8C"/>
    <w:rsid w:val="003E0E1F"/>
    <w:rsid w:val="003E0EA5"/>
    <w:rsid w:val="003E1050"/>
    <w:rsid w:val="003E119E"/>
    <w:rsid w:val="003E128B"/>
    <w:rsid w:val="003E1312"/>
    <w:rsid w:val="003E167C"/>
    <w:rsid w:val="003E16DB"/>
    <w:rsid w:val="003E17DC"/>
    <w:rsid w:val="003E1983"/>
    <w:rsid w:val="003E1DA5"/>
    <w:rsid w:val="003E1DFE"/>
    <w:rsid w:val="003E209C"/>
    <w:rsid w:val="003E2102"/>
    <w:rsid w:val="003E2253"/>
    <w:rsid w:val="003E22B8"/>
    <w:rsid w:val="003E2337"/>
    <w:rsid w:val="003E23EF"/>
    <w:rsid w:val="003E242A"/>
    <w:rsid w:val="003E2473"/>
    <w:rsid w:val="003E24B9"/>
    <w:rsid w:val="003E24BC"/>
    <w:rsid w:val="003E2634"/>
    <w:rsid w:val="003E2761"/>
    <w:rsid w:val="003E280C"/>
    <w:rsid w:val="003E2934"/>
    <w:rsid w:val="003E2971"/>
    <w:rsid w:val="003E2988"/>
    <w:rsid w:val="003E2A39"/>
    <w:rsid w:val="003E2A88"/>
    <w:rsid w:val="003E2CDD"/>
    <w:rsid w:val="003E2DA1"/>
    <w:rsid w:val="003E2EF4"/>
    <w:rsid w:val="003E2F03"/>
    <w:rsid w:val="003E342C"/>
    <w:rsid w:val="003E343B"/>
    <w:rsid w:val="003E3619"/>
    <w:rsid w:val="003E3986"/>
    <w:rsid w:val="003E3FED"/>
    <w:rsid w:val="003E4150"/>
    <w:rsid w:val="003E421D"/>
    <w:rsid w:val="003E423C"/>
    <w:rsid w:val="003E4275"/>
    <w:rsid w:val="003E4722"/>
    <w:rsid w:val="003E48E7"/>
    <w:rsid w:val="003E4904"/>
    <w:rsid w:val="003E4A55"/>
    <w:rsid w:val="003E4A8D"/>
    <w:rsid w:val="003E4BE9"/>
    <w:rsid w:val="003E4BEF"/>
    <w:rsid w:val="003E4CA0"/>
    <w:rsid w:val="003E5265"/>
    <w:rsid w:val="003E599B"/>
    <w:rsid w:val="003E5BB6"/>
    <w:rsid w:val="003E5C0C"/>
    <w:rsid w:val="003E5DA6"/>
    <w:rsid w:val="003E5F40"/>
    <w:rsid w:val="003E5FFD"/>
    <w:rsid w:val="003E6025"/>
    <w:rsid w:val="003E65C0"/>
    <w:rsid w:val="003E6BFA"/>
    <w:rsid w:val="003E6DF9"/>
    <w:rsid w:val="003E6E11"/>
    <w:rsid w:val="003E6F61"/>
    <w:rsid w:val="003E6FB8"/>
    <w:rsid w:val="003E6FC1"/>
    <w:rsid w:val="003E72A5"/>
    <w:rsid w:val="003E72FD"/>
    <w:rsid w:val="003E743B"/>
    <w:rsid w:val="003E76D6"/>
    <w:rsid w:val="003E78F7"/>
    <w:rsid w:val="003E7BE9"/>
    <w:rsid w:val="003E7EB1"/>
    <w:rsid w:val="003F03D5"/>
    <w:rsid w:val="003F04B1"/>
    <w:rsid w:val="003F064F"/>
    <w:rsid w:val="003F06EB"/>
    <w:rsid w:val="003F0A29"/>
    <w:rsid w:val="003F0BD4"/>
    <w:rsid w:val="003F0DE1"/>
    <w:rsid w:val="003F0F6D"/>
    <w:rsid w:val="003F116D"/>
    <w:rsid w:val="003F1339"/>
    <w:rsid w:val="003F136D"/>
    <w:rsid w:val="003F145C"/>
    <w:rsid w:val="003F17C5"/>
    <w:rsid w:val="003F188E"/>
    <w:rsid w:val="003F191C"/>
    <w:rsid w:val="003F1EA1"/>
    <w:rsid w:val="003F2409"/>
    <w:rsid w:val="003F2518"/>
    <w:rsid w:val="003F2615"/>
    <w:rsid w:val="003F26C6"/>
    <w:rsid w:val="003F288C"/>
    <w:rsid w:val="003F2AEB"/>
    <w:rsid w:val="003F2C00"/>
    <w:rsid w:val="003F2DBC"/>
    <w:rsid w:val="003F31AC"/>
    <w:rsid w:val="003F327C"/>
    <w:rsid w:val="003F3480"/>
    <w:rsid w:val="003F3862"/>
    <w:rsid w:val="003F3AEF"/>
    <w:rsid w:val="003F3C3A"/>
    <w:rsid w:val="003F3D29"/>
    <w:rsid w:val="003F3DE0"/>
    <w:rsid w:val="003F3E90"/>
    <w:rsid w:val="003F3E91"/>
    <w:rsid w:val="003F3EDE"/>
    <w:rsid w:val="003F41FC"/>
    <w:rsid w:val="003F427A"/>
    <w:rsid w:val="003F42A1"/>
    <w:rsid w:val="003F43E4"/>
    <w:rsid w:val="003F45EF"/>
    <w:rsid w:val="003F46B9"/>
    <w:rsid w:val="003F472F"/>
    <w:rsid w:val="003F48E0"/>
    <w:rsid w:val="003F4976"/>
    <w:rsid w:val="003F4C8D"/>
    <w:rsid w:val="003F4E96"/>
    <w:rsid w:val="003F4EAB"/>
    <w:rsid w:val="003F514E"/>
    <w:rsid w:val="003F52E4"/>
    <w:rsid w:val="003F53CE"/>
    <w:rsid w:val="003F554A"/>
    <w:rsid w:val="003F5777"/>
    <w:rsid w:val="003F579A"/>
    <w:rsid w:val="003F58A9"/>
    <w:rsid w:val="003F58CE"/>
    <w:rsid w:val="003F59A8"/>
    <w:rsid w:val="003F59F2"/>
    <w:rsid w:val="003F5BAE"/>
    <w:rsid w:val="003F5BD9"/>
    <w:rsid w:val="003F5CB0"/>
    <w:rsid w:val="003F5DEC"/>
    <w:rsid w:val="003F5E4B"/>
    <w:rsid w:val="003F5EF2"/>
    <w:rsid w:val="003F5FBC"/>
    <w:rsid w:val="003F62E3"/>
    <w:rsid w:val="003F62FC"/>
    <w:rsid w:val="003F65DC"/>
    <w:rsid w:val="003F662A"/>
    <w:rsid w:val="003F684F"/>
    <w:rsid w:val="003F686B"/>
    <w:rsid w:val="003F68BB"/>
    <w:rsid w:val="003F6B42"/>
    <w:rsid w:val="003F6BAA"/>
    <w:rsid w:val="003F6D9F"/>
    <w:rsid w:val="003F6E0F"/>
    <w:rsid w:val="003F6F0C"/>
    <w:rsid w:val="003F6FF7"/>
    <w:rsid w:val="003F72BE"/>
    <w:rsid w:val="003F73DD"/>
    <w:rsid w:val="003F7450"/>
    <w:rsid w:val="003F7A19"/>
    <w:rsid w:val="003F7AC2"/>
    <w:rsid w:val="003F7D1F"/>
    <w:rsid w:val="003F7D33"/>
    <w:rsid w:val="003F7D62"/>
    <w:rsid w:val="003F7D71"/>
    <w:rsid w:val="003F7F4F"/>
    <w:rsid w:val="003F7F53"/>
    <w:rsid w:val="00400022"/>
    <w:rsid w:val="004000B4"/>
    <w:rsid w:val="004002AD"/>
    <w:rsid w:val="0040043A"/>
    <w:rsid w:val="004004B1"/>
    <w:rsid w:val="00400621"/>
    <w:rsid w:val="004006B6"/>
    <w:rsid w:val="004007C0"/>
    <w:rsid w:val="00400A46"/>
    <w:rsid w:val="00400D83"/>
    <w:rsid w:val="00400E5A"/>
    <w:rsid w:val="00400F4C"/>
    <w:rsid w:val="00401026"/>
    <w:rsid w:val="004016DE"/>
    <w:rsid w:val="004016F5"/>
    <w:rsid w:val="00401741"/>
    <w:rsid w:val="004017E5"/>
    <w:rsid w:val="0040180A"/>
    <w:rsid w:val="004018A5"/>
    <w:rsid w:val="004018C6"/>
    <w:rsid w:val="00401B03"/>
    <w:rsid w:val="00401E20"/>
    <w:rsid w:val="00401EE8"/>
    <w:rsid w:val="00401F63"/>
    <w:rsid w:val="00402045"/>
    <w:rsid w:val="004020F4"/>
    <w:rsid w:val="00402153"/>
    <w:rsid w:val="00402307"/>
    <w:rsid w:val="004023B1"/>
    <w:rsid w:val="004023C9"/>
    <w:rsid w:val="004024D5"/>
    <w:rsid w:val="00402780"/>
    <w:rsid w:val="00402A62"/>
    <w:rsid w:val="00402BDF"/>
    <w:rsid w:val="00402BE5"/>
    <w:rsid w:val="00402BFD"/>
    <w:rsid w:val="00402C1C"/>
    <w:rsid w:val="00402D8C"/>
    <w:rsid w:val="00402F7F"/>
    <w:rsid w:val="0040307F"/>
    <w:rsid w:val="0040353F"/>
    <w:rsid w:val="004035A8"/>
    <w:rsid w:val="004036A8"/>
    <w:rsid w:val="00403700"/>
    <w:rsid w:val="00403759"/>
    <w:rsid w:val="004039DC"/>
    <w:rsid w:val="00403BC7"/>
    <w:rsid w:val="00403DE9"/>
    <w:rsid w:val="004040D2"/>
    <w:rsid w:val="004040EA"/>
    <w:rsid w:val="00404144"/>
    <w:rsid w:val="00404480"/>
    <w:rsid w:val="00404517"/>
    <w:rsid w:val="00404701"/>
    <w:rsid w:val="00404823"/>
    <w:rsid w:val="0040484E"/>
    <w:rsid w:val="004049E5"/>
    <w:rsid w:val="00404A40"/>
    <w:rsid w:val="00404DB8"/>
    <w:rsid w:val="00404DF1"/>
    <w:rsid w:val="004051CB"/>
    <w:rsid w:val="004055A0"/>
    <w:rsid w:val="0040562E"/>
    <w:rsid w:val="0040571D"/>
    <w:rsid w:val="00405856"/>
    <w:rsid w:val="004058ED"/>
    <w:rsid w:val="00405A75"/>
    <w:rsid w:val="00405C77"/>
    <w:rsid w:val="00405D83"/>
    <w:rsid w:val="00405DE9"/>
    <w:rsid w:val="00405F69"/>
    <w:rsid w:val="004060CB"/>
    <w:rsid w:val="00406144"/>
    <w:rsid w:val="00406235"/>
    <w:rsid w:val="0040638C"/>
    <w:rsid w:val="004063FF"/>
    <w:rsid w:val="0040658A"/>
    <w:rsid w:val="00406628"/>
    <w:rsid w:val="0040676A"/>
    <w:rsid w:val="004067EA"/>
    <w:rsid w:val="00406902"/>
    <w:rsid w:val="004069F8"/>
    <w:rsid w:val="00406AA7"/>
    <w:rsid w:val="00406AB8"/>
    <w:rsid w:val="00406D36"/>
    <w:rsid w:val="00406F11"/>
    <w:rsid w:val="00406F3A"/>
    <w:rsid w:val="00406FAD"/>
    <w:rsid w:val="00406FDB"/>
    <w:rsid w:val="004070B6"/>
    <w:rsid w:val="004070C1"/>
    <w:rsid w:val="00407241"/>
    <w:rsid w:val="00407673"/>
    <w:rsid w:val="0040768B"/>
    <w:rsid w:val="0040769C"/>
    <w:rsid w:val="00407720"/>
    <w:rsid w:val="0040794E"/>
    <w:rsid w:val="004079AF"/>
    <w:rsid w:val="00407BFE"/>
    <w:rsid w:val="00407C61"/>
    <w:rsid w:val="00407D2A"/>
    <w:rsid w:val="00407EBC"/>
    <w:rsid w:val="00407ECB"/>
    <w:rsid w:val="00407F05"/>
    <w:rsid w:val="00407F8E"/>
    <w:rsid w:val="004100B8"/>
    <w:rsid w:val="0041012F"/>
    <w:rsid w:val="00410248"/>
    <w:rsid w:val="00410859"/>
    <w:rsid w:val="004108E9"/>
    <w:rsid w:val="00410BD1"/>
    <w:rsid w:val="00410CF0"/>
    <w:rsid w:val="004112FA"/>
    <w:rsid w:val="00411350"/>
    <w:rsid w:val="004113AC"/>
    <w:rsid w:val="004114E3"/>
    <w:rsid w:val="004115EB"/>
    <w:rsid w:val="004118A8"/>
    <w:rsid w:val="004119FD"/>
    <w:rsid w:val="00411AD7"/>
    <w:rsid w:val="0041235C"/>
    <w:rsid w:val="00412411"/>
    <w:rsid w:val="00412538"/>
    <w:rsid w:val="00412651"/>
    <w:rsid w:val="00412655"/>
    <w:rsid w:val="004128EB"/>
    <w:rsid w:val="00412B7B"/>
    <w:rsid w:val="00412D67"/>
    <w:rsid w:val="00412F9B"/>
    <w:rsid w:val="00412FD2"/>
    <w:rsid w:val="0041304B"/>
    <w:rsid w:val="004130C9"/>
    <w:rsid w:val="00413216"/>
    <w:rsid w:val="00413368"/>
    <w:rsid w:val="0041357C"/>
    <w:rsid w:val="00413744"/>
    <w:rsid w:val="004137F1"/>
    <w:rsid w:val="00413976"/>
    <w:rsid w:val="00413BA7"/>
    <w:rsid w:val="00413BA8"/>
    <w:rsid w:val="00413D58"/>
    <w:rsid w:val="00413F64"/>
    <w:rsid w:val="004140EE"/>
    <w:rsid w:val="004142BB"/>
    <w:rsid w:val="00414327"/>
    <w:rsid w:val="0041438C"/>
    <w:rsid w:val="0041447D"/>
    <w:rsid w:val="004144AD"/>
    <w:rsid w:val="0041459E"/>
    <w:rsid w:val="004147C6"/>
    <w:rsid w:val="00414806"/>
    <w:rsid w:val="00414847"/>
    <w:rsid w:val="004148AD"/>
    <w:rsid w:val="00414946"/>
    <w:rsid w:val="004149E6"/>
    <w:rsid w:val="00414A97"/>
    <w:rsid w:val="00414CE6"/>
    <w:rsid w:val="00414D87"/>
    <w:rsid w:val="00414E51"/>
    <w:rsid w:val="00414FF8"/>
    <w:rsid w:val="00415259"/>
    <w:rsid w:val="00415323"/>
    <w:rsid w:val="00415546"/>
    <w:rsid w:val="004155A8"/>
    <w:rsid w:val="00415603"/>
    <w:rsid w:val="00415682"/>
    <w:rsid w:val="00415B15"/>
    <w:rsid w:val="00415B28"/>
    <w:rsid w:val="00415BF9"/>
    <w:rsid w:val="00415C24"/>
    <w:rsid w:val="00415F52"/>
    <w:rsid w:val="00416055"/>
    <w:rsid w:val="00416187"/>
    <w:rsid w:val="0041620E"/>
    <w:rsid w:val="004162D0"/>
    <w:rsid w:val="0041638F"/>
    <w:rsid w:val="004163B8"/>
    <w:rsid w:val="00416616"/>
    <w:rsid w:val="0041679A"/>
    <w:rsid w:val="0041682A"/>
    <w:rsid w:val="004169F9"/>
    <w:rsid w:val="00416AF6"/>
    <w:rsid w:val="00416D88"/>
    <w:rsid w:val="00416F6C"/>
    <w:rsid w:val="00416FEB"/>
    <w:rsid w:val="00417002"/>
    <w:rsid w:val="00417199"/>
    <w:rsid w:val="004171A1"/>
    <w:rsid w:val="00417238"/>
    <w:rsid w:val="00417305"/>
    <w:rsid w:val="004173DE"/>
    <w:rsid w:val="004173EC"/>
    <w:rsid w:val="00417555"/>
    <w:rsid w:val="00417626"/>
    <w:rsid w:val="004177F8"/>
    <w:rsid w:val="004178DE"/>
    <w:rsid w:val="00417B20"/>
    <w:rsid w:val="00417D39"/>
    <w:rsid w:val="00417D98"/>
    <w:rsid w:val="0042007A"/>
    <w:rsid w:val="0042008D"/>
    <w:rsid w:val="004204FC"/>
    <w:rsid w:val="004205E7"/>
    <w:rsid w:val="004206BB"/>
    <w:rsid w:val="004206E6"/>
    <w:rsid w:val="0042085D"/>
    <w:rsid w:val="004208D5"/>
    <w:rsid w:val="00420989"/>
    <w:rsid w:val="00420B7D"/>
    <w:rsid w:val="00420C73"/>
    <w:rsid w:val="004210F2"/>
    <w:rsid w:val="0042154D"/>
    <w:rsid w:val="00421557"/>
    <w:rsid w:val="0042161D"/>
    <w:rsid w:val="004218D5"/>
    <w:rsid w:val="00421A8A"/>
    <w:rsid w:val="00421C29"/>
    <w:rsid w:val="00421E2F"/>
    <w:rsid w:val="00421F78"/>
    <w:rsid w:val="00421FE1"/>
    <w:rsid w:val="004222A2"/>
    <w:rsid w:val="0042240A"/>
    <w:rsid w:val="004227E0"/>
    <w:rsid w:val="004228CA"/>
    <w:rsid w:val="00422A17"/>
    <w:rsid w:val="00422A4A"/>
    <w:rsid w:val="00422F9C"/>
    <w:rsid w:val="0042334E"/>
    <w:rsid w:val="00423365"/>
    <w:rsid w:val="00423390"/>
    <w:rsid w:val="0042343D"/>
    <w:rsid w:val="00423721"/>
    <w:rsid w:val="00423740"/>
    <w:rsid w:val="004238CA"/>
    <w:rsid w:val="00423C2D"/>
    <w:rsid w:val="00423C4E"/>
    <w:rsid w:val="00423CDF"/>
    <w:rsid w:val="00423DCB"/>
    <w:rsid w:val="00423F34"/>
    <w:rsid w:val="004241AF"/>
    <w:rsid w:val="004241E4"/>
    <w:rsid w:val="00424211"/>
    <w:rsid w:val="0042421A"/>
    <w:rsid w:val="0042429F"/>
    <w:rsid w:val="00424352"/>
    <w:rsid w:val="0042470D"/>
    <w:rsid w:val="004247C8"/>
    <w:rsid w:val="00424848"/>
    <w:rsid w:val="00424990"/>
    <w:rsid w:val="00424A9B"/>
    <w:rsid w:val="00424AF1"/>
    <w:rsid w:val="00424CE2"/>
    <w:rsid w:val="00424DAA"/>
    <w:rsid w:val="004253CE"/>
    <w:rsid w:val="004259DD"/>
    <w:rsid w:val="00425B71"/>
    <w:rsid w:val="00425BF0"/>
    <w:rsid w:val="00425C58"/>
    <w:rsid w:val="00425C81"/>
    <w:rsid w:val="00425CC7"/>
    <w:rsid w:val="00425DC0"/>
    <w:rsid w:val="00425E1F"/>
    <w:rsid w:val="00425E54"/>
    <w:rsid w:val="00425F67"/>
    <w:rsid w:val="00425F8C"/>
    <w:rsid w:val="004260FD"/>
    <w:rsid w:val="0042650E"/>
    <w:rsid w:val="00426772"/>
    <w:rsid w:val="0042680D"/>
    <w:rsid w:val="004268F6"/>
    <w:rsid w:val="00426A2D"/>
    <w:rsid w:val="00426AB5"/>
    <w:rsid w:val="00426BE0"/>
    <w:rsid w:val="00426BEC"/>
    <w:rsid w:val="00426E47"/>
    <w:rsid w:val="00426F84"/>
    <w:rsid w:val="00427071"/>
    <w:rsid w:val="0042709A"/>
    <w:rsid w:val="004271AE"/>
    <w:rsid w:val="004271E9"/>
    <w:rsid w:val="004279E0"/>
    <w:rsid w:val="00427A35"/>
    <w:rsid w:val="00427A5B"/>
    <w:rsid w:val="00427B7F"/>
    <w:rsid w:val="00427E61"/>
    <w:rsid w:val="00427E88"/>
    <w:rsid w:val="00427FF9"/>
    <w:rsid w:val="00430137"/>
    <w:rsid w:val="004303A4"/>
    <w:rsid w:val="004303EF"/>
    <w:rsid w:val="0043049E"/>
    <w:rsid w:val="004305D3"/>
    <w:rsid w:val="00430949"/>
    <w:rsid w:val="00430C7A"/>
    <w:rsid w:val="00430F96"/>
    <w:rsid w:val="0043105A"/>
    <w:rsid w:val="004310A7"/>
    <w:rsid w:val="00431392"/>
    <w:rsid w:val="00431749"/>
    <w:rsid w:val="004317AA"/>
    <w:rsid w:val="0043185B"/>
    <w:rsid w:val="00431BC0"/>
    <w:rsid w:val="00431C70"/>
    <w:rsid w:val="00431C80"/>
    <w:rsid w:val="004320F1"/>
    <w:rsid w:val="004321BE"/>
    <w:rsid w:val="00432306"/>
    <w:rsid w:val="0043241D"/>
    <w:rsid w:val="004326A0"/>
    <w:rsid w:val="00432717"/>
    <w:rsid w:val="004327EB"/>
    <w:rsid w:val="004327FF"/>
    <w:rsid w:val="0043286A"/>
    <w:rsid w:val="00432AA8"/>
    <w:rsid w:val="00432B95"/>
    <w:rsid w:val="00432BAF"/>
    <w:rsid w:val="00432C45"/>
    <w:rsid w:val="00432CC3"/>
    <w:rsid w:val="0043305A"/>
    <w:rsid w:val="00433129"/>
    <w:rsid w:val="00433327"/>
    <w:rsid w:val="0043338A"/>
    <w:rsid w:val="004334A0"/>
    <w:rsid w:val="00433510"/>
    <w:rsid w:val="0043367B"/>
    <w:rsid w:val="004336D3"/>
    <w:rsid w:val="0043370E"/>
    <w:rsid w:val="00433B49"/>
    <w:rsid w:val="00433CF6"/>
    <w:rsid w:val="00433DE4"/>
    <w:rsid w:val="00433EED"/>
    <w:rsid w:val="0043408A"/>
    <w:rsid w:val="004340F7"/>
    <w:rsid w:val="004341DB"/>
    <w:rsid w:val="0043436F"/>
    <w:rsid w:val="00434478"/>
    <w:rsid w:val="00434605"/>
    <w:rsid w:val="0043473A"/>
    <w:rsid w:val="004347B4"/>
    <w:rsid w:val="00434A11"/>
    <w:rsid w:val="00434ABE"/>
    <w:rsid w:val="00434BC2"/>
    <w:rsid w:val="00434E12"/>
    <w:rsid w:val="00434EAA"/>
    <w:rsid w:val="004353B8"/>
    <w:rsid w:val="0043549E"/>
    <w:rsid w:val="00435614"/>
    <w:rsid w:val="004358A6"/>
    <w:rsid w:val="0043595B"/>
    <w:rsid w:val="004359D7"/>
    <w:rsid w:val="00435A57"/>
    <w:rsid w:val="00435B27"/>
    <w:rsid w:val="00435C02"/>
    <w:rsid w:val="00435C43"/>
    <w:rsid w:val="00435F3E"/>
    <w:rsid w:val="00435FD5"/>
    <w:rsid w:val="004361C9"/>
    <w:rsid w:val="004362BF"/>
    <w:rsid w:val="004362E1"/>
    <w:rsid w:val="00436388"/>
    <w:rsid w:val="0043677B"/>
    <w:rsid w:val="00436835"/>
    <w:rsid w:val="00436897"/>
    <w:rsid w:val="00436A3B"/>
    <w:rsid w:val="00436D0D"/>
    <w:rsid w:val="00436D2E"/>
    <w:rsid w:val="00437051"/>
    <w:rsid w:val="00437407"/>
    <w:rsid w:val="00437519"/>
    <w:rsid w:val="00437563"/>
    <w:rsid w:val="004375F4"/>
    <w:rsid w:val="0043769B"/>
    <w:rsid w:val="0043777E"/>
    <w:rsid w:val="0043781B"/>
    <w:rsid w:val="004378E0"/>
    <w:rsid w:val="004378FF"/>
    <w:rsid w:val="00437B45"/>
    <w:rsid w:val="00437B58"/>
    <w:rsid w:val="00437B65"/>
    <w:rsid w:val="00437BFF"/>
    <w:rsid w:val="00437CDF"/>
    <w:rsid w:val="00437E3D"/>
    <w:rsid w:val="00437EAF"/>
    <w:rsid w:val="00437F0F"/>
    <w:rsid w:val="00440021"/>
    <w:rsid w:val="00440349"/>
    <w:rsid w:val="00440426"/>
    <w:rsid w:val="004407D8"/>
    <w:rsid w:val="0044081C"/>
    <w:rsid w:val="004408F3"/>
    <w:rsid w:val="00440A4D"/>
    <w:rsid w:val="00440D57"/>
    <w:rsid w:val="00440F73"/>
    <w:rsid w:val="00440FC7"/>
    <w:rsid w:val="00441174"/>
    <w:rsid w:val="00441382"/>
    <w:rsid w:val="00441409"/>
    <w:rsid w:val="0044153F"/>
    <w:rsid w:val="0044154E"/>
    <w:rsid w:val="00441556"/>
    <w:rsid w:val="004417E4"/>
    <w:rsid w:val="004418FC"/>
    <w:rsid w:val="00441943"/>
    <w:rsid w:val="00441961"/>
    <w:rsid w:val="00441A9F"/>
    <w:rsid w:val="00441F8C"/>
    <w:rsid w:val="00441FAD"/>
    <w:rsid w:val="0044271C"/>
    <w:rsid w:val="004427FC"/>
    <w:rsid w:val="004429D4"/>
    <w:rsid w:val="00442B89"/>
    <w:rsid w:val="00442B8D"/>
    <w:rsid w:val="00442C03"/>
    <w:rsid w:val="00442D11"/>
    <w:rsid w:val="00442E21"/>
    <w:rsid w:val="00443065"/>
    <w:rsid w:val="0044307E"/>
    <w:rsid w:val="00443095"/>
    <w:rsid w:val="0044319A"/>
    <w:rsid w:val="004431A6"/>
    <w:rsid w:val="004431D4"/>
    <w:rsid w:val="00443395"/>
    <w:rsid w:val="004433E8"/>
    <w:rsid w:val="004433EC"/>
    <w:rsid w:val="00443751"/>
    <w:rsid w:val="00443923"/>
    <w:rsid w:val="00443962"/>
    <w:rsid w:val="00443BE7"/>
    <w:rsid w:val="00443BE9"/>
    <w:rsid w:val="00443DEF"/>
    <w:rsid w:val="00443E9A"/>
    <w:rsid w:val="00444068"/>
    <w:rsid w:val="00444106"/>
    <w:rsid w:val="004442BF"/>
    <w:rsid w:val="00444333"/>
    <w:rsid w:val="004443CE"/>
    <w:rsid w:val="00444428"/>
    <w:rsid w:val="00444577"/>
    <w:rsid w:val="00444633"/>
    <w:rsid w:val="0044476E"/>
    <w:rsid w:val="00444A59"/>
    <w:rsid w:val="00444C7A"/>
    <w:rsid w:val="00444CAB"/>
    <w:rsid w:val="00444FAF"/>
    <w:rsid w:val="00444FC8"/>
    <w:rsid w:val="00445056"/>
    <w:rsid w:val="00445074"/>
    <w:rsid w:val="0044507C"/>
    <w:rsid w:val="00445311"/>
    <w:rsid w:val="004453F5"/>
    <w:rsid w:val="004454D5"/>
    <w:rsid w:val="004457A0"/>
    <w:rsid w:val="004457A2"/>
    <w:rsid w:val="004459F8"/>
    <w:rsid w:val="00445AD2"/>
    <w:rsid w:val="00445D45"/>
    <w:rsid w:val="00445EDB"/>
    <w:rsid w:val="00445EF0"/>
    <w:rsid w:val="004462AA"/>
    <w:rsid w:val="00446619"/>
    <w:rsid w:val="00446668"/>
    <w:rsid w:val="00446753"/>
    <w:rsid w:val="0044676C"/>
    <w:rsid w:val="00446881"/>
    <w:rsid w:val="004468D0"/>
    <w:rsid w:val="00446C63"/>
    <w:rsid w:val="00446C98"/>
    <w:rsid w:val="00446E59"/>
    <w:rsid w:val="00446FA7"/>
    <w:rsid w:val="00446FAC"/>
    <w:rsid w:val="004470A0"/>
    <w:rsid w:val="00447122"/>
    <w:rsid w:val="0044725A"/>
    <w:rsid w:val="00447287"/>
    <w:rsid w:val="004472EE"/>
    <w:rsid w:val="00447786"/>
    <w:rsid w:val="004477FC"/>
    <w:rsid w:val="004479EA"/>
    <w:rsid w:val="00447E1F"/>
    <w:rsid w:val="00447E36"/>
    <w:rsid w:val="0045022A"/>
    <w:rsid w:val="004504B4"/>
    <w:rsid w:val="00450695"/>
    <w:rsid w:val="004506AE"/>
    <w:rsid w:val="00450722"/>
    <w:rsid w:val="00450743"/>
    <w:rsid w:val="00450A0A"/>
    <w:rsid w:val="00450BA1"/>
    <w:rsid w:val="00450BA5"/>
    <w:rsid w:val="00450C57"/>
    <w:rsid w:val="00451030"/>
    <w:rsid w:val="0045110F"/>
    <w:rsid w:val="00451338"/>
    <w:rsid w:val="004513C4"/>
    <w:rsid w:val="00451455"/>
    <w:rsid w:val="004515EC"/>
    <w:rsid w:val="00451964"/>
    <w:rsid w:val="00451990"/>
    <w:rsid w:val="004519DF"/>
    <w:rsid w:val="00451D9A"/>
    <w:rsid w:val="00451E06"/>
    <w:rsid w:val="00451E3C"/>
    <w:rsid w:val="00451F30"/>
    <w:rsid w:val="00451F8C"/>
    <w:rsid w:val="0045211F"/>
    <w:rsid w:val="004521E5"/>
    <w:rsid w:val="00452758"/>
    <w:rsid w:val="004529E0"/>
    <w:rsid w:val="00452A91"/>
    <w:rsid w:val="00452E22"/>
    <w:rsid w:val="00452EB4"/>
    <w:rsid w:val="00453066"/>
    <w:rsid w:val="00453298"/>
    <w:rsid w:val="0045344C"/>
    <w:rsid w:val="00453454"/>
    <w:rsid w:val="004534BD"/>
    <w:rsid w:val="004536E5"/>
    <w:rsid w:val="00453798"/>
    <w:rsid w:val="004539F9"/>
    <w:rsid w:val="00453D61"/>
    <w:rsid w:val="00453D8D"/>
    <w:rsid w:val="00453F36"/>
    <w:rsid w:val="0045406D"/>
    <w:rsid w:val="00454248"/>
    <w:rsid w:val="00454298"/>
    <w:rsid w:val="004542A4"/>
    <w:rsid w:val="00454324"/>
    <w:rsid w:val="004543E1"/>
    <w:rsid w:val="00454453"/>
    <w:rsid w:val="0045455D"/>
    <w:rsid w:val="0045497D"/>
    <w:rsid w:val="00454B25"/>
    <w:rsid w:val="00454E47"/>
    <w:rsid w:val="00454E6D"/>
    <w:rsid w:val="00454EC0"/>
    <w:rsid w:val="00454F52"/>
    <w:rsid w:val="004551F2"/>
    <w:rsid w:val="004552F4"/>
    <w:rsid w:val="0045536C"/>
    <w:rsid w:val="00455378"/>
    <w:rsid w:val="00455759"/>
    <w:rsid w:val="00455799"/>
    <w:rsid w:val="00455B41"/>
    <w:rsid w:val="00455D5C"/>
    <w:rsid w:val="00455DB5"/>
    <w:rsid w:val="00455E54"/>
    <w:rsid w:val="004560E2"/>
    <w:rsid w:val="0045620F"/>
    <w:rsid w:val="004563D6"/>
    <w:rsid w:val="004564D0"/>
    <w:rsid w:val="00456701"/>
    <w:rsid w:val="00456744"/>
    <w:rsid w:val="004568B0"/>
    <w:rsid w:val="004568F7"/>
    <w:rsid w:val="00456987"/>
    <w:rsid w:val="00456AC3"/>
    <w:rsid w:val="00456EC9"/>
    <w:rsid w:val="0045707A"/>
    <w:rsid w:val="00457101"/>
    <w:rsid w:val="00457125"/>
    <w:rsid w:val="00457168"/>
    <w:rsid w:val="0045742A"/>
    <w:rsid w:val="00457440"/>
    <w:rsid w:val="004575BE"/>
    <w:rsid w:val="004575C8"/>
    <w:rsid w:val="00457AD6"/>
    <w:rsid w:val="00457C3F"/>
    <w:rsid w:val="00457EBE"/>
    <w:rsid w:val="004600A6"/>
    <w:rsid w:val="0046027D"/>
    <w:rsid w:val="004603C4"/>
    <w:rsid w:val="0046043D"/>
    <w:rsid w:val="00460445"/>
    <w:rsid w:val="00460654"/>
    <w:rsid w:val="00460AB4"/>
    <w:rsid w:val="00460B51"/>
    <w:rsid w:val="00460D1D"/>
    <w:rsid w:val="00460E01"/>
    <w:rsid w:val="0046108A"/>
    <w:rsid w:val="00461100"/>
    <w:rsid w:val="004611E9"/>
    <w:rsid w:val="0046125C"/>
    <w:rsid w:val="00461456"/>
    <w:rsid w:val="0046188E"/>
    <w:rsid w:val="00461A32"/>
    <w:rsid w:val="00461C32"/>
    <w:rsid w:val="00461C41"/>
    <w:rsid w:val="00461ECE"/>
    <w:rsid w:val="00461FB5"/>
    <w:rsid w:val="00462262"/>
    <w:rsid w:val="00462282"/>
    <w:rsid w:val="00462332"/>
    <w:rsid w:val="004624D2"/>
    <w:rsid w:val="00462507"/>
    <w:rsid w:val="0046250D"/>
    <w:rsid w:val="00462904"/>
    <w:rsid w:val="00462970"/>
    <w:rsid w:val="00462B61"/>
    <w:rsid w:val="00462CF4"/>
    <w:rsid w:val="00463007"/>
    <w:rsid w:val="00463033"/>
    <w:rsid w:val="0046318C"/>
    <w:rsid w:val="004632DA"/>
    <w:rsid w:val="004632EB"/>
    <w:rsid w:val="004637E5"/>
    <w:rsid w:val="00463BBA"/>
    <w:rsid w:val="00463C10"/>
    <w:rsid w:val="00463CB8"/>
    <w:rsid w:val="00463D46"/>
    <w:rsid w:val="00463DDD"/>
    <w:rsid w:val="00463EBC"/>
    <w:rsid w:val="00463F77"/>
    <w:rsid w:val="00464086"/>
    <w:rsid w:val="004642F9"/>
    <w:rsid w:val="00464539"/>
    <w:rsid w:val="004645F3"/>
    <w:rsid w:val="004646C1"/>
    <w:rsid w:val="00464782"/>
    <w:rsid w:val="00464792"/>
    <w:rsid w:val="004647BE"/>
    <w:rsid w:val="004647FC"/>
    <w:rsid w:val="00464ADB"/>
    <w:rsid w:val="00464B34"/>
    <w:rsid w:val="00465027"/>
    <w:rsid w:val="004650CE"/>
    <w:rsid w:val="004651F6"/>
    <w:rsid w:val="00465282"/>
    <w:rsid w:val="004652DD"/>
    <w:rsid w:val="004656E1"/>
    <w:rsid w:val="004657BC"/>
    <w:rsid w:val="004658E0"/>
    <w:rsid w:val="00465905"/>
    <w:rsid w:val="00465A4C"/>
    <w:rsid w:val="00465ACF"/>
    <w:rsid w:val="00465C4B"/>
    <w:rsid w:val="00465C7F"/>
    <w:rsid w:val="00465D57"/>
    <w:rsid w:val="00465DD1"/>
    <w:rsid w:val="00465E13"/>
    <w:rsid w:val="00465FE3"/>
    <w:rsid w:val="0046600C"/>
    <w:rsid w:val="004660D4"/>
    <w:rsid w:val="0046619E"/>
    <w:rsid w:val="004661E6"/>
    <w:rsid w:val="0046632E"/>
    <w:rsid w:val="0046637A"/>
    <w:rsid w:val="00466394"/>
    <w:rsid w:val="004663DB"/>
    <w:rsid w:val="004664A8"/>
    <w:rsid w:val="00466589"/>
    <w:rsid w:val="00466613"/>
    <w:rsid w:val="00466A4A"/>
    <w:rsid w:val="00466A5B"/>
    <w:rsid w:val="00466BED"/>
    <w:rsid w:val="00466BF4"/>
    <w:rsid w:val="00466D26"/>
    <w:rsid w:val="00467048"/>
    <w:rsid w:val="00467174"/>
    <w:rsid w:val="0046729E"/>
    <w:rsid w:val="0046760D"/>
    <w:rsid w:val="00467614"/>
    <w:rsid w:val="0046783F"/>
    <w:rsid w:val="0046786A"/>
    <w:rsid w:val="004678B5"/>
    <w:rsid w:val="00467BC6"/>
    <w:rsid w:val="00467C46"/>
    <w:rsid w:val="00467E19"/>
    <w:rsid w:val="00467E5A"/>
    <w:rsid w:val="0047013D"/>
    <w:rsid w:val="00470203"/>
    <w:rsid w:val="004702D7"/>
    <w:rsid w:val="0047086D"/>
    <w:rsid w:val="004708BC"/>
    <w:rsid w:val="00470DB5"/>
    <w:rsid w:val="00470E51"/>
    <w:rsid w:val="0047101A"/>
    <w:rsid w:val="00471204"/>
    <w:rsid w:val="00471212"/>
    <w:rsid w:val="004712D1"/>
    <w:rsid w:val="0047135B"/>
    <w:rsid w:val="004715AD"/>
    <w:rsid w:val="004716E1"/>
    <w:rsid w:val="0047173E"/>
    <w:rsid w:val="004717EA"/>
    <w:rsid w:val="00471925"/>
    <w:rsid w:val="004719CD"/>
    <w:rsid w:val="00471ACC"/>
    <w:rsid w:val="00471B7A"/>
    <w:rsid w:val="00471BEB"/>
    <w:rsid w:val="00471DA5"/>
    <w:rsid w:val="00471DE8"/>
    <w:rsid w:val="00471E5A"/>
    <w:rsid w:val="004722DB"/>
    <w:rsid w:val="00472334"/>
    <w:rsid w:val="004724BF"/>
    <w:rsid w:val="0047259F"/>
    <w:rsid w:val="004727A8"/>
    <w:rsid w:val="004728A3"/>
    <w:rsid w:val="00472ECA"/>
    <w:rsid w:val="00472FE6"/>
    <w:rsid w:val="00473117"/>
    <w:rsid w:val="004731D3"/>
    <w:rsid w:val="004731DA"/>
    <w:rsid w:val="004731F2"/>
    <w:rsid w:val="004733A7"/>
    <w:rsid w:val="004733E7"/>
    <w:rsid w:val="00473452"/>
    <w:rsid w:val="00473576"/>
    <w:rsid w:val="004735C4"/>
    <w:rsid w:val="00473644"/>
    <w:rsid w:val="004736A8"/>
    <w:rsid w:val="00473732"/>
    <w:rsid w:val="00473826"/>
    <w:rsid w:val="00473CE0"/>
    <w:rsid w:val="00473CE9"/>
    <w:rsid w:val="00473EFB"/>
    <w:rsid w:val="00473FD9"/>
    <w:rsid w:val="0047400D"/>
    <w:rsid w:val="004740D1"/>
    <w:rsid w:val="0047413D"/>
    <w:rsid w:val="0047434D"/>
    <w:rsid w:val="004747C9"/>
    <w:rsid w:val="004748BA"/>
    <w:rsid w:val="004748C1"/>
    <w:rsid w:val="00474903"/>
    <w:rsid w:val="00474AEF"/>
    <w:rsid w:val="00474B36"/>
    <w:rsid w:val="00474C2F"/>
    <w:rsid w:val="00474C60"/>
    <w:rsid w:val="00474D59"/>
    <w:rsid w:val="00474E0C"/>
    <w:rsid w:val="00474FB2"/>
    <w:rsid w:val="00474FEE"/>
    <w:rsid w:val="004750B1"/>
    <w:rsid w:val="004750F7"/>
    <w:rsid w:val="00475230"/>
    <w:rsid w:val="0047561E"/>
    <w:rsid w:val="004757AB"/>
    <w:rsid w:val="0047581D"/>
    <w:rsid w:val="00475876"/>
    <w:rsid w:val="00475BCB"/>
    <w:rsid w:val="00475BE4"/>
    <w:rsid w:val="00475DE9"/>
    <w:rsid w:val="00475ECC"/>
    <w:rsid w:val="00475EEC"/>
    <w:rsid w:val="00475FA6"/>
    <w:rsid w:val="0047605A"/>
    <w:rsid w:val="004760F9"/>
    <w:rsid w:val="004761A0"/>
    <w:rsid w:val="004761F6"/>
    <w:rsid w:val="004762D3"/>
    <w:rsid w:val="004765A9"/>
    <w:rsid w:val="004767C0"/>
    <w:rsid w:val="0047687C"/>
    <w:rsid w:val="004768C8"/>
    <w:rsid w:val="004768D9"/>
    <w:rsid w:val="0047698B"/>
    <w:rsid w:val="00476AA8"/>
    <w:rsid w:val="00476AC4"/>
    <w:rsid w:val="00476F1D"/>
    <w:rsid w:val="0047715E"/>
    <w:rsid w:val="00477268"/>
    <w:rsid w:val="00477299"/>
    <w:rsid w:val="004772E5"/>
    <w:rsid w:val="00477591"/>
    <w:rsid w:val="004775ED"/>
    <w:rsid w:val="0047761F"/>
    <w:rsid w:val="0047780E"/>
    <w:rsid w:val="00477AFC"/>
    <w:rsid w:val="00477B6F"/>
    <w:rsid w:val="00477BEB"/>
    <w:rsid w:val="00477C0F"/>
    <w:rsid w:val="00477C59"/>
    <w:rsid w:val="00477C72"/>
    <w:rsid w:val="00477F59"/>
    <w:rsid w:val="00477FC4"/>
    <w:rsid w:val="0048008C"/>
    <w:rsid w:val="004803D2"/>
    <w:rsid w:val="0048061C"/>
    <w:rsid w:val="00480B21"/>
    <w:rsid w:val="00480BA5"/>
    <w:rsid w:val="00480CBD"/>
    <w:rsid w:val="00480E51"/>
    <w:rsid w:val="00480E91"/>
    <w:rsid w:val="0048140E"/>
    <w:rsid w:val="004814CB"/>
    <w:rsid w:val="00481851"/>
    <w:rsid w:val="00481C9D"/>
    <w:rsid w:val="00481CF5"/>
    <w:rsid w:val="00481D86"/>
    <w:rsid w:val="00481F7A"/>
    <w:rsid w:val="0048222E"/>
    <w:rsid w:val="00482319"/>
    <w:rsid w:val="00482389"/>
    <w:rsid w:val="0048245A"/>
    <w:rsid w:val="00482488"/>
    <w:rsid w:val="00482548"/>
    <w:rsid w:val="004825F2"/>
    <w:rsid w:val="00482988"/>
    <w:rsid w:val="00482A00"/>
    <w:rsid w:val="00482A53"/>
    <w:rsid w:val="00482ACE"/>
    <w:rsid w:val="00482B39"/>
    <w:rsid w:val="00482D28"/>
    <w:rsid w:val="00482DB9"/>
    <w:rsid w:val="00482DE3"/>
    <w:rsid w:val="00482E83"/>
    <w:rsid w:val="0048316D"/>
    <w:rsid w:val="0048319B"/>
    <w:rsid w:val="0048331F"/>
    <w:rsid w:val="0048333B"/>
    <w:rsid w:val="004834E9"/>
    <w:rsid w:val="004835CB"/>
    <w:rsid w:val="00483645"/>
    <w:rsid w:val="00483811"/>
    <w:rsid w:val="004838BB"/>
    <w:rsid w:val="0048391B"/>
    <w:rsid w:val="00483976"/>
    <w:rsid w:val="00483AB1"/>
    <w:rsid w:val="00483AB2"/>
    <w:rsid w:val="00483B40"/>
    <w:rsid w:val="00483B49"/>
    <w:rsid w:val="0048402A"/>
    <w:rsid w:val="00484098"/>
    <w:rsid w:val="004840A9"/>
    <w:rsid w:val="004841A0"/>
    <w:rsid w:val="00484237"/>
    <w:rsid w:val="004842A7"/>
    <w:rsid w:val="0048435D"/>
    <w:rsid w:val="00484586"/>
    <w:rsid w:val="00484750"/>
    <w:rsid w:val="0048475F"/>
    <w:rsid w:val="00484B83"/>
    <w:rsid w:val="00484D71"/>
    <w:rsid w:val="00485021"/>
    <w:rsid w:val="0048525D"/>
    <w:rsid w:val="00485302"/>
    <w:rsid w:val="0048540C"/>
    <w:rsid w:val="0048550A"/>
    <w:rsid w:val="0048556C"/>
    <w:rsid w:val="00485635"/>
    <w:rsid w:val="00485798"/>
    <w:rsid w:val="00485977"/>
    <w:rsid w:val="00485D1F"/>
    <w:rsid w:val="00485FD3"/>
    <w:rsid w:val="00486179"/>
    <w:rsid w:val="00486206"/>
    <w:rsid w:val="004863AC"/>
    <w:rsid w:val="0048642C"/>
    <w:rsid w:val="004864AE"/>
    <w:rsid w:val="0048652B"/>
    <w:rsid w:val="004865A3"/>
    <w:rsid w:val="004868B2"/>
    <w:rsid w:val="00486914"/>
    <w:rsid w:val="004869CE"/>
    <w:rsid w:val="00486B47"/>
    <w:rsid w:val="00486BB0"/>
    <w:rsid w:val="00486BC7"/>
    <w:rsid w:val="00486D02"/>
    <w:rsid w:val="00486D04"/>
    <w:rsid w:val="0048717D"/>
    <w:rsid w:val="00487212"/>
    <w:rsid w:val="004873A0"/>
    <w:rsid w:val="00487413"/>
    <w:rsid w:val="00487520"/>
    <w:rsid w:val="0048767D"/>
    <w:rsid w:val="00487FEE"/>
    <w:rsid w:val="00490071"/>
    <w:rsid w:val="0049008E"/>
    <w:rsid w:val="00490171"/>
    <w:rsid w:val="004901FC"/>
    <w:rsid w:val="004902CB"/>
    <w:rsid w:val="0049044A"/>
    <w:rsid w:val="00490465"/>
    <w:rsid w:val="004904FB"/>
    <w:rsid w:val="00490530"/>
    <w:rsid w:val="0049062B"/>
    <w:rsid w:val="004906A7"/>
    <w:rsid w:val="004906F0"/>
    <w:rsid w:val="004908F4"/>
    <w:rsid w:val="00490958"/>
    <w:rsid w:val="00490985"/>
    <w:rsid w:val="00490A3E"/>
    <w:rsid w:val="00490AEB"/>
    <w:rsid w:val="00490CC7"/>
    <w:rsid w:val="00490CEB"/>
    <w:rsid w:val="00490D46"/>
    <w:rsid w:val="00490E71"/>
    <w:rsid w:val="00490E85"/>
    <w:rsid w:val="00490F83"/>
    <w:rsid w:val="00490F8D"/>
    <w:rsid w:val="00491008"/>
    <w:rsid w:val="0049105F"/>
    <w:rsid w:val="0049106F"/>
    <w:rsid w:val="004912BD"/>
    <w:rsid w:val="004913B7"/>
    <w:rsid w:val="004915A4"/>
    <w:rsid w:val="00491662"/>
    <w:rsid w:val="00491815"/>
    <w:rsid w:val="00491A5E"/>
    <w:rsid w:val="00491B8D"/>
    <w:rsid w:val="00491C47"/>
    <w:rsid w:val="00491CFE"/>
    <w:rsid w:val="00491E39"/>
    <w:rsid w:val="00492026"/>
    <w:rsid w:val="004921E5"/>
    <w:rsid w:val="0049231E"/>
    <w:rsid w:val="004923B3"/>
    <w:rsid w:val="004923D9"/>
    <w:rsid w:val="00492467"/>
    <w:rsid w:val="004924F7"/>
    <w:rsid w:val="00492560"/>
    <w:rsid w:val="004925B2"/>
    <w:rsid w:val="004927CB"/>
    <w:rsid w:val="004927F7"/>
    <w:rsid w:val="004929EA"/>
    <w:rsid w:val="00492B3B"/>
    <w:rsid w:val="00492BF1"/>
    <w:rsid w:val="00492DA1"/>
    <w:rsid w:val="004930E9"/>
    <w:rsid w:val="004931FF"/>
    <w:rsid w:val="004933D4"/>
    <w:rsid w:val="00493462"/>
    <w:rsid w:val="004934C3"/>
    <w:rsid w:val="00493914"/>
    <w:rsid w:val="0049397A"/>
    <w:rsid w:val="00493F64"/>
    <w:rsid w:val="00493FAA"/>
    <w:rsid w:val="00494158"/>
    <w:rsid w:val="004944B7"/>
    <w:rsid w:val="0049475D"/>
    <w:rsid w:val="0049476E"/>
    <w:rsid w:val="00494831"/>
    <w:rsid w:val="0049496F"/>
    <w:rsid w:val="004949A1"/>
    <w:rsid w:val="00494A45"/>
    <w:rsid w:val="00494A67"/>
    <w:rsid w:val="00494AE1"/>
    <w:rsid w:val="00494B93"/>
    <w:rsid w:val="00494F2D"/>
    <w:rsid w:val="00494F78"/>
    <w:rsid w:val="00494FA3"/>
    <w:rsid w:val="00495144"/>
    <w:rsid w:val="004951EF"/>
    <w:rsid w:val="0049537B"/>
    <w:rsid w:val="004953A5"/>
    <w:rsid w:val="004956B4"/>
    <w:rsid w:val="00495899"/>
    <w:rsid w:val="0049598F"/>
    <w:rsid w:val="00495999"/>
    <w:rsid w:val="00495B90"/>
    <w:rsid w:val="00496325"/>
    <w:rsid w:val="00496379"/>
    <w:rsid w:val="00496496"/>
    <w:rsid w:val="004964DB"/>
    <w:rsid w:val="004966E3"/>
    <w:rsid w:val="0049688C"/>
    <w:rsid w:val="0049698B"/>
    <w:rsid w:val="00496C33"/>
    <w:rsid w:val="00496C90"/>
    <w:rsid w:val="00496DCF"/>
    <w:rsid w:val="00496E69"/>
    <w:rsid w:val="00496F01"/>
    <w:rsid w:val="00497167"/>
    <w:rsid w:val="004971A0"/>
    <w:rsid w:val="004972D2"/>
    <w:rsid w:val="004973BB"/>
    <w:rsid w:val="00497598"/>
    <w:rsid w:val="0049784A"/>
    <w:rsid w:val="00497BC2"/>
    <w:rsid w:val="00497BCC"/>
    <w:rsid w:val="00497EFF"/>
    <w:rsid w:val="004A0063"/>
    <w:rsid w:val="004A0221"/>
    <w:rsid w:val="004A0498"/>
    <w:rsid w:val="004A0788"/>
    <w:rsid w:val="004A07B6"/>
    <w:rsid w:val="004A0960"/>
    <w:rsid w:val="004A09C6"/>
    <w:rsid w:val="004A09F5"/>
    <w:rsid w:val="004A0A95"/>
    <w:rsid w:val="004A0CB2"/>
    <w:rsid w:val="004A0E6E"/>
    <w:rsid w:val="004A1142"/>
    <w:rsid w:val="004A124E"/>
    <w:rsid w:val="004A165B"/>
    <w:rsid w:val="004A16F4"/>
    <w:rsid w:val="004A18B3"/>
    <w:rsid w:val="004A19D6"/>
    <w:rsid w:val="004A1C53"/>
    <w:rsid w:val="004A1E16"/>
    <w:rsid w:val="004A211F"/>
    <w:rsid w:val="004A243A"/>
    <w:rsid w:val="004A254E"/>
    <w:rsid w:val="004A2800"/>
    <w:rsid w:val="004A2ADD"/>
    <w:rsid w:val="004A2B41"/>
    <w:rsid w:val="004A2BA2"/>
    <w:rsid w:val="004A2CEA"/>
    <w:rsid w:val="004A2CFB"/>
    <w:rsid w:val="004A2D00"/>
    <w:rsid w:val="004A2D11"/>
    <w:rsid w:val="004A2DFA"/>
    <w:rsid w:val="004A3217"/>
    <w:rsid w:val="004A3238"/>
    <w:rsid w:val="004A334A"/>
    <w:rsid w:val="004A360F"/>
    <w:rsid w:val="004A3613"/>
    <w:rsid w:val="004A37B2"/>
    <w:rsid w:val="004A38A5"/>
    <w:rsid w:val="004A38C2"/>
    <w:rsid w:val="004A38D2"/>
    <w:rsid w:val="004A3B8B"/>
    <w:rsid w:val="004A3B99"/>
    <w:rsid w:val="004A3D9A"/>
    <w:rsid w:val="004A3E61"/>
    <w:rsid w:val="004A3EFC"/>
    <w:rsid w:val="004A402F"/>
    <w:rsid w:val="004A4055"/>
    <w:rsid w:val="004A40CA"/>
    <w:rsid w:val="004A4137"/>
    <w:rsid w:val="004A4216"/>
    <w:rsid w:val="004A4283"/>
    <w:rsid w:val="004A4701"/>
    <w:rsid w:val="004A4766"/>
    <w:rsid w:val="004A48CA"/>
    <w:rsid w:val="004A4A16"/>
    <w:rsid w:val="004A4E93"/>
    <w:rsid w:val="004A51A4"/>
    <w:rsid w:val="004A523E"/>
    <w:rsid w:val="004A55EA"/>
    <w:rsid w:val="004A57C2"/>
    <w:rsid w:val="004A5996"/>
    <w:rsid w:val="004A5B64"/>
    <w:rsid w:val="004A5F35"/>
    <w:rsid w:val="004A619E"/>
    <w:rsid w:val="004A6475"/>
    <w:rsid w:val="004A6A7C"/>
    <w:rsid w:val="004A6A7D"/>
    <w:rsid w:val="004A6BDA"/>
    <w:rsid w:val="004A6C8B"/>
    <w:rsid w:val="004A6C8E"/>
    <w:rsid w:val="004A6CCF"/>
    <w:rsid w:val="004A6D28"/>
    <w:rsid w:val="004A6FF7"/>
    <w:rsid w:val="004A7028"/>
    <w:rsid w:val="004A70C6"/>
    <w:rsid w:val="004A7102"/>
    <w:rsid w:val="004A722F"/>
    <w:rsid w:val="004A72CD"/>
    <w:rsid w:val="004A75DC"/>
    <w:rsid w:val="004A76A1"/>
    <w:rsid w:val="004A79A1"/>
    <w:rsid w:val="004A7ACE"/>
    <w:rsid w:val="004A7ADD"/>
    <w:rsid w:val="004A7B33"/>
    <w:rsid w:val="004A7C34"/>
    <w:rsid w:val="004A7C6D"/>
    <w:rsid w:val="004A7CF5"/>
    <w:rsid w:val="004A7F90"/>
    <w:rsid w:val="004B01BA"/>
    <w:rsid w:val="004B02B4"/>
    <w:rsid w:val="004B0569"/>
    <w:rsid w:val="004B0614"/>
    <w:rsid w:val="004B0671"/>
    <w:rsid w:val="004B0686"/>
    <w:rsid w:val="004B0A72"/>
    <w:rsid w:val="004B0D39"/>
    <w:rsid w:val="004B0D87"/>
    <w:rsid w:val="004B0E60"/>
    <w:rsid w:val="004B0F3D"/>
    <w:rsid w:val="004B1311"/>
    <w:rsid w:val="004B13B4"/>
    <w:rsid w:val="004B1446"/>
    <w:rsid w:val="004B1534"/>
    <w:rsid w:val="004B156A"/>
    <w:rsid w:val="004B15E6"/>
    <w:rsid w:val="004B1659"/>
    <w:rsid w:val="004B1669"/>
    <w:rsid w:val="004B16ED"/>
    <w:rsid w:val="004B1707"/>
    <w:rsid w:val="004B1918"/>
    <w:rsid w:val="004B1F5B"/>
    <w:rsid w:val="004B1F9C"/>
    <w:rsid w:val="004B2174"/>
    <w:rsid w:val="004B228D"/>
    <w:rsid w:val="004B2469"/>
    <w:rsid w:val="004B2492"/>
    <w:rsid w:val="004B2684"/>
    <w:rsid w:val="004B27AB"/>
    <w:rsid w:val="004B2941"/>
    <w:rsid w:val="004B2C62"/>
    <w:rsid w:val="004B2D98"/>
    <w:rsid w:val="004B2E16"/>
    <w:rsid w:val="004B2F09"/>
    <w:rsid w:val="004B3222"/>
    <w:rsid w:val="004B379B"/>
    <w:rsid w:val="004B37BA"/>
    <w:rsid w:val="004B3852"/>
    <w:rsid w:val="004B3A3E"/>
    <w:rsid w:val="004B3ADD"/>
    <w:rsid w:val="004B3C3F"/>
    <w:rsid w:val="004B3DF6"/>
    <w:rsid w:val="004B3E79"/>
    <w:rsid w:val="004B4037"/>
    <w:rsid w:val="004B41C4"/>
    <w:rsid w:val="004B4269"/>
    <w:rsid w:val="004B4279"/>
    <w:rsid w:val="004B42F7"/>
    <w:rsid w:val="004B4315"/>
    <w:rsid w:val="004B439F"/>
    <w:rsid w:val="004B4514"/>
    <w:rsid w:val="004B45E6"/>
    <w:rsid w:val="004B47EB"/>
    <w:rsid w:val="004B47FD"/>
    <w:rsid w:val="004B49D4"/>
    <w:rsid w:val="004B4B25"/>
    <w:rsid w:val="004B4CDF"/>
    <w:rsid w:val="004B4CED"/>
    <w:rsid w:val="004B4DC2"/>
    <w:rsid w:val="004B4E59"/>
    <w:rsid w:val="004B502B"/>
    <w:rsid w:val="004B5093"/>
    <w:rsid w:val="004B51D5"/>
    <w:rsid w:val="004B531B"/>
    <w:rsid w:val="004B54C2"/>
    <w:rsid w:val="004B5591"/>
    <w:rsid w:val="004B5612"/>
    <w:rsid w:val="004B5634"/>
    <w:rsid w:val="004B571E"/>
    <w:rsid w:val="004B5751"/>
    <w:rsid w:val="004B57DB"/>
    <w:rsid w:val="004B58E7"/>
    <w:rsid w:val="004B591B"/>
    <w:rsid w:val="004B5BAA"/>
    <w:rsid w:val="004B5D54"/>
    <w:rsid w:val="004B5D80"/>
    <w:rsid w:val="004B5EEB"/>
    <w:rsid w:val="004B5F87"/>
    <w:rsid w:val="004B608B"/>
    <w:rsid w:val="004B60B3"/>
    <w:rsid w:val="004B6192"/>
    <w:rsid w:val="004B619B"/>
    <w:rsid w:val="004B6249"/>
    <w:rsid w:val="004B6293"/>
    <w:rsid w:val="004B62F9"/>
    <w:rsid w:val="004B64C0"/>
    <w:rsid w:val="004B64CB"/>
    <w:rsid w:val="004B66F7"/>
    <w:rsid w:val="004B6719"/>
    <w:rsid w:val="004B6827"/>
    <w:rsid w:val="004B68AC"/>
    <w:rsid w:val="004B6946"/>
    <w:rsid w:val="004B69E8"/>
    <w:rsid w:val="004B6A7D"/>
    <w:rsid w:val="004B6F65"/>
    <w:rsid w:val="004B70A0"/>
    <w:rsid w:val="004B7524"/>
    <w:rsid w:val="004B789B"/>
    <w:rsid w:val="004B78C9"/>
    <w:rsid w:val="004B7991"/>
    <w:rsid w:val="004B79B3"/>
    <w:rsid w:val="004B7B0F"/>
    <w:rsid w:val="004B7CD1"/>
    <w:rsid w:val="004B7D90"/>
    <w:rsid w:val="004C00FF"/>
    <w:rsid w:val="004C02DF"/>
    <w:rsid w:val="004C0564"/>
    <w:rsid w:val="004C05D1"/>
    <w:rsid w:val="004C05F5"/>
    <w:rsid w:val="004C0685"/>
    <w:rsid w:val="004C07D2"/>
    <w:rsid w:val="004C0B7E"/>
    <w:rsid w:val="004C0E21"/>
    <w:rsid w:val="004C0F87"/>
    <w:rsid w:val="004C10C3"/>
    <w:rsid w:val="004C10CA"/>
    <w:rsid w:val="004C136D"/>
    <w:rsid w:val="004C1499"/>
    <w:rsid w:val="004C158E"/>
    <w:rsid w:val="004C15FF"/>
    <w:rsid w:val="004C1F0B"/>
    <w:rsid w:val="004C211D"/>
    <w:rsid w:val="004C2137"/>
    <w:rsid w:val="004C2308"/>
    <w:rsid w:val="004C23DE"/>
    <w:rsid w:val="004C26F2"/>
    <w:rsid w:val="004C2805"/>
    <w:rsid w:val="004C2C03"/>
    <w:rsid w:val="004C2D6B"/>
    <w:rsid w:val="004C2EC5"/>
    <w:rsid w:val="004C2FCB"/>
    <w:rsid w:val="004C3165"/>
    <w:rsid w:val="004C34AF"/>
    <w:rsid w:val="004C3568"/>
    <w:rsid w:val="004C3953"/>
    <w:rsid w:val="004C3B27"/>
    <w:rsid w:val="004C3E45"/>
    <w:rsid w:val="004C3EE2"/>
    <w:rsid w:val="004C407A"/>
    <w:rsid w:val="004C415D"/>
    <w:rsid w:val="004C422C"/>
    <w:rsid w:val="004C4326"/>
    <w:rsid w:val="004C43A9"/>
    <w:rsid w:val="004C4674"/>
    <w:rsid w:val="004C47EF"/>
    <w:rsid w:val="004C481E"/>
    <w:rsid w:val="004C4ACC"/>
    <w:rsid w:val="004C4C49"/>
    <w:rsid w:val="004C514A"/>
    <w:rsid w:val="004C51CE"/>
    <w:rsid w:val="004C53E3"/>
    <w:rsid w:val="004C5418"/>
    <w:rsid w:val="004C5441"/>
    <w:rsid w:val="004C54A2"/>
    <w:rsid w:val="004C560B"/>
    <w:rsid w:val="004C564E"/>
    <w:rsid w:val="004C5705"/>
    <w:rsid w:val="004C5A6C"/>
    <w:rsid w:val="004C5AC2"/>
    <w:rsid w:val="004C5C96"/>
    <w:rsid w:val="004C5C9E"/>
    <w:rsid w:val="004C5D1A"/>
    <w:rsid w:val="004C5E32"/>
    <w:rsid w:val="004C5E3E"/>
    <w:rsid w:val="004C5EA0"/>
    <w:rsid w:val="004C60B9"/>
    <w:rsid w:val="004C6457"/>
    <w:rsid w:val="004C65E6"/>
    <w:rsid w:val="004C665D"/>
    <w:rsid w:val="004C6697"/>
    <w:rsid w:val="004C67AB"/>
    <w:rsid w:val="004C6A2B"/>
    <w:rsid w:val="004C6AC7"/>
    <w:rsid w:val="004C6EF8"/>
    <w:rsid w:val="004C6FB0"/>
    <w:rsid w:val="004C71AB"/>
    <w:rsid w:val="004C7562"/>
    <w:rsid w:val="004C7601"/>
    <w:rsid w:val="004C7876"/>
    <w:rsid w:val="004C798C"/>
    <w:rsid w:val="004C7E16"/>
    <w:rsid w:val="004C7EF8"/>
    <w:rsid w:val="004D018E"/>
    <w:rsid w:val="004D0200"/>
    <w:rsid w:val="004D0413"/>
    <w:rsid w:val="004D047E"/>
    <w:rsid w:val="004D06D3"/>
    <w:rsid w:val="004D0849"/>
    <w:rsid w:val="004D0977"/>
    <w:rsid w:val="004D0BDE"/>
    <w:rsid w:val="004D1182"/>
    <w:rsid w:val="004D1426"/>
    <w:rsid w:val="004D1564"/>
    <w:rsid w:val="004D1628"/>
    <w:rsid w:val="004D1903"/>
    <w:rsid w:val="004D191C"/>
    <w:rsid w:val="004D19E8"/>
    <w:rsid w:val="004D1A16"/>
    <w:rsid w:val="004D1B4F"/>
    <w:rsid w:val="004D1C1B"/>
    <w:rsid w:val="004D2117"/>
    <w:rsid w:val="004D2257"/>
    <w:rsid w:val="004D23AF"/>
    <w:rsid w:val="004D23C5"/>
    <w:rsid w:val="004D24A1"/>
    <w:rsid w:val="004D2584"/>
    <w:rsid w:val="004D2740"/>
    <w:rsid w:val="004D2747"/>
    <w:rsid w:val="004D27C4"/>
    <w:rsid w:val="004D2803"/>
    <w:rsid w:val="004D28B4"/>
    <w:rsid w:val="004D28BB"/>
    <w:rsid w:val="004D2917"/>
    <w:rsid w:val="004D2B31"/>
    <w:rsid w:val="004D2CA9"/>
    <w:rsid w:val="004D3173"/>
    <w:rsid w:val="004D323D"/>
    <w:rsid w:val="004D3279"/>
    <w:rsid w:val="004D34C2"/>
    <w:rsid w:val="004D35D8"/>
    <w:rsid w:val="004D35FF"/>
    <w:rsid w:val="004D3B30"/>
    <w:rsid w:val="004D3CF2"/>
    <w:rsid w:val="004D3E8C"/>
    <w:rsid w:val="004D3F0C"/>
    <w:rsid w:val="004D4012"/>
    <w:rsid w:val="004D410B"/>
    <w:rsid w:val="004D424D"/>
    <w:rsid w:val="004D42B5"/>
    <w:rsid w:val="004D42F7"/>
    <w:rsid w:val="004D43D5"/>
    <w:rsid w:val="004D44EA"/>
    <w:rsid w:val="004D45D4"/>
    <w:rsid w:val="004D476F"/>
    <w:rsid w:val="004D4A7F"/>
    <w:rsid w:val="004D4C1D"/>
    <w:rsid w:val="004D4CD7"/>
    <w:rsid w:val="004D5169"/>
    <w:rsid w:val="004D52A4"/>
    <w:rsid w:val="004D5445"/>
    <w:rsid w:val="004D54A9"/>
    <w:rsid w:val="004D56F8"/>
    <w:rsid w:val="004D57FF"/>
    <w:rsid w:val="004D58C4"/>
    <w:rsid w:val="004D59C0"/>
    <w:rsid w:val="004D59EF"/>
    <w:rsid w:val="004D5C5F"/>
    <w:rsid w:val="004D5DC2"/>
    <w:rsid w:val="004D5E10"/>
    <w:rsid w:val="004D5F16"/>
    <w:rsid w:val="004D600C"/>
    <w:rsid w:val="004D64B5"/>
    <w:rsid w:val="004D6668"/>
    <w:rsid w:val="004D675E"/>
    <w:rsid w:val="004D67B9"/>
    <w:rsid w:val="004D6AA4"/>
    <w:rsid w:val="004D6C19"/>
    <w:rsid w:val="004D6D2F"/>
    <w:rsid w:val="004D6D71"/>
    <w:rsid w:val="004D6D78"/>
    <w:rsid w:val="004D6F95"/>
    <w:rsid w:val="004D724A"/>
    <w:rsid w:val="004D72FA"/>
    <w:rsid w:val="004D7470"/>
    <w:rsid w:val="004D754C"/>
    <w:rsid w:val="004D7645"/>
    <w:rsid w:val="004D76EB"/>
    <w:rsid w:val="004D7751"/>
    <w:rsid w:val="004D78B4"/>
    <w:rsid w:val="004D7CBB"/>
    <w:rsid w:val="004D7E85"/>
    <w:rsid w:val="004E0138"/>
    <w:rsid w:val="004E0188"/>
    <w:rsid w:val="004E030B"/>
    <w:rsid w:val="004E03DC"/>
    <w:rsid w:val="004E0448"/>
    <w:rsid w:val="004E0496"/>
    <w:rsid w:val="004E04F7"/>
    <w:rsid w:val="004E064D"/>
    <w:rsid w:val="004E0824"/>
    <w:rsid w:val="004E08A0"/>
    <w:rsid w:val="004E0D0D"/>
    <w:rsid w:val="004E0F55"/>
    <w:rsid w:val="004E0FB2"/>
    <w:rsid w:val="004E10A1"/>
    <w:rsid w:val="004E10B2"/>
    <w:rsid w:val="004E115D"/>
    <w:rsid w:val="004E1226"/>
    <w:rsid w:val="004E13C8"/>
    <w:rsid w:val="004E13F8"/>
    <w:rsid w:val="004E14F5"/>
    <w:rsid w:val="004E163B"/>
    <w:rsid w:val="004E16B7"/>
    <w:rsid w:val="004E18D6"/>
    <w:rsid w:val="004E1AA2"/>
    <w:rsid w:val="004E1B52"/>
    <w:rsid w:val="004E1B90"/>
    <w:rsid w:val="004E1BCE"/>
    <w:rsid w:val="004E1BDF"/>
    <w:rsid w:val="004E1C62"/>
    <w:rsid w:val="004E1D02"/>
    <w:rsid w:val="004E1E64"/>
    <w:rsid w:val="004E1EE7"/>
    <w:rsid w:val="004E1FA4"/>
    <w:rsid w:val="004E20BF"/>
    <w:rsid w:val="004E249F"/>
    <w:rsid w:val="004E256E"/>
    <w:rsid w:val="004E2629"/>
    <w:rsid w:val="004E27FA"/>
    <w:rsid w:val="004E299A"/>
    <w:rsid w:val="004E2A67"/>
    <w:rsid w:val="004E2B1A"/>
    <w:rsid w:val="004E2D17"/>
    <w:rsid w:val="004E2E02"/>
    <w:rsid w:val="004E302F"/>
    <w:rsid w:val="004E318E"/>
    <w:rsid w:val="004E33AA"/>
    <w:rsid w:val="004E35FA"/>
    <w:rsid w:val="004E37FD"/>
    <w:rsid w:val="004E3833"/>
    <w:rsid w:val="004E3874"/>
    <w:rsid w:val="004E39FD"/>
    <w:rsid w:val="004E3B6C"/>
    <w:rsid w:val="004E3BFD"/>
    <w:rsid w:val="004E3CBF"/>
    <w:rsid w:val="004E3D6A"/>
    <w:rsid w:val="004E40F6"/>
    <w:rsid w:val="004E43C8"/>
    <w:rsid w:val="004E44A8"/>
    <w:rsid w:val="004E45F2"/>
    <w:rsid w:val="004E468A"/>
    <w:rsid w:val="004E4757"/>
    <w:rsid w:val="004E476E"/>
    <w:rsid w:val="004E4AE8"/>
    <w:rsid w:val="004E4B54"/>
    <w:rsid w:val="004E4C22"/>
    <w:rsid w:val="004E4CF0"/>
    <w:rsid w:val="004E4DCE"/>
    <w:rsid w:val="004E4E5E"/>
    <w:rsid w:val="004E4FC7"/>
    <w:rsid w:val="004E5278"/>
    <w:rsid w:val="004E5447"/>
    <w:rsid w:val="004E54EE"/>
    <w:rsid w:val="004E554E"/>
    <w:rsid w:val="004E5764"/>
    <w:rsid w:val="004E57DF"/>
    <w:rsid w:val="004E586D"/>
    <w:rsid w:val="004E5950"/>
    <w:rsid w:val="004E5C6F"/>
    <w:rsid w:val="004E5C8B"/>
    <w:rsid w:val="004E5DC5"/>
    <w:rsid w:val="004E6514"/>
    <w:rsid w:val="004E6526"/>
    <w:rsid w:val="004E6560"/>
    <w:rsid w:val="004E65D8"/>
    <w:rsid w:val="004E65E7"/>
    <w:rsid w:val="004E6713"/>
    <w:rsid w:val="004E67F8"/>
    <w:rsid w:val="004E6863"/>
    <w:rsid w:val="004E6C62"/>
    <w:rsid w:val="004E6DDF"/>
    <w:rsid w:val="004E70A6"/>
    <w:rsid w:val="004E71A5"/>
    <w:rsid w:val="004E7363"/>
    <w:rsid w:val="004E74CA"/>
    <w:rsid w:val="004E764B"/>
    <w:rsid w:val="004E79F1"/>
    <w:rsid w:val="004E7CB5"/>
    <w:rsid w:val="004E7D1E"/>
    <w:rsid w:val="004F0080"/>
    <w:rsid w:val="004F00FE"/>
    <w:rsid w:val="004F0321"/>
    <w:rsid w:val="004F0413"/>
    <w:rsid w:val="004F0495"/>
    <w:rsid w:val="004F0659"/>
    <w:rsid w:val="004F085F"/>
    <w:rsid w:val="004F0BA4"/>
    <w:rsid w:val="004F0D4E"/>
    <w:rsid w:val="004F0F96"/>
    <w:rsid w:val="004F1130"/>
    <w:rsid w:val="004F1247"/>
    <w:rsid w:val="004F1417"/>
    <w:rsid w:val="004F1428"/>
    <w:rsid w:val="004F1442"/>
    <w:rsid w:val="004F1533"/>
    <w:rsid w:val="004F1D44"/>
    <w:rsid w:val="004F1FDF"/>
    <w:rsid w:val="004F234D"/>
    <w:rsid w:val="004F246B"/>
    <w:rsid w:val="004F258D"/>
    <w:rsid w:val="004F2690"/>
    <w:rsid w:val="004F26A4"/>
    <w:rsid w:val="004F26F9"/>
    <w:rsid w:val="004F2A65"/>
    <w:rsid w:val="004F2B4E"/>
    <w:rsid w:val="004F3081"/>
    <w:rsid w:val="004F30CE"/>
    <w:rsid w:val="004F324E"/>
    <w:rsid w:val="004F351A"/>
    <w:rsid w:val="004F356C"/>
    <w:rsid w:val="004F35B6"/>
    <w:rsid w:val="004F35F6"/>
    <w:rsid w:val="004F379A"/>
    <w:rsid w:val="004F3810"/>
    <w:rsid w:val="004F3A98"/>
    <w:rsid w:val="004F3A9C"/>
    <w:rsid w:val="004F3C3E"/>
    <w:rsid w:val="004F3D2C"/>
    <w:rsid w:val="004F3DE6"/>
    <w:rsid w:val="004F3E61"/>
    <w:rsid w:val="004F3EA9"/>
    <w:rsid w:val="004F4002"/>
    <w:rsid w:val="004F4656"/>
    <w:rsid w:val="004F471B"/>
    <w:rsid w:val="004F4914"/>
    <w:rsid w:val="004F4973"/>
    <w:rsid w:val="004F4A89"/>
    <w:rsid w:val="004F4CB5"/>
    <w:rsid w:val="004F4E72"/>
    <w:rsid w:val="004F5015"/>
    <w:rsid w:val="004F5312"/>
    <w:rsid w:val="004F53D1"/>
    <w:rsid w:val="004F53FD"/>
    <w:rsid w:val="004F585D"/>
    <w:rsid w:val="004F5AE6"/>
    <w:rsid w:val="004F5AFC"/>
    <w:rsid w:val="004F5B12"/>
    <w:rsid w:val="004F5C05"/>
    <w:rsid w:val="004F5E2E"/>
    <w:rsid w:val="004F6124"/>
    <w:rsid w:val="004F61A0"/>
    <w:rsid w:val="004F6325"/>
    <w:rsid w:val="004F6443"/>
    <w:rsid w:val="004F65AC"/>
    <w:rsid w:val="004F65CE"/>
    <w:rsid w:val="004F6622"/>
    <w:rsid w:val="004F671E"/>
    <w:rsid w:val="004F6768"/>
    <w:rsid w:val="004F694C"/>
    <w:rsid w:val="004F69E5"/>
    <w:rsid w:val="004F6BDE"/>
    <w:rsid w:val="004F706E"/>
    <w:rsid w:val="004F711D"/>
    <w:rsid w:val="004F71A3"/>
    <w:rsid w:val="004F776B"/>
    <w:rsid w:val="004F7854"/>
    <w:rsid w:val="004F7882"/>
    <w:rsid w:val="004F78C5"/>
    <w:rsid w:val="004F7A96"/>
    <w:rsid w:val="004F7C63"/>
    <w:rsid w:val="004F7DC3"/>
    <w:rsid w:val="004F7F41"/>
    <w:rsid w:val="00500080"/>
    <w:rsid w:val="00500128"/>
    <w:rsid w:val="0050014C"/>
    <w:rsid w:val="005003AF"/>
    <w:rsid w:val="005005A9"/>
    <w:rsid w:val="005006E4"/>
    <w:rsid w:val="00500911"/>
    <w:rsid w:val="005009DA"/>
    <w:rsid w:val="005011E1"/>
    <w:rsid w:val="0050123E"/>
    <w:rsid w:val="0050159E"/>
    <w:rsid w:val="00501884"/>
    <w:rsid w:val="00501922"/>
    <w:rsid w:val="0050194D"/>
    <w:rsid w:val="00501A2B"/>
    <w:rsid w:val="00501B83"/>
    <w:rsid w:val="00501BC3"/>
    <w:rsid w:val="00501CB6"/>
    <w:rsid w:val="00501CC0"/>
    <w:rsid w:val="00501F35"/>
    <w:rsid w:val="00502107"/>
    <w:rsid w:val="0050227C"/>
    <w:rsid w:val="0050254F"/>
    <w:rsid w:val="0050259D"/>
    <w:rsid w:val="005026A6"/>
    <w:rsid w:val="005027F0"/>
    <w:rsid w:val="00502919"/>
    <w:rsid w:val="0050295D"/>
    <w:rsid w:val="00502B3D"/>
    <w:rsid w:val="00502C9F"/>
    <w:rsid w:val="00502D58"/>
    <w:rsid w:val="0050312A"/>
    <w:rsid w:val="005031D0"/>
    <w:rsid w:val="0050324A"/>
    <w:rsid w:val="0050332C"/>
    <w:rsid w:val="005034D6"/>
    <w:rsid w:val="005034DF"/>
    <w:rsid w:val="005039F8"/>
    <w:rsid w:val="00503A5B"/>
    <w:rsid w:val="00503B89"/>
    <w:rsid w:val="00503BA0"/>
    <w:rsid w:val="00503C4C"/>
    <w:rsid w:val="00503C4D"/>
    <w:rsid w:val="00503C92"/>
    <w:rsid w:val="00503CAF"/>
    <w:rsid w:val="00503E70"/>
    <w:rsid w:val="00503EF9"/>
    <w:rsid w:val="00503FBF"/>
    <w:rsid w:val="00504123"/>
    <w:rsid w:val="00504140"/>
    <w:rsid w:val="00504260"/>
    <w:rsid w:val="005042F6"/>
    <w:rsid w:val="005046FD"/>
    <w:rsid w:val="00504713"/>
    <w:rsid w:val="005048BC"/>
    <w:rsid w:val="00504989"/>
    <w:rsid w:val="005049A1"/>
    <w:rsid w:val="00504A22"/>
    <w:rsid w:val="0050543C"/>
    <w:rsid w:val="00505551"/>
    <w:rsid w:val="005055CB"/>
    <w:rsid w:val="00505618"/>
    <w:rsid w:val="00505681"/>
    <w:rsid w:val="0050568C"/>
    <w:rsid w:val="005056E9"/>
    <w:rsid w:val="00505726"/>
    <w:rsid w:val="00505827"/>
    <w:rsid w:val="00505890"/>
    <w:rsid w:val="00505930"/>
    <w:rsid w:val="00505934"/>
    <w:rsid w:val="00505962"/>
    <w:rsid w:val="005059EC"/>
    <w:rsid w:val="00505A86"/>
    <w:rsid w:val="00505BAC"/>
    <w:rsid w:val="00505E12"/>
    <w:rsid w:val="00505ED1"/>
    <w:rsid w:val="00505FFE"/>
    <w:rsid w:val="005060A9"/>
    <w:rsid w:val="005060CE"/>
    <w:rsid w:val="00506363"/>
    <w:rsid w:val="00506673"/>
    <w:rsid w:val="0050667C"/>
    <w:rsid w:val="005068C0"/>
    <w:rsid w:val="005069CC"/>
    <w:rsid w:val="00506AFE"/>
    <w:rsid w:val="00506B0B"/>
    <w:rsid w:val="00506C2D"/>
    <w:rsid w:val="00506C95"/>
    <w:rsid w:val="00506CF0"/>
    <w:rsid w:val="00506D04"/>
    <w:rsid w:val="00506D6F"/>
    <w:rsid w:val="00506ECB"/>
    <w:rsid w:val="0050705E"/>
    <w:rsid w:val="005070CF"/>
    <w:rsid w:val="0050718E"/>
    <w:rsid w:val="00507227"/>
    <w:rsid w:val="0050729E"/>
    <w:rsid w:val="00507330"/>
    <w:rsid w:val="0050756C"/>
    <w:rsid w:val="00507858"/>
    <w:rsid w:val="00507A62"/>
    <w:rsid w:val="00507C69"/>
    <w:rsid w:val="00507CC0"/>
    <w:rsid w:val="00507DD5"/>
    <w:rsid w:val="005100AA"/>
    <w:rsid w:val="005100FD"/>
    <w:rsid w:val="00510147"/>
    <w:rsid w:val="005101A3"/>
    <w:rsid w:val="00510368"/>
    <w:rsid w:val="005103D6"/>
    <w:rsid w:val="0051041F"/>
    <w:rsid w:val="00510587"/>
    <w:rsid w:val="005108C3"/>
    <w:rsid w:val="005108DC"/>
    <w:rsid w:val="005108EA"/>
    <w:rsid w:val="005109AD"/>
    <w:rsid w:val="00510A7A"/>
    <w:rsid w:val="00510BDF"/>
    <w:rsid w:val="00510E40"/>
    <w:rsid w:val="00510EB4"/>
    <w:rsid w:val="00510F54"/>
    <w:rsid w:val="0051100A"/>
    <w:rsid w:val="00511040"/>
    <w:rsid w:val="00511276"/>
    <w:rsid w:val="00511305"/>
    <w:rsid w:val="005113BA"/>
    <w:rsid w:val="005113BF"/>
    <w:rsid w:val="005114C9"/>
    <w:rsid w:val="0051152E"/>
    <w:rsid w:val="005116F8"/>
    <w:rsid w:val="0051180B"/>
    <w:rsid w:val="00511B41"/>
    <w:rsid w:val="00511D35"/>
    <w:rsid w:val="00511EB5"/>
    <w:rsid w:val="00511F68"/>
    <w:rsid w:val="00512025"/>
    <w:rsid w:val="00512054"/>
    <w:rsid w:val="005120FF"/>
    <w:rsid w:val="0051216B"/>
    <w:rsid w:val="00512191"/>
    <w:rsid w:val="005124C0"/>
    <w:rsid w:val="00512569"/>
    <w:rsid w:val="00512A11"/>
    <w:rsid w:val="00512A23"/>
    <w:rsid w:val="00512C60"/>
    <w:rsid w:val="00512DA2"/>
    <w:rsid w:val="005130A7"/>
    <w:rsid w:val="005130EF"/>
    <w:rsid w:val="005131AD"/>
    <w:rsid w:val="005131EE"/>
    <w:rsid w:val="00513264"/>
    <w:rsid w:val="00513529"/>
    <w:rsid w:val="00513538"/>
    <w:rsid w:val="00513609"/>
    <w:rsid w:val="00513690"/>
    <w:rsid w:val="005136BD"/>
    <w:rsid w:val="005137E0"/>
    <w:rsid w:val="00513913"/>
    <w:rsid w:val="0051392E"/>
    <w:rsid w:val="005139DF"/>
    <w:rsid w:val="00513B37"/>
    <w:rsid w:val="00513B3C"/>
    <w:rsid w:val="00513B41"/>
    <w:rsid w:val="00513CB2"/>
    <w:rsid w:val="00513DA2"/>
    <w:rsid w:val="00513EE9"/>
    <w:rsid w:val="00514448"/>
    <w:rsid w:val="00514649"/>
    <w:rsid w:val="00514776"/>
    <w:rsid w:val="00514AB3"/>
    <w:rsid w:val="00514BBA"/>
    <w:rsid w:val="00514C89"/>
    <w:rsid w:val="00515464"/>
    <w:rsid w:val="005154F6"/>
    <w:rsid w:val="005155CC"/>
    <w:rsid w:val="005157AB"/>
    <w:rsid w:val="005157E2"/>
    <w:rsid w:val="00515887"/>
    <w:rsid w:val="0051595D"/>
    <w:rsid w:val="005159B3"/>
    <w:rsid w:val="00515B50"/>
    <w:rsid w:val="00515DE3"/>
    <w:rsid w:val="00515E6D"/>
    <w:rsid w:val="00515F0D"/>
    <w:rsid w:val="0051636A"/>
    <w:rsid w:val="00516371"/>
    <w:rsid w:val="005165B0"/>
    <w:rsid w:val="00516A99"/>
    <w:rsid w:val="00516B5D"/>
    <w:rsid w:val="00516B92"/>
    <w:rsid w:val="00516D93"/>
    <w:rsid w:val="00516F5F"/>
    <w:rsid w:val="00516FAE"/>
    <w:rsid w:val="00517265"/>
    <w:rsid w:val="0051731B"/>
    <w:rsid w:val="005173F8"/>
    <w:rsid w:val="00517404"/>
    <w:rsid w:val="00517522"/>
    <w:rsid w:val="005175DA"/>
    <w:rsid w:val="00517652"/>
    <w:rsid w:val="00517825"/>
    <w:rsid w:val="00517CA9"/>
    <w:rsid w:val="00517F26"/>
    <w:rsid w:val="00517FE5"/>
    <w:rsid w:val="00520141"/>
    <w:rsid w:val="005203DA"/>
    <w:rsid w:val="00520466"/>
    <w:rsid w:val="00520490"/>
    <w:rsid w:val="005204E6"/>
    <w:rsid w:val="005207F3"/>
    <w:rsid w:val="0052089C"/>
    <w:rsid w:val="0052096D"/>
    <w:rsid w:val="005209EF"/>
    <w:rsid w:val="00520A45"/>
    <w:rsid w:val="00520A78"/>
    <w:rsid w:val="00520AE9"/>
    <w:rsid w:val="00520B5A"/>
    <w:rsid w:val="00520D8E"/>
    <w:rsid w:val="00520EBA"/>
    <w:rsid w:val="0052111A"/>
    <w:rsid w:val="00521384"/>
    <w:rsid w:val="005214CD"/>
    <w:rsid w:val="00521634"/>
    <w:rsid w:val="0052166B"/>
    <w:rsid w:val="005217F7"/>
    <w:rsid w:val="00521B1E"/>
    <w:rsid w:val="00521C62"/>
    <w:rsid w:val="005224AD"/>
    <w:rsid w:val="0052259A"/>
    <w:rsid w:val="00522626"/>
    <w:rsid w:val="0052264F"/>
    <w:rsid w:val="00522A48"/>
    <w:rsid w:val="00522B30"/>
    <w:rsid w:val="00522B57"/>
    <w:rsid w:val="00522DBC"/>
    <w:rsid w:val="00522ECD"/>
    <w:rsid w:val="00522F00"/>
    <w:rsid w:val="00522FA9"/>
    <w:rsid w:val="005231BA"/>
    <w:rsid w:val="00523304"/>
    <w:rsid w:val="00523323"/>
    <w:rsid w:val="005233DA"/>
    <w:rsid w:val="00523550"/>
    <w:rsid w:val="00523709"/>
    <w:rsid w:val="00523836"/>
    <w:rsid w:val="00523A86"/>
    <w:rsid w:val="00523B2D"/>
    <w:rsid w:val="00523C53"/>
    <w:rsid w:val="00523CC5"/>
    <w:rsid w:val="00523E2E"/>
    <w:rsid w:val="00523F17"/>
    <w:rsid w:val="00523FA6"/>
    <w:rsid w:val="00524019"/>
    <w:rsid w:val="00524228"/>
    <w:rsid w:val="0052424F"/>
    <w:rsid w:val="0052429E"/>
    <w:rsid w:val="005243F1"/>
    <w:rsid w:val="00524539"/>
    <w:rsid w:val="00524736"/>
    <w:rsid w:val="0052475A"/>
    <w:rsid w:val="005248B8"/>
    <w:rsid w:val="005249C6"/>
    <w:rsid w:val="00524A47"/>
    <w:rsid w:val="00524A51"/>
    <w:rsid w:val="00524D0F"/>
    <w:rsid w:val="00524FB6"/>
    <w:rsid w:val="00524FD2"/>
    <w:rsid w:val="00524FED"/>
    <w:rsid w:val="0052511A"/>
    <w:rsid w:val="00525155"/>
    <w:rsid w:val="005252BC"/>
    <w:rsid w:val="00525386"/>
    <w:rsid w:val="0052566C"/>
    <w:rsid w:val="005256C0"/>
    <w:rsid w:val="0052571C"/>
    <w:rsid w:val="00525A8F"/>
    <w:rsid w:val="00525B3F"/>
    <w:rsid w:val="00525CB2"/>
    <w:rsid w:val="00525E72"/>
    <w:rsid w:val="00525E76"/>
    <w:rsid w:val="00525EED"/>
    <w:rsid w:val="00525F69"/>
    <w:rsid w:val="005261F2"/>
    <w:rsid w:val="00526234"/>
    <w:rsid w:val="00526391"/>
    <w:rsid w:val="00526517"/>
    <w:rsid w:val="005266B2"/>
    <w:rsid w:val="005266C2"/>
    <w:rsid w:val="005266EF"/>
    <w:rsid w:val="00526CBC"/>
    <w:rsid w:val="00526E16"/>
    <w:rsid w:val="00526F06"/>
    <w:rsid w:val="00527052"/>
    <w:rsid w:val="005272C9"/>
    <w:rsid w:val="00527568"/>
    <w:rsid w:val="0052760B"/>
    <w:rsid w:val="00527614"/>
    <w:rsid w:val="005276D2"/>
    <w:rsid w:val="0052781D"/>
    <w:rsid w:val="00527BA2"/>
    <w:rsid w:val="00527CCC"/>
    <w:rsid w:val="00527F0F"/>
    <w:rsid w:val="00530024"/>
    <w:rsid w:val="00530042"/>
    <w:rsid w:val="00530299"/>
    <w:rsid w:val="005302E5"/>
    <w:rsid w:val="00530400"/>
    <w:rsid w:val="00530454"/>
    <w:rsid w:val="00530901"/>
    <w:rsid w:val="00530B0F"/>
    <w:rsid w:val="00530BA3"/>
    <w:rsid w:val="00530C4B"/>
    <w:rsid w:val="00530D61"/>
    <w:rsid w:val="0053102F"/>
    <w:rsid w:val="00531169"/>
    <w:rsid w:val="005312AF"/>
    <w:rsid w:val="0053131B"/>
    <w:rsid w:val="00531394"/>
    <w:rsid w:val="00531426"/>
    <w:rsid w:val="00531456"/>
    <w:rsid w:val="0053146B"/>
    <w:rsid w:val="00531495"/>
    <w:rsid w:val="0053191A"/>
    <w:rsid w:val="00531D69"/>
    <w:rsid w:val="00531E5D"/>
    <w:rsid w:val="00531F1D"/>
    <w:rsid w:val="00531F60"/>
    <w:rsid w:val="00531FA4"/>
    <w:rsid w:val="00531FF5"/>
    <w:rsid w:val="00532165"/>
    <w:rsid w:val="005322A7"/>
    <w:rsid w:val="00532337"/>
    <w:rsid w:val="00532419"/>
    <w:rsid w:val="00532420"/>
    <w:rsid w:val="00532605"/>
    <w:rsid w:val="00532643"/>
    <w:rsid w:val="00532799"/>
    <w:rsid w:val="005327A3"/>
    <w:rsid w:val="005328A6"/>
    <w:rsid w:val="005328D9"/>
    <w:rsid w:val="005329C5"/>
    <w:rsid w:val="00532B4E"/>
    <w:rsid w:val="00532EFC"/>
    <w:rsid w:val="0053320F"/>
    <w:rsid w:val="005332DA"/>
    <w:rsid w:val="005335F1"/>
    <w:rsid w:val="005335F3"/>
    <w:rsid w:val="00533636"/>
    <w:rsid w:val="00533793"/>
    <w:rsid w:val="0053384E"/>
    <w:rsid w:val="0053388E"/>
    <w:rsid w:val="00533A13"/>
    <w:rsid w:val="00533BD0"/>
    <w:rsid w:val="00533DB8"/>
    <w:rsid w:val="0053408F"/>
    <w:rsid w:val="005340A9"/>
    <w:rsid w:val="0053427D"/>
    <w:rsid w:val="00534671"/>
    <w:rsid w:val="0053483F"/>
    <w:rsid w:val="00534A61"/>
    <w:rsid w:val="00534ADB"/>
    <w:rsid w:val="00534C12"/>
    <w:rsid w:val="00534CD7"/>
    <w:rsid w:val="00535176"/>
    <w:rsid w:val="0053518F"/>
    <w:rsid w:val="00535367"/>
    <w:rsid w:val="005355CA"/>
    <w:rsid w:val="005356C3"/>
    <w:rsid w:val="00535827"/>
    <w:rsid w:val="00535D2D"/>
    <w:rsid w:val="005361DA"/>
    <w:rsid w:val="00536217"/>
    <w:rsid w:val="0053640B"/>
    <w:rsid w:val="00536418"/>
    <w:rsid w:val="0053653E"/>
    <w:rsid w:val="0053679A"/>
    <w:rsid w:val="0053679D"/>
    <w:rsid w:val="005367D3"/>
    <w:rsid w:val="00536936"/>
    <w:rsid w:val="00536AAB"/>
    <w:rsid w:val="00536B6D"/>
    <w:rsid w:val="00536BD2"/>
    <w:rsid w:val="00536CBA"/>
    <w:rsid w:val="00536CDB"/>
    <w:rsid w:val="00536E98"/>
    <w:rsid w:val="00537563"/>
    <w:rsid w:val="00537764"/>
    <w:rsid w:val="00537820"/>
    <w:rsid w:val="00537EBF"/>
    <w:rsid w:val="00537EE9"/>
    <w:rsid w:val="00537F5F"/>
    <w:rsid w:val="005400A9"/>
    <w:rsid w:val="00540533"/>
    <w:rsid w:val="00540639"/>
    <w:rsid w:val="005407D1"/>
    <w:rsid w:val="00540865"/>
    <w:rsid w:val="00540990"/>
    <w:rsid w:val="00540BC4"/>
    <w:rsid w:val="00540C08"/>
    <w:rsid w:val="00540CA4"/>
    <w:rsid w:val="00540DF7"/>
    <w:rsid w:val="00540F82"/>
    <w:rsid w:val="005410B5"/>
    <w:rsid w:val="0054141F"/>
    <w:rsid w:val="00541503"/>
    <w:rsid w:val="00541741"/>
    <w:rsid w:val="00541744"/>
    <w:rsid w:val="00541AD7"/>
    <w:rsid w:val="00541E6F"/>
    <w:rsid w:val="00541E9E"/>
    <w:rsid w:val="005421A9"/>
    <w:rsid w:val="00542272"/>
    <w:rsid w:val="005422EE"/>
    <w:rsid w:val="0054232E"/>
    <w:rsid w:val="00542332"/>
    <w:rsid w:val="0054244B"/>
    <w:rsid w:val="00542553"/>
    <w:rsid w:val="005426C2"/>
    <w:rsid w:val="0054277E"/>
    <w:rsid w:val="00542B8E"/>
    <w:rsid w:val="00542BE9"/>
    <w:rsid w:val="00542BF3"/>
    <w:rsid w:val="00542BFD"/>
    <w:rsid w:val="00542C0F"/>
    <w:rsid w:val="00542D88"/>
    <w:rsid w:val="00542E3A"/>
    <w:rsid w:val="00542E4A"/>
    <w:rsid w:val="00542E59"/>
    <w:rsid w:val="0054304A"/>
    <w:rsid w:val="00543271"/>
    <w:rsid w:val="005432B6"/>
    <w:rsid w:val="0054347A"/>
    <w:rsid w:val="00543489"/>
    <w:rsid w:val="0054355C"/>
    <w:rsid w:val="005435D5"/>
    <w:rsid w:val="0054369F"/>
    <w:rsid w:val="00543824"/>
    <w:rsid w:val="00543834"/>
    <w:rsid w:val="00543CAB"/>
    <w:rsid w:val="00543CBB"/>
    <w:rsid w:val="00543DA2"/>
    <w:rsid w:val="00543E2B"/>
    <w:rsid w:val="00543E5D"/>
    <w:rsid w:val="00543FB8"/>
    <w:rsid w:val="00544167"/>
    <w:rsid w:val="005443C3"/>
    <w:rsid w:val="00544443"/>
    <w:rsid w:val="00544628"/>
    <w:rsid w:val="00544776"/>
    <w:rsid w:val="005447C2"/>
    <w:rsid w:val="00544956"/>
    <w:rsid w:val="00544A81"/>
    <w:rsid w:val="00544C75"/>
    <w:rsid w:val="00544E61"/>
    <w:rsid w:val="00545098"/>
    <w:rsid w:val="0054511F"/>
    <w:rsid w:val="005451E0"/>
    <w:rsid w:val="0054524A"/>
    <w:rsid w:val="0054536F"/>
    <w:rsid w:val="00545410"/>
    <w:rsid w:val="00545416"/>
    <w:rsid w:val="005454DB"/>
    <w:rsid w:val="00545512"/>
    <w:rsid w:val="00545716"/>
    <w:rsid w:val="00545945"/>
    <w:rsid w:val="00545BA6"/>
    <w:rsid w:val="00545F0B"/>
    <w:rsid w:val="00545F6B"/>
    <w:rsid w:val="0054629A"/>
    <w:rsid w:val="0054633C"/>
    <w:rsid w:val="0054634D"/>
    <w:rsid w:val="00546498"/>
    <w:rsid w:val="00546516"/>
    <w:rsid w:val="0054675E"/>
    <w:rsid w:val="0054676A"/>
    <w:rsid w:val="00546B88"/>
    <w:rsid w:val="00546C13"/>
    <w:rsid w:val="00546C18"/>
    <w:rsid w:val="00546F31"/>
    <w:rsid w:val="0054718A"/>
    <w:rsid w:val="005471B1"/>
    <w:rsid w:val="005471C9"/>
    <w:rsid w:val="005474A4"/>
    <w:rsid w:val="005476E2"/>
    <w:rsid w:val="0054787E"/>
    <w:rsid w:val="00547A52"/>
    <w:rsid w:val="00547B5B"/>
    <w:rsid w:val="00547C2D"/>
    <w:rsid w:val="00547C45"/>
    <w:rsid w:val="00547DD0"/>
    <w:rsid w:val="00547E52"/>
    <w:rsid w:val="00547EE3"/>
    <w:rsid w:val="0055018A"/>
    <w:rsid w:val="005501C8"/>
    <w:rsid w:val="0055050E"/>
    <w:rsid w:val="00550547"/>
    <w:rsid w:val="00550718"/>
    <w:rsid w:val="00550914"/>
    <w:rsid w:val="005509C8"/>
    <w:rsid w:val="005509CE"/>
    <w:rsid w:val="00550A4E"/>
    <w:rsid w:val="00550ABA"/>
    <w:rsid w:val="00550C0D"/>
    <w:rsid w:val="00550D19"/>
    <w:rsid w:val="00550D33"/>
    <w:rsid w:val="00550DFC"/>
    <w:rsid w:val="0055101D"/>
    <w:rsid w:val="00551229"/>
    <w:rsid w:val="005512BE"/>
    <w:rsid w:val="0055142A"/>
    <w:rsid w:val="00551519"/>
    <w:rsid w:val="00551559"/>
    <w:rsid w:val="005519D0"/>
    <w:rsid w:val="00551CE5"/>
    <w:rsid w:val="00551D8F"/>
    <w:rsid w:val="00551DE6"/>
    <w:rsid w:val="00551E34"/>
    <w:rsid w:val="00551E4F"/>
    <w:rsid w:val="00551FBB"/>
    <w:rsid w:val="005525E2"/>
    <w:rsid w:val="005527F5"/>
    <w:rsid w:val="005528EF"/>
    <w:rsid w:val="00552A1F"/>
    <w:rsid w:val="00552B7B"/>
    <w:rsid w:val="00552C62"/>
    <w:rsid w:val="00552C6D"/>
    <w:rsid w:val="00552D30"/>
    <w:rsid w:val="00552D44"/>
    <w:rsid w:val="00552E25"/>
    <w:rsid w:val="00553213"/>
    <w:rsid w:val="0055326F"/>
    <w:rsid w:val="00553314"/>
    <w:rsid w:val="00553484"/>
    <w:rsid w:val="005535C0"/>
    <w:rsid w:val="00553733"/>
    <w:rsid w:val="0055378E"/>
    <w:rsid w:val="00553B9A"/>
    <w:rsid w:val="00553BF9"/>
    <w:rsid w:val="00553C54"/>
    <w:rsid w:val="00553D2D"/>
    <w:rsid w:val="00553D54"/>
    <w:rsid w:val="00554227"/>
    <w:rsid w:val="00554443"/>
    <w:rsid w:val="005545C5"/>
    <w:rsid w:val="005545F2"/>
    <w:rsid w:val="0055481C"/>
    <w:rsid w:val="00554983"/>
    <w:rsid w:val="005549BD"/>
    <w:rsid w:val="005549D7"/>
    <w:rsid w:val="00554A65"/>
    <w:rsid w:val="00554B75"/>
    <w:rsid w:val="00554C8E"/>
    <w:rsid w:val="00554D51"/>
    <w:rsid w:val="0055505D"/>
    <w:rsid w:val="0055533D"/>
    <w:rsid w:val="005555F8"/>
    <w:rsid w:val="00555693"/>
    <w:rsid w:val="005556F9"/>
    <w:rsid w:val="00555C2A"/>
    <w:rsid w:val="00555DBF"/>
    <w:rsid w:val="00555F5C"/>
    <w:rsid w:val="0055615C"/>
    <w:rsid w:val="005563F0"/>
    <w:rsid w:val="005564F5"/>
    <w:rsid w:val="005566B9"/>
    <w:rsid w:val="005566FC"/>
    <w:rsid w:val="00556901"/>
    <w:rsid w:val="00556BA3"/>
    <w:rsid w:val="00556D04"/>
    <w:rsid w:val="0055713E"/>
    <w:rsid w:val="005572CE"/>
    <w:rsid w:val="005572D7"/>
    <w:rsid w:val="00557370"/>
    <w:rsid w:val="0055793D"/>
    <w:rsid w:val="00557BAB"/>
    <w:rsid w:val="00557F56"/>
    <w:rsid w:val="00560295"/>
    <w:rsid w:val="005602AA"/>
    <w:rsid w:val="00560499"/>
    <w:rsid w:val="005604A8"/>
    <w:rsid w:val="00560628"/>
    <w:rsid w:val="00560928"/>
    <w:rsid w:val="00560B9C"/>
    <w:rsid w:val="00560C59"/>
    <w:rsid w:val="00560E18"/>
    <w:rsid w:val="00560F36"/>
    <w:rsid w:val="00561222"/>
    <w:rsid w:val="005612B9"/>
    <w:rsid w:val="00561410"/>
    <w:rsid w:val="00561414"/>
    <w:rsid w:val="0056148A"/>
    <w:rsid w:val="005617A8"/>
    <w:rsid w:val="005618EA"/>
    <w:rsid w:val="00561BE9"/>
    <w:rsid w:val="00561DFB"/>
    <w:rsid w:val="00561E45"/>
    <w:rsid w:val="00561EC7"/>
    <w:rsid w:val="00561F1D"/>
    <w:rsid w:val="00561FE9"/>
    <w:rsid w:val="005620AE"/>
    <w:rsid w:val="00562129"/>
    <w:rsid w:val="00562147"/>
    <w:rsid w:val="0056217D"/>
    <w:rsid w:val="005621E0"/>
    <w:rsid w:val="0056224C"/>
    <w:rsid w:val="00562445"/>
    <w:rsid w:val="00562529"/>
    <w:rsid w:val="00562696"/>
    <w:rsid w:val="00562758"/>
    <w:rsid w:val="00562899"/>
    <w:rsid w:val="0056299B"/>
    <w:rsid w:val="00562BAE"/>
    <w:rsid w:val="00562FAF"/>
    <w:rsid w:val="00563288"/>
    <w:rsid w:val="0056341E"/>
    <w:rsid w:val="005636DC"/>
    <w:rsid w:val="00563859"/>
    <w:rsid w:val="0056392D"/>
    <w:rsid w:val="00563A85"/>
    <w:rsid w:val="00563AF2"/>
    <w:rsid w:val="00563C9C"/>
    <w:rsid w:val="005640EC"/>
    <w:rsid w:val="00564167"/>
    <w:rsid w:val="0056443E"/>
    <w:rsid w:val="00564454"/>
    <w:rsid w:val="00564A03"/>
    <w:rsid w:val="00564D7B"/>
    <w:rsid w:val="00564E5E"/>
    <w:rsid w:val="00564F22"/>
    <w:rsid w:val="00565084"/>
    <w:rsid w:val="00565287"/>
    <w:rsid w:val="0056530B"/>
    <w:rsid w:val="005654A5"/>
    <w:rsid w:val="00565505"/>
    <w:rsid w:val="0056550E"/>
    <w:rsid w:val="005659FA"/>
    <w:rsid w:val="00565AF4"/>
    <w:rsid w:val="0056609B"/>
    <w:rsid w:val="00566225"/>
    <w:rsid w:val="0056632C"/>
    <w:rsid w:val="0056641A"/>
    <w:rsid w:val="005664AF"/>
    <w:rsid w:val="0056666B"/>
    <w:rsid w:val="00566830"/>
    <w:rsid w:val="005669BB"/>
    <w:rsid w:val="00566B67"/>
    <w:rsid w:val="00566C09"/>
    <w:rsid w:val="00566E71"/>
    <w:rsid w:val="00566EB9"/>
    <w:rsid w:val="00566EEC"/>
    <w:rsid w:val="00566FAC"/>
    <w:rsid w:val="005670E9"/>
    <w:rsid w:val="005670F5"/>
    <w:rsid w:val="0056717F"/>
    <w:rsid w:val="00567712"/>
    <w:rsid w:val="005679B1"/>
    <w:rsid w:val="00567CEF"/>
    <w:rsid w:val="00567D04"/>
    <w:rsid w:val="00567F6B"/>
    <w:rsid w:val="005702DE"/>
    <w:rsid w:val="0057036E"/>
    <w:rsid w:val="005707DB"/>
    <w:rsid w:val="00570C49"/>
    <w:rsid w:val="00570C54"/>
    <w:rsid w:val="00570C6C"/>
    <w:rsid w:val="00570C76"/>
    <w:rsid w:val="00571035"/>
    <w:rsid w:val="00571105"/>
    <w:rsid w:val="005713C5"/>
    <w:rsid w:val="005713E6"/>
    <w:rsid w:val="00571435"/>
    <w:rsid w:val="005714A7"/>
    <w:rsid w:val="005716A8"/>
    <w:rsid w:val="00571780"/>
    <w:rsid w:val="005717D9"/>
    <w:rsid w:val="00571864"/>
    <w:rsid w:val="005719FC"/>
    <w:rsid w:val="00571A2F"/>
    <w:rsid w:val="00571B44"/>
    <w:rsid w:val="00571B8E"/>
    <w:rsid w:val="00571B9D"/>
    <w:rsid w:val="00571D4B"/>
    <w:rsid w:val="00571D67"/>
    <w:rsid w:val="00571ED7"/>
    <w:rsid w:val="00572000"/>
    <w:rsid w:val="0057207D"/>
    <w:rsid w:val="005723B0"/>
    <w:rsid w:val="005726C8"/>
    <w:rsid w:val="005726DF"/>
    <w:rsid w:val="005726E1"/>
    <w:rsid w:val="00572A0C"/>
    <w:rsid w:val="00572B23"/>
    <w:rsid w:val="00572C47"/>
    <w:rsid w:val="00572D02"/>
    <w:rsid w:val="00573191"/>
    <w:rsid w:val="005732A2"/>
    <w:rsid w:val="00573385"/>
    <w:rsid w:val="0057367B"/>
    <w:rsid w:val="005736F1"/>
    <w:rsid w:val="0057398E"/>
    <w:rsid w:val="00573A25"/>
    <w:rsid w:val="00573A5B"/>
    <w:rsid w:val="00573A88"/>
    <w:rsid w:val="00573BC0"/>
    <w:rsid w:val="00573D6E"/>
    <w:rsid w:val="00573E4C"/>
    <w:rsid w:val="00573E5F"/>
    <w:rsid w:val="00573E7A"/>
    <w:rsid w:val="00573EB4"/>
    <w:rsid w:val="005740C6"/>
    <w:rsid w:val="00574160"/>
    <w:rsid w:val="00574190"/>
    <w:rsid w:val="0057427D"/>
    <w:rsid w:val="005742BC"/>
    <w:rsid w:val="005742C2"/>
    <w:rsid w:val="005743B3"/>
    <w:rsid w:val="00574446"/>
    <w:rsid w:val="005746A5"/>
    <w:rsid w:val="005749EC"/>
    <w:rsid w:val="00574A07"/>
    <w:rsid w:val="00574BD8"/>
    <w:rsid w:val="005751B6"/>
    <w:rsid w:val="005751FD"/>
    <w:rsid w:val="00575206"/>
    <w:rsid w:val="00575289"/>
    <w:rsid w:val="005752E0"/>
    <w:rsid w:val="005753CE"/>
    <w:rsid w:val="005753D8"/>
    <w:rsid w:val="00575545"/>
    <w:rsid w:val="005757B2"/>
    <w:rsid w:val="005758EA"/>
    <w:rsid w:val="005758F9"/>
    <w:rsid w:val="00575A0C"/>
    <w:rsid w:val="00575A5E"/>
    <w:rsid w:val="00575B82"/>
    <w:rsid w:val="00575B8C"/>
    <w:rsid w:val="00575CC6"/>
    <w:rsid w:val="00575D0A"/>
    <w:rsid w:val="0057632B"/>
    <w:rsid w:val="00576BCA"/>
    <w:rsid w:val="00576C51"/>
    <w:rsid w:val="00577084"/>
    <w:rsid w:val="0057724D"/>
    <w:rsid w:val="005774F8"/>
    <w:rsid w:val="00577597"/>
    <w:rsid w:val="00577A75"/>
    <w:rsid w:val="00577AB0"/>
    <w:rsid w:val="00577B70"/>
    <w:rsid w:val="00577C83"/>
    <w:rsid w:val="00577C9B"/>
    <w:rsid w:val="00577CFC"/>
    <w:rsid w:val="00577EF4"/>
    <w:rsid w:val="00577F18"/>
    <w:rsid w:val="0058000D"/>
    <w:rsid w:val="005800C4"/>
    <w:rsid w:val="00580504"/>
    <w:rsid w:val="00580512"/>
    <w:rsid w:val="005805D5"/>
    <w:rsid w:val="005806D6"/>
    <w:rsid w:val="005807CC"/>
    <w:rsid w:val="00580866"/>
    <w:rsid w:val="00580A5B"/>
    <w:rsid w:val="00580A76"/>
    <w:rsid w:val="00580CF9"/>
    <w:rsid w:val="00580D80"/>
    <w:rsid w:val="00580DAB"/>
    <w:rsid w:val="00580DD3"/>
    <w:rsid w:val="00580F04"/>
    <w:rsid w:val="00580F65"/>
    <w:rsid w:val="005810BC"/>
    <w:rsid w:val="005810DC"/>
    <w:rsid w:val="005810FC"/>
    <w:rsid w:val="005811AB"/>
    <w:rsid w:val="00581232"/>
    <w:rsid w:val="00581273"/>
    <w:rsid w:val="00581400"/>
    <w:rsid w:val="00581430"/>
    <w:rsid w:val="00581464"/>
    <w:rsid w:val="005814BE"/>
    <w:rsid w:val="0058178A"/>
    <w:rsid w:val="00581842"/>
    <w:rsid w:val="00581BA7"/>
    <w:rsid w:val="00581CFC"/>
    <w:rsid w:val="005823A4"/>
    <w:rsid w:val="005826E5"/>
    <w:rsid w:val="00582768"/>
    <w:rsid w:val="005827FA"/>
    <w:rsid w:val="00582AA0"/>
    <w:rsid w:val="00582BC8"/>
    <w:rsid w:val="00582C61"/>
    <w:rsid w:val="00582C9B"/>
    <w:rsid w:val="00582CA9"/>
    <w:rsid w:val="00583199"/>
    <w:rsid w:val="005834BD"/>
    <w:rsid w:val="005834E0"/>
    <w:rsid w:val="00583509"/>
    <w:rsid w:val="005835DD"/>
    <w:rsid w:val="0058361C"/>
    <w:rsid w:val="00583A5D"/>
    <w:rsid w:val="00583AD0"/>
    <w:rsid w:val="00583AD4"/>
    <w:rsid w:val="00583B08"/>
    <w:rsid w:val="00583B30"/>
    <w:rsid w:val="00583D02"/>
    <w:rsid w:val="00583E2F"/>
    <w:rsid w:val="00583F0A"/>
    <w:rsid w:val="00584138"/>
    <w:rsid w:val="0058424C"/>
    <w:rsid w:val="005845E5"/>
    <w:rsid w:val="00584FFC"/>
    <w:rsid w:val="00585432"/>
    <w:rsid w:val="005858C3"/>
    <w:rsid w:val="0058590D"/>
    <w:rsid w:val="005859B6"/>
    <w:rsid w:val="00585AA3"/>
    <w:rsid w:val="00585C39"/>
    <w:rsid w:val="00585E21"/>
    <w:rsid w:val="00585E38"/>
    <w:rsid w:val="00585F1F"/>
    <w:rsid w:val="005860E9"/>
    <w:rsid w:val="00586150"/>
    <w:rsid w:val="00586372"/>
    <w:rsid w:val="005863DD"/>
    <w:rsid w:val="005864D1"/>
    <w:rsid w:val="00586535"/>
    <w:rsid w:val="00586576"/>
    <w:rsid w:val="00586892"/>
    <w:rsid w:val="00586A21"/>
    <w:rsid w:val="00586A6B"/>
    <w:rsid w:val="00586BF6"/>
    <w:rsid w:val="00586EC6"/>
    <w:rsid w:val="005870CB"/>
    <w:rsid w:val="00587714"/>
    <w:rsid w:val="00587A11"/>
    <w:rsid w:val="00587AA1"/>
    <w:rsid w:val="00587BC6"/>
    <w:rsid w:val="00587CA2"/>
    <w:rsid w:val="00587CC1"/>
    <w:rsid w:val="00587D97"/>
    <w:rsid w:val="00587DC5"/>
    <w:rsid w:val="00587E9C"/>
    <w:rsid w:val="00587F6D"/>
    <w:rsid w:val="0059009E"/>
    <w:rsid w:val="00590104"/>
    <w:rsid w:val="00590412"/>
    <w:rsid w:val="00590622"/>
    <w:rsid w:val="00590694"/>
    <w:rsid w:val="005906D6"/>
    <w:rsid w:val="005909FC"/>
    <w:rsid w:val="00590C9F"/>
    <w:rsid w:val="00590D7A"/>
    <w:rsid w:val="00590DD2"/>
    <w:rsid w:val="00590E5E"/>
    <w:rsid w:val="005911C3"/>
    <w:rsid w:val="00591359"/>
    <w:rsid w:val="0059145A"/>
    <w:rsid w:val="005914E1"/>
    <w:rsid w:val="005919A8"/>
    <w:rsid w:val="00591A13"/>
    <w:rsid w:val="00591A46"/>
    <w:rsid w:val="00591D5B"/>
    <w:rsid w:val="00591E6E"/>
    <w:rsid w:val="00591EB7"/>
    <w:rsid w:val="00591FDF"/>
    <w:rsid w:val="00592069"/>
    <w:rsid w:val="00592254"/>
    <w:rsid w:val="00592588"/>
    <w:rsid w:val="00592589"/>
    <w:rsid w:val="005925D9"/>
    <w:rsid w:val="00592677"/>
    <w:rsid w:val="0059277D"/>
    <w:rsid w:val="00592929"/>
    <w:rsid w:val="00592A75"/>
    <w:rsid w:val="00592AEB"/>
    <w:rsid w:val="00592BAC"/>
    <w:rsid w:val="00592D31"/>
    <w:rsid w:val="00592EED"/>
    <w:rsid w:val="00592F2C"/>
    <w:rsid w:val="00592F63"/>
    <w:rsid w:val="0059361A"/>
    <w:rsid w:val="00593658"/>
    <w:rsid w:val="005939F9"/>
    <w:rsid w:val="00593A0A"/>
    <w:rsid w:val="00593EFF"/>
    <w:rsid w:val="005940D4"/>
    <w:rsid w:val="005941BC"/>
    <w:rsid w:val="00594758"/>
    <w:rsid w:val="00594878"/>
    <w:rsid w:val="00594BFE"/>
    <w:rsid w:val="00594C37"/>
    <w:rsid w:val="00594C49"/>
    <w:rsid w:val="00594D45"/>
    <w:rsid w:val="00594E3B"/>
    <w:rsid w:val="00594F22"/>
    <w:rsid w:val="005950DE"/>
    <w:rsid w:val="0059516D"/>
    <w:rsid w:val="00595257"/>
    <w:rsid w:val="00595390"/>
    <w:rsid w:val="005953E1"/>
    <w:rsid w:val="005953F7"/>
    <w:rsid w:val="00595479"/>
    <w:rsid w:val="005956F9"/>
    <w:rsid w:val="0059587C"/>
    <w:rsid w:val="005958B0"/>
    <w:rsid w:val="005958E6"/>
    <w:rsid w:val="00595B93"/>
    <w:rsid w:val="00595BAA"/>
    <w:rsid w:val="00595F1A"/>
    <w:rsid w:val="0059608C"/>
    <w:rsid w:val="0059637F"/>
    <w:rsid w:val="00596512"/>
    <w:rsid w:val="0059676C"/>
    <w:rsid w:val="00596AB4"/>
    <w:rsid w:val="00596AD9"/>
    <w:rsid w:val="00596BB6"/>
    <w:rsid w:val="00596E6B"/>
    <w:rsid w:val="00596E8E"/>
    <w:rsid w:val="005971F1"/>
    <w:rsid w:val="005972A5"/>
    <w:rsid w:val="00597330"/>
    <w:rsid w:val="00597394"/>
    <w:rsid w:val="005975C9"/>
    <w:rsid w:val="005975F6"/>
    <w:rsid w:val="005976D7"/>
    <w:rsid w:val="0059771E"/>
    <w:rsid w:val="0059773D"/>
    <w:rsid w:val="005978E8"/>
    <w:rsid w:val="00597B0C"/>
    <w:rsid w:val="00597B6B"/>
    <w:rsid w:val="00597B7C"/>
    <w:rsid w:val="00597C4E"/>
    <w:rsid w:val="00597EDC"/>
    <w:rsid w:val="005A00DF"/>
    <w:rsid w:val="005A032F"/>
    <w:rsid w:val="005A0375"/>
    <w:rsid w:val="005A03A0"/>
    <w:rsid w:val="005A045C"/>
    <w:rsid w:val="005A0613"/>
    <w:rsid w:val="005A06CC"/>
    <w:rsid w:val="005A06D5"/>
    <w:rsid w:val="005A06DC"/>
    <w:rsid w:val="005A0703"/>
    <w:rsid w:val="005A0CE1"/>
    <w:rsid w:val="005A0E19"/>
    <w:rsid w:val="005A1263"/>
    <w:rsid w:val="005A1359"/>
    <w:rsid w:val="005A14E6"/>
    <w:rsid w:val="005A1660"/>
    <w:rsid w:val="005A16C6"/>
    <w:rsid w:val="005A1869"/>
    <w:rsid w:val="005A1B2C"/>
    <w:rsid w:val="005A1B6E"/>
    <w:rsid w:val="005A1F46"/>
    <w:rsid w:val="005A2084"/>
    <w:rsid w:val="005A237F"/>
    <w:rsid w:val="005A275B"/>
    <w:rsid w:val="005A275E"/>
    <w:rsid w:val="005A2AFC"/>
    <w:rsid w:val="005A2B5C"/>
    <w:rsid w:val="005A2CA3"/>
    <w:rsid w:val="005A2D21"/>
    <w:rsid w:val="005A304F"/>
    <w:rsid w:val="005A31FD"/>
    <w:rsid w:val="005A32E1"/>
    <w:rsid w:val="005A34A8"/>
    <w:rsid w:val="005A3B61"/>
    <w:rsid w:val="005A3D36"/>
    <w:rsid w:val="005A3DD4"/>
    <w:rsid w:val="005A3E88"/>
    <w:rsid w:val="005A3EC3"/>
    <w:rsid w:val="005A3EDF"/>
    <w:rsid w:val="005A4600"/>
    <w:rsid w:val="005A4756"/>
    <w:rsid w:val="005A475A"/>
    <w:rsid w:val="005A4831"/>
    <w:rsid w:val="005A4A9C"/>
    <w:rsid w:val="005A4B75"/>
    <w:rsid w:val="005A4C27"/>
    <w:rsid w:val="005A4E9B"/>
    <w:rsid w:val="005A500C"/>
    <w:rsid w:val="005A50A6"/>
    <w:rsid w:val="005A5146"/>
    <w:rsid w:val="005A515F"/>
    <w:rsid w:val="005A54F5"/>
    <w:rsid w:val="005A56E8"/>
    <w:rsid w:val="005A57D5"/>
    <w:rsid w:val="005A5A27"/>
    <w:rsid w:val="005A5B16"/>
    <w:rsid w:val="005A5D71"/>
    <w:rsid w:val="005A5D77"/>
    <w:rsid w:val="005A5DA8"/>
    <w:rsid w:val="005A5E36"/>
    <w:rsid w:val="005A60C6"/>
    <w:rsid w:val="005A60E3"/>
    <w:rsid w:val="005A61D0"/>
    <w:rsid w:val="005A6296"/>
    <w:rsid w:val="005A6367"/>
    <w:rsid w:val="005A642F"/>
    <w:rsid w:val="005A68BB"/>
    <w:rsid w:val="005A695E"/>
    <w:rsid w:val="005A6CB0"/>
    <w:rsid w:val="005A6F97"/>
    <w:rsid w:val="005A711E"/>
    <w:rsid w:val="005A7650"/>
    <w:rsid w:val="005A76AA"/>
    <w:rsid w:val="005A785B"/>
    <w:rsid w:val="005A79E6"/>
    <w:rsid w:val="005A7AC5"/>
    <w:rsid w:val="005A7BBD"/>
    <w:rsid w:val="005A7CE8"/>
    <w:rsid w:val="005A7FD5"/>
    <w:rsid w:val="005B0147"/>
    <w:rsid w:val="005B0211"/>
    <w:rsid w:val="005B0391"/>
    <w:rsid w:val="005B039F"/>
    <w:rsid w:val="005B051A"/>
    <w:rsid w:val="005B0772"/>
    <w:rsid w:val="005B0871"/>
    <w:rsid w:val="005B0980"/>
    <w:rsid w:val="005B10DC"/>
    <w:rsid w:val="005B113E"/>
    <w:rsid w:val="005B1218"/>
    <w:rsid w:val="005B1452"/>
    <w:rsid w:val="005B171C"/>
    <w:rsid w:val="005B17D9"/>
    <w:rsid w:val="005B17E1"/>
    <w:rsid w:val="005B1946"/>
    <w:rsid w:val="005B199F"/>
    <w:rsid w:val="005B1B39"/>
    <w:rsid w:val="005B1C9E"/>
    <w:rsid w:val="005B1D56"/>
    <w:rsid w:val="005B1EE3"/>
    <w:rsid w:val="005B20FD"/>
    <w:rsid w:val="005B2337"/>
    <w:rsid w:val="005B25D6"/>
    <w:rsid w:val="005B2616"/>
    <w:rsid w:val="005B27B0"/>
    <w:rsid w:val="005B2A2D"/>
    <w:rsid w:val="005B2B0F"/>
    <w:rsid w:val="005B2B92"/>
    <w:rsid w:val="005B2D33"/>
    <w:rsid w:val="005B3028"/>
    <w:rsid w:val="005B305D"/>
    <w:rsid w:val="005B36F8"/>
    <w:rsid w:val="005B377F"/>
    <w:rsid w:val="005B37FB"/>
    <w:rsid w:val="005B3862"/>
    <w:rsid w:val="005B39A9"/>
    <w:rsid w:val="005B39B5"/>
    <w:rsid w:val="005B3AE8"/>
    <w:rsid w:val="005B3BDC"/>
    <w:rsid w:val="005B3CE2"/>
    <w:rsid w:val="005B3E8A"/>
    <w:rsid w:val="005B3F11"/>
    <w:rsid w:val="005B401A"/>
    <w:rsid w:val="005B42A0"/>
    <w:rsid w:val="005B4920"/>
    <w:rsid w:val="005B4ADD"/>
    <w:rsid w:val="005B4D66"/>
    <w:rsid w:val="005B4DDC"/>
    <w:rsid w:val="005B4E84"/>
    <w:rsid w:val="005B4FB2"/>
    <w:rsid w:val="005B4FC1"/>
    <w:rsid w:val="005B5024"/>
    <w:rsid w:val="005B5141"/>
    <w:rsid w:val="005B517D"/>
    <w:rsid w:val="005B51AC"/>
    <w:rsid w:val="005B526A"/>
    <w:rsid w:val="005B538B"/>
    <w:rsid w:val="005B53EC"/>
    <w:rsid w:val="005B543D"/>
    <w:rsid w:val="005B55A8"/>
    <w:rsid w:val="005B582B"/>
    <w:rsid w:val="005B5B0D"/>
    <w:rsid w:val="005B5BDF"/>
    <w:rsid w:val="005B5C09"/>
    <w:rsid w:val="005B5C40"/>
    <w:rsid w:val="005B5E49"/>
    <w:rsid w:val="005B5F3D"/>
    <w:rsid w:val="005B5F86"/>
    <w:rsid w:val="005B5FF5"/>
    <w:rsid w:val="005B60D4"/>
    <w:rsid w:val="005B6111"/>
    <w:rsid w:val="005B6264"/>
    <w:rsid w:val="005B6268"/>
    <w:rsid w:val="005B63FE"/>
    <w:rsid w:val="005B66A7"/>
    <w:rsid w:val="005B670F"/>
    <w:rsid w:val="005B688E"/>
    <w:rsid w:val="005B68C9"/>
    <w:rsid w:val="005B6DD4"/>
    <w:rsid w:val="005B6FDF"/>
    <w:rsid w:val="005B7168"/>
    <w:rsid w:val="005B7219"/>
    <w:rsid w:val="005B7257"/>
    <w:rsid w:val="005B7600"/>
    <w:rsid w:val="005B7682"/>
    <w:rsid w:val="005B77A3"/>
    <w:rsid w:val="005B788D"/>
    <w:rsid w:val="005B78B7"/>
    <w:rsid w:val="005B7919"/>
    <w:rsid w:val="005B79B7"/>
    <w:rsid w:val="005B7A86"/>
    <w:rsid w:val="005B7B4A"/>
    <w:rsid w:val="005B7B82"/>
    <w:rsid w:val="005B7C12"/>
    <w:rsid w:val="005B7C55"/>
    <w:rsid w:val="005B7CED"/>
    <w:rsid w:val="005B7D3E"/>
    <w:rsid w:val="005B7D4A"/>
    <w:rsid w:val="005B7D5D"/>
    <w:rsid w:val="005B7D9D"/>
    <w:rsid w:val="005B7E60"/>
    <w:rsid w:val="005B7F38"/>
    <w:rsid w:val="005C007D"/>
    <w:rsid w:val="005C00AB"/>
    <w:rsid w:val="005C00FE"/>
    <w:rsid w:val="005C02A3"/>
    <w:rsid w:val="005C04DC"/>
    <w:rsid w:val="005C0540"/>
    <w:rsid w:val="005C0BAD"/>
    <w:rsid w:val="005C0C8C"/>
    <w:rsid w:val="005C0CB5"/>
    <w:rsid w:val="005C0FB7"/>
    <w:rsid w:val="005C0FC8"/>
    <w:rsid w:val="005C1008"/>
    <w:rsid w:val="005C14ED"/>
    <w:rsid w:val="005C16F9"/>
    <w:rsid w:val="005C1888"/>
    <w:rsid w:val="005C1C49"/>
    <w:rsid w:val="005C1C7D"/>
    <w:rsid w:val="005C1E3A"/>
    <w:rsid w:val="005C1F34"/>
    <w:rsid w:val="005C1FF9"/>
    <w:rsid w:val="005C215A"/>
    <w:rsid w:val="005C21AE"/>
    <w:rsid w:val="005C221D"/>
    <w:rsid w:val="005C2223"/>
    <w:rsid w:val="005C2255"/>
    <w:rsid w:val="005C2588"/>
    <w:rsid w:val="005C25A9"/>
    <w:rsid w:val="005C25ED"/>
    <w:rsid w:val="005C2602"/>
    <w:rsid w:val="005C2622"/>
    <w:rsid w:val="005C293A"/>
    <w:rsid w:val="005C301C"/>
    <w:rsid w:val="005C31B6"/>
    <w:rsid w:val="005C33DC"/>
    <w:rsid w:val="005C3414"/>
    <w:rsid w:val="005C3478"/>
    <w:rsid w:val="005C395A"/>
    <w:rsid w:val="005C3BE5"/>
    <w:rsid w:val="005C3C78"/>
    <w:rsid w:val="005C3F05"/>
    <w:rsid w:val="005C4015"/>
    <w:rsid w:val="005C4025"/>
    <w:rsid w:val="005C405A"/>
    <w:rsid w:val="005C414D"/>
    <w:rsid w:val="005C43E3"/>
    <w:rsid w:val="005C4512"/>
    <w:rsid w:val="005C4537"/>
    <w:rsid w:val="005C471F"/>
    <w:rsid w:val="005C4915"/>
    <w:rsid w:val="005C4944"/>
    <w:rsid w:val="005C4989"/>
    <w:rsid w:val="005C4B6E"/>
    <w:rsid w:val="005C4D63"/>
    <w:rsid w:val="005C4EAC"/>
    <w:rsid w:val="005C4FB9"/>
    <w:rsid w:val="005C51E2"/>
    <w:rsid w:val="005C5230"/>
    <w:rsid w:val="005C533C"/>
    <w:rsid w:val="005C5384"/>
    <w:rsid w:val="005C5494"/>
    <w:rsid w:val="005C5505"/>
    <w:rsid w:val="005C558B"/>
    <w:rsid w:val="005C5602"/>
    <w:rsid w:val="005C5659"/>
    <w:rsid w:val="005C58BD"/>
    <w:rsid w:val="005C58F4"/>
    <w:rsid w:val="005C5AAC"/>
    <w:rsid w:val="005C5BDD"/>
    <w:rsid w:val="005C5BF2"/>
    <w:rsid w:val="005C5C21"/>
    <w:rsid w:val="005C5E1B"/>
    <w:rsid w:val="005C60A2"/>
    <w:rsid w:val="005C6143"/>
    <w:rsid w:val="005C63D1"/>
    <w:rsid w:val="005C660F"/>
    <w:rsid w:val="005C66D4"/>
    <w:rsid w:val="005C66D5"/>
    <w:rsid w:val="005C6711"/>
    <w:rsid w:val="005C69C4"/>
    <w:rsid w:val="005C6AEA"/>
    <w:rsid w:val="005C6BDB"/>
    <w:rsid w:val="005C6E31"/>
    <w:rsid w:val="005C6EC9"/>
    <w:rsid w:val="005C7290"/>
    <w:rsid w:val="005C72C1"/>
    <w:rsid w:val="005C7331"/>
    <w:rsid w:val="005C7506"/>
    <w:rsid w:val="005C7524"/>
    <w:rsid w:val="005C7762"/>
    <w:rsid w:val="005C7B64"/>
    <w:rsid w:val="005C7D60"/>
    <w:rsid w:val="005C7DB5"/>
    <w:rsid w:val="005C7EBF"/>
    <w:rsid w:val="005D0171"/>
    <w:rsid w:val="005D0527"/>
    <w:rsid w:val="005D0A78"/>
    <w:rsid w:val="005D0A80"/>
    <w:rsid w:val="005D0B14"/>
    <w:rsid w:val="005D0B43"/>
    <w:rsid w:val="005D0C4F"/>
    <w:rsid w:val="005D0E39"/>
    <w:rsid w:val="005D0E4D"/>
    <w:rsid w:val="005D0F6B"/>
    <w:rsid w:val="005D1056"/>
    <w:rsid w:val="005D124A"/>
    <w:rsid w:val="005D1263"/>
    <w:rsid w:val="005D12C2"/>
    <w:rsid w:val="005D12D9"/>
    <w:rsid w:val="005D142E"/>
    <w:rsid w:val="005D1476"/>
    <w:rsid w:val="005D1B04"/>
    <w:rsid w:val="005D1B85"/>
    <w:rsid w:val="005D1C88"/>
    <w:rsid w:val="005D1CF8"/>
    <w:rsid w:val="005D1DEC"/>
    <w:rsid w:val="005D1FF0"/>
    <w:rsid w:val="005D2014"/>
    <w:rsid w:val="005D2189"/>
    <w:rsid w:val="005D250A"/>
    <w:rsid w:val="005D26F6"/>
    <w:rsid w:val="005D2809"/>
    <w:rsid w:val="005D28EB"/>
    <w:rsid w:val="005D2C13"/>
    <w:rsid w:val="005D305C"/>
    <w:rsid w:val="005D3689"/>
    <w:rsid w:val="005D3703"/>
    <w:rsid w:val="005D385F"/>
    <w:rsid w:val="005D3B3E"/>
    <w:rsid w:val="005D3BF9"/>
    <w:rsid w:val="005D3EF7"/>
    <w:rsid w:val="005D3FEB"/>
    <w:rsid w:val="005D40AB"/>
    <w:rsid w:val="005D41D4"/>
    <w:rsid w:val="005D41D9"/>
    <w:rsid w:val="005D43F2"/>
    <w:rsid w:val="005D4461"/>
    <w:rsid w:val="005D4692"/>
    <w:rsid w:val="005D4744"/>
    <w:rsid w:val="005D47F8"/>
    <w:rsid w:val="005D48FA"/>
    <w:rsid w:val="005D4A76"/>
    <w:rsid w:val="005D4E4C"/>
    <w:rsid w:val="005D4E8A"/>
    <w:rsid w:val="005D510A"/>
    <w:rsid w:val="005D5411"/>
    <w:rsid w:val="005D5509"/>
    <w:rsid w:val="005D5566"/>
    <w:rsid w:val="005D5A2E"/>
    <w:rsid w:val="005D5C66"/>
    <w:rsid w:val="005D5CBD"/>
    <w:rsid w:val="005D5EA8"/>
    <w:rsid w:val="005D5EF3"/>
    <w:rsid w:val="005D5F3C"/>
    <w:rsid w:val="005D6056"/>
    <w:rsid w:val="005D6168"/>
    <w:rsid w:val="005D62E1"/>
    <w:rsid w:val="005D6384"/>
    <w:rsid w:val="005D63FC"/>
    <w:rsid w:val="005D6414"/>
    <w:rsid w:val="005D65F4"/>
    <w:rsid w:val="005D671C"/>
    <w:rsid w:val="005D6978"/>
    <w:rsid w:val="005D69CA"/>
    <w:rsid w:val="005D6A43"/>
    <w:rsid w:val="005D6B6A"/>
    <w:rsid w:val="005D6B9B"/>
    <w:rsid w:val="005D6C2F"/>
    <w:rsid w:val="005D6D16"/>
    <w:rsid w:val="005D6D74"/>
    <w:rsid w:val="005D70E8"/>
    <w:rsid w:val="005D71E0"/>
    <w:rsid w:val="005D7401"/>
    <w:rsid w:val="005D741B"/>
    <w:rsid w:val="005D74C0"/>
    <w:rsid w:val="005D7659"/>
    <w:rsid w:val="005D7C9E"/>
    <w:rsid w:val="005D7CB7"/>
    <w:rsid w:val="005E0250"/>
    <w:rsid w:val="005E04DE"/>
    <w:rsid w:val="005E06DA"/>
    <w:rsid w:val="005E06E5"/>
    <w:rsid w:val="005E092C"/>
    <w:rsid w:val="005E0D5E"/>
    <w:rsid w:val="005E0E23"/>
    <w:rsid w:val="005E0F27"/>
    <w:rsid w:val="005E105A"/>
    <w:rsid w:val="005E114A"/>
    <w:rsid w:val="005E11D6"/>
    <w:rsid w:val="005E122D"/>
    <w:rsid w:val="005E131B"/>
    <w:rsid w:val="005E14CF"/>
    <w:rsid w:val="005E15E9"/>
    <w:rsid w:val="005E15F6"/>
    <w:rsid w:val="005E176E"/>
    <w:rsid w:val="005E1776"/>
    <w:rsid w:val="005E1893"/>
    <w:rsid w:val="005E1A9E"/>
    <w:rsid w:val="005E1BEA"/>
    <w:rsid w:val="005E1FEA"/>
    <w:rsid w:val="005E2067"/>
    <w:rsid w:val="005E2137"/>
    <w:rsid w:val="005E2269"/>
    <w:rsid w:val="005E22D1"/>
    <w:rsid w:val="005E24C9"/>
    <w:rsid w:val="005E25E3"/>
    <w:rsid w:val="005E264E"/>
    <w:rsid w:val="005E26BE"/>
    <w:rsid w:val="005E2761"/>
    <w:rsid w:val="005E278E"/>
    <w:rsid w:val="005E2A68"/>
    <w:rsid w:val="005E2AD2"/>
    <w:rsid w:val="005E2B5D"/>
    <w:rsid w:val="005E2F87"/>
    <w:rsid w:val="005E308A"/>
    <w:rsid w:val="005E3244"/>
    <w:rsid w:val="005E3280"/>
    <w:rsid w:val="005E3756"/>
    <w:rsid w:val="005E377D"/>
    <w:rsid w:val="005E38A0"/>
    <w:rsid w:val="005E3944"/>
    <w:rsid w:val="005E39B1"/>
    <w:rsid w:val="005E39DF"/>
    <w:rsid w:val="005E3A85"/>
    <w:rsid w:val="005E3AD1"/>
    <w:rsid w:val="005E3BB1"/>
    <w:rsid w:val="005E3EFA"/>
    <w:rsid w:val="005E40F7"/>
    <w:rsid w:val="005E4314"/>
    <w:rsid w:val="005E43BD"/>
    <w:rsid w:val="005E45BA"/>
    <w:rsid w:val="005E4749"/>
    <w:rsid w:val="005E48AF"/>
    <w:rsid w:val="005E49E6"/>
    <w:rsid w:val="005E4ADB"/>
    <w:rsid w:val="005E4B46"/>
    <w:rsid w:val="005E4C61"/>
    <w:rsid w:val="005E4C6D"/>
    <w:rsid w:val="005E4CCA"/>
    <w:rsid w:val="005E4D0B"/>
    <w:rsid w:val="005E50B8"/>
    <w:rsid w:val="005E5176"/>
    <w:rsid w:val="005E519D"/>
    <w:rsid w:val="005E5408"/>
    <w:rsid w:val="005E5471"/>
    <w:rsid w:val="005E5505"/>
    <w:rsid w:val="005E5562"/>
    <w:rsid w:val="005E57AE"/>
    <w:rsid w:val="005E5893"/>
    <w:rsid w:val="005E58F6"/>
    <w:rsid w:val="005E5969"/>
    <w:rsid w:val="005E5BFE"/>
    <w:rsid w:val="005E5C25"/>
    <w:rsid w:val="005E5C76"/>
    <w:rsid w:val="005E5CA2"/>
    <w:rsid w:val="005E5D0E"/>
    <w:rsid w:val="005E5E9B"/>
    <w:rsid w:val="005E5ECF"/>
    <w:rsid w:val="005E5F30"/>
    <w:rsid w:val="005E6155"/>
    <w:rsid w:val="005E61DF"/>
    <w:rsid w:val="005E621B"/>
    <w:rsid w:val="005E62F7"/>
    <w:rsid w:val="005E644C"/>
    <w:rsid w:val="005E6461"/>
    <w:rsid w:val="005E64FE"/>
    <w:rsid w:val="005E665F"/>
    <w:rsid w:val="005E66BB"/>
    <w:rsid w:val="005E672F"/>
    <w:rsid w:val="005E6981"/>
    <w:rsid w:val="005E69E4"/>
    <w:rsid w:val="005E6AA7"/>
    <w:rsid w:val="005E6E89"/>
    <w:rsid w:val="005E706D"/>
    <w:rsid w:val="005E70F0"/>
    <w:rsid w:val="005E7282"/>
    <w:rsid w:val="005E728F"/>
    <w:rsid w:val="005E72B2"/>
    <w:rsid w:val="005E7809"/>
    <w:rsid w:val="005E7938"/>
    <w:rsid w:val="005E7940"/>
    <w:rsid w:val="005E795B"/>
    <w:rsid w:val="005E7C1D"/>
    <w:rsid w:val="005E7EA7"/>
    <w:rsid w:val="005F006F"/>
    <w:rsid w:val="005F025E"/>
    <w:rsid w:val="005F06C3"/>
    <w:rsid w:val="005F07C4"/>
    <w:rsid w:val="005F0B80"/>
    <w:rsid w:val="005F0D3E"/>
    <w:rsid w:val="005F0D6A"/>
    <w:rsid w:val="005F0E4A"/>
    <w:rsid w:val="005F0EA4"/>
    <w:rsid w:val="005F0EBD"/>
    <w:rsid w:val="005F107F"/>
    <w:rsid w:val="005F12A5"/>
    <w:rsid w:val="005F12D2"/>
    <w:rsid w:val="005F1313"/>
    <w:rsid w:val="005F1450"/>
    <w:rsid w:val="005F1467"/>
    <w:rsid w:val="005F14E9"/>
    <w:rsid w:val="005F169D"/>
    <w:rsid w:val="005F1781"/>
    <w:rsid w:val="005F18A9"/>
    <w:rsid w:val="005F19AA"/>
    <w:rsid w:val="005F1EE8"/>
    <w:rsid w:val="005F25BB"/>
    <w:rsid w:val="005F2687"/>
    <w:rsid w:val="005F2AC4"/>
    <w:rsid w:val="005F2B6D"/>
    <w:rsid w:val="005F2BAC"/>
    <w:rsid w:val="005F2C90"/>
    <w:rsid w:val="005F2E33"/>
    <w:rsid w:val="005F2EA5"/>
    <w:rsid w:val="005F3056"/>
    <w:rsid w:val="005F30F7"/>
    <w:rsid w:val="005F319A"/>
    <w:rsid w:val="005F33F9"/>
    <w:rsid w:val="005F34C9"/>
    <w:rsid w:val="005F35DD"/>
    <w:rsid w:val="005F369F"/>
    <w:rsid w:val="005F378B"/>
    <w:rsid w:val="005F3793"/>
    <w:rsid w:val="005F3AFE"/>
    <w:rsid w:val="005F3BE0"/>
    <w:rsid w:val="005F3CA6"/>
    <w:rsid w:val="005F3D10"/>
    <w:rsid w:val="005F3ED2"/>
    <w:rsid w:val="005F4281"/>
    <w:rsid w:val="005F4911"/>
    <w:rsid w:val="005F4BF5"/>
    <w:rsid w:val="005F4C7A"/>
    <w:rsid w:val="005F4D3E"/>
    <w:rsid w:val="005F4D8C"/>
    <w:rsid w:val="005F4E11"/>
    <w:rsid w:val="005F4FDC"/>
    <w:rsid w:val="005F53FD"/>
    <w:rsid w:val="005F542C"/>
    <w:rsid w:val="005F572A"/>
    <w:rsid w:val="005F598A"/>
    <w:rsid w:val="005F5AC9"/>
    <w:rsid w:val="005F5C92"/>
    <w:rsid w:val="005F5FDB"/>
    <w:rsid w:val="005F60CD"/>
    <w:rsid w:val="005F62A2"/>
    <w:rsid w:val="005F62A3"/>
    <w:rsid w:val="005F6554"/>
    <w:rsid w:val="005F6AF1"/>
    <w:rsid w:val="005F6AF2"/>
    <w:rsid w:val="005F6B12"/>
    <w:rsid w:val="005F6CFB"/>
    <w:rsid w:val="005F6EBD"/>
    <w:rsid w:val="005F6EEB"/>
    <w:rsid w:val="005F70AF"/>
    <w:rsid w:val="005F75CE"/>
    <w:rsid w:val="005F797E"/>
    <w:rsid w:val="005F7AA4"/>
    <w:rsid w:val="005F7C07"/>
    <w:rsid w:val="005F7C89"/>
    <w:rsid w:val="005F7D32"/>
    <w:rsid w:val="005F7F30"/>
    <w:rsid w:val="005F7F74"/>
    <w:rsid w:val="00600009"/>
    <w:rsid w:val="0060002B"/>
    <w:rsid w:val="006000C3"/>
    <w:rsid w:val="00600171"/>
    <w:rsid w:val="00600225"/>
    <w:rsid w:val="00600297"/>
    <w:rsid w:val="006003C9"/>
    <w:rsid w:val="00600511"/>
    <w:rsid w:val="00600545"/>
    <w:rsid w:val="006007CC"/>
    <w:rsid w:val="006008AE"/>
    <w:rsid w:val="00600A45"/>
    <w:rsid w:val="00600E0E"/>
    <w:rsid w:val="00600E67"/>
    <w:rsid w:val="00600ED7"/>
    <w:rsid w:val="00600FDC"/>
    <w:rsid w:val="00601023"/>
    <w:rsid w:val="006011BD"/>
    <w:rsid w:val="006012BB"/>
    <w:rsid w:val="0060135C"/>
    <w:rsid w:val="006013F9"/>
    <w:rsid w:val="0060148B"/>
    <w:rsid w:val="00601684"/>
    <w:rsid w:val="00601790"/>
    <w:rsid w:val="00601A6D"/>
    <w:rsid w:val="00601B5A"/>
    <w:rsid w:val="00601BF5"/>
    <w:rsid w:val="00601CC3"/>
    <w:rsid w:val="00601D7D"/>
    <w:rsid w:val="00601EA9"/>
    <w:rsid w:val="00601EAA"/>
    <w:rsid w:val="00601F98"/>
    <w:rsid w:val="00602109"/>
    <w:rsid w:val="00602285"/>
    <w:rsid w:val="00602370"/>
    <w:rsid w:val="0060238C"/>
    <w:rsid w:val="00602969"/>
    <w:rsid w:val="00602CC2"/>
    <w:rsid w:val="00602D22"/>
    <w:rsid w:val="006030D0"/>
    <w:rsid w:val="006030FD"/>
    <w:rsid w:val="006031A8"/>
    <w:rsid w:val="006032F1"/>
    <w:rsid w:val="00603646"/>
    <w:rsid w:val="00603672"/>
    <w:rsid w:val="006036BE"/>
    <w:rsid w:val="0060381D"/>
    <w:rsid w:val="00603884"/>
    <w:rsid w:val="006039AE"/>
    <w:rsid w:val="00603B04"/>
    <w:rsid w:val="00603D44"/>
    <w:rsid w:val="00603E0C"/>
    <w:rsid w:val="00603F0E"/>
    <w:rsid w:val="0060417D"/>
    <w:rsid w:val="006041DA"/>
    <w:rsid w:val="006042A5"/>
    <w:rsid w:val="006042F3"/>
    <w:rsid w:val="006043C8"/>
    <w:rsid w:val="006047BF"/>
    <w:rsid w:val="00604922"/>
    <w:rsid w:val="00604B6E"/>
    <w:rsid w:val="00604EAD"/>
    <w:rsid w:val="00604FCF"/>
    <w:rsid w:val="0060520F"/>
    <w:rsid w:val="00605578"/>
    <w:rsid w:val="00605712"/>
    <w:rsid w:val="0060594B"/>
    <w:rsid w:val="00605A42"/>
    <w:rsid w:val="00605A84"/>
    <w:rsid w:val="00605B7B"/>
    <w:rsid w:val="00605BC3"/>
    <w:rsid w:val="00605D8B"/>
    <w:rsid w:val="00605E06"/>
    <w:rsid w:val="00605E63"/>
    <w:rsid w:val="0060603A"/>
    <w:rsid w:val="0060605B"/>
    <w:rsid w:val="006063D8"/>
    <w:rsid w:val="00606403"/>
    <w:rsid w:val="00606797"/>
    <w:rsid w:val="00606A4D"/>
    <w:rsid w:val="00606B9A"/>
    <w:rsid w:val="00606C6C"/>
    <w:rsid w:val="00606F2D"/>
    <w:rsid w:val="00606F63"/>
    <w:rsid w:val="00606FA6"/>
    <w:rsid w:val="006071B5"/>
    <w:rsid w:val="0060720E"/>
    <w:rsid w:val="00607534"/>
    <w:rsid w:val="0060787E"/>
    <w:rsid w:val="006078D8"/>
    <w:rsid w:val="00607903"/>
    <w:rsid w:val="00607A9D"/>
    <w:rsid w:val="00607AF6"/>
    <w:rsid w:val="00607CD8"/>
    <w:rsid w:val="006103AA"/>
    <w:rsid w:val="006104FA"/>
    <w:rsid w:val="0061050D"/>
    <w:rsid w:val="00610624"/>
    <w:rsid w:val="006108D9"/>
    <w:rsid w:val="00610B8B"/>
    <w:rsid w:val="00610BFC"/>
    <w:rsid w:val="00610CEE"/>
    <w:rsid w:val="00610DB5"/>
    <w:rsid w:val="00610F34"/>
    <w:rsid w:val="00610F82"/>
    <w:rsid w:val="00611639"/>
    <w:rsid w:val="00611673"/>
    <w:rsid w:val="0061169E"/>
    <w:rsid w:val="00611711"/>
    <w:rsid w:val="006117D8"/>
    <w:rsid w:val="006117E2"/>
    <w:rsid w:val="00611830"/>
    <w:rsid w:val="00611A9F"/>
    <w:rsid w:val="00611B6A"/>
    <w:rsid w:val="00611E49"/>
    <w:rsid w:val="00611F3A"/>
    <w:rsid w:val="00612040"/>
    <w:rsid w:val="006123FA"/>
    <w:rsid w:val="00612569"/>
    <w:rsid w:val="00612577"/>
    <w:rsid w:val="0061280A"/>
    <w:rsid w:val="006128E7"/>
    <w:rsid w:val="00612A49"/>
    <w:rsid w:val="00612B11"/>
    <w:rsid w:val="00612BD4"/>
    <w:rsid w:val="00612D27"/>
    <w:rsid w:val="00612E49"/>
    <w:rsid w:val="00613006"/>
    <w:rsid w:val="00613019"/>
    <w:rsid w:val="006131C0"/>
    <w:rsid w:val="00613264"/>
    <w:rsid w:val="0061331C"/>
    <w:rsid w:val="00613337"/>
    <w:rsid w:val="006135A8"/>
    <w:rsid w:val="00613610"/>
    <w:rsid w:val="0061362C"/>
    <w:rsid w:val="00613841"/>
    <w:rsid w:val="00613CE3"/>
    <w:rsid w:val="00614013"/>
    <w:rsid w:val="006141CD"/>
    <w:rsid w:val="006141E4"/>
    <w:rsid w:val="00614305"/>
    <w:rsid w:val="00614309"/>
    <w:rsid w:val="0061450A"/>
    <w:rsid w:val="00614631"/>
    <w:rsid w:val="00614700"/>
    <w:rsid w:val="00614783"/>
    <w:rsid w:val="006149C9"/>
    <w:rsid w:val="00614A8B"/>
    <w:rsid w:val="00614ACA"/>
    <w:rsid w:val="00614BC2"/>
    <w:rsid w:val="00614E98"/>
    <w:rsid w:val="00614F92"/>
    <w:rsid w:val="00615041"/>
    <w:rsid w:val="00615108"/>
    <w:rsid w:val="0061518A"/>
    <w:rsid w:val="0061526D"/>
    <w:rsid w:val="006152E3"/>
    <w:rsid w:val="00615502"/>
    <w:rsid w:val="006155CD"/>
    <w:rsid w:val="0061560F"/>
    <w:rsid w:val="00615888"/>
    <w:rsid w:val="00615D90"/>
    <w:rsid w:val="00615DA6"/>
    <w:rsid w:val="00615DD1"/>
    <w:rsid w:val="00615FA9"/>
    <w:rsid w:val="00616195"/>
    <w:rsid w:val="006162FD"/>
    <w:rsid w:val="006163CF"/>
    <w:rsid w:val="006164B9"/>
    <w:rsid w:val="0061653B"/>
    <w:rsid w:val="0061676D"/>
    <w:rsid w:val="00616863"/>
    <w:rsid w:val="0061689B"/>
    <w:rsid w:val="00616A40"/>
    <w:rsid w:val="00616C38"/>
    <w:rsid w:val="00616C86"/>
    <w:rsid w:val="00616DF9"/>
    <w:rsid w:val="00616F6A"/>
    <w:rsid w:val="006170C9"/>
    <w:rsid w:val="0061726C"/>
    <w:rsid w:val="0061753B"/>
    <w:rsid w:val="0061762B"/>
    <w:rsid w:val="00617657"/>
    <w:rsid w:val="00617685"/>
    <w:rsid w:val="0061772F"/>
    <w:rsid w:val="0061791B"/>
    <w:rsid w:val="00617AC5"/>
    <w:rsid w:val="00617C03"/>
    <w:rsid w:val="00617C2B"/>
    <w:rsid w:val="00620139"/>
    <w:rsid w:val="00620195"/>
    <w:rsid w:val="006201FC"/>
    <w:rsid w:val="006202AC"/>
    <w:rsid w:val="0062032F"/>
    <w:rsid w:val="006204AC"/>
    <w:rsid w:val="006205C8"/>
    <w:rsid w:val="006209EB"/>
    <w:rsid w:val="00620BE2"/>
    <w:rsid w:val="00620D3C"/>
    <w:rsid w:val="00620F01"/>
    <w:rsid w:val="00620F95"/>
    <w:rsid w:val="00620FB5"/>
    <w:rsid w:val="00621548"/>
    <w:rsid w:val="006215C0"/>
    <w:rsid w:val="0062184B"/>
    <w:rsid w:val="00621C4E"/>
    <w:rsid w:val="00621D39"/>
    <w:rsid w:val="00621E04"/>
    <w:rsid w:val="00621EAC"/>
    <w:rsid w:val="00621F5E"/>
    <w:rsid w:val="0062200E"/>
    <w:rsid w:val="00622027"/>
    <w:rsid w:val="006221AD"/>
    <w:rsid w:val="006222F2"/>
    <w:rsid w:val="0062279B"/>
    <w:rsid w:val="006228EA"/>
    <w:rsid w:val="00622B55"/>
    <w:rsid w:val="00622B6B"/>
    <w:rsid w:val="00622CA3"/>
    <w:rsid w:val="00622E0F"/>
    <w:rsid w:val="00622F06"/>
    <w:rsid w:val="00623148"/>
    <w:rsid w:val="0062335C"/>
    <w:rsid w:val="0062336B"/>
    <w:rsid w:val="00623454"/>
    <w:rsid w:val="00623779"/>
    <w:rsid w:val="006237EB"/>
    <w:rsid w:val="00623955"/>
    <w:rsid w:val="00623A3B"/>
    <w:rsid w:val="00623A46"/>
    <w:rsid w:val="00623D03"/>
    <w:rsid w:val="00623F44"/>
    <w:rsid w:val="00623F70"/>
    <w:rsid w:val="0062401C"/>
    <w:rsid w:val="00624136"/>
    <w:rsid w:val="0062417B"/>
    <w:rsid w:val="006241CD"/>
    <w:rsid w:val="006244C5"/>
    <w:rsid w:val="00624705"/>
    <w:rsid w:val="00624730"/>
    <w:rsid w:val="00624766"/>
    <w:rsid w:val="0062490B"/>
    <w:rsid w:val="00624A2A"/>
    <w:rsid w:val="00624BE0"/>
    <w:rsid w:val="00624C40"/>
    <w:rsid w:val="00624C83"/>
    <w:rsid w:val="00624E4F"/>
    <w:rsid w:val="00624EA0"/>
    <w:rsid w:val="00625171"/>
    <w:rsid w:val="00625285"/>
    <w:rsid w:val="00625309"/>
    <w:rsid w:val="00625431"/>
    <w:rsid w:val="00625539"/>
    <w:rsid w:val="006257A6"/>
    <w:rsid w:val="006258DA"/>
    <w:rsid w:val="00625AFF"/>
    <w:rsid w:val="00625B40"/>
    <w:rsid w:val="00625C02"/>
    <w:rsid w:val="00625E78"/>
    <w:rsid w:val="00625FDC"/>
    <w:rsid w:val="0062602D"/>
    <w:rsid w:val="0062619D"/>
    <w:rsid w:val="006261E5"/>
    <w:rsid w:val="006261FF"/>
    <w:rsid w:val="006262ED"/>
    <w:rsid w:val="00626367"/>
    <w:rsid w:val="006264A5"/>
    <w:rsid w:val="00626541"/>
    <w:rsid w:val="006265BD"/>
    <w:rsid w:val="00626819"/>
    <w:rsid w:val="00626881"/>
    <w:rsid w:val="00626960"/>
    <w:rsid w:val="00626985"/>
    <w:rsid w:val="00626A0C"/>
    <w:rsid w:val="00626A79"/>
    <w:rsid w:val="00626CDF"/>
    <w:rsid w:val="00626ED4"/>
    <w:rsid w:val="00627025"/>
    <w:rsid w:val="00627046"/>
    <w:rsid w:val="00627169"/>
    <w:rsid w:val="006273B3"/>
    <w:rsid w:val="00627425"/>
    <w:rsid w:val="006275BC"/>
    <w:rsid w:val="006275E0"/>
    <w:rsid w:val="006275F9"/>
    <w:rsid w:val="00627884"/>
    <w:rsid w:val="00627B62"/>
    <w:rsid w:val="00627DF3"/>
    <w:rsid w:val="00627E36"/>
    <w:rsid w:val="00627EBE"/>
    <w:rsid w:val="00627FAB"/>
    <w:rsid w:val="00630215"/>
    <w:rsid w:val="00630372"/>
    <w:rsid w:val="006304F6"/>
    <w:rsid w:val="006305C9"/>
    <w:rsid w:val="006305DE"/>
    <w:rsid w:val="0063062F"/>
    <w:rsid w:val="006307AD"/>
    <w:rsid w:val="006307B0"/>
    <w:rsid w:val="006307D4"/>
    <w:rsid w:val="006309CC"/>
    <w:rsid w:val="00630D66"/>
    <w:rsid w:val="00630E38"/>
    <w:rsid w:val="00630EA7"/>
    <w:rsid w:val="006311EA"/>
    <w:rsid w:val="0063121D"/>
    <w:rsid w:val="00631249"/>
    <w:rsid w:val="006313D7"/>
    <w:rsid w:val="00631497"/>
    <w:rsid w:val="006314BE"/>
    <w:rsid w:val="0063158F"/>
    <w:rsid w:val="00631732"/>
    <w:rsid w:val="00631BB2"/>
    <w:rsid w:val="00631C72"/>
    <w:rsid w:val="00631EE1"/>
    <w:rsid w:val="00632064"/>
    <w:rsid w:val="006320CD"/>
    <w:rsid w:val="006321D7"/>
    <w:rsid w:val="00632432"/>
    <w:rsid w:val="006324E8"/>
    <w:rsid w:val="006327C6"/>
    <w:rsid w:val="00632929"/>
    <w:rsid w:val="00632A7D"/>
    <w:rsid w:val="00632BB2"/>
    <w:rsid w:val="00632CD6"/>
    <w:rsid w:val="00632EF3"/>
    <w:rsid w:val="00633155"/>
    <w:rsid w:val="00633321"/>
    <w:rsid w:val="00633421"/>
    <w:rsid w:val="0063354F"/>
    <w:rsid w:val="006335A6"/>
    <w:rsid w:val="00633617"/>
    <w:rsid w:val="00633912"/>
    <w:rsid w:val="00633AE9"/>
    <w:rsid w:val="00633B1B"/>
    <w:rsid w:val="00633B65"/>
    <w:rsid w:val="00633D93"/>
    <w:rsid w:val="00633DF9"/>
    <w:rsid w:val="00634053"/>
    <w:rsid w:val="00634318"/>
    <w:rsid w:val="00634434"/>
    <w:rsid w:val="0063454F"/>
    <w:rsid w:val="00634850"/>
    <w:rsid w:val="0063489D"/>
    <w:rsid w:val="00634AF3"/>
    <w:rsid w:val="00634DFB"/>
    <w:rsid w:val="00635209"/>
    <w:rsid w:val="0063551C"/>
    <w:rsid w:val="006356B3"/>
    <w:rsid w:val="006356D4"/>
    <w:rsid w:val="006357D5"/>
    <w:rsid w:val="006358A3"/>
    <w:rsid w:val="00635ACB"/>
    <w:rsid w:val="00635C2F"/>
    <w:rsid w:val="00635CDD"/>
    <w:rsid w:val="00635F46"/>
    <w:rsid w:val="00636208"/>
    <w:rsid w:val="006362EF"/>
    <w:rsid w:val="00636466"/>
    <w:rsid w:val="006364BE"/>
    <w:rsid w:val="0063666D"/>
    <w:rsid w:val="00636855"/>
    <w:rsid w:val="00636885"/>
    <w:rsid w:val="006369E6"/>
    <w:rsid w:val="00636C1C"/>
    <w:rsid w:val="00636D5F"/>
    <w:rsid w:val="00636FC4"/>
    <w:rsid w:val="0063724B"/>
    <w:rsid w:val="00637347"/>
    <w:rsid w:val="00637419"/>
    <w:rsid w:val="0063757D"/>
    <w:rsid w:val="00637589"/>
    <w:rsid w:val="0063771A"/>
    <w:rsid w:val="0063787B"/>
    <w:rsid w:val="00637896"/>
    <w:rsid w:val="00637BD1"/>
    <w:rsid w:val="00637E01"/>
    <w:rsid w:val="00640003"/>
    <w:rsid w:val="0064031E"/>
    <w:rsid w:val="006404BB"/>
    <w:rsid w:val="00640512"/>
    <w:rsid w:val="0064073E"/>
    <w:rsid w:val="00640751"/>
    <w:rsid w:val="00640844"/>
    <w:rsid w:val="006409CB"/>
    <w:rsid w:val="00640A93"/>
    <w:rsid w:val="00640BC1"/>
    <w:rsid w:val="00640EE8"/>
    <w:rsid w:val="0064101F"/>
    <w:rsid w:val="00641218"/>
    <w:rsid w:val="0064138C"/>
    <w:rsid w:val="006415FB"/>
    <w:rsid w:val="006416A7"/>
    <w:rsid w:val="00641777"/>
    <w:rsid w:val="006417BF"/>
    <w:rsid w:val="006418DF"/>
    <w:rsid w:val="006419D3"/>
    <w:rsid w:val="00641D33"/>
    <w:rsid w:val="00642062"/>
    <w:rsid w:val="00642211"/>
    <w:rsid w:val="00642241"/>
    <w:rsid w:val="0064244F"/>
    <w:rsid w:val="0064250F"/>
    <w:rsid w:val="00642533"/>
    <w:rsid w:val="006425AE"/>
    <w:rsid w:val="00642812"/>
    <w:rsid w:val="0064282C"/>
    <w:rsid w:val="006428C9"/>
    <w:rsid w:val="00642A73"/>
    <w:rsid w:val="00642CC7"/>
    <w:rsid w:val="00642F9A"/>
    <w:rsid w:val="0064308C"/>
    <w:rsid w:val="00643102"/>
    <w:rsid w:val="006431F0"/>
    <w:rsid w:val="0064326F"/>
    <w:rsid w:val="006432A7"/>
    <w:rsid w:val="006435EB"/>
    <w:rsid w:val="00643987"/>
    <w:rsid w:val="00643B39"/>
    <w:rsid w:val="00643B81"/>
    <w:rsid w:val="00643F00"/>
    <w:rsid w:val="0064419A"/>
    <w:rsid w:val="006445E5"/>
    <w:rsid w:val="00644684"/>
    <w:rsid w:val="0064468B"/>
    <w:rsid w:val="00644892"/>
    <w:rsid w:val="006449A4"/>
    <w:rsid w:val="00644ACB"/>
    <w:rsid w:val="00644AF6"/>
    <w:rsid w:val="00644D66"/>
    <w:rsid w:val="00644E95"/>
    <w:rsid w:val="00644F6C"/>
    <w:rsid w:val="006450A3"/>
    <w:rsid w:val="00645209"/>
    <w:rsid w:val="00645267"/>
    <w:rsid w:val="00645295"/>
    <w:rsid w:val="0064540D"/>
    <w:rsid w:val="0064564B"/>
    <w:rsid w:val="006456AF"/>
    <w:rsid w:val="006456D1"/>
    <w:rsid w:val="00645A03"/>
    <w:rsid w:val="00645A9F"/>
    <w:rsid w:val="00645D31"/>
    <w:rsid w:val="00645ECF"/>
    <w:rsid w:val="0064601B"/>
    <w:rsid w:val="0064617A"/>
    <w:rsid w:val="006461E4"/>
    <w:rsid w:val="0064622F"/>
    <w:rsid w:val="0064629A"/>
    <w:rsid w:val="0064636E"/>
    <w:rsid w:val="00646451"/>
    <w:rsid w:val="00646490"/>
    <w:rsid w:val="0064684C"/>
    <w:rsid w:val="006468C0"/>
    <w:rsid w:val="006469F3"/>
    <w:rsid w:val="006469FF"/>
    <w:rsid w:val="00646C15"/>
    <w:rsid w:val="00646CFD"/>
    <w:rsid w:val="00646D99"/>
    <w:rsid w:val="00647047"/>
    <w:rsid w:val="006470A9"/>
    <w:rsid w:val="00647292"/>
    <w:rsid w:val="00647331"/>
    <w:rsid w:val="0064763B"/>
    <w:rsid w:val="006479B4"/>
    <w:rsid w:val="00647ADD"/>
    <w:rsid w:val="00647C81"/>
    <w:rsid w:val="00647C82"/>
    <w:rsid w:val="00647EAA"/>
    <w:rsid w:val="00647F31"/>
    <w:rsid w:val="00650211"/>
    <w:rsid w:val="006508F4"/>
    <w:rsid w:val="00650E8E"/>
    <w:rsid w:val="0065132E"/>
    <w:rsid w:val="0065152A"/>
    <w:rsid w:val="006518B4"/>
    <w:rsid w:val="0065193C"/>
    <w:rsid w:val="0065196B"/>
    <w:rsid w:val="006519F2"/>
    <w:rsid w:val="00651A58"/>
    <w:rsid w:val="00651B7F"/>
    <w:rsid w:val="00651BD5"/>
    <w:rsid w:val="00651C9D"/>
    <w:rsid w:val="00651CF7"/>
    <w:rsid w:val="00651D76"/>
    <w:rsid w:val="00651D83"/>
    <w:rsid w:val="00651E72"/>
    <w:rsid w:val="0065222D"/>
    <w:rsid w:val="00652306"/>
    <w:rsid w:val="00652312"/>
    <w:rsid w:val="00652350"/>
    <w:rsid w:val="0065240D"/>
    <w:rsid w:val="00652A05"/>
    <w:rsid w:val="00652ACA"/>
    <w:rsid w:val="00652BF5"/>
    <w:rsid w:val="00652D5B"/>
    <w:rsid w:val="00653153"/>
    <w:rsid w:val="00653165"/>
    <w:rsid w:val="00653180"/>
    <w:rsid w:val="00653315"/>
    <w:rsid w:val="0065337B"/>
    <w:rsid w:val="0065339A"/>
    <w:rsid w:val="00653401"/>
    <w:rsid w:val="006536AA"/>
    <w:rsid w:val="006536FB"/>
    <w:rsid w:val="006538CB"/>
    <w:rsid w:val="006538D9"/>
    <w:rsid w:val="00653DCA"/>
    <w:rsid w:val="006540BF"/>
    <w:rsid w:val="006540F1"/>
    <w:rsid w:val="006541E0"/>
    <w:rsid w:val="00654364"/>
    <w:rsid w:val="006543DD"/>
    <w:rsid w:val="00654494"/>
    <w:rsid w:val="006544E1"/>
    <w:rsid w:val="0065487C"/>
    <w:rsid w:val="006549EF"/>
    <w:rsid w:val="00654A98"/>
    <w:rsid w:val="00654A9E"/>
    <w:rsid w:val="00654B92"/>
    <w:rsid w:val="00654BFD"/>
    <w:rsid w:val="00654C58"/>
    <w:rsid w:val="00654D9F"/>
    <w:rsid w:val="00654E9C"/>
    <w:rsid w:val="00654EAF"/>
    <w:rsid w:val="00654FDD"/>
    <w:rsid w:val="00655262"/>
    <w:rsid w:val="006552DF"/>
    <w:rsid w:val="00655392"/>
    <w:rsid w:val="006554C8"/>
    <w:rsid w:val="00655793"/>
    <w:rsid w:val="0065579A"/>
    <w:rsid w:val="0065593F"/>
    <w:rsid w:val="00655A8A"/>
    <w:rsid w:val="00655B4C"/>
    <w:rsid w:val="00655BA2"/>
    <w:rsid w:val="00655E33"/>
    <w:rsid w:val="00655F81"/>
    <w:rsid w:val="00655FD3"/>
    <w:rsid w:val="00656211"/>
    <w:rsid w:val="006562A0"/>
    <w:rsid w:val="006562E9"/>
    <w:rsid w:val="0065673F"/>
    <w:rsid w:val="00656892"/>
    <w:rsid w:val="00656A2D"/>
    <w:rsid w:val="00656A9E"/>
    <w:rsid w:val="00656B3C"/>
    <w:rsid w:val="00656C30"/>
    <w:rsid w:val="006570BB"/>
    <w:rsid w:val="00657147"/>
    <w:rsid w:val="006571F5"/>
    <w:rsid w:val="0065726F"/>
    <w:rsid w:val="006573F2"/>
    <w:rsid w:val="0065765E"/>
    <w:rsid w:val="006577CC"/>
    <w:rsid w:val="00657982"/>
    <w:rsid w:val="00657AD2"/>
    <w:rsid w:val="00657B95"/>
    <w:rsid w:val="00657F31"/>
    <w:rsid w:val="00657FB1"/>
    <w:rsid w:val="0066007D"/>
    <w:rsid w:val="0066019B"/>
    <w:rsid w:val="00660587"/>
    <w:rsid w:val="00660BB0"/>
    <w:rsid w:val="00660E6E"/>
    <w:rsid w:val="00660F15"/>
    <w:rsid w:val="0066152C"/>
    <w:rsid w:val="006615D8"/>
    <w:rsid w:val="00661823"/>
    <w:rsid w:val="006618BD"/>
    <w:rsid w:val="006619A6"/>
    <w:rsid w:val="00661A01"/>
    <w:rsid w:val="00661AE5"/>
    <w:rsid w:val="00661AF3"/>
    <w:rsid w:val="00662244"/>
    <w:rsid w:val="00662435"/>
    <w:rsid w:val="006624AE"/>
    <w:rsid w:val="0066258C"/>
    <w:rsid w:val="006625DB"/>
    <w:rsid w:val="00662716"/>
    <w:rsid w:val="006627E4"/>
    <w:rsid w:val="006628C0"/>
    <w:rsid w:val="00662AE8"/>
    <w:rsid w:val="00662BF0"/>
    <w:rsid w:val="00662D33"/>
    <w:rsid w:val="00662E4A"/>
    <w:rsid w:val="00662E55"/>
    <w:rsid w:val="00662EA2"/>
    <w:rsid w:val="00662FAE"/>
    <w:rsid w:val="006631D6"/>
    <w:rsid w:val="0066320A"/>
    <w:rsid w:val="006632B0"/>
    <w:rsid w:val="00663452"/>
    <w:rsid w:val="006635E1"/>
    <w:rsid w:val="006638B8"/>
    <w:rsid w:val="0066399C"/>
    <w:rsid w:val="00663A58"/>
    <w:rsid w:val="00663AEA"/>
    <w:rsid w:val="00663F85"/>
    <w:rsid w:val="00663FF7"/>
    <w:rsid w:val="006641E2"/>
    <w:rsid w:val="00664335"/>
    <w:rsid w:val="006643BE"/>
    <w:rsid w:val="006644D8"/>
    <w:rsid w:val="00664731"/>
    <w:rsid w:val="00664979"/>
    <w:rsid w:val="00664999"/>
    <w:rsid w:val="006649F6"/>
    <w:rsid w:val="00664A91"/>
    <w:rsid w:val="00664BC8"/>
    <w:rsid w:val="00664CB4"/>
    <w:rsid w:val="00664D31"/>
    <w:rsid w:val="00664D64"/>
    <w:rsid w:val="00664E45"/>
    <w:rsid w:val="00664EC1"/>
    <w:rsid w:val="00664F03"/>
    <w:rsid w:val="006650A2"/>
    <w:rsid w:val="00665197"/>
    <w:rsid w:val="00665227"/>
    <w:rsid w:val="00665340"/>
    <w:rsid w:val="006654EA"/>
    <w:rsid w:val="0066565A"/>
    <w:rsid w:val="006656F1"/>
    <w:rsid w:val="006657F9"/>
    <w:rsid w:val="0066593A"/>
    <w:rsid w:val="00665D10"/>
    <w:rsid w:val="00665D43"/>
    <w:rsid w:val="00665D8F"/>
    <w:rsid w:val="00665DF4"/>
    <w:rsid w:val="00665E25"/>
    <w:rsid w:val="006660EB"/>
    <w:rsid w:val="00666212"/>
    <w:rsid w:val="006663A5"/>
    <w:rsid w:val="006663D8"/>
    <w:rsid w:val="00666522"/>
    <w:rsid w:val="00666560"/>
    <w:rsid w:val="006665FC"/>
    <w:rsid w:val="006668B6"/>
    <w:rsid w:val="006669DB"/>
    <w:rsid w:val="00666ACD"/>
    <w:rsid w:val="00666BC6"/>
    <w:rsid w:val="00666D6B"/>
    <w:rsid w:val="00666DA3"/>
    <w:rsid w:val="00666E21"/>
    <w:rsid w:val="00666EF8"/>
    <w:rsid w:val="00666FDC"/>
    <w:rsid w:val="00667209"/>
    <w:rsid w:val="00667372"/>
    <w:rsid w:val="0066739A"/>
    <w:rsid w:val="0066743F"/>
    <w:rsid w:val="00667805"/>
    <w:rsid w:val="00667C12"/>
    <w:rsid w:val="00667C4D"/>
    <w:rsid w:val="00667D8B"/>
    <w:rsid w:val="00667DF2"/>
    <w:rsid w:val="00667E9C"/>
    <w:rsid w:val="00667F36"/>
    <w:rsid w:val="00667F6B"/>
    <w:rsid w:val="00670176"/>
    <w:rsid w:val="006701F8"/>
    <w:rsid w:val="006702FE"/>
    <w:rsid w:val="00670423"/>
    <w:rsid w:val="006704E3"/>
    <w:rsid w:val="006708E0"/>
    <w:rsid w:val="006709B6"/>
    <w:rsid w:val="0067104F"/>
    <w:rsid w:val="00671066"/>
    <w:rsid w:val="00671086"/>
    <w:rsid w:val="00671112"/>
    <w:rsid w:val="006712BF"/>
    <w:rsid w:val="006714B2"/>
    <w:rsid w:val="006715E0"/>
    <w:rsid w:val="006716B8"/>
    <w:rsid w:val="00671AE2"/>
    <w:rsid w:val="00671D01"/>
    <w:rsid w:val="00671D41"/>
    <w:rsid w:val="00671F9A"/>
    <w:rsid w:val="0067204E"/>
    <w:rsid w:val="00672183"/>
    <w:rsid w:val="006723B7"/>
    <w:rsid w:val="006724D8"/>
    <w:rsid w:val="0067286C"/>
    <w:rsid w:val="00672923"/>
    <w:rsid w:val="006729EA"/>
    <w:rsid w:val="00672B8B"/>
    <w:rsid w:val="00672D4D"/>
    <w:rsid w:val="00672D6B"/>
    <w:rsid w:val="00672E00"/>
    <w:rsid w:val="0067310A"/>
    <w:rsid w:val="00673583"/>
    <w:rsid w:val="006735A2"/>
    <w:rsid w:val="00673783"/>
    <w:rsid w:val="006738FA"/>
    <w:rsid w:val="00673F8A"/>
    <w:rsid w:val="00674066"/>
    <w:rsid w:val="006740FB"/>
    <w:rsid w:val="00674213"/>
    <w:rsid w:val="006744C8"/>
    <w:rsid w:val="006745BA"/>
    <w:rsid w:val="0067471A"/>
    <w:rsid w:val="00674729"/>
    <w:rsid w:val="0067485E"/>
    <w:rsid w:val="006748D7"/>
    <w:rsid w:val="0067492C"/>
    <w:rsid w:val="00674C62"/>
    <w:rsid w:val="00674E2E"/>
    <w:rsid w:val="00674E90"/>
    <w:rsid w:val="00674EF5"/>
    <w:rsid w:val="0067506E"/>
    <w:rsid w:val="006750D1"/>
    <w:rsid w:val="00675231"/>
    <w:rsid w:val="006752A2"/>
    <w:rsid w:val="0067549C"/>
    <w:rsid w:val="00675730"/>
    <w:rsid w:val="00675772"/>
    <w:rsid w:val="0067586C"/>
    <w:rsid w:val="0067594E"/>
    <w:rsid w:val="00675A2E"/>
    <w:rsid w:val="00675BA6"/>
    <w:rsid w:val="00675C02"/>
    <w:rsid w:val="00675C10"/>
    <w:rsid w:val="00675DC1"/>
    <w:rsid w:val="00675FAA"/>
    <w:rsid w:val="00676263"/>
    <w:rsid w:val="00676271"/>
    <w:rsid w:val="00676380"/>
    <w:rsid w:val="00676485"/>
    <w:rsid w:val="006765EE"/>
    <w:rsid w:val="00676A74"/>
    <w:rsid w:val="00676A85"/>
    <w:rsid w:val="00676D80"/>
    <w:rsid w:val="00676DD5"/>
    <w:rsid w:val="006772EF"/>
    <w:rsid w:val="00677349"/>
    <w:rsid w:val="006773BA"/>
    <w:rsid w:val="006774DB"/>
    <w:rsid w:val="006775CA"/>
    <w:rsid w:val="00677834"/>
    <w:rsid w:val="0067791D"/>
    <w:rsid w:val="006779C2"/>
    <w:rsid w:val="00677B71"/>
    <w:rsid w:val="00677C14"/>
    <w:rsid w:val="00677C49"/>
    <w:rsid w:val="00677CEC"/>
    <w:rsid w:val="00677DE1"/>
    <w:rsid w:val="00680188"/>
    <w:rsid w:val="006803F0"/>
    <w:rsid w:val="00680517"/>
    <w:rsid w:val="0068062B"/>
    <w:rsid w:val="006806AC"/>
    <w:rsid w:val="00680892"/>
    <w:rsid w:val="00680A5A"/>
    <w:rsid w:val="00680BF1"/>
    <w:rsid w:val="00680C9F"/>
    <w:rsid w:val="0068102F"/>
    <w:rsid w:val="0068110D"/>
    <w:rsid w:val="0068148E"/>
    <w:rsid w:val="006814A8"/>
    <w:rsid w:val="0068154C"/>
    <w:rsid w:val="006815F7"/>
    <w:rsid w:val="006816F3"/>
    <w:rsid w:val="00681A91"/>
    <w:rsid w:val="00681F4D"/>
    <w:rsid w:val="00681F84"/>
    <w:rsid w:val="0068204D"/>
    <w:rsid w:val="006820B8"/>
    <w:rsid w:val="00682259"/>
    <w:rsid w:val="006823B0"/>
    <w:rsid w:val="006823B6"/>
    <w:rsid w:val="006823B9"/>
    <w:rsid w:val="006824C6"/>
    <w:rsid w:val="006825CD"/>
    <w:rsid w:val="006828ED"/>
    <w:rsid w:val="00682968"/>
    <w:rsid w:val="006829EB"/>
    <w:rsid w:val="00682B01"/>
    <w:rsid w:val="0068328A"/>
    <w:rsid w:val="006834F1"/>
    <w:rsid w:val="0068363A"/>
    <w:rsid w:val="00683700"/>
    <w:rsid w:val="00683707"/>
    <w:rsid w:val="006838D8"/>
    <w:rsid w:val="00683FC5"/>
    <w:rsid w:val="0068402A"/>
    <w:rsid w:val="00684049"/>
    <w:rsid w:val="006840C0"/>
    <w:rsid w:val="00684132"/>
    <w:rsid w:val="006841E5"/>
    <w:rsid w:val="006841FB"/>
    <w:rsid w:val="00684386"/>
    <w:rsid w:val="006843EA"/>
    <w:rsid w:val="00684967"/>
    <w:rsid w:val="00684994"/>
    <w:rsid w:val="00684A2A"/>
    <w:rsid w:val="00684B0C"/>
    <w:rsid w:val="00684B41"/>
    <w:rsid w:val="00684B99"/>
    <w:rsid w:val="00684C7E"/>
    <w:rsid w:val="00684D6D"/>
    <w:rsid w:val="00684DE3"/>
    <w:rsid w:val="00684E05"/>
    <w:rsid w:val="00684F4D"/>
    <w:rsid w:val="006851C6"/>
    <w:rsid w:val="00685254"/>
    <w:rsid w:val="00685360"/>
    <w:rsid w:val="00685444"/>
    <w:rsid w:val="0068556C"/>
    <w:rsid w:val="0068584F"/>
    <w:rsid w:val="00685B13"/>
    <w:rsid w:val="00685BAD"/>
    <w:rsid w:val="00685E5E"/>
    <w:rsid w:val="00686093"/>
    <w:rsid w:val="006863E4"/>
    <w:rsid w:val="00686687"/>
    <w:rsid w:val="006866B9"/>
    <w:rsid w:val="00686D37"/>
    <w:rsid w:val="00686F4A"/>
    <w:rsid w:val="00687550"/>
    <w:rsid w:val="00687DC5"/>
    <w:rsid w:val="00690242"/>
    <w:rsid w:val="006902AF"/>
    <w:rsid w:val="006902D0"/>
    <w:rsid w:val="006902E0"/>
    <w:rsid w:val="006902FE"/>
    <w:rsid w:val="0069095E"/>
    <w:rsid w:val="00690B4F"/>
    <w:rsid w:val="00690C10"/>
    <w:rsid w:val="00690F18"/>
    <w:rsid w:val="00690F58"/>
    <w:rsid w:val="00691084"/>
    <w:rsid w:val="0069110F"/>
    <w:rsid w:val="006912CA"/>
    <w:rsid w:val="00691453"/>
    <w:rsid w:val="00691468"/>
    <w:rsid w:val="00691590"/>
    <w:rsid w:val="00691BB9"/>
    <w:rsid w:val="00691CA8"/>
    <w:rsid w:val="00691E22"/>
    <w:rsid w:val="00691E2D"/>
    <w:rsid w:val="006921AD"/>
    <w:rsid w:val="00692204"/>
    <w:rsid w:val="006923B1"/>
    <w:rsid w:val="006925C9"/>
    <w:rsid w:val="00692614"/>
    <w:rsid w:val="006926DC"/>
    <w:rsid w:val="0069294A"/>
    <w:rsid w:val="0069297D"/>
    <w:rsid w:val="00692DF9"/>
    <w:rsid w:val="00692E33"/>
    <w:rsid w:val="00692E58"/>
    <w:rsid w:val="00692E99"/>
    <w:rsid w:val="00692EEF"/>
    <w:rsid w:val="00692F66"/>
    <w:rsid w:val="00692F82"/>
    <w:rsid w:val="00693032"/>
    <w:rsid w:val="00693259"/>
    <w:rsid w:val="00693285"/>
    <w:rsid w:val="00693362"/>
    <w:rsid w:val="0069348F"/>
    <w:rsid w:val="006934E3"/>
    <w:rsid w:val="00693665"/>
    <w:rsid w:val="006937AB"/>
    <w:rsid w:val="006937E3"/>
    <w:rsid w:val="006938E8"/>
    <w:rsid w:val="00693914"/>
    <w:rsid w:val="00693AD3"/>
    <w:rsid w:val="00693BC8"/>
    <w:rsid w:val="00693BCC"/>
    <w:rsid w:val="00693C66"/>
    <w:rsid w:val="00693D30"/>
    <w:rsid w:val="00694534"/>
    <w:rsid w:val="0069462C"/>
    <w:rsid w:val="00694652"/>
    <w:rsid w:val="00694661"/>
    <w:rsid w:val="0069471D"/>
    <w:rsid w:val="00694889"/>
    <w:rsid w:val="00694E32"/>
    <w:rsid w:val="0069504E"/>
    <w:rsid w:val="0069508F"/>
    <w:rsid w:val="0069517F"/>
    <w:rsid w:val="00695335"/>
    <w:rsid w:val="00695439"/>
    <w:rsid w:val="0069547B"/>
    <w:rsid w:val="0069554D"/>
    <w:rsid w:val="006955AD"/>
    <w:rsid w:val="006957FE"/>
    <w:rsid w:val="00695BAF"/>
    <w:rsid w:val="00695BE1"/>
    <w:rsid w:val="00695CE5"/>
    <w:rsid w:val="00695EC2"/>
    <w:rsid w:val="00695F3D"/>
    <w:rsid w:val="00696053"/>
    <w:rsid w:val="0069611D"/>
    <w:rsid w:val="006961ED"/>
    <w:rsid w:val="006961F5"/>
    <w:rsid w:val="0069631C"/>
    <w:rsid w:val="00696457"/>
    <w:rsid w:val="00696A1F"/>
    <w:rsid w:val="00696AD6"/>
    <w:rsid w:val="00696C47"/>
    <w:rsid w:val="00696CCE"/>
    <w:rsid w:val="00696CDE"/>
    <w:rsid w:val="00696D02"/>
    <w:rsid w:val="00696D5C"/>
    <w:rsid w:val="00696D72"/>
    <w:rsid w:val="00696EBB"/>
    <w:rsid w:val="006970EC"/>
    <w:rsid w:val="0069729F"/>
    <w:rsid w:val="00697359"/>
    <w:rsid w:val="0069738A"/>
    <w:rsid w:val="006973D3"/>
    <w:rsid w:val="00697468"/>
    <w:rsid w:val="006974BC"/>
    <w:rsid w:val="0069752A"/>
    <w:rsid w:val="00697838"/>
    <w:rsid w:val="00697966"/>
    <w:rsid w:val="006979B6"/>
    <w:rsid w:val="00697AA3"/>
    <w:rsid w:val="006A002A"/>
    <w:rsid w:val="006A0050"/>
    <w:rsid w:val="006A02BF"/>
    <w:rsid w:val="006A0914"/>
    <w:rsid w:val="006A098E"/>
    <w:rsid w:val="006A0AF3"/>
    <w:rsid w:val="006A0C89"/>
    <w:rsid w:val="006A0CAB"/>
    <w:rsid w:val="006A0DD3"/>
    <w:rsid w:val="006A0F96"/>
    <w:rsid w:val="006A116F"/>
    <w:rsid w:val="006A1237"/>
    <w:rsid w:val="006A12BF"/>
    <w:rsid w:val="006A1383"/>
    <w:rsid w:val="006A1552"/>
    <w:rsid w:val="006A1567"/>
    <w:rsid w:val="006A1631"/>
    <w:rsid w:val="006A17C7"/>
    <w:rsid w:val="006A1961"/>
    <w:rsid w:val="006A1967"/>
    <w:rsid w:val="006A19F4"/>
    <w:rsid w:val="006A1BCB"/>
    <w:rsid w:val="006A1D32"/>
    <w:rsid w:val="006A24B4"/>
    <w:rsid w:val="006A2597"/>
    <w:rsid w:val="006A26EF"/>
    <w:rsid w:val="006A2719"/>
    <w:rsid w:val="006A28B5"/>
    <w:rsid w:val="006A293C"/>
    <w:rsid w:val="006A2B18"/>
    <w:rsid w:val="006A2BDB"/>
    <w:rsid w:val="006A2CAE"/>
    <w:rsid w:val="006A2D06"/>
    <w:rsid w:val="006A30CA"/>
    <w:rsid w:val="006A3107"/>
    <w:rsid w:val="006A32EE"/>
    <w:rsid w:val="006A3700"/>
    <w:rsid w:val="006A39F5"/>
    <w:rsid w:val="006A3BA4"/>
    <w:rsid w:val="006A3D40"/>
    <w:rsid w:val="006A3D5B"/>
    <w:rsid w:val="006A403B"/>
    <w:rsid w:val="006A409A"/>
    <w:rsid w:val="006A409B"/>
    <w:rsid w:val="006A4115"/>
    <w:rsid w:val="006A411A"/>
    <w:rsid w:val="006A47B4"/>
    <w:rsid w:val="006A495B"/>
    <w:rsid w:val="006A4CC7"/>
    <w:rsid w:val="006A4FB0"/>
    <w:rsid w:val="006A503D"/>
    <w:rsid w:val="006A5199"/>
    <w:rsid w:val="006A5246"/>
    <w:rsid w:val="006A533C"/>
    <w:rsid w:val="006A57F2"/>
    <w:rsid w:val="006A5828"/>
    <w:rsid w:val="006A5AC7"/>
    <w:rsid w:val="006A5B16"/>
    <w:rsid w:val="006A5B6F"/>
    <w:rsid w:val="006A5D02"/>
    <w:rsid w:val="006A5F05"/>
    <w:rsid w:val="006A622C"/>
    <w:rsid w:val="006A62D1"/>
    <w:rsid w:val="006A6349"/>
    <w:rsid w:val="006A6372"/>
    <w:rsid w:val="006A63E2"/>
    <w:rsid w:val="006A64E3"/>
    <w:rsid w:val="006A6598"/>
    <w:rsid w:val="006A685B"/>
    <w:rsid w:val="006A6D52"/>
    <w:rsid w:val="006A723D"/>
    <w:rsid w:val="006A76BB"/>
    <w:rsid w:val="006A7951"/>
    <w:rsid w:val="006A7965"/>
    <w:rsid w:val="006A79AB"/>
    <w:rsid w:val="006A7E08"/>
    <w:rsid w:val="006A7F2A"/>
    <w:rsid w:val="006A7F2E"/>
    <w:rsid w:val="006B0107"/>
    <w:rsid w:val="006B02D6"/>
    <w:rsid w:val="006B039E"/>
    <w:rsid w:val="006B0406"/>
    <w:rsid w:val="006B0433"/>
    <w:rsid w:val="006B0525"/>
    <w:rsid w:val="006B056A"/>
    <w:rsid w:val="006B0581"/>
    <w:rsid w:val="006B079F"/>
    <w:rsid w:val="006B0991"/>
    <w:rsid w:val="006B0A53"/>
    <w:rsid w:val="006B0B2A"/>
    <w:rsid w:val="006B0C7D"/>
    <w:rsid w:val="006B0FF2"/>
    <w:rsid w:val="006B12D2"/>
    <w:rsid w:val="006B13CD"/>
    <w:rsid w:val="006B152B"/>
    <w:rsid w:val="006B1553"/>
    <w:rsid w:val="006B1AAF"/>
    <w:rsid w:val="006B1B84"/>
    <w:rsid w:val="006B1C95"/>
    <w:rsid w:val="006B1CB3"/>
    <w:rsid w:val="006B1E72"/>
    <w:rsid w:val="006B2007"/>
    <w:rsid w:val="006B2043"/>
    <w:rsid w:val="006B224A"/>
    <w:rsid w:val="006B27E7"/>
    <w:rsid w:val="006B28BE"/>
    <w:rsid w:val="006B290D"/>
    <w:rsid w:val="006B291A"/>
    <w:rsid w:val="006B2972"/>
    <w:rsid w:val="006B29AB"/>
    <w:rsid w:val="006B2B83"/>
    <w:rsid w:val="006B2D5F"/>
    <w:rsid w:val="006B2F58"/>
    <w:rsid w:val="006B316E"/>
    <w:rsid w:val="006B319D"/>
    <w:rsid w:val="006B33E3"/>
    <w:rsid w:val="006B3498"/>
    <w:rsid w:val="006B364C"/>
    <w:rsid w:val="006B3BE8"/>
    <w:rsid w:val="006B3CDB"/>
    <w:rsid w:val="006B3D92"/>
    <w:rsid w:val="006B3F16"/>
    <w:rsid w:val="006B3F81"/>
    <w:rsid w:val="006B403B"/>
    <w:rsid w:val="006B40EB"/>
    <w:rsid w:val="006B41FC"/>
    <w:rsid w:val="006B4569"/>
    <w:rsid w:val="006B45C4"/>
    <w:rsid w:val="006B4788"/>
    <w:rsid w:val="006B47B8"/>
    <w:rsid w:val="006B4D0F"/>
    <w:rsid w:val="006B4E41"/>
    <w:rsid w:val="006B4ECE"/>
    <w:rsid w:val="006B4FD0"/>
    <w:rsid w:val="006B4FE1"/>
    <w:rsid w:val="006B50CD"/>
    <w:rsid w:val="006B527F"/>
    <w:rsid w:val="006B5321"/>
    <w:rsid w:val="006B567C"/>
    <w:rsid w:val="006B569C"/>
    <w:rsid w:val="006B56B1"/>
    <w:rsid w:val="006B5775"/>
    <w:rsid w:val="006B5865"/>
    <w:rsid w:val="006B5A51"/>
    <w:rsid w:val="006B5AB2"/>
    <w:rsid w:val="006B5ACB"/>
    <w:rsid w:val="006B5C52"/>
    <w:rsid w:val="006B5CB1"/>
    <w:rsid w:val="006B5CE5"/>
    <w:rsid w:val="006B5D50"/>
    <w:rsid w:val="006B5D6C"/>
    <w:rsid w:val="006B5E04"/>
    <w:rsid w:val="006B5FC4"/>
    <w:rsid w:val="006B5FCC"/>
    <w:rsid w:val="006B6059"/>
    <w:rsid w:val="006B6474"/>
    <w:rsid w:val="006B668A"/>
    <w:rsid w:val="006B6AD7"/>
    <w:rsid w:val="006B6BAD"/>
    <w:rsid w:val="006B6C08"/>
    <w:rsid w:val="006B6CDB"/>
    <w:rsid w:val="006B6EFA"/>
    <w:rsid w:val="006B6F7A"/>
    <w:rsid w:val="006B7081"/>
    <w:rsid w:val="006B732F"/>
    <w:rsid w:val="006B7355"/>
    <w:rsid w:val="006B74BC"/>
    <w:rsid w:val="006B75C0"/>
    <w:rsid w:val="006B760D"/>
    <w:rsid w:val="006B7A00"/>
    <w:rsid w:val="006B7BCE"/>
    <w:rsid w:val="006C001B"/>
    <w:rsid w:val="006C0190"/>
    <w:rsid w:val="006C0251"/>
    <w:rsid w:val="006C045A"/>
    <w:rsid w:val="006C0636"/>
    <w:rsid w:val="006C063E"/>
    <w:rsid w:val="006C067F"/>
    <w:rsid w:val="006C08A8"/>
    <w:rsid w:val="006C0985"/>
    <w:rsid w:val="006C09E2"/>
    <w:rsid w:val="006C0C52"/>
    <w:rsid w:val="006C0CC7"/>
    <w:rsid w:val="006C0E37"/>
    <w:rsid w:val="006C0E4F"/>
    <w:rsid w:val="006C0F24"/>
    <w:rsid w:val="006C1077"/>
    <w:rsid w:val="006C1158"/>
    <w:rsid w:val="006C136C"/>
    <w:rsid w:val="006C13C9"/>
    <w:rsid w:val="006C16BE"/>
    <w:rsid w:val="006C1907"/>
    <w:rsid w:val="006C1A87"/>
    <w:rsid w:val="006C1C3A"/>
    <w:rsid w:val="006C1DD1"/>
    <w:rsid w:val="006C1FAA"/>
    <w:rsid w:val="006C20AD"/>
    <w:rsid w:val="006C210F"/>
    <w:rsid w:val="006C24C6"/>
    <w:rsid w:val="006C24D9"/>
    <w:rsid w:val="006C24DE"/>
    <w:rsid w:val="006C2803"/>
    <w:rsid w:val="006C2840"/>
    <w:rsid w:val="006C2845"/>
    <w:rsid w:val="006C29AE"/>
    <w:rsid w:val="006C29D6"/>
    <w:rsid w:val="006C2B16"/>
    <w:rsid w:val="006C2B6A"/>
    <w:rsid w:val="006C2EE9"/>
    <w:rsid w:val="006C3040"/>
    <w:rsid w:val="006C319E"/>
    <w:rsid w:val="006C32F9"/>
    <w:rsid w:val="006C332A"/>
    <w:rsid w:val="006C3787"/>
    <w:rsid w:val="006C392F"/>
    <w:rsid w:val="006C39A3"/>
    <w:rsid w:val="006C39AA"/>
    <w:rsid w:val="006C39B6"/>
    <w:rsid w:val="006C39C8"/>
    <w:rsid w:val="006C3A4C"/>
    <w:rsid w:val="006C3A5A"/>
    <w:rsid w:val="006C3BE7"/>
    <w:rsid w:val="006C3C05"/>
    <w:rsid w:val="006C3C0B"/>
    <w:rsid w:val="006C3C16"/>
    <w:rsid w:val="006C3CC0"/>
    <w:rsid w:val="006C3D36"/>
    <w:rsid w:val="006C3D7E"/>
    <w:rsid w:val="006C3EF2"/>
    <w:rsid w:val="006C42F1"/>
    <w:rsid w:val="006C42F3"/>
    <w:rsid w:val="006C443F"/>
    <w:rsid w:val="006C44F3"/>
    <w:rsid w:val="006C4613"/>
    <w:rsid w:val="006C476C"/>
    <w:rsid w:val="006C4990"/>
    <w:rsid w:val="006C4EF6"/>
    <w:rsid w:val="006C4F97"/>
    <w:rsid w:val="006C4FF1"/>
    <w:rsid w:val="006C5141"/>
    <w:rsid w:val="006C5425"/>
    <w:rsid w:val="006C55FB"/>
    <w:rsid w:val="006C5A63"/>
    <w:rsid w:val="006C5C20"/>
    <w:rsid w:val="006C61B6"/>
    <w:rsid w:val="006C62E7"/>
    <w:rsid w:val="006C63B0"/>
    <w:rsid w:val="006C64DD"/>
    <w:rsid w:val="006C65A5"/>
    <w:rsid w:val="006C66D3"/>
    <w:rsid w:val="006C6A0F"/>
    <w:rsid w:val="006C6AB1"/>
    <w:rsid w:val="006C6AD8"/>
    <w:rsid w:val="006C6B87"/>
    <w:rsid w:val="006C6BF3"/>
    <w:rsid w:val="006C6C48"/>
    <w:rsid w:val="006C71DD"/>
    <w:rsid w:val="006C7446"/>
    <w:rsid w:val="006C7B10"/>
    <w:rsid w:val="006C7DEF"/>
    <w:rsid w:val="006C7EB0"/>
    <w:rsid w:val="006C7F7D"/>
    <w:rsid w:val="006D0390"/>
    <w:rsid w:val="006D0B22"/>
    <w:rsid w:val="006D0BB3"/>
    <w:rsid w:val="006D0D1F"/>
    <w:rsid w:val="006D0E9A"/>
    <w:rsid w:val="006D106C"/>
    <w:rsid w:val="006D10CE"/>
    <w:rsid w:val="006D11BE"/>
    <w:rsid w:val="006D128F"/>
    <w:rsid w:val="006D16A0"/>
    <w:rsid w:val="006D1760"/>
    <w:rsid w:val="006D17BD"/>
    <w:rsid w:val="006D18C1"/>
    <w:rsid w:val="006D1A13"/>
    <w:rsid w:val="006D1BC6"/>
    <w:rsid w:val="006D1C64"/>
    <w:rsid w:val="006D1E5D"/>
    <w:rsid w:val="006D21EF"/>
    <w:rsid w:val="006D2226"/>
    <w:rsid w:val="006D2297"/>
    <w:rsid w:val="006D230B"/>
    <w:rsid w:val="006D2648"/>
    <w:rsid w:val="006D27C6"/>
    <w:rsid w:val="006D2A37"/>
    <w:rsid w:val="006D2A52"/>
    <w:rsid w:val="006D2C7A"/>
    <w:rsid w:val="006D2CB6"/>
    <w:rsid w:val="006D2CC1"/>
    <w:rsid w:val="006D2D7C"/>
    <w:rsid w:val="006D2E3E"/>
    <w:rsid w:val="006D2EDD"/>
    <w:rsid w:val="006D3096"/>
    <w:rsid w:val="006D3108"/>
    <w:rsid w:val="006D3566"/>
    <w:rsid w:val="006D36DC"/>
    <w:rsid w:val="006D38F5"/>
    <w:rsid w:val="006D3B42"/>
    <w:rsid w:val="006D3C70"/>
    <w:rsid w:val="006D3CDC"/>
    <w:rsid w:val="006D3D2F"/>
    <w:rsid w:val="006D3EF1"/>
    <w:rsid w:val="006D3F20"/>
    <w:rsid w:val="006D40DA"/>
    <w:rsid w:val="006D4181"/>
    <w:rsid w:val="006D42D9"/>
    <w:rsid w:val="006D437C"/>
    <w:rsid w:val="006D483A"/>
    <w:rsid w:val="006D4AB3"/>
    <w:rsid w:val="006D4AB4"/>
    <w:rsid w:val="006D4B2A"/>
    <w:rsid w:val="006D4B9F"/>
    <w:rsid w:val="006D4E52"/>
    <w:rsid w:val="006D4EDC"/>
    <w:rsid w:val="006D5319"/>
    <w:rsid w:val="006D57A2"/>
    <w:rsid w:val="006D5C00"/>
    <w:rsid w:val="006D5C0E"/>
    <w:rsid w:val="006D5DDC"/>
    <w:rsid w:val="006D60D6"/>
    <w:rsid w:val="006D61C3"/>
    <w:rsid w:val="006D631A"/>
    <w:rsid w:val="006D6592"/>
    <w:rsid w:val="006D677D"/>
    <w:rsid w:val="006D683D"/>
    <w:rsid w:val="006D6968"/>
    <w:rsid w:val="006D69DF"/>
    <w:rsid w:val="006D6B39"/>
    <w:rsid w:val="006D6CE5"/>
    <w:rsid w:val="006D6EFB"/>
    <w:rsid w:val="006D7154"/>
    <w:rsid w:val="006D7262"/>
    <w:rsid w:val="006D727D"/>
    <w:rsid w:val="006D731B"/>
    <w:rsid w:val="006D7333"/>
    <w:rsid w:val="006D7417"/>
    <w:rsid w:val="006D779D"/>
    <w:rsid w:val="006D782B"/>
    <w:rsid w:val="006D793A"/>
    <w:rsid w:val="006D7D2E"/>
    <w:rsid w:val="006D7E01"/>
    <w:rsid w:val="006D7E98"/>
    <w:rsid w:val="006E009F"/>
    <w:rsid w:val="006E0201"/>
    <w:rsid w:val="006E0317"/>
    <w:rsid w:val="006E0347"/>
    <w:rsid w:val="006E0692"/>
    <w:rsid w:val="006E06EE"/>
    <w:rsid w:val="006E07FB"/>
    <w:rsid w:val="006E0840"/>
    <w:rsid w:val="006E0A3F"/>
    <w:rsid w:val="006E0B78"/>
    <w:rsid w:val="006E0D52"/>
    <w:rsid w:val="006E106B"/>
    <w:rsid w:val="006E11A7"/>
    <w:rsid w:val="006E11F2"/>
    <w:rsid w:val="006E14E0"/>
    <w:rsid w:val="006E16F6"/>
    <w:rsid w:val="006E1732"/>
    <w:rsid w:val="006E17FB"/>
    <w:rsid w:val="006E18E6"/>
    <w:rsid w:val="006E1A2F"/>
    <w:rsid w:val="006E1AC4"/>
    <w:rsid w:val="006E1C07"/>
    <w:rsid w:val="006E1D89"/>
    <w:rsid w:val="006E1E59"/>
    <w:rsid w:val="006E1ECB"/>
    <w:rsid w:val="006E2390"/>
    <w:rsid w:val="006E239B"/>
    <w:rsid w:val="006E2421"/>
    <w:rsid w:val="006E247E"/>
    <w:rsid w:val="006E2724"/>
    <w:rsid w:val="006E281A"/>
    <w:rsid w:val="006E287C"/>
    <w:rsid w:val="006E2B4E"/>
    <w:rsid w:val="006E2B91"/>
    <w:rsid w:val="006E2CA3"/>
    <w:rsid w:val="006E2D7B"/>
    <w:rsid w:val="006E2F50"/>
    <w:rsid w:val="006E30C8"/>
    <w:rsid w:val="006E31C4"/>
    <w:rsid w:val="006E3800"/>
    <w:rsid w:val="006E38AE"/>
    <w:rsid w:val="006E3C1B"/>
    <w:rsid w:val="006E3C39"/>
    <w:rsid w:val="006E3C5A"/>
    <w:rsid w:val="006E3EC6"/>
    <w:rsid w:val="006E3ECA"/>
    <w:rsid w:val="006E4113"/>
    <w:rsid w:val="006E41C2"/>
    <w:rsid w:val="006E423E"/>
    <w:rsid w:val="006E42B8"/>
    <w:rsid w:val="006E4791"/>
    <w:rsid w:val="006E4824"/>
    <w:rsid w:val="006E48EF"/>
    <w:rsid w:val="006E4DE3"/>
    <w:rsid w:val="006E4F34"/>
    <w:rsid w:val="006E4FBE"/>
    <w:rsid w:val="006E4FFF"/>
    <w:rsid w:val="006E5196"/>
    <w:rsid w:val="006E5233"/>
    <w:rsid w:val="006E52B2"/>
    <w:rsid w:val="006E55CD"/>
    <w:rsid w:val="006E561F"/>
    <w:rsid w:val="006E56A4"/>
    <w:rsid w:val="006E576C"/>
    <w:rsid w:val="006E57F7"/>
    <w:rsid w:val="006E59D9"/>
    <w:rsid w:val="006E59EB"/>
    <w:rsid w:val="006E5B8E"/>
    <w:rsid w:val="006E5C7A"/>
    <w:rsid w:val="006E5CAE"/>
    <w:rsid w:val="006E649D"/>
    <w:rsid w:val="006E674F"/>
    <w:rsid w:val="006E6B20"/>
    <w:rsid w:val="006E6F8A"/>
    <w:rsid w:val="006E7200"/>
    <w:rsid w:val="006E74E6"/>
    <w:rsid w:val="006E7641"/>
    <w:rsid w:val="006E77B6"/>
    <w:rsid w:val="006E78FC"/>
    <w:rsid w:val="006E7904"/>
    <w:rsid w:val="006E79D0"/>
    <w:rsid w:val="006E7A4D"/>
    <w:rsid w:val="006E7CC3"/>
    <w:rsid w:val="006E7D00"/>
    <w:rsid w:val="006E7E96"/>
    <w:rsid w:val="006F00D7"/>
    <w:rsid w:val="006F019C"/>
    <w:rsid w:val="006F0283"/>
    <w:rsid w:val="006F0941"/>
    <w:rsid w:val="006F09F5"/>
    <w:rsid w:val="006F0D21"/>
    <w:rsid w:val="006F0DC9"/>
    <w:rsid w:val="006F0E62"/>
    <w:rsid w:val="006F112D"/>
    <w:rsid w:val="006F12C4"/>
    <w:rsid w:val="006F1497"/>
    <w:rsid w:val="006F14F6"/>
    <w:rsid w:val="006F1522"/>
    <w:rsid w:val="006F161A"/>
    <w:rsid w:val="006F176E"/>
    <w:rsid w:val="006F1913"/>
    <w:rsid w:val="006F1966"/>
    <w:rsid w:val="006F1A54"/>
    <w:rsid w:val="006F1B68"/>
    <w:rsid w:val="006F1E66"/>
    <w:rsid w:val="006F1F2E"/>
    <w:rsid w:val="006F2080"/>
    <w:rsid w:val="006F21ED"/>
    <w:rsid w:val="006F226F"/>
    <w:rsid w:val="006F23A7"/>
    <w:rsid w:val="006F2732"/>
    <w:rsid w:val="006F2759"/>
    <w:rsid w:val="006F2776"/>
    <w:rsid w:val="006F2AF5"/>
    <w:rsid w:val="006F2CA5"/>
    <w:rsid w:val="006F2D8B"/>
    <w:rsid w:val="006F3076"/>
    <w:rsid w:val="006F3271"/>
    <w:rsid w:val="006F3383"/>
    <w:rsid w:val="006F33C6"/>
    <w:rsid w:val="006F341C"/>
    <w:rsid w:val="006F342C"/>
    <w:rsid w:val="006F34BD"/>
    <w:rsid w:val="006F3575"/>
    <w:rsid w:val="006F35E1"/>
    <w:rsid w:val="006F361B"/>
    <w:rsid w:val="006F36BC"/>
    <w:rsid w:val="006F371F"/>
    <w:rsid w:val="006F37EB"/>
    <w:rsid w:val="006F38ED"/>
    <w:rsid w:val="006F39D4"/>
    <w:rsid w:val="006F3A49"/>
    <w:rsid w:val="006F3ABE"/>
    <w:rsid w:val="006F3E3D"/>
    <w:rsid w:val="006F3F0E"/>
    <w:rsid w:val="006F3F7E"/>
    <w:rsid w:val="006F412B"/>
    <w:rsid w:val="006F4217"/>
    <w:rsid w:val="006F4353"/>
    <w:rsid w:val="006F43AD"/>
    <w:rsid w:val="006F4598"/>
    <w:rsid w:val="006F4613"/>
    <w:rsid w:val="006F494B"/>
    <w:rsid w:val="006F4B23"/>
    <w:rsid w:val="006F4B39"/>
    <w:rsid w:val="006F4B6A"/>
    <w:rsid w:val="006F4B6C"/>
    <w:rsid w:val="006F4F5A"/>
    <w:rsid w:val="006F4F82"/>
    <w:rsid w:val="006F5072"/>
    <w:rsid w:val="006F5207"/>
    <w:rsid w:val="006F5272"/>
    <w:rsid w:val="006F52F0"/>
    <w:rsid w:val="006F54A3"/>
    <w:rsid w:val="006F56D3"/>
    <w:rsid w:val="006F56E1"/>
    <w:rsid w:val="006F5718"/>
    <w:rsid w:val="006F5754"/>
    <w:rsid w:val="006F576B"/>
    <w:rsid w:val="006F598A"/>
    <w:rsid w:val="006F59C3"/>
    <w:rsid w:val="006F5FBB"/>
    <w:rsid w:val="006F6001"/>
    <w:rsid w:val="006F6125"/>
    <w:rsid w:val="006F6377"/>
    <w:rsid w:val="006F64DD"/>
    <w:rsid w:val="006F6840"/>
    <w:rsid w:val="006F6885"/>
    <w:rsid w:val="006F694B"/>
    <w:rsid w:val="006F69F9"/>
    <w:rsid w:val="006F6BC1"/>
    <w:rsid w:val="006F6CA3"/>
    <w:rsid w:val="006F715C"/>
    <w:rsid w:val="006F73B2"/>
    <w:rsid w:val="006F7741"/>
    <w:rsid w:val="006F7AE1"/>
    <w:rsid w:val="006F7B16"/>
    <w:rsid w:val="006F7B58"/>
    <w:rsid w:val="006F7B62"/>
    <w:rsid w:val="006F7BD0"/>
    <w:rsid w:val="006F7BDE"/>
    <w:rsid w:val="006F7FBF"/>
    <w:rsid w:val="007005D4"/>
    <w:rsid w:val="0070075E"/>
    <w:rsid w:val="00700808"/>
    <w:rsid w:val="00700892"/>
    <w:rsid w:val="00700A79"/>
    <w:rsid w:val="00700BFA"/>
    <w:rsid w:val="00700C3A"/>
    <w:rsid w:val="00700F7C"/>
    <w:rsid w:val="007012CE"/>
    <w:rsid w:val="00701416"/>
    <w:rsid w:val="0070155E"/>
    <w:rsid w:val="007019F5"/>
    <w:rsid w:val="00701C54"/>
    <w:rsid w:val="00701D1F"/>
    <w:rsid w:val="00701D2C"/>
    <w:rsid w:val="00701E3C"/>
    <w:rsid w:val="00701F57"/>
    <w:rsid w:val="0070200F"/>
    <w:rsid w:val="0070203B"/>
    <w:rsid w:val="0070238C"/>
    <w:rsid w:val="007023F6"/>
    <w:rsid w:val="007024E1"/>
    <w:rsid w:val="007026F6"/>
    <w:rsid w:val="00702D3D"/>
    <w:rsid w:val="00702DA3"/>
    <w:rsid w:val="00702E32"/>
    <w:rsid w:val="00702EFA"/>
    <w:rsid w:val="0070328B"/>
    <w:rsid w:val="007034C8"/>
    <w:rsid w:val="00703512"/>
    <w:rsid w:val="00703576"/>
    <w:rsid w:val="007035D1"/>
    <w:rsid w:val="007037F4"/>
    <w:rsid w:val="007038FA"/>
    <w:rsid w:val="007039A0"/>
    <w:rsid w:val="00703A86"/>
    <w:rsid w:val="00703BDA"/>
    <w:rsid w:val="00703BEB"/>
    <w:rsid w:val="00703C5A"/>
    <w:rsid w:val="00703E47"/>
    <w:rsid w:val="007040AB"/>
    <w:rsid w:val="00704144"/>
    <w:rsid w:val="007044A7"/>
    <w:rsid w:val="00704738"/>
    <w:rsid w:val="007047C1"/>
    <w:rsid w:val="007049C1"/>
    <w:rsid w:val="007049D0"/>
    <w:rsid w:val="00704EB5"/>
    <w:rsid w:val="00704ECF"/>
    <w:rsid w:val="0070531E"/>
    <w:rsid w:val="00705365"/>
    <w:rsid w:val="007053AE"/>
    <w:rsid w:val="00705534"/>
    <w:rsid w:val="007056DD"/>
    <w:rsid w:val="007057B1"/>
    <w:rsid w:val="00705890"/>
    <w:rsid w:val="00705C40"/>
    <w:rsid w:val="00705E60"/>
    <w:rsid w:val="00705EB4"/>
    <w:rsid w:val="00705EC8"/>
    <w:rsid w:val="0070601B"/>
    <w:rsid w:val="0070603A"/>
    <w:rsid w:val="00706245"/>
    <w:rsid w:val="0070627A"/>
    <w:rsid w:val="007064B6"/>
    <w:rsid w:val="007064C4"/>
    <w:rsid w:val="0070664B"/>
    <w:rsid w:val="00706BDD"/>
    <w:rsid w:val="00706C47"/>
    <w:rsid w:val="00706D68"/>
    <w:rsid w:val="0070700D"/>
    <w:rsid w:val="00707023"/>
    <w:rsid w:val="0070714F"/>
    <w:rsid w:val="007072D3"/>
    <w:rsid w:val="007073AD"/>
    <w:rsid w:val="00707455"/>
    <w:rsid w:val="00707519"/>
    <w:rsid w:val="0070773D"/>
    <w:rsid w:val="00707AE7"/>
    <w:rsid w:val="00707C6C"/>
    <w:rsid w:val="00707F16"/>
    <w:rsid w:val="00707FB8"/>
    <w:rsid w:val="00707FCF"/>
    <w:rsid w:val="007101E6"/>
    <w:rsid w:val="007102E2"/>
    <w:rsid w:val="007104A1"/>
    <w:rsid w:val="007104A4"/>
    <w:rsid w:val="007106BE"/>
    <w:rsid w:val="0071075F"/>
    <w:rsid w:val="007107A6"/>
    <w:rsid w:val="00710903"/>
    <w:rsid w:val="0071094D"/>
    <w:rsid w:val="00710A2C"/>
    <w:rsid w:val="00710B70"/>
    <w:rsid w:val="00710BC5"/>
    <w:rsid w:val="00710BEA"/>
    <w:rsid w:val="00710C9F"/>
    <w:rsid w:val="00710D19"/>
    <w:rsid w:val="00710EAC"/>
    <w:rsid w:val="00710FFF"/>
    <w:rsid w:val="00711031"/>
    <w:rsid w:val="007113EB"/>
    <w:rsid w:val="007115F6"/>
    <w:rsid w:val="007116B3"/>
    <w:rsid w:val="0071172A"/>
    <w:rsid w:val="00711D83"/>
    <w:rsid w:val="00711D92"/>
    <w:rsid w:val="00711F91"/>
    <w:rsid w:val="007120F2"/>
    <w:rsid w:val="00712111"/>
    <w:rsid w:val="00712152"/>
    <w:rsid w:val="007124C4"/>
    <w:rsid w:val="00712544"/>
    <w:rsid w:val="0071258A"/>
    <w:rsid w:val="0071260B"/>
    <w:rsid w:val="0071278B"/>
    <w:rsid w:val="007129E1"/>
    <w:rsid w:val="00712A87"/>
    <w:rsid w:val="00712C53"/>
    <w:rsid w:val="00712CB3"/>
    <w:rsid w:val="00712CFF"/>
    <w:rsid w:val="007130D1"/>
    <w:rsid w:val="0071312D"/>
    <w:rsid w:val="0071329D"/>
    <w:rsid w:val="00713448"/>
    <w:rsid w:val="007134C5"/>
    <w:rsid w:val="00713599"/>
    <w:rsid w:val="00713711"/>
    <w:rsid w:val="0071376F"/>
    <w:rsid w:val="00713846"/>
    <w:rsid w:val="007138E8"/>
    <w:rsid w:val="00713AC9"/>
    <w:rsid w:val="00713AF8"/>
    <w:rsid w:val="00713C9B"/>
    <w:rsid w:val="00713EA9"/>
    <w:rsid w:val="00713F00"/>
    <w:rsid w:val="00714077"/>
    <w:rsid w:val="0071407F"/>
    <w:rsid w:val="0071408B"/>
    <w:rsid w:val="007140E8"/>
    <w:rsid w:val="00714137"/>
    <w:rsid w:val="007142C7"/>
    <w:rsid w:val="0071430E"/>
    <w:rsid w:val="0071441C"/>
    <w:rsid w:val="0071451C"/>
    <w:rsid w:val="0071455B"/>
    <w:rsid w:val="007145D2"/>
    <w:rsid w:val="00714686"/>
    <w:rsid w:val="007146E7"/>
    <w:rsid w:val="00714816"/>
    <w:rsid w:val="00714953"/>
    <w:rsid w:val="00714974"/>
    <w:rsid w:val="007149F6"/>
    <w:rsid w:val="00714B88"/>
    <w:rsid w:val="00714C39"/>
    <w:rsid w:val="00714CA0"/>
    <w:rsid w:val="00714D96"/>
    <w:rsid w:val="00714EC5"/>
    <w:rsid w:val="00715148"/>
    <w:rsid w:val="007152DF"/>
    <w:rsid w:val="0071543B"/>
    <w:rsid w:val="007154A4"/>
    <w:rsid w:val="007154AD"/>
    <w:rsid w:val="007155E0"/>
    <w:rsid w:val="0071593F"/>
    <w:rsid w:val="0071599B"/>
    <w:rsid w:val="00715ABD"/>
    <w:rsid w:val="00715ADC"/>
    <w:rsid w:val="00715B03"/>
    <w:rsid w:val="00715BE6"/>
    <w:rsid w:val="00715D10"/>
    <w:rsid w:val="00715E7B"/>
    <w:rsid w:val="00715E94"/>
    <w:rsid w:val="00716374"/>
    <w:rsid w:val="00716405"/>
    <w:rsid w:val="007164C3"/>
    <w:rsid w:val="0071653A"/>
    <w:rsid w:val="0071655E"/>
    <w:rsid w:val="007165A4"/>
    <w:rsid w:val="007166F0"/>
    <w:rsid w:val="007167CA"/>
    <w:rsid w:val="00716A32"/>
    <w:rsid w:val="00716B14"/>
    <w:rsid w:val="00716BB7"/>
    <w:rsid w:val="00716BBC"/>
    <w:rsid w:val="00716C5E"/>
    <w:rsid w:val="00716C65"/>
    <w:rsid w:val="00716C78"/>
    <w:rsid w:val="00716E6F"/>
    <w:rsid w:val="00717049"/>
    <w:rsid w:val="00717113"/>
    <w:rsid w:val="0071725E"/>
    <w:rsid w:val="007172EB"/>
    <w:rsid w:val="007173FD"/>
    <w:rsid w:val="007175E4"/>
    <w:rsid w:val="007178ED"/>
    <w:rsid w:val="00717EDA"/>
    <w:rsid w:val="0072024B"/>
    <w:rsid w:val="007203F8"/>
    <w:rsid w:val="00720636"/>
    <w:rsid w:val="00720906"/>
    <w:rsid w:val="00720A31"/>
    <w:rsid w:val="00720B66"/>
    <w:rsid w:val="00720BA8"/>
    <w:rsid w:val="00720C3E"/>
    <w:rsid w:val="00720CBE"/>
    <w:rsid w:val="00720D40"/>
    <w:rsid w:val="00720DBF"/>
    <w:rsid w:val="007211C2"/>
    <w:rsid w:val="00721633"/>
    <w:rsid w:val="007216F2"/>
    <w:rsid w:val="00722067"/>
    <w:rsid w:val="007220B5"/>
    <w:rsid w:val="00722154"/>
    <w:rsid w:val="00722194"/>
    <w:rsid w:val="00722270"/>
    <w:rsid w:val="007228AC"/>
    <w:rsid w:val="00722F90"/>
    <w:rsid w:val="00722FFC"/>
    <w:rsid w:val="00723012"/>
    <w:rsid w:val="0072312B"/>
    <w:rsid w:val="0072316B"/>
    <w:rsid w:val="0072322F"/>
    <w:rsid w:val="007232CE"/>
    <w:rsid w:val="00723468"/>
    <w:rsid w:val="007235A6"/>
    <w:rsid w:val="007239CC"/>
    <w:rsid w:val="007239E7"/>
    <w:rsid w:val="00723B6E"/>
    <w:rsid w:val="00723BDA"/>
    <w:rsid w:val="007241BB"/>
    <w:rsid w:val="007241C7"/>
    <w:rsid w:val="00724366"/>
    <w:rsid w:val="00724408"/>
    <w:rsid w:val="00724662"/>
    <w:rsid w:val="00724692"/>
    <w:rsid w:val="007247B0"/>
    <w:rsid w:val="00724B28"/>
    <w:rsid w:val="00724B5D"/>
    <w:rsid w:val="00724C00"/>
    <w:rsid w:val="00724C73"/>
    <w:rsid w:val="00724CD1"/>
    <w:rsid w:val="00724D0E"/>
    <w:rsid w:val="00724DF9"/>
    <w:rsid w:val="00724E68"/>
    <w:rsid w:val="00724EF7"/>
    <w:rsid w:val="0072513E"/>
    <w:rsid w:val="00725201"/>
    <w:rsid w:val="00725242"/>
    <w:rsid w:val="00725382"/>
    <w:rsid w:val="007253BD"/>
    <w:rsid w:val="00725409"/>
    <w:rsid w:val="00725646"/>
    <w:rsid w:val="00725731"/>
    <w:rsid w:val="0072584D"/>
    <w:rsid w:val="007258B9"/>
    <w:rsid w:val="007258EF"/>
    <w:rsid w:val="00725D74"/>
    <w:rsid w:val="00725D95"/>
    <w:rsid w:val="00725F7E"/>
    <w:rsid w:val="00725FB0"/>
    <w:rsid w:val="00726271"/>
    <w:rsid w:val="007262DB"/>
    <w:rsid w:val="0072630F"/>
    <w:rsid w:val="0072635C"/>
    <w:rsid w:val="0072669E"/>
    <w:rsid w:val="007268BC"/>
    <w:rsid w:val="007268D8"/>
    <w:rsid w:val="00726AC1"/>
    <w:rsid w:val="00726EE1"/>
    <w:rsid w:val="00726EF1"/>
    <w:rsid w:val="00726F9D"/>
    <w:rsid w:val="007270FE"/>
    <w:rsid w:val="00727344"/>
    <w:rsid w:val="0072754E"/>
    <w:rsid w:val="007275B8"/>
    <w:rsid w:val="00727670"/>
    <w:rsid w:val="00727864"/>
    <w:rsid w:val="0072787D"/>
    <w:rsid w:val="00727A02"/>
    <w:rsid w:val="00727A6F"/>
    <w:rsid w:val="00727BF3"/>
    <w:rsid w:val="00727D14"/>
    <w:rsid w:val="00727EAD"/>
    <w:rsid w:val="007300AF"/>
    <w:rsid w:val="00730323"/>
    <w:rsid w:val="0073034D"/>
    <w:rsid w:val="0073039C"/>
    <w:rsid w:val="0073050D"/>
    <w:rsid w:val="00730998"/>
    <w:rsid w:val="00730A45"/>
    <w:rsid w:val="00730A47"/>
    <w:rsid w:val="00730BE8"/>
    <w:rsid w:val="00730CD6"/>
    <w:rsid w:val="00730CE3"/>
    <w:rsid w:val="00730D12"/>
    <w:rsid w:val="007310D5"/>
    <w:rsid w:val="007310DD"/>
    <w:rsid w:val="007310DF"/>
    <w:rsid w:val="00731256"/>
    <w:rsid w:val="00731369"/>
    <w:rsid w:val="00731432"/>
    <w:rsid w:val="00731584"/>
    <w:rsid w:val="00731708"/>
    <w:rsid w:val="00731819"/>
    <w:rsid w:val="00731C36"/>
    <w:rsid w:val="00731CC5"/>
    <w:rsid w:val="00731D02"/>
    <w:rsid w:val="00731D6E"/>
    <w:rsid w:val="0073206A"/>
    <w:rsid w:val="007322D6"/>
    <w:rsid w:val="007324AA"/>
    <w:rsid w:val="00732540"/>
    <w:rsid w:val="007327A4"/>
    <w:rsid w:val="00732971"/>
    <w:rsid w:val="007329D7"/>
    <w:rsid w:val="00732BDD"/>
    <w:rsid w:val="00732C61"/>
    <w:rsid w:val="00732FBF"/>
    <w:rsid w:val="00733408"/>
    <w:rsid w:val="00733449"/>
    <w:rsid w:val="007335E8"/>
    <w:rsid w:val="0073371C"/>
    <w:rsid w:val="00733872"/>
    <w:rsid w:val="00733883"/>
    <w:rsid w:val="007338E8"/>
    <w:rsid w:val="00733931"/>
    <w:rsid w:val="00733A8C"/>
    <w:rsid w:val="00733CC8"/>
    <w:rsid w:val="00733E1B"/>
    <w:rsid w:val="00733E6B"/>
    <w:rsid w:val="00733FC9"/>
    <w:rsid w:val="00734072"/>
    <w:rsid w:val="0073410B"/>
    <w:rsid w:val="0073415A"/>
    <w:rsid w:val="007342E1"/>
    <w:rsid w:val="007343A3"/>
    <w:rsid w:val="0073469D"/>
    <w:rsid w:val="00734897"/>
    <w:rsid w:val="0073495A"/>
    <w:rsid w:val="0073497D"/>
    <w:rsid w:val="00734A20"/>
    <w:rsid w:val="00734C4C"/>
    <w:rsid w:val="00734C5D"/>
    <w:rsid w:val="00734C75"/>
    <w:rsid w:val="00734C94"/>
    <w:rsid w:val="00734CE6"/>
    <w:rsid w:val="007350FB"/>
    <w:rsid w:val="0073534F"/>
    <w:rsid w:val="00735464"/>
    <w:rsid w:val="007355FA"/>
    <w:rsid w:val="007357AB"/>
    <w:rsid w:val="00735875"/>
    <w:rsid w:val="00735958"/>
    <w:rsid w:val="007359AD"/>
    <w:rsid w:val="00735B39"/>
    <w:rsid w:val="00735B4B"/>
    <w:rsid w:val="00735C67"/>
    <w:rsid w:val="007363EF"/>
    <w:rsid w:val="0073645C"/>
    <w:rsid w:val="007369E8"/>
    <w:rsid w:val="00736F6E"/>
    <w:rsid w:val="0073700B"/>
    <w:rsid w:val="0073723B"/>
    <w:rsid w:val="00737478"/>
    <w:rsid w:val="007375CE"/>
    <w:rsid w:val="007378DF"/>
    <w:rsid w:val="0073795A"/>
    <w:rsid w:val="00737EA5"/>
    <w:rsid w:val="00737F61"/>
    <w:rsid w:val="00740027"/>
    <w:rsid w:val="00740131"/>
    <w:rsid w:val="00740398"/>
    <w:rsid w:val="007404DA"/>
    <w:rsid w:val="007406A3"/>
    <w:rsid w:val="00740C47"/>
    <w:rsid w:val="00740EC3"/>
    <w:rsid w:val="00740FB4"/>
    <w:rsid w:val="00740FE3"/>
    <w:rsid w:val="00741008"/>
    <w:rsid w:val="007411DF"/>
    <w:rsid w:val="00741351"/>
    <w:rsid w:val="00741442"/>
    <w:rsid w:val="007414B3"/>
    <w:rsid w:val="00741769"/>
    <w:rsid w:val="0074189C"/>
    <w:rsid w:val="00741930"/>
    <w:rsid w:val="0074197B"/>
    <w:rsid w:val="00741B6D"/>
    <w:rsid w:val="00741BE0"/>
    <w:rsid w:val="00741CC7"/>
    <w:rsid w:val="00741FD4"/>
    <w:rsid w:val="0074239F"/>
    <w:rsid w:val="0074241C"/>
    <w:rsid w:val="007424A2"/>
    <w:rsid w:val="007424D2"/>
    <w:rsid w:val="0074268F"/>
    <w:rsid w:val="007427E8"/>
    <w:rsid w:val="00742815"/>
    <w:rsid w:val="007428F9"/>
    <w:rsid w:val="00742926"/>
    <w:rsid w:val="00742C5C"/>
    <w:rsid w:val="00742D27"/>
    <w:rsid w:val="00742FD9"/>
    <w:rsid w:val="0074305A"/>
    <w:rsid w:val="0074311A"/>
    <w:rsid w:val="00743136"/>
    <w:rsid w:val="00743522"/>
    <w:rsid w:val="00743697"/>
    <w:rsid w:val="00743721"/>
    <w:rsid w:val="007438AC"/>
    <w:rsid w:val="0074399A"/>
    <w:rsid w:val="00743A44"/>
    <w:rsid w:val="00743AF0"/>
    <w:rsid w:val="00743B01"/>
    <w:rsid w:val="00743E7F"/>
    <w:rsid w:val="00743E9A"/>
    <w:rsid w:val="0074410F"/>
    <w:rsid w:val="007441D2"/>
    <w:rsid w:val="00744434"/>
    <w:rsid w:val="0074490C"/>
    <w:rsid w:val="0074490D"/>
    <w:rsid w:val="0074498B"/>
    <w:rsid w:val="0074499A"/>
    <w:rsid w:val="00744A80"/>
    <w:rsid w:val="00744AF0"/>
    <w:rsid w:val="00744B0E"/>
    <w:rsid w:val="00744BDB"/>
    <w:rsid w:val="00744E10"/>
    <w:rsid w:val="00744F4B"/>
    <w:rsid w:val="007450F2"/>
    <w:rsid w:val="00745322"/>
    <w:rsid w:val="00745448"/>
    <w:rsid w:val="0074548D"/>
    <w:rsid w:val="007458F0"/>
    <w:rsid w:val="0074598C"/>
    <w:rsid w:val="007459F6"/>
    <w:rsid w:val="00745CBB"/>
    <w:rsid w:val="00745D39"/>
    <w:rsid w:val="00745DD0"/>
    <w:rsid w:val="00745DEF"/>
    <w:rsid w:val="00745EA4"/>
    <w:rsid w:val="00745F09"/>
    <w:rsid w:val="00746024"/>
    <w:rsid w:val="00746169"/>
    <w:rsid w:val="00746220"/>
    <w:rsid w:val="007464C4"/>
    <w:rsid w:val="00746500"/>
    <w:rsid w:val="0074656E"/>
    <w:rsid w:val="007466CE"/>
    <w:rsid w:val="007467FC"/>
    <w:rsid w:val="0074689E"/>
    <w:rsid w:val="00746958"/>
    <w:rsid w:val="00746B05"/>
    <w:rsid w:val="00746C25"/>
    <w:rsid w:val="00746CDC"/>
    <w:rsid w:val="00746F8A"/>
    <w:rsid w:val="0074706E"/>
    <w:rsid w:val="007472F5"/>
    <w:rsid w:val="00747388"/>
    <w:rsid w:val="007473C4"/>
    <w:rsid w:val="00747520"/>
    <w:rsid w:val="00747AF0"/>
    <w:rsid w:val="00747F86"/>
    <w:rsid w:val="00750BB6"/>
    <w:rsid w:val="00750C56"/>
    <w:rsid w:val="00750D20"/>
    <w:rsid w:val="00750F5A"/>
    <w:rsid w:val="0075105B"/>
    <w:rsid w:val="007510A9"/>
    <w:rsid w:val="007511D5"/>
    <w:rsid w:val="0075125B"/>
    <w:rsid w:val="00751514"/>
    <w:rsid w:val="00751636"/>
    <w:rsid w:val="0075164A"/>
    <w:rsid w:val="00751B95"/>
    <w:rsid w:val="00751DFF"/>
    <w:rsid w:val="00751FBC"/>
    <w:rsid w:val="00752328"/>
    <w:rsid w:val="007524F1"/>
    <w:rsid w:val="00752506"/>
    <w:rsid w:val="007528B8"/>
    <w:rsid w:val="0075290A"/>
    <w:rsid w:val="00752917"/>
    <w:rsid w:val="00752947"/>
    <w:rsid w:val="0075295E"/>
    <w:rsid w:val="00752AFD"/>
    <w:rsid w:val="00752BBE"/>
    <w:rsid w:val="00752BED"/>
    <w:rsid w:val="00752CB1"/>
    <w:rsid w:val="00753150"/>
    <w:rsid w:val="007535D7"/>
    <w:rsid w:val="00753704"/>
    <w:rsid w:val="007538D4"/>
    <w:rsid w:val="00753A8D"/>
    <w:rsid w:val="00753BD4"/>
    <w:rsid w:val="00753D4F"/>
    <w:rsid w:val="00753D8F"/>
    <w:rsid w:val="00753E2A"/>
    <w:rsid w:val="007540B7"/>
    <w:rsid w:val="00754203"/>
    <w:rsid w:val="00754215"/>
    <w:rsid w:val="007543FA"/>
    <w:rsid w:val="00754759"/>
    <w:rsid w:val="00754A51"/>
    <w:rsid w:val="00754AF5"/>
    <w:rsid w:val="00754BD4"/>
    <w:rsid w:val="00754C2E"/>
    <w:rsid w:val="00754E0E"/>
    <w:rsid w:val="007550BA"/>
    <w:rsid w:val="007550DC"/>
    <w:rsid w:val="007551F3"/>
    <w:rsid w:val="00755347"/>
    <w:rsid w:val="0075536B"/>
    <w:rsid w:val="0075537B"/>
    <w:rsid w:val="007556AC"/>
    <w:rsid w:val="007557BF"/>
    <w:rsid w:val="00755906"/>
    <w:rsid w:val="00755A0C"/>
    <w:rsid w:val="00755A8F"/>
    <w:rsid w:val="00755AA5"/>
    <w:rsid w:val="00755BA8"/>
    <w:rsid w:val="00755BBA"/>
    <w:rsid w:val="00755BE8"/>
    <w:rsid w:val="00755C18"/>
    <w:rsid w:val="00755D06"/>
    <w:rsid w:val="00755E5F"/>
    <w:rsid w:val="00755EA8"/>
    <w:rsid w:val="00756060"/>
    <w:rsid w:val="00756132"/>
    <w:rsid w:val="00756203"/>
    <w:rsid w:val="0075624C"/>
    <w:rsid w:val="00756289"/>
    <w:rsid w:val="007562F1"/>
    <w:rsid w:val="00756554"/>
    <w:rsid w:val="0075656B"/>
    <w:rsid w:val="0075656D"/>
    <w:rsid w:val="00756CF1"/>
    <w:rsid w:val="00756D39"/>
    <w:rsid w:val="00756E12"/>
    <w:rsid w:val="00756E3F"/>
    <w:rsid w:val="00757225"/>
    <w:rsid w:val="007572A0"/>
    <w:rsid w:val="007573EE"/>
    <w:rsid w:val="00757546"/>
    <w:rsid w:val="00757552"/>
    <w:rsid w:val="00757696"/>
    <w:rsid w:val="00757705"/>
    <w:rsid w:val="00757772"/>
    <w:rsid w:val="007577B2"/>
    <w:rsid w:val="00757862"/>
    <w:rsid w:val="00757922"/>
    <w:rsid w:val="00757D73"/>
    <w:rsid w:val="00757DCF"/>
    <w:rsid w:val="00757F9E"/>
    <w:rsid w:val="0076008C"/>
    <w:rsid w:val="00760212"/>
    <w:rsid w:val="007603A5"/>
    <w:rsid w:val="007603D9"/>
    <w:rsid w:val="007604F9"/>
    <w:rsid w:val="00760618"/>
    <w:rsid w:val="007607CB"/>
    <w:rsid w:val="007607E9"/>
    <w:rsid w:val="00760817"/>
    <w:rsid w:val="0076083F"/>
    <w:rsid w:val="00760C3D"/>
    <w:rsid w:val="00760C85"/>
    <w:rsid w:val="00760D32"/>
    <w:rsid w:val="00760DC2"/>
    <w:rsid w:val="00760DEC"/>
    <w:rsid w:val="00760DF4"/>
    <w:rsid w:val="00760EDA"/>
    <w:rsid w:val="00760F35"/>
    <w:rsid w:val="0076116A"/>
    <w:rsid w:val="00761236"/>
    <w:rsid w:val="00761271"/>
    <w:rsid w:val="00761312"/>
    <w:rsid w:val="0076131F"/>
    <w:rsid w:val="0076150C"/>
    <w:rsid w:val="0076155B"/>
    <w:rsid w:val="007615F1"/>
    <w:rsid w:val="0076161B"/>
    <w:rsid w:val="00761AB2"/>
    <w:rsid w:val="00761B0A"/>
    <w:rsid w:val="00761B81"/>
    <w:rsid w:val="00761C1F"/>
    <w:rsid w:val="00761C46"/>
    <w:rsid w:val="00761D75"/>
    <w:rsid w:val="00761EE2"/>
    <w:rsid w:val="00762089"/>
    <w:rsid w:val="00762161"/>
    <w:rsid w:val="007622A1"/>
    <w:rsid w:val="007627AC"/>
    <w:rsid w:val="0076285B"/>
    <w:rsid w:val="00762904"/>
    <w:rsid w:val="0076290D"/>
    <w:rsid w:val="007629C3"/>
    <w:rsid w:val="00762C5C"/>
    <w:rsid w:val="00762E72"/>
    <w:rsid w:val="00762E80"/>
    <w:rsid w:val="00762FDB"/>
    <w:rsid w:val="007630D2"/>
    <w:rsid w:val="0076319B"/>
    <w:rsid w:val="0076332D"/>
    <w:rsid w:val="00763379"/>
    <w:rsid w:val="0076338C"/>
    <w:rsid w:val="007633A6"/>
    <w:rsid w:val="00763626"/>
    <w:rsid w:val="0076376E"/>
    <w:rsid w:val="0076378C"/>
    <w:rsid w:val="00763888"/>
    <w:rsid w:val="00763935"/>
    <w:rsid w:val="00763A01"/>
    <w:rsid w:val="00763A57"/>
    <w:rsid w:val="00763B7C"/>
    <w:rsid w:val="00763B9C"/>
    <w:rsid w:val="00763EB4"/>
    <w:rsid w:val="00764043"/>
    <w:rsid w:val="00764052"/>
    <w:rsid w:val="007644ED"/>
    <w:rsid w:val="007645F2"/>
    <w:rsid w:val="0076467A"/>
    <w:rsid w:val="00764727"/>
    <w:rsid w:val="00764882"/>
    <w:rsid w:val="007648FC"/>
    <w:rsid w:val="00764955"/>
    <w:rsid w:val="00764CDA"/>
    <w:rsid w:val="00764CFC"/>
    <w:rsid w:val="00764D0D"/>
    <w:rsid w:val="00764D0F"/>
    <w:rsid w:val="00764D85"/>
    <w:rsid w:val="00764F01"/>
    <w:rsid w:val="00764F71"/>
    <w:rsid w:val="00765148"/>
    <w:rsid w:val="007651CB"/>
    <w:rsid w:val="007652D9"/>
    <w:rsid w:val="00765331"/>
    <w:rsid w:val="007653E9"/>
    <w:rsid w:val="0076541A"/>
    <w:rsid w:val="0076573D"/>
    <w:rsid w:val="00765A27"/>
    <w:rsid w:val="00765AC2"/>
    <w:rsid w:val="00765E8C"/>
    <w:rsid w:val="00765F39"/>
    <w:rsid w:val="00766004"/>
    <w:rsid w:val="00766047"/>
    <w:rsid w:val="00766168"/>
    <w:rsid w:val="00766318"/>
    <w:rsid w:val="007667E4"/>
    <w:rsid w:val="00766892"/>
    <w:rsid w:val="0076691D"/>
    <w:rsid w:val="007669C2"/>
    <w:rsid w:val="00766AF4"/>
    <w:rsid w:val="00766BC0"/>
    <w:rsid w:val="00766C61"/>
    <w:rsid w:val="00766DD4"/>
    <w:rsid w:val="00766EA6"/>
    <w:rsid w:val="00767206"/>
    <w:rsid w:val="007674B0"/>
    <w:rsid w:val="00767529"/>
    <w:rsid w:val="007676F0"/>
    <w:rsid w:val="007678BA"/>
    <w:rsid w:val="007679A7"/>
    <w:rsid w:val="00767E25"/>
    <w:rsid w:val="00767EFB"/>
    <w:rsid w:val="00767F30"/>
    <w:rsid w:val="007701D6"/>
    <w:rsid w:val="0077036A"/>
    <w:rsid w:val="00770486"/>
    <w:rsid w:val="0077067B"/>
    <w:rsid w:val="00770B18"/>
    <w:rsid w:val="00770BD7"/>
    <w:rsid w:val="00770E8F"/>
    <w:rsid w:val="00771085"/>
    <w:rsid w:val="007710C5"/>
    <w:rsid w:val="00771148"/>
    <w:rsid w:val="0077120D"/>
    <w:rsid w:val="00771251"/>
    <w:rsid w:val="0077186B"/>
    <w:rsid w:val="007719D6"/>
    <w:rsid w:val="00771CE9"/>
    <w:rsid w:val="00771E69"/>
    <w:rsid w:val="00772142"/>
    <w:rsid w:val="007721F2"/>
    <w:rsid w:val="0077241B"/>
    <w:rsid w:val="0077241F"/>
    <w:rsid w:val="00772468"/>
    <w:rsid w:val="00772617"/>
    <w:rsid w:val="007726DC"/>
    <w:rsid w:val="007727DF"/>
    <w:rsid w:val="00772990"/>
    <w:rsid w:val="00772AD8"/>
    <w:rsid w:val="00772E67"/>
    <w:rsid w:val="00772EF2"/>
    <w:rsid w:val="00772F32"/>
    <w:rsid w:val="00773030"/>
    <w:rsid w:val="00773144"/>
    <w:rsid w:val="00773242"/>
    <w:rsid w:val="00773506"/>
    <w:rsid w:val="00773936"/>
    <w:rsid w:val="0077398C"/>
    <w:rsid w:val="00773A09"/>
    <w:rsid w:val="00773BD5"/>
    <w:rsid w:val="00773ECB"/>
    <w:rsid w:val="00773FCB"/>
    <w:rsid w:val="0077441B"/>
    <w:rsid w:val="00774593"/>
    <w:rsid w:val="0077463F"/>
    <w:rsid w:val="007746F5"/>
    <w:rsid w:val="0077491C"/>
    <w:rsid w:val="007749E7"/>
    <w:rsid w:val="00774CA7"/>
    <w:rsid w:val="00774DBA"/>
    <w:rsid w:val="00774E15"/>
    <w:rsid w:val="00775093"/>
    <w:rsid w:val="00775463"/>
    <w:rsid w:val="00775695"/>
    <w:rsid w:val="00775BA3"/>
    <w:rsid w:val="00775DE1"/>
    <w:rsid w:val="00776210"/>
    <w:rsid w:val="007766E9"/>
    <w:rsid w:val="0077677E"/>
    <w:rsid w:val="0077688B"/>
    <w:rsid w:val="007768E7"/>
    <w:rsid w:val="007768FE"/>
    <w:rsid w:val="00776902"/>
    <w:rsid w:val="00776903"/>
    <w:rsid w:val="00776B1D"/>
    <w:rsid w:val="00776B3E"/>
    <w:rsid w:val="00776C81"/>
    <w:rsid w:val="00776E39"/>
    <w:rsid w:val="00777006"/>
    <w:rsid w:val="00777100"/>
    <w:rsid w:val="0077726A"/>
    <w:rsid w:val="0077734D"/>
    <w:rsid w:val="0077735C"/>
    <w:rsid w:val="0077742B"/>
    <w:rsid w:val="00777735"/>
    <w:rsid w:val="00777809"/>
    <w:rsid w:val="00777975"/>
    <w:rsid w:val="00777AA3"/>
    <w:rsid w:val="00777C20"/>
    <w:rsid w:val="00777DF9"/>
    <w:rsid w:val="00777E62"/>
    <w:rsid w:val="007800B9"/>
    <w:rsid w:val="0078016F"/>
    <w:rsid w:val="0078022C"/>
    <w:rsid w:val="00780330"/>
    <w:rsid w:val="007803AC"/>
    <w:rsid w:val="00780688"/>
    <w:rsid w:val="0078098C"/>
    <w:rsid w:val="00780DC3"/>
    <w:rsid w:val="00780ED4"/>
    <w:rsid w:val="00780F55"/>
    <w:rsid w:val="00781053"/>
    <w:rsid w:val="00781417"/>
    <w:rsid w:val="007818D5"/>
    <w:rsid w:val="00781A77"/>
    <w:rsid w:val="00781BEC"/>
    <w:rsid w:val="00781E24"/>
    <w:rsid w:val="0078236B"/>
    <w:rsid w:val="007824BD"/>
    <w:rsid w:val="00782553"/>
    <w:rsid w:val="007827C4"/>
    <w:rsid w:val="00782896"/>
    <w:rsid w:val="00782A0B"/>
    <w:rsid w:val="00782B36"/>
    <w:rsid w:val="00782C94"/>
    <w:rsid w:val="00782F15"/>
    <w:rsid w:val="00782F95"/>
    <w:rsid w:val="00782FC7"/>
    <w:rsid w:val="00783014"/>
    <w:rsid w:val="0078308A"/>
    <w:rsid w:val="007832F2"/>
    <w:rsid w:val="007835AA"/>
    <w:rsid w:val="00783790"/>
    <w:rsid w:val="007837A7"/>
    <w:rsid w:val="00783920"/>
    <w:rsid w:val="00783E6E"/>
    <w:rsid w:val="00784148"/>
    <w:rsid w:val="0078425E"/>
    <w:rsid w:val="00784460"/>
    <w:rsid w:val="0078451C"/>
    <w:rsid w:val="007847A9"/>
    <w:rsid w:val="007847CE"/>
    <w:rsid w:val="0078485C"/>
    <w:rsid w:val="00784A4C"/>
    <w:rsid w:val="00784BDD"/>
    <w:rsid w:val="00784DC5"/>
    <w:rsid w:val="00784F8A"/>
    <w:rsid w:val="00785073"/>
    <w:rsid w:val="00785086"/>
    <w:rsid w:val="0078512D"/>
    <w:rsid w:val="0078519F"/>
    <w:rsid w:val="0078528C"/>
    <w:rsid w:val="007856F4"/>
    <w:rsid w:val="00785798"/>
    <w:rsid w:val="007857E9"/>
    <w:rsid w:val="0078592F"/>
    <w:rsid w:val="00785979"/>
    <w:rsid w:val="00785E8F"/>
    <w:rsid w:val="00785EC1"/>
    <w:rsid w:val="00785F71"/>
    <w:rsid w:val="00785FC6"/>
    <w:rsid w:val="00785FEB"/>
    <w:rsid w:val="0078617B"/>
    <w:rsid w:val="0078630D"/>
    <w:rsid w:val="00786459"/>
    <w:rsid w:val="007866C3"/>
    <w:rsid w:val="0078691C"/>
    <w:rsid w:val="00786A3D"/>
    <w:rsid w:val="00786AE8"/>
    <w:rsid w:val="00786AE9"/>
    <w:rsid w:val="00786BE0"/>
    <w:rsid w:val="00786CAF"/>
    <w:rsid w:val="00786CFF"/>
    <w:rsid w:val="00786DC4"/>
    <w:rsid w:val="00787174"/>
    <w:rsid w:val="007872DC"/>
    <w:rsid w:val="00787431"/>
    <w:rsid w:val="007875B3"/>
    <w:rsid w:val="00787692"/>
    <w:rsid w:val="00787B5D"/>
    <w:rsid w:val="00787D54"/>
    <w:rsid w:val="00787E4D"/>
    <w:rsid w:val="007904DA"/>
    <w:rsid w:val="0079058E"/>
    <w:rsid w:val="00790634"/>
    <w:rsid w:val="00790696"/>
    <w:rsid w:val="007906DE"/>
    <w:rsid w:val="007906F3"/>
    <w:rsid w:val="0079075A"/>
    <w:rsid w:val="00790899"/>
    <w:rsid w:val="00790957"/>
    <w:rsid w:val="00790964"/>
    <w:rsid w:val="00790DBF"/>
    <w:rsid w:val="00790F5B"/>
    <w:rsid w:val="0079107F"/>
    <w:rsid w:val="007910B5"/>
    <w:rsid w:val="007910C4"/>
    <w:rsid w:val="007912C5"/>
    <w:rsid w:val="007915C9"/>
    <w:rsid w:val="00791631"/>
    <w:rsid w:val="007919C3"/>
    <w:rsid w:val="00791B11"/>
    <w:rsid w:val="00791BA8"/>
    <w:rsid w:val="00791CAF"/>
    <w:rsid w:val="00791CBB"/>
    <w:rsid w:val="00791F04"/>
    <w:rsid w:val="00791F95"/>
    <w:rsid w:val="00792201"/>
    <w:rsid w:val="007922D5"/>
    <w:rsid w:val="00792447"/>
    <w:rsid w:val="007926E8"/>
    <w:rsid w:val="00792C1B"/>
    <w:rsid w:val="00792F85"/>
    <w:rsid w:val="007930BC"/>
    <w:rsid w:val="00793357"/>
    <w:rsid w:val="00793389"/>
    <w:rsid w:val="0079355F"/>
    <w:rsid w:val="007936DE"/>
    <w:rsid w:val="00793711"/>
    <w:rsid w:val="0079376F"/>
    <w:rsid w:val="00793937"/>
    <w:rsid w:val="0079396A"/>
    <w:rsid w:val="007939E5"/>
    <w:rsid w:val="00793A8F"/>
    <w:rsid w:val="00793ACE"/>
    <w:rsid w:val="00793AF4"/>
    <w:rsid w:val="00793E8F"/>
    <w:rsid w:val="00793F9F"/>
    <w:rsid w:val="00794017"/>
    <w:rsid w:val="0079401F"/>
    <w:rsid w:val="007940BE"/>
    <w:rsid w:val="0079415A"/>
    <w:rsid w:val="0079416D"/>
    <w:rsid w:val="00794791"/>
    <w:rsid w:val="00794900"/>
    <w:rsid w:val="0079492C"/>
    <w:rsid w:val="00794A54"/>
    <w:rsid w:val="00794CA5"/>
    <w:rsid w:val="00794DB9"/>
    <w:rsid w:val="00794E13"/>
    <w:rsid w:val="00794F61"/>
    <w:rsid w:val="00794FF6"/>
    <w:rsid w:val="00795005"/>
    <w:rsid w:val="00795303"/>
    <w:rsid w:val="007953AC"/>
    <w:rsid w:val="0079573A"/>
    <w:rsid w:val="007959F9"/>
    <w:rsid w:val="00795B08"/>
    <w:rsid w:val="00795EBE"/>
    <w:rsid w:val="00796063"/>
    <w:rsid w:val="00796134"/>
    <w:rsid w:val="0079613C"/>
    <w:rsid w:val="0079627F"/>
    <w:rsid w:val="007964A1"/>
    <w:rsid w:val="0079659F"/>
    <w:rsid w:val="00796648"/>
    <w:rsid w:val="007969A2"/>
    <w:rsid w:val="00796A07"/>
    <w:rsid w:val="00796BD2"/>
    <w:rsid w:val="00796CA8"/>
    <w:rsid w:val="00796DAE"/>
    <w:rsid w:val="00796E4B"/>
    <w:rsid w:val="00796E61"/>
    <w:rsid w:val="007971F3"/>
    <w:rsid w:val="00797397"/>
    <w:rsid w:val="00797504"/>
    <w:rsid w:val="007975CF"/>
    <w:rsid w:val="0079762D"/>
    <w:rsid w:val="007976A1"/>
    <w:rsid w:val="007976B5"/>
    <w:rsid w:val="007977B4"/>
    <w:rsid w:val="0079785A"/>
    <w:rsid w:val="00797AD6"/>
    <w:rsid w:val="00797CF1"/>
    <w:rsid w:val="00797E88"/>
    <w:rsid w:val="007A0034"/>
    <w:rsid w:val="007A007F"/>
    <w:rsid w:val="007A008E"/>
    <w:rsid w:val="007A0090"/>
    <w:rsid w:val="007A017E"/>
    <w:rsid w:val="007A02C9"/>
    <w:rsid w:val="007A0314"/>
    <w:rsid w:val="007A05EC"/>
    <w:rsid w:val="007A070F"/>
    <w:rsid w:val="007A0939"/>
    <w:rsid w:val="007A0B00"/>
    <w:rsid w:val="007A0CF0"/>
    <w:rsid w:val="007A0F90"/>
    <w:rsid w:val="007A1110"/>
    <w:rsid w:val="007A11BC"/>
    <w:rsid w:val="007A11EF"/>
    <w:rsid w:val="007A1314"/>
    <w:rsid w:val="007A16F5"/>
    <w:rsid w:val="007A171D"/>
    <w:rsid w:val="007A18FA"/>
    <w:rsid w:val="007A1AF2"/>
    <w:rsid w:val="007A1CB7"/>
    <w:rsid w:val="007A264A"/>
    <w:rsid w:val="007A278C"/>
    <w:rsid w:val="007A2ACD"/>
    <w:rsid w:val="007A2B60"/>
    <w:rsid w:val="007A3443"/>
    <w:rsid w:val="007A3476"/>
    <w:rsid w:val="007A3730"/>
    <w:rsid w:val="007A37FC"/>
    <w:rsid w:val="007A3BEC"/>
    <w:rsid w:val="007A3BF7"/>
    <w:rsid w:val="007A3C14"/>
    <w:rsid w:val="007A3E29"/>
    <w:rsid w:val="007A3E33"/>
    <w:rsid w:val="007A3F97"/>
    <w:rsid w:val="007A4065"/>
    <w:rsid w:val="007A411B"/>
    <w:rsid w:val="007A41D8"/>
    <w:rsid w:val="007A4560"/>
    <w:rsid w:val="007A46CA"/>
    <w:rsid w:val="007A477E"/>
    <w:rsid w:val="007A4B77"/>
    <w:rsid w:val="007A4EF3"/>
    <w:rsid w:val="007A4F47"/>
    <w:rsid w:val="007A4FD2"/>
    <w:rsid w:val="007A521B"/>
    <w:rsid w:val="007A5249"/>
    <w:rsid w:val="007A5264"/>
    <w:rsid w:val="007A5273"/>
    <w:rsid w:val="007A56F5"/>
    <w:rsid w:val="007A57D6"/>
    <w:rsid w:val="007A5938"/>
    <w:rsid w:val="007A5968"/>
    <w:rsid w:val="007A5AE2"/>
    <w:rsid w:val="007A5BE6"/>
    <w:rsid w:val="007A5CE8"/>
    <w:rsid w:val="007A5EBF"/>
    <w:rsid w:val="007A600B"/>
    <w:rsid w:val="007A614A"/>
    <w:rsid w:val="007A637B"/>
    <w:rsid w:val="007A6390"/>
    <w:rsid w:val="007A63B1"/>
    <w:rsid w:val="007A65CE"/>
    <w:rsid w:val="007A66BB"/>
    <w:rsid w:val="007A66E3"/>
    <w:rsid w:val="007A68D5"/>
    <w:rsid w:val="007A69F6"/>
    <w:rsid w:val="007A6B0A"/>
    <w:rsid w:val="007A7031"/>
    <w:rsid w:val="007A707E"/>
    <w:rsid w:val="007A70E6"/>
    <w:rsid w:val="007A721B"/>
    <w:rsid w:val="007A726A"/>
    <w:rsid w:val="007A7345"/>
    <w:rsid w:val="007A7B4B"/>
    <w:rsid w:val="007A7B9B"/>
    <w:rsid w:val="007A7C4A"/>
    <w:rsid w:val="007A7CA8"/>
    <w:rsid w:val="007B0035"/>
    <w:rsid w:val="007B0582"/>
    <w:rsid w:val="007B09A3"/>
    <w:rsid w:val="007B09EE"/>
    <w:rsid w:val="007B0AF6"/>
    <w:rsid w:val="007B0BA9"/>
    <w:rsid w:val="007B0C1D"/>
    <w:rsid w:val="007B0E6F"/>
    <w:rsid w:val="007B104B"/>
    <w:rsid w:val="007B11C0"/>
    <w:rsid w:val="007B11CD"/>
    <w:rsid w:val="007B12AD"/>
    <w:rsid w:val="007B1693"/>
    <w:rsid w:val="007B170B"/>
    <w:rsid w:val="007B1B0D"/>
    <w:rsid w:val="007B1F60"/>
    <w:rsid w:val="007B1FF8"/>
    <w:rsid w:val="007B2040"/>
    <w:rsid w:val="007B21E9"/>
    <w:rsid w:val="007B230D"/>
    <w:rsid w:val="007B24B9"/>
    <w:rsid w:val="007B2967"/>
    <w:rsid w:val="007B2A4C"/>
    <w:rsid w:val="007B2A8A"/>
    <w:rsid w:val="007B2ACA"/>
    <w:rsid w:val="007B2C61"/>
    <w:rsid w:val="007B2C79"/>
    <w:rsid w:val="007B2D96"/>
    <w:rsid w:val="007B2E83"/>
    <w:rsid w:val="007B2EEE"/>
    <w:rsid w:val="007B2FBB"/>
    <w:rsid w:val="007B3041"/>
    <w:rsid w:val="007B3625"/>
    <w:rsid w:val="007B36ED"/>
    <w:rsid w:val="007B3957"/>
    <w:rsid w:val="007B3A09"/>
    <w:rsid w:val="007B3B59"/>
    <w:rsid w:val="007B3C0B"/>
    <w:rsid w:val="007B3E4A"/>
    <w:rsid w:val="007B3EFB"/>
    <w:rsid w:val="007B41DA"/>
    <w:rsid w:val="007B41ED"/>
    <w:rsid w:val="007B4247"/>
    <w:rsid w:val="007B44E6"/>
    <w:rsid w:val="007B4671"/>
    <w:rsid w:val="007B47F6"/>
    <w:rsid w:val="007B4956"/>
    <w:rsid w:val="007B49A5"/>
    <w:rsid w:val="007B49DE"/>
    <w:rsid w:val="007B4ACF"/>
    <w:rsid w:val="007B4B73"/>
    <w:rsid w:val="007B4DB6"/>
    <w:rsid w:val="007B5072"/>
    <w:rsid w:val="007B510C"/>
    <w:rsid w:val="007B531D"/>
    <w:rsid w:val="007B54F8"/>
    <w:rsid w:val="007B569D"/>
    <w:rsid w:val="007B56B7"/>
    <w:rsid w:val="007B577A"/>
    <w:rsid w:val="007B5797"/>
    <w:rsid w:val="007B57E2"/>
    <w:rsid w:val="007B583E"/>
    <w:rsid w:val="007B5B73"/>
    <w:rsid w:val="007B5C51"/>
    <w:rsid w:val="007B5DFF"/>
    <w:rsid w:val="007B5E94"/>
    <w:rsid w:val="007B5E98"/>
    <w:rsid w:val="007B5EAC"/>
    <w:rsid w:val="007B5F46"/>
    <w:rsid w:val="007B5F6F"/>
    <w:rsid w:val="007B60B2"/>
    <w:rsid w:val="007B622C"/>
    <w:rsid w:val="007B6258"/>
    <w:rsid w:val="007B6292"/>
    <w:rsid w:val="007B634D"/>
    <w:rsid w:val="007B64A3"/>
    <w:rsid w:val="007B6544"/>
    <w:rsid w:val="007B663B"/>
    <w:rsid w:val="007B6666"/>
    <w:rsid w:val="007B69D3"/>
    <w:rsid w:val="007B6EB4"/>
    <w:rsid w:val="007B70A1"/>
    <w:rsid w:val="007B7303"/>
    <w:rsid w:val="007B740A"/>
    <w:rsid w:val="007B7415"/>
    <w:rsid w:val="007B7449"/>
    <w:rsid w:val="007B749A"/>
    <w:rsid w:val="007B77AD"/>
    <w:rsid w:val="007B786D"/>
    <w:rsid w:val="007B7904"/>
    <w:rsid w:val="007B793F"/>
    <w:rsid w:val="007C011D"/>
    <w:rsid w:val="007C01BC"/>
    <w:rsid w:val="007C01EA"/>
    <w:rsid w:val="007C02CC"/>
    <w:rsid w:val="007C02F7"/>
    <w:rsid w:val="007C039C"/>
    <w:rsid w:val="007C089C"/>
    <w:rsid w:val="007C0F1C"/>
    <w:rsid w:val="007C1072"/>
    <w:rsid w:val="007C1292"/>
    <w:rsid w:val="007C132F"/>
    <w:rsid w:val="007C1660"/>
    <w:rsid w:val="007C16BF"/>
    <w:rsid w:val="007C177A"/>
    <w:rsid w:val="007C1836"/>
    <w:rsid w:val="007C1A8C"/>
    <w:rsid w:val="007C1D8D"/>
    <w:rsid w:val="007C1EEC"/>
    <w:rsid w:val="007C1F4F"/>
    <w:rsid w:val="007C2061"/>
    <w:rsid w:val="007C2533"/>
    <w:rsid w:val="007C25BD"/>
    <w:rsid w:val="007C2625"/>
    <w:rsid w:val="007C2658"/>
    <w:rsid w:val="007C2855"/>
    <w:rsid w:val="007C2CDE"/>
    <w:rsid w:val="007C2F22"/>
    <w:rsid w:val="007C2FD8"/>
    <w:rsid w:val="007C30DA"/>
    <w:rsid w:val="007C3186"/>
    <w:rsid w:val="007C319B"/>
    <w:rsid w:val="007C361F"/>
    <w:rsid w:val="007C3899"/>
    <w:rsid w:val="007C3AE3"/>
    <w:rsid w:val="007C3AF0"/>
    <w:rsid w:val="007C3C6B"/>
    <w:rsid w:val="007C3E06"/>
    <w:rsid w:val="007C3E7D"/>
    <w:rsid w:val="007C3E90"/>
    <w:rsid w:val="007C40B5"/>
    <w:rsid w:val="007C429C"/>
    <w:rsid w:val="007C464F"/>
    <w:rsid w:val="007C46C2"/>
    <w:rsid w:val="007C4A03"/>
    <w:rsid w:val="007C4A25"/>
    <w:rsid w:val="007C4A89"/>
    <w:rsid w:val="007C4AAC"/>
    <w:rsid w:val="007C4B2A"/>
    <w:rsid w:val="007C4C62"/>
    <w:rsid w:val="007C4C8E"/>
    <w:rsid w:val="007C4CFF"/>
    <w:rsid w:val="007C4D36"/>
    <w:rsid w:val="007C4D91"/>
    <w:rsid w:val="007C4DEA"/>
    <w:rsid w:val="007C4EFE"/>
    <w:rsid w:val="007C5034"/>
    <w:rsid w:val="007C512A"/>
    <w:rsid w:val="007C525D"/>
    <w:rsid w:val="007C536A"/>
    <w:rsid w:val="007C5392"/>
    <w:rsid w:val="007C53DD"/>
    <w:rsid w:val="007C541D"/>
    <w:rsid w:val="007C54AF"/>
    <w:rsid w:val="007C5530"/>
    <w:rsid w:val="007C567D"/>
    <w:rsid w:val="007C5710"/>
    <w:rsid w:val="007C579A"/>
    <w:rsid w:val="007C5A72"/>
    <w:rsid w:val="007C5C61"/>
    <w:rsid w:val="007C5CB0"/>
    <w:rsid w:val="007C5D61"/>
    <w:rsid w:val="007C649D"/>
    <w:rsid w:val="007C6824"/>
    <w:rsid w:val="007C6866"/>
    <w:rsid w:val="007C6A4E"/>
    <w:rsid w:val="007C6D48"/>
    <w:rsid w:val="007C6EDE"/>
    <w:rsid w:val="007C70A6"/>
    <w:rsid w:val="007C70B6"/>
    <w:rsid w:val="007C7247"/>
    <w:rsid w:val="007C730E"/>
    <w:rsid w:val="007C738C"/>
    <w:rsid w:val="007C738D"/>
    <w:rsid w:val="007C74A3"/>
    <w:rsid w:val="007C74B7"/>
    <w:rsid w:val="007C75D2"/>
    <w:rsid w:val="007C76D6"/>
    <w:rsid w:val="007C782A"/>
    <w:rsid w:val="007C7A9C"/>
    <w:rsid w:val="007D0143"/>
    <w:rsid w:val="007D0223"/>
    <w:rsid w:val="007D037D"/>
    <w:rsid w:val="007D0459"/>
    <w:rsid w:val="007D0706"/>
    <w:rsid w:val="007D079B"/>
    <w:rsid w:val="007D09C1"/>
    <w:rsid w:val="007D0BDE"/>
    <w:rsid w:val="007D0D00"/>
    <w:rsid w:val="007D0D20"/>
    <w:rsid w:val="007D0DEE"/>
    <w:rsid w:val="007D0ED0"/>
    <w:rsid w:val="007D114C"/>
    <w:rsid w:val="007D1289"/>
    <w:rsid w:val="007D13C9"/>
    <w:rsid w:val="007D14A1"/>
    <w:rsid w:val="007D14CB"/>
    <w:rsid w:val="007D16A1"/>
    <w:rsid w:val="007D1732"/>
    <w:rsid w:val="007D178B"/>
    <w:rsid w:val="007D17BF"/>
    <w:rsid w:val="007D1871"/>
    <w:rsid w:val="007D1ACF"/>
    <w:rsid w:val="007D1BB3"/>
    <w:rsid w:val="007D1BB7"/>
    <w:rsid w:val="007D1C25"/>
    <w:rsid w:val="007D1D00"/>
    <w:rsid w:val="007D1F4D"/>
    <w:rsid w:val="007D2118"/>
    <w:rsid w:val="007D21C4"/>
    <w:rsid w:val="007D2280"/>
    <w:rsid w:val="007D239E"/>
    <w:rsid w:val="007D24FD"/>
    <w:rsid w:val="007D26C0"/>
    <w:rsid w:val="007D280A"/>
    <w:rsid w:val="007D28A9"/>
    <w:rsid w:val="007D2B3B"/>
    <w:rsid w:val="007D2B6F"/>
    <w:rsid w:val="007D2EAB"/>
    <w:rsid w:val="007D3155"/>
    <w:rsid w:val="007D31D7"/>
    <w:rsid w:val="007D33D4"/>
    <w:rsid w:val="007D34BE"/>
    <w:rsid w:val="007D3803"/>
    <w:rsid w:val="007D3A2D"/>
    <w:rsid w:val="007D3B65"/>
    <w:rsid w:val="007D3EFC"/>
    <w:rsid w:val="007D41C9"/>
    <w:rsid w:val="007D4334"/>
    <w:rsid w:val="007D43DB"/>
    <w:rsid w:val="007D452D"/>
    <w:rsid w:val="007D4541"/>
    <w:rsid w:val="007D456B"/>
    <w:rsid w:val="007D4625"/>
    <w:rsid w:val="007D47A4"/>
    <w:rsid w:val="007D4B8B"/>
    <w:rsid w:val="007D4C07"/>
    <w:rsid w:val="007D4C47"/>
    <w:rsid w:val="007D4F5A"/>
    <w:rsid w:val="007D503B"/>
    <w:rsid w:val="007D51C5"/>
    <w:rsid w:val="007D51F8"/>
    <w:rsid w:val="007D5279"/>
    <w:rsid w:val="007D52E2"/>
    <w:rsid w:val="007D5788"/>
    <w:rsid w:val="007D5885"/>
    <w:rsid w:val="007D58E3"/>
    <w:rsid w:val="007D5A5D"/>
    <w:rsid w:val="007D5ADC"/>
    <w:rsid w:val="007D5C16"/>
    <w:rsid w:val="007D5D79"/>
    <w:rsid w:val="007D5E16"/>
    <w:rsid w:val="007D5F05"/>
    <w:rsid w:val="007D5FA9"/>
    <w:rsid w:val="007D615B"/>
    <w:rsid w:val="007D62DA"/>
    <w:rsid w:val="007D6501"/>
    <w:rsid w:val="007D65A1"/>
    <w:rsid w:val="007D6741"/>
    <w:rsid w:val="007D6905"/>
    <w:rsid w:val="007D69F7"/>
    <w:rsid w:val="007D6AF1"/>
    <w:rsid w:val="007D6B2B"/>
    <w:rsid w:val="007D6B7E"/>
    <w:rsid w:val="007D6B93"/>
    <w:rsid w:val="007D6B9E"/>
    <w:rsid w:val="007D6E07"/>
    <w:rsid w:val="007D709B"/>
    <w:rsid w:val="007D7125"/>
    <w:rsid w:val="007D72C7"/>
    <w:rsid w:val="007D743A"/>
    <w:rsid w:val="007D7575"/>
    <w:rsid w:val="007D7596"/>
    <w:rsid w:val="007D7618"/>
    <w:rsid w:val="007D76C4"/>
    <w:rsid w:val="007D77C8"/>
    <w:rsid w:val="007D77D2"/>
    <w:rsid w:val="007D79B7"/>
    <w:rsid w:val="007D7AAC"/>
    <w:rsid w:val="007D7E63"/>
    <w:rsid w:val="007D7FDD"/>
    <w:rsid w:val="007E0025"/>
    <w:rsid w:val="007E0331"/>
    <w:rsid w:val="007E036E"/>
    <w:rsid w:val="007E0541"/>
    <w:rsid w:val="007E0660"/>
    <w:rsid w:val="007E06C3"/>
    <w:rsid w:val="007E097D"/>
    <w:rsid w:val="007E09C1"/>
    <w:rsid w:val="007E0C81"/>
    <w:rsid w:val="007E0CBF"/>
    <w:rsid w:val="007E10AD"/>
    <w:rsid w:val="007E11B9"/>
    <w:rsid w:val="007E1498"/>
    <w:rsid w:val="007E1586"/>
    <w:rsid w:val="007E1707"/>
    <w:rsid w:val="007E1DAB"/>
    <w:rsid w:val="007E1DF7"/>
    <w:rsid w:val="007E1E97"/>
    <w:rsid w:val="007E214F"/>
    <w:rsid w:val="007E2254"/>
    <w:rsid w:val="007E232C"/>
    <w:rsid w:val="007E24A2"/>
    <w:rsid w:val="007E266A"/>
    <w:rsid w:val="007E26F3"/>
    <w:rsid w:val="007E28DA"/>
    <w:rsid w:val="007E2A20"/>
    <w:rsid w:val="007E2AF4"/>
    <w:rsid w:val="007E2B8D"/>
    <w:rsid w:val="007E30A9"/>
    <w:rsid w:val="007E318D"/>
    <w:rsid w:val="007E3302"/>
    <w:rsid w:val="007E33D9"/>
    <w:rsid w:val="007E378D"/>
    <w:rsid w:val="007E38C9"/>
    <w:rsid w:val="007E3902"/>
    <w:rsid w:val="007E3B87"/>
    <w:rsid w:val="007E3BF2"/>
    <w:rsid w:val="007E3D58"/>
    <w:rsid w:val="007E3DB8"/>
    <w:rsid w:val="007E3DEA"/>
    <w:rsid w:val="007E3E3B"/>
    <w:rsid w:val="007E3FB5"/>
    <w:rsid w:val="007E402C"/>
    <w:rsid w:val="007E40F0"/>
    <w:rsid w:val="007E4678"/>
    <w:rsid w:val="007E46DC"/>
    <w:rsid w:val="007E4970"/>
    <w:rsid w:val="007E4BDE"/>
    <w:rsid w:val="007E4CB7"/>
    <w:rsid w:val="007E4D56"/>
    <w:rsid w:val="007E4F6D"/>
    <w:rsid w:val="007E4FE4"/>
    <w:rsid w:val="007E50D8"/>
    <w:rsid w:val="007E51AF"/>
    <w:rsid w:val="007E5226"/>
    <w:rsid w:val="007E5235"/>
    <w:rsid w:val="007E5462"/>
    <w:rsid w:val="007E54CD"/>
    <w:rsid w:val="007E54DE"/>
    <w:rsid w:val="007E5731"/>
    <w:rsid w:val="007E573F"/>
    <w:rsid w:val="007E5786"/>
    <w:rsid w:val="007E57CC"/>
    <w:rsid w:val="007E5820"/>
    <w:rsid w:val="007E5942"/>
    <w:rsid w:val="007E5A35"/>
    <w:rsid w:val="007E5ADC"/>
    <w:rsid w:val="007E5B2D"/>
    <w:rsid w:val="007E5CFC"/>
    <w:rsid w:val="007E5DA7"/>
    <w:rsid w:val="007E5E79"/>
    <w:rsid w:val="007E5E89"/>
    <w:rsid w:val="007E5E95"/>
    <w:rsid w:val="007E5F90"/>
    <w:rsid w:val="007E62A2"/>
    <w:rsid w:val="007E63A2"/>
    <w:rsid w:val="007E65C5"/>
    <w:rsid w:val="007E698C"/>
    <w:rsid w:val="007E6BE5"/>
    <w:rsid w:val="007E6EF5"/>
    <w:rsid w:val="007E6F17"/>
    <w:rsid w:val="007E6FA0"/>
    <w:rsid w:val="007E705C"/>
    <w:rsid w:val="007E7067"/>
    <w:rsid w:val="007E70B9"/>
    <w:rsid w:val="007E71AE"/>
    <w:rsid w:val="007E7270"/>
    <w:rsid w:val="007E7274"/>
    <w:rsid w:val="007E72A8"/>
    <w:rsid w:val="007E732C"/>
    <w:rsid w:val="007E7373"/>
    <w:rsid w:val="007E7611"/>
    <w:rsid w:val="007E7644"/>
    <w:rsid w:val="007E7754"/>
    <w:rsid w:val="007E78F1"/>
    <w:rsid w:val="007E79FE"/>
    <w:rsid w:val="007E7A5B"/>
    <w:rsid w:val="007E7B9D"/>
    <w:rsid w:val="007E7BB1"/>
    <w:rsid w:val="007E7CC2"/>
    <w:rsid w:val="007E7DA7"/>
    <w:rsid w:val="007E7DD5"/>
    <w:rsid w:val="007E7FD7"/>
    <w:rsid w:val="007F0031"/>
    <w:rsid w:val="007F0105"/>
    <w:rsid w:val="007F013E"/>
    <w:rsid w:val="007F0305"/>
    <w:rsid w:val="007F0332"/>
    <w:rsid w:val="007F03CC"/>
    <w:rsid w:val="007F06E5"/>
    <w:rsid w:val="007F0890"/>
    <w:rsid w:val="007F0960"/>
    <w:rsid w:val="007F0B69"/>
    <w:rsid w:val="007F0BC2"/>
    <w:rsid w:val="007F0E72"/>
    <w:rsid w:val="007F11D7"/>
    <w:rsid w:val="007F11F0"/>
    <w:rsid w:val="007F1407"/>
    <w:rsid w:val="007F1460"/>
    <w:rsid w:val="007F1480"/>
    <w:rsid w:val="007F15A1"/>
    <w:rsid w:val="007F1693"/>
    <w:rsid w:val="007F16DD"/>
    <w:rsid w:val="007F17A1"/>
    <w:rsid w:val="007F1ACC"/>
    <w:rsid w:val="007F1B6A"/>
    <w:rsid w:val="007F1BE4"/>
    <w:rsid w:val="007F1C79"/>
    <w:rsid w:val="007F1E41"/>
    <w:rsid w:val="007F1E6B"/>
    <w:rsid w:val="007F1EF8"/>
    <w:rsid w:val="007F1F9F"/>
    <w:rsid w:val="007F2236"/>
    <w:rsid w:val="007F2380"/>
    <w:rsid w:val="007F268D"/>
    <w:rsid w:val="007F26C1"/>
    <w:rsid w:val="007F2719"/>
    <w:rsid w:val="007F2818"/>
    <w:rsid w:val="007F281D"/>
    <w:rsid w:val="007F28E2"/>
    <w:rsid w:val="007F29D1"/>
    <w:rsid w:val="007F2A32"/>
    <w:rsid w:val="007F2C20"/>
    <w:rsid w:val="007F2D34"/>
    <w:rsid w:val="007F2F07"/>
    <w:rsid w:val="007F2FD4"/>
    <w:rsid w:val="007F3257"/>
    <w:rsid w:val="007F349C"/>
    <w:rsid w:val="007F3615"/>
    <w:rsid w:val="007F3960"/>
    <w:rsid w:val="007F39C4"/>
    <w:rsid w:val="007F3A5E"/>
    <w:rsid w:val="007F3A90"/>
    <w:rsid w:val="007F3C9C"/>
    <w:rsid w:val="007F3CE0"/>
    <w:rsid w:val="007F3D68"/>
    <w:rsid w:val="007F3E36"/>
    <w:rsid w:val="007F3F59"/>
    <w:rsid w:val="007F41B2"/>
    <w:rsid w:val="007F4221"/>
    <w:rsid w:val="007F4324"/>
    <w:rsid w:val="007F4330"/>
    <w:rsid w:val="007F43A2"/>
    <w:rsid w:val="007F44A0"/>
    <w:rsid w:val="007F4639"/>
    <w:rsid w:val="007F48A1"/>
    <w:rsid w:val="007F49C6"/>
    <w:rsid w:val="007F4B52"/>
    <w:rsid w:val="007F4B8C"/>
    <w:rsid w:val="007F4E42"/>
    <w:rsid w:val="007F510C"/>
    <w:rsid w:val="007F51E8"/>
    <w:rsid w:val="007F5226"/>
    <w:rsid w:val="007F53D0"/>
    <w:rsid w:val="007F550E"/>
    <w:rsid w:val="007F55BE"/>
    <w:rsid w:val="007F5638"/>
    <w:rsid w:val="007F577B"/>
    <w:rsid w:val="007F5CBA"/>
    <w:rsid w:val="007F5E69"/>
    <w:rsid w:val="007F601A"/>
    <w:rsid w:val="007F60AD"/>
    <w:rsid w:val="007F6135"/>
    <w:rsid w:val="007F6202"/>
    <w:rsid w:val="007F620D"/>
    <w:rsid w:val="007F621A"/>
    <w:rsid w:val="007F63D7"/>
    <w:rsid w:val="007F6434"/>
    <w:rsid w:val="007F6617"/>
    <w:rsid w:val="007F66C3"/>
    <w:rsid w:val="007F67F7"/>
    <w:rsid w:val="007F699C"/>
    <w:rsid w:val="007F6C2B"/>
    <w:rsid w:val="007F6C4B"/>
    <w:rsid w:val="007F6D7B"/>
    <w:rsid w:val="007F6DCD"/>
    <w:rsid w:val="007F6DCF"/>
    <w:rsid w:val="007F71C2"/>
    <w:rsid w:val="007F7205"/>
    <w:rsid w:val="007F7313"/>
    <w:rsid w:val="007F73F4"/>
    <w:rsid w:val="007F75B9"/>
    <w:rsid w:val="007F785E"/>
    <w:rsid w:val="007F7B3C"/>
    <w:rsid w:val="007F7BEE"/>
    <w:rsid w:val="007F7BFB"/>
    <w:rsid w:val="007F7F63"/>
    <w:rsid w:val="0080013A"/>
    <w:rsid w:val="008004B8"/>
    <w:rsid w:val="00800854"/>
    <w:rsid w:val="0080093B"/>
    <w:rsid w:val="00800951"/>
    <w:rsid w:val="00800A4B"/>
    <w:rsid w:val="00800B1F"/>
    <w:rsid w:val="00801005"/>
    <w:rsid w:val="008013AA"/>
    <w:rsid w:val="008013B7"/>
    <w:rsid w:val="008014DA"/>
    <w:rsid w:val="0080150F"/>
    <w:rsid w:val="008016FC"/>
    <w:rsid w:val="00801A60"/>
    <w:rsid w:val="00801C06"/>
    <w:rsid w:val="00801E2F"/>
    <w:rsid w:val="00801EDA"/>
    <w:rsid w:val="0080213A"/>
    <w:rsid w:val="00802179"/>
    <w:rsid w:val="008021EC"/>
    <w:rsid w:val="008022A6"/>
    <w:rsid w:val="008022A9"/>
    <w:rsid w:val="008026BA"/>
    <w:rsid w:val="0080273A"/>
    <w:rsid w:val="00802748"/>
    <w:rsid w:val="00802C77"/>
    <w:rsid w:val="00802CCC"/>
    <w:rsid w:val="0080322B"/>
    <w:rsid w:val="008032AA"/>
    <w:rsid w:val="00803363"/>
    <w:rsid w:val="00803399"/>
    <w:rsid w:val="008033A7"/>
    <w:rsid w:val="00803577"/>
    <w:rsid w:val="00803592"/>
    <w:rsid w:val="008035D9"/>
    <w:rsid w:val="008036B0"/>
    <w:rsid w:val="0080370A"/>
    <w:rsid w:val="0080377F"/>
    <w:rsid w:val="0080381B"/>
    <w:rsid w:val="0080396E"/>
    <w:rsid w:val="00803A3A"/>
    <w:rsid w:val="00803CB3"/>
    <w:rsid w:val="00803E2F"/>
    <w:rsid w:val="00803EE9"/>
    <w:rsid w:val="00804305"/>
    <w:rsid w:val="0080437B"/>
    <w:rsid w:val="00804391"/>
    <w:rsid w:val="008043E1"/>
    <w:rsid w:val="00804636"/>
    <w:rsid w:val="00804A3C"/>
    <w:rsid w:val="00804B5A"/>
    <w:rsid w:val="00804C52"/>
    <w:rsid w:val="00804C58"/>
    <w:rsid w:val="00804C9C"/>
    <w:rsid w:val="00804D56"/>
    <w:rsid w:val="00804D70"/>
    <w:rsid w:val="00804E4C"/>
    <w:rsid w:val="0080522B"/>
    <w:rsid w:val="00805306"/>
    <w:rsid w:val="00805327"/>
    <w:rsid w:val="008054B1"/>
    <w:rsid w:val="008055A3"/>
    <w:rsid w:val="008055B6"/>
    <w:rsid w:val="00805846"/>
    <w:rsid w:val="00805C22"/>
    <w:rsid w:val="00805CA9"/>
    <w:rsid w:val="00805DB2"/>
    <w:rsid w:val="00806240"/>
    <w:rsid w:val="008062DF"/>
    <w:rsid w:val="008063E4"/>
    <w:rsid w:val="00806555"/>
    <w:rsid w:val="00806640"/>
    <w:rsid w:val="008066B4"/>
    <w:rsid w:val="00806813"/>
    <w:rsid w:val="00806B06"/>
    <w:rsid w:val="00806B30"/>
    <w:rsid w:val="00806C5F"/>
    <w:rsid w:val="00807016"/>
    <w:rsid w:val="0080706E"/>
    <w:rsid w:val="008071B2"/>
    <w:rsid w:val="008072BE"/>
    <w:rsid w:val="00807516"/>
    <w:rsid w:val="0080755A"/>
    <w:rsid w:val="008075E5"/>
    <w:rsid w:val="0080760C"/>
    <w:rsid w:val="00807C21"/>
    <w:rsid w:val="0081004C"/>
    <w:rsid w:val="008100DD"/>
    <w:rsid w:val="008101EE"/>
    <w:rsid w:val="008102E8"/>
    <w:rsid w:val="008103A5"/>
    <w:rsid w:val="008103C4"/>
    <w:rsid w:val="00810547"/>
    <w:rsid w:val="00810892"/>
    <w:rsid w:val="00810A38"/>
    <w:rsid w:val="00810B38"/>
    <w:rsid w:val="00810C3C"/>
    <w:rsid w:val="00810E3D"/>
    <w:rsid w:val="008111C4"/>
    <w:rsid w:val="008111D5"/>
    <w:rsid w:val="008112FB"/>
    <w:rsid w:val="00811484"/>
    <w:rsid w:val="008115F6"/>
    <w:rsid w:val="008117C2"/>
    <w:rsid w:val="00811817"/>
    <w:rsid w:val="00811831"/>
    <w:rsid w:val="008119A1"/>
    <w:rsid w:val="00811ABC"/>
    <w:rsid w:val="00811BD0"/>
    <w:rsid w:val="00811D01"/>
    <w:rsid w:val="0081254C"/>
    <w:rsid w:val="008125A7"/>
    <w:rsid w:val="00812643"/>
    <w:rsid w:val="00812650"/>
    <w:rsid w:val="008129E4"/>
    <w:rsid w:val="00812A68"/>
    <w:rsid w:val="00812C0F"/>
    <w:rsid w:val="00812CB9"/>
    <w:rsid w:val="00812E42"/>
    <w:rsid w:val="008130B4"/>
    <w:rsid w:val="00813157"/>
    <w:rsid w:val="00813229"/>
    <w:rsid w:val="0081324A"/>
    <w:rsid w:val="0081329E"/>
    <w:rsid w:val="008133D6"/>
    <w:rsid w:val="00813409"/>
    <w:rsid w:val="00813549"/>
    <w:rsid w:val="008137D9"/>
    <w:rsid w:val="008139E1"/>
    <w:rsid w:val="00813BAE"/>
    <w:rsid w:val="00813F0D"/>
    <w:rsid w:val="00813F72"/>
    <w:rsid w:val="00813F8C"/>
    <w:rsid w:val="00813F9B"/>
    <w:rsid w:val="00814034"/>
    <w:rsid w:val="00814069"/>
    <w:rsid w:val="008141F2"/>
    <w:rsid w:val="008142C1"/>
    <w:rsid w:val="00814408"/>
    <w:rsid w:val="0081455F"/>
    <w:rsid w:val="00814631"/>
    <w:rsid w:val="00814649"/>
    <w:rsid w:val="008146EA"/>
    <w:rsid w:val="00814744"/>
    <w:rsid w:val="00814881"/>
    <w:rsid w:val="00814A67"/>
    <w:rsid w:val="00814B4B"/>
    <w:rsid w:val="00814CDD"/>
    <w:rsid w:val="0081501C"/>
    <w:rsid w:val="00815166"/>
    <w:rsid w:val="00815180"/>
    <w:rsid w:val="0081559D"/>
    <w:rsid w:val="008155A1"/>
    <w:rsid w:val="008158E2"/>
    <w:rsid w:val="00815A25"/>
    <w:rsid w:val="00815B5E"/>
    <w:rsid w:val="00815E7B"/>
    <w:rsid w:val="00816084"/>
    <w:rsid w:val="0081611A"/>
    <w:rsid w:val="008161B4"/>
    <w:rsid w:val="0081638A"/>
    <w:rsid w:val="008163C6"/>
    <w:rsid w:val="00816656"/>
    <w:rsid w:val="00816770"/>
    <w:rsid w:val="00816779"/>
    <w:rsid w:val="00816840"/>
    <w:rsid w:val="008168B8"/>
    <w:rsid w:val="00816A36"/>
    <w:rsid w:val="00816C24"/>
    <w:rsid w:val="00816C2B"/>
    <w:rsid w:val="00816E87"/>
    <w:rsid w:val="00816FF1"/>
    <w:rsid w:val="00817047"/>
    <w:rsid w:val="0081717A"/>
    <w:rsid w:val="008172E8"/>
    <w:rsid w:val="00817359"/>
    <w:rsid w:val="0081764B"/>
    <w:rsid w:val="00817661"/>
    <w:rsid w:val="008177CD"/>
    <w:rsid w:val="00817849"/>
    <w:rsid w:val="00817CC1"/>
    <w:rsid w:val="00817F45"/>
    <w:rsid w:val="008201EE"/>
    <w:rsid w:val="00820203"/>
    <w:rsid w:val="0082035C"/>
    <w:rsid w:val="0082059A"/>
    <w:rsid w:val="00820644"/>
    <w:rsid w:val="0082081F"/>
    <w:rsid w:val="008209AA"/>
    <w:rsid w:val="00820AF8"/>
    <w:rsid w:val="00820B86"/>
    <w:rsid w:val="00820BC3"/>
    <w:rsid w:val="00820C26"/>
    <w:rsid w:val="008210CC"/>
    <w:rsid w:val="008212F0"/>
    <w:rsid w:val="008214E0"/>
    <w:rsid w:val="00821513"/>
    <w:rsid w:val="0082167C"/>
    <w:rsid w:val="00821746"/>
    <w:rsid w:val="00821828"/>
    <w:rsid w:val="008219AE"/>
    <w:rsid w:val="008219CE"/>
    <w:rsid w:val="00821D13"/>
    <w:rsid w:val="008220DC"/>
    <w:rsid w:val="0082215F"/>
    <w:rsid w:val="008222C3"/>
    <w:rsid w:val="00822356"/>
    <w:rsid w:val="0082241E"/>
    <w:rsid w:val="00822492"/>
    <w:rsid w:val="00822523"/>
    <w:rsid w:val="008226E8"/>
    <w:rsid w:val="008229DB"/>
    <w:rsid w:val="00822C2B"/>
    <w:rsid w:val="00822C4A"/>
    <w:rsid w:val="00822C9D"/>
    <w:rsid w:val="00822EF3"/>
    <w:rsid w:val="0082304A"/>
    <w:rsid w:val="00823055"/>
    <w:rsid w:val="008231D5"/>
    <w:rsid w:val="00823321"/>
    <w:rsid w:val="0082340E"/>
    <w:rsid w:val="008235C4"/>
    <w:rsid w:val="00823782"/>
    <w:rsid w:val="00824027"/>
    <w:rsid w:val="0082403E"/>
    <w:rsid w:val="008246FD"/>
    <w:rsid w:val="0082472E"/>
    <w:rsid w:val="00824838"/>
    <w:rsid w:val="0082484D"/>
    <w:rsid w:val="00824AA5"/>
    <w:rsid w:val="00824AE2"/>
    <w:rsid w:val="00824AE4"/>
    <w:rsid w:val="00824C86"/>
    <w:rsid w:val="00824CC0"/>
    <w:rsid w:val="00824CCD"/>
    <w:rsid w:val="00824E52"/>
    <w:rsid w:val="00824EEB"/>
    <w:rsid w:val="00825166"/>
    <w:rsid w:val="0082524C"/>
    <w:rsid w:val="008252E6"/>
    <w:rsid w:val="008253D2"/>
    <w:rsid w:val="008254A4"/>
    <w:rsid w:val="00825580"/>
    <w:rsid w:val="008259B7"/>
    <w:rsid w:val="00825A50"/>
    <w:rsid w:val="00825CD2"/>
    <w:rsid w:val="00825D04"/>
    <w:rsid w:val="00825DE1"/>
    <w:rsid w:val="00825E23"/>
    <w:rsid w:val="00825E4B"/>
    <w:rsid w:val="00825EB3"/>
    <w:rsid w:val="00826037"/>
    <w:rsid w:val="00826108"/>
    <w:rsid w:val="0082628D"/>
    <w:rsid w:val="0082644E"/>
    <w:rsid w:val="0082652C"/>
    <w:rsid w:val="0082667C"/>
    <w:rsid w:val="0082674A"/>
    <w:rsid w:val="008269E9"/>
    <w:rsid w:val="00826A5D"/>
    <w:rsid w:val="00826A65"/>
    <w:rsid w:val="00826C01"/>
    <w:rsid w:val="00826C0B"/>
    <w:rsid w:val="00826D33"/>
    <w:rsid w:val="00827323"/>
    <w:rsid w:val="00827661"/>
    <w:rsid w:val="008276F7"/>
    <w:rsid w:val="00827733"/>
    <w:rsid w:val="00827A75"/>
    <w:rsid w:val="00827B05"/>
    <w:rsid w:val="00827C14"/>
    <w:rsid w:val="00827DCE"/>
    <w:rsid w:val="00827E9A"/>
    <w:rsid w:val="00827FFE"/>
    <w:rsid w:val="008300A4"/>
    <w:rsid w:val="008300AB"/>
    <w:rsid w:val="00830138"/>
    <w:rsid w:val="0083022D"/>
    <w:rsid w:val="00830428"/>
    <w:rsid w:val="00830503"/>
    <w:rsid w:val="008306BE"/>
    <w:rsid w:val="0083078A"/>
    <w:rsid w:val="00830CE8"/>
    <w:rsid w:val="00830EB1"/>
    <w:rsid w:val="00830F0B"/>
    <w:rsid w:val="00830FC5"/>
    <w:rsid w:val="00831108"/>
    <w:rsid w:val="00831221"/>
    <w:rsid w:val="008312CD"/>
    <w:rsid w:val="008312F5"/>
    <w:rsid w:val="008313CA"/>
    <w:rsid w:val="00831591"/>
    <w:rsid w:val="008316EE"/>
    <w:rsid w:val="0083179C"/>
    <w:rsid w:val="0083189B"/>
    <w:rsid w:val="00831936"/>
    <w:rsid w:val="00831C93"/>
    <w:rsid w:val="00831D6A"/>
    <w:rsid w:val="00831DC6"/>
    <w:rsid w:val="00831EB7"/>
    <w:rsid w:val="00831F6F"/>
    <w:rsid w:val="00832156"/>
    <w:rsid w:val="008323BA"/>
    <w:rsid w:val="0083247F"/>
    <w:rsid w:val="008325A7"/>
    <w:rsid w:val="0083260A"/>
    <w:rsid w:val="00832A76"/>
    <w:rsid w:val="00832C9A"/>
    <w:rsid w:val="00832F5C"/>
    <w:rsid w:val="00832FCD"/>
    <w:rsid w:val="00833096"/>
    <w:rsid w:val="0083334B"/>
    <w:rsid w:val="0083378D"/>
    <w:rsid w:val="008337AC"/>
    <w:rsid w:val="008339D2"/>
    <w:rsid w:val="00833B7D"/>
    <w:rsid w:val="00833D40"/>
    <w:rsid w:val="00833D9E"/>
    <w:rsid w:val="00833DB2"/>
    <w:rsid w:val="00833E16"/>
    <w:rsid w:val="00833E93"/>
    <w:rsid w:val="008340B9"/>
    <w:rsid w:val="008341E5"/>
    <w:rsid w:val="00834205"/>
    <w:rsid w:val="00834318"/>
    <w:rsid w:val="0083461B"/>
    <w:rsid w:val="008346A1"/>
    <w:rsid w:val="008346A9"/>
    <w:rsid w:val="008346AA"/>
    <w:rsid w:val="00834ACD"/>
    <w:rsid w:val="00834C93"/>
    <w:rsid w:val="00834E8E"/>
    <w:rsid w:val="00834F91"/>
    <w:rsid w:val="0083515D"/>
    <w:rsid w:val="008352D0"/>
    <w:rsid w:val="0083556F"/>
    <w:rsid w:val="0083567E"/>
    <w:rsid w:val="00835930"/>
    <w:rsid w:val="00835A59"/>
    <w:rsid w:val="00835ACB"/>
    <w:rsid w:val="00835BEC"/>
    <w:rsid w:val="00835DB5"/>
    <w:rsid w:val="00835E44"/>
    <w:rsid w:val="00836041"/>
    <w:rsid w:val="00836261"/>
    <w:rsid w:val="00836417"/>
    <w:rsid w:val="008364B5"/>
    <w:rsid w:val="0083676C"/>
    <w:rsid w:val="008367C0"/>
    <w:rsid w:val="00836D87"/>
    <w:rsid w:val="00836F69"/>
    <w:rsid w:val="00837035"/>
    <w:rsid w:val="00837046"/>
    <w:rsid w:val="00837199"/>
    <w:rsid w:val="008371AC"/>
    <w:rsid w:val="0083720C"/>
    <w:rsid w:val="008372FA"/>
    <w:rsid w:val="008374D7"/>
    <w:rsid w:val="00837634"/>
    <w:rsid w:val="00837656"/>
    <w:rsid w:val="00837748"/>
    <w:rsid w:val="0083784A"/>
    <w:rsid w:val="00837A29"/>
    <w:rsid w:val="00837B25"/>
    <w:rsid w:val="00837C0D"/>
    <w:rsid w:val="00837EF6"/>
    <w:rsid w:val="00837F59"/>
    <w:rsid w:val="00837F84"/>
    <w:rsid w:val="008400D7"/>
    <w:rsid w:val="00840321"/>
    <w:rsid w:val="0084041E"/>
    <w:rsid w:val="00840534"/>
    <w:rsid w:val="00840833"/>
    <w:rsid w:val="00840845"/>
    <w:rsid w:val="00840B50"/>
    <w:rsid w:val="00840E34"/>
    <w:rsid w:val="00840F96"/>
    <w:rsid w:val="0084111D"/>
    <w:rsid w:val="008412C9"/>
    <w:rsid w:val="008413A3"/>
    <w:rsid w:val="0084140A"/>
    <w:rsid w:val="008415EB"/>
    <w:rsid w:val="00841839"/>
    <w:rsid w:val="008418A8"/>
    <w:rsid w:val="00841BB3"/>
    <w:rsid w:val="00841CB7"/>
    <w:rsid w:val="00841CBA"/>
    <w:rsid w:val="00841F96"/>
    <w:rsid w:val="00842070"/>
    <w:rsid w:val="008421B8"/>
    <w:rsid w:val="008422AA"/>
    <w:rsid w:val="0084248D"/>
    <w:rsid w:val="00842813"/>
    <w:rsid w:val="00842943"/>
    <w:rsid w:val="00842BEA"/>
    <w:rsid w:val="00842CC5"/>
    <w:rsid w:val="00843075"/>
    <w:rsid w:val="00843616"/>
    <w:rsid w:val="008436E4"/>
    <w:rsid w:val="008436F3"/>
    <w:rsid w:val="00843724"/>
    <w:rsid w:val="00843BDD"/>
    <w:rsid w:val="00843D69"/>
    <w:rsid w:val="00843EC1"/>
    <w:rsid w:val="008441AB"/>
    <w:rsid w:val="00844336"/>
    <w:rsid w:val="0084483B"/>
    <w:rsid w:val="00844BFB"/>
    <w:rsid w:val="0084501C"/>
    <w:rsid w:val="00845124"/>
    <w:rsid w:val="00845187"/>
    <w:rsid w:val="00845194"/>
    <w:rsid w:val="0084549A"/>
    <w:rsid w:val="008455D7"/>
    <w:rsid w:val="0084565C"/>
    <w:rsid w:val="0084581B"/>
    <w:rsid w:val="00845930"/>
    <w:rsid w:val="008459DF"/>
    <w:rsid w:val="00845E2D"/>
    <w:rsid w:val="00845E9A"/>
    <w:rsid w:val="00846399"/>
    <w:rsid w:val="008463E8"/>
    <w:rsid w:val="00846593"/>
    <w:rsid w:val="008465C8"/>
    <w:rsid w:val="0084666F"/>
    <w:rsid w:val="0084669A"/>
    <w:rsid w:val="008467FA"/>
    <w:rsid w:val="0084688F"/>
    <w:rsid w:val="00846B50"/>
    <w:rsid w:val="00846E76"/>
    <w:rsid w:val="00846F48"/>
    <w:rsid w:val="00846F5C"/>
    <w:rsid w:val="0084710F"/>
    <w:rsid w:val="00847119"/>
    <w:rsid w:val="008473F2"/>
    <w:rsid w:val="0084755D"/>
    <w:rsid w:val="00847759"/>
    <w:rsid w:val="008478F7"/>
    <w:rsid w:val="00847D1A"/>
    <w:rsid w:val="00847D6C"/>
    <w:rsid w:val="00847E08"/>
    <w:rsid w:val="00850087"/>
    <w:rsid w:val="008502EA"/>
    <w:rsid w:val="008505C4"/>
    <w:rsid w:val="0085094D"/>
    <w:rsid w:val="00850960"/>
    <w:rsid w:val="00850A2B"/>
    <w:rsid w:val="00850A9E"/>
    <w:rsid w:val="00850DC2"/>
    <w:rsid w:val="00851005"/>
    <w:rsid w:val="00851121"/>
    <w:rsid w:val="0085132D"/>
    <w:rsid w:val="0085143C"/>
    <w:rsid w:val="00851480"/>
    <w:rsid w:val="0085157E"/>
    <w:rsid w:val="00851741"/>
    <w:rsid w:val="0085193E"/>
    <w:rsid w:val="00851ACB"/>
    <w:rsid w:val="00851B56"/>
    <w:rsid w:val="00851F91"/>
    <w:rsid w:val="00852060"/>
    <w:rsid w:val="0085215D"/>
    <w:rsid w:val="00852422"/>
    <w:rsid w:val="0085248C"/>
    <w:rsid w:val="00852577"/>
    <w:rsid w:val="008525C3"/>
    <w:rsid w:val="00852692"/>
    <w:rsid w:val="008527EA"/>
    <w:rsid w:val="008528E9"/>
    <w:rsid w:val="00852A38"/>
    <w:rsid w:val="00852A42"/>
    <w:rsid w:val="00852B47"/>
    <w:rsid w:val="00852D56"/>
    <w:rsid w:val="00852ECF"/>
    <w:rsid w:val="00853193"/>
    <w:rsid w:val="008532CD"/>
    <w:rsid w:val="008534C2"/>
    <w:rsid w:val="008536F6"/>
    <w:rsid w:val="00853814"/>
    <w:rsid w:val="00853975"/>
    <w:rsid w:val="00853BC2"/>
    <w:rsid w:val="00853F2E"/>
    <w:rsid w:val="008540FB"/>
    <w:rsid w:val="00854229"/>
    <w:rsid w:val="0085426F"/>
    <w:rsid w:val="00854392"/>
    <w:rsid w:val="00854463"/>
    <w:rsid w:val="00854543"/>
    <w:rsid w:val="0085460D"/>
    <w:rsid w:val="0085461C"/>
    <w:rsid w:val="00854651"/>
    <w:rsid w:val="008546AC"/>
    <w:rsid w:val="00854957"/>
    <w:rsid w:val="00854C1A"/>
    <w:rsid w:val="00854E69"/>
    <w:rsid w:val="0085505F"/>
    <w:rsid w:val="00855093"/>
    <w:rsid w:val="008552F7"/>
    <w:rsid w:val="008553B7"/>
    <w:rsid w:val="008558DD"/>
    <w:rsid w:val="00855B7E"/>
    <w:rsid w:val="00855C20"/>
    <w:rsid w:val="00855C8A"/>
    <w:rsid w:val="00855E56"/>
    <w:rsid w:val="00855E65"/>
    <w:rsid w:val="00855E6A"/>
    <w:rsid w:val="0085609E"/>
    <w:rsid w:val="00856246"/>
    <w:rsid w:val="00856291"/>
    <w:rsid w:val="00856380"/>
    <w:rsid w:val="00856506"/>
    <w:rsid w:val="0085660A"/>
    <w:rsid w:val="0085673C"/>
    <w:rsid w:val="008567D0"/>
    <w:rsid w:val="00856A4E"/>
    <w:rsid w:val="00856CE8"/>
    <w:rsid w:val="00856CE9"/>
    <w:rsid w:val="00856D5E"/>
    <w:rsid w:val="00856DB6"/>
    <w:rsid w:val="00856DDB"/>
    <w:rsid w:val="00857211"/>
    <w:rsid w:val="0085724D"/>
    <w:rsid w:val="008572F1"/>
    <w:rsid w:val="008576D0"/>
    <w:rsid w:val="0085777D"/>
    <w:rsid w:val="00857791"/>
    <w:rsid w:val="008577D8"/>
    <w:rsid w:val="008578C7"/>
    <w:rsid w:val="0085790A"/>
    <w:rsid w:val="00857A26"/>
    <w:rsid w:val="00857A68"/>
    <w:rsid w:val="00857B83"/>
    <w:rsid w:val="00857C2C"/>
    <w:rsid w:val="00857C68"/>
    <w:rsid w:val="00857C7E"/>
    <w:rsid w:val="00857D81"/>
    <w:rsid w:val="00857E8F"/>
    <w:rsid w:val="00857F3D"/>
    <w:rsid w:val="00857FDF"/>
    <w:rsid w:val="00860043"/>
    <w:rsid w:val="0086005A"/>
    <w:rsid w:val="008602EA"/>
    <w:rsid w:val="008603E9"/>
    <w:rsid w:val="00860472"/>
    <w:rsid w:val="00860523"/>
    <w:rsid w:val="0086058A"/>
    <w:rsid w:val="00860B94"/>
    <w:rsid w:val="00861122"/>
    <w:rsid w:val="008612DD"/>
    <w:rsid w:val="00861381"/>
    <w:rsid w:val="00861513"/>
    <w:rsid w:val="00861553"/>
    <w:rsid w:val="008616BA"/>
    <w:rsid w:val="0086173A"/>
    <w:rsid w:val="00861777"/>
    <w:rsid w:val="008618B1"/>
    <w:rsid w:val="00861905"/>
    <w:rsid w:val="008619CC"/>
    <w:rsid w:val="00861C20"/>
    <w:rsid w:val="00861DD4"/>
    <w:rsid w:val="00861E04"/>
    <w:rsid w:val="00861EC0"/>
    <w:rsid w:val="00861F8C"/>
    <w:rsid w:val="0086232F"/>
    <w:rsid w:val="008623CF"/>
    <w:rsid w:val="00862545"/>
    <w:rsid w:val="008626A8"/>
    <w:rsid w:val="00862719"/>
    <w:rsid w:val="00862752"/>
    <w:rsid w:val="00862840"/>
    <w:rsid w:val="0086285D"/>
    <w:rsid w:val="0086289A"/>
    <w:rsid w:val="00862BA3"/>
    <w:rsid w:val="00862BD7"/>
    <w:rsid w:val="00862C6D"/>
    <w:rsid w:val="00862D1F"/>
    <w:rsid w:val="00862D70"/>
    <w:rsid w:val="0086306E"/>
    <w:rsid w:val="00863516"/>
    <w:rsid w:val="008637D4"/>
    <w:rsid w:val="008639F5"/>
    <w:rsid w:val="00863ABE"/>
    <w:rsid w:val="00863BC8"/>
    <w:rsid w:val="00863CCB"/>
    <w:rsid w:val="00863D0C"/>
    <w:rsid w:val="00863D27"/>
    <w:rsid w:val="00863E9D"/>
    <w:rsid w:val="00863FB8"/>
    <w:rsid w:val="00864130"/>
    <w:rsid w:val="008641D8"/>
    <w:rsid w:val="0086437B"/>
    <w:rsid w:val="008643AD"/>
    <w:rsid w:val="00864529"/>
    <w:rsid w:val="0086455A"/>
    <w:rsid w:val="0086468A"/>
    <w:rsid w:val="008647FF"/>
    <w:rsid w:val="00864830"/>
    <w:rsid w:val="0086496D"/>
    <w:rsid w:val="0086499F"/>
    <w:rsid w:val="00864D3A"/>
    <w:rsid w:val="00864E1A"/>
    <w:rsid w:val="00864E83"/>
    <w:rsid w:val="00864EE9"/>
    <w:rsid w:val="00864F53"/>
    <w:rsid w:val="00865075"/>
    <w:rsid w:val="00865151"/>
    <w:rsid w:val="008651BA"/>
    <w:rsid w:val="00865342"/>
    <w:rsid w:val="008654FE"/>
    <w:rsid w:val="008655C0"/>
    <w:rsid w:val="008655EE"/>
    <w:rsid w:val="00865600"/>
    <w:rsid w:val="008656B9"/>
    <w:rsid w:val="008657C3"/>
    <w:rsid w:val="008658BA"/>
    <w:rsid w:val="008659A2"/>
    <w:rsid w:val="008659EF"/>
    <w:rsid w:val="00865AA0"/>
    <w:rsid w:val="00865B5A"/>
    <w:rsid w:val="00865D9C"/>
    <w:rsid w:val="00865DF8"/>
    <w:rsid w:val="00865FA1"/>
    <w:rsid w:val="0086605F"/>
    <w:rsid w:val="008660E5"/>
    <w:rsid w:val="0086611F"/>
    <w:rsid w:val="0086637E"/>
    <w:rsid w:val="00866491"/>
    <w:rsid w:val="008664EA"/>
    <w:rsid w:val="008665EF"/>
    <w:rsid w:val="00866630"/>
    <w:rsid w:val="0086684A"/>
    <w:rsid w:val="00866906"/>
    <w:rsid w:val="00866C2C"/>
    <w:rsid w:val="00866C4A"/>
    <w:rsid w:val="00866E92"/>
    <w:rsid w:val="00866F49"/>
    <w:rsid w:val="00867065"/>
    <w:rsid w:val="00867105"/>
    <w:rsid w:val="00867172"/>
    <w:rsid w:val="00867179"/>
    <w:rsid w:val="008673FD"/>
    <w:rsid w:val="008675BF"/>
    <w:rsid w:val="008675E1"/>
    <w:rsid w:val="0086793F"/>
    <w:rsid w:val="00867956"/>
    <w:rsid w:val="00867B7E"/>
    <w:rsid w:val="00867C66"/>
    <w:rsid w:val="00867E63"/>
    <w:rsid w:val="00867FFD"/>
    <w:rsid w:val="00870029"/>
    <w:rsid w:val="008700C4"/>
    <w:rsid w:val="008701B1"/>
    <w:rsid w:val="0087065E"/>
    <w:rsid w:val="0087085D"/>
    <w:rsid w:val="00870898"/>
    <w:rsid w:val="008709E7"/>
    <w:rsid w:val="00870B84"/>
    <w:rsid w:val="00870D68"/>
    <w:rsid w:val="0087116F"/>
    <w:rsid w:val="008712A3"/>
    <w:rsid w:val="008713A5"/>
    <w:rsid w:val="00871526"/>
    <w:rsid w:val="00871931"/>
    <w:rsid w:val="00871AEA"/>
    <w:rsid w:val="00871B3C"/>
    <w:rsid w:val="00871D3B"/>
    <w:rsid w:val="00871DEA"/>
    <w:rsid w:val="00871F5C"/>
    <w:rsid w:val="00872253"/>
    <w:rsid w:val="00872256"/>
    <w:rsid w:val="00872329"/>
    <w:rsid w:val="00872360"/>
    <w:rsid w:val="0087247F"/>
    <w:rsid w:val="00872780"/>
    <w:rsid w:val="00872A38"/>
    <w:rsid w:val="00872A40"/>
    <w:rsid w:val="00872A44"/>
    <w:rsid w:val="00872C8B"/>
    <w:rsid w:val="00872D04"/>
    <w:rsid w:val="00872F9E"/>
    <w:rsid w:val="008730FC"/>
    <w:rsid w:val="00873249"/>
    <w:rsid w:val="00873741"/>
    <w:rsid w:val="00873854"/>
    <w:rsid w:val="008738A8"/>
    <w:rsid w:val="00873C9D"/>
    <w:rsid w:val="0087426E"/>
    <w:rsid w:val="0087437F"/>
    <w:rsid w:val="008745F6"/>
    <w:rsid w:val="0087480F"/>
    <w:rsid w:val="00874AA7"/>
    <w:rsid w:val="00874B33"/>
    <w:rsid w:val="00874C93"/>
    <w:rsid w:val="00874D32"/>
    <w:rsid w:val="00874D9F"/>
    <w:rsid w:val="00874E6D"/>
    <w:rsid w:val="00874F06"/>
    <w:rsid w:val="0087504A"/>
    <w:rsid w:val="00875229"/>
    <w:rsid w:val="00875415"/>
    <w:rsid w:val="00875551"/>
    <w:rsid w:val="008755E1"/>
    <w:rsid w:val="00875833"/>
    <w:rsid w:val="00875E57"/>
    <w:rsid w:val="00875FC5"/>
    <w:rsid w:val="008760B0"/>
    <w:rsid w:val="00876534"/>
    <w:rsid w:val="008765C1"/>
    <w:rsid w:val="0087668F"/>
    <w:rsid w:val="00876CBC"/>
    <w:rsid w:val="00876D42"/>
    <w:rsid w:val="00876DC0"/>
    <w:rsid w:val="008772C8"/>
    <w:rsid w:val="008773CC"/>
    <w:rsid w:val="008774D3"/>
    <w:rsid w:val="0087751B"/>
    <w:rsid w:val="0087757C"/>
    <w:rsid w:val="00877612"/>
    <w:rsid w:val="00877643"/>
    <w:rsid w:val="0087773F"/>
    <w:rsid w:val="0087775B"/>
    <w:rsid w:val="00877859"/>
    <w:rsid w:val="0087793F"/>
    <w:rsid w:val="00877AE2"/>
    <w:rsid w:val="00877AEC"/>
    <w:rsid w:val="00877C1C"/>
    <w:rsid w:val="00877ED6"/>
    <w:rsid w:val="00880061"/>
    <w:rsid w:val="00880255"/>
    <w:rsid w:val="0088032D"/>
    <w:rsid w:val="00880427"/>
    <w:rsid w:val="008804AD"/>
    <w:rsid w:val="00880579"/>
    <w:rsid w:val="00880664"/>
    <w:rsid w:val="008806A1"/>
    <w:rsid w:val="008806BE"/>
    <w:rsid w:val="008808EB"/>
    <w:rsid w:val="0088095A"/>
    <w:rsid w:val="00880A63"/>
    <w:rsid w:val="00880B93"/>
    <w:rsid w:val="00880C2B"/>
    <w:rsid w:val="00880C9C"/>
    <w:rsid w:val="00880CE1"/>
    <w:rsid w:val="00880D9B"/>
    <w:rsid w:val="00880F75"/>
    <w:rsid w:val="00881201"/>
    <w:rsid w:val="00881281"/>
    <w:rsid w:val="00881420"/>
    <w:rsid w:val="008816E0"/>
    <w:rsid w:val="00881718"/>
    <w:rsid w:val="008817CC"/>
    <w:rsid w:val="008818ED"/>
    <w:rsid w:val="00881A15"/>
    <w:rsid w:val="00881B47"/>
    <w:rsid w:val="00881D36"/>
    <w:rsid w:val="00881D8C"/>
    <w:rsid w:val="00881DB6"/>
    <w:rsid w:val="00881EB8"/>
    <w:rsid w:val="00882101"/>
    <w:rsid w:val="00882151"/>
    <w:rsid w:val="00882358"/>
    <w:rsid w:val="008823F5"/>
    <w:rsid w:val="00882593"/>
    <w:rsid w:val="00882660"/>
    <w:rsid w:val="008826B3"/>
    <w:rsid w:val="00882723"/>
    <w:rsid w:val="0088272A"/>
    <w:rsid w:val="0088281B"/>
    <w:rsid w:val="008829E6"/>
    <w:rsid w:val="00882A17"/>
    <w:rsid w:val="00882A8F"/>
    <w:rsid w:val="00882BB7"/>
    <w:rsid w:val="00882C86"/>
    <w:rsid w:val="00882E4F"/>
    <w:rsid w:val="00882E93"/>
    <w:rsid w:val="008830D1"/>
    <w:rsid w:val="00883441"/>
    <w:rsid w:val="00883572"/>
    <w:rsid w:val="008835FC"/>
    <w:rsid w:val="0088361E"/>
    <w:rsid w:val="00883799"/>
    <w:rsid w:val="00883801"/>
    <w:rsid w:val="00883901"/>
    <w:rsid w:val="008839B8"/>
    <w:rsid w:val="00883C00"/>
    <w:rsid w:val="00883D2E"/>
    <w:rsid w:val="00883DDA"/>
    <w:rsid w:val="00883E0E"/>
    <w:rsid w:val="00884074"/>
    <w:rsid w:val="008841B5"/>
    <w:rsid w:val="008842CB"/>
    <w:rsid w:val="0088434C"/>
    <w:rsid w:val="0088490C"/>
    <w:rsid w:val="00884A12"/>
    <w:rsid w:val="00884BCA"/>
    <w:rsid w:val="00884E6A"/>
    <w:rsid w:val="00884F41"/>
    <w:rsid w:val="00885005"/>
    <w:rsid w:val="008850B4"/>
    <w:rsid w:val="0088548E"/>
    <w:rsid w:val="0088568E"/>
    <w:rsid w:val="00885739"/>
    <w:rsid w:val="0088573F"/>
    <w:rsid w:val="00885794"/>
    <w:rsid w:val="008857F8"/>
    <w:rsid w:val="0088583B"/>
    <w:rsid w:val="008859FF"/>
    <w:rsid w:val="00885A8A"/>
    <w:rsid w:val="00885AB4"/>
    <w:rsid w:val="00885B1B"/>
    <w:rsid w:val="00885E2F"/>
    <w:rsid w:val="00885E4A"/>
    <w:rsid w:val="00885F26"/>
    <w:rsid w:val="00885F31"/>
    <w:rsid w:val="00885FC0"/>
    <w:rsid w:val="008860BD"/>
    <w:rsid w:val="0088615A"/>
    <w:rsid w:val="0088625D"/>
    <w:rsid w:val="008862B3"/>
    <w:rsid w:val="0088637A"/>
    <w:rsid w:val="00886440"/>
    <w:rsid w:val="008864B6"/>
    <w:rsid w:val="008867EA"/>
    <w:rsid w:val="008867F4"/>
    <w:rsid w:val="008867FC"/>
    <w:rsid w:val="008868A5"/>
    <w:rsid w:val="008868E3"/>
    <w:rsid w:val="008868F7"/>
    <w:rsid w:val="00886A27"/>
    <w:rsid w:val="00886B7F"/>
    <w:rsid w:val="00886E49"/>
    <w:rsid w:val="00886EDF"/>
    <w:rsid w:val="00887057"/>
    <w:rsid w:val="0088719A"/>
    <w:rsid w:val="00887470"/>
    <w:rsid w:val="008875BB"/>
    <w:rsid w:val="008876F8"/>
    <w:rsid w:val="00887785"/>
    <w:rsid w:val="008877C6"/>
    <w:rsid w:val="00887AFD"/>
    <w:rsid w:val="00887C7E"/>
    <w:rsid w:val="00887C8A"/>
    <w:rsid w:val="00887F1D"/>
    <w:rsid w:val="00887F57"/>
    <w:rsid w:val="00887F69"/>
    <w:rsid w:val="008904FB"/>
    <w:rsid w:val="0089056C"/>
    <w:rsid w:val="00890936"/>
    <w:rsid w:val="00890BF9"/>
    <w:rsid w:val="00890D88"/>
    <w:rsid w:val="00890E46"/>
    <w:rsid w:val="008911F1"/>
    <w:rsid w:val="0089129A"/>
    <w:rsid w:val="008912A9"/>
    <w:rsid w:val="0089145B"/>
    <w:rsid w:val="0089145D"/>
    <w:rsid w:val="00891470"/>
    <w:rsid w:val="008914C0"/>
    <w:rsid w:val="008914F2"/>
    <w:rsid w:val="00891700"/>
    <w:rsid w:val="00891737"/>
    <w:rsid w:val="0089176B"/>
    <w:rsid w:val="00891888"/>
    <w:rsid w:val="00891A72"/>
    <w:rsid w:val="00891B55"/>
    <w:rsid w:val="00891C3A"/>
    <w:rsid w:val="00891EB0"/>
    <w:rsid w:val="00892010"/>
    <w:rsid w:val="008922D8"/>
    <w:rsid w:val="008923A3"/>
    <w:rsid w:val="0089254C"/>
    <w:rsid w:val="00892942"/>
    <w:rsid w:val="00892AB3"/>
    <w:rsid w:val="00892CCB"/>
    <w:rsid w:val="00892CF4"/>
    <w:rsid w:val="00892D6C"/>
    <w:rsid w:val="00892E32"/>
    <w:rsid w:val="00892F04"/>
    <w:rsid w:val="00892F9B"/>
    <w:rsid w:val="008930F5"/>
    <w:rsid w:val="00893622"/>
    <w:rsid w:val="0089388E"/>
    <w:rsid w:val="0089389B"/>
    <w:rsid w:val="00893A4F"/>
    <w:rsid w:val="00893A86"/>
    <w:rsid w:val="00893B7E"/>
    <w:rsid w:val="00893BB3"/>
    <w:rsid w:val="00893BD9"/>
    <w:rsid w:val="00893C26"/>
    <w:rsid w:val="00893C75"/>
    <w:rsid w:val="00893D2B"/>
    <w:rsid w:val="00893F74"/>
    <w:rsid w:val="00893F92"/>
    <w:rsid w:val="00894104"/>
    <w:rsid w:val="0089415E"/>
    <w:rsid w:val="0089416E"/>
    <w:rsid w:val="008943C2"/>
    <w:rsid w:val="0089454F"/>
    <w:rsid w:val="008945B1"/>
    <w:rsid w:val="008948FB"/>
    <w:rsid w:val="008949AF"/>
    <w:rsid w:val="00894A0B"/>
    <w:rsid w:val="00894B2C"/>
    <w:rsid w:val="00894E0D"/>
    <w:rsid w:val="00894E46"/>
    <w:rsid w:val="00894E52"/>
    <w:rsid w:val="008953AD"/>
    <w:rsid w:val="008953DC"/>
    <w:rsid w:val="008954E9"/>
    <w:rsid w:val="00895804"/>
    <w:rsid w:val="00895AEC"/>
    <w:rsid w:val="00895AF0"/>
    <w:rsid w:val="00895C75"/>
    <w:rsid w:val="00895CAB"/>
    <w:rsid w:val="00895DBA"/>
    <w:rsid w:val="00895EA5"/>
    <w:rsid w:val="00895F51"/>
    <w:rsid w:val="00895F54"/>
    <w:rsid w:val="00895F9B"/>
    <w:rsid w:val="00895FC7"/>
    <w:rsid w:val="00895FF6"/>
    <w:rsid w:val="008960FA"/>
    <w:rsid w:val="008961CB"/>
    <w:rsid w:val="00896285"/>
    <w:rsid w:val="00896379"/>
    <w:rsid w:val="00896515"/>
    <w:rsid w:val="0089665D"/>
    <w:rsid w:val="008969BE"/>
    <w:rsid w:val="00896A80"/>
    <w:rsid w:val="00896B56"/>
    <w:rsid w:val="00896B76"/>
    <w:rsid w:val="00896C6E"/>
    <w:rsid w:val="00896E3E"/>
    <w:rsid w:val="00896ECA"/>
    <w:rsid w:val="008970AE"/>
    <w:rsid w:val="0089747C"/>
    <w:rsid w:val="008975C1"/>
    <w:rsid w:val="008975DF"/>
    <w:rsid w:val="00897624"/>
    <w:rsid w:val="00897659"/>
    <w:rsid w:val="008976BD"/>
    <w:rsid w:val="008977BB"/>
    <w:rsid w:val="008977BE"/>
    <w:rsid w:val="008979C6"/>
    <w:rsid w:val="00897A01"/>
    <w:rsid w:val="00897EF4"/>
    <w:rsid w:val="00897F65"/>
    <w:rsid w:val="008A0167"/>
    <w:rsid w:val="008A0529"/>
    <w:rsid w:val="008A0672"/>
    <w:rsid w:val="008A068B"/>
    <w:rsid w:val="008A06C6"/>
    <w:rsid w:val="008A07E1"/>
    <w:rsid w:val="008A0848"/>
    <w:rsid w:val="008A089A"/>
    <w:rsid w:val="008A0A44"/>
    <w:rsid w:val="008A0B01"/>
    <w:rsid w:val="008A0B3C"/>
    <w:rsid w:val="008A0D9D"/>
    <w:rsid w:val="008A0EBB"/>
    <w:rsid w:val="008A0EBD"/>
    <w:rsid w:val="008A1148"/>
    <w:rsid w:val="008A1167"/>
    <w:rsid w:val="008A11ED"/>
    <w:rsid w:val="008A12AE"/>
    <w:rsid w:val="008A12F8"/>
    <w:rsid w:val="008A157C"/>
    <w:rsid w:val="008A162E"/>
    <w:rsid w:val="008A17CB"/>
    <w:rsid w:val="008A180B"/>
    <w:rsid w:val="008A1A80"/>
    <w:rsid w:val="008A1F24"/>
    <w:rsid w:val="008A1F6E"/>
    <w:rsid w:val="008A1FEA"/>
    <w:rsid w:val="008A22BB"/>
    <w:rsid w:val="008A256A"/>
    <w:rsid w:val="008A25E0"/>
    <w:rsid w:val="008A2952"/>
    <w:rsid w:val="008A2BA4"/>
    <w:rsid w:val="008A2D1A"/>
    <w:rsid w:val="008A2E8A"/>
    <w:rsid w:val="008A3110"/>
    <w:rsid w:val="008A3141"/>
    <w:rsid w:val="008A330B"/>
    <w:rsid w:val="008A362B"/>
    <w:rsid w:val="008A38AD"/>
    <w:rsid w:val="008A38F2"/>
    <w:rsid w:val="008A3AFE"/>
    <w:rsid w:val="008A3B60"/>
    <w:rsid w:val="008A3C38"/>
    <w:rsid w:val="008A3C65"/>
    <w:rsid w:val="008A3DBA"/>
    <w:rsid w:val="008A3F4D"/>
    <w:rsid w:val="008A41F5"/>
    <w:rsid w:val="008A41FD"/>
    <w:rsid w:val="008A4334"/>
    <w:rsid w:val="008A44CE"/>
    <w:rsid w:val="008A4558"/>
    <w:rsid w:val="008A4BB6"/>
    <w:rsid w:val="008A4D25"/>
    <w:rsid w:val="008A4D6E"/>
    <w:rsid w:val="008A4F06"/>
    <w:rsid w:val="008A4F51"/>
    <w:rsid w:val="008A5043"/>
    <w:rsid w:val="008A528D"/>
    <w:rsid w:val="008A52E2"/>
    <w:rsid w:val="008A52FF"/>
    <w:rsid w:val="008A5442"/>
    <w:rsid w:val="008A5544"/>
    <w:rsid w:val="008A5549"/>
    <w:rsid w:val="008A55A4"/>
    <w:rsid w:val="008A5668"/>
    <w:rsid w:val="008A57E3"/>
    <w:rsid w:val="008A5C45"/>
    <w:rsid w:val="008A5EB8"/>
    <w:rsid w:val="008A620E"/>
    <w:rsid w:val="008A6263"/>
    <w:rsid w:val="008A636F"/>
    <w:rsid w:val="008A63CE"/>
    <w:rsid w:val="008A6421"/>
    <w:rsid w:val="008A64E1"/>
    <w:rsid w:val="008A658C"/>
    <w:rsid w:val="008A65F7"/>
    <w:rsid w:val="008A66A0"/>
    <w:rsid w:val="008A66FC"/>
    <w:rsid w:val="008A6733"/>
    <w:rsid w:val="008A6775"/>
    <w:rsid w:val="008A6C31"/>
    <w:rsid w:val="008A6D9B"/>
    <w:rsid w:val="008A6DC8"/>
    <w:rsid w:val="008A6E03"/>
    <w:rsid w:val="008A6E76"/>
    <w:rsid w:val="008A6ED6"/>
    <w:rsid w:val="008A6FB8"/>
    <w:rsid w:val="008A6FDE"/>
    <w:rsid w:val="008A7086"/>
    <w:rsid w:val="008A73E8"/>
    <w:rsid w:val="008A73FD"/>
    <w:rsid w:val="008A742F"/>
    <w:rsid w:val="008A743A"/>
    <w:rsid w:val="008A75E5"/>
    <w:rsid w:val="008A76D6"/>
    <w:rsid w:val="008A794F"/>
    <w:rsid w:val="008A7969"/>
    <w:rsid w:val="008A7D59"/>
    <w:rsid w:val="008A7D70"/>
    <w:rsid w:val="008A7E96"/>
    <w:rsid w:val="008A7EA7"/>
    <w:rsid w:val="008A7EAE"/>
    <w:rsid w:val="008A7F03"/>
    <w:rsid w:val="008A7FA8"/>
    <w:rsid w:val="008B006D"/>
    <w:rsid w:val="008B026F"/>
    <w:rsid w:val="008B02A6"/>
    <w:rsid w:val="008B02B9"/>
    <w:rsid w:val="008B036F"/>
    <w:rsid w:val="008B0476"/>
    <w:rsid w:val="008B0551"/>
    <w:rsid w:val="008B055A"/>
    <w:rsid w:val="008B08C1"/>
    <w:rsid w:val="008B09F2"/>
    <w:rsid w:val="008B0B99"/>
    <w:rsid w:val="008B0D13"/>
    <w:rsid w:val="008B0D4A"/>
    <w:rsid w:val="008B0DF7"/>
    <w:rsid w:val="008B0E2F"/>
    <w:rsid w:val="008B0FED"/>
    <w:rsid w:val="008B109F"/>
    <w:rsid w:val="008B1238"/>
    <w:rsid w:val="008B14C2"/>
    <w:rsid w:val="008B152A"/>
    <w:rsid w:val="008B157F"/>
    <w:rsid w:val="008B18C9"/>
    <w:rsid w:val="008B18E1"/>
    <w:rsid w:val="008B1953"/>
    <w:rsid w:val="008B1A5A"/>
    <w:rsid w:val="008B1BAA"/>
    <w:rsid w:val="008B21B3"/>
    <w:rsid w:val="008B259C"/>
    <w:rsid w:val="008B2814"/>
    <w:rsid w:val="008B2850"/>
    <w:rsid w:val="008B28A9"/>
    <w:rsid w:val="008B298C"/>
    <w:rsid w:val="008B2A0C"/>
    <w:rsid w:val="008B2B23"/>
    <w:rsid w:val="008B2B85"/>
    <w:rsid w:val="008B2C1B"/>
    <w:rsid w:val="008B2C72"/>
    <w:rsid w:val="008B2C8A"/>
    <w:rsid w:val="008B2D09"/>
    <w:rsid w:val="008B2E82"/>
    <w:rsid w:val="008B2F06"/>
    <w:rsid w:val="008B2F28"/>
    <w:rsid w:val="008B2FD5"/>
    <w:rsid w:val="008B31F4"/>
    <w:rsid w:val="008B3209"/>
    <w:rsid w:val="008B367B"/>
    <w:rsid w:val="008B36BB"/>
    <w:rsid w:val="008B37B5"/>
    <w:rsid w:val="008B387D"/>
    <w:rsid w:val="008B3C59"/>
    <w:rsid w:val="008B3DC1"/>
    <w:rsid w:val="008B3E16"/>
    <w:rsid w:val="008B3E67"/>
    <w:rsid w:val="008B3E7A"/>
    <w:rsid w:val="008B3FB8"/>
    <w:rsid w:val="008B41D9"/>
    <w:rsid w:val="008B422C"/>
    <w:rsid w:val="008B463F"/>
    <w:rsid w:val="008B4896"/>
    <w:rsid w:val="008B49D9"/>
    <w:rsid w:val="008B4AB6"/>
    <w:rsid w:val="008B4DC9"/>
    <w:rsid w:val="008B4DD4"/>
    <w:rsid w:val="008B5266"/>
    <w:rsid w:val="008B53A4"/>
    <w:rsid w:val="008B53B9"/>
    <w:rsid w:val="008B53FE"/>
    <w:rsid w:val="008B5765"/>
    <w:rsid w:val="008B57FD"/>
    <w:rsid w:val="008B5842"/>
    <w:rsid w:val="008B5843"/>
    <w:rsid w:val="008B58EF"/>
    <w:rsid w:val="008B58FF"/>
    <w:rsid w:val="008B59AC"/>
    <w:rsid w:val="008B5A2C"/>
    <w:rsid w:val="008B5A79"/>
    <w:rsid w:val="008B5B5D"/>
    <w:rsid w:val="008B5B61"/>
    <w:rsid w:val="008B5B7E"/>
    <w:rsid w:val="008B5C9C"/>
    <w:rsid w:val="008B5D59"/>
    <w:rsid w:val="008B5DBA"/>
    <w:rsid w:val="008B5FC0"/>
    <w:rsid w:val="008B5FEB"/>
    <w:rsid w:val="008B6567"/>
    <w:rsid w:val="008B6710"/>
    <w:rsid w:val="008B678F"/>
    <w:rsid w:val="008B6790"/>
    <w:rsid w:val="008B67D6"/>
    <w:rsid w:val="008B6AEB"/>
    <w:rsid w:val="008B6AF1"/>
    <w:rsid w:val="008B6DB7"/>
    <w:rsid w:val="008B6E98"/>
    <w:rsid w:val="008B7096"/>
    <w:rsid w:val="008B7297"/>
    <w:rsid w:val="008B7468"/>
    <w:rsid w:val="008B77C0"/>
    <w:rsid w:val="008B780B"/>
    <w:rsid w:val="008B78FC"/>
    <w:rsid w:val="008B7BB2"/>
    <w:rsid w:val="008B7C4A"/>
    <w:rsid w:val="008B7CCA"/>
    <w:rsid w:val="008B7FF0"/>
    <w:rsid w:val="008C0027"/>
    <w:rsid w:val="008C0259"/>
    <w:rsid w:val="008C027B"/>
    <w:rsid w:val="008C0491"/>
    <w:rsid w:val="008C052F"/>
    <w:rsid w:val="008C0682"/>
    <w:rsid w:val="008C068F"/>
    <w:rsid w:val="008C0773"/>
    <w:rsid w:val="008C0844"/>
    <w:rsid w:val="008C0971"/>
    <w:rsid w:val="008C09E2"/>
    <w:rsid w:val="008C0B51"/>
    <w:rsid w:val="008C0BC1"/>
    <w:rsid w:val="008C0D82"/>
    <w:rsid w:val="008C0D9B"/>
    <w:rsid w:val="008C0DEF"/>
    <w:rsid w:val="008C0EBB"/>
    <w:rsid w:val="008C13A3"/>
    <w:rsid w:val="008C164E"/>
    <w:rsid w:val="008C1667"/>
    <w:rsid w:val="008C1734"/>
    <w:rsid w:val="008C1818"/>
    <w:rsid w:val="008C1A10"/>
    <w:rsid w:val="008C1EE8"/>
    <w:rsid w:val="008C2388"/>
    <w:rsid w:val="008C2A1A"/>
    <w:rsid w:val="008C2AB5"/>
    <w:rsid w:val="008C2BA0"/>
    <w:rsid w:val="008C2D3D"/>
    <w:rsid w:val="008C303F"/>
    <w:rsid w:val="008C355E"/>
    <w:rsid w:val="008C3621"/>
    <w:rsid w:val="008C3639"/>
    <w:rsid w:val="008C369E"/>
    <w:rsid w:val="008C379E"/>
    <w:rsid w:val="008C3A3F"/>
    <w:rsid w:val="008C3B73"/>
    <w:rsid w:val="008C3E14"/>
    <w:rsid w:val="008C3E9F"/>
    <w:rsid w:val="008C4367"/>
    <w:rsid w:val="008C4543"/>
    <w:rsid w:val="008C4546"/>
    <w:rsid w:val="008C4582"/>
    <w:rsid w:val="008C46FC"/>
    <w:rsid w:val="008C486B"/>
    <w:rsid w:val="008C48EF"/>
    <w:rsid w:val="008C4C64"/>
    <w:rsid w:val="008C4D21"/>
    <w:rsid w:val="008C4E6C"/>
    <w:rsid w:val="008C4F0B"/>
    <w:rsid w:val="008C4F68"/>
    <w:rsid w:val="008C5016"/>
    <w:rsid w:val="008C50D2"/>
    <w:rsid w:val="008C511D"/>
    <w:rsid w:val="008C5367"/>
    <w:rsid w:val="008C546D"/>
    <w:rsid w:val="008C55E6"/>
    <w:rsid w:val="008C562E"/>
    <w:rsid w:val="008C5867"/>
    <w:rsid w:val="008C5D97"/>
    <w:rsid w:val="008C5E94"/>
    <w:rsid w:val="008C5EBA"/>
    <w:rsid w:val="008C6148"/>
    <w:rsid w:val="008C6196"/>
    <w:rsid w:val="008C6347"/>
    <w:rsid w:val="008C635B"/>
    <w:rsid w:val="008C6387"/>
    <w:rsid w:val="008C6454"/>
    <w:rsid w:val="008C64E9"/>
    <w:rsid w:val="008C661F"/>
    <w:rsid w:val="008C6667"/>
    <w:rsid w:val="008C6709"/>
    <w:rsid w:val="008C6767"/>
    <w:rsid w:val="008C698F"/>
    <w:rsid w:val="008C69C0"/>
    <w:rsid w:val="008C6B2E"/>
    <w:rsid w:val="008C6C98"/>
    <w:rsid w:val="008C6CA4"/>
    <w:rsid w:val="008C6D47"/>
    <w:rsid w:val="008C6EC5"/>
    <w:rsid w:val="008C6FEF"/>
    <w:rsid w:val="008C700D"/>
    <w:rsid w:val="008C7083"/>
    <w:rsid w:val="008C7113"/>
    <w:rsid w:val="008C714B"/>
    <w:rsid w:val="008C7450"/>
    <w:rsid w:val="008C7453"/>
    <w:rsid w:val="008C76C8"/>
    <w:rsid w:val="008C7846"/>
    <w:rsid w:val="008C7C91"/>
    <w:rsid w:val="008D032A"/>
    <w:rsid w:val="008D065E"/>
    <w:rsid w:val="008D069F"/>
    <w:rsid w:val="008D0ADB"/>
    <w:rsid w:val="008D0FDF"/>
    <w:rsid w:val="008D10E4"/>
    <w:rsid w:val="008D127A"/>
    <w:rsid w:val="008D1694"/>
    <w:rsid w:val="008D179F"/>
    <w:rsid w:val="008D190A"/>
    <w:rsid w:val="008D1B26"/>
    <w:rsid w:val="008D1BA3"/>
    <w:rsid w:val="008D1C4A"/>
    <w:rsid w:val="008D1C61"/>
    <w:rsid w:val="008D1E74"/>
    <w:rsid w:val="008D1EF7"/>
    <w:rsid w:val="008D2141"/>
    <w:rsid w:val="008D2192"/>
    <w:rsid w:val="008D24A9"/>
    <w:rsid w:val="008D24C9"/>
    <w:rsid w:val="008D251E"/>
    <w:rsid w:val="008D26B8"/>
    <w:rsid w:val="008D2845"/>
    <w:rsid w:val="008D287F"/>
    <w:rsid w:val="008D2C9B"/>
    <w:rsid w:val="008D3024"/>
    <w:rsid w:val="008D333F"/>
    <w:rsid w:val="008D352D"/>
    <w:rsid w:val="008D354C"/>
    <w:rsid w:val="008D3692"/>
    <w:rsid w:val="008D372A"/>
    <w:rsid w:val="008D37C9"/>
    <w:rsid w:val="008D3827"/>
    <w:rsid w:val="008D386F"/>
    <w:rsid w:val="008D392B"/>
    <w:rsid w:val="008D3B1C"/>
    <w:rsid w:val="008D3BBD"/>
    <w:rsid w:val="008D3DDC"/>
    <w:rsid w:val="008D402F"/>
    <w:rsid w:val="008D43B4"/>
    <w:rsid w:val="008D4933"/>
    <w:rsid w:val="008D4A73"/>
    <w:rsid w:val="008D5129"/>
    <w:rsid w:val="008D5352"/>
    <w:rsid w:val="008D5458"/>
    <w:rsid w:val="008D582A"/>
    <w:rsid w:val="008D586A"/>
    <w:rsid w:val="008D59FB"/>
    <w:rsid w:val="008D5B23"/>
    <w:rsid w:val="008D5D07"/>
    <w:rsid w:val="008D5F37"/>
    <w:rsid w:val="008D5F90"/>
    <w:rsid w:val="008D6363"/>
    <w:rsid w:val="008D63C5"/>
    <w:rsid w:val="008D6533"/>
    <w:rsid w:val="008D6540"/>
    <w:rsid w:val="008D6685"/>
    <w:rsid w:val="008D6844"/>
    <w:rsid w:val="008D6940"/>
    <w:rsid w:val="008D6BE1"/>
    <w:rsid w:val="008D6C01"/>
    <w:rsid w:val="008D6D60"/>
    <w:rsid w:val="008D6DD0"/>
    <w:rsid w:val="008D6E39"/>
    <w:rsid w:val="008D70FF"/>
    <w:rsid w:val="008D754C"/>
    <w:rsid w:val="008D758A"/>
    <w:rsid w:val="008D758C"/>
    <w:rsid w:val="008D7795"/>
    <w:rsid w:val="008D77B0"/>
    <w:rsid w:val="008D77E8"/>
    <w:rsid w:val="008D783F"/>
    <w:rsid w:val="008D7877"/>
    <w:rsid w:val="008D78C2"/>
    <w:rsid w:val="008D78E6"/>
    <w:rsid w:val="008D7A0C"/>
    <w:rsid w:val="008D7CC6"/>
    <w:rsid w:val="008D7F36"/>
    <w:rsid w:val="008E006E"/>
    <w:rsid w:val="008E02C2"/>
    <w:rsid w:val="008E0716"/>
    <w:rsid w:val="008E075E"/>
    <w:rsid w:val="008E0A79"/>
    <w:rsid w:val="008E0B94"/>
    <w:rsid w:val="008E0C18"/>
    <w:rsid w:val="008E0C55"/>
    <w:rsid w:val="008E0D4A"/>
    <w:rsid w:val="008E0EA7"/>
    <w:rsid w:val="008E1225"/>
    <w:rsid w:val="008E1359"/>
    <w:rsid w:val="008E178C"/>
    <w:rsid w:val="008E18D9"/>
    <w:rsid w:val="008E18EC"/>
    <w:rsid w:val="008E1C1F"/>
    <w:rsid w:val="008E1C44"/>
    <w:rsid w:val="008E1D10"/>
    <w:rsid w:val="008E1EBC"/>
    <w:rsid w:val="008E20A1"/>
    <w:rsid w:val="008E2195"/>
    <w:rsid w:val="008E24CF"/>
    <w:rsid w:val="008E263F"/>
    <w:rsid w:val="008E2659"/>
    <w:rsid w:val="008E27D9"/>
    <w:rsid w:val="008E28E0"/>
    <w:rsid w:val="008E2976"/>
    <w:rsid w:val="008E29C1"/>
    <w:rsid w:val="008E2A1A"/>
    <w:rsid w:val="008E2E2E"/>
    <w:rsid w:val="008E2EB1"/>
    <w:rsid w:val="008E2FDB"/>
    <w:rsid w:val="008E35B8"/>
    <w:rsid w:val="008E384B"/>
    <w:rsid w:val="008E3932"/>
    <w:rsid w:val="008E3A6E"/>
    <w:rsid w:val="008E3C6F"/>
    <w:rsid w:val="008E3D43"/>
    <w:rsid w:val="008E3F1B"/>
    <w:rsid w:val="008E3F4B"/>
    <w:rsid w:val="008E4172"/>
    <w:rsid w:val="008E44AD"/>
    <w:rsid w:val="008E4534"/>
    <w:rsid w:val="008E47F5"/>
    <w:rsid w:val="008E48F1"/>
    <w:rsid w:val="008E4A3C"/>
    <w:rsid w:val="008E4BD7"/>
    <w:rsid w:val="008E4D96"/>
    <w:rsid w:val="008E4E46"/>
    <w:rsid w:val="008E4E95"/>
    <w:rsid w:val="008E4EC5"/>
    <w:rsid w:val="008E4F81"/>
    <w:rsid w:val="008E509B"/>
    <w:rsid w:val="008E514D"/>
    <w:rsid w:val="008E519E"/>
    <w:rsid w:val="008E52E8"/>
    <w:rsid w:val="008E54CA"/>
    <w:rsid w:val="008E55CC"/>
    <w:rsid w:val="008E580B"/>
    <w:rsid w:val="008E580C"/>
    <w:rsid w:val="008E58C7"/>
    <w:rsid w:val="008E5AB2"/>
    <w:rsid w:val="008E5AEC"/>
    <w:rsid w:val="008E5D43"/>
    <w:rsid w:val="008E5FE0"/>
    <w:rsid w:val="008E6150"/>
    <w:rsid w:val="008E63B7"/>
    <w:rsid w:val="008E6443"/>
    <w:rsid w:val="008E6682"/>
    <w:rsid w:val="008E66B2"/>
    <w:rsid w:val="008E67B1"/>
    <w:rsid w:val="008E67B6"/>
    <w:rsid w:val="008E6A82"/>
    <w:rsid w:val="008E6B8D"/>
    <w:rsid w:val="008E6CE8"/>
    <w:rsid w:val="008E6E0F"/>
    <w:rsid w:val="008E6FB3"/>
    <w:rsid w:val="008E7114"/>
    <w:rsid w:val="008E71A1"/>
    <w:rsid w:val="008E7214"/>
    <w:rsid w:val="008E72BA"/>
    <w:rsid w:val="008E748A"/>
    <w:rsid w:val="008E7579"/>
    <w:rsid w:val="008E7659"/>
    <w:rsid w:val="008E7666"/>
    <w:rsid w:val="008E7921"/>
    <w:rsid w:val="008E7938"/>
    <w:rsid w:val="008E7984"/>
    <w:rsid w:val="008E79D0"/>
    <w:rsid w:val="008E79E7"/>
    <w:rsid w:val="008E7BF7"/>
    <w:rsid w:val="008E7E39"/>
    <w:rsid w:val="008E7FDE"/>
    <w:rsid w:val="008F00AD"/>
    <w:rsid w:val="008F031F"/>
    <w:rsid w:val="008F046E"/>
    <w:rsid w:val="008F054C"/>
    <w:rsid w:val="008F07AD"/>
    <w:rsid w:val="008F07FF"/>
    <w:rsid w:val="008F0861"/>
    <w:rsid w:val="008F0BC6"/>
    <w:rsid w:val="008F0C36"/>
    <w:rsid w:val="008F0CBC"/>
    <w:rsid w:val="008F109F"/>
    <w:rsid w:val="008F1115"/>
    <w:rsid w:val="008F152A"/>
    <w:rsid w:val="008F1629"/>
    <w:rsid w:val="008F19F0"/>
    <w:rsid w:val="008F1A85"/>
    <w:rsid w:val="008F1EF2"/>
    <w:rsid w:val="008F1F7B"/>
    <w:rsid w:val="008F2883"/>
    <w:rsid w:val="008F2B62"/>
    <w:rsid w:val="008F3335"/>
    <w:rsid w:val="008F350B"/>
    <w:rsid w:val="008F3B39"/>
    <w:rsid w:val="008F3E14"/>
    <w:rsid w:val="008F40AB"/>
    <w:rsid w:val="008F416D"/>
    <w:rsid w:val="008F4318"/>
    <w:rsid w:val="008F4357"/>
    <w:rsid w:val="008F45A5"/>
    <w:rsid w:val="008F47F6"/>
    <w:rsid w:val="008F4904"/>
    <w:rsid w:val="008F4A62"/>
    <w:rsid w:val="008F4B63"/>
    <w:rsid w:val="008F4C3E"/>
    <w:rsid w:val="008F4E0D"/>
    <w:rsid w:val="008F4F6A"/>
    <w:rsid w:val="008F5174"/>
    <w:rsid w:val="008F51A8"/>
    <w:rsid w:val="008F5268"/>
    <w:rsid w:val="008F53D2"/>
    <w:rsid w:val="008F561A"/>
    <w:rsid w:val="008F58A2"/>
    <w:rsid w:val="008F5970"/>
    <w:rsid w:val="008F5974"/>
    <w:rsid w:val="008F5A86"/>
    <w:rsid w:val="008F5D4B"/>
    <w:rsid w:val="008F5F4C"/>
    <w:rsid w:val="008F6159"/>
    <w:rsid w:val="008F616A"/>
    <w:rsid w:val="008F6195"/>
    <w:rsid w:val="008F62C3"/>
    <w:rsid w:val="008F6447"/>
    <w:rsid w:val="008F6611"/>
    <w:rsid w:val="008F6643"/>
    <w:rsid w:val="008F66CD"/>
    <w:rsid w:val="008F695F"/>
    <w:rsid w:val="008F6982"/>
    <w:rsid w:val="008F731A"/>
    <w:rsid w:val="008F748F"/>
    <w:rsid w:val="008F749E"/>
    <w:rsid w:val="008F766E"/>
    <w:rsid w:val="008F76B1"/>
    <w:rsid w:val="008F7812"/>
    <w:rsid w:val="008F7BEC"/>
    <w:rsid w:val="008F7D0A"/>
    <w:rsid w:val="009000B8"/>
    <w:rsid w:val="0090014E"/>
    <w:rsid w:val="0090059F"/>
    <w:rsid w:val="009006B5"/>
    <w:rsid w:val="009007DE"/>
    <w:rsid w:val="0090082E"/>
    <w:rsid w:val="009008C6"/>
    <w:rsid w:val="00900D07"/>
    <w:rsid w:val="00900D58"/>
    <w:rsid w:val="00900E77"/>
    <w:rsid w:val="00900EE3"/>
    <w:rsid w:val="00900F18"/>
    <w:rsid w:val="009011C2"/>
    <w:rsid w:val="0090140C"/>
    <w:rsid w:val="0090143D"/>
    <w:rsid w:val="009015B5"/>
    <w:rsid w:val="009015F4"/>
    <w:rsid w:val="00901655"/>
    <w:rsid w:val="009016B4"/>
    <w:rsid w:val="0090172A"/>
    <w:rsid w:val="009019E6"/>
    <w:rsid w:val="00901C3C"/>
    <w:rsid w:val="00901C44"/>
    <w:rsid w:val="00901CD5"/>
    <w:rsid w:val="00901D23"/>
    <w:rsid w:val="00901DF2"/>
    <w:rsid w:val="00901F78"/>
    <w:rsid w:val="0090236C"/>
    <w:rsid w:val="00902BC0"/>
    <w:rsid w:val="00902D31"/>
    <w:rsid w:val="00902D70"/>
    <w:rsid w:val="009030F3"/>
    <w:rsid w:val="0090322F"/>
    <w:rsid w:val="009032A0"/>
    <w:rsid w:val="00903470"/>
    <w:rsid w:val="00903490"/>
    <w:rsid w:val="00903527"/>
    <w:rsid w:val="00903554"/>
    <w:rsid w:val="00903690"/>
    <w:rsid w:val="00903836"/>
    <w:rsid w:val="00903A13"/>
    <w:rsid w:val="00903A45"/>
    <w:rsid w:val="00903B93"/>
    <w:rsid w:val="00903BCE"/>
    <w:rsid w:val="00903D00"/>
    <w:rsid w:val="00903DC0"/>
    <w:rsid w:val="0090407D"/>
    <w:rsid w:val="0090416E"/>
    <w:rsid w:val="00904252"/>
    <w:rsid w:val="009043D6"/>
    <w:rsid w:val="00904462"/>
    <w:rsid w:val="00904885"/>
    <w:rsid w:val="00904C93"/>
    <w:rsid w:val="00904D19"/>
    <w:rsid w:val="00904F4C"/>
    <w:rsid w:val="0090508A"/>
    <w:rsid w:val="00905357"/>
    <w:rsid w:val="0090540F"/>
    <w:rsid w:val="00905671"/>
    <w:rsid w:val="00905A85"/>
    <w:rsid w:val="00905B1B"/>
    <w:rsid w:val="00905C61"/>
    <w:rsid w:val="00905CF4"/>
    <w:rsid w:val="00905D2D"/>
    <w:rsid w:val="00905D74"/>
    <w:rsid w:val="00905EC1"/>
    <w:rsid w:val="00906095"/>
    <w:rsid w:val="009061CF"/>
    <w:rsid w:val="0090624D"/>
    <w:rsid w:val="00906392"/>
    <w:rsid w:val="009064C4"/>
    <w:rsid w:val="0090658C"/>
    <w:rsid w:val="00906AEF"/>
    <w:rsid w:val="00906E93"/>
    <w:rsid w:val="00906F3B"/>
    <w:rsid w:val="009070B3"/>
    <w:rsid w:val="00907173"/>
    <w:rsid w:val="00907557"/>
    <w:rsid w:val="0090758F"/>
    <w:rsid w:val="00907C15"/>
    <w:rsid w:val="00907F12"/>
    <w:rsid w:val="00907FCB"/>
    <w:rsid w:val="00910183"/>
    <w:rsid w:val="00910283"/>
    <w:rsid w:val="00910352"/>
    <w:rsid w:val="009103DF"/>
    <w:rsid w:val="0091092D"/>
    <w:rsid w:val="009109CD"/>
    <w:rsid w:val="009109EA"/>
    <w:rsid w:val="00910BC1"/>
    <w:rsid w:val="00910D66"/>
    <w:rsid w:val="00910E8B"/>
    <w:rsid w:val="00910EAD"/>
    <w:rsid w:val="00911056"/>
    <w:rsid w:val="00911270"/>
    <w:rsid w:val="009112A6"/>
    <w:rsid w:val="009112BD"/>
    <w:rsid w:val="00911568"/>
    <w:rsid w:val="009116D4"/>
    <w:rsid w:val="00911748"/>
    <w:rsid w:val="00911950"/>
    <w:rsid w:val="00911B5D"/>
    <w:rsid w:val="00911C85"/>
    <w:rsid w:val="00911D9C"/>
    <w:rsid w:val="00911EB0"/>
    <w:rsid w:val="00911FA0"/>
    <w:rsid w:val="009120E2"/>
    <w:rsid w:val="00912250"/>
    <w:rsid w:val="00912504"/>
    <w:rsid w:val="00912A82"/>
    <w:rsid w:val="00912B91"/>
    <w:rsid w:val="00912DF6"/>
    <w:rsid w:val="00912EC4"/>
    <w:rsid w:val="00912F2E"/>
    <w:rsid w:val="00912FF5"/>
    <w:rsid w:val="00912FFC"/>
    <w:rsid w:val="00913027"/>
    <w:rsid w:val="009131AC"/>
    <w:rsid w:val="009132BE"/>
    <w:rsid w:val="009133DE"/>
    <w:rsid w:val="009134B6"/>
    <w:rsid w:val="009134BF"/>
    <w:rsid w:val="009135AF"/>
    <w:rsid w:val="00913858"/>
    <w:rsid w:val="009138D4"/>
    <w:rsid w:val="00913916"/>
    <w:rsid w:val="00913BCC"/>
    <w:rsid w:val="00913BF9"/>
    <w:rsid w:val="00913D1F"/>
    <w:rsid w:val="00913F8B"/>
    <w:rsid w:val="009141D3"/>
    <w:rsid w:val="009142B2"/>
    <w:rsid w:val="009146DA"/>
    <w:rsid w:val="009149EA"/>
    <w:rsid w:val="00914AD7"/>
    <w:rsid w:val="00914B36"/>
    <w:rsid w:val="00914C0D"/>
    <w:rsid w:val="00914CF5"/>
    <w:rsid w:val="00914D22"/>
    <w:rsid w:val="00914F7F"/>
    <w:rsid w:val="00914FAE"/>
    <w:rsid w:val="009151DD"/>
    <w:rsid w:val="00915263"/>
    <w:rsid w:val="009152EF"/>
    <w:rsid w:val="00915509"/>
    <w:rsid w:val="009155C4"/>
    <w:rsid w:val="00915640"/>
    <w:rsid w:val="00915677"/>
    <w:rsid w:val="00915681"/>
    <w:rsid w:val="00915770"/>
    <w:rsid w:val="0091591C"/>
    <w:rsid w:val="00915A3B"/>
    <w:rsid w:val="00915C0E"/>
    <w:rsid w:val="00915D70"/>
    <w:rsid w:val="00915E37"/>
    <w:rsid w:val="00916264"/>
    <w:rsid w:val="009162B2"/>
    <w:rsid w:val="009163E9"/>
    <w:rsid w:val="00916544"/>
    <w:rsid w:val="00916585"/>
    <w:rsid w:val="00916630"/>
    <w:rsid w:val="0091676E"/>
    <w:rsid w:val="009169C6"/>
    <w:rsid w:val="00916BE4"/>
    <w:rsid w:val="00916DEC"/>
    <w:rsid w:val="00916E55"/>
    <w:rsid w:val="00916E74"/>
    <w:rsid w:val="00916ED1"/>
    <w:rsid w:val="00916FC8"/>
    <w:rsid w:val="009171BA"/>
    <w:rsid w:val="00917279"/>
    <w:rsid w:val="0091741D"/>
    <w:rsid w:val="009174E9"/>
    <w:rsid w:val="00917789"/>
    <w:rsid w:val="009178CA"/>
    <w:rsid w:val="009178CE"/>
    <w:rsid w:val="00917A7D"/>
    <w:rsid w:val="00917ACB"/>
    <w:rsid w:val="00917C3B"/>
    <w:rsid w:val="00917D6C"/>
    <w:rsid w:val="00917DE6"/>
    <w:rsid w:val="00920294"/>
    <w:rsid w:val="0092034E"/>
    <w:rsid w:val="0092041F"/>
    <w:rsid w:val="00920573"/>
    <w:rsid w:val="009206F2"/>
    <w:rsid w:val="00920745"/>
    <w:rsid w:val="00920747"/>
    <w:rsid w:val="009209EC"/>
    <w:rsid w:val="00920DED"/>
    <w:rsid w:val="00920F30"/>
    <w:rsid w:val="00921039"/>
    <w:rsid w:val="0092113A"/>
    <w:rsid w:val="0092147B"/>
    <w:rsid w:val="009215EA"/>
    <w:rsid w:val="009217F7"/>
    <w:rsid w:val="009219CC"/>
    <w:rsid w:val="00921A58"/>
    <w:rsid w:val="00921ED9"/>
    <w:rsid w:val="00921F1B"/>
    <w:rsid w:val="00922150"/>
    <w:rsid w:val="009221AF"/>
    <w:rsid w:val="009222F0"/>
    <w:rsid w:val="00922319"/>
    <w:rsid w:val="0092330A"/>
    <w:rsid w:val="00923452"/>
    <w:rsid w:val="009236B4"/>
    <w:rsid w:val="00923AFB"/>
    <w:rsid w:val="00923C72"/>
    <w:rsid w:val="00923D73"/>
    <w:rsid w:val="00923E15"/>
    <w:rsid w:val="00923E94"/>
    <w:rsid w:val="00924028"/>
    <w:rsid w:val="009241BD"/>
    <w:rsid w:val="00924302"/>
    <w:rsid w:val="009244E2"/>
    <w:rsid w:val="00924515"/>
    <w:rsid w:val="00924599"/>
    <w:rsid w:val="009245C0"/>
    <w:rsid w:val="00924644"/>
    <w:rsid w:val="00924743"/>
    <w:rsid w:val="0092481B"/>
    <w:rsid w:val="00924873"/>
    <w:rsid w:val="0092488D"/>
    <w:rsid w:val="009249B9"/>
    <w:rsid w:val="00924A8D"/>
    <w:rsid w:val="00924CC8"/>
    <w:rsid w:val="00925342"/>
    <w:rsid w:val="0092540B"/>
    <w:rsid w:val="009254E4"/>
    <w:rsid w:val="009255D8"/>
    <w:rsid w:val="00925607"/>
    <w:rsid w:val="0092568C"/>
    <w:rsid w:val="0092578D"/>
    <w:rsid w:val="00925B3B"/>
    <w:rsid w:val="00925C6E"/>
    <w:rsid w:val="00925CE1"/>
    <w:rsid w:val="00925E91"/>
    <w:rsid w:val="00925F66"/>
    <w:rsid w:val="0092603D"/>
    <w:rsid w:val="0092606A"/>
    <w:rsid w:val="009261D9"/>
    <w:rsid w:val="009261DC"/>
    <w:rsid w:val="0092631A"/>
    <w:rsid w:val="00926459"/>
    <w:rsid w:val="00926530"/>
    <w:rsid w:val="009265D2"/>
    <w:rsid w:val="009265E1"/>
    <w:rsid w:val="009267E3"/>
    <w:rsid w:val="00926933"/>
    <w:rsid w:val="00926F5A"/>
    <w:rsid w:val="00926FFC"/>
    <w:rsid w:val="00927056"/>
    <w:rsid w:val="009270FB"/>
    <w:rsid w:val="0092724F"/>
    <w:rsid w:val="0092769A"/>
    <w:rsid w:val="009276D5"/>
    <w:rsid w:val="0092784B"/>
    <w:rsid w:val="00927918"/>
    <w:rsid w:val="00927944"/>
    <w:rsid w:val="00927C4F"/>
    <w:rsid w:val="00927F6F"/>
    <w:rsid w:val="00930081"/>
    <w:rsid w:val="0093016E"/>
    <w:rsid w:val="00930312"/>
    <w:rsid w:val="00930330"/>
    <w:rsid w:val="00930355"/>
    <w:rsid w:val="00930463"/>
    <w:rsid w:val="00930581"/>
    <w:rsid w:val="009305F8"/>
    <w:rsid w:val="00930837"/>
    <w:rsid w:val="00930E35"/>
    <w:rsid w:val="00930F50"/>
    <w:rsid w:val="00931183"/>
    <w:rsid w:val="0093122E"/>
    <w:rsid w:val="00931249"/>
    <w:rsid w:val="00931271"/>
    <w:rsid w:val="009312EE"/>
    <w:rsid w:val="0093131F"/>
    <w:rsid w:val="0093144D"/>
    <w:rsid w:val="009314EE"/>
    <w:rsid w:val="00931570"/>
    <w:rsid w:val="00931620"/>
    <w:rsid w:val="0093163F"/>
    <w:rsid w:val="0093185B"/>
    <w:rsid w:val="009318D4"/>
    <w:rsid w:val="00931A71"/>
    <w:rsid w:val="00931CDB"/>
    <w:rsid w:val="00931D3C"/>
    <w:rsid w:val="00932102"/>
    <w:rsid w:val="009321BE"/>
    <w:rsid w:val="00932206"/>
    <w:rsid w:val="00932333"/>
    <w:rsid w:val="009324E3"/>
    <w:rsid w:val="00932826"/>
    <w:rsid w:val="009328A3"/>
    <w:rsid w:val="00932958"/>
    <w:rsid w:val="00932D6B"/>
    <w:rsid w:val="00932F33"/>
    <w:rsid w:val="00932F52"/>
    <w:rsid w:val="0093329E"/>
    <w:rsid w:val="00933328"/>
    <w:rsid w:val="0093338F"/>
    <w:rsid w:val="00933451"/>
    <w:rsid w:val="009334DE"/>
    <w:rsid w:val="00933A2F"/>
    <w:rsid w:val="00933B1A"/>
    <w:rsid w:val="00933C16"/>
    <w:rsid w:val="00933C52"/>
    <w:rsid w:val="00933CE4"/>
    <w:rsid w:val="00933D4D"/>
    <w:rsid w:val="00933D80"/>
    <w:rsid w:val="00933D9E"/>
    <w:rsid w:val="00933DC9"/>
    <w:rsid w:val="00933E39"/>
    <w:rsid w:val="00933E84"/>
    <w:rsid w:val="00933FD1"/>
    <w:rsid w:val="00933FE9"/>
    <w:rsid w:val="0093402D"/>
    <w:rsid w:val="00934132"/>
    <w:rsid w:val="0093427B"/>
    <w:rsid w:val="00934443"/>
    <w:rsid w:val="0093455B"/>
    <w:rsid w:val="00934597"/>
    <w:rsid w:val="009348FA"/>
    <w:rsid w:val="00934AC3"/>
    <w:rsid w:val="00934ADC"/>
    <w:rsid w:val="00934C3E"/>
    <w:rsid w:val="00934DAE"/>
    <w:rsid w:val="00935065"/>
    <w:rsid w:val="009350EE"/>
    <w:rsid w:val="0093519D"/>
    <w:rsid w:val="00935311"/>
    <w:rsid w:val="009355C9"/>
    <w:rsid w:val="00935745"/>
    <w:rsid w:val="009357AD"/>
    <w:rsid w:val="009357DA"/>
    <w:rsid w:val="009359F3"/>
    <w:rsid w:val="00935A00"/>
    <w:rsid w:val="00935B13"/>
    <w:rsid w:val="00935C0F"/>
    <w:rsid w:val="00935C48"/>
    <w:rsid w:val="00935D42"/>
    <w:rsid w:val="00936066"/>
    <w:rsid w:val="00936110"/>
    <w:rsid w:val="0093626D"/>
    <w:rsid w:val="0093631D"/>
    <w:rsid w:val="0093632B"/>
    <w:rsid w:val="009363A1"/>
    <w:rsid w:val="009364C5"/>
    <w:rsid w:val="0093653B"/>
    <w:rsid w:val="009367E2"/>
    <w:rsid w:val="009367F8"/>
    <w:rsid w:val="00936888"/>
    <w:rsid w:val="009368EF"/>
    <w:rsid w:val="00936A64"/>
    <w:rsid w:val="00936FFA"/>
    <w:rsid w:val="009371D0"/>
    <w:rsid w:val="00937402"/>
    <w:rsid w:val="0093745A"/>
    <w:rsid w:val="0093756A"/>
    <w:rsid w:val="0093770D"/>
    <w:rsid w:val="0093779F"/>
    <w:rsid w:val="009377BE"/>
    <w:rsid w:val="00937A5E"/>
    <w:rsid w:val="00937B3F"/>
    <w:rsid w:val="00937B7E"/>
    <w:rsid w:val="00937B9E"/>
    <w:rsid w:val="00937EDB"/>
    <w:rsid w:val="00937F70"/>
    <w:rsid w:val="009400EB"/>
    <w:rsid w:val="00940593"/>
    <w:rsid w:val="0094063A"/>
    <w:rsid w:val="00940771"/>
    <w:rsid w:val="009408A4"/>
    <w:rsid w:val="009409C9"/>
    <w:rsid w:val="00940B1F"/>
    <w:rsid w:val="00940B75"/>
    <w:rsid w:val="00941019"/>
    <w:rsid w:val="009410E9"/>
    <w:rsid w:val="0094143A"/>
    <w:rsid w:val="00941461"/>
    <w:rsid w:val="009414D7"/>
    <w:rsid w:val="00941916"/>
    <w:rsid w:val="00941B92"/>
    <w:rsid w:val="00941CF9"/>
    <w:rsid w:val="00941D15"/>
    <w:rsid w:val="00941E9B"/>
    <w:rsid w:val="00942009"/>
    <w:rsid w:val="00942077"/>
    <w:rsid w:val="009423B9"/>
    <w:rsid w:val="0094243D"/>
    <w:rsid w:val="0094258A"/>
    <w:rsid w:val="0094265D"/>
    <w:rsid w:val="009426F7"/>
    <w:rsid w:val="00942776"/>
    <w:rsid w:val="009429BF"/>
    <w:rsid w:val="00942A3B"/>
    <w:rsid w:val="00942B3D"/>
    <w:rsid w:val="00942C6E"/>
    <w:rsid w:val="00942C93"/>
    <w:rsid w:val="00942DC2"/>
    <w:rsid w:val="00942E6D"/>
    <w:rsid w:val="00942ED5"/>
    <w:rsid w:val="0094306B"/>
    <w:rsid w:val="00943314"/>
    <w:rsid w:val="009434A4"/>
    <w:rsid w:val="009434EA"/>
    <w:rsid w:val="0094368F"/>
    <w:rsid w:val="00943842"/>
    <w:rsid w:val="00943887"/>
    <w:rsid w:val="00943977"/>
    <w:rsid w:val="00943AD6"/>
    <w:rsid w:val="00943B38"/>
    <w:rsid w:val="00943B82"/>
    <w:rsid w:val="00943D53"/>
    <w:rsid w:val="0094407D"/>
    <w:rsid w:val="00944152"/>
    <w:rsid w:val="0094440B"/>
    <w:rsid w:val="009446A4"/>
    <w:rsid w:val="009446B5"/>
    <w:rsid w:val="009447ED"/>
    <w:rsid w:val="00944849"/>
    <w:rsid w:val="00944905"/>
    <w:rsid w:val="00944A89"/>
    <w:rsid w:val="00944B0D"/>
    <w:rsid w:val="00944C0F"/>
    <w:rsid w:val="00944C65"/>
    <w:rsid w:val="00944D36"/>
    <w:rsid w:val="009453B3"/>
    <w:rsid w:val="009454F9"/>
    <w:rsid w:val="00945694"/>
    <w:rsid w:val="0094583F"/>
    <w:rsid w:val="009458F1"/>
    <w:rsid w:val="009459B3"/>
    <w:rsid w:val="00945A35"/>
    <w:rsid w:val="00945AA3"/>
    <w:rsid w:val="00945AC5"/>
    <w:rsid w:val="00946045"/>
    <w:rsid w:val="00946093"/>
    <w:rsid w:val="009461A9"/>
    <w:rsid w:val="009461AE"/>
    <w:rsid w:val="00946429"/>
    <w:rsid w:val="0094650D"/>
    <w:rsid w:val="009465C7"/>
    <w:rsid w:val="009466FE"/>
    <w:rsid w:val="00946719"/>
    <w:rsid w:val="0094672C"/>
    <w:rsid w:val="00946A11"/>
    <w:rsid w:val="00946A78"/>
    <w:rsid w:val="00946BE1"/>
    <w:rsid w:val="00946CDA"/>
    <w:rsid w:val="00946F73"/>
    <w:rsid w:val="0094718A"/>
    <w:rsid w:val="0094721A"/>
    <w:rsid w:val="00947289"/>
    <w:rsid w:val="009475AE"/>
    <w:rsid w:val="009475E2"/>
    <w:rsid w:val="0094771C"/>
    <w:rsid w:val="009479EF"/>
    <w:rsid w:val="00947C03"/>
    <w:rsid w:val="00950138"/>
    <w:rsid w:val="009503CD"/>
    <w:rsid w:val="009507EA"/>
    <w:rsid w:val="00950C70"/>
    <w:rsid w:val="00950D3D"/>
    <w:rsid w:val="00950DEA"/>
    <w:rsid w:val="00950F74"/>
    <w:rsid w:val="00951069"/>
    <w:rsid w:val="0095122F"/>
    <w:rsid w:val="009513E4"/>
    <w:rsid w:val="009515B8"/>
    <w:rsid w:val="00951783"/>
    <w:rsid w:val="009517FE"/>
    <w:rsid w:val="00951A56"/>
    <w:rsid w:val="00951B5B"/>
    <w:rsid w:val="00951C68"/>
    <w:rsid w:val="009520A8"/>
    <w:rsid w:val="009520D9"/>
    <w:rsid w:val="00952147"/>
    <w:rsid w:val="00952256"/>
    <w:rsid w:val="00952536"/>
    <w:rsid w:val="009528AA"/>
    <w:rsid w:val="00952933"/>
    <w:rsid w:val="00952979"/>
    <w:rsid w:val="00952B8E"/>
    <w:rsid w:val="00952BB0"/>
    <w:rsid w:val="00952BFD"/>
    <w:rsid w:val="00952C71"/>
    <w:rsid w:val="00952C88"/>
    <w:rsid w:val="00952CEF"/>
    <w:rsid w:val="00952DEB"/>
    <w:rsid w:val="00952EA0"/>
    <w:rsid w:val="0095315C"/>
    <w:rsid w:val="009531C7"/>
    <w:rsid w:val="009531DB"/>
    <w:rsid w:val="0095322E"/>
    <w:rsid w:val="0095323C"/>
    <w:rsid w:val="009533A1"/>
    <w:rsid w:val="00953451"/>
    <w:rsid w:val="0095349D"/>
    <w:rsid w:val="00953669"/>
    <w:rsid w:val="00953681"/>
    <w:rsid w:val="009538AE"/>
    <w:rsid w:val="009538B8"/>
    <w:rsid w:val="00953952"/>
    <w:rsid w:val="0095396A"/>
    <w:rsid w:val="00953AB6"/>
    <w:rsid w:val="00953BA3"/>
    <w:rsid w:val="009542FC"/>
    <w:rsid w:val="009543E1"/>
    <w:rsid w:val="00954508"/>
    <w:rsid w:val="00954632"/>
    <w:rsid w:val="00954780"/>
    <w:rsid w:val="00954791"/>
    <w:rsid w:val="00954828"/>
    <w:rsid w:val="0095488E"/>
    <w:rsid w:val="00954983"/>
    <w:rsid w:val="00954AB5"/>
    <w:rsid w:val="00954B2E"/>
    <w:rsid w:val="00954EEF"/>
    <w:rsid w:val="0095521A"/>
    <w:rsid w:val="00955359"/>
    <w:rsid w:val="009555A2"/>
    <w:rsid w:val="009555F9"/>
    <w:rsid w:val="00955757"/>
    <w:rsid w:val="0095580B"/>
    <w:rsid w:val="0095581C"/>
    <w:rsid w:val="009558BE"/>
    <w:rsid w:val="00955BC7"/>
    <w:rsid w:val="00955C17"/>
    <w:rsid w:val="00955D58"/>
    <w:rsid w:val="00955D66"/>
    <w:rsid w:val="00955E06"/>
    <w:rsid w:val="00955E0A"/>
    <w:rsid w:val="00955E4C"/>
    <w:rsid w:val="00955E86"/>
    <w:rsid w:val="00955ECA"/>
    <w:rsid w:val="0095601C"/>
    <w:rsid w:val="009560DA"/>
    <w:rsid w:val="00956313"/>
    <w:rsid w:val="009563EA"/>
    <w:rsid w:val="00956473"/>
    <w:rsid w:val="0095650D"/>
    <w:rsid w:val="00956543"/>
    <w:rsid w:val="009566C2"/>
    <w:rsid w:val="009568CC"/>
    <w:rsid w:val="00956902"/>
    <w:rsid w:val="00956C65"/>
    <w:rsid w:val="00956D91"/>
    <w:rsid w:val="00956DAF"/>
    <w:rsid w:val="00956F66"/>
    <w:rsid w:val="0095704A"/>
    <w:rsid w:val="009570A2"/>
    <w:rsid w:val="00957294"/>
    <w:rsid w:val="00957426"/>
    <w:rsid w:val="00957469"/>
    <w:rsid w:val="0095754D"/>
    <w:rsid w:val="0095763D"/>
    <w:rsid w:val="009576F5"/>
    <w:rsid w:val="0095778C"/>
    <w:rsid w:val="009577FB"/>
    <w:rsid w:val="00957B39"/>
    <w:rsid w:val="00957C53"/>
    <w:rsid w:val="00957C5C"/>
    <w:rsid w:val="00957C93"/>
    <w:rsid w:val="00957EBA"/>
    <w:rsid w:val="00957F43"/>
    <w:rsid w:val="00957F45"/>
    <w:rsid w:val="00960200"/>
    <w:rsid w:val="0096030F"/>
    <w:rsid w:val="009603B9"/>
    <w:rsid w:val="009603F6"/>
    <w:rsid w:val="009605BA"/>
    <w:rsid w:val="00960600"/>
    <w:rsid w:val="00960641"/>
    <w:rsid w:val="00960662"/>
    <w:rsid w:val="0096080F"/>
    <w:rsid w:val="00960C79"/>
    <w:rsid w:val="00960D8F"/>
    <w:rsid w:val="00960E87"/>
    <w:rsid w:val="00960E9D"/>
    <w:rsid w:val="00960F3D"/>
    <w:rsid w:val="00960FCF"/>
    <w:rsid w:val="00961196"/>
    <w:rsid w:val="009611FD"/>
    <w:rsid w:val="009617A2"/>
    <w:rsid w:val="00961804"/>
    <w:rsid w:val="009618A5"/>
    <w:rsid w:val="00961969"/>
    <w:rsid w:val="00961C3F"/>
    <w:rsid w:val="00961D52"/>
    <w:rsid w:val="00961E92"/>
    <w:rsid w:val="009622B3"/>
    <w:rsid w:val="009625D9"/>
    <w:rsid w:val="009626A2"/>
    <w:rsid w:val="00962708"/>
    <w:rsid w:val="00962775"/>
    <w:rsid w:val="0096279E"/>
    <w:rsid w:val="009628B9"/>
    <w:rsid w:val="00962C0F"/>
    <w:rsid w:val="00962C4A"/>
    <w:rsid w:val="00962DA8"/>
    <w:rsid w:val="00962DC7"/>
    <w:rsid w:val="00962EBE"/>
    <w:rsid w:val="00962F3A"/>
    <w:rsid w:val="0096304D"/>
    <w:rsid w:val="009631CA"/>
    <w:rsid w:val="009633B2"/>
    <w:rsid w:val="009633DD"/>
    <w:rsid w:val="009635A8"/>
    <w:rsid w:val="0096393B"/>
    <w:rsid w:val="00963963"/>
    <w:rsid w:val="00963A72"/>
    <w:rsid w:val="00963CDC"/>
    <w:rsid w:val="00963DF3"/>
    <w:rsid w:val="00963E07"/>
    <w:rsid w:val="0096400D"/>
    <w:rsid w:val="009640D4"/>
    <w:rsid w:val="00964225"/>
    <w:rsid w:val="009645BE"/>
    <w:rsid w:val="0096471D"/>
    <w:rsid w:val="009647D0"/>
    <w:rsid w:val="0096491A"/>
    <w:rsid w:val="0096495B"/>
    <w:rsid w:val="00964B38"/>
    <w:rsid w:val="00964BA9"/>
    <w:rsid w:val="00964BCE"/>
    <w:rsid w:val="00964C3F"/>
    <w:rsid w:val="00964C99"/>
    <w:rsid w:val="00964EA5"/>
    <w:rsid w:val="00964F95"/>
    <w:rsid w:val="00965101"/>
    <w:rsid w:val="009652A8"/>
    <w:rsid w:val="009652EE"/>
    <w:rsid w:val="009653CD"/>
    <w:rsid w:val="00965505"/>
    <w:rsid w:val="00965554"/>
    <w:rsid w:val="0096578B"/>
    <w:rsid w:val="00965D14"/>
    <w:rsid w:val="00965E0F"/>
    <w:rsid w:val="00966020"/>
    <w:rsid w:val="009661B0"/>
    <w:rsid w:val="009663B5"/>
    <w:rsid w:val="009663BB"/>
    <w:rsid w:val="00966660"/>
    <w:rsid w:val="0096697A"/>
    <w:rsid w:val="009669CC"/>
    <w:rsid w:val="00966A58"/>
    <w:rsid w:val="00966A62"/>
    <w:rsid w:val="00966BE8"/>
    <w:rsid w:val="00966EB8"/>
    <w:rsid w:val="00966F72"/>
    <w:rsid w:val="00966FF5"/>
    <w:rsid w:val="00967202"/>
    <w:rsid w:val="0096720C"/>
    <w:rsid w:val="00967330"/>
    <w:rsid w:val="0096734E"/>
    <w:rsid w:val="0096769B"/>
    <w:rsid w:val="00967AB8"/>
    <w:rsid w:val="00967BC9"/>
    <w:rsid w:val="00967C26"/>
    <w:rsid w:val="00967D27"/>
    <w:rsid w:val="00967DF3"/>
    <w:rsid w:val="00967F54"/>
    <w:rsid w:val="00970170"/>
    <w:rsid w:val="009702B0"/>
    <w:rsid w:val="009702CD"/>
    <w:rsid w:val="009702CE"/>
    <w:rsid w:val="009704A9"/>
    <w:rsid w:val="00970549"/>
    <w:rsid w:val="00970A69"/>
    <w:rsid w:val="00970A9D"/>
    <w:rsid w:val="00970BD4"/>
    <w:rsid w:val="00970C82"/>
    <w:rsid w:val="00970CF9"/>
    <w:rsid w:val="00970D56"/>
    <w:rsid w:val="00970EA6"/>
    <w:rsid w:val="00970F69"/>
    <w:rsid w:val="00971077"/>
    <w:rsid w:val="00971095"/>
    <w:rsid w:val="009711C2"/>
    <w:rsid w:val="0097123B"/>
    <w:rsid w:val="0097144B"/>
    <w:rsid w:val="009715CA"/>
    <w:rsid w:val="00971654"/>
    <w:rsid w:val="009719A4"/>
    <w:rsid w:val="00971A4F"/>
    <w:rsid w:val="00971BB9"/>
    <w:rsid w:val="00971BED"/>
    <w:rsid w:val="00971D19"/>
    <w:rsid w:val="00971FA9"/>
    <w:rsid w:val="00971FEC"/>
    <w:rsid w:val="00972166"/>
    <w:rsid w:val="009722A3"/>
    <w:rsid w:val="009724FE"/>
    <w:rsid w:val="0097269E"/>
    <w:rsid w:val="00972727"/>
    <w:rsid w:val="00972AC7"/>
    <w:rsid w:val="00972C50"/>
    <w:rsid w:val="00972C69"/>
    <w:rsid w:val="00972C8B"/>
    <w:rsid w:val="00973027"/>
    <w:rsid w:val="009730A9"/>
    <w:rsid w:val="0097313C"/>
    <w:rsid w:val="00973317"/>
    <w:rsid w:val="0097332E"/>
    <w:rsid w:val="00973421"/>
    <w:rsid w:val="0097346A"/>
    <w:rsid w:val="009734D8"/>
    <w:rsid w:val="009734F6"/>
    <w:rsid w:val="00973760"/>
    <w:rsid w:val="00973813"/>
    <w:rsid w:val="009739BE"/>
    <w:rsid w:val="00973AC3"/>
    <w:rsid w:val="00973CD6"/>
    <w:rsid w:val="00973DF3"/>
    <w:rsid w:val="00973EDC"/>
    <w:rsid w:val="00973F59"/>
    <w:rsid w:val="00973FA3"/>
    <w:rsid w:val="00973FCF"/>
    <w:rsid w:val="00974081"/>
    <w:rsid w:val="0097453C"/>
    <w:rsid w:val="009745FE"/>
    <w:rsid w:val="009747E1"/>
    <w:rsid w:val="00974AF7"/>
    <w:rsid w:val="00974B2A"/>
    <w:rsid w:val="00974B87"/>
    <w:rsid w:val="00974EB2"/>
    <w:rsid w:val="00974FC5"/>
    <w:rsid w:val="00974FEF"/>
    <w:rsid w:val="0097506C"/>
    <w:rsid w:val="009752EE"/>
    <w:rsid w:val="00975404"/>
    <w:rsid w:val="00975406"/>
    <w:rsid w:val="00975474"/>
    <w:rsid w:val="009756DA"/>
    <w:rsid w:val="00975892"/>
    <w:rsid w:val="0097596F"/>
    <w:rsid w:val="00975C30"/>
    <w:rsid w:val="00975CD9"/>
    <w:rsid w:val="00975F08"/>
    <w:rsid w:val="00975FE1"/>
    <w:rsid w:val="00976077"/>
    <w:rsid w:val="00976223"/>
    <w:rsid w:val="0097622B"/>
    <w:rsid w:val="00976285"/>
    <w:rsid w:val="0097645A"/>
    <w:rsid w:val="0097646D"/>
    <w:rsid w:val="00976871"/>
    <w:rsid w:val="009769D4"/>
    <w:rsid w:val="009769FF"/>
    <w:rsid w:val="00976AC3"/>
    <w:rsid w:val="00976B09"/>
    <w:rsid w:val="00976BC3"/>
    <w:rsid w:val="00976F10"/>
    <w:rsid w:val="00976F4A"/>
    <w:rsid w:val="00977188"/>
    <w:rsid w:val="009772DC"/>
    <w:rsid w:val="0097753A"/>
    <w:rsid w:val="00977549"/>
    <w:rsid w:val="00977573"/>
    <w:rsid w:val="009777D6"/>
    <w:rsid w:val="009779B3"/>
    <w:rsid w:val="00977A09"/>
    <w:rsid w:val="00977A5A"/>
    <w:rsid w:val="00977A6D"/>
    <w:rsid w:val="00977E18"/>
    <w:rsid w:val="00977FDC"/>
    <w:rsid w:val="009800C3"/>
    <w:rsid w:val="0098026C"/>
    <w:rsid w:val="009806F5"/>
    <w:rsid w:val="0098087B"/>
    <w:rsid w:val="00980A56"/>
    <w:rsid w:val="00980A77"/>
    <w:rsid w:val="00980C28"/>
    <w:rsid w:val="00980EC4"/>
    <w:rsid w:val="00980F3A"/>
    <w:rsid w:val="009811ED"/>
    <w:rsid w:val="00981278"/>
    <w:rsid w:val="00981334"/>
    <w:rsid w:val="0098149F"/>
    <w:rsid w:val="0098150E"/>
    <w:rsid w:val="009817FA"/>
    <w:rsid w:val="00981827"/>
    <w:rsid w:val="00981947"/>
    <w:rsid w:val="00981B45"/>
    <w:rsid w:val="00981BE1"/>
    <w:rsid w:val="00981C42"/>
    <w:rsid w:val="00981D38"/>
    <w:rsid w:val="00981E0D"/>
    <w:rsid w:val="00981E1E"/>
    <w:rsid w:val="00981E6B"/>
    <w:rsid w:val="00981E9C"/>
    <w:rsid w:val="00981F5E"/>
    <w:rsid w:val="009824CF"/>
    <w:rsid w:val="0098260C"/>
    <w:rsid w:val="00982AA8"/>
    <w:rsid w:val="00982B25"/>
    <w:rsid w:val="00982C56"/>
    <w:rsid w:val="00982EB2"/>
    <w:rsid w:val="00982F82"/>
    <w:rsid w:val="009831FB"/>
    <w:rsid w:val="00983227"/>
    <w:rsid w:val="00983231"/>
    <w:rsid w:val="00983642"/>
    <w:rsid w:val="00983922"/>
    <w:rsid w:val="00983A21"/>
    <w:rsid w:val="00983E8D"/>
    <w:rsid w:val="00983F6D"/>
    <w:rsid w:val="00983FCA"/>
    <w:rsid w:val="0098400C"/>
    <w:rsid w:val="00984189"/>
    <w:rsid w:val="009841A5"/>
    <w:rsid w:val="009843AC"/>
    <w:rsid w:val="0098442B"/>
    <w:rsid w:val="00984449"/>
    <w:rsid w:val="009844B0"/>
    <w:rsid w:val="009846C7"/>
    <w:rsid w:val="00984813"/>
    <w:rsid w:val="00984A27"/>
    <w:rsid w:val="00984AE7"/>
    <w:rsid w:val="00984C41"/>
    <w:rsid w:val="00984D2B"/>
    <w:rsid w:val="00984F12"/>
    <w:rsid w:val="00984FA1"/>
    <w:rsid w:val="00985218"/>
    <w:rsid w:val="00985477"/>
    <w:rsid w:val="009855CD"/>
    <w:rsid w:val="009857DC"/>
    <w:rsid w:val="0098584D"/>
    <w:rsid w:val="009859EB"/>
    <w:rsid w:val="00985AA4"/>
    <w:rsid w:val="00985B61"/>
    <w:rsid w:val="00985CC7"/>
    <w:rsid w:val="00985FF5"/>
    <w:rsid w:val="0098605F"/>
    <w:rsid w:val="0098611D"/>
    <w:rsid w:val="009861A5"/>
    <w:rsid w:val="009863FD"/>
    <w:rsid w:val="00986465"/>
    <w:rsid w:val="00986602"/>
    <w:rsid w:val="00986704"/>
    <w:rsid w:val="009869AE"/>
    <w:rsid w:val="00986DEF"/>
    <w:rsid w:val="00986F7D"/>
    <w:rsid w:val="00987036"/>
    <w:rsid w:val="009870AE"/>
    <w:rsid w:val="009870B7"/>
    <w:rsid w:val="00987218"/>
    <w:rsid w:val="009874D8"/>
    <w:rsid w:val="0098750A"/>
    <w:rsid w:val="0098762D"/>
    <w:rsid w:val="00987678"/>
    <w:rsid w:val="009876FC"/>
    <w:rsid w:val="009878B2"/>
    <w:rsid w:val="00987974"/>
    <w:rsid w:val="009879B0"/>
    <w:rsid w:val="00987A06"/>
    <w:rsid w:val="00987B24"/>
    <w:rsid w:val="00987C10"/>
    <w:rsid w:val="00987DEF"/>
    <w:rsid w:val="00987E94"/>
    <w:rsid w:val="0099005C"/>
    <w:rsid w:val="00990197"/>
    <w:rsid w:val="009902DC"/>
    <w:rsid w:val="009902F4"/>
    <w:rsid w:val="009906A7"/>
    <w:rsid w:val="009907D5"/>
    <w:rsid w:val="00990884"/>
    <w:rsid w:val="009909D9"/>
    <w:rsid w:val="00990C3F"/>
    <w:rsid w:val="00990E45"/>
    <w:rsid w:val="00990E8B"/>
    <w:rsid w:val="00990ED2"/>
    <w:rsid w:val="00990F82"/>
    <w:rsid w:val="00990FFE"/>
    <w:rsid w:val="00991156"/>
    <w:rsid w:val="00991183"/>
    <w:rsid w:val="00991499"/>
    <w:rsid w:val="009914DE"/>
    <w:rsid w:val="00991644"/>
    <w:rsid w:val="0099173F"/>
    <w:rsid w:val="0099185B"/>
    <w:rsid w:val="009918A3"/>
    <w:rsid w:val="00991B0B"/>
    <w:rsid w:val="00991BEC"/>
    <w:rsid w:val="00991E0E"/>
    <w:rsid w:val="00991EA3"/>
    <w:rsid w:val="00991EF9"/>
    <w:rsid w:val="00992351"/>
    <w:rsid w:val="009924E1"/>
    <w:rsid w:val="00992528"/>
    <w:rsid w:val="0099255E"/>
    <w:rsid w:val="00992804"/>
    <w:rsid w:val="00992912"/>
    <w:rsid w:val="009929B6"/>
    <w:rsid w:val="00992D60"/>
    <w:rsid w:val="00992E8B"/>
    <w:rsid w:val="00993595"/>
    <w:rsid w:val="009935C8"/>
    <w:rsid w:val="0099398B"/>
    <w:rsid w:val="00993A48"/>
    <w:rsid w:val="00993B80"/>
    <w:rsid w:val="00993C11"/>
    <w:rsid w:val="00993EE1"/>
    <w:rsid w:val="00993FF8"/>
    <w:rsid w:val="00994057"/>
    <w:rsid w:val="00994136"/>
    <w:rsid w:val="009944B3"/>
    <w:rsid w:val="0099457D"/>
    <w:rsid w:val="009945BD"/>
    <w:rsid w:val="00994782"/>
    <w:rsid w:val="009947E2"/>
    <w:rsid w:val="0099483F"/>
    <w:rsid w:val="00994B47"/>
    <w:rsid w:val="00994BF0"/>
    <w:rsid w:val="00994C4F"/>
    <w:rsid w:val="00994F8E"/>
    <w:rsid w:val="009951C3"/>
    <w:rsid w:val="00995337"/>
    <w:rsid w:val="009955C3"/>
    <w:rsid w:val="0099575E"/>
    <w:rsid w:val="009958A7"/>
    <w:rsid w:val="00995C85"/>
    <w:rsid w:val="00995CC4"/>
    <w:rsid w:val="00995D01"/>
    <w:rsid w:val="00995DA8"/>
    <w:rsid w:val="00995DC5"/>
    <w:rsid w:val="00995E32"/>
    <w:rsid w:val="00995FA4"/>
    <w:rsid w:val="00996275"/>
    <w:rsid w:val="009963FF"/>
    <w:rsid w:val="00996535"/>
    <w:rsid w:val="009965F4"/>
    <w:rsid w:val="009968E0"/>
    <w:rsid w:val="0099693B"/>
    <w:rsid w:val="0099699E"/>
    <w:rsid w:val="009969AE"/>
    <w:rsid w:val="009969B2"/>
    <w:rsid w:val="00996A13"/>
    <w:rsid w:val="00996E47"/>
    <w:rsid w:val="00996E63"/>
    <w:rsid w:val="00996FA2"/>
    <w:rsid w:val="00996FB4"/>
    <w:rsid w:val="00997245"/>
    <w:rsid w:val="009974AE"/>
    <w:rsid w:val="0099775D"/>
    <w:rsid w:val="0099793E"/>
    <w:rsid w:val="0099799D"/>
    <w:rsid w:val="00997B02"/>
    <w:rsid w:val="00997D7A"/>
    <w:rsid w:val="00997EE4"/>
    <w:rsid w:val="009A0150"/>
    <w:rsid w:val="009A03FA"/>
    <w:rsid w:val="009A0751"/>
    <w:rsid w:val="009A0B24"/>
    <w:rsid w:val="009A0C53"/>
    <w:rsid w:val="009A0D88"/>
    <w:rsid w:val="009A0F33"/>
    <w:rsid w:val="009A0FB4"/>
    <w:rsid w:val="009A1078"/>
    <w:rsid w:val="009A135B"/>
    <w:rsid w:val="009A1552"/>
    <w:rsid w:val="009A1AA9"/>
    <w:rsid w:val="009A1ED0"/>
    <w:rsid w:val="009A1ED1"/>
    <w:rsid w:val="009A1F0D"/>
    <w:rsid w:val="009A1F57"/>
    <w:rsid w:val="009A262A"/>
    <w:rsid w:val="009A2864"/>
    <w:rsid w:val="009A28CD"/>
    <w:rsid w:val="009A28D1"/>
    <w:rsid w:val="009A295D"/>
    <w:rsid w:val="009A2B01"/>
    <w:rsid w:val="009A2D0A"/>
    <w:rsid w:val="009A2F2D"/>
    <w:rsid w:val="009A2F38"/>
    <w:rsid w:val="009A30E8"/>
    <w:rsid w:val="009A32CA"/>
    <w:rsid w:val="009A35DB"/>
    <w:rsid w:val="009A364B"/>
    <w:rsid w:val="009A366E"/>
    <w:rsid w:val="009A390F"/>
    <w:rsid w:val="009A3933"/>
    <w:rsid w:val="009A394F"/>
    <w:rsid w:val="009A39A8"/>
    <w:rsid w:val="009A3A61"/>
    <w:rsid w:val="009A3C34"/>
    <w:rsid w:val="009A3C5C"/>
    <w:rsid w:val="009A3F1D"/>
    <w:rsid w:val="009A3F6A"/>
    <w:rsid w:val="009A4232"/>
    <w:rsid w:val="009A44E6"/>
    <w:rsid w:val="009A45E9"/>
    <w:rsid w:val="009A47CD"/>
    <w:rsid w:val="009A4842"/>
    <w:rsid w:val="009A4A34"/>
    <w:rsid w:val="009A4AC4"/>
    <w:rsid w:val="009A4B87"/>
    <w:rsid w:val="009A4BA9"/>
    <w:rsid w:val="009A4FC6"/>
    <w:rsid w:val="009A50E2"/>
    <w:rsid w:val="009A5116"/>
    <w:rsid w:val="009A5135"/>
    <w:rsid w:val="009A5234"/>
    <w:rsid w:val="009A591E"/>
    <w:rsid w:val="009A5B1B"/>
    <w:rsid w:val="009A5CC1"/>
    <w:rsid w:val="009A637A"/>
    <w:rsid w:val="009A6A3A"/>
    <w:rsid w:val="009A6A48"/>
    <w:rsid w:val="009A6B5A"/>
    <w:rsid w:val="009A6C85"/>
    <w:rsid w:val="009A7077"/>
    <w:rsid w:val="009A7262"/>
    <w:rsid w:val="009A72FC"/>
    <w:rsid w:val="009A78F0"/>
    <w:rsid w:val="009A7A73"/>
    <w:rsid w:val="009A7B12"/>
    <w:rsid w:val="009A7B81"/>
    <w:rsid w:val="009A7D67"/>
    <w:rsid w:val="009B0205"/>
    <w:rsid w:val="009B044E"/>
    <w:rsid w:val="009B05A5"/>
    <w:rsid w:val="009B0616"/>
    <w:rsid w:val="009B06F1"/>
    <w:rsid w:val="009B08BD"/>
    <w:rsid w:val="009B08F0"/>
    <w:rsid w:val="009B0A46"/>
    <w:rsid w:val="009B0AB2"/>
    <w:rsid w:val="009B0CCE"/>
    <w:rsid w:val="009B0EA9"/>
    <w:rsid w:val="009B10B2"/>
    <w:rsid w:val="009B11C4"/>
    <w:rsid w:val="009B1335"/>
    <w:rsid w:val="009B144F"/>
    <w:rsid w:val="009B157D"/>
    <w:rsid w:val="009B1783"/>
    <w:rsid w:val="009B1A88"/>
    <w:rsid w:val="009B1B25"/>
    <w:rsid w:val="009B20A1"/>
    <w:rsid w:val="009B2102"/>
    <w:rsid w:val="009B2218"/>
    <w:rsid w:val="009B22EF"/>
    <w:rsid w:val="009B24FD"/>
    <w:rsid w:val="009B273F"/>
    <w:rsid w:val="009B27E4"/>
    <w:rsid w:val="009B280E"/>
    <w:rsid w:val="009B2973"/>
    <w:rsid w:val="009B29CE"/>
    <w:rsid w:val="009B2B0F"/>
    <w:rsid w:val="009B2C54"/>
    <w:rsid w:val="009B2CD2"/>
    <w:rsid w:val="009B2DB5"/>
    <w:rsid w:val="009B2EAF"/>
    <w:rsid w:val="009B3014"/>
    <w:rsid w:val="009B3031"/>
    <w:rsid w:val="009B30D3"/>
    <w:rsid w:val="009B316F"/>
    <w:rsid w:val="009B3353"/>
    <w:rsid w:val="009B3404"/>
    <w:rsid w:val="009B343A"/>
    <w:rsid w:val="009B38FE"/>
    <w:rsid w:val="009B3BE5"/>
    <w:rsid w:val="009B3D01"/>
    <w:rsid w:val="009B3D44"/>
    <w:rsid w:val="009B3DC3"/>
    <w:rsid w:val="009B3FDC"/>
    <w:rsid w:val="009B4048"/>
    <w:rsid w:val="009B4071"/>
    <w:rsid w:val="009B41F2"/>
    <w:rsid w:val="009B42B7"/>
    <w:rsid w:val="009B4498"/>
    <w:rsid w:val="009B471B"/>
    <w:rsid w:val="009B476A"/>
    <w:rsid w:val="009B4A9D"/>
    <w:rsid w:val="009B4AA5"/>
    <w:rsid w:val="009B4ADB"/>
    <w:rsid w:val="009B4B57"/>
    <w:rsid w:val="009B4C3B"/>
    <w:rsid w:val="009B4FBF"/>
    <w:rsid w:val="009B50BC"/>
    <w:rsid w:val="009B522E"/>
    <w:rsid w:val="009B548B"/>
    <w:rsid w:val="009B566E"/>
    <w:rsid w:val="009B5807"/>
    <w:rsid w:val="009B593B"/>
    <w:rsid w:val="009B5A56"/>
    <w:rsid w:val="009B5C6F"/>
    <w:rsid w:val="009B5D7C"/>
    <w:rsid w:val="009B611D"/>
    <w:rsid w:val="009B6481"/>
    <w:rsid w:val="009B66DE"/>
    <w:rsid w:val="009B69BD"/>
    <w:rsid w:val="009B6A17"/>
    <w:rsid w:val="009B6A2F"/>
    <w:rsid w:val="009B6A81"/>
    <w:rsid w:val="009B6AF6"/>
    <w:rsid w:val="009B6BFA"/>
    <w:rsid w:val="009B6DD5"/>
    <w:rsid w:val="009B6FE9"/>
    <w:rsid w:val="009B70D9"/>
    <w:rsid w:val="009B7138"/>
    <w:rsid w:val="009B7149"/>
    <w:rsid w:val="009B7183"/>
    <w:rsid w:val="009B71E2"/>
    <w:rsid w:val="009B71EA"/>
    <w:rsid w:val="009B74C7"/>
    <w:rsid w:val="009B7517"/>
    <w:rsid w:val="009B75C7"/>
    <w:rsid w:val="009B7689"/>
    <w:rsid w:val="009B787B"/>
    <w:rsid w:val="009B7B75"/>
    <w:rsid w:val="009C005C"/>
    <w:rsid w:val="009C0404"/>
    <w:rsid w:val="009C05F5"/>
    <w:rsid w:val="009C063C"/>
    <w:rsid w:val="009C08AF"/>
    <w:rsid w:val="009C0938"/>
    <w:rsid w:val="009C0BAB"/>
    <w:rsid w:val="009C0C0A"/>
    <w:rsid w:val="009C0C35"/>
    <w:rsid w:val="009C0C9B"/>
    <w:rsid w:val="009C0FB8"/>
    <w:rsid w:val="009C126B"/>
    <w:rsid w:val="009C1319"/>
    <w:rsid w:val="009C145C"/>
    <w:rsid w:val="009C1477"/>
    <w:rsid w:val="009C1551"/>
    <w:rsid w:val="009C1592"/>
    <w:rsid w:val="009C1894"/>
    <w:rsid w:val="009C1939"/>
    <w:rsid w:val="009C1B92"/>
    <w:rsid w:val="009C21FB"/>
    <w:rsid w:val="009C22C5"/>
    <w:rsid w:val="009C2439"/>
    <w:rsid w:val="009C2986"/>
    <w:rsid w:val="009C2A82"/>
    <w:rsid w:val="009C2B1D"/>
    <w:rsid w:val="009C2D0A"/>
    <w:rsid w:val="009C2E71"/>
    <w:rsid w:val="009C2E92"/>
    <w:rsid w:val="009C30C5"/>
    <w:rsid w:val="009C3160"/>
    <w:rsid w:val="009C31BC"/>
    <w:rsid w:val="009C3429"/>
    <w:rsid w:val="009C34AB"/>
    <w:rsid w:val="009C376B"/>
    <w:rsid w:val="009C37D9"/>
    <w:rsid w:val="009C37F8"/>
    <w:rsid w:val="009C3887"/>
    <w:rsid w:val="009C3B2B"/>
    <w:rsid w:val="009C3B4A"/>
    <w:rsid w:val="009C3C3D"/>
    <w:rsid w:val="009C3DB9"/>
    <w:rsid w:val="009C3E5A"/>
    <w:rsid w:val="009C3E9E"/>
    <w:rsid w:val="009C3F62"/>
    <w:rsid w:val="009C4404"/>
    <w:rsid w:val="009C44BE"/>
    <w:rsid w:val="009C4B92"/>
    <w:rsid w:val="009C4BFA"/>
    <w:rsid w:val="009C4DBC"/>
    <w:rsid w:val="009C4E07"/>
    <w:rsid w:val="009C4EC0"/>
    <w:rsid w:val="009C4F1F"/>
    <w:rsid w:val="009C51A1"/>
    <w:rsid w:val="009C53DE"/>
    <w:rsid w:val="009C56F8"/>
    <w:rsid w:val="009C582B"/>
    <w:rsid w:val="009C5A09"/>
    <w:rsid w:val="009C5A5D"/>
    <w:rsid w:val="009C5B24"/>
    <w:rsid w:val="009C5CC6"/>
    <w:rsid w:val="009C5CF5"/>
    <w:rsid w:val="009C5D41"/>
    <w:rsid w:val="009C6191"/>
    <w:rsid w:val="009C6304"/>
    <w:rsid w:val="009C647E"/>
    <w:rsid w:val="009C6565"/>
    <w:rsid w:val="009C65D2"/>
    <w:rsid w:val="009C68F4"/>
    <w:rsid w:val="009C69C1"/>
    <w:rsid w:val="009C6C39"/>
    <w:rsid w:val="009C6CF6"/>
    <w:rsid w:val="009C6FFF"/>
    <w:rsid w:val="009C707E"/>
    <w:rsid w:val="009C70E1"/>
    <w:rsid w:val="009C7118"/>
    <w:rsid w:val="009C72A0"/>
    <w:rsid w:val="009C78E2"/>
    <w:rsid w:val="009C7991"/>
    <w:rsid w:val="009C7A59"/>
    <w:rsid w:val="009C7ACB"/>
    <w:rsid w:val="009C7B51"/>
    <w:rsid w:val="009C7C39"/>
    <w:rsid w:val="009D05C2"/>
    <w:rsid w:val="009D05DC"/>
    <w:rsid w:val="009D0784"/>
    <w:rsid w:val="009D0816"/>
    <w:rsid w:val="009D0826"/>
    <w:rsid w:val="009D0839"/>
    <w:rsid w:val="009D0875"/>
    <w:rsid w:val="009D0AC2"/>
    <w:rsid w:val="009D0AE8"/>
    <w:rsid w:val="009D0D15"/>
    <w:rsid w:val="009D0DA4"/>
    <w:rsid w:val="009D119B"/>
    <w:rsid w:val="009D11D6"/>
    <w:rsid w:val="009D1388"/>
    <w:rsid w:val="009D1591"/>
    <w:rsid w:val="009D16EE"/>
    <w:rsid w:val="009D18A6"/>
    <w:rsid w:val="009D1A45"/>
    <w:rsid w:val="009D1A9E"/>
    <w:rsid w:val="009D1C2A"/>
    <w:rsid w:val="009D1C84"/>
    <w:rsid w:val="009D1E6C"/>
    <w:rsid w:val="009D2069"/>
    <w:rsid w:val="009D235D"/>
    <w:rsid w:val="009D23E9"/>
    <w:rsid w:val="009D253B"/>
    <w:rsid w:val="009D263F"/>
    <w:rsid w:val="009D2793"/>
    <w:rsid w:val="009D27C9"/>
    <w:rsid w:val="009D27EC"/>
    <w:rsid w:val="009D2857"/>
    <w:rsid w:val="009D285E"/>
    <w:rsid w:val="009D294B"/>
    <w:rsid w:val="009D29A3"/>
    <w:rsid w:val="009D2ACB"/>
    <w:rsid w:val="009D2ED3"/>
    <w:rsid w:val="009D2F84"/>
    <w:rsid w:val="009D2F87"/>
    <w:rsid w:val="009D3035"/>
    <w:rsid w:val="009D30E7"/>
    <w:rsid w:val="009D3315"/>
    <w:rsid w:val="009D3513"/>
    <w:rsid w:val="009D3546"/>
    <w:rsid w:val="009D3707"/>
    <w:rsid w:val="009D3A53"/>
    <w:rsid w:val="009D3C5D"/>
    <w:rsid w:val="009D3D81"/>
    <w:rsid w:val="009D3EFB"/>
    <w:rsid w:val="009D4221"/>
    <w:rsid w:val="009D46EF"/>
    <w:rsid w:val="009D4719"/>
    <w:rsid w:val="009D4AD9"/>
    <w:rsid w:val="009D4B19"/>
    <w:rsid w:val="009D4B7F"/>
    <w:rsid w:val="009D4C8E"/>
    <w:rsid w:val="009D4F8A"/>
    <w:rsid w:val="009D4FA7"/>
    <w:rsid w:val="009D51FE"/>
    <w:rsid w:val="009D5217"/>
    <w:rsid w:val="009D52A4"/>
    <w:rsid w:val="009D5444"/>
    <w:rsid w:val="009D5470"/>
    <w:rsid w:val="009D556D"/>
    <w:rsid w:val="009D566A"/>
    <w:rsid w:val="009D5978"/>
    <w:rsid w:val="009D5BD1"/>
    <w:rsid w:val="009D5DE2"/>
    <w:rsid w:val="009D5EE4"/>
    <w:rsid w:val="009D5F38"/>
    <w:rsid w:val="009D5FD6"/>
    <w:rsid w:val="009D66A2"/>
    <w:rsid w:val="009D68B4"/>
    <w:rsid w:val="009D6957"/>
    <w:rsid w:val="009D6A05"/>
    <w:rsid w:val="009D6B3F"/>
    <w:rsid w:val="009D6BEC"/>
    <w:rsid w:val="009D6C10"/>
    <w:rsid w:val="009D6D3A"/>
    <w:rsid w:val="009D6D68"/>
    <w:rsid w:val="009D6DFF"/>
    <w:rsid w:val="009D7171"/>
    <w:rsid w:val="009D71E3"/>
    <w:rsid w:val="009D725B"/>
    <w:rsid w:val="009D72F7"/>
    <w:rsid w:val="009D7304"/>
    <w:rsid w:val="009D7306"/>
    <w:rsid w:val="009D7919"/>
    <w:rsid w:val="009D797A"/>
    <w:rsid w:val="009D7D4A"/>
    <w:rsid w:val="009E0271"/>
    <w:rsid w:val="009E0328"/>
    <w:rsid w:val="009E03EC"/>
    <w:rsid w:val="009E050A"/>
    <w:rsid w:val="009E0577"/>
    <w:rsid w:val="009E05A0"/>
    <w:rsid w:val="009E06B4"/>
    <w:rsid w:val="009E0D89"/>
    <w:rsid w:val="009E11EC"/>
    <w:rsid w:val="009E1557"/>
    <w:rsid w:val="009E1AD3"/>
    <w:rsid w:val="009E2051"/>
    <w:rsid w:val="009E21DE"/>
    <w:rsid w:val="009E227C"/>
    <w:rsid w:val="009E234E"/>
    <w:rsid w:val="009E243E"/>
    <w:rsid w:val="009E2478"/>
    <w:rsid w:val="009E2667"/>
    <w:rsid w:val="009E2778"/>
    <w:rsid w:val="009E28A7"/>
    <w:rsid w:val="009E2973"/>
    <w:rsid w:val="009E29E1"/>
    <w:rsid w:val="009E2C4B"/>
    <w:rsid w:val="009E2D60"/>
    <w:rsid w:val="009E2FB6"/>
    <w:rsid w:val="009E302D"/>
    <w:rsid w:val="009E3106"/>
    <w:rsid w:val="009E329C"/>
    <w:rsid w:val="009E359B"/>
    <w:rsid w:val="009E3E48"/>
    <w:rsid w:val="009E4039"/>
    <w:rsid w:val="009E40F9"/>
    <w:rsid w:val="009E41C0"/>
    <w:rsid w:val="009E41F4"/>
    <w:rsid w:val="009E429A"/>
    <w:rsid w:val="009E42D4"/>
    <w:rsid w:val="009E4515"/>
    <w:rsid w:val="009E45F4"/>
    <w:rsid w:val="009E46C9"/>
    <w:rsid w:val="009E48DB"/>
    <w:rsid w:val="009E4C2D"/>
    <w:rsid w:val="009E4D05"/>
    <w:rsid w:val="009E50CA"/>
    <w:rsid w:val="009E50ED"/>
    <w:rsid w:val="009E51EC"/>
    <w:rsid w:val="009E528E"/>
    <w:rsid w:val="009E56A5"/>
    <w:rsid w:val="009E5C35"/>
    <w:rsid w:val="009E5C47"/>
    <w:rsid w:val="009E5D65"/>
    <w:rsid w:val="009E5EAD"/>
    <w:rsid w:val="009E5EB3"/>
    <w:rsid w:val="009E5F14"/>
    <w:rsid w:val="009E5F9B"/>
    <w:rsid w:val="009E5FF5"/>
    <w:rsid w:val="009E6090"/>
    <w:rsid w:val="009E63E7"/>
    <w:rsid w:val="009E6523"/>
    <w:rsid w:val="009E6627"/>
    <w:rsid w:val="009E68D0"/>
    <w:rsid w:val="009E6F89"/>
    <w:rsid w:val="009E6FA9"/>
    <w:rsid w:val="009E7180"/>
    <w:rsid w:val="009E71DF"/>
    <w:rsid w:val="009E769F"/>
    <w:rsid w:val="009E7AED"/>
    <w:rsid w:val="009E7D0B"/>
    <w:rsid w:val="009E7D7E"/>
    <w:rsid w:val="009E7EB7"/>
    <w:rsid w:val="009E7ED3"/>
    <w:rsid w:val="009F020B"/>
    <w:rsid w:val="009F024E"/>
    <w:rsid w:val="009F0264"/>
    <w:rsid w:val="009F02FF"/>
    <w:rsid w:val="009F0378"/>
    <w:rsid w:val="009F0434"/>
    <w:rsid w:val="009F04D8"/>
    <w:rsid w:val="009F06B9"/>
    <w:rsid w:val="009F07EE"/>
    <w:rsid w:val="009F085E"/>
    <w:rsid w:val="009F08CF"/>
    <w:rsid w:val="009F092F"/>
    <w:rsid w:val="009F0A5C"/>
    <w:rsid w:val="009F0CC2"/>
    <w:rsid w:val="009F0CD3"/>
    <w:rsid w:val="009F0D14"/>
    <w:rsid w:val="009F0EDC"/>
    <w:rsid w:val="009F0F81"/>
    <w:rsid w:val="009F0FDE"/>
    <w:rsid w:val="009F1083"/>
    <w:rsid w:val="009F1273"/>
    <w:rsid w:val="009F1371"/>
    <w:rsid w:val="009F13F5"/>
    <w:rsid w:val="009F146D"/>
    <w:rsid w:val="009F14C0"/>
    <w:rsid w:val="009F1722"/>
    <w:rsid w:val="009F1929"/>
    <w:rsid w:val="009F1CCE"/>
    <w:rsid w:val="009F2045"/>
    <w:rsid w:val="009F205A"/>
    <w:rsid w:val="009F21BD"/>
    <w:rsid w:val="009F2282"/>
    <w:rsid w:val="009F22A9"/>
    <w:rsid w:val="009F23EB"/>
    <w:rsid w:val="009F2443"/>
    <w:rsid w:val="009F2666"/>
    <w:rsid w:val="009F27E8"/>
    <w:rsid w:val="009F290E"/>
    <w:rsid w:val="009F2994"/>
    <w:rsid w:val="009F29AB"/>
    <w:rsid w:val="009F29B2"/>
    <w:rsid w:val="009F2A47"/>
    <w:rsid w:val="009F32B8"/>
    <w:rsid w:val="009F3475"/>
    <w:rsid w:val="009F3587"/>
    <w:rsid w:val="009F35BC"/>
    <w:rsid w:val="009F35CE"/>
    <w:rsid w:val="009F37AC"/>
    <w:rsid w:val="009F38C6"/>
    <w:rsid w:val="009F39E6"/>
    <w:rsid w:val="009F3BBB"/>
    <w:rsid w:val="009F3C70"/>
    <w:rsid w:val="009F3CF1"/>
    <w:rsid w:val="009F3DBA"/>
    <w:rsid w:val="009F3F93"/>
    <w:rsid w:val="009F4166"/>
    <w:rsid w:val="009F41A1"/>
    <w:rsid w:val="009F4217"/>
    <w:rsid w:val="009F4260"/>
    <w:rsid w:val="009F42FE"/>
    <w:rsid w:val="009F4448"/>
    <w:rsid w:val="009F456A"/>
    <w:rsid w:val="009F45E4"/>
    <w:rsid w:val="009F4833"/>
    <w:rsid w:val="009F4859"/>
    <w:rsid w:val="009F48C2"/>
    <w:rsid w:val="009F492B"/>
    <w:rsid w:val="009F497F"/>
    <w:rsid w:val="009F49F4"/>
    <w:rsid w:val="009F4A00"/>
    <w:rsid w:val="009F4A36"/>
    <w:rsid w:val="009F4AAF"/>
    <w:rsid w:val="009F4DCD"/>
    <w:rsid w:val="009F4E31"/>
    <w:rsid w:val="009F4FC1"/>
    <w:rsid w:val="009F507B"/>
    <w:rsid w:val="009F515A"/>
    <w:rsid w:val="009F55CB"/>
    <w:rsid w:val="009F5615"/>
    <w:rsid w:val="009F57ED"/>
    <w:rsid w:val="009F5889"/>
    <w:rsid w:val="009F598A"/>
    <w:rsid w:val="009F59C6"/>
    <w:rsid w:val="009F5AD1"/>
    <w:rsid w:val="009F5B59"/>
    <w:rsid w:val="009F5B6A"/>
    <w:rsid w:val="009F5B7B"/>
    <w:rsid w:val="009F5B93"/>
    <w:rsid w:val="009F5BED"/>
    <w:rsid w:val="009F5BFE"/>
    <w:rsid w:val="009F5CEF"/>
    <w:rsid w:val="009F5FBC"/>
    <w:rsid w:val="009F61CB"/>
    <w:rsid w:val="009F641C"/>
    <w:rsid w:val="009F641D"/>
    <w:rsid w:val="009F65C3"/>
    <w:rsid w:val="009F683B"/>
    <w:rsid w:val="009F6B5A"/>
    <w:rsid w:val="009F6B89"/>
    <w:rsid w:val="009F6C6A"/>
    <w:rsid w:val="009F6E7B"/>
    <w:rsid w:val="009F6F05"/>
    <w:rsid w:val="009F7016"/>
    <w:rsid w:val="009F7060"/>
    <w:rsid w:val="009F70A1"/>
    <w:rsid w:val="009F735C"/>
    <w:rsid w:val="009F73C1"/>
    <w:rsid w:val="009F73C3"/>
    <w:rsid w:val="009F741D"/>
    <w:rsid w:val="009F7486"/>
    <w:rsid w:val="009F7550"/>
    <w:rsid w:val="009F765D"/>
    <w:rsid w:val="009F7857"/>
    <w:rsid w:val="009F7936"/>
    <w:rsid w:val="009F7C21"/>
    <w:rsid w:val="009F7D41"/>
    <w:rsid w:val="009F7E7B"/>
    <w:rsid w:val="00A000F0"/>
    <w:rsid w:val="00A006E5"/>
    <w:rsid w:val="00A00A26"/>
    <w:rsid w:val="00A00F00"/>
    <w:rsid w:val="00A00F0B"/>
    <w:rsid w:val="00A00F32"/>
    <w:rsid w:val="00A0114E"/>
    <w:rsid w:val="00A01204"/>
    <w:rsid w:val="00A012D6"/>
    <w:rsid w:val="00A01448"/>
    <w:rsid w:val="00A015A1"/>
    <w:rsid w:val="00A01622"/>
    <w:rsid w:val="00A0167F"/>
    <w:rsid w:val="00A01828"/>
    <w:rsid w:val="00A0185A"/>
    <w:rsid w:val="00A018F2"/>
    <w:rsid w:val="00A019DF"/>
    <w:rsid w:val="00A019EB"/>
    <w:rsid w:val="00A01AAC"/>
    <w:rsid w:val="00A01B6B"/>
    <w:rsid w:val="00A01FCE"/>
    <w:rsid w:val="00A02015"/>
    <w:rsid w:val="00A020ED"/>
    <w:rsid w:val="00A0228B"/>
    <w:rsid w:val="00A022F0"/>
    <w:rsid w:val="00A0278C"/>
    <w:rsid w:val="00A028FB"/>
    <w:rsid w:val="00A02B7E"/>
    <w:rsid w:val="00A02C9C"/>
    <w:rsid w:val="00A02E07"/>
    <w:rsid w:val="00A03123"/>
    <w:rsid w:val="00A031C8"/>
    <w:rsid w:val="00A03475"/>
    <w:rsid w:val="00A034A8"/>
    <w:rsid w:val="00A035D8"/>
    <w:rsid w:val="00A035DF"/>
    <w:rsid w:val="00A03620"/>
    <w:rsid w:val="00A0366B"/>
    <w:rsid w:val="00A036CB"/>
    <w:rsid w:val="00A036D0"/>
    <w:rsid w:val="00A036E2"/>
    <w:rsid w:val="00A03766"/>
    <w:rsid w:val="00A0388F"/>
    <w:rsid w:val="00A03959"/>
    <w:rsid w:val="00A03966"/>
    <w:rsid w:val="00A03C5C"/>
    <w:rsid w:val="00A03D24"/>
    <w:rsid w:val="00A03EC5"/>
    <w:rsid w:val="00A03F62"/>
    <w:rsid w:val="00A03FC6"/>
    <w:rsid w:val="00A04006"/>
    <w:rsid w:val="00A040CB"/>
    <w:rsid w:val="00A0428A"/>
    <w:rsid w:val="00A04373"/>
    <w:rsid w:val="00A04397"/>
    <w:rsid w:val="00A045DD"/>
    <w:rsid w:val="00A045EC"/>
    <w:rsid w:val="00A04751"/>
    <w:rsid w:val="00A04758"/>
    <w:rsid w:val="00A04806"/>
    <w:rsid w:val="00A04882"/>
    <w:rsid w:val="00A048F1"/>
    <w:rsid w:val="00A049A6"/>
    <w:rsid w:val="00A04BC4"/>
    <w:rsid w:val="00A04BC5"/>
    <w:rsid w:val="00A04FA3"/>
    <w:rsid w:val="00A05172"/>
    <w:rsid w:val="00A053D5"/>
    <w:rsid w:val="00A0540F"/>
    <w:rsid w:val="00A054B7"/>
    <w:rsid w:val="00A05804"/>
    <w:rsid w:val="00A05AFE"/>
    <w:rsid w:val="00A05C1C"/>
    <w:rsid w:val="00A05E3B"/>
    <w:rsid w:val="00A05E45"/>
    <w:rsid w:val="00A05F0F"/>
    <w:rsid w:val="00A06169"/>
    <w:rsid w:val="00A06177"/>
    <w:rsid w:val="00A06509"/>
    <w:rsid w:val="00A0658E"/>
    <w:rsid w:val="00A0665E"/>
    <w:rsid w:val="00A066A7"/>
    <w:rsid w:val="00A06A15"/>
    <w:rsid w:val="00A06A3B"/>
    <w:rsid w:val="00A06B8E"/>
    <w:rsid w:val="00A06B8F"/>
    <w:rsid w:val="00A06CEC"/>
    <w:rsid w:val="00A06D24"/>
    <w:rsid w:val="00A06E34"/>
    <w:rsid w:val="00A070BB"/>
    <w:rsid w:val="00A070DB"/>
    <w:rsid w:val="00A07190"/>
    <w:rsid w:val="00A07260"/>
    <w:rsid w:val="00A072BB"/>
    <w:rsid w:val="00A07496"/>
    <w:rsid w:val="00A074AE"/>
    <w:rsid w:val="00A077E6"/>
    <w:rsid w:val="00A07ABB"/>
    <w:rsid w:val="00A07C7B"/>
    <w:rsid w:val="00A07E33"/>
    <w:rsid w:val="00A101F5"/>
    <w:rsid w:val="00A1020F"/>
    <w:rsid w:val="00A10318"/>
    <w:rsid w:val="00A10334"/>
    <w:rsid w:val="00A103C0"/>
    <w:rsid w:val="00A1040D"/>
    <w:rsid w:val="00A105CE"/>
    <w:rsid w:val="00A10784"/>
    <w:rsid w:val="00A10866"/>
    <w:rsid w:val="00A10905"/>
    <w:rsid w:val="00A10BA7"/>
    <w:rsid w:val="00A10C8F"/>
    <w:rsid w:val="00A11402"/>
    <w:rsid w:val="00A11ABA"/>
    <w:rsid w:val="00A11AE4"/>
    <w:rsid w:val="00A11B88"/>
    <w:rsid w:val="00A11B99"/>
    <w:rsid w:val="00A11BC1"/>
    <w:rsid w:val="00A11CAD"/>
    <w:rsid w:val="00A11CEA"/>
    <w:rsid w:val="00A120BD"/>
    <w:rsid w:val="00A123B9"/>
    <w:rsid w:val="00A123EB"/>
    <w:rsid w:val="00A12408"/>
    <w:rsid w:val="00A1248C"/>
    <w:rsid w:val="00A12533"/>
    <w:rsid w:val="00A12797"/>
    <w:rsid w:val="00A12AB4"/>
    <w:rsid w:val="00A12B4D"/>
    <w:rsid w:val="00A12BAC"/>
    <w:rsid w:val="00A12CE8"/>
    <w:rsid w:val="00A12D34"/>
    <w:rsid w:val="00A1320D"/>
    <w:rsid w:val="00A13243"/>
    <w:rsid w:val="00A13276"/>
    <w:rsid w:val="00A1369E"/>
    <w:rsid w:val="00A13758"/>
    <w:rsid w:val="00A13870"/>
    <w:rsid w:val="00A1391F"/>
    <w:rsid w:val="00A13C77"/>
    <w:rsid w:val="00A14145"/>
    <w:rsid w:val="00A141A0"/>
    <w:rsid w:val="00A14264"/>
    <w:rsid w:val="00A14309"/>
    <w:rsid w:val="00A1484F"/>
    <w:rsid w:val="00A148FF"/>
    <w:rsid w:val="00A14C7A"/>
    <w:rsid w:val="00A14E4A"/>
    <w:rsid w:val="00A14E7B"/>
    <w:rsid w:val="00A14ED8"/>
    <w:rsid w:val="00A14EDF"/>
    <w:rsid w:val="00A1519D"/>
    <w:rsid w:val="00A151B0"/>
    <w:rsid w:val="00A151F8"/>
    <w:rsid w:val="00A15284"/>
    <w:rsid w:val="00A15594"/>
    <w:rsid w:val="00A15945"/>
    <w:rsid w:val="00A1596B"/>
    <w:rsid w:val="00A15B44"/>
    <w:rsid w:val="00A15E6D"/>
    <w:rsid w:val="00A1628C"/>
    <w:rsid w:val="00A16341"/>
    <w:rsid w:val="00A1638A"/>
    <w:rsid w:val="00A16442"/>
    <w:rsid w:val="00A16514"/>
    <w:rsid w:val="00A16538"/>
    <w:rsid w:val="00A16BB6"/>
    <w:rsid w:val="00A16C1C"/>
    <w:rsid w:val="00A16E19"/>
    <w:rsid w:val="00A16EB8"/>
    <w:rsid w:val="00A1719D"/>
    <w:rsid w:val="00A17328"/>
    <w:rsid w:val="00A1742E"/>
    <w:rsid w:val="00A17506"/>
    <w:rsid w:val="00A1769B"/>
    <w:rsid w:val="00A17776"/>
    <w:rsid w:val="00A177C6"/>
    <w:rsid w:val="00A179EF"/>
    <w:rsid w:val="00A17BBF"/>
    <w:rsid w:val="00A17C99"/>
    <w:rsid w:val="00A17D01"/>
    <w:rsid w:val="00A17E5C"/>
    <w:rsid w:val="00A17F4A"/>
    <w:rsid w:val="00A200B1"/>
    <w:rsid w:val="00A2018F"/>
    <w:rsid w:val="00A201E5"/>
    <w:rsid w:val="00A202D6"/>
    <w:rsid w:val="00A20330"/>
    <w:rsid w:val="00A20501"/>
    <w:rsid w:val="00A207E9"/>
    <w:rsid w:val="00A207F0"/>
    <w:rsid w:val="00A2093E"/>
    <w:rsid w:val="00A20A9A"/>
    <w:rsid w:val="00A20D97"/>
    <w:rsid w:val="00A210A3"/>
    <w:rsid w:val="00A2124F"/>
    <w:rsid w:val="00A21260"/>
    <w:rsid w:val="00A21291"/>
    <w:rsid w:val="00A21396"/>
    <w:rsid w:val="00A214BA"/>
    <w:rsid w:val="00A2165F"/>
    <w:rsid w:val="00A2169A"/>
    <w:rsid w:val="00A2172F"/>
    <w:rsid w:val="00A21776"/>
    <w:rsid w:val="00A2189A"/>
    <w:rsid w:val="00A21ACE"/>
    <w:rsid w:val="00A21BF1"/>
    <w:rsid w:val="00A21C43"/>
    <w:rsid w:val="00A21C6F"/>
    <w:rsid w:val="00A22220"/>
    <w:rsid w:val="00A222D3"/>
    <w:rsid w:val="00A2240D"/>
    <w:rsid w:val="00A22438"/>
    <w:rsid w:val="00A22539"/>
    <w:rsid w:val="00A2264C"/>
    <w:rsid w:val="00A22709"/>
    <w:rsid w:val="00A22929"/>
    <w:rsid w:val="00A229B4"/>
    <w:rsid w:val="00A22A75"/>
    <w:rsid w:val="00A22B9C"/>
    <w:rsid w:val="00A22CB6"/>
    <w:rsid w:val="00A22CEC"/>
    <w:rsid w:val="00A22D61"/>
    <w:rsid w:val="00A22E77"/>
    <w:rsid w:val="00A22F72"/>
    <w:rsid w:val="00A23220"/>
    <w:rsid w:val="00A2352C"/>
    <w:rsid w:val="00A23686"/>
    <w:rsid w:val="00A23967"/>
    <w:rsid w:val="00A239BA"/>
    <w:rsid w:val="00A23A0E"/>
    <w:rsid w:val="00A23A12"/>
    <w:rsid w:val="00A23A54"/>
    <w:rsid w:val="00A23BB9"/>
    <w:rsid w:val="00A23D3D"/>
    <w:rsid w:val="00A24277"/>
    <w:rsid w:val="00A2445C"/>
    <w:rsid w:val="00A244E3"/>
    <w:rsid w:val="00A2453F"/>
    <w:rsid w:val="00A2458D"/>
    <w:rsid w:val="00A24594"/>
    <w:rsid w:val="00A247AF"/>
    <w:rsid w:val="00A24B1B"/>
    <w:rsid w:val="00A24B36"/>
    <w:rsid w:val="00A24FFE"/>
    <w:rsid w:val="00A25001"/>
    <w:rsid w:val="00A250EE"/>
    <w:rsid w:val="00A253AD"/>
    <w:rsid w:val="00A25438"/>
    <w:rsid w:val="00A255F7"/>
    <w:rsid w:val="00A25651"/>
    <w:rsid w:val="00A25673"/>
    <w:rsid w:val="00A259CE"/>
    <w:rsid w:val="00A25AC2"/>
    <w:rsid w:val="00A25AFB"/>
    <w:rsid w:val="00A25E09"/>
    <w:rsid w:val="00A25E43"/>
    <w:rsid w:val="00A25E73"/>
    <w:rsid w:val="00A25FF1"/>
    <w:rsid w:val="00A26287"/>
    <w:rsid w:val="00A2649E"/>
    <w:rsid w:val="00A264B5"/>
    <w:rsid w:val="00A2656C"/>
    <w:rsid w:val="00A265C2"/>
    <w:rsid w:val="00A265EE"/>
    <w:rsid w:val="00A266BE"/>
    <w:rsid w:val="00A26EAF"/>
    <w:rsid w:val="00A270AE"/>
    <w:rsid w:val="00A27107"/>
    <w:rsid w:val="00A271E2"/>
    <w:rsid w:val="00A2728D"/>
    <w:rsid w:val="00A272AA"/>
    <w:rsid w:val="00A27487"/>
    <w:rsid w:val="00A27494"/>
    <w:rsid w:val="00A2751C"/>
    <w:rsid w:val="00A279C5"/>
    <w:rsid w:val="00A27AB8"/>
    <w:rsid w:val="00A27C47"/>
    <w:rsid w:val="00A27DAC"/>
    <w:rsid w:val="00A27E99"/>
    <w:rsid w:val="00A27EF2"/>
    <w:rsid w:val="00A300FD"/>
    <w:rsid w:val="00A301EA"/>
    <w:rsid w:val="00A30384"/>
    <w:rsid w:val="00A303CA"/>
    <w:rsid w:val="00A306D7"/>
    <w:rsid w:val="00A307C4"/>
    <w:rsid w:val="00A309B8"/>
    <w:rsid w:val="00A30B1B"/>
    <w:rsid w:val="00A30D3D"/>
    <w:rsid w:val="00A310CB"/>
    <w:rsid w:val="00A310EE"/>
    <w:rsid w:val="00A31184"/>
    <w:rsid w:val="00A311F3"/>
    <w:rsid w:val="00A312D0"/>
    <w:rsid w:val="00A31364"/>
    <w:rsid w:val="00A313FA"/>
    <w:rsid w:val="00A314F4"/>
    <w:rsid w:val="00A31559"/>
    <w:rsid w:val="00A315C4"/>
    <w:rsid w:val="00A316DC"/>
    <w:rsid w:val="00A31761"/>
    <w:rsid w:val="00A3176E"/>
    <w:rsid w:val="00A31842"/>
    <w:rsid w:val="00A31F8D"/>
    <w:rsid w:val="00A3209E"/>
    <w:rsid w:val="00A32104"/>
    <w:rsid w:val="00A32117"/>
    <w:rsid w:val="00A3252C"/>
    <w:rsid w:val="00A32626"/>
    <w:rsid w:val="00A32773"/>
    <w:rsid w:val="00A329BE"/>
    <w:rsid w:val="00A32B43"/>
    <w:rsid w:val="00A32D7A"/>
    <w:rsid w:val="00A32E5D"/>
    <w:rsid w:val="00A3300F"/>
    <w:rsid w:val="00A33257"/>
    <w:rsid w:val="00A33392"/>
    <w:rsid w:val="00A334F7"/>
    <w:rsid w:val="00A33667"/>
    <w:rsid w:val="00A3379D"/>
    <w:rsid w:val="00A3397A"/>
    <w:rsid w:val="00A33993"/>
    <w:rsid w:val="00A33A48"/>
    <w:rsid w:val="00A33AC9"/>
    <w:rsid w:val="00A33AD5"/>
    <w:rsid w:val="00A33AD8"/>
    <w:rsid w:val="00A33C6E"/>
    <w:rsid w:val="00A33F85"/>
    <w:rsid w:val="00A34042"/>
    <w:rsid w:val="00A340D4"/>
    <w:rsid w:val="00A34167"/>
    <w:rsid w:val="00A34650"/>
    <w:rsid w:val="00A34A91"/>
    <w:rsid w:val="00A34DFD"/>
    <w:rsid w:val="00A34E14"/>
    <w:rsid w:val="00A350B5"/>
    <w:rsid w:val="00A3510A"/>
    <w:rsid w:val="00A351D0"/>
    <w:rsid w:val="00A351D8"/>
    <w:rsid w:val="00A3527F"/>
    <w:rsid w:val="00A35304"/>
    <w:rsid w:val="00A35469"/>
    <w:rsid w:val="00A3550B"/>
    <w:rsid w:val="00A35791"/>
    <w:rsid w:val="00A35A6C"/>
    <w:rsid w:val="00A35B10"/>
    <w:rsid w:val="00A35CCE"/>
    <w:rsid w:val="00A35D47"/>
    <w:rsid w:val="00A35E28"/>
    <w:rsid w:val="00A35E3E"/>
    <w:rsid w:val="00A35FFB"/>
    <w:rsid w:val="00A36223"/>
    <w:rsid w:val="00A36230"/>
    <w:rsid w:val="00A3642B"/>
    <w:rsid w:val="00A3644A"/>
    <w:rsid w:val="00A367E4"/>
    <w:rsid w:val="00A36BDF"/>
    <w:rsid w:val="00A36D83"/>
    <w:rsid w:val="00A36DFE"/>
    <w:rsid w:val="00A3715D"/>
    <w:rsid w:val="00A37204"/>
    <w:rsid w:val="00A37310"/>
    <w:rsid w:val="00A373B6"/>
    <w:rsid w:val="00A37491"/>
    <w:rsid w:val="00A376B5"/>
    <w:rsid w:val="00A3778F"/>
    <w:rsid w:val="00A377A2"/>
    <w:rsid w:val="00A37954"/>
    <w:rsid w:val="00A37BBD"/>
    <w:rsid w:val="00A37DEE"/>
    <w:rsid w:val="00A37F01"/>
    <w:rsid w:val="00A4001C"/>
    <w:rsid w:val="00A40348"/>
    <w:rsid w:val="00A403B5"/>
    <w:rsid w:val="00A4064F"/>
    <w:rsid w:val="00A4071E"/>
    <w:rsid w:val="00A4081B"/>
    <w:rsid w:val="00A40968"/>
    <w:rsid w:val="00A40AB3"/>
    <w:rsid w:val="00A40B26"/>
    <w:rsid w:val="00A40DCA"/>
    <w:rsid w:val="00A40EAF"/>
    <w:rsid w:val="00A410A0"/>
    <w:rsid w:val="00A4116D"/>
    <w:rsid w:val="00A411D6"/>
    <w:rsid w:val="00A41259"/>
    <w:rsid w:val="00A41261"/>
    <w:rsid w:val="00A41514"/>
    <w:rsid w:val="00A41728"/>
    <w:rsid w:val="00A41808"/>
    <w:rsid w:val="00A41924"/>
    <w:rsid w:val="00A41A89"/>
    <w:rsid w:val="00A41CCB"/>
    <w:rsid w:val="00A41D36"/>
    <w:rsid w:val="00A42365"/>
    <w:rsid w:val="00A423C3"/>
    <w:rsid w:val="00A425B6"/>
    <w:rsid w:val="00A425F7"/>
    <w:rsid w:val="00A426FC"/>
    <w:rsid w:val="00A42D42"/>
    <w:rsid w:val="00A42E3E"/>
    <w:rsid w:val="00A43160"/>
    <w:rsid w:val="00A435A9"/>
    <w:rsid w:val="00A43632"/>
    <w:rsid w:val="00A437EC"/>
    <w:rsid w:val="00A4398E"/>
    <w:rsid w:val="00A439CD"/>
    <w:rsid w:val="00A439EB"/>
    <w:rsid w:val="00A43CCC"/>
    <w:rsid w:val="00A43CCD"/>
    <w:rsid w:val="00A44175"/>
    <w:rsid w:val="00A44178"/>
    <w:rsid w:val="00A443D8"/>
    <w:rsid w:val="00A44599"/>
    <w:rsid w:val="00A446D8"/>
    <w:rsid w:val="00A44FD7"/>
    <w:rsid w:val="00A45002"/>
    <w:rsid w:val="00A45011"/>
    <w:rsid w:val="00A4507A"/>
    <w:rsid w:val="00A450EE"/>
    <w:rsid w:val="00A451EF"/>
    <w:rsid w:val="00A45223"/>
    <w:rsid w:val="00A4545A"/>
    <w:rsid w:val="00A45518"/>
    <w:rsid w:val="00A457CF"/>
    <w:rsid w:val="00A457D2"/>
    <w:rsid w:val="00A45DFA"/>
    <w:rsid w:val="00A45E32"/>
    <w:rsid w:val="00A4604F"/>
    <w:rsid w:val="00A463F4"/>
    <w:rsid w:val="00A46422"/>
    <w:rsid w:val="00A4657C"/>
    <w:rsid w:val="00A465B8"/>
    <w:rsid w:val="00A466E8"/>
    <w:rsid w:val="00A46836"/>
    <w:rsid w:val="00A4691B"/>
    <w:rsid w:val="00A46A37"/>
    <w:rsid w:val="00A46AE2"/>
    <w:rsid w:val="00A46B60"/>
    <w:rsid w:val="00A472CF"/>
    <w:rsid w:val="00A473AA"/>
    <w:rsid w:val="00A47427"/>
    <w:rsid w:val="00A4742D"/>
    <w:rsid w:val="00A4789D"/>
    <w:rsid w:val="00A47936"/>
    <w:rsid w:val="00A47AFB"/>
    <w:rsid w:val="00A47CBF"/>
    <w:rsid w:val="00A47EF7"/>
    <w:rsid w:val="00A500BD"/>
    <w:rsid w:val="00A502F0"/>
    <w:rsid w:val="00A503C1"/>
    <w:rsid w:val="00A503C6"/>
    <w:rsid w:val="00A505EE"/>
    <w:rsid w:val="00A50A73"/>
    <w:rsid w:val="00A50CBE"/>
    <w:rsid w:val="00A50E82"/>
    <w:rsid w:val="00A50F79"/>
    <w:rsid w:val="00A50FE0"/>
    <w:rsid w:val="00A51159"/>
    <w:rsid w:val="00A51240"/>
    <w:rsid w:val="00A514B9"/>
    <w:rsid w:val="00A514F6"/>
    <w:rsid w:val="00A51580"/>
    <w:rsid w:val="00A516CD"/>
    <w:rsid w:val="00A51741"/>
    <w:rsid w:val="00A51B69"/>
    <w:rsid w:val="00A51C1A"/>
    <w:rsid w:val="00A52087"/>
    <w:rsid w:val="00A5227D"/>
    <w:rsid w:val="00A52302"/>
    <w:rsid w:val="00A52413"/>
    <w:rsid w:val="00A52486"/>
    <w:rsid w:val="00A527A4"/>
    <w:rsid w:val="00A5287D"/>
    <w:rsid w:val="00A5291D"/>
    <w:rsid w:val="00A52C5E"/>
    <w:rsid w:val="00A52D38"/>
    <w:rsid w:val="00A52FD6"/>
    <w:rsid w:val="00A530ED"/>
    <w:rsid w:val="00A53142"/>
    <w:rsid w:val="00A5322A"/>
    <w:rsid w:val="00A5363C"/>
    <w:rsid w:val="00A53808"/>
    <w:rsid w:val="00A5383C"/>
    <w:rsid w:val="00A53890"/>
    <w:rsid w:val="00A53936"/>
    <w:rsid w:val="00A53AD5"/>
    <w:rsid w:val="00A53C54"/>
    <w:rsid w:val="00A53DC3"/>
    <w:rsid w:val="00A53F34"/>
    <w:rsid w:val="00A542D0"/>
    <w:rsid w:val="00A5434F"/>
    <w:rsid w:val="00A54387"/>
    <w:rsid w:val="00A54568"/>
    <w:rsid w:val="00A5468B"/>
    <w:rsid w:val="00A546CA"/>
    <w:rsid w:val="00A547CC"/>
    <w:rsid w:val="00A54803"/>
    <w:rsid w:val="00A5489D"/>
    <w:rsid w:val="00A54996"/>
    <w:rsid w:val="00A54AD0"/>
    <w:rsid w:val="00A54BF5"/>
    <w:rsid w:val="00A54D36"/>
    <w:rsid w:val="00A54E9A"/>
    <w:rsid w:val="00A54EA2"/>
    <w:rsid w:val="00A54EDC"/>
    <w:rsid w:val="00A551D1"/>
    <w:rsid w:val="00A5528D"/>
    <w:rsid w:val="00A55300"/>
    <w:rsid w:val="00A55398"/>
    <w:rsid w:val="00A553E0"/>
    <w:rsid w:val="00A55469"/>
    <w:rsid w:val="00A5553B"/>
    <w:rsid w:val="00A55576"/>
    <w:rsid w:val="00A55864"/>
    <w:rsid w:val="00A558C3"/>
    <w:rsid w:val="00A5594C"/>
    <w:rsid w:val="00A55DC9"/>
    <w:rsid w:val="00A55ED3"/>
    <w:rsid w:val="00A561D5"/>
    <w:rsid w:val="00A563E7"/>
    <w:rsid w:val="00A564F2"/>
    <w:rsid w:val="00A566B2"/>
    <w:rsid w:val="00A56701"/>
    <w:rsid w:val="00A56904"/>
    <w:rsid w:val="00A56C03"/>
    <w:rsid w:val="00A56CA0"/>
    <w:rsid w:val="00A56E42"/>
    <w:rsid w:val="00A57124"/>
    <w:rsid w:val="00A57177"/>
    <w:rsid w:val="00A57216"/>
    <w:rsid w:val="00A572C2"/>
    <w:rsid w:val="00A57558"/>
    <w:rsid w:val="00A575A2"/>
    <w:rsid w:val="00A576FB"/>
    <w:rsid w:val="00A5787A"/>
    <w:rsid w:val="00A57D21"/>
    <w:rsid w:val="00A57F15"/>
    <w:rsid w:val="00A57F3E"/>
    <w:rsid w:val="00A60044"/>
    <w:rsid w:val="00A601B5"/>
    <w:rsid w:val="00A60274"/>
    <w:rsid w:val="00A604C3"/>
    <w:rsid w:val="00A606DB"/>
    <w:rsid w:val="00A609E4"/>
    <w:rsid w:val="00A60A45"/>
    <w:rsid w:val="00A60B52"/>
    <w:rsid w:val="00A610D5"/>
    <w:rsid w:val="00A61202"/>
    <w:rsid w:val="00A61334"/>
    <w:rsid w:val="00A614FD"/>
    <w:rsid w:val="00A61589"/>
    <w:rsid w:val="00A616B1"/>
    <w:rsid w:val="00A616E4"/>
    <w:rsid w:val="00A61701"/>
    <w:rsid w:val="00A61782"/>
    <w:rsid w:val="00A61793"/>
    <w:rsid w:val="00A617CD"/>
    <w:rsid w:val="00A619C1"/>
    <w:rsid w:val="00A619D5"/>
    <w:rsid w:val="00A61B63"/>
    <w:rsid w:val="00A61B95"/>
    <w:rsid w:val="00A621D9"/>
    <w:rsid w:val="00A623C5"/>
    <w:rsid w:val="00A626B8"/>
    <w:rsid w:val="00A626E4"/>
    <w:rsid w:val="00A62754"/>
    <w:rsid w:val="00A62881"/>
    <w:rsid w:val="00A62960"/>
    <w:rsid w:val="00A629AA"/>
    <w:rsid w:val="00A629CC"/>
    <w:rsid w:val="00A62A33"/>
    <w:rsid w:val="00A62AC9"/>
    <w:rsid w:val="00A62AF2"/>
    <w:rsid w:val="00A62C3E"/>
    <w:rsid w:val="00A62E96"/>
    <w:rsid w:val="00A62F56"/>
    <w:rsid w:val="00A62F84"/>
    <w:rsid w:val="00A632AD"/>
    <w:rsid w:val="00A63397"/>
    <w:rsid w:val="00A63798"/>
    <w:rsid w:val="00A637B7"/>
    <w:rsid w:val="00A6396A"/>
    <w:rsid w:val="00A63D55"/>
    <w:rsid w:val="00A63E00"/>
    <w:rsid w:val="00A6407C"/>
    <w:rsid w:val="00A64181"/>
    <w:rsid w:val="00A64347"/>
    <w:rsid w:val="00A6434F"/>
    <w:rsid w:val="00A64824"/>
    <w:rsid w:val="00A648D6"/>
    <w:rsid w:val="00A64903"/>
    <w:rsid w:val="00A649CF"/>
    <w:rsid w:val="00A64AB6"/>
    <w:rsid w:val="00A64CA4"/>
    <w:rsid w:val="00A64DF2"/>
    <w:rsid w:val="00A64E3A"/>
    <w:rsid w:val="00A64FBA"/>
    <w:rsid w:val="00A651E3"/>
    <w:rsid w:val="00A653EC"/>
    <w:rsid w:val="00A6545C"/>
    <w:rsid w:val="00A65575"/>
    <w:rsid w:val="00A656C0"/>
    <w:rsid w:val="00A6573F"/>
    <w:rsid w:val="00A657FB"/>
    <w:rsid w:val="00A65847"/>
    <w:rsid w:val="00A65864"/>
    <w:rsid w:val="00A658B1"/>
    <w:rsid w:val="00A65C3D"/>
    <w:rsid w:val="00A65C88"/>
    <w:rsid w:val="00A65EDD"/>
    <w:rsid w:val="00A65FC2"/>
    <w:rsid w:val="00A65FF7"/>
    <w:rsid w:val="00A66006"/>
    <w:rsid w:val="00A663D9"/>
    <w:rsid w:val="00A6654D"/>
    <w:rsid w:val="00A66559"/>
    <w:rsid w:val="00A6669D"/>
    <w:rsid w:val="00A66800"/>
    <w:rsid w:val="00A66811"/>
    <w:rsid w:val="00A668A0"/>
    <w:rsid w:val="00A668AE"/>
    <w:rsid w:val="00A66DB0"/>
    <w:rsid w:val="00A67019"/>
    <w:rsid w:val="00A672BC"/>
    <w:rsid w:val="00A67592"/>
    <w:rsid w:val="00A67726"/>
    <w:rsid w:val="00A67825"/>
    <w:rsid w:val="00A678A3"/>
    <w:rsid w:val="00A6790B"/>
    <w:rsid w:val="00A679DA"/>
    <w:rsid w:val="00A679E4"/>
    <w:rsid w:val="00A67A90"/>
    <w:rsid w:val="00A67B5A"/>
    <w:rsid w:val="00A67B79"/>
    <w:rsid w:val="00A67DA2"/>
    <w:rsid w:val="00A67EC2"/>
    <w:rsid w:val="00A67F80"/>
    <w:rsid w:val="00A67FC7"/>
    <w:rsid w:val="00A70022"/>
    <w:rsid w:val="00A701AD"/>
    <w:rsid w:val="00A70267"/>
    <w:rsid w:val="00A7034C"/>
    <w:rsid w:val="00A704E4"/>
    <w:rsid w:val="00A70528"/>
    <w:rsid w:val="00A7058F"/>
    <w:rsid w:val="00A70AA3"/>
    <w:rsid w:val="00A70DF0"/>
    <w:rsid w:val="00A70F68"/>
    <w:rsid w:val="00A70FCA"/>
    <w:rsid w:val="00A71239"/>
    <w:rsid w:val="00A713C6"/>
    <w:rsid w:val="00A7143D"/>
    <w:rsid w:val="00A7144D"/>
    <w:rsid w:val="00A7189A"/>
    <w:rsid w:val="00A718FA"/>
    <w:rsid w:val="00A71B21"/>
    <w:rsid w:val="00A71BF8"/>
    <w:rsid w:val="00A71CCE"/>
    <w:rsid w:val="00A71DDE"/>
    <w:rsid w:val="00A71EDB"/>
    <w:rsid w:val="00A7201D"/>
    <w:rsid w:val="00A72069"/>
    <w:rsid w:val="00A722C8"/>
    <w:rsid w:val="00A72418"/>
    <w:rsid w:val="00A724E5"/>
    <w:rsid w:val="00A726B5"/>
    <w:rsid w:val="00A72A34"/>
    <w:rsid w:val="00A72CD8"/>
    <w:rsid w:val="00A72E36"/>
    <w:rsid w:val="00A72E61"/>
    <w:rsid w:val="00A73015"/>
    <w:rsid w:val="00A730DF"/>
    <w:rsid w:val="00A730E4"/>
    <w:rsid w:val="00A73220"/>
    <w:rsid w:val="00A73402"/>
    <w:rsid w:val="00A7344D"/>
    <w:rsid w:val="00A7348F"/>
    <w:rsid w:val="00A73858"/>
    <w:rsid w:val="00A738CA"/>
    <w:rsid w:val="00A73904"/>
    <w:rsid w:val="00A73ADE"/>
    <w:rsid w:val="00A73D4B"/>
    <w:rsid w:val="00A73DD2"/>
    <w:rsid w:val="00A73F58"/>
    <w:rsid w:val="00A740B7"/>
    <w:rsid w:val="00A74292"/>
    <w:rsid w:val="00A74405"/>
    <w:rsid w:val="00A7442D"/>
    <w:rsid w:val="00A745DA"/>
    <w:rsid w:val="00A746EC"/>
    <w:rsid w:val="00A74A33"/>
    <w:rsid w:val="00A74BBA"/>
    <w:rsid w:val="00A74D78"/>
    <w:rsid w:val="00A74D9E"/>
    <w:rsid w:val="00A74FE4"/>
    <w:rsid w:val="00A75127"/>
    <w:rsid w:val="00A75180"/>
    <w:rsid w:val="00A75181"/>
    <w:rsid w:val="00A7535D"/>
    <w:rsid w:val="00A7581B"/>
    <w:rsid w:val="00A75B96"/>
    <w:rsid w:val="00A75C4D"/>
    <w:rsid w:val="00A75EE9"/>
    <w:rsid w:val="00A76007"/>
    <w:rsid w:val="00A760B7"/>
    <w:rsid w:val="00A76286"/>
    <w:rsid w:val="00A762C7"/>
    <w:rsid w:val="00A76753"/>
    <w:rsid w:val="00A76C89"/>
    <w:rsid w:val="00A77014"/>
    <w:rsid w:val="00A7702C"/>
    <w:rsid w:val="00A770F8"/>
    <w:rsid w:val="00A77538"/>
    <w:rsid w:val="00A77779"/>
    <w:rsid w:val="00A77789"/>
    <w:rsid w:val="00A77829"/>
    <w:rsid w:val="00A7782F"/>
    <w:rsid w:val="00A779AD"/>
    <w:rsid w:val="00A77A1B"/>
    <w:rsid w:val="00A77ECB"/>
    <w:rsid w:val="00A77F02"/>
    <w:rsid w:val="00A80041"/>
    <w:rsid w:val="00A8012F"/>
    <w:rsid w:val="00A801C2"/>
    <w:rsid w:val="00A801CF"/>
    <w:rsid w:val="00A801E7"/>
    <w:rsid w:val="00A802AE"/>
    <w:rsid w:val="00A803B1"/>
    <w:rsid w:val="00A804B6"/>
    <w:rsid w:val="00A805D1"/>
    <w:rsid w:val="00A806D3"/>
    <w:rsid w:val="00A807E4"/>
    <w:rsid w:val="00A80884"/>
    <w:rsid w:val="00A80922"/>
    <w:rsid w:val="00A80AB0"/>
    <w:rsid w:val="00A80C79"/>
    <w:rsid w:val="00A80E3E"/>
    <w:rsid w:val="00A80FA6"/>
    <w:rsid w:val="00A811EA"/>
    <w:rsid w:val="00A81220"/>
    <w:rsid w:val="00A81221"/>
    <w:rsid w:val="00A813D0"/>
    <w:rsid w:val="00A814C5"/>
    <w:rsid w:val="00A81878"/>
    <w:rsid w:val="00A81A61"/>
    <w:rsid w:val="00A81B13"/>
    <w:rsid w:val="00A81C2A"/>
    <w:rsid w:val="00A81CF2"/>
    <w:rsid w:val="00A81E49"/>
    <w:rsid w:val="00A820DC"/>
    <w:rsid w:val="00A82115"/>
    <w:rsid w:val="00A82171"/>
    <w:rsid w:val="00A821B9"/>
    <w:rsid w:val="00A82354"/>
    <w:rsid w:val="00A8248A"/>
    <w:rsid w:val="00A825D9"/>
    <w:rsid w:val="00A827EA"/>
    <w:rsid w:val="00A82831"/>
    <w:rsid w:val="00A8296A"/>
    <w:rsid w:val="00A82BC5"/>
    <w:rsid w:val="00A82BF7"/>
    <w:rsid w:val="00A82F1D"/>
    <w:rsid w:val="00A82F29"/>
    <w:rsid w:val="00A82FB6"/>
    <w:rsid w:val="00A82FC7"/>
    <w:rsid w:val="00A830D1"/>
    <w:rsid w:val="00A830FA"/>
    <w:rsid w:val="00A83545"/>
    <w:rsid w:val="00A835E8"/>
    <w:rsid w:val="00A836CF"/>
    <w:rsid w:val="00A836DE"/>
    <w:rsid w:val="00A83702"/>
    <w:rsid w:val="00A8382D"/>
    <w:rsid w:val="00A8384C"/>
    <w:rsid w:val="00A83BF4"/>
    <w:rsid w:val="00A83D62"/>
    <w:rsid w:val="00A83DA6"/>
    <w:rsid w:val="00A83DFE"/>
    <w:rsid w:val="00A83FEB"/>
    <w:rsid w:val="00A84017"/>
    <w:rsid w:val="00A84165"/>
    <w:rsid w:val="00A8433F"/>
    <w:rsid w:val="00A846AB"/>
    <w:rsid w:val="00A84AC5"/>
    <w:rsid w:val="00A84C4C"/>
    <w:rsid w:val="00A84DE3"/>
    <w:rsid w:val="00A84EDD"/>
    <w:rsid w:val="00A84EE4"/>
    <w:rsid w:val="00A84F25"/>
    <w:rsid w:val="00A85002"/>
    <w:rsid w:val="00A8518D"/>
    <w:rsid w:val="00A851CA"/>
    <w:rsid w:val="00A8520F"/>
    <w:rsid w:val="00A85296"/>
    <w:rsid w:val="00A854D0"/>
    <w:rsid w:val="00A8571B"/>
    <w:rsid w:val="00A85788"/>
    <w:rsid w:val="00A857A8"/>
    <w:rsid w:val="00A85804"/>
    <w:rsid w:val="00A8597F"/>
    <w:rsid w:val="00A85A45"/>
    <w:rsid w:val="00A85B84"/>
    <w:rsid w:val="00A85CBD"/>
    <w:rsid w:val="00A85D9B"/>
    <w:rsid w:val="00A85EFB"/>
    <w:rsid w:val="00A862A0"/>
    <w:rsid w:val="00A8641D"/>
    <w:rsid w:val="00A86499"/>
    <w:rsid w:val="00A86526"/>
    <w:rsid w:val="00A86772"/>
    <w:rsid w:val="00A867D7"/>
    <w:rsid w:val="00A867EE"/>
    <w:rsid w:val="00A86EBF"/>
    <w:rsid w:val="00A86FBA"/>
    <w:rsid w:val="00A86FC4"/>
    <w:rsid w:val="00A870B7"/>
    <w:rsid w:val="00A870EC"/>
    <w:rsid w:val="00A87103"/>
    <w:rsid w:val="00A87438"/>
    <w:rsid w:val="00A876DF"/>
    <w:rsid w:val="00A87737"/>
    <w:rsid w:val="00A8783B"/>
    <w:rsid w:val="00A87845"/>
    <w:rsid w:val="00A8797E"/>
    <w:rsid w:val="00A87AC8"/>
    <w:rsid w:val="00A90145"/>
    <w:rsid w:val="00A9045F"/>
    <w:rsid w:val="00A9046F"/>
    <w:rsid w:val="00A90908"/>
    <w:rsid w:val="00A90932"/>
    <w:rsid w:val="00A909E0"/>
    <w:rsid w:val="00A90A37"/>
    <w:rsid w:val="00A90A7A"/>
    <w:rsid w:val="00A90BBB"/>
    <w:rsid w:val="00A90BE2"/>
    <w:rsid w:val="00A90D62"/>
    <w:rsid w:val="00A90EE5"/>
    <w:rsid w:val="00A91129"/>
    <w:rsid w:val="00A911F0"/>
    <w:rsid w:val="00A91406"/>
    <w:rsid w:val="00A915C0"/>
    <w:rsid w:val="00A916C6"/>
    <w:rsid w:val="00A9173A"/>
    <w:rsid w:val="00A91956"/>
    <w:rsid w:val="00A919F0"/>
    <w:rsid w:val="00A91DBA"/>
    <w:rsid w:val="00A91E07"/>
    <w:rsid w:val="00A92257"/>
    <w:rsid w:val="00A923F9"/>
    <w:rsid w:val="00A92463"/>
    <w:rsid w:val="00A9279A"/>
    <w:rsid w:val="00A92AA3"/>
    <w:rsid w:val="00A92C04"/>
    <w:rsid w:val="00A92C77"/>
    <w:rsid w:val="00A92E23"/>
    <w:rsid w:val="00A92E31"/>
    <w:rsid w:val="00A92E9F"/>
    <w:rsid w:val="00A92EDD"/>
    <w:rsid w:val="00A930D9"/>
    <w:rsid w:val="00A932C3"/>
    <w:rsid w:val="00A9338C"/>
    <w:rsid w:val="00A933A5"/>
    <w:rsid w:val="00A933E3"/>
    <w:rsid w:val="00A9363A"/>
    <w:rsid w:val="00A937A5"/>
    <w:rsid w:val="00A93828"/>
    <w:rsid w:val="00A93BFB"/>
    <w:rsid w:val="00A93CC9"/>
    <w:rsid w:val="00A93E48"/>
    <w:rsid w:val="00A93E5B"/>
    <w:rsid w:val="00A93E60"/>
    <w:rsid w:val="00A93FBF"/>
    <w:rsid w:val="00A944C8"/>
    <w:rsid w:val="00A94789"/>
    <w:rsid w:val="00A947F3"/>
    <w:rsid w:val="00A94848"/>
    <w:rsid w:val="00A94BBA"/>
    <w:rsid w:val="00A94BF9"/>
    <w:rsid w:val="00A94E38"/>
    <w:rsid w:val="00A9506F"/>
    <w:rsid w:val="00A95224"/>
    <w:rsid w:val="00A952E5"/>
    <w:rsid w:val="00A95548"/>
    <w:rsid w:val="00A95636"/>
    <w:rsid w:val="00A9577D"/>
    <w:rsid w:val="00A9584E"/>
    <w:rsid w:val="00A958A3"/>
    <w:rsid w:val="00A958DE"/>
    <w:rsid w:val="00A95956"/>
    <w:rsid w:val="00A95B31"/>
    <w:rsid w:val="00A95BC2"/>
    <w:rsid w:val="00A95C1B"/>
    <w:rsid w:val="00A95CEB"/>
    <w:rsid w:val="00A95D37"/>
    <w:rsid w:val="00A95D51"/>
    <w:rsid w:val="00A95F1D"/>
    <w:rsid w:val="00A95F72"/>
    <w:rsid w:val="00A961D4"/>
    <w:rsid w:val="00A961D7"/>
    <w:rsid w:val="00A96460"/>
    <w:rsid w:val="00A965FF"/>
    <w:rsid w:val="00A96681"/>
    <w:rsid w:val="00A96708"/>
    <w:rsid w:val="00A968B2"/>
    <w:rsid w:val="00A96A23"/>
    <w:rsid w:val="00A96B80"/>
    <w:rsid w:val="00A96CA0"/>
    <w:rsid w:val="00A96D4A"/>
    <w:rsid w:val="00A96E14"/>
    <w:rsid w:val="00A970F6"/>
    <w:rsid w:val="00A971F1"/>
    <w:rsid w:val="00A974D3"/>
    <w:rsid w:val="00A9771D"/>
    <w:rsid w:val="00A978FD"/>
    <w:rsid w:val="00A97B1D"/>
    <w:rsid w:val="00A97BCE"/>
    <w:rsid w:val="00A97CC5"/>
    <w:rsid w:val="00A97CED"/>
    <w:rsid w:val="00A97D69"/>
    <w:rsid w:val="00A97F31"/>
    <w:rsid w:val="00AA001D"/>
    <w:rsid w:val="00AA0161"/>
    <w:rsid w:val="00AA01E2"/>
    <w:rsid w:val="00AA0590"/>
    <w:rsid w:val="00AA084A"/>
    <w:rsid w:val="00AA09F4"/>
    <w:rsid w:val="00AA0D36"/>
    <w:rsid w:val="00AA0D67"/>
    <w:rsid w:val="00AA0DD4"/>
    <w:rsid w:val="00AA0F01"/>
    <w:rsid w:val="00AA0F2C"/>
    <w:rsid w:val="00AA1087"/>
    <w:rsid w:val="00AA11F8"/>
    <w:rsid w:val="00AA1742"/>
    <w:rsid w:val="00AA1BDC"/>
    <w:rsid w:val="00AA1BDE"/>
    <w:rsid w:val="00AA1C54"/>
    <w:rsid w:val="00AA1D0B"/>
    <w:rsid w:val="00AA1E67"/>
    <w:rsid w:val="00AA210A"/>
    <w:rsid w:val="00AA21FA"/>
    <w:rsid w:val="00AA226A"/>
    <w:rsid w:val="00AA2308"/>
    <w:rsid w:val="00AA237F"/>
    <w:rsid w:val="00AA2561"/>
    <w:rsid w:val="00AA29B1"/>
    <w:rsid w:val="00AA2AB9"/>
    <w:rsid w:val="00AA2DA9"/>
    <w:rsid w:val="00AA3093"/>
    <w:rsid w:val="00AA30F2"/>
    <w:rsid w:val="00AA312E"/>
    <w:rsid w:val="00AA342A"/>
    <w:rsid w:val="00AA3470"/>
    <w:rsid w:val="00AA3501"/>
    <w:rsid w:val="00AA3609"/>
    <w:rsid w:val="00AA36FA"/>
    <w:rsid w:val="00AA36FD"/>
    <w:rsid w:val="00AA37A3"/>
    <w:rsid w:val="00AA3812"/>
    <w:rsid w:val="00AA3920"/>
    <w:rsid w:val="00AA3B86"/>
    <w:rsid w:val="00AA3EA4"/>
    <w:rsid w:val="00AA3F9A"/>
    <w:rsid w:val="00AA40F1"/>
    <w:rsid w:val="00AA4112"/>
    <w:rsid w:val="00AA41EE"/>
    <w:rsid w:val="00AA4373"/>
    <w:rsid w:val="00AA4406"/>
    <w:rsid w:val="00AA44CB"/>
    <w:rsid w:val="00AA4B7B"/>
    <w:rsid w:val="00AA4BE4"/>
    <w:rsid w:val="00AA4E60"/>
    <w:rsid w:val="00AA500D"/>
    <w:rsid w:val="00AA500E"/>
    <w:rsid w:val="00AA511D"/>
    <w:rsid w:val="00AA5222"/>
    <w:rsid w:val="00AA52FB"/>
    <w:rsid w:val="00AA55AF"/>
    <w:rsid w:val="00AA5662"/>
    <w:rsid w:val="00AA5830"/>
    <w:rsid w:val="00AA5861"/>
    <w:rsid w:val="00AA59AC"/>
    <w:rsid w:val="00AA5D80"/>
    <w:rsid w:val="00AA5DA8"/>
    <w:rsid w:val="00AA5ED2"/>
    <w:rsid w:val="00AA5F3F"/>
    <w:rsid w:val="00AA5F64"/>
    <w:rsid w:val="00AA6207"/>
    <w:rsid w:val="00AA620B"/>
    <w:rsid w:val="00AA62F2"/>
    <w:rsid w:val="00AA6335"/>
    <w:rsid w:val="00AA6381"/>
    <w:rsid w:val="00AA647D"/>
    <w:rsid w:val="00AA6681"/>
    <w:rsid w:val="00AA66E0"/>
    <w:rsid w:val="00AA6701"/>
    <w:rsid w:val="00AA6716"/>
    <w:rsid w:val="00AA678C"/>
    <w:rsid w:val="00AA68B8"/>
    <w:rsid w:val="00AA68CE"/>
    <w:rsid w:val="00AA6A72"/>
    <w:rsid w:val="00AA6B02"/>
    <w:rsid w:val="00AA6E76"/>
    <w:rsid w:val="00AA6EAA"/>
    <w:rsid w:val="00AA71AA"/>
    <w:rsid w:val="00AA72D9"/>
    <w:rsid w:val="00AA7562"/>
    <w:rsid w:val="00AA764F"/>
    <w:rsid w:val="00AA7986"/>
    <w:rsid w:val="00AA7B16"/>
    <w:rsid w:val="00AA7B4F"/>
    <w:rsid w:val="00AA7BE9"/>
    <w:rsid w:val="00AA7E2D"/>
    <w:rsid w:val="00AA7E8D"/>
    <w:rsid w:val="00AA7EA1"/>
    <w:rsid w:val="00AB00DB"/>
    <w:rsid w:val="00AB00E3"/>
    <w:rsid w:val="00AB0120"/>
    <w:rsid w:val="00AB0173"/>
    <w:rsid w:val="00AB076D"/>
    <w:rsid w:val="00AB082D"/>
    <w:rsid w:val="00AB08E7"/>
    <w:rsid w:val="00AB0B7E"/>
    <w:rsid w:val="00AB0D01"/>
    <w:rsid w:val="00AB0FC7"/>
    <w:rsid w:val="00AB1008"/>
    <w:rsid w:val="00AB1342"/>
    <w:rsid w:val="00AB13D3"/>
    <w:rsid w:val="00AB142C"/>
    <w:rsid w:val="00AB1687"/>
    <w:rsid w:val="00AB16FA"/>
    <w:rsid w:val="00AB174F"/>
    <w:rsid w:val="00AB193E"/>
    <w:rsid w:val="00AB1BCC"/>
    <w:rsid w:val="00AB1C26"/>
    <w:rsid w:val="00AB1CC2"/>
    <w:rsid w:val="00AB1D1E"/>
    <w:rsid w:val="00AB200A"/>
    <w:rsid w:val="00AB20B9"/>
    <w:rsid w:val="00AB21EA"/>
    <w:rsid w:val="00AB2470"/>
    <w:rsid w:val="00AB270F"/>
    <w:rsid w:val="00AB2717"/>
    <w:rsid w:val="00AB29DF"/>
    <w:rsid w:val="00AB2A47"/>
    <w:rsid w:val="00AB2B30"/>
    <w:rsid w:val="00AB2BC8"/>
    <w:rsid w:val="00AB2D2E"/>
    <w:rsid w:val="00AB3142"/>
    <w:rsid w:val="00AB3161"/>
    <w:rsid w:val="00AB36EE"/>
    <w:rsid w:val="00AB3966"/>
    <w:rsid w:val="00AB3B95"/>
    <w:rsid w:val="00AB3BCF"/>
    <w:rsid w:val="00AB3DC7"/>
    <w:rsid w:val="00AB3F8B"/>
    <w:rsid w:val="00AB40C5"/>
    <w:rsid w:val="00AB41BF"/>
    <w:rsid w:val="00AB4282"/>
    <w:rsid w:val="00AB4287"/>
    <w:rsid w:val="00AB4410"/>
    <w:rsid w:val="00AB44DF"/>
    <w:rsid w:val="00AB46A4"/>
    <w:rsid w:val="00AB4762"/>
    <w:rsid w:val="00AB4B08"/>
    <w:rsid w:val="00AB4BC0"/>
    <w:rsid w:val="00AB4C95"/>
    <w:rsid w:val="00AB4CF5"/>
    <w:rsid w:val="00AB4D34"/>
    <w:rsid w:val="00AB4D56"/>
    <w:rsid w:val="00AB4EB4"/>
    <w:rsid w:val="00AB52E1"/>
    <w:rsid w:val="00AB53A2"/>
    <w:rsid w:val="00AB546D"/>
    <w:rsid w:val="00AB5592"/>
    <w:rsid w:val="00AB5645"/>
    <w:rsid w:val="00AB58A9"/>
    <w:rsid w:val="00AB58DE"/>
    <w:rsid w:val="00AB5AFB"/>
    <w:rsid w:val="00AB5B3D"/>
    <w:rsid w:val="00AB5B69"/>
    <w:rsid w:val="00AB5C02"/>
    <w:rsid w:val="00AB5C60"/>
    <w:rsid w:val="00AB5CE5"/>
    <w:rsid w:val="00AB5DB8"/>
    <w:rsid w:val="00AB5E26"/>
    <w:rsid w:val="00AB61D6"/>
    <w:rsid w:val="00AB62DC"/>
    <w:rsid w:val="00AB62ED"/>
    <w:rsid w:val="00AB63A7"/>
    <w:rsid w:val="00AB646F"/>
    <w:rsid w:val="00AB6769"/>
    <w:rsid w:val="00AB68A5"/>
    <w:rsid w:val="00AB69D6"/>
    <w:rsid w:val="00AB6CAE"/>
    <w:rsid w:val="00AB6DE8"/>
    <w:rsid w:val="00AB6DF0"/>
    <w:rsid w:val="00AB7043"/>
    <w:rsid w:val="00AB713D"/>
    <w:rsid w:val="00AB72FB"/>
    <w:rsid w:val="00AB7444"/>
    <w:rsid w:val="00AB777B"/>
    <w:rsid w:val="00AB77C7"/>
    <w:rsid w:val="00AB793D"/>
    <w:rsid w:val="00AB7ADE"/>
    <w:rsid w:val="00AB7B25"/>
    <w:rsid w:val="00AB7D62"/>
    <w:rsid w:val="00AC003B"/>
    <w:rsid w:val="00AC0107"/>
    <w:rsid w:val="00AC0143"/>
    <w:rsid w:val="00AC0244"/>
    <w:rsid w:val="00AC029F"/>
    <w:rsid w:val="00AC040A"/>
    <w:rsid w:val="00AC0468"/>
    <w:rsid w:val="00AC04BA"/>
    <w:rsid w:val="00AC04D5"/>
    <w:rsid w:val="00AC052A"/>
    <w:rsid w:val="00AC0A69"/>
    <w:rsid w:val="00AC0A7B"/>
    <w:rsid w:val="00AC0CEB"/>
    <w:rsid w:val="00AC114A"/>
    <w:rsid w:val="00AC134F"/>
    <w:rsid w:val="00AC14D3"/>
    <w:rsid w:val="00AC159C"/>
    <w:rsid w:val="00AC15AD"/>
    <w:rsid w:val="00AC16DA"/>
    <w:rsid w:val="00AC1883"/>
    <w:rsid w:val="00AC192C"/>
    <w:rsid w:val="00AC19B2"/>
    <w:rsid w:val="00AC1B60"/>
    <w:rsid w:val="00AC1C73"/>
    <w:rsid w:val="00AC1D41"/>
    <w:rsid w:val="00AC1F10"/>
    <w:rsid w:val="00AC1F40"/>
    <w:rsid w:val="00AC209A"/>
    <w:rsid w:val="00AC228A"/>
    <w:rsid w:val="00AC236C"/>
    <w:rsid w:val="00AC2524"/>
    <w:rsid w:val="00AC25FC"/>
    <w:rsid w:val="00AC26D3"/>
    <w:rsid w:val="00AC27EF"/>
    <w:rsid w:val="00AC2871"/>
    <w:rsid w:val="00AC292D"/>
    <w:rsid w:val="00AC29ED"/>
    <w:rsid w:val="00AC2A0D"/>
    <w:rsid w:val="00AC2E77"/>
    <w:rsid w:val="00AC2E95"/>
    <w:rsid w:val="00AC2F0E"/>
    <w:rsid w:val="00AC2F36"/>
    <w:rsid w:val="00AC2F7B"/>
    <w:rsid w:val="00AC3162"/>
    <w:rsid w:val="00AC3198"/>
    <w:rsid w:val="00AC31F2"/>
    <w:rsid w:val="00AC32DC"/>
    <w:rsid w:val="00AC32EF"/>
    <w:rsid w:val="00AC335A"/>
    <w:rsid w:val="00AC3365"/>
    <w:rsid w:val="00AC33AF"/>
    <w:rsid w:val="00AC3479"/>
    <w:rsid w:val="00AC3A69"/>
    <w:rsid w:val="00AC41E3"/>
    <w:rsid w:val="00AC422D"/>
    <w:rsid w:val="00AC42C6"/>
    <w:rsid w:val="00AC4489"/>
    <w:rsid w:val="00AC448F"/>
    <w:rsid w:val="00AC44AA"/>
    <w:rsid w:val="00AC47F9"/>
    <w:rsid w:val="00AC493F"/>
    <w:rsid w:val="00AC4C66"/>
    <w:rsid w:val="00AC4DBA"/>
    <w:rsid w:val="00AC4E62"/>
    <w:rsid w:val="00AC505B"/>
    <w:rsid w:val="00AC5290"/>
    <w:rsid w:val="00AC53D1"/>
    <w:rsid w:val="00AC55CC"/>
    <w:rsid w:val="00AC55FD"/>
    <w:rsid w:val="00AC56A0"/>
    <w:rsid w:val="00AC570B"/>
    <w:rsid w:val="00AC57BD"/>
    <w:rsid w:val="00AC58EA"/>
    <w:rsid w:val="00AC5A7F"/>
    <w:rsid w:val="00AC5E46"/>
    <w:rsid w:val="00AC5FC8"/>
    <w:rsid w:val="00AC5FD1"/>
    <w:rsid w:val="00AC6023"/>
    <w:rsid w:val="00AC6029"/>
    <w:rsid w:val="00AC6238"/>
    <w:rsid w:val="00AC62D7"/>
    <w:rsid w:val="00AC66C2"/>
    <w:rsid w:val="00AC6740"/>
    <w:rsid w:val="00AC6777"/>
    <w:rsid w:val="00AC6ADE"/>
    <w:rsid w:val="00AC6F0F"/>
    <w:rsid w:val="00AC6F9F"/>
    <w:rsid w:val="00AC70D5"/>
    <w:rsid w:val="00AC719A"/>
    <w:rsid w:val="00AC7207"/>
    <w:rsid w:val="00AC734D"/>
    <w:rsid w:val="00AC7356"/>
    <w:rsid w:val="00AC7485"/>
    <w:rsid w:val="00AC7501"/>
    <w:rsid w:val="00AC75E7"/>
    <w:rsid w:val="00AC7BB6"/>
    <w:rsid w:val="00AC7E37"/>
    <w:rsid w:val="00AC7EE0"/>
    <w:rsid w:val="00AC7F36"/>
    <w:rsid w:val="00AC7F57"/>
    <w:rsid w:val="00AD0250"/>
    <w:rsid w:val="00AD0290"/>
    <w:rsid w:val="00AD02DF"/>
    <w:rsid w:val="00AD0422"/>
    <w:rsid w:val="00AD0430"/>
    <w:rsid w:val="00AD0601"/>
    <w:rsid w:val="00AD06B8"/>
    <w:rsid w:val="00AD0730"/>
    <w:rsid w:val="00AD0785"/>
    <w:rsid w:val="00AD0933"/>
    <w:rsid w:val="00AD0954"/>
    <w:rsid w:val="00AD0AAB"/>
    <w:rsid w:val="00AD0DB7"/>
    <w:rsid w:val="00AD0E19"/>
    <w:rsid w:val="00AD0FF4"/>
    <w:rsid w:val="00AD13D0"/>
    <w:rsid w:val="00AD1418"/>
    <w:rsid w:val="00AD1710"/>
    <w:rsid w:val="00AD1730"/>
    <w:rsid w:val="00AD1755"/>
    <w:rsid w:val="00AD1A6C"/>
    <w:rsid w:val="00AD1A94"/>
    <w:rsid w:val="00AD1D41"/>
    <w:rsid w:val="00AD2155"/>
    <w:rsid w:val="00AD21FF"/>
    <w:rsid w:val="00AD2360"/>
    <w:rsid w:val="00AD2535"/>
    <w:rsid w:val="00AD25B8"/>
    <w:rsid w:val="00AD2682"/>
    <w:rsid w:val="00AD2843"/>
    <w:rsid w:val="00AD2D70"/>
    <w:rsid w:val="00AD2F1B"/>
    <w:rsid w:val="00AD2FA3"/>
    <w:rsid w:val="00AD301D"/>
    <w:rsid w:val="00AD3207"/>
    <w:rsid w:val="00AD3226"/>
    <w:rsid w:val="00AD3363"/>
    <w:rsid w:val="00AD33CA"/>
    <w:rsid w:val="00AD33DB"/>
    <w:rsid w:val="00AD3469"/>
    <w:rsid w:val="00AD349E"/>
    <w:rsid w:val="00AD35B1"/>
    <w:rsid w:val="00AD35C6"/>
    <w:rsid w:val="00AD369D"/>
    <w:rsid w:val="00AD37B2"/>
    <w:rsid w:val="00AD3D9A"/>
    <w:rsid w:val="00AD401A"/>
    <w:rsid w:val="00AD4030"/>
    <w:rsid w:val="00AD421E"/>
    <w:rsid w:val="00AD458B"/>
    <w:rsid w:val="00AD45B3"/>
    <w:rsid w:val="00AD46E2"/>
    <w:rsid w:val="00AD4857"/>
    <w:rsid w:val="00AD4914"/>
    <w:rsid w:val="00AD4A33"/>
    <w:rsid w:val="00AD4D88"/>
    <w:rsid w:val="00AD4F2D"/>
    <w:rsid w:val="00AD50B5"/>
    <w:rsid w:val="00AD50C6"/>
    <w:rsid w:val="00AD51D5"/>
    <w:rsid w:val="00AD5361"/>
    <w:rsid w:val="00AD539E"/>
    <w:rsid w:val="00AD5468"/>
    <w:rsid w:val="00AD54CC"/>
    <w:rsid w:val="00AD5699"/>
    <w:rsid w:val="00AD5758"/>
    <w:rsid w:val="00AD57FB"/>
    <w:rsid w:val="00AD5858"/>
    <w:rsid w:val="00AD58D4"/>
    <w:rsid w:val="00AD593D"/>
    <w:rsid w:val="00AD599D"/>
    <w:rsid w:val="00AD59DF"/>
    <w:rsid w:val="00AD59EB"/>
    <w:rsid w:val="00AD5C7F"/>
    <w:rsid w:val="00AD5C97"/>
    <w:rsid w:val="00AD5F59"/>
    <w:rsid w:val="00AD6072"/>
    <w:rsid w:val="00AD614A"/>
    <w:rsid w:val="00AD64F0"/>
    <w:rsid w:val="00AD6998"/>
    <w:rsid w:val="00AD6A54"/>
    <w:rsid w:val="00AD6BE8"/>
    <w:rsid w:val="00AD6D43"/>
    <w:rsid w:val="00AD6F51"/>
    <w:rsid w:val="00AD6FAE"/>
    <w:rsid w:val="00AD7057"/>
    <w:rsid w:val="00AD7098"/>
    <w:rsid w:val="00AD7292"/>
    <w:rsid w:val="00AD7315"/>
    <w:rsid w:val="00AD7336"/>
    <w:rsid w:val="00AD74F4"/>
    <w:rsid w:val="00AD75D6"/>
    <w:rsid w:val="00AD7A17"/>
    <w:rsid w:val="00AD7A90"/>
    <w:rsid w:val="00AD7AA8"/>
    <w:rsid w:val="00AD7B27"/>
    <w:rsid w:val="00AD7C41"/>
    <w:rsid w:val="00AD7D0D"/>
    <w:rsid w:val="00AD7EA2"/>
    <w:rsid w:val="00AD7FB1"/>
    <w:rsid w:val="00AE0146"/>
    <w:rsid w:val="00AE0268"/>
    <w:rsid w:val="00AE034D"/>
    <w:rsid w:val="00AE050C"/>
    <w:rsid w:val="00AE057C"/>
    <w:rsid w:val="00AE098A"/>
    <w:rsid w:val="00AE0A61"/>
    <w:rsid w:val="00AE0C08"/>
    <w:rsid w:val="00AE0C4B"/>
    <w:rsid w:val="00AE0CEF"/>
    <w:rsid w:val="00AE0EE1"/>
    <w:rsid w:val="00AE1033"/>
    <w:rsid w:val="00AE12DC"/>
    <w:rsid w:val="00AE13B1"/>
    <w:rsid w:val="00AE1718"/>
    <w:rsid w:val="00AE199A"/>
    <w:rsid w:val="00AE199E"/>
    <w:rsid w:val="00AE1A25"/>
    <w:rsid w:val="00AE1CEE"/>
    <w:rsid w:val="00AE1D1A"/>
    <w:rsid w:val="00AE204D"/>
    <w:rsid w:val="00AE20C0"/>
    <w:rsid w:val="00AE211F"/>
    <w:rsid w:val="00AE2128"/>
    <w:rsid w:val="00AE213A"/>
    <w:rsid w:val="00AE21BD"/>
    <w:rsid w:val="00AE2227"/>
    <w:rsid w:val="00AE22D1"/>
    <w:rsid w:val="00AE23E0"/>
    <w:rsid w:val="00AE249B"/>
    <w:rsid w:val="00AE2562"/>
    <w:rsid w:val="00AE2595"/>
    <w:rsid w:val="00AE25DD"/>
    <w:rsid w:val="00AE2604"/>
    <w:rsid w:val="00AE2A52"/>
    <w:rsid w:val="00AE2D08"/>
    <w:rsid w:val="00AE2DE3"/>
    <w:rsid w:val="00AE2DED"/>
    <w:rsid w:val="00AE2EB9"/>
    <w:rsid w:val="00AE2EC0"/>
    <w:rsid w:val="00AE3064"/>
    <w:rsid w:val="00AE311C"/>
    <w:rsid w:val="00AE32F7"/>
    <w:rsid w:val="00AE3390"/>
    <w:rsid w:val="00AE348D"/>
    <w:rsid w:val="00AE34BB"/>
    <w:rsid w:val="00AE3574"/>
    <w:rsid w:val="00AE39ED"/>
    <w:rsid w:val="00AE3E79"/>
    <w:rsid w:val="00AE3E80"/>
    <w:rsid w:val="00AE408C"/>
    <w:rsid w:val="00AE43CF"/>
    <w:rsid w:val="00AE43EE"/>
    <w:rsid w:val="00AE4518"/>
    <w:rsid w:val="00AE4601"/>
    <w:rsid w:val="00AE47D0"/>
    <w:rsid w:val="00AE4A64"/>
    <w:rsid w:val="00AE4ABE"/>
    <w:rsid w:val="00AE4B20"/>
    <w:rsid w:val="00AE4D44"/>
    <w:rsid w:val="00AE5103"/>
    <w:rsid w:val="00AE5240"/>
    <w:rsid w:val="00AE531C"/>
    <w:rsid w:val="00AE53E1"/>
    <w:rsid w:val="00AE54D6"/>
    <w:rsid w:val="00AE5519"/>
    <w:rsid w:val="00AE556F"/>
    <w:rsid w:val="00AE55D9"/>
    <w:rsid w:val="00AE55E8"/>
    <w:rsid w:val="00AE593F"/>
    <w:rsid w:val="00AE5B0D"/>
    <w:rsid w:val="00AE5BCB"/>
    <w:rsid w:val="00AE5FC1"/>
    <w:rsid w:val="00AE60FD"/>
    <w:rsid w:val="00AE6348"/>
    <w:rsid w:val="00AE6725"/>
    <w:rsid w:val="00AE6F5A"/>
    <w:rsid w:val="00AE6F76"/>
    <w:rsid w:val="00AE70C4"/>
    <w:rsid w:val="00AE70D8"/>
    <w:rsid w:val="00AE712A"/>
    <w:rsid w:val="00AE7370"/>
    <w:rsid w:val="00AE74B4"/>
    <w:rsid w:val="00AE7546"/>
    <w:rsid w:val="00AE7745"/>
    <w:rsid w:val="00AE775A"/>
    <w:rsid w:val="00AE7939"/>
    <w:rsid w:val="00AE796F"/>
    <w:rsid w:val="00AE7993"/>
    <w:rsid w:val="00AE7A29"/>
    <w:rsid w:val="00AE7AE1"/>
    <w:rsid w:val="00AE7C6B"/>
    <w:rsid w:val="00AE7E2D"/>
    <w:rsid w:val="00AF004D"/>
    <w:rsid w:val="00AF01AE"/>
    <w:rsid w:val="00AF01FE"/>
    <w:rsid w:val="00AF022B"/>
    <w:rsid w:val="00AF042D"/>
    <w:rsid w:val="00AF04FC"/>
    <w:rsid w:val="00AF0507"/>
    <w:rsid w:val="00AF06DD"/>
    <w:rsid w:val="00AF0CB6"/>
    <w:rsid w:val="00AF0CFC"/>
    <w:rsid w:val="00AF0DE7"/>
    <w:rsid w:val="00AF0E0A"/>
    <w:rsid w:val="00AF0F4B"/>
    <w:rsid w:val="00AF1184"/>
    <w:rsid w:val="00AF1251"/>
    <w:rsid w:val="00AF13A1"/>
    <w:rsid w:val="00AF1428"/>
    <w:rsid w:val="00AF15FD"/>
    <w:rsid w:val="00AF17CB"/>
    <w:rsid w:val="00AF18A8"/>
    <w:rsid w:val="00AF199F"/>
    <w:rsid w:val="00AF1BDB"/>
    <w:rsid w:val="00AF1DAC"/>
    <w:rsid w:val="00AF1E2A"/>
    <w:rsid w:val="00AF1E3D"/>
    <w:rsid w:val="00AF1E95"/>
    <w:rsid w:val="00AF202D"/>
    <w:rsid w:val="00AF21D9"/>
    <w:rsid w:val="00AF2218"/>
    <w:rsid w:val="00AF224F"/>
    <w:rsid w:val="00AF22C4"/>
    <w:rsid w:val="00AF237C"/>
    <w:rsid w:val="00AF23B4"/>
    <w:rsid w:val="00AF2540"/>
    <w:rsid w:val="00AF2550"/>
    <w:rsid w:val="00AF25D1"/>
    <w:rsid w:val="00AF2640"/>
    <w:rsid w:val="00AF270F"/>
    <w:rsid w:val="00AF2792"/>
    <w:rsid w:val="00AF283E"/>
    <w:rsid w:val="00AF293E"/>
    <w:rsid w:val="00AF29E0"/>
    <w:rsid w:val="00AF2B80"/>
    <w:rsid w:val="00AF2DC0"/>
    <w:rsid w:val="00AF2DE7"/>
    <w:rsid w:val="00AF2EBF"/>
    <w:rsid w:val="00AF2FBC"/>
    <w:rsid w:val="00AF30EA"/>
    <w:rsid w:val="00AF3219"/>
    <w:rsid w:val="00AF328D"/>
    <w:rsid w:val="00AF32CA"/>
    <w:rsid w:val="00AF3497"/>
    <w:rsid w:val="00AF3670"/>
    <w:rsid w:val="00AF373C"/>
    <w:rsid w:val="00AF3D9A"/>
    <w:rsid w:val="00AF3FE7"/>
    <w:rsid w:val="00AF4038"/>
    <w:rsid w:val="00AF41E9"/>
    <w:rsid w:val="00AF4234"/>
    <w:rsid w:val="00AF44AA"/>
    <w:rsid w:val="00AF45AC"/>
    <w:rsid w:val="00AF4661"/>
    <w:rsid w:val="00AF4767"/>
    <w:rsid w:val="00AF4833"/>
    <w:rsid w:val="00AF49B9"/>
    <w:rsid w:val="00AF49BA"/>
    <w:rsid w:val="00AF4A00"/>
    <w:rsid w:val="00AF4A68"/>
    <w:rsid w:val="00AF4A72"/>
    <w:rsid w:val="00AF4F3C"/>
    <w:rsid w:val="00AF504A"/>
    <w:rsid w:val="00AF5259"/>
    <w:rsid w:val="00AF52BE"/>
    <w:rsid w:val="00AF5306"/>
    <w:rsid w:val="00AF539E"/>
    <w:rsid w:val="00AF5661"/>
    <w:rsid w:val="00AF5725"/>
    <w:rsid w:val="00AF577E"/>
    <w:rsid w:val="00AF5A2E"/>
    <w:rsid w:val="00AF5ABB"/>
    <w:rsid w:val="00AF5C00"/>
    <w:rsid w:val="00AF5C22"/>
    <w:rsid w:val="00AF5F3D"/>
    <w:rsid w:val="00AF6306"/>
    <w:rsid w:val="00AF6557"/>
    <w:rsid w:val="00AF67BE"/>
    <w:rsid w:val="00AF6841"/>
    <w:rsid w:val="00AF69C5"/>
    <w:rsid w:val="00AF6A54"/>
    <w:rsid w:val="00AF6C26"/>
    <w:rsid w:val="00AF6C8D"/>
    <w:rsid w:val="00AF6CC6"/>
    <w:rsid w:val="00AF6D1B"/>
    <w:rsid w:val="00AF6D82"/>
    <w:rsid w:val="00AF71A7"/>
    <w:rsid w:val="00AF737E"/>
    <w:rsid w:val="00AF7398"/>
    <w:rsid w:val="00AF7503"/>
    <w:rsid w:val="00AF7662"/>
    <w:rsid w:val="00AF76BE"/>
    <w:rsid w:val="00AF7762"/>
    <w:rsid w:val="00AF780F"/>
    <w:rsid w:val="00AF79F3"/>
    <w:rsid w:val="00AF7A1A"/>
    <w:rsid w:val="00AF7A99"/>
    <w:rsid w:val="00AF7AC8"/>
    <w:rsid w:val="00AF7BB2"/>
    <w:rsid w:val="00AF7F9F"/>
    <w:rsid w:val="00AF7FAE"/>
    <w:rsid w:val="00B002C7"/>
    <w:rsid w:val="00B00484"/>
    <w:rsid w:val="00B007C8"/>
    <w:rsid w:val="00B008DF"/>
    <w:rsid w:val="00B00A59"/>
    <w:rsid w:val="00B00AE8"/>
    <w:rsid w:val="00B00AEA"/>
    <w:rsid w:val="00B00D85"/>
    <w:rsid w:val="00B00ED6"/>
    <w:rsid w:val="00B00FE4"/>
    <w:rsid w:val="00B010CA"/>
    <w:rsid w:val="00B01297"/>
    <w:rsid w:val="00B014AC"/>
    <w:rsid w:val="00B015DE"/>
    <w:rsid w:val="00B01791"/>
    <w:rsid w:val="00B01944"/>
    <w:rsid w:val="00B02110"/>
    <w:rsid w:val="00B0218F"/>
    <w:rsid w:val="00B023A4"/>
    <w:rsid w:val="00B025D6"/>
    <w:rsid w:val="00B026D0"/>
    <w:rsid w:val="00B0274A"/>
    <w:rsid w:val="00B0275D"/>
    <w:rsid w:val="00B02884"/>
    <w:rsid w:val="00B029A4"/>
    <w:rsid w:val="00B02AE6"/>
    <w:rsid w:val="00B02BC1"/>
    <w:rsid w:val="00B02E74"/>
    <w:rsid w:val="00B0317C"/>
    <w:rsid w:val="00B03387"/>
    <w:rsid w:val="00B03429"/>
    <w:rsid w:val="00B03442"/>
    <w:rsid w:val="00B034A8"/>
    <w:rsid w:val="00B0376A"/>
    <w:rsid w:val="00B038E4"/>
    <w:rsid w:val="00B03A60"/>
    <w:rsid w:val="00B03A80"/>
    <w:rsid w:val="00B03C17"/>
    <w:rsid w:val="00B03C82"/>
    <w:rsid w:val="00B03D21"/>
    <w:rsid w:val="00B03E39"/>
    <w:rsid w:val="00B03E52"/>
    <w:rsid w:val="00B04058"/>
    <w:rsid w:val="00B0410D"/>
    <w:rsid w:val="00B043B3"/>
    <w:rsid w:val="00B04778"/>
    <w:rsid w:val="00B048CF"/>
    <w:rsid w:val="00B049E9"/>
    <w:rsid w:val="00B04A07"/>
    <w:rsid w:val="00B04AE9"/>
    <w:rsid w:val="00B04BBF"/>
    <w:rsid w:val="00B04D14"/>
    <w:rsid w:val="00B04DD3"/>
    <w:rsid w:val="00B04E6C"/>
    <w:rsid w:val="00B04F46"/>
    <w:rsid w:val="00B04FD0"/>
    <w:rsid w:val="00B0508A"/>
    <w:rsid w:val="00B05182"/>
    <w:rsid w:val="00B051DF"/>
    <w:rsid w:val="00B051FF"/>
    <w:rsid w:val="00B05483"/>
    <w:rsid w:val="00B05786"/>
    <w:rsid w:val="00B057B6"/>
    <w:rsid w:val="00B05925"/>
    <w:rsid w:val="00B0595F"/>
    <w:rsid w:val="00B05A1B"/>
    <w:rsid w:val="00B05E6A"/>
    <w:rsid w:val="00B0600C"/>
    <w:rsid w:val="00B0632D"/>
    <w:rsid w:val="00B06398"/>
    <w:rsid w:val="00B06408"/>
    <w:rsid w:val="00B06463"/>
    <w:rsid w:val="00B065B8"/>
    <w:rsid w:val="00B065EF"/>
    <w:rsid w:val="00B0669F"/>
    <w:rsid w:val="00B06838"/>
    <w:rsid w:val="00B06DA2"/>
    <w:rsid w:val="00B06E95"/>
    <w:rsid w:val="00B06F85"/>
    <w:rsid w:val="00B07054"/>
    <w:rsid w:val="00B07065"/>
    <w:rsid w:val="00B07150"/>
    <w:rsid w:val="00B07275"/>
    <w:rsid w:val="00B0732E"/>
    <w:rsid w:val="00B07437"/>
    <w:rsid w:val="00B07515"/>
    <w:rsid w:val="00B0784A"/>
    <w:rsid w:val="00B07A93"/>
    <w:rsid w:val="00B07BC5"/>
    <w:rsid w:val="00B07DB8"/>
    <w:rsid w:val="00B07E43"/>
    <w:rsid w:val="00B07EC4"/>
    <w:rsid w:val="00B10080"/>
    <w:rsid w:val="00B10175"/>
    <w:rsid w:val="00B101A9"/>
    <w:rsid w:val="00B1051F"/>
    <w:rsid w:val="00B10792"/>
    <w:rsid w:val="00B10831"/>
    <w:rsid w:val="00B109FE"/>
    <w:rsid w:val="00B10B68"/>
    <w:rsid w:val="00B10BE1"/>
    <w:rsid w:val="00B10D1F"/>
    <w:rsid w:val="00B114DF"/>
    <w:rsid w:val="00B1150B"/>
    <w:rsid w:val="00B11AE2"/>
    <w:rsid w:val="00B11D43"/>
    <w:rsid w:val="00B11DE1"/>
    <w:rsid w:val="00B11E40"/>
    <w:rsid w:val="00B11FA4"/>
    <w:rsid w:val="00B12072"/>
    <w:rsid w:val="00B12194"/>
    <w:rsid w:val="00B121B0"/>
    <w:rsid w:val="00B12224"/>
    <w:rsid w:val="00B1232A"/>
    <w:rsid w:val="00B12338"/>
    <w:rsid w:val="00B12562"/>
    <w:rsid w:val="00B12589"/>
    <w:rsid w:val="00B1260D"/>
    <w:rsid w:val="00B12799"/>
    <w:rsid w:val="00B12850"/>
    <w:rsid w:val="00B12C35"/>
    <w:rsid w:val="00B12EC2"/>
    <w:rsid w:val="00B12F4A"/>
    <w:rsid w:val="00B12FD9"/>
    <w:rsid w:val="00B1307D"/>
    <w:rsid w:val="00B13082"/>
    <w:rsid w:val="00B1322B"/>
    <w:rsid w:val="00B132C1"/>
    <w:rsid w:val="00B132D1"/>
    <w:rsid w:val="00B134B8"/>
    <w:rsid w:val="00B13A99"/>
    <w:rsid w:val="00B13AC5"/>
    <w:rsid w:val="00B13CE4"/>
    <w:rsid w:val="00B13D4B"/>
    <w:rsid w:val="00B13F43"/>
    <w:rsid w:val="00B13F97"/>
    <w:rsid w:val="00B140B6"/>
    <w:rsid w:val="00B140CB"/>
    <w:rsid w:val="00B14208"/>
    <w:rsid w:val="00B143B1"/>
    <w:rsid w:val="00B14430"/>
    <w:rsid w:val="00B145D3"/>
    <w:rsid w:val="00B146FE"/>
    <w:rsid w:val="00B1490A"/>
    <w:rsid w:val="00B149C9"/>
    <w:rsid w:val="00B14B61"/>
    <w:rsid w:val="00B14D00"/>
    <w:rsid w:val="00B14D35"/>
    <w:rsid w:val="00B14E31"/>
    <w:rsid w:val="00B152B8"/>
    <w:rsid w:val="00B1560F"/>
    <w:rsid w:val="00B158F2"/>
    <w:rsid w:val="00B15ABD"/>
    <w:rsid w:val="00B15B8D"/>
    <w:rsid w:val="00B15C64"/>
    <w:rsid w:val="00B15C99"/>
    <w:rsid w:val="00B15E55"/>
    <w:rsid w:val="00B15FC2"/>
    <w:rsid w:val="00B161AE"/>
    <w:rsid w:val="00B1623C"/>
    <w:rsid w:val="00B16247"/>
    <w:rsid w:val="00B16520"/>
    <w:rsid w:val="00B16879"/>
    <w:rsid w:val="00B16928"/>
    <w:rsid w:val="00B16A55"/>
    <w:rsid w:val="00B16BDC"/>
    <w:rsid w:val="00B16C08"/>
    <w:rsid w:val="00B16C1D"/>
    <w:rsid w:val="00B16C8B"/>
    <w:rsid w:val="00B16DAC"/>
    <w:rsid w:val="00B1714F"/>
    <w:rsid w:val="00B1723A"/>
    <w:rsid w:val="00B173C6"/>
    <w:rsid w:val="00B17678"/>
    <w:rsid w:val="00B179E2"/>
    <w:rsid w:val="00B17ABC"/>
    <w:rsid w:val="00B17BCE"/>
    <w:rsid w:val="00B17D59"/>
    <w:rsid w:val="00B17EC3"/>
    <w:rsid w:val="00B20059"/>
    <w:rsid w:val="00B20215"/>
    <w:rsid w:val="00B202AA"/>
    <w:rsid w:val="00B2058D"/>
    <w:rsid w:val="00B205B2"/>
    <w:rsid w:val="00B2079E"/>
    <w:rsid w:val="00B20862"/>
    <w:rsid w:val="00B20B3A"/>
    <w:rsid w:val="00B20B7E"/>
    <w:rsid w:val="00B20C9C"/>
    <w:rsid w:val="00B20CFF"/>
    <w:rsid w:val="00B20E75"/>
    <w:rsid w:val="00B20EBC"/>
    <w:rsid w:val="00B20F93"/>
    <w:rsid w:val="00B20FC0"/>
    <w:rsid w:val="00B21183"/>
    <w:rsid w:val="00B2130E"/>
    <w:rsid w:val="00B21397"/>
    <w:rsid w:val="00B21807"/>
    <w:rsid w:val="00B21960"/>
    <w:rsid w:val="00B219DD"/>
    <w:rsid w:val="00B21CF2"/>
    <w:rsid w:val="00B21DDD"/>
    <w:rsid w:val="00B21E37"/>
    <w:rsid w:val="00B21EFA"/>
    <w:rsid w:val="00B21F84"/>
    <w:rsid w:val="00B2227E"/>
    <w:rsid w:val="00B225CA"/>
    <w:rsid w:val="00B2279D"/>
    <w:rsid w:val="00B227CE"/>
    <w:rsid w:val="00B22874"/>
    <w:rsid w:val="00B22AEA"/>
    <w:rsid w:val="00B22D19"/>
    <w:rsid w:val="00B22F0E"/>
    <w:rsid w:val="00B23070"/>
    <w:rsid w:val="00B2309B"/>
    <w:rsid w:val="00B232B9"/>
    <w:rsid w:val="00B2332F"/>
    <w:rsid w:val="00B23408"/>
    <w:rsid w:val="00B2346B"/>
    <w:rsid w:val="00B2362E"/>
    <w:rsid w:val="00B23645"/>
    <w:rsid w:val="00B23A02"/>
    <w:rsid w:val="00B23A6B"/>
    <w:rsid w:val="00B23D99"/>
    <w:rsid w:val="00B23F04"/>
    <w:rsid w:val="00B23FEE"/>
    <w:rsid w:val="00B24100"/>
    <w:rsid w:val="00B244D8"/>
    <w:rsid w:val="00B2458B"/>
    <w:rsid w:val="00B245AC"/>
    <w:rsid w:val="00B2464B"/>
    <w:rsid w:val="00B248F3"/>
    <w:rsid w:val="00B2493D"/>
    <w:rsid w:val="00B24C7F"/>
    <w:rsid w:val="00B25044"/>
    <w:rsid w:val="00B2505D"/>
    <w:rsid w:val="00B25090"/>
    <w:rsid w:val="00B25099"/>
    <w:rsid w:val="00B25292"/>
    <w:rsid w:val="00B25332"/>
    <w:rsid w:val="00B253A2"/>
    <w:rsid w:val="00B253C8"/>
    <w:rsid w:val="00B2551C"/>
    <w:rsid w:val="00B25573"/>
    <w:rsid w:val="00B257AF"/>
    <w:rsid w:val="00B25967"/>
    <w:rsid w:val="00B259CF"/>
    <w:rsid w:val="00B25A9D"/>
    <w:rsid w:val="00B25D8C"/>
    <w:rsid w:val="00B2604A"/>
    <w:rsid w:val="00B261CE"/>
    <w:rsid w:val="00B26473"/>
    <w:rsid w:val="00B268E4"/>
    <w:rsid w:val="00B269E6"/>
    <w:rsid w:val="00B26E7D"/>
    <w:rsid w:val="00B26E88"/>
    <w:rsid w:val="00B26EEF"/>
    <w:rsid w:val="00B273EE"/>
    <w:rsid w:val="00B274A8"/>
    <w:rsid w:val="00B275E6"/>
    <w:rsid w:val="00B27ACA"/>
    <w:rsid w:val="00B27CAF"/>
    <w:rsid w:val="00B27CB9"/>
    <w:rsid w:val="00B27D2C"/>
    <w:rsid w:val="00B27E86"/>
    <w:rsid w:val="00B3009A"/>
    <w:rsid w:val="00B30124"/>
    <w:rsid w:val="00B30388"/>
    <w:rsid w:val="00B30447"/>
    <w:rsid w:val="00B3067D"/>
    <w:rsid w:val="00B30AB3"/>
    <w:rsid w:val="00B30AC4"/>
    <w:rsid w:val="00B30BCA"/>
    <w:rsid w:val="00B30E0E"/>
    <w:rsid w:val="00B30E20"/>
    <w:rsid w:val="00B30E98"/>
    <w:rsid w:val="00B30E9A"/>
    <w:rsid w:val="00B30EAF"/>
    <w:rsid w:val="00B3100C"/>
    <w:rsid w:val="00B311C9"/>
    <w:rsid w:val="00B31255"/>
    <w:rsid w:val="00B3168C"/>
    <w:rsid w:val="00B31877"/>
    <w:rsid w:val="00B319F2"/>
    <w:rsid w:val="00B31A53"/>
    <w:rsid w:val="00B31E66"/>
    <w:rsid w:val="00B31E9D"/>
    <w:rsid w:val="00B31EBB"/>
    <w:rsid w:val="00B31EFC"/>
    <w:rsid w:val="00B31F3B"/>
    <w:rsid w:val="00B3201A"/>
    <w:rsid w:val="00B322FA"/>
    <w:rsid w:val="00B323A9"/>
    <w:rsid w:val="00B323D4"/>
    <w:rsid w:val="00B325BD"/>
    <w:rsid w:val="00B326F9"/>
    <w:rsid w:val="00B32723"/>
    <w:rsid w:val="00B32756"/>
    <w:rsid w:val="00B3298C"/>
    <w:rsid w:val="00B32BA9"/>
    <w:rsid w:val="00B32BF8"/>
    <w:rsid w:val="00B32C5C"/>
    <w:rsid w:val="00B32CF9"/>
    <w:rsid w:val="00B32D1E"/>
    <w:rsid w:val="00B32D71"/>
    <w:rsid w:val="00B330D8"/>
    <w:rsid w:val="00B33454"/>
    <w:rsid w:val="00B33483"/>
    <w:rsid w:val="00B33518"/>
    <w:rsid w:val="00B33735"/>
    <w:rsid w:val="00B338A3"/>
    <w:rsid w:val="00B338D6"/>
    <w:rsid w:val="00B3393B"/>
    <w:rsid w:val="00B33A8F"/>
    <w:rsid w:val="00B33C99"/>
    <w:rsid w:val="00B33F05"/>
    <w:rsid w:val="00B3410C"/>
    <w:rsid w:val="00B3421B"/>
    <w:rsid w:val="00B3428B"/>
    <w:rsid w:val="00B342EC"/>
    <w:rsid w:val="00B344D4"/>
    <w:rsid w:val="00B34550"/>
    <w:rsid w:val="00B346D6"/>
    <w:rsid w:val="00B34829"/>
    <w:rsid w:val="00B34AC9"/>
    <w:rsid w:val="00B34B11"/>
    <w:rsid w:val="00B34B24"/>
    <w:rsid w:val="00B34C99"/>
    <w:rsid w:val="00B34F7D"/>
    <w:rsid w:val="00B3520E"/>
    <w:rsid w:val="00B35284"/>
    <w:rsid w:val="00B35310"/>
    <w:rsid w:val="00B353AD"/>
    <w:rsid w:val="00B3546F"/>
    <w:rsid w:val="00B35550"/>
    <w:rsid w:val="00B355B9"/>
    <w:rsid w:val="00B35807"/>
    <w:rsid w:val="00B35C09"/>
    <w:rsid w:val="00B35CE4"/>
    <w:rsid w:val="00B35CFD"/>
    <w:rsid w:val="00B35E3E"/>
    <w:rsid w:val="00B35E47"/>
    <w:rsid w:val="00B35E66"/>
    <w:rsid w:val="00B35E9A"/>
    <w:rsid w:val="00B360F8"/>
    <w:rsid w:val="00B3632E"/>
    <w:rsid w:val="00B3637D"/>
    <w:rsid w:val="00B3652F"/>
    <w:rsid w:val="00B36666"/>
    <w:rsid w:val="00B36683"/>
    <w:rsid w:val="00B367C7"/>
    <w:rsid w:val="00B36C20"/>
    <w:rsid w:val="00B37094"/>
    <w:rsid w:val="00B371B3"/>
    <w:rsid w:val="00B3727A"/>
    <w:rsid w:val="00B37364"/>
    <w:rsid w:val="00B3759A"/>
    <w:rsid w:val="00B37B82"/>
    <w:rsid w:val="00B37CA6"/>
    <w:rsid w:val="00B37E9B"/>
    <w:rsid w:val="00B37F26"/>
    <w:rsid w:val="00B40003"/>
    <w:rsid w:val="00B40391"/>
    <w:rsid w:val="00B403B6"/>
    <w:rsid w:val="00B40412"/>
    <w:rsid w:val="00B404D6"/>
    <w:rsid w:val="00B40700"/>
    <w:rsid w:val="00B40900"/>
    <w:rsid w:val="00B40AA8"/>
    <w:rsid w:val="00B41130"/>
    <w:rsid w:val="00B413F9"/>
    <w:rsid w:val="00B4161F"/>
    <w:rsid w:val="00B4162C"/>
    <w:rsid w:val="00B4182D"/>
    <w:rsid w:val="00B4193B"/>
    <w:rsid w:val="00B419C9"/>
    <w:rsid w:val="00B419FA"/>
    <w:rsid w:val="00B41A9A"/>
    <w:rsid w:val="00B41D1D"/>
    <w:rsid w:val="00B42048"/>
    <w:rsid w:val="00B42269"/>
    <w:rsid w:val="00B42393"/>
    <w:rsid w:val="00B42773"/>
    <w:rsid w:val="00B4284E"/>
    <w:rsid w:val="00B428BA"/>
    <w:rsid w:val="00B429FF"/>
    <w:rsid w:val="00B42A19"/>
    <w:rsid w:val="00B42AE5"/>
    <w:rsid w:val="00B42F77"/>
    <w:rsid w:val="00B42FE1"/>
    <w:rsid w:val="00B432FB"/>
    <w:rsid w:val="00B43459"/>
    <w:rsid w:val="00B43538"/>
    <w:rsid w:val="00B435DC"/>
    <w:rsid w:val="00B4363F"/>
    <w:rsid w:val="00B437AB"/>
    <w:rsid w:val="00B43A73"/>
    <w:rsid w:val="00B43AB4"/>
    <w:rsid w:val="00B43B64"/>
    <w:rsid w:val="00B43B68"/>
    <w:rsid w:val="00B43C8F"/>
    <w:rsid w:val="00B43D58"/>
    <w:rsid w:val="00B43DF3"/>
    <w:rsid w:val="00B43F4D"/>
    <w:rsid w:val="00B44063"/>
    <w:rsid w:val="00B44086"/>
    <w:rsid w:val="00B443B3"/>
    <w:rsid w:val="00B443B4"/>
    <w:rsid w:val="00B44512"/>
    <w:rsid w:val="00B44544"/>
    <w:rsid w:val="00B44573"/>
    <w:rsid w:val="00B446D9"/>
    <w:rsid w:val="00B448BB"/>
    <w:rsid w:val="00B448DE"/>
    <w:rsid w:val="00B44A10"/>
    <w:rsid w:val="00B44B7B"/>
    <w:rsid w:val="00B44CD7"/>
    <w:rsid w:val="00B44DEC"/>
    <w:rsid w:val="00B44DF0"/>
    <w:rsid w:val="00B4508A"/>
    <w:rsid w:val="00B450EB"/>
    <w:rsid w:val="00B4555E"/>
    <w:rsid w:val="00B455D7"/>
    <w:rsid w:val="00B456AB"/>
    <w:rsid w:val="00B456F6"/>
    <w:rsid w:val="00B4579F"/>
    <w:rsid w:val="00B4590F"/>
    <w:rsid w:val="00B45A06"/>
    <w:rsid w:val="00B45CF2"/>
    <w:rsid w:val="00B45D8B"/>
    <w:rsid w:val="00B45FC0"/>
    <w:rsid w:val="00B460B6"/>
    <w:rsid w:val="00B460CB"/>
    <w:rsid w:val="00B4635D"/>
    <w:rsid w:val="00B46902"/>
    <w:rsid w:val="00B46907"/>
    <w:rsid w:val="00B46958"/>
    <w:rsid w:val="00B46CD9"/>
    <w:rsid w:val="00B46D2B"/>
    <w:rsid w:val="00B46DCD"/>
    <w:rsid w:val="00B46E9A"/>
    <w:rsid w:val="00B47599"/>
    <w:rsid w:val="00B475C8"/>
    <w:rsid w:val="00B47716"/>
    <w:rsid w:val="00B47822"/>
    <w:rsid w:val="00B4790C"/>
    <w:rsid w:val="00B47998"/>
    <w:rsid w:val="00B47A71"/>
    <w:rsid w:val="00B47D3E"/>
    <w:rsid w:val="00B47FBA"/>
    <w:rsid w:val="00B504A2"/>
    <w:rsid w:val="00B505F1"/>
    <w:rsid w:val="00B508A8"/>
    <w:rsid w:val="00B508D1"/>
    <w:rsid w:val="00B50C04"/>
    <w:rsid w:val="00B50C45"/>
    <w:rsid w:val="00B50ECF"/>
    <w:rsid w:val="00B50F22"/>
    <w:rsid w:val="00B51038"/>
    <w:rsid w:val="00B51125"/>
    <w:rsid w:val="00B5119A"/>
    <w:rsid w:val="00B511A9"/>
    <w:rsid w:val="00B511CD"/>
    <w:rsid w:val="00B513D2"/>
    <w:rsid w:val="00B5148F"/>
    <w:rsid w:val="00B5150C"/>
    <w:rsid w:val="00B51730"/>
    <w:rsid w:val="00B520E8"/>
    <w:rsid w:val="00B5220F"/>
    <w:rsid w:val="00B523A2"/>
    <w:rsid w:val="00B523EF"/>
    <w:rsid w:val="00B5241D"/>
    <w:rsid w:val="00B5269D"/>
    <w:rsid w:val="00B52794"/>
    <w:rsid w:val="00B529C2"/>
    <w:rsid w:val="00B52A33"/>
    <w:rsid w:val="00B52C01"/>
    <w:rsid w:val="00B52CD4"/>
    <w:rsid w:val="00B52DEC"/>
    <w:rsid w:val="00B52FA8"/>
    <w:rsid w:val="00B52FE4"/>
    <w:rsid w:val="00B53057"/>
    <w:rsid w:val="00B5342B"/>
    <w:rsid w:val="00B53475"/>
    <w:rsid w:val="00B5349B"/>
    <w:rsid w:val="00B53573"/>
    <w:rsid w:val="00B53615"/>
    <w:rsid w:val="00B5376D"/>
    <w:rsid w:val="00B5380D"/>
    <w:rsid w:val="00B53A32"/>
    <w:rsid w:val="00B53A9C"/>
    <w:rsid w:val="00B53B57"/>
    <w:rsid w:val="00B53DC7"/>
    <w:rsid w:val="00B54164"/>
    <w:rsid w:val="00B54257"/>
    <w:rsid w:val="00B54311"/>
    <w:rsid w:val="00B54A82"/>
    <w:rsid w:val="00B54B83"/>
    <w:rsid w:val="00B54D24"/>
    <w:rsid w:val="00B54FA3"/>
    <w:rsid w:val="00B5535A"/>
    <w:rsid w:val="00B55365"/>
    <w:rsid w:val="00B5540C"/>
    <w:rsid w:val="00B55566"/>
    <w:rsid w:val="00B5560A"/>
    <w:rsid w:val="00B55AEF"/>
    <w:rsid w:val="00B55B41"/>
    <w:rsid w:val="00B55C01"/>
    <w:rsid w:val="00B55D03"/>
    <w:rsid w:val="00B55D33"/>
    <w:rsid w:val="00B55E1B"/>
    <w:rsid w:val="00B5603A"/>
    <w:rsid w:val="00B5617A"/>
    <w:rsid w:val="00B5622A"/>
    <w:rsid w:val="00B56345"/>
    <w:rsid w:val="00B56583"/>
    <w:rsid w:val="00B567A2"/>
    <w:rsid w:val="00B568CD"/>
    <w:rsid w:val="00B56916"/>
    <w:rsid w:val="00B56C52"/>
    <w:rsid w:val="00B56CBD"/>
    <w:rsid w:val="00B56CCF"/>
    <w:rsid w:val="00B56FB5"/>
    <w:rsid w:val="00B56FD9"/>
    <w:rsid w:val="00B571E3"/>
    <w:rsid w:val="00B5744C"/>
    <w:rsid w:val="00B575F7"/>
    <w:rsid w:val="00B5765A"/>
    <w:rsid w:val="00B57772"/>
    <w:rsid w:val="00B57820"/>
    <w:rsid w:val="00B57AF0"/>
    <w:rsid w:val="00B57BE5"/>
    <w:rsid w:val="00B57CB3"/>
    <w:rsid w:val="00B57E3A"/>
    <w:rsid w:val="00B57EEB"/>
    <w:rsid w:val="00B57EF7"/>
    <w:rsid w:val="00B60333"/>
    <w:rsid w:val="00B60A2A"/>
    <w:rsid w:val="00B60A6F"/>
    <w:rsid w:val="00B60D0E"/>
    <w:rsid w:val="00B60F24"/>
    <w:rsid w:val="00B60F7B"/>
    <w:rsid w:val="00B6108D"/>
    <w:rsid w:val="00B610F6"/>
    <w:rsid w:val="00B61125"/>
    <w:rsid w:val="00B61138"/>
    <w:rsid w:val="00B615B3"/>
    <w:rsid w:val="00B616EC"/>
    <w:rsid w:val="00B61749"/>
    <w:rsid w:val="00B6176E"/>
    <w:rsid w:val="00B61AEE"/>
    <w:rsid w:val="00B61AFB"/>
    <w:rsid w:val="00B61BA3"/>
    <w:rsid w:val="00B61C08"/>
    <w:rsid w:val="00B61D1F"/>
    <w:rsid w:val="00B61D74"/>
    <w:rsid w:val="00B61EA0"/>
    <w:rsid w:val="00B61EA7"/>
    <w:rsid w:val="00B61ECB"/>
    <w:rsid w:val="00B61F27"/>
    <w:rsid w:val="00B6202B"/>
    <w:rsid w:val="00B62431"/>
    <w:rsid w:val="00B6253C"/>
    <w:rsid w:val="00B6253E"/>
    <w:rsid w:val="00B627FF"/>
    <w:rsid w:val="00B62876"/>
    <w:rsid w:val="00B62925"/>
    <w:rsid w:val="00B62ABB"/>
    <w:rsid w:val="00B62CA7"/>
    <w:rsid w:val="00B62EEB"/>
    <w:rsid w:val="00B62F81"/>
    <w:rsid w:val="00B62F9C"/>
    <w:rsid w:val="00B62FCD"/>
    <w:rsid w:val="00B63143"/>
    <w:rsid w:val="00B63184"/>
    <w:rsid w:val="00B63411"/>
    <w:rsid w:val="00B636DA"/>
    <w:rsid w:val="00B6387F"/>
    <w:rsid w:val="00B63A3C"/>
    <w:rsid w:val="00B63AB5"/>
    <w:rsid w:val="00B63BB0"/>
    <w:rsid w:val="00B63CB2"/>
    <w:rsid w:val="00B6412D"/>
    <w:rsid w:val="00B64216"/>
    <w:rsid w:val="00B64249"/>
    <w:rsid w:val="00B6432B"/>
    <w:rsid w:val="00B64354"/>
    <w:rsid w:val="00B6441F"/>
    <w:rsid w:val="00B646A9"/>
    <w:rsid w:val="00B646F7"/>
    <w:rsid w:val="00B648DD"/>
    <w:rsid w:val="00B64959"/>
    <w:rsid w:val="00B64B7F"/>
    <w:rsid w:val="00B64CE5"/>
    <w:rsid w:val="00B64EE0"/>
    <w:rsid w:val="00B65160"/>
    <w:rsid w:val="00B651BD"/>
    <w:rsid w:val="00B651C7"/>
    <w:rsid w:val="00B65248"/>
    <w:rsid w:val="00B6542C"/>
    <w:rsid w:val="00B654E5"/>
    <w:rsid w:val="00B65554"/>
    <w:rsid w:val="00B657E1"/>
    <w:rsid w:val="00B65A77"/>
    <w:rsid w:val="00B65A8E"/>
    <w:rsid w:val="00B65D04"/>
    <w:rsid w:val="00B65D54"/>
    <w:rsid w:val="00B65D6D"/>
    <w:rsid w:val="00B65F9E"/>
    <w:rsid w:val="00B66057"/>
    <w:rsid w:val="00B6634A"/>
    <w:rsid w:val="00B66467"/>
    <w:rsid w:val="00B66533"/>
    <w:rsid w:val="00B66740"/>
    <w:rsid w:val="00B66AE5"/>
    <w:rsid w:val="00B66C2E"/>
    <w:rsid w:val="00B66CAA"/>
    <w:rsid w:val="00B66E42"/>
    <w:rsid w:val="00B672F1"/>
    <w:rsid w:val="00B6730C"/>
    <w:rsid w:val="00B6738A"/>
    <w:rsid w:val="00B67473"/>
    <w:rsid w:val="00B676CD"/>
    <w:rsid w:val="00B6789F"/>
    <w:rsid w:val="00B67BDF"/>
    <w:rsid w:val="00B67EF6"/>
    <w:rsid w:val="00B67FA1"/>
    <w:rsid w:val="00B67FB9"/>
    <w:rsid w:val="00B70170"/>
    <w:rsid w:val="00B701B4"/>
    <w:rsid w:val="00B7027A"/>
    <w:rsid w:val="00B70574"/>
    <w:rsid w:val="00B707B2"/>
    <w:rsid w:val="00B70AF4"/>
    <w:rsid w:val="00B70C5E"/>
    <w:rsid w:val="00B710B7"/>
    <w:rsid w:val="00B711B3"/>
    <w:rsid w:val="00B71242"/>
    <w:rsid w:val="00B71392"/>
    <w:rsid w:val="00B71596"/>
    <w:rsid w:val="00B72076"/>
    <w:rsid w:val="00B72469"/>
    <w:rsid w:val="00B72563"/>
    <w:rsid w:val="00B725B1"/>
    <w:rsid w:val="00B72B11"/>
    <w:rsid w:val="00B72B21"/>
    <w:rsid w:val="00B72CE9"/>
    <w:rsid w:val="00B72DB2"/>
    <w:rsid w:val="00B72E97"/>
    <w:rsid w:val="00B72EE9"/>
    <w:rsid w:val="00B73201"/>
    <w:rsid w:val="00B732ED"/>
    <w:rsid w:val="00B73376"/>
    <w:rsid w:val="00B73440"/>
    <w:rsid w:val="00B73609"/>
    <w:rsid w:val="00B736FA"/>
    <w:rsid w:val="00B73766"/>
    <w:rsid w:val="00B7389D"/>
    <w:rsid w:val="00B73CE9"/>
    <w:rsid w:val="00B73CEC"/>
    <w:rsid w:val="00B7402B"/>
    <w:rsid w:val="00B74086"/>
    <w:rsid w:val="00B74439"/>
    <w:rsid w:val="00B744F4"/>
    <w:rsid w:val="00B74A34"/>
    <w:rsid w:val="00B74BE7"/>
    <w:rsid w:val="00B74CD1"/>
    <w:rsid w:val="00B74D55"/>
    <w:rsid w:val="00B75108"/>
    <w:rsid w:val="00B75324"/>
    <w:rsid w:val="00B7535E"/>
    <w:rsid w:val="00B75541"/>
    <w:rsid w:val="00B7555E"/>
    <w:rsid w:val="00B7557F"/>
    <w:rsid w:val="00B756BA"/>
    <w:rsid w:val="00B75780"/>
    <w:rsid w:val="00B75966"/>
    <w:rsid w:val="00B75A15"/>
    <w:rsid w:val="00B75A45"/>
    <w:rsid w:val="00B75A56"/>
    <w:rsid w:val="00B75EC7"/>
    <w:rsid w:val="00B75EF3"/>
    <w:rsid w:val="00B75EFF"/>
    <w:rsid w:val="00B75FA0"/>
    <w:rsid w:val="00B760B6"/>
    <w:rsid w:val="00B760D7"/>
    <w:rsid w:val="00B763F1"/>
    <w:rsid w:val="00B7652A"/>
    <w:rsid w:val="00B7661B"/>
    <w:rsid w:val="00B76653"/>
    <w:rsid w:val="00B76A84"/>
    <w:rsid w:val="00B76C32"/>
    <w:rsid w:val="00B76F2B"/>
    <w:rsid w:val="00B76F73"/>
    <w:rsid w:val="00B771AC"/>
    <w:rsid w:val="00B7735B"/>
    <w:rsid w:val="00B773BB"/>
    <w:rsid w:val="00B7758E"/>
    <w:rsid w:val="00B77712"/>
    <w:rsid w:val="00B777E5"/>
    <w:rsid w:val="00B77E70"/>
    <w:rsid w:val="00B77EA9"/>
    <w:rsid w:val="00B77FD4"/>
    <w:rsid w:val="00B80333"/>
    <w:rsid w:val="00B805D7"/>
    <w:rsid w:val="00B8063B"/>
    <w:rsid w:val="00B80812"/>
    <w:rsid w:val="00B80923"/>
    <w:rsid w:val="00B80930"/>
    <w:rsid w:val="00B80A72"/>
    <w:rsid w:val="00B80A96"/>
    <w:rsid w:val="00B80B4A"/>
    <w:rsid w:val="00B80BB1"/>
    <w:rsid w:val="00B80BD9"/>
    <w:rsid w:val="00B80CC7"/>
    <w:rsid w:val="00B80DEC"/>
    <w:rsid w:val="00B80F9B"/>
    <w:rsid w:val="00B8102B"/>
    <w:rsid w:val="00B81615"/>
    <w:rsid w:val="00B81752"/>
    <w:rsid w:val="00B817A8"/>
    <w:rsid w:val="00B818CF"/>
    <w:rsid w:val="00B819C9"/>
    <w:rsid w:val="00B81C4D"/>
    <w:rsid w:val="00B8203D"/>
    <w:rsid w:val="00B8205B"/>
    <w:rsid w:val="00B823F7"/>
    <w:rsid w:val="00B824D9"/>
    <w:rsid w:val="00B826CB"/>
    <w:rsid w:val="00B8271E"/>
    <w:rsid w:val="00B82763"/>
    <w:rsid w:val="00B827A0"/>
    <w:rsid w:val="00B82808"/>
    <w:rsid w:val="00B82898"/>
    <w:rsid w:val="00B82922"/>
    <w:rsid w:val="00B82AC8"/>
    <w:rsid w:val="00B82C79"/>
    <w:rsid w:val="00B832B8"/>
    <w:rsid w:val="00B836D8"/>
    <w:rsid w:val="00B83779"/>
    <w:rsid w:val="00B83A27"/>
    <w:rsid w:val="00B83A47"/>
    <w:rsid w:val="00B83B01"/>
    <w:rsid w:val="00B83C9B"/>
    <w:rsid w:val="00B83E6D"/>
    <w:rsid w:val="00B842ED"/>
    <w:rsid w:val="00B842FB"/>
    <w:rsid w:val="00B843D5"/>
    <w:rsid w:val="00B84427"/>
    <w:rsid w:val="00B845BB"/>
    <w:rsid w:val="00B8470C"/>
    <w:rsid w:val="00B84B21"/>
    <w:rsid w:val="00B84D73"/>
    <w:rsid w:val="00B8533A"/>
    <w:rsid w:val="00B8552A"/>
    <w:rsid w:val="00B859EF"/>
    <w:rsid w:val="00B85A0E"/>
    <w:rsid w:val="00B85B57"/>
    <w:rsid w:val="00B85E34"/>
    <w:rsid w:val="00B85F21"/>
    <w:rsid w:val="00B85F90"/>
    <w:rsid w:val="00B86095"/>
    <w:rsid w:val="00B86174"/>
    <w:rsid w:val="00B8632F"/>
    <w:rsid w:val="00B863F3"/>
    <w:rsid w:val="00B86640"/>
    <w:rsid w:val="00B86675"/>
    <w:rsid w:val="00B86866"/>
    <w:rsid w:val="00B868B3"/>
    <w:rsid w:val="00B86AFF"/>
    <w:rsid w:val="00B86B18"/>
    <w:rsid w:val="00B87163"/>
    <w:rsid w:val="00B873E6"/>
    <w:rsid w:val="00B875D4"/>
    <w:rsid w:val="00B87AB5"/>
    <w:rsid w:val="00B87C1D"/>
    <w:rsid w:val="00B87D07"/>
    <w:rsid w:val="00B87D91"/>
    <w:rsid w:val="00B87ED9"/>
    <w:rsid w:val="00B87FBD"/>
    <w:rsid w:val="00B900EE"/>
    <w:rsid w:val="00B90181"/>
    <w:rsid w:val="00B90191"/>
    <w:rsid w:val="00B90427"/>
    <w:rsid w:val="00B90489"/>
    <w:rsid w:val="00B904DE"/>
    <w:rsid w:val="00B90586"/>
    <w:rsid w:val="00B90BC7"/>
    <w:rsid w:val="00B90BEE"/>
    <w:rsid w:val="00B90C3C"/>
    <w:rsid w:val="00B90C62"/>
    <w:rsid w:val="00B90CF0"/>
    <w:rsid w:val="00B90DDC"/>
    <w:rsid w:val="00B90E06"/>
    <w:rsid w:val="00B9128D"/>
    <w:rsid w:val="00B918BF"/>
    <w:rsid w:val="00B919CB"/>
    <w:rsid w:val="00B91B4F"/>
    <w:rsid w:val="00B91C90"/>
    <w:rsid w:val="00B91CFD"/>
    <w:rsid w:val="00B91EBE"/>
    <w:rsid w:val="00B9206C"/>
    <w:rsid w:val="00B925B6"/>
    <w:rsid w:val="00B925EE"/>
    <w:rsid w:val="00B926B4"/>
    <w:rsid w:val="00B92BB8"/>
    <w:rsid w:val="00B92CB8"/>
    <w:rsid w:val="00B92E69"/>
    <w:rsid w:val="00B92FA4"/>
    <w:rsid w:val="00B930B2"/>
    <w:rsid w:val="00B9352F"/>
    <w:rsid w:val="00B93884"/>
    <w:rsid w:val="00B93953"/>
    <w:rsid w:val="00B93954"/>
    <w:rsid w:val="00B939F3"/>
    <w:rsid w:val="00B93EBB"/>
    <w:rsid w:val="00B93FF4"/>
    <w:rsid w:val="00B93FF9"/>
    <w:rsid w:val="00B943A9"/>
    <w:rsid w:val="00B944A0"/>
    <w:rsid w:val="00B945EF"/>
    <w:rsid w:val="00B94636"/>
    <w:rsid w:val="00B9477D"/>
    <w:rsid w:val="00B948E7"/>
    <w:rsid w:val="00B949E0"/>
    <w:rsid w:val="00B94A77"/>
    <w:rsid w:val="00B94B49"/>
    <w:rsid w:val="00B94BD0"/>
    <w:rsid w:val="00B94BDA"/>
    <w:rsid w:val="00B94C1C"/>
    <w:rsid w:val="00B94DA5"/>
    <w:rsid w:val="00B94F0B"/>
    <w:rsid w:val="00B94F91"/>
    <w:rsid w:val="00B9502F"/>
    <w:rsid w:val="00B950C8"/>
    <w:rsid w:val="00B9516B"/>
    <w:rsid w:val="00B95380"/>
    <w:rsid w:val="00B9540C"/>
    <w:rsid w:val="00B9559C"/>
    <w:rsid w:val="00B955C4"/>
    <w:rsid w:val="00B95667"/>
    <w:rsid w:val="00B958B3"/>
    <w:rsid w:val="00B958E6"/>
    <w:rsid w:val="00B95BFA"/>
    <w:rsid w:val="00B95CAF"/>
    <w:rsid w:val="00B96103"/>
    <w:rsid w:val="00B96165"/>
    <w:rsid w:val="00B961DD"/>
    <w:rsid w:val="00B9648E"/>
    <w:rsid w:val="00B964B0"/>
    <w:rsid w:val="00B9656B"/>
    <w:rsid w:val="00B96672"/>
    <w:rsid w:val="00B96752"/>
    <w:rsid w:val="00B967D1"/>
    <w:rsid w:val="00B968F9"/>
    <w:rsid w:val="00B96AD6"/>
    <w:rsid w:val="00B96B9C"/>
    <w:rsid w:val="00B96BFF"/>
    <w:rsid w:val="00B96C06"/>
    <w:rsid w:val="00B96C23"/>
    <w:rsid w:val="00B96E72"/>
    <w:rsid w:val="00B97005"/>
    <w:rsid w:val="00B9705D"/>
    <w:rsid w:val="00B970DD"/>
    <w:rsid w:val="00B9715C"/>
    <w:rsid w:val="00B971EE"/>
    <w:rsid w:val="00B97268"/>
    <w:rsid w:val="00B9754C"/>
    <w:rsid w:val="00B9785B"/>
    <w:rsid w:val="00B9799C"/>
    <w:rsid w:val="00B97B70"/>
    <w:rsid w:val="00B97B7B"/>
    <w:rsid w:val="00B97BD7"/>
    <w:rsid w:val="00B97C1C"/>
    <w:rsid w:val="00B97C35"/>
    <w:rsid w:val="00B97CCD"/>
    <w:rsid w:val="00B97F93"/>
    <w:rsid w:val="00BA0078"/>
    <w:rsid w:val="00BA03C4"/>
    <w:rsid w:val="00BA0573"/>
    <w:rsid w:val="00BA0608"/>
    <w:rsid w:val="00BA0664"/>
    <w:rsid w:val="00BA0783"/>
    <w:rsid w:val="00BA07BA"/>
    <w:rsid w:val="00BA0948"/>
    <w:rsid w:val="00BA09B7"/>
    <w:rsid w:val="00BA0C42"/>
    <w:rsid w:val="00BA0C55"/>
    <w:rsid w:val="00BA162F"/>
    <w:rsid w:val="00BA17F2"/>
    <w:rsid w:val="00BA1878"/>
    <w:rsid w:val="00BA19B0"/>
    <w:rsid w:val="00BA1ACC"/>
    <w:rsid w:val="00BA1CA2"/>
    <w:rsid w:val="00BA2298"/>
    <w:rsid w:val="00BA2458"/>
    <w:rsid w:val="00BA24C9"/>
    <w:rsid w:val="00BA250E"/>
    <w:rsid w:val="00BA2538"/>
    <w:rsid w:val="00BA2742"/>
    <w:rsid w:val="00BA2AC1"/>
    <w:rsid w:val="00BA330D"/>
    <w:rsid w:val="00BA3440"/>
    <w:rsid w:val="00BA3463"/>
    <w:rsid w:val="00BA356C"/>
    <w:rsid w:val="00BA365C"/>
    <w:rsid w:val="00BA389E"/>
    <w:rsid w:val="00BA3B13"/>
    <w:rsid w:val="00BA3C96"/>
    <w:rsid w:val="00BA3E20"/>
    <w:rsid w:val="00BA3FDB"/>
    <w:rsid w:val="00BA400D"/>
    <w:rsid w:val="00BA4028"/>
    <w:rsid w:val="00BA4221"/>
    <w:rsid w:val="00BA4348"/>
    <w:rsid w:val="00BA44DA"/>
    <w:rsid w:val="00BA4731"/>
    <w:rsid w:val="00BA4834"/>
    <w:rsid w:val="00BA4887"/>
    <w:rsid w:val="00BA4B94"/>
    <w:rsid w:val="00BA4BE7"/>
    <w:rsid w:val="00BA4C80"/>
    <w:rsid w:val="00BA4DDE"/>
    <w:rsid w:val="00BA50F1"/>
    <w:rsid w:val="00BA5457"/>
    <w:rsid w:val="00BA5472"/>
    <w:rsid w:val="00BA558F"/>
    <w:rsid w:val="00BA581E"/>
    <w:rsid w:val="00BA5A37"/>
    <w:rsid w:val="00BA5F48"/>
    <w:rsid w:val="00BA6097"/>
    <w:rsid w:val="00BA60A7"/>
    <w:rsid w:val="00BA6549"/>
    <w:rsid w:val="00BA65AE"/>
    <w:rsid w:val="00BA65EC"/>
    <w:rsid w:val="00BA6610"/>
    <w:rsid w:val="00BA6681"/>
    <w:rsid w:val="00BA689F"/>
    <w:rsid w:val="00BA69E3"/>
    <w:rsid w:val="00BA6AA5"/>
    <w:rsid w:val="00BA6AF1"/>
    <w:rsid w:val="00BA703A"/>
    <w:rsid w:val="00BA70D3"/>
    <w:rsid w:val="00BA722D"/>
    <w:rsid w:val="00BA7326"/>
    <w:rsid w:val="00BA73B5"/>
    <w:rsid w:val="00BA7560"/>
    <w:rsid w:val="00BA75A7"/>
    <w:rsid w:val="00BA7751"/>
    <w:rsid w:val="00BA7813"/>
    <w:rsid w:val="00BA7CCB"/>
    <w:rsid w:val="00BA7CDB"/>
    <w:rsid w:val="00BA7E57"/>
    <w:rsid w:val="00BA7EAA"/>
    <w:rsid w:val="00BA7ED3"/>
    <w:rsid w:val="00BA7FA2"/>
    <w:rsid w:val="00BB0446"/>
    <w:rsid w:val="00BB078C"/>
    <w:rsid w:val="00BB078E"/>
    <w:rsid w:val="00BB0968"/>
    <w:rsid w:val="00BB097A"/>
    <w:rsid w:val="00BB0DB0"/>
    <w:rsid w:val="00BB0DEF"/>
    <w:rsid w:val="00BB0F2D"/>
    <w:rsid w:val="00BB114A"/>
    <w:rsid w:val="00BB136A"/>
    <w:rsid w:val="00BB16DD"/>
    <w:rsid w:val="00BB1A04"/>
    <w:rsid w:val="00BB1B6E"/>
    <w:rsid w:val="00BB1CB5"/>
    <w:rsid w:val="00BB1D0D"/>
    <w:rsid w:val="00BB1EE2"/>
    <w:rsid w:val="00BB1F17"/>
    <w:rsid w:val="00BB22D7"/>
    <w:rsid w:val="00BB252C"/>
    <w:rsid w:val="00BB2758"/>
    <w:rsid w:val="00BB27C3"/>
    <w:rsid w:val="00BB2949"/>
    <w:rsid w:val="00BB2ABE"/>
    <w:rsid w:val="00BB2D91"/>
    <w:rsid w:val="00BB2E1F"/>
    <w:rsid w:val="00BB2F9F"/>
    <w:rsid w:val="00BB30EE"/>
    <w:rsid w:val="00BB3113"/>
    <w:rsid w:val="00BB3117"/>
    <w:rsid w:val="00BB333C"/>
    <w:rsid w:val="00BB33E6"/>
    <w:rsid w:val="00BB34C6"/>
    <w:rsid w:val="00BB367C"/>
    <w:rsid w:val="00BB37E2"/>
    <w:rsid w:val="00BB3823"/>
    <w:rsid w:val="00BB39C8"/>
    <w:rsid w:val="00BB3BAF"/>
    <w:rsid w:val="00BB3CAA"/>
    <w:rsid w:val="00BB3D98"/>
    <w:rsid w:val="00BB3DBB"/>
    <w:rsid w:val="00BB3DE8"/>
    <w:rsid w:val="00BB407F"/>
    <w:rsid w:val="00BB40CB"/>
    <w:rsid w:val="00BB4112"/>
    <w:rsid w:val="00BB4237"/>
    <w:rsid w:val="00BB4272"/>
    <w:rsid w:val="00BB4278"/>
    <w:rsid w:val="00BB43D5"/>
    <w:rsid w:val="00BB4600"/>
    <w:rsid w:val="00BB46D8"/>
    <w:rsid w:val="00BB4712"/>
    <w:rsid w:val="00BB47BB"/>
    <w:rsid w:val="00BB482C"/>
    <w:rsid w:val="00BB48BB"/>
    <w:rsid w:val="00BB48E5"/>
    <w:rsid w:val="00BB4BED"/>
    <w:rsid w:val="00BB4C4A"/>
    <w:rsid w:val="00BB4FC4"/>
    <w:rsid w:val="00BB52DE"/>
    <w:rsid w:val="00BB53AD"/>
    <w:rsid w:val="00BB5500"/>
    <w:rsid w:val="00BB5715"/>
    <w:rsid w:val="00BB576B"/>
    <w:rsid w:val="00BB5905"/>
    <w:rsid w:val="00BB5A3A"/>
    <w:rsid w:val="00BB5D29"/>
    <w:rsid w:val="00BB5D4A"/>
    <w:rsid w:val="00BB5E7B"/>
    <w:rsid w:val="00BB5F53"/>
    <w:rsid w:val="00BB5F57"/>
    <w:rsid w:val="00BB5F92"/>
    <w:rsid w:val="00BB603E"/>
    <w:rsid w:val="00BB6197"/>
    <w:rsid w:val="00BB61F8"/>
    <w:rsid w:val="00BB6208"/>
    <w:rsid w:val="00BB6411"/>
    <w:rsid w:val="00BB649B"/>
    <w:rsid w:val="00BB64B4"/>
    <w:rsid w:val="00BB64FB"/>
    <w:rsid w:val="00BB6587"/>
    <w:rsid w:val="00BB684C"/>
    <w:rsid w:val="00BB687D"/>
    <w:rsid w:val="00BB6D2F"/>
    <w:rsid w:val="00BB6FF8"/>
    <w:rsid w:val="00BB729C"/>
    <w:rsid w:val="00BB7567"/>
    <w:rsid w:val="00BB78B6"/>
    <w:rsid w:val="00BB790E"/>
    <w:rsid w:val="00BB7BC7"/>
    <w:rsid w:val="00BB7C53"/>
    <w:rsid w:val="00BB7C98"/>
    <w:rsid w:val="00BB7CBE"/>
    <w:rsid w:val="00BB7E50"/>
    <w:rsid w:val="00BB7EE4"/>
    <w:rsid w:val="00BB7F38"/>
    <w:rsid w:val="00BB7FE5"/>
    <w:rsid w:val="00BB7FE8"/>
    <w:rsid w:val="00BC0230"/>
    <w:rsid w:val="00BC0466"/>
    <w:rsid w:val="00BC0B42"/>
    <w:rsid w:val="00BC0BCF"/>
    <w:rsid w:val="00BC0D0D"/>
    <w:rsid w:val="00BC0E08"/>
    <w:rsid w:val="00BC0E46"/>
    <w:rsid w:val="00BC0EBF"/>
    <w:rsid w:val="00BC0EDB"/>
    <w:rsid w:val="00BC0EF0"/>
    <w:rsid w:val="00BC1127"/>
    <w:rsid w:val="00BC1180"/>
    <w:rsid w:val="00BC1345"/>
    <w:rsid w:val="00BC1822"/>
    <w:rsid w:val="00BC198A"/>
    <w:rsid w:val="00BC1A11"/>
    <w:rsid w:val="00BC1E3F"/>
    <w:rsid w:val="00BC1E6E"/>
    <w:rsid w:val="00BC1EB0"/>
    <w:rsid w:val="00BC1FAC"/>
    <w:rsid w:val="00BC2171"/>
    <w:rsid w:val="00BC2269"/>
    <w:rsid w:val="00BC22A2"/>
    <w:rsid w:val="00BC23BF"/>
    <w:rsid w:val="00BC23F3"/>
    <w:rsid w:val="00BC2558"/>
    <w:rsid w:val="00BC2636"/>
    <w:rsid w:val="00BC2A01"/>
    <w:rsid w:val="00BC2D1E"/>
    <w:rsid w:val="00BC2DC7"/>
    <w:rsid w:val="00BC2F52"/>
    <w:rsid w:val="00BC3101"/>
    <w:rsid w:val="00BC3218"/>
    <w:rsid w:val="00BC3322"/>
    <w:rsid w:val="00BC3364"/>
    <w:rsid w:val="00BC33A7"/>
    <w:rsid w:val="00BC3609"/>
    <w:rsid w:val="00BC3A35"/>
    <w:rsid w:val="00BC3D57"/>
    <w:rsid w:val="00BC4299"/>
    <w:rsid w:val="00BC4522"/>
    <w:rsid w:val="00BC464A"/>
    <w:rsid w:val="00BC4750"/>
    <w:rsid w:val="00BC4AF9"/>
    <w:rsid w:val="00BC4FD4"/>
    <w:rsid w:val="00BC50BC"/>
    <w:rsid w:val="00BC52D7"/>
    <w:rsid w:val="00BC54B3"/>
    <w:rsid w:val="00BC563F"/>
    <w:rsid w:val="00BC5642"/>
    <w:rsid w:val="00BC564B"/>
    <w:rsid w:val="00BC57EA"/>
    <w:rsid w:val="00BC5927"/>
    <w:rsid w:val="00BC5977"/>
    <w:rsid w:val="00BC5A57"/>
    <w:rsid w:val="00BC5D85"/>
    <w:rsid w:val="00BC5DF3"/>
    <w:rsid w:val="00BC612A"/>
    <w:rsid w:val="00BC6410"/>
    <w:rsid w:val="00BC6571"/>
    <w:rsid w:val="00BC67B3"/>
    <w:rsid w:val="00BC68DA"/>
    <w:rsid w:val="00BC68EA"/>
    <w:rsid w:val="00BC6938"/>
    <w:rsid w:val="00BC6AB3"/>
    <w:rsid w:val="00BC6AC7"/>
    <w:rsid w:val="00BC6B06"/>
    <w:rsid w:val="00BC72BF"/>
    <w:rsid w:val="00BC73AE"/>
    <w:rsid w:val="00BC7474"/>
    <w:rsid w:val="00BC747D"/>
    <w:rsid w:val="00BC7564"/>
    <w:rsid w:val="00BC769C"/>
    <w:rsid w:val="00BC76B7"/>
    <w:rsid w:val="00BC7A0C"/>
    <w:rsid w:val="00BC7AFE"/>
    <w:rsid w:val="00BC7F2E"/>
    <w:rsid w:val="00BC7FC5"/>
    <w:rsid w:val="00BD00F8"/>
    <w:rsid w:val="00BD05F6"/>
    <w:rsid w:val="00BD073E"/>
    <w:rsid w:val="00BD075C"/>
    <w:rsid w:val="00BD0807"/>
    <w:rsid w:val="00BD095C"/>
    <w:rsid w:val="00BD098B"/>
    <w:rsid w:val="00BD09F0"/>
    <w:rsid w:val="00BD0BB4"/>
    <w:rsid w:val="00BD0C08"/>
    <w:rsid w:val="00BD1026"/>
    <w:rsid w:val="00BD10C1"/>
    <w:rsid w:val="00BD116A"/>
    <w:rsid w:val="00BD1424"/>
    <w:rsid w:val="00BD1625"/>
    <w:rsid w:val="00BD16D7"/>
    <w:rsid w:val="00BD19C2"/>
    <w:rsid w:val="00BD19C8"/>
    <w:rsid w:val="00BD1D30"/>
    <w:rsid w:val="00BD2441"/>
    <w:rsid w:val="00BD260B"/>
    <w:rsid w:val="00BD2668"/>
    <w:rsid w:val="00BD268A"/>
    <w:rsid w:val="00BD2986"/>
    <w:rsid w:val="00BD2B5F"/>
    <w:rsid w:val="00BD2DC1"/>
    <w:rsid w:val="00BD2E4C"/>
    <w:rsid w:val="00BD3082"/>
    <w:rsid w:val="00BD31AD"/>
    <w:rsid w:val="00BD3247"/>
    <w:rsid w:val="00BD3378"/>
    <w:rsid w:val="00BD33AA"/>
    <w:rsid w:val="00BD34E9"/>
    <w:rsid w:val="00BD366B"/>
    <w:rsid w:val="00BD372F"/>
    <w:rsid w:val="00BD38E9"/>
    <w:rsid w:val="00BD3A19"/>
    <w:rsid w:val="00BD3A32"/>
    <w:rsid w:val="00BD3F16"/>
    <w:rsid w:val="00BD425B"/>
    <w:rsid w:val="00BD43A0"/>
    <w:rsid w:val="00BD4494"/>
    <w:rsid w:val="00BD4618"/>
    <w:rsid w:val="00BD486F"/>
    <w:rsid w:val="00BD4B20"/>
    <w:rsid w:val="00BD4C2E"/>
    <w:rsid w:val="00BD4D75"/>
    <w:rsid w:val="00BD5149"/>
    <w:rsid w:val="00BD52BC"/>
    <w:rsid w:val="00BD5324"/>
    <w:rsid w:val="00BD5336"/>
    <w:rsid w:val="00BD55CE"/>
    <w:rsid w:val="00BD57A9"/>
    <w:rsid w:val="00BD5800"/>
    <w:rsid w:val="00BD59C9"/>
    <w:rsid w:val="00BD59DC"/>
    <w:rsid w:val="00BD5B0D"/>
    <w:rsid w:val="00BD5B93"/>
    <w:rsid w:val="00BD5CC1"/>
    <w:rsid w:val="00BD5EB5"/>
    <w:rsid w:val="00BD5FDA"/>
    <w:rsid w:val="00BD633B"/>
    <w:rsid w:val="00BD658A"/>
    <w:rsid w:val="00BD65C0"/>
    <w:rsid w:val="00BD6681"/>
    <w:rsid w:val="00BD677E"/>
    <w:rsid w:val="00BD6872"/>
    <w:rsid w:val="00BD6A92"/>
    <w:rsid w:val="00BD6BD3"/>
    <w:rsid w:val="00BD6EC5"/>
    <w:rsid w:val="00BD70BA"/>
    <w:rsid w:val="00BD7159"/>
    <w:rsid w:val="00BD71A0"/>
    <w:rsid w:val="00BD71C7"/>
    <w:rsid w:val="00BD71FE"/>
    <w:rsid w:val="00BD75A5"/>
    <w:rsid w:val="00BD75B4"/>
    <w:rsid w:val="00BD7762"/>
    <w:rsid w:val="00BD7785"/>
    <w:rsid w:val="00BD7880"/>
    <w:rsid w:val="00BD79D2"/>
    <w:rsid w:val="00BD7AC5"/>
    <w:rsid w:val="00BD7C59"/>
    <w:rsid w:val="00BD7CD1"/>
    <w:rsid w:val="00BD7D78"/>
    <w:rsid w:val="00BE00BF"/>
    <w:rsid w:val="00BE0146"/>
    <w:rsid w:val="00BE0305"/>
    <w:rsid w:val="00BE0374"/>
    <w:rsid w:val="00BE08AD"/>
    <w:rsid w:val="00BE08B0"/>
    <w:rsid w:val="00BE097B"/>
    <w:rsid w:val="00BE0A72"/>
    <w:rsid w:val="00BE10F7"/>
    <w:rsid w:val="00BE1247"/>
    <w:rsid w:val="00BE136E"/>
    <w:rsid w:val="00BE13DD"/>
    <w:rsid w:val="00BE14B6"/>
    <w:rsid w:val="00BE1506"/>
    <w:rsid w:val="00BE1573"/>
    <w:rsid w:val="00BE15F1"/>
    <w:rsid w:val="00BE1774"/>
    <w:rsid w:val="00BE1788"/>
    <w:rsid w:val="00BE17AD"/>
    <w:rsid w:val="00BE1957"/>
    <w:rsid w:val="00BE19B6"/>
    <w:rsid w:val="00BE1B95"/>
    <w:rsid w:val="00BE1E1A"/>
    <w:rsid w:val="00BE1E4A"/>
    <w:rsid w:val="00BE1E6B"/>
    <w:rsid w:val="00BE2101"/>
    <w:rsid w:val="00BE21F3"/>
    <w:rsid w:val="00BE260E"/>
    <w:rsid w:val="00BE27B6"/>
    <w:rsid w:val="00BE2966"/>
    <w:rsid w:val="00BE2AB7"/>
    <w:rsid w:val="00BE2B90"/>
    <w:rsid w:val="00BE2D00"/>
    <w:rsid w:val="00BE2E43"/>
    <w:rsid w:val="00BE30EA"/>
    <w:rsid w:val="00BE3484"/>
    <w:rsid w:val="00BE351D"/>
    <w:rsid w:val="00BE35A1"/>
    <w:rsid w:val="00BE3638"/>
    <w:rsid w:val="00BE36DD"/>
    <w:rsid w:val="00BE38C7"/>
    <w:rsid w:val="00BE3A12"/>
    <w:rsid w:val="00BE3A41"/>
    <w:rsid w:val="00BE3AA1"/>
    <w:rsid w:val="00BE3DC2"/>
    <w:rsid w:val="00BE3F8A"/>
    <w:rsid w:val="00BE4647"/>
    <w:rsid w:val="00BE4A2F"/>
    <w:rsid w:val="00BE4CDE"/>
    <w:rsid w:val="00BE4F29"/>
    <w:rsid w:val="00BE4F4D"/>
    <w:rsid w:val="00BE4FFD"/>
    <w:rsid w:val="00BE508D"/>
    <w:rsid w:val="00BE520B"/>
    <w:rsid w:val="00BE530B"/>
    <w:rsid w:val="00BE5388"/>
    <w:rsid w:val="00BE542A"/>
    <w:rsid w:val="00BE551F"/>
    <w:rsid w:val="00BE5530"/>
    <w:rsid w:val="00BE5B48"/>
    <w:rsid w:val="00BE62F2"/>
    <w:rsid w:val="00BE62FB"/>
    <w:rsid w:val="00BE658F"/>
    <w:rsid w:val="00BE699D"/>
    <w:rsid w:val="00BE6B86"/>
    <w:rsid w:val="00BE6BB7"/>
    <w:rsid w:val="00BE6D6E"/>
    <w:rsid w:val="00BE6DC7"/>
    <w:rsid w:val="00BE6E95"/>
    <w:rsid w:val="00BE7050"/>
    <w:rsid w:val="00BE71B3"/>
    <w:rsid w:val="00BE7347"/>
    <w:rsid w:val="00BE7408"/>
    <w:rsid w:val="00BE744C"/>
    <w:rsid w:val="00BE7557"/>
    <w:rsid w:val="00BE784A"/>
    <w:rsid w:val="00BE7907"/>
    <w:rsid w:val="00BE79E4"/>
    <w:rsid w:val="00BE7A03"/>
    <w:rsid w:val="00BE7ACA"/>
    <w:rsid w:val="00BE7AF7"/>
    <w:rsid w:val="00BE7B84"/>
    <w:rsid w:val="00BE7C52"/>
    <w:rsid w:val="00BE7CC6"/>
    <w:rsid w:val="00BE7EC8"/>
    <w:rsid w:val="00BE7F49"/>
    <w:rsid w:val="00BE7F90"/>
    <w:rsid w:val="00BF0032"/>
    <w:rsid w:val="00BF0064"/>
    <w:rsid w:val="00BF00B9"/>
    <w:rsid w:val="00BF015C"/>
    <w:rsid w:val="00BF03E9"/>
    <w:rsid w:val="00BF0704"/>
    <w:rsid w:val="00BF08DB"/>
    <w:rsid w:val="00BF0BC2"/>
    <w:rsid w:val="00BF0C02"/>
    <w:rsid w:val="00BF0C0B"/>
    <w:rsid w:val="00BF0EA2"/>
    <w:rsid w:val="00BF0FA5"/>
    <w:rsid w:val="00BF101B"/>
    <w:rsid w:val="00BF14C2"/>
    <w:rsid w:val="00BF1611"/>
    <w:rsid w:val="00BF18A0"/>
    <w:rsid w:val="00BF19E5"/>
    <w:rsid w:val="00BF1EEA"/>
    <w:rsid w:val="00BF2049"/>
    <w:rsid w:val="00BF2055"/>
    <w:rsid w:val="00BF2083"/>
    <w:rsid w:val="00BF222B"/>
    <w:rsid w:val="00BF23D4"/>
    <w:rsid w:val="00BF2614"/>
    <w:rsid w:val="00BF262C"/>
    <w:rsid w:val="00BF2824"/>
    <w:rsid w:val="00BF2862"/>
    <w:rsid w:val="00BF29BE"/>
    <w:rsid w:val="00BF2A34"/>
    <w:rsid w:val="00BF2C0E"/>
    <w:rsid w:val="00BF316F"/>
    <w:rsid w:val="00BF3185"/>
    <w:rsid w:val="00BF3189"/>
    <w:rsid w:val="00BF33F0"/>
    <w:rsid w:val="00BF349B"/>
    <w:rsid w:val="00BF34D2"/>
    <w:rsid w:val="00BF3818"/>
    <w:rsid w:val="00BF397C"/>
    <w:rsid w:val="00BF3CAC"/>
    <w:rsid w:val="00BF4080"/>
    <w:rsid w:val="00BF4151"/>
    <w:rsid w:val="00BF4238"/>
    <w:rsid w:val="00BF459A"/>
    <w:rsid w:val="00BF46DE"/>
    <w:rsid w:val="00BF47B1"/>
    <w:rsid w:val="00BF4877"/>
    <w:rsid w:val="00BF4C2C"/>
    <w:rsid w:val="00BF4CE5"/>
    <w:rsid w:val="00BF5003"/>
    <w:rsid w:val="00BF50A6"/>
    <w:rsid w:val="00BF51AB"/>
    <w:rsid w:val="00BF5363"/>
    <w:rsid w:val="00BF53CF"/>
    <w:rsid w:val="00BF543A"/>
    <w:rsid w:val="00BF545B"/>
    <w:rsid w:val="00BF54C8"/>
    <w:rsid w:val="00BF54D8"/>
    <w:rsid w:val="00BF55ED"/>
    <w:rsid w:val="00BF5648"/>
    <w:rsid w:val="00BF5793"/>
    <w:rsid w:val="00BF5855"/>
    <w:rsid w:val="00BF5975"/>
    <w:rsid w:val="00BF5A29"/>
    <w:rsid w:val="00BF5AFA"/>
    <w:rsid w:val="00BF5B55"/>
    <w:rsid w:val="00BF5B82"/>
    <w:rsid w:val="00BF5BF0"/>
    <w:rsid w:val="00BF5D59"/>
    <w:rsid w:val="00BF5DEE"/>
    <w:rsid w:val="00BF5E5C"/>
    <w:rsid w:val="00BF5F88"/>
    <w:rsid w:val="00BF64BB"/>
    <w:rsid w:val="00BF651A"/>
    <w:rsid w:val="00BF6A4D"/>
    <w:rsid w:val="00BF6B86"/>
    <w:rsid w:val="00BF6CB2"/>
    <w:rsid w:val="00BF6CB3"/>
    <w:rsid w:val="00BF6E92"/>
    <w:rsid w:val="00BF6EF1"/>
    <w:rsid w:val="00BF6FCF"/>
    <w:rsid w:val="00BF7274"/>
    <w:rsid w:val="00BF72BE"/>
    <w:rsid w:val="00BF7504"/>
    <w:rsid w:val="00BF7607"/>
    <w:rsid w:val="00BF7777"/>
    <w:rsid w:val="00BF77BE"/>
    <w:rsid w:val="00BF783D"/>
    <w:rsid w:val="00BF7B55"/>
    <w:rsid w:val="00BF7B57"/>
    <w:rsid w:val="00BF7F8E"/>
    <w:rsid w:val="00C00154"/>
    <w:rsid w:val="00C004F2"/>
    <w:rsid w:val="00C0056E"/>
    <w:rsid w:val="00C0060D"/>
    <w:rsid w:val="00C00618"/>
    <w:rsid w:val="00C0068A"/>
    <w:rsid w:val="00C0082E"/>
    <w:rsid w:val="00C00A28"/>
    <w:rsid w:val="00C00D9D"/>
    <w:rsid w:val="00C00DA1"/>
    <w:rsid w:val="00C00F4F"/>
    <w:rsid w:val="00C00F83"/>
    <w:rsid w:val="00C01472"/>
    <w:rsid w:val="00C014BB"/>
    <w:rsid w:val="00C016B9"/>
    <w:rsid w:val="00C016C3"/>
    <w:rsid w:val="00C017BE"/>
    <w:rsid w:val="00C017FD"/>
    <w:rsid w:val="00C01B18"/>
    <w:rsid w:val="00C01B45"/>
    <w:rsid w:val="00C01B9D"/>
    <w:rsid w:val="00C01D42"/>
    <w:rsid w:val="00C01E3B"/>
    <w:rsid w:val="00C01F24"/>
    <w:rsid w:val="00C01F32"/>
    <w:rsid w:val="00C02165"/>
    <w:rsid w:val="00C02595"/>
    <w:rsid w:val="00C02682"/>
    <w:rsid w:val="00C027BB"/>
    <w:rsid w:val="00C029A1"/>
    <w:rsid w:val="00C029A3"/>
    <w:rsid w:val="00C029D8"/>
    <w:rsid w:val="00C02AB1"/>
    <w:rsid w:val="00C02BDC"/>
    <w:rsid w:val="00C02C43"/>
    <w:rsid w:val="00C02CAC"/>
    <w:rsid w:val="00C02E58"/>
    <w:rsid w:val="00C0304F"/>
    <w:rsid w:val="00C0308C"/>
    <w:rsid w:val="00C03117"/>
    <w:rsid w:val="00C03215"/>
    <w:rsid w:val="00C03239"/>
    <w:rsid w:val="00C033F6"/>
    <w:rsid w:val="00C034F6"/>
    <w:rsid w:val="00C035A7"/>
    <w:rsid w:val="00C03610"/>
    <w:rsid w:val="00C0376B"/>
    <w:rsid w:val="00C037D9"/>
    <w:rsid w:val="00C038B3"/>
    <w:rsid w:val="00C03B0A"/>
    <w:rsid w:val="00C03C0F"/>
    <w:rsid w:val="00C03D20"/>
    <w:rsid w:val="00C03DF5"/>
    <w:rsid w:val="00C046B8"/>
    <w:rsid w:val="00C046CF"/>
    <w:rsid w:val="00C0476D"/>
    <w:rsid w:val="00C0494B"/>
    <w:rsid w:val="00C04957"/>
    <w:rsid w:val="00C04A64"/>
    <w:rsid w:val="00C04A65"/>
    <w:rsid w:val="00C04BDD"/>
    <w:rsid w:val="00C04C2E"/>
    <w:rsid w:val="00C04C6A"/>
    <w:rsid w:val="00C04E69"/>
    <w:rsid w:val="00C04EF3"/>
    <w:rsid w:val="00C04EFE"/>
    <w:rsid w:val="00C04F17"/>
    <w:rsid w:val="00C04F79"/>
    <w:rsid w:val="00C052E5"/>
    <w:rsid w:val="00C0537E"/>
    <w:rsid w:val="00C0557D"/>
    <w:rsid w:val="00C05757"/>
    <w:rsid w:val="00C058E5"/>
    <w:rsid w:val="00C0590E"/>
    <w:rsid w:val="00C05931"/>
    <w:rsid w:val="00C05B75"/>
    <w:rsid w:val="00C05CC7"/>
    <w:rsid w:val="00C05E52"/>
    <w:rsid w:val="00C05EDF"/>
    <w:rsid w:val="00C05F3E"/>
    <w:rsid w:val="00C0602B"/>
    <w:rsid w:val="00C061C6"/>
    <w:rsid w:val="00C061D8"/>
    <w:rsid w:val="00C065A8"/>
    <w:rsid w:val="00C06642"/>
    <w:rsid w:val="00C0669E"/>
    <w:rsid w:val="00C068A1"/>
    <w:rsid w:val="00C06A2C"/>
    <w:rsid w:val="00C06B02"/>
    <w:rsid w:val="00C06D01"/>
    <w:rsid w:val="00C06D74"/>
    <w:rsid w:val="00C07159"/>
    <w:rsid w:val="00C0736F"/>
    <w:rsid w:val="00C074CF"/>
    <w:rsid w:val="00C075D1"/>
    <w:rsid w:val="00C075F0"/>
    <w:rsid w:val="00C07746"/>
    <w:rsid w:val="00C077CF"/>
    <w:rsid w:val="00C07930"/>
    <w:rsid w:val="00C07A4F"/>
    <w:rsid w:val="00C07D75"/>
    <w:rsid w:val="00C07DAF"/>
    <w:rsid w:val="00C07E42"/>
    <w:rsid w:val="00C07FCC"/>
    <w:rsid w:val="00C10042"/>
    <w:rsid w:val="00C100EC"/>
    <w:rsid w:val="00C1016E"/>
    <w:rsid w:val="00C102D1"/>
    <w:rsid w:val="00C10337"/>
    <w:rsid w:val="00C10359"/>
    <w:rsid w:val="00C1043E"/>
    <w:rsid w:val="00C1055A"/>
    <w:rsid w:val="00C10577"/>
    <w:rsid w:val="00C10591"/>
    <w:rsid w:val="00C10714"/>
    <w:rsid w:val="00C107DB"/>
    <w:rsid w:val="00C109A0"/>
    <w:rsid w:val="00C109F2"/>
    <w:rsid w:val="00C10B58"/>
    <w:rsid w:val="00C10BCA"/>
    <w:rsid w:val="00C10F7D"/>
    <w:rsid w:val="00C111EB"/>
    <w:rsid w:val="00C11248"/>
    <w:rsid w:val="00C11318"/>
    <w:rsid w:val="00C115E5"/>
    <w:rsid w:val="00C117CC"/>
    <w:rsid w:val="00C117DC"/>
    <w:rsid w:val="00C11827"/>
    <w:rsid w:val="00C1189C"/>
    <w:rsid w:val="00C11B83"/>
    <w:rsid w:val="00C11D2A"/>
    <w:rsid w:val="00C11D60"/>
    <w:rsid w:val="00C12181"/>
    <w:rsid w:val="00C1243B"/>
    <w:rsid w:val="00C126AF"/>
    <w:rsid w:val="00C126FE"/>
    <w:rsid w:val="00C128AF"/>
    <w:rsid w:val="00C1292A"/>
    <w:rsid w:val="00C12A85"/>
    <w:rsid w:val="00C12B28"/>
    <w:rsid w:val="00C12C0B"/>
    <w:rsid w:val="00C12DCF"/>
    <w:rsid w:val="00C12E35"/>
    <w:rsid w:val="00C12F6E"/>
    <w:rsid w:val="00C13176"/>
    <w:rsid w:val="00C1324E"/>
    <w:rsid w:val="00C1331F"/>
    <w:rsid w:val="00C13353"/>
    <w:rsid w:val="00C134B7"/>
    <w:rsid w:val="00C134F4"/>
    <w:rsid w:val="00C13654"/>
    <w:rsid w:val="00C137CF"/>
    <w:rsid w:val="00C138D1"/>
    <w:rsid w:val="00C13A49"/>
    <w:rsid w:val="00C13CE9"/>
    <w:rsid w:val="00C13E29"/>
    <w:rsid w:val="00C13E93"/>
    <w:rsid w:val="00C14038"/>
    <w:rsid w:val="00C1442B"/>
    <w:rsid w:val="00C14454"/>
    <w:rsid w:val="00C14730"/>
    <w:rsid w:val="00C1475F"/>
    <w:rsid w:val="00C14806"/>
    <w:rsid w:val="00C1483F"/>
    <w:rsid w:val="00C14874"/>
    <w:rsid w:val="00C14912"/>
    <w:rsid w:val="00C14A79"/>
    <w:rsid w:val="00C14AC5"/>
    <w:rsid w:val="00C14C94"/>
    <w:rsid w:val="00C14CF6"/>
    <w:rsid w:val="00C14FAA"/>
    <w:rsid w:val="00C15492"/>
    <w:rsid w:val="00C154B7"/>
    <w:rsid w:val="00C15572"/>
    <w:rsid w:val="00C156B2"/>
    <w:rsid w:val="00C1586C"/>
    <w:rsid w:val="00C159DA"/>
    <w:rsid w:val="00C15A0F"/>
    <w:rsid w:val="00C15EBB"/>
    <w:rsid w:val="00C15F93"/>
    <w:rsid w:val="00C15FDD"/>
    <w:rsid w:val="00C1606F"/>
    <w:rsid w:val="00C160FD"/>
    <w:rsid w:val="00C161EB"/>
    <w:rsid w:val="00C163E1"/>
    <w:rsid w:val="00C166A4"/>
    <w:rsid w:val="00C16795"/>
    <w:rsid w:val="00C16886"/>
    <w:rsid w:val="00C16D7C"/>
    <w:rsid w:val="00C16E53"/>
    <w:rsid w:val="00C16E54"/>
    <w:rsid w:val="00C16E9E"/>
    <w:rsid w:val="00C170C2"/>
    <w:rsid w:val="00C171FC"/>
    <w:rsid w:val="00C17383"/>
    <w:rsid w:val="00C17429"/>
    <w:rsid w:val="00C1746C"/>
    <w:rsid w:val="00C17563"/>
    <w:rsid w:val="00C175FE"/>
    <w:rsid w:val="00C1785A"/>
    <w:rsid w:val="00C17C36"/>
    <w:rsid w:val="00C17CD7"/>
    <w:rsid w:val="00C17D79"/>
    <w:rsid w:val="00C17DE1"/>
    <w:rsid w:val="00C17DE5"/>
    <w:rsid w:val="00C17F4B"/>
    <w:rsid w:val="00C17F7C"/>
    <w:rsid w:val="00C17FAC"/>
    <w:rsid w:val="00C20275"/>
    <w:rsid w:val="00C20298"/>
    <w:rsid w:val="00C20398"/>
    <w:rsid w:val="00C206E6"/>
    <w:rsid w:val="00C2092A"/>
    <w:rsid w:val="00C20981"/>
    <w:rsid w:val="00C20A0D"/>
    <w:rsid w:val="00C20B03"/>
    <w:rsid w:val="00C20DB8"/>
    <w:rsid w:val="00C20E62"/>
    <w:rsid w:val="00C20E80"/>
    <w:rsid w:val="00C20EE1"/>
    <w:rsid w:val="00C20FDC"/>
    <w:rsid w:val="00C20FE5"/>
    <w:rsid w:val="00C210D1"/>
    <w:rsid w:val="00C210E0"/>
    <w:rsid w:val="00C211D5"/>
    <w:rsid w:val="00C212DA"/>
    <w:rsid w:val="00C215B0"/>
    <w:rsid w:val="00C216B2"/>
    <w:rsid w:val="00C216B3"/>
    <w:rsid w:val="00C2173C"/>
    <w:rsid w:val="00C21818"/>
    <w:rsid w:val="00C2193E"/>
    <w:rsid w:val="00C21B9F"/>
    <w:rsid w:val="00C21E59"/>
    <w:rsid w:val="00C21E5D"/>
    <w:rsid w:val="00C21EE4"/>
    <w:rsid w:val="00C21F46"/>
    <w:rsid w:val="00C221E1"/>
    <w:rsid w:val="00C22335"/>
    <w:rsid w:val="00C223A6"/>
    <w:rsid w:val="00C22436"/>
    <w:rsid w:val="00C2259C"/>
    <w:rsid w:val="00C2261B"/>
    <w:rsid w:val="00C22733"/>
    <w:rsid w:val="00C22801"/>
    <w:rsid w:val="00C228C9"/>
    <w:rsid w:val="00C229B2"/>
    <w:rsid w:val="00C22A33"/>
    <w:rsid w:val="00C22A5A"/>
    <w:rsid w:val="00C22B84"/>
    <w:rsid w:val="00C22BA8"/>
    <w:rsid w:val="00C22C93"/>
    <w:rsid w:val="00C22DD5"/>
    <w:rsid w:val="00C22EC7"/>
    <w:rsid w:val="00C2308B"/>
    <w:rsid w:val="00C2321E"/>
    <w:rsid w:val="00C233A4"/>
    <w:rsid w:val="00C23441"/>
    <w:rsid w:val="00C237C7"/>
    <w:rsid w:val="00C238D5"/>
    <w:rsid w:val="00C239CC"/>
    <w:rsid w:val="00C23C97"/>
    <w:rsid w:val="00C23DEB"/>
    <w:rsid w:val="00C23FDF"/>
    <w:rsid w:val="00C240BB"/>
    <w:rsid w:val="00C24278"/>
    <w:rsid w:val="00C2470A"/>
    <w:rsid w:val="00C24A6A"/>
    <w:rsid w:val="00C24A96"/>
    <w:rsid w:val="00C24AD9"/>
    <w:rsid w:val="00C24BB1"/>
    <w:rsid w:val="00C24DF7"/>
    <w:rsid w:val="00C24F45"/>
    <w:rsid w:val="00C25344"/>
    <w:rsid w:val="00C25431"/>
    <w:rsid w:val="00C257B7"/>
    <w:rsid w:val="00C25867"/>
    <w:rsid w:val="00C25DBC"/>
    <w:rsid w:val="00C26208"/>
    <w:rsid w:val="00C263AF"/>
    <w:rsid w:val="00C266E1"/>
    <w:rsid w:val="00C26BCB"/>
    <w:rsid w:val="00C26C3B"/>
    <w:rsid w:val="00C26F43"/>
    <w:rsid w:val="00C26F49"/>
    <w:rsid w:val="00C2700C"/>
    <w:rsid w:val="00C2705A"/>
    <w:rsid w:val="00C270B5"/>
    <w:rsid w:val="00C27360"/>
    <w:rsid w:val="00C27505"/>
    <w:rsid w:val="00C2753D"/>
    <w:rsid w:val="00C276AD"/>
    <w:rsid w:val="00C276EE"/>
    <w:rsid w:val="00C3008F"/>
    <w:rsid w:val="00C3033B"/>
    <w:rsid w:val="00C3046F"/>
    <w:rsid w:val="00C30522"/>
    <w:rsid w:val="00C306B6"/>
    <w:rsid w:val="00C30923"/>
    <w:rsid w:val="00C309B1"/>
    <w:rsid w:val="00C309FC"/>
    <w:rsid w:val="00C30A67"/>
    <w:rsid w:val="00C30ACE"/>
    <w:rsid w:val="00C30C8F"/>
    <w:rsid w:val="00C30D15"/>
    <w:rsid w:val="00C30DCF"/>
    <w:rsid w:val="00C30E09"/>
    <w:rsid w:val="00C3125B"/>
    <w:rsid w:val="00C31283"/>
    <w:rsid w:val="00C315E1"/>
    <w:rsid w:val="00C31630"/>
    <w:rsid w:val="00C31726"/>
    <w:rsid w:val="00C31937"/>
    <w:rsid w:val="00C31C00"/>
    <w:rsid w:val="00C31C95"/>
    <w:rsid w:val="00C31D11"/>
    <w:rsid w:val="00C31D71"/>
    <w:rsid w:val="00C32274"/>
    <w:rsid w:val="00C322BE"/>
    <w:rsid w:val="00C32434"/>
    <w:rsid w:val="00C32635"/>
    <w:rsid w:val="00C32C96"/>
    <w:rsid w:val="00C33013"/>
    <w:rsid w:val="00C3309D"/>
    <w:rsid w:val="00C332D4"/>
    <w:rsid w:val="00C3336F"/>
    <w:rsid w:val="00C3341C"/>
    <w:rsid w:val="00C3348E"/>
    <w:rsid w:val="00C33534"/>
    <w:rsid w:val="00C33605"/>
    <w:rsid w:val="00C33A99"/>
    <w:rsid w:val="00C33ADF"/>
    <w:rsid w:val="00C33BCC"/>
    <w:rsid w:val="00C33BE6"/>
    <w:rsid w:val="00C33DC3"/>
    <w:rsid w:val="00C33F20"/>
    <w:rsid w:val="00C33F66"/>
    <w:rsid w:val="00C34008"/>
    <w:rsid w:val="00C3435A"/>
    <w:rsid w:val="00C344C3"/>
    <w:rsid w:val="00C346E4"/>
    <w:rsid w:val="00C34778"/>
    <w:rsid w:val="00C3495E"/>
    <w:rsid w:val="00C3496A"/>
    <w:rsid w:val="00C34A84"/>
    <w:rsid w:val="00C34F3A"/>
    <w:rsid w:val="00C350DF"/>
    <w:rsid w:val="00C35123"/>
    <w:rsid w:val="00C354EA"/>
    <w:rsid w:val="00C35768"/>
    <w:rsid w:val="00C359B8"/>
    <w:rsid w:val="00C359F1"/>
    <w:rsid w:val="00C35AAC"/>
    <w:rsid w:val="00C35BA9"/>
    <w:rsid w:val="00C365A6"/>
    <w:rsid w:val="00C36854"/>
    <w:rsid w:val="00C36B81"/>
    <w:rsid w:val="00C371E3"/>
    <w:rsid w:val="00C374BF"/>
    <w:rsid w:val="00C3769A"/>
    <w:rsid w:val="00C3779C"/>
    <w:rsid w:val="00C3799F"/>
    <w:rsid w:val="00C37AA4"/>
    <w:rsid w:val="00C37B21"/>
    <w:rsid w:val="00C37BAF"/>
    <w:rsid w:val="00C37C60"/>
    <w:rsid w:val="00C37CE4"/>
    <w:rsid w:val="00C37D5D"/>
    <w:rsid w:val="00C37E84"/>
    <w:rsid w:val="00C37EC6"/>
    <w:rsid w:val="00C37F8D"/>
    <w:rsid w:val="00C40009"/>
    <w:rsid w:val="00C40137"/>
    <w:rsid w:val="00C401A0"/>
    <w:rsid w:val="00C4053C"/>
    <w:rsid w:val="00C4055A"/>
    <w:rsid w:val="00C40625"/>
    <w:rsid w:val="00C40705"/>
    <w:rsid w:val="00C40A00"/>
    <w:rsid w:val="00C40A1E"/>
    <w:rsid w:val="00C40B4F"/>
    <w:rsid w:val="00C40BC6"/>
    <w:rsid w:val="00C40BE3"/>
    <w:rsid w:val="00C40D1F"/>
    <w:rsid w:val="00C40FF0"/>
    <w:rsid w:val="00C40FF6"/>
    <w:rsid w:val="00C41193"/>
    <w:rsid w:val="00C41260"/>
    <w:rsid w:val="00C41261"/>
    <w:rsid w:val="00C41401"/>
    <w:rsid w:val="00C41475"/>
    <w:rsid w:val="00C41583"/>
    <w:rsid w:val="00C41597"/>
    <w:rsid w:val="00C416B0"/>
    <w:rsid w:val="00C41721"/>
    <w:rsid w:val="00C417B7"/>
    <w:rsid w:val="00C41954"/>
    <w:rsid w:val="00C4195A"/>
    <w:rsid w:val="00C41988"/>
    <w:rsid w:val="00C41CB4"/>
    <w:rsid w:val="00C41CBC"/>
    <w:rsid w:val="00C41CDC"/>
    <w:rsid w:val="00C41F80"/>
    <w:rsid w:val="00C42063"/>
    <w:rsid w:val="00C42091"/>
    <w:rsid w:val="00C4211B"/>
    <w:rsid w:val="00C42333"/>
    <w:rsid w:val="00C42C06"/>
    <w:rsid w:val="00C42C52"/>
    <w:rsid w:val="00C42D41"/>
    <w:rsid w:val="00C42D9E"/>
    <w:rsid w:val="00C42DBE"/>
    <w:rsid w:val="00C42E00"/>
    <w:rsid w:val="00C42E0C"/>
    <w:rsid w:val="00C42F9D"/>
    <w:rsid w:val="00C42FD2"/>
    <w:rsid w:val="00C43031"/>
    <w:rsid w:val="00C43331"/>
    <w:rsid w:val="00C43577"/>
    <w:rsid w:val="00C4361C"/>
    <w:rsid w:val="00C436A1"/>
    <w:rsid w:val="00C43749"/>
    <w:rsid w:val="00C4377E"/>
    <w:rsid w:val="00C43799"/>
    <w:rsid w:val="00C43841"/>
    <w:rsid w:val="00C43862"/>
    <w:rsid w:val="00C438F8"/>
    <w:rsid w:val="00C43D24"/>
    <w:rsid w:val="00C4454D"/>
    <w:rsid w:val="00C445D7"/>
    <w:rsid w:val="00C44830"/>
    <w:rsid w:val="00C44A1E"/>
    <w:rsid w:val="00C44E8F"/>
    <w:rsid w:val="00C44E92"/>
    <w:rsid w:val="00C45005"/>
    <w:rsid w:val="00C450F4"/>
    <w:rsid w:val="00C45699"/>
    <w:rsid w:val="00C45A64"/>
    <w:rsid w:val="00C45D0C"/>
    <w:rsid w:val="00C45E7B"/>
    <w:rsid w:val="00C46019"/>
    <w:rsid w:val="00C461F8"/>
    <w:rsid w:val="00C46277"/>
    <w:rsid w:val="00C462B7"/>
    <w:rsid w:val="00C462D2"/>
    <w:rsid w:val="00C4631C"/>
    <w:rsid w:val="00C4648C"/>
    <w:rsid w:val="00C465AB"/>
    <w:rsid w:val="00C46623"/>
    <w:rsid w:val="00C46679"/>
    <w:rsid w:val="00C468FB"/>
    <w:rsid w:val="00C46A0F"/>
    <w:rsid w:val="00C46AEE"/>
    <w:rsid w:val="00C46B9F"/>
    <w:rsid w:val="00C46D3D"/>
    <w:rsid w:val="00C46E62"/>
    <w:rsid w:val="00C47173"/>
    <w:rsid w:val="00C4733A"/>
    <w:rsid w:val="00C473EA"/>
    <w:rsid w:val="00C47621"/>
    <w:rsid w:val="00C47ADD"/>
    <w:rsid w:val="00C47F3B"/>
    <w:rsid w:val="00C47F80"/>
    <w:rsid w:val="00C501E1"/>
    <w:rsid w:val="00C506FF"/>
    <w:rsid w:val="00C50BC7"/>
    <w:rsid w:val="00C50BCD"/>
    <w:rsid w:val="00C50F1F"/>
    <w:rsid w:val="00C50F77"/>
    <w:rsid w:val="00C510CC"/>
    <w:rsid w:val="00C5114E"/>
    <w:rsid w:val="00C51320"/>
    <w:rsid w:val="00C51324"/>
    <w:rsid w:val="00C518BB"/>
    <w:rsid w:val="00C51B02"/>
    <w:rsid w:val="00C51C4A"/>
    <w:rsid w:val="00C51EC0"/>
    <w:rsid w:val="00C51ECA"/>
    <w:rsid w:val="00C51EE5"/>
    <w:rsid w:val="00C51F17"/>
    <w:rsid w:val="00C522BB"/>
    <w:rsid w:val="00C522DA"/>
    <w:rsid w:val="00C52527"/>
    <w:rsid w:val="00C52579"/>
    <w:rsid w:val="00C527B9"/>
    <w:rsid w:val="00C52812"/>
    <w:rsid w:val="00C52831"/>
    <w:rsid w:val="00C529AD"/>
    <w:rsid w:val="00C52A58"/>
    <w:rsid w:val="00C52BEF"/>
    <w:rsid w:val="00C52CD7"/>
    <w:rsid w:val="00C53209"/>
    <w:rsid w:val="00C5372A"/>
    <w:rsid w:val="00C53B69"/>
    <w:rsid w:val="00C53B93"/>
    <w:rsid w:val="00C53EE3"/>
    <w:rsid w:val="00C54040"/>
    <w:rsid w:val="00C541CA"/>
    <w:rsid w:val="00C5435D"/>
    <w:rsid w:val="00C545B7"/>
    <w:rsid w:val="00C5464E"/>
    <w:rsid w:val="00C54777"/>
    <w:rsid w:val="00C547ED"/>
    <w:rsid w:val="00C5495F"/>
    <w:rsid w:val="00C549DA"/>
    <w:rsid w:val="00C54A5A"/>
    <w:rsid w:val="00C54A68"/>
    <w:rsid w:val="00C54C30"/>
    <w:rsid w:val="00C54E06"/>
    <w:rsid w:val="00C55142"/>
    <w:rsid w:val="00C55208"/>
    <w:rsid w:val="00C55280"/>
    <w:rsid w:val="00C55524"/>
    <w:rsid w:val="00C556EE"/>
    <w:rsid w:val="00C55863"/>
    <w:rsid w:val="00C558C0"/>
    <w:rsid w:val="00C558D0"/>
    <w:rsid w:val="00C5593D"/>
    <w:rsid w:val="00C55982"/>
    <w:rsid w:val="00C55A4C"/>
    <w:rsid w:val="00C55B24"/>
    <w:rsid w:val="00C55C35"/>
    <w:rsid w:val="00C55C44"/>
    <w:rsid w:val="00C55C69"/>
    <w:rsid w:val="00C55E48"/>
    <w:rsid w:val="00C56228"/>
    <w:rsid w:val="00C56385"/>
    <w:rsid w:val="00C5657D"/>
    <w:rsid w:val="00C565DE"/>
    <w:rsid w:val="00C56670"/>
    <w:rsid w:val="00C56719"/>
    <w:rsid w:val="00C56821"/>
    <w:rsid w:val="00C569B3"/>
    <w:rsid w:val="00C56D0A"/>
    <w:rsid w:val="00C56E1C"/>
    <w:rsid w:val="00C56EA0"/>
    <w:rsid w:val="00C57420"/>
    <w:rsid w:val="00C57478"/>
    <w:rsid w:val="00C57709"/>
    <w:rsid w:val="00C57792"/>
    <w:rsid w:val="00C5785C"/>
    <w:rsid w:val="00C57864"/>
    <w:rsid w:val="00C57AFB"/>
    <w:rsid w:val="00C57C7B"/>
    <w:rsid w:val="00C57E73"/>
    <w:rsid w:val="00C60065"/>
    <w:rsid w:val="00C600AD"/>
    <w:rsid w:val="00C60186"/>
    <w:rsid w:val="00C602B5"/>
    <w:rsid w:val="00C602E3"/>
    <w:rsid w:val="00C60749"/>
    <w:rsid w:val="00C607EB"/>
    <w:rsid w:val="00C60B71"/>
    <w:rsid w:val="00C60D47"/>
    <w:rsid w:val="00C60EF1"/>
    <w:rsid w:val="00C610DE"/>
    <w:rsid w:val="00C61162"/>
    <w:rsid w:val="00C612E2"/>
    <w:rsid w:val="00C613FB"/>
    <w:rsid w:val="00C6147A"/>
    <w:rsid w:val="00C614D4"/>
    <w:rsid w:val="00C614E6"/>
    <w:rsid w:val="00C615AA"/>
    <w:rsid w:val="00C61677"/>
    <w:rsid w:val="00C6174F"/>
    <w:rsid w:val="00C618C7"/>
    <w:rsid w:val="00C61928"/>
    <w:rsid w:val="00C61936"/>
    <w:rsid w:val="00C61957"/>
    <w:rsid w:val="00C61A23"/>
    <w:rsid w:val="00C61A63"/>
    <w:rsid w:val="00C61B4B"/>
    <w:rsid w:val="00C61B73"/>
    <w:rsid w:val="00C61B84"/>
    <w:rsid w:val="00C61C5D"/>
    <w:rsid w:val="00C61D4C"/>
    <w:rsid w:val="00C61F1E"/>
    <w:rsid w:val="00C61F63"/>
    <w:rsid w:val="00C61F81"/>
    <w:rsid w:val="00C62111"/>
    <w:rsid w:val="00C62239"/>
    <w:rsid w:val="00C622E3"/>
    <w:rsid w:val="00C62330"/>
    <w:rsid w:val="00C624AF"/>
    <w:rsid w:val="00C627FF"/>
    <w:rsid w:val="00C62889"/>
    <w:rsid w:val="00C62974"/>
    <w:rsid w:val="00C62B24"/>
    <w:rsid w:val="00C62B8E"/>
    <w:rsid w:val="00C62C93"/>
    <w:rsid w:val="00C62D68"/>
    <w:rsid w:val="00C6311B"/>
    <w:rsid w:val="00C63120"/>
    <w:rsid w:val="00C6345A"/>
    <w:rsid w:val="00C634CC"/>
    <w:rsid w:val="00C63663"/>
    <w:rsid w:val="00C63970"/>
    <w:rsid w:val="00C63A64"/>
    <w:rsid w:val="00C63B0C"/>
    <w:rsid w:val="00C63B4A"/>
    <w:rsid w:val="00C63BB5"/>
    <w:rsid w:val="00C63D21"/>
    <w:rsid w:val="00C63F02"/>
    <w:rsid w:val="00C63F86"/>
    <w:rsid w:val="00C63FC9"/>
    <w:rsid w:val="00C63FCB"/>
    <w:rsid w:val="00C641E3"/>
    <w:rsid w:val="00C6427E"/>
    <w:rsid w:val="00C6445A"/>
    <w:rsid w:val="00C64542"/>
    <w:rsid w:val="00C64815"/>
    <w:rsid w:val="00C6481E"/>
    <w:rsid w:val="00C64900"/>
    <w:rsid w:val="00C64B93"/>
    <w:rsid w:val="00C64BCE"/>
    <w:rsid w:val="00C64CEA"/>
    <w:rsid w:val="00C651FE"/>
    <w:rsid w:val="00C6523C"/>
    <w:rsid w:val="00C652A2"/>
    <w:rsid w:val="00C653B0"/>
    <w:rsid w:val="00C65412"/>
    <w:rsid w:val="00C655B1"/>
    <w:rsid w:val="00C656EA"/>
    <w:rsid w:val="00C658BE"/>
    <w:rsid w:val="00C65B84"/>
    <w:rsid w:val="00C65BF1"/>
    <w:rsid w:val="00C65C9A"/>
    <w:rsid w:val="00C65E62"/>
    <w:rsid w:val="00C660A6"/>
    <w:rsid w:val="00C661A6"/>
    <w:rsid w:val="00C662D8"/>
    <w:rsid w:val="00C6647A"/>
    <w:rsid w:val="00C664D5"/>
    <w:rsid w:val="00C66500"/>
    <w:rsid w:val="00C6694D"/>
    <w:rsid w:val="00C66996"/>
    <w:rsid w:val="00C66B6F"/>
    <w:rsid w:val="00C66D6E"/>
    <w:rsid w:val="00C66D8A"/>
    <w:rsid w:val="00C66DAC"/>
    <w:rsid w:val="00C6700B"/>
    <w:rsid w:val="00C67169"/>
    <w:rsid w:val="00C671BE"/>
    <w:rsid w:val="00C67E3E"/>
    <w:rsid w:val="00C67EB8"/>
    <w:rsid w:val="00C67ED0"/>
    <w:rsid w:val="00C67FE4"/>
    <w:rsid w:val="00C700C0"/>
    <w:rsid w:val="00C7064F"/>
    <w:rsid w:val="00C70663"/>
    <w:rsid w:val="00C7069F"/>
    <w:rsid w:val="00C70811"/>
    <w:rsid w:val="00C708B9"/>
    <w:rsid w:val="00C708C9"/>
    <w:rsid w:val="00C7096C"/>
    <w:rsid w:val="00C70A45"/>
    <w:rsid w:val="00C70AB2"/>
    <w:rsid w:val="00C70C40"/>
    <w:rsid w:val="00C70C68"/>
    <w:rsid w:val="00C70E2C"/>
    <w:rsid w:val="00C710EB"/>
    <w:rsid w:val="00C7118A"/>
    <w:rsid w:val="00C7149C"/>
    <w:rsid w:val="00C71629"/>
    <w:rsid w:val="00C716DE"/>
    <w:rsid w:val="00C7185A"/>
    <w:rsid w:val="00C718D3"/>
    <w:rsid w:val="00C718ED"/>
    <w:rsid w:val="00C71B9D"/>
    <w:rsid w:val="00C71DB3"/>
    <w:rsid w:val="00C72080"/>
    <w:rsid w:val="00C7217D"/>
    <w:rsid w:val="00C722A3"/>
    <w:rsid w:val="00C72399"/>
    <w:rsid w:val="00C7245A"/>
    <w:rsid w:val="00C729B1"/>
    <w:rsid w:val="00C72A60"/>
    <w:rsid w:val="00C72D6F"/>
    <w:rsid w:val="00C7309B"/>
    <w:rsid w:val="00C7342E"/>
    <w:rsid w:val="00C735DC"/>
    <w:rsid w:val="00C7365A"/>
    <w:rsid w:val="00C7376E"/>
    <w:rsid w:val="00C73ADC"/>
    <w:rsid w:val="00C74066"/>
    <w:rsid w:val="00C741CD"/>
    <w:rsid w:val="00C742E3"/>
    <w:rsid w:val="00C7431A"/>
    <w:rsid w:val="00C745FF"/>
    <w:rsid w:val="00C74936"/>
    <w:rsid w:val="00C74CA6"/>
    <w:rsid w:val="00C74CA7"/>
    <w:rsid w:val="00C74EA2"/>
    <w:rsid w:val="00C74EA7"/>
    <w:rsid w:val="00C750F9"/>
    <w:rsid w:val="00C75387"/>
    <w:rsid w:val="00C753BE"/>
    <w:rsid w:val="00C75611"/>
    <w:rsid w:val="00C7578F"/>
    <w:rsid w:val="00C75A70"/>
    <w:rsid w:val="00C75C79"/>
    <w:rsid w:val="00C75CE8"/>
    <w:rsid w:val="00C75FC1"/>
    <w:rsid w:val="00C76255"/>
    <w:rsid w:val="00C76274"/>
    <w:rsid w:val="00C762D7"/>
    <w:rsid w:val="00C76380"/>
    <w:rsid w:val="00C76580"/>
    <w:rsid w:val="00C76594"/>
    <w:rsid w:val="00C766A0"/>
    <w:rsid w:val="00C76771"/>
    <w:rsid w:val="00C769FA"/>
    <w:rsid w:val="00C76AFD"/>
    <w:rsid w:val="00C76B36"/>
    <w:rsid w:val="00C76B92"/>
    <w:rsid w:val="00C76C44"/>
    <w:rsid w:val="00C76D32"/>
    <w:rsid w:val="00C76D66"/>
    <w:rsid w:val="00C76E0E"/>
    <w:rsid w:val="00C76EBE"/>
    <w:rsid w:val="00C7738D"/>
    <w:rsid w:val="00C77449"/>
    <w:rsid w:val="00C7781D"/>
    <w:rsid w:val="00C77975"/>
    <w:rsid w:val="00C779BA"/>
    <w:rsid w:val="00C77B9D"/>
    <w:rsid w:val="00C77CAB"/>
    <w:rsid w:val="00C77CAF"/>
    <w:rsid w:val="00C77E5D"/>
    <w:rsid w:val="00C801EC"/>
    <w:rsid w:val="00C8025E"/>
    <w:rsid w:val="00C8034D"/>
    <w:rsid w:val="00C803BB"/>
    <w:rsid w:val="00C809B9"/>
    <w:rsid w:val="00C80A2D"/>
    <w:rsid w:val="00C80AEE"/>
    <w:rsid w:val="00C80BBD"/>
    <w:rsid w:val="00C80C7A"/>
    <w:rsid w:val="00C80CF6"/>
    <w:rsid w:val="00C80DD2"/>
    <w:rsid w:val="00C80FD0"/>
    <w:rsid w:val="00C8109C"/>
    <w:rsid w:val="00C81139"/>
    <w:rsid w:val="00C816AE"/>
    <w:rsid w:val="00C818D6"/>
    <w:rsid w:val="00C819DA"/>
    <w:rsid w:val="00C81C71"/>
    <w:rsid w:val="00C82138"/>
    <w:rsid w:val="00C82379"/>
    <w:rsid w:val="00C82A1C"/>
    <w:rsid w:val="00C82C28"/>
    <w:rsid w:val="00C82C9D"/>
    <w:rsid w:val="00C82D84"/>
    <w:rsid w:val="00C82FA3"/>
    <w:rsid w:val="00C8317E"/>
    <w:rsid w:val="00C83194"/>
    <w:rsid w:val="00C83604"/>
    <w:rsid w:val="00C83623"/>
    <w:rsid w:val="00C8364E"/>
    <w:rsid w:val="00C8370C"/>
    <w:rsid w:val="00C837AB"/>
    <w:rsid w:val="00C83884"/>
    <w:rsid w:val="00C839FE"/>
    <w:rsid w:val="00C83ABB"/>
    <w:rsid w:val="00C83C63"/>
    <w:rsid w:val="00C83C8A"/>
    <w:rsid w:val="00C83E5D"/>
    <w:rsid w:val="00C83FDD"/>
    <w:rsid w:val="00C84939"/>
    <w:rsid w:val="00C849E8"/>
    <w:rsid w:val="00C84A7F"/>
    <w:rsid w:val="00C84D5D"/>
    <w:rsid w:val="00C84D96"/>
    <w:rsid w:val="00C84F62"/>
    <w:rsid w:val="00C85033"/>
    <w:rsid w:val="00C8505E"/>
    <w:rsid w:val="00C85184"/>
    <w:rsid w:val="00C85238"/>
    <w:rsid w:val="00C85457"/>
    <w:rsid w:val="00C8548F"/>
    <w:rsid w:val="00C85539"/>
    <w:rsid w:val="00C855AE"/>
    <w:rsid w:val="00C8562A"/>
    <w:rsid w:val="00C85668"/>
    <w:rsid w:val="00C857DB"/>
    <w:rsid w:val="00C85825"/>
    <w:rsid w:val="00C858DE"/>
    <w:rsid w:val="00C85AB7"/>
    <w:rsid w:val="00C85AE6"/>
    <w:rsid w:val="00C85B18"/>
    <w:rsid w:val="00C85BD0"/>
    <w:rsid w:val="00C86177"/>
    <w:rsid w:val="00C8641C"/>
    <w:rsid w:val="00C86496"/>
    <w:rsid w:val="00C86768"/>
    <w:rsid w:val="00C86B4A"/>
    <w:rsid w:val="00C86DD2"/>
    <w:rsid w:val="00C86EFA"/>
    <w:rsid w:val="00C86FDC"/>
    <w:rsid w:val="00C87099"/>
    <w:rsid w:val="00C871A3"/>
    <w:rsid w:val="00C871CB"/>
    <w:rsid w:val="00C87208"/>
    <w:rsid w:val="00C87234"/>
    <w:rsid w:val="00C87332"/>
    <w:rsid w:val="00C874B5"/>
    <w:rsid w:val="00C87B24"/>
    <w:rsid w:val="00C87E7B"/>
    <w:rsid w:val="00C90111"/>
    <w:rsid w:val="00C90196"/>
    <w:rsid w:val="00C90277"/>
    <w:rsid w:val="00C902A2"/>
    <w:rsid w:val="00C902FA"/>
    <w:rsid w:val="00C9036E"/>
    <w:rsid w:val="00C9039C"/>
    <w:rsid w:val="00C90442"/>
    <w:rsid w:val="00C904E9"/>
    <w:rsid w:val="00C90557"/>
    <w:rsid w:val="00C90890"/>
    <w:rsid w:val="00C90951"/>
    <w:rsid w:val="00C90CFE"/>
    <w:rsid w:val="00C90F01"/>
    <w:rsid w:val="00C91081"/>
    <w:rsid w:val="00C91270"/>
    <w:rsid w:val="00C9128D"/>
    <w:rsid w:val="00C9135C"/>
    <w:rsid w:val="00C913BA"/>
    <w:rsid w:val="00C91484"/>
    <w:rsid w:val="00C9148F"/>
    <w:rsid w:val="00C9151A"/>
    <w:rsid w:val="00C9154A"/>
    <w:rsid w:val="00C9154E"/>
    <w:rsid w:val="00C91763"/>
    <w:rsid w:val="00C917C1"/>
    <w:rsid w:val="00C919E9"/>
    <w:rsid w:val="00C91AB8"/>
    <w:rsid w:val="00C91BE4"/>
    <w:rsid w:val="00C91D65"/>
    <w:rsid w:val="00C91D93"/>
    <w:rsid w:val="00C91E43"/>
    <w:rsid w:val="00C920C4"/>
    <w:rsid w:val="00C9227F"/>
    <w:rsid w:val="00C92516"/>
    <w:rsid w:val="00C92671"/>
    <w:rsid w:val="00C926CF"/>
    <w:rsid w:val="00C92DA4"/>
    <w:rsid w:val="00C92DDF"/>
    <w:rsid w:val="00C92FA6"/>
    <w:rsid w:val="00C92FE4"/>
    <w:rsid w:val="00C92FFD"/>
    <w:rsid w:val="00C93049"/>
    <w:rsid w:val="00C9313D"/>
    <w:rsid w:val="00C9331B"/>
    <w:rsid w:val="00C93408"/>
    <w:rsid w:val="00C936D7"/>
    <w:rsid w:val="00C937A6"/>
    <w:rsid w:val="00C937BA"/>
    <w:rsid w:val="00C93889"/>
    <w:rsid w:val="00C93AD6"/>
    <w:rsid w:val="00C93AE0"/>
    <w:rsid w:val="00C93BD9"/>
    <w:rsid w:val="00C93BE5"/>
    <w:rsid w:val="00C93D52"/>
    <w:rsid w:val="00C93D7B"/>
    <w:rsid w:val="00C93F2F"/>
    <w:rsid w:val="00C93F99"/>
    <w:rsid w:val="00C93FC3"/>
    <w:rsid w:val="00C940D9"/>
    <w:rsid w:val="00C9410F"/>
    <w:rsid w:val="00C94140"/>
    <w:rsid w:val="00C943C0"/>
    <w:rsid w:val="00C943CB"/>
    <w:rsid w:val="00C944C2"/>
    <w:rsid w:val="00C944F6"/>
    <w:rsid w:val="00C945A7"/>
    <w:rsid w:val="00C94615"/>
    <w:rsid w:val="00C94645"/>
    <w:rsid w:val="00C948E1"/>
    <w:rsid w:val="00C94980"/>
    <w:rsid w:val="00C949C3"/>
    <w:rsid w:val="00C94D1D"/>
    <w:rsid w:val="00C94F6D"/>
    <w:rsid w:val="00C95032"/>
    <w:rsid w:val="00C950A1"/>
    <w:rsid w:val="00C9521C"/>
    <w:rsid w:val="00C952B7"/>
    <w:rsid w:val="00C95468"/>
    <w:rsid w:val="00C9546D"/>
    <w:rsid w:val="00C957C5"/>
    <w:rsid w:val="00C95A51"/>
    <w:rsid w:val="00C95A65"/>
    <w:rsid w:val="00C95B1E"/>
    <w:rsid w:val="00C95B4C"/>
    <w:rsid w:val="00C95BA6"/>
    <w:rsid w:val="00C95BB6"/>
    <w:rsid w:val="00C95C3D"/>
    <w:rsid w:val="00C960D8"/>
    <w:rsid w:val="00C960E6"/>
    <w:rsid w:val="00C9616A"/>
    <w:rsid w:val="00C9619B"/>
    <w:rsid w:val="00C96657"/>
    <w:rsid w:val="00C96779"/>
    <w:rsid w:val="00C9677D"/>
    <w:rsid w:val="00C96802"/>
    <w:rsid w:val="00C968E3"/>
    <w:rsid w:val="00C9690B"/>
    <w:rsid w:val="00C96984"/>
    <w:rsid w:val="00C96AAA"/>
    <w:rsid w:val="00C96C82"/>
    <w:rsid w:val="00C96DEE"/>
    <w:rsid w:val="00C96E7E"/>
    <w:rsid w:val="00C96EFF"/>
    <w:rsid w:val="00C96F8D"/>
    <w:rsid w:val="00C970FA"/>
    <w:rsid w:val="00C972E6"/>
    <w:rsid w:val="00C973FC"/>
    <w:rsid w:val="00C9744B"/>
    <w:rsid w:val="00C974B7"/>
    <w:rsid w:val="00C975C4"/>
    <w:rsid w:val="00C97889"/>
    <w:rsid w:val="00C979A1"/>
    <w:rsid w:val="00C979AC"/>
    <w:rsid w:val="00C97A0F"/>
    <w:rsid w:val="00C97AB8"/>
    <w:rsid w:val="00C97C6C"/>
    <w:rsid w:val="00C97CF7"/>
    <w:rsid w:val="00C97FF1"/>
    <w:rsid w:val="00CA0032"/>
    <w:rsid w:val="00CA00C5"/>
    <w:rsid w:val="00CA020D"/>
    <w:rsid w:val="00CA021D"/>
    <w:rsid w:val="00CA02D7"/>
    <w:rsid w:val="00CA0335"/>
    <w:rsid w:val="00CA049A"/>
    <w:rsid w:val="00CA051B"/>
    <w:rsid w:val="00CA05AA"/>
    <w:rsid w:val="00CA06B3"/>
    <w:rsid w:val="00CA07A3"/>
    <w:rsid w:val="00CA07CB"/>
    <w:rsid w:val="00CA07E8"/>
    <w:rsid w:val="00CA07F0"/>
    <w:rsid w:val="00CA0B00"/>
    <w:rsid w:val="00CA0B12"/>
    <w:rsid w:val="00CA0B14"/>
    <w:rsid w:val="00CA0C24"/>
    <w:rsid w:val="00CA0D11"/>
    <w:rsid w:val="00CA1118"/>
    <w:rsid w:val="00CA124A"/>
    <w:rsid w:val="00CA169B"/>
    <w:rsid w:val="00CA16F7"/>
    <w:rsid w:val="00CA1858"/>
    <w:rsid w:val="00CA19DA"/>
    <w:rsid w:val="00CA1BB0"/>
    <w:rsid w:val="00CA1C1F"/>
    <w:rsid w:val="00CA1C62"/>
    <w:rsid w:val="00CA1E72"/>
    <w:rsid w:val="00CA1F14"/>
    <w:rsid w:val="00CA1F7E"/>
    <w:rsid w:val="00CA226D"/>
    <w:rsid w:val="00CA22EC"/>
    <w:rsid w:val="00CA2313"/>
    <w:rsid w:val="00CA240F"/>
    <w:rsid w:val="00CA245C"/>
    <w:rsid w:val="00CA24D9"/>
    <w:rsid w:val="00CA2847"/>
    <w:rsid w:val="00CA294F"/>
    <w:rsid w:val="00CA2B5C"/>
    <w:rsid w:val="00CA2BE5"/>
    <w:rsid w:val="00CA2BF2"/>
    <w:rsid w:val="00CA2F07"/>
    <w:rsid w:val="00CA2FD4"/>
    <w:rsid w:val="00CA324A"/>
    <w:rsid w:val="00CA32BE"/>
    <w:rsid w:val="00CA32F8"/>
    <w:rsid w:val="00CA3338"/>
    <w:rsid w:val="00CA345B"/>
    <w:rsid w:val="00CA347A"/>
    <w:rsid w:val="00CA37C5"/>
    <w:rsid w:val="00CA3B30"/>
    <w:rsid w:val="00CA405F"/>
    <w:rsid w:val="00CA4110"/>
    <w:rsid w:val="00CA423D"/>
    <w:rsid w:val="00CA4460"/>
    <w:rsid w:val="00CA44D8"/>
    <w:rsid w:val="00CA4571"/>
    <w:rsid w:val="00CA45A1"/>
    <w:rsid w:val="00CA4BD4"/>
    <w:rsid w:val="00CA4C8F"/>
    <w:rsid w:val="00CA4DDD"/>
    <w:rsid w:val="00CA4F38"/>
    <w:rsid w:val="00CA5041"/>
    <w:rsid w:val="00CA525E"/>
    <w:rsid w:val="00CA52A7"/>
    <w:rsid w:val="00CA52F3"/>
    <w:rsid w:val="00CA5420"/>
    <w:rsid w:val="00CA54FF"/>
    <w:rsid w:val="00CA58DE"/>
    <w:rsid w:val="00CA5BF8"/>
    <w:rsid w:val="00CA6268"/>
    <w:rsid w:val="00CA6582"/>
    <w:rsid w:val="00CA687B"/>
    <w:rsid w:val="00CA6BE1"/>
    <w:rsid w:val="00CA6CBD"/>
    <w:rsid w:val="00CA6D12"/>
    <w:rsid w:val="00CA6D86"/>
    <w:rsid w:val="00CA70D8"/>
    <w:rsid w:val="00CA715E"/>
    <w:rsid w:val="00CA7256"/>
    <w:rsid w:val="00CA74C4"/>
    <w:rsid w:val="00CA7525"/>
    <w:rsid w:val="00CA76D0"/>
    <w:rsid w:val="00CA779D"/>
    <w:rsid w:val="00CA77E5"/>
    <w:rsid w:val="00CA77EB"/>
    <w:rsid w:val="00CA7844"/>
    <w:rsid w:val="00CA7A57"/>
    <w:rsid w:val="00CA7C03"/>
    <w:rsid w:val="00CA7C2A"/>
    <w:rsid w:val="00CA7C60"/>
    <w:rsid w:val="00CA7F5B"/>
    <w:rsid w:val="00CA7FA1"/>
    <w:rsid w:val="00CB01EB"/>
    <w:rsid w:val="00CB0234"/>
    <w:rsid w:val="00CB0263"/>
    <w:rsid w:val="00CB02A4"/>
    <w:rsid w:val="00CB04EE"/>
    <w:rsid w:val="00CB0584"/>
    <w:rsid w:val="00CB0675"/>
    <w:rsid w:val="00CB06D4"/>
    <w:rsid w:val="00CB06E7"/>
    <w:rsid w:val="00CB0785"/>
    <w:rsid w:val="00CB0BE4"/>
    <w:rsid w:val="00CB0BF3"/>
    <w:rsid w:val="00CB0C08"/>
    <w:rsid w:val="00CB0ED3"/>
    <w:rsid w:val="00CB11F1"/>
    <w:rsid w:val="00CB11F2"/>
    <w:rsid w:val="00CB14DA"/>
    <w:rsid w:val="00CB16D9"/>
    <w:rsid w:val="00CB17AD"/>
    <w:rsid w:val="00CB17B9"/>
    <w:rsid w:val="00CB1AB5"/>
    <w:rsid w:val="00CB1BE1"/>
    <w:rsid w:val="00CB1D59"/>
    <w:rsid w:val="00CB1E5A"/>
    <w:rsid w:val="00CB1E84"/>
    <w:rsid w:val="00CB2307"/>
    <w:rsid w:val="00CB2570"/>
    <w:rsid w:val="00CB2596"/>
    <w:rsid w:val="00CB25D2"/>
    <w:rsid w:val="00CB2658"/>
    <w:rsid w:val="00CB26D1"/>
    <w:rsid w:val="00CB26E3"/>
    <w:rsid w:val="00CB2C0B"/>
    <w:rsid w:val="00CB2EB5"/>
    <w:rsid w:val="00CB2F57"/>
    <w:rsid w:val="00CB300D"/>
    <w:rsid w:val="00CB370B"/>
    <w:rsid w:val="00CB372C"/>
    <w:rsid w:val="00CB3760"/>
    <w:rsid w:val="00CB3C29"/>
    <w:rsid w:val="00CB3C33"/>
    <w:rsid w:val="00CB3FB7"/>
    <w:rsid w:val="00CB406D"/>
    <w:rsid w:val="00CB435B"/>
    <w:rsid w:val="00CB4725"/>
    <w:rsid w:val="00CB484D"/>
    <w:rsid w:val="00CB4918"/>
    <w:rsid w:val="00CB4BC3"/>
    <w:rsid w:val="00CB4BE8"/>
    <w:rsid w:val="00CB4C66"/>
    <w:rsid w:val="00CB4C8B"/>
    <w:rsid w:val="00CB4CB5"/>
    <w:rsid w:val="00CB4FEB"/>
    <w:rsid w:val="00CB5040"/>
    <w:rsid w:val="00CB504F"/>
    <w:rsid w:val="00CB5177"/>
    <w:rsid w:val="00CB51A6"/>
    <w:rsid w:val="00CB5394"/>
    <w:rsid w:val="00CB5425"/>
    <w:rsid w:val="00CB5537"/>
    <w:rsid w:val="00CB55DC"/>
    <w:rsid w:val="00CB5766"/>
    <w:rsid w:val="00CB5AB3"/>
    <w:rsid w:val="00CB5D09"/>
    <w:rsid w:val="00CB5EC6"/>
    <w:rsid w:val="00CB6001"/>
    <w:rsid w:val="00CB607C"/>
    <w:rsid w:val="00CB6413"/>
    <w:rsid w:val="00CB671E"/>
    <w:rsid w:val="00CB6A74"/>
    <w:rsid w:val="00CB6CC9"/>
    <w:rsid w:val="00CB6CD3"/>
    <w:rsid w:val="00CB6CD8"/>
    <w:rsid w:val="00CB6EE9"/>
    <w:rsid w:val="00CB6FD0"/>
    <w:rsid w:val="00CB7014"/>
    <w:rsid w:val="00CB7045"/>
    <w:rsid w:val="00CB7380"/>
    <w:rsid w:val="00CB7440"/>
    <w:rsid w:val="00CB7657"/>
    <w:rsid w:val="00CB7691"/>
    <w:rsid w:val="00CB7839"/>
    <w:rsid w:val="00CB786A"/>
    <w:rsid w:val="00CB7870"/>
    <w:rsid w:val="00CB78B9"/>
    <w:rsid w:val="00CB78F4"/>
    <w:rsid w:val="00CB7911"/>
    <w:rsid w:val="00CB7B60"/>
    <w:rsid w:val="00CB7D59"/>
    <w:rsid w:val="00CB7F36"/>
    <w:rsid w:val="00CB7FDA"/>
    <w:rsid w:val="00CC02F8"/>
    <w:rsid w:val="00CC03FC"/>
    <w:rsid w:val="00CC0431"/>
    <w:rsid w:val="00CC048C"/>
    <w:rsid w:val="00CC057D"/>
    <w:rsid w:val="00CC05A8"/>
    <w:rsid w:val="00CC0635"/>
    <w:rsid w:val="00CC0676"/>
    <w:rsid w:val="00CC06A4"/>
    <w:rsid w:val="00CC07A2"/>
    <w:rsid w:val="00CC081E"/>
    <w:rsid w:val="00CC08C4"/>
    <w:rsid w:val="00CC0A8D"/>
    <w:rsid w:val="00CC0C55"/>
    <w:rsid w:val="00CC0CF8"/>
    <w:rsid w:val="00CC0DFD"/>
    <w:rsid w:val="00CC0E09"/>
    <w:rsid w:val="00CC0E63"/>
    <w:rsid w:val="00CC0F4E"/>
    <w:rsid w:val="00CC1001"/>
    <w:rsid w:val="00CC11AE"/>
    <w:rsid w:val="00CC11FC"/>
    <w:rsid w:val="00CC1254"/>
    <w:rsid w:val="00CC142D"/>
    <w:rsid w:val="00CC14BF"/>
    <w:rsid w:val="00CC1528"/>
    <w:rsid w:val="00CC15F7"/>
    <w:rsid w:val="00CC1693"/>
    <w:rsid w:val="00CC17D2"/>
    <w:rsid w:val="00CC19CA"/>
    <w:rsid w:val="00CC19D7"/>
    <w:rsid w:val="00CC1B42"/>
    <w:rsid w:val="00CC1DB5"/>
    <w:rsid w:val="00CC1EBC"/>
    <w:rsid w:val="00CC1EE6"/>
    <w:rsid w:val="00CC1F4B"/>
    <w:rsid w:val="00CC1F9C"/>
    <w:rsid w:val="00CC1FF6"/>
    <w:rsid w:val="00CC2009"/>
    <w:rsid w:val="00CC20ED"/>
    <w:rsid w:val="00CC2235"/>
    <w:rsid w:val="00CC225E"/>
    <w:rsid w:val="00CC2378"/>
    <w:rsid w:val="00CC23B5"/>
    <w:rsid w:val="00CC23C8"/>
    <w:rsid w:val="00CC241D"/>
    <w:rsid w:val="00CC24F3"/>
    <w:rsid w:val="00CC254E"/>
    <w:rsid w:val="00CC2579"/>
    <w:rsid w:val="00CC28A5"/>
    <w:rsid w:val="00CC28F3"/>
    <w:rsid w:val="00CC298C"/>
    <w:rsid w:val="00CC2B60"/>
    <w:rsid w:val="00CC2E39"/>
    <w:rsid w:val="00CC2FC6"/>
    <w:rsid w:val="00CC2FE4"/>
    <w:rsid w:val="00CC301D"/>
    <w:rsid w:val="00CC305A"/>
    <w:rsid w:val="00CC319F"/>
    <w:rsid w:val="00CC34DA"/>
    <w:rsid w:val="00CC3529"/>
    <w:rsid w:val="00CC368C"/>
    <w:rsid w:val="00CC37C8"/>
    <w:rsid w:val="00CC392A"/>
    <w:rsid w:val="00CC3B22"/>
    <w:rsid w:val="00CC3EE3"/>
    <w:rsid w:val="00CC47C3"/>
    <w:rsid w:val="00CC493C"/>
    <w:rsid w:val="00CC4D2C"/>
    <w:rsid w:val="00CC4EB3"/>
    <w:rsid w:val="00CC5253"/>
    <w:rsid w:val="00CC535F"/>
    <w:rsid w:val="00CC54B8"/>
    <w:rsid w:val="00CC554C"/>
    <w:rsid w:val="00CC5698"/>
    <w:rsid w:val="00CC5781"/>
    <w:rsid w:val="00CC5813"/>
    <w:rsid w:val="00CC586C"/>
    <w:rsid w:val="00CC591C"/>
    <w:rsid w:val="00CC598F"/>
    <w:rsid w:val="00CC59A5"/>
    <w:rsid w:val="00CC5C56"/>
    <w:rsid w:val="00CC6065"/>
    <w:rsid w:val="00CC6158"/>
    <w:rsid w:val="00CC6168"/>
    <w:rsid w:val="00CC63DC"/>
    <w:rsid w:val="00CC650D"/>
    <w:rsid w:val="00CC66C1"/>
    <w:rsid w:val="00CC66D8"/>
    <w:rsid w:val="00CC6702"/>
    <w:rsid w:val="00CC670B"/>
    <w:rsid w:val="00CC6A01"/>
    <w:rsid w:val="00CC6CC2"/>
    <w:rsid w:val="00CC6E38"/>
    <w:rsid w:val="00CC6EFB"/>
    <w:rsid w:val="00CC71A4"/>
    <w:rsid w:val="00CC7420"/>
    <w:rsid w:val="00CC7892"/>
    <w:rsid w:val="00CC78EB"/>
    <w:rsid w:val="00CC7970"/>
    <w:rsid w:val="00CC7A44"/>
    <w:rsid w:val="00CC7A7E"/>
    <w:rsid w:val="00CC7BBF"/>
    <w:rsid w:val="00CC7BE1"/>
    <w:rsid w:val="00CC7D62"/>
    <w:rsid w:val="00CC7D7B"/>
    <w:rsid w:val="00CC7ED7"/>
    <w:rsid w:val="00CD0072"/>
    <w:rsid w:val="00CD00B2"/>
    <w:rsid w:val="00CD01D2"/>
    <w:rsid w:val="00CD03C2"/>
    <w:rsid w:val="00CD04A7"/>
    <w:rsid w:val="00CD05E5"/>
    <w:rsid w:val="00CD080A"/>
    <w:rsid w:val="00CD0A08"/>
    <w:rsid w:val="00CD0A4C"/>
    <w:rsid w:val="00CD0ADC"/>
    <w:rsid w:val="00CD0BF4"/>
    <w:rsid w:val="00CD0C3C"/>
    <w:rsid w:val="00CD1042"/>
    <w:rsid w:val="00CD1474"/>
    <w:rsid w:val="00CD1562"/>
    <w:rsid w:val="00CD1A37"/>
    <w:rsid w:val="00CD1A8D"/>
    <w:rsid w:val="00CD1FD7"/>
    <w:rsid w:val="00CD228A"/>
    <w:rsid w:val="00CD239F"/>
    <w:rsid w:val="00CD2456"/>
    <w:rsid w:val="00CD247A"/>
    <w:rsid w:val="00CD24D2"/>
    <w:rsid w:val="00CD24E6"/>
    <w:rsid w:val="00CD2819"/>
    <w:rsid w:val="00CD28F0"/>
    <w:rsid w:val="00CD298E"/>
    <w:rsid w:val="00CD2AB8"/>
    <w:rsid w:val="00CD2AE3"/>
    <w:rsid w:val="00CD2C20"/>
    <w:rsid w:val="00CD2FED"/>
    <w:rsid w:val="00CD306A"/>
    <w:rsid w:val="00CD3083"/>
    <w:rsid w:val="00CD30AE"/>
    <w:rsid w:val="00CD30BA"/>
    <w:rsid w:val="00CD30D5"/>
    <w:rsid w:val="00CD315C"/>
    <w:rsid w:val="00CD32FB"/>
    <w:rsid w:val="00CD34DA"/>
    <w:rsid w:val="00CD356A"/>
    <w:rsid w:val="00CD381F"/>
    <w:rsid w:val="00CD3B9B"/>
    <w:rsid w:val="00CD3CC7"/>
    <w:rsid w:val="00CD3EC2"/>
    <w:rsid w:val="00CD3F4E"/>
    <w:rsid w:val="00CD4019"/>
    <w:rsid w:val="00CD40B1"/>
    <w:rsid w:val="00CD40C3"/>
    <w:rsid w:val="00CD4155"/>
    <w:rsid w:val="00CD4223"/>
    <w:rsid w:val="00CD4458"/>
    <w:rsid w:val="00CD4526"/>
    <w:rsid w:val="00CD4905"/>
    <w:rsid w:val="00CD4924"/>
    <w:rsid w:val="00CD49EE"/>
    <w:rsid w:val="00CD4AB0"/>
    <w:rsid w:val="00CD4BDF"/>
    <w:rsid w:val="00CD4D47"/>
    <w:rsid w:val="00CD4F09"/>
    <w:rsid w:val="00CD4F4C"/>
    <w:rsid w:val="00CD50C3"/>
    <w:rsid w:val="00CD5177"/>
    <w:rsid w:val="00CD5385"/>
    <w:rsid w:val="00CD588E"/>
    <w:rsid w:val="00CD5994"/>
    <w:rsid w:val="00CD5A0C"/>
    <w:rsid w:val="00CD5B20"/>
    <w:rsid w:val="00CD5C76"/>
    <w:rsid w:val="00CD5DFA"/>
    <w:rsid w:val="00CD5ED3"/>
    <w:rsid w:val="00CD5F93"/>
    <w:rsid w:val="00CD614E"/>
    <w:rsid w:val="00CD62BA"/>
    <w:rsid w:val="00CD62E3"/>
    <w:rsid w:val="00CD64E7"/>
    <w:rsid w:val="00CD6614"/>
    <w:rsid w:val="00CD6A80"/>
    <w:rsid w:val="00CD6D70"/>
    <w:rsid w:val="00CD6E7E"/>
    <w:rsid w:val="00CD7093"/>
    <w:rsid w:val="00CD737E"/>
    <w:rsid w:val="00CD73E2"/>
    <w:rsid w:val="00CD7754"/>
    <w:rsid w:val="00CD7A7F"/>
    <w:rsid w:val="00CD7AAC"/>
    <w:rsid w:val="00CD7CE4"/>
    <w:rsid w:val="00CD7ED6"/>
    <w:rsid w:val="00CD7F65"/>
    <w:rsid w:val="00CD7F72"/>
    <w:rsid w:val="00CE0060"/>
    <w:rsid w:val="00CE008E"/>
    <w:rsid w:val="00CE07A0"/>
    <w:rsid w:val="00CE094D"/>
    <w:rsid w:val="00CE09C5"/>
    <w:rsid w:val="00CE0A12"/>
    <w:rsid w:val="00CE0A23"/>
    <w:rsid w:val="00CE0A7F"/>
    <w:rsid w:val="00CE0B39"/>
    <w:rsid w:val="00CE0CDF"/>
    <w:rsid w:val="00CE0DC6"/>
    <w:rsid w:val="00CE0E04"/>
    <w:rsid w:val="00CE101F"/>
    <w:rsid w:val="00CE1055"/>
    <w:rsid w:val="00CE12AD"/>
    <w:rsid w:val="00CE1330"/>
    <w:rsid w:val="00CE140A"/>
    <w:rsid w:val="00CE1423"/>
    <w:rsid w:val="00CE1451"/>
    <w:rsid w:val="00CE1716"/>
    <w:rsid w:val="00CE18D7"/>
    <w:rsid w:val="00CE18FA"/>
    <w:rsid w:val="00CE1936"/>
    <w:rsid w:val="00CE1949"/>
    <w:rsid w:val="00CE1CA8"/>
    <w:rsid w:val="00CE1F1A"/>
    <w:rsid w:val="00CE1FB8"/>
    <w:rsid w:val="00CE1FE9"/>
    <w:rsid w:val="00CE208B"/>
    <w:rsid w:val="00CE20A8"/>
    <w:rsid w:val="00CE20FF"/>
    <w:rsid w:val="00CE244F"/>
    <w:rsid w:val="00CE253F"/>
    <w:rsid w:val="00CE2549"/>
    <w:rsid w:val="00CE25D5"/>
    <w:rsid w:val="00CE2636"/>
    <w:rsid w:val="00CE26B6"/>
    <w:rsid w:val="00CE26FB"/>
    <w:rsid w:val="00CE2712"/>
    <w:rsid w:val="00CE2760"/>
    <w:rsid w:val="00CE27E1"/>
    <w:rsid w:val="00CE2946"/>
    <w:rsid w:val="00CE299D"/>
    <w:rsid w:val="00CE29DD"/>
    <w:rsid w:val="00CE2A59"/>
    <w:rsid w:val="00CE2B0A"/>
    <w:rsid w:val="00CE2B73"/>
    <w:rsid w:val="00CE2CFA"/>
    <w:rsid w:val="00CE2DB0"/>
    <w:rsid w:val="00CE2E57"/>
    <w:rsid w:val="00CE2E97"/>
    <w:rsid w:val="00CE3089"/>
    <w:rsid w:val="00CE32DC"/>
    <w:rsid w:val="00CE339C"/>
    <w:rsid w:val="00CE33AF"/>
    <w:rsid w:val="00CE33CE"/>
    <w:rsid w:val="00CE347C"/>
    <w:rsid w:val="00CE35C2"/>
    <w:rsid w:val="00CE373C"/>
    <w:rsid w:val="00CE3838"/>
    <w:rsid w:val="00CE3A8B"/>
    <w:rsid w:val="00CE3C28"/>
    <w:rsid w:val="00CE4021"/>
    <w:rsid w:val="00CE402B"/>
    <w:rsid w:val="00CE40B6"/>
    <w:rsid w:val="00CE42D9"/>
    <w:rsid w:val="00CE45D7"/>
    <w:rsid w:val="00CE47A7"/>
    <w:rsid w:val="00CE486D"/>
    <w:rsid w:val="00CE499C"/>
    <w:rsid w:val="00CE4CC3"/>
    <w:rsid w:val="00CE4F51"/>
    <w:rsid w:val="00CE54A7"/>
    <w:rsid w:val="00CE54EB"/>
    <w:rsid w:val="00CE54EF"/>
    <w:rsid w:val="00CE552A"/>
    <w:rsid w:val="00CE56D7"/>
    <w:rsid w:val="00CE590E"/>
    <w:rsid w:val="00CE5A48"/>
    <w:rsid w:val="00CE5B2F"/>
    <w:rsid w:val="00CE5C5F"/>
    <w:rsid w:val="00CE5C70"/>
    <w:rsid w:val="00CE5D17"/>
    <w:rsid w:val="00CE5D1A"/>
    <w:rsid w:val="00CE5D3B"/>
    <w:rsid w:val="00CE5D9B"/>
    <w:rsid w:val="00CE5D9E"/>
    <w:rsid w:val="00CE5DC5"/>
    <w:rsid w:val="00CE5F56"/>
    <w:rsid w:val="00CE5FBB"/>
    <w:rsid w:val="00CE5FE8"/>
    <w:rsid w:val="00CE6101"/>
    <w:rsid w:val="00CE6195"/>
    <w:rsid w:val="00CE62CF"/>
    <w:rsid w:val="00CE6647"/>
    <w:rsid w:val="00CE669E"/>
    <w:rsid w:val="00CE679E"/>
    <w:rsid w:val="00CE695C"/>
    <w:rsid w:val="00CE6A12"/>
    <w:rsid w:val="00CE6AE8"/>
    <w:rsid w:val="00CE6C65"/>
    <w:rsid w:val="00CE6E81"/>
    <w:rsid w:val="00CE753B"/>
    <w:rsid w:val="00CE7769"/>
    <w:rsid w:val="00CE7899"/>
    <w:rsid w:val="00CE7933"/>
    <w:rsid w:val="00CE7A6F"/>
    <w:rsid w:val="00CE7D44"/>
    <w:rsid w:val="00CE7D49"/>
    <w:rsid w:val="00CE7E86"/>
    <w:rsid w:val="00CF0066"/>
    <w:rsid w:val="00CF013F"/>
    <w:rsid w:val="00CF0163"/>
    <w:rsid w:val="00CF034B"/>
    <w:rsid w:val="00CF03E5"/>
    <w:rsid w:val="00CF0567"/>
    <w:rsid w:val="00CF09A9"/>
    <w:rsid w:val="00CF0B48"/>
    <w:rsid w:val="00CF0BCC"/>
    <w:rsid w:val="00CF10A5"/>
    <w:rsid w:val="00CF120F"/>
    <w:rsid w:val="00CF12BE"/>
    <w:rsid w:val="00CF1684"/>
    <w:rsid w:val="00CF1866"/>
    <w:rsid w:val="00CF1990"/>
    <w:rsid w:val="00CF1B81"/>
    <w:rsid w:val="00CF1B92"/>
    <w:rsid w:val="00CF1C3B"/>
    <w:rsid w:val="00CF1CB0"/>
    <w:rsid w:val="00CF1EFF"/>
    <w:rsid w:val="00CF2092"/>
    <w:rsid w:val="00CF2863"/>
    <w:rsid w:val="00CF28EE"/>
    <w:rsid w:val="00CF2CAB"/>
    <w:rsid w:val="00CF2EF8"/>
    <w:rsid w:val="00CF2FA8"/>
    <w:rsid w:val="00CF2FBE"/>
    <w:rsid w:val="00CF3109"/>
    <w:rsid w:val="00CF31F2"/>
    <w:rsid w:val="00CF32E4"/>
    <w:rsid w:val="00CF3326"/>
    <w:rsid w:val="00CF3368"/>
    <w:rsid w:val="00CF3393"/>
    <w:rsid w:val="00CF364D"/>
    <w:rsid w:val="00CF39FE"/>
    <w:rsid w:val="00CF3B28"/>
    <w:rsid w:val="00CF3DEE"/>
    <w:rsid w:val="00CF3DF5"/>
    <w:rsid w:val="00CF4046"/>
    <w:rsid w:val="00CF4072"/>
    <w:rsid w:val="00CF40F4"/>
    <w:rsid w:val="00CF4482"/>
    <w:rsid w:val="00CF44E9"/>
    <w:rsid w:val="00CF47F0"/>
    <w:rsid w:val="00CF4911"/>
    <w:rsid w:val="00CF4A53"/>
    <w:rsid w:val="00CF4BDC"/>
    <w:rsid w:val="00CF4D5E"/>
    <w:rsid w:val="00CF4E59"/>
    <w:rsid w:val="00CF4FF6"/>
    <w:rsid w:val="00CF5024"/>
    <w:rsid w:val="00CF5481"/>
    <w:rsid w:val="00CF5682"/>
    <w:rsid w:val="00CF5A53"/>
    <w:rsid w:val="00CF5C0F"/>
    <w:rsid w:val="00CF5CF9"/>
    <w:rsid w:val="00CF5D3B"/>
    <w:rsid w:val="00CF5DAE"/>
    <w:rsid w:val="00CF5E5F"/>
    <w:rsid w:val="00CF5EA3"/>
    <w:rsid w:val="00CF6390"/>
    <w:rsid w:val="00CF6632"/>
    <w:rsid w:val="00CF6731"/>
    <w:rsid w:val="00CF687E"/>
    <w:rsid w:val="00CF68F2"/>
    <w:rsid w:val="00CF6A58"/>
    <w:rsid w:val="00CF6AC0"/>
    <w:rsid w:val="00CF6B67"/>
    <w:rsid w:val="00CF6D0E"/>
    <w:rsid w:val="00CF6D27"/>
    <w:rsid w:val="00CF6ED5"/>
    <w:rsid w:val="00CF6F3E"/>
    <w:rsid w:val="00CF701C"/>
    <w:rsid w:val="00CF7229"/>
    <w:rsid w:val="00CF728E"/>
    <w:rsid w:val="00CF739E"/>
    <w:rsid w:val="00CF73E7"/>
    <w:rsid w:val="00CF74DA"/>
    <w:rsid w:val="00CF7533"/>
    <w:rsid w:val="00CF767C"/>
    <w:rsid w:val="00CF7698"/>
    <w:rsid w:val="00CF7923"/>
    <w:rsid w:val="00CF7DC2"/>
    <w:rsid w:val="00CF7DCB"/>
    <w:rsid w:val="00CF7E67"/>
    <w:rsid w:val="00CF7FB7"/>
    <w:rsid w:val="00D002A2"/>
    <w:rsid w:val="00D0042E"/>
    <w:rsid w:val="00D0047C"/>
    <w:rsid w:val="00D004A7"/>
    <w:rsid w:val="00D00CF6"/>
    <w:rsid w:val="00D00DA7"/>
    <w:rsid w:val="00D00E9B"/>
    <w:rsid w:val="00D01071"/>
    <w:rsid w:val="00D010C6"/>
    <w:rsid w:val="00D0126F"/>
    <w:rsid w:val="00D012C4"/>
    <w:rsid w:val="00D0133F"/>
    <w:rsid w:val="00D01386"/>
    <w:rsid w:val="00D013CB"/>
    <w:rsid w:val="00D01909"/>
    <w:rsid w:val="00D0193B"/>
    <w:rsid w:val="00D019ED"/>
    <w:rsid w:val="00D01F72"/>
    <w:rsid w:val="00D02075"/>
    <w:rsid w:val="00D02301"/>
    <w:rsid w:val="00D02376"/>
    <w:rsid w:val="00D026C4"/>
    <w:rsid w:val="00D02B51"/>
    <w:rsid w:val="00D02B66"/>
    <w:rsid w:val="00D02DFE"/>
    <w:rsid w:val="00D02EC8"/>
    <w:rsid w:val="00D0329C"/>
    <w:rsid w:val="00D0336C"/>
    <w:rsid w:val="00D0348C"/>
    <w:rsid w:val="00D037A1"/>
    <w:rsid w:val="00D03880"/>
    <w:rsid w:val="00D0399D"/>
    <w:rsid w:val="00D039D1"/>
    <w:rsid w:val="00D03A29"/>
    <w:rsid w:val="00D03AFA"/>
    <w:rsid w:val="00D03DA4"/>
    <w:rsid w:val="00D041F5"/>
    <w:rsid w:val="00D0427C"/>
    <w:rsid w:val="00D0428A"/>
    <w:rsid w:val="00D0445E"/>
    <w:rsid w:val="00D04666"/>
    <w:rsid w:val="00D04770"/>
    <w:rsid w:val="00D048B6"/>
    <w:rsid w:val="00D04B05"/>
    <w:rsid w:val="00D04BA3"/>
    <w:rsid w:val="00D04C48"/>
    <w:rsid w:val="00D04CAF"/>
    <w:rsid w:val="00D04CD3"/>
    <w:rsid w:val="00D04DE7"/>
    <w:rsid w:val="00D04F21"/>
    <w:rsid w:val="00D05007"/>
    <w:rsid w:val="00D050BA"/>
    <w:rsid w:val="00D05242"/>
    <w:rsid w:val="00D05439"/>
    <w:rsid w:val="00D05518"/>
    <w:rsid w:val="00D0570F"/>
    <w:rsid w:val="00D05787"/>
    <w:rsid w:val="00D057E0"/>
    <w:rsid w:val="00D05B1D"/>
    <w:rsid w:val="00D05B1F"/>
    <w:rsid w:val="00D05B61"/>
    <w:rsid w:val="00D05DFE"/>
    <w:rsid w:val="00D06000"/>
    <w:rsid w:val="00D06194"/>
    <w:rsid w:val="00D062DD"/>
    <w:rsid w:val="00D06319"/>
    <w:rsid w:val="00D063FB"/>
    <w:rsid w:val="00D06450"/>
    <w:rsid w:val="00D06546"/>
    <w:rsid w:val="00D065CF"/>
    <w:rsid w:val="00D06622"/>
    <w:rsid w:val="00D0672E"/>
    <w:rsid w:val="00D06799"/>
    <w:rsid w:val="00D067EE"/>
    <w:rsid w:val="00D0689A"/>
    <w:rsid w:val="00D069C4"/>
    <w:rsid w:val="00D06A3D"/>
    <w:rsid w:val="00D06F09"/>
    <w:rsid w:val="00D0722C"/>
    <w:rsid w:val="00D0733B"/>
    <w:rsid w:val="00D07345"/>
    <w:rsid w:val="00D07369"/>
    <w:rsid w:val="00D073FA"/>
    <w:rsid w:val="00D07620"/>
    <w:rsid w:val="00D076B6"/>
    <w:rsid w:val="00D076C2"/>
    <w:rsid w:val="00D0772C"/>
    <w:rsid w:val="00D077FC"/>
    <w:rsid w:val="00D0796A"/>
    <w:rsid w:val="00D07BAA"/>
    <w:rsid w:val="00D07DD5"/>
    <w:rsid w:val="00D07F65"/>
    <w:rsid w:val="00D10067"/>
    <w:rsid w:val="00D10398"/>
    <w:rsid w:val="00D10417"/>
    <w:rsid w:val="00D107C8"/>
    <w:rsid w:val="00D107E7"/>
    <w:rsid w:val="00D1082B"/>
    <w:rsid w:val="00D1091B"/>
    <w:rsid w:val="00D10A69"/>
    <w:rsid w:val="00D10D47"/>
    <w:rsid w:val="00D11023"/>
    <w:rsid w:val="00D11233"/>
    <w:rsid w:val="00D1132B"/>
    <w:rsid w:val="00D114C4"/>
    <w:rsid w:val="00D1161A"/>
    <w:rsid w:val="00D116FE"/>
    <w:rsid w:val="00D11853"/>
    <w:rsid w:val="00D11A52"/>
    <w:rsid w:val="00D11D82"/>
    <w:rsid w:val="00D11E00"/>
    <w:rsid w:val="00D1225A"/>
    <w:rsid w:val="00D12367"/>
    <w:rsid w:val="00D123E9"/>
    <w:rsid w:val="00D1253E"/>
    <w:rsid w:val="00D1265B"/>
    <w:rsid w:val="00D12805"/>
    <w:rsid w:val="00D12B58"/>
    <w:rsid w:val="00D12B86"/>
    <w:rsid w:val="00D12F5F"/>
    <w:rsid w:val="00D12FD2"/>
    <w:rsid w:val="00D12FD4"/>
    <w:rsid w:val="00D13100"/>
    <w:rsid w:val="00D13338"/>
    <w:rsid w:val="00D1337E"/>
    <w:rsid w:val="00D1369F"/>
    <w:rsid w:val="00D1370A"/>
    <w:rsid w:val="00D13761"/>
    <w:rsid w:val="00D137EE"/>
    <w:rsid w:val="00D138FC"/>
    <w:rsid w:val="00D13BED"/>
    <w:rsid w:val="00D13ECB"/>
    <w:rsid w:val="00D13F25"/>
    <w:rsid w:val="00D140FF"/>
    <w:rsid w:val="00D144E9"/>
    <w:rsid w:val="00D14764"/>
    <w:rsid w:val="00D14889"/>
    <w:rsid w:val="00D14993"/>
    <w:rsid w:val="00D14996"/>
    <w:rsid w:val="00D14E22"/>
    <w:rsid w:val="00D14EE4"/>
    <w:rsid w:val="00D15003"/>
    <w:rsid w:val="00D15277"/>
    <w:rsid w:val="00D15305"/>
    <w:rsid w:val="00D15564"/>
    <w:rsid w:val="00D1569D"/>
    <w:rsid w:val="00D1572D"/>
    <w:rsid w:val="00D157E4"/>
    <w:rsid w:val="00D159FC"/>
    <w:rsid w:val="00D15B2C"/>
    <w:rsid w:val="00D15C18"/>
    <w:rsid w:val="00D15C8F"/>
    <w:rsid w:val="00D15ED2"/>
    <w:rsid w:val="00D167E1"/>
    <w:rsid w:val="00D16837"/>
    <w:rsid w:val="00D16911"/>
    <w:rsid w:val="00D1699F"/>
    <w:rsid w:val="00D16CD3"/>
    <w:rsid w:val="00D16D89"/>
    <w:rsid w:val="00D16D9E"/>
    <w:rsid w:val="00D16DE1"/>
    <w:rsid w:val="00D16ECC"/>
    <w:rsid w:val="00D16F19"/>
    <w:rsid w:val="00D170A3"/>
    <w:rsid w:val="00D1713C"/>
    <w:rsid w:val="00D17161"/>
    <w:rsid w:val="00D1717D"/>
    <w:rsid w:val="00D1728C"/>
    <w:rsid w:val="00D173A2"/>
    <w:rsid w:val="00D173C9"/>
    <w:rsid w:val="00D17426"/>
    <w:rsid w:val="00D17610"/>
    <w:rsid w:val="00D17B1D"/>
    <w:rsid w:val="00D17CDD"/>
    <w:rsid w:val="00D17DF6"/>
    <w:rsid w:val="00D20065"/>
    <w:rsid w:val="00D201D1"/>
    <w:rsid w:val="00D203D4"/>
    <w:rsid w:val="00D204DC"/>
    <w:rsid w:val="00D20647"/>
    <w:rsid w:val="00D20664"/>
    <w:rsid w:val="00D207EA"/>
    <w:rsid w:val="00D207F8"/>
    <w:rsid w:val="00D20821"/>
    <w:rsid w:val="00D2099E"/>
    <w:rsid w:val="00D20B0B"/>
    <w:rsid w:val="00D20BEC"/>
    <w:rsid w:val="00D20E25"/>
    <w:rsid w:val="00D21020"/>
    <w:rsid w:val="00D21181"/>
    <w:rsid w:val="00D211BD"/>
    <w:rsid w:val="00D2135D"/>
    <w:rsid w:val="00D213E3"/>
    <w:rsid w:val="00D21635"/>
    <w:rsid w:val="00D21676"/>
    <w:rsid w:val="00D217AB"/>
    <w:rsid w:val="00D21920"/>
    <w:rsid w:val="00D21BB0"/>
    <w:rsid w:val="00D21D5C"/>
    <w:rsid w:val="00D21D92"/>
    <w:rsid w:val="00D21DA8"/>
    <w:rsid w:val="00D22185"/>
    <w:rsid w:val="00D221C7"/>
    <w:rsid w:val="00D223A7"/>
    <w:rsid w:val="00D22600"/>
    <w:rsid w:val="00D22821"/>
    <w:rsid w:val="00D22B07"/>
    <w:rsid w:val="00D22E58"/>
    <w:rsid w:val="00D22F42"/>
    <w:rsid w:val="00D22F5E"/>
    <w:rsid w:val="00D23121"/>
    <w:rsid w:val="00D23170"/>
    <w:rsid w:val="00D23196"/>
    <w:rsid w:val="00D2327C"/>
    <w:rsid w:val="00D234C0"/>
    <w:rsid w:val="00D234FB"/>
    <w:rsid w:val="00D23521"/>
    <w:rsid w:val="00D23640"/>
    <w:rsid w:val="00D23857"/>
    <w:rsid w:val="00D239D2"/>
    <w:rsid w:val="00D23B65"/>
    <w:rsid w:val="00D23B82"/>
    <w:rsid w:val="00D23BEB"/>
    <w:rsid w:val="00D23D40"/>
    <w:rsid w:val="00D23DB5"/>
    <w:rsid w:val="00D23E87"/>
    <w:rsid w:val="00D23F77"/>
    <w:rsid w:val="00D23FCD"/>
    <w:rsid w:val="00D24264"/>
    <w:rsid w:val="00D242A6"/>
    <w:rsid w:val="00D242D0"/>
    <w:rsid w:val="00D24628"/>
    <w:rsid w:val="00D24735"/>
    <w:rsid w:val="00D24781"/>
    <w:rsid w:val="00D24A09"/>
    <w:rsid w:val="00D24C86"/>
    <w:rsid w:val="00D24FA6"/>
    <w:rsid w:val="00D25101"/>
    <w:rsid w:val="00D251B5"/>
    <w:rsid w:val="00D2523F"/>
    <w:rsid w:val="00D254E9"/>
    <w:rsid w:val="00D2554D"/>
    <w:rsid w:val="00D258E4"/>
    <w:rsid w:val="00D259E7"/>
    <w:rsid w:val="00D25A31"/>
    <w:rsid w:val="00D25AE8"/>
    <w:rsid w:val="00D25B60"/>
    <w:rsid w:val="00D25D2B"/>
    <w:rsid w:val="00D25FA2"/>
    <w:rsid w:val="00D2601E"/>
    <w:rsid w:val="00D26435"/>
    <w:rsid w:val="00D2664C"/>
    <w:rsid w:val="00D2665F"/>
    <w:rsid w:val="00D26965"/>
    <w:rsid w:val="00D26AAF"/>
    <w:rsid w:val="00D26ACB"/>
    <w:rsid w:val="00D26CE4"/>
    <w:rsid w:val="00D26F1C"/>
    <w:rsid w:val="00D270FA"/>
    <w:rsid w:val="00D2715F"/>
    <w:rsid w:val="00D27269"/>
    <w:rsid w:val="00D2737B"/>
    <w:rsid w:val="00D27BAA"/>
    <w:rsid w:val="00D27BC1"/>
    <w:rsid w:val="00D27CA3"/>
    <w:rsid w:val="00D27D7C"/>
    <w:rsid w:val="00D27D8E"/>
    <w:rsid w:val="00D27DFD"/>
    <w:rsid w:val="00D27FB4"/>
    <w:rsid w:val="00D30084"/>
    <w:rsid w:val="00D301EC"/>
    <w:rsid w:val="00D302A3"/>
    <w:rsid w:val="00D304D7"/>
    <w:rsid w:val="00D306D7"/>
    <w:rsid w:val="00D308B5"/>
    <w:rsid w:val="00D30956"/>
    <w:rsid w:val="00D30E46"/>
    <w:rsid w:val="00D3101B"/>
    <w:rsid w:val="00D31045"/>
    <w:rsid w:val="00D3158E"/>
    <w:rsid w:val="00D31B1F"/>
    <w:rsid w:val="00D31C05"/>
    <w:rsid w:val="00D3229E"/>
    <w:rsid w:val="00D328D6"/>
    <w:rsid w:val="00D32A5E"/>
    <w:rsid w:val="00D32E16"/>
    <w:rsid w:val="00D32EB8"/>
    <w:rsid w:val="00D32F5C"/>
    <w:rsid w:val="00D330E6"/>
    <w:rsid w:val="00D33170"/>
    <w:rsid w:val="00D33269"/>
    <w:rsid w:val="00D3329E"/>
    <w:rsid w:val="00D33440"/>
    <w:rsid w:val="00D33471"/>
    <w:rsid w:val="00D335B7"/>
    <w:rsid w:val="00D33BA2"/>
    <w:rsid w:val="00D33BA6"/>
    <w:rsid w:val="00D33C1C"/>
    <w:rsid w:val="00D33CFE"/>
    <w:rsid w:val="00D33D5F"/>
    <w:rsid w:val="00D33E16"/>
    <w:rsid w:val="00D33E4F"/>
    <w:rsid w:val="00D3466E"/>
    <w:rsid w:val="00D34674"/>
    <w:rsid w:val="00D347E0"/>
    <w:rsid w:val="00D34880"/>
    <w:rsid w:val="00D3496B"/>
    <w:rsid w:val="00D34A0E"/>
    <w:rsid w:val="00D34A37"/>
    <w:rsid w:val="00D34A90"/>
    <w:rsid w:val="00D34C62"/>
    <w:rsid w:val="00D34C67"/>
    <w:rsid w:val="00D34C7E"/>
    <w:rsid w:val="00D34CA1"/>
    <w:rsid w:val="00D34E7E"/>
    <w:rsid w:val="00D34FD9"/>
    <w:rsid w:val="00D3571E"/>
    <w:rsid w:val="00D35872"/>
    <w:rsid w:val="00D358AE"/>
    <w:rsid w:val="00D35BEB"/>
    <w:rsid w:val="00D35E92"/>
    <w:rsid w:val="00D35F96"/>
    <w:rsid w:val="00D36080"/>
    <w:rsid w:val="00D361C5"/>
    <w:rsid w:val="00D36443"/>
    <w:rsid w:val="00D36473"/>
    <w:rsid w:val="00D36526"/>
    <w:rsid w:val="00D3660F"/>
    <w:rsid w:val="00D3666A"/>
    <w:rsid w:val="00D3682D"/>
    <w:rsid w:val="00D36835"/>
    <w:rsid w:val="00D368A5"/>
    <w:rsid w:val="00D3698B"/>
    <w:rsid w:val="00D36C52"/>
    <w:rsid w:val="00D36D80"/>
    <w:rsid w:val="00D36D9C"/>
    <w:rsid w:val="00D36E1D"/>
    <w:rsid w:val="00D36F30"/>
    <w:rsid w:val="00D3730D"/>
    <w:rsid w:val="00D373A2"/>
    <w:rsid w:val="00D37432"/>
    <w:rsid w:val="00D37434"/>
    <w:rsid w:val="00D37474"/>
    <w:rsid w:val="00D37623"/>
    <w:rsid w:val="00D3764C"/>
    <w:rsid w:val="00D37796"/>
    <w:rsid w:val="00D37826"/>
    <w:rsid w:val="00D37AE1"/>
    <w:rsid w:val="00D37E04"/>
    <w:rsid w:val="00D37EDE"/>
    <w:rsid w:val="00D400F3"/>
    <w:rsid w:val="00D402CE"/>
    <w:rsid w:val="00D40A09"/>
    <w:rsid w:val="00D40B6C"/>
    <w:rsid w:val="00D40B87"/>
    <w:rsid w:val="00D4121E"/>
    <w:rsid w:val="00D41450"/>
    <w:rsid w:val="00D414A0"/>
    <w:rsid w:val="00D4160C"/>
    <w:rsid w:val="00D4165B"/>
    <w:rsid w:val="00D4165E"/>
    <w:rsid w:val="00D41851"/>
    <w:rsid w:val="00D41A2B"/>
    <w:rsid w:val="00D41D73"/>
    <w:rsid w:val="00D41F90"/>
    <w:rsid w:val="00D4247D"/>
    <w:rsid w:val="00D42747"/>
    <w:rsid w:val="00D4281D"/>
    <w:rsid w:val="00D429FE"/>
    <w:rsid w:val="00D42A63"/>
    <w:rsid w:val="00D42AED"/>
    <w:rsid w:val="00D42C3F"/>
    <w:rsid w:val="00D42C8A"/>
    <w:rsid w:val="00D4304C"/>
    <w:rsid w:val="00D43109"/>
    <w:rsid w:val="00D43129"/>
    <w:rsid w:val="00D4354E"/>
    <w:rsid w:val="00D4362D"/>
    <w:rsid w:val="00D436DF"/>
    <w:rsid w:val="00D439CD"/>
    <w:rsid w:val="00D43A8C"/>
    <w:rsid w:val="00D43C39"/>
    <w:rsid w:val="00D43C5F"/>
    <w:rsid w:val="00D43FBE"/>
    <w:rsid w:val="00D43FD5"/>
    <w:rsid w:val="00D4401C"/>
    <w:rsid w:val="00D44279"/>
    <w:rsid w:val="00D4433A"/>
    <w:rsid w:val="00D4434A"/>
    <w:rsid w:val="00D443BE"/>
    <w:rsid w:val="00D44434"/>
    <w:rsid w:val="00D44608"/>
    <w:rsid w:val="00D446B5"/>
    <w:rsid w:val="00D44976"/>
    <w:rsid w:val="00D449BE"/>
    <w:rsid w:val="00D44ADA"/>
    <w:rsid w:val="00D44BFA"/>
    <w:rsid w:val="00D44EF1"/>
    <w:rsid w:val="00D44F5D"/>
    <w:rsid w:val="00D45253"/>
    <w:rsid w:val="00D4530C"/>
    <w:rsid w:val="00D45809"/>
    <w:rsid w:val="00D4581C"/>
    <w:rsid w:val="00D459A9"/>
    <w:rsid w:val="00D45BA4"/>
    <w:rsid w:val="00D45DCE"/>
    <w:rsid w:val="00D460AE"/>
    <w:rsid w:val="00D46271"/>
    <w:rsid w:val="00D4641A"/>
    <w:rsid w:val="00D464FD"/>
    <w:rsid w:val="00D4650F"/>
    <w:rsid w:val="00D46522"/>
    <w:rsid w:val="00D4697B"/>
    <w:rsid w:val="00D4698B"/>
    <w:rsid w:val="00D46A44"/>
    <w:rsid w:val="00D46B8B"/>
    <w:rsid w:val="00D46DF3"/>
    <w:rsid w:val="00D46EE1"/>
    <w:rsid w:val="00D46EE5"/>
    <w:rsid w:val="00D46FA7"/>
    <w:rsid w:val="00D47655"/>
    <w:rsid w:val="00D47670"/>
    <w:rsid w:val="00D477C8"/>
    <w:rsid w:val="00D479DD"/>
    <w:rsid w:val="00D47ABF"/>
    <w:rsid w:val="00D47B00"/>
    <w:rsid w:val="00D47D13"/>
    <w:rsid w:val="00D47E37"/>
    <w:rsid w:val="00D47E4D"/>
    <w:rsid w:val="00D47EA6"/>
    <w:rsid w:val="00D47EB9"/>
    <w:rsid w:val="00D47F39"/>
    <w:rsid w:val="00D47F4B"/>
    <w:rsid w:val="00D47F79"/>
    <w:rsid w:val="00D501E3"/>
    <w:rsid w:val="00D5053D"/>
    <w:rsid w:val="00D5060D"/>
    <w:rsid w:val="00D5099E"/>
    <w:rsid w:val="00D50AEA"/>
    <w:rsid w:val="00D50C83"/>
    <w:rsid w:val="00D50FC0"/>
    <w:rsid w:val="00D51180"/>
    <w:rsid w:val="00D51248"/>
    <w:rsid w:val="00D51268"/>
    <w:rsid w:val="00D51451"/>
    <w:rsid w:val="00D514CC"/>
    <w:rsid w:val="00D51681"/>
    <w:rsid w:val="00D517F9"/>
    <w:rsid w:val="00D5184E"/>
    <w:rsid w:val="00D5191C"/>
    <w:rsid w:val="00D51956"/>
    <w:rsid w:val="00D51A11"/>
    <w:rsid w:val="00D51BDD"/>
    <w:rsid w:val="00D51C36"/>
    <w:rsid w:val="00D51C5D"/>
    <w:rsid w:val="00D51D1B"/>
    <w:rsid w:val="00D51D3B"/>
    <w:rsid w:val="00D51DFD"/>
    <w:rsid w:val="00D51E32"/>
    <w:rsid w:val="00D51FC7"/>
    <w:rsid w:val="00D520FF"/>
    <w:rsid w:val="00D52114"/>
    <w:rsid w:val="00D521DD"/>
    <w:rsid w:val="00D52334"/>
    <w:rsid w:val="00D52606"/>
    <w:rsid w:val="00D52641"/>
    <w:rsid w:val="00D5267A"/>
    <w:rsid w:val="00D52734"/>
    <w:rsid w:val="00D52C18"/>
    <w:rsid w:val="00D52D54"/>
    <w:rsid w:val="00D52DD7"/>
    <w:rsid w:val="00D52F47"/>
    <w:rsid w:val="00D5322D"/>
    <w:rsid w:val="00D535FC"/>
    <w:rsid w:val="00D53703"/>
    <w:rsid w:val="00D53ADA"/>
    <w:rsid w:val="00D53B6B"/>
    <w:rsid w:val="00D53C3E"/>
    <w:rsid w:val="00D53CFA"/>
    <w:rsid w:val="00D53EBE"/>
    <w:rsid w:val="00D53EE0"/>
    <w:rsid w:val="00D5404C"/>
    <w:rsid w:val="00D540D2"/>
    <w:rsid w:val="00D5419E"/>
    <w:rsid w:val="00D54342"/>
    <w:rsid w:val="00D543D7"/>
    <w:rsid w:val="00D5446D"/>
    <w:rsid w:val="00D544A5"/>
    <w:rsid w:val="00D54A59"/>
    <w:rsid w:val="00D54A6F"/>
    <w:rsid w:val="00D54B36"/>
    <w:rsid w:val="00D54BFC"/>
    <w:rsid w:val="00D54C47"/>
    <w:rsid w:val="00D54F40"/>
    <w:rsid w:val="00D55081"/>
    <w:rsid w:val="00D555CE"/>
    <w:rsid w:val="00D556BB"/>
    <w:rsid w:val="00D558DC"/>
    <w:rsid w:val="00D559BC"/>
    <w:rsid w:val="00D55AD4"/>
    <w:rsid w:val="00D55B4A"/>
    <w:rsid w:val="00D55B56"/>
    <w:rsid w:val="00D55BCE"/>
    <w:rsid w:val="00D55C8B"/>
    <w:rsid w:val="00D55DFC"/>
    <w:rsid w:val="00D55EB1"/>
    <w:rsid w:val="00D55F16"/>
    <w:rsid w:val="00D55F1B"/>
    <w:rsid w:val="00D5616F"/>
    <w:rsid w:val="00D561B7"/>
    <w:rsid w:val="00D56435"/>
    <w:rsid w:val="00D56464"/>
    <w:rsid w:val="00D5669A"/>
    <w:rsid w:val="00D5698D"/>
    <w:rsid w:val="00D56A9C"/>
    <w:rsid w:val="00D56AF0"/>
    <w:rsid w:val="00D56B77"/>
    <w:rsid w:val="00D56C4B"/>
    <w:rsid w:val="00D57055"/>
    <w:rsid w:val="00D5719A"/>
    <w:rsid w:val="00D573EB"/>
    <w:rsid w:val="00D57610"/>
    <w:rsid w:val="00D57644"/>
    <w:rsid w:val="00D578FE"/>
    <w:rsid w:val="00D57A2A"/>
    <w:rsid w:val="00D57C94"/>
    <w:rsid w:val="00D57CCE"/>
    <w:rsid w:val="00D57CEC"/>
    <w:rsid w:val="00D57D3B"/>
    <w:rsid w:val="00D57F6A"/>
    <w:rsid w:val="00D601C2"/>
    <w:rsid w:val="00D60208"/>
    <w:rsid w:val="00D6033F"/>
    <w:rsid w:val="00D605DC"/>
    <w:rsid w:val="00D6078A"/>
    <w:rsid w:val="00D60980"/>
    <w:rsid w:val="00D60A6D"/>
    <w:rsid w:val="00D60B56"/>
    <w:rsid w:val="00D60D20"/>
    <w:rsid w:val="00D60F16"/>
    <w:rsid w:val="00D61261"/>
    <w:rsid w:val="00D61317"/>
    <w:rsid w:val="00D61454"/>
    <w:rsid w:val="00D615B6"/>
    <w:rsid w:val="00D617F3"/>
    <w:rsid w:val="00D61986"/>
    <w:rsid w:val="00D61B44"/>
    <w:rsid w:val="00D61B8E"/>
    <w:rsid w:val="00D61C73"/>
    <w:rsid w:val="00D61C93"/>
    <w:rsid w:val="00D61F26"/>
    <w:rsid w:val="00D61FA1"/>
    <w:rsid w:val="00D62091"/>
    <w:rsid w:val="00D620B9"/>
    <w:rsid w:val="00D62107"/>
    <w:rsid w:val="00D62169"/>
    <w:rsid w:val="00D62456"/>
    <w:rsid w:val="00D626A5"/>
    <w:rsid w:val="00D6270E"/>
    <w:rsid w:val="00D62861"/>
    <w:rsid w:val="00D62896"/>
    <w:rsid w:val="00D62BAC"/>
    <w:rsid w:val="00D62C88"/>
    <w:rsid w:val="00D62F08"/>
    <w:rsid w:val="00D62F80"/>
    <w:rsid w:val="00D63012"/>
    <w:rsid w:val="00D63154"/>
    <w:rsid w:val="00D6347B"/>
    <w:rsid w:val="00D6391A"/>
    <w:rsid w:val="00D63920"/>
    <w:rsid w:val="00D6397B"/>
    <w:rsid w:val="00D63AD1"/>
    <w:rsid w:val="00D63B19"/>
    <w:rsid w:val="00D63D8F"/>
    <w:rsid w:val="00D63DEB"/>
    <w:rsid w:val="00D6460A"/>
    <w:rsid w:val="00D6475C"/>
    <w:rsid w:val="00D649CE"/>
    <w:rsid w:val="00D64AD4"/>
    <w:rsid w:val="00D64B53"/>
    <w:rsid w:val="00D64E0A"/>
    <w:rsid w:val="00D64F0B"/>
    <w:rsid w:val="00D64FA5"/>
    <w:rsid w:val="00D64FE3"/>
    <w:rsid w:val="00D65200"/>
    <w:rsid w:val="00D65555"/>
    <w:rsid w:val="00D656EA"/>
    <w:rsid w:val="00D65794"/>
    <w:rsid w:val="00D65875"/>
    <w:rsid w:val="00D65D0A"/>
    <w:rsid w:val="00D65F3E"/>
    <w:rsid w:val="00D662CC"/>
    <w:rsid w:val="00D6647B"/>
    <w:rsid w:val="00D664BC"/>
    <w:rsid w:val="00D66579"/>
    <w:rsid w:val="00D66673"/>
    <w:rsid w:val="00D66740"/>
    <w:rsid w:val="00D668D4"/>
    <w:rsid w:val="00D668D7"/>
    <w:rsid w:val="00D668DB"/>
    <w:rsid w:val="00D66A5E"/>
    <w:rsid w:val="00D66A6E"/>
    <w:rsid w:val="00D66C9F"/>
    <w:rsid w:val="00D66CB6"/>
    <w:rsid w:val="00D66CE3"/>
    <w:rsid w:val="00D66D55"/>
    <w:rsid w:val="00D66DB0"/>
    <w:rsid w:val="00D66DC4"/>
    <w:rsid w:val="00D66DEB"/>
    <w:rsid w:val="00D6711E"/>
    <w:rsid w:val="00D67152"/>
    <w:rsid w:val="00D67264"/>
    <w:rsid w:val="00D673CD"/>
    <w:rsid w:val="00D67424"/>
    <w:rsid w:val="00D676B3"/>
    <w:rsid w:val="00D677D9"/>
    <w:rsid w:val="00D67B6E"/>
    <w:rsid w:val="00D67BEA"/>
    <w:rsid w:val="00D67BEB"/>
    <w:rsid w:val="00D67C10"/>
    <w:rsid w:val="00D67C57"/>
    <w:rsid w:val="00D67D55"/>
    <w:rsid w:val="00D67DFD"/>
    <w:rsid w:val="00D67F70"/>
    <w:rsid w:val="00D703C5"/>
    <w:rsid w:val="00D7040A"/>
    <w:rsid w:val="00D704B7"/>
    <w:rsid w:val="00D70691"/>
    <w:rsid w:val="00D70753"/>
    <w:rsid w:val="00D70929"/>
    <w:rsid w:val="00D70A48"/>
    <w:rsid w:val="00D70A73"/>
    <w:rsid w:val="00D70B81"/>
    <w:rsid w:val="00D70BBC"/>
    <w:rsid w:val="00D70CE3"/>
    <w:rsid w:val="00D70D07"/>
    <w:rsid w:val="00D70D29"/>
    <w:rsid w:val="00D70F49"/>
    <w:rsid w:val="00D710BE"/>
    <w:rsid w:val="00D710F2"/>
    <w:rsid w:val="00D7112C"/>
    <w:rsid w:val="00D711FB"/>
    <w:rsid w:val="00D7121E"/>
    <w:rsid w:val="00D712EC"/>
    <w:rsid w:val="00D71356"/>
    <w:rsid w:val="00D713E1"/>
    <w:rsid w:val="00D7146A"/>
    <w:rsid w:val="00D7159E"/>
    <w:rsid w:val="00D7188E"/>
    <w:rsid w:val="00D718F2"/>
    <w:rsid w:val="00D71A17"/>
    <w:rsid w:val="00D71AED"/>
    <w:rsid w:val="00D71BDB"/>
    <w:rsid w:val="00D71C04"/>
    <w:rsid w:val="00D71C2E"/>
    <w:rsid w:val="00D71C3F"/>
    <w:rsid w:val="00D71DAE"/>
    <w:rsid w:val="00D71FC3"/>
    <w:rsid w:val="00D72196"/>
    <w:rsid w:val="00D72358"/>
    <w:rsid w:val="00D726EA"/>
    <w:rsid w:val="00D72877"/>
    <w:rsid w:val="00D72937"/>
    <w:rsid w:val="00D72ACB"/>
    <w:rsid w:val="00D72D29"/>
    <w:rsid w:val="00D72E3A"/>
    <w:rsid w:val="00D73059"/>
    <w:rsid w:val="00D731D2"/>
    <w:rsid w:val="00D73303"/>
    <w:rsid w:val="00D73366"/>
    <w:rsid w:val="00D73403"/>
    <w:rsid w:val="00D7364A"/>
    <w:rsid w:val="00D73650"/>
    <w:rsid w:val="00D739A1"/>
    <w:rsid w:val="00D739E5"/>
    <w:rsid w:val="00D73A6B"/>
    <w:rsid w:val="00D73D30"/>
    <w:rsid w:val="00D73DAF"/>
    <w:rsid w:val="00D73E78"/>
    <w:rsid w:val="00D73E87"/>
    <w:rsid w:val="00D73F94"/>
    <w:rsid w:val="00D741BB"/>
    <w:rsid w:val="00D7448A"/>
    <w:rsid w:val="00D745D0"/>
    <w:rsid w:val="00D7467A"/>
    <w:rsid w:val="00D7490D"/>
    <w:rsid w:val="00D74C46"/>
    <w:rsid w:val="00D74C62"/>
    <w:rsid w:val="00D74E0C"/>
    <w:rsid w:val="00D74E5C"/>
    <w:rsid w:val="00D74F44"/>
    <w:rsid w:val="00D75242"/>
    <w:rsid w:val="00D75300"/>
    <w:rsid w:val="00D7543B"/>
    <w:rsid w:val="00D75497"/>
    <w:rsid w:val="00D754DA"/>
    <w:rsid w:val="00D75A9F"/>
    <w:rsid w:val="00D75ED3"/>
    <w:rsid w:val="00D76032"/>
    <w:rsid w:val="00D7622F"/>
    <w:rsid w:val="00D76245"/>
    <w:rsid w:val="00D765AE"/>
    <w:rsid w:val="00D765B6"/>
    <w:rsid w:val="00D767A9"/>
    <w:rsid w:val="00D76860"/>
    <w:rsid w:val="00D76E09"/>
    <w:rsid w:val="00D76E3F"/>
    <w:rsid w:val="00D76F83"/>
    <w:rsid w:val="00D770A1"/>
    <w:rsid w:val="00D770A8"/>
    <w:rsid w:val="00D770B1"/>
    <w:rsid w:val="00D7733B"/>
    <w:rsid w:val="00D7741C"/>
    <w:rsid w:val="00D7748E"/>
    <w:rsid w:val="00D775D6"/>
    <w:rsid w:val="00D77734"/>
    <w:rsid w:val="00D77AE8"/>
    <w:rsid w:val="00D77B6A"/>
    <w:rsid w:val="00D77C35"/>
    <w:rsid w:val="00D77D89"/>
    <w:rsid w:val="00D77EF3"/>
    <w:rsid w:val="00D77F88"/>
    <w:rsid w:val="00D8010C"/>
    <w:rsid w:val="00D80119"/>
    <w:rsid w:val="00D80172"/>
    <w:rsid w:val="00D80221"/>
    <w:rsid w:val="00D802F5"/>
    <w:rsid w:val="00D80375"/>
    <w:rsid w:val="00D8044E"/>
    <w:rsid w:val="00D805A5"/>
    <w:rsid w:val="00D805D7"/>
    <w:rsid w:val="00D805F2"/>
    <w:rsid w:val="00D8073B"/>
    <w:rsid w:val="00D809F1"/>
    <w:rsid w:val="00D80AB9"/>
    <w:rsid w:val="00D80AEA"/>
    <w:rsid w:val="00D80C1D"/>
    <w:rsid w:val="00D80DB6"/>
    <w:rsid w:val="00D80F2B"/>
    <w:rsid w:val="00D81038"/>
    <w:rsid w:val="00D81306"/>
    <w:rsid w:val="00D813EC"/>
    <w:rsid w:val="00D818FA"/>
    <w:rsid w:val="00D81935"/>
    <w:rsid w:val="00D81EFB"/>
    <w:rsid w:val="00D82097"/>
    <w:rsid w:val="00D8214D"/>
    <w:rsid w:val="00D821C5"/>
    <w:rsid w:val="00D822D6"/>
    <w:rsid w:val="00D824CE"/>
    <w:rsid w:val="00D826BD"/>
    <w:rsid w:val="00D826F2"/>
    <w:rsid w:val="00D82858"/>
    <w:rsid w:val="00D82C7F"/>
    <w:rsid w:val="00D82CB3"/>
    <w:rsid w:val="00D82CC1"/>
    <w:rsid w:val="00D82DC6"/>
    <w:rsid w:val="00D830EA"/>
    <w:rsid w:val="00D83118"/>
    <w:rsid w:val="00D83177"/>
    <w:rsid w:val="00D832AD"/>
    <w:rsid w:val="00D8335A"/>
    <w:rsid w:val="00D83499"/>
    <w:rsid w:val="00D83911"/>
    <w:rsid w:val="00D83AD3"/>
    <w:rsid w:val="00D83AEF"/>
    <w:rsid w:val="00D83AFB"/>
    <w:rsid w:val="00D83AFC"/>
    <w:rsid w:val="00D83B8F"/>
    <w:rsid w:val="00D83D18"/>
    <w:rsid w:val="00D83DA3"/>
    <w:rsid w:val="00D83E7F"/>
    <w:rsid w:val="00D83FF5"/>
    <w:rsid w:val="00D84026"/>
    <w:rsid w:val="00D840BB"/>
    <w:rsid w:val="00D8420E"/>
    <w:rsid w:val="00D84264"/>
    <w:rsid w:val="00D84468"/>
    <w:rsid w:val="00D846A3"/>
    <w:rsid w:val="00D84778"/>
    <w:rsid w:val="00D84D1E"/>
    <w:rsid w:val="00D84E53"/>
    <w:rsid w:val="00D84F3C"/>
    <w:rsid w:val="00D850BD"/>
    <w:rsid w:val="00D853A6"/>
    <w:rsid w:val="00D853D3"/>
    <w:rsid w:val="00D85450"/>
    <w:rsid w:val="00D85766"/>
    <w:rsid w:val="00D8576F"/>
    <w:rsid w:val="00D85B20"/>
    <w:rsid w:val="00D85B87"/>
    <w:rsid w:val="00D85BB7"/>
    <w:rsid w:val="00D85D04"/>
    <w:rsid w:val="00D85D5C"/>
    <w:rsid w:val="00D85F34"/>
    <w:rsid w:val="00D85FD6"/>
    <w:rsid w:val="00D8608A"/>
    <w:rsid w:val="00D861A0"/>
    <w:rsid w:val="00D8640B"/>
    <w:rsid w:val="00D8652F"/>
    <w:rsid w:val="00D86639"/>
    <w:rsid w:val="00D866A2"/>
    <w:rsid w:val="00D86704"/>
    <w:rsid w:val="00D8674B"/>
    <w:rsid w:val="00D86840"/>
    <w:rsid w:val="00D868AD"/>
    <w:rsid w:val="00D86A84"/>
    <w:rsid w:val="00D86A89"/>
    <w:rsid w:val="00D86BAB"/>
    <w:rsid w:val="00D86D48"/>
    <w:rsid w:val="00D86E96"/>
    <w:rsid w:val="00D86FBE"/>
    <w:rsid w:val="00D87500"/>
    <w:rsid w:val="00D87696"/>
    <w:rsid w:val="00D87725"/>
    <w:rsid w:val="00D87733"/>
    <w:rsid w:val="00D87852"/>
    <w:rsid w:val="00D8787A"/>
    <w:rsid w:val="00D87950"/>
    <w:rsid w:val="00D879DA"/>
    <w:rsid w:val="00D87B90"/>
    <w:rsid w:val="00D87BE5"/>
    <w:rsid w:val="00D87CE1"/>
    <w:rsid w:val="00D87DCC"/>
    <w:rsid w:val="00D87E08"/>
    <w:rsid w:val="00D87F73"/>
    <w:rsid w:val="00D90055"/>
    <w:rsid w:val="00D90126"/>
    <w:rsid w:val="00D902A5"/>
    <w:rsid w:val="00D904DB"/>
    <w:rsid w:val="00D907C1"/>
    <w:rsid w:val="00D9089D"/>
    <w:rsid w:val="00D90A07"/>
    <w:rsid w:val="00D90A2C"/>
    <w:rsid w:val="00D90C0B"/>
    <w:rsid w:val="00D90CDB"/>
    <w:rsid w:val="00D90E1C"/>
    <w:rsid w:val="00D90E2F"/>
    <w:rsid w:val="00D90E48"/>
    <w:rsid w:val="00D9116F"/>
    <w:rsid w:val="00D91181"/>
    <w:rsid w:val="00D91406"/>
    <w:rsid w:val="00D91504"/>
    <w:rsid w:val="00D9152C"/>
    <w:rsid w:val="00D915C9"/>
    <w:rsid w:val="00D91638"/>
    <w:rsid w:val="00D91675"/>
    <w:rsid w:val="00D916FB"/>
    <w:rsid w:val="00D91A09"/>
    <w:rsid w:val="00D91A63"/>
    <w:rsid w:val="00D91CC5"/>
    <w:rsid w:val="00D91F77"/>
    <w:rsid w:val="00D9206B"/>
    <w:rsid w:val="00D9230B"/>
    <w:rsid w:val="00D9234C"/>
    <w:rsid w:val="00D926FA"/>
    <w:rsid w:val="00D92772"/>
    <w:rsid w:val="00D9278E"/>
    <w:rsid w:val="00D927BC"/>
    <w:rsid w:val="00D9283B"/>
    <w:rsid w:val="00D92989"/>
    <w:rsid w:val="00D92A3F"/>
    <w:rsid w:val="00D92B33"/>
    <w:rsid w:val="00D92B5F"/>
    <w:rsid w:val="00D92BD2"/>
    <w:rsid w:val="00D92F6D"/>
    <w:rsid w:val="00D92FC3"/>
    <w:rsid w:val="00D933B4"/>
    <w:rsid w:val="00D934F9"/>
    <w:rsid w:val="00D936AE"/>
    <w:rsid w:val="00D93717"/>
    <w:rsid w:val="00D9393F"/>
    <w:rsid w:val="00D93953"/>
    <w:rsid w:val="00D93AF9"/>
    <w:rsid w:val="00D93BF7"/>
    <w:rsid w:val="00D93DEA"/>
    <w:rsid w:val="00D93E1B"/>
    <w:rsid w:val="00D93F67"/>
    <w:rsid w:val="00D940D1"/>
    <w:rsid w:val="00D943E8"/>
    <w:rsid w:val="00D9443E"/>
    <w:rsid w:val="00D9455D"/>
    <w:rsid w:val="00D9459C"/>
    <w:rsid w:val="00D945AF"/>
    <w:rsid w:val="00D94725"/>
    <w:rsid w:val="00D947E6"/>
    <w:rsid w:val="00D947F8"/>
    <w:rsid w:val="00D9499B"/>
    <w:rsid w:val="00D94A74"/>
    <w:rsid w:val="00D94AA1"/>
    <w:rsid w:val="00D94B89"/>
    <w:rsid w:val="00D94BC3"/>
    <w:rsid w:val="00D94C72"/>
    <w:rsid w:val="00D94D2E"/>
    <w:rsid w:val="00D94EBD"/>
    <w:rsid w:val="00D95004"/>
    <w:rsid w:val="00D9506A"/>
    <w:rsid w:val="00D95199"/>
    <w:rsid w:val="00D95295"/>
    <w:rsid w:val="00D9548E"/>
    <w:rsid w:val="00D95563"/>
    <w:rsid w:val="00D955A1"/>
    <w:rsid w:val="00D95849"/>
    <w:rsid w:val="00D95850"/>
    <w:rsid w:val="00D958AA"/>
    <w:rsid w:val="00D95A1F"/>
    <w:rsid w:val="00D95C1C"/>
    <w:rsid w:val="00D95DE7"/>
    <w:rsid w:val="00D95DEB"/>
    <w:rsid w:val="00D96341"/>
    <w:rsid w:val="00D96370"/>
    <w:rsid w:val="00D963DB"/>
    <w:rsid w:val="00D963E6"/>
    <w:rsid w:val="00D96483"/>
    <w:rsid w:val="00D9656B"/>
    <w:rsid w:val="00D96842"/>
    <w:rsid w:val="00D9685B"/>
    <w:rsid w:val="00D968C0"/>
    <w:rsid w:val="00D96950"/>
    <w:rsid w:val="00D96A46"/>
    <w:rsid w:val="00D96B9B"/>
    <w:rsid w:val="00D96BAA"/>
    <w:rsid w:val="00D96C64"/>
    <w:rsid w:val="00D96D05"/>
    <w:rsid w:val="00D96D70"/>
    <w:rsid w:val="00D96DDE"/>
    <w:rsid w:val="00D96E51"/>
    <w:rsid w:val="00D96EC1"/>
    <w:rsid w:val="00D97000"/>
    <w:rsid w:val="00D97052"/>
    <w:rsid w:val="00D97072"/>
    <w:rsid w:val="00D97266"/>
    <w:rsid w:val="00D97290"/>
    <w:rsid w:val="00D97296"/>
    <w:rsid w:val="00D97713"/>
    <w:rsid w:val="00D9777D"/>
    <w:rsid w:val="00D9783C"/>
    <w:rsid w:val="00D978ED"/>
    <w:rsid w:val="00D979BE"/>
    <w:rsid w:val="00D97ADE"/>
    <w:rsid w:val="00D97C82"/>
    <w:rsid w:val="00D97C92"/>
    <w:rsid w:val="00DA0080"/>
    <w:rsid w:val="00DA00DA"/>
    <w:rsid w:val="00DA0132"/>
    <w:rsid w:val="00DA035F"/>
    <w:rsid w:val="00DA0372"/>
    <w:rsid w:val="00DA0494"/>
    <w:rsid w:val="00DA053A"/>
    <w:rsid w:val="00DA089E"/>
    <w:rsid w:val="00DA0910"/>
    <w:rsid w:val="00DA0A75"/>
    <w:rsid w:val="00DA0F36"/>
    <w:rsid w:val="00DA0F58"/>
    <w:rsid w:val="00DA0FBC"/>
    <w:rsid w:val="00DA115D"/>
    <w:rsid w:val="00DA1672"/>
    <w:rsid w:val="00DA1774"/>
    <w:rsid w:val="00DA184E"/>
    <w:rsid w:val="00DA1904"/>
    <w:rsid w:val="00DA19FB"/>
    <w:rsid w:val="00DA1B76"/>
    <w:rsid w:val="00DA1D2E"/>
    <w:rsid w:val="00DA1E5F"/>
    <w:rsid w:val="00DA22BB"/>
    <w:rsid w:val="00DA2397"/>
    <w:rsid w:val="00DA2492"/>
    <w:rsid w:val="00DA24B1"/>
    <w:rsid w:val="00DA275B"/>
    <w:rsid w:val="00DA280B"/>
    <w:rsid w:val="00DA29EC"/>
    <w:rsid w:val="00DA2A72"/>
    <w:rsid w:val="00DA2BB8"/>
    <w:rsid w:val="00DA2D65"/>
    <w:rsid w:val="00DA2DC2"/>
    <w:rsid w:val="00DA2FC2"/>
    <w:rsid w:val="00DA302C"/>
    <w:rsid w:val="00DA30F0"/>
    <w:rsid w:val="00DA30FD"/>
    <w:rsid w:val="00DA3120"/>
    <w:rsid w:val="00DA331A"/>
    <w:rsid w:val="00DA34A0"/>
    <w:rsid w:val="00DA3515"/>
    <w:rsid w:val="00DA3655"/>
    <w:rsid w:val="00DA36E0"/>
    <w:rsid w:val="00DA370C"/>
    <w:rsid w:val="00DA37C5"/>
    <w:rsid w:val="00DA3817"/>
    <w:rsid w:val="00DA3931"/>
    <w:rsid w:val="00DA3AEA"/>
    <w:rsid w:val="00DA3B41"/>
    <w:rsid w:val="00DA3BEE"/>
    <w:rsid w:val="00DA3CB6"/>
    <w:rsid w:val="00DA3CF6"/>
    <w:rsid w:val="00DA3DBF"/>
    <w:rsid w:val="00DA41D6"/>
    <w:rsid w:val="00DA4418"/>
    <w:rsid w:val="00DA4469"/>
    <w:rsid w:val="00DA44A9"/>
    <w:rsid w:val="00DA4501"/>
    <w:rsid w:val="00DA4513"/>
    <w:rsid w:val="00DA456A"/>
    <w:rsid w:val="00DA464F"/>
    <w:rsid w:val="00DA4823"/>
    <w:rsid w:val="00DA4A7F"/>
    <w:rsid w:val="00DA4D49"/>
    <w:rsid w:val="00DA4E57"/>
    <w:rsid w:val="00DA4F0A"/>
    <w:rsid w:val="00DA5088"/>
    <w:rsid w:val="00DA54B1"/>
    <w:rsid w:val="00DA5A8B"/>
    <w:rsid w:val="00DA5DA8"/>
    <w:rsid w:val="00DA5EA2"/>
    <w:rsid w:val="00DA5EFC"/>
    <w:rsid w:val="00DA5FC5"/>
    <w:rsid w:val="00DA620B"/>
    <w:rsid w:val="00DA635E"/>
    <w:rsid w:val="00DA6954"/>
    <w:rsid w:val="00DA6E70"/>
    <w:rsid w:val="00DA6F27"/>
    <w:rsid w:val="00DA6F8B"/>
    <w:rsid w:val="00DA7034"/>
    <w:rsid w:val="00DA74AE"/>
    <w:rsid w:val="00DA771D"/>
    <w:rsid w:val="00DA7782"/>
    <w:rsid w:val="00DA7A64"/>
    <w:rsid w:val="00DA7ABB"/>
    <w:rsid w:val="00DA7B8B"/>
    <w:rsid w:val="00DA7C53"/>
    <w:rsid w:val="00DA7EF3"/>
    <w:rsid w:val="00DA7F41"/>
    <w:rsid w:val="00DB02B7"/>
    <w:rsid w:val="00DB0344"/>
    <w:rsid w:val="00DB03D3"/>
    <w:rsid w:val="00DB049D"/>
    <w:rsid w:val="00DB057F"/>
    <w:rsid w:val="00DB0588"/>
    <w:rsid w:val="00DB06B8"/>
    <w:rsid w:val="00DB06FB"/>
    <w:rsid w:val="00DB0AD1"/>
    <w:rsid w:val="00DB0AE1"/>
    <w:rsid w:val="00DB0C4A"/>
    <w:rsid w:val="00DB0DF4"/>
    <w:rsid w:val="00DB0E5B"/>
    <w:rsid w:val="00DB0EBA"/>
    <w:rsid w:val="00DB0ECA"/>
    <w:rsid w:val="00DB1036"/>
    <w:rsid w:val="00DB1045"/>
    <w:rsid w:val="00DB1109"/>
    <w:rsid w:val="00DB148C"/>
    <w:rsid w:val="00DB1556"/>
    <w:rsid w:val="00DB15B2"/>
    <w:rsid w:val="00DB1631"/>
    <w:rsid w:val="00DB1767"/>
    <w:rsid w:val="00DB19DB"/>
    <w:rsid w:val="00DB1AA4"/>
    <w:rsid w:val="00DB1C88"/>
    <w:rsid w:val="00DB1CE9"/>
    <w:rsid w:val="00DB2074"/>
    <w:rsid w:val="00DB2141"/>
    <w:rsid w:val="00DB23EF"/>
    <w:rsid w:val="00DB24AD"/>
    <w:rsid w:val="00DB268F"/>
    <w:rsid w:val="00DB297C"/>
    <w:rsid w:val="00DB29C7"/>
    <w:rsid w:val="00DB2B54"/>
    <w:rsid w:val="00DB2CB6"/>
    <w:rsid w:val="00DB2CD1"/>
    <w:rsid w:val="00DB2D53"/>
    <w:rsid w:val="00DB2DFA"/>
    <w:rsid w:val="00DB2E1E"/>
    <w:rsid w:val="00DB2EBD"/>
    <w:rsid w:val="00DB327D"/>
    <w:rsid w:val="00DB335F"/>
    <w:rsid w:val="00DB3375"/>
    <w:rsid w:val="00DB34D9"/>
    <w:rsid w:val="00DB3747"/>
    <w:rsid w:val="00DB397C"/>
    <w:rsid w:val="00DB3BC7"/>
    <w:rsid w:val="00DB3C72"/>
    <w:rsid w:val="00DB3CEE"/>
    <w:rsid w:val="00DB3E80"/>
    <w:rsid w:val="00DB4825"/>
    <w:rsid w:val="00DB4827"/>
    <w:rsid w:val="00DB4928"/>
    <w:rsid w:val="00DB49DA"/>
    <w:rsid w:val="00DB4AB8"/>
    <w:rsid w:val="00DB4AC4"/>
    <w:rsid w:val="00DB4AF7"/>
    <w:rsid w:val="00DB4B31"/>
    <w:rsid w:val="00DB4B80"/>
    <w:rsid w:val="00DB4D9A"/>
    <w:rsid w:val="00DB4DD6"/>
    <w:rsid w:val="00DB4E18"/>
    <w:rsid w:val="00DB4E48"/>
    <w:rsid w:val="00DB507D"/>
    <w:rsid w:val="00DB51B0"/>
    <w:rsid w:val="00DB520E"/>
    <w:rsid w:val="00DB526F"/>
    <w:rsid w:val="00DB52A5"/>
    <w:rsid w:val="00DB5343"/>
    <w:rsid w:val="00DB5425"/>
    <w:rsid w:val="00DB5468"/>
    <w:rsid w:val="00DB585B"/>
    <w:rsid w:val="00DB5CC8"/>
    <w:rsid w:val="00DB5CE6"/>
    <w:rsid w:val="00DB6093"/>
    <w:rsid w:val="00DB62EF"/>
    <w:rsid w:val="00DB638C"/>
    <w:rsid w:val="00DB63CE"/>
    <w:rsid w:val="00DB69F1"/>
    <w:rsid w:val="00DB6A20"/>
    <w:rsid w:val="00DB6D0D"/>
    <w:rsid w:val="00DB6D11"/>
    <w:rsid w:val="00DB6D7F"/>
    <w:rsid w:val="00DB6FB1"/>
    <w:rsid w:val="00DB705B"/>
    <w:rsid w:val="00DB7121"/>
    <w:rsid w:val="00DB7342"/>
    <w:rsid w:val="00DB7403"/>
    <w:rsid w:val="00DB76CB"/>
    <w:rsid w:val="00DB7B1F"/>
    <w:rsid w:val="00DB7BE2"/>
    <w:rsid w:val="00DB7E32"/>
    <w:rsid w:val="00DB7E8A"/>
    <w:rsid w:val="00DC008D"/>
    <w:rsid w:val="00DC0147"/>
    <w:rsid w:val="00DC0281"/>
    <w:rsid w:val="00DC02DE"/>
    <w:rsid w:val="00DC04EC"/>
    <w:rsid w:val="00DC0527"/>
    <w:rsid w:val="00DC06D7"/>
    <w:rsid w:val="00DC080D"/>
    <w:rsid w:val="00DC085A"/>
    <w:rsid w:val="00DC08E5"/>
    <w:rsid w:val="00DC0921"/>
    <w:rsid w:val="00DC0BD0"/>
    <w:rsid w:val="00DC0DB4"/>
    <w:rsid w:val="00DC0E7C"/>
    <w:rsid w:val="00DC1068"/>
    <w:rsid w:val="00DC11DC"/>
    <w:rsid w:val="00DC12A5"/>
    <w:rsid w:val="00DC1301"/>
    <w:rsid w:val="00DC1422"/>
    <w:rsid w:val="00DC14E1"/>
    <w:rsid w:val="00DC17E9"/>
    <w:rsid w:val="00DC198A"/>
    <w:rsid w:val="00DC1D69"/>
    <w:rsid w:val="00DC1DE8"/>
    <w:rsid w:val="00DC1EBF"/>
    <w:rsid w:val="00DC24B3"/>
    <w:rsid w:val="00DC24E9"/>
    <w:rsid w:val="00DC29BE"/>
    <w:rsid w:val="00DC2B71"/>
    <w:rsid w:val="00DC2DF8"/>
    <w:rsid w:val="00DC2E21"/>
    <w:rsid w:val="00DC2EDB"/>
    <w:rsid w:val="00DC2F7F"/>
    <w:rsid w:val="00DC3007"/>
    <w:rsid w:val="00DC308D"/>
    <w:rsid w:val="00DC3112"/>
    <w:rsid w:val="00DC31CA"/>
    <w:rsid w:val="00DC31D4"/>
    <w:rsid w:val="00DC328F"/>
    <w:rsid w:val="00DC32C7"/>
    <w:rsid w:val="00DC376B"/>
    <w:rsid w:val="00DC3884"/>
    <w:rsid w:val="00DC3938"/>
    <w:rsid w:val="00DC3B4A"/>
    <w:rsid w:val="00DC3C31"/>
    <w:rsid w:val="00DC3D97"/>
    <w:rsid w:val="00DC4042"/>
    <w:rsid w:val="00DC4055"/>
    <w:rsid w:val="00DC4434"/>
    <w:rsid w:val="00DC4679"/>
    <w:rsid w:val="00DC47FE"/>
    <w:rsid w:val="00DC4838"/>
    <w:rsid w:val="00DC4A3B"/>
    <w:rsid w:val="00DC4D36"/>
    <w:rsid w:val="00DC4D83"/>
    <w:rsid w:val="00DC4DFC"/>
    <w:rsid w:val="00DC4FFB"/>
    <w:rsid w:val="00DC54D5"/>
    <w:rsid w:val="00DC5712"/>
    <w:rsid w:val="00DC58D4"/>
    <w:rsid w:val="00DC59DA"/>
    <w:rsid w:val="00DC5A64"/>
    <w:rsid w:val="00DC5B5A"/>
    <w:rsid w:val="00DC5B7F"/>
    <w:rsid w:val="00DC5C09"/>
    <w:rsid w:val="00DC5EFC"/>
    <w:rsid w:val="00DC6067"/>
    <w:rsid w:val="00DC6093"/>
    <w:rsid w:val="00DC609C"/>
    <w:rsid w:val="00DC61B4"/>
    <w:rsid w:val="00DC61F2"/>
    <w:rsid w:val="00DC61F6"/>
    <w:rsid w:val="00DC622A"/>
    <w:rsid w:val="00DC65FF"/>
    <w:rsid w:val="00DC67B0"/>
    <w:rsid w:val="00DC67FE"/>
    <w:rsid w:val="00DC698D"/>
    <w:rsid w:val="00DC69F2"/>
    <w:rsid w:val="00DC6B0B"/>
    <w:rsid w:val="00DC6E81"/>
    <w:rsid w:val="00DC6F07"/>
    <w:rsid w:val="00DC70C3"/>
    <w:rsid w:val="00DC7111"/>
    <w:rsid w:val="00DC7195"/>
    <w:rsid w:val="00DC7276"/>
    <w:rsid w:val="00DC7375"/>
    <w:rsid w:val="00DC7428"/>
    <w:rsid w:val="00DC7654"/>
    <w:rsid w:val="00DC7830"/>
    <w:rsid w:val="00DC7842"/>
    <w:rsid w:val="00DC7921"/>
    <w:rsid w:val="00DC799C"/>
    <w:rsid w:val="00DC79FF"/>
    <w:rsid w:val="00DC7A10"/>
    <w:rsid w:val="00DC7D59"/>
    <w:rsid w:val="00DC7D5B"/>
    <w:rsid w:val="00DC7FDD"/>
    <w:rsid w:val="00DD0025"/>
    <w:rsid w:val="00DD00D8"/>
    <w:rsid w:val="00DD03D6"/>
    <w:rsid w:val="00DD0457"/>
    <w:rsid w:val="00DD0480"/>
    <w:rsid w:val="00DD0502"/>
    <w:rsid w:val="00DD06D0"/>
    <w:rsid w:val="00DD06D6"/>
    <w:rsid w:val="00DD07BE"/>
    <w:rsid w:val="00DD0A47"/>
    <w:rsid w:val="00DD0AB7"/>
    <w:rsid w:val="00DD0BE7"/>
    <w:rsid w:val="00DD0CBA"/>
    <w:rsid w:val="00DD0D78"/>
    <w:rsid w:val="00DD0F58"/>
    <w:rsid w:val="00DD1103"/>
    <w:rsid w:val="00DD1588"/>
    <w:rsid w:val="00DD16FA"/>
    <w:rsid w:val="00DD1913"/>
    <w:rsid w:val="00DD1BD6"/>
    <w:rsid w:val="00DD1F1B"/>
    <w:rsid w:val="00DD205C"/>
    <w:rsid w:val="00DD21BF"/>
    <w:rsid w:val="00DD21CE"/>
    <w:rsid w:val="00DD2239"/>
    <w:rsid w:val="00DD22B2"/>
    <w:rsid w:val="00DD22D5"/>
    <w:rsid w:val="00DD271B"/>
    <w:rsid w:val="00DD2767"/>
    <w:rsid w:val="00DD288F"/>
    <w:rsid w:val="00DD290C"/>
    <w:rsid w:val="00DD2B7A"/>
    <w:rsid w:val="00DD30A4"/>
    <w:rsid w:val="00DD3135"/>
    <w:rsid w:val="00DD3386"/>
    <w:rsid w:val="00DD3413"/>
    <w:rsid w:val="00DD3465"/>
    <w:rsid w:val="00DD3522"/>
    <w:rsid w:val="00DD369D"/>
    <w:rsid w:val="00DD3968"/>
    <w:rsid w:val="00DD3ACA"/>
    <w:rsid w:val="00DD3BCE"/>
    <w:rsid w:val="00DD3D2C"/>
    <w:rsid w:val="00DD3DAC"/>
    <w:rsid w:val="00DD3DD6"/>
    <w:rsid w:val="00DD3E80"/>
    <w:rsid w:val="00DD3E95"/>
    <w:rsid w:val="00DD3F50"/>
    <w:rsid w:val="00DD4153"/>
    <w:rsid w:val="00DD4561"/>
    <w:rsid w:val="00DD4601"/>
    <w:rsid w:val="00DD4648"/>
    <w:rsid w:val="00DD46F0"/>
    <w:rsid w:val="00DD480E"/>
    <w:rsid w:val="00DD4877"/>
    <w:rsid w:val="00DD4986"/>
    <w:rsid w:val="00DD4BA3"/>
    <w:rsid w:val="00DD4BE2"/>
    <w:rsid w:val="00DD4F63"/>
    <w:rsid w:val="00DD506F"/>
    <w:rsid w:val="00DD5189"/>
    <w:rsid w:val="00DD5238"/>
    <w:rsid w:val="00DD55BC"/>
    <w:rsid w:val="00DD5706"/>
    <w:rsid w:val="00DD5B0A"/>
    <w:rsid w:val="00DD5C19"/>
    <w:rsid w:val="00DD5DCE"/>
    <w:rsid w:val="00DD5EC8"/>
    <w:rsid w:val="00DD5FB9"/>
    <w:rsid w:val="00DD60C9"/>
    <w:rsid w:val="00DD6285"/>
    <w:rsid w:val="00DD6329"/>
    <w:rsid w:val="00DD632D"/>
    <w:rsid w:val="00DD63AC"/>
    <w:rsid w:val="00DD67A6"/>
    <w:rsid w:val="00DD6ABF"/>
    <w:rsid w:val="00DD6C49"/>
    <w:rsid w:val="00DD7308"/>
    <w:rsid w:val="00DD7444"/>
    <w:rsid w:val="00DD77EC"/>
    <w:rsid w:val="00DD7938"/>
    <w:rsid w:val="00DD7960"/>
    <w:rsid w:val="00DD7A08"/>
    <w:rsid w:val="00DD7A45"/>
    <w:rsid w:val="00DD7B88"/>
    <w:rsid w:val="00DD7DC8"/>
    <w:rsid w:val="00DD7DD8"/>
    <w:rsid w:val="00DD7E38"/>
    <w:rsid w:val="00DD7E5F"/>
    <w:rsid w:val="00DD7FAD"/>
    <w:rsid w:val="00DE0325"/>
    <w:rsid w:val="00DE0508"/>
    <w:rsid w:val="00DE0767"/>
    <w:rsid w:val="00DE0920"/>
    <w:rsid w:val="00DE0A53"/>
    <w:rsid w:val="00DE0C36"/>
    <w:rsid w:val="00DE0C9F"/>
    <w:rsid w:val="00DE0CAC"/>
    <w:rsid w:val="00DE0E71"/>
    <w:rsid w:val="00DE1549"/>
    <w:rsid w:val="00DE193E"/>
    <w:rsid w:val="00DE1B22"/>
    <w:rsid w:val="00DE1B3A"/>
    <w:rsid w:val="00DE1B6D"/>
    <w:rsid w:val="00DE1C63"/>
    <w:rsid w:val="00DE1C97"/>
    <w:rsid w:val="00DE1F23"/>
    <w:rsid w:val="00DE1FDE"/>
    <w:rsid w:val="00DE25A1"/>
    <w:rsid w:val="00DE264E"/>
    <w:rsid w:val="00DE2D51"/>
    <w:rsid w:val="00DE2FCA"/>
    <w:rsid w:val="00DE30BD"/>
    <w:rsid w:val="00DE3105"/>
    <w:rsid w:val="00DE3138"/>
    <w:rsid w:val="00DE337C"/>
    <w:rsid w:val="00DE3599"/>
    <w:rsid w:val="00DE3609"/>
    <w:rsid w:val="00DE361A"/>
    <w:rsid w:val="00DE39CC"/>
    <w:rsid w:val="00DE3A2A"/>
    <w:rsid w:val="00DE3B57"/>
    <w:rsid w:val="00DE3BA3"/>
    <w:rsid w:val="00DE3DAC"/>
    <w:rsid w:val="00DE3EE6"/>
    <w:rsid w:val="00DE4035"/>
    <w:rsid w:val="00DE4123"/>
    <w:rsid w:val="00DE4202"/>
    <w:rsid w:val="00DE4718"/>
    <w:rsid w:val="00DE4773"/>
    <w:rsid w:val="00DE48C6"/>
    <w:rsid w:val="00DE4CD6"/>
    <w:rsid w:val="00DE4CF8"/>
    <w:rsid w:val="00DE4DB0"/>
    <w:rsid w:val="00DE524F"/>
    <w:rsid w:val="00DE552C"/>
    <w:rsid w:val="00DE56CC"/>
    <w:rsid w:val="00DE582A"/>
    <w:rsid w:val="00DE5837"/>
    <w:rsid w:val="00DE5A8F"/>
    <w:rsid w:val="00DE5C5F"/>
    <w:rsid w:val="00DE5EB5"/>
    <w:rsid w:val="00DE615E"/>
    <w:rsid w:val="00DE6479"/>
    <w:rsid w:val="00DE64F0"/>
    <w:rsid w:val="00DE65C5"/>
    <w:rsid w:val="00DE65D4"/>
    <w:rsid w:val="00DE66C7"/>
    <w:rsid w:val="00DE6943"/>
    <w:rsid w:val="00DE69F8"/>
    <w:rsid w:val="00DE6AB3"/>
    <w:rsid w:val="00DE6E65"/>
    <w:rsid w:val="00DE6F2E"/>
    <w:rsid w:val="00DE725B"/>
    <w:rsid w:val="00DE75EC"/>
    <w:rsid w:val="00DE7627"/>
    <w:rsid w:val="00DE773C"/>
    <w:rsid w:val="00DE797C"/>
    <w:rsid w:val="00DE7A62"/>
    <w:rsid w:val="00DE7CCE"/>
    <w:rsid w:val="00DE7ED0"/>
    <w:rsid w:val="00DF03CD"/>
    <w:rsid w:val="00DF06FC"/>
    <w:rsid w:val="00DF0C9B"/>
    <w:rsid w:val="00DF0CEE"/>
    <w:rsid w:val="00DF0D6A"/>
    <w:rsid w:val="00DF0DFC"/>
    <w:rsid w:val="00DF0E09"/>
    <w:rsid w:val="00DF0E3C"/>
    <w:rsid w:val="00DF0F48"/>
    <w:rsid w:val="00DF1286"/>
    <w:rsid w:val="00DF1295"/>
    <w:rsid w:val="00DF14FF"/>
    <w:rsid w:val="00DF167E"/>
    <w:rsid w:val="00DF16D7"/>
    <w:rsid w:val="00DF176E"/>
    <w:rsid w:val="00DF185E"/>
    <w:rsid w:val="00DF1918"/>
    <w:rsid w:val="00DF1A2B"/>
    <w:rsid w:val="00DF1A4B"/>
    <w:rsid w:val="00DF1B18"/>
    <w:rsid w:val="00DF1EFE"/>
    <w:rsid w:val="00DF2141"/>
    <w:rsid w:val="00DF219F"/>
    <w:rsid w:val="00DF2301"/>
    <w:rsid w:val="00DF26F2"/>
    <w:rsid w:val="00DF2BC5"/>
    <w:rsid w:val="00DF2C3D"/>
    <w:rsid w:val="00DF2DFE"/>
    <w:rsid w:val="00DF2E6D"/>
    <w:rsid w:val="00DF2EE5"/>
    <w:rsid w:val="00DF3014"/>
    <w:rsid w:val="00DF3030"/>
    <w:rsid w:val="00DF330C"/>
    <w:rsid w:val="00DF3593"/>
    <w:rsid w:val="00DF360B"/>
    <w:rsid w:val="00DF3A20"/>
    <w:rsid w:val="00DF3A4B"/>
    <w:rsid w:val="00DF3B9B"/>
    <w:rsid w:val="00DF3C1C"/>
    <w:rsid w:val="00DF3D9F"/>
    <w:rsid w:val="00DF3F89"/>
    <w:rsid w:val="00DF426B"/>
    <w:rsid w:val="00DF45AC"/>
    <w:rsid w:val="00DF45F5"/>
    <w:rsid w:val="00DF46C1"/>
    <w:rsid w:val="00DF480F"/>
    <w:rsid w:val="00DF48A5"/>
    <w:rsid w:val="00DF48B8"/>
    <w:rsid w:val="00DF49F4"/>
    <w:rsid w:val="00DF4A3F"/>
    <w:rsid w:val="00DF4BC5"/>
    <w:rsid w:val="00DF4F42"/>
    <w:rsid w:val="00DF5136"/>
    <w:rsid w:val="00DF517B"/>
    <w:rsid w:val="00DF5311"/>
    <w:rsid w:val="00DF5338"/>
    <w:rsid w:val="00DF5397"/>
    <w:rsid w:val="00DF5463"/>
    <w:rsid w:val="00DF5477"/>
    <w:rsid w:val="00DF547C"/>
    <w:rsid w:val="00DF572B"/>
    <w:rsid w:val="00DF5743"/>
    <w:rsid w:val="00DF5890"/>
    <w:rsid w:val="00DF5F02"/>
    <w:rsid w:val="00DF620A"/>
    <w:rsid w:val="00DF644A"/>
    <w:rsid w:val="00DF652F"/>
    <w:rsid w:val="00DF6546"/>
    <w:rsid w:val="00DF663B"/>
    <w:rsid w:val="00DF6AB6"/>
    <w:rsid w:val="00DF6B0A"/>
    <w:rsid w:val="00DF6C8B"/>
    <w:rsid w:val="00DF6CBD"/>
    <w:rsid w:val="00DF6DB4"/>
    <w:rsid w:val="00DF6E86"/>
    <w:rsid w:val="00DF7070"/>
    <w:rsid w:val="00DF73EA"/>
    <w:rsid w:val="00DF7453"/>
    <w:rsid w:val="00DF7501"/>
    <w:rsid w:val="00DF7546"/>
    <w:rsid w:val="00DF7829"/>
    <w:rsid w:val="00DF7840"/>
    <w:rsid w:val="00DF788D"/>
    <w:rsid w:val="00DF7A5B"/>
    <w:rsid w:val="00DF7B44"/>
    <w:rsid w:val="00DF7DEB"/>
    <w:rsid w:val="00DF7E04"/>
    <w:rsid w:val="00DF7E85"/>
    <w:rsid w:val="00E001DD"/>
    <w:rsid w:val="00E002F6"/>
    <w:rsid w:val="00E00472"/>
    <w:rsid w:val="00E00619"/>
    <w:rsid w:val="00E008AC"/>
    <w:rsid w:val="00E00964"/>
    <w:rsid w:val="00E00BBA"/>
    <w:rsid w:val="00E00C93"/>
    <w:rsid w:val="00E00FC6"/>
    <w:rsid w:val="00E01248"/>
    <w:rsid w:val="00E01294"/>
    <w:rsid w:val="00E014A9"/>
    <w:rsid w:val="00E01A91"/>
    <w:rsid w:val="00E01ADD"/>
    <w:rsid w:val="00E021C3"/>
    <w:rsid w:val="00E02263"/>
    <w:rsid w:val="00E0243D"/>
    <w:rsid w:val="00E02533"/>
    <w:rsid w:val="00E025DD"/>
    <w:rsid w:val="00E02BC7"/>
    <w:rsid w:val="00E02C58"/>
    <w:rsid w:val="00E02CCB"/>
    <w:rsid w:val="00E02F73"/>
    <w:rsid w:val="00E031B9"/>
    <w:rsid w:val="00E03378"/>
    <w:rsid w:val="00E03409"/>
    <w:rsid w:val="00E03451"/>
    <w:rsid w:val="00E03697"/>
    <w:rsid w:val="00E03983"/>
    <w:rsid w:val="00E03A30"/>
    <w:rsid w:val="00E03B04"/>
    <w:rsid w:val="00E03C76"/>
    <w:rsid w:val="00E03D9C"/>
    <w:rsid w:val="00E03E9B"/>
    <w:rsid w:val="00E04106"/>
    <w:rsid w:val="00E04407"/>
    <w:rsid w:val="00E049F7"/>
    <w:rsid w:val="00E049FB"/>
    <w:rsid w:val="00E04BF2"/>
    <w:rsid w:val="00E04E7F"/>
    <w:rsid w:val="00E04F0A"/>
    <w:rsid w:val="00E052BE"/>
    <w:rsid w:val="00E05400"/>
    <w:rsid w:val="00E05889"/>
    <w:rsid w:val="00E0590C"/>
    <w:rsid w:val="00E05A12"/>
    <w:rsid w:val="00E05B6C"/>
    <w:rsid w:val="00E05BF8"/>
    <w:rsid w:val="00E05BFF"/>
    <w:rsid w:val="00E05C87"/>
    <w:rsid w:val="00E05CB4"/>
    <w:rsid w:val="00E05E92"/>
    <w:rsid w:val="00E05FBB"/>
    <w:rsid w:val="00E05FBE"/>
    <w:rsid w:val="00E060C7"/>
    <w:rsid w:val="00E06222"/>
    <w:rsid w:val="00E0625D"/>
    <w:rsid w:val="00E06AC7"/>
    <w:rsid w:val="00E06B3E"/>
    <w:rsid w:val="00E06C56"/>
    <w:rsid w:val="00E06D4E"/>
    <w:rsid w:val="00E06EBD"/>
    <w:rsid w:val="00E06F57"/>
    <w:rsid w:val="00E06FD6"/>
    <w:rsid w:val="00E07229"/>
    <w:rsid w:val="00E07377"/>
    <w:rsid w:val="00E07509"/>
    <w:rsid w:val="00E07567"/>
    <w:rsid w:val="00E0763A"/>
    <w:rsid w:val="00E0789A"/>
    <w:rsid w:val="00E07A4D"/>
    <w:rsid w:val="00E07AA1"/>
    <w:rsid w:val="00E07AAD"/>
    <w:rsid w:val="00E07B22"/>
    <w:rsid w:val="00E07BEA"/>
    <w:rsid w:val="00E07C0E"/>
    <w:rsid w:val="00E1018C"/>
    <w:rsid w:val="00E1025D"/>
    <w:rsid w:val="00E10376"/>
    <w:rsid w:val="00E104CD"/>
    <w:rsid w:val="00E106DB"/>
    <w:rsid w:val="00E10ABD"/>
    <w:rsid w:val="00E10E11"/>
    <w:rsid w:val="00E10EED"/>
    <w:rsid w:val="00E10F03"/>
    <w:rsid w:val="00E11063"/>
    <w:rsid w:val="00E11425"/>
    <w:rsid w:val="00E114AB"/>
    <w:rsid w:val="00E11672"/>
    <w:rsid w:val="00E11783"/>
    <w:rsid w:val="00E11860"/>
    <w:rsid w:val="00E11872"/>
    <w:rsid w:val="00E11990"/>
    <w:rsid w:val="00E11A37"/>
    <w:rsid w:val="00E11B42"/>
    <w:rsid w:val="00E11DE4"/>
    <w:rsid w:val="00E11DF2"/>
    <w:rsid w:val="00E11EC4"/>
    <w:rsid w:val="00E11F4C"/>
    <w:rsid w:val="00E121ED"/>
    <w:rsid w:val="00E122EB"/>
    <w:rsid w:val="00E12317"/>
    <w:rsid w:val="00E12571"/>
    <w:rsid w:val="00E12A39"/>
    <w:rsid w:val="00E12B22"/>
    <w:rsid w:val="00E12FD2"/>
    <w:rsid w:val="00E130AD"/>
    <w:rsid w:val="00E132BB"/>
    <w:rsid w:val="00E133C7"/>
    <w:rsid w:val="00E133F8"/>
    <w:rsid w:val="00E136BA"/>
    <w:rsid w:val="00E13A83"/>
    <w:rsid w:val="00E13CAC"/>
    <w:rsid w:val="00E13CFD"/>
    <w:rsid w:val="00E13D8A"/>
    <w:rsid w:val="00E13D9E"/>
    <w:rsid w:val="00E13EC2"/>
    <w:rsid w:val="00E1406C"/>
    <w:rsid w:val="00E1413B"/>
    <w:rsid w:val="00E14400"/>
    <w:rsid w:val="00E144C9"/>
    <w:rsid w:val="00E145AD"/>
    <w:rsid w:val="00E148F0"/>
    <w:rsid w:val="00E149A4"/>
    <w:rsid w:val="00E14A86"/>
    <w:rsid w:val="00E14ABE"/>
    <w:rsid w:val="00E14D17"/>
    <w:rsid w:val="00E14D83"/>
    <w:rsid w:val="00E14D95"/>
    <w:rsid w:val="00E14DF8"/>
    <w:rsid w:val="00E14E36"/>
    <w:rsid w:val="00E14EA7"/>
    <w:rsid w:val="00E14F1E"/>
    <w:rsid w:val="00E14F57"/>
    <w:rsid w:val="00E14F76"/>
    <w:rsid w:val="00E14FD4"/>
    <w:rsid w:val="00E1523C"/>
    <w:rsid w:val="00E1526B"/>
    <w:rsid w:val="00E15335"/>
    <w:rsid w:val="00E153B4"/>
    <w:rsid w:val="00E155B3"/>
    <w:rsid w:val="00E1563B"/>
    <w:rsid w:val="00E15779"/>
    <w:rsid w:val="00E157C8"/>
    <w:rsid w:val="00E158D5"/>
    <w:rsid w:val="00E159CF"/>
    <w:rsid w:val="00E15A2F"/>
    <w:rsid w:val="00E15B8D"/>
    <w:rsid w:val="00E15BC4"/>
    <w:rsid w:val="00E15DB5"/>
    <w:rsid w:val="00E15DFD"/>
    <w:rsid w:val="00E15E01"/>
    <w:rsid w:val="00E15E41"/>
    <w:rsid w:val="00E15EDE"/>
    <w:rsid w:val="00E16045"/>
    <w:rsid w:val="00E160A8"/>
    <w:rsid w:val="00E161A9"/>
    <w:rsid w:val="00E164AD"/>
    <w:rsid w:val="00E16503"/>
    <w:rsid w:val="00E168BD"/>
    <w:rsid w:val="00E168EA"/>
    <w:rsid w:val="00E168EF"/>
    <w:rsid w:val="00E169D0"/>
    <w:rsid w:val="00E16A63"/>
    <w:rsid w:val="00E16ABF"/>
    <w:rsid w:val="00E16B79"/>
    <w:rsid w:val="00E16CF1"/>
    <w:rsid w:val="00E16E71"/>
    <w:rsid w:val="00E16EC6"/>
    <w:rsid w:val="00E171A7"/>
    <w:rsid w:val="00E17221"/>
    <w:rsid w:val="00E17452"/>
    <w:rsid w:val="00E17511"/>
    <w:rsid w:val="00E1751B"/>
    <w:rsid w:val="00E175CA"/>
    <w:rsid w:val="00E175CF"/>
    <w:rsid w:val="00E17661"/>
    <w:rsid w:val="00E17A0E"/>
    <w:rsid w:val="00E17A47"/>
    <w:rsid w:val="00E17D48"/>
    <w:rsid w:val="00E17E30"/>
    <w:rsid w:val="00E17F67"/>
    <w:rsid w:val="00E20127"/>
    <w:rsid w:val="00E20206"/>
    <w:rsid w:val="00E204BE"/>
    <w:rsid w:val="00E20A79"/>
    <w:rsid w:val="00E20C41"/>
    <w:rsid w:val="00E20D11"/>
    <w:rsid w:val="00E20D35"/>
    <w:rsid w:val="00E213CB"/>
    <w:rsid w:val="00E213F1"/>
    <w:rsid w:val="00E21668"/>
    <w:rsid w:val="00E21869"/>
    <w:rsid w:val="00E219C7"/>
    <w:rsid w:val="00E21DDF"/>
    <w:rsid w:val="00E21E2C"/>
    <w:rsid w:val="00E21E61"/>
    <w:rsid w:val="00E21E6B"/>
    <w:rsid w:val="00E21EB8"/>
    <w:rsid w:val="00E21F0A"/>
    <w:rsid w:val="00E21FA5"/>
    <w:rsid w:val="00E22004"/>
    <w:rsid w:val="00E22073"/>
    <w:rsid w:val="00E2236F"/>
    <w:rsid w:val="00E225F0"/>
    <w:rsid w:val="00E22601"/>
    <w:rsid w:val="00E22630"/>
    <w:rsid w:val="00E227F4"/>
    <w:rsid w:val="00E22942"/>
    <w:rsid w:val="00E22A39"/>
    <w:rsid w:val="00E22BA4"/>
    <w:rsid w:val="00E22C07"/>
    <w:rsid w:val="00E22CBC"/>
    <w:rsid w:val="00E22D42"/>
    <w:rsid w:val="00E2305D"/>
    <w:rsid w:val="00E232C2"/>
    <w:rsid w:val="00E23328"/>
    <w:rsid w:val="00E2349A"/>
    <w:rsid w:val="00E23845"/>
    <w:rsid w:val="00E238AE"/>
    <w:rsid w:val="00E23AA3"/>
    <w:rsid w:val="00E23B71"/>
    <w:rsid w:val="00E23FBA"/>
    <w:rsid w:val="00E2404B"/>
    <w:rsid w:val="00E24062"/>
    <w:rsid w:val="00E241CF"/>
    <w:rsid w:val="00E2430C"/>
    <w:rsid w:val="00E24429"/>
    <w:rsid w:val="00E245CC"/>
    <w:rsid w:val="00E245DC"/>
    <w:rsid w:val="00E246AD"/>
    <w:rsid w:val="00E246EF"/>
    <w:rsid w:val="00E24771"/>
    <w:rsid w:val="00E24829"/>
    <w:rsid w:val="00E24AB0"/>
    <w:rsid w:val="00E24B87"/>
    <w:rsid w:val="00E24D6E"/>
    <w:rsid w:val="00E24F4F"/>
    <w:rsid w:val="00E25156"/>
    <w:rsid w:val="00E251E2"/>
    <w:rsid w:val="00E2526C"/>
    <w:rsid w:val="00E253BB"/>
    <w:rsid w:val="00E258B9"/>
    <w:rsid w:val="00E25995"/>
    <w:rsid w:val="00E25D71"/>
    <w:rsid w:val="00E25E47"/>
    <w:rsid w:val="00E25EF9"/>
    <w:rsid w:val="00E2616E"/>
    <w:rsid w:val="00E26541"/>
    <w:rsid w:val="00E2654A"/>
    <w:rsid w:val="00E26694"/>
    <w:rsid w:val="00E26770"/>
    <w:rsid w:val="00E267CB"/>
    <w:rsid w:val="00E268B6"/>
    <w:rsid w:val="00E26988"/>
    <w:rsid w:val="00E26E14"/>
    <w:rsid w:val="00E271B6"/>
    <w:rsid w:val="00E27346"/>
    <w:rsid w:val="00E27489"/>
    <w:rsid w:val="00E274B5"/>
    <w:rsid w:val="00E27655"/>
    <w:rsid w:val="00E27743"/>
    <w:rsid w:val="00E278DB"/>
    <w:rsid w:val="00E27A3A"/>
    <w:rsid w:val="00E27B33"/>
    <w:rsid w:val="00E27C81"/>
    <w:rsid w:val="00E27C98"/>
    <w:rsid w:val="00E27CF8"/>
    <w:rsid w:val="00E27D29"/>
    <w:rsid w:val="00E27DAB"/>
    <w:rsid w:val="00E27F78"/>
    <w:rsid w:val="00E300C9"/>
    <w:rsid w:val="00E302E5"/>
    <w:rsid w:val="00E30370"/>
    <w:rsid w:val="00E30383"/>
    <w:rsid w:val="00E303B7"/>
    <w:rsid w:val="00E303CA"/>
    <w:rsid w:val="00E3055B"/>
    <w:rsid w:val="00E305C9"/>
    <w:rsid w:val="00E305DB"/>
    <w:rsid w:val="00E30751"/>
    <w:rsid w:val="00E3097A"/>
    <w:rsid w:val="00E309B5"/>
    <w:rsid w:val="00E30A10"/>
    <w:rsid w:val="00E30A33"/>
    <w:rsid w:val="00E30D08"/>
    <w:rsid w:val="00E30D35"/>
    <w:rsid w:val="00E30DBA"/>
    <w:rsid w:val="00E30DBD"/>
    <w:rsid w:val="00E31000"/>
    <w:rsid w:val="00E3102E"/>
    <w:rsid w:val="00E312C5"/>
    <w:rsid w:val="00E31540"/>
    <w:rsid w:val="00E3157E"/>
    <w:rsid w:val="00E3157F"/>
    <w:rsid w:val="00E317BA"/>
    <w:rsid w:val="00E318E0"/>
    <w:rsid w:val="00E31AB0"/>
    <w:rsid w:val="00E31BC1"/>
    <w:rsid w:val="00E31E89"/>
    <w:rsid w:val="00E31F0B"/>
    <w:rsid w:val="00E3206B"/>
    <w:rsid w:val="00E32078"/>
    <w:rsid w:val="00E3215A"/>
    <w:rsid w:val="00E32242"/>
    <w:rsid w:val="00E3235D"/>
    <w:rsid w:val="00E32391"/>
    <w:rsid w:val="00E323FE"/>
    <w:rsid w:val="00E32463"/>
    <w:rsid w:val="00E32480"/>
    <w:rsid w:val="00E324BE"/>
    <w:rsid w:val="00E32525"/>
    <w:rsid w:val="00E325DC"/>
    <w:rsid w:val="00E326E4"/>
    <w:rsid w:val="00E3276A"/>
    <w:rsid w:val="00E32872"/>
    <w:rsid w:val="00E32889"/>
    <w:rsid w:val="00E32A1A"/>
    <w:rsid w:val="00E32AFA"/>
    <w:rsid w:val="00E32B2E"/>
    <w:rsid w:val="00E32BB0"/>
    <w:rsid w:val="00E32DD8"/>
    <w:rsid w:val="00E32E19"/>
    <w:rsid w:val="00E32E54"/>
    <w:rsid w:val="00E32E9A"/>
    <w:rsid w:val="00E32F6E"/>
    <w:rsid w:val="00E331B9"/>
    <w:rsid w:val="00E3333B"/>
    <w:rsid w:val="00E3335A"/>
    <w:rsid w:val="00E3355F"/>
    <w:rsid w:val="00E338D1"/>
    <w:rsid w:val="00E33958"/>
    <w:rsid w:val="00E33996"/>
    <w:rsid w:val="00E33CC2"/>
    <w:rsid w:val="00E33DE3"/>
    <w:rsid w:val="00E344BC"/>
    <w:rsid w:val="00E34795"/>
    <w:rsid w:val="00E347B4"/>
    <w:rsid w:val="00E34944"/>
    <w:rsid w:val="00E34B2C"/>
    <w:rsid w:val="00E34B4C"/>
    <w:rsid w:val="00E34C65"/>
    <w:rsid w:val="00E34D03"/>
    <w:rsid w:val="00E35065"/>
    <w:rsid w:val="00E351D7"/>
    <w:rsid w:val="00E3539F"/>
    <w:rsid w:val="00E35460"/>
    <w:rsid w:val="00E35602"/>
    <w:rsid w:val="00E35653"/>
    <w:rsid w:val="00E357DF"/>
    <w:rsid w:val="00E35906"/>
    <w:rsid w:val="00E359A3"/>
    <w:rsid w:val="00E359E9"/>
    <w:rsid w:val="00E35C77"/>
    <w:rsid w:val="00E360C3"/>
    <w:rsid w:val="00E360FF"/>
    <w:rsid w:val="00E36180"/>
    <w:rsid w:val="00E363BE"/>
    <w:rsid w:val="00E364BB"/>
    <w:rsid w:val="00E365E1"/>
    <w:rsid w:val="00E3669B"/>
    <w:rsid w:val="00E36A3E"/>
    <w:rsid w:val="00E36B2B"/>
    <w:rsid w:val="00E36C53"/>
    <w:rsid w:val="00E36DF9"/>
    <w:rsid w:val="00E3701E"/>
    <w:rsid w:val="00E37081"/>
    <w:rsid w:val="00E37181"/>
    <w:rsid w:val="00E374F5"/>
    <w:rsid w:val="00E375E6"/>
    <w:rsid w:val="00E37610"/>
    <w:rsid w:val="00E37733"/>
    <w:rsid w:val="00E37851"/>
    <w:rsid w:val="00E37AEB"/>
    <w:rsid w:val="00E37F60"/>
    <w:rsid w:val="00E40001"/>
    <w:rsid w:val="00E40355"/>
    <w:rsid w:val="00E404C4"/>
    <w:rsid w:val="00E404D7"/>
    <w:rsid w:val="00E4057E"/>
    <w:rsid w:val="00E405CC"/>
    <w:rsid w:val="00E406B4"/>
    <w:rsid w:val="00E40745"/>
    <w:rsid w:val="00E408D0"/>
    <w:rsid w:val="00E4090B"/>
    <w:rsid w:val="00E409A0"/>
    <w:rsid w:val="00E40F5C"/>
    <w:rsid w:val="00E41616"/>
    <w:rsid w:val="00E41756"/>
    <w:rsid w:val="00E41802"/>
    <w:rsid w:val="00E4190A"/>
    <w:rsid w:val="00E41A7D"/>
    <w:rsid w:val="00E41C16"/>
    <w:rsid w:val="00E41CCC"/>
    <w:rsid w:val="00E41D9B"/>
    <w:rsid w:val="00E41DF6"/>
    <w:rsid w:val="00E41E1D"/>
    <w:rsid w:val="00E41E58"/>
    <w:rsid w:val="00E41EA6"/>
    <w:rsid w:val="00E41FC0"/>
    <w:rsid w:val="00E41FD7"/>
    <w:rsid w:val="00E4201F"/>
    <w:rsid w:val="00E4210B"/>
    <w:rsid w:val="00E4212C"/>
    <w:rsid w:val="00E42283"/>
    <w:rsid w:val="00E424D8"/>
    <w:rsid w:val="00E42701"/>
    <w:rsid w:val="00E4279B"/>
    <w:rsid w:val="00E428F6"/>
    <w:rsid w:val="00E4298A"/>
    <w:rsid w:val="00E429B9"/>
    <w:rsid w:val="00E42A02"/>
    <w:rsid w:val="00E42A94"/>
    <w:rsid w:val="00E42C33"/>
    <w:rsid w:val="00E42C3E"/>
    <w:rsid w:val="00E43247"/>
    <w:rsid w:val="00E43705"/>
    <w:rsid w:val="00E439EE"/>
    <w:rsid w:val="00E43A3F"/>
    <w:rsid w:val="00E43A5A"/>
    <w:rsid w:val="00E43C20"/>
    <w:rsid w:val="00E43D54"/>
    <w:rsid w:val="00E440B9"/>
    <w:rsid w:val="00E44115"/>
    <w:rsid w:val="00E44138"/>
    <w:rsid w:val="00E441A3"/>
    <w:rsid w:val="00E4421E"/>
    <w:rsid w:val="00E44248"/>
    <w:rsid w:val="00E44342"/>
    <w:rsid w:val="00E449D0"/>
    <w:rsid w:val="00E44B4D"/>
    <w:rsid w:val="00E44D37"/>
    <w:rsid w:val="00E44DB7"/>
    <w:rsid w:val="00E44DE2"/>
    <w:rsid w:val="00E4509A"/>
    <w:rsid w:val="00E45101"/>
    <w:rsid w:val="00E45272"/>
    <w:rsid w:val="00E45404"/>
    <w:rsid w:val="00E455F2"/>
    <w:rsid w:val="00E459D3"/>
    <w:rsid w:val="00E45B90"/>
    <w:rsid w:val="00E45C48"/>
    <w:rsid w:val="00E45D98"/>
    <w:rsid w:val="00E45DF8"/>
    <w:rsid w:val="00E45DF9"/>
    <w:rsid w:val="00E4615E"/>
    <w:rsid w:val="00E462DF"/>
    <w:rsid w:val="00E46307"/>
    <w:rsid w:val="00E4630D"/>
    <w:rsid w:val="00E464DB"/>
    <w:rsid w:val="00E465E1"/>
    <w:rsid w:val="00E4665E"/>
    <w:rsid w:val="00E46977"/>
    <w:rsid w:val="00E46A69"/>
    <w:rsid w:val="00E46CDE"/>
    <w:rsid w:val="00E46E92"/>
    <w:rsid w:val="00E46FDB"/>
    <w:rsid w:val="00E470F5"/>
    <w:rsid w:val="00E47118"/>
    <w:rsid w:val="00E4722E"/>
    <w:rsid w:val="00E47301"/>
    <w:rsid w:val="00E47437"/>
    <w:rsid w:val="00E4757D"/>
    <w:rsid w:val="00E47673"/>
    <w:rsid w:val="00E47AD0"/>
    <w:rsid w:val="00E47BC1"/>
    <w:rsid w:val="00E47C2B"/>
    <w:rsid w:val="00E47D0A"/>
    <w:rsid w:val="00E47D53"/>
    <w:rsid w:val="00E47D91"/>
    <w:rsid w:val="00E50393"/>
    <w:rsid w:val="00E5040F"/>
    <w:rsid w:val="00E505D7"/>
    <w:rsid w:val="00E5073A"/>
    <w:rsid w:val="00E507EE"/>
    <w:rsid w:val="00E5080E"/>
    <w:rsid w:val="00E5081A"/>
    <w:rsid w:val="00E50832"/>
    <w:rsid w:val="00E509CC"/>
    <w:rsid w:val="00E509D5"/>
    <w:rsid w:val="00E50A34"/>
    <w:rsid w:val="00E50ADB"/>
    <w:rsid w:val="00E50C2B"/>
    <w:rsid w:val="00E50D41"/>
    <w:rsid w:val="00E50E37"/>
    <w:rsid w:val="00E50EE1"/>
    <w:rsid w:val="00E50F27"/>
    <w:rsid w:val="00E5124A"/>
    <w:rsid w:val="00E512F3"/>
    <w:rsid w:val="00E51395"/>
    <w:rsid w:val="00E5146C"/>
    <w:rsid w:val="00E514FE"/>
    <w:rsid w:val="00E5156E"/>
    <w:rsid w:val="00E515BA"/>
    <w:rsid w:val="00E517B9"/>
    <w:rsid w:val="00E51871"/>
    <w:rsid w:val="00E518DB"/>
    <w:rsid w:val="00E51BAE"/>
    <w:rsid w:val="00E51D71"/>
    <w:rsid w:val="00E51F89"/>
    <w:rsid w:val="00E521FB"/>
    <w:rsid w:val="00E5241C"/>
    <w:rsid w:val="00E524B8"/>
    <w:rsid w:val="00E527CC"/>
    <w:rsid w:val="00E5287E"/>
    <w:rsid w:val="00E52972"/>
    <w:rsid w:val="00E52B00"/>
    <w:rsid w:val="00E52C0E"/>
    <w:rsid w:val="00E52CCB"/>
    <w:rsid w:val="00E52D9B"/>
    <w:rsid w:val="00E52FCA"/>
    <w:rsid w:val="00E53144"/>
    <w:rsid w:val="00E53265"/>
    <w:rsid w:val="00E53302"/>
    <w:rsid w:val="00E5334C"/>
    <w:rsid w:val="00E534D4"/>
    <w:rsid w:val="00E5359A"/>
    <w:rsid w:val="00E53618"/>
    <w:rsid w:val="00E538AF"/>
    <w:rsid w:val="00E53A8D"/>
    <w:rsid w:val="00E53CA4"/>
    <w:rsid w:val="00E541DA"/>
    <w:rsid w:val="00E5421A"/>
    <w:rsid w:val="00E54513"/>
    <w:rsid w:val="00E54821"/>
    <w:rsid w:val="00E54D2E"/>
    <w:rsid w:val="00E54E8B"/>
    <w:rsid w:val="00E54F6A"/>
    <w:rsid w:val="00E54F83"/>
    <w:rsid w:val="00E551C9"/>
    <w:rsid w:val="00E55266"/>
    <w:rsid w:val="00E552CD"/>
    <w:rsid w:val="00E553A6"/>
    <w:rsid w:val="00E553CF"/>
    <w:rsid w:val="00E55AA6"/>
    <w:rsid w:val="00E55B81"/>
    <w:rsid w:val="00E55EB2"/>
    <w:rsid w:val="00E56096"/>
    <w:rsid w:val="00E562D6"/>
    <w:rsid w:val="00E5647E"/>
    <w:rsid w:val="00E564B1"/>
    <w:rsid w:val="00E56507"/>
    <w:rsid w:val="00E566E2"/>
    <w:rsid w:val="00E56B45"/>
    <w:rsid w:val="00E56D80"/>
    <w:rsid w:val="00E57009"/>
    <w:rsid w:val="00E572D2"/>
    <w:rsid w:val="00E572F5"/>
    <w:rsid w:val="00E573D8"/>
    <w:rsid w:val="00E57585"/>
    <w:rsid w:val="00E575DC"/>
    <w:rsid w:val="00E5785E"/>
    <w:rsid w:val="00E57A34"/>
    <w:rsid w:val="00E57A4E"/>
    <w:rsid w:val="00E57CBF"/>
    <w:rsid w:val="00E57DA2"/>
    <w:rsid w:val="00E57E2B"/>
    <w:rsid w:val="00E57F21"/>
    <w:rsid w:val="00E601B0"/>
    <w:rsid w:val="00E6036E"/>
    <w:rsid w:val="00E6038D"/>
    <w:rsid w:val="00E60410"/>
    <w:rsid w:val="00E60632"/>
    <w:rsid w:val="00E6065A"/>
    <w:rsid w:val="00E60662"/>
    <w:rsid w:val="00E606B4"/>
    <w:rsid w:val="00E60998"/>
    <w:rsid w:val="00E60ADF"/>
    <w:rsid w:val="00E60CFE"/>
    <w:rsid w:val="00E60E4A"/>
    <w:rsid w:val="00E6100C"/>
    <w:rsid w:val="00E61076"/>
    <w:rsid w:val="00E61088"/>
    <w:rsid w:val="00E612BC"/>
    <w:rsid w:val="00E612DF"/>
    <w:rsid w:val="00E61477"/>
    <w:rsid w:val="00E61484"/>
    <w:rsid w:val="00E61572"/>
    <w:rsid w:val="00E616EE"/>
    <w:rsid w:val="00E61719"/>
    <w:rsid w:val="00E6175F"/>
    <w:rsid w:val="00E61777"/>
    <w:rsid w:val="00E61868"/>
    <w:rsid w:val="00E618E4"/>
    <w:rsid w:val="00E61D34"/>
    <w:rsid w:val="00E61E38"/>
    <w:rsid w:val="00E61E89"/>
    <w:rsid w:val="00E61EC1"/>
    <w:rsid w:val="00E61F82"/>
    <w:rsid w:val="00E620AA"/>
    <w:rsid w:val="00E620F1"/>
    <w:rsid w:val="00E6228A"/>
    <w:rsid w:val="00E62417"/>
    <w:rsid w:val="00E624A6"/>
    <w:rsid w:val="00E628B5"/>
    <w:rsid w:val="00E62956"/>
    <w:rsid w:val="00E62AA3"/>
    <w:rsid w:val="00E62CA7"/>
    <w:rsid w:val="00E62DA2"/>
    <w:rsid w:val="00E62F47"/>
    <w:rsid w:val="00E6344C"/>
    <w:rsid w:val="00E634B4"/>
    <w:rsid w:val="00E63529"/>
    <w:rsid w:val="00E63690"/>
    <w:rsid w:val="00E636EC"/>
    <w:rsid w:val="00E63CBB"/>
    <w:rsid w:val="00E63D5B"/>
    <w:rsid w:val="00E63E7C"/>
    <w:rsid w:val="00E63E7F"/>
    <w:rsid w:val="00E640CC"/>
    <w:rsid w:val="00E6415C"/>
    <w:rsid w:val="00E643E9"/>
    <w:rsid w:val="00E64401"/>
    <w:rsid w:val="00E64432"/>
    <w:rsid w:val="00E64436"/>
    <w:rsid w:val="00E6443C"/>
    <w:rsid w:val="00E644E0"/>
    <w:rsid w:val="00E64674"/>
    <w:rsid w:val="00E64699"/>
    <w:rsid w:val="00E6480C"/>
    <w:rsid w:val="00E64843"/>
    <w:rsid w:val="00E6488B"/>
    <w:rsid w:val="00E64FA8"/>
    <w:rsid w:val="00E64FD6"/>
    <w:rsid w:val="00E652C0"/>
    <w:rsid w:val="00E65522"/>
    <w:rsid w:val="00E65713"/>
    <w:rsid w:val="00E65767"/>
    <w:rsid w:val="00E6577D"/>
    <w:rsid w:val="00E65824"/>
    <w:rsid w:val="00E6592C"/>
    <w:rsid w:val="00E659C0"/>
    <w:rsid w:val="00E65A7B"/>
    <w:rsid w:val="00E65B1C"/>
    <w:rsid w:val="00E65D46"/>
    <w:rsid w:val="00E65DB0"/>
    <w:rsid w:val="00E660E6"/>
    <w:rsid w:val="00E662D2"/>
    <w:rsid w:val="00E66583"/>
    <w:rsid w:val="00E665D0"/>
    <w:rsid w:val="00E665FC"/>
    <w:rsid w:val="00E667CB"/>
    <w:rsid w:val="00E66858"/>
    <w:rsid w:val="00E668D4"/>
    <w:rsid w:val="00E66A8C"/>
    <w:rsid w:val="00E66B7F"/>
    <w:rsid w:val="00E66C16"/>
    <w:rsid w:val="00E6708D"/>
    <w:rsid w:val="00E67139"/>
    <w:rsid w:val="00E671C0"/>
    <w:rsid w:val="00E6721B"/>
    <w:rsid w:val="00E67354"/>
    <w:rsid w:val="00E67472"/>
    <w:rsid w:val="00E6760A"/>
    <w:rsid w:val="00E67786"/>
    <w:rsid w:val="00E677EF"/>
    <w:rsid w:val="00E67953"/>
    <w:rsid w:val="00E67AB2"/>
    <w:rsid w:val="00E7021D"/>
    <w:rsid w:val="00E7026A"/>
    <w:rsid w:val="00E7038D"/>
    <w:rsid w:val="00E703E9"/>
    <w:rsid w:val="00E70584"/>
    <w:rsid w:val="00E70748"/>
    <w:rsid w:val="00E70907"/>
    <w:rsid w:val="00E70954"/>
    <w:rsid w:val="00E709C3"/>
    <w:rsid w:val="00E70A0F"/>
    <w:rsid w:val="00E70D62"/>
    <w:rsid w:val="00E71035"/>
    <w:rsid w:val="00E7111F"/>
    <w:rsid w:val="00E71190"/>
    <w:rsid w:val="00E711B1"/>
    <w:rsid w:val="00E711BF"/>
    <w:rsid w:val="00E716A1"/>
    <w:rsid w:val="00E716B8"/>
    <w:rsid w:val="00E71850"/>
    <w:rsid w:val="00E719EE"/>
    <w:rsid w:val="00E71B67"/>
    <w:rsid w:val="00E71B72"/>
    <w:rsid w:val="00E71B85"/>
    <w:rsid w:val="00E71DCF"/>
    <w:rsid w:val="00E721C4"/>
    <w:rsid w:val="00E7222C"/>
    <w:rsid w:val="00E72299"/>
    <w:rsid w:val="00E723DA"/>
    <w:rsid w:val="00E723F8"/>
    <w:rsid w:val="00E72474"/>
    <w:rsid w:val="00E72574"/>
    <w:rsid w:val="00E726FD"/>
    <w:rsid w:val="00E72729"/>
    <w:rsid w:val="00E727A2"/>
    <w:rsid w:val="00E72A4B"/>
    <w:rsid w:val="00E72AAC"/>
    <w:rsid w:val="00E72AEC"/>
    <w:rsid w:val="00E72B43"/>
    <w:rsid w:val="00E72B85"/>
    <w:rsid w:val="00E72D9C"/>
    <w:rsid w:val="00E72E85"/>
    <w:rsid w:val="00E72FED"/>
    <w:rsid w:val="00E73091"/>
    <w:rsid w:val="00E731BB"/>
    <w:rsid w:val="00E7330C"/>
    <w:rsid w:val="00E734BF"/>
    <w:rsid w:val="00E73641"/>
    <w:rsid w:val="00E73819"/>
    <w:rsid w:val="00E73840"/>
    <w:rsid w:val="00E738E8"/>
    <w:rsid w:val="00E73C13"/>
    <w:rsid w:val="00E73C75"/>
    <w:rsid w:val="00E73E21"/>
    <w:rsid w:val="00E74036"/>
    <w:rsid w:val="00E74349"/>
    <w:rsid w:val="00E745B4"/>
    <w:rsid w:val="00E74862"/>
    <w:rsid w:val="00E74880"/>
    <w:rsid w:val="00E749D0"/>
    <w:rsid w:val="00E74C4F"/>
    <w:rsid w:val="00E74C98"/>
    <w:rsid w:val="00E74F69"/>
    <w:rsid w:val="00E74FCC"/>
    <w:rsid w:val="00E7506A"/>
    <w:rsid w:val="00E75287"/>
    <w:rsid w:val="00E75879"/>
    <w:rsid w:val="00E758BF"/>
    <w:rsid w:val="00E758E8"/>
    <w:rsid w:val="00E7597E"/>
    <w:rsid w:val="00E75C82"/>
    <w:rsid w:val="00E75D06"/>
    <w:rsid w:val="00E75E62"/>
    <w:rsid w:val="00E75F91"/>
    <w:rsid w:val="00E76108"/>
    <w:rsid w:val="00E763C8"/>
    <w:rsid w:val="00E763EA"/>
    <w:rsid w:val="00E765CC"/>
    <w:rsid w:val="00E76791"/>
    <w:rsid w:val="00E767E9"/>
    <w:rsid w:val="00E76883"/>
    <w:rsid w:val="00E76A0C"/>
    <w:rsid w:val="00E76A41"/>
    <w:rsid w:val="00E76AC2"/>
    <w:rsid w:val="00E76B79"/>
    <w:rsid w:val="00E76E1D"/>
    <w:rsid w:val="00E76E7B"/>
    <w:rsid w:val="00E7704C"/>
    <w:rsid w:val="00E77073"/>
    <w:rsid w:val="00E776A8"/>
    <w:rsid w:val="00E776BA"/>
    <w:rsid w:val="00E77722"/>
    <w:rsid w:val="00E77781"/>
    <w:rsid w:val="00E777FD"/>
    <w:rsid w:val="00E77965"/>
    <w:rsid w:val="00E77BCB"/>
    <w:rsid w:val="00E77D14"/>
    <w:rsid w:val="00E77FE0"/>
    <w:rsid w:val="00E804C2"/>
    <w:rsid w:val="00E80668"/>
    <w:rsid w:val="00E806AF"/>
    <w:rsid w:val="00E807A2"/>
    <w:rsid w:val="00E8086C"/>
    <w:rsid w:val="00E809EF"/>
    <w:rsid w:val="00E80C05"/>
    <w:rsid w:val="00E80C43"/>
    <w:rsid w:val="00E80C5A"/>
    <w:rsid w:val="00E80CEA"/>
    <w:rsid w:val="00E8113C"/>
    <w:rsid w:val="00E81166"/>
    <w:rsid w:val="00E811C1"/>
    <w:rsid w:val="00E81242"/>
    <w:rsid w:val="00E8125E"/>
    <w:rsid w:val="00E81298"/>
    <w:rsid w:val="00E81314"/>
    <w:rsid w:val="00E8133C"/>
    <w:rsid w:val="00E81349"/>
    <w:rsid w:val="00E814C6"/>
    <w:rsid w:val="00E8189D"/>
    <w:rsid w:val="00E818FC"/>
    <w:rsid w:val="00E81CB6"/>
    <w:rsid w:val="00E81CCC"/>
    <w:rsid w:val="00E81EFE"/>
    <w:rsid w:val="00E822BE"/>
    <w:rsid w:val="00E822F6"/>
    <w:rsid w:val="00E82311"/>
    <w:rsid w:val="00E826CC"/>
    <w:rsid w:val="00E8274E"/>
    <w:rsid w:val="00E827C1"/>
    <w:rsid w:val="00E82880"/>
    <w:rsid w:val="00E82994"/>
    <w:rsid w:val="00E82B52"/>
    <w:rsid w:val="00E82B7A"/>
    <w:rsid w:val="00E82B93"/>
    <w:rsid w:val="00E82C76"/>
    <w:rsid w:val="00E82CC9"/>
    <w:rsid w:val="00E82E44"/>
    <w:rsid w:val="00E82F03"/>
    <w:rsid w:val="00E82F34"/>
    <w:rsid w:val="00E82FDE"/>
    <w:rsid w:val="00E83161"/>
    <w:rsid w:val="00E8339F"/>
    <w:rsid w:val="00E833F4"/>
    <w:rsid w:val="00E83406"/>
    <w:rsid w:val="00E836EF"/>
    <w:rsid w:val="00E8376C"/>
    <w:rsid w:val="00E83778"/>
    <w:rsid w:val="00E837DB"/>
    <w:rsid w:val="00E838DC"/>
    <w:rsid w:val="00E83C23"/>
    <w:rsid w:val="00E83D62"/>
    <w:rsid w:val="00E83D75"/>
    <w:rsid w:val="00E83EA8"/>
    <w:rsid w:val="00E83F22"/>
    <w:rsid w:val="00E8404A"/>
    <w:rsid w:val="00E841CC"/>
    <w:rsid w:val="00E842BA"/>
    <w:rsid w:val="00E843B6"/>
    <w:rsid w:val="00E8456E"/>
    <w:rsid w:val="00E84875"/>
    <w:rsid w:val="00E8499E"/>
    <w:rsid w:val="00E84AB2"/>
    <w:rsid w:val="00E84AB7"/>
    <w:rsid w:val="00E84D29"/>
    <w:rsid w:val="00E84E2F"/>
    <w:rsid w:val="00E84E74"/>
    <w:rsid w:val="00E8510D"/>
    <w:rsid w:val="00E8524C"/>
    <w:rsid w:val="00E852A0"/>
    <w:rsid w:val="00E853DF"/>
    <w:rsid w:val="00E8552D"/>
    <w:rsid w:val="00E8575A"/>
    <w:rsid w:val="00E859A5"/>
    <w:rsid w:val="00E85D39"/>
    <w:rsid w:val="00E85F90"/>
    <w:rsid w:val="00E85FC8"/>
    <w:rsid w:val="00E86062"/>
    <w:rsid w:val="00E86289"/>
    <w:rsid w:val="00E863A4"/>
    <w:rsid w:val="00E8654A"/>
    <w:rsid w:val="00E86687"/>
    <w:rsid w:val="00E86762"/>
    <w:rsid w:val="00E86872"/>
    <w:rsid w:val="00E869CE"/>
    <w:rsid w:val="00E869F4"/>
    <w:rsid w:val="00E86A11"/>
    <w:rsid w:val="00E86A8C"/>
    <w:rsid w:val="00E86C65"/>
    <w:rsid w:val="00E86D5A"/>
    <w:rsid w:val="00E86E06"/>
    <w:rsid w:val="00E87013"/>
    <w:rsid w:val="00E871BD"/>
    <w:rsid w:val="00E87474"/>
    <w:rsid w:val="00E8748C"/>
    <w:rsid w:val="00E874F1"/>
    <w:rsid w:val="00E8754E"/>
    <w:rsid w:val="00E8760D"/>
    <w:rsid w:val="00E87659"/>
    <w:rsid w:val="00E8782E"/>
    <w:rsid w:val="00E878BA"/>
    <w:rsid w:val="00E87921"/>
    <w:rsid w:val="00E87ADC"/>
    <w:rsid w:val="00E87BDE"/>
    <w:rsid w:val="00E87DFB"/>
    <w:rsid w:val="00E90025"/>
    <w:rsid w:val="00E9017F"/>
    <w:rsid w:val="00E9029E"/>
    <w:rsid w:val="00E9029F"/>
    <w:rsid w:val="00E90485"/>
    <w:rsid w:val="00E90650"/>
    <w:rsid w:val="00E906FD"/>
    <w:rsid w:val="00E90752"/>
    <w:rsid w:val="00E907AE"/>
    <w:rsid w:val="00E90B57"/>
    <w:rsid w:val="00E90BE4"/>
    <w:rsid w:val="00E90CD3"/>
    <w:rsid w:val="00E90DF4"/>
    <w:rsid w:val="00E90E6E"/>
    <w:rsid w:val="00E90FA7"/>
    <w:rsid w:val="00E9134B"/>
    <w:rsid w:val="00E913C3"/>
    <w:rsid w:val="00E91437"/>
    <w:rsid w:val="00E914F4"/>
    <w:rsid w:val="00E91686"/>
    <w:rsid w:val="00E91756"/>
    <w:rsid w:val="00E917BB"/>
    <w:rsid w:val="00E917CB"/>
    <w:rsid w:val="00E9187D"/>
    <w:rsid w:val="00E91A68"/>
    <w:rsid w:val="00E91AE6"/>
    <w:rsid w:val="00E91B14"/>
    <w:rsid w:val="00E91E4A"/>
    <w:rsid w:val="00E921A0"/>
    <w:rsid w:val="00E922CF"/>
    <w:rsid w:val="00E9248A"/>
    <w:rsid w:val="00E92552"/>
    <w:rsid w:val="00E9262F"/>
    <w:rsid w:val="00E9276E"/>
    <w:rsid w:val="00E92772"/>
    <w:rsid w:val="00E92C55"/>
    <w:rsid w:val="00E92D06"/>
    <w:rsid w:val="00E92E29"/>
    <w:rsid w:val="00E92E3C"/>
    <w:rsid w:val="00E93241"/>
    <w:rsid w:val="00E93BCE"/>
    <w:rsid w:val="00E93F00"/>
    <w:rsid w:val="00E93F70"/>
    <w:rsid w:val="00E94105"/>
    <w:rsid w:val="00E9459A"/>
    <w:rsid w:val="00E948D4"/>
    <w:rsid w:val="00E94917"/>
    <w:rsid w:val="00E949CA"/>
    <w:rsid w:val="00E94C52"/>
    <w:rsid w:val="00E94D50"/>
    <w:rsid w:val="00E94ED4"/>
    <w:rsid w:val="00E95160"/>
    <w:rsid w:val="00E953B1"/>
    <w:rsid w:val="00E9545A"/>
    <w:rsid w:val="00E95526"/>
    <w:rsid w:val="00E95680"/>
    <w:rsid w:val="00E957C7"/>
    <w:rsid w:val="00E9583A"/>
    <w:rsid w:val="00E95A14"/>
    <w:rsid w:val="00E95A64"/>
    <w:rsid w:val="00E95A7E"/>
    <w:rsid w:val="00E95C02"/>
    <w:rsid w:val="00E95CD5"/>
    <w:rsid w:val="00E95DF0"/>
    <w:rsid w:val="00E95F4B"/>
    <w:rsid w:val="00E95FFD"/>
    <w:rsid w:val="00E96039"/>
    <w:rsid w:val="00E960FC"/>
    <w:rsid w:val="00E9630A"/>
    <w:rsid w:val="00E966E1"/>
    <w:rsid w:val="00E96718"/>
    <w:rsid w:val="00E96741"/>
    <w:rsid w:val="00E969A2"/>
    <w:rsid w:val="00E96AAB"/>
    <w:rsid w:val="00E96ABB"/>
    <w:rsid w:val="00E96B53"/>
    <w:rsid w:val="00E96BFD"/>
    <w:rsid w:val="00E96C01"/>
    <w:rsid w:val="00E96CB3"/>
    <w:rsid w:val="00E96D56"/>
    <w:rsid w:val="00E96F4E"/>
    <w:rsid w:val="00E97211"/>
    <w:rsid w:val="00E97219"/>
    <w:rsid w:val="00E9727D"/>
    <w:rsid w:val="00E97472"/>
    <w:rsid w:val="00E976C6"/>
    <w:rsid w:val="00E97777"/>
    <w:rsid w:val="00E977CB"/>
    <w:rsid w:val="00E97914"/>
    <w:rsid w:val="00E97934"/>
    <w:rsid w:val="00E97A3A"/>
    <w:rsid w:val="00E97DE7"/>
    <w:rsid w:val="00E97EAA"/>
    <w:rsid w:val="00E97EF0"/>
    <w:rsid w:val="00EA0117"/>
    <w:rsid w:val="00EA01E3"/>
    <w:rsid w:val="00EA02B0"/>
    <w:rsid w:val="00EA061F"/>
    <w:rsid w:val="00EA0672"/>
    <w:rsid w:val="00EA0860"/>
    <w:rsid w:val="00EA098B"/>
    <w:rsid w:val="00EA098D"/>
    <w:rsid w:val="00EA0B09"/>
    <w:rsid w:val="00EA0B42"/>
    <w:rsid w:val="00EA0B77"/>
    <w:rsid w:val="00EA1013"/>
    <w:rsid w:val="00EA1115"/>
    <w:rsid w:val="00EA114B"/>
    <w:rsid w:val="00EA1270"/>
    <w:rsid w:val="00EA12DB"/>
    <w:rsid w:val="00EA12EE"/>
    <w:rsid w:val="00EA1407"/>
    <w:rsid w:val="00EA158C"/>
    <w:rsid w:val="00EA17B2"/>
    <w:rsid w:val="00EA1A19"/>
    <w:rsid w:val="00EA1AC1"/>
    <w:rsid w:val="00EA1C09"/>
    <w:rsid w:val="00EA1D08"/>
    <w:rsid w:val="00EA1D39"/>
    <w:rsid w:val="00EA1DAA"/>
    <w:rsid w:val="00EA1E02"/>
    <w:rsid w:val="00EA20DE"/>
    <w:rsid w:val="00EA21D5"/>
    <w:rsid w:val="00EA222F"/>
    <w:rsid w:val="00EA248A"/>
    <w:rsid w:val="00EA24D2"/>
    <w:rsid w:val="00EA27D7"/>
    <w:rsid w:val="00EA2810"/>
    <w:rsid w:val="00EA2B62"/>
    <w:rsid w:val="00EA2CB3"/>
    <w:rsid w:val="00EA2E1A"/>
    <w:rsid w:val="00EA30FD"/>
    <w:rsid w:val="00EA3549"/>
    <w:rsid w:val="00EA3A92"/>
    <w:rsid w:val="00EA3BD4"/>
    <w:rsid w:val="00EA3DB3"/>
    <w:rsid w:val="00EA3E11"/>
    <w:rsid w:val="00EA3E69"/>
    <w:rsid w:val="00EA4133"/>
    <w:rsid w:val="00EA49B6"/>
    <w:rsid w:val="00EA4B38"/>
    <w:rsid w:val="00EA4BCF"/>
    <w:rsid w:val="00EA4F5F"/>
    <w:rsid w:val="00EA5046"/>
    <w:rsid w:val="00EA50A9"/>
    <w:rsid w:val="00EA5438"/>
    <w:rsid w:val="00EA5538"/>
    <w:rsid w:val="00EA588F"/>
    <w:rsid w:val="00EA5A7F"/>
    <w:rsid w:val="00EA5AFC"/>
    <w:rsid w:val="00EA5E17"/>
    <w:rsid w:val="00EA5E84"/>
    <w:rsid w:val="00EA617F"/>
    <w:rsid w:val="00EA6199"/>
    <w:rsid w:val="00EA61FA"/>
    <w:rsid w:val="00EA63D6"/>
    <w:rsid w:val="00EA64F4"/>
    <w:rsid w:val="00EA6626"/>
    <w:rsid w:val="00EA6992"/>
    <w:rsid w:val="00EA6CC3"/>
    <w:rsid w:val="00EA6E6D"/>
    <w:rsid w:val="00EA7017"/>
    <w:rsid w:val="00EA71B2"/>
    <w:rsid w:val="00EA7346"/>
    <w:rsid w:val="00EA7470"/>
    <w:rsid w:val="00EA74BA"/>
    <w:rsid w:val="00EA75C7"/>
    <w:rsid w:val="00EA7676"/>
    <w:rsid w:val="00EA7767"/>
    <w:rsid w:val="00EA7833"/>
    <w:rsid w:val="00EA7932"/>
    <w:rsid w:val="00EA795D"/>
    <w:rsid w:val="00EA79F4"/>
    <w:rsid w:val="00EA79F6"/>
    <w:rsid w:val="00EA7AFE"/>
    <w:rsid w:val="00EA7B7B"/>
    <w:rsid w:val="00EA7D47"/>
    <w:rsid w:val="00EA7D7C"/>
    <w:rsid w:val="00EA7FD8"/>
    <w:rsid w:val="00EB00CD"/>
    <w:rsid w:val="00EB02C0"/>
    <w:rsid w:val="00EB0306"/>
    <w:rsid w:val="00EB038C"/>
    <w:rsid w:val="00EB04A3"/>
    <w:rsid w:val="00EB05A2"/>
    <w:rsid w:val="00EB083A"/>
    <w:rsid w:val="00EB0892"/>
    <w:rsid w:val="00EB091E"/>
    <w:rsid w:val="00EB09E3"/>
    <w:rsid w:val="00EB0D6F"/>
    <w:rsid w:val="00EB12F8"/>
    <w:rsid w:val="00EB1300"/>
    <w:rsid w:val="00EB151F"/>
    <w:rsid w:val="00EB16B6"/>
    <w:rsid w:val="00EB1878"/>
    <w:rsid w:val="00EB1948"/>
    <w:rsid w:val="00EB1A9F"/>
    <w:rsid w:val="00EB1BDC"/>
    <w:rsid w:val="00EB1D8D"/>
    <w:rsid w:val="00EB1F42"/>
    <w:rsid w:val="00EB2138"/>
    <w:rsid w:val="00EB213A"/>
    <w:rsid w:val="00EB229F"/>
    <w:rsid w:val="00EB2411"/>
    <w:rsid w:val="00EB256D"/>
    <w:rsid w:val="00EB2751"/>
    <w:rsid w:val="00EB27BA"/>
    <w:rsid w:val="00EB2866"/>
    <w:rsid w:val="00EB2A9D"/>
    <w:rsid w:val="00EB2BE8"/>
    <w:rsid w:val="00EB2DD9"/>
    <w:rsid w:val="00EB305D"/>
    <w:rsid w:val="00EB3069"/>
    <w:rsid w:val="00EB309D"/>
    <w:rsid w:val="00EB30F8"/>
    <w:rsid w:val="00EB32B4"/>
    <w:rsid w:val="00EB333B"/>
    <w:rsid w:val="00EB33E3"/>
    <w:rsid w:val="00EB34CF"/>
    <w:rsid w:val="00EB35EC"/>
    <w:rsid w:val="00EB3613"/>
    <w:rsid w:val="00EB36F1"/>
    <w:rsid w:val="00EB3A57"/>
    <w:rsid w:val="00EB3CCA"/>
    <w:rsid w:val="00EB3D77"/>
    <w:rsid w:val="00EB3F35"/>
    <w:rsid w:val="00EB4096"/>
    <w:rsid w:val="00EB42F2"/>
    <w:rsid w:val="00EB46F4"/>
    <w:rsid w:val="00EB4844"/>
    <w:rsid w:val="00EB48C9"/>
    <w:rsid w:val="00EB49CB"/>
    <w:rsid w:val="00EB4DFC"/>
    <w:rsid w:val="00EB4E6C"/>
    <w:rsid w:val="00EB5081"/>
    <w:rsid w:val="00EB5131"/>
    <w:rsid w:val="00EB51FE"/>
    <w:rsid w:val="00EB526A"/>
    <w:rsid w:val="00EB52E1"/>
    <w:rsid w:val="00EB555F"/>
    <w:rsid w:val="00EB5686"/>
    <w:rsid w:val="00EB56BD"/>
    <w:rsid w:val="00EB5A54"/>
    <w:rsid w:val="00EB5BC8"/>
    <w:rsid w:val="00EB5D32"/>
    <w:rsid w:val="00EB5D50"/>
    <w:rsid w:val="00EB5F08"/>
    <w:rsid w:val="00EB5F92"/>
    <w:rsid w:val="00EB604C"/>
    <w:rsid w:val="00EB627E"/>
    <w:rsid w:val="00EB62A7"/>
    <w:rsid w:val="00EB62CF"/>
    <w:rsid w:val="00EB62FA"/>
    <w:rsid w:val="00EB6501"/>
    <w:rsid w:val="00EB66E1"/>
    <w:rsid w:val="00EB6765"/>
    <w:rsid w:val="00EB6C47"/>
    <w:rsid w:val="00EB6D38"/>
    <w:rsid w:val="00EB6D4C"/>
    <w:rsid w:val="00EB6DAC"/>
    <w:rsid w:val="00EB6E88"/>
    <w:rsid w:val="00EB72C3"/>
    <w:rsid w:val="00EB72EC"/>
    <w:rsid w:val="00EB73C9"/>
    <w:rsid w:val="00EB73ED"/>
    <w:rsid w:val="00EB743E"/>
    <w:rsid w:val="00EB74E9"/>
    <w:rsid w:val="00EB76FF"/>
    <w:rsid w:val="00EB7814"/>
    <w:rsid w:val="00EB7930"/>
    <w:rsid w:val="00EB7B49"/>
    <w:rsid w:val="00EB7C03"/>
    <w:rsid w:val="00EB7C3B"/>
    <w:rsid w:val="00EB7CE4"/>
    <w:rsid w:val="00EC01D3"/>
    <w:rsid w:val="00EC01EA"/>
    <w:rsid w:val="00EC0683"/>
    <w:rsid w:val="00EC069F"/>
    <w:rsid w:val="00EC080E"/>
    <w:rsid w:val="00EC0BA4"/>
    <w:rsid w:val="00EC0BAA"/>
    <w:rsid w:val="00EC0E61"/>
    <w:rsid w:val="00EC0F7D"/>
    <w:rsid w:val="00EC1052"/>
    <w:rsid w:val="00EC10FC"/>
    <w:rsid w:val="00EC1101"/>
    <w:rsid w:val="00EC110E"/>
    <w:rsid w:val="00EC1146"/>
    <w:rsid w:val="00EC1449"/>
    <w:rsid w:val="00EC14C6"/>
    <w:rsid w:val="00EC1531"/>
    <w:rsid w:val="00EC1763"/>
    <w:rsid w:val="00EC191F"/>
    <w:rsid w:val="00EC19DE"/>
    <w:rsid w:val="00EC1A0D"/>
    <w:rsid w:val="00EC1B46"/>
    <w:rsid w:val="00EC1C76"/>
    <w:rsid w:val="00EC2018"/>
    <w:rsid w:val="00EC2028"/>
    <w:rsid w:val="00EC2037"/>
    <w:rsid w:val="00EC2038"/>
    <w:rsid w:val="00EC2064"/>
    <w:rsid w:val="00EC2118"/>
    <w:rsid w:val="00EC217F"/>
    <w:rsid w:val="00EC230E"/>
    <w:rsid w:val="00EC2383"/>
    <w:rsid w:val="00EC28C4"/>
    <w:rsid w:val="00EC2AD6"/>
    <w:rsid w:val="00EC2B76"/>
    <w:rsid w:val="00EC2DF8"/>
    <w:rsid w:val="00EC2F7B"/>
    <w:rsid w:val="00EC30B2"/>
    <w:rsid w:val="00EC3299"/>
    <w:rsid w:val="00EC32C7"/>
    <w:rsid w:val="00EC350B"/>
    <w:rsid w:val="00EC3619"/>
    <w:rsid w:val="00EC38B0"/>
    <w:rsid w:val="00EC3936"/>
    <w:rsid w:val="00EC3BF0"/>
    <w:rsid w:val="00EC3DAB"/>
    <w:rsid w:val="00EC3F46"/>
    <w:rsid w:val="00EC405E"/>
    <w:rsid w:val="00EC42DC"/>
    <w:rsid w:val="00EC42DF"/>
    <w:rsid w:val="00EC4368"/>
    <w:rsid w:val="00EC43CB"/>
    <w:rsid w:val="00EC454D"/>
    <w:rsid w:val="00EC4589"/>
    <w:rsid w:val="00EC4855"/>
    <w:rsid w:val="00EC488F"/>
    <w:rsid w:val="00EC49B2"/>
    <w:rsid w:val="00EC4AAD"/>
    <w:rsid w:val="00EC4C46"/>
    <w:rsid w:val="00EC4DDE"/>
    <w:rsid w:val="00EC4DDF"/>
    <w:rsid w:val="00EC507C"/>
    <w:rsid w:val="00EC51A7"/>
    <w:rsid w:val="00EC51EF"/>
    <w:rsid w:val="00EC54BC"/>
    <w:rsid w:val="00EC57AE"/>
    <w:rsid w:val="00EC59B3"/>
    <w:rsid w:val="00EC5A4C"/>
    <w:rsid w:val="00EC5D9E"/>
    <w:rsid w:val="00EC5DA9"/>
    <w:rsid w:val="00EC5F71"/>
    <w:rsid w:val="00EC632A"/>
    <w:rsid w:val="00EC6404"/>
    <w:rsid w:val="00EC6693"/>
    <w:rsid w:val="00EC69B8"/>
    <w:rsid w:val="00EC6A11"/>
    <w:rsid w:val="00EC6BBB"/>
    <w:rsid w:val="00EC6C05"/>
    <w:rsid w:val="00EC6F8B"/>
    <w:rsid w:val="00EC7027"/>
    <w:rsid w:val="00EC7047"/>
    <w:rsid w:val="00EC70B8"/>
    <w:rsid w:val="00EC713B"/>
    <w:rsid w:val="00EC7174"/>
    <w:rsid w:val="00EC7274"/>
    <w:rsid w:val="00EC74F4"/>
    <w:rsid w:val="00EC757F"/>
    <w:rsid w:val="00EC79E2"/>
    <w:rsid w:val="00EC7E1C"/>
    <w:rsid w:val="00EC7EF3"/>
    <w:rsid w:val="00ED01A5"/>
    <w:rsid w:val="00ED01CE"/>
    <w:rsid w:val="00ED01ED"/>
    <w:rsid w:val="00ED02DA"/>
    <w:rsid w:val="00ED0371"/>
    <w:rsid w:val="00ED03AC"/>
    <w:rsid w:val="00ED03D4"/>
    <w:rsid w:val="00ED053B"/>
    <w:rsid w:val="00ED069E"/>
    <w:rsid w:val="00ED0847"/>
    <w:rsid w:val="00ED0EA9"/>
    <w:rsid w:val="00ED10D6"/>
    <w:rsid w:val="00ED1109"/>
    <w:rsid w:val="00ED117C"/>
    <w:rsid w:val="00ED13EC"/>
    <w:rsid w:val="00ED1409"/>
    <w:rsid w:val="00ED1435"/>
    <w:rsid w:val="00ED1539"/>
    <w:rsid w:val="00ED15E3"/>
    <w:rsid w:val="00ED160C"/>
    <w:rsid w:val="00ED161C"/>
    <w:rsid w:val="00ED1836"/>
    <w:rsid w:val="00ED18B4"/>
    <w:rsid w:val="00ED1941"/>
    <w:rsid w:val="00ED195B"/>
    <w:rsid w:val="00ED19EF"/>
    <w:rsid w:val="00ED1A20"/>
    <w:rsid w:val="00ED1C28"/>
    <w:rsid w:val="00ED1F47"/>
    <w:rsid w:val="00ED2047"/>
    <w:rsid w:val="00ED20CD"/>
    <w:rsid w:val="00ED2144"/>
    <w:rsid w:val="00ED2358"/>
    <w:rsid w:val="00ED23A4"/>
    <w:rsid w:val="00ED23E5"/>
    <w:rsid w:val="00ED23FC"/>
    <w:rsid w:val="00ED28CF"/>
    <w:rsid w:val="00ED28DD"/>
    <w:rsid w:val="00ED28E5"/>
    <w:rsid w:val="00ED2B43"/>
    <w:rsid w:val="00ED2CF8"/>
    <w:rsid w:val="00ED3047"/>
    <w:rsid w:val="00ED311E"/>
    <w:rsid w:val="00ED3267"/>
    <w:rsid w:val="00ED341F"/>
    <w:rsid w:val="00ED34E2"/>
    <w:rsid w:val="00ED3530"/>
    <w:rsid w:val="00ED35D3"/>
    <w:rsid w:val="00ED37CA"/>
    <w:rsid w:val="00ED3B77"/>
    <w:rsid w:val="00ED3DFE"/>
    <w:rsid w:val="00ED3E95"/>
    <w:rsid w:val="00ED40FE"/>
    <w:rsid w:val="00ED41C1"/>
    <w:rsid w:val="00ED422F"/>
    <w:rsid w:val="00ED440F"/>
    <w:rsid w:val="00ED4517"/>
    <w:rsid w:val="00ED4824"/>
    <w:rsid w:val="00ED495B"/>
    <w:rsid w:val="00ED4B59"/>
    <w:rsid w:val="00ED4C96"/>
    <w:rsid w:val="00ED4CE4"/>
    <w:rsid w:val="00ED4DEC"/>
    <w:rsid w:val="00ED4E15"/>
    <w:rsid w:val="00ED4FCB"/>
    <w:rsid w:val="00ED50C6"/>
    <w:rsid w:val="00ED518F"/>
    <w:rsid w:val="00ED5251"/>
    <w:rsid w:val="00ED52DE"/>
    <w:rsid w:val="00ED5422"/>
    <w:rsid w:val="00ED54D0"/>
    <w:rsid w:val="00ED5951"/>
    <w:rsid w:val="00ED59A9"/>
    <w:rsid w:val="00ED5BBD"/>
    <w:rsid w:val="00ED5CC7"/>
    <w:rsid w:val="00ED5DB5"/>
    <w:rsid w:val="00ED5EB2"/>
    <w:rsid w:val="00ED60D1"/>
    <w:rsid w:val="00ED62B2"/>
    <w:rsid w:val="00ED62C0"/>
    <w:rsid w:val="00ED62FE"/>
    <w:rsid w:val="00ED6318"/>
    <w:rsid w:val="00ED6734"/>
    <w:rsid w:val="00ED67A4"/>
    <w:rsid w:val="00ED6BC3"/>
    <w:rsid w:val="00ED6BF9"/>
    <w:rsid w:val="00ED6E5E"/>
    <w:rsid w:val="00ED6F04"/>
    <w:rsid w:val="00ED70FA"/>
    <w:rsid w:val="00ED7174"/>
    <w:rsid w:val="00ED729D"/>
    <w:rsid w:val="00ED748B"/>
    <w:rsid w:val="00ED762F"/>
    <w:rsid w:val="00ED7641"/>
    <w:rsid w:val="00ED7675"/>
    <w:rsid w:val="00ED7833"/>
    <w:rsid w:val="00ED788E"/>
    <w:rsid w:val="00ED7932"/>
    <w:rsid w:val="00ED7981"/>
    <w:rsid w:val="00ED79C8"/>
    <w:rsid w:val="00ED7A69"/>
    <w:rsid w:val="00ED7F1F"/>
    <w:rsid w:val="00EE0181"/>
    <w:rsid w:val="00EE0204"/>
    <w:rsid w:val="00EE02BC"/>
    <w:rsid w:val="00EE02EB"/>
    <w:rsid w:val="00EE0995"/>
    <w:rsid w:val="00EE0AD6"/>
    <w:rsid w:val="00EE1343"/>
    <w:rsid w:val="00EE150C"/>
    <w:rsid w:val="00EE1927"/>
    <w:rsid w:val="00EE1A53"/>
    <w:rsid w:val="00EE1BCA"/>
    <w:rsid w:val="00EE1F64"/>
    <w:rsid w:val="00EE2026"/>
    <w:rsid w:val="00EE21A4"/>
    <w:rsid w:val="00EE26D7"/>
    <w:rsid w:val="00EE276A"/>
    <w:rsid w:val="00EE2857"/>
    <w:rsid w:val="00EE2887"/>
    <w:rsid w:val="00EE28B3"/>
    <w:rsid w:val="00EE28E6"/>
    <w:rsid w:val="00EE2A01"/>
    <w:rsid w:val="00EE2CF7"/>
    <w:rsid w:val="00EE2DB7"/>
    <w:rsid w:val="00EE2DC6"/>
    <w:rsid w:val="00EE2DFD"/>
    <w:rsid w:val="00EE2F77"/>
    <w:rsid w:val="00EE3014"/>
    <w:rsid w:val="00EE315E"/>
    <w:rsid w:val="00EE31AD"/>
    <w:rsid w:val="00EE32AD"/>
    <w:rsid w:val="00EE32C4"/>
    <w:rsid w:val="00EE3553"/>
    <w:rsid w:val="00EE373E"/>
    <w:rsid w:val="00EE37B0"/>
    <w:rsid w:val="00EE3852"/>
    <w:rsid w:val="00EE38FB"/>
    <w:rsid w:val="00EE39E6"/>
    <w:rsid w:val="00EE3A4E"/>
    <w:rsid w:val="00EE3A6D"/>
    <w:rsid w:val="00EE3B1D"/>
    <w:rsid w:val="00EE3B8D"/>
    <w:rsid w:val="00EE3C37"/>
    <w:rsid w:val="00EE3CB0"/>
    <w:rsid w:val="00EE3F4E"/>
    <w:rsid w:val="00EE3FB1"/>
    <w:rsid w:val="00EE3FCC"/>
    <w:rsid w:val="00EE4038"/>
    <w:rsid w:val="00EE4053"/>
    <w:rsid w:val="00EE4087"/>
    <w:rsid w:val="00EE409C"/>
    <w:rsid w:val="00EE40B5"/>
    <w:rsid w:val="00EE429F"/>
    <w:rsid w:val="00EE4305"/>
    <w:rsid w:val="00EE43BE"/>
    <w:rsid w:val="00EE4551"/>
    <w:rsid w:val="00EE45EE"/>
    <w:rsid w:val="00EE48A7"/>
    <w:rsid w:val="00EE4A06"/>
    <w:rsid w:val="00EE4C2A"/>
    <w:rsid w:val="00EE50D9"/>
    <w:rsid w:val="00EE51C2"/>
    <w:rsid w:val="00EE5A0D"/>
    <w:rsid w:val="00EE5A1D"/>
    <w:rsid w:val="00EE5E89"/>
    <w:rsid w:val="00EE60C1"/>
    <w:rsid w:val="00EE6107"/>
    <w:rsid w:val="00EE616A"/>
    <w:rsid w:val="00EE6381"/>
    <w:rsid w:val="00EE6592"/>
    <w:rsid w:val="00EE65EF"/>
    <w:rsid w:val="00EE6610"/>
    <w:rsid w:val="00EE6733"/>
    <w:rsid w:val="00EE6829"/>
    <w:rsid w:val="00EE6868"/>
    <w:rsid w:val="00EE68A8"/>
    <w:rsid w:val="00EE6907"/>
    <w:rsid w:val="00EE6C20"/>
    <w:rsid w:val="00EE6D16"/>
    <w:rsid w:val="00EE727E"/>
    <w:rsid w:val="00EE73C6"/>
    <w:rsid w:val="00EE7756"/>
    <w:rsid w:val="00EE7A43"/>
    <w:rsid w:val="00EE7B0C"/>
    <w:rsid w:val="00EE7DEA"/>
    <w:rsid w:val="00EF0011"/>
    <w:rsid w:val="00EF00CC"/>
    <w:rsid w:val="00EF00D2"/>
    <w:rsid w:val="00EF0181"/>
    <w:rsid w:val="00EF0275"/>
    <w:rsid w:val="00EF0378"/>
    <w:rsid w:val="00EF0420"/>
    <w:rsid w:val="00EF0578"/>
    <w:rsid w:val="00EF0586"/>
    <w:rsid w:val="00EF06FB"/>
    <w:rsid w:val="00EF073B"/>
    <w:rsid w:val="00EF08B2"/>
    <w:rsid w:val="00EF0980"/>
    <w:rsid w:val="00EF09E3"/>
    <w:rsid w:val="00EF0B45"/>
    <w:rsid w:val="00EF0B8F"/>
    <w:rsid w:val="00EF0C81"/>
    <w:rsid w:val="00EF10CE"/>
    <w:rsid w:val="00EF1146"/>
    <w:rsid w:val="00EF11C7"/>
    <w:rsid w:val="00EF1533"/>
    <w:rsid w:val="00EF158F"/>
    <w:rsid w:val="00EF16EB"/>
    <w:rsid w:val="00EF181F"/>
    <w:rsid w:val="00EF187A"/>
    <w:rsid w:val="00EF19CD"/>
    <w:rsid w:val="00EF19F6"/>
    <w:rsid w:val="00EF1A44"/>
    <w:rsid w:val="00EF1AE6"/>
    <w:rsid w:val="00EF1B73"/>
    <w:rsid w:val="00EF1C07"/>
    <w:rsid w:val="00EF1CEA"/>
    <w:rsid w:val="00EF1E60"/>
    <w:rsid w:val="00EF2038"/>
    <w:rsid w:val="00EF205B"/>
    <w:rsid w:val="00EF2148"/>
    <w:rsid w:val="00EF21E2"/>
    <w:rsid w:val="00EF23A9"/>
    <w:rsid w:val="00EF2731"/>
    <w:rsid w:val="00EF2808"/>
    <w:rsid w:val="00EF28A0"/>
    <w:rsid w:val="00EF2B41"/>
    <w:rsid w:val="00EF2BC1"/>
    <w:rsid w:val="00EF2CA1"/>
    <w:rsid w:val="00EF2CDE"/>
    <w:rsid w:val="00EF2F5F"/>
    <w:rsid w:val="00EF2F8A"/>
    <w:rsid w:val="00EF3102"/>
    <w:rsid w:val="00EF31BC"/>
    <w:rsid w:val="00EF3224"/>
    <w:rsid w:val="00EF331C"/>
    <w:rsid w:val="00EF33F5"/>
    <w:rsid w:val="00EF3829"/>
    <w:rsid w:val="00EF3CAA"/>
    <w:rsid w:val="00EF3D07"/>
    <w:rsid w:val="00EF3D9E"/>
    <w:rsid w:val="00EF4202"/>
    <w:rsid w:val="00EF4278"/>
    <w:rsid w:val="00EF42B5"/>
    <w:rsid w:val="00EF4406"/>
    <w:rsid w:val="00EF444E"/>
    <w:rsid w:val="00EF456F"/>
    <w:rsid w:val="00EF47E9"/>
    <w:rsid w:val="00EF489E"/>
    <w:rsid w:val="00EF48A5"/>
    <w:rsid w:val="00EF4A0A"/>
    <w:rsid w:val="00EF4C53"/>
    <w:rsid w:val="00EF4CE1"/>
    <w:rsid w:val="00EF4D01"/>
    <w:rsid w:val="00EF4EB2"/>
    <w:rsid w:val="00EF4F62"/>
    <w:rsid w:val="00EF4FFE"/>
    <w:rsid w:val="00EF5036"/>
    <w:rsid w:val="00EF5069"/>
    <w:rsid w:val="00EF50B5"/>
    <w:rsid w:val="00EF5266"/>
    <w:rsid w:val="00EF52F4"/>
    <w:rsid w:val="00EF535C"/>
    <w:rsid w:val="00EF54FB"/>
    <w:rsid w:val="00EF558A"/>
    <w:rsid w:val="00EF572F"/>
    <w:rsid w:val="00EF5748"/>
    <w:rsid w:val="00EF5760"/>
    <w:rsid w:val="00EF582F"/>
    <w:rsid w:val="00EF5851"/>
    <w:rsid w:val="00EF5865"/>
    <w:rsid w:val="00EF58A9"/>
    <w:rsid w:val="00EF5A81"/>
    <w:rsid w:val="00EF608F"/>
    <w:rsid w:val="00EF67E6"/>
    <w:rsid w:val="00EF6818"/>
    <w:rsid w:val="00EF688A"/>
    <w:rsid w:val="00EF68B3"/>
    <w:rsid w:val="00EF68E2"/>
    <w:rsid w:val="00EF6934"/>
    <w:rsid w:val="00EF69CD"/>
    <w:rsid w:val="00EF6A4E"/>
    <w:rsid w:val="00EF6B19"/>
    <w:rsid w:val="00EF6B7D"/>
    <w:rsid w:val="00EF6BB5"/>
    <w:rsid w:val="00EF6D4D"/>
    <w:rsid w:val="00EF6F91"/>
    <w:rsid w:val="00EF7023"/>
    <w:rsid w:val="00EF7050"/>
    <w:rsid w:val="00EF710D"/>
    <w:rsid w:val="00EF7135"/>
    <w:rsid w:val="00EF747A"/>
    <w:rsid w:val="00EF7556"/>
    <w:rsid w:val="00EF75EE"/>
    <w:rsid w:val="00EF76AF"/>
    <w:rsid w:val="00EF773B"/>
    <w:rsid w:val="00EF792A"/>
    <w:rsid w:val="00EF7B17"/>
    <w:rsid w:val="00EF7BA9"/>
    <w:rsid w:val="00EF7CA3"/>
    <w:rsid w:val="00EF7CA6"/>
    <w:rsid w:val="00EF7CD6"/>
    <w:rsid w:val="00EF7DCC"/>
    <w:rsid w:val="00EF7E0D"/>
    <w:rsid w:val="00EF7FCF"/>
    <w:rsid w:val="00F00102"/>
    <w:rsid w:val="00F0084C"/>
    <w:rsid w:val="00F00972"/>
    <w:rsid w:val="00F00AB6"/>
    <w:rsid w:val="00F00C9E"/>
    <w:rsid w:val="00F010C4"/>
    <w:rsid w:val="00F014CA"/>
    <w:rsid w:val="00F016B0"/>
    <w:rsid w:val="00F01714"/>
    <w:rsid w:val="00F01962"/>
    <w:rsid w:val="00F01A20"/>
    <w:rsid w:val="00F01A70"/>
    <w:rsid w:val="00F01A9A"/>
    <w:rsid w:val="00F01AE0"/>
    <w:rsid w:val="00F01B2E"/>
    <w:rsid w:val="00F01E3D"/>
    <w:rsid w:val="00F01EA5"/>
    <w:rsid w:val="00F02276"/>
    <w:rsid w:val="00F024BA"/>
    <w:rsid w:val="00F024EC"/>
    <w:rsid w:val="00F02520"/>
    <w:rsid w:val="00F02594"/>
    <w:rsid w:val="00F02601"/>
    <w:rsid w:val="00F027D0"/>
    <w:rsid w:val="00F027D6"/>
    <w:rsid w:val="00F027E8"/>
    <w:rsid w:val="00F02864"/>
    <w:rsid w:val="00F0288A"/>
    <w:rsid w:val="00F028B2"/>
    <w:rsid w:val="00F02C1F"/>
    <w:rsid w:val="00F02CFF"/>
    <w:rsid w:val="00F02D1C"/>
    <w:rsid w:val="00F02FBF"/>
    <w:rsid w:val="00F03190"/>
    <w:rsid w:val="00F0327A"/>
    <w:rsid w:val="00F03815"/>
    <w:rsid w:val="00F03883"/>
    <w:rsid w:val="00F03B7A"/>
    <w:rsid w:val="00F03E23"/>
    <w:rsid w:val="00F040D9"/>
    <w:rsid w:val="00F04173"/>
    <w:rsid w:val="00F04388"/>
    <w:rsid w:val="00F043FC"/>
    <w:rsid w:val="00F04403"/>
    <w:rsid w:val="00F044B4"/>
    <w:rsid w:val="00F0456A"/>
    <w:rsid w:val="00F0456E"/>
    <w:rsid w:val="00F04583"/>
    <w:rsid w:val="00F0458A"/>
    <w:rsid w:val="00F045AC"/>
    <w:rsid w:val="00F045D1"/>
    <w:rsid w:val="00F04871"/>
    <w:rsid w:val="00F048E4"/>
    <w:rsid w:val="00F04A18"/>
    <w:rsid w:val="00F04A84"/>
    <w:rsid w:val="00F04BC7"/>
    <w:rsid w:val="00F04BD4"/>
    <w:rsid w:val="00F04BDF"/>
    <w:rsid w:val="00F04C89"/>
    <w:rsid w:val="00F04E54"/>
    <w:rsid w:val="00F05077"/>
    <w:rsid w:val="00F05282"/>
    <w:rsid w:val="00F05327"/>
    <w:rsid w:val="00F0543C"/>
    <w:rsid w:val="00F05809"/>
    <w:rsid w:val="00F05A0A"/>
    <w:rsid w:val="00F05A5C"/>
    <w:rsid w:val="00F05AE0"/>
    <w:rsid w:val="00F05B62"/>
    <w:rsid w:val="00F05FB6"/>
    <w:rsid w:val="00F063B2"/>
    <w:rsid w:val="00F066BD"/>
    <w:rsid w:val="00F067E2"/>
    <w:rsid w:val="00F06820"/>
    <w:rsid w:val="00F0695A"/>
    <w:rsid w:val="00F06C9C"/>
    <w:rsid w:val="00F0722A"/>
    <w:rsid w:val="00F0723B"/>
    <w:rsid w:val="00F072EA"/>
    <w:rsid w:val="00F0798E"/>
    <w:rsid w:val="00F07A4B"/>
    <w:rsid w:val="00F07B67"/>
    <w:rsid w:val="00F07B9F"/>
    <w:rsid w:val="00F07C6F"/>
    <w:rsid w:val="00F07FA9"/>
    <w:rsid w:val="00F101B9"/>
    <w:rsid w:val="00F10604"/>
    <w:rsid w:val="00F1071D"/>
    <w:rsid w:val="00F10ABF"/>
    <w:rsid w:val="00F10AE5"/>
    <w:rsid w:val="00F10C7D"/>
    <w:rsid w:val="00F10D26"/>
    <w:rsid w:val="00F11053"/>
    <w:rsid w:val="00F110A9"/>
    <w:rsid w:val="00F11184"/>
    <w:rsid w:val="00F111D6"/>
    <w:rsid w:val="00F111DB"/>
    <w:rsid w:val="00F11317"/>
    <w:rsid w:val="00F113A4"/>
    <w:rsid w:val="00F114CF"/>
    <w:rsid w:val="00F11AB4"/>
    <w:rsid w:val="00F11C21"/>
    <w:rsid w:val="00F11C9E"/>
    <w:rsid w:val="00F11D05"/>
    <w:rsid w:val="00F1201B"/>
    <w:rsid w:val="00F120E6"/>
    <w:rsid w:val="00F12339"/>
    <w:rsid w:val="00F123FF"/>
    <w:rsid w:val="00F1255B"/>
    <w:rsid w:val="00F126B8"/>
    <w:rsid w:val="00F127FD"/>
    <w:rsid w:val="00F128CD"/>
    <w:rsid w:val="00F12963"/>
    <w:rsid w:val="00F12BBD"/>
    <w:rsid w:val="00F12F25"/>
    <w:rsid w:val="00F130A4"/>
    <w:rsid w:val="00F130F0"/>
    <w:rsid w:val="00F133BF"/>
    <w:rsid w:val="00F135C6"/>
    <w:rsid w:val="00F135DF"/>
    <w:rsid w:val="00F136C5"/>
    <w:rsid w:val="00F136F9"/>
    <w:rsid w:val="00F13A3E"/>
    <w:rsid w:val="00F13DB4"/>
    <w:rsid w:val="00F13DB5"/>
    <w:rsid w:val="00F13E4A"/>
    <w:rsid w:val="00F13EDF"/>
    <w:rsid w:val="00F1405D"/>
    <w:rsid w:val="00F14173"/>
    <w:rsid w:val="00F141BB"/>
    <w:rsid w:val="00F1456A"/>
    <w:rsid w:val="00F1476E"/>
    <w:rsid w:val="00F147CB"/>
    <w:rsid w:val="00F14972"/>
    <w:rsid w:val="00F14B07"/>
    <w:rsid w:val="00F14BC1"/>
    <w:rsid w:val="00F14C38"/>
    <w:rsid w:val="00F14D8A"/>
    <w:rsid w:val="00F14DD0"/>
    <w:rsid w:val="00F14F68"/>
    <w:rsid w:val="00F151A4"/>
    <w:rsid w:val="00F1534B"/>
    <w:rsid w:val="00F1537E"/>
    <w:rsid w:val="00F15482"/>
    <w:rsid w:val="00F15550"/>
    <w:rsid w:val="00F1556F"/>
    <w:rsid w:val="00F156E1"/>
    <w:rsid w:val="00F1582E"/>
    <w:rsid w:val="00F15834"/>
    <w:rsid w:val="00F1588F"/>
    <w:rsid w:val="00F15AF8"/>
    <w:rsid w:val="00F15C94"/>
    <w:rsid w:val="00F15D52"/>
    <w:rsid w:val="00F15DA3"/>
    <w:rsid w:val="00F1611A"/>
    <w:rsid w:val="00F161F3"/>
    <w:rsid w:val="00F1626F"/>
    <w:rsid w:val="00F162EE"/>
    <w:rsid w:val="00F164E2"/>
    <w:rsid w:val="00F16549"/>
    <w:rsid w:val="00F1656E"/>
    <w:rsid w:val="00F1675A"/>
    <w:rsid w:val="00F16919"/>
    <w:rsid w:val="00F16B31"/>
    <w:rsid w:val="00F16D4A"/>
    <w:rsid w:val="00F16DCB"/>
    <w:rsid w:val="00F1717A"/>
    <w:rsid w:val="00F172D8"/>
    <w:rsid w:val="00F174D8"/>
    <w:rsid w:val="00F17AD8"/>
    <w:rsid w:val="00F17DA5"/>
    <w:rsid w:val="00F17E16"/>
    <w:rsid w:val="00F200D5"/>
    <w:rsid w:val="00F20144"/>
    <w:rsid w:val="00F2023F"/>
    <w:rsid w:val="00F2030C"/>
    <w:rsid w:val="00F203AE"/>
    <w:rsid w:val="00F2074B"/>
    <w:rsid w:val="00F20C9F"/>
    <w:rsid w:val="00F20CD8"/>
    <w:rsid w:val="00F20D08"/>
    <w:rsid w:val="00F21220"/>
    <w:rsid w:val="00F21234"/>
    <w:rsid w:val="00F215AA"/>
    <w:rsid w:val="00F215C8"/>
    <w:rsid w:val="00F216F8"/>
    <w:rsid w:val="00F21726"/>
    <w:rsid w:val="00F2172D"/>
    <w:rsid w:val="00F21902"/>
    <w:rsid w:val="00F21A1D"/>
    <w:rsid w:val="00F21C5B"/>
    <w:rsid w:val="00F21CF7"/>
    <w:rsid w:val="00F21D3C"/>
    <w:rsid w:val="00F21DD7"/>
    <w:rsid w:val="00F21E37"/>
    <w:rsid w:val="00F21F46"/>
    <w:rsid w:val="00F21FD5"/>
    <w:rsid w:val="00F220ED"/>
    <w:rsid w:val="00F222DC"/>
    <w:rsid w:val="00F22597"/>
    <w:rsid w:val="00F22632"/>
    <w:rsid w:val="00F226A4"/>
    <w:rsid w:val="00F2284B"/>
    <w:rsid w:val="00F228C5"/>
    <w:rsid w:val="00F22AA9"/>
    <w:rsid w:val="00F22D5A"/>
    <w:rsid w:val="00F23033"/>
    <w:rsid w:val="00F2307E"/>
    <w:rsid w:val="00F23165"/>
    <w:rsid w:val="00F23179"/>
    <w:rsid w:val="00F2331D"/>
    <w:rsid w:val="00F23383"/>
    <w:rsid w:val="00F23500"/>
    <w:rsid w:val="00F23750"/>
    <w:rsid w:val="00F2378C"/>
    <w:rsid w:val="00F23818"/>
    <w:rsid w:val="00F23963"/>
    <w:rsid w:val="00F239CE"/>
    <w:rsid w:val="00F23CC6"/>
    <w:rsid w:val="00F2405D"/>
    <w:rsid w:val="00F24240"/>
    <w:rsid w:val="00F2433F"/>
    <w:rsid w:val="00F2442B"/>
    <w:rsid w:val="00F24451"/>
    <w:rsid w:val="00F245BC"/>
    <w:rsid w:val="00F245C8"/>
    <w:rsid w:val="00F24608"/>
    <w:rsid w:val="00F2463C"/>
    <w:rsid w:val="00F24809"/>
    <w:rsid w:val="00F24A9F"/>
    <w:rsid w:val="00F24B65"/>
    <w:rsid w:val="00F24E3B"/>
    <w:rsid w:val="00F24E3F"/>
    <w:rsid w:val="00F24E6D"/>
    <w:rsid w:val="00F25062"/>
    <w:rsid w:val="00F25163"/>
    <w:rsid w:val="00F251F7"/>
    <w:rsid w:val="00F25214"/>
    <w:rsid w:val="00F252CC"/>
    <w:rsid w:val="00F2530F"/>
    <w:rsid w:val="00F25334"/>
    <w:rsid w:val="00F25551"/>
    <w:rsid w:val="00F25715"/>
    <w:rsid w:val="00F258C1"/>
    <w:rsid w:val="00F25917"/>
    <w:rsid w:val="00F25AD0"/>
    <w:rsid w:val="00F25B3B"/>
    <w:rsid w:val="00F262BF"/>
    <w:rsid w:val="00F266D0"/>
    <w:rsid w:val="00F2687F"/>
    <w:rsid w:val="00F268A4"/>
    <w:rsid w:val="00F26932"/>
    <w:rsid w:val="00F269FE"/>
    <w:rsid w:val="00F26B93"/>
    <w:rsid w:val="00F26CC7"/>
    <w:rsid w:val="00F26E74"/>
    <w:rsid w:val="00F2702A"/>
    <w:rsid w:val="00F2710E"/>
    <w:rsid w:val="00F27120"/>
    <w:rsid w:val="00F27296"/>
    <w:rsid w:val="00F272DF"/>
    <w:rsid w:val="00F27700"/>
    <w:rsid w:val="00F27C9A"/>
    <w:rsid w:val="00F27D09"/>
    <w:rsid w:val="00F27EBA"/>
    <w:rsid w:val="00F27F78"/>
    <w:rsid w:val="00F27F84"/>
    <w:rsid w:val="00F300D1"/>
    <w:rsid w:val="00F30195"/>
    <w:rsid w:val="00F302B3"/>
    <w:rsid w:val="00F30370"/>
    <w:rsid w:val="00F3049C"/>
    <w:rsid w:val="00F30545"/>
    <w:rsid w:val="00F30702"/>
    <w:rsid w:val="00F30830"/>
    <w:rsid w:val="00F30844"/>
    <w:rsid w:val="00F30851"/>
    <w:rsid w:val="00F30A11"/>
    <w:rsid w:val="00F30A64"/>
    <w:rsid w:val="00F30CA8"/>
    <w:rsid w:val="00F30D7A"/>
    <w:rsid w:val="00F30E34"/>
    <w:rsid w:val="00F31220"/>
    <w:rsid w:val="00F312C2"/>
    <w:rsid w:val="00F31375"/>
    <w:rsid w:val="00F3146E"/>
    <w:rsid w:val="00F31674"/>
    <w:rsid w:val="00F318B9"/>
    <w:rsid w:val="00F31C75"/>
    <w:rsid w:val="00F31CE3"/>
    <w:rsid w:val="00F31D7A"/>
    <w:rsid w:val="00F31EBC"/>
    <w:rsid w:val="00F31EC3"/>
    <w:rsid w:val="00F3215F"/>
    <w:rsid w:val="00F3217C"/>
    <w:rsid w:val="00F3238D"/>
    <w:rsid w:val="00F3240A"/>
    <w:rsid w:val="00F32685"/>
    <w:rsid w:val="00F328CB"/>
    <w:rsid w:val="00F32A4C"/>
    <w:rsid w:val="00F32A92"/>
    <w:rsid w:val="00F32F63"/>
    <w:rsid w:val="00F330B0"/>
    <w:rsid w:val="00F3315A"/>
    <w:rsid w:val="00F33468"/>
    <w:rsid w:val="00F337A7"/>
    <w:rsid w:val="00F337E6"/>
    <w:rsid w:val="00F33CCC"/>
    <w:rsid w:val="00F33EB8"/>
    <w:rsid w:val="00F33EFD"/>
    <w:rsid w:val="00F340B0"/>
    <w:rsid w:val="00F340E2"/>
    <w:rsid w:val="00F3416B"/>
    <w:rsid w:val="00F342F3"/>
    <w:rsid w:val="00F342FA"/>
    <w:rsid w:val="00F3464B"/>
    <w:rsid w:val="00F3473C"/>
    <w:rsid w:val="00F3493E"/>
    <w:rsid w:val="00F34A2E"/>
    <w:rsid w:val="00F34B24"/>
    <w:rsid w:val="00F34B3D"/>
    <w:rsid w:val="00F34BAD"/>
    <w:rsid w:val="00F34BDC"/>
    <w:rsid w:val="00F34C94"/>
    <w:rsid w:val="00F34DC3"/>
    <w:rsid w:val="00F34DEB"/>
    <w:rsid w:val="00F350F2"/>
    <w:rsid w:val="00F351E9"/>
    <w:rsid w:val="00F353F2"/>
    <w:rsid w:val="00F353FF"/>
    <w:rsid w:val="00F35420"/>
    <w:rsid w:val="00F35476"/>
    <w:rsid w:val="00F354D9"/>
    <w:rsid w:val="00F355A0"/>
    <w:rsid w:val="00F35726"/>
    <w:rsid w:val="00F3572E"/>
    <w:rsid w:val="00F35A66"/>
    <w:rsid w:val="00F35AD0"/>
    <w:rsid w:val="00F35CCF"/>
    <w:rsid w:val="00F35F86"/>
    <w:rsid w:val="00F360AC"/>
    <w:rsid w:val="00F36192"/>
    <w:rsid w:val="00F36246"/>
    <w:rsid w:val="00F362E1"/>
    <w:rsid w:val="00F36359"/>
    <w:rsid w:val="00F3667A"/>
    <w:rsid w:val="00F36A7F"/>
    <w:rsid w:val="00F36B3F"/>
    <w:rsid w:val="00F36DE8"/>
    <w:rsid w:val="00F37026"/>
    <w:rsid w:val="00F371CB"/>
    <w:rsid w:val="00F37284"/>
    <w:rsid w:val="00F374E3"/>
    <w:rsid w:val="00F375B5"/>
    <w:rsid w:val="00F3773D"/>
    <w:rsid w:val="00F3777A"/>
    <w:rsid w:val="00F3797B"/>
    <w:rsid w:val="00F37983"/>
    <w:rsid w:val="00F379C9"/>
    <w:rsid w:val="00F379FE"/>
    <w:rsid w:val="00F37A80"/>
    <w:rsid w:val="00F37B3D"/>
    <w:rsid w:val="00F37B51"/>
    <w:rsid w:val="00F37EE4"/>
    <w:rsid w:val="00F37EF4"/>
    <w:rsid w:val="00F37F7A"/>
    <w:rsid w:val="00F37F81"/>
    <w:rsid w:val="00F37FD8"/>
    <w:rsid w:val="00F4005A"/>
    <w:rsid w:val="00F40227"/>
    <w:rsid w:val="00F40311"/>
    <w:rsid w:val="00F4070A"/>
    <w:rsid w:val="00F407DD"/>
    <w:rsid w:val="00F40A08"/>
    <w:rsid w:val="00F40AAB"/>
    <w:rsid w:val="00F40AF1"/>
    <w:rsid w:val="00F40C98"/>
    <w:rsid w:val="00F40CA1"/>
    <w:rsid w:val="00F40D42"/>
    <w:rsid w:val="00F40D74"/>
    <w:rsid w:val="00F40E90"/>
    <w:rsid w:val="00F40FB4"/>
    <w:rsid w:val="00F411E5"/>
    <w:rsid w:val="00F41242"/>
    <w:rsid w:val="00F41474"/>
    <w:rsid w:val="00F414F3"/>
    <w:rsid w:val="00F4174D"/>
    <w:rsid w:val="00F41A7D"/>
    <w:rsid w:val="00F41C8E"/>
    <w:rsid w:val="00F41D43"/>
    <w:rsid w:val="00F41D73"/>
    <w:rsid w:val="00F41EDA"/>
    <w:rsid w:val="00F42218"/>
    <w:rsid w:val="00F42326"/>
    <w:rsid w:val="00F4246D"/>
    <w:rsid w:val="00F4252E"/>
    <w:rsid w:val="00F42628"/>
    <w:rsid w:val="00F426F6"/>
    <w:rsid w:val="00F429C2"/>
    <w:rsid w:val="00F42AE5"/>
    <w:rsid w:val="00F42B92"/>
    <w:rsid w:val="00F42CBF"/>
    <w:rsid w:val="00F42F4F"/>
    <w:rsid w:val="00F42F7D"/>
    <w:rsid w:val="00F42FB1"/>
    <w:rsid w:val="00F43372"/>
    <w:rsid w:val="00F43376"/>
    <w:rsid w:val="00F43426"/>
    <w:rsid w:val="00F43471"/>
    <w:rsid w:val="00F434BD"/>
    <w:rsid w:val="00F4366B"/>
    <w:rsid w:val="00F4367B"/>
    <w:rsid w:val="00F43709"/>
    <w:rsid w:val="00F43995"/>
    <w:rsid w:val="00F439D0"/>
    <w:rsid w:val="00F43C29"/>
    <w:rsid w:val="00F43D6E"/>
    <w:rsid w:val="00F44102"/>
    <w:rsid w:val="00F4420C"/>
    <w:rsid w:val="00F44481"/>
    <w:rsid w:val="00F44645"/>
    <w:rsid w:val="00F446AF"/>
    <w:rsid w:val="00F446E2"/>
    <w:rsid w:val="00F448DB"/>
    <w:rsid w:val="00F44A74"/>
    <w:rsid w:val="00F44ADC"/>
    <w:rsid w:val="00F44B83"/>
    <w:rsid w:val="00F44CC1"/>
    <w:rsid w:val="00F44EE5"/>
    <w:rsid w:val="00F44F34"/>
    <w:rsid w:val="00F44FBF"/>
    <w:rsid w:val="00F450AC"/>
    <w:rsid w:val="00F45298"/>
    <w:rsid w:val="00F4545C"/>
    <w:rsid w:val="00F4557C"/>
    <w:rsid w:val="00F45611"/>
    <w:rsid w:val="00F45AE5"/>
    <w:rsid w:val="00F45B79"/>
    <w:rsid w:val="00F45BE3"/>
    <w:rsid w:val="00F45C9D"/>
    <w:rsid w:val="00F45E67"/>
    <w:rsid w:val="00F45FA9"/>
    <w:rsid w:val="00F46085"/>
    <w:rsid w:val="00F4621E"/>
    <w:rsid w:val="00F462FC"/>
    <w:rsid w:val="00F46367"/>
    <w:rsid w:val="00F46918"/>
    <w:rsid w:val="00F469EF"/>
    <w:rsid w:val="00F46B96"/>
    <w:rsid w:val="00F46C73"/>
    <w:rsid w:val="00F46CD8"/>
    <w:rsid w:val="00F46D49"/>
    <w:rsid w:val="00F46FA6"/>
    <w:rsid w:val="00F47120"/>
    <w:rsid w:val="00F471A4"/>
    <w:rsid w:val="00F471A9"/>
    <w:rsid w:val="00F471E3"/>
    <w:rsid w:val="00F47252"/>
    <w:rsid w:val="00F472FC"/>
    <w:rsid w:val="00F4736A"/>
    <w:rsid w:val="00F4755A"/>
    <w:rsid w:val="00F47580"/>
    <w:rsid w:val="00F476F2"/>
    <w:rsid w:val="00F4773A"/>
    <w:rsid w:val="00F47908"/>
    <w:rsid w:val="00F47B68"/>
    <w:rsid w:val="00F47C27"/>
    <w:rsid w:val="00F47D88"/>
    <w:rsid w:val="00F47E35"/>
    <w:rsid w:val="00F47EDB"/>
    <w:rsid w:val="00F47F70"/>
    <w:rsid w:val="00F5003A"/>
    <w:rsid w:val="00F5037F"/>
    <w:rsid w:val="00F5066C"/>
    <w:rsid w:val="00F508AB"/>
    <w:rsid w:val="00F50A8A"/>
    <w:rsid w:val="00F50C96"/>
    <w:rsid w:val="00F50CF7"/>
    <w:rsid w:val="00F50E80"/>
    <w:rsid w:val="00F50EA9"/>
    <w:rsid w:val="00F50F59"/>
    <w:rsid w:val="00F510DF"/>
    <w:rsid w:val="00F51226"/>
    <w:rsid w:val="00F51239"/>
    <w:rsid w:val="00F5136C"/>
    <w:rsid w:val="00F51597"/>
    <w:rsid w:val="00F5174F"/>
    <w:rsid w:val="00F51D60"/>
    <w:rsid w:val="00F51DAE"/>
    <w:rsid w:val="00F52187"/>
    <w:rsid w:val="00F521B9"/>
    <w:rsid w:val="00F521C0"/>
    <w:rsid w:val="00F523F6"/>
    <w:rsid w:val="00F525D3"/>
    <w:rsid w:val="00F5285B"/>
    <w:rsid w:val="00F52A91"/>
    <w:rsid w:val="00F52AFA"/>
    <w:rsid w:val="00F52C4A"/>
    <w:rsid w:val="00F52CA1"/>
    <w:rsid w:val="00F52D67"/>
    <w:rsid w:val="00F52DC2"/>
    <w:rsid w:val="00F532E0"/>
    <w:rsid w:val="00F53462"/>
    <w:rsid w:val="00F53482"/>
    <w:rsid w:val="00F53485"/>
    <w:rsid w:val="00F53498"/>
    <w:rsid w:val="00F53748"/>
    <w:rsid w:val="00F539E0"/>
    <w:rsid w:val="00F539F0"/>
    <w:rsid w:val="00F53AB3"/>
    <w:rsid w:val="00F53C31"/>
    <w:rsid w:val="00F53C94"/>
    <w:rsid w:val="00F53F10"/>
    <w:rsid w:val="00F540D0"/>
    <w:rsid w:val="00F54333"/>
    <w:rsid w:val="00F54563"/>
    <w:rsid w:val="00F5478C"/>
    <w:rsid w:val="00F54AD6"/>
    <w:rsid w:val="00F54B15"/>
    <w:rsid w:val="00F54C80"/>
    <w:rsid w:val="00F54C8A"/>
    <w:rsid w:val="00F551C3"/>
    <w:rsid w:val="00F5520F"/>
    <w:rsid w:val="00F553CA"/>
    <w:rsid w:val="00F5543D"/>
    <w:rsid w:val="00F5584C"/>
    <w:rsid w:val="00F558E4"/>
    <w:rsid w:val="00F55A29"/>
    <w:rsid w:val="00F55A63"/>
    <w:rsid w:val="00F55C16"/>
    <w:rsid w:val="00F55C77"/>
    <w:rsid w:val="00F55DC5"/>
    <w:rsid w:val="00F55EDA"/>
    <w:rsid w:val="00F55F3E"/>
    <w:rsid w:val="00F560AF"/>
    <w:rsid w:val="00F5633C"/>
    <w:rsid w:val="00F56502"/>
    <w:rsid w:val="00F56583"/>
    <w:rsid w:val="00F565BB"/>
    <w:rsid w:val="00F5688B"/>
    <w:rsid w:val="00F56B5D"/>
    <w:rsid w:val="00F56BD5"/>
    <w:rsid w:val="00F56C02"/>
    <w:rsid w:val="00F56C33"/>
    <w:rsid w:val="00F56EED"/>
    <w:rsid w:val="00F56F41"/>
    <w:rsid w:val="00F573F9"/>
    <w:rsid w:val="00F57774"/>
    <w:rsid w:val="00F578D1"/>
    <w:rsid w:val="00F57B60"/>
    <w:rsid w:val="00F601C1"/>
    <w:rsid w:val="00F601CF"/>
    <w:rsid w:val="00F60347"/>
    <w:rsid w:val="00F603CB"/>
    <w:rsid w:val="00F6049F"/>
    <w:rsid w:val="00F60562"/>
    <w:rsid w:val="00F605D6"/>
    <w:rsid w:val="00F605DD"/>
    <w:rsid w:val="00F60697"/>
    <w:rsid w:val="00F606A3"/>
    <w:rsid w:val="00F608C2"/>
    <w:rsid w:val="00F60A0A"/>
    <w:rsid w:val="00F60A8A"/>
    <w:rsid w:val="00F60AE3"/>
    <w:rsid w:val="00F60D5F"/>
    <w:rsid w:val="00F60E57"/>
    <w:rsid w:val="00F60E86"/>
    <w:rsid w:val="00F60F0C"/>
    <w:rsid w:val="00F60F88"/>
    <w:rsid w:val="00F6108E"/>
    <w:rsid w:val="00F611BB"/>
    <w:rsid w:val="00F612C6"/>
    <w:rsid w:val="00F61411"/>
    <w:rsid w:val="00F6144E"/>
    <w:rsid w:val="00F614D5"/>
    <w:rsid w:val="00F6181A"/>
    <w:rsid w:val="00F61864"/>
    <w:rsid w:val="00F61983"/>
    <w:rsid w:val="00F61BEB"/>
    <w:rsid w:val="00F61D07"/>
    <w:rsid w:val="00F61D41"/>
    <w:rsid w:val="00F61D55"/>
    <w:rsid w:val="00F61D56"/>
    <w:rsid w:val="00F61E32"/>
    <w:rsid w:val="00F61E86"/>
    <w:rsid w:val="00F61F48"/>
    <w:rsid w:val="00F61FAD"/>
    <w:rsid w:val="00F620AA"/>
    <w:rsid w:val="00F6219E"/>
    <w:rsid w:val="00F621C3"/>
    <w:rsid w:val="00F62259"/>
    <w:rsid w:val="00F622D4"/>
    <w:rsid w:val="00F622F1"/>
    <w:rsid w:val="00F623F0"/>
    <w:rsid w:val="00F6242D"/>
    <w:rsid w:val="00F624A7"/>
    <w:rsid w:val="00F624C6"/>
    <w:rsid w:val="00F625B4"/>
    <w:rsid w:val="00F62606"/>
    <w:rsid w:val="00F62704"/>
    <w:rsid w:val="00F62745"/>
    <w:rsid w:val="00F62AFD"/>
    <w:rsid w:val="00F62B57"/>
    <w:rsid w:val="00F62CF6"/>
    <w:rsid w:val="00F62E2E"/>
    <w:rsid w:val="00F63052"/>
    <w:rsid w:val="00F631DE"/>
    <w:rsid w:val="00F632F4"/>
    <w:rsid w:val="00F63380"/>
    <w:rsid w:val="00F633B6"/>
    <w:rsid w:val="00F63559"/>
    <w:rsid w:val="00F635B3"/>
    <w:rsid w:val="00F63948"/>
    <w:rsid w:val="00F639AE"/>
    <w:rsid w:val="00F63A01"/>
    <w:rsid w:val="00F63A1B"/>
    <w:rsid w:val="00F63B9A"/>
    <w:rsid w:val="00F63CE7"/>
    <w:rsid w:val="00F63D30"/>
    <w:rsid w:val="00F63E87"/>
    <w:rsid w:val="00F6410C"/>
    <w:rsid w:val="00F6416E"/>
    <w:rsid w:val="00F6443D"/>
    <w:rsid w:val="00F647C0"/>
    <w:rsid w:val="00F64823"/>
    <w:rsid w:val="00F648ED"/>
    <w:rsid w:val="00F64A2A"/>
    <w:rsid w:val="00F64A5D"/>
    <w:rsid w:val="00F64B24"/>
    <w:rsid w:val="00F64BEB"/>
    <w:rsid w:val="00F65004"/>
    <w:rsid w:val="00F6503A"/>
    <w:rsid w:val="00F65213"/>
    <w:rsid w:val="00F65239"/>
    <w:rsid w:val="00F652E8"/>
    <w:rsid w:val="00F6577D"/>
    <w:rsid w:val="00F65918"/>
    <w:rsid w:val="00F659F4"/>
    <w:rsid w:val="00F65A8B"/>
    <w:rsid w:val="00F65D37"/>
    <w:rsid w:val="00F65DCA"/>
    <w:rsid w:val="00F65E49"/>
    <w:rsid w:val="00F65F42"/>
    <w:rsid w:val="00F65F71"/>
    <w:rsid w:val="00F660D0"/>
    <w:rsid w:val="00F664F7"/>
    <w:rsid w:val="00F66532"/>
    <w:rsid w:val="00F66767"/>
    <w:rsid w:val="00F669EB"/>
    <w:rsid w:val="00F66A66"/>
    <w:rsid w:val="00F66B22"/>
    <w:rsid w:val="00F66D03"/>
    <w:rsid w:val="00F66DB9"/>
    <w:rsid w:val="00F66EF7"/>
    <w:rsid w:val="00F66FDF"/>
    <w:rsid w:val="00F67065"/>
    <w:rsid w:val="00F6710A"/>
    <w:rsid w:val="00F67375"/>
    <w:rsid w:val="00F67758"/>
    <w:rsid w:val="00F67786"/>
    <w:rsid w:val="00F67ABF"/>
    <w:rsid w:val="00F67C54"/>
    <w:rsid w:val="00F67C9A"/>
    <w:rsid w:val="00F67EE8"/>
    <w:rsid w:val="00F67EF3"/>
    <w:rsid w:val="00F7002B"/>
    <w:rsid w:val="00F70538"/>
    <w:rsid w:val="00F705B7"/>
    <w:rsid w:val="00F7068E"/>
    <w:rsid w:val="00F706BF"/>
    <w:rsid w:val="00F706CF"/>
    <w:rsid w:val="00F70726"/>
    <w:rsid w:val="00F7075A"/>
    <w:rsid w:val="00F707C6"/>
    <w:rsid w:val="00F70A03"/>
    <w:rsid w:val="00F70A0B"/>
    <w:rsid w:val="00F70A42"/>
    <w:rsid w:val="00F70A48"/>
    <w:rsid w:val="00F70E2F"/>
    <w:rsid w:val="00F70F21"/>
    <w:rsid w:val="00F70FC9"/>
    <w:rsid w:val="00F71144"/>
    <w:rsid w:val="00F713D0"/>
    <w:rsid w:val="00F71583"/>
    <w:rsid w:val="00F7172B"/>
    <w:rsid w:val="00F71A20"/>
    <w:rsid w:val="00F71D7B"/>
    <w:rsid w:val="00F71EA6"/>
    <w:rsid w:val="00F71F84"/>
    <w:rsid w:val="00F72339"/>
    <w:rsid w:val="00F72A03"/>
    <w:rsid w:val="00F72C6C"/>
    <w:rsid w:val="00F72C9A"/>
    <w:rsid w:val="00F72E77"/>
    <w:rsid w:val="00F730C3"/>
    <w:rsid w:val="00F731DD"/>
    <w:rsid w:val="00F731E1"/>
    <w:rsid w:val="00F731FE"/>
    <w:rsid w:val="00F732FC"/>
    <w:rsid w:val="00F73472"/>
    <w:rsid w:val="00F735F3"/>
    <w:rsid w:val="00F73889"/>
    <w:rsid w:val="00F73B13"/>
    <w:rsid w:val="00F73CE6"/>
    <w:rsid w:val="00F73FF7"/>
    <w:rsid w:val="00F740A3"/>
    <w:rsid w:val="00F741A3"/>
    <w:rsid w:val="00F741B1"/>
    <w:rsid w:val="00F742D5"/>
    <w:rsid w:val="00F74354"/>
    <w:rsid w:val="00F74391"/>
    <w:rsid w:val="00F7443D"/>
    <w:rsid w:val="00F7455D"/>
    <w:rsid w:val="00F746A3"/>
    <w:rsid w:val="00F746CF"/>
    <w:rsid w:val="00F74703"/>
    <w:rsid w:val="00F7486D"/>
    <w:rsid w:val="00F74914"/>
    <w:rsid w:val="00F74941"/>
    <w:rsid w:val="00F74A2F"/>
    <w:rsid w:val="00F74A66"/>
    <w:rsid w:val="00F74C4D"/>
    <w:rsid w:val="00F74D3A"/>
    <w:rsid w:val="00F74E74"/>
    <w:rsid w:val="00F74EAC"/>
    <w:rsid w:val="00F74F25"/>
    <w:rsid w:val="00F74FD6"/>
    <w:rsid w:val="00F75013"/>
    <w:rsid w:val="00F75115"/>
    <w:rsid w:val="00F75278"/>
    <w:rsid w:val="00F75301"/>
    <w:rsid w:val="00F75468"/>
    <w:rsid w:val="00F754B9"/>
    <w:rsid w:val="00F755C6"/>
    <w:rsid w:val="00F755E1"/>
    <w:rsid w:val="00F755E2"/>
    <w:rsid w:val="00F755F2"/>
    <w:rsid w:val="00F75660"/>
    <w:rsid w:val="00F75BD8"/>
    <w:rsid w:val="00F75D5D"/>
    <w:rsid w:val="00F75F48"/>
    <w:rsid w:val="00F75F79"/>
    <w:rsid w:val="00F76147"/>
    <w:rsid w:val="00F76236"/>
    <w:rsid w:val="00F76594"/>
    <w:rsid w:val="00F766E5"/>
    <w:rsid w:val="00F76780"/>
    <w:rsid w:val="00F767AB"/>
    <w:rsid w:val="00F767C7"/>
    <w:rsid w:val="00F76903"/>
    <w:rsid w:val="00F76924"/>
    <w:rsid w:val="00F76CB9"/>
    <w:rsid w:val="00F76D72"/>
    <w:rsid w:val="00F76DAB"/>
    <w:rsid w:val="00F76FF0"/>
    <w:rsid w:val="00F77470"/>
    <w:rsid w:val="00F77C5C"/>
    <w:rsid w:val="00F77D30"/>
    <w:rsid w:val="00F77D50"/>
    <w:rsid w:val="00F80103"/>
    <w:rsid w:val="00F8018A"/>
    <w:rsid w:val="00F802FB"/>
    <w:rsid w:val="00F803B4"/>
    <w:rsid w:val="00F8043D"/>
    <w:rsid w:val="00F80474"/>
    <w:rsid w:val="00F80710"/>
    <w:rsid w:val="00F80A12"/>
    <w:rsid w:val="00F80A9D"/>
    <w:rsid w:val="00F80B35"/>
    <w:rsid w:val="00F80D0A"/>
    <w:rsid w:val="00F80D30"/>
    <w:rsid w:val="00F80F74"/>
    <w:rsid w:val="00F811D3"/>
    <w:rsid w:val="00F811D6"/>
    <w:rsid w:val="00F812C2"/>
    <w:rsid w:val="00F81510"/>
    <w:rsid w:val="00F816B2"/>
    <w:rsid w:val="00F81716"/>
    <w:rsid w:val="00F81817"/>
    <w:rsid w:val="00F8184C"/>
    <w:rsid w:val="00F81AFC"/>
    <w:rsid w:val="00F81B04"/>
    <w:rsid w:val="00F81C70"/>
    <w:rsid w:val="00F81D7C"/>
    <w:rsid w:val="00F81DCE"/>
    <w:rsid w:val="00F81E96"/>
    <w:rsid w:val="00F820E9"/>
    <w:rsid w:val="00F824C4"/>
    <w:rsid w:val="00F8274C"/>
    <w:rsid w:val="00F8277B"/>
    <w:rsid w:val="00F82888"/>
    <w:rsid w:val="00F828AC"/>
    <w:rsid w:val="00F828CF"/>
    <w:rsid w:val="00F82AD5"/>
    <w:rsid w:val="00F82C59"/>
    <w:rsid w:val="00F82CEC"/>
    <w:rsid w:val="00F82EF5"/>
    <w:rsid w:val="00F8308F"/>
    <w:rsid w:val="00F830EA"/>
    <w:rsid w:val="00F83145"/>
    <w:rsid w:val="00F8314C"/>
    <w:rsid w:val="00F8351E"/>
    <w:rsid w:val="00F83600"/>
    <w:rsid w:val="00F83715"/>
    <w:rsid w:val="00F83752"/>
    <w:rsid w:val="00F83758"/>
    <w:rsid w:val="00F8375F"/>
    <w:rsid w:val="00F83A35"/>
    <w:rsid w:val="00F83A69"/>
    <w:rsid w:val="00F83A99"/>
    <w:rsid w:val="00F83D79"/>
    <w:rsid w:val="00F83E14"/>
    <w:rsid w:val="00F83E25"/>
    <w:rsid w:val="00F83E37"/>
    <w:rsid w:val="00F83F57"/>
    <w:rsid w:val="00F84133"/>
    <w:rsid w:val="00F841DF"/>
    <w:rsid w:val="00F841F0"/>
    <w:rsid w:val="00F8459C"/>
    <w:rsid w:val="00F846B9"/>
    <w:rsid w:val="00F84793"/>
    <w:rsid w:val="00F848D9"/>
    <w:rsid w:val="00F8490C"/>
    <w:rsid w:val="00F84C73"/>
    <w:rsid w:val="00F84D32"/>
    <w:rsid w:val="00F84FCF"/>
    <w:rsid w:val="00F85016"/>
    <w:rsid w:val="00F851F5"/>
    <w:rsid w:val="00F85284"/>
    <w:rsid w:val="00F85382"/>
    <w:rsid w:val="00F85525"/>
    <w:rsid w:val="00F85594"/>
    <w:rsid w:val="00F855FD"/>
    <w:rsid w:val="00F855FF"/>
    <w:rsid w:val="00F85715"/>
    <w:rsid w:val="00F85740"/>
    <w:rsid w:val="00F8589F"/>
    <w:rsid w:val="00F859E9"/>
    <w:rsid w:val="00F85DB9"/>
    <w:rsid w:val="00F8606D"/>
    <w:rsid w:val="00F8633F"/>
    <w:rsid w:val="00F864BF"/>
    <w:rsid w:val="00F86711"/>
    <w:rsid w:val="00F8679D"/>
    <w:rsid w:val="00F868AB"/>
    <w:rsid w:val="00F868FD"/>
    <w:rsid w:val="00F86940"/>
    <w:rsid w:val="00F86BEE"/>
    <w:rsid w:val="00F86C14"/>
    <w:rsid w:val="00F87052"/>
    <w:rsid w:val="00F87074"/>
    <w:rsid w:val="00F872E9"/>
    <w:rsid w:val="00F8740E"/>
    <w:rsid w:val="00F875E3"/>
    <w:rsid w:val="00F87818"/>
    <w:rsid w:val="00F87870"/>
    <w:rsid w:val="00F878E8"/>
    <w:rsid w:val="00F87A7D"/>
    <w:rsid w:val="00F87B23"/>
    <w:rsid w:val="00F87B56"/>
    <w:rsid w:val="00F87D6C"/>
    <w:rsid w:val="00F90114"/>
    <w:rsid w:val="00F90132"/>
    <w:rsid w:val="00F901DA"/>
    <w:rsid w:val="00F9020A"/>
    <w:rsid w:val="00F9043C"/>
    <w:rsid w:val="00F90796"/>
    <w:rsid w:val="00F90863"/>
    <w:rsid w:val="00F908FD"/>
    <w:rsid w:val="00F90B42"/>
    <w:rsid w:val="00F90B7D"/>
    <w:rsid w:val="00F90E61"/>
    <w:rsid w:val="00F91077"/>
    <w:rsid w:val="00F91182"/>
    <w:rsid w:val="00F911D4"/>
    <w:rsid w:val="00F912BE"/>
    <w:rsid w:val="00F913A3"/>
    <w:rsid w:val="00F914D6"/>
    <w:rsid w:val="00F917A5"/>
    <w:rsid w:val="00F91A71"/>
    <w:rsid w:val="00F91AFA"/>
    <w:rsid w:val="00F91C1F"/>
    <w:rsid w:val="00F91E74"/>
    <w:rsid w:val="00F9205F"/>
    <w:rsid w:val="00F920B6"/>
    <w:rsid w:val="00F92525"/>
    <w:rsid w:val="00F92667"/>
    <w:rsid w:val="00F928AC"/>
    <w:rsid w:val="00F92B92"/>
    <w:rsid w:val="00F92D99"/>
    <w:rsid w:val="00F92F41"/>
    <w:rsid w:val="00F9313D"/>
    <w:rsid w:val="00F9316F"/>
    <w:rsid w:val="00F9320C"/>
    <w:rsid w:val="00F933A8"/>
    <w:rsid w:val="00F93528"/>
    <w:rsid w:val="00F935CC"/>
    <w:rsid w:val="00F935E2"/>
    <w:rsid w:val="00F93708"/>
    <w:rsid w:val="00F93859"/>
    <w:rsid w:val="00F938B2"/>
    <w:rsid w:val="00F938DA"/>
    <w:rsid w:val="00F93A3F"/>
    <w:rsid w:val="00F93B61"/>
    <w:rsid w:val="00F93C9E"/>
    <w:rsid w:val="00F93E30"/>
    <w:rsid w:val="00F93E62"/>
    <w:rsid w:val="00F9409A"/>
    <w:rsid w:val="00F940E2"/>
    <w:rsid w:val="00F94126"/>
    <w:rsid w:val="00F941B6"/>
    <w:rsid w:val="00F943D0"/>
    <w:rsid w:val="00F94547"/>
    <w:rsid w:val="00F94683"/>
    <w:rsid w:val="00F9476E"/>
    <w:rsid w:val="00F947CC"/>
    <w:rsid w:val="00F947CE"/>
    <w:rsid w:val="00F947D0"/>
    <w:rsid w:val="00F949AA"/>
    <w:rsid w:val="00F94B43"/>
    <w:rsid w:val="00F94C4D"/>
    <w:rsid w:val="00F94E32"/>
    <w:rsid w:val="00F95111"/>
    <w:rsid w:val="00F95354"/>
    <w:rsid w:val="00F953B0"/>
    <w:rsid w:val="00F954B9"/>
    <w:rsid w:val="00F955BF"/>
    <w:rsid w:val="00F958BA"/>
    <w:rsid w:val="00F9593B"/>
    <w:rsid w:val="00F959A9"/>
    <w:rsid w:val="00F95B2E"/>
    <w:rsid w:val="00F9602A"/>
    <w:rsid w:val="00F962BD"/>
    <w:rsid w:val="00F9633C"/>
    <w:rsid w:val="00F965F1"/>
    <w:rsid w:val="00F968DF"/>
    <w:rsid w:val="00F96B18"/>
    <w:rsid w:val="00F96B38"/>
    <w:rsid w:val="00F96B61"/>
    <w:rsid w:val="00F96D1E"/>
    <w:rsid w:val="00F96DC5"/>
    <w:rsid w:val="00F96E86"/>
    <w:rsid w:val="00F9715E"/>
    <w:rsid w:val="00F971C0"/>
    <w:rsid w:val="00F973BD"/>
    <w:rsid w:val="00F976F6"/>
    <w:rsid w:val="00F976FF"/>
    <w:rsid w:val="00F978A3"/>
    <w:rsid w:val="00F978CC"/>
    <w:rsid w:val="00F978D3"/>
    <w:rsid w:val="00F979FD"/>
    <w:rsid w:val="00F97A0F"/>
    <w:rsid w:val="00F97A5F"/>
    <w:rsid w:val="00F97B1F"/>
    <w:rsid w:val="00F97C9A"/>
    <w:rsid w:val="00F97CE3"/>
    <w:rsid w:val="00F97EAE"/>
    <w:rsid w:val="00F97F50"/>
    <w:rsid w:val="00FA0021"/>
    <w:rsid w:val="00FA00B7"/>
    <w:rsid w:val="00FA0358"/>
    <w:rsid w:val="00FA0537"/>
    <w:rsid w:val="00FA05E5"/>
    <w:rsid w:val="00FA06D6"/>
    <w:rsid w:val="00FA0795"/>
    <w:rsid w:val="00FA0969"/>
    <w:rsid w:val="00FA0BCF"/>
    <w:rsid w:val="00FA0C7A"/>
    <w:rsid w:val="00FA0E75"/>
    <w:rsid w:val="00FA10D4"/>
    <w:rsid w:val="00FA1589"/>
    <w:rsid w:val="00FA1607"/>
    <w:rsid w:val="00FA196C"/>
    <w:rsid w:val="00FA1996"/>
    <w:rsid w:val="00FA1CA8"/>
    <w:rsid w:val="00FA1D24"/>
    <w:rsid w:val="00FA1D38"/>
    <w:rsid w:val="00FA1D65"/>
    <w:rsid w:val="00FA1DC1"/>
    <w:rsid w:val="00FA2066"/>
    <w:rsid w:val="00FA223B"/>
    <w:rsid w:val="00FA231F"/>
    <w:rsid w:val="00FA2695"/>
    <w:rsid w:val="00FA285E"/>
    <w:rsid w:val="00FA2A6F"/>
    <w:rsid w:val="00FA2B20"/>
    <w:rsid w:val="00FA2B62"/>
    <w:rsid w:val="00FA2B65"/>
    <w:rsid w:val="00FA2DFE"/>
    <w:rsid w:val="00FA310D"/>
    <w:rsid w:val="00FA32CD"/>
    <w:rsid w:val="00FA332B"/>
    <w:rsid w:val="00FA343E"/>
    <w:rsid w:val="00FA3550"/>
    <w:rsid w:val="00FA3CC8"/>
    <w:rsid w:val="00FA3F20"/>
    <w:rsid w:val="00FA41C4"/>
    <w:rsid w:val="00FA45D6"/>
    <w:rsid w:val="00FA46A3"/>
    <w:rsid w:val="00FA46C1"/>
    <w:rsid w:val="00FA490A"/>
    <w:rsid w:val="00FA49F5"/>
    <w:rsid w:val="00FA4B39"/>
    <w:rsid w:val="00FA4E3E"/>
    <w:rsid w:val="00FA4EC8"/>
    <w:rsid w:val="00FA4FEB"/>
    <w:rsid w:val="00FA5029"/>
    <w:rsid w:val="00FA5063"/>
    <w:rsid w:val="00FA5140"/>
    <w:rsid w:val="00FA54F7"/>
    <w:rsid w:val="00FA5573"/>
    <w:rsid w:val="00FA5673"/>
    <w:rsid w:val="00FA588C"/>
    <w:rsid w:val="00FA5BDC"/>
    <w:rsid w:val="00FA5E4D"/>
    <w:rsid w:val="00FA5FC3"/>
    <w:rsid w:val="00FA6093"/>
    <w:rsid w:val="00FA62A1"/>
    <w:rsid w:val="00FA635B"/>
    <w:rsid w:val="00FA636F"/>
    <w:rsid w:val="00FA6474"/>
    <w:rsid w:val="00FA64E2"/>
    <w:rsid w:val="00FA653D"/>
    <w:rsid w:val="00FA6579"/>
    <w:rsid w:val="00FA66FC"/>
    <w:rsid w:val="00FA6856"/>
    <w:rsid w:val="00FA6AF6"/>
    <w:rsid w:val="00FA6BC8"/>
    <w:rsid w:val="00FA6E5A"/>
    <w:rsid w:val="00FA71E4"/>
    <w:rsid w:val="00FA72C3"/>
    <w:rsid w:val="00FA734E"/>
    <w:rsid w:val="00FA73B6"/>
    <w:rsid w:val="00FA7696"/>
    <w:rsid w:val="00FA76F6"/>
    <w:rsid w:val="00FA79D6"/>
    <w:rsid w:val="00FA7AAC"/>
    <w:rsid w:val="00FA7AC6"/>
    <w:rsid w:val="00FA7CB8"/>
    <w:rsid w:val="00FB056F"/>
    <w:rsid w:val="00FB0594"/>
    <w:rsid w:val="00FB05A9"/>
    <w:rsid w:val="00FB0722"/>
    <w:rsid w:val="00FB0982"/>
    <w:rsid w:val="00FB0B21"/>
    <w:rsid w:val="00FB0B2A"/>
    <w:rsid w:val="00FB0B2D"/>
    <w:rsid w:val="00FB0EE5"/>
    <w:rsid w:val="00FB100F"/>
    <w:rsid w:val="00FB110A"/>
    <w:rsid w:val="00FB131E"/>
    <w:rsid w:val="00FB155B"/>
    <w:rsid w:val="00FB187D"/>
    <w:rsid w:val="00FB1932"/>
    <w:rsid w:val="00FB1946"/>
    <w:rsid w:val="00FB195F"/>
    <w:rsid w:val="00FB222D"/>
    <w:rsid w:val="00FB2279"/>
    <w:rsid w:val="00FB22ED"/>
    <w:rsid w:val="00FB2589"/>
    <w:rsid w:val="00FB25DD"/>
    <w:rsid w:val="00FB27D6"/>
    <w:rsid w:val="00FB29F3"/>
    <w:rsid w:val="00FB2B42"/>
    <w:rsid w:val="00FB2D18"/>
    <w:rsid w:val="00FB2E22"/>
    <w:rsid w:val="00FB2E4E"/>
    <w:rsid w:val="00FB2E8B"/>
    <w:rsid w:val="00FB2EFE"/>
    <w:rsid w:val="00FB3198"/>
    <w:rsid w:val="00FB32AE"/>
    <w:rsid w:val="00FB32BB"/>
    <w:rsid w:val="00FB3373"/>
    <w:rsid w:val="00FB346C"/>
    <w:rsid w:val="00FB347A"/>
    <w:rsid w:val="00FB357F"/>
    <w:rsid w:val="00FB361C"/>
    <w:rsid w:val="00FB3659"/>
    <w:rsid w:val="00FB37B5"/>
    <w:rsid w:val="00FB39CF"/>
    <w:rsid w:val="00FB3AF6"/>
    <w:rsid w:val="00FB3ED7"/>
    <w:rsid w:val="00FB4013"/>
    <w:rsid w:val="00FB438B"/>
    <w:rsid w:val="00FB447C"/>
    <w:rsid w:val="00FB44FD"/>
    <w:rsid w:val="00FB4749"/>
    <w:rsid w:val="00FB4753"/>
    <w:rsid w:val="00FB47CD"/>
    <w:rsid w:val="00FB499A"/>
    <w:rsid w:val="00FB4A79"/>
    <w:rsid w:val="00FB4B68"/>
    <w:rsid w:val="00FB4CA7"/>
    <w:rsid w:val="00FB4D2A"/>
    <w:rsid w:val="00FB4EA8"/>
    <w:rsid w:val="00FB4ED2"/>
    <w:rsid w:val="00FB5228"/>
    <w:rsid w:val="00FB529A"/>
    <w:rsid w:val="00FB55E2"/>
    <w:rsid w:val="00FB55F0"/>
    <w:rsid w:val="00FB56D9"/>
    <w:rsid w:val="00FB56DC"/>
    <w:rsid w:val="00FB579D"/>
    <w:rsid w:val="00FB579F"/>
    <w:rsid w:val="00FB58AB"/>
    <w:rsid w:val="00FB592F"/>
    <w:rsid w:val="00FB5B09"/>
    <w:rsid w:val="00FB5C51"/>
    <w:rsid w:val="00FB5CF8"/>
    <w:rsid w:val="00FB5D3C"/>
    <w:rsid w:val="00FB5EA4"/>
    <w:rsid w:val="00FB5FC9"/>
    <w:rsid w:val="00FB5FD7"/>
    <w:rsid w:val="00FB6338"/>
    <w:rsid w:val="00FB63F3"/>
    <w:rsid w:val="00FB6676"/>
    <w:rsid w:val="00FB668A"/>
    <w:rsid w:val="00FB669C"/>
    <w:rsid w:val="00FB66EC"/>
    <w:rsid w:val="00FB6715"/>
    <w:rsid w:val="00FB688C"/>
    <w:rsid w:val="00FB6980"/>
    <w:rsid w:val="00FB6B57"/>
    <w:rsid w:val="00FB6D53"/>
    <w:rsid w:val="00FB6ECC"/>
    <w:rsid w:val="00FB7098"/>
    <w:rsid w:val="00FB7203"/>
    <w:rsid w:val="00FB7217"/>
    <w:rsid w:val="00FB7269"/>
    <w:rsid w:val="00FB755C"/>
    <w:rsid w:val="00FB75DA"/>
    <w:rsid w:val="00FB765F"/>
    <w:rsid w:val="00FB76AB"/>
    <w:rsid w:val="00FB76B8"/>
    <w:rsid w:val="00FB775B"/>
    <w:rsid w:val="00FB7A0B"/>
    <w:rsid w:val="00FB7C56"/>
    <w:rsid w:val="00FB7D3F"/>
    <w:rsid w:val="00FB7E10"/>
    <w:rsid w:val="00FB7E6C"/>
    <w:rsid w:val="00FB7E89"/>
    <w:rsid w:val="00FC03B7"/>
    <w:rsid w:val="00FC0949"/>
    <w:rsid w:val="00FC0CC3"/>
    <w:rsid w:val="00FC0E55"/>
    <w:rsid w:val="00FC1191"/>
    <w:rsid w:val="00FC1336"/>
    <w:rsid w:val="00FC135C"/>
    <w:rsid w:val="00FC191F"/>
    <w:rsid w:val="00FC1924"/>
    <w:rsid w:val="00FC1AED"/>
    <w:rsid w:val="00FC1D85"/>
    <w:rsid w:val="00FC1DEA"/>
    <w:rsid w:val="00FC1E21"/>
    <w:rsid w:val="00FC1F6A"/>
    <w:rsid w:val="00FC2044"/>
    <w:rsid w:val="00FC20D2"/>
    <w:rsid w:val="00FC214A"/>
    <w:rsid w:val="00FC2151"/>
    <w:rsid w:val="00FC2477"/>
    <w:rsid w:val="00FC24D6"/>
    <w:rsid w:val="00FC2635"/>
    <w:rsid w:val="00FC2647"/>
    <w:rsid w:val="00FC26FA"/>
    <w:rsid w:val="00FC2741"/>
    <w:rsid w:val="00FC28D9"/>
    <w:rsid w:val="00FC2A5C"/>
    <w:rsid w:val="00FC2BF8"/>
    <w:rsid w:val="00FC2D58"/>
    <w:rsid w:val="00FC30B8"/>
    <w:rsid w:val="00FC319E"/>
    <w:rsid w:val="00FC3609"/>
    <w:rsid w:val="00FC3614"/>
    <w:rsid w:val="00FC3666"/>
    <w:rsid w:val="00FC3715"/>
    <w:rsid w:val="00FC3728"/>
    <w:rsid w:val="00FC38D4"/>
    <w:rsid w:val="00FC3E27"/>
    <w:rsid w:val="00FC4002"/>
    <w:rsid w:val="00FC4292"/>
    <w:rsid w:val="00FC430E"/>
    <w:rsid w:val="00FC440E"/>
    <w:rsid w:val="00FC4412"/>
    <w:rsid w:val="00FC4695"/>
    <w:rsid w:val="00FC4696"/>
    <w:rsid w:val="00FC46F0"/>
    <w:rsid w:val="00FC47C8"/>
    <w:rsid w:val="00FC48B1"/>
    <w:rsid w:val="00FC4AAB"/>
    <w:rsid w:val="00FC4CAA"/>
    <w:rsid w:val="00FC4D2C"/>
    <w:rsid w:val="00FC4E4D"/>
    <w:rsid w:val="00FC4F92"/>
    <w:rsid w:val="00FC4FC6"/>
    <w:rsid w:val="00FC502A"/>
    <w:rsid w:val="00FC502E"/>
    <w:rsid w:val="00FC5111"/>
    <w:rsid w:val="00FC51BC"/>
    <w:rsid w:val="00FC5395"/>
    <w:rsid w:val="00FC56B5"/>
    <w:rsid w:val="00FC575F"/>
    <w:rsid w:val="00FC58BB"/>
    <w:rsid w:val="00FC5947"/>
    <w:rsid w:val="00FC598B"/>
    <w:rsid w:val="00FC59AF"/>
    <w:rsid w:val="00FC5ADF"/>
    <w:rsid w:val="00FC5B8B"/>
    <w:rsid w:val="00FC5CA2"/>
    <w:rsid w:val="00FC5CE9"/>
    <w:rsid w:val="00FC5EB2"/>
    <w:rsid w:val="00FC6141"/>
    <w:rsid w:val="00FC6219"/>
    <w:rsid w:val="00FC6286"/>
    <w:rsid w:val="00FC642E"/>
    <w:rsid w:val="00FC6474"/>
    <w:rsid w:val="00FC6508"/>
    <w:rsid w:val="00FC66AA"/>
    <w:rsid w:val="00FC66CD"/>
    <w:rsid w:val="00FC67F5"/>
    <w:rsid w:val="00FC688E"/>
    <w:rsid w:val="00FC6953"/>
    <w:rsid w:val="00FC6B1F"/>
    <w:rsid w:val="00FC6BFD"/>
    <w:rsid w:val="00FC6C77"/>
    <w:rsid w:val="00FC6CE2"/>
    <w:rsid w:val="00FC6F0D"/>
    <w:rsid w:val="00FC6F14"/>
    <w:rsid w:val="00FC6F35"/>
    <w:rsid w:val="00FC6FA9"/>
    <w:rsid w:val="00FC7102"/>
    <w:rsid w:val="00FC7139"/>
    <w:rsid w:val="00FC71AB"/>
    <w:rsid w:val="00FC727D"/>
    <w:rsid w:val="00FC7307"/>
    <w:rsid w:val="00FC76BD"/>
    <w:rsid w:val="00FC77A0"/>
    <w:rsid w:val="00FC77EB"/>
    <w:rsid w:val="00FC7831"/>
    <w:rsid w:val="00FC7911"/>
    <w:rsid w:val="00FC7ACD"/>
    <w:rsid w:val="00FC7BAE"/>
    <w:rsid w:val="00FC7CA2"/>
    <w:rsid w:val="00FC7D80"/>
    <w:rsid w:val="00FD002C"/>
    <w:rsid w:val="00FD01D8"/>
    <w:rsid w:val="00FD0226"/>
    <w:rsid w:val="00FD0319"/>
    <w:rsid w:val="00FD0763"/>
    <w:rsid w:val="00FD07A6"/>
    <w:rsid w:val="00FD08AF"/>
    <w:rsid w:val="00FD0986"/>
    <w:rsid w:val="00FD0A68"/>
    <w:rsid w:val="00FD0B3D"/>
    <w:rsid w:val="00FD1086"/>
    <w:rsid w:val="00FD10F1"/>
    <w:rsid w:val="00FD1202"/>
    <w:rsid w:val="00FD12D8"/>
    <w:rsid w:val="00FD1476"/>
    <w:rsid w:val="00FD1695"/>
    <w:rsid w:val="00FD16DD"/>
    <w:rsid w:val="00FD19B1"/>
    <w:rsid w:val="00FD1B28"/>
    <w:rsid w:val="00FD1B58"/>
    <w:rsid w:val="00FD1E11"/>
    <w:rsid w:val="00FD2056"/>
    <w:rsid w:val="00FD21A6"/>
    <w:rsid w:val="00FD243F"/>
    <w:rsid w:val="00FD2446"/>
    <w:rsid w:val="00FD248C"/>
    <w:rsid w:val="00FD2632"/>
    <w:rsid w:val="00FD26E0"/>
    <w:rsid w:val="00FD28C4"/>
    <w:rsid w:val="00FD2A09"/>
    <w:rsid w:val="00FD2A3A"/>
    <w:rsid w:val="00FD2C5B"/>
    <w:rsid w:val="00FD2C8C"/>
    <w:rsid w:val="00FD2CBE"/>
    <w:rsid w:val="00FD2F4B"/>
    <w:rsid w:val="00FD31BF"/>
    <w:rsid w:val="00FD33A9"/>
    <w:rsid w:val="00FD3428"/>
    <w:rsid w:val="00FD34A1"/>
    <w:rsid w:val="00FD355F"/>
    <w:rsid w:val="00FD3579"/>
    <w:rsid w:val="00FD3A79"/>
    <w:rsid w:val="00FD3C32"/>
    <w:rsid w:val="00FD3CF8"/>
    <w:rsid w:val="00FD3E07"/>
    <w:rsid w:val="00FD3EEA"/>
    <w:rsid w:val="00FD3FCE"/>
    <w:rsid w:val="00FD42AB"/>
    <w:rsid w:val="00FD42C4"/>
    <w:rsid w:val="00FD446C"/>
    <w:rsid w:val="00FD471B"/>
    <w:rsid w:val="00FD493E"/>
    <w:rsid w:val="00FD4B0A"/>
    <w:rsid w:val="00FD4CE6"/>
    <w:rsid w:val="00FD4D0B"/>
    <w:rsid w:val="00FD4D51"/>
    <w:rsid w:val="00FD4E12"/>
    <w:rsid w:val="00FD4E81"/>
    <w:rsid w:val="00FD4EB4"/>
    <w:rsid w:val="00FD5372"/>
    <w:rsid w:val="00FD53B4"/>
    <w:rsid w:val="00FD546D"/>
    <w:rsid w:val="00FD54FD"/>
    <w:rsid w:val="00FD583E"/>
    <w:rsid w:val="00FD5969"/>
    <w:rsid w:val="00FD597D"/>
    <w:rsid w:val="00FD5D6E"/>
    <w:rsid w:val="00FD5EBE"/>
    <w:rsid w:val="00FD603C"/>
    <w:rsid w:val="00FD61E9"/>
    <w:rsid w:val="00FD6322"/>
    <w:rsid w:val="00FD6367"/>
    <w:rsid w:val="00FD653D"/>
    <w:rsid w:val="00FD6673"/>
    <w:rsid w:val="00FD66C9"/>
    <w:rsid w:val="00FD6912"/>
    <w:rsid w:val="00FD6CA5"/>
    <w:rsid w:val="00FD6D78"/>
    <w:rsid w:val="00FD6F08"/>
    <w:rsid w:val="00FD7034"/>
    <w:rsid w:val="00FD73FE"/>
    <w:rsid w:val="00FD75B8"/>
    <w:rsid w:val="00FD7651"/>
    <w:rsid w:val="00FD7785"/>
    <w:rsid w:val="00FD77DA"/>
    <w:rsid w:val="00FD7843"/>
    <w:rsid w:val="00FD796F"/>
    <w:rsid w:val="00FD79F1"/>
    <w:rsid w:val="00FD7B25"/>
    <w:rsid w:val="00FD7BDE"/>
    <w:rsid w:val="00FD7EF5"/>
    <w:rsid w:val="00FD7F27"/>
    <w:rsid w:val="00FD7FE6"/>
    <w:rsid w:val="00FE012D"/>
    <w:rsid w:val="00FE0827"/>
    <w:rsid w:val="00FE08F1"/>
    <w:rsid w:val="00FE0954"/>
    <w:rsid w:val="00FE0A04"/>
    <w:rsid w:val="00FE0A1A"/>
    <w:rsid w:val="00FE0A3B"/>
    <w:rsid w:val="00FE0A97"/>
    <w:rsid w:val="00FE0BEB"/>
    <w:rsid w:val="00FE0D9D"/>
    <w:rsid w:val="00FE0DDD"/>
    <w:rsid w:val="00FE0FDC"/>
    <w:rsid w:val="00FE109E"/>
    <w:rsid w:val="00FE1167"/>
    <w:rsid w:val="00FE1172"/>
    <w:rsid w:val="00FE117E"/>
    <w:rsid w:val="00FE11A4"/>
    <w:rsid w:val="00FE1223"/>
    <w:rsid w:val="00FE127B"/>
    <w:rsid w:val="00FE12FF"/>
    <w:rsid w:val="00FE1645"/>
    <w:rsid w:val="00FE16D2"/>
    <w:rsid w:val="00FE187D"/>
    <w:rsid w:val="00FE1A0F"/>
    <w:rsid w:val="00FE1C20"/>
    <w:rsid w:val="00FE1D35"/>
    <w:rsid w:val="00FE1F1B"/>
    <w:rsid w:val="00FE1F7B"/>
    <w:rsid w:val="00FE1FE8"/>
    <w:rsid w:val="00FE2185"/>
    <w:rsid w:val="00FE2380"/>
    <w:rsid w:val="00FE23B0"/>
    <w:rsid w:val="00FE26C9"/>
    <w:rsid w:val="00FE2745"/>
    <w:rsid w:val="00FE2992"/>
    <w:rsid w:val="00FE2ACC"/>
    <w:rsid w:val="00FE2AE6"/>
    <w:rsid w:val="00FE2AF7"/>
    <w:rsid w:val="00FE2B24"/>
    <w:rsid w:val="00FE2EA4"/>
    <w:rsid w:val="00FE2ED3"/>
    <w:rsid w:val="00FE3502"/>
    <w:rsid w:val="00FE36D5"/>
    <w:rsid w:val="00FE37E8"/>
    <w:rsid w:val="00FE3824"/>
    <w:rsid w:val="00FE3965"/>
    <w:rsid w:val="00FE3AA9"/>
    <w:rsid w:val="00FE3BBF"/>
    <w:rsid w:val="00FE3BCB"/>
    <w:rsid w:val="00FE3BD6"/>
    <w:rsid w:val="00FE3F99"/>
    <w:rsid w:val="00FE4017"/>
    <w:rsid w:val="00FE4022"/>
    <w:rsid w:val="00FE4583"/>
    <w:rsid w:val="00FE45EB"/>
    <w:rsid w:val="00FE4625"/>
    <w:rsid w:val="00FE466E"/>
    <w:rsid w:val="00FE4874"/>
    <w:rsid w:val="00FE4978"/>
    <w:rsid w:val="00FE49D8"/>
    <w:rsid w:val="00FE49F6"/>
    <w:rsid w:val="00FE4C39"/>
    <w:rsid w:val="00FE4E3E"/>
    <w:rsid w:val="00FE4EA5"/>
    <w:rsid w:val="00FE4F4B"/>
    <w:rsid w:val="00FE50CB"/>
    <w:rsid w:val="00FE53F7"/>
    <w:rsid w:val="00FE56CC"/>
    <w:rsid w:val="00FE57A0"/>
    <w:rsid w:val="00FE57BF"/>
    <w:rsid w:val="00FE57F6"/>
    <w:rsid w:val="00FE58AD"/>
    <w:rsid w:val="00FE5D0C"/>
    <w:rsid w:val="00FE5D76"/>
    <w:rsid w:val="00FE634A"/>
    <w:rsid w:val="00FE65BF"/>
    <w:rsid w:val="00FE6711"/>
    <w:rsid w:val="00FE6863"/>
    <w:rsid w:val="00FE6AAB"/>
    <w:rsid w:val="00FE6B04"/>
    <w:rsid w:val="00FE6C90"/>
    <w:rsid w:val="00FE6FD0"/>
    <w:rsid w:val="00FE704D"/>
    <w:rsid w:val="00FE70FC"/>
    <w:rsid w:val="00FE71C7"/>
    <w:rsid w:val="00FE7205"/>
    <w:rsid w:val="00FE7297"/>
    <w:rsid w:val="00FE72BA"/>
    <w:rsid w:val="00FE73F4"/>
    <w:rsid w:val="00FE7451"/>
    <w:rsid w:val="00FE748F"/>
    <w:rsid w:val="00FE757C"/>
    <w:rsid w:val="00FE7712"/>
    <w:rsid w:val="00FE77C7"/>
    <w:rsid w:val="00FE795A"/>
    <w:rsid w:val="00FE7ACA"/>
    <w:rsid w:val="00FE7BBF"/>
    <w:rsid w:val="00FE7D4B"/>
    <w:rsid w:val="00FE7E02"/>
    <w:rsid w:val="00FF01C7"/>
    <w:rsid w:val="00FF01DA"/>
    <w:rsid w:val="00FF0238"/>
    <w:rsid w:val="00FF02D7"/>
    <w:rsid w:val="00FF031C"/>
    <w:rsid w:val="00FF0349"/>
    <w:rsid w:val="00FF03F9"/>
    <w:rsid w:val="00FF05DF"/>
    <w:rsid w:val="00FF0692"/>
    <w:rsid w:val="00FF072B"/>
    <w:rsid w:val="00FF07A9"/>
    <w:rsid w:val="00FF0934"/>
    <w:rsid w:val="00FF0E0D"/>
    <w:rsid w:val="00FF0E3E"/>
    <w:rsid w:val="00FF0ED3"/>
    <w:rsid w:val="00FF0FAD"/>
    <w:rsid w:val="00FF1029"/>
    <w:rsid w:val="00FF1081"/>
    <w:rsid w:val="00FF11DD"/>
    <w:rsid w:val="00FF13E2"/>
    <w:rsid w:val="00FF1557"/>
    <w:rsid w:val="00FF1744"/>
    <w:rsid w:val="00FF176D"/>
    <w:rsid w:val="00FF1A95"/>
    <w:rsid w:val="00FF1CEF"/>
    <w:rsid w:val="00FF1CFB"/>
    <w:rsid w:val="00FF1E84"/>
    <w:rsid w:val="00FF1ED9"/>
    <w:rsid w:val="00FF1FB3"/>
    <w:rsid w:val="00FF20C9"/>
    <w:rsid w:val="00FF21EB"/>
    <w:rsid w:val="00FF24BE"/>
    <w:rsid w:val="00FF2626"/>
    <w:rsid w:val="00FF27F1"/>
    <w:rsid w:val="00FF2890"/>
    <w:rsid w:val="00FF28BF"/>
    <w:rsid w:val="00FF28F1"/>
    <w:rsid w:val="00FF2CD1"/>
    <w:rsid w:val="00FF3144"/>
    <w:rsid w:val="00FF314A"/>
    <w:rsid w:val="00FF3215"/>
    <w:rsid w:val="00FF3365"/>
    <w:rsid w:val="00FF3454"/>
    <w:rsid w:val="00FF36F3"/>
    <w:rsid w:val="00FF37DD"/>
    <w:rsid w:val="00FF3856"/>
    <w:rsid w:val="00FF38AE"/>
    <w:rsid w:val="00FF38F5"/>
    <w:rsid w:val="00FF3BC7"/>
    <w:rsid w:val="00FF3BF1"/>
    <w:rsid w:val="00FF3CC8"/>
    <w:rsid w:val="00FF405F"/>
    <w:rsid w:val="00FF40C6"/>
    <w:rsid w:val="00FF425C"/>
    <w:rsid w:val="00FF4500"/>
    <w:rsid w:val="00FF4551"/>
    <w:rsid w:val="00FF4A37"/>
    <w:rsid w:val="00FF4B0B"/>
    <w:rsid w:val="00FF4CE5"/>
    <w:rsid w:val="00FF4D2F"/>
    <w:rsid w:val="00FF520C"/>
    <w:rsid w:val="00FF5227"/>
    <w:rsid w:val="00FF54AD"/>
    <w:rsid w:val="00FF551B"/>
    <w:rsid w:val="00FF56C2"/>
    <w:rsid w:val="00FF5707"/>
    <w:rsid w:val="00FF5844"/>
    <w:rsid w:val="00FF59BC"/>
    <w:rsid w:val="00FF59F3"/>
    <w:rsid w:val="00FF5CD4"/>
    <w:rsid w:val="00FF6278"/>
    <w:rsid w:val="00FF62D9"/>
    <w:rsid w:val="00FF63A9"/>
    <w:rsid w:val="00FF6472"/>
    <w:rsid w:val="00FF6638"/>
    <w:rsid w:val="00FF6672"/>
    <w:rsid w:val="00FF6685"/>
    <w:rsid w:val="00FF6939"/>
    <w:rsid w:val="00FF6C18"/>
    <w:rsid w:val="00FF6CDB"/>
    <w:rsid w:val="00FF6D00"/>
    <w:rsid w:val="00FF74FB"/>
    <w:rsid w:val="00FF74FD"/>
    <w:rsid w:val="00FF7AEA"/>
    <w:rsid w:val="00FF7B68"/>
    <w:rsid w:val="00FF7E3A"/>
    <w:rsid w:val="00FF7E96"/>
    <w:rsid w:val="00FF7F63"/>
    <w:rsid w:val="00FF7FBE"/>
    <w:rsid w:val="02F2CABE"/>
    <w:rsid w:val="033EDDCB"/>
    <w:rsid w:val="03D3AD35"/>
    <w:rsid w:val="0433C687"/>
    <w:rsid w:val="045B1385"/>
    <w:rsid w:val="07A70E24"/>
    <w:rsid w:val="08514574"/>
    <w:rsid w:val="09AE4D7D"/>
    <w:rsid w:val="09F63E10"/>
    <w:rsid w:val="0B596679"/>
    <w:rsid w:val="0BB19D5C"/>
    <w:rsid w:val="0C1A1941"/>
    <w:rsid w:val="0F58AA6F"/>
    <w:rsid w:val="0FDE8613"/>
    <w:rsid w:val="14A40D0B"/>
    <w:rsid w:val="14B5E871"/>
    <w:rsid w:val="1636D304"/>
    <w:rsid w:val="16B79CAC"/>
    <w:rsid w:val="1A5C98D8"/>
    <w:rsid w:val="1E2880E0"/>
    <w:rsid w:val="1E49EA77"/>
    <w:rsid w:val="202E8D13"/>
    <w:rsid w:val="22120F74"/>
    <w:rsid w:val="23DDFE9E"/>
    <w:rsid w:val="24A3F515"/>
    <w:rsid w:val="25661945"/>
    <w:rsid w:val="25BFDA02"/>
    <w:rsid w:val="265D8BF2"/>
    <w:rsid w:val="27A1F274"/>
    <w:rsid w:val="27F6A047"/>
    <w:rsid w:val="2826BE7C"/>
    <w:rsid w:val="284AD9CF"/>
    <w:rsid w:val="286E6D5A"/>
    <w:rsid w:val="299BF1C5"/>
    <w:rsid w:val="2AA6E3DC"/>
    <w:rsid w:val="2CA9D163"/>
    <w:rsid w:val="2DE69A12"/>
    <w:rsid w:val="3219B056"/>
    <w:rsid w:val="32703098"/>
    <w:rsid w:val="332D74EC"/>
    <w:rsid w:val="3361ABD6"/>
    <w:rsid w:val="356CACA5"/>
    <w:rsid w:val="368A0E21"/>
    <w:rsid w:val="36CDDD91"/>
    <w:rsid w:val="392EB376"/>
    <w:rsid w:val="3BF66CF5"/>
    <w:rsid w:val="3EB65BF4"/>
    <w:rsid w:val="41EA1E7B"/>
    <w:rsid w:val="41EC93E9"/>
    <w:rsid w:val="429FA81A"/>
    <w:rsid w:val="4337F400"/>
    <w:rsid w:val="45D2A495"/>
    <w:rsid w:val="4680CF99"/>
    <w:rsid w:val="472BFB40"/>
    <w:rsid w:val="48383F84"/>
    <w:rsid w:val="489498FD"/>
    <w:rsid w:val="48D2C20C"/>
    <w:rsid w:val="48E278FC"/>
    <w:rsid w:val="4B8DCCB3"/>
    <w:rsid w:val="4D84101A"/>
    <w:rsid w:val="4E0E8362"/>
    <w:rsid w:val="51E6DC7F"/>
    <w:rsid w:val="528D3593"/>
    <w:rsid w:val="5324FDCE"/>
    <w:rsid w:val="53DC227A"/>
    <w:rsid w:val="53EAC079"/>
    <w:rsid w:val="54021FD9"/>
    <w:rsid w:val="5544AD78"/>
    <w:rsid w:val="57AC67E9"/>
    <w:rsid w:val="57E45C63"/>
    <w:rsid w:val="5977ECA5"/>
    <w:rsid w:val="5B52AD9A"/>
    <w:rsid w:val="6146B7F4"/>
    <w:rsid w:val="618CE8B3"/>
    <w:rsid w:val="62202A15"/>
    <w:rsid w:val="62CBB245"/>
    <w:rsid w:val="64B684D0"/>
    <w:rsid w:val="653A2101"/>
    <w:rsid w:val="67B408CC"/>
    <w:rsid w:val="69A1E594"/>
    <w:rsid w:val="6A9C98F3"/>
    <w:rsid w:val="6B131B46"/>
    <w:rsid w:val="702C36A0"/>
    <w:rsid w:val="731907D1"/>
    <w:rsid w:val="731FC667"/>
    <w:rsid w:val="739502C9"/>
    <w:rsid w:val="74E63DE0"/>
    <w:rsid w:val="75E9A813"/>
    <w:rsid w:val="769D10C1"/>
    <w:rsid w:val="7706486A"/>
    <w:rsid w:val="776B74BB"/>
    <w:rsid w:val="78BC8CB1"/>
    <w:rsid w:val="794DAEDF"/>
    <w:rsid w:val="795FAC89"/>
    <w:rsid w:val="7C14247E"/>
    <w:rsid w:val="7DCD6CDF"/>
    <w:rsid w:val="7E31624F"/>
    <w:rsid w:val="7E3F8CAB"/>
    <w:rsid w:val="7F618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7F9D7C"/>
  <w15:docId w15:val="{5338CDAF-6B6B-4379-ACE1-1BB08AF5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F45F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6A495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757F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EC757F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EC757F"/>
    <w:rPr>
      <w:rFonts w:ascii="Arial" w:hAnsi="Arial" w:cs="Times New Roman"/>
      <w:i/>
      <w:iCs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EC757F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EC757F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EC757F"/>
    <w:rPr>
      <w:rFonts w:cs="EucrosiaUPC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rsid w:val="00EC757F"/>
    <w:rPr>
      <w:rFonts w:cs="EucrosiaUPC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EC757F"/>
    <w:rPr>
      <w:rFonts w:cs="EucrosiaUPC"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EC757F"/>
    <w:rPr>
      <w:rFonts w:cs="EucrosiaUPC"/>
      <w:b/>
      <w:bCs/>
      <w:sz w:val="30"/>
      <w:szCs w:val="30"/>
    </w:rPr>
  </w:style>
  <w:style w:type="paragraph" w:styleId="Header">
    <w:name w:val="header"/>
    <w:basedOn w:val="Normal"/>
    <w:link w:val="HeaderChar"/>
    <w:rsid w:val="001926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93FF3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6A495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6A495B"/>
    <w:pPr>
      <w:numPr>
        <w:numId w:val="4"/>
      </w:numPr>
      <w:tabs>
        <w:tab w:val="left" w:pos="567"/>
        <w:tab w:val="left" w:pos="907"/>
        <w:tab w:val="num" w:pos="2007"/>
      </w:tabs>
      <w:ind w:left="2007" w:hanging="360"/>
    </w:pPr>
  </w:style>
  <w:style w:type="paragraph" w:styleId="ListBullet3">
    <w:name w:val="List Bullet 3"/>
    <w:basedOn w:val="Normal"/>
    <w:rsid w:val="006A495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6A495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6A495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6A495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6A495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192632"/>
    <w:pPr>
      <w:ind w:left="284"/>
    </w:pPr>
  </w:style>
  <w:style w:type="paragraph" w:customStyle="1" w:styleId="AAFrameAddress">
    <w:name w:val="AA Frame Address"/>
    <w:basedOn w:val="Heading1"/>
    <w:uiPriority w:val="99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6A495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6A495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uiPriority w:val="99"/>
    <w:semiHidden/>
    <w:rsid w:val="00192632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192632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192632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192632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192632"/>
    <w:pPr>
      <w:ind w:left="567" w:hanging="567"/>
    </w:pPr>
  </w:style>
  <w:style w:type="paragraph" w:styleId="ListBullet5">
    <w:name w:val="List Bullet 5"/>
    <w:basedOn w:val="Normal"/>
    <w:uiPriority w:val="99"/>
    <w:rsid w:val="006A495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192632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C757F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192632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EC757F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19263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C757F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6A495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6A495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6A495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192632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6A495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EC757F"/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6A495B"/>
    <w:pPr>
      <w:jc w:val="both"/>
    </w:pPr>
    <w:rPr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EC757F"/>
    <w:rPr>
      <w:rFonts w:ascii="Arial" w:hAnsi="Arial"/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link w:val="BalloonTextChar"/>
    <w:semiHidden/>
    <w:rsid w:val="00B8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C75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A81A61"/>
    <w:rPr>
      <w:rFonts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uiPriority w:val="99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uiPriority w:val="99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uiPriority w:val="99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uiPriority w:val="99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rsid w:val="00FF4D2F"/>
    <w:rPr>
      <w:rFonts w:cs="Cordia New"/>
      <w:sz w:val="20"/>
      <w:szCs w:val="23"/>
    </w:rPr>
  </w:style>
  <w:style w:type="character" w:customStyle="1" w:styleId="CommentTextChar">
    <w:name w:val="Comment Text Char"/>
    <w:link w:val="CommentText"/>
    <w:uiPriority w:val="99"/>
    <w:locked/>
    <w:rsid w:val="00225E5E"/>
    <w:rPr>
      <w:rFonts w:ascii="Arial" w:hAnsi="Arial" w:cs="Cordia New"/>
      <w:szCs w:val="23"/>
    </w:rPr>
  </w:style>
  <w:style w:type="paragraph" w:styleId="CommentSubject">
    <w:name w:val="annotation subject"/>
    <w:basedOn w:val="CommentText"/>
    <w:next w:val="CommentText"/>
    <w:link w:val="CommentSubjectChar"/>
    <w:rsid w:val="00FF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57F"/>
    <w:rPr>
      <w:rFonts w:ascii="Arial" w:hAnsi="Arial" w:cs="Cordia New"/>
      <w:b/>
      <w:bCs/>
      <w:szCs w:val="23"/>
    </w:rPr>
  </w:style>
  <w:style w:type="paragraph" w:styleId="ListParagraph">
    <w:name w:val="List Paragraph"/>
    <w:basedOn w:val="Normal"/>
    <w:link w:val="ListParagraphChar"/>
    <w:uiPriority w:val="34"/>
    <w:qFormat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rsid w:val="002C3BCA"/>
    <w:rPr>
      <w:rFonts w:ascii="Calibri" w:eastAsia="Calibri" w:hAnsi="Calibri" w:cs="Cordia New"/>
      <w:sz w:val="22"/>
      <w:szCs w:val="2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aliases w:val="ft"/>
    <w:basedOn w:val="Normal"/>
    <w:link w:val="FootnoteTextChar"/>
    <w:semiHidden/>
    <w:unhideWhenUsed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EA7470"/>
    <w:rPr>
      <w:rFonts w:cs="Times New Roman"/>
      <w:lang w:bidi="ar-SA"/>
    </w:rPr>
  </w:style>
  <w:style w:type="character" w:styleId="FootnoteReference">
    <w:name w:val="footnote reference"/>
    <w:aliases w:val="fr"/>
    <w:basedOn w:val="DefaultParagraphFont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8A01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8A0167"/>
    <w:rPr>
      <w:bCs/>
      <w:i/>
      <w:iCs/>
      <w:sz w:val="22"/>
      <w:szCs w:val="22"/>
      <w:lang w:eastAsia="en-GB"/>
    </w:rPr>
  </w:style>
  <w:style w:type="paragraph" w:customStyle="1" w:styleId="Pa18">
    <w:name w:val="Pa18"/>
    <w:basedOn w:val="Normal"/>
    <w:next w:val="Normal"/>
    <w:uiPriority w:val="99"/>
    <w:rsid w:val="001B21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styleId="NoSpacing">
    <w:name w:val="No Spacing"/>
    <w:uiPriority w:val="1"/>
    <w:qFormat/>
    <w:rsid w:val="001B21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acctmergecolhdg">
    <w:name w:val="acct merge col hdg"/>
    <w:aliases w:val="mh"/>
    <w:basedOn w:val="Normal"/>
    <w:rsid w:val="008364B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nineptnormalitalicheading">
    <w:name w:val="nine pt normal italic heading"/>
    <w:aliases w:val="9nith"/>
    <w:basedOn w:val="Normal"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b/>
      <w:i/>
      <w:iCs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A827EA"/>
    <w:rPr>
      <w:rFonts w:ascii="Arial" w:hAnsi="Arial"/>
      <w:sz w:val="18"/>
      <w:szCs w:val="22"/>
    </w:rPr>
  </w:style>
  <w:style w:type="character" w:customStyle="1" w:styleId="Heading4Char1">
    <w:name w:val="Heading 4 Char1"/>
    <w:rsid w:val="00A827EA"/>
    <w:rPr>
      <w:rFonts w:ascii="Arial" w:hAnsi="Arial" w:cs="Times New Roman"/>
      <w:b/>
      <w:bCs/>
      <w:sz w:val="18"/>
      <w:szCs w:val="18"/>
    </w:rPr>
  </w:style>
  <w:style w:type="character" w:customStyle="1" w:styleId="Heading6Char1">
    <w:name w:val="Heading 6 Char1"/>
    <w:rsid w:val="00A827EA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rsid w:val="00A827EA"/>
    <w:rPr>
      <w:rFonts w:cs="EucrosiaUPC"/>
      <w:b/>
      <w:bCs/>
      <w:sz w:val="30"/>
      <w:szCs w:val="30"/>
    </w:rPr>
  </w:style>
  <w:style w:type="character" w:customStyle="1" w:styleId="Heading9Char1">
    <w:name w:val="Heading 9 Char1"/>
    <w:rsid w:val="00A827EA"/>
    <w:rPr>
      <w:rFonts w:cs="EucrosiaUPC"/>
      <w:b/>
      <w:bCs/>
      <w:sz w:val="30"/>
      <w:szCs w:val="30"/>
    </w:rPr>
  </w:style>
  <w:style w:type="character" w:customStyle="1" w:styleId="HeaderChar1">
    <w:name w:val="Header Char1"/>
    <w:rsid w:val="00A827EA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rsid w:val="00A827EA"/>
    <w:rPr>
      <w:rFonts w:ascii="Arial" w:hAnsi="Arial"/>
      <w:sz w:val="18"/>
      <w:szCs w:val="18"/>
    </w:rPr>
  </w:style>
  <w:style w:type="character" w:customStyle="1" w:styleId="BodyTextIndentChar1">
    <w:name w:val="Body Text Indent Char1"/>
    <w:aliases w:val="i Char1"/>
    <w:rsid w:val="00A827EA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rsid w:val="00A827EA"/>
    <w:rPr>
      <w:rFonts w:ascii="Arial" w:hAnsi="Arial"/>
      <w:sz w:val="18"/>
      <w:szCs w:val="18"/>
    </w:rPr>
  </w:style>
  <w:style w:type="paragraph" w:customStyle="1" w:styleId="T0">
    <w:name w:val="????? T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4">
    <w:name w:val="???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5">
    <w:name w:val="ลบ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character" w:customStyle="1" w:styleId="BodyText3Char1">
    <w:name w:val="Body Text 3 Char1"/>
    <w:rsid w:val="00A827EA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link w:val="BodyTextIndent2"/>
    <w:rsid w:val="00A827EA"/>
    <w:rPr>
      <w:rFonts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uiPriority w:val="99"/>
    <w:rsid w:val="006A495B"/>
    <w:rPr>
      <w:rFonts w:ascii="Arial" w:hAnsi="Arial"/>
      <w:sz w:val="18"/>
      <w:szCs w:val="22"/>
    </w:rPr>
  </w:style>
  <w:style w:type="paragraph" w:styleId="Signature">
    <w:name w:val="Signature"/>
    <w:basedOn w:val="Normal"/>
    <w:link w:val="SignatureChar1"/>
    <w:rsid w:val="00A827EA"/>
    <w:pPr>
      <w:spacing w:line="240" w:lineRule="auto"/>
    </w:pPr>
  </w:style>
  <w:style w:type="character" w:customStyle="1" w:styleId="SignatureChar1">
    <w:name w:val="Signature Char1"/>
    <w:link w:val="Signature"/>
    <w:rsid w:val="00A827EA"/>
    <w:rPr>
      <w:rFonts w:ascii="Arial" w:hAnsi="Arial"/>
      <w:sz w:val="18"/>
      <w:szCs w:val="18"/>
    </w:rPr>
  </w:style>
  <w:style w:type="character" w:customStyle="1" w:styleId="SignatureChar">
    <w:name w:val="Signature Char"/>
    <w:basedOn w:val="DefaultParagraphFont"/>
    <w:rsid w:val="006A495B"/>
    <w:rPr>
      <w:rFonts w:ascii="Arial" w:hAnsi="Arial"/>
      <w:sz w:val="18"/>
      <w:szCs w:val="22"/>
    </w:rPr>
  </w:style>
  <w:style w:type="paragraph" w:customStyle="1" w:styleId="acctmainheading">
    <w:name w:val="acct main heading"/>
    <w:aliases w:val="am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A827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A827EA"/>
    <w:pPr>
      <w:spacing w:after="0"/>
    </w:pPr>
  </w:style>
  <w:style w:type="paragraph" w:customStyle="1" w:styleId="acctdividends">
    <w:name w:val="acct dividends"/>
    <w:aliases w:val="a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A827EA"/>
    <w:pPr>
      <w:spacing w:after="0"/>
    </w:pPr>
  </w:style>
  <w:style w:type="paragraph" w:customStyle="1" w:styleId="acctindent">
    <w:name w:val="acct indent"/>
    <w:aliases w:val="ai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A827EA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A827EA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A827EA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A827EA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A827EA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6A495B"/>
    <w:pPr>
      <w:ind w:left="1134"/>
    </w:pPr>
    <w:rPr>
      <w:rFonts w:cs="Angsan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A827EA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6A495B"/>
    <w:pPr>
      <w:spacing w:after="0"/>
    </w:pPr>
    <w:rPr>
      <w:rFonts w:cs="Angsana New"/>
    </w:rPr>
  </w:style>
  <w:style w:type="paragraph" w:customStyle="1" w:styleId="block2nospaceafter">
    <w:name w:val="block2 no space after"/>
    <w:aliases w:val="b2n,block2 no sp"/>
    <w:basedOn w:val="block2"/>
    <w:rsid w:val="00A827EA"/>
    <w:pPr>
      <w:spacing w:after="0"/>
    </w:pPr>
  </w:style>
  <w:style w:type="paragraph" w:customStyle="1" w:styleId="List1a">
    <w:name w:val="List 1a"/>
    <w:aliases w:val="1a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MacroTextChar">
    <w:name w:val="Macro Text Char"/>
    <w:basedOn w:val="DefaultParagraphFont"/>
    <w:link w:val="MacroText"/>
    <w:semiHidden/>
    <w:rsid w:val="00A827EA"/>
    <w:rPr>
      <w:rFonts w:ascii="Courier New" w:hAnsi="Courier New"/>
      <w:lang w:val="en-AU" w:bidi="ar-SA"/>
    </w:rPr>
  </w:style>
  <w:style w:type="paragraph" w:styleId="MacroText">
    <w:name w:val="macro"/>
    <w:link w:val="MacroTextChar"/>
    <w:semiHidden/>
    <w:rsid w:val="00A827E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A827EA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A827EA"/>
  </w:style>
  <w:style w:type="paragraph" w:customStyle="1" w:styleId="zreportaddinfo">
    <w:name w:val="zreport addinfo"/>
    <w:basedOn w:val="Normal"/>
    <w:rsid w:val="00A827EA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A827EA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A827EA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A827EA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A827EA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A827EA"/>
    <w:rPr>
      <w:b/>
      <w:bCs/>
    </w:rPr>
  </w:style>
  <w:style w:type="paragraph" w:customStyle="1" w:styleId="nineptbodytext">
    <w:name w:val="nine pt body text"/>
    <w:aliases w:val="9bt"/>
    <w:basedOn w:val="nineptnormal"/>
    <w:rsid w:val="00A827EA"/>
    <w:pPr>
      <w:spacing w:after="220"/>
    </w:pPr>
  </w:style>
  <w:style w:type="paragraph" w:customStyle="1" w:styleId="nineptnormal">
    <w:name w:val="nine pt normal"/>
    <w:aliases w:val="9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A827EA"/>
    <w:pPr>
      <w:jc w:val="center"/>
    </w:pPr>
  </w:style>
  <w:style w:type="paragraph" w:customStyle="1" w:styleId="heading">
    <w:name w:val="heading"/>
    <w:aliases w:val="h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A827EA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A827EA"/>
  </w:style>
  <w:style w:type="paragraph" w:customStyle="1" w:styleId="nineptheadingcentredbold">
    <w:name w:val="nine pt heading centred bold"/>
    <w:aliases w:val="9hc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A827EA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A827EA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A827EA"/>
    <w:rPr>
      <w:b/>
    </w:rPr>
  </w:style>
  <w:style w:type="paragraph" w:customStyle="1" w:styleId="nineptcolumntab1">
    <w:name w:val="nine pt column tab1"/>
    <w:aliases w:val="a91"/>
    <w:basedOn w:val="nineptnormal"/>
    <w:rsid w:val="00A827EA"/>
    <w:pPr>
      <w:tabs>
        <w:tab w:val="decimal" w:pos="737"/>
      </w:tabs>
    </w:pPr>
  </w:style>
  <w:style w:type="paragraph" w:customStyle="1" w:styleId="Normalheadingcentred">
    <w:name w:val="Normal heading centred"/>
    <w:aliases w:val="nhc"/>
    <w:basedOn w:val="Normalheading"/>
    <w:rsid w:val="00A827EA"/>
    <w:pPr>
      <w:jc w:val="center"/>
    </w:pPr>
  </w:style>
  <w:style w:type="paragraph" w:customStyle="1" w:styleId="Normalheading">
    <w:name w:val="Normal heading"/>
    <w:aliases w:val="nh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A827EA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6A495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  <w:tab w:val="left" w:pos="907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6A495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  <w:tab w:val="left" w:pos="907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A827EA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A827EA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A827EA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A827EA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A827EA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A827EA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A827EA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A827EA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6A495B"/>
    <w:pPr>
      <w:ind w:left="1134" w:hanging="567"/>
    </w:pPr>
    <w:rPr>
      <w:rFonts w:cs="Angsana New"/>
    </w:rPr>
  </w:style>
  <w:style w:type="paragraph" w:customStyle="1" w:styleId="blocklist2">
    <w:name w:val="block list2"/>
    <w:aliases w:val="blist2"/>
    <w:basedOn w:val="blocklist"/>
    <w:rsid w:val="00A827EA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6A495B"/>
    <w:pPr>
      <w:keepNext/>
      <w:keepLines/>
      <w:spacing w:before="70"/>
    </w:pPr>
    <w:rPr>
      <w:rFonts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A827EA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A827EA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A827EA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A827EA"/>
    <w:pPr>
      <w:spacing w:after="0"/>
    </w:pPr>
  </w:style>
  <w:style w:type="paragraph" w:customStyle="1" w:styleId="smallreturn">
    <w:name w:val="small return"/>
    <w:aliases w:val="sr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A827EA"/>
    <w:pPr>
      <w:spacing w:after="0"/>
    </w:pPr>
  </w:style>
  <w:style w:type="paragraph" w:customStyle="1" w:styleId="headingbolditalic">
    <w:name w:val="heading bold italic"/>
    <w:aliases w:val="hbi"/>
    <w:basedOn w:val="heading"/>
    <w:rsid w:val="00A827EA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A827EA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A827EA"/>
    <w:pPr>
      <w:spacing w:after="0"/>
    </w:pPr>
  </w:style>
  <w:style w:type="paragraph" w:customStyle="1" w:styleId="blockbullet">
    <w:name w:val="block bullet"/>
    <w:aliases w:val="bb"/>
    <w:basedOn w:val="block"/>
    <w:rsid w:val="006A495B"/>
    <w:pPr>
      <w:tabs>
        <w:tab w:val="num" w:pos="907"/>
      </w:tabs>
      <w:ind w:left="907" w:hanging="340"/>
    </w:pPr>
    <w:rPr>
      <w:rFonts w:cs="Angsana New"/>
    </w:rPr>
  </w:style>
  <w:style w:type="paragraph" w:customStyle="1" w:styleId="acctfourfigureslongernumber3">
    <w:name w:val="acct four figures longer number3"/>
    <w:aliases w:val="a4+3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A827EA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A827EA"/>
    <w:pPr>
      <w:spacing w:after="0"/>
    </w:pPr>
  </w:style>
  <w:style w:type="paragraph" w:customStyle="1" w:styleId="eightptnormal">
    <w:name w:val="eight pt normal"/>
    <w:aliases w:val="8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A827EA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A827EA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A827EA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A827EA"/>
    <w:rPr>
      <w:b/>
      <w:bCs/>
    </w:rPr>
  </w:style>
  <w:style w:type="paragraph" w:customStyle="1" w:styleId="eightptbodytext">
    <w:name w:val="eight pt body text"/>
    <w:aliases w:val="8bt"/>
    <w:basedOn w:val="eightptnormal"/>
    <w:rsid w:val="00A827EA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A827EA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A827EA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A827EA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A827EA"/>
    <w:pPr>
      <w:spacing w:after="0"/>
    </w:pPr>
  </w:style>
  <w:style w:type="paragraph" w:customStyle="1" w:styleId="eightptblock">
    <w:name w:val="eight pt block"/>
    <w:aliases w:val="8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A827EA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A827EA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A827EA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A827EA"/>
    <w:pPr>
      <w:spacing w:after="0"/>
    </w:pPr>
  </w:style>
  <w:style w:type="paragraph" w:customStyle="1" w:styleId="blockindent">
    <w:name w:val="block indent"/>
    <w:aliases w:val="bi"/>
    <w:basedOn w:val="block"/>
    <w:rsid w:val="006A495B"/>
    <w:pPr>
      <w:ind w:left="737" w:hanging="170"/>
    </w:pPr>
    <w:rPr>
      <w:rFonts w:cs="Angsana New"/>
    </w:rPr>
  </w:style>
  <w:style w:type="paragraph" w:customStyle="1" w:styleId="nineptnormalcentred">
    <w:name w:val="nine pt normal centred"/>
    <w:aliases w:val="9nc"/>
    <w:basedOn w:val="nineptnormal"/>
    <w:rsid w:val="00A827EA"/>
    <w:pPr>
      <w:jc w:val="center"/>
    </w:pPr>
  </w:style>
  <w:style w:type="paragraph" w:customStyle="1" w:styleId="nineptcol">
    <w:name w:val="nine pt %col"/>
    <w:aliases w:val="9%"/>
    <w:basedOn w:val="nineptnormal"/>
    <w:rsid w:val="00A827EA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A827EA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A827EA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A827EA"/>
    <w:pPr>
      <w:spacing w:after="0"/>
    </w:pPr>
  </w:style>
  <w:style w:type="paragraph" w:customStyle="1" w:styleId="nineptblocklist">
    <w:name w:val="nine pt block list"/>
    <w:aliases w:val="9bl"/>
    <w:basedOn w:val="nineptblock"/>
    <w:rsid w:val="00A827EA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A827EA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A827EA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A827EA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A827EA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A827EA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A827EA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A827EA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A827EA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A827E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A827EA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A827EA"/>
    <w:pPr>
      <w:spacing w:after="80"/>
    </w:pPr>
  </w:style>
  <w:style w:type="paragraph" w:customStyle="1" w:styleId="nineptratecol">
    <w:name w:val="nine pt rate col"/>
    <w:aliases w:val="a9r"/>
    <w:basedOn w:val="nineptnormal"/>
    <w:rsid w:val="00A827EA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A827EA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A827EA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A827EA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A827EA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A827EA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A827EA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A827EA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A827EA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A827EA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A827EA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6A495B"/>
    <w:pPr>
      <w:ind w:left="907" w:hanging="340"/>
    </w:pPr>
    <w:rPr>
      <w:rFonts w:cs="Angsana New"/>
    </w:rPr>
  </w:style>
  <w:style w:type="paragraph" w:customStyle="1" w:styleId="List3i">
    <w:name w:val="List 3i"/>
    <w:aliases w:val="3i"/>
    <w:basedOn w:val="List2i"/>
    <w:rsid w:val="00A827EA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A827EA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A827EA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A827EA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A827EA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A827EA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A827EA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A827EA"/>
    <w:pPr>
      <w:spacing w:after="80"/>
    </w:pPr>
  </w:style>
  <w:style w:type="paragraph" w:customStyle="1" w:styleId="blockbullet2">
    <w:name w:val="block bullet 2"/>
    <w:aliases w:val="bb2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A827EA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A827EA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A827EA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27EA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basedOn w:val="DefaultParagraphFont"/>
    <w:link w:val="DocumentMap"/>
    <w:semiHidden/>
    <w:rsid w:val="00A827EA"/>
    <w:rPr>
      <w:rFonts w:ascii="Tahoma" w:hAnsi="Tahoma" w:cs="Tahoma"/>
      <w:shd w:val="clear" w:color="auto" w:fill="000080"/>
      <w:lang w:val="en-GB" w:bidi="ar-SA"/>
    </w:rPr>
  </w:style>
  <w:style w:type="paragraph" w:styleId="DocumentMap">
    <w:name w:val="Document Map"/>
    <w:basedOn w:val="Normal"/>
    <w:link w:val="DocumentMapChar"/>
    <w:semiHidden/>
    <w:rsid w:val="00A827EA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A827EA"/>
    <w:rPr>
      <w:bCs/>
      <w:sz w:val="22"/>
      <w:szCs w:val="22"/>
      <w:lang w:val="en-US" w:eastAsia="en-GB" w:bidi="th-TH"/>
    </w:rPr>
  </w:style>
  <w:style w:type="paragraph" w:styleId="List2">
    <w:name w:val="List 2"/>
    <w:basedOn w:val="Normal"/>
    <w:rsid w:val="00A827EA"/>
    <w:pPr>
      <w:ind w:left="720" w:hanging="360"/>
    </w:pPr>
  </w:style>
  <w:style w:type="paragraph" w:styleId="ListContinue2">
    <w:name w:val="List Continue 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/>
    </w:pPr>
    <w:rPr>
      <w:rFonts w:ascii="Times New Roman" w:hAnsi="Times New Roman"/>
      <w:sz w:val="28"/>
      <w:szCs w:val="28"/>
      <w:lang w:val="en-GB"/>
    </w:rPr>
  </w:style>
  <w:style w:type="paragraph" w:customStyle="1" w:styleId="E0">
    <w:name w:val="??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styleId="EnvelopeReturn">
    <w:name w:val="envelope retur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827EA"/>
    <w:rPr>
      <w:rFonts w:ascii="Tahoma" w:hAnsi="Tahoma" w:cs="Tahoma"/>
    </w:rPr>
  </w:style>
  <w:style w:type="paragraph" w:styleId="PlainText">
    <w:name w:val="Plain Text"/>
    <w:basedOn w:val="Normal"/>
    <w:link w:val="PlainTextChar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A827EA"/>
    <w:rPr>
      <w:rFonts w:ascii="Consolas" w:hAnsi="Consolas"/>
      <w:sz w:val="21"/>
      <w:szCs w:val="26"/>
    </w:rPr>
  </w:style>
  <w:style w:type="character" w:customStyle="1" w:styleId="Heading1Char1">
    <w:name w:val="Heading 1 Char1"/>
    <w:rsid w:val="00A827EA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A827E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A827E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5Char1">
    <w:name w:val="Heading 5 Char1"/>
    <w:rsid w:val="00A827E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8Char1">
    <w:name w:val="Heading 8 Char1"/>
    <w:rsid w:val="00A827E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FooterChar1">
    <w:name w:val="Footer Char1"/>
    <w:uiPriority w:val="99"/>
    <w:rsid w:val="00A827EA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rsid w:val="00A827EA"/>
    <w:rPr>
      <w:rFonts w:ascii="Book Antiqua" w:eastAsia="Times New Roman" w:hAnsi="Book Antiqua" w:cs="Times New Roman"/>
      <w:szCs w:val="22"/>
    </w:rPr>
  </w:style>
  <w:style w:type="character" w:customStyle="1" w:styleId="shorttext1">
    <w:name w:val="short_text1"/>
    <w:uiPriority w:val="99"/>
    <w:rsid w:val="00A827EA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A827EA"/>
  </w:style>
  <w:style w:type="character" w:customStyle="1" w:styleId="hps">
    <w:name w:val="hps"/>
    <w:uiPriority w:val="99"/>
    <w:rsid w:val="00A827EA"/>
    <w:rPr>
      <w:rFonts w:cs="Times New Roman"/>
    </w:rPr>
  </w:style>
  <w:style w:type="character" w:customStyle="1" w:styleId="gt-icon-text1">
    <w:name w:val="gt-icon-text1"/>
    <w:uiPriority w:val="99"/>
    <w:rsid w:val="00A827EA"/>
    <w:rPr>
      <w:rFonts w:cs="Times New Roman"/>
    </w:rPr>
  </w:style>
  <w:style w:type="character" w:customStyle="1" w:styleId="longtext">
    <w:name w:val="long_text"/>
    <w:uiPriority w:val="99"/>
    <w:rsid w:val="00A827EA"/>
    <w:rPr>
      <w:rFonts w:cs="Times New Roman"/>
    </w:rPr>
  </w:style>
  <w:style w:type="character" w:customStyle="1" w:styleId="CharChar22">
    <w:name w:val="Char Char22"/>
    <w:rsid w:val="00A827E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A827E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A827E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A827EA"/>
  </w:style>
  <w:style w:type="character" w:styleId="Emphasis">
    <w:name w:val="Emphasis"/>
    <w:uiPriority w:val="20"/>
    <w:qFormat/>
    <w:rsid w:val="00A827EA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A827EA"/>
  </w:style>
  <w:style w:type="character" w:styleId="Hyperlink">
    <w:name w:val="Hyperlink"/>
    <w:uiPriority w:val="99"/>
    <w:unhideWhenUsed/>
    <w:rsid w:val="00A827EA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A827EA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A827EA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fontstyle01">
    <w:name w:val="fontstyle01"/>
    <w:rsid w:val="00A827EA"/>
    <w:rPr>
      <w:rFonts w:ascii="CordiaNew" w:hAnsi="CordiaNew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Pa3">
    <w:name w:val="Pa3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Subhead3">
    <w:name w:val="Subhead 3"/>
    <w:basedOn w:val="Normal"/>
    <w:link w:val="Subhead3Char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A827EA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A827EA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A827EA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A827EA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A827EA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A827EA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A827EA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A827EA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A827EA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A827EA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rsid w:val="00A827EA"/>
  </w:style>
  <w:style w:type="paragraph" w:customStyle="1" w:styleId="TableParagraph">
    <w:name w:val="Table Paragraph"/>
    <w:basedOn w:val="Normal"/>
    <w:uiPriority w:val="1"/>
    <w:qFormat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A827EA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96400D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">
    <w:name w:val="Table Grid1"/>
    <w:basedOn w:val="TableNormal"/>
    <w:next w:val="TableGrid"/>
    <w:uiPriority w:val="39"/>
    <w:rsid w:val="0096400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96400D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uiPriority w:val="99"/>
    <w:semiHidden/>
    <w:unhideWhenUsed/>
    <w:rsid w:val="0096400D"/>
    <w:rPr>
      <w:color w:val="800080"/>
      <w:u w:val="single"/>
    </w:rPr>
  </w:style>
  <w:style w:type="table" w:styleId="GridTable1Light-Accent1">
    <w:name w:val="Grid Table 1 Light Accent 1"/>
    <w:basedOn w:val="TableNormal"/>
    <w:uiPriority w:val="46"/>
    <w:rsid w:val="0096400D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uiPriority w:val="99"/>
    <w:semiHidden/>
    <w:unhideWhenUsed/>
    <w:rsid w:val="0096400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8423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ui-provider">
    <w:name w:val="ui-provider"/>
    <w:basedOn w:val="DefaultParagraphFont"/>
    <w:rsid w:val="001F4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003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3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FB67-5E93-445A-BBF9-99218AD5F1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F84ED1D2-8C5B-46F4-8BC5-58A08E47DD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31393-DCCC-4242-9D19-0D877AC91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C4CCFF-3C57-4879-B22A-F225D624F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0</TotalTime>
  <Pages>9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subject/>
  <dc:creator>Korakot Hantrakul</dc:creator>
  <cp:keywords/>
  <dc:description/>
  <cp:lastModifiedBy>Choochart Pongwong</cp:lastModifiedBy>
  <cp:revision>2</cp:revision>
  <cp:lastPrinted>2025-04-21T00:59:00Z</cp:lastPrinted>
  <dcterms:created xsi:type="dcterms:W3CDTF">2025-05-08T04:05:00Z</dcterms:created>
  <dcterms:modified xsi:type="dcterms:W3CDTF">2025-05-08T04:05:00Z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2023-02-23T19:29:57Z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a503bc24-d3e0-4873-ade2-2e42f6e44cc7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</Properties>
</file>