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18909" w14:textId="754C2742" w:rsidR="00100B54" w:rsidRPr="00311BA5" w:rsidRDefault="00953DE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bookmarkStart w:id="0" w:name="SubTitle"/>
      <w:bookmarkStart w:id="1" w:name="_GoBack"/>
      <w:bookmarkEnd w:id="1"/>
      <w:r w:rsidRPr="00311BA5">
        <w:rPr>
          <w:rFonts w:ascii="Angsana New" w:hAnsi="Angsana New"/>
          <w:b/>
          <w:bCs/>
          <w:sz w:val="52"/>
          <w:szCs w:val="52"/>
          <w:cs/>
        </w:rPr>
        <w:t xml:space="preserve">บริษัทเอสซีจี เดคคอร์ </w:t>
      </w:r>
      <w:r w:rsidR="00942403" w:rsidRPr="00311BA5">
        <w:rPr>
          <w:rFonts w:ascii="Angsana New" w:hAnsi="Angsana New"/>
          <w:b/>
          <w:bCs/>
          <w:sz w:val="52"/>
          <w:szCs w:val="52"/>
          <w:cs/>
        </w:rPr>
        <w:t>จำกัด</w:t>
      </w:r>
      <w:r w:rsidR="003162CD" w:rsidRPr="00311BA5">
        <w:rPr>
          <w:rFonts w:ascii="Angsana New" w:hAnsi="Angsana New"/>
          <w:b/>
          <w:bCs/>
          <w:sz w:val="52"/>
          <w:szCs w:val="52"/>
        </w:rPr>
        <w:t xml:space="preserve"> (</w:t>
      </w:r>
      <w:r w:rsidR="003162CD" w:rsidRPr="00311BA5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3162CD" w:rsidRPr="00311BA5">
        <w:rPr>
          <w:rFonts w:ascii="Angsana New" w:hAnsi="Angsana New"/>
          <w:b/>
          <w:bCs/>
          <w:sz w:val="52"/>
          <w:szCs w:val="52"/>
        </w:rPr>
        <w:t>)</w:t>
      </w:r>
    </w:p>
    <w:p w14:paraId="33D80CE4" w14:textId="1CCD1AEB" w:rsidR="00942403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64153E6F" w14:textId="77777777" w:rsidR="00BB7499" w:rsidRPr="00311BA5" w:rsidRDefault="00953DEB" w:rsidP="00953D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311BA5">
        <w:rPr>
          <w:rFonts w:ascii="Angsana New" w:hAnsi="Angsana New"/>
          <w:sz w:val="32"/>
          <w:szCs w:val="32"/>
          <w:cs/>
        </w:rPr>
        <w:t>งบการเงินระหว่างกาล</w:t>
      </w:r>
    </w:p>
    <w:p w14:paraId="460E33EB" w14:textId="72B2C988" w:rsidR="00D10562" w:rsidRPr="00311BA5" w:rsidRDefault="00D10562" w:rsidP="00D105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311BA5">
        <w:rPr>
          <w:rFonts w:ascii="Angsana New" w:hAnsi="Angsana New"/>
          <w:sz w:val="32"/>
          <w:szCs w:val="32"/>
          <w:cs/>
        </w:rPr>
        <w:t>สำหรับงวดสามเดือน</w:t>
      </w:r>
      <w:r w:rsidRPr="00311BA5">
        <w:rPr>
          <w:rFonts w:ascii="Angsana New" w:hAnsi="Angsana New" w:hint="cs"/>
          <w:sz w:val="32"/>
          <w:szCs w:val="32"/>
          <w:cs/>
        </w:rPr>
        <w:t>สิ้น</w:t>
      </w:r>
      <w:r w:rsidRPr="00311BA5">
        <w:rPr>
          <w:rFonts w:ascii="Angsana New" w:hAnsi="Angsana New"/>
          <w:sz w:val="32"/>
          <w:szCs w:val="32"/>
          <w:cs/>
        </w:rPr>
        <w:t xml:space="preserve">สุดวันที่ </w:t>
      </w:r>
      <w:r w:rsidRPr="00311BA5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1</w:t>
      </w:r>
      <w:r w:rsidRPr="00311BA5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มีนาคม</w:t>
      </w:r>
      <w:r w:rsidRPr="00311BA5">
        <w:rPr>
          <w:rFonts w:ascii="Angsana New" w:hAnsi="Angsana New" w:hint="cs"/>
          <w:sz w:val="32"/>
          <w:szCs w:val="32"/>
          <w:cs/>
        </w:rPr>
        <w:t xml:space="preserve"> </w:t>
      </w:r>
      <w:r w:rsidRPr="00311BA5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8</w:t>
      </w:r>
    </w:p>
    <w:p w14:paraId="61653BE3" w14:textId="77777777" w:rsidR="00924277" w:rsidRPr="00BC2171" w:rsidRDefault="00924277" w:rsidP="00924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และ</w:t>
      </w:r>
    </w:p>
    <w:p w14:paraId="03B75600" w14:textId="77777777" w:rsidR="00924277" w:rsidRDefault="00924277" w:rsidP="00924277">
      <w:pPr>
        <w:pStyle w:val="ReportHeading1"/>
        <w:framePr w:w="0" w:h="0" w:hSpace="0" w:wrap="auto" w:vAnchor="margin" w:hAnchor="text" w:xAlign="left" w:yAlign="inline"/>
        <w:spacing w:line="240" w:lineRule="auto"/>
        <w:ind w:left="540" w:hanging="540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FD91609" w14:textId="77777777" w:rsidR="0066743F" w:rsidRPr="00311BA5" w:rsidRDefault="0066743F" w:rsidP="0010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0"/>
      <w:bookmarkEnd w:id="2"/>
    </w:p>
    <w:p w14:paraId="662F2425" w14:textId="77777777" w:rsidR="0066743F" w:rsidRPr="00311BA5" w:rsidRDefault="0066743F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98A8738" w14:textId="77777777" w:rsidR="000D3766" w:rsidRPr="00311BA5" w:rsidRDefault="000D3766" w:rsidP="000D37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  <w:sectPr w:rsidR="000D3766" w:rsidRPr="00311BA5" w:rsidSect="006253BF">
          <w:headerReference w:type="default" r:id="rId11"/>
          <w:footerReference w:type="even" r:id="rId12"/>
          <w:footerReference w:type="default" r:id="rId13"/>
          <w:headerReference w:type="first" r:id="rId14"/>
          <w:type w:val="nextColumn"/>
          <w:pgSz w:w="11909" w:h="16834" w:code="9"/>
          <w:pgMar w:top="1701" w:right="1304" w:bottom="851" w:left="1304" w:header="720" w:footer="612" w:gutter="0"/>
          <w:pgNumType w:start="2"/>
          <w:cols w:space="720"/>
          <w:docGrid w:linePitch="245"/>
        </w:sectPr>
      </w:pPr>
    </w:p>
    <w:p w14:paraId="5CA4BEE8" w14:textId="5A60BAC2" w:rsidR="00D615B6" w:rsidRPr="00311BA5" w:rsidRDefault="00D615B6" w:rsidP="00046397">
      <w:pPr>
        <w:pStyle w:val="Heading5"/>
        <w:spacing w:line="240" w:lineRule="auto"/>
        <w:ind w:right="0"/>
        <w:jc w:val="both"/>
        <w:rPr>
          <w:rFonts w:ascii="Angsana New" w:hAnsi="Angsana New" w:cs="Angsana New"/>
        </w:rPr>
      </w:pPr>
      <w:r w:rsidRPr="00311BA5">
        <w:rPr>
          <w:rFonts w:ascii="Angsana New" w:hAnsi="Angsana New" w:cs="Angsana New"/>
          <w:cs/>
        </w:rPr>
        <w:lastRenderedPageBreak/>
        <w:t>รายงาน</w:t>
      </w:r>
      <w:r w:rsidR="00953DEB" w:rsidRPr="00311BA5">
        <w:rPr>
          <w:rFonts w:ascii="Angsana New" w:hAnsi="Angsana New" w:cs="Angsana New"/>
          <w:cs/>
        </w:rPr>
        <w:t>การสอบทานข้อมูลทางการเงินระหว่างกาลโดยผู้สอบบัญชีรับอนุญาต</w:t>
      </w:r>
    </w:p>
    <w:p w14:paraId="373CB19C" w14:textId="77777777" w:rsidR="00D615B6" w:rsidRPr="00656D32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5615420" w14:textId="3FEC9FAA" w:rsidR="003F2018" w:rsidRPr="00656D32" w:rsidRDefault="00D615B6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656D32">
        <w:rPr>
          <w:rFonts w:ascii="Angsana New" w:hAnsi="Angsana New"/>
          <w:b/>
          <w:bCs/>
          <w:sz w:val="30"/>
          <w:szCs w:val="30"/>
          <w:cs/>
        </w:rPr>
        <w:t>เสนอ</w:t>
      </w:r>
      <w:r w:rsidR="00A62C3E" w:rsidRPr="00656D32">
        <w:rPr>
          <w:rFonts w:ascii="Angsana New" w:hAnsi="Angsana New"/>
          <w:b/>
          <w:bCs/>
          <w:sz w:val="30"/>
          <w:szCs w:val="30"/>
          <w:cs/>
        </w:rPr>
        <w:t xml:space="preserve">  </w:t>
      </w:r>
      <w:r w:rsidR="00844414" w:rsidRPr="00656D32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="00953DEB" w:rsidRPr="00656D32">
        <w:rPr>
          <w:rFonts w:ascii="Angsana New" w:hAnsi="Angsana New"/>
          <w:b/>
          <w:bCs/>
          <w:sz w:val="30"/>
          <w:szCs w:val="30"/>
          <w:cs/>
        </w:rPr>
        <w:t>บริษัทเอสซีจี เดคคอร์ จำกัด</w:t>
      </w:r>
      <w:r w:rsidR="003162CD" w:rsidRPr="00656D32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162CD" w:rsidRPr="00656D32">
        <w:rPr>
          <w:rFonts w:ascii="Angsana New" w:hAnsi="Angsana New"/>
          <w:b/>
          <w:bCs/>
          <w:sz w:val="30"/>
          <w:szCs w:val="30"/>
        </w:rPr>
        <w:t>(</w:t>
      </w:r>
      <w:r w:rsidR="003162CD" w:rsidRPr="00656D32">
        <w:rPr>
          <w:rFonts w:ascii="Angsana New" w:hAnsi="Angsana New" w:hint="cs"/>
          <w:b/>
          <w:bCs/>
          <w:sz w:val="30"/>
          <w:szCs w:val="30"/>
          <w:cs/>
        </w:rPr>
        <w:t>มหาชน</w:t>
      </w:r>
      <w:r w:rsidR="003162CD" w:rsidRPr="00656D32">
        <w:rPr>
          <w:rFonts w:ascii="Angsana New" w:hAnsi="Angsana New"/>
          <w:b/>
          <w:bCs/>
          <w:sz w:val="30"/>
          <w:szCs w:val="30"/>
        </w:rPr>
        <w:t>)</w:t>
      </w:r>
      <w:r w:rsidR="0055141D" w:rsidRPr="00656D32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113FC089" w14:textId="1B04DAC3" w:rsidR="00D615B6" w:rsidRPr="00656D32" w:rsidRDefault="00D615B6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1948D839" w14:textId="664D8E17" w:rsidR="00D10562" w:rsidRPr="00656D32" w:rsidRDefault="00D10562" w:rsidP="00D1056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59"/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 w:hint="cs"/>
          <w:sz w:val="30"/>
          <w:szCs w:val="30"/>
          <w:cs/>
        </w:rPr>
        <w:t xml:space="preserve">ข้าพเจ้าได้สอบทานงบฐานะการเงิน ณ วันที่ </w:t>
      </w:r>
      <w:r w:rsidRPr="00656D32">
        <w:rPr>
          <w:rFonts w:ascii="Angsana New" w:hAnsi="Angsana New"/>
          <w:sz w:val="30"/>
          <w:szCs w:val="30"/>
        </w:rPr>
        <w:t xml:space="preserve">31 </w:t>
      </w:r>
      <w:r w:rsidRPr="00656D32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656D32">
        <w:rPr>
          <w:rFonts w:ascii="Angsana New" w:hAnsi="Angsana New" w:hint="cs"/>
          <w:sz w:val="30"/>
          <w:szCs w:val="30"/>
        </w:rPr>
        <w:t>256</w:t>
      </w:r>
      <w:r w:rsidRPr="00656D32">
        <w:rPr>
          <w:rFonts w:ascii="Angsana New" w:hAnsi="Angsana New"/>
          <w:sz w:val="30"/>
          <w:szCs w:val="30"/>
        </w:rPr>
        <w:t>8</w:t>
      </w:r>
      <w:r w:rsidRPr="00656D32">
        <w:rPr>
          <w:rFonts w:ascii="Angsana New" w:hAnsi="Angsana New" w:hint="cs"/>
          <w:sz w:val="30"/>
          <w:szCs w:val="30"/>
          <w:cs/>
        </w:rPr>
        <w:t xml:space="preserve"> งบกำไรขาดทุนและงบกำไรขาดทุนเบ็ดเสร็จ </w:t>
      </w:r>
      <w:r w:rsidRPr="00656D32">
        <w:rPr>
          <w:rFonts w:ascii="Angsana New" w:hAnsi="Angsana New"/>
          <w:sz w:val="30"/>
          <w:szCs w:val="30"/>
        </w:rPr>
        <w:br/>
      </w:r>
      <w:r w:rsidRPr="00656D32">
        <w:rPr>
          <w:rFonts w:ascii="Angsana New" w:hAnsi="Angsana New" w:hint="cs"/>
          <w:sz w:val="30"/>
          <w:szCs w:val="30"/>
          <w:cs/>
        </w:rPr>
        <w:t xml:space="preserve">งบการเปลี่ยนแปลงส่วนของผู้ถือหุ้น และงบกระแสเงินสด สำหรับงวดสามเดือนสิ้นสุดวันที่ </w:t>
      </w:r>
      <w:r w:rsidRPr="00656D32">
        <w:rPr>
          <w:rFonts w:ascii="Angsana New" w:hAnsi="Angsana New"/>
          <w:sz w:val="30"/>
          <w:szCs w:val="30"/>
        </w:rPr>
        <w:t xml:space="preserve">31 </w:t>
      </w:r>
      <w:r w:rsidRPr="00656D32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656D32">
        <w:rPr>
          <w:rFonts w:ascii="Angsana New" w:hAnsi="Angsana New" w:hint="cs"/>
          <w:sz w:val="30"/>
          <w:szCs w:val="30"/>
        </w:rPr>
        <w:t>25</w:t>
      </w:r>
      <w:r w:rsidRPr="00656D32">
        <w:rPr>
          <w:rFonts w:ascii="Angsana New" w:hAnsi="Angsana New"/>
          <w:sz w:val="30"/>
          <w:szCs w:val="30"/>
        </w:rPr>
        <w:t>68</w:t>
      </w:r>
      <w:r w:rsidRPr="00656D32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656D32">
        <w:rPr>
          <w:rFonts w:ascii="Angsana New" w:hAnsi="Angsana New"/>
          <w:sz w:val="30"/>
          <w:szCs w:val="30"/>
        </w:rPr>
        <w:br/>
      </w:r>
      <w:r w:rsidRPr="00656D32">
        <w:rPr>
          <w:rFonts w:ascii="Angsana New" w:hAnsi="Angsana New" w:hint="cs"/>
          <w:sz w:val="30"/>
          <w:szCs w:val="30"/>
          <w:cs/>
        </w:rPr>
        <w:t>หมายเหตุประกอบงบการเงินแบบย่อ (ข้อมูลทางการเงินระหว่างกาล) ของ</w:t>
      </w:r>
      <w:r w:rsidRPr="00656D32">
        <w:rPr>
          <w:rFonts w:ascii="Angsana New" w:hAnsi="Angsana New"/>
          <w:sz w:val="30"/>
          <w:szCs w:val="30"/>
          <w:cs/>
        </w:rPr>
        <w:t>บริษัทเอสซีจี เดคคอร์ จำกัด</w:t>
      </w:r>
      <w:r w:rsidRPr="00656D32">
        <w:rPr>
          <w:rFonts w:ascii="Angsana New" w:hAnsi="Angsana New" w:hint="cs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</w:rPr>
        <w:t>(</w:t>
      </w:r>
      <w:r w:rsidRPr="00656D32">
        <w:rPr>
          <w:rFonts w:ascii="Angsana New" w:hAnsi="Angsana New" w:hint="cs"/>
          <w:sz w:val="30"/>
          <w:szCs w:val="30"/>
          <w:cs/>
        </w:rPr>
        <w:t>มหาชน</w:t>
      </w:r>
      <w:r w:rsidRPr="00656D32">
        <w:rPr>
          <w:rFonts w:ascii="Angsana New" w:hAnsi="Angsana New"/>
          <w:sz w:val="30"/>
          <w:szCs w:val="30"/>
        </w:rPr>
        <w:t xml:space="preserve">) </w:t>
      </w:r>
      <w:r w:rsidRPr="00656D32">
        <w:rPr>
          <w:rFonts w:ascii="Angsana New" w:hAnsi="Angsana New"/>
          <w:sz w:val="30"/>
          <w:szCs w:val="30"/>
          <w:cs/>
        </w:rPr>
        <w:t>(“</w:t>
      </w:r>
      <w:r w:rsidRPr="00656D32">
        <w:rPr>
          <w:rFonts w:ascii="Angsana New" w:hAnsi="Angsana New" w:hint="cs"/>
          <w:sz w:val="30"/>
          <w:szCs w:val="30"/>
          <w:cs/>
        </w:rPr>
        <w:t>บริษัท</w:t>
      </w:r>
      <w:r w:rsidRPr="00656D32">
        <w:rPr>
          <w:rFonts w:ascii="Angsana New" w:hAnsi="Angsana New"/>
          <w:sz w:val="30"/>
          <w:szCs w:val="30"/>
          <w:cs/>
        </w:rPr>
        <w:t>”)</w:t>
      </w:r>
      <w:r w:rsidRPr="00656D32">
        <w:rPr>
          <w:rFonts w:ascii="Angsana New" w:hAnsi="Angsana New" w:hint="cs"/>
          <w:sz w:val="30"/>
          <w:szCs w:val="30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</w:t>
      </w:r>
      <w:r w:rsidRPr="00656D32">
        <w:rPr>
          <w:rFonts w:ascii="Angsana New" w:hAnsi="Angsana New"/>
          <w:sz w:val="30"/>
          <w:szCs w:val="30"/>
        </w:rPr>
        <w:br/>
      </w:r>
      <w:r w:rsidRPr="00656D32">
        <w:rPr>
          <w:rFonts w:ascii="Angsana New" w:hAnsi="Angsana New" w:hint="cs"/>
          <w:sz w:val="30"/>
          <w:szCs w:val="30"/>
          <w:cs/>
        </w:rPr>
        <w:t xml:space="preserve">ตามมาตรฐานการบัญชี ฉบับที่ </w:t>
      </w:r>
      <w:r w:rsidRPr="00656D32">
        <w:rPr>
          <w:rFonts w:ascii="Angsana New" w:hAnsi="Angsana New" w:hint="cs"/>
          <w:sz w:val="30"/>
          <w:szCs w:val="30"/>
        </w:rPr>
        <w:t>34</w:t>
      </w:r>
      <w:r w:rsidRPr="00656D32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4492955" w14:textId="47DD38D1" w:rsidR="00953DEB" w:rsidRPr="00656D32" w:rsidRDefault="00953DEB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3BEB3567" w14:textId="77777777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i/>
          <w:iCs/>
          <w:sz w:val="30"/>
          <w:szCs w:val="30"/>
          <w:cs/>
        </w:rPr>
        <w:t>ขอบเขตการสอบทาน</w:t>
      </w:r>
    </w:p>
    <w:p w14:paraId="496C87DC" w14:textId="77777777" w:rsidR="00953DEB" w:rsidRPr="00656D32" w:rsidRDefault="00953DEB" w:rsidP="00953DEB">
      <w:pPr>
        <w:pStyle w:val="a"/>
        <w:tabs>
          <w:tab w:val="clear" w:pos="1080"/>
        </w:tabs>
        <w:jc w:val="both"/>
        <w:rPr>
          <w:rFonts w:ascii="Angsana New" w:hAnsi="Angsana New" w:cs="Angsana New"/>
          <w:cs/>
        </w:rPr>
      </w:pPr>
    </w:p>
    <w:p w14:paraId="63A4DBC9" w14:textId="0D2F7EDA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 w:hint="cs"/>
          <w:spacing w:val="4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656D32">
        <w:rPr>
          <w:rFonts w:ascii="Angsana New" w:hAnsi="Angsana New" w:hint="cs"/>
          <w:spacing w:val="4"/>
          <w:sz w:val="30"/>
          <w:szCs w:val="30"/>
        </w:rPr>
        <w:t xml:space="preserve">2410 </w:t>
      </w:r>
      <w:r w:rsidRPr="00656D32">
        <w:rPr>
          <w:rFonts w:ascii="Angsana New" w:hAnsi="Angsana New" w:hint="cs"/>
          <w:spacing w:val="4"/>
          <w:sz w:val="30"/>
          <w:szCs w:val="30"/>
          <w:cs/>
        </w:rPr>
        <w:t>“การสอบทานข้อมูลทางการเงินระหว่างกาล</w:t>
      </w:r>
      <w:r w:rsidRPr="00656D32">
        <w:rPr>
          <w:rFonts w:ascii="Angsana New" w:hAnsi="Angsana New" w:hint="cs"/>
          <w:spacing w:val="4"/>
          <w:sz w:val="30"/>
          <w:szCs w:val="30"/>
        </w:rPr>
        <w:br/>
      </w:r>
      <w:r w:rsidRPr="00656D32">
        <w:rPr>
          <w:rFonts w:ascii="Angsana New" w:hAnsi="Angsana New" w:hint="cs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</w:t>
      </w:r>
      <w:r w:rsidRPr="00656D32">
        <w:rPr>
          <w:rFonts w:ascii="Angsana New" w:hAnsi="Angsana New" w:hint="cs"/>
          <w:spacing w:val="-2"/>
          <w:sz w:val="30"/>
          <w:szCs w:val="30"/>
          <w:cs/>
        </w:rPr>
        <w:t>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การสอบทานนี้มีขอบเขตจำกัด</w:t>
      </w:r>
      <w:r w:rsidRPr="00656D32">
        <w:rPr>
          <w:rFonts w:ascii="Angsana New" w:hAnsi="Angsana New" w:hint="cs"/>
          <w:sz w:val="30"/>
          <w:szCs w:val="30"/>
          <w:cs/>
        </w:rPr>
        <w:t>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ข้าพเจ้าจึงไม่แสดงความเห็นต่อข้อมูลทางการเงินระหว่างกาลที่สอบทาน</w:t>
      </w:r>
    </w:p>
    <w:p w14:paraId="69F8D65F" w14:textId="77777777" w:rsidR="006253BF" w:rsidRPr="00656D32" w:rsidRDefault="006253BF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2272B155" w14:textId="77777777" w:rsidR="004C3EC5" w:rsidRPr="00656D32" w:rsidRDefault="00560EBF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 w:rsidRPr="00656D32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0DC7582D" w14:textId="2509C872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338E6FAB" w14:textId="77777777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A5ECB3C" w14:textId="77777777" w:rsidR="00953DEB" w:rsidRPr="00656D32" w:rsidRDefault="00953DEB" w:rsidP="0055141D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right="-212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56D32">
        <w:rPr>
          <w:rFonts w:ascii="Angsana New" w:hAnsi="Angsana New" w:hint="cs"/>
          <w:sz w:val="30"/>
          <w:szCs w:val="30"/>
        </w:rPr>
        <w:t>34</w:t>
      </w:r>
      <w:r w:rsidRPr="00656D32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B146CF7" w14:textId="77777777" w:rsidR="002A6BE3" w:rsidRPr="00656D32" w:rsidRDefault="002A6BE3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149"/>
        <w:jc w:val="thaiDistribute"/>
        <w:rPr>
          <w:rFonts w:ascii="Angsana New" w:eastAsia="Calibri" w:hAnsi="Angsana New"/>
          <w:sz w:val="30"/>
          <w:szCs w:val="30"/>
        </w:rPr>
      </w:pPr>
    </w:p>
    <w:p w14:paraId="49A511ED" w14:textId="25B20303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96C6462" w14:textId="109A2DA1" w:rsidR="004C3EC5" w:rsidRPr="00656D32" w:rsidRDefault="004C3EC5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F811ACB" w14:textId="77777777" w:rsidR="002B2ACF" w:rsidRPr="00656D32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5CAD94E7" w14:textId="6C98E00A" w:rsidR="00EA7470" w:rsidRPr="00656D32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656D32">
        <w:rPr>
          <w:rFonts w:ascii="Angsana New" w:eastAsia="Calibri" w:hAnsi="Angsana New"/>
          <w:sz w:val="30"/>
          <w:szCs w:val="30"/>
          <w:cs/>
        </w:rPr>
        <w:t>(</w:t>
      </w:r>
      <w:r w:rsidR="003F2018" w:rsidRPr="00656D32">
        <w:rPr>
          <w:rFonts w:ascii="Angsana New" w:eastAsia="Calibri" w:hAnsi="Angsana New"/>
          <w:sz w:val="30"/>
          <w:szCs w:val="30"/>
          <w:cs/>
        </w:rPr>
        <w:t>ทรงชัย วงศ์พิริยาภรณ์</w:t>
      </w:r>
      <w:r w:rsidRPr="00656D32">
        <w:rPr>
          <w:rFonts w:ascii="Angsana New" w:eastAsia="Calibri" w:hAnsi="Angsana New" w:hint="cs"/>
          <w:sz w:val="30"/>
          <w:szCs w:val="30"/>
          <w:cs/>
        </w:rPr>
        <w:t>)</w:t>
      </w:r>
    </w:p>
    <w:p w14:paraId="0A3639AA" w14:textId="7777777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5D4ED6C5" w14:textId="5E573F4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shd w:val="clear" w:color="auto" w:fill="E0E0E0"/>
        </w:rPr>
      </w:pPr>
      <w:r w:rsidRPr="00656D32">
        <w:rPr>
          <w:rFonts w:ascii="Angsana New" w:hAnsi="Angsana New"/>
          <w:sz w:val="30"/>
          <w:szCs w:val="30"/>
          <w:cs/>
        </w:rPr>
        <w:t>เลขทะเบียน</w:t>
      </w:r>
      <w:r w:rsidR="00D2391B" w:rsidRPr="00656D32">
        <w:rPr>
          <w:rFonts w:ascii="Angsana New" w:hAnsi="Angsana New" w:hint="cs"/>
          <w:sz w:val="30"/>
          <w:szCs w:val="30"/>
          <w:cs/>
        </w:rPr>
        <w:t xml:space="preserve"> </w:t>
      </w:r>
      <w:r w:rsidR="003F2018" w:rsidRPr="00656D32">
        <w:rPr>
          <w:rFonts w:ascii="Angsana New" w:hAnsi="Angsana New"/>
          <w:sz w:val="30"/>
          <w:szCs w:val="30"/>
        </w:rPr>
        <w:t>10996</w:t>
      </w:r>
    </w:p>
    <w:p w14:paraId="34921D42" w14:textId="77777777" w:rsidR="00EA7470" w:rsidRPr="00656D32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647930B6" w14:textId="515392DB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บริษัท</w:t>
      </w:r>
      <w:r w:rsidR="00D5655D" w:rsidRPr="00656D32">
        <w:rPr>
          <w:rFonts w:ascii="Angsana New" w:hAnsi="Angsana New"/>
          <w:sz w:val="30"/>
          <w:szCs w:val="30"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เคพีเอ็มจี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ภูมิไชย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สอบบัญชี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จำกัด</w:t>
      </w:r>
    </w:p>
    <w:p w14:paraId="184E97C0" w14:textId="7777777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7C43D93" w14:textId="1DBAA062" w:rsidR="00D10562" w:rsidRPr="00656D32" w:rsidRDefault="00C72AF6" w:rsidP="00D105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656D32">
        <w:rPr>
          <w:rFonts w:ascii="Angsana New" w:hAnsi="Angsana New"/>
          <w:sz w:val="30"/>
          <w:szCs w:val="30"/>
        </w:rPr>
        <w:t>9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="00D10562" w:rsidRPr="00656D32">
        <w:rPr>
          <w:rFonts w:ascii="Angsana New" w:hAnsi="Angsana New" w:hint="cs"/>
          <w:sz w:val="30"/>
          <w:szCs w:val="30"/>
        </w:rPr>
        <w:t>256</w:t>
      </w:r>
      <w:r w:rsidR="00D10562" w:rsidRPr="00656D32">
        <w:rPr>
          <w:rFonts w:ascii="Angsana New" w:hAnsi="Angsana New"/>
          <w:sz w:val="30"/>
          <w:szCs w:val="30"/>
        </w:rPr>
        <w:t>8</w:t>
      </w:r>
    </w:p>
    <w:p w14:paraId="220C7B83" w14:textId="064FA045" w:rsidR="003D4541" w:rsidRPr="00656D32" w:rsidRDefault="003D4541" w:rsidP="00D105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3D4541" w:rsidRPr="00656D32" w:rsidSect="0055141D">
      <w:headerReference w:type="default" r:id="rId15"/>
      <w:footerReference w:type="default" r:id="rId16"/>
      <w:footerReference w:type="first" r:id="rId17"/>
      <w:pgSz w:w="11909" w:h="16834" w:code="9"/>
      <w:pgMar w:top="1701" w:right="1055" w:bottom="851" w:left="1304" w:header="851" w:footer="851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8CCF6" w14:textId="77777777" w:rsidR="00747565" w:rsidRDefault="00747565">
      <w:r>
        <w:separator/>
      </w:r>
    </w:p>
  </w:endnote>
  <w:endnote w:type="continuationSeparator" w:id="0">
    <w:p w14:paraId="6ADC1900" w14:textId="77777777" w:rsidR="00747565" w:rsidRDefault="0074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D1B3" w14:textId="77777777" w:rsidR="00142A39" w:rsidRDefault="00142A39" w:rsidP="006218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5E236" w14:textId="77777777" w:rsidR="00142A39" w:rsidRPr="00E00619" w:rsidRDefault="00142A39" w:rsidP="00E00619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558320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FAA2A14" w14:textId="1B971460" w:rsidR="00D60298" w:rsidRPr="00D60298" w:rsidRDefault="00D60298" w:rsidP="00D6029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F65E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C4764" w14:textId="2F5AB9B7" w:rsidR="00D60298" w:rsidRPr="00B257E6" w:rsidRDefault="00D60298" w:rsidP="00E83AC4">
    <w:pPr>
      <w:pStyle w:val="Footer"/>
      <w:jc w:val="center"/>
      <w:rPr>
        <w:rFonts w:asciiTheme="majorBidi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DB4F0" w14:textId="77777777" w:rsidR="00747565" w:rsidRDefault="00747565">
      <w:r>
        <w:separator/>
      </w:r>
    </w:p>
  </w:footnote>
  <w:footnote w:type="continuationSeparator" w:id="0">
    <w:p w14:paraId="4EDC14DE" w14:textId="77777777" w:rsidR="00747565" w:rsidRDefault="00747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F0E44" w14:textId="0D7783A9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D02A42A" w14:textId="2960BAD2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EEBE2C7" w14:textId="3A67D9FD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D2295C1" w14:textId="72D7D498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D03AFFF" w14:textId="7183AF50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3E97C8F" w14:textId="77777777" w:rsidR="00140981" w:rsidRP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E18EB" w14:textId="37BA715F" w:rsidR="00142A39" w:rsidRDefault="00142A39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69C0A8E" w14:textId="77777777" w:rsidR="00AE27C7" w:rsidRP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8B0869B" w14:textId="4BC2705D" w:rsidR="001B7832" w:rsidRDefault="001B7832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D5D7E1E" w14:textId="06BC390B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DE4FD16" w14:textId="54CE27A2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3D34866" w14:textId="5B8D1CA9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F9174A8" w14:textId="77777777" w:rsidR="00AE27C7" w:rsidRP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4CEC086" w14:textId="77777777" w:rsidR="00142A39" w:rsidRPr="00AE27C7" w:rsidRDefault="00142A39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D0740" w14:textId="5E5BDDF7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55F4405" w14:textId="32C12DE3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80A2E8A" w14:textId="79A82C23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3B229E9" w14:textId="77777777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5"/>
  </w:num>
  <w:num w:numId="13">
    <w:abstractNumId w:val="27"/>
  </w:num>
  <w:num w:numId="14">
    <w:abstractNumId w:val="19"/>
  </w:num>
  <w:num w:numId="15">
    <w:abstractNumId w:val="23"/>
  </w:num>
  <w:num w:numId="16">
    <w:abstractNumId w:val="21"/>
  </w:num>
  <w:num w:numId="17">
    <w:abstractNumId w:val="14"/>
  </w:num>
  <w:num w:numId="18">
    <w:abstractNumId w:val="29"/>
  </w:num>
  <w:num w:numId="19">
    <w:abstractNumId w:val="11"/>
  </w:num>
  <w:num w:numId="20">
    <w:abstractNumId w:val="12"/>
  </w:num>
  <w:num w:numId="21">
    <w:abstractNumId w:val="17"/>
  </w:num>
  <w:num w:numId="22">
    <w:abstractNumId w:val="24"/>
  </w:num>
  <w:num w:numId="23">
    <w:abstractNumId w:val="26"/>
  </w:num>
  <w:num w:numId="24">
    <w:abstractNumId w:val="13"/>
  </w:num>
  <w:num w:numId="25">
    <w:abstractNumId w:val="28"/>
  </w:num>
  <w:num w:numId="26">
    <w:abstractNumId w:val="20"/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6"/>
  </w:num>
  <w:num w:numId="29">
    <w:abstractNumId w:val="18"/>
  </w:num>
  <w:num w:numId="30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2F25"/>
    <w:rsid w:val="0001309F"/>
    <w:rsid w:val="00013C03"/>
    <w:rsid w:val="000146C6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8FD"/>
    <w:rsid w:val="00030DAC"/>
    <w:rsid w:val="00032026"/>
    <w:rsid w:val="00032079"/>
    <w:rsid w:val="000323ED"/>
    <w:rsid w:val="0003302F"/>
    <w:rsid w:val="00033BDC"/>
    <w:rsid w:val="00034D6A"/>
    <w:rsid w:val="000354D0"/>
    <w:rsid w:val="00035ADF"/>
    <w:rsid w:val="00036D38"/>
    <w:rsid w:val="00037C84"/>
    <w:rsid w:val="00040192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4076"/>
    <w:rsid w:val="0007456F"/>
    <w:rsid w:val="00074DF8"/>
    <w:rsid w:val="00075918"/>
    <w:rsid w:val="000762B7"/>
    <w:rsid w:val="00076788"/>
    <w:rsid w:val="00076FE2"/>
    <w:rsid w:val="00077B6C"/>
    <w:rsid w:val="000803A1"/>
    <w:rsid w:val="0008102C"/>
    <w:rsid w:val="00081FF0"/>
    <w:rsid w:val="00082476"/>
    <w:rsid w:val="00083951"/>
    <w:rsid w:val="00083F7B"/>
    <w:rsid w:val="00084279"/>
    <w:rsid w:val="0008503B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829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CAA"/>
    <w:rsid w:val="000B0843"/>
    <w:rsid w:val="000B0966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22B9"/>
    <w:rsid w:val="000D2815"/>
    <w:rsid w:val="000D30C4"/>
    <w:rsid w:val="000D34ED"/>
    <w:rsid w:val="000D3766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F79"/>
    <w:rsid w:val="000E6782"/>
    <w:rsid w:val="000E6AB6"/>
    <w:rsid w:val="000E7125"/>
    <w:rsid w:val="000E7848"/>
    <w:rsid w:val="000E78AB"/>
    <w:rsid w:val="000F19D8"/>
    <w:rsid w:val="000F1FDF"/>
    <w:rsid w:val="000F27C2"/>
    <w:rsid w:val="000F2934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23ED"/>
    <w:rsid w:val="0013277E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0981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64A"/>
    <w:rsid w:val="00151B7D"/>
    <w:rsid w:val="001554B8"/>
    <w:rsid w:val="0015571F"/>
    <w:rsid w:val="001569A0"/>
    <w:rsid w:val="00157C9F"/>
    <w:rsid w:val="00157DA4"/>
    <w:rsid w:val="00160118"/>
    <w:rsid w:val="0016037E"/>
    <w:rsid w:val="0016199C"/>
    <w:rsid w:val="00161B74"/>
    <w:rsid w:val="00162454"/>
    <w:rsid w:val="00162556"/>
    <w:rsid w:val="001627D5"/>
    <w:rsid w:val="0016514F"/>
    <w:rsid w:val="00165177"/>
    <w:rsid w:val="00165CA3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409"/>
    <w:rsid w:val="00174FA4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F64"/>
    <w:rsid w:val="001918B2"/>
    <w:rsid w:val="0019227A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111A"/>
    <w:rsid w:val="001A15E9"/>
    <w:rsid w:val="001A19B9"/>
    <w:rsid w:val="001A1B76"/>
    <w:rsid w:val="001A3AB2"/>
    <w:rsid w:val="001A3E4C"/>
    <w:rsid w:val="001A421B"/>
    <w:rsid w:val="001A422E"/>
    <w:rsid w:val="001A4BD6"/>
    <w:rsid w:val="001A5F4D"/>
    <w:rsid w:val="001A72B1"/>
    <w:rsid w:val="001A7C88"/>
    <w:rsid w:val="001A7F1C"/>
    <w:rsid w:val="001B0508"/>
    <w:rsid w:val="001B1224"/>
    <w:rsid w:val="001B1457"/>
    <w:rsid w:val="001B27F1"/>
    <w:rsid w:val="001B2BBA"/>
    <w:rsid w:val="001B2BF2"/>
    <w:rsid w:val="001B4610"/>
    <w:rsid w:val="001B6084"/>
    <w:rsid w:val="001B7832"/>
    <w:rsid w:val="001B7FDA"/>
    <w:rsid w:val="001C0BFB"/>
    <w:rsid w:val="001C1BAC"/>
    <w:rsid w:val="001C1F83"/>
    <w:rsid w:val="001C21AD"/>
    <w:rsid w:val="001C2F1A"/>
    <w:rsid w:val="001C3ECC"/>
    <w:rsid w:val="001C464A"/>
    <w:rsid w:val="001C4C03"/>
    <w:rsid w:val="001C54B8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305C"/>
    <w:rsid w:val="001E30D6"/>
    <w:rsid w:val="001E3B4A"/>
    <w:rsid w:val="001E47EE"/>
    <w:rsid w:val="001E4C8E"/>
    <w:rsid w:val="001E68D2"/>
    <w:rsid w:val="001E6A32"/>
    <w:rsid w:val="001E7FC2"/>
    <w:rsid w:val="001F07E3"/>
    <w:rsid w:val="001F081B"/>
    <w:rsid w:val="001F10D9"/>
    <w:rsid w:val="001F167B"/>
    <w:rsid w:val="001F2739"/>
    <w:rsid w:val="001F293A"/>
    <w:rsid w:val="001F2A5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861"/>
    <w:rsid w:val="00212A3F"/>
    <w:rsid w:val="002133C3"/>
    <w:rsid w:val="00213BD9"/>
    <w:rsid w:val="00214703"/>
    <w:rsid w:val="00214C03"/>
    <w:rsid w:val="00215114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339C"/>
    <w:rsid w:val="00243A8B"/>
    <w:rsid w:val="00244664"/>
    <w:rsid w:val="00244AF6"/>
    <w:rsid w:val="00244C8C"/>
    <w:rsid w:val="002452B9"/>
    <w:rsid w:val="002452D6"/>
    <w:rsid w:val="00246A7A"/>
    <w:rsid w:val="00246CD0"/>
    <w:rsid w:val="00247288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CF4"/>
    <w:rsid w:val="0027001C"/>
    <w:rsid w:val="00270489"/>
    <w:rsid w:val="00270A20"/>
    <w:rsid w:val="00271ACD"/>
    <w:rsid w:val="00273C05"/>
    <w:rsid w:val="002744A2"/>
    <w:rsid w:val="002749A4"/>
    <w:rsid w:val="00275032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6F02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5FE"/>
    <w:rsid w:val="002A2D9A"/>
    <w:rsid w:val="002A2F0A"/>
    <w:rsid w:val="002A3A66"/>
    <w:rsid w:val="002A4886"/>
    <w:rsid w:val="002A4F61"/>
    <w:rsid w:val="002A53EC"/>
    <w:rsid w:val="002A556E"/>
    <w:rsid w:val="002A5B32"/>
    <w:rsid w:val="002A5C19"/>
    <w:rsid w:val="002A5D67"/>
    <w:rsid w:val="002A6BE3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332D"/>
    <w:rsid w:val="002B349B"/>
    <w:rsid w:val="002B39B5"/>
    <w:rsid w:val="002B424B"/>
    <w:rsid w:val="002B47F4"/>
    <w:rsid w:val="002B5533"/>
    <w:rsid w:val="002B62C3"/>
    <w:rsid w:val="002B77E2"/>
    <w:rsid w:val="002C0165"/>
    <w:rsid w:val="002C04F4"/>
    <w:rsid w:val="002C1F72"/>
    <w:rsid w:val="002C27DC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3773"/>
    <w:rsid w:val="002F3983"/>
    <w:rsid w:val="002F4734"/>
    <w:rsid w:val="002F4793"/>
    <w:rsid w:val="002F4CE0"/>
    <w:rsid w:val="002F5106"/>
    <w:rsid w:val="002F5786"/>
    <w:rsid w:val="002F6041"/>
    <w:rsid w:val="002F649A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230B"/>
    <w:rsid w:val="003024C6"/>
    <w:rsid w:val="00303863"/>
    <w:rsid w:val="003045C8"/>
    <w:rsid w:val="003045C9"/>
    <w:rsid w:val="003058E3"/>
    <w:rsid w:val="00305C67"/>
    <w:rsid w:val="00306638"/>
    <w:rsid w:val="00306841"/>
    <w:rsid w:val="003068A0"/>
    <w:rsid w:val="00306E3A"/>
    <w:rsid w:val="003100C9"/>
    <w:rsid w:val="003105F0"/>
    <w:rsid w:val="003116E2"/>
    <w:rsid w:val="00311BA5"/>
    <w:rsid w:val="003125F2"/>
    <w:rsid w:val="003148FE"/>
    <w:rsid w:val="00316026"/>
    <w:rsid w:val="003162CD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3DE8"/>
    <w:rsid w:val="00374D0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FAC"/>
    <w:rsid w:val="00380FB6"/>
    <w:rsid w:val="003815E5"/>
    <w:rsid w:val="00382AE3"/>
    <w:rsid w:val="0038393D"/>
    <w:rsid w:val="00384666"/>
    <w:rsid w:val="00386C2D"/>
    <w:rsid w:val="00387115"/>
    <w:rsid w:val="00390373"/>
    <w:rsid w:val="00391374"/>
    <w:rsid w:val="0039176C"/>
    <w:rsid w:val="00392791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4DCE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62E7"/>
    <w:rsid w:val="003C65A8"/>
    <w:rsid w:val="003C7DAA"/>
    <w:rsid w:val="003D0E47"/>
    <w:rsid w:val="003D1303"/>
    <w:rsid w:val="003D35BE"/>
    <w:rsid w:val="003D3F87"/>
    <w:rsid w:val="003D4541"/>
    <w:rsid w:val="003D4C88"/>
    <w:rsid w:val="003D4E12"/>
    <w:rsid w:val="003D560E"/>
    <w:rsid w:val="003D7112"/>
    <w:rsid w:val="003D7CDC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2018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3390"/>
    <w:rsid w:val="004238CA"/>
    <w:rsid w:val="004247C8"/>
    <w:rsid w:val="004253CE"/>
    <w:rsid w:val="00425C81"/>
    <w:rsid w:val="00425CC7"/>
    <w:rsid w:val="00425DC0"/>
    <w:rsid w:val="0042680D"/>
    <w:rsid w:val="00426AB5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6CD5"/>
    <w:rsid w:val="004678B5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D04"/>
    <w:rsid w:val="004873A0"/>
    <w:rsid w:val="00487413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537B"/>
    <w:rsid w:val="004953A5"/>
    <w:rsid w:val="00495899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8E7"/>
    <w:rsid w:val="004B6192"/>
    <w:rsid w:val="004B62F9"/>
    <w:rsid w:val="004B6827"/>
    <w:rsid w:val="004B6946"/>
    <w:rsid w:val="004B7524"/>
    <w:rsid w:val="004C0F87"/>
    <w:rsid w:val="004C10C3"/>
    <w:rsid w:val="004C136D"/>
    <w:rsid w:val="004C29B1"/>
    <w:rsid w:val="004C2BB8"/>
    <w:rsid w:val="004C2C03"/>
    <w:rsid w:val="004C2D6B"/>
    <w:rsid w:val="004C3EC5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F0413"/>
    <w:rsid w:val="004F0D4E"/>
    <w:rsid w:val="004F1247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368"/>
    <w:rsid w:val="005113BA"/>
    <w:rsid w:val="005114C9"/>
    <w:rsid w:val="005124C0"/>
    <w:rsid w:val="00513529"/>
    <w:rsid w:val="00513F1C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420"/>
    <w:rsid w:val="0053679A"/>
    <w:rsid w:val="00536E98"/>
    <w:rsid w:val="00537EE9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289"/>
    <w:rsid w:val="0055050E"/>
    <w:rsid w:val="00550547"/>
    <w:rsid w:val="005512BE"/>
    <w:rsid w:val="0055141D"/>
    <w:rsid w:val="005519D0"/>
    <w:rsid w:val="00551E4F"/>
    <w:rsid w:val="00554A65"/>
    <w:rsid w:val="00556901"/>
    <w:rsid w:val="00556A55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7747D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1225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D0F6B"/>
    <w:rsid w:val="005D1056"/>
    <w:rsid w:val="005D1FF0"/>
    <w:rsid w:val="005D28EB"/>
    <w:rsid w:val="005D4A76"/>
    <w:rsid w:val="005D4FDD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72F"/>
    <w:rsid w:val="005E70F0"/>
    <w:rsid w:val="005F12A5"/>
    <w:rsid w:val="005F169D"/>
    <w:rsid w:val="005F2687"/>
    <w:rsid w:val="005F2C90"/>
    <w:rsid w:val="005F369F"/>
    <w:rsid w:val="005F65EB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79B"/>
    <w:rsid w:val="00623454"/>
    <w:rsid w:val="006253BF"/>
    <w:rsid w:val="00625E78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218"/>
    <w:rsid w:val="006431F0"/>
    <w:rsid w:val="006445E5"/>
    <w:rsid w:val="006447BF"/>
    <w:rsid w:val="00644892"/>
    <w:rsid w:val="00644D66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6D32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87868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F2A"/>
    <w:rsid w:val="006B0A53"/>
    <w:rsid w:val="006B2F58"/>
    <w:rsid w:val="006B4E41"/>
    <w:rsid w:val="006B4FD0"/>
    <w:rsid w:val="006B5321"/>
    <w:rsid w:val="006B5775"/>
    <w:rsid w:val="006B5ACB"/>
    <w:rsid w:val="006B7081"/>
    <w:rsid w:val="006B7BCE"/>
    <w:rsid w:val="006C001B"/>
    <w:rsid w:val="006C067F"/>
    <w:rsid w:val="006C0E37"/>
    <w:rsid w:val="006C136C"/>
    <w:rsid w:val="006C16BE"/>
    <w:rsid w:val="006C1907"/>
    <w:rsid w:val="006C1DDC"/>
    <w:rsid w:val="006C24DE"/>
    <w:rsid w:val="006C29AE"/>
    <w:rsid w:val="006C392F"/>
    <w:rsid w:val="006C39B6"/>
    <w:rsid w:val="006C3A5A"/>
    <w:rsid w:val="006C3E4A"/>
    <w:rsid w:val="006C42F1"/>
    <w:rsid w:val="006C5A63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599"/>
    <w:rsid w:val="007138E8"/>
    <w:rsid w:val="00713EA9"/>
    <w:rsid w:val="007140E8"/>
    <w:rsid w:val="00714137"/>
    <w:rsid w:val="00714953"/>
    <w:rsid w:val="00714CA0"/>
    <w:rsid w:val="00715BE6"/>
    <w:rsid w:val="00716405"/>
    <w:rsid w:val="00716460"/>
    <w:rsid w:val="00716BBC"/>
    <w:rsid w:val="0071725E"/>
    <w:rsid w:val="007203F8"/>
    <w:rsid w:val="00721177"/>
    <w:rsid w:val="007220B5"/>
    <w:rsid w:val="00722F90"/>
    <w:rsid w:val="00723012"/>
    <w:rsid w:val="0072394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7E6"/>
    <w:rsid w:val="00744A80"/>
    <w:rsid w:val="00745CBB"/>
    <w:rsid w:val="00745F09"/>
    <w:rsid w:val="00746024"/>
    <w:rsid w:val="00746220"/>
    <w:rsid w:val="007467FC"/>
    <w:rsid w:val="0074680A"/>
    <w:rsid w:val="00746958"/>
    <w:rsid w:val="00747388"/>
    <w:rsid w:val="007473C4"/>
    <w:rsid w:val="00747565"/>
    <w:rsid w:val="00750BB6"/>
    <w:rsid w:val="0075110B"/>
    <w:rsid w:val="007511D5"/>
    <w:rsid w:val="00752328"/>
    <w:rsid w:val="007528B8"/>
    <w:rsid w:val="00753150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326D"/>
    <w:rsid w:val="007644ED"/>
    <w:rsid w:val="007648FC"/>
    <w:rsid w:val="00764CFC"/>
    <w:rsid w:val="00765AC2"/>
    <w:rsid w:val="00766892"/>
    <w:rsid w:val="0076691D"/>
    <w:rsid w:val="00766BE8"/>
    <w:rsid w:val="00767F30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1AB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E61"/>
    <w:rsid w:val="007A0314"/>
    <w:rsid w:val="007A0CF0"/>
    <w:rsid w:val="007A16F5"/>
    <w:rsid w:val="007A264A"/>
    <w:rsid w:val="007A278C"/>
    <w:rsid w:val="007A2ACD"/>
    <w:rsid w:val="007A2AFE"/>
    <w:rsid w:val="007A2B60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3D4"/>
    <w:rsid w:val="007D4541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4E66"/>
    <w:rsid w:val="007E5786"/>
    <w:rsid w:val="007E62A2"/>
    <w:rsid w:val="007E65C5"/>
    <w:rsid w:val="007E6F2F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E5"/>
    <w:rsid w:val="008101EE"/>
    <w:rsid w:val="008111C4"/>
    <w:rsid w:val="008111D5"/>
    <w:rsid w:val="008112FB"/>
    <w:rsid w:val="00811BD0"/>
    <w:rsid w:val="0081254C"/>
    <w:rsid w:val="00812A68"/>
    <w:rsid w:val="00813229"/>
    <w:rsid w:val="00813F8C"/>
    <w:rsid w:val="00813F9B"/>
    <w:rsid w:val="008146EA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B05"/>
    <w:rsid w:val="00830A84"/>
    <w:rsid w:val="00830C8A"/>
    <w:rsid w:val="00830CE8"/>
    <w:rsid w:val="00831591"/>
    <w:rsid w:val="00832156"/>
    <w:rsid w:val="0083334B"/>
    <w:rsid w:val="008340B9"/>
    <w:rsid w:val="0083556F"/>
    <w:rsid w:val="008370FC"/>
    <w:rsid w:val="0083720C"/>
    <w:rsid w:val="00841F96"/>
    <w:rsid w:val="00843D69"/>
    <w:rsid w:val="008441AB"/>
    <w:rsid w:val="00844414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73FD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664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73C8"/>
    <w:rsid w:val="008875BB"/>
    <w:rsid w:val="00890BF9"/>
    <w:rsid w:val="00891888"/>
    <w:rsid w:val="00891CD0"/>
    <w:rsid w:val="00892010"/>
    <w:rsid w:val="008922D8"/>
    <w:rsid w:val="00893084"/>
    <w:rsid w:val="008930F5"/>
    <w:rsid w:val="0089415E"/>
    <w:rsid w:val="00895804"/>
    <w:rsid w:val="00895F51"/>
    <w:rsid w:val="00895FF6"/>
    <w:rsid w:val="008975DF"/>
    <w:rsid w:val="00897659"/>
    <w:rsid w:val="008976BD"/>
    <w:rsid w:val="00897A01"/>
    <w:rsid w:val="00897EF4"/>
    <w:rsid w:val="008A12AE"/>
    <w:rsid w:val="008A17CB"/>
    <w:rsid w:val="008A256A"/>
    <w:rsid w:val="008A2952"/>
    <w:rsid w:val="008A2BA4"/>
    <w:rsid w:val="008A2E8A"/>
    <w:rsid w:val="008A4D6E"/>
    <w:rsid w:val="008A5043"/>
    <w:rsid w:val="008A5EB8"/>
    <w:rsid w:val="008A64E1"/>
    <w:rsid w:val="008A73FD"/>
    <w:rsid w:val="008B02E7"/>
    <w:rsid w:val="008B0E2F"/>
    <w:rsid w:val="008B2850"/>
    <w:rsid w:val="008B2C72"/>
    <w:rsid w:val="008B2C8A"/>
    <w:rsid w:val="008B367B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179F"/>
    <w:rsid w:val="008D26B8"/>
    <w:rsid w:val="008D386F"/>
    <w:rsid w:val="008D3B1C"/>
    <w:rsid w:val="008D5458"/>
    <w:rsid w:val="008D6540"/>
    <w:rsid w:val="008D7877"/>
    <w:rsid w:val="008E178C"/>
    <w:rsid w:val="008E1EBC"/>
    <w:rsid w:val="008E24CF"/>
    <w:rsid w:val="008E2659"/>
    <w:rsid w:val="008E2E2E"/>
    <w:rsid w:val="008E347C"/>
    <w:rsid w:val="008E42D6"/>
    <w:rsid w:val="008E4A3C"/>
    <w:rsid w:val="008E4F81"/>
    <w:rsid w:val="008E58C7"/>
    <w:rsid w:val="008E6150"/>
    <w:rsid w:val="008E6CE8"/>
    <w:rsid w:val="008E7921"/>
    <w:rsid w:val="008F1115"/>
    <w:rsid w:val="008F152A"/>
    <w:rsid w:val="008F2B62"/>
    <w:rsid w:val="008F4318"/>
    <w:rsid w:val="008F561A"/>
    <w:rsid w:val="008F5D4B"/>
    <w:rsid w:val="008F5F4C"/>
    <w:rsid w:val="008F6159"/>
    <w:rsid w:val="008F6643"/>
    <w:rsid w:val="008F76B1"/>
    <w:rsid w:val="008F7812"/>
    <w:rsid w:val="008F7A45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6F2"/>
    <w:rsid w:val="00920F30"/>
    <w:rsid w:val="009219CC"/>
    <w:rsid w:val="00921A58"/>
    <w:rsid w:val="00921F1B"/>
    <w:rsid w:val="00923E94"/>
    <w:rsid w:val="00924277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06BF"/>
    <w:rsid w:val="009410E9"/>
    <w:rsid w:val="00942009"/>
    <w:rsid w:val="00942403"/>
    <w:rsid w:val="00942C6E"/>
    <w:rsid w:val="009434A4"/>
    <w:rsid w:val="009446B5"/>
    <w:rsid w:val="009458F1"/>
    <w:rsid w:val="009475E2"/>
    <w:rsid w:val="009479EF"/>
    <w:rsid w:val="00950138"/>
    <w:rsid w:val="00951BBF"/>
    <w:rsid w:val="009531DB"/>
    <w:rsid w:val="00953DE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5F79"/>
    <w:rsid w:val="00976077"/>
    <w:rsid w:val="0097622B"/>
    <w:rsid w:val="0097645A"/>
    <w:rsid w:val="0097685E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319"/>
    <w:rsid w:val="009C1592"/>
    <w:rsid w:val="009C211F"/>
    <w:rsid w:val="009C2986"/>
    <w:rsid w:val="009C30C5"/>
    <w:rsid w:val="009C3B4A"/>
    <w:rsid w:val="009C3C3D"/>
    <w:rsid w:val="009C4404"/>
    <w:rsid w:val="009C4F1F"/>
    <w:rsid w:val="009C582B"/>
    <w:rsid w:val="009C7991"/>
    <w:rsid w:val="009D0D15"/>
    <w:rsid w:val="009D1AFF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50ED"/>
    <w:rsid w:val="009E5FF5"/>
    <w:rsid w:val="009E6090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C1"/>
    <w:rsid w:val="009F57ED"/>
    <w:rsid w:val="009F5B59"/>
    <w:rsid w:val="009F61CB"/>
    <w:rsid w:val="009F65C3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2797"/>
    <w:rsid w:val="00A12B4D"/>
    <w:rsid w:val="00A13758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37E24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4A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B6BB6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6029"/>
    <w:rsid w:val="00AC70D5"/>
    <w:rsid w:val="00AC7207"/>
    <w:rsid w:val="00AD06B8"/>
    <w:rsid w:val="00AD1755"/>
    <w:rsid w:val="00AD1A94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27C7"/>
    <w:rsid w:val="00AE47D0"/>
    <w:rsid w:val="00AF01AE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57E6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550"/>
    <w:rsid w:val="00B37496"/>
    <w:rsid w:val="00B374CC"/>
    <w:rsid w:val="00B3759A"/>
    <w:rsid w:val="00B404D6"/>
    <w:rsid w:val="00B40700"/>
    <w:rsid w:val="00B40900"/>
    <w:rsid w:val="00B4161F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3EE2"/>
    <w:rsid w:val="00B74CD1"/>
    <w:rsid w:val="00B75324"/>
    <w:rsid w:val="00B7535E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A2A"/>
    <w:rsid w:val="00B84D73"/>
    <w:rsid w:val="00B85B57"/>
    <w:rsid w:val="00B86174"/>
    <w:rsid w:val="00B873E6"/>
    <w:rsid w:val="00B875D4"/>
    <w:rsid w:val="00B90427"/>
    <w:rsid w:val="00B90BEE"/>
    <w:rsid w:val="00B90C3C"/>
    <w:rsid w:val="00B92CB8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252C"/>
    <w:rsid w:val="00BB2949"/>
    <w:rsid w:val="00BB3BAF"/>
    <w:rsid w:val="00BB3D98"/>
    <w:rsid w:val="00BB3DBB"/>
    <w:rsid w:val="00BB48E5"/>
    <w:rsid w:val="00BB5F57"/>
    <w:rsid w:val="00BB61F8"/>
    <w:rsid w:val="00BB64FB"/>
    <w:rsid w:val="00BB7499"/>
    <w:rsid w:val="00BC1E6E"/>
    <w:rsid w:val="00BC2171"/>
    <w:rsid w:val="00BC22A2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611"/>
    <w:rsid w:val="00BF3189"/>
    <w:rsid w:val="00BF34D2"/>
    <w:rsid w:val="00BF3818"/>
    <w:rsid w:val="00BF4080"/>
    <w:rsid w:val="00BF4151"/>
    <w:rsid w:val="00BF4238"/>
    <w:rsid w:val="00BF47B1"/>
    <w:rsid w:val="00BF54C8"/>
    <w:rsid w:val="00BF54D8"/>
    <w:rsid w:val="00BF55ED"/>
    <w:rsid w:val="00BF64BB"/>
    <w:rsid w:val="00BF6A4D"/>
    <w:rsid w:val="00BF77BE"/>
    <w:rsid w:val="00BF783D"/>
    <w:rsid w:val="00C01472"/>
    <w:rsid w:val="00C016B9"/>
    <w:rsid w:val="00C016C3"/>
    <w:rsid w:val="00C017FD"/>
    <w:rsid w:val="00C01B18"/>
    <w:rsid w:val="00C02165"/>
    <w:rsid w:val="00C0376B"/>
    <w:rsid w:val="00C038B3"/>
    <w:rsid w:val="00C03DF5"/>
    <w:rsid w:val="00C046B8"/>
    <w:rsid w:val="00C04F17"/>
    <w:rsid w:val="00C052E5"/>
    <w:rsid w:val="00C0537E"/>
    <w:rsid w:val="00C065A8"/>
    <w:rsid w:val="00C0669E"/>
    <w:rsid w:val="00C07404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1D2C"/>
    <w:rsid w:val="00C42DBE"/>
    <w:rsid w:val="00C43331"/>
    <w:rsid w:val="00C44830"/>
    <w:rsid w:val="00C46277"/>
    <w:rsid w:val="00C46623"/>
    <w:rsid w:val="00C473EA"/>
    <w:rsid w:val="00C50272"/>
    <w:rsid w:val="00C50AF5"/>
    <w:rsid w:val="00C510CC"/>
    <w:rsid w:val="00C51ECA"/>
    <w:rsid w:val="00C53209"/>
    <w:rsid w:val="00C54040"/>
    <w:rsid w:val="00C550D8"/>
    <w:rsid w:val="00C55524"/>
    <w:rsid w:val="00C558D0"/>
    <w:rsid w:val="00C55A4C"/>
    <w:rsid w:val="00C55C35"/>
    <w:rsid w:val="00C56228"/>
    <w:rsid w:val="00C56E1C"/>
    <w:rsid w:val="00C5785C"/>
    <w:rsid w:val="00C57A48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7096C"/>
    <w:rsid w:val="00C70A45"/>
    <w:rsid w:val="00C70AB2"/>
    <w:rsid w:val="00C71629"/>
    <w:rsid w:val="00C718D3"/>
    <w:rsid w:val="00C722A3"/>
    <w:rsid w:val="00C72AF6"/>
    <w:rsid w:val="00C7309B"/>
    <w:rsid w:val="00C745FF"/>
    <w:rsid w:val="00C74CA6"/>
    <w:rsid w:val="00C74D19"/>
    <w:rsid w:val="00C76D66"/>
    <w:rsid w:val="00C7781D"/>
    <w:rsid w:val="00C8025E"/>
    <w:rsid w:val="00C8034D"/>
    <w:rsid w:val="00C80A2D"/>
    <w:rsid w:val="00C81139"/>
    <w:rsid w:val="00C832D7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305A"/>
    <w:rsid w:val="00CC319F"/>
    <w:rsid w:val="00CC493C"/>
    <w:rsid w:val="00CC6702"/>
    <w:rsid w:val="00CC6941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30BA"/>
    <w:rsid w:val="00CD315C"/>
    <w:rsid w:val="00CD3EC2"/>
    <w:rsid w:val="00CD4155"/>
    <w:rsid w:val="00CD4905"/>
    <w:rsid w:val="00CD4F09"/>
    <w:rsid w:val="00CD4F4C"/>
    <w:rsid w:val="00CD5F93"/>
    <w:rsid w:val="00CE008E"/>
    <w:rsid w:val="00CE07A0"/>
    <w:rsid w:val="00CE0A7F"/>
    <w:rsid w:val="00CE1451"/>
    <w:rsid w:val="00CE18D7"/>
    <w:rsid w:val="00CE1949"/>
    <w:rsid w:val="00CE1FB8"/>
    <w:rsid w:val="00CE1FE9"/>
    <w:rsid w:val="00CE208B"/>
    <w:rsid w:val="00CE20A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562"/>
    <w:rsid w:val="00D1082B"/>
    <w:rsid w:val="00D10A69"/>
    <w:rsid w:val="00D1161A"/>
    <w:rsid w:val="00D11A52"/>
    <w:rsid w:val="00D13338"/>
    <w:rsid w:val="00D1337E"/>
    <w:rsid w:val="00D14EE4"/>
    <w:rsid w:val="00D15C8F"/>
    <w:rsid w:val="00D16837"/>
    <w:rsid w:val="00D16F19"/>
    <w:rsid w:val="00D17610"/>
    <w:rsid w:val="00D204DC"/>
    <w:rsid w:val="00D207EA"/>
    <w:rsid w:val="00D21181"/>
    <w:rsid w:val="00D21635"/>
    <w:rsid w:val="00D223A7"/>
    <w:rsid w:val="00D224F9"/>
    <w:rsid w:val="00D22821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3170"/>
    <w:rsid w:val="00D33BA6"/>
    <w:rsid w:val="00D34C67"/>
    <w:rsid w:val="00D36080"/>
    <w:rsid w:val="00D36473"/>
    <w:rsid w:val="00D3660F"/>
    <w:rsid w:val="00D3764C"/>
    <w:rsid w:val="00D37796"/>
    <w:rsid w:val="00D377DA"/>
    <w:rsid w:val="00D37826"/>
    <w:rsid w:val="00D37E04"/>
    <w:rsid w:val="00D37EDE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37"/>
    <w:rsid w:val="00D501E3"/>
    <w:rsid w:val="00D50C83"/>
    <w:rsid w:val="00D51248"/>
    <w:rsid w:val="00D51451"/>
    <w:rsid w:val="00D51956"/>
    <w:rsid w:val="00D51C5D"/>
    <w:rsid w:val="00D51FC7"/>
    <w:rsid w:val="00D52949"/>
    <w:rsid w:val="00D53ADA"/>
    <w:rsid w:val="00D53EBE"/>
    <w:rsid w:val="00D54EA0"/>
    <w:rsid w:val="00D55AD4"/>
    <w:rsid w:val="00D55DFC"/>
    <w:rsid w:val="00D55F16"/>
    <w:rsid w:val="00D564CA"/>
    <w:rsid w:val="00D5655D"/>
    <w:rsid w:val="00D57644"/>
    <w:rsid w:val="00D57D3B"/>
    <w:rsid w:val="00D601C2"/>
    <w:rsid w:val="00D60298"/>
    <w:rsid w:val="00D6033F"/>
    <w:rsid w:val="00D6078A"/>
    <w:rsid w:val="00D615B6"/>
    <w:rsid w:val="00D617F3"/>
    <w:rsid w:val="00D62091"/>
    <w:rsid w:val="00D64C34"/>
    <w:rsid w:val="00D64FA5"/>
    <w:rsid w:val="00D66673"/>
    <w:rsid w:val="00D66A5E"/>
    <w:rsid w:val="00D66CB6"/>
    <w:rsid w:val="00D67152"/>
    <w:rsid w:val="00D677D9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985"/>
    <w:rsid w:val="00D73D30"/>
    <w:rsid w:val="00D745D0"/>
    <w:rsid w:val="00D74C46"/>
    <w:rsid w:val="00D75601"/>
    <w:rsid w:val="00D76860"/>
    <w:rsid w:val="00D770A8"/>
    <w:rsid w:val="00D77AE8"/>
    <w:rsid w:val="00D80AEA"/>
    <w:rsid w:val="00D80BDB"/>
    <w:rsid w:val="00D81306"/>
    <w:rsid w:val="00D826F2"/>
    <w:rsid w:val="00D83177"/>
    <w:rsid w:val="00D85450"/>
    <w:rsid w:val="00D85D04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B53"/>
    <w:rsid w:val="00D91F77"/>
    <w:rsid w:val="00D9230B"/>
    <w:rsid w:val="00D92A3F"/>
    <w:rsid w:val="00D92B33"/>
    <w:rsid w:val="00D940D1"/>
    <w:rsid w:val="00D94B89"/>
    <w:rsid w:val="00D94C72"/>
    <w:rsid w:val="00D955A1"/>
    <w:rsid w:val="00D968C0"/>
    <w:rsid w:val="00D96950"/>
    <w:rsid w:val="00D96A46"/>
    <w:rsid w:val="00D96EC1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727"/>
    <w:rsid w:val="00DD5DCE"/>
    <w:rsid w:val="00DD5EC8"/>
    <w:rsid w:val="00DD67A6"/>
    <w:rsid w:val="00DD6FF2"/>
    <w:rsid w:val="00DD7308"/>
    <w:rsid w:val="00DD7938"/>
    <w:rsid w:val="00DD7960"/>
    <w:rsid w:val="00DE0A53"/>
    <w:rsid w:val="00DE0E71"/>
    <w:rsid w:val="00DE264E"/>
    <w:rsid w:val="00DE3138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697"/>
    <w:rsid w:val="00E03D9C"/>
    <w:rsid w:val="00E049FB"/>
    <w:rsid w:val="00E05FBE"/>
    <w:rsid w:val="00E06D4E"/>
    <w:rsid w:val="00E07509"/>
    <w:rsid w:val="00E106DB"/>
    <w:rsid w:val="00E10F03"/>
    <w:rsid w:val="00E11783"/>
    <w:rsid w:val="00E11B42"/>
    <w:rsid w:val="00E12317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869"/>
    <w:rsid w:val="00E22C07"/>
    <w:rsid w:val="00E23845"/>
    <w:rsid w:val="00E23AA3"/>
    <w:rsid w:val="00E240F6"/>
    <w:rsid w:val="00E245DC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7760B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B"/>
    <w:rsid w:val="00E91E4A"/>
    <w:rsid w:val="00E92C55"/>
    <w:rsid w:val="00E9459A"/>
    <w:rsid w:val="00E947BE"/>
    <w:rsid w:val="00E953B1"/>
    <w:rsid w:val="00E95526"/>
    <w:rsid w:val="00E95EB0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0B88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654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908"/>
    <w:rsid w:val="00F5003A"/>
    <w:rsid w:val="00F502C2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5F3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F84"/>
    <w:rsid w:val="00F730C3"/>
    <w:rsid w:val="00F731FE"/>
    <w:rsid w:val="00F73472"/>
    <w:rsid w:val="00F73D72"/>
    <w:rsid w:val="00F740A3"/>
    <w:rsid w:val="00F74C4D"/>
    <w:rsid w:val="00F74EAC"/>
    <w:rsid w:val="00F75D5D"/>
    <w:rsid w:val="00F77C5C"/>
    <w:rsid w:val="00F81716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599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E95E3-F968-4ED5-B425-141C7BA45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155F6F-C46F-410F-9C23-C37594955FB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B3AE43F-5936-4DDC-8C99-39FCCB77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0</TotalTime>
  <Pages>3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Pannapat, Taksina</dc:creator>
  <cp:lastModifiedBy>Choochart Pongwong</cp:lastModifiedBy>
  <cp:revision>2</cp:revision>
  <cp:lastPrinted>2024-05-08T11:58:00Z</cp:lastPrinted>
  <dcterms:created xsi:type="dcterms:W3CDTF">2025-05-08T04:05:00Z</dcterms:created>
  <dcterms:modified xsi:type="dcterms:W3CDTF">2025-05-08T04:05:00Z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