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AB3EB" w14:textId="77777777" w:rsidR="004523D9" w:rsidRPr="00806759" w:rsidRDefault="004523D9" w:rsidP="004523D9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</w:rPr>
      </w:pPr>
      <w:r w:rsidRPr="00806759">
        <w:rPr>
          <w:rFonts w:ascii="Angsana New" w:hAnsi="Angsana New" w:cs="Angsana New"/>
          <w:sz w:val="52"/>
          <w:szCs w:val="52"/>
          <w:cs/>
        </w:rPr>
        <w:t>บริษัทเอสซีจี เดคคอร์ จำกัด (มหาชน)</w:t>
      </w:r>
    </w:p>
    <w:p w14:paraId="5EE517D5" w14:textId="77777777" w:rsidR="004523D9" w:rsidRPr="00EC6FFC" w:rsidRDefault="004523D9" w:rsidP="004523D9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Theme="majorBidi" w:hAnsiTheme="majorBidi" w:cstheme="majorBidi"/>
          <w:sz w:val="40"/>
          <w:szCs w:val="40"/>
        </w:rPr>
      </w:pPr>
    </w:p>
    <w:p w14:paraId="15D041F0" w14:textId="5ABDE9BE" w:rsidR="004523D9" w:rsidRPr="004523D9" w:rsidRDefault="004523D9" w:rsidP="004523D9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Theme="majorBidi" w:hAnsiTheme="majorBidi" w:cstheme="majorBidi"/>
          <w:b w:val="0"/>
          <w:bCs w:val="0"/>
          <w:sz w:val="40"/>
          <w:szCs w:val="40"/>
        </w:rPr>
      </w:pPr>
      <w:r w:rsidRPr="004523D9">
        <w:rPr>
          <w:rFonts w:asciiTheme="majorBidi" w:hAnsiTheme="majorBidi" w:cstheme="majorBidi"/>
          <w:b w:val="0"/>
          <w:bCs w:val="0"/>
          <w:sz w:val="40"/>
          <w:szCs w:val="40"/>
          <w:cs/>
        </w:rPr>
        <w:t xml:space="preserve">งบการเงินสำหรับปีสิ้นสุดวันที่ </w:t>
      </w:r>
      <w:r w:rsidRPr="004523D9">
        <w:rPr>
          <w:rFonts w:asciiTheme="majorBidi" w:hAnsiTheme="majorBidi" w:cstheme="majorBidi"/>
          <w:b w:val="0"/>
          <w:bCs w:val="0"/>
          <w:sz w:val="40"/>
          <w:szCs w:val="40"/>
        </w:rPr>
        <w:t xml:space="preserve">31 </w:t>
      </w:r>
      <w:r w:rsidRPr="004523D9">
        <w:rPr>
          <w:rFonts w:asciiTheme="majorBidi" w:hAnsiTheme="majorBidi" w:cstheme="majorBidi"/>
          <w:b w:val="0"/>
          <w:bCs w:val="0"/>
          <w:sz w:val="40"/>
          <w:szCs w:val="40"/>
          <w:cs/>
        </w:rPr>
        <w:t xml:space="preserve">ธันวาคม </w:t>
      </w:r>
      <w:r w:rsidRPr="004523D9">
        <w:rPr>
          <w:rFonts w:asciiTheme="majorBidi" w:hAnsiTheme="majorBidi" w:cstheme="majorBidi"/>
          <w:b w:val="0"/>
          <w:bCs w:val="0"/>
          <w:sz w:val="40"/>
          <w:szCs w:val="40"/>
        </w:rPr>
        <w:t>256</w:t>
      </w:r>
      <w:r w:rsidR="001B139D">
        <w:rPr>
          <w:rFonts w:asciiTheme="majorBidi" w:hAnsiTheme="majorBidi" w:cstheme="majorBidi"/>
          <w:b w:val="0"/>
          <w:bCs w:val="0"/>
          <w:sz w:val="40"/>
          <w:szCs w:val="40"/>
        </w:rPr>
        <w:t>8</w:t>
      </w:r>
    </w:p>
    <w:p w14:paraId="717E5BD1" w14:textId="77777777" w:rsidR="004523D9" w:rsidRPr="004523D9" w:rsidRDefault="004523D9" w:rsidP="004523D9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Theme="majorBidi" w:eastAsia="MS Mincho" w:hAnsiTheme="majorBidi" w:cstheme="majorBidi"/>
          <w:b w:val="0"/>
          <w:bCs w:val="0"/>
          <w:sz w:val="40"/>
          <w:szCs w:val="40"/>
          <w:lang w:eastAsia="ja-JP"/>
        </w:rPr>
      </w:pPr>
      <w:r w:rsidRPr="004523D9">
        <w:rPr>
          <w:rFonts w:asciiTheme="majorBidi" w:hAnsiTheme="majorBidi" w:cstheme="majorBidi"/>
          <w:b w:val="0"/>
          <w:bCs w:val="0"/>
          <w:sz w:val="40"/>
          <w:szCs w:val="40"/>
          <w:cs/>
        </w:rPr>
        <w:t>แล</w:t>
      </w:r>
      <w:r w:rsidRPr="004523D9">
        <w:rPr>
          <w:rFonts w:asciiTheme="majorBidi" w:eastAsia="MS Mincho" w:hAnsiTheme="majorBidi" w:cstheme="majorBidi"/>
          <w:b w:val="0"/>
          <w:bCs w:val="0"/>
          <w:sz w:val="40"/>
          <w:szCs w:val="40"/>
          <w:cs/>
          <w:lang w:eastAsia="ja-JP"/>
        </w:rPr>
        <w:t>ะ</w:t>
      </w:r>
    </w:p>
    <w:p w14:paraId="179553A5" w14:textId="77777777" w:rsidR="004523D9" w:rsidRPr="004523D9" w:rsidRDefault="004523D9" w:rsidP="004523D9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Theme="majorBidi" w:hAnsiTheme="majorBidi" w:cstheme="majorBidi"/>
          <w:b w:val="0"/>
          <w:bCs w:val="0"/>
          <w:sz w:val="40"/>
          <w:szCs w:val="40"/>
        </w:rPr>
      </w:pPr>
      <w:r w:rsidRPr="004523D9">
        <w:rPr>
          <w:rFonts w:asciiTheme="majorBidi" w:hAnsiTheme="majorBidi" w:cstheme="majorBidi"/>
          <w:b w:val="0"/>
          <w:bCs w:val="0"/>
          <w:sz w:val="40"/>
          <w:szCs w:val="40"/>
          <w:cs/>
        </w:rPr>
        <w:t>รายงานของผู้สอบบัญชีรับอนุญาต</w:t>
      </w:r>
    </w:p>
    <w:p w14:paraId="300E7E0C" w14:textId="77777777" w:rsidR="004523D9" w:rsidRPr="004523D9" w:rsidRDefault="004523D9" w:rsidP="00046397">
      <w:pPr>
        <w:pStyle w:val="Heading5"/>
        <w:spacing w:line="240" w:lineRule="auto"/>
        <w:ind w:right="0"/>
        <w:jc w:val="both"/>
        <w:rPr>
          <w:rFonts w:asciiTheme="majorBidi" w:hAnsiTheme="majorBidi" w:cstheme="majorBidi"/>
        </w:rPr>
      </w:pPr>
    </w:p>
    <w:p w14:paraId="07DFC6D7" w14:textId="77777777" w:rsidR="004523D9" w:rsidRDefault="004523D9" w:rsidP="004523D9"/>
    <w:p w14:paraId="3D8B5356" w14:textId="77777777" w:rsidR="004523D9" w:rsidRPr="004523D9" w:rsidRDefault="004523D9" w:rsidP="004523D9">
      <w:pPr>
        <w:rPr>
          <w:cs/>
        </w:rPr>
        <w:sectPr w:rsidR="004523D9" w:rsidRPr="004523D9" w:rsidSect="0055141D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701" w:right="1055" w:bottom="851" w:left="1304" w:header="851" w:footer="851" w:gutter="0"/>
          <w:pgNumType w:start="1"/>
          <w:cols w:space="720"/>
          <w:titlePg/>
          <w:docGrid w:linePitch="245"/>
        </w:sectPr>
      </w:pPr>
    </w:p>
    <w:p w14:paraId="5CA4BEE8" w14:textId="61FD4E14" w:rsidR="00D615B6" w:rsidRPr="00CE2258" w:rsidRDefault="00D615B6" w:rsidP="00046397">
      <w:pPr>
        <w:pStyle w:val="Heading5"/>
        <w:spacing w:line="240" w:lineRule="auto"/>
        <w:ind w:right="0"/>
        <w:jc w:val="both"/>
        <w:rPr>
          <w:rFonts w:asciiTheme="majorBidi" w:hAnsiTheme="majorBidi" w:cstheme="majorBidi"/>
        </w:rPr>
      </w:pPr>
      <w:r w:rsidRPr="00CE2258">
        <w:rPr>
          <w:rFonts w:asciiTheme="majorBidi" w:hAnsiTheme="majorBidi" w:cstheme="majorBidi"/>
          <w:cs/>
        </w:rPr>
        <w:lastRenderedPageBreak/>
        <w:t>รายงาน</w:t>
      </w:r>
      <w:r w:rsidR="00F80FE1" w:rsidRPr="00CE2258">
        <w:rPr>
          <w:rFonts w:asciiTheme="majorBidi" w:hAnsiTheme="majorBidi" w:cstheme="majorBidi"/>
          <w:cs/>
        </w:rPr>
        <w:t>ของ</w:t>
      </w:r>
      <w:r w:rsidR="00953DEB" w:rsidRPr="00CE2258">
        <w:rPr>
          <w:rFonts w:asciiTheme="majorBidi" w:hAnsiTheme="majorBidi" w:cstheme="majorBidi"/>
          <w:cs/>
        </w:rPr>
        <w:t>ผู้สอบบัญชีรับอนุญาต</w:t>
      </w:r>
    </w:p>
    <w:p w14:paraId="373CB19C" w14:textId="77777777" w:rsidR="00D615B6" w:rsidRPr="00CE2258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05615420" w14:textId="724CCD8C" w:rsidR="003F2018" w:rsidRPr="00CE2258" w:rsidRDefault="00D615B6" w:rsidP="005514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CE2258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="00A62C3E" w:rsidRPr="00CE2258">
        <w:rPr>
          <w:rFonts w:asciiTheme="majorBidi" w:hAnsiTheme="majorBidi" w:cstheme="majorBidi"/>
          <w:b/>
          <w:bCs/>
          <w:sz w:val="30"/>
          <w:szCs w:val="30"/>
          <w:cs/>
        </w:rPr>
        <w:t xml:space="preserve">  </w:t>
      </w:r>
      <w:r w:rsidR="008075B9">
        <w:rPr>
          <w:rFonts w:asciiTheme="majorBidi" w:hAnsiTheme="majorBidi" w:cstheme="majorBidi" w:hint="cs"/>
          <w:b/>
          <w:bCs/>
          <w:sz w:val="30"/>
          <w:szCs w:val="30"/>
          <w:cs/>
        </w:rPr>
        <w:t>ผู้ถือหุ้น</w:t>
      </w:r>
      <w:r w:rsidR="00953DEB" w:rsidRPr="00CE2258">
        <w:rPr>
          <w:rFonts w:asciiTheme="majorBidi" w:hAnsiTheme="majorBidi" w:cstheme="majorBidi"/>
          <w:b/>
          <w:bCs/>
          <w:sz w:val="30"/>
          <w:szCs w:val="30"/>
          <w:cs/>
        </w:rPr>
        <w:t>บริษัทเอสซีจี เดคคอร์ จำกัด</w:t>
      </w:r>
      <w:r w:rsidR="003162CD" w:rsidRPr="00CE2258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="003162CD" w:rsidRPr="00CE2258">
        <w:rPr>
          <w:rFonts w:asciiTheme="majorBidi" w:hAnsiTheme="majorBidi" w:cstheme="majorBidi"/>
          <w:b/>
          <w:bCs/>
          <w:sz w:val="30"/>
          <w:szCs w:val="30"/>
        </w:rPr>
        <w:t>(</w:t>
      </w:r>
      <w:r w:rsidR="003162CD" w:rsidRPr="00CE2258">
        <w:rPr>
          <w:rFonts w:asciiTheme="majorBidi" w:hAnsiTheme="majorBidi" w:cstheme="majorBidi"/>
          <w:b/>
          <w:bCs/>
          <w:sz w:val="30"/>
          <w:szCs w:val="30"/>
          <w:cs/>
        </w:rPr>
        <w:t>มหาชน</w:t>
      </w:r>
      <w:r w:rsidR="003162CD" w:rsidRPr="00CE2258">
        <w:rPr>
          <w:rFonts w:asciiTheme="majorBidi" w:hAnsiTheme="majorBidi" w:cstheme="majorBidi"/>
          <w:b/>
          <w:bCs/>
          <w:sz w:val="30"/>
          <w:szCs w:val="30"/>
        </w:rPr>
        <w:t>)</w:t>
      </w:r>
      <w:r w:rsidR="0055141D" w:rsidRPr="00CE2258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</w:p>
    <w:p w14:paraId="113FC089" w14:textId="745FD62D" w:rsidR="00D615B6" w:rsidRPr="00CE2258" w:rsidRDefault="00D615B6" w:rsidP="00046397">
      <w:pPr>
        <w:pStyle w:val="a"/>
        <w:tabs>
          <w:tab w:val="clear" w:pos="1080"/>
        </w:tabs>
        <w:jc w:val="both"/>
        <w:rPr>
          <w:rFonts w:asciiTheme="majorBidi" w:hAnsiTheme="majorBidi" w:cstheme="majorBidi"/>
          <w:sz w:val="20"/>
          <w:szCs w:val="20"/>
          <w:lang w:val="en-US"/>
        </w:rPr>
      </w:pPr>
    </w:p>
    <w:p w14:paraId="1BA87C07" w14:textId="23C676C4" w:rsidR="00F80FE1" w:rsidRPr="00CE2258" w:rsidRDefault="00F80FE1" w:rsidP="00046397">
      <w:pPr>
        <w:pStyle w:val="a"/>
        <w:tabs>
          <w:tab w:val="clear" w:pos="1080"/>
        </w:tabs>
        <w:jc w:val="both"/>
        <w:rPr>
          <w:rFonts w:asciiTheme="majorBidi" w:hAnsiTheme="majorBidi" w:cstheme="majorBidi"/>
          <w:i/>
          <w:iCs/>
          <w:lang w:val="en-US"/>
        </w:rPr>
      </w:pPr>
      <w:r w:rsidRPr="00CE2258">
        <w:rPr>
          <w:rFonts w:asciiTheme="majorBidi" w:hAnsiTheme="majorBidi" w:cstheme="majorBidi"/>
          <w:i/>
          <w:iCs/>
          <w:cs/>
          <w:lang w:val="en-US"/>
        </w:rPr>
        <w:t>ความเห็น</w:t>
      </w:r>
    </w:p>
    <w:p w14:paraId="1B588B59" w14:textId="353CCD3C" w:rsidR="00F80FE1" w:rsidRPr="00CE2258" w:rsidRDefault="00F80FE1" w:rsidP="00046397">
      <w:pPr>
        <w:pStyle w:val="a"/>
        <w:tabs>
          <w:tab w:val="clear" w:pos="1080"/>
        </w:tabs>
        <w:jc w:val="both"/>
        <w:rPr>
          <w:rFonts w:asciiTheme="majorBidi" w:hAnsiTheme="majorBidi" w:cstheme="majorBidi"/>
          <w:lang w:val="en-US"/>
        </w:rPr>
      </w:pPr>
    </w:p>
    <w:p w14:paraId="24492955" w14:textId="5A3773ED" w:rsidR="00953DEB" w:rsidRPr="00CE2258" w:rsidRDefault="00F80FE1" w:rsidP="00D61226">
      <w:pPr>
        <w:pStyle w:val="a"/>
        <w:jc w:val="thaiDistribute"/>
        <w:rPr>
          <w:rFonts w:asciiTheme="majorBidi" w:hAnsiTheme="majorBidi" w:cstheme="majorBidi"/>
          <w:lang w:val="en-US"/>
        </w:rPr>
      </w:pPr>
      <w:r w:rsidRPr="00CE2258">
        <w:rPr>
          <w:rFonts w:asciiTheme="majorBidi" w:hAnsiTheme="majorBidi" w:cstheme="majorBidi"/>
          <w:cs/>
          <w:lang w:val="en-US"/>
        </w:rPr>
        <w:t>ข้าพเจ้าได้ตรวจสอบงบการเงินของ</w:t>
      </w:r>
      <w:r w:rsidR="00D47E11" w:rsidRPr="00CE2258">
        <w:rPr>
          <w:rFonts w:asciiTheme="majorBidi" w:hAnsiTheme="majorBidi" w:cstheme="majorBidi"/>
          <w:cs/>
          <w:lang w:val="en-US"/>
        </w:rPr>
        <w:t xml:space="preserve">บริษัทเอสซีจี เดคคอร์ จำกัด (มหาชน) </w:t>
      </w:r>
      <w:r w:rsidRPr="00CE2258">
        <w:rPr>
          <w:rFonts w:asciiTheme="majorBidi" w:hAnsiTheme="majorBidi" w:cstheme="majorBidi"/>
          <w:cs/>
          <w:lang w:val="en-US"/>
        </w:rPr>
        <w:t>(“บริษัท”) ซึ่งประกอบด้วย</w:t>
      </w:r>
      <w:r w:rsidR="004959C6">
        <w:rPr>
          <w:rFonts w:asciiTheme="majorBidi" w:hAnsiTheme="majorBidi" w:cstheme="majorBidi"/>
          <w:cs/>
          <w:lang w:val="en-US"/>
        </w:rPr>
        <w:t>งบฐานะการเงิน</w:t>
      </w:r>
      <w:r w:rsidR="005F3E80">
        <w:rPr>
          <w:rFonts w:asciiTheme="majorBidi" w:hAnsiTheme="majorBidi" w:cstheme="majorBidi"/>
          <w:lang w:val="en-US"/>
        </w:rPr>
        <w:br/>
      </w:r>
      <w:r w:rsidRPr="00CE2258">
        <w:rPr>
          <w:rFonts w:asciiTheme="majorBidi" w:hAnsiTheme="majorBidi" w:cstheme="majorBidi"/>
          <w:cs/>
          <w:lang w:val="en-US"/>
        </w:rPr>
        <w:t xml:space="preserve">ณ วันที่ </w:t>
      </w:r>
      <w:r w:rsidRPr="00CE2258">
        <w:rPr>
          <w:rFonts w:asciiTheme="majorBidi" w:hAnsiTheme="majorBidi" w:cstheme="majorBidi"/>
          <w:lang w:val="en-US"/>
        </w:rPr>
        <w:t>31</w:t>
      </w:r>
      <w:r w:rsidRPr="00CE2258">
        <w:rPr>
          <w:rFonts w:asciiTheme="majorBidi" w:hAnsiTheme="majorBidi" w:cstheme="majorBidi"/>
          <w:cs/>
          <w:lang w:val="en-US"/>
        </w:rPr>
        <w:t xml:space="preserve"> ธันวาคม </w:t>
      </w:r>
      <w:r w:rsidRPr="00CE2258">
        <w:rPr>
          <w:rFonts w:asciiTheme="majorBidi" w:hAnsiTheme="majorBidi" w:cstheme="majorBidi"/>
          <w:lang w:val="en-US"/>
        </w:rPr>
        <w:t>256</w:t>
      </w:r>
      <w:r w:rsidR="001B139D">
        <w:rPr>
          <w:rFonts w:asciiTheme="majorBidi" w:hAnsiTheme="majorBidi" w:cstheme="majorBidi"/>
          <w:lang w:val="en-US"/>
        </w:rPr>
        <w:t>8</w:t>
      </w:r>
      <w:r w:rsidRPr="00CE2258">
        <w:rPr>
          <w:rFonts w:asciiTheme="majorBidi" w:hAnsiTheme="majorBidi" w:cstheme="majorBidi"/>
          <w:cs/>
          <w:lang w:val="en-US"/>
        </w:rPr>
        <w:t xml:space="preserve"> งบกำไรขาดทุน</w:t>
      </w:r>
      <w:r w:rsidR="001E64ED">
        <w:rPr>
          <w:rFonts w:asciiTheme="majorBidi" w:hAnsiTheme="majorBidi" w:cstheme="majorBidi" w:hint="cs"/>
          <w:cs/>
          <w:lang w:val="en-US"/>
        </w:rPr>
        <w:t xml:space="preserve"> </w:t>
      </w:r>
      <w:r w:rsidRPr="00CE2258">
        <w:rPr>
          <w:rFonts w:asciiTheme="majorBidi" w:hAnsiTheme="majorBidi" w:cstheme="majorBidi"/>
          <w:cs/>
          <w:lang w:val="en-US"/>
        </w:rPr>
        <w:t xml:space="preserve">งบกำไรขาดทุนเบ็ดเสร็จ </w:t>
      </w:r>
      <w:r w:rsidR="00F9679B">
        <w:rPr>
          <w:rFonts w:asciiTheme="majorBidi" w:hAnsiTheme="majorBidi" w:cstheme="majorBidi"/>
          <w:cs/>
          <w:lang w:val="en-US"/>
        </w:rPr>
        <w:t>งบการเปลี่ยนแปลงส่วนของผู้ถือหุ้น</w:t>
      </w:r>
      <w:r w:rsidRPr="00CE2258">
        <w:rPr>
          <w:rFonts w:asciiTheme="majorBidi" w:hAnsiTheme="majorBidi" w:cstheme="majorBidi"/>
          <w:cs/>
          <w:lang w:val="en-US"/>
        </w:rPr>
        <w:t xml:space="preserve"> และ</w:t>
      </w:r>
      <w:r w:rsidR="00380CDB">
        <w:rPr>
          <w:rFonts w:asciiTheme="majorBidi" w:hAnsiTheme="majorBidi" w:cstheme="majorBidi"/>
          <w:lang w:val="en-US"/>
        </w:rPr>
        <w:br/>
      </w:r>
      <w:r w:rsidRPr="00CE2258">
        <w:rPr>
          <w:rFonts w:asciiTheme="majorBidi" w:hAnsiTheme="majorBidi" w:cstheme="majorBidi"/>
          <w:cs/>
          <w:lang w:val="en-US"/>
        </w:rPr>
        <w:t>งบกระแสเงินสด สำหรับปีสิ้นสุดวัน</w:t>
      </w:r>
      <w:r w:rsidR="00A137CE">
        <w:rPr>
          <w:rFonts w:asciiTheme="majorBidi" w:hAnsiTheme="majorBidi" w:cstheme="majorBidi" w:hint="cs"/>
          <w:cs/>
          <w:lang w:val="en-US"/>
        </w:rPr>
        <w:t>เ</w:t>
      </w:r>
      <w:r w:rsidRPr="00CE2258">
        <w:rPr>
          <w:rFonts w:asciiTheme="majorBidi" w:hAnsiTheme="majorBidi" w:cstheme="majorBidi"/>
          <w:cs/>
          <w:lang w:val="en-US"/>
        </w:rPr>
        <w:t xml:space="preserve">ดียวกัน </w:t>
      </w:r>
      <w:r w:rsidR="00B946EE">
        <w:rPr>
          <w:rFonts w:asciiTheme="majorBidi" w:hAnsiTheme="majorBidi" w:cstheme="majorBidi" w:hint="cs"/>
          <w:cs/>
          <w:lang w:val="en-US"/>
        </w:rPr>
        <w:t>และ</w:t>
      </w:r>
      <w:r w:rsidRPr="00CE2258">
        <w:rPr>
          <w:rFonts w:asciiTheme="majorBidi" w:hAnsiTheme="majorBidi" w:cstheme="majorBidi"/>
          <w:cs/>
          <w:lang w:val="en-US"/>
        </w:rPr>
        <w:t>หมายเหตุประกอบงบการเงิน ซึ่งประกอบด้วยสรุปนโยบายการบัญชี</w:t>
      </w:r>
      <w:r w:rsidR="00B946EE" w:rsidRPr="00B946EE">
        <w:rPr>
          <w:rFonts w:asciiTheme="majorBidi" w:hAnsiTheme="majorBidi" w:cstheme="majorBidi"/>
          <w:cs/>
          <w:lang w:val="en-US"/>
        </w:rPr>
        <w:t>และข้อมูลอธิบายอื่นที่มีสาระสำคัญ</w:t>
      </w:r>
    </w:p>
    <w:p w14:paraId="0CEA77E4" w14:textId="6BAC4F1C" w:rsidR="00F80FE1" w:rsidRPr="00CE2258" w:rsidRDefault="00F80FE1" w:rsidP="00F80FE1">
      <w:pPr>
        <w:pStyle w:val="a"/>
        <w:jc w:val="both"/>
        <w:rPr>
          <w:rFonts w:asciiTheme="majorBidi" w:hAnsiTheme="majorBidi" w:cstheme="majorBidi"/>
          <w:sz w:val="20"/>
          <w:szCs w:val="20"/>
          <w:lang w:val="en-US"/>
        </w:rPr>
      </w:pPr>
    </w:p>
    <w:p w14:paraId="4C63DB7C" w14:textId="1C770C1F" w:rsidR="00F80FE1" w:rsidRPr="00CE2258" w:rsidRDefault="00F80FE1" w:rsidP="00D61226">
      <w:pPr>
        <w:pStyle w:val="a"/>
        <w:jc w:val="thaiDistribute"/>
        <w:rPr>
          <w:rFonts w:asciiTheme="majorBidi" w:hAnsiTheme="majorBidi" w:cstheme="majorBidi"/>
          <w:spacing w:val="-6"/>
          <w:lang w:val="en-US"/>
        </w:rPr>
      </w:pPr>
      <w:r w:rsidRPr="00CE2258">
        <w:rPr>
          <w:rFonts w:asciiTheme="majorBidi" w:hAnsiTheme="majorBidi" w:cstheme="majorBidi"/>
          <w:spacing w:val="-6"/>
          <w:cs/>
          <w:lang w:val="en-US"/>
        </w:rPr>
        <w:t xml:space="preserve">ข้าพเจ้าเห็นว่า งบการเงินข้างต้นนี้แสดงฐานะการเงินของบริษัท ณ วันที่ </w:t>
      </w:r>
      <w:r w:rsidRPr="00CE2258">
        <w:rPr>
          <w:rFonts w:asciiTheme="majorBidi" w:hAnsiTheme="majorBidi" w:cstheme="majorBidi"/>
          <w:spacing w:val="-6"/>
          <w:lang w:val="en-US"/>
        </w:rPr>
        <w:t>31</w:t>
      </w:r>
      <w:r w:rsidRPr="00CE2258">
        <w:rPr>
          <w:rFonts w:asciiTheme="majorBidi" w:hAnsiTheme="majorBidi" w:cstheme="majorBidi"/>
          <w:spacing w:val="-6"/>
          <w:cs/>
          <w:lang w:val="en-US"/>
        </w:rPr>
        <w:t xml:space="preserve"> ธันวาคม </w:t>
      </w:r>
      <w:r w:rsidRPr="00CE2258">
        <w:rPr>
          <w:rFonts w:asciiTheme="majorBidi" w:hAnsiTheme="majorBidi" w:cstheme="majorBidi"/>
          <w:spacing w:val="-6"/>
          <w:lang w:val="en-US"/>
        </w:rPr>
        <w:t>256</w:t>
      </w:r>
      <w:r w:rsidR="001B139D">
        <w:rPr>
          <w:rFonts w:asciiTheme="majorBidi" w:hAnsiTheme="majorBidi" w:cstheme="majorBidi"/>
          <w:spacing w:val="-6"/>
          <w:lang w:val="en-US"/>
        </w:rPr>
        <w:t>8</w:t>
      </w:r>
      <w:r w:rsidRPr="00CE2258">
        <w:rPr>
          <w:rFonts w:asciiTheme="majorBidi" w:hAnsiTheme="majorBidi" w:cstheme="majorBidi"/>
          <w:spacing w:val="-6"/>
          <w:cs/>
          <w:lang w:val="en-US"/>
        </w:rPr>
        <w:t xml:space="preserve"> ผลการดำเนินงานและกระแสเงินสด สำหรับปีสิ้นสุดวันดียวกันโดยถูกต้องตามที่ควรในสาระสำคัญตามมาตรฐานการรายงานทางการเงิน</w:t>
      </w:r>
    </w:p>
    <w:p w14:paraId="1E2D0C55" w14:textId="77777777" w:rsidR="00F80FE1" w:rsidRPr="00CE2258" w:rsidRDefault="00F80FE1" w:rsidP="00F80FE1">
      <w:pPr>
        <w:pStyle w:val="a"/>
        <w:jc w:val="both"/>
        <w:rPr>
          <w:rFonts w:asciiTheme="majorBidi" w:hAnsiTheme="majorBidi" w:cstheme="majorBidi"/>
          <w:sz w:val="20"/>
          <w:szCs w:val="20"/>
          <w:lang w:val="en-US"/>
        </w:rPr>
      </w:pPr>
    </w:p>
    <w:p w14:paraId="3BEB3567" w14:textId="25DCBF21" w:rsidR="00953DEB" w:rsidRPr="00CE2258" w:rsidRDefault="00D651D5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CE2258">
        <w:rPr>
          <w:rFonts w:asciiTheme="majorBid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496C87DC" w14:textId="77777777" w:rsidR="00953DEB" w:rsidRPr="00CE2258" w:rsidRDefault="00953DEB" w:rsidP="00953DEB">
      <w:pPr>
        <w:pStyle w:val="a"/>
        <w:tabs>
          <w:tab w:val="clear" w:pos="1080"/>
        </w:tabs>
        <w:jc w:val="both"/>
        <w:rPr>
          <w:rFonts w:asciiTheme="majorBidi" w:hAnsiTheme="majorBidi" w:cstheme="majorBidi"/>
          <w:sz w:val="20"/>
          <w:szCs w:val="20"/>
          <w:cs/>
        </w:rPr>
      </w:pPr>
    </w:p>
    <w:p w14:paraId="41A05A70" w14:textId="61BDBEB9" w:rsidR="00D47E11" w:rsidRPr="004E753C" w:rsidRDefault="00D47E11" w:rsidP="00D47E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  <w:r w:rsidRPr="004E753C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192335">
        <w:rPr>
          <w:rFonts w:ascii="Angsana New" w:eastAsia="Calibri" w:hAnsi="Angsana New"/>
          <w:sz w:val="30"/>
          <w:szCs w:val="30"/>
          <w:cs/>
        </w:rPr>
        <w:br/>
      </w:r>
      <w:r w:rsidRPr="004E753C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Pr="004E753C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ข้าพเจ้ามีความเป็นอิสระจากบริษัท</w:t>
      </w:r>
      <w:r w:rsidRPr="00192335">
        <w:rPr>
          <w:rFonts w:ascii="Angsana New" w:eastAsia="Calibri" w:hAnsi="Angsana New"/>
          <w:spacing w:val="-4"/>
          <w:sz w:val="30"/>
          <w:szCs w:val="30"/>
          <w:cs/>
        </w:rPr>
        <w:t>ตาม</w:t>
      </w:r>
      <w:r w:rsidRPr="00192335">
        <w:rPr>
          <w:rFonts w:ascii="Angsana New" w:eastAsia="Calibri" w:hAnsi="Angsana New"/>
          <w:i/>
          <w:iCs/>
          <w:spacing w:val="-4"/>
          <w:sz w:val="30"/>
          <w:szCs w:val="30"/>
          <w:cs/>
        </w:rPr>
        <w:t xml:space="preserve">ประมวลจรรยาบรรณของผู้ประกอบวิชาชีพบัญชี รวมถึง มาตรฐานเรื่องความเป็นอิสระ </w:t>
      </w:r>
      <w:r w:rsidRPr="00192335">
        <w:rPr>
          <w:rFonts w:ascii="Angsana New" w:eastAsia="Calibri" w:hAnsi="Angsana New"/>
          <w:spacing w:val="-4"/>
          <w:sz w:val="30"/>
          <w:szCs w:val="30"/>
          <w:cs/>
        </w:rPr>
        <w:t>ที่กำหนดโดยสภาวิชาชีพบัญชี</w:t>
      </w:r>
      <w:r w:rsidRPr="004E753C">
        <w:rPr>
          <w:rFonts w:ascii="Angsana New" w:eastAsia="Calibri" w:hAnsi="Angsana New"/>
          <w:sz w:val="30"/>
          <w:szCs w:val="30"/>
          <w:cs/>
        </w:rPr>
        <w:t xml:space="preserve"> (ประมวลจรรยาบรรณของผู้ประกอบวิชาชีพบัญชี) ในส่วนที่เกี่ยวข้องกับการตรวจสอบงบการเงินและข้าพเจ้าได้ปฏิบัติตามความรับผิดชอบด้านจรรยาบรรณอื่น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0AD37334" w14:textId="23C3D01E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56E60293" w14:textId="77777777" w:rsidR="00D47E11" w:rsidRPr="00CE2258" w:rsidRDefault="00D47E11" w:rsidP="00D47E11">
      <w:pPr>
        <w:spacing w:line="240" w:lineRule="auto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CE2258">
        <w:rPr>
          <w:rFonts w:asciiTheme="majorBidi" w:eastAsia="Calibri" w:hAnsiTheme="majorBidi" w:cstheme="majorBidi"/>
          <w:i/>
          <w:iCs/>
          <w:sz w:val="30"/>
          <w:szCs w:val="30"/>
          <w:cs/>
        </w:rPr>
        <w:t>เรื่องสำคัญในการตรวจสอบ</w:t>
      </w:r>
    </w:p>
    <w:p w14:paraId="50FDAD13" w14:textId="77777777" w:rsidR="00D47E11" w:rsidRPr="00CE2258" w:rsidRDefault="00D47E11" w:rsidP="00D47E11">
      <w:pPr>
        <w:tabs>
          <w:tab w:val="left" w:pos="567"/>
        </w:tabs>
        <w:spacing w:line="240" w:lineRule="auto"/>
        <w:jc w:val="both"/>
        <w:rPr>
          <w:rFonts w:asciiTheme="majorBidi" w:hAnsiTheme="majorBidi" w:cstheme="majorBidi"/>
          <w:color w:val="000000"/>
          <w:sz w:val="16"/>
          <w:szCs w:val="16"/>
        </w:rPr>
      </w:pPr>
    </w:p>
    <w:p w14:paraId="2EE58C6B" w14:textId="384E8603" w:rsidR="00D47E11" w:rsidRPr="00CE2258" w:rsidRDefault="00D47E11" w:rsidP="00D47E11">
      <w:pPr>
        <w:spacing w:line="240" w:lineRule="auto"/>
        <w:jc w:val="thaiDistribute"/>
        <w:rPr>
          <w:rFonts w:asciiTheme="majorBidi" w:eastAsia="Calibri" w:hAnsiTheme="majorBidi" w:cstheme="majorBidi"/>
          <w:spacing w:val="-2"/>
          <w:sz w:val="30"/>
          <w:szCs w:val="30"/>
        </w:rPr>
      </w:pPr>
      <w:r w:rsidRPr="00CE2258">
        <w:rPr>
          <w:rFonts w:asciiTheme="majorBidi" w:eastAsia="Calibri" w:hAnsiTheme="majorBidi" w:cstheme="majorBidi"/>
          <w:spacing w:val="-2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</w:t>
      </w:r>
      <w:r w:rsidRPr="00CE2258">
        <w:rPr>
          <w:rFonts w:asciiTheme="majorBidi" w:eastAsia="Calibri" w:hAnsiTheme="majorBidi" w:cstheme="majorBidi" w:hint="cs"/>
          <w:spacing w:val="-2"/>
          <w:sz w:val="30"/>
          <w:szCs w:val="30"/>
          <w:cs/>
        </w:rPr>
        <w:t>ุ</w:t>
      </w:r>
      <w:r w:rsidRPr="00CE2258">
        <w:rPr>
          <w:rFonts w:asciiTheme="majorBidi" w:eastAsia="Calibri" w:hAnsiTheme="majorBidi" w:cstheme="majorBidi"/>
          <w:spacing w:val="-2"/>
          <w:sz w:val="30"/>
          <w:szCs w:val="30"/>
          <w:cs/>
        </w:rPr>
        <w:t>ลยพินิจเยี่ยงผู้ประกอบวิชาชีพของข้าพเจ้าในการ</w:t>
      </w:r>
      <w:r w:rsidRPr="00CE2258">
        <w:rPr>
          <w:rFonts w:asciiTheme="majorBidi" w:eastAsia="Calibri" w:hAnsiTheme="majorBidi" w:cstheme="majorBidi"/>
          <w:spacing w:val="-6"/>
          <w:sz w:val="30"/>
          <w:szCs w:val="30"/>
          <w:cs/>
        </w:rPr>
        <w:t>ตรวจสอบงบการเงินสำหรับงวดปัจจุบัน ข้าพเจ้าได้นำเรื่องเหล่านี้มาพิจารณาในบริบทของการตรวจสอบงบการเงิน</w:t>
      </w:r>
      <w:r w:rsidRPr="00CE2258">
        <w:rPr>
          <w:rFonts w:asciiTheme="majorBidi" w:eastAsia="Calibri" w:hAnsiTheme="majorBidi" w:cstheme="majorBidi"/>
          <w:spacing w:val="-2"/>
          <w:sz w:val="30"/>
          <w:szCs w:val="30"/>
          <w:cs/>
        </w:rPr>
        <w:t>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2A13DBDA" w14:textId="114D36C7" w:rsidR="00D47E11" w:rsidRPr="00CE2258" w:rsidRDefault="00D47E1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5A3B262A" w14:textId="2A340A1A" w:rsidR="00D47E11" w:rsidRPr="00CE2258" w:rsidRDefault="00D47E1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1786DCFF" w14:textId="77777777" w:rsidR="002F678B" w:rsidRDefault="002F678B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  <w:cs/>
        </w:rPr>
        <w:sectPr w:rsidR="002F678B" w:rsidSect="0055141D">
          <w:headerReference w:type="first" r:id="rId15"/>
          <w:pgSz w:w="11909" w:h="16834" w:code="9"/>
          <w:pgMar w:top="1701" w:right="1055" w:bottom="851" w:left="1304" w:header="851" w:footer="851" w:gutter="0"/>
          <w:pgNumType w:start="1"/>
          <w:cols w:space="720"/>
          <w:titlePg/>
          <w:docGrid w:linePitch="245"/>
        </w:sect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950"/>
      </w:tblGrid>
      <w:tr w:rsidR="00D47E11" w:rsidRPr="00CE2258" w14:paraId="3F2C8D03" w14:textId="77777777" w:rsidTr="00DE1770">
        <w:tc>
          <w:tcPr>
            <w:tcW w:w="9648" w:type="dxa"/>
            <w:gridSpan w:val="2"/>
          </w:tcPr>
          <w:p w14:paraId="3A3FDDCB" w14:textId="77777777" w:rsidR="00D47E11" w:rsidRPr="00CE2258" w:rsidRDefault="00D47E11" w:rsidP="00DE1770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E2258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การทดสอบการด้อยค่าของเงินลงทุนในบริษัทย่อย</w:t>
            </w:r>
          </w:p>
        </w:tc>
      </w:tr>
      <w:tr w:rsidR="00D47E11" w:rsidRPr="00CE2258" w14:paraId="19388EF2" w14:textId="77777777" w:rsidTr="00DE1770">
        <w:tc>
          <w:tcPr>
            <w:tcW w:w="9648" w:type="dxa"/>
            <w:gridSpan w:val="2"/>
          </w:tcPr>
          <w:p w14:paraId="2B2A84E2" w14:textId="4245B1BB" w:rsidR="00D47E11" w:rsidRPr="00CE2258" w:rsidRDefault="00D47E11" w:rsidP="00DE1770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E225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89600D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="0089600D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6B7D28">
              <w:rPr>
                <w:rFonts w:asciiTheme="majorBidi" w:hAnsiTheme="majorBidi" w:cstheme="majorBidi" w:hint="cs"/>
                <w:sz w:val="30"/>
                <w:szCs w:val="30"/>
                <w:cs/>
              </w:rPr>
              <w:t>ฉ</w:t>
            </w:r>
            <w:r w:rsidR="0089600D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CE225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</w:t>
            </w:r>
            <w:r w:rsidRPr="00CE225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A6C9A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D47E11" w:rsidRPr="00CE2258" w14:paraId="21E2A0D7" w14:textId="77777777" w:rsidTr="00DE1770">
        <w:tc>
          <w:tcPr>
            <w:tcW w:w="4698" w:type="dxa"/>
          </w:tcPr>
          <w:p w14:paraId="29D0A046" w14:textId="77777777" w:rsidR="00D47E11" w:rsidRPr="00CE2258" w:rsidRDefault="00D47E11" w:rsidP="00DE1770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225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950" w:type="dxa"/>
          </w:tcPr>
          <w:p w14:paraId="43A16669" w14:textId="77777777" w:rsidR="00D47E11" w:rsidRPr="00CE2258" w:rsidRDefault="00D47E11" w:rsidP="00DE1770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225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D47E11" w:rsidRPr="00CE2258" w14:paraId="0D6D2136" w14:textId="77777777" w:rsidTr="00DE1770">
        <w:tc>
          <w:tcPr>
            <w:tcW w:w="4698" w:type="dxa"/>
          </w:tcPr>
          <w:p w14:paraId="0E4111A7" w14:textId="0DF28592" w:rsidR="00D47E11" w:rsidRPr="00CE2258" w:rsidRDefault="00D47E11" w:rsidP="00DE1770">
            <w:pPr>
              <w:jc w:val="thaiDistribute"/>
              <w:rPr>
                <w:rFonts w:asciiTheme="majorBidi" w:eastAsia="Arial" w:hAnsiTheme="majorBidi" w:cstheme="majorBidi"/>
                <w:sz w:val="30"/>
                <w:szCs w:val="30"/>
                <w:cs/>
              </w:rPr>
            </w:pPr>
            <w:r w:rsidRPr="00CE2258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>ผู้บริหารได้ประเมินข้อบ่งชี้ของการด้อยค่าของเงินลงทุนในบริษัทย่อย ซึ่งนำไปสู่การพิจารณา การทดสอบการด้อยค่าของเงินลงทุนดังกล่าว โดยเฉพาะธุรกิจที่มีผลการดำเนินงานต่ำกว่าที่คาดการณ์ไว้ การทดสอบการด้อยค่าของเงินลงทุนในบริษัทย่อย เกี่ยวข้องกับการใช้ดุลยพินิจของผู้บริหารอย่างมาก ทั้งการระบุว่าเกิดข้อบ่งชี้ของการด้อยค่าของเงินลงทุนหรือไม่ รวมถึงการประมาณการ</w:t>
            </w:r>
            <w:r w:rsidR="00192335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br/>
            </w:r>
            <w:r w:rsidRPr="00CE2258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>มูลค่าที่คาดว่าจะได้รับคืนของเงินลงทุน โดยเฉพาะอย่างยิ่งในการประมาณการกระแสเงินสดในอนาคตตามแผนธุรกิจของบริษัทย่อยที่พบว่ามีข้อบ่งชี้ของการด้อยค่า อัตราการเติบโตที่คาดการณ์ไว้ และอัตราคิดลด ที่ใช้สำหรับกระแสเงินสดดังกล่าว ข้าพเจ้าจึงเห็นว่า เรื่องดังกล่าวเป็นเรื่องสำคัญในการตรวจสอบ</w:t>
            </w:r>
          </w:p>
          <w:p w14:paraId="714EFA53" w14:textId="77777777" w:rsidR="00D47E11" w:rsidRPr="00CE2258" w:rsidRDefault="00D47E11" w:rsidP="00DE1770">
            <w:pPr>
              <w:jc w:val="thaiDistribute"/>
              <w:rPr>
                <w:rFonts w:asciiTheme="majorBidi" w:eastAsia="Arial" w:hAnsiTheme="majorBidi" w:cstheme="majorBidi"/>
                <w:sz w:val="30"/>
                <w:szCs w:val="30"/>
              </w:rPr>
            </w:pPr>
          </w:p>
          <w:p w14:paraId="7DE62701" w14:textId="77777777" w:rsidR="00D47E11" w:rsidRPr="00CE2258" w:rsidRDefault="00D47E11" w:rsidP="00DE1770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0" w:type="dxa"/>
          </w:tcPr>
          <w:p w14:paraId="01733E17" w14:textId="77777777" w:rsidR="00D47E11" w:rsidRPr="00CE2258" w:rsidRDefault="00D47E11" w:rsidP="00DE1770">
            <w:pPr>
              <w:pStyle w:val="a2"/>
              <w:jc w:val="thaiDistribute"/>
              <w:rPr>
                <w:rFonts w:asciiTheme="majorBidi" w:eastAsia="Arial" w:hAnsiTheme="majorBidi" w:cstheme="majorBidi"/>
                <w:lang w:val="en-US"/>
              </w:rPr>
            </w:pPr>
            <w:r w:rsidRPr="00CE2258">
              <w:rPr>
                <w:rFonts w:asciiTheme="majorBidi" w:eastAsia="Arial" w:hAnsiTheme="majorBidi" w:cstheme="majorBidi"/>
                <w:cs/>
                <w:lang w:val="en-US"/>
              </w:rPr>
              <w:t>วิธีการตรวจสอบของข้าพเจ้ารวมถึง</w:t>
            </w:r>
          </w:p>
          <w:p w14:paraId="3D219B0C" w14:textId="77777777" w:rsidR="00D47E11" w:rsidRPr="00CE2258" w:rsidRDefault="00D47E11" w:rsidP="00D47E11">
            <w:pPr>
              <w:pStyle w:val="a2"/>
              <w:widowControl w:val="0"/>
              <w:numPr>
                <w:ilvl w:val="0"/>
                <w:numId w:val="31"/>
              </w:numPr>
              <w:tabs>
                <w:tab w:val="clear" w:pos="1080"/>
                <w:tab w:val="left" w:pos="336"/>
              </w:tabs>
              <w:ind w:left="336"/>
              <w:jc w:val="thaiDistribute"/>
              <w:rPr>
                <w:rFonts w:asciiTheme="majorBidi" w:eastAsia="Arial" w:hAnsiTheme="majorBidi" w:cstheme="majorBidi"/>
                <w:lang w:val="en-US"/>
              </w:rPr>
            </w:pPr>
            <w:r w:rsidRPr="00CE2258">
              <w:rPr>
                <w:rFonts w:asciiTheme="majorBidi" w:eastAsia="Arial" w:hAnsiTheme="majorBidi" w:cstheme="majorBidi"/>
                <w:cs/>
                <w:lang w:val="en-US"/>
              </w:rPr>
              <w:t>ทำความเข้าใจกระบวนการระบุข้อบ่งชี้การด้อยค่าและการทดสอบการด้อยค่าของผู้บริหาร</w:t>
            </w:r>
          </w:p>
          <w:p w14:paraId="4D45F905" w14:textId="77777777" w:rsidR="00D47E11" w:rsidRPr="00CE2258" w:rsidRDefault="00D47E11" w:rsidP="00D47E11">
            <w:pPr>
              <w:pStyle w:val="ListParagraph"/>
              <w:numPr>
                <w:ilvl w:val="0"/>
                <w:numId w:val="32"/>
              </w:numPr>
              <w:tabs>
                <w:tab w:val="left" w:pos="336"/>
              </w:tabs>
              <w:spacing w:after="0" w:line="256" w:lineRule="auto"/>
              <w:ind w:left="342" w:hanging="366"/>
              <w:jc w:val="thaiDistribute"/>
              <w:rPr>
                <w:rFonts w:asciiTheme="majorBidi" w:eastAsia="Arial" w:hAnsiTheme="majorBidi" w:cstheme="majorBidi"/>
                <w:sz w:val="30"/>
                <w:szCs w:val="30"/>
                <w:cs/>
              </w:rPr>
            </w:pPr>
            <w:r w:rsidRPr="00CE2258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>ประเมินความสมเหตุสมผลของข้อบ่งชี้ที่แสดงว่า</w:t>
            </w:r>
            <w:r w:rsidRPr="00CE2258">
              <w:rPr>
                <w:rFonts w:asciiTheme="majorBidi" w:eastAsia="Arial" w:hAnsiTheme="majorBidi" w:cstheme="majorBidi"/>
                <w:sz w:val="30"/>
                <w:szCs w:val="30"/>
              </w:rPr>
              <w:br/>
            </w:r>
            <w:r w:rsidRPr="00CE2258">
              <w:rPr>
                <w:rFonts w:asciiTheme="majorBidi" w:eastAsia="Arial" w:hAnsiTheme="majorBidi" w:cstheme="majorBidi"/>
                <w:spacing w:val="-4"/>
                <w:sz w:val="30"/>
                <w:szCs w:val="30"/>
                <w:cs/>
              </w:rPr>
              <w:t>เงินลงทุนในบริษัทย่อยอาจเกิดการด้อยค่า</w:t>
            </w:r>
            <w:r w:rsidRPr="00CE2258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>และทดสอบข้อสมมติ</w:t>
            </w:r>
            <w:r w:rsidRPr="00CE2258">
              <w:rPr>
                <w:rFonts w:asciiTheme="majorBidi" w:eastAsia="Arial" w:hAnsiTheme="majorBidi" w:cstheme="majorBidi" w:hint="cs"/>
                <w:sz w:val="30"/>
                <w:szCs w:val="30"/>
                <w:cs/>
              </w:rPr>
              <w:t>หลัก</w:t>
            </w:r>
            <w:r w:rsidRPr="00CE2258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>ที่</w:t>
            </w:r>
            <w:r w:rsidRPr="00CE2258">
              <w:rPr>
                <w:rFonts w:asciiTheme="majorBidi" w:eastAsia="Arial" w:hAnsiTheme="majorBidi" w:cstheme="majorBidi" w:hint="cs"/>
                <w:sz w:val="30"/>
                <w:szCs w:val="30"/>
                <w:cs/>
              </w:rPr>
              <w:t>ใช้ใน</w:t>
            </w:r>
            <w:r w:rsidRPr="00CE2258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>การประมาณการมูลค่าที่คาดว่าจะได้รับคืนของเงินลงทุนที่พบว่ามีข้อบ่งชี้ของการด้อยค่า ซึ่งประกอบด้วย ประมาณการกระแสเงินสดในอนาคต อัตราการเติบโตในระยะยาว และอัตราคิดลด โดยเปรียบเทียบกับผลการดำเนินงานในอดีตและการวิเคราะห์แนวโน้ม รวมถึงเปรียบเทียบกับภาวการณ์ของตลาดในปัจจุบัน</w:t>
            </w:r>
            <w:r w:rsidRPr="00CE2258">
              <w:rPr>
                <w:rFonts w:asciiTheme="majorBidi" w:eastAsia="Arial" w:hAnsiTheme="majorBidi" w:cstheme="majorBidi"/>
                <w:sz w:val="30"/>
                <w:szCs w:val="30"/>
              </w:rPr>
              <w:t xml:space="preserve"> </w:t>
            </w:r>
            <w:r w:rsidRPr="00CE2258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 xml:space="preserve">สภาพแวดล้อมการดำเนินงาน ความรู้เกี่ยวกับอุตสาหกรรม และข้อมูลอื่นที่ได้รับระหว่างการตรวจสอบ และพิจารณาความสมเหตุสมผลของประมาณการผลการดำเนินงานโดยเปรียบเทียบการประมาณการในอดีตกับผลการดำเนินงานที่เกิดขึ้นจริง </w:t>
            </w:r>
          </w:p>
          <w:p w14:paraId="106F1C12" w14:textId="77777777" w:rsidR="00D47E11" w:rsidRPr="00CE2258" w:rsidRDefault="00D47E11" w:rsidP="00D47E11">
            <w:pPr>
              <w:pStyle w:val="ListParagraph"/>
              <w:numPr>
                <w:ilvl w:val="0"/>
                <w:numId w:val="32"/>
              </w:numPr>
              <w:tabs>
                <w:tab w:val="left" w:pos="336"/>
              </w:tabs>
              <w:spacing w:after="0" w:line="256" w:lineRule="auto"/>
              <w:ind w:left="342" w:hanging="366"/>
              <w:jc w:val="thaiDistribute"/>
              <w:rPr>
                <w:rFonts w:asciiTheme="majorBidi" w:eastAsia="Arial" w:hAnsiTheme="majorBidi" w:cstheme="majorBidi"/>
                <w:sz w:val="30"/>
                <w:szCs w:val="30"/>
              </w:rPr>
            </w:pPr>
            <w:r w:rsidRPr="00CE2258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 xml:space="preserve">ประเมินความเหมาะสมของแบบจำลองการวัดมูลค่า และทดสอบความถูกต้องของการคำนวณมูลค่าที่คาดว่าจะได้รับคืนและการด้อยค่า </w:t>
            </w:r>
          </w:p>
          <w:p w14:paraId="11949D8F" w14:textId="77777777" w:rsidR="00D47E11" w:rsidRPr="00CE2258" w:rsidRDefault="00D47E11" w:rsidP="00D47E11">
            <w:pPr>
              <w:pStyle w:val="ListParagraph"/>
              <w:numPr>
                <w:ilvl w:val="0"/>
                <w:numId w:val="32"/>
              </w:numPr>
              <w:tabs>
                <w:tab w:val="left" w:pos="336"/>
              </w:tabs>
              <w:spacing w:after="0" w:line="256" w:lineRule="auto"/>
              <w:ind w:left="342" w:hanging="366"/>
              <w:jc w:val="thaiDistribute"/>
              <w:rPr>
                <w:rFonts w:asciiTheme="majorBidi" w:eastAsia="Arial" w:hAnsiTheme="majorBidi" w:cstheme="majorBidi"/>
                <w:sz w:val="30"/>
                <w:szCs w:val="30"/>
              </w:rPr>
            </w:pPr>
            <w:r w:rsidRPr="00CE2258">
              <w:rPr>
                <w:rFonts w:asciiTheme="majorBidi" w:eastAsia="Arial" w:hAnsiTheme="majorBidi" w:cstheme="majorBidi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3D3BB157" w14:textId="77777777" w:rsidR="00D47E11" w:rsidRDefault="00D47E1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3511BF49" w14:textId="77777777" w:rsidR="00106E51" w:rsidRDefault="00106E5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40C11330" w14:textId="77777777" w:rsidR="00106E51" w:rsidRDefault="00106E5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7BFC2FD0" w14:textId="77777777" w:rsidR="00106E51" w:rsidRDefault="00106E5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213D57AC" w14:textId="77777777" w:rsidR="00106E51" w:rsidRDefault="00106E5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7EA1D831" w14:textId="77777777" w:rsidR="00106E51" w:rsidRDefault="00106E5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08AF60AB" w14:textId="77777777" w:rsidR="00106E51" w:rsidRDefault="00106E5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132DEF2E" w14:textId="77777777" w:rsidR="00106E51" w:rsidRDefault="00106E5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25932799" w14:textId="77777777" w:rsidR="00106E51" w:rsidRPr="00106E51" w:rsidRDefault="00106E51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771C278C" w14:textId="6A278852" w:rsidR="009F4FB9" w:rsidRPr="00CE2258" w:rsidRDefault="009F4FB9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4"/>
          <w:sz w:val="30"/>
          <w:szCs w:val="30"/>
        </w:rPr>
      </w:pPr>
      <w:r w:rsidRPr="00CE2258">
        <w:rPr>
          <w:rFonts w:asciiTheme="majorBidi" w:hAnsiTheme="majorBidi"/>
          <w:i/>
          <w:iCs/>
          <w:spacing w:val="4"/>
          <w:sz w:val="30"/>
          <w:szCs w:val="30"/>
          <w:cs/>
        </w:rPr>
        <w:lastRenderedPageBreak/>
        <w:t>ข้อมูลอื่น</w:t>
      </w:r>
    </w:p>
    <w:p w14:paraId="6719565F" w14:textId="394E5B81" w:rsidR="009F4FB9" w:rsidRPr="00CE2258" w:rsidRDefault="009F4FB9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0E192415" w14:textId="2BFAF015" w:rsidR="009F4FB9" w:rsidRPr="00CE2258" w:rsidRDefault="009F4FB9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CE2258">
        <w:rPr>
          <w:rFonts w:asciiTheme="majorBidi" w:hAnsiTheme="majorBidi"/>
          <w:spacing w:val="4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</w:t>
      </w:r>
      <w:r w:rsidR="00192335">
        <w:rPr>
          <w:rFonts w:asciiTheme="majorBidi" w:hAnsiTheme="majorBidi"/>
          <w:spacing w:val="4"/>
          <w:sz w:val="30"/>
          <w:szCs w:val="30"/>
          <w:cs/>
        </w:rPr>
        <w:br/>
      </w:r>
      <w:r w:rsidRPr="00CE2258">
        <w:rPr>
          <w:rFonts w:asciiTheme="majorBidi" w:hAnsiTheme="majorBidi"/>
          <w:spacing w:val="4"/>
          <w:sz w:val="30"/>
          <w:szCs w:val="30"/>
          <w:cs/>
        </w:rPr>
        <w:t>งบการเงินและรายงานของผู้สอบบัญชีที่อยู่ในรายงานนั้น</w:t>
      </w:r>
    </w:p>
    <w:p w14:paraId="7B3C7DC3" w14:textId="77777777" w:rsidR="009B089E" w:rsidRPr="00CE2258" w:rsidRDefault="009B089E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5A527164" w14:textId="77777777" w:rsidR="009F4FB9" w:rsidRDefault="009F4FB9" w:rsidP="009F4FB9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CE2258">
        <w:rPr>
          <w:rFonts w:asciiTheme="majorBidi" w:hAnsiTheme="majorBidi" w:cstheme="majorBidi"/>
          <w:spacing w:val="4"/>
          <w:sz w:val="30"/>
          <w:szCs w:val="30"/>
          <w:cs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1734F0A7" w14:textId="77777777" w:rsidR="009B089E" w:rsidRPr="009B089E" w:rsidRDefault="009B089E" w:rsidP="009F4FB9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0C00D5DE" w14:textId="562A7FE7" w:rsidR="009F4FB9" w:rsidRPr="00CE2258" w:rsidRDefault="009F4FB9" w:rsidP="009F4FB9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CE2258">
        <w:rPr>
          <w:rFonts w:asciiTheme="majorBidi" w:hAnsiTheme="majorBidi" w:cstheme="majorBidi"/>
          <w:spacing w:val="4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 คือ การอ่านข้อมูลอื่นและพิจารณาว่าข้อมูลอื่น</w:t>
      </w:r>
      <w:r w:rsidR="00C1771A" w:rsidRPr="00CE2258">
        <w:rPr>
          <w:rFonts w:asciiTheme="majorBidi" w:hAnsiTheme="majorBidi" w:cstheme="majorBidi"/>
          <w:spacing w:val="4"/>
          <w:sz w:val="30"/>
          <w:szCs w:val="30"/>
        </w:rPr>
        <w:br/>
      </w:r>
      <w:r w:rsidRPr="00CE2258">
        <w:rPr>
          <w:rFonts w:asciiTheme="majorBidi" w:hAnsiTheme="majorBidi" w:cstheme="majorBidi"/>
          <w:spacing w:val="4"/>
          <w:sz w:val="30"/>
          <w:szCs w:val="30"/>
          <w:cs/>
        </w:rPr>
        <w:t>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หากในการปฏิบัติงานดังกล่าว ข้าพเจ้าสรุปได้ว่าข้อมูลอื่นมีการแสดงข้อมูลที่ขัดต่อข้อเท็จจริงอันเป็นสาระสำคัญ ข้าพเจ้าต้องรายงานข้อเท็จจริงนั้น ทั้งนี้ข้าพเจ้าไม่พบว่ามีเรื่องดังกล่าวที่ต้องรายงาน</w:t>
      </w:r>
    </w:p>
    <w:p w14:paraId="4AE06E44" w14:textId="77777777" w:rsidR="009F4FB9" w:rsidRPr="00CE2258" w:rsidRDefault="009F4FB9" w:rsidP="009F4FB9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4"/>
          <w:sz w:val="20"/>
          <w:szCs w:val="20"/>
        </w:rPr>
      </w:pPr>
    </w:p>
    <w:p w14:paraId="654C9765" w14:textId="0FFE7EC8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4"/>
          <w:sz w:val="30"/>
          <w:szCs w:val="30"/>
        </w:rPr>
      </w:pPr>
      <w:r w:rsidRPr="00CE2258">
        <w:rPr>
          <w:rFonts w:asciiTheme="majorBidi" w:hAnsiTheme="majorBidi" w:cstheme="majorBidi"/>
          <w:i/>
          <w:iCs/>
          <w:spacing w:val="4"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0BA2912B" w14:textId="63515074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0"/>
          <w:szCs w:val="20"/>
        </w:rPr>
      </w:pPr>
    </w:p>
    <w:p w14:paraId="41885F03" w14:textId="62B2DCE0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CE2258">
        <w:rPr>
          <w:rFonts w:asciiTheme="majorBid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E43034B" w14:textId="40B4E721" w:rsidR="00D651D5" w:rsidRPr="00CE2258" w:rsidRDefault="00D651D5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i/>
          <w:iCs/>
          <w:sz w:val="20"/>
          <w:szCs w:val="20"/>
        </w:rPr>
      </w:pPr>
    </w:p>
    <w:p w14:paraId="388FE6EC" w14:textId="77777777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CE2258">
        <w:rPr>
          <w:rFonts w:asciiTheme="majorBidi" w:eastAsia="Calibri" w:hAnsiTheme="majorBidi" w:cstheme="majorBidi"/>
          <w:sz w:val="30"/>
          <w:szCs w:val="30"/>
          <w:cs/>
        </w:rPr>
        <w:t>ในการจัดทำงบการเงิน ผู้บริหารรับผิดชอบในการประเมินความสามารถของบริษัทในการดำเนินงานต่อเนื่อง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 เว้นแต่ผู้บริหารมีความตั้งใจที่จะเลิกบริษัท หรือหยุดดำเนินงาน หรือไม่สามารถดำเนินงานต่อเนื่องต่อไปได้</w:t>
      </w:r>
    </w:p>
    <w:p w14:paraId="039AAC2D" w14:textId="77777777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p w14:paraId="6635E148" w14:textId="2EA5FB5C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30"/>
          <w:szCs w:val="30"/>
        </w:rPr>
      </w:pPr>
      <w:r w:rsidRPr="00CE2258">
        <w:rPr>
          <w:rFonts w:asciiTheme="majorBidi" w:eastAsia="Calibr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ผู้มีหน้าที่ในการกำกับดูแลมีหน้าที่ในการกำกับดูแลกระบวนการในการจัดทำรายงานทางการเงินของบริษัท</w:t>
      </w:r>
    </w:p>
    <w:p w14:paraId="30A8BABC" w14:textId="54108E9E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p w14:paraId="1A3C38D0" w14:textId="7212C524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CE2258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</w:p>
    <w:p w14:paraId="5758C288" w14:textId="5521F887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p w14:paraId="13483607" w14:textId="7487289C" w:rsidR="00D651D5" w:rsidRPr="00CE2258" w:rsidRDefault="00D651D5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CE2258">
        <w:rPr>
          <w:rFonts w:asciiTheme="majorBidi" w:eastAsia="Calibr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6BD4F55A" w14:textId="76109AA5" w:rsidR="00C1771A" w:rsidRPr="00CE2258" w:rsidRDefault="00C177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  <w:r w:rsidRPr="00CE2258">
        <w:rPr>
          <w:rFonts w:asciiTheme="majorBidi" w:eastAsia="Calibri" w:hAnsiTheme="majorBidi" w:cstheme="majorBidi"/>
          <w:sz w:val="20"/>
          <w:szCs w:val="20"/>
        </w:rPr>
        <w:br w:type="page"/>
      </w:r>
    </w:p>
    <w:p w14:paraId="3EC0BDE2" w14:textId="77777777" w:rsidR="00D47E11" w:rsidRPr="00CE2258" w:rsidRDefault="00D47E11" w:rsidP="00D47E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  <w:r w:rsidRPr="00CE2258">
        <w:rPr>
          <w:rFonts w:ascii="Angsana New" w:eastAsia="Calibri" w:hAnsi="Angsana New"/>
          <w:spacing w:val="-2"/>
          <w:sz w:val="30"/>
          <w:szCs w:val="30"/>
          <w:cs/>
        </w:rPr>
        <w:lastRenderedPageBreak/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</w:t>
      </w:r>
      <w:r w:rsidRPr="00CE2258">
        <w:rPr>
          <w:rFonts w:ascii="Angsana New" w:eastAsia="Calibri" w:hAnsi="Angsana New"/>
          <w:sz w:val="30"/>
          <w:szCs w:val="30"/>
          <w:cs/>
        </w:rPr>
        <w:t>วิชาชีพตลอดการตรวจสอบ การปฏิบัติงานของข้าพเจ้ารวมถึง</w:t>
      </w:r>
    </w:p>
    <w:p w14:paraId="03414CF0" w14:textId="77777777" w:rsidR="00D47E11" w:rsidRPr="00CE2258" w:rsidRDefault="00D47E11" w:rsidP="00D47E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</w:p>
    <w:p w14:paraId="7B3151C0" w14:textId="1E544A0D" w:rsidR="00D47E11" w:rsidRPr="00CE2258" w:rsidRDefault="00D47E11" w:rsidP="00D47E11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CE2258">
        <w:rPr>
          <w:rFonts w:ascii="Angsana New" w:eastAsia="Calibri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</w:t>
      </w:r>
      <w:r w:rsidRPr="00CE2258">
        <w:rPr>
          <w:rFonts w:ascii="Angsana New" w:eastAsia="Calibri" w:hAnsi="Angsana New"/>
          <w:spacing w:val="8"/>
          <w:sz w:val="30"/>
          <w:szCs w:val="30"/>
          <w:cs/>
        </w:rPr>
        <w:t>หลักฐาน การตั้งใจละเว้นการแสดงข้อมูล การแสดงข้อมูลที่ไม่ตรงตามข้อเท็จจริงหรือการแทรกแซง</w:t>
      </w:r>
      <w:r w:rsidRPr="00CE2258">
        <w:rPr>
          <w:rFonts w:ascii="Angsana New" w:eastAsia="Calibri" w:hAnsi="Angsana New"/>
          <w:sz w:val="30"/>
          <w:szCs w:val="30"/>
          <w:cs/>
        </w:rPr>
        <w:t>การควบคุมภ</w:t>
      </w:r>
      <w:r w:rsidRPr="00CE2258">
        <w:rPr>
          <w:rFonts w:ascii="Angsana New" w:hAnsi="Angsana New"/>
          <w:sz w:val="30"/>
          <w:szCs w:val="30"/>
          <w:cs/>
        </w:rPr>
        <w:t>ายใน</w:t>
      </w:r>
    </w:p>
    <w:p w14:paraId="2E1A264B" w14:textId="4F323E7D" w:rsidR="00D47E11" w:rsidRPr="00CE2258" w:rsidRDefault="00D47E11" w:rsidP="00D47E11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CE2258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</w:t>
      </w:r>
      <w:r w:rsidRPr="00CE2258">
        <w:rPr>
          <w:rFonts w:ascii="Angsana New" w:eastAsia="Calibri" w:hAnsi="Angsana New" w:hint="cs"/>
          <w:sz w:val="30"/>
          <w:szCs w:val="30"/>
          <w:cs/>
        </w:rPr>
        <w:t>ที่เกี่ยวข้องกับการตรวจสอบ</w:t>
      </w:r>
      <w:r w:rsidRPr="00CE2258">
        <w:rPr>
          <w:rFonts w:ascii="Angsana New" w:eastAsia="Calibri" w:hAnsi="Angsana New"/>
          <w:sz w:val="30"/>
          <w:szCs w:val="30"/>
          <w:cs/>
        </w:rPr>
        <w:t xml:space="preserve"> เพื่อออกแบบวิธีการตรวจสอบ</w:t>
      </w:r>
      <w:r w:rsidRPr="00CE2258">
        <w:rPr>
          <w:rFonts w:ascii="Angsana New" w:eastAsia="Calibri" w:hAnsi="Angsana New" w:hint="cs"/>
          <w:sz w:val="30"/>
          <w:szCs w:val="30"/>
          <w:cs/>
        </w:rPr>
        <w:t>ที่เ</w:t>
      </w:r>
      <w:r w:rsidRPr="00CE2258">
        <w:rPr>
          <w:rFonts w:ascii="Angsana New" w:eastAsia="Calibri" w:hAnsi="Angsana New"/>
          <w:sz w:val="30"/>
          <w:szCs w:val="30"/>
          <w:cs/>
        </w:rPr>
        <w:t>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CE2258">
        <w:rPr>
          <w:rFonts w:ascii="Angsana New" w:eastAsia="Calibri" w:hAnsi="Angsana New" w:hint="cs"/>
          <w:sz w:val="30"/>
          <w:szCs w:val="30"/>
          <w:cs/>
        </w:rPr>
        <w:t>บริษัท</w:t>
      </w:r>
    </w:p>
    <w:p w14:paraId="3C3BD93F" w14:textId="77777777" w:rsidR="00D47E11" w:rsidRPr="00CE2258" w:rsidRDefault="00D47E11" w:rsidP="00D47E11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CE2258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</w:t>
      </w:r>
      <w:r w:rsidRPr="00CE2258">
        <w:rPr>
          <w:rFonts w:ascii="Angsana New" w:eastAsia="Calibri" w:hAnsi="Angsana New" w:hint="cs"/>
          <w:sz w:val="30"/>
          <w:szCs w:val="30"/>
          <w:cs/>
        </w:rPr>
        <w:t>ผู้บริหาร</w:t>
      </w:r>
      <w:r w:rsidRPr="00CE2258">
        <w:rPr>
          <w:rFonts w:ascii="Angsana New" w:eastAsia="Calibri" w:hAnsi="Angsana New"/>
          <w:sz w:val="30"/>
          <w:szCs w:val="30"/>
          <w:cs/>
        </w:rPr>
        <w:t>ใช้และความสมเหตุสมผลของประมาณการทางบัญชีและการเปิดเ</w:t>
      </w:r>
      <w:r w:rsidRPr="00CE2258">
        <w:rPr>
          <w:rFonts w:ascii="Angsana New" w:hAnsi="Angsana New"/>
          <w:sz w:val="30"/>
          <w:szCs w:val="30"/>
          <w:cs/>
        </w:rPr>
        <w:t>ผยข้อมูลที่เกี่ยวข้องซึ่งจัดทำ</w:t>
      </w:r>
      <w:r w:rsidRPr="00CE2258">
        <w:rPr>
          <w:rFonts w:ascii="Angsana New" w:hAnsi="Angsana New" w:hint="cs"/>
          <w:sz w:val="30"/>
          <w:szCs w:val="30"/>
          <w:cs/>
        </w:rPr>
        <w:t>ขึ้น</w:t>
      </w:r>
      <w:r w:rsidRPr="00CE2258">
        <w:rPr>
          <w:rFonts w:ascii="Angsana New" w:hAnsi="Angsana New"/>
          <w:sz w:val="30"/>
          <w:szCs w:val="30"/>
          <w:cs/>
        </w:rPr>
        <w:t xml:space="preserve">โดยผู้บริหาร </w:t>
      </w:r>
    </w:p>
    <w:p w14:paraId="5F0A2319" w14:textId="5AB57464" w:rsidR="00D47E11" w:rsidRPr="00CE2258" w:rsidRDefault="00D47E11" w:rsidP="00D47E11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CE2258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</w:t>
      </w:r>
      <w:r w:rsidRPr="00CE2258">
        <w:rPr>
          <w:rFonts w:ascii="Angsana New" w:hAnsi="Angsana New"/>
          <w:spacing w:val="2"/>
          <w:sz w:val="30"/>
          <w:szCs w:val="30"/>
          <w:cs/>
        </w:rPr>
        <w:t>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</w:t>
      </w:r>
      <w:r w:rsidRPr="00CE2258">
        <w:rPr>
          <w:rFonts w:ascii="Angsana New" w:hAnsi="Angsana New"/>
          <w:sz w:val="30"/>
          <w:szCs w:val="30"/>
          <w:cs/>
        </w:rPr>
        <w:t xml:space="preserve">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</w:t>
      </w:r>
      <w:r w:rsidRPr="00CE2258">
        <w:rPr>
          <w:rFonts w:ascii="Angsana New" w:hAnsi="Angsana New"/>
          <w:spacing w:val="4"/>
          <w:sz w:val="30"/>
          <w:szCs w:val="30"/>
          <w:cs/>
        </w:rPr>
        <w:t>ข้าพเจ้าโดยให้ข้อสังเกตถึงการเปิดเผยข้อมูลในงบการเงินที่เกี่ยวข้อง หรือถ้าการเปิดเผยข้อมูลดังกล่าว</w:t>
      </w:r>
      <w:r w:rsidRPr="00CE2258">
        <w:rPr>
          <w:rFonts w:ascii="Angsana New" w:hAnsi="Angsana New"/>
          <w:spacing w:val="6"/>
          <w:sz w:val="30"/>
          <w:szCs w:val="30"/>
          <w:cs/>
        </w:rPr>
        <w:t>ไม่เพียงพอ ความเห็นของข้าพเจ้าจะเปลี่ยนแปลงไป ข้อสรุปของข้าพเจ้าขึ้นอยู่กับหลักฐานการสอบบัญชี</w:t>
      </w:r>
      <w:r w:rsidRPr="00CE2258">
        <w:rPr>
          <w:rFonts w:ascii="Angsana New" w:hAnsi="Angsana New"/>
          <w:sz w:val="30"/>
          <w:szCs w:val="30"/>
          <w:cs/>
        </w:rPr>
        <w:t>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Pr="00CE2258">
        <w:rPr>
          <w:rFonts w:ascii="Angsana New" w:hAnsi="Angsana New" w:hint="cs"/>
          <w:sz w:val="30"/>
          <w:szCs w:val="30"/>
          <w:cs/>
        </w:rPr>
        <w:t>บริษัท</w:t>
      </w:r>
      <w:r w:rsidRPr="00CE2258">
        <w:rPr>
          <w:rFonts w:ascii="Angsana New" w:hAnsi="Angsana New"/>
          <w:sz w:val="30"/>
          <w:szCs w:val="30"/>
          <w:cs/>
        </w:rPr>
        <w:t>ต้องหยุดการดำเนินงานต่อเนื่อง</w:t>
      </w:r>
    </w:p>
    <w:p w14:paraId="7C1DD0A6" w14:textId="2B5ECDF7" w:rsidR="00FD7516" w:rsidRPr="006220E3" w:rsidRDefault="00D47E11" w:rsidP="006220E3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CE2258">
        <w:rPr>
          <w:rFonts w:ascii="Angsana New" w:hAnsi="Angsana New" w:hint="cs"/>
          <w:spacing w:val="-2"/>
          <w:sz w:val="30"/>
          <w:szCs w:val="30"/>
          <w:cs/>
        </w:rPr>
        <w:t>ประเมินการนำเสนอโครงสร้างและเนื้อหาของงบการเงินโดยรวม รวมถึงการเปิดเผย</w:t>
      </w:r>
      <w:r w:rsidRPr="00CE2258">
        <w:rPr>
          <w:rFonts w:ascii="Angsana New" w:hAnsi="Angsana New"/>
          <w:spacing w:val="-2"/>
          <w:sz w:val="30"/>
          <w:szCs w:val="30"/>
          <w:cs/>
        </w:rPr>
        <w:t>ข้อมูล</w:t>
      </w:r>
      <w:r w:rsidRPr="00CE2258">
        <w:rPr>
          <w:rFonts w:ascii="Angsana New" w:hAnsi="Angsana New" w:hint="cs"/>
          <w:spacing w:val="-2"/>
          <w:sz w:val="30"/>
          <w:szCs w:val="30"/>
          <w:cs/>
        </w:rPr>
        <w:t>ว่างบการเงิน</w:t>
      </w:r>
      <w:r w:rsidRPr="00CE2258">
        <w:rPr>
          <w:rFonts w:ascii="Angsana New" w:hAnsi="Angsana New" w:hint="cs"/>
          <w:sz w:val="30"/>
          <w:szCs w:val="30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Pr="00CE2258">
        <w:rPr>
          <w:rFonts w:ascii="Angsana New" w:hAnsi="Angsana New"/>
          <w:sz w:val="30"/>
          <w:szCs w:val="30"/>
          <w:cs/>
        </w:rPr>
        <w:t xml:space="preserve">หรือไม่ </w:t>
      </w:r>
    </w:p>
    <w:p w14:paraId="09C143B8" w14:textId="564FA154" w:rsidR="00D61226" w:rsidRPr="00CE2258" w:rsidRDefault="00D61226" w:rsidP="00D651D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p w14:paraId="47ECED8B" w14:textId="16A25BA1" w:rsidR="00D61226" w:rsidRPr="00CE2258" w:rsidRDefault="00D61226" w:rsidP="004F1FF1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CE2258">
        <w:rPr>
          <w:rFonts w:asciiTheme="majorBidi" w:eastAsia="Calibri" w:hAnsiTheme="majorBidi" w:cstheme="majorBid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2B146CF7" w14:textId="77777777" w:rsidR="002A6BE3" w:rsidRDefault="002A6BE3" w:rsidP="005514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149"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p w14:paraId="00690F20" w14:textId="5975F373" w:rsidR="007A23C0" w:rsidRDefault="007A23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20"/>
          <w:szCs w:val="20"/>
          <w:cs/>
        </w:rPr>
      </w:pPr>
      <w:r>
        <w:rPr>
          <w:rFonts w:asciiTheme="majorBidi" w:eastAsia="Calibri" w:hAnsiTheme="majorBidi" w:cstheme="majorBidi"/>
          <w:sz w:val="20"/>
          <w:szCs w:val="20"/>
          <w:cs/>
        </w:rPr>
        <w:br w:type="page"/>
      </w:r>
    </w:p>
    <w:p w14:paraId="49A511ED" w14:textId="65A65350" w:rsidR="00C1771A" w:rsidRDefault="00751C2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CE2258">
        <w:rPr>
          <w:rFonts w:asciiTheme="majorBidi" w:hAnsiTheme="majorBidi" w:cstheme="majorBidi"/>
          <w:sz w:val="30"/>
          <w:szCs w:val="30"/>
          <w:cs/>
        </w:rPr>
        <w:lastRenderedPageBreak/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891B45">
        <w:rPr>
          <w:rFonts w:asciiTheme="majorBidi" w:hAnsiTheme="majorBidi" w:cstheme="majorBidi" w:hint="cs"/>
          <w:sz w:val="30"/>
          <w:szCs w:val="30"/>
          <w:cs/>
        </w:rPr>
        <w:t>และการดำเนินการเพื่อขจัดอุปสรรคหรือมาตรการป้องกันของข้าพเจ้า</w:t>
      </w:r>
    </w:p>
    <w:p w14:paraId="0121FB0C" w14:textId="77777777" w:rsidR="009D1EBC" w:rsidRPr="00CE2258" w:rsidRDefault="009D1EBC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AF29D94" w14:textId="2B7AF686" w:rsidR="0054056C" w:rsidRPr="00CE2258" w:rsidRDefault="0054056C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CE2258">
        <w:rPr>
          <w:rFonts w:asciiTheme="majorBidi" w:hAnsiTheme="majorBidi" w:cstheme="majorBidi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ข้าพเจ้าได้พิจารณาเรื่องต่างๆ ที่มีนัยสำคัญที่สุดในการตรวจสอบ</w:t>
      </w:r>
      <w:r w:rsidR="002014FC">
        <w:rPr>
          <w:rFonts w:asciiTheme="majorBidi" w:hAnsiTheme="majorBidi" w:cstheme="majorBidi"/>
          <w:sz w:val="30"/>
          <w:szCs w:val="30"/>
        </w:rPr>
        <w:br/>
      </w:r>
      <w:r w:rsidRPr="00192335">
        <w:rPr>
          <w:rFonts w:asciiTheme="majorBidi" w:hAnsiTheme="majorBidi" w:cstheme="majorBidi"/>
          <w:spacing w:val="-6"/>
          <w:sz w:val="30"/>
          <w:szCs w:val="30"/>
          <w:cs/>
        </w:rPr>
        <w:t>งบการเงินในงวดปัจจุบันและกำหนดเป็นเรื่องสำคัญในการตรวจสอบ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CE2258">
        <w:rPr>
          <w:rFonts w:asciiTheme="majorBidi" w:hAnsiTheme="majorBidi" w:cstheme="majorBidi"/>
          <w:sz w:val="30"/>
          <w:szCs w:val="30"/>
          <w:cs/>
        </w:rPr>
        <w:t xml:space="preserve"> 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7A26F127" w14:textId="12BFF2CD" w:rsidR="0054056C" w:rsidRPr="00CE2258" w:rsidRDefault="0054056C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68D24DB4" w14:textId="2F248862" w:rsidR="0054056C" w:rsidRPr="00CE2258" w:rsidRDefault="0054056C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2790E0F5" w14:textId="77777777" w:rsidR="00C1771A" w:rsidRPr="00CE2258" w:rsidRDefault="00C1771A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6F811ACB" w14:textId="77777777" w:rsidR="002B2ACF" w:rsidRPr="00CE2258" w:rsidRDefault="002B2ACF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</w:p>
    <w:p w14:paraId="5CAD94E7" w14:textId="6C98E00A" w:rsidR="00EA7470" w:rsidRPr="00CE2258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  <w:r w:rsidRPr="00CE2258">
        <w:rPr>
          <w:rFonts w:asciiTheme="majorBidi" w:eastAsia="Calibri" w:hAnsiTheme="majorBidi" w:cstheme="majorBidi"/>
          <w:sz w:val="30"/>
          <w:szCs w:val="30"/>
          <w:cs/>
        </w:rPr>
        <w:t>(</w:t>
      </w:r>
      <w:r w:rsidR="003F2018" w:rsidRPr="00CE2258">
        <w:rPr>
          <w:rFonts w:asciiTheme="majorBidi" w:eastAsia="Calibri" w:hAnsiTheme="majorBidi" w:cstheme="majorBidi"/>
          <w:sz w:val="30"/>
          <w:szCs w:val="30"/>
          <w:cs/>
        </w:rPr>
        <w:t>ทรงชัย วงศ์พิริยาภรณ์</w:t>
      </w:r>
      <w:r w:rsidRPr="00CE2258">
        <w:rPr>
          <w:rFonts w:asciiTheme="majorBidi" w:eastAsia="Calibri" w:hAnsiTheme="majorBidi" w:cstheme="majorBidi"/>
          <w:sz w:val="30"/>
          <w:szCs w:val="30"/>
          <w:cs/>
        </w:rPr>
        <w:t>)</w:t>
      </w:r>
    </w:p>
    <w:p w14:paraId="0A3639AA" w14:textId="77777777" w:rsidR="00EA7470" w:rsidRPr="00CE2258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CE2258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5D4ED6C5" w14:textId="5E573F47" w:rsidR="00EA7470" w:rsidRPr="00CE2258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  <w:shd w:val="clear" w:color="auto" w:fill="E0E0E0"/>
        </w:rPr>
      </w:pPr>
      <w:r w:rsidRPr="00CE2258">
        <w:rPr>
          <w:rFonts w:asciiTheme="majorBidi" w:hAnsiTheme="majorBidi" w:cstheme="majorBidi"/>
          <w:sz w:val="30"/>
          <w:szCs w:val="30"/>
          <w:cs/>
        </w:rPr>
        <w:t>เลขทะเบียน</w:t>
      </w:r>
      <w:r w:rsidR="00D2391B" w:rsidRPr="00CE225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F2018" w:rsidRPr="00CE2258">
        <w:rPr>
          <w:rFonts w:asciiTheme="majorBidi" w:hAnsiTheme="majorBidi" w:cstheme="majorBidi"/>
          <w:sz w:val="30"/>
          <w:szCs w:val="30"/>
        </w:rPr>
        <w:t>10996</w:t>
      </w:r>
    </w:p>
    <w:p w14:paraId="34921D42" w14:textId="77777777" w:rsidR="00EA7470" w:rsidRPr="00CE2258" w:rsidRDefault="00EA7470" w:rsidP="006253BF">
      <w:pPr>
        <w:pStyle w:val="a"/>
        <w:tabs>
          <w:tab w:val="clear" w:pos="1080"/>
        </w:tabs>
        <w:jc w:val="both"/>
        <w:rPr>
          <w:rFonts w:asciiTheme="majorBidi" w:hAnsiTheme="majorBidi" w:cstheme="majorBidi"/>
          <w:sz w:val="20"/>
          <w:szCs w:val="20"/>
          <w:lang w:val="en-US"/>
        </w:rPr>
      </w:pPr>
    </w:p>
    <w:p w14:paraId="647930B6" w14:textId="4E4895F0" w:rsidR="00EA7470" w:rsidRPr="00CE2258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CE2258">
        <w:rPr>
          <w:rFonts w:asciiTheme="majorBidi" w:hAnsiTheme="majorBidi" w:cstheme="majorBidi"/>
          <w:sz w:val="30"/>
          <w:szCs w:val="30"/>
          <w:cs/>
        </w:rPr>
        <w:t>บริษัทเคพีเอ็มจี</w:t>
      </w:r>
      <w:r w:rsidR="00A62C3E" w:rsidRPr="00CE225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CE2258">
        <w:rPr>
          <w:rFonts w:asciiTheme="majorBidi" w:hAnsiTheme="majorBidi" w:cstheme="majorBidi"/>
          <w:sz w:val="30"/>
          <w:szCs w:val="30"/>
          <w:cs/>
        </w:rPr>
        <w:t>ภูมิไชย</w:t>
      </w:r>
      <w:r w:rsidR="00A62C3E" w:rsidRPr="00CE225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CE2258">
        <w:rPr>
          <w:rFonts w:asciiTheme="majorBidi" w:hAnsiTheme="majorBidi" w:cstheme="majorBidi"/>
          <w:sz w:val="30"/>
          <w:szCs w:val="30"/>
          <w:cs/>
        </w:rPr>
        <w:t>สอบบัญชี</w:t>
      </w:r>
      <w:r w:rsidR="00A62C3E" w:rsidRPr="00CE225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CE2258">
        <w:rPr>
          <w:rFonts w:asciiTheme="majorBidi" w:hAnsiTheme="majorBidi" w:cstheme="majorBidi"/>
          <w:sz w:val="30"/>
          <w:szCs w:val="30"/>
          <w:cs/>
        </w:rPr>
        <w:t>จำกัด</w:t>
      </w:r>
    </w:p>
    <w:p w14:paraId="184E97C0" w14:textId="77777777" w:rsidR="00EA7470" w:rsidRPr="00CE2258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CE2258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220C7B83" w14:textId="0A9E0DB9" w:rsidR="003D4541" w:rsidRPr="00944A21" w:rsidRDefault="00C078AE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sz w:val="30"/>
          <w:szCs w:val="30"/>
        </w:rPr>
        <w:t>16</w:t>
      </w:r>
      <w:r w:rsidR="00513F1C" w:rsidRPr="00CE225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8536A2" w:rsidRPr="00CE2258">
        <w:rPr>
          <w:rFonts w:asciiTheme="majorBidi" w:hAnsiTheme="majorBidi" w:cstheme="majorBidi" w:hint="cs"/>
          <w:sz w:val="30"/>
          <w:szCs w:val="30"/>
          <w:cs/>
        </w:rPr>
        <w:t>กุมภาพันธ์</w:t>
      </w:r>
      <w:r w:rsidR="0008503B" w:rsidRPr="00CE225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C2BB8" w:rsidRPr="00CE2258">
        <w:rPr>
          <w:rFonts w:asciiTheme="majorBidi" w:hAnsiTheme="majorBidi" w:cstheme="majorBidi"/>
          <w:sz w:val="30"/>
          <w:szCs w:val="30"/>
        </w:rPr>
        <w:t>256</w:t>
      </w:r>
      <w:r w:rsidR="001B139D">
        <w:rPr>
          <w:rFonts w:asciiTheme="majorBidi" w:hAnsiTheme="majorBidi" w:cstheme="majorBidi"/>
          <w:sz w:val="30"/>
          <w:szCs w:val="30"/>
        </w:rPr>
        <w:t>9</w:t>
      </w:r>
    </w:p>
    <w:sectPr w:rsidR="003D4541" w:rsidRPr="00944A21" w:rsidSect="009B089E">
      <w:headerReference w:type="default" r:id="rId16"/>
      <w:headerReference w:type="first" r:id="rId17"/>
      <w:footerReference w:type="first" r:id="rId18"/>
      <w:pgSz w:w="11909" w:h="16834" w:code="9"/>
      <w:pgMar w:top="1701" w:right="1055" w:bottom="851" w:left="1304" w:header="851" w:footer="851" w:gutter="0"/>
      <w:pgNumType w:start="2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D8971" w14:textId="77777777" w:rsidR="00BB0A05" w:rsidRDefault="00BB0A05">
      <w:r>
        <w:separator/>
      </w:r>
    </w:p>
  </w:endnote>
  <w:endnote w:type="continuationSeparator" w:id="0">
    <w:p w14:paraId="0BFB4748" w14:textId="77777777" w:rsidR="00BB0A05" w:rsidRDefault="00BB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558320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FAA2A14" w14:textId="1B971460" w:rsidR="00D60298" w:rsidRPr="00D60298" w:rsidRDefault="00D60298" w:rsidP="00D6029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6029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6029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6029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5F65EB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D6029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A6EB" w14:textId="7B89C018" w:rsidR="009B089E" w:rsidRPr="00D60298" w:rsidRDefault="009B089E" w:rsidP="009B089E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058220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19E0AA1" w14:textId="77777777" w:rsidR="00D9589B" w:rsidRPr="00D60298" w:rsidRDefault="00D9589B" w:rsidP="009B089E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6029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6029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60298">
          <w:rPr>
            <w:rFonts w:asciiTheme="majorBidi" w:hAnsiTheme="majorBidi" w:cstheme="majorBidi"/>
            <w:sz w:val="30"/>
            <w:szCs w:val="30"/>
          </w:rPr>
          <w:fldChar w:fldCharType="separate"/>
        </w:r>
        <w:r>
          <w:rPr>
            <w:rFonts w:asciiTheme="majorBidi" w:hAnsiTheme="majorBidi" w:cstheme="majorBidi"/>
            <w:sz w:val="30"/>
            <w:szCs w:val="30"/>
          </w:rPr>
          <w:t>3</w:t>
        </w:r>
        <w:r w:rsidRPr="00D6029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760FA" w14:textId="77777777" w:rsidR="00BB0A05" w:rsidRDefault="00BB0A05">
      <w:r>
        <w:separator/>
      </w:r>
    </w:p>
  </w:footnote>
  <w:footnote w:type="continuationSeparator" w:id="0">
    <w:p w14:paraId="0A7D8679" w14:textId="77777777" w:rsidR="00BB0A05" w:rsidRDefault="00BB0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D0740" w14:textId="5E5BDDF7" w:rsidR="00E95EB0" w:rsidRPr="00E95EB0" w:rsidRDefault="00E95EB0">
    <w:pPr>
      <w:pStyle w:val="Header"/>
      <w:rPr>
        <w:rFonts w:ascii="Angsana New" w:hAnsi="Angsana New"/>
        <w:sz w:val="30"/>
        <w:szCs w:val="30"/>
      </w:rPr>
    </w:pPr>
  </w:p>
  <w:p w14:paraId="055F4405" w14:textId="32C12DE3" w:rsidR="00E95EB0" w:rsidRPr="00E95EB0" w:rsidRDefault="00E95EB0">
    <w:pPr>
      <w:pStyle w:val="Header"/>
      <w:rPr>
        <w:rFonts w:ascii="Angsana New" w:hAnsi="Angsana New"/>
        <w:sz w:val="30"/>
        <w:szCs w:val="30"/>
      </w:rPr>
    </w:pPr>
  </w:p>
  <w:p w14:paraId="380A2E8A" w14:textId="79A82C23" w:rsidR="00E95EB0" w:rsidRPr="00E95EB0" w:rsidRDefault="00E95EB0">
    <w:pPr>
      <w:pStyle w:val="Header"/>
      <w:rPr>
        <w:rFonts w:ascii="Angsana New" w:hAnsi="Angsana New"/>
        <w:sz w:val="30"/>
        <w:szCs w:val="30"/>
      </w:rPr>
    </w:pPr>
  </w:p>
  <w:p w14:paraId="43B229E9" w14:textId="77777777" w:rsidR="00E95EB0" w:rsidRPr="00E95EB0" w:rsidRDefault="00E95EB0">
    <w:pPr>
      <w:pStyle w:val="Header"/>
      <w:rPr>
        <w:rFonts w:ascii="Angsana New" w:hAnsi="Angsana New"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2C676" w14:textId="77777777" w:rsidR="004523D9" w:rsidRDefault="004523D9" w:rsidP="004523D9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09349CA0" w14:textId="77777777" w:rsidR="004523D9" w:rsidRDefault="004523D9" w:rsidP="004523D9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42694E10" w14:textId="77777777" w:rsidR="004523D9" w:rsidRDefault="004523D9" w:rsidP="004523D9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5CE48E88" w14:textId="77777777" w:rsidR="004523D9" w:rsidRDefault="004523D9" w:rsidP="004523D9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473CE5A0" w14:textId="77777777" w:rsidR="004523D9" w:rsidRDefault="004523D9" w:rsidP="004523D9">
    <w:pPr>
      <w:pStyle w:val="Header"/>
      <w:spacing w:line="240" w:lineRule="auto"/>
      <w:rPr>
        <w:rFonts w:ascii="Angsana New" w:hAnsi="Angsana New"/>
        <w:sz w:val="52"/>
        <w:szCs w:val="52"/>
      </w:rPr>
    </w:pPr>
  </w:p>
  <w:p w14:paraId="06420C63" w14:textId="77777777" w:rsidR="004523D9" w:rsidRPr="00D7435D" w:rsidRDefault="004523D9" w:rsidP="004523D9">
    <w:pPr>
      <w:pStyle w:val="Header"/>
      <w:spacing w:line="240" w:lineRule="auto"/>
      <w:rPr>
        <w:rFonts w:ascii="Angsana New" w:hAnsi="Angsana New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F58B8" w14:textId="77777777" w:rsidR="004523D9" w:rsidRDefault="004523D9">
    <w:pPr>
      <w:pStyle w:val="Header"/>
      <w:rPr>
        <w:rFonts w:ascii="Angsana New" w:hAnsi="Angsana New"/>
        <w:sz w:val="32"/>
        <w:szCs w:val="32"/>
      </w:rPr>
    </w:pPr>
  </w:p>
  <w:p w14:paraId="428B4D28" w14:textId="77777777" w:rsidR="004523D9" w:rsidRDefault="004523D9">
    <w:pPr>
      <w:pStyle w:val="Header"/>
      <w:rPr>
        <w:rFonts w:ascii="Angsana New" w:hAnsi="Angsana New"/>
        <w:sz w:val="32"/>
        <w:szCs w:val="32"/>
      </w:rPr>
    </w:pPr>
  </w:p>
  <w:p w14:paraId="751BC7DA" w14:textId="77777777" w:rsidR="004523D9" w:rsidRDefault="004523D9">
    <w:pPr>
      <w:pStyle w:val="Header"/>
      <w:rPr>
        <w:rFonts w:ascii="Angsana New" w:hAnsi="Angsana New"/>
        <w:sz w:val="32"/>
        <w:szCs w:val="32"/>
      </w:rPr>
    </w:pPr>
  </w:p>
  <w:p w14:paraId="45CEEB9C" w14:textId="77777777" w:rsidR="004523D9" w:rsidRDefault="004523D9">
    <w:pPr>
      <w:pStyle w:val="Header"/>
      <w:rPr>
        <w:rFonts w:ascii="Angsana New" w:hAnsi="Angsana New"/>
        <w:sz w:val="32"/>
        <w:szCs w:val="32"/>
      </w:rPr>
    </w:pPr>
  </w:p>
  <w:p w14:paraId="2E318B6D" w14:textId="77777777" w:rsidR="004523D9" w:rsidRDefault="004523D9">
    <w:pPr>
      <w:pStyle w:val="Header"/>
      <w:rPr>
        <w:rFonts w:ascii="Angsana New" w:hAnsi="Angsana New"/>
        <w:sz w:val="32"/>
        <w:szCs w:val="32"/>
      </w:rPr>
    </w:pPr>
  </w:p>
  <w:p w14:paraId="3DBEA093" w14:textId="77777777" w:rsidR="004523D9" w:rsidRDefault="004523D9">
    <w:pPr>
      <w:pStyle w:val="Header"/>
      <w:rPr>
        <w:rFonts w:ascii="Angsana New" w:hAnsi="Angsana New"/>
        <w:sz w:val="32"/>
        <w:szCs w:val="32"/>
      </w:rPr>
    </w:pPr>
  </w:p>
  <w:p w14:paraId="55230849" w14:textId="77777777" w:rsidR="004523D9" w:rsidRDefault="004523D9">
    <w:pPr>
      <w:pStyle w:val="Header"/>
      <w:rPr>
        <w:rFonts w:ascii="Angsana New" w:hAnsi="Angsana New"/>
        <w:sz w:val="32"/>
        <w:szCs w:val="32"/>
      </w:rPr>
    </w:pPr>
  </w:p>
  <w:p w14:paraId="3C01AD0A" w14:textId="77777777" w:rsidR="004523D9" w:rsidRPr="00D9589B" w:rsidRDefault="004523D9">
    <w:pPr>
      <w:pStyle w:val="Header"/>
      <w:rPr>
        <w:rFonts w:ascii="Angsana New" w:hAnsi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AC3CB" w14:textId="77777777" w:rsidR="002F678B" w:rsidRPr="002F678B" w:rsidRDefault="002F678B" w:rsidP="002F678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34960223" w14:textId="77777777" w:rsidR="002F678B" w:rsidRPr="002F678B" w:rsidRDefault="002F678B" w:rsidP="002F678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79DCC5D0" w14:textId="77777777" w:rsidR="002F678B" w:rsidRPr="002F678B" w:rsidRDefault="002F678B" w:rsidP="002F678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59DB93F" w14:textId="77777777" w:rsidR="002F678B" w:rsidRPr="002F678B" w:rsidRDefault="002F678B" w:rsidP="002F678B">
    <w:pPr>
      <w:pStyle w:val="Header"/>
      <w:spacing w:line="240" w:lineRule="auto"/>
      <w:rPr>
        <w:rFonts w:ascii="Angsana New" w:hAnsi="Angsana New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94749" w14:textId="2ED862F4" w:rsidR="002F678B" w:rsidRPr="002F678B" w:rsidRDefault="002F678B" w:rsidP="002F678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3E5905E7" w14:textId="784451E5" w:rsidR="002F678B" w:rsidRPr="002F678B" w:rsidRDefault="002F678B" w:rsidP="002F678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7006BC5E" w14:textId="4D755DDB" w:rsidR="002F678B" w:rsidRPr="002F678B" w:rsidRDefault="002F678B" w:rsidP="002F678B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A9E7034" w14:textId="77777777" w:rsidR="002F678B" w:rsidRPr="002F678B" w:rsidRDefault="002F678B" w:rsidP="002F678B">
    <w:pPr>
      <w:pStyle w:val="Header"/>
      <w:spacing w:line="240" w:lineRule="auto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19350C"/>
    <w:multiLevelType w:val="multilevel"/>
    <w:tmpl w:val="DCA8A94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i/>
        <w:iCs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022E4C56"/>
    <w:multiLevelType w:val="hybridMultilevel"/>
    <w:tmpl w:val="7CB49AFC"/>
    <w:lvl w:ilvl="0" w:tplc="4C780BC0">
      <w:start w:val="5"/>
      <w:numFmt w:val="decimal"/>
      <w:lvlText w:val="%1"/>
      <w:lvlJc w:val="left"/>
      <w:pPr>
        <w:ind w:left="1065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7A32B72"/>
    <w:multiLevelType w:val="hybridMultilevel"/>
    <w:tmpl w:val="049417A4"/>
    <w:lvl w:ilvl="0" w:tplc="0592FFDA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E54DA"/>
    <w:multiLevelType w:val="hybridMultilevel"/>
    <w:tmpl w:val="CC8CAD66"/>
    <w:lvl w:ilvl="0" w:tplc="C81EB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E164ED"/>
    <w:multiLevelType w:val="hybridMultilevel"/>
    <w:tmpl w:val="1F904BB4"/>
    <w:lvl w:ilvl="0" w:tplc="A74223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73251F1"/>
    <w:multiLevelType w:val="hybridMultilevel"/>
    <w:tmpl w:val="7D083FD0"/>
    <w:lvl w:ilvl="0" w:tplc="86FE2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79632E"/>
    <w:multiLevelType w:val="hybridMultilevel"/>
    <w:tmpl w:val="1D44221E"/>
    <w:lvl w:ilvl="0" w:tplc="680AE926">
      <w:start w:val="14"/>
      <w:numFmt w:val="decimal"/>
      <w:lvlText w:val="%1"/>
      <w:lvlJc w:val="left"/>
      <w:pPr>
        <w:ind w:left="70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2A885DCB"/>
    <w:multiLevelType w:val="hybridMultilevel"/>
    <w:tmpl w:val="F2F071B2"/>
    <w:lvl w:ilvl="0" w:tplc="1C4E4FF8">
      <w:start w:val="1"/>
      <w:numFmt w:val="thaiLetters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B6B60"/>
    <w:multiLevelType w:val="hybridMultilevel"/>
    <w:tmpl w:val="E924CDA4"/>
    <w:lvl w:ilvl="0" w:tplc="5628C1AE">
      <w:start w:val="15"/>
      <w:numFmt w:val="decimal"/>
      <w:lvlText w:val="%1"/>
      <w:lvlJc w:val="left"/>
      <w:pPr>
        <w:ind w:left="106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36D11FD5"/>
    <w:multiLevelType w:val="hybridMultilevel"/>
    <w:tmpl w:val="ED86BF1A"/>
    <w:lvl w:ilvl="0" w:tplc="D2B2B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 w15:restartNumberingAfterBreak="0">
    <w:nsid w:val="45BD1F9D"/>
    <w:multiLevelType w:val="hybridMultilevel"/>
    <w:tmpl w:val="DC425B3C"/>
    <w:lvl w:ilvl="0" w:tplc="A71C871A">
      <w:start w:val="4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F55D4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</w:abstractNum>
  <w:abstractNum w:abstractNumId="27" w15:restartNumberingAfterBreak="0">
    <w:nsid w:val="559B693F"/>
    <w:multiLevelType w:val="hybridMultilevel"/>
    <w:tmpl w:val="C2523584"/>
    <w:lvl w:ilvl="0" w:tplc="B7025642">
      <w:start w:val="16"/>
      <w:numFmt w:val="decimal"/>
      <w:lvlText w:val="%1"/>
      <w:lvlJc w:val="left"/>
      <w:pPr>
        <w:ind w:left="1065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66A8F"/>
    <w:multiLevelType w:val="hybridMultilevel"/>
    <w:tmpl w:val="710E87F0"/>
    <w:lvl w:ilvl="0" w:tplc="D9BA456A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31" w15:restartNumberingAfterBreak="0">
    <w:nsid w:val="73E97173"/>
    <w:multiLevelType w:val="hybridMultilevel"/>
    <w:tmpl w:val="09B02302"/>
    <w:lvl w:ilvl="0" w:tplc="26D86EEE">
      <w:start w:val="18"/>
      <w:numFmt w:val="bullet"/>
      <w:lvlText w:val="-"/>
      <w:lvlJc w:val="left"/>
      <w:pPr>
        <w:ind w:left="5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 w16cid:durableId="833447862">
    <w:abstractNumId w:val="6"/>
  </w:num>
  <w:num w:numId="2" w16cid:durableId="650524596">
    <w:abstractNumId w:val="5"/>
  </w:num>
  <w:num w:numId="3" w16cid:durableId="1054541364">
    <w:abstractNumId w:val="9"/>
  </w:num>
  <w:num w:numId="4" w16cid:durableId="1714498255">
    <w:abstractNumId w:val="7"/>
  </w:num>
  <w:num w:numId="5" w16cid:durableId="1321731749">
    <w:abstractNumId w:val="8"/>
  </w:num>
  <w:num w:numId="6" w16cid:durableId="1838185974">
    <w:abstractNumId w:val="3"/>
  </w:num>
  <w:num w:numId="7" w16cid:durableId="1942257283">
    <w:abstractNumId w:val="2"/>
  </w:num>
  <w:num w:numId="8" w16cid:durableId="355624549">
    <w:abstractNumId w:val="0"/>
  </w:num>
  <w:num w:numId="9" w16cid:durableId="1657950606">
    <w:abstractNumId w:val="1"/>
  </w:num>
  <w:num w:numId="10" w16cid:durableId="1569151739">
    <w:abstractNumId w:val="4"/>
  </w:num>
  <w:num w:numId="11" w16cid:durableId="1554776360">
    <w:abstractNumId w:val="23"/>
  </w:num>
  <w:num w:numId="12" w16cid:durableId="127431443">
    <w:abstractNumId w:val="15"/>
  </w:num>
  <w:num w:numId="13" w16cid:durableId="1015380870">
    <w:abstractNumId w:val="29"/>
  </w:num>
  <w:num w:numId="14" w16cid:durableId="13925962">
    <w:abstractNumId w:val="20"/>
  </w:num>
  <w:num w:numId="15" w16cid:durableId="813058929">
    <w:abstractNumId w:val="24"/>
  </w:num>
  <w:num w:numId="16" w16cid:durableId="838345978">
    <w:abstractNumId w:val="22"/>
  </w:num>
  <w:num w:numId="17" w16cid:durableId="1730305971">
    <w:abstractNumId w:val="14"/>
  </w:num>
  <w:num w:numId="18" w16cid:durableId="216015995">
    <w:abstractNumId w:val="31"/>
  </w:num>
  <w:num w:numId="19" w16cid:durableId="1342974890">
    <w:abstractNumId w:val="11"/>
  </w:num>
  <w:num w:numId="20" w16cid:durableId="400326196">
    <w:abstractNumId w:val="12"/>
  </w:num>
  <w:num w:numId="21" w16cid:durableId="193925465">
    <w:abstractNumId w:val="18"/>
  </w:num>
  <w:num w:numId="22" w16cid:durableId="200288499">
    <w:abstractNumId w:val="25"/>
  </w:num>
  <w:num w:numId="23" w16cid:durableId="1834685767">
    <w:abstractNumId w:val="28"/>
  </w:num>
  <w:num w:numId="24" w16cid:durableId="1415980787">
    <w:abstractNumId w:val="13"/>
  </w:num>
  <w:num w:numId="25" w16cid:durableId="2024164048">
    <w:abstractNumId w:val="30"/>
  </w:num>
  <w:num w:numId="26" w16cid:durableId="1343049338">
    <w:abstractNumId w:val="21"/>
  </w:num>
  <w:num w:numId="27" w16cid:durableId="188868503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774860373">
    <w:abstractNumId w:val="17"/>
  </w:num>
  <w:num w:numId="29" w16cid:durableId="1928999487">
    <w:abstractNumId w:val="19"/>
  </w:num>
  <w:num w:numId="30" w16cid:durableId="1470438268">
    <w:abstractNumId w:val="27"/>
  </w:num>
  <w:num w:numId="31" w16cid:durableId="766317197">
    <w:abstractNumId w:val="26"/>
  </w:num>
  <w:num w:numId="32" w16cid:durableId="1639646306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68C"/>
    <w:rsid w:val="000009CF"/>
    <w:rsid w:val="00000ACC"/>
    <w:rsid w:val="0000124E"/>
    <w:rsid w:val="00003673"/>
    <w:rsid w:val="00003A6D"/>
    <w:rsid w:val="00003F35"/>
    <w:rsid w:val="000040ED"/>
    <w:rsid w:val="000048E9"/>
    <w:rsid w:val="00005F09"/>
    <w:rsid w:val="000062F8"/>
    <w:rsid w:val="00006532"/>
    <w:rsid w:val="0000660E"/>
    <w:rsid w:val="00007971"/>
    <w:rsid w:val="0001088E"/>
    <w:rsid w:val="00010B16"/>
    <w:rsid w:val="00011DCD"/>
    <w:rsid w:val="00012645"/>
    <w:rsid w:val="00012AA9"/>
    <w:rsid w:val="00012C81"/>
    <w:rsid w:val="00012DEA"/>
    <w:rsid w:val="0001309F"/>
    <w:rsid w:val="00013C03"/>
    <w:rsid w:val="000146C6"/>
    <w:rsid w:val="00017C0A"/>
    <w:rsid w:val="00017FF4"/>
    <w:rsid w:val="00020217"/>
    <w:rsid w:val="00020477"/>
    <w:rsid w:val="00020F45"/>
    <w:rsid w:val="0002154A"/>
    <w:rsid w:val="000223DF"/>
    <w:rsid w:val="0002319F"/>
    <w:rsid w:val="00023B82"/>
    <w:rsid w:val="00023B83"/>
    <w:rsid w:val="00024064"/>
    <w:rsid w:val="00024784"/>
    <w:rsid w:val="00024972"/>
    <w:rsid w:val="0002509C"/>
    <w:rsid w:val="000251E9"/>
    <w:rsid w:val="00025C1D"/>
    <w:rsid w:val="00025C57"/>
    <w:rsid w:val="000260C1"/>
    <w:rsid w:val="0002616A"/>
    <w:rsid w:val="0003015E"/>
    <w:rsid w:val="0003038B"/>
    <w:rsid w:val="000308FD"/>
    <w:rsid w:val="00030DAC"/>
    <w:rsid w:val="00032026"/>
    <w:rsid w:val="00032079"/>
    <w:rsid w:val="000323ED"/>
    <w:rsid w:val="0003302F"/>
    <w:rsid w:val="00033BDC"/>
    <w:rsid w:val="00034D6A"/>
    <w:rsid w:val="000354D0"/>
    <w:rsid w:val="00035ADF"/>
    <w:rsid w:val="00036D38"/>
    <w:rsid w:val="00037C84"/>
    <w:rsid w:val="00040192"/>
    <w:rsid w:val="000427E8"/>
    <w:rsid w:val="00042B26"/>
    <w:rsid w:val="00043563"/>
    <w:rsid w:val="00043F3B"/>
    <w:rsid w:val="00044B3C"/>
    <w:rsid w:val="00046397"/>
    <w:rsid w:val="00046ACF"/>
    <w:rsid w:val="000513E7"/>
    <w:rsid w:val="00052538"/>
    <w:rsid w:val="00053477"/>
    <w:rsid w:val="00053D6E"/>
    <w:rsid w:val="00054147"/>
    <w:rsid w:val="000543CD"/>
    <w:rsid w:val="00054551"/>
    <w:rsid w:val="00054D25"/>
    <w:rsid w:val="0005549F"/>
    <w:rsid w:val="0005656D"/>
    <w:rsid w:val="00057C6E"/>
    <w:rsid w:val="00057E90"/>
    <w:rsid w:val="00057F11"/>
    <w:rsid w:val="00060A97"/>
    <w:rsid w:val="00061864"/>
    <w:rsid w:val="00062489"/>
    <w:rsid w:val="00063228"/>
    <w:rsid w:val="000632CD"/>
    <w:rsid w:val="00063625"/>
    <w:rsid w:val="00063B62"/>
    <w:rsid w:val="000642C2"/>
    <w:rsid w:val="00064669"/>
    <w:rsid w:val="00064C2A"/>
    <w:rsid w:val="0006501B"/>
    <w:rsid w:val="00066CF7"/>
    <w:rsid w:val="00066DA1"/>
    <w:rsid w:val="00067914"/>
    <w:rsid w:val="00067B1D"/>
    <w:rsid w:val="00067F50"/>
    <w:rsid w:val="00070A74"/>
    <w:rsid w:val="00071091"/>
    <w:rsid w:val="000711EE"/>
    <w:rsid w:val="00071218"/>
    <w:rsid w:val="00071279"/>
    <w:rsid w:val="00074076"/>
    <w:rsid w:val="0007456F"/>
    <w:rsid w:val="00074DF8"/>
    <w:rsid w:val="00075918"/>
    <w:rsid w:val="000762B7"/>
    <w:rsid w:val="00076788"/>
    <w:rsid w:val="00076FE2"/>
    <w:rsid w:val="000775E6"/>
    <w:rsid w:val="00077B6C"/>
    <w:rsid w:val="00077B70"/>
    <w:rsid w:val="000803A1"/>
    <w:rsid w:val="0008102C"/>
    <w:rsid w:val="00081FF0"/>
    <w:rsid w:val="00082476"/>
    <w:rsid w:val="00083F7B"/>
    <w:rsid w:val="00084279"/>
    <w:rsid w:val="0008503B"/>
    <w:rsid w:val="00085729"/>
    <w:rsid w:val="00086509"/>
    <w:rsid w:val="00086CE3"/>
    <w:rsid w:val="00086FD1"/>
    <w:rsid w:val="000875E6"/>
    <w:rsid w:val="00087C7D"/>
    <w:rsid w:val="00090207"/>
    <w:rsid w:val="00090C82"/>
    <w:rsid w:val="0009174E"/>
    <w:rsid w:val="0009298F"/>
    <w:rsid w:val="000929D6"/>
    <w:rsid w:val="00092A13"/>
    <w:rsid w:val="00093004"/>
    <w:rsid w:val="00093539"/>
    <w:rsid w:val="000936FD"/>
    <w:rsid w:val="00093CFA"/>
    <w:rsid w:val="000947AD"/>
    <w:rsid w:val="00094829"/>
    <w:rsid w:val="00094B04"/>
    <w:rsid w:val="00094D11"/>
    <w:rsid w:val="0009530B"/>
    <w:rsid w:val="0009554C"/>
    <w:rsid w:val="0009592D"/>
    <w:rsid w:val="000A0778"/>
    <w:rsid w:val="000A0E86"/>
    <w:rsid w:val="000A153A"/>
    <w:rsid w:val="000A1914"/>
    <w:rsid w:val="000A1A48"/>
    <w:rsid w:val="000A1A72"/>
    <w:rsid w:val="000A206C"/>
    <w:rsid w:val="000A27AA"/>
    <w:rsid w:val="000A2E91"/>
    <w:rsid w:val="000A2F95"/>
    <w:rsid w:val="000A33AA"/>
    <w:rsid w:val="000A37ED"/>
    <w:rsid w:val="000A3C44"/>
    <w:rsid w:val="000A3ED0"/>
    <w:rsid w:val="000A61C6"/>
    <w:rsid w:val="000A6D8A"/>
    <w:rsid w:val="000A7CAA"/>
    <w:rsid w:val="000B0843"/>
    <w:rsid w:val="000B0966"/>
    <w:rsid w:val="000B0B43"/>
    <w:rsid w:val="000B20FF"/>
    <w:rsid w:val="000B2669"/>
    <w:rsid w:val="000B2C45"/>
    <w:rsid w:val="000B4194"/>
    <w:rsid w:val="000B54AB"/>
    <w:rsid w:val="000B5C62"/>
    <w:rsid w:val="000B667B"/>
    <w:rsid w:val="000B6936"/>
    <w:rsid w:val="000B7B45"/>
    <w:rsid w:val="000B7E32"/>
    <w:rsid w:val="000C0332"/>
    <w:rsid w:val="000C0ECF"/>
    <w:rsid w:val="000C3510"/>
    <w:rsid w:val="000C387C"/>
    <w:rsid w:val="000C3F70"/>
    <w:rsid w:val="000C48DA"/>
    <w:rsid w:val="000C5773"/>
    <w:rsid w:val="000C634C"/>
    <w:rsid w:val="000C6369"/>
    <w:rsid w:val="000C7476"/>
    <w:rsid w:val="000C7934"/>
    <w:rsid w:val="000C7CDE"/>
    <w:rsid w:val="000D0022"/>
    <w:rsid w:val="000D017A"/>
    <w:rsid w:val="000D01C4"/>
    <w:rsid w:val="000D0586"/>
    <w:rsid w:val="000D0631"/>
    <w:rsid w:val="000D0965"/>
    <w:rsid w:val="000D22B9"/>
    <w:rsid w:val="000D2815"/>
    <w:rsid w:val="000D30C4"/>
    <w:rsid w:val="000D34ED"/>
    <w:rsid w:val="000D3766"/>
    <w:rsid w:val="000D5044"/>
    <w:rsid w:val="000D57C5"/>
    <w:rsid w:val="000D656F"/>
    <w:rsid w:val="000D6837"/>
    <w:rsid w:val="000D7D65"/>
    <w:rsid w:val="000E0602"/>
    <w:rsid w:val="000E123C"/>
    <w:rsid w:val="000E13BB"/>
    <w:rsid w:val="000E1477"/>
    <w:rsid w:val="000E14AE"/>
    <w:rsid w:val="000E16D3"/>
    <w:rsid w:val="000E1807"/>
    <w:rsid w:val="000E3C19"/>
    <w:rsid w:val="000E4FF1"/>
    <w:rsid w:val="000E5F79"/>
    <w:rsid w:val="000E6782"/>
    <w:rsid w:val="000E6AB6"/>
    <w:rsid w:val="000E7125"/>
    <w:rsid w:val="000E71F1"/>
    <w:rsid w:val="000E7848"/>
    <w:rsid w:val="000E78AB"/>
    <w:rsid w:val="000F19D8"/>
    <w:rsid w:val="000F1FDF"/>
    <w:rsid w:val="000F27C2"/>
    <w:rsid w:val="000F2934"/>
    <w:rsid w:val="000F2BD9"/>
    <w:rsid w:val="000F4BED"/>
    <w:rsid w:val="000F60DB"/>
    <w:rsid w:val="000F764E"/>
    <w:rsid w:val="000F7BEA"/>
    <w:rsid w:val="0010025C"/>
    <w:rsid w:val="00100B54"/>
    <w:rsid w:val="00100FCA"/>
    <w:rsid w:val="00100FE0"/>
    <w:rsid w:val="001015B6"/>
    <w:rsid w:val="00102908"/>
    <w:rsid w:val="00102ECB"/>
    <w:rsid w:val="00103592"/>
    <w:rsid w:val="0010387F"/>
    <w:rsid w:val="00103AE3"/>
    <w:rsid w:val="00103C2A"/>
    <w:rsid w:val="001047E4"/>
    <w:rsid w:val="00104F89"/>
    <w:rsid w:val="00105A25"/>
    <w:rsid w:val="00105F97"/>
    <w:rsid w:val="00106187"/>
    <w:rsid w:val="00106E51"/>
    <w:rsid w:val="001076A1"/>
    <w:rsid w:val="001077D0"/>
    <w:rsid w:val="001105C9"/>
    <w:rsid w:val="00110E2D"/>
    <w:rsid w:val="001114A4"/>
    <w:rsid w:val="001114E5"/>
    <w:rsid w:val="00111A28"/>
    <w:rsid w:val="00112DAF"/>
    <w:rsid w:val="00113069"/>
    <w:rsid w:val="00113A37"/>
    <w:rsid w:val="00113FC9"/>
    <w:rsid w:val="00114B8A"/>
    <w:rsid w:val="00115115"/>
    <w:rsid w:val="0011540E"/>
    <w:rsid w:val="00115F76"/>
    <w:rsid w:val="00116B3C"/>
    <w:rsid w:val="0012044A"/>
    <w:rsid w:val="0012063E"/>
    <w:rsid w:val="001206E4"/>
    <w:rsid w:val="00120AA8"/>
    <w:rsid w:val="001213BE"/>
    <w:rsid w:val="001216DA"/>
    <w:rsid w:val="00121F2E"/>
    <w:rsid w:val="0012296D"/>
    <w:rsid w:val="00123D27"/>
    <w:rsid w:val="00123EAF"/>
    <w:rsid w:val="001241F7"/>
    <w:rsid w:val="001243D5"/>
    <w:rsid w:val="00125603"/>
    <w:rsid w:val="001267C8"/>
    <w:rsid w:val="001306D6"/>
    <w:rsid w:val="00130A91"/>
    <w:rsid w:val="00130C96"/>
    <w:rsid w:val="001323ED"/>
    <w:rsid w:val="0013277E"/>
    <w:rsid w:val="00133DEF"/>
    <w:rsid w:val="0013463F"/>
    <w:rsid w:val="00134CBE"/>
    <w:rsid w:val="0013507F"/>
    <w:rsid w:val="001355EF"/>
    <w:rsid w:val="00135A5D"/>
    <w:rsid w:val="00135E50"/>
    <w:rsid w:val="001361B9"/>
    <w:rsid w:val="001362CE"/>
    <w:rsid w:val="001364D0"/>
    <w:rsid w:val="0013667D"/>
    <w:rsid w:val="00140011"/>
    <w:rsid w:val="001400DB"/>
    <w:rsid w:val="00141565"/>
    <w:rsid w:val="00142164"/>
    <w:rsid w:val="001427A1"/>
    <w:rsid w:val="00142A39"/>
    <w:rsid w:val="001431DD"/>
    <w:rsid w:val="00143612"/>
    <w:rsid w:val="001436AD"/>
    <w:rsid w:val="00143745"/>
    <w:rsid w:val="00145945"/>
    <w:rsid w:val="00145BEE"/>
    <w:rsid w:val="00146693"/>
    <w:rsid w:val="001469BA"/>
    <w:rsid w:val="00146A8D"/>
    <w:rsid w:val="00146D4F"/>
    <w:rsid w:val="00147CBB"/>
    <w:rsid w:val="0015064A"/>
    <w:rsid w:val="00151B7D"/>
    <w:rsid w:val="001554B8"/>
    <w:rsid w:val="0015571F"/>
    <w:rsid w:val="001569A0"/>
    <w:rsid w:val="00157C9F"/>
    <w:rsid w:val="00157DA4"/>
    <w:rsid w:val="00160118"/>
    <w:rsid w:val="0016037E"/>
    <w:rsid w:val="00160B14"/>
    <w:rsid w:val="0016199C"/>
    <w:rsid w:val="00161B74"/>
    <w:rsid w:val="00162454"/>
    <w:rsid w:val="00162556"/>
    <w:rsid w:val="001627D5"/>
    <w:rsid w:val="0016514F"/>
    <w:rsid w:val="00165177"/>
    <w:rsid w:val="00165CA3"/>
    <w:rsid w:val="00166CEE"/>
    <w:rsid w:val="00166FC9"/>
    <w:rsid w:val="001670CF"/>
    <w:rsid w:val="0016712A"/>
    <w:rsid w:val="001675DE"/>
    <w:rsid w:val="0017006C"/>
    <w:rsid w:val="00170519"/>
    <w:rsid w:val="0017092D"/>
    <w:rsid w:val="001726E5"/>
    <w:rsid w:val="00174409"/>
    <w:rsid w:val="00174B2F"/>
    <w:rsid w:val="00174FA4"/>
    <w:rsid w:val="001753F8"/>
    <w:rsid w:val="001767EE"/>
    <w:rsid w:val="00176BA3"/>
    <w:rsid w:val="00176D3B"/>
    <w:rsid w:val="0017764D"/>
    <w:rsid w:val="00177742"/>
    <w:rsid w:val="00180455"/>
    <w:rsid w:val="0018104A"/>
    <w:rsid w:val="00181666"/>
    <w:rsid w:val="0018166F"/>
    <w:rsid w:val="00181D45"/>
    <w:rsid w:val="00182DF2"/>
    <w:rsid w:val="00182F2C"/>
    <w:rsid w:val="0018355A"/>
    <w:rsid w:val="001844ED"/>
    <w:rsid w:val="00184D7F"/>
    <w:rsid w:val="00186185"/>
    <w:rsid w:val="00186863"/>
    <w:rsid w:val="00187D39"/>
    <w:rsid w:val="001904F8"/>
    <w:rsid w:val="00190F64"/>
    <w:rsid w:val="001918B2"/>
    <w:rsid w:val="0019227A"/>
    <w:rsid w:val="00192335"/>
    <w:rsid w:val="00192632"/>
    <w:rsid w:val="0019346F"/>
    <w:rsid w:val="00193963"/>
    <w:rsid w:val="00193A8E"/>
    <w:rsid w:val="00193E0D"/>
    <w:rsid w:val="00193FF3"/>
    <w:rsid w:val="00194444"/>
    <w:rsid w:val="00196D38"/>
    <w:rsid w:val="00197B26"/>
    <w:rsid w:val="00197CB2"/>
    <w:rsid w:val="001A0431"/>
    <w:rsid w:val="001A111A"/>
    <w:rsid w:val="001A15E9"/>
    <w:rsid w:val="001A19B9"/>
    <w:rsid w:val="001A1B76"/>
    <w:rsid w:val="001A3AB2"/>
    <w:rsid w:val="001A3E4C"/>
    <w:rsid w:val="001A421B"/>
    <w:rsid w:val="001A422E"/>
    <w:rsid w:val="001A4BD6"/>
    <w:rsid w:val="001A5F4D"/>
    <w:rsid w:val="001A72B1"/>
    <w:rsid w:val="001A7C88"/>
    <w:rsid w:val="001A7F1C"/>
    <w:rsid w:val="001B0508"/>
    <w:rsid w:val="001B09AF"/>
    <w:rsid w:val="001B1224"/>
    <w:rsid w:val="001B139D"/>
    <w:rsid w:val="001B1457"/>
    <w:rsid w:val="001B27F1"/>
    <w:rsid w:val="001B2BBA"/>
    <w:rsid w:val="001B2BF2"/>
    <w:rsid w:val="001B4610"/>
    <w:rsid w:val="001B6084"/>
    <w:rsid w:val="001B7832"/>
    <w:rsid w:val="001B7FDA"/>
    <w:rsid w:val="001C1BAC"/>
    <w:rsid w:val="001C1F83"/>
    <w:rsid w:val="001C21AD"/>
    <w:rsid w:val="001C2F1A"/>
    <w:rsid w:val="001C3ECC"/>
    <w:rsid w:val="001C464A"/>
    <w:rsid w:val="001C4C03"/>
    <w:rsid w:val="001C54B8"/>
    <w:rsid w:val="001C5D34"/>
    <w:rsid w:val="001C60B1"/>
    <w:rsid w:val="001C6905"/>
    <w:rsid w:val="001C6D8A"/>
    <w:rsid w:val="001C6FB0"/>
    <w:rsid w:val="001C7CC1"/>
    <w:rsid w:val="001D0677"/>
    <w:rsid w:val="001D09D2"/>
    <w:rsid w:val="001D27A0"/>
    <w:rsid w:val="001D27E8"/>
    <w:rsid w:val="001D3692"/>
    <w:rsid w:val="001D51F2"/>
    <w:rsid w:val="001D57F4"/>
    <w:rsid w:val="001D5D6B"/>
    <w:rsid w:val="001D721D"/>
    <w:rsid w:val="001D723A"/>
    <w:rsid w:val="001D7454"/>
    <w:rsid w:val="001E1828"/>
    <w:rsid w:val="001E2C8E"/>
    <w:rsid w:val="001E305C"/>
    <w:rsid w:val="001E30D6"/>
    <w:rsid w:val="001E3B4A"/>
    <w:rsid w:val="001E47EE"/>
    <w:rsid w:val="001E4C8E"/>
    <w:rsid w:val="001E64ED"/>
    <w:rsid w:val="001E68D2"/>
    <w:rsid w:val="001E6A32"/>
    <w:rsid w:val="001E7FC2"/>
    <w:rsid w:val="001F07E3"/>
    <w:rsid w:val="001F081B"/>
    <w:rsid w:val="001F10D9"/>
    <w:rsid w:val="001F167B"/>
    <w:rsid w:val="001F2739"/>
    <w:rsid w:val="001F293A"/>
    <w:rsid w:val="001F2A5C"/>
    <w:rsid w:val="001F2DA8"/>
    <w:rsid w:val="001F31D1"/>
    <w:rsid w:val="001F3F25"/>
    <w:rsid w:val="001F4C53"/>
    <w:rsid w:val="001F56DE"/>
    <w:rsid w:val="001F5C82"/>
    <w:rsid w:val="001F6C05"/>
    <w:rsid w:val="001F7E44"/>
    <w:rsid w:val="00200B9A"/>
    <w:rsid w:val="002014FC"/>
    <w:rsid w:val="00201527"/>
    <w:rsid w:val="00201963"/>
    <w:rsid w:val="002023EE"/>
    <w:rsid w:val="002025BB"/>
    <w:rsid w:val="0020291B"/>
    <w:rsid w:val="0020356A"/>
    <w:rsid w:val="00203CD5"/>
    <w:rsid w:val="00203CE8"/>
    <w:rsid w:val="00204ED3"/>
    <w:rsid w:val="002065A1"/>
    <w:rsid w:val="00207C8C"/>
    <w:rsid w:val="0021032E"/>
    <w:rsid w:val="00211151"/>
    <w:rsid w:val="00211311"/>
    <w:rsid w:val="00211780"/>
    <w:rsid w:val="00212861"/>
    <w:rsid w:val="00212A3F"/>
    <w:rsid w:val="002133C3"/>
    <w:rsid w:val="00213BD9"/>
    <w:rsid w:val="00214703"/>
    <w:rsid w:val="00214C03"/>
    <w:rsid w:val="00215114"/>
    <w:rsid w:val="002174B3"/>
    <w:rsid w:val="002202F0"/>
    <w:rsid w:val="00220D3C"/>
    <w:rsid w:val="00221C04"/>
    <w:rsid w:val="00222B4C"/>
    <w:rsid w:val="00222BD1"/>
    <w:rsid w:val="00222E0D"/>
    <w:rsid w:val="00223DDE"/>
    <w:rsid w:val="00223F5E"/>
    <w:rsid w:val="00223F64"/>
    <w:rsid w:val="00224560"/>
    <w:rsid w:val="00224A4F"/>
    <w:rsid w:val="00224D78"/>
    <w:rsid w:val="00225808"/>
    <w:rsid w:val="00225AEC"/>
    <w:rsid w:val="00225E5E"/>
    <w:rsid w:val="002260E6"/>
    <w:rsid w:val="00226341"/>
    <w:rsid w:val="00226D88"/>
    <w:rsid w:val="00226E21"/>
    <w:rsid w:val="002271A5"/>
    <w:rsid w:val="002279F4"/>
    <w:rsid w:val="002309A9"/>
    <w:rsid w:val="00230A76"/>
    <w:rsid w:val="00231798"/>
    <w:rsid w:val="002319F2"/>
    <w:rsid w:val="00232045"/>
    <w:rsid w:val="00232620"/>
    <w:rsid w:val="00232761"/>
    <w:rsid w:val="00232F0D"/>
    <w:rsid w:val="002333BA"/>
    <w:rsid w:val="0023379A"/>
    <w:rsid w:val="002339C2"/>
    <w:rsid w:val="00234645"/>
    <w:rsid w:val="0023558F"/>
    <w:rsid w:val="002372D0"/>
    <w:rsid w:val="0023757E"/>
    <w:rsid w:val="0024051E"/>
    <w:rsid w:val="002406F9"/>
    <w:rsid w:val="002411FF"/>
    <w:rsid w:val="00241562"/>
    <w:rsid w:val="00241975"/>
    <w:rsid w:val="00241E0A"/>
    <w:rsid w:val="0024339C"/>
    <w:rsid w:val="00243A8B"/>
    <w:rsid w:val="00244664"/>
    <w:rsid w:val="00244AF6"/>
    <w:rsid w:val="00244C8C"/>
    <w:rsid w:val="002452B9"/>
    <w:rsid w:val="002452D6"/>
    <w:rsid w:val="00246A7A"/>
    <w:rsid w:val="00246CD0"/>
    <w:rsid w:val="002508C6"/>
    <w:rsid w:val="00250D12"/>
    <w:rsid w:val="00251EDC"/>
    <w:rsid w:val="00252439"/>
    <w:rsid w:val="0025288F"/>
    <w:rsid w:val="002543C3"/>
    <w:rsid w:val="00255173"/>
    <w:rsid w:val="00255208"/>
    <w:rsid w:val="00255631"/>
    <w:rsid w:val="00255BDC"/>
    <w:rsid w:val="00255C9D"/>
    <w:rsid w:val="0025623C"/>
    <w:rsid w:val="002565A6"/>
    <w:rsid w:val="00256A5F"/>
    <w:rsid w:val="00256CB9"/>
    <w:rsid w:val="00256F53"/>
    <w:rsid w:val="002570DF"/>
    <w:rsid w:val="0025735C"/>
    <w:rsid w:val="00257FAD"/>
    <w:rsid w:val="00260729"/>
    <w:rsid w:val="00260B44"/>
    <w:rsid w:val="00261D7B"/>
    <w:rsid w:val="0026200C"/>
    <w:rsid w:val="00263A22"/>
    <w:rsid w:val="00263C7D"/>
    <w:rsid w:val="0026417D"/>
    <w:rsid w:val="002647D5"/>
    <w:rsid w:val="002647E0"/>
    <w:rsid w:val="00264F8F"/>
    <w:rsid w:val="002664A8"/>
    <w:rsid w:val="00266CC9"/>
    <w:rsid w:val="00267CF4"/>
    <w:rsid w:val="0027001C"/>
    <w:rsid w:val="00270489"/>
    <w:rsid w:val="00270A20"/>
    <w:rsid w:val="00271ACD"/>
    <w:rsid w:val="00273C05"/>
    <w:rsid w:val="002744A2"/>
    <w:rsid w:val="002749A4"/>
    <w:rsid w:val="00275032"/>
    <w:rsid w:val="002765F4"/>
    <w:rsid w:val="002769BD"/>
    <w:rsid w:val="00277875"/>
    <w:rsid w:val="00277C55"/>
    <w:rsid w:val="00281D9C"/>
    <w:rsid w:val="00282413"/>
    <w:rsid w:val="0028381A"/>
    <w:rsid w:val="00283BBA"/>
    <w:rsid w:val="002849FA"/>
    <w:rsid w:val="002850FC"/>
    <w:rsid w:val="00285A84"/>
    <w:rsid w:val="002864D0"/>
    <w:rsid w:val="00287D7E"/>
    <w:rsid w:val="00290241"/>
    <w:rsid w:val="00290E27"/>
    <w:rsid w:val="00291984"/>
    <w:rsid w:val="002939F2"/>
    <w:rsid w:val="00294F2B"/>
    <w:rsid w:val="0029632E"/>
    <w:rsid w:val="002969C4"/>
    <w:rsid w:val="00297070"/>
    <w:rsid w:val="002974B7"/>
    <w:rsid w:val="002A0265"/>
    <w:rsid w:val="002A15FE"/>
    <w:rsid w:val="002A2D9A"/>
    <w:rsid w:val="002A2F0A"/>
    <w:rsid w:val="002A3A66"/>
    <w:rsid w:val="002A4428"/>
    <w:rsid w:val="002A4886"/>
    <w:rsid w:val="002A4F61"/>
    <w:rsid w:val="002A53EC"/>
    <w:rsid w:val="002A556E"/>
    <w:rsid w:val="002A5B32"/>
    <w:rsid w:val="002A5C19"/>
    <w:rsid w:val="002A5D67"/>
    <w:rsid w:val="002A6BE3"/>
    <w:rsid w:val="002A7525"/>
    <w:rsid w:val="002A79C0"/>
    <w:rsid w:val="002A7A82"/>
    <w:rsid w:val="002B069F"/>
    <w:rsid w:val="002B0984"/>
    <w:rsid w:val="002B0A61"/>
    <w:rsid w:val="002B12AA"/>
    <w:rsid w:val="002B1411"/>
    <w:rsid w:val="002B17E1"/>
    <w:rsid w:val="002B1A66"/>
    <w:rsid w:val="002B1B7D"/>
    <w:rsid w:val="002B20C7"/>
    <w:rsid w:val="002B2927"/>
    <w:rsid w:val="002B2ACF"/>
    <w:rsid w:val="002B2CB8"/>
    <w:rsid w:val="002B332D"/>
    <w:rsid w:val="002B349B"/>
    <w:rsid w:val="002B39B5"/>
    <w:rsid w:val="002B424B"/>
    <w:rsid w:val="002B47F4"/>
    <w:rsid w:val="002B5533"/>
    <w:rsid w:val="002B62C3"/>
    <w:rsid w:val="002B77E2"/>
    <w:rsid w:val="002C0165"/>
    <w:rsid w:val="002C04F4"/>
    <w:rsid w:val="002C1F72"/>
    <w:rsid w:val="002C27DC"/>
    <w:rsid w:val="002C3837"/>
    <w:rsid w:val="002C46F8"/>
    <w:rsid w:val="002C5306"/>
    <w:rsid w:val="002C64FC"/>
    <w:rsid w:val="002C6FC7"/>
    <w:rsid w:val="002D0227"/>
    <w:rsid w:val="002D0A1F"/>
    <w:rsid w:val="002D1823"/>
    <w:rsid w:val="002D1E0B"/>
    <w:rsid w:val="002D23E6"/>
    <w:rsid w:val="002D33BD"/>
    <w:rsid w:val="002D3E09"/>
    <w:rsid w:val="002D4A7C"/>
    <w:rsid w:val="002D5D69"/>
    <w:rsid w:val="002D6036"/>
    <w:rsid w:val="002D61CC"/>
    <w:rsid w:val="002D6696"/>
    <w:rsid w:val="002D67BA"/>
    <w:rsid w:val="002D7ABE"/>
    <w:rsid w:val="002E04FD"/>
    <w:rsid w:val="002E18A5"/>
    <w:rsid w:val="002E1FF6"/>
    <w:rsid w:val="002E27F3"/>
    <w:rsid w:val="002E3609"/>
    <w:rsid w:val="002E448F"/>
    <w:rsid w:val="002E4825"/>
    <w:rsid w:val="002E49AE"/>
    <w:rsid w:val="002E577C"/>
    <w:rsid w:val="002E5A19"/>
    <w:rsid w:val="002E5E12"/>
    <w:rsid w:val="002E616C"/>
    <w:rsid w:val="002E6D91"/>
    <w:rsid w:val="002E6EB4"/>
    <w:rsid w:val="002E75AA"/>
    <w:rsid w:val="002E789C"/>
    <w:rsid w:val="002E7E9C"/>
    <w:rsid w:val="002F15E1"/>
    <w:rsid w:val="002F1984"/>
    <w:rsid w:val="002F3773"/>
    <w:rsid w:val="002F3983"/>
    <w:rsid w:val="002F4734"/>
    <w:rsid w:val="002F4793"/>
    <w:rsid w:val="002F4CE0"/>
    <w:rsid w:val="002F5106"/>
    <w:rsid w:val="002F5786"/>
    <w:rsid w:val="002F6041"/>
    <w:rsid w:val="002F649A"/>
    <w:rsid w:val="002F678B"/>
    <w:rsid w:val="002F7281"/>
    <w:rsid w:val="002F728F"/>
    <w:rsid w:val="002F7A30"/>
    <w:rsid w:val="002F7BBA"/>
    <w:rsid w:val="0030026C"/>
    <w:rsid w:val="003003CC"/>
    <w:rsid w:val="0030117D"/>
    <w:rsid w:val="003012C8"/>
    <w:rsid w:val="003012FA"/>
    <w:rsid w:val="003019BE"/>
    <w:rsid w:val="0030230B"/>
    <w:rsid w:val="003024C6"/>
    <w:rsid w:val="00303863"/>
    <w:rsid w:val="003045C8"/>
    <w:rsid w:val="003045C9"/>
    <w:rsid w:val="003058E3"/>
    <w:rsid w:val="00305C67"/>
    <w:rsid w:val="00306638"/>
    <w:rsid w:val="00306841"/>
    <w:rsid w:val="003068A0"/>
    <w:rsid w:val="00306C34"/>
    <w:rsid w:val="00306E3A"/>
    <w:rsid w:val="00307D05"/>
    <w:rsid w:val="003105F0"/>
    <w:rsid w:val="003116E2"/>
    <w:rsid w:val="00311BA5"/>
    <w:rsid w:val="003125F2"/>
    <w:rsid w:val="003148FE"/>
    <w:rsid w:val="00316026"/>
    <w:rsid w:val="003162CD"/>
    <w:rsid w:val="00316C09"/>
    <w:rsid w:val="00316CEB"/>
    <w:rsid w:val="003174B6"/>
    <w:rsid w:val="003178C1"/>
    <w:rsid w:val="0032036B"/>
    <w:rsid w:val="003214A0"/>
    <w:rsid w:val="00321BB3"/>
    <w:rsid w:val="00321CCD"/>
    <w:rsid w:val="00321D10"/>
    <w:rsid w:val="00321DA7"/>
    <w:rsid w:val="00323CA3"/>
    <w:rsid w:val="003241EB"/>
    <w:rsid w:val="003258BE"/>
    <w:rsid w:val="00325CA8"/>
    <w:rsid w:val="00325CFF"/>
    <w:rsid w:val="00325D98"/>
    <w:rsid w:val="00325E1D"/>
    <w:rsid w:val="0032600C"/>
    <w:rsid w:val="0032665E"/>
    <w:rsid w:val="00326C44"/>
    <w:rsid w:val="00327185"/>
    <w:rsid w:val="00327712"/>
    <w:rsid w:val="0033116E"/>
    <w:rsid w:val="00332344"/>
    <w:rsid w:val="003323FD"/>
    <w:rsid w:val="0033363E"/>
    <w:rsid w:val="0033381C"/>
    <w:rsid w:val="00333C08"/>
    <w:rsid w:val="00335845"/>
    <w:rsid w:val="003366F5"/>
    <w:rsid w:val="003371D1"/>
    <w:rsid w:val="00337B91"/>
    <w:rsid w:val="00337E4B"/>
    <w:rsid w:val="00341EA0"/>
    <w:rsid w:val="0034259B"/>
    <w:rsid w:val="00342A11"/>
    <w:rsid w:val="00342AD1"/>
    <w:rsid w:val="00342B41"/>
    <w:rsid w:val="00344C64"/>
    <w:rsid w:val="00344F30"/>
    <w:rsid w:val="0034523D"/>
    <w:rsid w:val="00345615"/>
    <w:rsid w:val="0034593E"/>
    <w:rsid w:val="00346F5E"/>
    <w:rsid w:val="0034749E"/>
    <w:rsid w:val="00347AB0"/>
    <w:rsid w:val="00347AF3"/>
    <w:rsid w:val="00347B24"/>
    <w:rsid w:val="003516CE"/>
    <w:rsid w:val="00351BED"/>
    <w:rsid w:val="00352FD3"/>
    <w:rsid w:val="00354032"/>
    <w:rsid w:val="0035420E"/>
    <w:rsid w:val="0035483F"/>
    <w:rsid w:val="00354AA1"/>
    <w:rsid w:val="00354AD5"/>
    <w:rsid w:val="00354E35"/>
    <w:rsid w:val="00355501"/>
    <w:rsid w:val="00355AB4"/>
    <w:rsid w:val="00357404"/>
    <w:rsid w:val="003575EA"/>
    <w:rsid w:val="00357669"/>
    <w:rsid w:val="00357C71"/>
    <w:rsid w:val="00360473"/>
    <w:rsid w:val="00361528"/>
    <w:rsid w:val="00362073"/>
    <w:rsid w:val="00365B96"/>
    <w:rsid w:val="00366B47"/>
    <w:rsid w:val="0037013B"/>
    <w:rsid w:val="00370613"/>
    <w:rsid w:val="003707FE"/>
    <w:rsid w:val="003724E4"/>
    <w:rsid w:val="00373DE8"/>
    <w:rsid w:val="00374D0C"/>
    <w:rsid w:val="0037509C"/>
    <w:rsid w:val="0037548C"/>
    <w:rsid w:val="00375750"/>
    <w:rsid w:val="00375CEC"/>
    <w:rsid w:val="003764DA"/>
    <w:rsid w:val="00376B0B"/>
    <w:rsid w:val="00376D94"/>
    <w:rsid w:val="00377192"/>
    <w:rsid w:val="003775E5"/>
    <w:rsid w:val="003801E1"/>
    <w:rsid w:val="003803B0"/>
    <w:rsid w:val="00380CDB"/>
    <w:rsid w:val="00380FAC"/>
    <w:rsid w:val="003815E5"/>
    <w:rsid w:val="00382AE3"/>
    <w:rsid w:val="00384666"/>
    <w:rsid w:val="00386C2D"/>
    <w:rsid w:val="00387115"/>
    <w:rsid w:val="00390373"/>
    <w:rsid w:val="00391374"/>
    <w:rsid w:val="0039176C"/>
    <w:rsid w:val="00392791"/>
    <w:rsid w:val="003931B3"/>
    <w:rsid w:val="003934D9"/>
    <w:rsid w:val="003935C0"/>
    <w:rsid w:val="00393FBD"/>
    <w:rsid w:val="003943D9"/>
    <w:rsid w:val="00394D64"/>
    <w:rsid w:val="00395AC9"/>
    <w:rsid w:val="00396350"/>
    <w:rsid w:val="0039696C"/>
    <w:rsid w:val="003A031B"/>
    <w:rsid w:val="003A13C6"/>
    <w:rsid w:val="003A19A5"/>
    <w:rsid w:val="003A20B8"/>
    <w:rsid w:val="003A2254"/>
    <w:rsid w:val="003A2C35"/>
    <w:rsid w:val="003A3B15"/>
    <w:rsid w:val="003A3BC7"/>
    <w:rsid w:val="003A3D89"/>
    <w:rsid w:val="003A64CD"/>
    <w:rsid w:val="003A66F2"/>
    <w:rsid w:val="003A685D"/>
    <w:rsid w:val="003A709A"/>
    <w:rsid w:val="003A71BC"/>
    <w:rsid w:val="003A72D0"/>
    <w:rsid w:val="003A7370"/>
    <w:rsid w:val="003A7427"/>
    <w:rsid w:val="003A75E3"/>
    <w:rsid w:val="003A7A3D"/>
    <w:rsid w:val="003A7F2E"/>
    <w:rsid w:val="003B11E4"/>
    <w:rsid w:val="003B122F"/>
    <w:rsid w:val="003B1281"/>
    <w:rsid w:val="003B18CA"/>
    <w:rsid w:val="003B1A5A"/>
    <w:rsid w:val="003B1DE0"/>
    <w:rsid w:val="003B23BD"/>
    <w:rsid w:val="003B2B2C"/>
    <w:rsid w:val="003B2B3F"/>
    <w:rsid w:val="003B302C"/>
    <w:rsid w:val="003B3395"/>
    <w:rsid w:val="003B36D1"/>
    <w:rsid w:val="003B4DCE"/>
    <w:rsid w:val="003B6070"/>
    <w:rsid w:val="003B69BA"/>
    <w:rsid w:val="003C0281"/>
    <w:rsid w:val="003C1009"/>
    <w:rsid w:val="003C10AA"/>
    <w:rsid w:val="003C290B"/>
    <w:rsid w:val="003C2CFB"/>
    <w:rsid w:val="003C2FE6"/>
    <w:rsid w:val="003C398E"/>
    <w:rsid w:val="003C3AE4"/>
    <w:rsid w:val="003C3BD1"/>
    <w:rsid w:val="003C4015"/>
    <w:rsid w:val="003C4344"/>
    <w:rsid w:val="003C4518"/>
    <w:rsid w:val="003C5154"/>
    <w:rsid w:val="003C54F4"/>
    <w:rsid w:val="003C62E7"/>
    <w:rsid w:val="003C65A8"/>
    <w:rsid w:val="003C7DAA"/>
    <w:rsid w:val="003D0E47"/>
    <w:rsid w:val="003D1303"/>
    <w:rsid w:val="003D35BE"/>
    <w:rsid w:val="003D3F87"/>
    <w:rsid w:val="003D4541"/>
    <w:rsid w:val="003D4C88"/>
    <w:rsid w:val="003D4E12"/>
    <w:rsid w:val="003D560E"/>
    <w:rsid w:val="003D7112"/>
    <w:rsid w:val="003D7CDC"/>
    <w:rsid w:val="003D7FEE"/>
    <w:rsid w:val="003E01F6"/>
    <w:rsid w:val="003E0516"/>
    <w:rsid w:val="003E0EA5"/>
    <w:rsid w:val="003E1050"/>
    <w:rsid w:val="003E167C"/>
    <w:rsid w:val="003E20DC"/>
    <w:rsid w:val="003E22B8"/>
    <w:rsid w:val="003E2CDD"/>
    <w:rsid w:val="003E3619"/>
    <w:rsid w:val="003E3FED"/>
    <w:rsid w:val="003E4150"/>
    <w:rsid w:val="003E5265"/>
    <w:rsid w:val="003E5FFD"/>
    <w:rsid w:val="003E65C0"/>
    <w:rsid w:val="003E72A5"/>
    <w:rsid w:val="003E7EB1"/>
    <w:rsid w:val="003F06EB"/>
    <w:rsid w:val="003F0BD4"/>
    <w:rsid w:val="003F0DE1"/>
    <w:rsid w:val="003F188E"/>
    <w:rsid w:val="003F191C"/>
    <w:rsid w:val="003F2018"/>
    <w:rsid w:val="003F327C"/>
    <w:rsid w:val="003F4E96"/>
    <w:rsid w:val="003F514E"/>
    <w:rsid w:val="003F53CE"/>
    <w:rsid w:val="003F58CE"/>
    <w:rsid w:val="003F5EF2"/>
    <w:rsid w:val="003F5FBC"/>
    <w:rsid w:val="003F686B"/>
    <w:rsid w:val="003F6E0F"/>
    <w:rsid w:val="003F73DD"/>
    <w:rsid w:val="004018C6"/>
    <w:rsid w:val="00402BDF"/>
    <w:rsid w:val="00402BE5"/>
    <w:rsid w:val="00402D8C"/>
    <w:rsid w:val="00404480"/>
    <w:rsid w:val="00404823"/>
    <w:rsid w:val="00405D83"/>
    <w:rsid w:val="00405DE9"/>
    <w:rsid w:val="00406F3A"/>
    <w:rsid w:val="004070C1"/>
    <w:rsid w:val="00407241"/>
    <w:rsid w:val="00407673"/>
    <w:rsid w:val="0040794E"/>
    <w:rsid w:val="004100B8"/>
    <w:rsid w:val="0041012F"/>
    <w:rsid w:val="004112FA"/>
    <w:rsid w:val="004118A8"/>
    <w:rsid w:val="00412651"/>
    <w:rsid w:val="004128EB"/>
    <w:rsid w:val="00413216"/>
    <w:rsid w:val="0041357C"/>
    <w:rsid w:val="0041459E"/>
    <w:rsid w:val="00414FF8"/>
    <w:rsid w:val="00415259"/>
    <w:rsid w:val="00415603"/>
    <w:rsid w:val="00415C24"/>
    <w:rsid w:val="0041638F"/>
    <w:rsid w:val="0042007A"/>
    <w:rsid w:val="00420B7D"/>
    <w:rsid w:val="0042161D"/>
    <w:rsid w:val="00423390"/>
    <w:rsid w:val="004238CA"/>
    <w:rsid w:val="004247C8"/>
    <w:rsid w:val="004250CD"/>
    <w:rsid w:val="004253CE"/>
    <w:rsid w:val="00425C81"/>
    <w:rsid w:val="00425CC7"/>
    <w:rsid w:val="00425DC0"/>
    <w:rsid w:val="0042680D"/>
    <w:rsid w:val="00426AB5"/>
    <w:rsid w:val="004279E0"/>
    <w:rsid w:val="00427B7F"/>
    <w:rsid w:val="004317AA"/>
    <w:rsid w:val="00431BC0"/>
    <w:rsid w:val="004320F1"/>
    <w:rsid w:val="0043241D"/>
    <w:rsid w:val="00432BAF"/>
    <w:rsid w:val="0043338A"/>
    <w:rsid w:val="004334A0"/>
    <w:rsid w:val="00433CF6"/>
    <w:rsid w:val="00434605"/>
    <w:rsid w:val="004347B4"/>
    <w:rsid w:val="00434BC2"/>
    <w:rsid w:val="00437051"/>
    <w:rsid w:val="004378E0"/>
    <w:rsid w:val="00440021"/>
    <w:rsid w:val="00441409"/>
    <w:rsid w:val="0044319A"/>
    <w:rsid w:val="00443E9A"/>
    <w:rsid w:val="00444633"/>
    <w:rsid w:val="0044476E"/>
    <w:rsid w:val="004459F8"/>
    <w:rsid w:val="00447287"/>
    <w:rsid w:val="00450695"/>
    <w:rsid w:val="00450C57"/>
    <w:rsid w:val="00451030"/>
    <w:rsid w:val="00451964"/>
    <w:rsid w:val="004523D9"/>
    <w:rsid w:val="00453C8C"/>
    <w:rsid w:val="00455D5C"/>
    <w:rsid w:val="004568B0"/>
    <w:rsid w:val="00456AC3"/>
    <w:rsid w:val="0045707A"/>
    <w:rsid w:val="00457AD6"/>
    <w:rsid w:val="004600A6"/>
    <w:rsid w:val="004603C4"/>
    <w:rsid w:val="0046043D"/>
    <w:rsid w:val="00460D1D"/>
    <w:rsid w:val="0046108A"/>
    <w:rsid w:val="00461456"/>
    <w:rsid w:val="00461FB5"/>
    <w:rsid w:val="00462262"/>
    <w:rsid w:val="00463BBA"/>
    <w:rsid w:val="004652DD"/>
    <w:rsid w:val="004658E0"/>
    <w:rsid w:val="00466CD5"/>
    <w:rsid w:val="004678B5"/>
    <w:rsid w:val="00467E19"/>
    <w:rsid w:val="00470203"/>
    <w:rsid w:val="004708BC"/>
    <w:rsid w:val="00470DB5"/>
    <w:rsid w:val="004719CD"/>
    <w:rsid w:val="00472334"/>
    <w:rsid w:val="00472D76"/>
    <w:rsid w:val="00472ECA"/>
    <w:rsid w:val="0047434D"/>
    <w:rsid w:val="00475230"/>
    <w:rsid w:val="00475BE4"/>
    <w:rsid w:val="00475ECC"/>
    <w:rsid w:val="004760F9"/>
    <w:rsid w:val="0047761F"/>
    <w:rsid w:val="0047780E"/>
    <w:rsid w:val="00482ACE"/>
    <w:rsid w:val="00482B39"/>
    <w:rsid w:val="00482DE3"/>
    <w:rsid w:val="0048333B"/>
    <w:rsid w:val="0048391B"/>
    <w:rsid w:val="00483AB2"/>
    <w:rsid w:val="0048475F"/>
    <w:rsid w:val="00484D71"/>
    <w:rsid w:val="00485FD3"/>
    <w:rsid w:val="004863AC"/>
    <w:rsid w:val="00486D04"/>
    <w:rsid w:val="004873A0"/>
    <w:rsid w:val="00487413"/>
    <w:rsid w:val="0049008E"/>
    <w:rsid w:val="004904FB"/>
    <w:rsid w:val="004908F4"/>
    <w:rsid w:val="00490F8D"/>
    <w:rsid w:val="0049105F"/>
    <w:rsid w:val="004912BD"/>
    <w:rsid w:val="00491CFE"/>
    <w:rsid w:val="004924F7"/>
    <w:rsid w:val="00492560"/>
    <w:rsid w:val="004926EE"/>
    <w:rsid w:val="0049537B"/>
    <w:rsid w:val="004953A5"/>
    <w:rsid w:val="00495899"/>
    <w:rsid w:val="004959C6"/>
    <w:rsid w:val="00497167"/>
    <w:rsid w:val="00497BC2"/>
    <w:rsid w:val="004A09C6"/>
    <w:rsid w:val="004A09F5"/>
    <w:rsid w:val="004A2BA2"/>
    <w:rsid w:val="004A3217"/>
    <w:rsid w:val="004A37B2"/>
    <w:rsid w:val="004A3EFC"/>
    <w:rsid w:val="004A5B64"/>
    <w:rsid w:val="004A6CCF"/>
    <w:rsid w:val="004A6D28"/>
    <w:rsid w:val="004A72CD"/>
    <w:rsid w:val="004A7ACE"/>
    <w:rsid w:val="004A7C34"/>
    <w:rsid w:val="004A7C6D"/>
    <w:rsid w:val="004B0F3D"/>
    <w:rsid w:val="004B1311"/>
    <w:rsid w:val="004B1659"/>
    <w:rsid w:val="004B221C"/>
    <w:rsid w:val="004B2E16"/>
    <w:rsid w:val="004B3ADD"/>
    <w:rsid w:val="004B3DF6"/>
    <w:rsid w:val="004B3E79"/>
    <w:rsid w:val="004B4E59"/>
    <w:rsid w:val="004B58E7"/>
    <w:rsid w:val="004B6192"/>
    <w:rsid w:val="004B62F9"/>
    <w:rsid w:val="004B6827"/>
    <w:rsid w:val="004B6946"/>
    <w:rsid w:val="004B7524"/>
    <w:rsid w:val="004C095D"/>
    <w:rsid w:val="004C0F87"/>
    <w:rsid w:val="004C10C3"/>
    <w:rsid w:val="004C136D"/>
    <w:rsid w:val="004C29B1"/>
    <w:rsid w:val="004C2BB8"/>
    <w:rsid w:val="004C2C03"/>
    <w:rsid w:val="004C2D6B"/>
    <w:rsid w:val="004C422C"/>
    <w:rsid w:val="004C481E"/>
    <w:rsid w:val="004C5363"/>
    <w:rsid w:val="004C5C96"/>
    <w:rsid w:val="004C6457"/>
    <w:rsid w:val="004C665D"/>
    <w:rsid w:val="004C6697"/>
    <w:rsid w:val="004C71AB"/>
    <w:rsid w:val="004D0977"/>
    <w:rsid w:val="004D1182"/>
    <w:rsid w:val="004D1903"/>
    <w:rsid w:val="004D19E8"/>
    <w:rsid w:val="004D1B4F"/>
    <w:rsid w:val="004D2257"/>
    <w:rsid w:val="004D23C5"/>
    <w:rsid w:val="004D410B"/>
    <w:rsid w:val="004D43D5"/>
    <w:rsid w:val="004D5445"/>
    <w:rsid w:val="004D56F8"/>
    <w:rsid w:val="004D59EF"/>
    <w:rsid w:val="004D675E"/>
    <w:rsid w:val="004D6C19"/>
    <w:rsid w:val="004D724A"/>
    <w:rsid w:val="004E0448"/>
    <w:rsid w:val="004E0496"/>
    <w:rsid w:val="004E064D"/>
    <w:rsid w:val="004E08A0"/>
    <w:rsid w:val="004E1E64"/>
    <w:rsid w:val="004E1FA4"/>
    <w:rsid w:val="004E20BF"/>
    <w:rsid w:val="004E33AA"/>
    <w:rsid w:val="004E37FD"/>
    <w:rsid w:val="004E4A78"/>
    <w:rsid w:val="004E586D"/>
    <w:rsid w:val="004E5C8B"/>
    <w:rsid w:val="004E6514"/>
    <w:rsid w:val="004E65E7"/>
    <w:rsid w:val="004E74F0"/>
    <w:rsid w:val="004E753C"/>
    <w:rsid w:val="004F0413"/>
    <w:rsid w:val="004F0D4E"/>
    <w:rsid w:val="004F1247"/>
    <w:rsid w:val="004F1FF1"/>
    <w:rsid w:val="004F2690"/>
    <w:rsid w:val="004F26A4"/>
    <w:rsid w:val="004F351A"/>
    <w:rsid w:val="004F3EA9"/>
    <w:rsid w:val="004F4CB5"/>
    <w:rsid w:val="004F585D"/>
    <w:rsid w:val="004F65AC"/>
    <w:rsid w:val="004F671E"/>
    <w:rsid w:val="004F6768"/>
    <w:rsid w:val="005006E4"/>
    <w:rsid w:val="00500911"/>
    <w:rsid w:val="00501BC3"/>
    <w:rsid w:val="0050254F"/>
    <w:rsid w:val="005027F0"/>
    <w:rsid w:val="00504140"/>
    <w:rsid w:val="00504260"/>
    <w:rsid w:val="005042F6"/>
    <w:rsid w:val="005046FD"/>
    <w:rsid w:val="005048BC"/>
    <w:rsid w:val="00504989"/>
    <w:rsid w:val="00504A22"/>
    <w:rsid w:val="0050543C"/>
    <w:rsid w:val="00505E12"/>
    <w:rsid w:val="005060CE"/>
    <w:rsid w:val="00506D04"/>
    <w:rsid w:val="0050705E"/>
    <w:rsid w:val="0050718E"/>
    <w:rsid w:val="0050729E"/>
    <w:rsid w:val="00507A62"/>
    <w:rsid w:val="00510368"/>
    <w:rsid w:val="005113BA"/>
    <w:rsid w:val="005114C9"/>
    <w:rsid w:val="005124C0"/>
    <w:rsid w:val="00513529"/>
    <w:rsid w:val="00513750"/>
    <w:rsid w:val="00513F1C"/>
    <w:rsid w:val="00514AB3"/>
    <w:rsid w:val="00515791"/>
    <w:rsid w:val="005159B3"/>
    <w:rsid w:val="005165B0"/>
    <w:rsid w:val="00516D93"/>
    <w:rsid w:val="00517FE5"/>
    <w:rsid w:val="005203DA"/>
    <w:rsid w:val="00520A45"/>
    <w:rsid w:val="00521619"/>
    <w:rsid w:val="0052166B"/>
    <w:rsid w:val="0052264F"/>
    <w:rsid w:val="00522B30"/>
    <w:rsid w:val="00523296"/>
    <w:rsid w:val="00523323"/>
    <w:rsid w:val="00523709"/>
    <w:rsid w:val="005272C9"/>
    <w:rsid w:val="00527568"/>
    <w:rsid w:val="00527BA2"/>
    <w:rsid w:val="00530B0F"/>
    <w:rsid w:val="005312AF"/>
    <w:rsid w:val="0053146B"/>
    <w:rsid w:val="00531495"/>
    <w:rsid w:val="00531FF5"/>
    <w:rsid w:val="00532420"/>
    <w:rsid w:val="0053679A"/>
    <w:rsid w:val="00536E98"/>
    <w:rsid w:val="00537EE9"/>
    <w:rsid w:val="0054056C"/>
    <w:rsid w:val="00541503"/>
    <w:rsid w:val="00541741"/>
    <w:rsid w:val="005426C2"/>
    <w:rsid w:val="00542BFD"/>
    <w:rsid w:val="00542C0F"/>
    <w:rsid w:val="00542D88"/>
    <w:rsid w:val="005432B6"/>
    <w:rsid w:val="0054347A"/>
    <w:rsid w:val="00543824"/>
    <w:rsid w:val="00543CBB"/>
    <w:rsid w:val="00544A81"/>
    <w:rsid w:val="005476E2"/>
    <w:rsid w:val="00550289"/>
    <w:rsid w:val="0055050E"/>
    <w:rsid w:val="00550547"/>
    <w:rsid w:val="005512BE"/>
    <w:rsid w:val="0055141D"/>
    <w:rsid w:val="005519D0"/>
    <w:rsid w:val="00551E4F"/>
    <w:rsid w:val="00554A65"/>
    <w:rsid w:val="00556901"/>
    <w:rsid w:val="00556A55"/>
    <w:rsid w:val="00556D04"/>
    <w:rsid w:val="0055713E"/>
    <w:rsid w:val="00557370"/>
    <w:rsid w:val="00560928"/>
    <w:rsid w:val="00560EBF"/>
    <w:rsid w:val="00561414"/>
    <w:rsid w:val="005617A8"/>
    <w:rsid w:val="00561E45"/>
    <w:rsid w:val="005620AE"/>
    <w:rsid w:val="0056217D"/>
    <w:rsid w:val="00562445"/>
    <w:rsid w:val="00563288"/>
    <w:rsid w:val="0056341E"/>
    <w:rsid w:val="00565505"/>
    <w:rsid w:val="005659FA"/>
    <w:rsid w:val="00566E71"/>
    <w:rsid w:val="00571105"/>
    <w:rsid w:val="00571780"/>
    <w:rsid w:val="005717D9"/>
    <w:rsid w:val="00571864"/>
    <w:rsid w:val="00571A2F"/>
    <w:rsid w:val="00572000"/>
    <w:rsid w:val="00572D02"/>
    <w:rsid w:val="00573191"/>
    <w:rsid w:val="00573E5F"/>
    <w:rsid w:val="005751FD"/>
    <w:rsid w:val="005758F9"/>
    <w:rsid w:val="00575B8C"/>
    <w:rsid w:val="00575D0A"/>
    <w:rsid w:val="00580512"/>
    <w:rsid w:val="00580866"/>
    <w:rsid w:val="00580A5B"/>
    <w:rsid w:val="00580DAB"/>
    <w:rsid w:val="005810BC"/>
    <w:rsid w:val="00581464"/>
    <w:rsid w:val="00582AA0"/>
    <w:rsid w:val="00582CA9"/>
    <w:rsid w:val="00583199"/>
    <w:rsid w:val="00583B08"/>
    <w:rsid w:val="00583E2F"/>
    <w:rsid w:val="0058424C"/>
    <w:rsid w:val="005858C3"/>
    <w:rsid w:val="0058590D"/>
    <w:rsid w:val="00587D97"/>
    <w:rsid w:val="00590104"/>
    <w:rsid w:val="00592069"/>
    <w:rsid w:val="00592254"/>
    <w:rsid w:val="005924E9"/>
    <w:rsid w:val="00592929"/>
    <w:rsid w:val="00592F63"/>
    <w:rsid w:val="0059361A"/>
    <w:rsid w:val="005939F9"/>
    <w:rsid w:val="00593EFF"/>
    <w:rsid w:val="00594D45"/>
    <w:rsid w:val="005950DE"/>
    <w:rsid w:val="00595479"/>
    <w:rsid w:val="005958E6"/>
    <w:rsid w:val="00595F1A"/>
    <w:rsid w:val="0059676C"/>
    <w:rsid w:val="00597394"/>
    <w:rsid w:val="005975C9"/>
    <w:rsid w:val="005A03A0"/>
    <w:rsid w:val="005A0613"/>
    <w:rsid w:val="005A06DC"/>
    <w:rsid w:val="005A0E19"/>
    <w:rsid w:val="005A2B5C"/>
    <w:rsid w:val="005A304F"/>
    <w:rsid w:val="005A3E88"/>
    <w:rsid w:val="005A4A9C"/>
    <w:rsid w:val="005A5A27"/>
    <w:rsid w:val="005A60C6"/>
    <w:rsid w:val="005A623D"/>
    <w:rsid w:val="005A7F5F"/>
    <w:rsid w:val="005B0211"/>
    <w:rsid w:val="005B051A"/>
    <w:rsid w:val="005B0871"/>
    <w:rsid w:val="005B27B0"/>
    <w:rsid w:val="005B2A2D"/>
    <w:rsid w:val="005B3BDC"/>
    <w:rsid w:val="005B3F11"/>
    <w:rsid w:val="005B4D66"/>
    <w:rsid w:val="005B517D"/>
    <w:rsid w:val="005B538B"/>
    <w:rsid w:val="005B543D"/>
    <w:rsid w:val="005B60D4"/>
    <w:rsid w:val="005B6264"/>
    <w:rsid w:val="005B63FE"/>
    <w:rsid w:val="005C0540"/>
    <w:rsid w:val="005C0BAD"/>
    <w:rsid w:val="005C1C49"/>
    <w:rsid w:val="005C1E7B"/>
    <w:rsid w:val="005C2602"/>
    <w:rsid w:val="005C301C"/>
    <w:rsid w:val="005C3F05"/>
    <w:rsid w:val="005C4512"/>
    <w:rsid w:val="005C4537"/>
    <w:rsid w:val="005C4989"/>
    <w:rsid w:val="005C60A2"/>
    <w:rsid w:val="005C63D1"/>
    <w:rsid w:val="005C7506"/>
    <w:rsid w:val="005C7524"/>
    <w:rsid w:val="005C7B64"/>
    <w:rsid w:val="005D0F6B"/>
    <w:rsid w:val="005D1056"/>
    <w:rsid w:val="005D1FF0"/>
    <w:rsid w:val="005D28EB"/>
    <w:rsid w:val="005D4A76"/>
    <w:rsid w:val="005D4FDD"/>
    <w:rsid w:val="005D6056"/>
    <w:rsid w:val="005D62E1"/>
    <w:rsid w:val="005D6978"/>
    <w:rsid w:val="005D6A43"/>
    <w:rsid w:val="005E15E9"/>
    <w:rsid w:val="005E176E"/>
    <w:rsid w:val="005E1A9E"/>
    <w:rsid w:val="005E22D1"/>
    <w:rsid w:val="005E3244"/>
    <w:rsid w:val="005E38A0"/>
    <w:rsid w:val="005E39DF"/>
    <w:rsid w:val="005E40F7"/>
    <w:rsid w:val="005E43BD"/>
    <w:rsid w:val="005E45BA"/>
    <w:rsid w:val="005E4CCA"/>
    <w:rsid w:val="005E5D0E"/>
    <w:rsid w:val="005E5E9B"/>
    <w:rsid w:val="005E672F"/>
    <w:rsid w:val="005E70F0"/>
    <w:rsid w:val="005F12A5"/>
    <w:rsid w:val="005F169D"/>
    <w:rsid w:val="005F2687"/>
    <w:rsid w:val="005F2C90"/>
    <w:rsid w:val="005F369F"/>
    <w:rsid w:val="005F3E80"/>
    <w:rsid w:val="005F65EB"/>
    <w:rsid w:val="005F70AF"/>
    <w:rsid w:val="005F7C89"/>
    <w:rsid w:val="005F7D32"/>
    <w:rsid w:val="005F7F74"/>
    <w:rsid w:val="00600511"/>
    <w:rsid w:val="00600545"/>
    <w:rsid w:val="0060135C"/>
    <w:rsid w:val="0060381D"/>
    <w:rsid w:val="006043C8"/>
    <w:rsid w:val="00604FCF"/>
    <w:rsid w:val="00605D8B"/>
    <w:rsid w:val="00606FA6"/>
    <w:rsid w:val="0060787E"/>
    <w:rsid w:val="006078D8"/>
    <w:rsid w:val="00610B10"/>
    <w:rsid w:val="0061169E"/>
    <w:rsid w:val="00611E49"/>
    <w:rsid w:val="00612040"/>
    <w:rsid w:val="006123FA"/>
    <w:rsid w:val="00612577"/>
    <w:rsid w:val="0061280A"/>
    <w:rsid w:val="00612B11"/>
    <w:rsid w:val="00613019"/>
    <w:rsid w:val="00614700"/>
    <w:rsid w:val="0061526D"/>
    <w:rsid w:val="00616A40"/>
    <w:rsid w:val="00620FB5"/>
    <w:rsid w:val="0062184B"/>
    <w:rsid w:val="006220E3"/>
    <w:rsid w:val="0062279B"/>
    <w:rsid w:val="00623454"/>
    <w:rsid w:val="006253BF"/>
    <w:rsid w:val="00625E78"/>
    <w:rsid w:val="00626819"/>
    <w:rsid w:val="00627B62"/>
    <w:rsid w:val="00627EBE"/>
    <w:rsid w:val="006307D4"/>
    <w:rsid w:val="0063158F"/>
    <w:rsid w:val="00631732"/>
    <w:rsid w:val="00631C72"/>
    <w:rsid w:val="006324E8"/>
    <w:rsid w:val="0063354F"/>
    <w:rsid w:val="00633912"/>
    <w:rsid w:val="00634318"/>
    <w:rsid w:val="0063454F"/>
    <w:rsid w:val="006357D5"/>
    <w:rsid w:val="00637589"/>
    <w:rsid w:val="00640BC1"/>
    <w:rsid w:val="00640EE8"/>
    <w:rsid w:val="00641218"/>
    <w:rsid w:val="006431F0"/>
    <w:rsid w:val="006445E5"/>
    <w:rsid w:val="006447BF"/>
    <w:rsid w:val="00644892"/>
    <w:rsid w:val="00644D66"/>
    <w:rsid w:val="006456AF"/>
    <w:rsid w:val="00646451"/>
    <w:rsid w:val="006479B4"/>
    <w:rsid w:val="00647C81"/>
    <w:rsid w:val="00647EAA"/>
    <w:rsid w:val="00647F31"/>
    <w:rsid w:val="006508F4"/>
    <w:rsid w:val="00651E72"/>
    <w:rsid w:val="0065240D"/>
    <w:rsid w:val="00652BF5"/>
    <w:rsid w:val="00653180"/>
    <w:rsid w:val="006538D9"/>
    <w:rsid w:val="006540BF"/>
    <w:rsid w:val="0065487C"/>
    <w:rsid w:val="006549EF"/>
    <w:rsid w:val="00654BFD"/>
    <w:rsid w:val="00656211"/>
    <w:rsid w:val="00656D51"/>
    <w:rsid w:val="006570BB"/>
    <w:rsid w:val="0065726F"/>
    <w:rsid w:val="0066152C"/>
    <w:rsid w:val="00661AD7"/>
    <w:rsid w:val="00662244"/>
    <w:rsid w:val="006624AE"/>
    <w:rsid w:val="00662E4A"/>
    <w:rsid w:val="00664979"/>
    <w:rsid w:val="00664F03"/>
    <w:rsid w:val="00665227"/>
    <w:rsid w:val="0066565A"/>
    <w:rsid w:val="00666BC6"/>
    <w:rsid w:val="00666EF8"/>
    <w:rsid w:val="0066743F"/>
    <w:rsid w:val="00667DF2"/>
    <w:rsid w:val="006708E0"/>
    <w:rsid w:val="006709B6"/>
    <w:rsid w:val="0067104F"/>
    <w:rsid w:val="006714B2"/>
    <w:rsid w:val="00671D01"/>
    <w:rsid w:val="006723B7"/>
    <w:rsid w:val="00672D6B"/>
    <w:rsid w:val="00673F8A"/>
    <w:rsid w:val="00674066"/>
    <w:rsid w:val="00674EF5"/>
    <w:rsid w:val="00675772"/>
    <w:rsid w:val="00676271"/>
    <w:rsid w:val="00676A74"/>
    <w:rsid w:val="00676DD5"/>
    <w:rsid w:val="00677B71"/>
    <w:rsid w:val="006803F0"/>
    <w:rsid w:val="00680517"/>
    <w:rsid w:val="006806AC"/>
    <w:rsid w:val="006815F7"/>
    <w:rsid w:val="00681F4D"/>
    <w:rsid w:val="00682259"/>
    <w:rsid w:val="006823B0"/>
    <w:rsid w:val="00684049"/>
    <w:rsid w:val="00685254"/>
    <w:rsid w:val="00685B13"/>
    <w:rsid w:val="006863E4"/>
    <w:rsid w:val="00686F4A"/>
    <w:rsid w:val="00687868"/>
    <w:rsid w:val="00690C10"/>
    <w:rsid w:val="00692204"/>
    <w:rsid w:val="006925C9"/>
    <w:rsid w:val="00692614"/>
    <w:rsid w:val="00693362"/>
    <w:rsid w:val="006938E8"/>
    <w:rsid w:val="00694534"/>
    <w:rsid w:val="0069471D"/>
    <w:rsid w:val="00695335"/>
    <w:rsid w:val="00695F3D"/>
    <w:rsid w:val="0069611D"/>
    <w:rsid w:val="00696A1F"/>
    <w:rsid w:val="0069752A"/>
    <w:rsid w:val="00697838"/>
    <w:rsid w:val="006979B6"/>
    <w:rsid w:val="006A0C89"/>
    <w:rsid w:val="006A17C7"/>
    <w:rsid w:val="006A1BCB"/>
    <w:rsid w:val="006A293C"/>
    <w:rsid w:val="006A3107"/>
    <w:rsid w:val="006A3D40"/>
    <w:rsid w:val="006A3D5B"/>
    <w:rsid w:val="006A3F68"/>
    <w:rsid w:val="006A503D"/>
    <w:rsid w:val="006A533C"/>
    <w:rsid w:val="006A57F2"/>
    <w:rsid w:val="006A5AC7"/>
    <w:rsid w:val="006A5B16"/>
    <w:rsid w:val="006A6349"/>
    <w:rsid w:val="006A7F2A"/>
    <w:rsid w:val="006B0A53"/>
    <w:rsid w:val="006B2F58"/>
    <w:rsid w:val="006B4E41"/>
    <w:rsid w:val="006B4FD0"/>
    <w:rsid w:val="006B5321"/>
    <w:rsid w:val="006B5775"/>
    <w:rsid w:val="006B5ACB"/>
    <w:rsid w:val="006B7081"/>
    <w:rsid w:val="006B7BCE"/>
    <w:rsid w:val="006B7D28"/>
    <w:rsid w:val="006C001B"/>
    <w:rsid w:val="006C067F"/>
    <w:rsid w:val="006C0E37"/>
    <w:rsid w:val="006C136C"/>
    <w:rsid w:val="006C16BE"/>
    <w:rsid w:val="006C1907"/>
    <w:rsid w:val="006C1DDC"/>
    <w:rsid w:val="006C24DE"/>
    <w:rsid w:val="006C29AE"/>
    <w:rsid w:val="006C392F"/>
    <w:rsid w:val="006C39B6"/>
    <w:rsid w:val="006C3A5A"/>
    <w:rsid w:val="006C3E4A"/>
    <w:rsid w:val="006C42F1"/>
    <w:rsid w:val="006C5A63"/>
    <w:rsid w:val="006C64DD"/>
    <w:rsid w:val="006C7EB0"/>
    <w:rsid w:val="006C7F7D"/>
    <w:rsid w:val="006D18C1"/>
    <w:rsid w:val="006D230B"/>
    <w:rsid w:val="006D4EDC"/>
    <w:rsid w:val="006D57A2"/>
    <w:rsid w:val="006D7E01"/>
    <w:rsid w:val="006E0A3F"/>
    <w:rsid w:val="006E11A7"/>
    <w:rsid w:val="006E14E0"/>
    <w:rsid w:val="006E17FB"/>
    <w:rsid w:val="006E2B4E"/>
    <w:rsid w:val="006E2CA3"/>
    <w:rsid w:val="006E3C5A"/>
    <w:rsid w:val="006E42B8"/>
    <w:rsid w:val="006E4DE3"/>
    <w:rsid w:val="006E4FBE"/>
    <w:rsid w:val="006E649D"/>
    <w:rsid w:val="006E78FC"/>
    <w:rsid w:val="006E7D00"/>
    <w:rsid w:val="006F09F5"/>
    <w:rsid w:val="006F1497"/>
    <w:rsid w:val="006F161A"/>
    <w:rsid w:val="006F226F"/>
    <w:rsid w:val="006F3A49"/>
    <w:rsid w:val="006F3F0E"/>
    <w:rsid w:val="006F49EC"/>
    <w:rsid w:val="006F4B39"/>
    <w:rsid w:val="006F4B6C"/>
    <w:rsid w:val="006F5207"/>
    <w:rsid w:val="006F5754"/>
    <w:rsid w:val="006F64DD"/>
    <w:rsid w:val="006F715C"/>
    <w:rsid w:val="006F7741"/>
    <w:rsid w:val="006F7BDE"/>
    <w:rsid w:val="00700BFA"/>
    <w:rsid w:val="00701416"/>
    <w:rsid w:val="007038FA"/>
    <w:rsid w:val="007044A7"/>
    <w:rsid w:val="007049D0"/>
    <w:rsid w:val="007053AE"/>
    <w:rsid w:val="00705E60"/>
    <w:rsid w:val="00705EC8"/>
    <w:rsid w:val="0070603A"/>
    <w:rsid w:val="00706245"/>
    <w:rsid w:val="00706BDD"/>
    <w:rsid w:val="0070773D"/>
    <w:rsid w:val="00707F16"/>
    <w:rsid w:val="007106BE"/>
    <w:rsid w:val="00710903"/>
    <w:rsid w:val="007124C4"/>
    <w:rsid w:val="0071258A"/>
    <w:rsid w:val="007129E1"/>
    <w:rsid w:val="007134C5"/>
    <w:rsid w:val="00713599"/>
    <w:rsid w:val="007138E8"/>
    <w:rsid w:val="00713EA9"/>
    <w:rsid w:val="007140E8"/>
    <w:rsid w:val="00714137"/>
    <w:rsid w:val="00714953"/>
    <w:rsid w:val="00714CA0"/>
    <w:rsid w:val="00715BE6"/>
    <w:rsid w:val="00715BFD"/>
    <w:rsid w:val="00716405"/>
    <w:rsid w:val="00716BBC"/>
    <w:rsid w:val="0071725E"/>
    <w:rsid w:val="007203F8"/>
    <w:rsid w:val="00721177"/>
    <w:rsid w:val="007220B5"/>
    <w:rsid w:val="00722F90"/>
    <w:rsid w:val="00723012"/>
    <w:rsid w:val="00723942"/>
    <w:rsid w:val="00724366"/>
    <w:rsid w:val="00724CD1"/>
    <w:rsid w:val="00724EF7"/>
    <w:rsid w:val="00725242"/>
    <w:rsid w:val="00725382"/>
    <w:rsid w:val="00726271"/>
    <w:rsid w:val="007268BC"/>
    <w:rsid w:val="00727D14"/>
    <w:rsid w:val="00727EAD"/>
    <w:rsid w:val="0073039C"/>
    <w:rsid w:val="0073206A"/>
    <w:rsid w:val="00732540"/>
    <w:rsid w:val="00732971"/>
    <w:rsid w:val="007329D7"/>
    <w:rsid w:val="00732BDD"/>
    <w:rsid w:val="0073371C"/>
    <w:rsid w:val="007338E8"/>
    <w:rsid w:val="00733931"/>
    <w:rsid w:val="00733A8C"/>
    <w:rsid w:val="00734072"/>
    <w:rsid w:val="00734A20"/>
    <w:rsid w:val="00735464"/>
    <w:rsid w:val="00735958"/>
    <w:rsid w:val="0073700B"/>
    <w:rsid w:val="00740398"/>
    <w:rsid w:val="007414B3"/>
    <w:rsid w:val="007424A2"/>
    <w:rsid w:val="007424D2"/>
    <w:rsid w:val="007438AC"/>
    <w:rsid w:val="00744A80"/>
    <w:rsid w:val="00745CBB"/>
    <w:rsid w:val="00745F09"/>
    <w:rsid w:val="00746024"/>
    <w:rsid w:val="00746220"/>
    <w:rsid w:val="007467FC"/>
    <w:rsid w:val="0074680A"/>
    <w:rsid w:val="00746958"/>
    <w:rsid w:val="00747388"/>
    <w:rsid w:val="007473C4"/>
    <w:rsid w:val="0075042B"/>
    <w:rsid w:val="00750BB6"/>
    <w:rsid w:val="007511D5"/>
    <w:rsid w:val="00751C23"/>
    <w:rsid w:val="00752328"/>
    <w:rsid w:val="007528B8"/>
    <w:rsid w:val="00753150"/>
    <w:rsid w:val="007535D7"/>
    <w:rsid w:val="00754203"/>
    <w:rsid w:val="0075537B"/>
    <w:rsid w:val="0075624C"/>
    <w:rsid w:val="00756289"/>
    <w:rsid w:val="00757922"/>
    <w:rsid w:val="007603D9"/>
    <w:rsid w:val="00760C85"/>
    <w:rsid w:val="00761271"/>
    <w:rsid w:val="0076150C"/>
    <w:rsid w:val="0076155B"/>
    <w:rsid w:val="0076161B"/>
    <w:rsid w:val="00762089"/>
    <w:rsid w:val="00762161"/>
    <w:rsid w:val="007644ED"/>
    <w:rsid w:val="007648FC"/>
    <w:rsid w:val="00764CFC"/>
    <w:rsid w:val="00765AC2"/>
    <w:rsid w:val="00766892"/>
    <w:rsid w:val="0076691D"/>
    <w:rsid w:val="00766BE8"/>
    <w:rsid w:val="00767F30"/>
    <w:rsid w:val="0077153A"/>
    <w:rsid w:val="0077186B"/>
    <w:rsid w:val="007721F2"/>
    <w:rsid w:val="00772617"/>
    <w:rsid w:val="00772AD8"/>
    <w:rsid w:val="00773242"/>
    <w:rsid w:val="00773506"/>
    <w:rsid w:val="0077463F"/>
    <w:rsid w:val="0077491C"/>
    <w:rsid w:val="007749E7"/>
    <w:rsid w:val="0077735C"/>
    <w:rsid w:val="0077742B"/>
    <w:rsid w:val="00777735"/>
    <w:rsid w:val="00777C20"/>
    <w:rsid w:val="0078016F"/>
    <w:rsid w:val="0078022C"/>
    <w:rsid w:val="00781BEC"/>
    <w:rsid w:val="00783014"/>
    <w:rsid w:val="00784460"/>
    <w:rsid w:val="0078451C"/>
    <w:rsid w:val="00785073"/>
    <w:rsid w:val="00785086"/>
    <w:rsid w:val="00785979"/>
    <w:rsid w:val="00785FC6"/>
    <w:rsid w:val="00786459"/>
    <w:rsid w:val="0078691C"/>
    <w:rsid w:val="00786AE8"/>
    <w:rsid w:val="00786DC4"/>
    <w:rsid w:val="00787174"/>
    <w:rsid w:val="007875B3"/>
    <w:rsid w:val="007906DE"/>
    <w:rsid w:val="007919C3"/>
    <w:rsid w:val="00791BA8"/>
    <w:rsid w:val="00791F95"/>
    <w:rsid w:val="00792447"/>
    <w:rsid w:val="00792C1B"/>
    <w:rsid w:val="00793711"/>
    <w:rsid w:val="00793937"/>
    <w:rsid w:val="00793A8F"/>
    <w:rsid w:val="00793AF4"/>
    <w:rsid w:val="00793F9F"/>
    <w:rsid w:val="007940BE"/>
    <w:rsid w:val="0079416D"/>
    <w:rsid w:val="00795005"/>
    <w:rsid w:val="00795303"/>
    <w:rsid w:val="007959F9"/>
    <w:rsid w:val="00796DC2"/>
    <w:rsid w:val="00796E61"/>
    <w:rsid w:val="007A0314"/>
    <w:rsid w:val="007A0CF0"/>
    <w:rsid w:val="007A16F5"/>
    <w:rsid w:val="007A23C0"/>
    <w:rsid w:val="007A264A"/>
    <w:rsid w:val="007A278C"/>
    <w:rsid w:val="007A2ACD"/>
    <w:rsid w:val="007A2AFE"/>
    <w:rsid w:val="007A2B60"/>
    <w:rsid w:val="007A3925"/>
    <w:rsid w:val="007A411B"/>
    <w:rsid w:val="007A57D6"/>
    <w:rsid w:val="007A5938"/>
    <w:rsid w:val="007A68D5"/>
    <w:rsid w:val="007B0035"/>
    <w:rsid w:val="007B0582"/>
    <w:rsid w:val="007B2967"/>
    <w:rsid w:val="007B44E6"/>
    <w:rsid w:val="007B510C"/>
    <w:rsid w:val="007B56B7"/>
    <w:rsid w:val="007B577A"/>
    <w:rsid w:val="007B60B2"/>
    <w:rsid w:val="007B7449"/>
    <w:rsid w:val="007B749A"/>
    <w:rsid w:val="007C02CC"/>
    <w:rsid w:val="007C16BF"/>
    <w:rsid w:val="007C25BD"/>
    <w:rsid w:val="007C2F22"/>
    <w:rsid w:val="007C40B5"/>
    <w:rsid w:val="007C4B2A"/>
    <w:rsid w:val="007C4CFF"/>
    <w:rsid w:val="007C53DD"/>
    <w:rsid w:val="007C5530"/>
    <w:rsid w:val="007C567D"/>
    <w:rsid w:val="007C5A72"/>
    <w:rsid w:val="007C5D61"/>
    <w:rsid w:val="007C6866"/>
    <w:rsid w:val="007C6A4E"/>
    <w:rsid w:val="007C76D6"/>
    <w:rsid w:val="007D0223"/>
    <w:rsid w:val="007D114C"/>
    <w:rsid w:val="007D13C9"/>
    <w:rsid w:val="007D14A1"/>
    <w:rsid w:val="007D24FD"/>
    <w:rsid w:val="007D33D4"/>
    <w:rsid w:val="007D4541"/>
    <w:rsid w:val="007D5885"/>
    <w:rsid w:val="007D6B9E"/>
    <w:rsid w:val="007D6E07"/>
    <w:rsid w:val="007D7125"/>
    <w:rsid w:val="007D743A"/>
    <w:rsid w:val="007D76C4"/>
    <w:rsid w:val="007E036E"/>
    <w:rsid w:val="007E0660"/>
    <w:rsid w:val="007E06C3"/>
    <w:rsid w:val="007E097D"/>
    <w:rsid w:val="007E09C1"/>
    <w:rsid w:val="007E1E97"/>
    <w:rsid w:val="007E3B87"/>
    <w:rsid w:val="007E4E66"/>
    <w:rsid w:val="007E5786"/>
    <w:rsid w:val="007E62A2"/>
    <w:rsid w:val="007E65C5"/>
    <w:rsid w:val="007E71AE"/>
    <w:rsid w:val="007E78F1"/>
    <w:rsid w:val="007F03CC"/>
    <w:rsid w:val="007F0B69"/>
    <w:rsid w:val="007F0E72"/>
    <w:rsid w:val="007F11F0"/>
    <w:rsid w:val="007F1B6A"/>
    <w:rsid w:val="007F1BE4"/>
    <w:rsid w:val="007F2380"/>
    <w:rsid w:val="007F3E36"/>
    <w:rsid w:val="007F4B8C"/>
    <w:rsid w:val="007F55BE"/>
    <w:rsid w:val="007F5CBA"/>
    <w:rsid w:val="007F620D"/>
    <w:rsid w:val="007F7205"/>
    <w:rsid w:val="007F7BEE"/>
    <w:rsid w:val="00800854"/>
    <w:rsid w:val="00801005"/>
    <w:rsid w:val="008013B7"/>
    <w:rsid w:val="00804D56"/>
    <w:rsid w:val="00805306"/>
    <w:rsid w:val="008055A3"/>
    <w:rsid w:val="008063E4"/>
    <w:rsid w:val="00806555"/>
    <w:rsid w:val="00806B06"/>
    <w:rsid w:val="00807016"/>
    <w:rsid w:val="008075B9"/>
    <w:rsid w:val="008075E5"/>
    <w:rsid w:val="008101EE"/>
    <w:rsid w:val="008111C4"/>
    <w:rsid w:val="008111D5"/>
    <w:rsid w:val="008112FB"/>
    <w:rsid w:val="00811BD0"/>
    <w:rsid w:val="0081254C"/>
    <w:rsid w:val="00812A68"/>
    <w:rsid w:val="00813229"/>
    <w:rsid w:val="00813F8C"/>
    <w:rsid w:val="00813F9B"/>
    <w:rsid w:val="008146EA"/>
    <w:rsid w:val="00814932"/>
    <w:rsid w:val="0081611A"/>
    <w:rsid w:val="008163C6"/>
    <w:rsid w:val="0082059A"/>
    <w:rsid w:val="00820AF8"/>
    <w:rsid w:val="00820C26"/>
    <w:rsid w:val="008210CC"/>
    <w:rsid w:val="008214E0"/>
    <w:rsid w:val="008220DC"/>
    <w:rsid w:val="00822523"/>
    <w:rsid w:val="0082304A"/>
    <w:rsid w:val="0082340E"/>
    <w:rsid w:val="008235C4"/>
    <w:rsid w:val="00824027"/>
    <w:rsid w:val="00824C86"/>
    <w:rsid w:val="0082644E"/>
    <w:rsid w:val="008269E9"/>
    <w:rsid w:val="00827B05"/>
    <w:rsid w:val="00830C8A"/>
    <w:rsid w:val="00830CE8"/>
    <w:rsid w:val="00831591"/>
    <w:rsid w:val="00832156"/>
    <w:rsid w:val="0083334B"/>
    <w:rsid w:val="008340B9"/>
    <w:rsid w:val="0083556F"/>
    <w:rsid w:val="008370FC"/>
    <w:rsid w:val="0083720C"/>
    <w:rsid w:val="00841F96"/>
    <w:rsid w:val="00843D69"/>
    <w:rsid w:val="008441AB"/>
    <w:rsid w:val="00844414"/>
    <w:rsid w:val="0084501C"/>
    <w:rsid w:val="00845124"/>
    <w:rsid w:val="00845187"/>
    <w:rsid w:val="008455D7"/>
    <w:rsid w:val="008467FA"/>
    <w:rsid w:val="00847E08"/>
    <w:rsid w:val="00850087"/>
    <w:rsid w:val="0085094D"/>
    <w:rsid w:val="0085193E"/>
    <w:rsid w:val="00851ACB"/>
    <w:rsid w:val="00851F91"/>
    <w:rsid w:val="008525C3"/>
    <w:rsid w:val="008528E9"/>
    <w:rsid w:val="00852B47"/>
    <w:rsid w:val="008536A2"/>
    <w:rsid w:val="00853814"/>
    <w:rsid w:val="008558DD"/>
    <w:rsid w:val="00855C20"/>
    <w:rsid w:val="00855E65"/>
    <w:rsid w:val="0085609E"/>
    <w:rsid w:val="00856291"/>
    <w:rsid w:val="00856CE8"/>
    <w:rsid w:val="00857F3D"/>
    <w:rsid w:val="00861381"/>
    <w:rsid w:val="00861F8C"/>
    <w:rsid w:val="0086285D"/>
    <w:rsid w:val="0086306E"/>
    <w:rsid w:val="008639F5"/>
    <w:rsid w:val="00863BC8"/>
    <w:rsid w:val="00863CCB"/>
    <w:rsid w:val="00863D27"/>
    <w:rsid w:val="008643AD"/>
    <w:rsid w:val="00864F53"/>
    <w:rsid w:val="008651BA"/>
    <w:rsid w:val="00865342"/>
    <w:rsid w:val="0086562E"/>
    <w:rsid w:val="008659EF"/>
    <w:rsid w:val="0086684A"/>
    <w:rsid w:val="00866C4A"/>
    <w:rsid w:val="008673FD"/>
    <w:rsid w:val="008713A5"/>
    <w:rsid w:val="00871931"/>
    <w:rsid w:val="00871B3C"/>
    <w:rsid w:val="00872780"/>
    <w:rsid w:val="00872A40"/>
    <w:rsid w:val="00872A44"/>
    <w:rsid w:val="00872C8B"/>
    <w:rsid w:val="00873741"/>
    <w:rsid w:val="0087437F"/>
    <w:rsid w:val="00874C93"/>
    <w:rsid w:val="00874F06"/>
    <w:rsid w:val="008765C1"/>
    <w:rsid w:val="008774D3"/>
    <w:rsid w:val="0087775B"/>
    <w:rsid w:val="00877859"/>
    <w:rsid w:val="00877AE2"/>
    <w:rsid w:val="00877AEC"/>
    <w:rsid w:val="00880664"/>
    <w:rsid w:val="008811E9"/>
    <w:rsid w:val="008816E0"/>
    <w:rsid w:val="00881A15"/>
    <w:rsid w:val="00881D36"/>
    <w:rsid w:val="008829E6"/>
    <w:rsid w:val="00882E4F"/>
    <w:rsid w:val="0088361E"/>
    <w:rsid w:val="00883901"/>
    <w:rsid w:val="00883D2E"/>
    <w:rsid w:val="00885005"/>
    <w:rsid w:val="00885E4A"/>
    <w:rsid w:val="008862AA"/>
    <w:rsid w:val="008873C8"/>
    <w:rsid w:val="008875BB"/>
    <w:rsid w:val="00890BF9"/>
    <w:rsid w:val="00891888"/>
    <w:rsid w:val="00891B45"/>
    <w:rsid w:val="00891CD0"/>
    <w:rsid w:val="00892010"/>
    <w:rsid w:val="008922D8"/>
    <w:rsid w:val="00893084"/>
    <w:rsid w:val="008930F5"/>
    <w:rsid w:val="0089415E"/>
    <w:rsid w:val="00895804"/>
    <w:rsid w:val="00895F51"/>
    <w:rsid w:val="00895FF6"/>
    <w:rsid w:val="0089600D"/>
    <w:rsid w:val="008975DF"/>
    <w:rsid w:val="00897659"/>
    <w:rsid w:val="008976BD"/>
    <w:rsid w:val="00897A01"/>
    <w:rsid w:val="00897EF4"/>
    <w:rsid w:val="008A12AE"/>
    <w:rsid w:val="008A17CB"/>
    <w:rsid w:val="008A256A"/>
    <w:rsid w:val="008A2952"/>
    <w:rsid w:val="008A2BA4"/>
    <w:rsid w:val="008A2E8A"/>
    <w:rsid w:val="008A4D6E"/>
    <w:rsid w:val="008A5043"/>
    <w:rsid w:val="008A5EB8"/>
    <w:rsid w:val="008A64E1"/>
    <w:rsid w:val="008A6C9A"/>
    <w:rsid w:val="008A73FD"/>
    <w:rsid w:val="008B02E7"/>
    <w:rsid w:val="008B0E2F"/>
    <w:rsid w:val="008B2850"/>
    <w:rsid w:val="008B2C72"/>
    <w:rsid w:val="008B2C8A"/>
    <w:rsid w:val="008B367B"/>
    <w:rsid w:val="008B3C59"/>
    <w:rsid w:val="008B4896"/>
    <w:rsid w:val="008B4DC9"/>
    <w:rsid w:val="008B5266"/>
    <w:rsid w:val="008B5843"/>
    <w:rsid w:val="008B5B5D"/>
    <w:rsid w:val="008B5B7E"/>
    <w:rsid w:val="008B5C9C"/>
    <w:rsid w:val="008B5D59"/>
    <w:rsid w:val="008B67D6"/>
    <w:rsid w:val="008B77C0"/>
    <w:rsid w:val="008B78FC"/>
    <w:rsid w:val="008C0682"/>
    <w:rsid w:val="008C096C"/>
    <w:rsid w:val="008C13A3"/>
    <w:rsid w:val="008C1EE8"/>
    <w:rsid w:val="008C2AB5"/>
    <w:rsid w:val="008C2BA0"/>
    <w:rsid w:val="008C2D3D"/>
    <w:rsid w:val="008C3639"/>
    <w:rsid w:val="008C3B73"/>
    <w:rsid w:val="008C64E9"/>
    <w:rsid w:val="008C6667"/>
    <w:rsid w:val="008C6C98"/>
    <w:rsid w:val="008C6EC5"/>
    <w:rsid w:val="008C7113"/>
    <w:rsid w:val="008D032A"/>
    <w:rsid w:val="008D065E"/>
    <w:rsid w:val="008D1418"/>
    <w:rsid w:val="008D179F"/>
    <w:rsid w:val="008D26B8"/>
    <w:rsid w:val="008D386F"/>
    <w:rsid w:val="008D3B1C"/>
    <w:rsid w:val="008D5458"/>
    <w:rsid w:val="008D6540"/>
    <w:rsid w:val="008D7877"/>
    <w:rsid w:val="008E178C"/>
    <w:rsid w:val="008E1EBC"/>
    <w:rsid w:val="008E24CF"/>
    <w:rsid w:val="008E2659"/>
    <w:rsid w:val="008E2E2E"/>
    <w:rsid w:val="008E42D6"/>
    <w:rsid w:val="008E4A3C"/>
    <w:rsid w:val="008E4B14"/>
    <w:rsid w:val="008E4F81"/>
    <w:rsid w:val="008E58C7"/>
    <w:rsid w:val="008E6150"/>
    <w:rsid w:val="008E6CE8"/>
    <w:rsid w:val="008E7921"/>
    <w:rsid w:val="008F1115"/>
    <w:rsid w:val="008F152A"/>
    <w:rsid w:val="008F2B62"/>
    <w:rsid w:val="008F4318"/>
    <w:rsid w:val="008F561A"/>
    <w:rsid w:val="008F5D4B"/>
    <w:rsid w:val="008F5F4C"/>
    <w:rsid w:val="008F6159"/>
    <w:rsid w:val="008F6643"/>
    <w:rsid w:val="008F76B1"/>
    <w:rsid w:val="008F7812"/>
    <w:rsid w:val="008F7A45"/>
    <w:rsid w:val="008F7D0A"/>
    <w:rsid w:val="00900EE3"/>
    <w:rsid w:val="0090322F"/>
    <w:rsid w:val="00907F12"/>
    <w:rsid w:val="00907FCB"/>
    <w:rsid w:val="009109CD"/>
    <w:rsid w:val="009109EA"/>
    <w:rsid w:val="009112BD"/>
    <w:rsid w:val="00911C85"/>
    <w:rsid w:val="00912B91"/>
    <w:rsid w:val="00912FF5"/>
    <w:rsid w:val="009131AC"/>
    <w:rsid w:val="009132BE"/>
    <w:rsid w:val="00913F8B"/>
    <w:rsid w:val="00914F7F"/>
    <w:rsid w:val="009152EF"/>
    <w:rsid w:val="009163E9"/>
    <w:rsid w:val="009178CA"/>
    <w:rsid w:val="009206F2"/>
    <w:rsid w:val="00920F30"/>
    <w:rsid w:val="009219CC"/>
    <w:rsid w:val="00921A58"/>
    <w:rsid w:val="00921F1B"/>
    <w:rsid w:val="00923E94"/>
    <w:rsid w:val="00925342"/>
    <w:rsid w:val="00925607"/>
    <w:rsid w:val="00925CE1"/>
    <w:rsid w:val="009261D9"/>
    <w:rsid w:val="00926459"/>
    <w:rsid w:val="009265D2"/>
    <w:rsid w:val="009267E3"/>
    <w:rsid w:val="00926933"/>
    <w:rsid w:val="0092769A"/>
    <w:rsid w:val="00927C4F"/>
    <w:rsid w:val="00927CE9"/>
    <w:rsid w:val="0093144D"/>
    <w:rsid w:val="00931620"/>
    <w:rsid w:val="00932333"/>
    <w:rsid w:val="009324E3"/>
    <w:rsid w:val="00932F52"/>
    <w:rsid w:val="00933328"/>
    <w:rsid w:val="00933D80"/>
    <w:rsid w:val="00933E39"/>
    <w:rsid w:val="009357DA"/>
    <w:rsid w:val="00935A00"/>
    <w:rsid w:val="0093632B"/>
    <w:rsid w:val="009364C5"/>
    <w:rsid w:val="00936A64"/>
    <w:rsid w:val="009371D0"/>
    <w:rsid w:val="00937402"/>
    <w:rsid w:val="00937EDB"/>
    <w:rsid w:val="009410E9"/>
    <w:rsid w:val="00942009"/>
    <w:rsid w:val="00942403"/>
    <w:rsid w:val="00942C6E"/>
    <w:rsid w:val="009434A4"/>
    <w:rsid w:val="009446B5"/>
    <w:rsid w:val="00944A21"/>
    <w:rsid w:val="009458F1"/>
    <w:rsid w:val="009475E2"/>
    <w:rsid w:val="009479EF"/>
    <w:rsid w:val="00950138"/>
    <w:rsid w:val="00951BBF"/>
    <w:rsid w:val="009531DB"/>
    <w:rsid w:val="00953DEB"/>
    <w:rsid w:val="00954508"/>
    <w:rsid w:val="00954B2E"/>
    <w:rsid w:val="00956473"/>
    <w:rsid w:val="009568CC"/>
    <w:rsid w:val="00956902"/>
    <w:rsid w:val="00956D91"/>
    <w:rsid w:val="009576F5"/>
    <w:rsid w:val="0095778C"/>
    <w:rsid w:val="00957C53"/>
    <w:rsid w:val="00957C5C"/>
    <w:rsid w:val="00957C93"/>
    <w:rsid w:val="009603B9"/>
    <w:rsid w:val="009603F6"/>
    <w:rsid w:val="00960D8F"/>
    <w:rsid w:val="00960E9D"/>
    <w:rsid w:val="009617A2"/>
    <w:rsid w:val="009622B3"/>
    <w:rsid w:val="009645BE"/>
    <w:rsid w:val="009647D0"/>
    <w:rsid w:val="0096491A"/>
    <w:rsid w:val="00964C99"/>
    <w:rsid w:val="00965E0F"/>
    <w:rsid w:val="009663B5"/>
    <w:rsid w:val="00966A62"/>
    <w:rsid w:val="0096769B"/>
    <w:rsid w:val="00967BC9"/>
    <w:rsid w:val="00970A9D"/>
    <w:rsid w:val="00970CF9"/>
    <w:rsid w:val="0097197F"/>
    <w:rsid w:val="00971D19"/>
    <w:rsid w:val="00972166"/>
    <w:rsid w:val="00972AC7"/>
    <w:rsid w:val="00972C50"/>
    <w:rsid w:val="00973317"/>
    <w:rsid w:val="00973AC3"/>
    <w:rsid w:val="00973FCF"/>
    <w:rsid w:val="00974081"/>
    <w:rsid w:val="00974AF7"/>
    <w:rsid w:val="00975404"/>
    <w:rsid w:val="0097596F"/>
    <w:rsid w:val="00976077"/>
    <w:rsid w:val="0097622B"/>
    <w:rsid w:val="0097645A"/>
    <w:rsid w:val="00976BC3"/>
    <w:rsid w:val="00977A09"/>
    <w:rsid w:val="00977A6D"/>
    <w:rsid w:val="00977FDC"/>
    <w:rsid w:val="00980A77"/>
    <w:rsid w:val="00981D38"/>
    <w:rsid w:val="00983307"/>
    <w:rsid w:val="00983922"/>
    <w:rsid w:val="00983A21"/>
    <w:rsid w:val="00983E8D"/>
    <w:rsid w:val="00984A27"/>
    <w:rsid w:val="00985477"/>
    <w:rsid w:val="00985B61"/>
    <w:rsid w:val="009869AE"/>
    <w:rsid w:val="009870B7"/>
    <w:rsid w:val="00987218"/>
    <w:rsid w:val="00987678"/>
    <w:rsid w:val="00990197"/>
    <w:rsid w:val="00991156"/>
    <w:rsid w:val="009914DE"/>
    <w:rsid w:val="0099185B"/>
    <w:rsid w:val="00992912"/>
    <w:rsid w:val="00992E8B"/>
    <w:rsid w:val="009947E2"/>
    <w:rsid w:val="00994F8E"/>
    <w:rsid w:val="0099575E"/>
    <w:rsid w:val="00995CC4"/>
    <w:rsid w:val="00995DA8"/>
    <w:rsid w:val="00996F85"/>
    <w:rsid w:val="0099793E"/>
    <w:rsid w:val="00997EE4"/>
    <w:rsid w:val="009A1552"/>
    <w:rsid w:val="009A28CD"/>
    <w:rsid w:val="009A28D1"/>
    <w:rsid w:val="009A30E8"/>
    <w:rsid w:val="009A32CA"/>
    <w:rsid w:val="009A366E"/>
    <w:rsid w:val="009A47CD"/>
    <w:rsid w:val="009A4B87"/>
    <w:rsid w:val="009A6A48"/>
    <w:rsid w:val="009A6B5A"/>
    <w:rsid w:val="009A7D67"/>
    <w:rsid w:val="009B044E"/>
    <w:rsid w:val="009B05A5"/>
    <w:rsid w:val="009B089E"/>
    <w:rsid w:val="009B08F0"/>
    <w:rsid w:val="009B22EF"/>
    <w:rsid w:val="009B24FD"/>
    <w:rsid w:val="009B273F"/>
    <w:rsid w:val="009B3353"/>
    <w:rsid w:val="009B41F2"/>
    <w:rsid w:val="009B6481"/>
    <w:rsid w:val="009B6A17"/>
    <w:rsid w:val="009B6BFA"/>
    <w:rsid w:val="009B734E"/>
    <w:rsid w:val="009C0C0A"/>
    <w:rsid w:val="009C0FB8"/>
    <w:rsid w:val="009C1144"/>
    <w:rsid w:val="009C1319"/>
    <w:rsid w:val="009C1592"/>
    <w:rsid w:val="009C211F"/>
    <w:rsid w:val="009C2986"/>
    <w:rsid w:val="009C30C5"/>
    <w:rsid w:val="009C3B4A"/>
    <w:rsid w:val="009C3C3D"/>
    <w:rsid w:val="009C4404"/>
    <w:rsid w:val="009C4F1F"/>
    <w:rsid w:val="009C582B"/>
    <w:rsid w:val="009C7991"/>
    <w:rsid w:val="009D0D15"/>
    <w:rsid w:val="009D1EBC"/>
    <w:rsid w:val="009D29A3"/>
    <w:rsid w:val="009D3513"/>
    <w:rsid w:val="009D4719"/>
    <w:rsid w:val="009D4B19"/>
    <w:rsid w:val="009D6DFF"/>
    <w:rsid w:val="009D72F7"/>
    <w:rsid w:val="009D7304"/>
    <w:rsid w:val="009D7D4A"/>
    <w:rsid w:val="009E2051"/>
    <w:rsid w:val="009E227C"/>
    <w:rsid w:val="009E2973"/>
    <w:rsid w:val="009E329C"/>
    <w:rsid w:val="009E45F4"/>
    <w:rsid w:val="009E50ED"/>
    <w:rsid w:val="009E5FF5"/>
    <w:rsid w:val="009E6090"/>
    <w:rsid w:val="009E7AED"/>
    <w:rsid w:val="009F07EE"/>
    <w:rsid w:val="009F0CC2"/>
    <w:rsid w:val="009F1273"/>
    <w:rsid w:val="009F205A"/>
    <w:rsid w:val="009F2443"/>
    <w:rsid w:val="009F2666"/>
    <w:rsid w:val="009F35CE"/>
    <w:rsid w:val="009F4260"/>
    <w:rsid w:val="009F4FB9"/>
    <w:rsid w:val="009F4FC1"/>
    <w:rsid w:val="009F57ED"/>
    <w:rsid w:val="009F5B59"/>
    <w:rsid w:val="009F61CB"/>
    <w:rsid w:val="009F65C3"/>
    <w:rsid w:val="009F70A1"/>
    <w:rsid w:val="009F741D"/>
    <w:rsid w:val="009F7486"/>
    <w:rsid w:val="009F7857"/>
    <w:rsid w:val="00A006E5"/>
    <w:rsid w:val="00A00F32"/>
    <w:rsid w:val="00A01448"/>
    <w:rsid w:val="00A0278C"/>
    <w:rsid w:val="00A0366B"/>
    <w:rsid w:val="00A03D24"/>
    <w:rsid w:val="00A04006"/>
    <w:rsid w:val="00A04751"/>
    <w:rsid w:val="00A049D9"/>
    <w:rsid w:val="00A05804"/>
    <w:rsid w:val="00A07260"/>
    <w:rsid w:val="00A07795"/>
    <w:rsid w:val="00A1020F"/>
    <w:rsid w:val="00A103C0"/>
    <w:rsid w:val="00A1040D"/>
    <w:rsid w:val="00A10784"/>
    <w:rsid w:val="00A10866"/>
    <w:rsid w:val="00A10C8F"/>
    <w:rsid w:val="00A1110C"/>
    <w:rsid w:val="00A12797"/>
    <w:rsid w:val="00A12B4D"/>
    <w:rsid w:val="00A13758"/>
    <w:rsid w:val="00A137CE"/>
    <w:rsid w:val="00A13870"/>
    <w:rsid w:val="00A151B0"/>
    <w:rsid w:val="00A15284"/>
    <w:rsid w:val="00A15945"/>
    <w:rsid w:val="00A15B44"/>
    <w:rsid w:val="00A16442"/>
    <w:rsid w:val="00A16EB8"/>
    <w:rsid w:val="00A1742E"/>
    <w:rsid w:val="00A200B1"/>
    <w:rsid w:val="00A21291"/>
    <w:rsid w:val="00A2264C"/>
    <w:rsid w:val="00A22A75"/>
    <w:rsid w:val="00A239BA"/>
    <w:rsid w:val="00A24594"/>
    <w:rsid w:val="00A24B1B"/>
    <w:rsid w:val="00A25001"/>
    <w:rsid w:val="00A255F7"/>
    <w:rsid w:val="00A259CE"/>
    <w:rsid w:val="00A25AC2"/>
    <w:rsid w:val="00A25E73"/>
    <w:rsid w:val="00A2649E"/>
    <w:rsid w:val="00A265C2"/>
    <w:rsid w:val="00A266BE"/>
    <w:rsid w:val="00A2751C"/>
    <w:rsid w:val="00A27DAC"/>
    <w:rsid w:val="00A303CA"/>
    <w:rsid w:val="00A312D0"/>
    <w:rsid w:val="00A31842"/>
    <w:rsid w:val="00A32E5D"/>
    <w:rsid w:val="00A33AC9"/>
    <w:rsid w:val="00A33AD5"/>
    <w:rsid w:val="00A33F85"/>
    <w:rsid w:val="00A34E14"/>
    <w:rsid w:val="00A3510A"/>
    <w:rsid w:val="00A351D8"/>
    <w:rsid w:val="00A35791"/>
    <w:rsid w:val="00A35E3E"/>
    <w:rsid w:val="00A37310"/>
    <w:rsid w:val="00A376B5"/>
    <w:rsid w:val="00A37DEE"/>
    <w:rsid w:val="00A4001C"/>
    <w:rsid w:val="00A4064F"/>
    <w:rsid w:val="00A4116D"/>
    <w:rsid w:val="00A426FC"/>
    <w:rsid w:val="00A439EB"/>
    <w:rsid w:val="00A45223"/>
    <w:rsid w:val="00A46422"/>
    <w:rsid w:val="00A46836"/>
    <w:rsid w:val="00A46AE2"/>
    <w:rsid w:val="00A47936"/>
    <w:rsid w:val="00A502F0"/>
    <w:rsid w:val="00A50CBE"/>
    <w:rsid w:val="00A50F79"/>
    <w:rsid w:val="00A50FE0"/>
    <w:rsid w:val="00A51580"/>
    <w:rsid w:val="00A51B69"/>
    <w:rsid w:val="00A527A4"/>
    <w:rsid w:val="00A52C5E"/>
    <w:rsid w:val="00A53C28"/>
    <w:rsid w:val="00A53F34"/>
    <w:rsid w:val="00A54AD0"/>
    <w:rsid w:val="00A54BF5"/>
    <w:rsid w:val="00A5528D"/>
    <w:rsid w:val="00A553E0"/>
    <w:rsid w:val="00A56701"/>
    <w:rsid w:val="00A56CA0"/>
    <w:rsid w:val="00A56E42"/>
    <w:rsid w:val="00A601B5"/>
    <w:rsid w:val="00A61202"/>
    <w:rsid w:val="00A616E4"/>
    <w:rsid w:val="00A62AC9"/>
    <w:rsid w:val="00A62C3E"/>
    <w:rsid w:val="00A6434F"/>
    <w:rsid w:val="00A648D6"/>
    <w:rsid w:val="00A64CA4"/>
    <w:rsid w:val="00A6669D"/>
    <w:rsid w:val="00A67825"/>
    <w:rsid w:val="00A67DA2"/>
    <w:rsid w:val="00A70F68"/>
    <w:rsid w:val="00A7201D"/>
    <w:rsid w:val="00A72CD8"/>
    <w:rsid w:val="00A72E36"/>
    <w:rsid w:val="00A73858"/>
    <w:rsid w:val="00A74292"/>
    <w:rsid w:val="00A745DA"/>
    <w:rsid w:val="00A74D78"/>
    <w:rsid w:val="00A7535D"/>
    <w:rsid w:val="00A75B96"/>
    <w:rsid w:val="00A76C89"/>
    <w:rsid w:val="00A770F8"/>
    <w:rsid w:val="00A77789"/>
    <w:rsid w:val="00A81CF2"/>
    <w:rsid w:val="00A82115"/>
    <w:rsid w:val="00A821B9"/>
    <w:rsid w:val="00A83531"/>
    <w:rsid w:val="00A8384C"/>
    <w:rsid w:val="00A851CA"/>
    <w:rsid w:val="00A8597F"/>
    <w:rsid w:val="00A86772"/>
    <w:rsid w:val="00A86EBF"/>
    <w:rsid w:val="00A8797E"/>
    <w:rsid w:val="00A87AC8"/>
    <w:rsid w:val="00A9046F"/>
    <w:rsid w:val="00A923F9"/>
    <w:rsid w:val="00A92AA3"/>
    <w:rsid w:val="00A92C04"/>
    <w:rsid w:val="00A92E23"/>
    <w:rsid w:val="00A95548"/>
    <w:rsid w:val="00A96708"/>
    <w:rsid w:val="00A96D4A"/>
    <w:rsid w:val="00A97BCE"/>
    <w:rsid w:val="00AA0D36"/>
    <w:rsid w:val="00AA1BDE"/>
    <w:rsid w:val="00AA3470"/>
    <w:rsid w:val="00AA4B7B"/>
    <w:rsid w:val="00AA500D"/>
    <w:rsid w:val="00AA511D"/>
    <w:rsid w:val="00AA647D"/>
    <w:rsid w:val="00AA664A"/>
    <w:rsid w:val="00AA6681"/>
    <w:rsid w:val="00AA66E0"/>
    <w:rsid w:val="00AA6701"/>
    <w:rsid w:val="00AA6A72"/>
    <w:rsid w:val="00AA764F"/>
    <w:rsid w:val="00AA7BE9"/>
    <w:rsid w:val="00AB076D"/>
    <w:rsid w:val="00AB13D3"/>
    <w:rsid w:val="00AB1C26"/>
    <w:rsid w:val="00AB200A"/>
    <w:rsid w:val="00AB4410"/>
    <w:rsid w:val="00AB4D56"/>
    <w:rsid w:val="00AB4EB4"/>
    <w:rsid w:val="00AB5592"/>
    <w:rsid w:val="00AB58DE"/>
    <w:rsid w:val="00AB5CE5"/>
    <w:rsid w:val="00AB61D6"/>
    <w:rsid w:val="00AB63A7"/>
    <w:rsid w:val="00AB6BB6"/>
    <w:rsid w:val="00AC04D5"/>
    <w:rsid w:val="00AC052A"/>
    <w:rsid w:val="00AC1883"/>
    <w:rsid w:val="00AC1C73"/>
    <w:rsid w:val="00AC3162"/>
    <w:rsid w:val="00AC3198"/>
    <w:rsid w:val="00AC31F2"/>
    <w:rsid w:val="00AC3A69"/>
    <w:rsid w:val="00AC493F"/>
    <w:rsid w:val="00AC4DBA"/>
    <w:rsid w:val="00AC505B"/>
    <w:rsid w:val="00AC58EA"/>
    <w:rsid w:val="00AC5E03"/>
    <w:rsid w:val="00AC6029"/>
    <w:rsid w:val="00AC70D5"/>
    <w:rsid w:val="00AC7207"/>
    <w:rsid w:val="00AD06B8"/>
    <w:rsid w:val="00AD1755"/>
    <w:rsid w:val="00AD1A94"/>
    <w:rsid w:val="00AD207C"/>
    <w:rsid w:val="00AD2682"/>
    <w:rsid w:val="00AD2D70"/>
    <w:rsid w:val="00AD2FA3"/>
    <w:rsid w:val="00AD3207"/>
    <w:rsid w:val="00AD33DB"/>
    <w:rsid w:val="00AD3D9A"/>
    <w:rsid w:val="00AD45B3"/>
    <w:rsid w:val="00AD51D5"/>
    <w:rsid w:val="00AD5361"/>
    <w:rsid w:val="00AD540D"/>
    <w:rsid w:val="00AD5758"/>
    <w:rsid w:val="00AD57FB"/>
    <w:rsid w:val="00AD5C97"/>
    <w:rsid w:val="00AD614A"/>
    <w:rsid w:val="00AD7098"/>
    <w:rsid w:val="00AD75D6"/>
    <w:rsid w:val="00AD7A90"/>
    <w:rsid w:val="00AD7D0D"/>
    <w:rsid w:val="00AE0EE1"/>
    <w:rsid w:val="00AE213A"/>
    <w:rsid w:val="00AE47D0"/>
    <w:rsid w:val="00AF01AE"/>
    <w:rsid w:val="00AF042D"/>
    <w:rsid w:val="00AF0E0A"/>
    <w:rsid w:val="00AF15FD"/>
    <w:rsid w:val="00AF224F"/>
    <w:rsid w:val="00AF23B4"/>
    <w:rsid w:val="00AF2640"/>
    <w:rsid w:val="00AF2EBF"/>
    <w:rsid w:val="00AF30EA"/>
    <w:rsid w:val="00AF3497"/>
    <w:rsid w:val="00AF49B9"/>
    <w:rsid w:val="00AF577E"/>
    <w:rsid w:val="00AF5C00"/>
    <w:rsid w:val="00AF6841"/>
    <w:rsid w:val="00AF71A7"/>
    <w:rsid w:val="00AF76BE"/>
    <w:rsid w:val="00AF780F"/>
    <w:rsid w:val="00AF7A99"/>
    <w:rsid w:val="00AF7AC8"/>
    <w:rsid w:val="00B01297"/>
    <w:rsid w:val="00B02110"/>
    <w:rsid w:val="00B0218F"/>
    <w:rsid w:val="00B029A4"/>
    <w:rsid w:val="00B02BC1"/>
    <w:rsid w:val="00B03429"/>
    <w:rsid w:val="00B048CF"/>
    <w:rsid w:val="00B051DF"/>
    <w:rsid w:val="00B05925"/>
    <w:rsid w:val="00B10175"/>
    <w:rsid w:val="00B10795"/>
    <w:rsid w:val="00B10B68"/>
    <w:rsid w:val="00B11AE2"/>
    <w:rsid w:val="00B12799"/>
    <w:rsid w:val="00B13082"/>
    <w:rsid w:val="00B13AC5"/>
    <w:rsid w:val="00B13BC2"/>
    <w:rsid w:val="00B1490A"/>
    <w:rsid w:val="00B14B61"/>
    <w:rsid w:val="00B1560F"/>
    <w:rsid w:val="00B15C64"/>
    <w:rsid w:val="00B15C99"/>
    <w:rsid w:val="00B16928"/>
    <w:rsid w:val="00B20215"/>
    <w:rsid w:val="00B22874"/>
    <w:rsid w:val="00B23A02"/>
    <w:rsid w:val="00B23D99"/>
    <w:rsid w:val="00B23F04"/>
    <w:rsid w:val="00B244D8"/>
    <w:rsid w:val="00B25044"/>
    <w:rsid w:val="00B257E6"/>
    <w:rsid w:val="00B26473"/>
    <w:rsid w:val="00B268E4"/>
    <w:rsid w:val="00B274A8"/>
    <w:rsid w:val="00B27CAF"/>
    <w:rsid w:val="00B27CB9"/>
    <w:rsid w:val="00B30AC4"/>
    <w:rsid w:val="00B30E20"/>
    <w:rsid w:val="00B3100C"/>
    <w:rsid w:val="00B311C9"/>
    <w:rsid w:val="00B31A53"/>
    <w:rsid w:val="00B325BD"/>
    <w:rsid w:val="00B326F9"/>
    <w:rsid w:val="00B32BF8"/>
    <w:rsid w:val="00B33454"/>
    <w:rsid w:val="00B33A8F"/>
    <w:rsid w:val="00B342EC"/>
    <w:rsid w:val="00B34AC9"/>
    <w:rsid w:val="00B3520E"/>
    <w:rsid w:val="00B35284"/>
    <w:rsid w:val="00B35550"/>
    <w:rsid w:val="00B37496"/>
    <w:rsid w:val="00B374CC"/>
    <w:rsid w:val="00B3759A"/>
    <w:rsid w:val="00B404D6"/>
    <w:rsid w:val="00B40700"/>
    <w:rsid w:val="00B40900"/>
    <w:rsid w:val="00B4161F"/>
    <w:rsid w:val="00B43538"/>
    <w:rsid w:val="00B43C8F"/>
    <w:rsid w:val="00B43F4D"/>
    <w:rsid w:val="00B443B4"/>
    <w:rsid w:val="00B446D9"/>
    <w:rsid w:val="00B4555E"/>
    <w:rsid w:val="00B45CF2"/>
    <w:rsid w:val="00B460CB"/>
    <w:rsid w:val="00B46CD9"/>
    <w:rsid w:val="00B475C8"/>
    <w:rsid w:val="00B53057"/>
    <w:rsid w:val="00B5349B"/>
    <w:rsid w:val="00B53A32"/>
    <w:rsid w:val="00B5744C"/>
    <w:rsid w:val="00B5765A"/>
    <w:rsid w:val="00B57AF0"/>
    <w:rsid w:val="00B616E3"/>
    <w:rsid w:val="00B61EA0"/>
    <w:rsid w:val="00B62F81"/>
    <w:rsid w:val="00B63143"/>
    <w:rsid w:val="00B64249"/>
    <w:rsid w:val="00B64354"/>
    <w:rsid w:val="00B651C7"/>
    <w:rsid w:val="00B6542C"/>
    <w:rsid w:val="00B65A8E"/>
    <w:rsid w:val="00B66057"/>
    <w:rsid w:val="00B66740"/>
    <w:rsid w:val="00B6738A"/>
    <w:rsid w:val="00B67FA1"/>
    <w:rsid w:val="00B7027A"/>
    <w:rsid w:val="00B72B21"/>
    <w:rsid w:val="00B73EE2"/>
    <w:rsid w:val="00B74CD1"/>
    <w:rsid w:val="00B75324"/>
    <w:rsid w:val="00B7535E"/>
    <w:rsid w:val="00B75EF3"/>
    <w:rsid w:val="00B7735B"/>
    <w:rsid w:val="00B7758E"/>
    <w:rsid w:val="00B80923"/>
    <w:rsid w:val="00B80BD9"/>
    <w:rsid w:val="00B823F7"/>
    <w:rsid w:val="00B8271E"/>
    <w:rsid w:val="00B82763"/>
    <w:rsid w:val="00B827A0"/>
    <w:rsid w:val="00B83C9B"/>
    <w:rsid w:val="00B84427"/>
    <w:rsid w:val="00B84A2A"/>
    <w:rsid w:val="00B84D30"/>
    <w:rsid w:val="00B84D73"/>
    <w:rsid w:val="00B8534E"/>
    <w:rsid w:val="00B85B57"/>
    <w:rsid w:val="00B86174"/>
    <w:rsid w:val="00B86F9C"/>
    <w:rsid w:val="00B873E6"/>
    <w:rsid w:val="00B875D4"/>
    <w:rsid w:val="00B90427"/>
    <w:rsid w:val="00B90BEE"/>
    <w:rsid w:val="00B90C3C"/>
    <w:rsid w:val="00B92CB8"/>
    <w:rsid w:val="00B946EE"/>
    <w:rsid w:val="00B9559C"/>
    <w:rsid w:val="00B95CAF"/>
    <w:rsid w:val="00B961DD"/>
    <w:rsid w:val="00B967D1"/>
    <w:rsid w:val="00B96BFF"/>
    <w:rsid w:val="00B96C06"/>
    <w:rsid w:val="00B9785B"/>
    <w:rsid w:val="00BA0664"/>
    <w:rsid w:val="00BA17F2"/>
    <w:rsid w:val="00BA19B0"/>
    <w:rsid w:val="00BA4028"/>
    <w:rsid w:val="00BA5457"/>
    <w:rsid w:val="00BA60A7"/>
    <w:rsid w:val="00BA689F"/>
    <w:rsid w:val="00BA70D3"/>
    <w:rsid w:val="00BA7560"/>
    <w:rsid w:val="00BA7FA2"/>
    <w:rsid w:val="00BB0A05"/>
    <w:rsid w:val="00BB252C"/>
    <w:rsid w:val="00BB2949"/>
    <w:rsid w:val="00BB3BAF"/>
    <w:rsid w:val="00BB3D98"/>
    <w:rsid w:val="00BB3DBB"/>
    <w:rsid w:val="00BB48E5"/>
    <w:rsid w:val="00BB5D7B"/>
    <w:rsid w:val="00BB5F57"/>
    <w:rsid w:val="00BB61F8"/>
    <w:rsid w:val="00BB64FB"/>
    <w:rsid w:val="00BB7499"/>
    <w:rsid w:val="00BC1E6E"/>
    <w:rsid w:val="00BC2171"/>
    <w:rsid w:val="00BC22A2"/>
    <w:rsid w:val="00BC3218"/>
    <w:rsid w:val="00BC3A35"/>
    <w:rsid w:val="00BC4522"/>
    <w:rsid w:val="00BC563F"/>
    <w:rsid w:val="00BC5642"/>
    <w:rsid w:val="00BC5CCA"/>
    <w:rsid w:val="00BC5D85"/>
    <w:rsid w:val="00BC6550"/>
    <w:rsid w:val="00BC67B3"/>
    <w:rsid w:val="00BC6938"/>
    <w:rsid w:val="00BC6AC7"/>
    <w:rsid w:val="00BC72BF"/>
    <w:rsid w:val="00BD1026"/>
    <w:rsid w:val="00BD1424"/>
    <w:rsid w:val="00BD2986"/>
    <w:rsid w:val="00BD2DC1"/>
    <w:rsid w:val="00BD34E9"/>
    <w:rsid w:val="00BD366B"/>
    <w:rsid w:val="00BD486F"/>
    <w:rsid w:val="00BD5324"/>
    <w:rsid w:val="00BD59DC"/>
    <w:rsid w:val="00BD6A92"/>
    <w:rsid w:val="00BD6EC5"/>
    <w:rsid w:val="00BE00BF"/>
    <w:rsid w:val="00BE0146"/>
    <w:rsid w:val="00BE0A72"/>
    <w:rsid w:val="00BE10F7"/>
    <w:rsid w:val="00BE13DD"/>
    <w:rsid w:val="00BE14B6"/>
    <w:rsid w:val="00BE4CDE"/>
    <w:rsid w:val="00BE530B"/>
    <w:rsid w:val="00BE5530"/>
    <w:rsid w:val="00BE7AF7"/>
    <w:rsid w:val="00BF0032"/>
    <w:rsid w:val="00BF015C"/>
    <w:rsid w:val="00BF0C0B"/>
    <w:rsid w:val="00BF0FA5"/>
    <w:rsid w:val="00BF1611"/>
    <w:rsid w:val="00BF3189"/>
    <w:rsid w:val="00BF34D2"/>
    <w:rsid w:val="00BF3818"/>
    <w:rsid w:val="00BF4080"/>
    <w:rsid w:val="00BF4151"/>
    <w:rsid w:val="00BF4238"/>
    <w:rsid w:val="00BF47B1"/>
    <w:rsid w:val="00BF54C8"/>
    <w:rsid w:val="00BF54D8"/>
    <w:rsid w:val="00BF55ED"/>
    <w:rsid w:val="00BF64BB"/>
    <w:rsid w:val="00BF6A4D"/>
    <w:rsid w:val="00BF77BE"/>
    <w:rsid w:val="00BF783D"/>
    <w:rsid w:val="00BF78F1"/>
    <w:rsid w:val="00C01472"/>
    <w:rsid w:val="00C016B9"/>
    <w:rsid w:val="00C016C3"/>
    <w:rsid w:val="00C017FD"/>
    <w:rsid w:val="00C01B18"/>
    <w:rsid w:val="00C02165"/>
    <w:rsid w:val="00C0376B"/>
    <w:rsid w:val="00C038B3"/>
    <w:rsid w:val="00C03DF5"/>
    <w:rsid w:val="00C046B8"/>
    <w:rsid w:val="00C04F17"/>
    <w:rsid w:val="00C052E5"/>
    <w:rsid w:val="00C0537E"/>
    <w:rsid w:val="00C065A8"/>
    <w:rsid w:val="00C0669E"/>
    <w:rsid w:val="00C078AE"/>
    <w:rsid w:val="00C07A4F"/>
    <w:rsid w:val="00C100EC"/>
    <w:rsid w:val="00C10591"/>
    <w:rsid w:val="00C10BCA"/>
    <w:rsid w:val="00C10F7D"/>
    <w:rsid w:val="00C117CC"/>
    <w:rsid w:val="00C12E35"/>
    <w:rsid w:val="00C12F6E"/>
    <w:rsid w:val="00C1483F"/>
    <w:rsid w:val="00C15492"/>
    <w:rsid w:val="00C1606F"/>
    <w:rsid w:val="00C16E9E"/>
    <w:rsid w:val="00C17429"/>
    <w:rsid w:val="00C1771A"/>
    <w:rsid w:val="00C17DE1"/>
    <w:rsid w:val="00C17F4B"/>
    <w:rsid w:val="00C20B03"/>
    <w:rsid w:val="00C216B2"/>
    <w:rsid w:val="00C216B3"/>
    <w:rsid w:val="00C21818"/>
    <w:rsid w:val="00C21E59"/>
    <w:rsid w:val="00C22335"/>
    <w:rsid w:val="00C2259C"/>
    <w:rsid w:val="00C22BA8"/>
    <w:rsid w:val="00C2308B"/>
    <w:rsid w:val="00C24A96"/>
    <w:rsid w:val="00C26077"/>
    <w:rsid w:val="00C26C3B"/>
    <w:rsid w:val="00C26F43"/>
    <w:rsid w:val="00C27360"/>
    <w:rsid w:val="00C27505"/>
    <w:rsid w:val="00C3005B"/>
    <w:rsid w:val="00C30427"/>
    <w:rsid w:val="00C306B6"/>
    <w:rsid w:val="00C3125B"/>
    <w:rsid w:val="00C332D4"/>
    <w:rsid w:val="00C33A99"/>
    <w:rsid w:val="00C33DC3"/>
    <w:rsid w:val="00C3435A"/>
    <w:rsid w:val="00C3495E"/>
    <w:rsid w:val="00C3496A"/>
    <w:rsid w:val="00C359B8"/>
    <w:rsid w:val="00C363E1"/>
    <w:rsid w:val="00C374BF"/>
    <w:rsid w:val="00C401A0"/>
    <w:rsid w:val="00C4053C"/>
    <w:rsid w:val="00C4055A"/>
    <w:rsid w:val="00C40BC6"/>
    <w:rsid w:val="00C40FF0"/>
    <w:rsid w:val="00C41193"/>
    <w:rsid w:val="00C417B7"/>
    <w:rsid w:val="00C41CB4"/>
    <w:rsid w:val="00C42DBE"/>
    <w:rsid w:val="00C43331"/>
    <w:rsid w:val="00C44830"/>
    <w:rsid w:val="00C46277"/>
    <w:rsid w:val="00C46623"/>
    <w:rsid w:val="00C473EA"/>
    <w:rsid w:val="00C50272"/>
    <w:rsid w:val="00C50AF5"/>
    <w:rsid w:val="00C510CC"/>
    <w:rsid w:val="00C51ECA"/>
    <w:rsid w:val="00C53209"/>
    <w:rsid w:val="00C54040"/>
    <w:rsid w:val="00C550D8"/>
    <w:rsid w:val="00C55524"/>
    <w:rsid w:val="00C558D0"/>
    <w:rsid w:val="00C55A4C"/>
    <w:rsid w:val="00C55C35"/>
    <w:rsid w:val="00C56228"/>
    <w:rsid w:val="00C56E1C"/>
    <w:rsid w:val="00C5785C"/>
    <w:rsid w:val="00C61162"/>
    <w:rsid w:val="00C61928"/>
    <w:rsid w:val="00C61B73"/>
    <w:rsid w:val="00C624AF"/>
    <w:rsid w:val="00C62974"/>
    <w:rsid w:val="00C62C93"/>
    <w:rsid w:val="00C63663"/>
    <w:rsid w:val="00C63A64"/>
    <w:rsid w:val="00C63F02"/>
    <w:rsid w:val="00C63FC9"/>
    <w:rsid w:val="00C64542"/>
    <w:rsid w:val="00C64BCE"/>
    <w:rsid w:val="00C652A2"/>
    <w:rsid w:val="00C656EA"/>
    <w:rsid w:val="00C65BF1"/>
    <w:rsid w:val="00C6647A"/>
    <w:rsid w:val="00C66B6F"/>
    <w:rsid w:val="00C7096C"/>
    <w:rsid w:val="00C70A45"/>
    <w:rsid w:val="00C70AB2"/>
    <w:rsid w:val="00C71629"/>
    <w:rsid w:val="00C718D3"/>
    <w:rsid w:val="00C722A3"/>
    <w:rsid w:val="00C7309B"/>
    <w:rsid w:val="00C745FF"/>
    <w:rsid w:val="00C74CA6"/>
    <w:rsid w:val="00C74D19"/>
    <w:rsid w:val="00C75E87"/>
    <w:rsid w:val="00C76D66"/>
    <w:rsid w:val="00C7781D"/>
    <w:rsid w:val="00C8025E"/>
    <w:rsid w:val="00C8034D"/>
    <w:rsid w:val="00C80A2D"/>
    <w:rsid w:val="00C81139"/>
    <w:rsid w:val="00C83C8A"/>
    <w:rsid w:val="00C85539"/>
    <w:rsid w:val="00C8562A"/>
    <w:rsid w:val="00C8641C"/>
    <w:rsid w:val="00C86B4A"/>
    <w:rsid w:val="00C86DD2"/>
    <w:rsid w:val="00C87332"/>
    <w:rsid w:val="00C9151A"/>
    <w:rsid w:val="00C91E43"/>
    <w:rsid w:val="00C93F99"/>
    <w:rsid w:val="00C944C2"/>
    <w:rsid w:val="00C95032"/>
    <w:rsid w:val="00C95A65"/>
    <w:rsid w:val="00C96779"/>
    <w:rsid w:val="00C96E7E"/>
    <w:rsid w:val="00C97889"/>
    <w:rsid w:val="00C979A1"/>
    <w:rsid w:val="00C97FF1"/>
    <w:rsid w:val="00CA02D7"/>
    <w:rsid w:val="00CA05AA"/>
    <w:rsid w:val="00CA07CB"/>
    <w:rsid w:val="00CA0B14"/>
    <w:rsid w:val="00CA0D11"/>
    <w:rsid w:val="00CA32BE"/>
    <w:rsid w:val="00CA345B"/>
    <w:rsid w:val="00CA423D"/>
    <w:rsid w:val="00CA52A7"/>
    <w:rsid w:val="00CA52F3"/>
    <w:rsid w:val="00CA6D12"/>
    <w:rsid w:val="00CA7A57"/>
    <w:rsid w:val="00CB11F1"/>
    <w:rsid w:val="00CB1AB5"/>
    <w:rsid w:val="00CB4C8B"/>
    <w:rsid w:val="00CB5AB3"/>
    <w:rsid w:val="00CB6CC9"/>
    <w:rsid w:val="00CB7839"/>
    <w:rsid w:val="00CB7D59"/>
    <w:rsid w:val="00CC048C"/>
    <w:rsid w:val="00CC0676"/>
    <w:rsid w:val="00CC081E"/>
    <w:rsid w:val="00CC1693"/>
    <w:rsid w:val="00CC1FF6"/>
    <w:rsid w:val="00CC2009"/>
    <w:rsid w:val="00CC2235"/>
    <w:rsid w:val="00CC2579"/>
    <w:rsid w:val="00CC28A5"/>
    <w:rsid w:val="00CC2B60"/>
    <w:rsid w:val="00CC305A"/>
    <w:rsid w:val="00CC319F"/>
    <w:rsid w:val="00CC493C"/>
    <w:rsid w:val="00CC6702"/>
    <w:rsid w:val="00CC7420"/>
    <w:rsid w:val="00CC7892"/>
    <w:rsid w:val="00CC7A7E"/>
    <w:rsid w:val="00CC7BE1"/>
    <w:rsid w:val="00CD0ADC"/>
    <w:rsid w:val="00CD1562"/>
    <w:rsid w:val="00CD1A37"/>
    <w:rsid w:val="00CD1A8D"/>
    <w:rsid w:val="00CD1C3A"/>
    <w:rsid w:val="00CD24D2"/>
    <w:rsid w:val="00CD30BA"/>
    <w:rsid w:val="00CD315C"/>
    <w:rsid w:val="00CD3EC2"/>
    <w:rsid w:val="00CD4155"/>
    <w:rsid w:val="00CD4905"/>
    <w:rsid w:val="00CD4F09"/>
    <w:rsid w:val="00CD4F4C"/>
    <w:rsid w:val="00CD5F93"/>
    <w:rsid w:val="00CE008E"/>
    <w:rsid w:val="00CE07A0"/>
    <w:rsid w:val="00CE0A7F"/>
    <w:rsid w:val="00CE1451"/>
    <w:rsid w:val="00CE18D7"/>
    <w:rsid w:val="00CE1949"/>
    <w:rsid w:val="00CE1FB8"/>
    <w:rsid w:val="00CE1FE9"/>
    <w:rsid w:val="00CE208B"/>
    <w:rsid w:val="00CE20A8"/>
    <w:rsid w:val="00CE2258"/>
    <w:rsid w:val="00CE25D5"/>
    <w:rsid w:val="00CE2A59"/>
    <w:rsid w:val="00CE2CFA"/>
    <w:rsid w:val="00CE42D9"/>
    <w:rsid w:val="00CE5C70"/>
    <w:rsid w:val="00CE5D17"/>
    <w:rsid w:val="00CE5D3B"/>
    <w:rsid w:val="00CE6E81"/>
    <w:rsid w:val="00CE7899"/>
    <w:rsid w:val="00CE7A6F"/>
    <w:rsid w:val="00CF013F"/>
    <w:rsid w:val="00CF1F77"/>
    <w:rsid w:val="00CF2CAB"/>
    <w:rsid w:val="00CF4046"/>
    <w:rsid w:val="00CF47F0"/>
    <w:rsid w:val="00CF5682"/>
    <w:rsid w:val="00CF6632"/>
    <w:rsid w:val="00CF6731"/>
    <w:rsid w:val="00CF74DA"/>
    <w:rsid w:val="00CF767C"/>
    <w:rsid w:val="00CF7DCB"/>
    <w:rsid w:val="00CF7E67"/>
    <w:rsid w:val="00CF7FB7"/>
    <w:rsid w:val="00D0042E"/>
    <w:rsid w:val="00D01071"/>
    <w:rsid w:val="00D0133F"/>
    <w:rsid w:val="00D02DFE"/>
    <w:rsid w:val="00D0399D"/>
    <w:rsid w:val="00D0428A"/>
    <w:rsid w:val="00D05DFE"/>
    <w:rsid w:val="00D065CF"/>
    <w:rsid w:val="00D0689A"/>
    <w:rsid w:val="00D06A3D"/>
    <w:rsid w:val="00D07369"/>
    <w:rsid w:val="00D076C2"/>
    <w:rsid w:val="00D1082B"/>
    <w:rsid w:val="00D10A69"/>
    <w:rsid w:val="00D1161A"/>
    <w:rsid w:val="00D11A52"/>
    <w:rsid w:val="00D13338"/>
    <w:rsid w:val="00D1337E"/>
    <w:rsid w:val="00D14EE4"/>
    <w:rsid w:val="00D15C8F"/>
    <w:rsid w:val="00D16837"/>
    <w:rsid w:val="00D16F19"/>
    <w:rsid w:val="00D17610"/>
    <w:rsid w:val="00D204DC"/>
    <w:rsid w:val="00D207EA"/>
    <w:rsid w:val="00D21181"/>
    <w:rsid w:val="00D21635"/>
    <w:rsid w:val="00D21CAF"/>
    <w:rsid w:val="00D223A7"/>
    <w:rsid w:val="00D224F9"/>
    <w:rsid w:val="00D22821"/>
    <w:rsid w:val="00D2327C"/>
    <w:rsid w:val="00D234FB"/>
    <w:rsid w:val="00D23521"/>
    <w:rsid w:val="00D2391B"/>
    <w:rsid w:val="00D24264"/>
    <w:rsid w:val="00D242D0"/>
    <w:rsid w:val="00D24A09"/>
    <w:rsid w:val="00D24C86"/>
    <w:rsid w:val="00D25AE8"/>
    <w:rsid w:val="00D26F07"/>
    <w:rsid w:val="00D270FA"/>
    <w:rsid w:val="00D27FB4"/>
    <w:rsid w:val="00D30084"/>
    <w:rsid w:val="00D30956"/>
    <w:rsid w:val="00D30E46"/>
    <w:rsid w:val="00D33170"/>
    <w:rsid w:val="00D33BA6"/>
    <w:rsid w:val="00D34C67"/>
    <w:rsid w:val="00D36080"/>
    <w:rsid w:val="00D36473"/>
    <w:rsid w:val="00D3660F"/>
    <w:rsid w:val="00D3764C"/>
    <w:rsid w:val="00D37796"/>
    <w:rsid w:val="00D377DA"/>
    <w:rsid w:val="00D37826"/>
    <w:rsid w:val="00D37E04"/>
    <w:rsid w:val="00D37EDE"/>
    <w:rsid w:val="00D40DC4"/>
    <w:rsid w:val="00D4160C"/>
    <w:rsid w:val="00D41F90"/>
    <w:rsid w:val="00D436DF"/>
    <w:rsid w:val="00D443BE"/>
    <w:rsid w:val="00D44976"/>
    <w:rsid w:val="00D449BE"/>
    <w:rsid w:val="00D4698B"/>
    <w:rsid w:val="00D46EE1"/>
    <w:rsid w:val="00D47670"/>
    <w:rsid w:val="00D47E11"/>
    <w:rsid w:val="00D47E37"/>
    <w:rsid w:val="00D501E3"/>
    <w:rsid w:val="00D50C83"/>
    <w:rsid w:val="00D51248"/>
    <w:rsid w:val="00D51451"/>
    <w:rsid w:val="00D51956"/>
    <w:rsid w:val="00D51C5D"/>
    <w:rsid w:val="00D51FC7"/>
    <w:rsid w:val="00D53ADA"/>
    <w:rsid w:val="00D53EBE"/>
    <w:rsid w:val="00D545D4"/>
    <w:rsid w:val="00D55AD4"/>
    <w:rsid w:val="00D55DFC"/>
    <w:rsid w:val="00D55F16"/>
    <w:rsid w:val="00D564CA"/>
    <w:rsid w:val="00D57644"/>
    <w:rsid w:val="00D57D3B"/>
    <w:rsid w:val="00D601C2"/>
    <w:rsid w:val="00D60298"/>
    <w:rsid w:val="00D6033F"/>
    <w:rsid w:val="00D6078A"/>
    <w:rsid w:val="00D61226"/>
    <w:rsid w:val="00D615B6"/>
    <w:rsid w:val="00D617F3"/>
    <w:rsid w:val="00D62091"/>
    <w:rsid w:val="00D64C34"/>
    <w:rsid w:val="00D64FA5"/>
    <w:rsid w:val="00D651D5"/>
    <w:rsid w:val="00D66673"/>
    <w:rsid w:val="00D66A5E"/>
    <w:rsid w:val="00D66CB6"/>
    <w:rsid w:val="00D67152"/>
    <w:rsid w:val="00D677D9"/>
    <w:rsid w:val="00D70753"/>
    <w:rsid w:val="00D70929"/>
    <w:rsid w:val="00D70A48"/>
    <w:rsid w:val="00D70B81"/>
    <w:rsid w:val="00D713E1"/>
    <w:rsid w:val="00D7146A"/>
    <w:rsid w:val="00D7159E"/>
    <w:rsid w:val="00D71BDB"/>
    <w:rsid w:val="00D73403"/>
    <w:rsid w:val="00D73650"/>
    <w:rsid w:val="00D73D30"/>
    <w:rsid w:val="00D745D0"/>
    <w:rsid w:val="00D74C46"/>
    <w:rsid w:val="00D75601"/>
    <w:rsid w:val="00D76860"/>
    <w:rsid w:val="00D770A8"/>
    <w:rsid w:val="00D77AE8"/>
    <w:rsid w:val="00D80AEA"/>
    <w:rsid w:val="00D81306"/>
    <w:rsid w:val="00D826F2"/>
    <w:rsid w:val="00D83177"/>
    <w:rsid w:val="00D85450"/>
    <w:rsid w:val="00D85D04"/>
    <w:rsid w:val="00D86840"/>
    <w:rsid w:val="00D868AD"/>
    <w:rsid w:val="00D86A89"/>
    <w:rsid w:val="00D86E96"/>
    <w:rsid w:val="00D87696"/>
    <w:rsid w:val="00D87852"/>
    <w:rsid w:val="00D8787A"/>
    <w:rsid w:val="00D87950"/>
    <w:rsid w:val="00D87DCC"/>
    <w:rsid w:val="00D9116F"/>
    <w:rsid w:val="00D915C9"/>
    <w:rsid w:val="00D91B53"/>
    <w:rsid w:val="00D91F77"/>
    <w:rsid w:val="00D9230B"/>
    <w:rsid w:val="00D92A3F"/>
    <w:rsid w:val="00D92B33"/>
    <w:rsid w:val="00D940D1"/>
    <w:rsid w:val="00D94B89"/>
    <w:rsid w:val="00D94C72"/>
    <w:rsid w:val="00D955A1"/>
    <w:rsid w:val="00D9589B"/>
    <w:rsid w:val="00D968C0"/>
    <w:rsid w:val="00D96950"/>
    <w:rsid w:val="00D96A46"/>
    <w:rsid w:val="00D96EC1"/>
    <w:rsid w:val="00D978ED"/>
    <w:rsid w:val="00D97ADE"/>
    <w:rsid w:val="00DA0080"/>
    <w:rsid w:val="00DA184E"/>
    <w:rsid w:val="00DA19FB"/>
    <w:rsid w:val="00DA2397"/>
    <w:rsid w:val="00DA3817"/>
    <w:rsid w:val="00DA4469"/>
    <w:rsid w:val="00DA4501"/>
    <w:rsid w:val="00DA4513"/>
    <w:rsid w:val="00DA5088"/>
    <w:rsid w:val="00DA6F8B"/>
    <w:rsid w:val="00DA74AE"/>
    <w:rsid w:val="00DA7B8B"/>
    <w:rsid w:val="00DB02B7"/>
    <w:rsid w:val="00DB0344"/>
    <w:rsid w:val="00DB03D3"/>
    <w:rsid w:val="00DB06FB"/>
    <w:rsid w:val="00DB1109"/>
    <w:rsid w:val="00DB148C"/>
    <w:rsid w:val="00DB15B2"/>
    <w:rsid w:val="00DB24AD"/>
    <w:rsid w:val="00DB2B54"/>
    <w:rsid w:val="00DB2D53"/>
    <w:rsid w:val="00DB335F"/>
    <w:rsid w:val="00DB526F"/>
    <w:rsid w:val="00DB5CE6"/>
    <w:rsid w:val="00DB6093"/>
    <w:rsid w:val="00DB6D0D"/>
    <w:rsid w:val="00DC008D"/>
    <w:rsid w:val="00DC08E5"/>
    <w:rsid w:val="00DC1301"/>
    <w:rsid w:val="00DC2B71"/>
    <w:rsid w:val="00DC31CA"/>
    <w:rsid w:val="00DC32C7"/>
    <w:rsid w:val="00DC3884"/>
    <w:rsid w:val="00DC47FE"/>
    <w:rsid w:val="00DC4DFC"/>
    <w:rsid w:val="00DC5712"/>
    <w:rsid w:val="00DC5EFC"/>
    <w:rsid w:val="00DC61F2"/>
    <w:rsid w:val="00DC67B0"/>
    <w:rsid w:val="00DC70C3"/>
    <w:rsid w:val="00DC7111"/>
    <w:rsid w:val="00DC7D59"/>
    <w:rsid w:val="00DD1103"/>
    <w:rsid w:val="00DD1588"/>
    <w:rsid w:val="00DD1BCC"/>
    <w:rsid w:val="00DD2767"/>
    <w:rsid w:val="00DD3386"/>
    <w:rsid w:val="00DD3413"/>
    <w:rsid w:val="00DD3968"/>
    <w:rsid w:val="00DD3D2C"/>
    <w:rsid w:val="00DD3F50"/>
    <w:rsid w:val="00DD4648"/>
    <w:rsid w:val="00DD480E"/>
    <w:rsid w:val="00DD582A"/>
    <w:rsid w:val="00DD5DCE"/>
    <w:rsid w:val="00DD5EC8"/>
    <w:rsid w:val="00DD67A6"/>
    <w:rsid w:val="00DD6FF2"/>
    <w:rsid w:val="00DD7308"/>
    <w:rsid w:val="00DD7938"/>
    <w:rsid w:val="00DD7960"/>
    <w:rsid w:val="00DE0A53"/>
    <w:rsid w:val="00DE0E71"/>
    <w:rsid w:val="00DE264E"/>
    <w:rsid w:val="00DE3138"/>
    <w:rsid w:val="00DE3A2A"/>
    <w:rsid w:val="00DE3EE6"/>
    <w:rsid w:val="00DE4202"/>
    <w:rsid w:val="00DE6479"/>
    <w:rsid w:val="00DE6E65"/>
    <w:rsid w:val="00DE725B"/>
    <w:rsid w:val="00DE7A62"/>
    <w:rsid w:val="00DF03CD"/>
    <w:rsid w:val="00DF176E"/>
    <w:rsid w:val="00DF219F"/>
    <w:rsid w:val="00DF2301"/>
    <w:rsid w:val="00DF2E6D"/>
    <w:rsid w:val="00DF5136"/>
    <w:rsid w:val="00DF5338"/>
    <w:rsid w:val="00DF5477"/>
    <w:rsid w:val="00DF5F02"/>
    <w:rsid w:val="00DF6546"/>
    <w:rsid w:val="00DF6CBD"/>
    <w:rsid w:val="00DF6DB4"/>
    <w:rsid w:val="00DF7A5B"/>
    <w:rsid w:val="00E00619"/>
    <w:rsid w:val="00E01294"/>
    <w:rsid w:val="00E01A91"/>
    <w:rsid w:val="00E02BC7"/>
    <w:rsid w:val="00E03068"/>
    <w:rsid w:val="00E03697"/>
    <w:rsid w:val="00E03D9C"/>
    <w:rsid w:val="00E049FB"/>
    <w:rsid w:val="00E05FBE"/>
    <w:rsid w:val="00E06D4E"/>
    <w:rsid w:val="00E07509"/>
    <w:rsid w:val="00E106DB"/>
    <w:rsid w:val="00E10F03"/>
    <w:rsid w:val="00E11783"/>
    <w:rsid w:val="00E11B42"/>
    <w:rsid w:val="00E12317"/>
    <w:rsid w:val="00E133C7"/>
    <w:rsid w:val="00E133F8"/>
    <w:rsid w:val="00E13A83"/>
    <w:rsid w:val="00E1406C"/>
    <w:rsid w:val="00E1413B"/>
    <w:rsid w:val="00E14D95"/>
    <w:rsid w:val="00E15DFD"/>
    <w:rsid w:val="00E15E41"/>
    <w:rsid w:val="00E160A8"/>
    <w:rsid w:val="00E16B79"/>
    <w:rsid w:val="00E17E30"/>
    <w:rsid w:val="00E21869"/>
    <w:rsid w:val="00E22C07"/>
    <w:rsid w:val="00E23845"/>
    <w:rsid w:val="00E23AA3"/>
    <w:rsid w:val="00E240F6"/>
    <w:rsid w:val="00E245DC"/>
    <w:rsid w:val="00E26986"/>
    <w:rsid w:val="00E278DB"/>
    <w:rsid w:val="00E27C98"/>
    <w:rsid w:val="00E303CA"/>
    <w:rsid w:val="00E305C9"/>
    <w:rsid w:val="00E309B5"/>
    <w:rsid w:val="00E30D35"/>
    <w:rsid w:val="00E31000"/>
    <w:rsid w:val="00E31F0B"/>
    <w:rsid w:val="00E326E4"/>
    <w:rsid w:val="00E32AFA"/>
    <w:rsid w:val="00E32E19"/>
    <w:rsid w:val="00E32F6E"/>
    <w:rsid w:val="00E33CC2"/>
    <w:rsid w:val="00E34B4C"/>
    <w:rsid w:val="00E35065"/>
    <w:rsid w:val="00E3539F"/>
    <w:rsid w:val="00E35653"/>
    <w:rsid w:val="00E360FF"/>
    <w:rsid w:val="00E3701E"/>
    <w:rsid w:val="00E37081"/>
    <w:rsid w:val="00E375E6"/>
    <w:rsid w:val="00E40355"/>
    <w:rsid w:val="00E408D0"/>
    <w:rsid w:val="00E41D9B"/>
    <w:rsid w:val="00E439EE"/>
    <w:rsid w:val="00E44138"/>
    <w:rsid w:val="00E44342"/>
    <w:rsid w:val="00E44DB7"/>
    <w:rsid w:val="00E45B90"/>
    <w:rsid w:val="00E45D98"/>
    <w:rsid w:val="00E474DC"/>
    <w:rsid w:val="00E47BC1"/>
    <w:rsid w:val="00E5040F"/>
    <w:rsid w:val="00E507EE"/>
    <w:rsid w:val="00E509D5"/>
    <w:rsid w:val="00E50ADB"/>
    <w:rsid w:val="00E512C9"/>
    <w:rsid w:val="00E512F3"/>
    <w:rsid w:val="00E514FE"/>
    <w:rsid w:val="00E521FB"/>
    <w:rsid w:val="00E524B8"/>
    <w:rsid w:val="00E538AF"/>
    <w:rsid w:val="00E53CA4"/>
    <w:rsid w:val="00E56096"/>
    <w:rsid w:val="00E566E2"/>
    <w:rsid w:val="00E57009"/>
    <w:rsid w:val="00E57A34"/>
    <w:rsid w:val="00E60632"/>
    <w:rsid w:val="00E606B4"/>
    <w:rsid w:val="00E60998"/>
    <w:rsid w:val="00E60ADF"/>
    <w:rsid w:val="00E6100C"/>
    <w:rsid w:val="00E6175F"/>
    <w:rsid w:val="00E6228A"/>
    <w:rsid w:val="00E624A6"/>
    <w:rsid w:val="00E64432"/>
    <w:rsid w:val="00E65522"/>
    <w:rsid w:val="00E6592C"/>
    <w:rsid w:val="00E659C0"/>
    <w:rsid w:val="00E65A7B"/>
    <w:rsid w:val="00E65D46"/>
    <w:rsid w:val="00E66583"/>
    <w:rsid w:val="00E665FC"/>
    <w:rsid w:val="00E66858"/>
    <w:rsid w:val="00E668D4"/>
    <w:rsid w:val="00E6708D"/>
    <w:rsid w:val="00E671C0"/>
    <w:rsid w:val="00E6760A"/>
    <w:rsid w:val="00E67953"/>
    <w:rsid w:val="00E70954"/>
    <w:rsid w:val="00E721C4"/>
    <w:rsid w:val="00E72299"/>
    <w:rsid w:val="00E72FED"/>
    <w:rsid w:val="00E74349"/>
    <w:rsid w:val="00E74F69"/>
    <w:rsid w:val="00E758E8"/>
    <w:rsid w:val="00E75E62"/>
    <w:rsid w:val="00E75F91"/>
    <w:rsid w:val="00E765CC"/>
    <w:rsid w:val="00E81CCC"/>
    <w:rsid w:val="00E82FB9"/>
    <w:rsid w:val="00E82FDE"/>
    <w:rsid w:val="00E83AC4"/>
    <w:rsid w:val="00E8404A"/>
    <w:rsid w:val="00E84E74"/>
    <w:rsid w:val="00E859A5"/>
    <w:rsid w:val="00E85F90"/>
    <w:rsid w:val="00E85FC8"/>
    <w:rsid w:val="00E86062"/>
    <w:rsid w:val="00E8748C"/>
    <w:rsid w:val="00E874F1"/>
    <w:rsid w:val="00E8754E"/>
    <w:rsid w:val="00E878BA"/>
    <w:rsid w:val="00E90CD3"/>
    <w:rsid w:val="00E90E6E"/>
    <w:rsid w:val="00E917BB"/>
    <w:rsid w:val="00E917CB"/>
    <w:rsid w:val="00E91E4A"/>
    <w:rsid w:val="00E92C55"/>
    <w:rsid w:val="00E9459A"/>
    <w:rsid w:val="00E953B1"/>
    <w:rsid w:val="00E95526"/>
    <w:rsid w:val="00E95EB0"/>
    <w:rsid w:val="00E9630A"/>
    <w:rsid w:val="00E96C01"/>
    <w:rsid w:val="00E97914"/>
    <w:rsid w:val="00EA02B0"/>
    <w:rsid w:val="00EA0B77"/>
    <w:rsid w:val="00EA1A19"/>
    <w:rsid w:val="00EA2E1A"/>
    <w:rsid w:val="00EA4B38"/>
    <w:rsid w:val="00EA4F5F"/>
    <w:rsid w:val="00EA5046"/>
    <w:rsid w:val="00EA5538"/>
    <w:rsid w:val="00EA5AFC"/>
    <w:rsid w:val="00EA6199"/>
    <w:rsid w:val="00EA6CC3"/>
    <w:rsid w:val="00EA7470"/>
    <w:rsid w:val="00EA75C7"/>
    <w:rsid w:val="00EA7767"/>
    <w:rsid w:val="00EA79F4"/>
    <w:rsid w:val="00EB00CD"/>
    <w:rsid w:val="00EB0C60"/>
    <w:rsid w:val="00EB1BDC"/>
    <w:rsid w:val="00EB305D"/>
    <w:rsid w:val="00EB3069"/>
    <w:rsid w:val="00EB309D"/>
    <w:rsid w:val="00EB30F8"/>
    <w:rsid w:val="00EB3613"/>
    <w:rsid w:val="00EB42F2"/>
    <w:rsid w:val="00EB526A"/>
    <w:rsid w:val="00EB52E1"/>
    <w:rsid w:val="00EB5BC8"/>
    <w:rsid w:val="00EB62FA"/>
    <w:rsid w:val="00EB6765"/>
    <w:rsid w:val="00EB6D4C"/>
    <w:rsid w:val="00EB6E88"/>
    <w:rsid w:val="00EB72EC"/>
    <w:rsid w:val="00EB73C9"/>
    <w:rsid w:val="00EB743E"/>
    <w:rsid w:val="00EC19DE"/>
    <w:rsid w:val="00EC2064"/>
    <w:rsid w:val="00EC217F"/>
    <w:rsid w:val="00EC38B0"/>
    <w:rsid w:val="00EC4DDF"/>
    <w:rsid w:val="00EC51EF"/>
    <w:rsid w:val="00EC5A4C"/>
    <w:rsid w:val="00EC632A"/>
    <w:rsid w:val="00EC6BBB"/>
    <w:rsid w:val="00EC6C05"/>
    <w:rsid w:val="00ED01ED"/>
    <w:rsid w:val="00ED02DA"/>
    <w:rsid w:val="00ED069E"/>
    <w:rsid w:val="00ED10D6"/>
    <w:rsid w:val="00ED1435"/>
    <w:rsid w:val="00ED1941"/>
    <w:rsid w:val="00ED28DD"/>
    <w:rsid w:val="00ED28E5"/>
    <w:rsid w:val="00ED2B43"/>
    <w:rsid w:val="00ED311E"/>
    <w:rsid w:val="00ED40FE"/>
    <w:rsid w:val="00ED5BBD"/>
    <w:rsid w:val="00ED5CC7"/>
    <w:rsid w:val="00ED6F04"/>
    <w:rsid w:val="00ED762F"/>
    <w:rsid w:val="00EE0995"/>
    <w:rsid w:val="00EE2CF7"/>
    <w:rsid w:val="00EE2DFD"/>
    <w:rsid w:val="00EE2F77"/>
    <w:rsid w:val="00EE31AD"/>
    <w:rsid w:val="00EE3553"/>
    <w:rsid w:val="00EE373E"/>
    <w:rsid w:val="00EE3FCC"/>
    <w:rsid w:val="00EE409C"/>
    <w:rsid w:val="00EE4305"/>
    <w:rsid w:val="00EE48A7"/>
    <w:rsid w:val="00EE4C2A"/>
    <w:rsid w:val="00EE51C2"/>
    <w:rsid w:val="00EE6829"/>
    <w:rsid w:val="00EE6C20"/>
    <w:rsid w:val="00EF00CC"/>
    <w:rsid w:val="00EF0378"/>
    <w:rsid w:val="00EF0B8F"/>
    <w:rsid w:val="00EF11C7"/>
    <w:rsid w:val="00EF187A"/>
    <w:rsid w:val="00EF2808"/>
    <w:rsid w:val="00EF28A0"/>
    <w:rsid w:val="00EF3224"/>
    <w:rsid w:val="00EF33F5"/>
    <w:rsid w:val="00EF3829"/>
    <w:rsid w:val="00EF3D07"/>
    <w:rsid w:val="00EF4CE1"/>
    <w:rsid w:val="00EF4F62"/>
    <w:rsid w:val="00EF68E2"/>
    <w:rsid w:val="00EF6E5E"/>
    <w:rsid w:val="00EF710D"/>
    <w:rsid w:val="00EF7DCC"/>
    <w:rsid w:val="00EF7E0D"/>
    <w:rsid w:val="00F01714"/>
    <w:rsid w:val="00F01AE0"/>
    <w:rsid w:val="00F024EC"/>
    <w:rsid w:val="00F02520"/>
    <w:rsid w:val="00F040D9"/>
    <w:rsid w:val="00F044B4"/>
    <w:rsid w:val="00F0456E"/>
    <w:rsid w:val="00F05077"/>
    <w:rsid w:val="00F063B2"/>
    <w:rsid w:val="00F10654"/>
    <w:rsid w:val="00F10D26"/>
    <w:rsid w:val="00F111D6"/>
    <w:rsid w:val="00F11C9E"/>
    <w:rsid w:val="00F12F25"/>
    <w:rsid w:val="00F133BF"/>
    <w:rsid w:val="00F141BB"/>
    <w:rsid w:val="00F1456A"/>
    <w:rsid w:val="00F14972"/>
    <w:rsid w:val="00F14D8A"/>
    <w:rsid w:val="00F14F68"/>
    <w:rsid w:val="00F164E2"/>
    <w:rsid w:val="00F1656E"/>
    <w:rsid w:val="00F16919"/>
    <w:rsid w:val="00F16B31"/>
    <w:rsid w:val="00F17AD8"/>
    <w:rsid w:val="00F20C9F"/>
    <w:rsid w:val="00F216F8"/>
    <w:rsid w:val="00F21726"/>
    <w:rsid w:val="00F2172D"/>
    <w:rsid w:val="00F23500"/>
    <w:rsid w:val="00F23750"/>
    <w:rsid w:val="00F2463C"/>
    <w:rsid w:val="00F25163"/>
    <w:rsid w:val="00F262BF"/>
    <w:rsid w:val="00F26B93"/>
    <w:rsid w:val="00F300D1"/>
    <w:rsid w:val="00F30195"/>
    <w:rsid w:val="00F3053F"/>
    <w:rsid w:val="00F30E34"/>
    <w:rsid w:val="00F312C2"/>
    <w:rsid w:val="00F31C75"/>
    <w:rsid w:val="00F3215F"/>
    <w:rsid w:val="00F330B0"/>
    <w:rsid w:val="00F3315A"/>
    <w:rsid w:val="00F3464B"/>
    <w:rsid w:val="00F3473C"/>
    <w:rsid w:val="00F34DEB"/>
    <w:rsid w:val="00F351E9"/>
    <w:rsid w:val="00F353F2"/>
    <w:rsid w:val="00F353FF"/>
    <w:rsid w:val="00F35476"/>
    <w:rsid w:val="00F355A0"/>
    <w:rsid w:val="00F374E3"/>
    <w:rsid w:val="00F375B5"/>
    <w:rsid w:val="00F37B51"/>
    <w:rsid w:val="00F37F7A"/>
    <w:rsid w:val="00F407DD"/>
    <w:rsid w:val="00F40E90"/>
    <w:rsid w:val="00F4174D"/>
    <w:rsid w:val="00F42B92"/>
    <w:rsid w:val="00F42F4F"/>
    <w:rsid w:val="00F434BD"/>
    <w:rsid w:val="00F43D6E"/>
    <w:rsid w:val="00F44102"/>
    <w:rsid w:val="00F44EE5"/>
    <w:rsid w:val="00F45298"/>
    <w:rsid w:val="00F45611"/>
    <w:rsid w:val="00F45AE5"/>
    <w:rsid w:val="00F45C9D"/>
    <w:rsid w:val="00F45E67"/>
    <w:rsid w:val="00F462FC"/>
    <w:rsid w:val="00F46CD8"/>
    <w:rsid w:val="00F47120"/>
    <w:rsid w:val="00F471E3"/>
    <w:rsid w:val="00F47908"/>
    <w:rsid w:val="00F5003A"/>
    <w:rsid w:val="00F5037F"/>
    <w:rsid w:val="00F52187"/>
    <w:rsid w:val="00F53482"/>
    <w:rsid w:val="00F53498"/>
    <w:rsid w:val="00F5478C"/>
    <w:rsid w:val="00F54B15"/>
    <w:rsid w:val="00F55A63"/>
    <w:rsid w:val="00F55EDA"/>
    <w:rsid w:val="00F5633C"/>
    <w:rsid w:val="00F60347"/>
    <w:rsid w:val="00F608C2"/>
    <w:rsid w:val="00F60E86"/>
    <w:rsid w:val="00F61864"/>
    <w:rsid w:val="00F61BEB"/>
    <w:rsid w:val="00F61D41"/>
    <w:rsid w:val="00F61E86"/>
    <w:rsid w:val="00F63052"/>
    <w:rsid w:val="00F63380"/>
    <w:rsid w:val="00F6410C"/>
    <w:rsid w:val="00F647C0"/>
    <w:rsid w:val="00F64823"/>
    <w:rsid w:val="00F648ED"/>
    <w:rsid w:val="00F64A2A"/>
    <w:rsid w:val="00F64B24"/>
    <w:rsid w:val="00F64BEB"/>
    <w:rsid w:val="00F6577D"/>
    <w:rsid w:val="00F65918"/>
    <w:rsid w:val="00F65E49"/>
    <w:rsid w:val="00F66B22"/>
    <w:rsid w:val="00F6710A"/>
    <w:rsid w:val="00F67375"/>
    <w:rsid w:val="00F706CF"/>
    <w:rsid w:val="00F707C6"/>
    <w:rsid w:val="00F70A42"/>
    <w:rsid w:val="00F7172B"/>
    <w:rsid w:val="00F71F84"/>
    <w:rsid w:val="00F730C3"/>
    <w:rsid w:val="00F731FE"/>
    <w:rsid w:val="00F73472"/>
    <w:rsid w:val="00F740A3"/>
    <w:rsid w:val="00F74C4D"/>
    <w:rsid w:val="00F74EAC"/>
    <w:rsid w:val="00F75D5D"/>
    <w:rsid w:val="00F77884"/>
    <w:rsid w:val="00F77C5C"/>
    <w:rsid w:val="00F80FE1"/>
    <w:rsid w:val="00F81716"/>
    <w:rsid w:val="00F81DCD"/>
    <w:rsid w:val="00F828CF"/>
    <w:rsid w:val="00F82EF5"/>
    <w:rsid w:val="00F8314C"/>
    <w:rsid w:val="00F83758"/>
    <w:rsid w:val="00F84D32"/>
    <w:rsid w:val="00F855FD"/>
    <w:rsid w:val="00F8589F"/>
    <w:rsid w:val="00F8679D"/>
    <w:rsid w:val="00F87052"/>
    <w:rsid w:val="00F901DA"/>
    <w:rsid w:val="00F91E74"/>
    <w:rsid w:val="00F928AC"/>
    <w:rsid w:val="00F92F41"/>
    <w:rsid w:val="00F9320C"/>
    <w:rsid w:val="00F93B61"/>
    <w:rsid w:val="00F940E2"/>
    <w:rsid w:val="00F949AA"/>
    <w:rsid w:val="00F959A9"/>
    <w:rsid w:val="00F9679B"/>
    <w:rsid w:val="00F96B61"/>
    <w:rsid w:val="00F9715E"/>
    <w:rsid w:val="00F971C0"/>
    <w:rsid w:val="00F978D3"/>
    <w:rsid w:val="00FA0021"/>
    <w:rsid w:val="00FA0358"/>
    <w:rsid w:val="00FA1D65"/>
    <w:rsid w:val="00FA2695"/>
    <w:rsid w:val="00FA343E"/>
    <w:rsid w:val="00FA6050"/>
    <w:rsid w:val="00FA635B"/>
    <w:rsid w:val="00FB110A"/>
    <w:rsid w:val="00FB222D"/>
    <w:rsid w:val="00FB2279"/>
    <w:rsid w:val="00FB2E8B"/>
    <w:rsid w:val="00FB3373"/>
    <w:rsid w:val="00FB357F"/>
    <w:rsid w:val="00FB579D"/>
    <w:rsid w:val="00FB58AB"/>
    <w:rsid w:val="00FB5D3C"/>
    <w:rsid w:val="00FB7203"/>
    <w:rsid w:val="00FB755C"/>
    <w:rsid w:val="00FB7E10"/>
    <w:rsid w:val="00FC191F"/>
    <w:rsid w:val="00FC20D2"/>
    <w:rsid w:val="00FC2477"/>
    <w:rsid w:val="00FC2635"/>
    <w:rsid w:val="00FC4292"/>
    <w:rsid w:val="00FC4CAA"/>
    <w:rsid w:val="00FC51BC"/>
    <w:rsid w:val="00FC5947"/>
    <w:rsid w:val="00FC62BE"/>
    <w:rsid w:val="00FC6508"/>
    <w:rsid w:val="00FC66CD"/>
    <w:rsid w:val="00FC71AB"/>
    <w:rsid w:val="00FC727D"/>
    <w:rsid w:val="00FC76BD"/>
    <w:rsid w:val="00FC7911"/>
    <w:rsid w:val="00FC7ACD"/>
    <w:rsid w:val="00FD002C"/>
    <w:rsid w:val="00FD1476"/>
    <w:rsid w:val="00FD1B58"/>
    <w:rsid w:val="00FD2446"/>
    <w:rsid w:val="00FD2CBE"/>
    <w:rsid w:val="00FD31BF"/>
    <w:rsid w:val="00FD3E07"/>
    <w:rsid w:val="00FD446C"/>
    <w:rsid w:val="00FD4B0A"/>
    <w:rsid w:val="00FD4E81"/>
    <w:rsid w:val="00FD4EB4"/>
    <w:rsid w:val="00FD597D"/>
    <w:rsid w:val="00FD61E9"/>
    <w:rsid w:val="00FD6322"/>
    <w:rsid w:val="00FD6912"/>
    <w:rsid w:val="00FD7516"/>
    <w:rsid w:val="00FD796F"/>
    <w:rsid w:val="00FE08F1"/>
    <w:rsid w:val="00FE0954"/>
    <w:rsid w:val="00FE11A4"/>
    <w:rsid w:val="00FE1645"/>
    <w:rsid w:val="00FE2185"/>
    <w:rsid w:val="00FE26C9"/>
    <w:rsid w:val="00FE2745"/>
    <w:rsid w:val="00FE2ACC"/>
    <w:rsid w:val="00FE3502"/>
    <w:rsid w:val="00FE3965"/>
    <w:rsid w:val="00FE3BBF"/>
    <w:rsid w:val="00FE4022"/>
    <w:rsid w:val="00FE53F7"/>
    <w:rsid w:val="00FE5D76"/>
    <w:rsid w:val="00FE704D"/>
    <w:rsid w:val="00FE71C7"/>
    <w:rsid w:val="00FE748F"/>
    <w:rsid w:val="00FE7712"/>
    <w:rsid w:val="00FE795A"/>
    <w:rsid w:val="00FE7D4B"/>
    <w:rsid w:val="00FF11DD"/>
    <w:rsid w:val="00FF1A95"/>
    <w:rsid w:val="00FF1E84"/>
    <w:rsid w:val="00FF1FB3"/>
    <w:rsid w:val="00FF24BE"/>
    <w:rsid w:val="00FF2626"/>
    <w:rsid w:val="00FF2890"/>
    <w:rsid w:val="00FF38AE"/>
    <w:rsid w:val="00FF3CC8"/>
    <w:rsid w:val="00FF4A37"/>
    <w:rsid w:val="00FF4D2F"/>
    <w:rsid w:val="00FF54AD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47F9D7C"/>
  <w15:docId w15:val="{7FA78048-3B24-4FA7-8650-FCB55FA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263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19263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263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19263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E22C07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rsid w:val="0019263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19263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19263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19263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19263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192632"/>
    <w:pPr>
      <w:ind w:left="284"/>
    </w:pPr>
  </w:style>
  <w:style w:type="paragraph" w:customStyle="1" w:styleId="AAFrameAddress">
    <w:name w:val="AA Frame Address"/>
    <w:basedOn w:val="Heading1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19263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19263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semiHidden/>
    <w:rsid w:val="00192632"/>
    <w:pPr>
      <w:ind w:left="1134"/>
    </w:pPr>
  </w:style>
  <w:style w:type="paragraph" w:styleId="TOC6">
    <w:name w:val="toc 6"/>
    <w:basedOn w:val="Normal"/>
    <w:next w:val="Normal"/>
    <w:semiHidden/>
    <w:rsid w:val="00192632"/>
    <w:pPr>
      <w:ind w:left="1418"/>
    </w:pPr>
  </w:style>
  <w:style w:type="paragraph" w:styleId="TOC7">
    <w:name w:val="toc 7"/>
    <w:basedOn w:val="Normal"/>
    <w:next w:val="Normal"/>
    <w:semiHidden/>
    <w:rsid w:val="00192632"/>
    <w:pPr>
      <w:ind w:left="1701"/>
    </w:pPr>
  </w:style>
  <w:style w:type="paragraph" w:styleId="TOC8">
    <w:name w:val="toc 8"/>
    <w:basedOn w:val="Normal"/>
    <w:next w:val="Normal"/>
    <w:semiHidden/>
    <w:rsid w:val="00192632"/>
    <w:pPr>
      <w:ind w:left="1985"/>
    </w:pPr>
  </w:style>
  <w:style w:type="paragraph" w:styleId="TOC9">
    <w:name w:val="toc 9"/>
    <w:basedOn w:val="Normal"/>
    <w:next w:val="Normal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semiHidden/>
    <w:rsid w:val="00192632"/>
    <w:pPr>
      <w:ind w:left="567" w:hanging="567"/>
    </w:pPr>
  </w:style>
  <w:style w:type="paragraph" w:styleId="ListBullet5">
    <w:name w:val="List Bullet 5"/>
    <w:basedOn w:val="Normal"/>
    <w:rsid w:val="0019263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paragraph" w:styleId="BodyTextFirstIndent">
    <w:name w:val="Body Text First Indent"/>
    <w:basedOn w:val="BodyText"/>
    <w:rsid w:val="00192632"/>
    <w:pPr>
      <w:ind w:firstLine="284"/>
    </w:pPr>
  </w:style>
  <w:style w:type="paragraph" w:styleId="BodyTextIndent">
    <w:name w:val="Body Text Indent"/>
    <w:basedOn w:val="Normal"/>
    <w:rsid w:val="00192632"/>
    <w:pPr>
      <w:spacing w:after="120"/>
      <w:ind w:left="283"/>
    </w:pPr>
  </w:style>
  <w:style w:type="paragraph" w:styleId="BodyTextFirstIndent2">
    <w:name w:val="Body Text First Indent 2"/>
    <w:basedOn w:val="BodyTextIndent"/>
    <w:rsid w:val="00192632"/>
    <w:pPr>
      <w:ind w:left="284" w:firstLine="284"/>
    </w:pPr>
  </w:style>
  <w:style w:type="character" w:styleId="Strong">
    <w:name w:val="Strong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19263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19263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19263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rsid w:val="00192632"/>
    <w:pPr>
      <w:framePr w:h="443" w:wrap="around" w:y="8223"/>
    </w:pPr>
  </w:style>
  <w:style w:type="paragraph" w:customStyle="1" w:styleId="a">
    <w:name w:val="¢éÍ¤ÇÒ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19263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rsid w:val="00192632"/>
    <w:pPr>
      <w:jc w:val="both"/>
    </w:pPr>
    <w:rPr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semiHidden/>
    <w:rsid w:val="00B82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"/>
    <w:basedOn w:val="BodyText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11C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rsid w:val="00FF4D2F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FF4D2F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D32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link w:val="Header"/>
    <w:uiPriority w:val="99"/>
    <w:rsid w:val="00193FF3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7470"/>
    <w:rPr>
      <w:rFonts w:cs="Times New Roman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8B78F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character" w:customStyle="1" w:styleId="CommentTextChar">
    <w:name w:val="Comment Text Char"/>
    <w:link w:val="CommentText"/>
    <w:locked/>
    <w:rsid w:val="00225E5E"/>
    <w:rPr>
      <w:rFonts w:ascii="Arial" w:hAnsi="Arial" w:cs="Cordia New"/>
      <w:szCs w:val="23"/>
    </w:rPr>
  </w:style>
  <w:style w:type="character" w:customStyle="1" w:styleId="ListParagraphChar">
    <w:name w:val="List Paragraph Char"/>
    <w:link w:val="ListParagraph"/>
    <w:uiPriority w:val="34"/>
    <w:rsid w:val="00D47E11"/>
    <w:rPr>
      <w:rFonts w:ascii="Calibri" w:eastAsia="Calibri" w:hAnsi="Calibri" w:cs="Cordia New"/>
      <w:sz w:val="22"/>
      <w:szCs w:val="28"/>
    </w:rPr>
  </w:style>
  <w:style w:type="character" w:customStyle="1" w:styleId="HeaderChar1">
    <w:name w:val="Header Char1"/>
    <w:basedOn w:val="DefaultParagraphFont"/>
    <w:rsid w:val="004523D9"/>
    <w:rPr>
      <w:rFonts w:ascii="Arial" w:eastAsia="Times New Roman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E332BE-9D4E-4754-BBAC-97884A33B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91DA6-38DB-4F4B-BDC7-1D8CFF7131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AFA1F754-813D-4687-B9B1-CFCD8B5C1F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EF2DF2-E6AD-4E2A-B24F-0C2F35629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22</TotalTime>
  <Pages>6</Pages>
  <Words>1817</Words>
  <Characters>7079</Characters>
  <Application>Microsoft Office Word</Application>
  <DocSecurity>0</DocSecurity>
  <Lines>144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SCG MAT</vt:lpstr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SCG MAT</dc:title>
  <dc:creator>Pannapat, Taksina</dc:creator>
  <cp:lastModifiedBy>Punnapat, Chimplee</cp:lastModifiedBy>
  <cp:revision>10</cp:revision>
  <cp:lastPrinted>2024-01-31T07:17:00Z</cp:lastPrinted>
  <dcterms:created xsi:type="dcterms:W3CDTF">2026-01-08T10:17:00Z</dcterms:created>
  <dcterms:modified xsi:type="dcterms:W3CDTF">2026-02-03T03:07:00Z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2023-02-23T18:23:58Z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7cf4f784-b772-43bc-830e-a21c81eb0e06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</Properties>
</file>