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18909" w14:textId="754C2742" w:rsidR="00100B54" w:rsidRPr="00311BA5" w:rsidRDefault="00953DE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bookmarkStart w:id="0" w:name="SubTitle"/>
      <w:r w:rsidRPr="00311BA5">
        <w:rPr>
          <w:rFonts w:ascii="Angsana New" w:hAnsi="Angsana New"/>
          <w:b/>
          <w:bCs/>
          <w:sz w:val="52"/>
          <w:szCs w:val="52"/>
          <w:cs/>
        </w:rPr>
        <w:t xml:space="preserve">บริษัทเอสซีจี เดคคอร์ </w:t>
      </w:r>
      <w:r w:rsidR="00942403" w:rsidRPr="00311BA5">
        <w:rPr>
          <w:rFonts w:ascii="Angsana New" w:hAnsi="Angsana New"/>
          <w:b/>
          <w:bCs/>
          <w:sz w:val="52"/>
          <w:szCs w:val="52"/>
          <w:cs/>
        </w:rPr>
        <w:t>จำกัด</w:t>
      </w:r>
      <w:r w:rsidR="003162CD" w:rsidRPr="00311BA5">
        <w:rPr>
          <w:rFonts w:ascii="Angsana New" w:hAnsi="Angsana New"/>
          <w:b/>
          <w:bCs/>
          <w:sz w:val="52"/>
          <w:szCs w:val="52"/>
        </w:rPr>
        <w:t xml:space="preserve"> (</w:t>
      </w:r>
      <w:r w:rsidR="003162CD" w:rsidRPr="00311BA5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3162CD" w:rsidRPr="00311BA5">
        <w:rPr>
          <w:rFonts w:ascii="Angsana New" w:hAnsi="Angsana New"/>
          <w:b/>
          <w:bCs/>
          <w:sz w:val="52"/>
          <w:szCs w:val="52"/>
        </w:rPr>
        <w:t>)</w:t>
      </w:r>
    </w:p>
    <w:p w14:paraId="33D80CE4" w14:textId="1CCD1AEB" w:rsidR="00942403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64153E6F" w14:textId="77777777" w:rsidR="00BB7499" w:rsidRPr="00311BA5" w:rsidRDefault="00953DEB" w:rsidP="00953D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311BA5">
        <w:rPr>
          <w:rFonts w:ascii="Angsana New" w:hAnsi="Angsana New"/>
          <w:sz w:val="32"/>
          <w:szCs w:val="32"/>
          <w:cs/>
        </w:rPr>
        <w:t>งบการเงินระหว่างกาล</w:t>
      </w:r>
    </w:p>
    <w:p w14:paraId="58B23A7E" w14:textId="3D323F0D" w:rsidR="00215A6B" w:rsidRPr="00311BA5" w:rsidRDefault="00215A6B" w:rsidP="00215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311BA5">
        <w:rPr>
          <w:rFonts w:ascii="Angsana New" w:hAnsi="Angsana New"/>
          <w:sz w:val="32"/>
          <w:szCs w:val="32"/>
          <w:cs/>
        </w:rPr>
        <w:t>สำหรับงวด</w:t>
      </w:r>
      <w:r w:rsidRPr="006007D7">
        <w:rPr>
          <w:rFonts w:ascii="Angsana New" w:hAnsi="Angsana New" w:hint="cs"/>
          <w:sz w:val="32"/>
          <w:szCs w:val="32"/>
          <w:cs/>
        </w:rPr>
        <w:t>สามเดือนและ</w:t>
      </w:r>
      <w:r>
        <w:rPr>
          <w:rFonts w:ascii="Angsana New" w:hAnsi="Angsana New" w:hint="cs"/>
          <w:sz w:val="32"/>
          <w:szCs w:val="32"/>
          <w:cs/>
        </w:rPr>
        <w:t>เก้า</w:t>
      </w:r>
      <w:r w:rsidRPr="006007D7">
        <w:rPr>
          <w:rFonts w:ascii="Angsana New" w:hAnsi="Angsana New" w:hint="cs"/>
          <w:sz w:val="32"/>
          <w:szCs w:val="32"/>
          <w:cs/>
        </w:rPr>
        <w:t>เดือน</w:t>
      </w:r>
      <w:r w:rsidRPr="00311BA5">
        <w:rPr>
          <w:rFonts w:ascii="Angsana New" w:hAnsi="Angsana New" w:hint="cs"/>
          <w:sz w:val="32"/>
          <w:szCs w:val="32"/>
          <w:cs/>
        </w:rPr>
        <w:t>สิ้น</w:t>
      </w:r>
      <w:r w:rsidRPr="00311BA5">
        <w:rPr>
          <w:rFonts w:ascii="Angsana New" w:hAnsi="Angsana New"/>
          <w:sz w:val="32"/>
          <w:szCs w:val="32"/>
          <w:cs/>
        </w:rPr>
        <w:t xml:space="preserve">สุดวันที่ </w:t>
      </w:r>
      <w:r w:rsidRPr="00F502C2">
        <w:rPr>
          <w:rFonts w:ascii="Angsana New" w:hAnsi="Angsana New"/>
          <w:sz w:val="32"/>
          <w:szCs w:val="32"/>
        </w:rPr>
        <w:t xml:space="preserve">30 </w:t>
      </w:r>
      <w:r>
        <w:rPr>
          <w:rFonts w:ascii="Angsana New" w:hAnsi="Angsana New" w:hint="cs"/>
          <w:sz w:val="32"/>
          <w:szCs w:val="32"/>
          <w:cs/>
        </w:rPr>
        <w:t>กันย</w:t>
      </w:r>
      <w:r w:rsidRPr="00F502C2">
        <w:rPr>
          <w:rFonts w:ascii="Angsana New" w:hAnsi="Angsana New" w:hint="cs"/>
          <w:sz w:val="32"/>
          <w:szCs w:val="32"/>
          <w:cs/>
        </w:rPr>
        <w:t>ายน</w:t>
      </w:r>
      <w:r>
        <w:rPr>
          <w:rFonts w:ascii="Angsana New" w:hAnsi="Angsana New"/>
          <w:sz w:val="32"/>
          <w:szCs w:val="32"/>
        </w:rPr>
        <w:t xml:space="preserve"> </w:t>
      </w:r>
      <w:r w:rsidRPr="00311BA5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8</w:t>
      </w:r>
    </w:p>
    <w:p w14:paraId="61653BE3" w14:textId="77777777" w:rsidR="00924277" w:rsidRPr="00BC2171" w:rsidRDefault="00924277" w:rsidP="00924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และ</w:t>
      </w:r>
    </w:p>
    <w:p w14:paraId="03B75600" w14:textId="77777777" w:rsidR="00924277" w:rsidRDefault="00924277" w:rsidP="00924277">
      <w:pPr>
        <w:pStyle w:val="ReportHeading1"/>
        <w:framePr w:w="0" w:h="0" w:hSpace="0" w:wrap="auto" w:vAnchor="margin" w:hAnchor="text" w:xAlign="left" w:yAlign="inline"/>
        <w:spacing w:line="240" w:lineRule="auto"/>
        <w:ind w:left="540" w:hanging="540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FD91609" w14:textId="77777777" w:rsidR="0066743F" w:rsidRPr="00311BA5" w:rsidRDefault="0066743F" w:rsidP="0010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1" w:name="ExtraText"/>
      <w:bookmarkEnd w:id="0"/>
      <w:bookmarkEnd w:id="1"/>
    </w:p>
    <w:p w14:paraId="662F2425" w14:textId="77777777" w:rsidR="0066743F" w:rsidRPr="00311BA5" w:rsidRDefault="0066743F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98A8738" w14:textId="77777777" w:rsidR="000D3766" w:rsidRPr="00311BA5" w:rsidRDefault="000D3766" w:rsidP="000D37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  <w:sectPr w:rsidR="000D3766" w:rsidRPr="00311BA5" w:rsidSect="006253BF">
          <w:headerReference w:type="default" r:id="rId11"/>
          <w:footerReference w:type="even" r:id="rId12"/>
          <w:footerReference w:type="default" r:id="rId13"/>
          <w:headerReference w:type="first" r:id="rId14"/>
          <w:type w:val="nextColumn"/>
          <w:pgSz w:w="11909" w:h="16834" w:code="9"/>
          <w:pgMar w:top="1701" w:right="1304" w:bottom="851" w:left="1304" w:header="720" w:footer="612" w:gutter="0"/>
          <w:pgNumType w:start="2"/>
          <w:cols w:space="720"/>
          <w:docGrid w:linePitch="245"/>
        </w:sectPr>
      </w:pPr>
    </w:p>
    <w:p w14:paraId="5CA4BEE8" w14:textId="5A60BAC2" w:rsidR="00D615B6" w:rsidRPr="00311BA5" w:rsidRDefault="00D615B6" w:rsidP="00046397">
      <w:pPr>
        <w:pStyle w:val="Heading5"/>
        <w:spacing w:line="240" w:lineRule="auto"/>
        <w:ind w:right="0"/>
        <w:jc w:val="both"/>
        <w:rPr>
          <w:rFonts w:ascii="Angsana New" w:hAnsi="Angsana New" w:cs="Angsana New"/>
        </w:rPr>
      </w:pPr>
      <w:r w:rsidRPr="00311BA5">
        <w:rPr>
          <w:rFonts w:ascii="Angsana New" w:hAnsi="Angsana New" w:cs="Angsana New"/>
          <w:cs/>
        </w:rPr>
        <w:lastRenderedPageBreak/>
        <w:t>รายงาน</w:t>
      </w:r>
      <w:r w:rsidR="00953DEB" w:rsidRPr="00311BA5">
        <w:rPr>
          <w:rFonts w:ascii="Angsana New" w:hAnsi="Angsana New" w:cs="Angsana New"/>
          <w:cs/>
        </w:rPr>
        <w:t>การสอบทานข้อมูลทางการเงินระหว่างกาลโดยผู้สอบบัญชีรับอนุญาต</w:t>
      </w:r>
    </w:p>
    <w:p w14:paraId="373CB19C" w14:textId="77777777" w:rsidR="00D615B6" w:rsidRPr="00656D32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5615420" w14:textId="3FEC9FAA" w:rsidR="003F2018" w:rsidRPr="00656D32" w:rsidRDefault="00D615B6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656D32">
        <w:rPr>
          <w:rFonts w:ascii="Angsana New" w:hAnsi="Angsana New"/>
          <w:b/>
          <w:bCs/>
          <w:sz w:val="30"/>
          <w:szCs w:val="30"/>
          <w:cs/>
        </w:rPr>
        <w:t>เสนอ</w:t>
      </w:r>
      <w:r w:rsidR="00A62C3E" w:rsidRPr="00656D32">
        <w:rPr>
          <w:rFonts w:ascii="Angsana New" w:hAnsi="Angsana New"/>
          <w:b/>
          <w:bCs/>
          <w:sz w:val="30"/>
          <w:szCs w:val="30"/>
          <w:cs/>
        </w:rPr>
        <w:t xml:space="preserve">  </w:t>
      </w:r>
      <w:r w:rsidR="00844414" w:rsidRPr="00656D32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="00953DEB" w:rsidRPr="00656D32">
        <w:rPr>
          <w:rFonts w:ascii="Angsana New" w:hAnsi="Angsana New"/>
          <w:b/>
          <w:bCs/>
          <w:sz w:val="30"/>
          <w:szCs w:val="30"/>
          <w:cs/>
        </w:rPr>
        <w:t>บริษัทเอสซีจี เดคคอร์ จำกัด</w:t>
      </w:r>
      <w:r w:rsidR="003162CD" w:rsidRPr="00656D32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162CD" w:rsidRPr="00656D32">
        <w:rPr>
          <w:rFonts w:ascii="Angsana New" w:hAnsi="Angsana New"/>
          <w:b/>
          <w:bCs/>
          <w:sz w:val="30"/>
          <w:szCs w:val="30"/>
        </w:rPr>
        <w:t>(</w:t>
      </w:r>
      <w:r w:rsidR="003162CD" w:rsidRPr="00656D32">
        <w:rPr>
          <w:rFonts w:ascii="Angsana New" w:hAnsi="Angsana New" w:hint="cs"/>
          <w:b/>
          <w:bCs/>
          <w:sz w:val="30"/>
          <w:szCs w:val="30"/>
          <w:cs/>
        </w:rPr>
        <w:t>มหาชน</w:t>
      </w:r>
      <w:r w:rsidR="003162CD" w:rsidRPr="00656D32">
        <w:rPr>
          <w:rFonts w:ascii="Angsana New" w:hAnsi="Angsana New"/>
          <w:b/>
          <w:bCs/>
          <w:sz w:val="30"/>
          <w:szCs w:val="30"/>
        </w:rPr>
        <w:t>)</w:t>
      </w:r>
      <w:r w:rsidR="0055141D" w:rsidRPr="00656D32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201C26ED" w14:textId="77777777" w:rsidR="00215A6B" w:rsidRPr="003D554A" w:rsidRDefault="00215A6B" w:rsidP="00215A6B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1948D839" w14:textId="31245EEA" w:rsidR="00D10562" w:rsidRPr="00656D32" w:rsidRDefault="00215A6B" w:rsidP="00215A6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59"/>
        <w:jc w:val="thaiDistribute"/>
        <w:rPr>
          <w:rFonts w:ascii="Angsana New" w:hAnsi="Angsana New"/>
          <w:sz w:val="30"/>
          <w:szCs w:val="30"/>
        </w:rPr>
      </w:pPr>
      <w:r w:rsidRPr="004C3EC5">
        <w:rPr>
          <w:rFonts w:ascii="Angsana New" w:hAnsi="Angsana New" w:hint="cs"/>
          <w:sz w:val="30"/>
          <w:szCs w:val="30"/>
          <w:cs/>
        </w:rPr>
        <w:t xml:space="preserve">ข้าพเจ้าได้สอบทานงบฐานะการเงิน ณ วันที่ </w:t>
      </w:r>
      <w:r w:rsidRPr="00631149">
        <w:rPr>
          <w:rFonts w:ascii="Angsana New" w:hAnsi="Angsana New"/>
          <w:spacing w:val="-4"/>
          <w:sz w:val="30"/>
          <w:szCs w:val="30"/>
        </w:rPr>
        <w:t>30</w:t>
      </w:r>
      <w:r w:rsidRPr="006007D7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 w:rsidRPr="006007D7">
        <w:rPr>
          <w:rFonts w:ascii="Angsana New" w:hAnsi="Angsana New" w:hint="cs"/>
          <w:spacing w:val="-4"/>
          <w:sz w:val="30"/>
          <w:szCs w:val="30"/>
          <w:cs/>
        </w:rPr>
        <w:t>ายน</w:t>
      </w:r>
      <w:r w:rsidRPr="004C3EC5">
        <w:rPr>
          <w:rFonts w:ascii="Angsana New" w:hAnsi="Angsana New" w:hint="cs"/>
          <w:sz w:val="30"/>
          <w:szCs w:val="30"/>
          <w:cs/>
        </w:rPr>
        <w:t xml:space="preserve"> </w:t>
      </w:r>
      <w:r w:rsidRPr="004C3EC5">
        <w:rPr>
          <w:rFonts w:ascii="Angsana New" w:hAnsi="Angsana New" w:hint="cs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4C3EC5">
        <w:rPr>
          <w:rFonts w:ascii="Angsana New" w:hAnsi="Angsana New" w:hint="cs"/>
          <w:sz w:val="30"/>
          <w:szCs w:val="30"/>
          <w:cs/>
        </w:rPr>
        <w:t xml:space="preserve"> งบกำไรขาดทุนและงบกำไรขาดทุนเบ็ดเสร็จ สำหรับงวดสามเดือ</w:t>
      </w:r>
      <w:r>
        <w:rPr>
          <w:rFonts w:ascii="Angsana New" w:hAnsi="Angsana New" w:hint="cs"/>
          <w:sz w:val="30"/>
          <w:szCs w:val="30"/>
          <w:cs/>
        </w:rPr>
        <w:t>นและเก้าเดือ</w:t>
      </w:r>
      <w:r w:rsidRPr="004C3EC5">
        <w:rPr>
          <w:rFonts w:ascii="Angsana New" w:hAnsi="Angsana New" w:hint="cs"/>
          <w:sz w:val="30"/>
          <w:szCs w:val="30"/>
          <w:cs/>
        </w:rPr>
        <w:t xml:space="preserve">นสิ้นสุดวันที่ </w:t>
      </w:r>
      <w:r w:rsidRPr="00631149">
        <w:rPr>
          <w:rFonts w:ascii="Angsana New" w:hAnsi="Angsana New"/>
          <w:spacing w:val="-4"/>
          <w:sz w:val="30"/>
          <w:szCs w:val="30"/>
        </w:rPr>
        <w:t>30</w:t>
      </w:r>
      <w:r w:rsidRPr="006007D7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 w:rsidRPr="006007D7">
        <w:rPr>
          <w:rFonts w:ascii="Angsana New" w:hAnsi="Angsana New" w:hint="cs"/>
          <w:spacing w:val="-4"/>
          <w:sz w:val="30"/>
          <w:szCs w:val="30"/>
          <w:cs/>
        </w:rPr>
        <w:t>ายน</w:t>
      </w:r>
      <w:r w:rsidRPr="004C3EC5">
        <w:rPr>
          <w:rFonts w:ascii="Angsana New" w:hAnsi="Angsana New" w:hint="cs"/>
          <w:sz w:val="30"/>
          <w:szCs w:val="30"/>
          <w:cs/>
        </w:rPr>
        <w:t xml:space="preserve"> </w:t>
      </w:r>
      <w:r w:rsidRPr="004C3EC5">
        <w:rPr>
          <w:rFonts w:ascii="Angsana New" w:hAnsi="Angsana New" w:hint="cs"/>
          <w:sz w:val="30"/>
          <w:szCs w:val="30"/>
        </w:rPr>
        <w:t>25</w:t>
      </w:r>
      <w:r w:rsidRPr="004C3EC5">
        <w:rPr>
          <w:rFonts w:ascii="Angsana New" w:hAnsi="Angsana New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8</w:t>
      </w:r>
      <w:r w:rsidRPr="004C3EC5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งบการเปลี่ยนแปลงส่วนของผู้ถือหุ้น </w:t>
      </w:r>
      <w:r w:rsidRPr="004C3EC5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งบกระแสเงินสด สำหรับงวดเก้าเดือนสิ้นสุดวันที่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กันยายน </w:t>
      </w:r>
      <w:r>
        <w:rPr>
          <w:rFonts w:ascii="Angsana New" w:hAnsi="Angsana New"/>
          <w:sz w:val="30"/>
          <w:szCs w:val="30"/>
        </w:rPr>
        <w:t>2568</w:t>
      </w:r>
      <w:r w:rsidR="008B755E">
        <w:rPr>
          <w:rFonts w:ascii="Angsana New" w:hAnsi="Angsana New"/>
          <w:sz w:val="30"/>
          <w:szCs w:val="30"/>
        </w:rPr>
        <w:t xml:space="preserve"> </w:t>
      </w:r>
      <w:r w:rsidR="00D10562" w:rsidRPr="00656D32">
        <w:rPr>
          <w:rFonts w:ascii="Angsana New" w:hAnsi="Angsana New" w:hint="cs"/>
          <w:sz w:val="30"/>
          <w:szCs w:val="30"/>
          <w:cs/>
        </w:rPr>
        <w:t>และหมายเหตุประกอบงบการเงินแบบย่อ (ข้อมูลทางการเงินระหว่างกาล) ของ</w:t>
      </w:r>
      <w:r w:rsidR="00D10562" w:rsidRPr="00656D32">
        <w:rPr>
          <w:rFonts w:ascii="Angsana New" w:hAnsi="Angsana New"/>
          <w:sz w:val="30"/>
          <w:szCs w:val="30"/>
          <w:cs/>
        </w:rPr>
        <w:t>บริษัทเอสซีจี เดคคอร์ จำกัด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</w:t>
      </w:r>
      <w:r w:rsidR="00D10562" w:rsidRPr="00656D32">
        <w:rPr>
          <w:rFonts w:ascii="Angsana New" w:hAnsi="Angsana New"/>
          <w:sz w:val="30"/>
          <w:szCs w:val="30"/>
        </w:rPr>
        <w:t>(</w:t>
      </w:r>
      <w:r w:rsidR="00D10562" w:rsidRPr="00656D32">
        <w:rPr>
          <w:rFonts w:ascii="Angsana New" w:hAnsi="Angsana New" w:hint="cs"/>
          <w:sz w:val="30"/>
          <w:szCs w:val="30"/>
          <w:cs/>
        </w:rPr>
        <w:t>มหาชน</w:t>
      </w:r>
      <w:r w:rsidR="00D10562" w:rsidRPr="00656D32">
        <w:rPr>
          <w:rFonts w:ascii="Angsana New" w:hAnsi="Angsana New"/>
          <w:sz w:val="30"/>
          <w:szCs w:val="30"/>
        </w:rPr>
        <w:t xml:space="preserve">) </w:t>
      </w:r>
      <w:r w:rsidR="00D10562" w:rsidRPr="00656D32">
        <w:rPr>
          <w:rFonts w:ascii="Angsana New" w:hAnsi="Angsana New"/>
          <w:sz w:val="30"/>
          <w:szCs w:val="30"/>
          <w:cs/>
        </w:rPr>
        <w:t>(“</w:t>
      </w:r>
      <w:r w:rsidR="00D10562" w:rsidRPr="00656D32">
        <w:rPr>
          <w:rFonts w:ascii="Angsana New" w:hAnsi="Angsana New" w:hint="cs"/>
          <w:sz w:val="30"/>
          <w:szCs w:val="30"/>
          <w:cs/>
        </w:rPr>
        <w:t>บริษัท</w:t>
      </w:r>
      <w:r w:rsidR="00D10562" w:rsidRPr="00656D32">
        <w:rPr>
          <w:rFonts w:ascii="Angsana New" w:hAnsi="Angsana New"/>
          <w:sz w:val="30"/>
          <w:szCs w:val="30"/>
          <w:cs/>
        </w:rPr>
        <w:t>”)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D10562" w:rsidRPr="00656D32">
        <w:rPr>
          <w:rFonts w:ascii="Angsana New" w:hAnsi="Angsana New" w:hint="cs"/>
          <w:sz w:val="30"/>
          <w:szCs w:val="30"/>
        </w:rPr>
        <w:t>34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4492955" w14:textId="47DD38D1" w:rsidR="00953DEB" w:rsidRPr="00656D32" w:rsidRDefault="00953DEB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3BEB3567" w14:textId="77777777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i/>
          <w:iCs/>
          <w:sz w:val="30"/>
          <w:szCs w:val="30"/>
          <w:cs/>
        </w:rPr>
        <w:t>ขอบเขตการสอบทาน</w:t>
      </w:r>
    </w:p>
    <w:p w14:paraId="496C87DC" w14:textId="77777777" w:rsidR="00953DEB" w:rsidRPr="00656D32" w:rsidRDefault="00953DEB" w:rsidP="00953DEB">
      <w:pPr>
        <w:pStyle w:val="a"/>
        <w:tabs>
          <w:tab w:val="clear" w:pos="1080"/>
        </w:tabs>
        <w:jc w:val="both"/>
        <w:rPr>
          <w:rFonts w:ascii="Angsana New" w:hAnsi="Angsana New" w:cs="Angsana New"/>
          <w:cs/>
        </w:rPr>
      </w:pPr>
    </w:p>
    <w:p w14:paraId="63A4DBC9" w14:textId="0D2F7EDA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 w:hint="cs"/>
          <w:spacing w:val="4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656D32">
        <w:rPr>
          <w:rFonts w:ascii="Angsana New" w:hAnsi="Angsana New" w:hint="cs"/>
          <w:spacing w:val="4"/>
          <w:sz w:val="30"/>
          <w:szCs w:val="30"/>
        </w:rPr>
        <w:t xml:space="preserve">2410 </w:t>
      </w:r>
      <w:r w:rsidRPr="00656D32">
        <w:rPr>
          <w:rFonts w:ascii="Angsana New" w:hAnsi="Angsana New" w:hint="cs"/>
          <w:spacing w:val="4"/>
          <w:sz w:val="30"/>
          <w:szCs w:val="30"/>
          <w:cs/>
        </w:rPr>
        <w:t>“การสอบทานข้อมูลทางการเงินระหว่างกาล</w:t>
      </w:r>
      <w:r w:rsidRPr="00656D32">
        <w:rPr>
          <w:rFonts w:ascii="Angsana New" w:hAnsi="Angsana New" w:hint="cs"/>
          <w:spacing w:val="4"/>
          <w:sz w:val="30"/>
          <w:szCs w:val="30"/>
        </w:rPr>
        <w:br/>
      </w:r>
      <w:r w:rsidRPr="00656D32">
        <w:rPr>
          <w:rFonts w:ascii="Angsana New" w:hAnsi="Angsana New" w:hint="cs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</w:t>
      </w:r>
      <w:r w:rsidRPr="00656D32">
        <w:rPr>
          <w:rFonts w:ascii="Angsana New" w:hAnsi="Angsana New" w:hint="cs"/>
          <w:spacing w:val="-2"/>
          <w:sz w:val="30"/>
          <w:szCs w:val="30"/>
          <w:cs/>
        </w:rPr>
        <w:t>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การสอบทานนี้มีขอบเขตจำกัด</w:t>
      </w:r>
      <w:r w:rsidRPr="00656D32">
        <w:rPr>
          <w:rFonts w:ascii="Angsana New" w:hAnsi="Angsana New" w:hint="cs"/>
          <w:sz w:val="30"/>
          <w:szCs w:val="30"/>
          <w:cs/>
        </w:rPr>
        <w:t>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ข้าพเจ้าจึงไม่แสดงความเห็นต่อข้อมูลทางการเงินระหว่างกาลที่สอบทาน</w:t>
      </w:r>
    </w:p>
    <w:p w14:paraId="69F8D65F" w14:textId="77777777" w:rsidR="006253BF" w:rsidRPr="00656D32" w:rsidRDefault="006253BF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2272B155" w14:textId="77777777" w:rsidR="004C3EC5" w:rsidRPr="00656D32" w:rsidRDefault="00560EBF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 w:rsidRPr="00656D32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0DC7582D" w14:textId="2509C872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338E6FAB" w14:textId="77777777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A5ECB3C" w14:textId="77777777" w:rsidR="00953DEB" w:rsidRPr="00656D32" w:rsidRDefault="00953DEB" w:rsidP="0055141D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right="-212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56D32">
        <w:rPr>
          <w:rFonts w:ascii="Angsana New" w:hAnsi="Angsana New" w:hint="cs"/>
          <w:sz w:val="30"/>
          <w:szCs w:val="30"/>
        </w:rPr>
        <w:t>34</w:t>
      </w:r>
      <w:r w:rsidRPr="00656D32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B146CF7" w14:textId="77777777" w:rsidR="002A6BE3" w:rsidRPr="00656D32" w:rsidRDefault="002A6BE3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149"/>
        <w:jc w:val="thaiDistribute"/>
        <w:rPr>
          <w:rFonts w:ascii="Angsana New" w:eastAsia="Calibri" w:hAnsi="Angsana New"/>
          <w:sz w:val="30"/>
          <w:szCs w:val="30"/>
        </w:rPr>
      </w:pPr>
    </w:p>
    <w:p w14:paraId="49A511ED" w14:textId="25B20303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96C6462" w14:textId="109A2DA1" w:rsidR="004C3EC5" w:rsidRPr="00656D32" w:rsidRDefault="004C3EC5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F811ACB" w14:textId="77777777" w:rsidR="002B2ACF" w:rsidRPr="00656D32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5CAD94E7" w14:textId="6C98E00A" w:rsidR="00EA7470" w:rsidRPr="00656D32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656D32">
        <w:rPr>
          <w:rFonts w:ascii="Angsana New" w:eastAsia="Calibri" w:hAnsi="Angsana New"/>
          <w:sz w:val="30"/>
          <w:szCs w:val="30"/>
          <w:cs/>
        </w:rPr>
        <w:t>(</w:t>
      </w:r>
      <w:r w:rsidR="003F2018" w:rsidRPr="00656D32">
        <w:rPr>
          <w:rFonts w:ascii="Angsana New" w:eastAsia="Calibri" w:hAnsi="Angsana New"/>
          <w:sz w:val="30"/>
          <w:szCs w:val="30"/>
          <w:cs/>
        </w:rPr>
        <w:t>ทรงชัย วงศ์พิริยาภรณ์</w:t>
      </w:r>
      <w:r w:rsidRPr="00656D32">
        <w:rPr>
          <w:rFonts w:ascii="Angsana New" w:eastAsia="Calibri" w:hAnsi="Angsana New" w:hint="cs"/>
          <w:sz w:val="30"/>
          <w:szCs w:val="30"/>
          <w:cs/>
        </w:rPr>
        <w:t>)</w:t>
      </w:r>
    </w:p>
    <w:p w14:paraId="0A3639AA" w14:textId="7777777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5D4ED6C5" w14:textId="5E573F4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shd w:val="clear" w:color="auto" w:fill="E0E0E0"/>
        </w:rPr>
      </w:pPr>
      <w:r w:rsidRPr="00656D32">
        <w:rPr>
          <w:rFonts w:ascii="Angsana New" w:hAnsi="Angsana New"/>
          <w:sz w:val="30"/>
          <w:szCs w:val="30"/>
          <w:cs/>
        </w:rPr>
        <w:t>เลขทะเบียน</w:t>
      </w:r>
      <w:r w:rsidR="00D2391B" w:rsidRPr="00656D32">
        <w:rPr>
          <w:rFonts w:ascii="Angsana New" w:hAnsi="Angsana New" w:hint="cs"/>
          <w:sz w:val="30"/>
          <w:szCs w:val="30"/>
          <w:cs/>
        </w:rPr>
        <w:t xml:space="preserve"> </w:t>
      </w:r>
      <w:r w:rsidR="003F2018" w:rsidRPr="00656D32">
        <w:rPr>
          <w:rFonts w:ascii="Angsana New" w:hAnsi="Angsana New"/>
          <w:sz w:val="30"/>
          <w:szCs w:val="30"/>
        </w:rPr>
        <w:t>10996</w:t>
      </w:r>
    </w:p>
    <w:p w14:paraId="34921D42" w14:textId="77777777" w:rsidR="00EA7470" w:rsidRPr="00656D32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647930B6" w14:textId="515392DB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บริษัท</w:t>
      </w:r>
      <w:r w:rsidR="00D5655D" w:rsidRPr="00656D32">
        <w:rPr>
          <w:rFonts w:ascii="Angsana New" w:hAnsi="Angsana New"/>
          <w:sz w:val="30"/>
          <w:szCs w:val="30"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เคพีเอ็มจี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ภูมิไชย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สอบบัญชี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จำกัด</w:t>
      </w:r>
    </w:p>
    <w:p w14:paraId="184E97C0" w14:textId="7777777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4FF93139" w14:textId="1887DE53" w:rsidR="00215A6B" w:rsidRPr="00521619" w:rsidRDefault="00076879" w:rsidP="00215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s/>
        </w:rPr>
      </w:pPr>
      <w:r>
        <w:rPr>
          <w:rFonts w:ascii="Angsana New" w:hAnsi="Angsana New"/>
          <w:sz w:val="30"/>
          <w:szCs w:val="30"/>
        </w:rPr>
        <w:t>7</w:t>
      </w:r>
      <w:r w:rsidR="00215A6B" w:rsidRPr="00D377DA">
        <w:rPr>
          <w:rFonts w:ascii="Angsana New" w:hAnsi="Angsana New" w:hint="cs"/>
          <w:sz w:val="30"/>
          <w:szCs w:val="30"/>
          <w:cs/>
        </w:rPr>
        <w:t xml:space="preserve"> </w:t>
      </w:r>
      <w:r w:rsidR="00215A6B">
        <w:rPr>
          <w:rFonts w:ascii="Angsana New" w:hAnsi="Angsana New" w:hint="cs"/>
          <w:sz w:val="30"/>
          <w:szCs w:val="30"/>
          <w:cs/>
        </w:rPr>
        <w:t>พฤศจิกายน</w:t>
      </w:r>
      <w:r w:rsidR="00215A6B" w:rsidRPr="00D377DA">
        <w:rPr>
          <w:rFonts w:ascii="Angsana New" w:hAnsi="Angsana New" w:hint="cs"/>
          <w:sz w:val="30"/>
          <w:szCs w:val="30"/>
          <w:cs/>
        </w:rPr>
        <w:t xml:space="preserve"> </w:t>
      </w:r>
      <w:r w:rsidR="00215A6B" w:rsidRPr="00D377DA">
        <w:rPr>
          <w:rFonts w:ascii="Angsana New" w:hAnsi="Angsana New" w:hint="cs"/>
          <w:sz w:val="30"/>
          <w:szCs w:val="30"/>
        </w:rPr>
        <w:t>256</w:t>
      </w:r>
      <w:r w:rsidR="00215A6B">
        <w:rPr>
          <w:rFonts w:ascii="Angsana New" w:hAnsi="Angsana New"/>
          <w:sz w:val="30"/>
          <w:szCs w:val="30"/>
        </w:rPr>
        <w:t>8</w:t>
      </w:r>
    </w:p>
    <w:p w14:paraId="220C7B83" w14:textId="064FA045" w:rsidR="003D4541" w:rsidRPr="00656D32" w:rsidRDefault="003D4541" w:rsidP="00D105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3D4541" w:rsidRPr="00656D32" w:rsidSect="0055141D">
      <w:headerReference w:type="default" r:id="rId15"/>
      <w:footerReference w:type="default" r:id="rId16"/>
      <w:footerReference w:type="first" r:id="rId17"/>
      <w:pgSz w:w="11909" w:h="16834" w:code="9"/>
      <w:pgMar w:top="1701" w:right="1055" w:bottom="851" w:left="1304" w:header="851" w:footer="851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9DDC4" w14:textId="77777777" w:rsidR="004228F1" w:rsidRDefault="004228F1">
      <w:r>
        <w:separator/>
      </w:r>
    </w:p>
  </w:endnote>
  <w:endnote w:type="continuationSeparator" w:id="0">
    <w:p w14:paraId="500C397C" w14:textId="77777777" w:rsidR="004228F1" w:rsidRDefault="0042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D1B3" w14:textId="77777777" w:rsidR="00142A39" w:rsidRDefault="00142A39" w:rsidP="006218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5E236" w14:textId="77777777" w:rsidR="00142A39" w:rsidRPr="00E00619" w:rsidRDefault="00142A39" w:rsidP="00E00619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58320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FAA2A14" w14:textId="1B971460" w:rsidR="00D60298" w:rsidRPr="00D60298" w:rsidRDefault="00D60298" w:rsidP="00D6029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F65E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4764" w14:textId="2F5AB9B7" w:rsidR="00D60298" w:rsidRPr="00B257E6" w:rsidRDefault="00D60298" w:rsidP="00E83AC4">
    <w:pPr>
      <w:pStyle w:val="Footer"/>
      <w:jc w:val="center"/>
      <w:rPr>
        <w:rFonts w:asciiTheme="majorBidi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42C3E" w14:textId="77777777" w:rsidR="004228F1" w:rsidRDefault="004228F1">
      <w:r>
        <w:separator/>
      </w:r>
    </w:p>
  </w:footnote>
  <w:footnote w:type="continuationSeparator" w:id="0">
    <w:p w14:paraId="281C67B9" w14:textId="77777777" w:rsidR="004228F1" w:rsidRDefault="00422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F0E44" w14:textId="0D7783A9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D02A42A" w14:textId="2960BAD2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EEBE2C7" w14:textId="3A67D9FD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D2295C1" w14:textId="72D7D498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D03AFFF" w14:textId="7183AF50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3E97C8F" w14:textId="77777777" w:rsidR="00140981" w:rsidRP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E18EB" w14:textId="37BA715F" w:rsidR="00142A39" w:rsidRDefault="00142A39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69C0A8E" w14:textId="77777777" w:rsidR="00AE27C7" w:rsidRP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8B0869B" w14:textId="4BC2705D" w:rsidR="001B7832" w:rsidRDefault="001B7832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D5D7E1E" w14:textId="06BC390B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DE4FD16" w14:textId="54CE27A2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3D34866" w14:textId="5B8D1CA9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F9174A8" w14:textId="77777777" w:rsidR="00AE27C7" w:rsidRP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4CEC086" w14:textId="77777777" w:rsidR="00142A39" w:rsidRPr="00AE27C7" w:rsidRDefault="00142A39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0740" w14:textId="5E5BDDF7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55F4405" w14:textId="32C12DE3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80A2E8A" w14:textId="79A82C23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3B229E9" w14:textId="77777777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 w16cid:durableId="833447862">
    <w:abstractNumId w:val="6"/>
  </w:num>
  <w:num w:numId="2" w16cid:durableId="650524596">
    <w:abstractNumId w:val="5"/>
  </w:num>
  <w:num w:numId="3" w16cid:durableId="1054541364">
    <w:abstractNumId w:val="9"/>
  </w:num>
  <w:num w:numId="4" w16cid:durableId="1714498255">
    <w:abstractNumId w:val="7"/>
  </w:num>
  <w:num w:numId="5" w16cid:durableId="1321731749">
    <w:abstractNumId w:val="8"/>
  </w:num>
  <w:num w:numId="6" w16cid:durableId="1838185974">
    <w:abstractNumId w:val="3"/>
  </w:num>
  <w:num w:numId="7" w16cid:durableId="1942257283">
    <w:abstractNumId w:val="2"/>
  </w:num>
  <w:num w:numId="8" w16cid:durableId="355624549">
    <w:abstractNumId w:val="0"/>
  </w:num>
  <w:num w:numId="9" w16cid:durableId="1657950606">
    <w:abstractNumId w:val="1"/>
  </w:num>
  <w:num w:numId="10" w16cid:durableId="1569151739">
    <w:abstractNumId w:val="4"/>
  </w:num>
  <w:num w:numId="11" w16cid:durableId="1554776360">
    <w:abstractNumId w:val="22"/>
  </w:num>
  <w:num w:numId="12" w16cid:durableId="127431443">
    <w:abstractNumId w:val="15"/>
  </w:num>
  <w:num w:numId="13" w16cid:durableId="1015380870">
    <w:abstractNumId w:val="27"/>
  </w:num>
  <w:num w:numId="14" w16cid:durableId="13925962">
    <w:abstractNumId w:val="19"/>
  </w:num>
  <w:num w:numId="15" w16cid:durableId="813058929">
    <w:abstractNumId w:val="23"/>
  </w:num>
  <w:num w:numId="16" w16cid:durableId="838345978">
    <w:abstractNumId w:val="21"/>
  </w:num>
  <w:num w:numId="17" w16cid:durableId="1730305971">
    <w:abstractNumId w:val="14"/>
  </w:num>
  <w:num w:numId="18" w16cid:durableId="216015995">
    <w:abstractNumId w:val="29"/>
  </w:num>
  <w:num w:numId="19" w16cid:durableId="1342974890">
    <w:abstractNumId w:val="11"/>
  </w:num>
  <w:num w:numId="20" w16cid:durableId="400326196">
    <w:abstractNumId w:val="12"/>
  </w:num>
  <w:num w:numId="21" w16cid:durableId="193925465">
    <w:abstractNumId w:val="17"/>
  </w:num>
  <w:num w:numId="22" w16cid:durableId="200288499">
    <w:abstractNumId w:val="24"/>
  </w:num>
  <w:num w:numId="23" w16cid:durableId="1834685767">
    <w:abstractNumId w:val="26"/>
  </w:num>
  <w:num w:numId="24" w16cid:durableId="1415980787">
    <w:abstractNumId w:val="13"/>
  </w:num>
  <w:num w:numId="25" w16cid:durableId="2024164048">
    <w:abstractNumId w:val="28"/>
  </w:num>
  <w:num w:numId="26" w16cid:durableId="1343049338">
    <w:abstractNumId w:val="20"/>
  </w:num>
  <w:num w:numId="27" w16cid:durableId="188868503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774860373">
    <w:abstractNumId w:val="16"/>
  </w:num>
  <w:num w:numId="29" w16cid:durableId="1928999487">
    <w:abstractNumId w:val="18"/>
  </w:num>
  <w:num w:numId="30" w16cid:durableId="1470438268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2F25"/>
    <w:rsid w:val="0001309F"/>
    <w:rsid w:val="00013C03"/>
    <w:rsid w:val="000146C6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8FD"/>
    <w:rsid w:val="00030DAC"/>
    <w:rsid w:val="00032026"/>
    <w:rsid w:val="00032079"/>
    <w:rsid w:val="000323ED"/>
    <w:rsid w:val="0003302F"/>
    <w:rsid w:val="00033BDC"/>
    <w:rsid w:val="00034D6A"/>
    <w:rsid w:val="000354D0"/>
    <w:rsid w:val="00035ADF"/>
    <w:rsid w:val="00036D38"/>
    <w:rsid w:val="00037C84"/>
    <w:rsid w:val="00040192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4076"/>
    <w:rsid w:val="0007456F"/>
    <w:rsid w:val="00074DF8"/>
    <w:rsid w:val="00075918"/>
    <w:rsid w:val="000762B7"/>
    <w:rsid w:val="00076788"/>
    <w:rsid w:val="00076879"/>
    <w:rsid w:val="00076FE2"/>
    <w:rsid w:val="00077B6C"/>
    <w:rsid w:val="000803A1"/>
    <w:rsid w:val="0008102C"/>
    <w:rsid w:val="00081FF0"/>
    <w:rsid w:val="00082476"/>
    <w:rsid w:val="00083951"/>
    <w:rsid w:val="00083F7B"/>
    <w:rsid w:val="00084279"/>
    <w:rsid w:val="0008503B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829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CAA"/>
    <w:rsid w:val="000B0843"/>
    <w:rsid w:val="000B0966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0FFF"/>
    <w:rsid w:val="000D22B9"/>
    <w:rsid w:val="000D2815"/>
    <w:rsid w:val="000D30C4"/>
    <w:rsid w:val="000D34ED"/>
    <w:rsid w:val="000D3766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F79"/>
    <w:rsid w:val="000E6782"/>
    <w:rsid w:val="000E6AB6"/>
    <w:rsid w:val="000E7125"/>
    <w:rsid w:val="000E7848"/>
    <w:rsid w:val="000E78AB"/>
    <w:rsid w:val="000F19D8"/>
    <w:rsid w:val="000F1FDF"/>
    <w:rsid w:val="000F27C2"/>
    <w:rsid w:val="000F2934"/>
    <w:rsid w:val="000F2AFC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23ED"/>
    <w:rsid w:val="0013277E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0981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64A"/>
    <w:rsid w:val="00151B7D"/>
    <w:rsid w:val="001554B8"/>
    <w:rsid w:val="0015571F"/>
    <w:rsid w:val="001569A0"/>
    <w:rsid w:val="00157C9F"/>
    <w:rsid w:val="00157DA4"/>
    <w:rsid w:val="00160118"/>
    <w:rsid w:val="0016037E"/>
    <w:rsid w:val="0016199C"/>
    <w:rsid w:val="00161B74"/>
    <w:rsid w:val="00162454"/>
    <w:rsid w:val="00162556"/>
    <w:rsid w:val="001627D5"/>
    <w:rsid w:val="0016514F"/>
    <w:rsid w:val="00165177"/>
    <w:rsid w:val="00165CA3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409"/>
    <w:rsid w:val="00174FA4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2927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F64"/>
    <w:rsid w:val="001918B2"/>
    <w:rsid w:val="0019227A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111A"/>
    <w:rsid w:val="001A15E9"/>
    <w:rsid w:val="001A19B9"/>
    <w:rsid w:val="001A1B76"/>
    <w:rsid w:val="001A3AB2"/>
    <w:rsid w:val="001A3E4C"/>
    <w:rsid w:val="001A421B"/>
    <w:rsid w:val="001A422E"/>
    <w:rsid w:val="001A4BD6"/>
    <w:rsid w:val="001A5F4D"/>
    <w:rsid w:val="001A72B1"/>
    <w:rsid w:val="001A7C88"/>
    <w:rsid w:val="001A7F1C"/>
    <w:rsid w:val="001B0508"/>
    <w:rsid w:val="001B1224"/>
    <w:rsid w:val="001B1457"/>
    <w:rsid w:val="001B27F1"/>
    <w:rsid w:val="001B2BBA"/>
    <w:rsid w:val="001B2BF2"/>
    <w:rsid w:val="001B4610"/>
    <w:rsid w:val="001B6084"/>
    <w:rsid w:val="001B7832"/>
    <w:rsid w:val="001B7FDA"/>
    <w:rsid w:val="001C0BFB"/>
    <w:rsid w:val="001C1BAC"/>
    <w:rsid w:val="001C1F83"/>
    <w:rsid w:val="001C21AD"/>
    <w:rsid w:val="001C2F1A"/>
    <w:rsid w:val="001C3ECC"/>
    <w:rsid w:val="001C464A"/>
    <w:rsid w:val="001C4C03"/>
    <w:rsid w:val="001C54B8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305C"/>
    <w:rsid w:val="001E30D6"/>
    <w:rsid w:val="001E3B4A"/>
    <w:rsid w:val="001E47EE"/>
    <w:rsid w:val="001E4C8E"/>
    <w:rsid w:val="001E68D2"/>
    <w:rsid w:val="001E6A32"/>
    <w:rsid w:val="001E7FC2"/>
    <w:rsid w:val="001F07E3"/>
    <w:rsid w:val="001F081B"/>
    <w:rsid w:val="001F10D9"/>
    <w:rsid w:val="001F167B"/>
    <w:rsid w:val="001F2739"/>
    <w:rsid w:val="001F293A"/>
    <w:rsid w:val="001F2A5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861"/>
    <w:rsid w:val="00212A3F"/>
    <w:rsid w:val="002133C3"/>
    <w:rsid w:val="00213BD9"/>
    <w:rsid w:val="00214703"/>
    <w:rsid w:val="00214C03"/>
    <w:rsid w:val="00215114"/>
    <w:rsid w:val="00215A6B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339C"/>
    <w:rsid w:val="00243A8B"/>
    <w:rsid w:val="00244664"/>
    <w:rsid w:val="00244AF6"/>
    <w:rsid w:val="00244C8C"/>
    <w:rsid w:val="002452B9"/>
    <w:rsid w:val="002452D6"/>
    <w:rsid w:val="00246A7A"/>
    <w:rsid w:val="00246CD0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CF4"/>
    <w:rsid w:val="0027001C"/>
    <w:rsid w:val="00270489"/>
    <w:rsid w:val="00270A20"/>
    <w:rsid w:val="00271ACD"/>
    <w:rsid w:val="00273C05"/>
    <w:rsid w:val="002744A2"/>
    <w:rsid w:val="002749A4"/>
    <w:rsid w:val="00275032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6F02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5FE"/>
    <w:rsid w:val="002A2D9A"/>
    <w:rsid w:val="002A2F0A"/>
    <w:rsid w:val="002A3A66"/>
    <w:rsid w:val="002A4886"/>
    <w:rsid w:val="002A4F61"/>
    <w:rsid w:val="002A53EC"/>
    <w:rsid w:val="002A556E"/>
    <w:rsid w:val="002A5B32"/>
    <w:rsid w:val="002A5C19"/>
    <w:rsid w:val="002A5D67"/>
    <w:rsid w:val="002A6BE3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332D"/>
    <w:rsid w:val="002B349B"/>
    <w:rsid w:val="002B39B5"/>
    <w:rsid w:val="002B424B"/>
    <w:rsid w:val="002B47F4"/>
    <w:rsid w:val="002B5533"/>
    <w:rsid w:val="002B62C3"/>
    <w:rsid w:val="002B77E2"/>
    <w:rsid w:val="002C0165"/>
    <w:rsid w:val="002C04F4"/>
    <w:rsid w:val="002C1F72"/>
    <w:rsid w:val="002C27DC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3773"/>
    <w:rsid w:val="002F3983"/>
    <w:rsid w:val="002F4734"/>
    <w:rsid w:val="002F4793"/>
    <w:rsid w:val="002F4CE0"/>
    <w:rsid w:val="002F5106"/>
    <w:rsid w:val="002F5786"/>
    <w:rsid w:val="002F6041"/>
    <w:rsid w:val="002F649A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230B"/>
    <w:rsid w:val="003024C6"/>
    <w:rsid w:val="00303863"/>
    <w:rsid w:val="003045C8"/>
    <w:rsid w:val="003045C9"/>
    <w:rsid w:val="003058E3"/>
    <w:rsid w:val="00305C67"/>
    <w:rsid w:val="00306638"/>
    <w:rsid w:val="00306841"/>
    <w:rsid w:val="003068A0"/>
    <w:rsid w:val="00306E3A"/>
    <w:rsid w:val="003100C9"/>
    <w:rsid w:val="003105F0"/>
    <w:rsid w:val="003116E2"/>
    <w:rsid w:val="00311BA5"/>
    <w:rsid w:val="003125F2"/>
    <w:rsid w:val="003148FE"/>
    <w:rsid w:val="00316026"/>
    <w:rsid w:val="003162CD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3DE8"/>
    <w:rsid w:val="00374D0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FAC"/>
    <w:rsid w:val="00380FB6"/>
    <w:rsid w:val="003815E5"/>
    <w:rsid w:val="00382AE3"/>
    <w:rsid w:val="0038393D"/>
    <w:rsid w:val="00384666"/>
    <w:rsid w:val="00386C2D"/>
    <w:rsid w:val="00387115"/>
    <w:rsid w:val="00390373"/>
    <w:rsid w:val="00391374"/>
    <w:rsid w:val="0039176C"/>
    <w:rsid w:val="00392791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3C9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4DCE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62E7"/>
    <w:rsid w:val="003C65A8"/>
    <w:rsid w:val="003C7DAA"/>
    <w:rsid w:val="003D0E47"/>
    <w:rsid w:val="003D1303"/>
    <w:rsid w:val="003D35BE"/>
    <w:rsid w:val="003D3F87"/>
    <w:rsid w:val="003D4541"/>
    <w:rsid w:val="003D4C88"/>
    <w:rsid w:val="003D4E12"/>
    <w:rsid w:val="003D554A"/>
    <w:rsid w:val="003D560E"/>
    <w:rsid w:val="003D7112"/>
    <w:rsid w:val="003D7CDC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2018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28F1"/>
    <w:rsid w:val="00423390"/>
    <w:rsid w:val="004238CA"/>
    <w:rsid w:val="004247C8"/>
    <w:rsid w:val="004253CE"/>
    <w:rsid w:val="00425C81"/>
    <w:rsid w:val="00425CC7"/>
    <w:rsid w:val="00425DC0"/>
    <w:rsid w:val="0042680D"/>
    <w:rsid w:val="00426AB5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6CD5"/>
    <w:rsid w:val="004678B5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D04"/>
    <w:rsid w:val="004873A0"/>
    <w:rsid w:val="00487413"/>
    <w:rsid w:val="004879A7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3CA5"/>
    <w:rsid w:val="0049537B"/>
    <w:rsid w:val="004953A5"/>
    <w:rsid w:val="00495899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8E7"/>
    <w:rsid w:val="004B6192"/>
    <w:rsid w:val="004B62F9"/>
    <w:rsid w:val="004B6827"/>
    <w:rsid w:val="004B6946"/>
    <w:rsid w:val="004B7524"/>
    <w:rsid w:val="004C0F87"/>
    <w:rsid w:val="004C10C3"/>
    <w:rsid w:val="004C136D"/>
    <w:rsid w:val="004C29B1"/>
    <w:rsid w:val="004C2BB8"/>
    <w:rsid w:val="004C2C03"/>
    <w:rsid w:val="004C2D6B"/>
    <w:rsid w:val="004C3EC5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F0413"/>
    <w:rsid w:val="004F0D4E"/>
    <w:rsid w:val="004F1247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368"/>
    <w:rsid w:val="005113BA"/>
    <w:rsid w:val="005114C9"/>
    <w:rsid w:val="005124C0"/>
    <w:rsid w:val="00513529"/>
    <w:rsid w:val="00513F1C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420"/>
    <w:rsid w:val="0053679A"/>
    <w:rsid w:val="00536E98"/>
    <w:rsid w:val="00537EE9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289"/>
    <w:rsid w:val="0055050E"/>
    <w:rsid w:val="00550547"/>
    <w:rsid w:val="005512BE"/>
    <w:rsid w:val="0055141D"/>
    <w:rsid w:val="005519D0"/>
    <w:rsid w:val="00551E4F"/>
    <w:rsid w:val="00554A65"/>
    <w:rsid w:val="00556901"/>
    <w:rsid w:val="00556A55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7747D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1225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D0F6B"/>
    <w:rsid w:val="005D1056"/>
    <w:rsid w:val="005D1FF0"/>
    <w:rsid w:val="005D28EB"/>
    <w:rsid w:val="005D4A76"/>
    <w:rsid w:val="005D4FDD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72F"/>
    <w:rsid w:val="005E6AE7"/>
    <w:rsid w:val="005E70F0"/>
    <w:rsid w:val="005F12A5"/>
    <w:rsid w:val="005F169D"/>
    <w:rsid w:val="005F2687"/>
    <w:rsid w:val="005F2C90"/>
    <w:rsid w:val="005F369F"/>
    <w:rsid w:val="005F65EB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79B"/>
    <w:rsid w:val="00623454"/>
    <w:rsid w:val="006253BF"/>
    <w:rsid w:val="00625E78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218"/>
    <w:rsid w:val="006431F0"/>
    <w:rsid w:val="006445E5"/>
    <w:rsid w:val="006447BF"/>
    <w:rsid w:val="00644892"/>
    <w:rsid w:val="00644D66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6D32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87868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F2A"/>
    <w:rsid w:val="006B0A53"/>
    <w:rsid w:val="006B2F58"/>
    <w:rsid w:val="006B4E41"/>
    <w:rsid w:val="006B4FD0"/>
    <w:rsid w:val="006B5321"/>
    <w:rsid w:val="006B5775"/>
    <w:rsid w:val="006B5ACB"/>
    <w:rsid w:val="006B7081"/>
    <w:rsid w:val="006B7BCE"/>
    <w:rsid w:val="006C001B"/>
    <w:rsid w:val="006C067F"/>
    <w:rsid w:val="006C0E37"/>
    <w:rsid w:val="006C136C"/>
    <w:rsid w:val="006C16BE"/>
    <w:rsid w:val="006C1907"/>
    <w:rsid w:val="006C1DDC"/>
    <w:rsid w:val="006C24DE"/>
    <w:rsid w:val="006C29AE"/>
    <w:rsid w:val="006C392F"/>
    <w:rsid w:val="006C39B6"/>
    <w:rsid w:val="006C3A5A"/>
    <w:rsid w:val="006C3E4A"/>
    <w:rsid w:val="006C42F1"/>
    <w:rsid w:val="006C5A63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599"/>
    <w:rsid w:val="007138E8"/>
    <w:rsid w:val="00713EA9"/>
    <w:rsid w:val="007140E8"/>
    <w:rsid w:val="00714137"/>
    <w:rsid w:val="00714953"/>
    <w:rsid w:val="00714CA0"/>
    <w:rsid w:val="00715BE6"/>
    <w:rsid w:val="00716405"/>
    <w:rsid w:val="00716460"/>
    <w:rsid w:val="00716BBC"/>
    <w:rsid w:val="0071725E"/>
    <w:rsid w:val="007203F8"/>
    <w:rsid w:val="00721177"/>
    <w:rsid w:val="007220B5"/>
    <w:rsid w:val="00722F90"/>
    <w:rsid w:val="00723012"/>
    <w:rsid w:val="0072394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7E6"/>
    <w:rsid w:val="00744A80"/>
    <w:rsid w:val="00745CBB"/>
    <w:rsid w:val="00745F09"/>
    <w:rsid w:val="00746024"/>
    <w:rsid w:val="00746220"/>
    <w:rsid w:val="007467FC"/>
    <w:rsid w:val="0074680A"/>
    <w:rsid w:val="00746958"/>
    <w:rsid w:val="00747388"/>
    <w:rsid w:val="007473C4"/>
    <w:rsid w:val="00750BB6"/>
    <w:rsid w:val="0075110B"/>
    <w:rsid w:val="007511D5"/>
    <w:rsid w:val="00752328"/>
    <w:rsid w:val="007528B8"/>
    <w:rsid w:val="00753150"/>
    <w:rsid w:val="007532BF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326D"/>
    <w:rsid w:val="007644ED"/>
    <w:rsid w:val="007648FC"/>
    <w:rsid w:val="00764CFC"/>
    <w:rsid w:val="00765AC2"/>
    <w:rsid w:val="00766892"/>
    <w:rsid w:val="0076691D"/>
    <w:rsid w:val="00766BE8"/>
    <w:rsid w:val="00767F30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1AB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E61"/>
    <w:rsid w:val="007A0314"/>
    <w:rsid w:val="007A0CF0"/>
    <w:rsid w:val="007A16F5"/>
    <w:rsid w:val="007A264A"/>
    <w:rsid w:val="007A278C"/>
    <w:rsid w:val="007A2ACD"/>
    <w:rsid w:val="007A2AFE"/>
    <w:rsid w:val="007A2B60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1CC"/>
    <w:rsid w:val="007D33D4"/>
    <w:rsid w:val="007D4541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4E66"/>
    <w:rsid w:val="007E5786"/>
    <w:rsid w:val="007E62A2"/>
    <w:rsid w:val="007E65C5"/>
    <w:rsid w:val="007E6F2F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E5"/>
    <w:rsid w:val="008101EE"/>
    <w:rsid w:val="008111C4"/>
    <w:rsid w:val="008111D5"/>
    <w:rsid w:val="008112FB"/>
    <w:rsid w:val="00811BD0"/>
    <w:rsid w:val="0081254C"/>
    <w:rsid w:val="00812A68"/>
    <w:rsid w:val="00813229"/>
    <w:rsid w:val="00813F8C"/>
    <w:rsid w:val="00813F9B"/>
    <w:rsid w:val="008146EA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B05"/>
    <w:rsid w:val="00830A84"/>
    <w:rsid w:val="00830C8A"/>
    <w:rsid w:val="00830CE8"/>
    <w:rsid w:val="00831591"/>
    <w:rsid w:val="00832156"/>
    <w:rsid w:val="0083334B"/>
    <w:rsid w:val="008340B9"/>
    <w:rsid w:val="0083556F"/>
    <w:rsid w:val="008370FC"/>
    <w:rsid w:val="0083720C"/>
    <w:rsid w:val="00841F96"/>
    <w:rsid w:val="00843D69"/>
    <w:rsid w:val="008441AB"/>
    <w:rsid w:val="00844414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73FD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664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73C8"/>
    <w:rsid w:val="008875BB"/>
    <w:rsid w:val="00890BF9"/>
    <w:rsid w:val="00891888"/>
    <w:rsid w:val="00891CD0"/>
    <w:rsid w:val="00892010"/>
    <w:rsid w:val="008922D8"/>
    <w:rsid w:val="00893084"/>
    <w:rsid w:val="008930F5"/>
    <w:rsid w:val="0089415E"/>
    <w:rsid w:val="00895804"/>
    <w:rsid w:val="00895F51"/>
    <w:rsid w:val="00895FF6"/>
    <w:rsid w:val="008975DF"/>
    <w:rsid w:val="00897659"/>
    <w:rsid w:val="008976BD"/>
    <w:rsid w:val="00897A01"/>
    <w:rsid w:val="00897EF4"/>
    <w:rsid w:val="008A12AE"/>
    <w:rsid w:val="008A17CB"/>
    <w:rsid w:val="008A256A"/>
    <w:rsid w:val="008A2952"/>
    <w:rsid w:val="008A2BA4"/>
    <w:rsid w:val="008A2E8A"/>
    <w:rsid w:val="008A4D6E"/>
    <w:rsid w:val="008A5043"/>
    <w:rsid w:val="008A5EB8"/>
    <w:rsid w:val="008A64E1"/>
    <w:rsid w:val="008A73FD"/>
    <w:rsid w:val="008B02E7"/>
    <w:rsid w:val="008B0E2F"/>
    <w:rsid w:val="008B2850"/>
    <w:rsid w:val="008B2C72"/>
    <w:rsid w:val="008B2C8A"/>
    <w:rsid w:val="008B367B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55E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2D8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179F"/>
    <w:rsid w:val="008D26B8"/>
    <w:rsid w:val="008D386F"/>
    <w:rsid w:val="008D3B1C"/>
    <w:rsid w:val="008D5458"/>
    <w:rsid w:val="008D6540"/>
    <w:rsid w:val="008D7877"/>
    <w:rsid w:val="008E178C"/>
    <w:rsid w:val="008E1EBC"/>
    <w:rsid w:val="008E24CF"/>
    <w:rsid w:val="008E2659"/>
    <w:rsid w:val="008E2E2E"/>
    <w:rsid w:val="008E347C"/>
    <w:rsid w:val="008E42D6"/>
    <w:rsid w:val="008E4A3C"/>
    <w:rsid w:val="008E4F81"/>
    <w:rsid w:val="008E58C7"/>
    <w:rsid w:val="008E6150"/>
    <w:rsid w:val="008E6CE8"/>
    <w:rsid w:val="008E7921"/>
    <w:rsid w:val="008F1115"/>
    <w:rsid w:val="008F152A"/>
    <w:rsid w:val="008F2B62"/>
    <w:rsid w:val="008F4318"/>
    <w:rsid w:val="008F561A"/>
    <w:rsid w:val="008F5D4B"/>
    <w:rsid w:val="008F5F4C"/>
    <w:rsid w:val="008F6159"/>
    <w:rsid w:val="008F6643"/>
    <w:rsid w:val="008F76B1"/>
    <w:rsid w:val="008F7812"/>
    <w:rsid w:val="008F7A45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6F2"/>
    <w:rsid w:val="00920F30"/>
    <w:rsid w:val="009219CC"/>
    <w:rsid w:val="00921A58"/>
    <w:rsid w:val="00921F1B"/>
    <w:rsid w:val="00923E94"/>
    <w:rsid w:val="00924277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06BF"/>
    <w:rsid w:val="009410E9"/>
    <w:rsid w:val="00942009"/>
    <w:rsid w:val="00942403"/>
    <w:rsid w:val="00942C6E"/>
    <w:rsid w:val="009434A4"/>
    <w:rsid w:val="009446B5"/>
    <w:rsid w:val="009458F1"/>
    <w:rsid w:val="009475E2"/>
    <w:rsid w:val="009479EF"/>
    <w:rsid w:val="00950138"/>
    <w:rsid w:val="00951BBF"/>
    <w:rsid w:val="009531DB"/>
    <w:rsid w:val="00953DE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5F79"/>
    <w:rsid w:val="00976077"/>
    <w:rsid w:val="0097622B"/>
    <w:rsid w:val="0097645A"/>
    <w:rsid w:val="0097685E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319"/>
    <w:rsid w:val="009C1592"/>
    <w:rsid w:val="009C211F"/>
    <w:rsid w:val="009C2986"/>
    <w:rsid w:val="009C2CBA"/>
    <w:rsid w:val="009C30C5"/>
    <w:rsid w:val="009C3B4A"/>
    <w:rsid w:val="009C3C3D"/>
    <w:rsid w:val="009C4404"/>
    <w:rsid w:val="009C4F1F"/>
    <w:rsid w:val="009C582B"/>
    <w:rsid w:val="009C7991"/>
    <w:rsid w:val="009D0D15"/>
    <w:rsid w:val="009D1AFF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50ED"/>
    <w:rsid w:val="009E5FF5"/>
    <w:rsid w:val="009E6090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C1"/>
    <w:rsid w:val="009F57ED"/>
    <w:rsid w:val="009F5B59"/>
    <w:rsid w:val="009F61CB"/>
    <w:rsid w:val="009F65C3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2797"/>
    <w:rsid w:val="00A12B4D"/>
    <w:rsid w:val="00A13758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37E24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4A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B6BB6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6029"/>
    <w:rsid w:val="00AC70D5"/>
    <w:rsid w:val="00AC7207"/>
    <w:rsid w:val="00AD06B8"/>
    <w:rsid w:val="00AD1755"/>
    <w:rsid w:val="00AD1A94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27C7"/>
    <w:rsid w:val="00AE47D0"/>
    <w:rsid w:val="00AF01AE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57E6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550"/>
    <w:rsid w:val="00B37496"/>
    <w:rsid w:val="00B374CC"/>
    <w:rsid w:val="00B3759A"/>
    <w:rsid w:val="00B404D6"/>
    <w:rsid w:val="00B40700"/>
    <w:rsid w:val="00B40900"/>
    <w:rsid w:val="00B4161F"/>
    <w:rsid w:val="00B42EF4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3EE2"/>
    <w:rsid w:val="00B74CD1"/>
    <w:rsid w:val="00B75324"/>
    <w:rsid w:val="00B7535E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A2A"/>
    <w:rsid w:val="00B84D73"/>
    <w:rsid w:val="00B85B57"/>
    <w:rsid w:val="00B86174"/>
    <w:rsid w:val="00B873E6"/>
    <w:rsid w:val="00B875D4"/>
    <w:rsid w:val="00B90427"/>
    <w:rsid w:val="00B90BEE"/>
    <w:rsid w:val="00B90C3C"/>
    <w:rsid w:val="00B92CB8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252C"/>
    <w:rsid w:val="00BB2949"/>
    <w:rsid w:val="00BB3BAF"/>
    <w:rsid w:val="00BB3D98"/>
    <w:rsid w:val="00BB3DBB"/>
    <w:rsid w:val="00BB48E5"/>
    <w:rsid w:val="00BB5F57"/>
    <w:rsid w:val="00BB61F8"/>
    <w:rsid w:val="00BB64FB"/>
    <w:rsid w:val="00BB7499"/>
    <w:rsid w:val="00BC1E6E"/>
    <w:rsid w:val="00BC2171"/>
    <w:rsid w:val="00BC22A2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611"/>
    <w:rsid w:val="00BF3189"/>
    <w:rsid w:val="00BF34D2"/>
    <w:rsid w:val="00BF3818"/>
    <w:rsid w:val="00BF4080"/>
    <w:rsid w:val="00BF4151"/>
    <w:rsid w:val="00BF4238"/>
    <w:rsid w:val="00BF47B1"/>
    <w:rsid w:val="00BF54C8"/>
    <w:rsid w:val="00BF54D8"/>
    <w:rsid w:val="00BF55ED"/>
    <w:rsid w:val="00BF64BB"/>
    <w:rsid w:val="00BF6A4D"/>
    <w:rsid w:val="00BF77BE"/>
    <w:rsid w:val="00BF783D"/>
    <w:rsid w:val="00C01472"/>
    <w:rsid w:val="00C016B9"/>
    <w:rsid w:val="00C016C3"/>
    <w:rsid w:val="00C017FD"/>
    <w:rsid w:val="00C01B18"/>
    <w:rsid w:val="00C02165"/>
    <w:rsid w:val="00C0376B"/>
    <w:rsid w:val="00C038B3"/>
    <w:rsid w:val="00C03DF5"/>
    <w:rsid w:val="00C046B8"/>
    <w:rsid w:val="00C04F17"/>
    <w:rsid w:val="00C052E5"/>
    <w:rsid w:val="00C0537E"/>
    <w:rsid w:val="00C065A8"/>
    <w:rsid w:val="00C0663A"/>
    <w:rsid w:val="00C0669E"/>
    <w:rsid w:val="00C07404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1D2C"/>
    <w:rsid w:val="00C42DBE"/>
    <w:rsid w:val="00C43331"/>
    <w:rsid w:val="00C44830"/>
    <w:rsid w:val="00C46277"/>
    <w:rsid w:val="00C46623"/>
    <w:rsid w:val="00C473EA"/>
    <w:rsid w:val="00C50272"/>
    <w:rsid w:val="00C50AF5"/>
    <w:rsid w:val="00C510CC"/>
    <w:rsid w:val="00C51ECA"/>
    <w:rsid w:val="00C53209"/>
    <w:rsid w:val="00C54040"/>
    <w:rsid w:val="00C550D8"/>
    <w:rsid w:val="00C55524"/>
    <w:rsid w:val="00C558D0"/>
    <w:rsid w:val="00C55A4C"/>
    <w:rsid w:val="00C55C35"/>
    <w:rsid w:val="00C56228"/>
    <w:rsid w:val="00C56E1C"/>
    <w:rsid w:val="00C5785C"/>
    <w:rsid w:val="00C57A48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7096C"/>
    <w:rsid w:val="00C70A45"/>
    <w:rsid w:val="00C70AB2"/>
    <w:rsid w:val="00C71629"/>
    <w:rsid w:val="00C718D3"/>
    <w:rsid w:val="00C722A3"/>
    <w:rsid w:val="00C72AF6"/>
    <w:rsid w:val="00C7309B"/>
    <w:rsid w:val="00C745FF"/>
    <w:rsid w:val="00C74CA6"/>
    <w:rsid w:val="00C74D19"/>
    <w:rsid w:val="00C76D66"/>
    <w:rsid w:val="00C7781D"/>
    <w:rsid w:val="00C8025E"/>
    <w:rsid w:val="00C8034D"/>
    <w:rsid w:val="00C80A2D"/>
    <w:rsid w:val="00C81139"/>
    <w:rsid w:val="00C832D7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305A"/>
    <w:rsid w:val="00CC319F"/>
    <w:rsid w:val="00CC493C"/>
    <w:rsid w:val="00CC6702"/>
    <w:rsid w:val="00CC6941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30BA"/>
    <w:rsid w:val="00CD315C"/>
    <w:rsid w:val="00CD3EC2"/>
    <w:rsid w:val="00CD4155"/>
    <w:rsid w:val="00CD4905"/>
    <w:rsid w:val="00CD4F09"/>
    <w:rsid w:val="00CD4F4C"/>
    <w:rsid w:val="00CD5F93"/>
    <w:rsid w:val="00CE008E"/>
    <w:rsid w:val="00CE07A0"/>
    <w:rsid w:val="00CE0A7F"/>
    <w:rsid w:val="00CE1451"/>
    <w:rsid w:val="00CE18D7"/>
    <w:rsid w:val="00CE1949"/>
    <w:rsid w:val="00CE1FB8"/>
    <w:rsid w:val="00CE1FE9"/>
    <w:rsid w:val="00CE208B"/>
    <w:rsid w:val="00CE20A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562"/>
    <w:rsid w:val="00D1082B"/>
    <w:rsid w:val="00D10A69"/>
    <w:rsid w:val="00D1161A"/>
    <w:rsid w:val="00D11A52"/>
    <w:rsid w:val="00D13338"/>
    <w:rsid w:val="00D1337E"/>
    <w:rsid w:val="00D14EE4"/>
    <w:rsid w:val="00D15C8F"/>
    <w:rsid w:val="00D16837"/>
    <w:rsid w:val="00D16F19"/>
    <w:rsid w:val="00D17610"/>
    <w:rsid w:val="00D204DC"/>
    <w:rsid w:val="00D207EA"/>
    <w:rsid w:val="00D21181"/>
    <w:rsid w:val="00D21635"/>
    <w:rsid w:val="00D223A7"/>
    <w:rsid w:val="00D224F9"/>
    <w:rsid w:val="00D22821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3170"/>
    <w:rsid w:val="00D33BA6"/>
    <w:rsid w:val="00D34C67"/>
    <w:rsid w:val="00D36080"/>
    <w:rsid w:val="00D36473"/>
    <w:rsid w:val="00D3660F"/>
    <w:rsid w:val="00D3764C"/>
    <w:rsid w:val="00D37796"/>
    <w:rsid w:val="00D377DA"/>
    <w:rsid w:val="00D37826"/>
    <w:rsid w:val="00D37E04"/>
    <w:rsid w:val="00D37EDE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37"/>
    <w:rsid w:val="00D501E3"/>
    <w:rsid w:val="00D50C83"/>
    <w:rsid w:val="00D51248"/>
    <w:rsid w:val="00D51451"/>
    <w:rsid w:val="00D51956"/>
    <w:rsid w:val="00D51C5D"/>
    <w:rsid w:val="00D51FC7"/>
    <w:rsid w:val="00D52949"/>
    <w:rsid w:val="00D53ADA"/>
    <w:rsid w:val="00D53EBE"/>
    <w:rsid w:val="00D54EA0"/>
    <w:rsid w:val="00D55AD4"/>
    <w:rsid w:val="00D55DFC"/>
    <w:rsid w:val="00D55F16"/>
    <w:rsid w:val="00D564CA"/>
    <w:rsid w:val="00D5655D"/>
    <w:rsid w:val="00D57644"/>
    <w:rsid w:val="00D57D3B"/>
    <w:rsid w:val="00D601C2"/>
    <w:rsid w:val="00D60298"/>
    <w:rsid w:val="00D6033F"/>
    <w:rsid w:val="00D6078A"/>
    <w:rsid w:val="00D615B6"/>
    <w:rsid w:val="00D617F3"/>
    <w:rsid w:val="00D62091"/>
    <w:rsid w:val="00D64C34"/>
    <w:rsid w:val="00D64FA5"/>
    <w:rsid w:val="00D66673"/>
    <w:rsid w:val="00D66A5E"/>
    <w:rsid w:val="00D66CB6"/>
    <w:rsid w:val="00D67152"/>
    <w:rsid w:val="00D677D9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985"/>
    <w:rsid w:val="00D73D30"/>
    <w:rsid w:val="00D745D0"/>
    <w:rsid w:val="00D74C46"/>
    <w:rsid w:val="00D75601"/>
    <w:rsid w:val="00D76860"/>
    <w:rsid w:val="00D770A8"/>
    <w:rsid w:val="00D77AE8"/>
    <w:rsid w:val="00D80AEA"/>
    <w:rsid w:val="00D80BDB"/>
    <w:rsid w:val="00D81306"/>
    <w:rsid w:val="00D826F2"/>
    <w:rsid w:val="00D83177"/>
    <w:rsid w:val="00D85450"/>
    <w:rsid w:val="00D85D04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B53"/>
    <w:rsid w:val="00D91F77"/>
    <w:rsid w:val="00D9230B"/>
    <w:rsid w:val="00D92A3F"/>
    <w:rsid w:val="00D92B33"/>
    <w:rsid w:val="00D940D1"/>
    <w:rsid w:val="00D94B89"/>
    <w:rsid w:val="00D94C72"/>
    <w:rsid w:val="00D955A1"/>
    <w:rsid w:val="00D968C0"/>
    <w:rsid w:val="00D96950"/>
    <w:rsid w:val="00D96A46"/>
    <w:rsid w:val="00D96EC1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727"/>
    <w:rsid w:val="00DD5DCE"/>
    <w:rsid w:val="00DD5EC8"/>
    <w:rsid w:val="00DD67A6"/>
    <w:rsid w:val="00DD6FF2"/>
    <w:rsid w:val="00DD7308"/>
    <w:rsid w:val="00DD7938"/>
    <w:rsid w:val="00DD7960"/>
    <w:rsid w:val="00DE0A53"/>
    <w:rsid w:val="00DE0E71"/>
    <w:rsid w:val="00DE264E"/>
    <w:rsid w:val="00DE3138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697"/>
    <w:rsid w:val="00E03D9C"/>
    <w:rsid w:val="00E049FB"/>
    <w:rsid w:val="00E05FBE"/>
    <w:rsid w:val="00E06D4E"/>
    <w:rsid w:val="00E07509"/>
    <w:rsid w:val="00E106DB"/>
    <w:rsid w:val="00E10CFA"/>
    <w:rsid w:val="00E10F03"/>
    <w:rsid w:val="00E11783"/>
    <w:rsid w:val="00E11B42"/>
    <w:rsid w:val="00E12317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869"/>
    <w:rsid w:val="00E22C07"/>
    <w:rsid w:val="00E23845"/>
    <w:rsid w:val="00E23AA3"/>
    <w:rsid w:val="00E240F6"/>
    <w:rsid w:val="00E245DC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2CC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7760B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B"/>
    <w:rsid w:val="00E91E4A"/>
    <w:rsid w:val="00E92C55"/>
    <w:rsid w:val="00E9459A"/>
    <w:rsid w:val="00E947BE"/>
    <w:rsid w:val="00E953B1"/>
    <w:rsid w:val="00E95526"/>
    <w:rsid w:val="00E95EB0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0B88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654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908"/>
    <w:rsid w:val="00F5003A"/>
    <w:rsid w:val="00F502C2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5F3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F84"/>
    <w:rsid w:val="00F730C3"/>
    <w:rsid w:val="00F731FE"/>
    <w:rsid w:val="00F73472"/>
    <w:rsid w:val="00F73D72"/>
    <w:rsid w:val="00F740A3"/>
    <w:rsid w:val="00F74C4D"/>
    <w:rsid w:val="00F74EAC"/>
    <w:rsid w:val="00F75D5D"/>
    <w:rsid w:val="00F77C5C"/>
    <w:rsid w:val="00F81716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599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A1F754-813D-4687-B9B1-CFCD8B5C1F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155F6F-C46F-410F-9C23-C37594955FB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CEC42E8-DF45-4389-83B1-F20ADD1AA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224</TotalTime>
  <Pages>3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Pannapat, Taksina</dc:creator>
  <cp:lastModifiedBy>Pintip, Chantaket</cp:lastModifiedBy>
  <cp:revision>51</cp:revision>
  <cp:lastPrinted>2024-05-08T11:58:00Z</cp:lastPrinted>
  <dcterms:created xsi:type="dcterms:W3CDTF">2023-07-31T07:03:00Z</dcterms:created>
  <dcterms:modified xsi:type="dcterms:W3CDTF">2025-10-07T04:47:00Z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