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18909" w14:textId="5394953C" w:rsidR="00100B54" w:rsidRPr="00D10674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r w:rsidRPr="00D10674">
        <w:rPr>
          <w:rFonts w:ascii="Angsana New" w:hAnsi="Angsana New"/>
          <w:b/>
          <w:bCs/>
          <w:sz w:val="52"/>
          <w:szCs w:val="52"/>
          <w:cs/>
        </w:rPr>
        <w:t>บริษัทเอสซีจี เดคคอร์ จำกัด</w:t>
      </w:r>
      <w:r w:rsidR="00A769A1">
        <w:rPr>
          <w:rFonts w:ascii="Angsana New" w:hAnsi="Angsana New"/>
          <w:b/>
          <w:bCs/>
          <w:sz w:val="52"/>
          <w:szCs w:val="52"/>
        </w:rPr>
        <w:t xml:space="preserve"> 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(</w:t>
      </w:r>
      <w:r w:rsidR="00A769A1" w:rsidRPr="00AF2936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)</w:t>
      </w:r>
    </w:p>
    <w:p w14:paraId="66D5506C" w14:textId="15FF0462" w:rsidR="00D615B6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10674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33D80CE4" w14:textId="77777777" w:rsidR="00942403" w:rsidRPr="00BC2171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724B13FE" w14:textId="77777777" w:rsidR="0015031D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งบการเงินรวมระหว่างกาล</w:t>
      </w:r>
    </w:p>
    <w:p w14:paraId="0F248C4F" w14:textId="2C299789" w:rsidR="001B31C1" w:rsidRDefault="001B31C1" w:rsidP="001B3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สำหรับงวด</w:t>
      </w:r>
      <w:r w:rsidRPr="00AF2936">
        <w:rPr>
          <w:rFonts w:ascii="Angsana New" w:hAnsi="Angsana New"/>
          <w:sz w:val="32"/>
          <w:szCs w:val="32"/>
          <w:cs/>
        </w:rPr>
        <w:t>สามเดือน</w:t>
      </w:r>
      <w:r w:rsidRPr="00AF2936">
        <w:rPr>
          <w:rFonts w:ascii="Angsana New" w:hAnsi="Angsana New" w:hint="cs"/>
          <w:sz w:val="32"/>
          <w:szCs w:val="32"/>
          <w:cs/>
        </w:rPr>
        <w:t>และ</w:t>
      </w:r>
      <w:r>
        <w:rPr>
          <w:rFonts w:ascii="Angsana New" w:hAnsi="Angsana New" w:hint="cs"/>
          <w:sz w:val="32"/>
          <w:szCs w:val="32"/>
          <w:cs/>
        </w:rPr>
        <w:t>เก้า</w:t>
      </w:r>
      <w:r w:rsidRPr="00AF2936">
        <w:rPr>
          <w:rFonts w:ascii="Angsana New" w:hAnsi="Angsana New" w:hint="cs"/>
          <w:sz w:val="32"/>
          <w:szCs w:val="32"/>
          <w:cs/>
        </w:rPr>
        <w:t>เดือนสิ้น</w:t>
      </w:r>
      <w:r w:rsidRPr="00AF2936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Pr="00AF2936"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>กันย</w:t>
      </w:r>
      <w:r w:rsidRPr="00AF2936">
        <w:rPr>
          <w:rFonts w:ascii="Angsana New" w:hAnsi="Angsana New" w:hint="cs"/>
          <w:sz w:val="32"/>
          <w:szCs w:val="32"/>
          <w:cs/>
        </w:rPr>
        <w:t>ายน</w:t>
      </w:r>
      <w:r>
        <w:rPr>
          <w:rFonts w:ascii="Angsana New" w:hAnsi="Angsana New"/>
          <w:sz w:val="32"/>
          <w:szCs w:val="32"/>
        </w:rPr>
        <w:t xml:space="preserve"> 2568</w:t>
      </w:r>
    </w:p>
    <w:p w14:paraId="31A82F98" w14:textId="18DAAF73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66D467B6" w14:textId="77777777" w:rsidR="00953DEB" w:rsidRDefault="00953DEB" w:rsidP="00953DEB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A6CCC32" w14:textId="77777777" w:rsidR="00FF6685" w:rsidRPr="00BC2171" w:rsidRDefault="00FF668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3AE28A1C" w14:textId="5DAE016B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1FD91609" w14:textId="77777777" w:rsidR="0066743F" w:rsidRPr="00100B54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1" w:name="ExtraText"/>
      <w:bookmarkEnd w:id="0"/>
      <w:bookmarkEnd w:id="1"/>
    </w:p>
    <w:p w14:paraId="662F2425" w14:textId="77777777" w:rsidR="0066743F" w:rsidRPr="00BC2171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BC2171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BC2171" w:rsidSect="006253B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081FF0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081FF0">
        <w:rPr>
          <w:rFonts w:ascii="Angsana New" w:hAnsi="Angsana New" w:cs="Angsana New"/>
          <w:cs/>
        </w:rPr>
        <w:lastRenderedPageBreak/>
        <w:t>รายงาน</w:t>
      </w:r>
      <w:r w:rsidR="00953DEB" w:rsidRPr="00953DEB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953DEB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24"/>
          <w:szCs w:val="24"/>
          <w:u w:val="single"/>
        </w:rPr>
      </w:pPr>
    </w:p>
    <w:p w14:paraId="2E7673A8" w14:textId="19DA2B3C" w:rsidR="00D615B6" w:rsidRPr="00081FF0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081FF0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081FF0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7A2285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953DEB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05B34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A769A1" w:rsidRPr="00A769A1">
        <w:rPr>
          <w:rFonts w:ascii="Angsana New" w:hAnsi="Angsana New"/>
          <w:b/>
          <w:bCs/>
          <w:sz w:val="30"/>
          <w:szCs w:val="30"/>
          <w:cs/>
        </w:rPr>
        <w:t xml:space="preserve">(มหาชน) </w:t>
      </w:r>
    </w:p>
    <w:p w14:paraId="113FC089" w14:textId="1B04DAC3" w:rsidR="00D615B6" w:rsidRPr="00953DEB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</w:p>
    <w:p w14:paraId="203E8251" w14:textId="06C7333E" w:rsidR="008F464D" w:rsidRDefault="001B31C1" w:rsidP="008F464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ข้าพเจ้าได้สอบทานงบฐานะการเงินรวม ณ วันที่ </w:t>
      </w:r>
      <w:r w:rsidRPr="00AF2936">
        <w:rPr>
          <w:rFonts w:ascii="Angsana New" w:hAnsi="Angsana New" w:hint="cs"/>
          <w:spacing w:val="-8"/>
          <w:sz w:val="30"/>
          <w:szCs w:val="30"/>
        </w:rPr>
        <w:t>3</w:t>
      </w:r>
      <w:r w:rsidRPr="00AF2936">
        <w:rPr>
          <w:rFonts w:ascii="Angsana New" w:hAnsi="Angsana New"/>
          <w:spacing w:val="-8"/>
          <w:sz w:val="30"/>
          <w:szCs w:val="30"/>
        </w:rPr>
        <w:t xml:space="preserve">0 </w:t>
      </w:r>
      <w:r>
        <w:rPr>
          <w:rFonts w:ascii="Angsana New" w:hAnsi="Angsana New" w:hint="cs"/>
          <w:spacing w:val="-8"/>
          <w:sz w:val="30"/>
          <w:szCs w:val="30"/>
          <w:cs/>
        </w:rPr>
        <w:t>กันยา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 xml:space="preserve">ยน </w:t>
      </w:r>
      <w:r w:rsidRPr="00D10674">
        <w:rPr>
          <w:rFonts w:ascii="Angsana New" w:hAnsi="Angsana New" w:hint="cs"/>
          <w:spacing w:val="-8"/>
          <w:sz w:val="30"/>
          <w:szCs w:val="30"/>
        </w:rPr>
        <w:t>256</w:t>
      </w:r>
      <w:r>
        <w:rPr>
          <w:rFonts w:ascii="Angsana New" w:hAnsi="Angsana New"/>
          <w:spacing w:val="-8"/>
          <w:sz w:val="30"/>
          <w:szCs w:val="30"/>
        </w:rPr>
        <w:t>8</w:t>
      </w: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 งบกำไรขาดทุนรวม 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>และงบกำไรขาดทุนเบ็ดเสร็จรวม</w:t>
      </w:r>
      <w:r w:rsidRPr="00AF2936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AF2936">
        <w:rPr>
          <w:rFonts w:ascii="Angsana New" w:hAnsi="Angsana New" w:hint="cs"/>
          <w:spacing w:val="-6"/>
          <w:sz w:val="30"/>
          <w:szCs w:val="30"/>
        </w:rPr>
        <w:br/>
      </w:r>
      <w:r w:rsidRPr="00AF2936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</w:t>
      </w:r>
      <w:r w:rsidRPr="00AF2936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AF2936">
        <w:rPr>
          <w:rFonts w:ascii="Angsana New" w:hAnsi="Angsana New"/>
          <w:sz w:val="30"/>
          <w:szCs w:val="30"/>
          <w:cs/>
        </w:rPr>
        <w:t>เดือน</w:t>
      </w:r>
      <w:r w:rsidRPr="00AF2936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Pr="00AF2936">
        <w:rPr>
          <w:rFonts w:ascii="Angsana New" w:hAnsi="Angsana New" w:hint="cs"/>
          <w:spacing w:val="-8"/>
          <w:sz w:val="30"/>
          <w:szCs w:val="30"/>
        </w:rPr>
        <w:t>3</w:t>
      </w:r>
      <w:r w:rsidRPr="00AF2936">
        <w:rPr>
          <w:rFonts w:ascii="Angsana New" w:hAnsi="Angsana New"/>
          <w:spacing w:val="-8"/>
          <w:sz w:val="30"/>
          <w:szCs w:val="30"/>
        </w:rPr>
        <w:t xml:space="preserve">0 </w:t>
      </w:r>
      <w:r>
        <w:rPr>
          <w:rFonts w:ascii="Angsana New" w:hAnsi="Angsana New" w:hint="cs"/>
          <w:spacing w:val="-8"/>
          <w:sz w:val="30"/>
          <w:szCs w:val="30"/>
          <w:cs/>
        </w:rPr>
        <w:t>กันยา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>ยน</w:t>
      </w:r>
      <w:r w:rsidRPr="00AF2936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AF2936">
        <w:rPr>
          <w:rFonts w:ascii="Angsana New" w:hAnsi="Angsana New" w:hint="cs"/>
          <w:spacing w:val="-6"/>
          <w:sz w:val="30"/>
          <w:szCs w:val="30"/>
        </w:rPr>
        <w:t>256</w:t>
      </w:r>
      <w:r>
        <w:rPr>
          <w:rFonts w:ascii="Angsana New" w:hAnsi="Angsana New"/>
          <w:spacing w:val="-6"/>
          <w:sz w:val="30"/>
          <w:szCs w:val="30"/>
        </w:rPr>
        <w:t xml:space="preserve">8 </w:t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>งบการเปลี่ยนแปลงส่วนของผู้ถือหุ้นรวม และ</w:t>
      </w:r>
      <w:r w:rsidR="003C5D54">
        <w:rPr>
          <w:rFonts w:ascii="Angsana New" w:hAnsi="Angsana New"/>
          <w:spacing w:val="-4"/>
          <w:sz w:val="30"/>
          <w:szCs w:val="30"/>
          <w:cs/>
        </w:rPr>
        <w:br/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 xml:space="preserve">งบกระแสเงินสดรวม </w:t>
      </w:r>
      <w:r w:rsidRPr="00AF2936">
        <w:rPr>
          <w:rFonts w:ascii="Angsana New" w:hAnsi="Angsana New"/>
          <w:sz w:val="30"/>
          <w:szCs w:val="30"/>
          <w:cs/>
        </w:rPr>
        <w:t>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AF2936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AF2936">
        <w:rPr>
          <w:rFonts w:ascii="Angsana New" w:hAnsi="Angsana New"/>
          <w:sz w:val="30"/>
          <w:szCs w:val="30"/>
        </w:rPr>
        <w:t>30</w:t>
      </w:r>
      <w:r w:rsidRPr="00AF2936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</w:t>
      </w:r>
      <w:r w:rsidRPr="00AF2936">
        <w:rPr>
          <w:rFonts w:ascii="Angsana New" w:hAnsi="Angsana New" w:hint="cs"/>
          <w:sz w:val="30"/>
          <w:szCs w:val="30"/>
          <w:cs/>
        </w:rPr>
        <w:t xml:space="preserve">ยน </w:t>
      </w:r>
      <w:r w:rsidRPr="00A769A1">
        <w:rPr>
          <w:rFonts w:ascii="Angsana New" w:hAnsi="Angsana New" w:hint="cs"/>
          <w:spacing w:val="-4"/>
          <w:sz w:val="30"/>
          <w:szCs w:val="30"/>
        </w:rPr>
        <w:t>256</w:t>
      </w:r>
      <w:r>
        <w:rPr>
          <w:rFonts w:ascii="Angsana New" w:hAnsi="Angsana New"/>
          <w:spacing w:val="-4"/>
          <w:sz w:val="30"/>
          <w:szCs w:val="30"/>
        </w:rPr>
        <w:t>8</w:t>
      </w:r>
      <w:r w:rsidR="00730DFB" w:rsidRPr="00D01CD5">
        <w:rPr>
          <w:rFonts w:ascii="Angsana New" w:hAnsi="Angsana New"/>
          <w:spacing w:val="-6"/>
          <w:sz w:val="30"/>
          <w:szCs w:val="30"/>
        </w:rPr>
        <w:t xml:space="preserve"> </w:t>
      </w:r>
      <w:r w:rsidR="008F464D" w:rsidRPr="00D01CD5">
        <w:rPr>
          <w:rFonts w:ascii="Angsana New" w:hAnsi="Angsana New" w:hint="cs"/>
          <w:spacing w:val="-6"/>
          <w:sz w:val="30"/>
          <w:szCs w:val="30"/>
          <w:cs/>
        </w:rPr>
        <w:t xml:space="preserve">และหมายเหตุประกอบงบการเงินแบบย่อ </w:t>
      </w:r>
      <w:r w:rsidR="003C5D54">
        <w:rPr>
          <w:rFonts w:ascii="Angsana New" w:hAnsi="Angsana New"/>
          <w:spacing w:val="-6"/>
          <w:sz w:val="30"/>
          <w:szCs w:val="30"/>
          <w:cs/>
        </w:rPr>
        <w:br/>
      </w:r>
      <w:r w:rsidR="008F464D" w:rsidRPr="00D01CD5">
        <w:rPr>
          <w:rFonts w:ascii="Angsana New" w:hAnsi="Angsana New" w:hint="cs"/>
          <w:spacing w:val="-6"/>
          <w:sz w:val="30"/>
          <w:szCs w:val="30"/>
          <w:cs/>
        </w:rPr>
        <w:t>(ข้อมูลทางการเงิน</w:t>
      </w:r>
      <w:r w:rsidR="008F464D" w:rsidRPr="00A769A1">
        <w:rPr>
          <w:rFonts w:ascii="Angsana New" w:hAnsi="Angsana New" w:hint="cs"/>
          <w:spacing w:val="-4"/>
          <w:sz w:val="30"/>
          <w:szCs w:val="30"/>
          <w:cs/>
        </w:rPr>
        <w:t>ระหว่างกาล) ของ</w:t>
      </w:r>
      <w:r w:rsidR="008F464D" w:rsidRPr="00A769A1">
        <w:rPr>
          <w:rFonts w:ascii="Angsana New" w:hAnsi="Angsana New"/>
          <w:spacing w:val="-4"/>
          <w:sz w:val="30"/>
          <w:szCs w:val="30"/>
          <w:cs/>
        </w:rPr>
        <w:t>บริษัทเอสซีจี เดคคอร์ จำกัด</w:t>
      </w:r>
      <w:r w:rsidR="008F464D" w:rsidRPr="00A769A1">
        <w:rPr>
          <w:rFonts w:ascii="Angsana New" w:hAnsi="Angsana New"/>
          <w:spacing w:val="-4"/>
          <w:sz w:val="30"/>
          <w:szCs w:val="30"/>
        </w:rPr>
        <w:t xml:space="preserve"> (</w:t>
      </w:r>
      <w:r w:rsidR="008F464D" w:rsidRPr="00A769A1">
        <w:rPr>
          <w:rFonts w:ascii="Angsana New" w:hAnsi="Angsana New"/>
          <w:spacing w:val="-4"/>
          <w:sz w:val="30"/>
          <w:szCs w:val="30"/>
          <w:cs/>
        </w:rPr>
        <w:t>มหาชน)</w:t>
      </w:r>
      <w:r w:rsidR="008F464D" w:rsidRPr="00A769A1">
        <w:rPr>
          <w:rFonts w:ascii="Angsana New" w:hAnsi="Angsana New"/>
          <w:sz w:val="30"/>
          <w:szCs w:val="30"/>
          <w:cs/>
        </w:rPr>
        <w:t xml:space="preserve"> </w:t>
      </w:r>
      <w:r w:rsidR="008F464D" w:rsidRPr="00A769A1">
        <w:rPr>
          <w:rFonts w:ascii="Angsana New" w:hAnsi="Angsana New" w:hint="cs"/>
          <w:sz w:val="30"/>
          <w:szCs w:val="30"/>
          <w:cs/>
        </w:rPr>
        <w:t xml:space="preserve">และบริษัทย่อย </w:t>
      </w:r>
      <w:r w:rsidR="008F464D" w:rsidRPr="00A769A1">
        <w:rPr>
          <w:rFonts w:ascii="Angsana New" w:hAnsi="Angsana New"/>
          <w:sz w:val="30"/>
          <w:szCs w:val="30"/>
          <w:cs/>
        </w:rPr>
        <w:t>(“</w:t>
      </w:r>
      <w:r w:rsidR="008F464D" w:rsidRPr="00A769A1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8F464D" w:rsidRPr="00A769A1">
        <w:rPr>
          <w:rFonts w:ascii="Angsana New" w:hAnsi="Angsana New"/>
          <w:sz w:val="30"/>
          <w:szCs w:val="30"/>
          <w:cs/>
        </w:rPr>
        <w:t>”)</w:t>
      </w:r>
      <w:r w:rsidR="008F464D" w:rsidRPr="00D10674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8F464D" w:rsidRPr="00D10674">
        <w:rPr>
          <w:rFonts w:ascii="Angsana New" w:hAnsi="Angsana New" w:hint="cs"/>
          <w:spacing w:val="6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8F464D" w:rsidRPr="00C04606">
        <w:rPr>
          <w:rFonts w:ascii="Angsana New" w:hAnsi="Angsana New" w:hint="cs"/>
          <w:sz w:val="30"/>
          <w:szCs w:val="30"/>
          <w:cs/>
        </w:rPr>
        <w:t xml:space="preserve">ระหว่างกาลเหล่านี้ตามมาตรฐานการบัญชี ฉบับที่ </w:t>
      </w:r>
      <w:r w:rsidR="008F464D" w:rsidRPr="00C04606">
        <w:rPr>
          <w:rFonts w:ascii="Angsana New" w:hAnsi="Angsana New" w:hint="cs"/>
          <w:sz w:val="30"/>
          <w:szCs w:val="30"/>
        </w:rPr>
        <w:t>34</w:t>
      </w:r>
      <w:r w:rsidR="008F464D" w:rsidRPr="00C04606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</w:t>
      </w:r>
      <w:r w:rsidR="008F464D">
        <w:rPr>
          <w:rFonts w:ascii="Angsana New" w:hAnsi="Angsana New" w:hint="cs"/>
          <w:sz w:val="30"/>
          <w:szCs w:val="30"/>
          <w:cs/>
        </w:rPr>
        <w:t>ในการให้ข้อสรุปเกี่ยวกับข้อมูล</w:t>
      </w:r>
      <w:r w:rsidR="003C5D54">
        <w:rPr>
          <w:rFonts w:ascii="Angsana New" w:hAnsi="Angsana New"/>
          <w:sz w:val="30"/>
          <w:szCs w:val="30"/>
          <w:cs/>
        </w:rPr>
        <w:br/>
      </w:r>
      <w:r w:rsidR="008F464D">
        <w:rPr>
          <w:rFonts w:ascii="Angsana New" w:hAnsi="Angsana New" w:hint="cs"/>
          <w:sz w:val="30"/>
          <w:szCs w:val="30"/>
          <w:cs/>
        </w:rPr>
        <w:t>ทางการเงินระหว่างกาลดังกล่าวจากผลการสอบทานของข้าพเจ้า</w:t>
      </w:r>
    </w:p>
    <w:p w14:paraId="24492955" w14:textId="47DD38D1" w:rsidR="00953DEB" w:rsidRPr="00953DEB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</w:p>
    <w:p w14:paraId="3BEB3567" w14:textId="77777777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953DEB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cs/>
        </w:rPr>
      </w:pPr>
    </w:p>
    <w:p w14:paraId="63A4DBC9" w14:textId="3C235465" w:rsidR="00953DEB" w:rsidRPr="00CD5D0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D5D02">
        <w:rPr>
          <w:rFonts w:ascii="Angsana New" w:hAnsi="Angsana New" w:hint="cs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CD5D02">
        <w:rPr>
          <w:rFonts w:ascii="Angsana New" w:hAnsi="Angsana New" w:hint="cs"/>
          <w:sz w:val="30"/>
          <w:szCs w:val="30"/>
        </w:rPr>
        <w:t xml:space="preserve">2410 </w:t>
      </w:r>
      <w:r w:rsidRPr="00CD5D02">
        <w:rPr>
          <w:rFonts w:ascii="Angsana New" w:hAnsi="Angsana New" w:hint="cs"/>
          <w:sz w:val="30"/>
          <w:szCs w:val="30"/>
          <w:cs/>
        </w:rPr>
        <w:t>“การสอบทานข้อมูลทางการเงินระหว่างกาล</w:t>
      </w:r>
      <w:r w:rsidRPr="00CD5D02">
        <w:rPr>
          <w:rFonts w:ascii="Angsana New" w:hAnsi="Angsana New" w:hint="cs"/>
          <w:sz w:val="30"/>
          <w:szCs w:val="30"/>
        </w:rPr>
        <w:br/>
      </w:r>
      <w:r w:rsidRPr="00CD5D02">
        <w:rPr>
          <w:rFonts w:ascii="Angsana New" w:hAnsi="Angsana New" w:hint="cs"/>
          <w:spacing w:val="-4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</w:t>
      </w:r>
      <w:r w:rsidR="00C04606" w:rsidRPr="00C04606">
        <w:rPr>
          <w:rFonts w:ascii="Angsana New" w:hAnsi="Angsana New" w:hint="cs"/>
          <w:spacing w:val="-6"/>
          <w:sz w:val="30"/>
          <w:szCs w:val="30"/>
          <w:cs/>
        </w:rPr>
        <w:t>จำ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ทั้งหมดซึ</w:t>
      </w:r>
      <w:r w:rsidR="00AD1EFE" w:rsidRPr="00CD5D02">
        <w:rPr>
          <w:rFonts w:ascii="Angsana New" w:hAnsi="Angsana New" w:hint="cs"/>
          <w:spacing w:val="-2"/>
          <w:sz w:val="30"/>
          <w:szCs w:val="30"/>
          <w:cs/>
        </w:rPr>
        <w:t xml:space="preserve">่งอาจพบได้จากการตรวจสอบ ดังนั้น 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521619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8E8A389" w14:textId="77777777" w:rsidR="00E21700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7FD67AEF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10B1848B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3D377E">
        <w:rPr>
          <w:rFonts w:ascii="Angsana New" w:hAnsi="Angsana New" w:hint="cs"/>
          <w:spacing w:val="-6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3D377E">
        <w:rPr>
          <w:rFonts w:ascii="Angsana New" w:hAnsi="Angsana New" w:hint="cs"/>
          <w:spacing w:val="-6"/>
          <w:sz w:val="30"/>
          <w:szCs w:val="30"/>
        </w:rPr>
        <w:t>34</w:t>
      </w:r>
      <w:r w:rsidRPr="003D377E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22722BE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2B146CF7" w14:textId="77777777" w:rsidR="002A6BE3" w:rsidRPr="00521619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70B1C936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F811ACB" w14:textId="77777777" w:rsidR="002B2ACF" w:rsidRPr="00C372DB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583CBB8D" w:rsidR="00EA7470" w:rsidRPr="00C372DB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C372DB">
        <w:rPr>
          <w:rFonts w:ascii="Angsana New" w:eastAsia="Calibri" w:hAnsi="Angsana New"/>
          <w:sz w:val="30"/>
          <w:szCs w:val="30"/>
          <w:cs/>
        </w:rPr>
        <w:t>(</w:t>
      </w:r>
      <w:r w:rsidR="00B50E89">
        <w:rPr>
          <w:rFonts w:ascii="Angsana New" w:eastAsia="Calibri" w:hAnsi="Angsana New" w:hint="cs"/>
          <w:sz w:val="30"/>
          <w:szCs w:val="30"/>
          <w:cs/>
        </w:rPr>
        <w:t>ทรงชัย วงศ์พิริยาภ</w:t>
      </w:r>
      <w:r w:rsidR="008E359C" w:rsidRPr="00C372DB">
        <w:rPr>
          <w:rFonts w:ascii="Angsana New" w:eastAsia="Calibri" w:hAnsi="Angsana New" w:hint="cs"/>
          <w:sz w:val="30"/>
          <w:szCs w:val="30"/>
          <w:cs/>
        </w:rPr>
        <w:t>รณ์</w:t>
      </w:r>
      <w:r w:rsidRPr="00C372DB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C372DB">
        <w:rPr>
          <w:rFonts w:ascii="Angsana New" w:hAnsi="Angsana New"/>
          <w:sz w:val="30"/>
          <w:szCs w:val="30"/>
          <w:cs/>
        </w:rPr>
        <w:t>ผู้สอบ</w:t>
      </w:r>
      <w:r w:rsidRPr="00D10674">
        <w:rPr>
          <w:rFonts w:ascii="Angsana New" w:hAnsi="Angsana New"/>
          <w:sz w:val="30"/>
          <w:szCs w:val="30"/>
          <w:cs/>
        </w:rPr>
        <w:t>บัญชีรับอนุญาต</w:t>
      </w:r>
    </w:p>
    <w:p w14:paraId="5D4ED6C5" w14:textId="2FDB64BE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  <w:cs/>
        </w:rPr>
      </w:pPr>
      <w:r w:rsidRPr="00D10674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D10674">
        <w:rPr>
          <w:rFonts w:ascii="Angsana New" w:hAnsi="Angsana New" w:hint="cs"/>
          <w:sz w:val="30"/>
          <w:szCs w:val="30"/>
          <w:cs/>
        </w:rPr>
        <w:t xml:space="preserve"> </w:t>
      </w:r>
      <w:r w:rsidR="008E359C" w:rsidRPr="00D10674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D10674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47930B6" w14:textId="6770C81B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บริษัท</w:t>
      </w:r>
      <w:r w:rsidR="00E21700">
        <w:rPr>
          <w:rFonts w:ascii="Angsana New" w:hAnsi="Angsana New"/>
          <w:sz w:val="30"/>
          <w:szCs w:val="30"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ภูมิไชย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BC40AE3" w14:textId="11C80699" w:rsidR="001B31C1" w:rsidRPr="00521619" w:rsidRDefault="00CE1D5B" w:rsidP="001B3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  <w:r>
        <w:rPr>
          <w:rFonts w:ascii="Angsana New" w:hAnsi="Angsana New"/>
          <w:sz w:val="30"/>
          <w:szCs w:val="30"/>
        </w:rPr>
        <w:t>7</w:t>
      </w:r>
      <w:r w:rsidR="001B31C1" w:rsidRPr="00FF44D9">
        <w:rPr>
          <w:rFonts w:ascii="Angsana New" w:hAnsi="Angsana New"/>
          <w:sz w:val="30"/>
          <w:szCs w:val="30"/>
          <w:cs/>
        </w:rPr>
        <w:t xml:space="preserve"> </w:t>
      </w:r>
      <w:r w:rsidR="001B31C1">
        <w:rPr>
          <w:rFonts w:ascii="Angsana New" w:hAnsi="Angsana New" w:hint="cs"/>
          <w:sz w:val="30"/>
          <w:szCs w:val="30"/>
          <w:cs/>
        </w:rPr>
        <w:t>พฤศจิกายน</w:t>
      </w:r>
      <w:r w:rsidR="001B31C1" w:rsidRPr="00FF44D9">
        <w:rPr>
          <w:rFonts w:ascii="Angsana New" w:hAnsi="Angsana New" w:hint="cs"/>
          <w:sz w:val="30"/>
          <w:szCs w:val="30"/>
          <w:cs/>
        </w:rPr>
        <w:t xml:space="preserve"> </w:t>
      </w:r>
      <w:r w:rsidR="001B31C1" w:rsidRPr="00D10674">
        <w:rPr>
          <w:rFonts w:ascii="Angsana New" w:hAnsi="Angsana New"/>
          <w:sz w:val="30"/>
          <w:szCs w:val="30"/>
        </w:rPr>
        <w:t>256</w:t>
      </w:r>
      <w:r w:rsidR="001B31C1">
        <w:rPr>
          <w:rFonts w:ascii="Angsana New" w:hAnsi="Angsana New"/>
          <w:sz w:val="30"/>
          <w:szCs w:val="30"/>
        </w:rPr>
        <w:t>8</w:t>
      </w:r>
    </w:p>
    <w:p w14:paraId="220C7B83" w14:textId="06D4C631" w:rsidR="003D4541" w:rsidRPr="00730DFB" w:rsidRDefault="003D4541" w:rsidP="001B3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sectPr w:rsidR="003D4541" w:rsidRPr="00730DFB" w:rsidSect="00560EBF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701" w:right="1304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D24A0" w14:textId="77777777" w:rsidR="00920536" w:rsidRDefault="00920536">
      <w:r>
        <w:separator/>
      </w:r>
    </w:p>
  </w:endnote>
  <w:endnote w:type="continuationSeparator" w:id="0">
    <w:p w14:paraId="5DC2811F" w14:textId="77777777" w:rsidR="00920536" w:rsidRDefault="0092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21E06" w14:textId="77777777" w:rsidR="008F1787" w:rsidRDefault="008F17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2904E5AD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4125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2C2C4764" w14:textId="61C1D777" w:rsidR="00D60298" w:rsidRPr="00560EBF" w:rsidRDefault="00D60298" w:rsidP="00E83AC4">
        <w:pPr>
          <w:pStyle w:val="Footer"/>
          <w:jc w:val="center"/>
          <w:rPr>
            <w:color w:val="FFFFFF" w:themeColor="background1"/>
          </w:rPr>
        </w:pP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begin"/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 PAGE   \</w:instrText>
        </w:r>
        <w:r w:rsidRPr="00560EBF">
          <w:rPr>
            <w:rFonts w:asciiTheme="majorBidi" w:hAnsiTheme="majorBidi"/>
            <w:color w:val="FFFFFF" w:themeColor="background1"/>
            <w:sz w:val="30"/>
            <w:szCs w:val="30"/>
            <w:cs/>
          </w:rPr>
          <w:instrText xml:space="preserve">*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MERGEFORMAT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t>1</w:t>
        </w:r>
        <w:r w:rsidRPr="00560EBF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042C6" w14:textId="77777777" w:rsidR="00920536" w:rsidRDefault="00920536">
      <w:r>
        <w:separator/>
      </w:r>
    </w:p>
  </w:footnote>
  <w:footnote w:type="continuationSeparator" w:id="0">
    <w:p w14:paraId="6FAEA18D" w14:textId="77777777" w:rsidR="00920536" w:rsidRDefault="0092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E2C46" w14:textId="77777777" w:rsidR="008F1787" w:rsidRDefault="008F1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EFB6A" w14:textId="5E079288" w:rsidR="00FA6050" w:rsidRPr="001A1CCD" w:rsidRDefault="00FA6050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8D489D" w14:textId="3E27ADBD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3410B6C" w14:textId="415FE6F5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72C0BBD" w14:textId="0FCB171F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88BDE06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18EB" w14:textId="792C045E" w:rsidR="00142A39" w:rsidRPr="00D7587C" w:rsidRDefault="00142A39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8B0869B" w14:textId="77777777" w:rsidR="001B7832" w:rsidRPr="00D7587C" w:rsidRDefault="001B7832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EC441D1" w14:textId="79DEF2A6" w:rsidR="00B75DB8" w:rsidRPr="00D7587C" w:rsidRDefault="00B75DB8" w:rsidP="00D7587C">
    <w:pPr>
      <w:spacing w:line="240" w:lineRule="auto"/>
      <w:rPr>
        <w:rFonts w:ascii="Angsana New" w:hAnsi="Angsana New"/>
        <w:sz w:val="32"/>
        <w:szCs w:val="32"/>
      </w:rPr>
    </w:pPr>
  </w:p>
  <w:p w14:paraId="790FB4B3" w14:textId="6A94348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B028D6" w14:textId="4B1B7501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77648A57" w14:textId="671C29C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7BD95D" w14:textId="304E9A5B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84592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5440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391FD67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2B356AC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510E0DE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0FBB2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66649EB9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D2A0EDA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11888D67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A5517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733A3D6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432145DF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E8262E3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1323311837">
    <w:abstractNumId w:val="6"/>
  </w:num>
  <w:num w:numId="2" w16cid:durableId="213543440">
    <w:abstractNumId w:val="5"/>
  </w:num>
  <w:num w:numId="3" w16cid:durableId="1419401395">
    <w:abstractNumId w:val="9"/>
  </w:num>
  <w:num w:numId="4" w16cid:durableId="15355890">
    <w:abstractNumId w:val="7"/>
  </w:num>
  <w:num w:numId="5" w16cid:durableId="1418288603">
    <w:abstractNumId w:val="8"/>
  </w:num>
  <w:num w:numId="6" w16cid:durableId="926423256">
    <w:abstractNumId w:val="3"/>
  </w:num>
  <w:num w:numId="7" w16cid:durableId="1958557561">
    <w:abstractNumId w:val="2"/>
  </w:num>
  <w:num w:numId="8" w16cid:durableId="1198739045">
    <w:abstractNumId w:val="0"/>
  </w:num>
  <w:num w:numId="9" w16cid:durableId="558825784">
    <w:abstractNumId w:val="1"/>
  </w:num>
  <w:num w:numId="10" w16cid:durableId="1028139821">
    <w:abstractNumId w:val="4"/>
  </w:num>
  <w:num w:numId="11" w16cid:durableId="890658087">
    <w:abstractNumId w:val="22"/>
  </w:num>
  <w:num w:numId="12" w16cid:durableId="1349601372">
    <w:abstractNumId w:val="15"/>
  </w:num>
  <w:num w:numId="13" w16cid:durableId="581791246">
    <w:abstractNumId w:val="27"/>
  </w:num>
  <w:num w:numId="14" w16cid:durableId="448820946">
    <w:abstractNumId w:val="19"/>
  </w:num>
  <w:num w:numId="15" w16cid:durableId="1163593769">
    <w:abstractNumId w:val="23"/>
  </w:num>
  <w:num w:numId="16" w16cid:durableId="827210396">
    <w:abstractNumId w:val="21"/>
  </w:num>
  <w:num w:numId="17" w16cid:durableId="1272472629">
    <w:abstractNumId w:val="14"/>
  </w:num>
  <w:num w:numId="18" w16cid:durableId="227618724">
    <w:abstractNumId w:val="29"/>
  </w:num>
  <w:num w:numId="19" w16cid:durableId="463932520">
    <w:abstractNumId w:val="11"/>
  </w:num>
  <w:num w:numId="20" w16cid:durableId="1403990862">
    <w:abstractNumId w:val="12"/>
  </w:num>
  <w:num w:numId="21" w16cid:durableId="2037806741">
    <w:abstractNumId w:val="17"/>
  </w:num>
  <w:num w:numId="22" w16cid:durableId="109132751">
    <w:abstractNumId w:val="24"/>
  </w:num>
  <w:num w:numId="23" w16cid:durableId="1776440828">
    <w:abstractNumId w:val="26"/>
  </w:num>
  <w:num w:numId="24" w16cid:durableId="548536654">
    <w:abstractNumId w:val="13"/>
  </w:num>
  <w:num w:numId="25" w16cid:durableId="521405644">
    <w:abstractNumId w:val="28"/>
  </w:num>
  <w:num w:numId="26" w16cid:durableId="896281509">
    <w:abstractNumId w:val="20"/>
  </w:num>
  <w:num w:numId="27" w16cid:durableId="86922117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18822960">
    <w:abstractNumId w:val="16"/>
  </w:num>
  <w:num w:numId="29" w16cid:durableId="1535314351">
    <w:abstractNumId w:val="18"/>
  </w:num>
  <w:num w:numId="30" w16cid:durableId="878737319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925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0BA6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B6C"/>
    <w:rsid w:val="000803A1"/>
    <w:rsid w:val="0008102C"/>
    <w:rsid w:val="00081FF0"/>
    <w:rsid w:val="00082476"/>
    <w:rsid w:val="00083F7B"/>
    <w:rsid w:val="00084279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645C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31D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A2A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1CCD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31C1"/>
    <w:rsid w:val="001B4610"/>
    <w:rsid w:val="001B6084"/>
    <w:rsid w:val="001B7832"/>
    <w:rsid w:val="001B7FDA"/>
    <w:rsid w:val="001C1BAC"/>
    <w:rsid w:val="001C1F83"/>
    <w:rsid w:val="001C21AD"/>
    <w:rsid w:val="001C2F1A"/>
    <w:rsid w:val="001C3ECC"/>
    <w:rsid w:val="001C464A"/>
    <w:rsid w:val="001C4C03"/>
    <w:rsid w:val="001C54B8"/>
    <w:rsid w:val="001C55A2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2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502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6E7"/>
    <w:rsid w:val="00267CF4"/>
    <w:rsid w:val="00267EE6"/>
    <w:rsid w:val="0027001C"/>
    <w:rsid w:val="00270489"/>
    <w:rsid w:val="00270A20"/>
    <w:rsid w:val="00271ACD"/>
    <w:rsid w:val="00273C05"/>
    <w:rsid w:val="002744A2"/>
    <w:rsid w:val="002749A4"/>
    <w:rsid w:val="00275032"/>
    <w:rsid w:val="00276427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64E7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28D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6CD4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284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B34"/>
    <w:rsid w:val="00305C67"/>
    <w:rsid w:val="00306638"/>
    <w:rsid w:val="00306841"/>
    <w:rsid w:val="003068A0"/>
    <w:rsid w:val="00306E3A"/>
    <w:rsid w:val="003105F0"/>
    <w:rsid w:val="003116E2"/>
    <w:rsid w:val="003125F2"/>
    <w:rsid w:val="003148FE"/>
    <w:rsid w:val="00316026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1F49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15E5"/>
    <w:rsid w:val="00382AE3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5D54"/>
    <w:rsid w:val="003C62E7"/>
    <w:rsid w:val="003C65A8"/>
    <w:rsid w:val="003C7DAA"/>
    <w:rsid w:val="003D0E47"/>
    <w:rsid w:val="003D1303"/>
    <w:rsid w:val="003D35BE"/>
    <w:rsid w:val="003D377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C6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C03"/>
    <w:rsid w:val="004C2D6B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30EE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9D0"/>
    <w:rsid w:val="00551E4F"/>
    <w:rsid w:val="00554A65"/>
    <w:rsid w:val="00556901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028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70F0"/>
    <w:rsid w:val="005F12A5"/>
    <w:rsid w:val="005F169D"/>
    <w:rsid w:val="005F2687"/>
    <w:rsid w:val="005F2C90"/>
    <w:rsid w:val="005F369F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61F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314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1FF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6DB"/>
    <w:rsid w:val="006A7F2A"/>
    <w:rsid w:val="006B0679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4CE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BBC"/>
    <w:rsid w:val="0071725E"/>
    <w:rsid w:val="007203F8"/>
    <w:rsid w:val="007220B5"/>
    <w:rsid w:val="00722F90"/>
    <w:rsid w:val="0072301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0DFB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A80"/>
    <w:rsid w:val="00745CBB"/>
    <w:rsid w:val="00745F09"/>
    <w:rsid w:val="00746024"/>
    <w:rsid w:val="00746220"/>
    <w:rsid w:val="007467FC"/>
    <w:rsid w:val="00746958"/>
    <w:rsid w:val="00747388"/>
    <w:rsid w:val="007473C4"/>
    <w:rsid w:val="00750BB6"/>
    <w:rsid w:val="007511D5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285"/>
    <w:rsid w:val="007A264A"/>
    <w:rsid w:val="007A278C"/>
    <w:rsid w:val="007A2ACD"/>
    <w:rsid w:val="007A2B60"/>
    <w:rsid w:val="007A345D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5786"/>
    <w:rsid w:val="007E62A2"/>
    <w:rsid w:val="007E65C5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3FC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854"/>
    <w:rsid w:val="00827B05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6772E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341E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311"/>
    <w:rsid w:val="008A4D6E"/>
    <w:rsid w:val="008A5043"/>
    <w:rsid w:val="008A5EB8"/>
    <w:rsid w:val="008A64E1"/>
    <w:rsid w:val="008A73FD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59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1787"/>
    <w:rsid w:val="008F2B62"/>
    <w:rsid w:val="008F4318"/>
    <w:rsid w:val="008F464D"/>
    <w:rsid w:val="008F561A"/>
    <w:rsid w:val="008F5D4B"/>
    <w:rsid w:val="008F5F4C"/>
    <w:rsid w:val="008F6159"/>
    <w:rsid w:val="008F6643"/>
    <w:rsid w:val="008F76B1"/>
    <w:rsid w:val="008F7812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536"/>
    <w:rsid w:val="009206F2"/>
    <w:rsid w:val="00920F30"/>
    <w:rsid w:val="009219CC"/>
    <w:rsid w:val="00921A58"/>
    <w:rsid w:val="00921F1B"/>
    <w:rsid w:val="00923E94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10E9"/>
    <w:rsid w:val="00942009"/>
    <w:rsid w:val="00942403"/>
    <w:rsid w:val="00942C6E"/>
    <w:rsid w:val="009434A4"/>
    <w:rsid w:val="009446B5"/>
    <w:rsid w:val="00944C9C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29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6077"/>
    <w:rsid w:val="0097622B"/>
    <w:rsid w:val="0097645A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4F41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9A1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1EFE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3BEF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0E89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4CD1"/>
    <w:rsid w:val="00B75324"/>
    <w:rsid w:val="00B7535E"/>
    <w:rsid w:val="00B75DB8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C1E6E"/>
    <w:rsid w:val="00BC2171"/>
    <w:rsid w:val="00BC22A2"/>
    <w:rsid w:val="00BC29E1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08E"/>
    <w:rsid w:val="00C02165"/>
    <w:rsid w:val="00C0376B"/>
    <w:rsid w:val="00C038B3"/>
    <w:rsid w:val="00C03DF5"/>
    <w:rsid w:val="00C04606"/>
    <w:rsid w:val="00C046B8"/>
    <w:rsid w:val="00C04F17"/>
    <w:rsid w:val="00C052E5"/>
    <w:rsid w:val="00C0537E"/>
    <w:rsid w:val="00C065A8"/>
    <w:rsid w:val="00C0669E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2DB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2DBE"/>
    <w:rsid w:val="00C43331"/>
    <w:rsid w:val="00C44830"/>
    <w:rsid w:val="00C46277"/>
    <w:rsid w:val="00C46623"/>
    <w:rsid w:val="00C473EA"/>
    <w:rsid w:val="00C50272"/>
    <w:rsid w:val="00C510CC"/>
    <w:rsid w:val="00C51ECA"/>
    <w:rsid w:val="00C53209"/>
    <w:rsid w:val="00C54040"/>
    <w:rsid w:val="00C55524"/>
    <w:rsid w:val="00C558D0"/>
    <w:rsid w:val="00C55A4C"/>
    <w:rsid w:val="00C55C35"/>
    <w:rsid w:val="00C56228"/>
    <w:rsid w:val="00C56E1C"/>
    <w:rsid w:val="00C5785C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D02"/>
    <w:rsid w:val="00CD5F93"/>
    <w:rsid w:val="00CE008E"/>
    <w:rsid w:val="00CE07A0"/>
    <w:rsid w:val="00CE0A7F"/>
    <w:rsid w:val="00CE1451"/>
    <w:rsid w:val="00CE18D7"/>
    <w:rsid w:val="00CE1949"/>
    <w:rsid w:val="00CE1D5B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1CD5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674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13A9"/>
    <w:rsid w:val="00D33170"/>
    <w:rsid w:val="00D33BA6"/>
    <w:rsid w:val="00D34C67"/>
    <w:rsid w:val="00D36080"/>
    <w:rsid w:val="00D36473"/>
    <w:rsid w:val="00D3660F"/>
    <w:rsid w:val="00D3764C"/>
    <w:rsid w:val="00D37796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0ED9"/>
    <w:rsid w:val="00D51248"/>
    <w:rsid w:val="00D51451"/>
    <w:rsid w:val="00D51956"/>
    <w:rsid w:val="00D51C5D"/>
    <w:rsid w:val="00D51FC7"/>
    <w:rsid w:val="00D53ADA"/>
    <w:rsid w:val="00D53EBE"/>
    <w:rsid w:val="00D55AD4"/>
    <w:rsid w:val="00D55DFC"/>
    <w:rsid w:val="00D55F16"/>
    <w:rsid w:val="00D564CA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D30"/>
    <w:rsid w:val="00D745D0"/>
    <w:rsid w:val="00D74C46"/>
    <w:rsid w:val="00D7587C"/>
    <w:rsid w:val="00D76860"/>
    <w:rsid w:val="00D770A8"/>
    <w:rsid w:val="00D77AE8"/>
    <w:rsid w:val="00D80AEA"/>
    <w:rsid w:val="00D81306"/>
    <w:rsid w:val="00D82331"/>
    <w:rsid w:val="00D826F2"/>
    <w:rsid w:val="00D83177"/>
    <w:rsid w:val="00D85450"/>
    <w:rsid w:val="00D85D04"/>
    <w:rsid w:val="00D86667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73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60A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DCE"/>
    <w:rsid w:val="00DD5EC8"/>
    <w:rsid w:val="00DD6133"/>
    <w:rsid w:val="00DD67A6"/>
    <w:rsid w:val="00DD6FF2"/>
    <w:rsid w:val="00DD7308"/>
    <w:rsid w:val="00DD7938"/>
    <w:rsid w:val="00DD7960"/>
    <w:rsid w:val="00DE0260"/>
    <w:rsid w:val="00DE0A53"/>
    <w:rsid w:val="00DE0E71"/>
    <w:rsid w:val="00DE264E"/>
    <w:rsid w:val="00DE3138"/>
    <w:rsid w:val="00DE35EA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700"/>
    <w:rsid w:val="00E21869"/>
    <w:rsid w:val="00E22092"/>
    <w:rsid w:val="00E22C07"/>
    <w:rsid w:val="00E23845"/>
    <w:rsid w:val="00E23AA3"/>
    <w:rsid w:val="00E240F6"/>
    <w:rsid w:val="00E245DC"/>
    <w:rsid w:val="00E246D3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3"/>
    <w:rsid w:val="00E917CB"/>
    <w:rsid w:val="00E91E4A"/>
    <w:rsid w:val="00E92C55"/>
    <w:rsid w:val="00E9459A"/>
    <w:rsid w:val="00E953B1"/>
    <w:rsid w:val="00E95526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7D7"/>
    <w:rsid w:val="00F47908"/>
    <w:rsid w:val="00F5003A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094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C32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BEE67-A325-4855-A40F-639FF8361110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C34818-468E-4977-91E4-833C0DDC28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531107-BE89-4766-9B53-CE39AF0FB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77</TotalTime>
  <Pages>3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Nitiporn, Sri-in</cp:lastModifiedBy>
  <cp:revision>20</cp:revision>
  <cp:lastPrinted>2023-05-08T01:12:00Z</cp:lastPrinted>
  <dcterms:created xsi:type="dcterms:W3CDTF">2024-05-09T00:50:00Z</dcterms:created>
  <dcterms:modified xsi:type="dcterms:W3CDTF">2025-09-23T03:09:00Z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