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3E5DF" w14:textId="77777777" w:rsidR="00057AAB" w:rsidRDefault="00057AAB" w:rsidP="009E0EA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</w:p>
    <w:p w14:paraId="59492C6C" w14:textId="77777777" w:rsidR="00057AAB" w:rsidRDefault="00057AAB" w:rsidP="009E0EA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52"/>
          <w:szCs w:val="52"/>
        </w:rPr>
      </w:pPr>
    </w:p>
    <w:p w14:paraId="52BA1AF6" w14:textId="6D365AE0" w:rsidR="0087116F" w:rsidRPr="00663DF5" w:rsidRDefault="00541665" w:rsidP="009E0EA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r w:rsidRPr="00663DF5">
        <w:rPr>
          <w:rFonts w:ascii="Angsana New" w:hAnsi="Angsana New" w:cs="Angsana New" w:hint="cs"/>
          <w:sz w:val="52"/>
          <w:szCs w:val="52"/>
          <w:cs/>
        </w:rPr>
        <w:t>บริษัท พีเอ็มซี เลเบิล แมททีเรียลส์ จำกัด</w:t>
      </w:r>
      <w:r w:rsidR="004C17B8">
        <w:rPr>
          <w:rFonts w:ascii="Angsana New" w:hAnsi="Angsana New" w:cs="Angsana New"/>
          <w:sz w:val="52"/>
          <w:szCs w:val="52"/>
        </w:rPr>
        <w:t xml:space="preserve"> </w:t>
      </w:r>
      <w:r w:rsidR="00EA5064" w:rsidRPr="00EA5064">
        <w:rPr>
          <w:rFonts w:ascii="Angsana New" w:hAnsi="Angsana New" w:cs="Angsana New"/>
          <w:sz w:val="52"/>
          <w:szCs w:val="52"/>
        </w:rPr>
        <w:t>(</w:t>
      </w:r>
      <w:r w:rsidR="00EA5064" w:rsidRPr="00EA5064">
        <w:rPr>
          <w:rFonts w:ascii="Angsana New" w:hAnsi="Angsana New" w:cs="Angsana New" w:hint="cs"/>
          <w:sz w:val="52"/>
          <w:szCs w:val="52"/>
          <w:cs/>
        </w:rPr>
        <w:t>มหาชน</w:t>
      </w:r>
      <w:r w:rsidR="00EA5064" w:rsidRPr="00EA5064">
        <w:rPr>
          <w:rFonts w:ascii="Angsana New" w:hAnsi="Angsana New" w:cs="Angsana New"/>
          <w:sz w:val="52"/>
          <w:szCs w:val="52"/>
          <w:cs/>
        </w:rPr>
        <w:t xml:space="preserve">) </w:t>
      </w:r>
      <w:r w:rsidR="004C17B8">
        <w:rPr>
          <w:rFonts w:ascii="Angsana New" w:hAnsi="Angsana New" w:cs="Angsana New" w:hint="cs"/>
          <w:sz w:val="52"/>
          <w:szCs w:val="52"/>
          <w:cs/>
        </w:rPr>
        <w:t>และบริษัทย่อย</w:t>
      </w:r>
    </w:p>
    <w:p w14:paraId="1F64F0EA" w14:textId="77777777" w:rsidR="00541665" w:rsidRPr="00663DF5" w:rsidRDefault="00541665" w:rsidP="00493E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28"/>
          <w:szCs w:val="28"/>
        </w:rPr>
      </w:pPr>
    </w:p>
    <w:p w14:paraId="48A94155" w14:textId="2E1606D7" w:rsidR="00655C18" w:rsidRPr="00663DF5" w:rsidRDefault="004956B4" w:rsidP="00655C1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28"/>
          <w:szCs w:val="28"/>
        </w:rPr>
      </w:pPr>
      <w:r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</w:t>
      </w:r>
      <w:r w:rsidR="00655C18"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="00D8007C" w:rsidRPr="00663DF5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="00204DBA" w:rsidRPr="00663DF5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</w:t>
      </w:r>
      <w:r w:rsidR="00655C18"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ธันวาคม </w:t>
      </w:r>
      <w:r w:rsidR="00D8007C" w:rsidRPr="00663DF5">
        <w:rPr>
          <w:rFonts w:ascii="Angsana New" w:hAnsi="Angsana New" w:cs="Angsana New" w:hint="cs"/>
          <w:b w:val="0"/>
          <w:bCs w:val="0"/>
          <w:sz w:val="32"/>
          <w:szCs w:val="32"/>
        </w:rPr>
        <w:t>256</w:t>
      </w:r>
      <w:r w:rsidR="00E672C7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203C3E49" w14:textId="77777777" w:rsidR="00AD6A6E" w:rsidRPr="00663DF5" w:rsidRDefault="00AD6A6E" w:rsidP="00493E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eastAsia="MS Mincho" w:hAnsi="Angsana New" w:cs="Angsana New"/>
          <w:b w:val="0"/>
          <w:bCs w:val="0"/>
          <w:sz w:val="32"/>
          <w:szCs w:val="32"/>
          <w:lang w:eastAsia="ja-JP"/>
        </w:rPr>
      </w:pPr>
      <w:r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</w:t>
      </w:r>
      <w:r w:rsidRPr="00663DF5">
        <w:rPr>
          <w:rFonts w:ascii="Angsana New" w:eastAsia="MS Mincho" w:hAnsi="Angsana New" w:cs="Angsana New" w:hint="cs"/>
          <w:b w:val="0"/>
          <w:bCs w:val="0"/>
          <w:sz w:val="32"/>
          <w:szCs w:val="32"/>
          <w:cs/>
          <w:lang w:eastAsia="ja-JP"/>
        </w:rPr>
        <w:t>ะ</w:t>
      </w:r>
    </w:p>
    <w:p w14:paraId="422E3948" w14:textId="77777777" w:rsidR="00AD6A6E" w:rsidRPr="00663DF5" w:rsidRDefault="00AD6A6E" w:rsidP="00493E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</w:t>
      </w:r>
      <w:r w:rsidR="0099524C"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663DF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025852EE" w14:textId="77777777" w:rsidR="00AD6A6E" w:rsidRPr="00663DF5" w:rsidRDefault="00AD6A6E" w:rsidP="00493E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</w:p>
    <w:p w14:paraId="7B5F6C26" w14:textId="77777777" w:rsidR="00B60390" w:rsidRPr="00663DF5" w:rsidRDefault="00B60390" w:rsidP="00493E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16"/>
          <w:szCs w:val="16"/>
        </w:rPr>
      </w:pPr>
    </w:p>
    <w:p w14:paraId="749A049C" w14:textId="77777777" w:rsidR="003C763B" w:rsidRPr="00663DF5" w:rsidRDefault="003C763B" w:rsidP="00493E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="Angsana New" w:hAnsi="Angsana New" w:cs="Angsana New"/>
          <w:cs/>
        </w:rPr>
        <w:sectPr w:rsidR="003C763B" w:rsidRPr="00663DF5" w:rsidSect="00EB3874">
          <w:headerReference w:type="default" r:id="rId11"/>
          <w:footerReference w:type="even" r:id="rId12"/>
          <w:footerReference w:type="default" r:id="rId13"/>
          <w:headerReference w:type="first" r:id="rId14"/>
          <w:pgSz w:w="11909" w:h="16834" w:code="9"/>
          <w:pgMar w:top="691" w:right="1152" w:bottom="576" w:left="1152" w:header="720" w:footer="432" w:gutter="0"/>
          <w:pgNumType w:start="0"/>
          <w:cols w:space="720"/>
          <w:titlePg/>
        </w:sectPr>
      </w:pPr>
    </w:p>
    <w:p w14:paraId="18969805" w14:textId="77777777" w:rsidR="000E6543" w:rsidRPr="000E6543" w:rsidRDefault="000E6543" w:rsidP="006A45B2">
      <w:pPr>
        <w:pStyle w:val="Heading5"/>
        <w:tabs>
          <w:tab w:val="left" w:pos="540"/>
        </w:tabs>
        <w:jc w:val="thaiDistribute"/>
        <w:rPr>
          <w:rFonts w:asciiTheme="majorBidi" w:hAnsiTheme="majorBidi" w:cstheme="majorBidi"/>
        </w:rPr>
      </w:pPr>
    </w:p>
    <w:p w14:paraId="56C67CC6" w14:textId="77777777" w:rsidR="000E6543" w:rsidRPr="000E6543" w:rsidRDefault="000E6543" w:rsidP="000E6543">
      <w:pPr>
        <w:rPr>
          <w:rFonts w:asciiTheme="majorBidi" w:hAnsiTheme="majorBidi" w:cstheme="majorBidi"/>
          <w:sz w:val="32"/>
          <w:szCs w:val="32"/>
        </w:rPr>
      </w:pPr>
    </w:p>
    <w:p w14:paraId="79B5391D" w14:textId="77777777" w:rsidR="000E6543" w:rsidRPr="000E6543" w:rsidRDefault="000E6543" w:rsidP="000E6543">
      <w:pPr>
        <w:rPr>
          <w:rFonts w:asciiTheme="majorBidi" w:hAnsiTheme="majorBidi" w:cstheme="majorBidi"/>
          <w:sz w:val="32"/>
          <w:szCs w:val="32"/>
        </w:rPr>
      </w:pPr>
    </w:p>
    <w:p w14:paraId="6374EDF5" w14:textId="77777777" w:rsidR="000E6543" w:rsidRPr="000E6543" w:rsidRDefault="000E6543" w:rsidP="000E6543">
      <w:pPr>
        <w:rPr>
          <w:rFonts w:asciiTheme="majorBidi" w:hAnsiTheme="majorBidi" w:cstheme="majorBidi"/>
          <w:sz w:val="32"/>
          <w:szCs w:val="32"/>
        </w:rPr>
      </w:pPr>
    </w:p>
    <w:p w14:paraId="199F783B" w14:textId="77777777" w:rsidR="000E6543" w:rsidRPr="000E6543" w:rsidRDefault="000E6543" w:rsidP="000E6543">
      <w:pPr>
        <w:rPr>
          <w:rFonts w:asciiTheme="majorBidi" w:hAnsiTheme="majorBidi" w:cstheme="majorBidi"/>
          <w:sz w:val="32"/>
          <w:szCs w:val="32"/>
        </w:rPr>
      </w:pPr>
    </w:p>
    <w:p w14:paraId="088DDC53" w14:textId="77777777" w:rsidR="000E6543" w:rsidRPr="000E6543" w:rsidRDefault="000E6543" w:rsidP="000E6543">
      <w:pPr>
        <w:rPr>
          <w:rFonts w:asciiTheme="majorBidi" w:hAnsiTheme="majorBidi" w:cstheme="majorBidi"/>
          <w:sz w:val="32"/>
          <w:szCs w:val="32"/>
        </w:rPr>
      </w:pPr>
    </w:p>
    <w:p w14:paraId="53AFCD3B" w14:textId="75AA128D" w:rsidR="004956B4" w:rsidRPr="00663DF5" w:rsidRDefault="004956B4" w:rsidP="006A45B2">
      <w:pPr>
        <w:pStyle w:val="Heading5"/>
        <w:tabs>
          <w:tab w:val="left" w:pos="540"/>
        </w:tabs>
        <w:jc w:val="thaiDistribute"/>
        <w:rPr>
          <w:rFonts w:ascii="Angsana New" w:hAnsi="Angsana New" w:cs="Angsana New"/>
        </w:rPr>
      </w:pPr>
      <w:r w:rsidRPr="00663DF5">
        <w:rPr>
          <w:rFonts w:ascii="Angsana New" w:hAnsi="Angsana New" w:cs="Angsana New" w:hint="cs"/>
          <w:cs/>
        </w:rPr>
        <w:t>รายงาน</w:t>
      </w:r>
      <w:r w:rsidR="0099524C" w:rsidRPr="00663DF5">
        <w:rPr>
          <w:rFonts w:ascii="Angsana New" w:hAnsi="Angsana New" w:cs="Angsana New" w:hint="cs"/>
          <w:cs/>
        </w:rPr>
        <w:t>ของ</w:t>
      </w:r>
      <w:r w:rsidRPr="00663DF5">
        <w:rPr>
          <w:rFonts w:ascii="Angsana New" w:hAnsi="Angsana New" w:cs="Angsana New" w:hint="cs"/>
          <w:cs/>
        </w:rPr>
        <w:t>ผู้สอบบัญชีรับอนุญาต</w:t>
      </w:r>
    </w:p>
    <w:p w14:paraId="1A613451" w14:textId="77777777" w:rsidR="004956B4" w:rsidRPr="00663DF5" w:rsidRDefault="004956B4" w:rsidP="006A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thaiDistribute"/>
        <w:rPr>
          <w:rFonts w:ascii="Angsana New" w:hAnsi="Angsana New" w:cs="Angsana New"/>
          <w:b/>
          <w:bCs/>
          <w:sz w:val="28"/>
          <w:szCs w:val="28"/>
        </w:rPr>
      </w:pPr>
    </w:p>
    <w:p w14:paraId="1E20BFC6" w14:textId="28D56DB6" w:rsidR="004956B4" w:rsidRDefault="004956B4" w:rsidP="006A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663DF5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เสนอ </w:t>
      </w:r>
      <w:r w:rsidR="00A12136" w:rsidRPr="00663DF5">
        <w:rPr>
          <w:rFonts w:ascii="Angsana New" w:hAnsi="Angsana New" w:cs="Angsana New" w:hint="cs"/>
          <w:b/>
          <w:bCs/>
          <w:sz w:val="30"/>
          <w:szCs w:val="30"/>
          <w:cs/>
        </w:rPr>
        <w:t>ผู้ถือหุ้น</w:t>
      </w:r>
      <w:r w:rsidRPr="00663DF5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บริษัท </w:t>
      </w:r>
      <w:r w:rsidR="00AB79A0" w:rsidRPr="00663DF5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พีเอ็มซี เลเบิล แมททีเรียลส์ </w:t>
      </w:r>
      <w:r w:rsidRPr="00663DF5">
        <w:rPr>
          <w:rFonts w:ascii="Angsana New" w:hAnsi="Angsana New" w:cs="Angsana New" w:hint="cs"/>
          <w:b/>
          <w:bCs/>
          <w:sz w:val="30"/>
          <w:szCs w:val="30"/>
          <w:cs/>
        </w:rPr>
        <w:t>จำกัด</w:t>
      </w:r>
      <w:r w:rsidR="00060457" w:rsidRPr="00663DF5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</w:t>
      </w:r>
      <w:r w:rsidR="00EA5064" w:rsidRPr="00EA5064">
        <w:rPr>
          <w:rFonts w:ascii="Angsana New" w:hAnsi="Angsana New" w:cs="Angsana New"/>
          <w:b/>
          <w:bCs/>
          <w:sz w:val="30"/>
          <w:szCs w:val="30"/>
          <w:cs/>
        </w:rPr>
        <w:t>(</w:t>
      </w:r>
      <w:r w:rsidR="00EA5064" w:rsidRPr="00EA5064">
        <w:rPr>
          <w:rFonts w:ascii="Angsana New" w:hAnsi="Angsana New" w:cs="Angsana New" w:hint="cs"/>
          <w:b/>
          <w:bCs/>
          <w:sz w:val="30"/>
          <w:szCs w:val="30"/>
          <w:cs/>
        </w:rPr>
        <w:t>มหาชน</w:t>
      </w:r>
      <w:r w:rsidR="00EA5064" w:rsidRPr="00EA5064">
        <w:rPr>
          <w:rFonts w:ascii="Angsana New" w:hAnsi="Angsana New" w:cs="Angsana New"/>
          <w:b/>
          <w:bCs/>
          <w:sz w:val="30"/>
          <w:szCs w:val="30"/>
          <w:cs/>
        </w:rPr>
        <w:t>)</w:t>
      </w:r>
    </w:p>
    <w:p w14:paraId="6969D92E" w14:textId="076290F7" w:rsidR="00DD2409" w:rsidRPr="00663DF5" w:rsidRDefault="00DD2409" w:rsidP="006A45B2">
      <w:pPr>
        <w:pStyle w:val="a"/>
        <w:tabs>
          <w:tab w:val="clear" w:pos="1080"/>
          <w:tab w:val="left" w:pos="540"/>
        </w:tabs>
        <w:spacing w:line="240" w:lineRule="atLeast"/>
        <w:ind w:right="29"/>
        <w:jc w:val="thaiDistribute"/>
        <w:rPr>
          <w:rFonts w:ascii="Angsana New" w:hAnsi="Angsana New" w:cs="Angsana New"/>
          <w:color w:val="0000FF"/>
          <w:sz w:val="28"/>
          <w:szCs w:val="28"/>
          <w:shd w:val="clear" w:color="auto" w:fill="CCCCCC"/>
          <w:lang w:val="en-US"/>
        </w:rPr>
      </w:pPr>
    </w:p>
    <w:p w14:paraId="06FE3930" w14:textId="4B73E4F0" w:rsidR="00D22BCB" w:rsidRPr="00AB5311" w:rsidRDefault="00D22BCB" w:rsidP="00CB49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i/>
          <w:iCs/>
          <w:sz w:val="30"/>
          <w:szCs w:val="30"/>
        </w:rPr>
      </w:pPr>
      <w:r w:rsidRPr="00663DF5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ความเห็น</w:t>
      </w:r>
      <w:r w:rsidR="00E4637B">
        <w:rPr>
          <w:rFonts w:ascii="Angsana New" w:eastAsia="Calibri" w:hAnsi="Angsana New" w:cs="Angsana New"/>
          <w:i/>
          <w:iCs/>
          <w:sz w:val="30"/>
          <w:szCs w:val="30"/>
        </w:rPr>
        <w:t xml:space="preserve"> </w:t>
      </w:r>
    </w:p>
    <w:p w14:paraId="710AE3C4" w14:textId="77777777" w:rsidR="006346D2" w:rsidRPr="00663DF5" w:rsidRDefault="006346D2" w:rsidP="00CB49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1FA1B0A6" w14:textId="1533EB15" w:rsidR="002A1F9E" w:rsidRPr="006F68B7" w:rsidRDefault="002A1F9E" w:rsidP="002A1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  <w:cs/>
        </w:rPr>
      </w:pP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พีเอ็มซี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เลเบิล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แมททีเรียลส์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จำกัด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EA5064" w:rsidRPr="006F68B7">
        <w:rPr>
          <w:rFonts w:ascii="Angsana New" w:eastAsia="Calibri" w:hAnsi="Angsana New" w:cs="Angsana New"/>
          <w:sz w:val="30"/>
          <w:szCs w:val="30"/>
          <w:cs/>
        </w:rPr>
        <w:t>(</w:t>
      </w:r>
      <w:r w:rsidR="00EA5064" w:rsidRPr="006F68B7">
        <w:rPr>
          <w:rFonts w:ascii="Angsana New" w:eastAsia="Calibri" w:hAnsi="Angsana New" w:cs="Angsana New" w:hint="cs"/>
          <w:sz w:val="30"/>
          <w:szCs w:val="30"/>
          <w:cs/>
        </w:rPr>
        <w:t>มหาชน</w:t>
      </w:r>
      <w:r w:rsidR="00EA5064" w:rsidRPr="006F68B7">
        <w:rPr>
          <w:rFonts w:ascii="Angsana New" w:eastAsia="Calibri" w:hAnsi="Angsana New" w:cs="Angsana New"/>
          <w:sz w:val="30"/>
          <w:szCs w:val="30"/>
          <w:cs/>
        </w:rPr>
        <w:t>)</w:t>
      </w:r>
      <w:r w:rsidR="00EA5064" w:rsidRPr="006F68B7">
        <w:rPr>
          <w:rFonts w:ascii="Angsana New" w:eastAsia="Calibri" w:hAnsi="Angsana New" w:cs="Angsana New" w:hint="cs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และบริษัทย่อย</w:t>
      </w:r>
      <w:r w:rsidR="00EA5064" w:rsidRPr="006F68B7">
        <w:rPr>
          <w:rFonts w:ascii="Angsana New" w:eastAsia="Calibri" w:hAnsi="Angsana New" w:cs="Angsana New" w:hint="cs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>(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กลุ่มบริษัท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)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และของเฉพาะบริษัท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พีเอ็มซี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เลเบิล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แมททีเรียลส์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จำกัด</w:t>
      </w:r>
      <w:r w:rsidR="00EA5064" w:rsidRPr="006F68B7">
        <w:rPr>
          <w:rFonts w:ascii="Angsana New" w:eastAsia="Calibri" w:hAnsi="Angsana New" w:cs="Angsana New" w:hint="cs"/>
          <w:sz w:val="30"/>
          <w:szCs w:val="30"/>
          <w:cs/>
        </w:rPr>
        <w:t xml:space="preserve"> </w:t>
      </w:r>
      <w:r w:rsidR="00EA5064" w:rsidRPr="006F68B7">
        <w:rPr>
          <w:rFonts w:ascii="Angsana New" w:eastAsia="Calibri" w:hAnsi="Angsana New" w:cs="Angsana New"/>
          <w:sz w:val="30"/>
          <w:szCs w:val="30"/>
          <w:cs/>
        </w:rPr>
        <w:t>(</w:t>
      </w:r>
      <w:r w:rsidR="00EA5064" w:rsidRPr="006F68B7">
        <w:rPr>
          <w:rFonts w:ascii="Angsana New" w:eastAsia="Calibri" w:hAnsi="Angsana New" w:cs="Angsana New" w:hint="cs"/>
          <w:sz w:val="30"/>
          <w:szCs w:val="30"/>
          <w:cs/>
        </w:rPr>
        <w:t>มหาชน</w:t>
      </w:r>
      <w:r w:rsidR="00EA5064" w:rsidRPr="006F68B7">
        <w:rPr>
          <w:rFonts w:ascii="Angsana New" w:eastAsia="Calibri" w:hAnsi="Angsana New" w:cs="Angsana New"/>
          <w:sz w:val="30"/>
          <w:szCs w:val="30"/>
          <w:cs/>
        </w:rPr>
        <w:t>)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(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บริษัท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)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ตามลำดับ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6F68B7">
        <w:rPr>
          <w:rFonts w:ascii="Angsana New" w:eastAsia="Calibri" w:hAnsi="Angsana New" w:cs="Angsana New"/>
          <w:sz w:val="30"/>
          <w:szCs w:val="30"/>
        </w:rPr>
        <w:br/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ซึ่งประกอบด้วยงบฐานะการเงินรวมและงบฐานะการเงินเฉพาะกิจการ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ณ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วันที่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1777C9" w:rsidRPr="006F68B7">
        <w:rPr>
          <w:rFonts w:ascii="Angsana New" w:eastAsia="Calibri" w:hAnsi="Angsana New" w:cs="Angsana New"/>
          <w:sz w:val="30"/>
          <w:szCs w:val="30"/>
        </w:rPr>
        <w:t>31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ธันวาคม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1777C9" w:rsidRPr="006F68B7">
        <w:rPr>
          <w:rFonts w:ascii="Angsana New" w:eastAsia="Calibri" w:hAnsi="Angsana New" w:cs="Angsana New"/>
          <w:sz w:val="30"/>
          <w:szCs w:val="30"/>
        </w:rPr>
        <w:t>256</w:t>
      </w:r>
      <w:r w:rsidR="00E672C7">
        <w:rPr>
          <w:rFonts w:ascii="Angsana New" w:eastAsia="Calibri" w:hAnsi="Angsana New" w:cs="Angsana New"/>
          <w:sz w:val="30"/>
          <w:szCs w:val="30"/>
        </w:rPr>
        <w:t>8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งบกำไรขาดทุนรวมและ</w:t>
      </w:r>
      <w:r w:rsidR="00EB5909" w:rsidRPr="006F68B7">
        <w:rPr>
          <w:rFonts w:ascii="Angsana New" w:eastAsia="Calibri" w:hAnsi="Angsana New" w:cs="Angsana New"/>
          <w:sz w:val="30"/>
          <w:szCs w:val="30"/>
        </w:rPr>
        <w:br/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งบกำไรขาดทุนเฉพาะกิจการ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งบการเปลี่ยนแปลง</w:t>
      </w:r>
      <w:r w:rsidRPr="006F68B7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ส่วนของผู้ถือหุ้นรวมและงบการเปลี่ยนแปลงส่วนของผู้ถือหุ้นเฉพาะกิจการ</w:t>
      </w:r>
      <w:r w:rsidRPr="006F68B7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และงบกระแสเงินสดรวมและงบกระแสเงินสด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เฉพาะกิจการ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6F68B7">
        <w:rPr>
          <w:rFonts w:ascii="Angsana New" w:eastAsia="Calibri" w:hAnsi="Angsana New" w:cs="Angsana New" w:hint="cs"/>
          <w:sz w:val="30"/>
          <w:szCs w:val="30"/>
          <w:cs/>
        </w:rPr>
        <w:t>สำหรับปีสิ้นสุดวันเดียวกัน</w:t>
      </w:r>
      <w:r w:rsidRPr="006F68B7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083611">
        <w:rPr>
          <w:rFonts w:ascii="Angsana New" w:eastAsia="Calibri" w:hAnsi="Angsana New" w:cs="Angsana New" w:hint="cs"/>
          <w:sz w:val="30"/>
          <w:szCs w:val="30"/>
          <w:cs/>
        </w:rPr>
        <w:t>และหมายเหตุประกอบงบการเงินซึ่งประกอบด้วยสรุปนโยบายการบัญชีและข้อมูลอธิบายอื่นที่มีสาระสำคัญ</w:t>
      </w:r>
    </w:p>
    <w:p w14:paraId="190290D2" w14:textId="77777777" w:rsidR="002A1F9E" w:rsidRPr="002A1F9E" w:rsidRDefault="002A1F9E" w:rsidP="002A1F9E">
      <w:pPr>
        <w:pStyle w:val="a"/>
        <w:tabs>
          <w:tab w:val="left" w:pos="540"/>
        </w:tabs>
        <w:ind w:right="29"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</w:p>
    <w:p w14:paraId="584C1763" w14:textId="77777777" w:rsidR="000E6543" w:rsidRDefault="002A1F9E" w:rsidP="002A1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  <w:cs/>
        </w:rPr>
        <w:sectPr w:rsidR="000E6543" w:rsidSect="000E6543">
          <w:headerReference w:type="default" r:id="rId15"/>
          <w:footerReference w:type="default" r:id="rId16"/>
          <w:pgSz w:w="11909" w:h="16834" w:code="9"/>
          <w:pgMar w:top="691" w:right="1199" w:bottom="576" w:left="1152" w:header="720" w:footer="720" w:gutter="0"/>
          <w:pgNumType w:start="1"/>
          <w:cols w:space="720"/>
        </w:sectPr>
      </w:pP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ข้าพเจ้าเห็นว่า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ตามลำดับ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ณ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วันที่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1777C9" w:rsidRPr="001777C9">
        <w:rPr>
          <w:rFonts w:ascii="Angsana New" w:eastAsia="Calibri" w:hAnsi="Angsana New" w:cs="Angsana New"/>
          <w:sz w:val="30"/>
          <w:szCs w:val="30"/>
        </w:rPr>
        <w:t>31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ธันวาคม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1777C9" w:rsidRPr="001777C9">
        <w:rPr>
          <w:rFonts w:ascii="Angsana New" w:eastAsia="Calibri" w:hAnsi="Angsana New" w:cs="Angsana New"/>
          <w:sz w:val="30"/>
          <w:szCs w:val="30"/>
        </w:rPr>
        <w:t>256</w:t>
      </w:r>
      <w:r w:rsidR="00E672C7">
        <w:rPr>
          <w:rFonts w:ascii="Angsana New" w:eastAsia="Calibri" w:hAnsi="Angsana New" w:cs="Angsana New"/>
          <w:sz w:val="30"/>
          <w:szCs w:val="30"/>
        </w:rPr>
        <w:t>8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ผลการดำเนินงานรวมและผลการดำเนินงานเฉพาะกิจการ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และกระแสเงินสดรวมและกระแสเงินสดเฉพาะกิจการ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0D2F9B01" w14:textId="0BB5A033" w:rsidR="00D22BCB" w:rsidRPr="00663DF5" w:rsidRDefault="00D22BCB" w:rsidP="006A45B2">
      <w:pPr>
        <w:jc w:val="thaiDistribute"/>
        <w:rPr>
          <w:rFonts w:ascii="Angsana New" w:eastAsia="Calibri" w:hAnsi="Angsana New" w:cs="Angsana New"/>
          <w:i/>
          <w:iCs/>
          <w:sz w:val="30"/>
          <w:szCs w:val="30"/>
        </w:rPr>
      </w:pPr>
      <w:r w:rsidRPr="00663DF5">
        <w:rPr>
          <w:rFonts w:ascii="Angsana New" w:eastAsia="Calibri" w:hAnsi="Angsana New" w:cs="Angsana New" w:hint="cs"/>
          <w:i/>
          <w:iCs/>
          <w:sz w:val="30"/>
          <w:szCs w:val="30"/>
          <w:cs/>
        </w:rPr>
        <w:lastRenderedPageBreak/>
        <w:t>เกณฑ์ในการแสดงความเห็น</w:t>
      </w:r>
    </w:p>
    <w:p w14:paraId="765A1FFF" w14:textId="77777777" w:rsidR="00D22BCB" w:rsidRPr="00663DF5" w:rsidRDefault="00D22BCB" w:rsidP="006939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b/>
          <w:bCs/>
          <w:sz w:val="28"/>
          <w:szCs w:val="28"/>
        </w:rPr>
      </w:pPr>
    </w:p>
    <w:p w14:paraId="11D1DF66" w14:textId="3E299678" w:rsidR="008F3A9A" w:rsidRDefault="00D22BCB" w:rsidP="006A36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  <w:cs/>
        </w:rPr>
      </w:pPr>
      <w:r w:rsidRPr="00663DF5">
        <w:rPr>
          <w:rFonts w:ascii="Angsana New" w:eastAsia="Calibri" w:hAnsi="Angsana New" w:cs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3E2D9C" w:rsidRPr="00663DF5">
        <w:rPr>
          <w:rFonts w:ascii="Angsana New" w:eastAsia="Calibri" w:hAnsi="Angsana New" w:cs="Angsana New" w:hint="cs"/>
          <w:sz w:val="30"/>
          <w:szCs w:val="30"/>
          <w:cs/>
        </w:rPr>
        <w:br/>
      </w:r>
      <w:r w:rsidRPr="00663DF5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="002A1F9E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รวมและงบการเงินเฉพาะกิจการ</w:t>
      </w:r>
      <w:r w:rsidRPr="00663DF5">
        <w:rPr>
          <w:rFonts w:ascii="Angsana New" w:eastAsia="Calibri" w:hAnsi="Angsana New" w:cs="Angsana New" w:hint="cs"/>
          <w:sz w:val="30"/>
          <w:szCs w:val="30"/>
          <w:cs/>
        </w:rPr>
        <w:t>ในรายงานของข้าพเจ้า ข้าพเจ้ามีความเป็นอิสระจาก</w:t>
      </w:r>
      <w:r w:rsidR="002A1F9E">
        <w:rPr>
          <w:rFonts w:ascii="Angsana New" w:eastAsia="Calibri" w:hAnsi="Angsana New" w:cs="Angsana New" w:hint="cs"/>
          <w:sz w:val="30"/>
          <w:szCs w:val="30"/>
          <w:cs/>
        </w:rPr>
        <w:t>กลุ่มบริษัท</w:t>
      </w:r>
      <w:r w:rsidR="002A1F9E" w:rsidRPr="002768E8">
        <w:rPr>
          <w:rFonts w:ascii="Angsana New" w:eastAsia="Calibri" w:hAnsi="Angsana New" w:cs="Angsana New" w:hint="cs"/>
          <w:sz w:val="30"/>
          <w:szCs w:val="30"/>
          <w:cs/>
        </w:rPr>
        <w:t>และ</w:t>
      </w:r>
      <w:r w:rsidRPr="002768E8">
        <w:rPr>
          <w:rFonts w:ascii="Angsana New" w:eastAsia="Calibri" w:hAnsi="Angsana New" w:cs="Angsana New" w:hint="cs"/>
          <w:sz w:val="30"/>
          <w:szCs w:val="30"/>
          <w:cs/>
        </w:rPr>
        <w:t>บริษัท</w:t>
      </w:r>
      <w:r w:rsidR="002768E8" w:rsidRPr="002768E8">
        <w:rPr>
          <w:rFonts w:ascii="Angsana New" w:eastAsia="Calibri" w:hAnsi="Angsana New" w:cs="Angsana New" w:hint="cs"/>
          <w:sz w:val="30"/>
          <w:szCs w:val="30"/>
          <w:cs/>
        </w:rPr>
        <w:t>ตาม</w:t>
      </w:r>
      <w:r w:rsidR="002768E8" w:rsidRPr="002768E8">
        <w:rPr>
          <w:rFonts w:asciiTheme="majorBidi" w:hAnsiTheme="majorBidi" w:cstheme="majorBidi"/>
          <w:i/>
          <w:iCs/>
          <w:sz w:val="30"/>
          <w:szCs w:val="30"/>
          <w:cs/>
        </w:rPr>
        <w:t>ประมวลจรรยาบรรณของผู้ประกอบวิชาชีพบัญชี</w:t>
      </w:r>
      <w:r w:rsidR="002768E8" w:rsidRPr="002768E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2768E8" w:rsidRPr="002768E8">
        <w:rPr>
          <w:rFonts w:asciiTheme="majorBidi" w:hAnsiTheme="majorBidi" w:cstheme="majorBidi"/>
          <w:i/>
          <w:iCs/>
          <w:sz w:val="30"/>
          <w:szCs w:val="30"/>
          <w:cs/>
        </w:rPr>
        <w:t>รวมถึง</w:t>
      </w:r>
      <w:r w:rsidR="002768E8" w:rsidRPr="002768E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2768E8" w:rsidRPr="002768E8">
        <w:rPr>
          <w:rFonts w:asciiTheme="majorBidi" w:hAnsiTheme="majorBidi" w:cstheme="majorBidi"/>
          <w:i/>
          <w:iCs/>
          <w:sz w:val="30"/>
          <w:szCs w:val="30"/>
          <w:cs/>
        </w:rPr>
        <w:t>มาตรฐานเรื่องความเป็นอิสระ</w:t>
      </w:r>
      <w:r w:rsidR="002768E8" w:rsidRPr="002768E8">
        <w:rPr>
          <w:rFonts w:asciiTheme="majorBidi" w:hAnsiTheme="majorBidi" w:cstheme="majorBidi"/>
          <w:sz w:val="30"/>
          <w:szCs w:val="30"/>
        </w:rPr>
        <w:t xml:space="preserve"> </w:t>
      </w:r>
      <w:r w:rsidR="002768E8" w:rsidRPr="002768E8">
        <w:rPr>
          <w:rFonts w:asciiTheme="majorBidi" w:hAnsiTheme="majorBidi" w:cstheme="majorBidi"/>
          <w:sz w:val="30"/>
          <w:szCs w:val="30"/>
          <w:cs/>
        </w:rPr>
        <w:t>ที่กำหนดโดยสภาวิชาชีพบัญชี</w:t>
      </w:r>
      <w:r w:rsidR="002768E8" w:rsidRPr="002768E8">
        <w:rPr>
          <w:rFonts w:asciiTheme="majorBidi" w:hAnsiTheme="majorBidi" w:cstheme="majorBidi"/>
          <w:sz w:val="30"/>
          <w:szCs w:val="30"/>
        </w:rPr>
        <w:t xml:space="preserve"> </w:t>
      </w:r>
      <w:r w:rsidR="000B3390" w:rsidRPr="000B3390">
        <w:rPr>
          <w:rFonts w:asciiTheme="majorBidi" w:hAnsiTheme="majorBidi" w:cstheme="majorBidi"/>
          <w:sz w:val="30"/>
          <w:szCs w:val="30"/>
          <w:cs/>
        </w:rPr>
        <w:t>(</w:t>
      </w:r>
      <w:r w:rsidR="002768E8" w:rsidRPr="002768E8">
        <w:rPr>
          <w:rFonts w:asciiTheme="majorBidi" w:hAnsiTheme="majorBidi" w:cstheme="majorBidi"/>
          <w:sz w:val="30"/>
          <w:szCs w:val="30"/>
          <w:cs/>
        </w:rPr>
        <w:t>ประมวลจรรยาบรรณของผู้ประกอบวิชาชีพบัญชี)</w:t>
      </w:r>
      <w:r w:rsidR="002768E8" w:rsidRPr="002768E8">
        <w:rPr>
          <w:rFonts w:asciiTheme="majorBidi" w:hAnsiTheme="majorBidi" w:cstheme="majorBidi"/>
          <w:sz w:val="30"/>
          <w:szCs w:val="30"/>
        </w:rPr>
        <w:t xml:space="preserve"> </w:t>
      </w:r>
      <w:r w:rsidRPr="002768E8">
        <w:rPr>
          <w:rFonts w:ascii="Angsana New" w:eastAsia="Calibri" w:hAnsi="Angsana New" w:cs="Angsana New" w:hint="cs"/>
          <w:sz w:val="30"/>
          <w:szCs w:val="30"/>
          <w:cs/>
        </w:rPr>
        <w:t>ในส่วนที่เกี่ยวข้อง</w:t>
      </w:r>
      <w:r w:rsidRPr="002768E8">
        <w:rPr>
          <w:rFonts w:ascii="Angsana New" w:eastAsia="Calibri" w:hAnsi="Angsana New" w:cs="Angsana New" w:hint="cs"/>
          <w:spacing w:val="-4"/>
          <w:sz w:val="30"/>
          <w:szCs w:val="30"/>
          <w:cs/>
        </w:rPr>
        <w:t>กับการตรวจสอบงบการเงิน</w:t>
      </w:r>
      <w:r w:rsidR="002A1F9E" w:rsidRPr="002768E8">
        <w:rPr>
          <w:rFonts w:ascii="Angsana New" w:eastAsia="Calibri" w:hAnsi="Angsana New" w:cs="Angsana New" w:hint="cs"/>
          <w:spacing w:val="-4"/>
          <w:sz w:val="30"/>
          <w:szCs w:val="30"/>
          <w:cs/>
        </w:rPr>
        <w:t>รวมและงบการเงินเฉพาะกิจการ</w:t>
      </w:r>
      <w:r w:rsidRPr="002768E8">
        <w:rPr>
          <w:rFonts w:ascii="Angsana New" w:eastAsia="Calibri" w:hAnsi="Angsana New" w:cs="Angsana New" w:hint="cs"/>
          <w:spacing w:val="-4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</w:t>
      </w:r>
      <w:r w:rsidRPr="002768E8">
        <w:rPr>
          <w:rFonts w:ascii="Angsana New" w:eastAsia="Calibri" w:hAnsi="Angsana New" w:cs="Angsana New" w:hint="cs"/>
          <w:spacing w:val="-4"/>
          <w:sz w:val="30"/>
          <w:szCs w:val="30"/>
        </w:rPr>
        <w:t xml:space="preserve"> </w:t>
      </w:r>
      <w:r w:rsidRPr="002768E8">
        <w:rPr>
          <w:rFonts w:ascii="Angsana New" w:eastAsia="Calibri" w:hAnsi="Angsana New" w:cs="Angsana New" w:hint="cs"/>
          <w:spacing w:val="-4"/>
          <w:sz w:val="30"/>
          <w:szCs w:val="30"/>
          <w:cs/>
        </w:rPr>
        <w:t>ๆ</w:t>
      </w:r>
      <w:r w:rsidRPr="002768E8">
        <w:rPr>
          <w:rFonts w:ascii="Angsana New" w:eastAsia="Calibri" w:hAnsi="Angsana New" w:cs="Angsana New" w:hint="cs"/>
          <w:sz w:val="30"/>
          <w:szCs w:val="30"/>
          <w:cs/>
        </w:rPr>
        <w:t xml:space="preserve"> </w:t>
      </w:r>
      <w:r w:rsidR="002768E8" w:rsidRPr="002768E8">
        <w:rPr>
          <w:rFonts w:cs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2768E8">
        <w:rPr>
          <w:rFonts w:ascii="Angsana New" w:eastAsia="Calibri" w:hAnsi="Angsana New" w:cs="Angsana New" w:hint="cs"/>
          <w:sz w:val="30"/>
          <w:szCs w:val="30"/>
          <w:cs/>
        </w:rPr>
        <w:t xml:space="preserve"> ข้าพเจ้าเชื่อ</w:t>
      </w:r>
      <w:r w:rsidRPr="00663DF5">
        <w:rPr>
          <w:rFonts w:ascii="Angsana New" w:eastAsia="Calibri" w:hAnsi="Angsana New" w:cs="Angsana New" w:hint="cs"/>
          <w:sz w:val="30"/>
          <w:szCs w:val="30"/>
          <w:cs/>
        </w:rPr>
        <w:t>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C7E55D4" w14:textId="44DF1EB4" w:rsidR="008F3A9A" w:rsidRDefault="008F3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 w:cs="Angsana New"/>
          <w:sz w:val="30"/>
          <w:szCs w:val="30"/>
          <w:cs/>
        </w:rPr>
      </w:pPr>
    </w:p>
    <w:p w14:paraId="75AF96DB" w14:textId="77777777" w:rsidR="008F3A9A" w:rsidRPr="00D951F6" w:rsidRDefault="008F3A9A" w:rsidP="008F3A9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951F6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6C3B3E86" w14:textId="77777777" w:rsidR="008F3A9A" w:rsidRPr="006B1136" w:rsidRDefault="008F3A9A" w:rsidP="008F3A9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7DA9B55" w14:textId="77777777" w:rsidR="008F3A9A" w:rsidRDefault="008F3A9A" w:rsidP="008F3A9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theme="minorBidi"/>
          <w:sz w:val="30"/>
          <w:szCs w:val="30"/>
        </w:rPr>
      </w:pPr>
      <w:r w:rsidRPr="00F70E62">
        <w:rPr>
          <w:rFonts w:ascii="Angsana New" w:hAnsi="Angsana New"/>
          <w:sz w:val="30"/>
          <w:szCs w:val="30"/>
          <w:cs/>
        </w:rPr>
        <w:t>เรื่องสำคัญในการตรวจสอบคือเรื่องต่าง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F70E62">
        <w:rPr>
          <w:rFonts w:ascii="Angsana New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2A7D3F62" w14:textId="3EA9C897" w:rsidR="008F3A9A" w:rsidRDefault="008F3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theme="minorBidi"/>
          <w:sz w:val="30"/>
          <w:szCs w:val="30"/>
          <w:cs/>
        </w:rPr>
      </w:pPr>
      <w:r>
        <w:rPr>
          <w:rFonts w:ascii="Angsana New" w:hAnsi="Angsana New" w:cstheme="minorBidi"/>
          <w:sz w:val="30"/>
          <w:szCs w:val="30"/>
          <w:cs/>
        </w:rPr>
        <w:br w:type="page"/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4675"/>
        <w:gridCol w:w="4950"/>
      </w:tblGrid>
      <w:tr w:rsidR="008F3A9A" w:rsidRPr="00DF4009" w14:paraId="6D14C736" w14:textId="77777777" w:rsidTr="00BD292E">
        <w:tc>
          <w:tcPr>
            <w:tcW w:w="9625" w:type="dxa"/>
            <w:gridSpan w:val="2"/>
          </w:tcPr>
          <w:p w14:paraId="4AB3C18B" w14:textId="78EC8467" w:rsidR="008F3A9A" w:rsidRPr="00AD2459" w:rsidRDefault="008F3A9A" w:rsidP="00BD292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การทดสอบการด้อยค่าของค่าความนิยมและสินทรัพย์ไม่มีตัวตนที่มีอายุการใช้ประโยชน์ไม่ทราบแน่นอน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ใน</w:t>
            </w:r>
            <w:r w:rsidR="00E7453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งบการเงินรวมและการทดสอบการด้อยค่าของเงินลงทุนในบริษัทย่อยในงบการเงินเฉพาะกิจการ</w:t>
            </w:r>
          </w:p>
        </w:tc>
      </w:tr>
      <w:tr w:rsidR="008F3A9A" w:rsidRPr="005377A0" w14:paraId="074FF17D" w14:textId="77777777" w:rsidTr="00BD292E">
        <w:tc>
          <w:tcPr>
            <w:tcW w:w="9625" w:type="dxa"/>
            <w:gridSpan w:val="2"/>
          </w:tcPr>
          <w:p w14:paraId="512B5B07" w14:textId="3F58D6D1" w:rsidR="008F3A9A" w:rsidRPr="00AD2459" w:rsidRDefault="008F3A9A" w:rsidP="00BD292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อ้างถึงหมายเหตุประกอบงบการเงิน ข้อ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</w:rPr>
              <w:t xml:space="preserve"> 3(</w:t>
            </w:r>
            <w:r w:rsidR="00AC749A">
              <w:rPr>
                <w:rFonts w:asciiTheme="majorBidi" w:hAnsiTheme="majorBidi" w:cstheme="majorBidi" w:hint="cs"/>
                <w:sz w:val="30"/>
                <w:szCs w:val="30"/>
                <w:cs/>
              </w:rPr>
              <w:t>ฏ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="00AC749A">
              <w:rPr>
                <w:rFonts w:asciiTheme="majorBidi" w:hAnsiTheme="majorBidi" w:cstheme="majorBidi"/>
                <w:sz w:val="30"/>
                <w:szCs w:val="30"/>
              </w:rPr>
              <w:t xml:space="preserve"> 8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F230D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8F3A9A" w:rsidRPr="00DF4009" w14:paraId="1EB74BF9" w14:textId="77777777" w:rsidTr="00BD292E">
        <w:tc>
          <w:tcPr>
            <w:tcW w:w="4675" w:type="dxa"/>
          </w:tcPr>
          <w:p w14:paraId="20F00900" w14:textId="77777777" w:rsidR="008F3A9A" w:rsidRPr="00AD2459" w:rsidRDefault="008F3A9A" w:rsidP="00BD292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</w:tcPr>
          <w:p w14:paraId="33960E81" w14:textId="77777777" w:rsidR="008F3A9A" w:rsidRPr="00AD2459" w:rsidRDefault="008F3A9A" w:rsidP="00BD292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F3A9A" w:rsidRPr="00347EBA" w14:paraId="79AF7078" w14:textId="77777777" w:rsidTr="00BD292E">
        <w:tc>
          <w:tcPr>
            <w:tcW w:w="4675" w:type="dxa"/>
          </w:tcPr>
          <w:p w14:paraId="6DB496EE" w14:textId="55B28C1C" w:rsidR="008F3A9A" w:rsidRPr="00AD2459" w:rsidRDefault="008F3A9A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D2459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AD2459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672C7" w:rsidRPr="00AD2459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กลุ่มบริษัทมีค่าความนิยมและ สินทรัพย์ไม่มีตัวตนที่มีอายุการใช้ประโยชน์ไม่ทราบแน่นอนซึ่งเป็นเครื่องหมายการค้า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A33ECF"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ซึ่งได้</w:t>
            </w: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มาจากการซื้อธุรกิจของกลุ่มบริษัท โดยบริษัทย่อยดังกล่าวประกอบธุรกิจการผลิตและจำหน่ายฉลากที่มีกาวในตัว</w:t>
            </w:r>
            <w:r w:rsidR="005A4C0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ของสินทรัพย์ดังกล่าวได้มีการปันส่วนให้กับหน่วยสินทรัพย์ที่ก่อให้เกิดเงินสดสำหรับการทดสอบ</w:t>
            </w:r>
            <w:r w:rsidRPr="00AD2459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การด้อยค่า ซึ่งต้องทดสอบอย่างน้อยปีละครั้ง</w:t>
            </w: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และเมื่อมีข้อบ่งชี้ของการด้อยค่า</w:t>
            </w:r>
            <w:r w:rsidR="005A4C0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5A4C0B" w:rsidRPr="005A4C0B">
              <w:rPr>
                <w:rFonts w:asciiTheme="majorBidi" w:hAnsiTheme="majorBidi" w:cs="Angsana New" w:hint="cs"/>
                <w:sz w:val="30"/>
                <w:szCs w:val="30"/>
                <w:cs/>
              </w:rPr>
              <w:t>นอกจากนี้</w:t>
            </w:r>
            <w:r w:rsidR="005A4C0B" w:rsidRPr="005A4C0B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5A4C0B" w:rsidRPr="005A4C0B">
              <w:rPr>
                <w:rFonts w:asciiTheme="majorBidi" w:hAnsiTheme="majorBidi" w:cs="Angsana New" w:hint="cs"/>
                <w:sz w:val="30"/>
                <w:szCs w:val="30"/>
                <w:cs/>
              </w:rPr>
              <w:t>เนื่องจากสภาวะเศรษฐกิจชะลอตัวส่งผลให้บริษัทย่อยมีผลการดำเนินงานลดลง</w:t>
            </w:r>
            <w:r w:rsidR="005A4C0B" w:rsidRPr="005A4C0B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5A4C0B" w:rsidRPr="005A4C0B">
              <w:rPr>
                <w:rFonts w:asciiTheme="majorBidi" w:hAnsiTheme="majorBidi" w:cs="Angsana New" w:hint="cs"/>
                <w:sz w:val="30"/>
                <w:szCs w:val="30"/>
                <w:cs/>
              </w:rPr>
              <w:t>ผู้บริหารจึงได้พิจารณาทดสอบการด้อยค่าของเงินลงทุนในบริษัทย่อยดังกล่าว</w:t>
            </w:r>
          </w:p>
          <w:p w14:paraId="56069EFC" w14:textId="77777777" w:rsidR="00C04FEB" w:rsidRPr="008C466D" w:rsidRDefault="00C04FEB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1EED81" w14:textId="32954E98" w:rsidR="008F3A9A" w:rsidRPr="00AD2459" w:rsidRDefault="008F3A9A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เนื่องจากความมีสาระสำคัญของยอดคงเหลือและมีการใช้ดุลยพินิจและการประมาณการที่สำคัญของผู้บริหารในการกำหนดมูลค่าที่คาดว่าจะได้รับคืนของหน่วยสินทรัพย์ที่ก่อให้เกิดเงินสด โดยเฉพาะอย่างยิ่ง ในการกำหนดอัตราการเติบโต การประมาณการกระแสเงินสดในอนาคต และอัตราคิดลดที่ใช้ ข้าพเจ้าจึงพิจารณาว่าเรื่องดังกล่าวเป็นเรื่องสำคัญในการตรวจสอบ</w:t>
            </w:r>
          </w:p>
          <w:p w14:paraId="5E8A2CF4" w14:textId="77777777" w:rsidR="008F3A9A" w:rsidRPr="00AD2459" w:rsidRDefault="008F3A9A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EB643B" w14:textId="77777777" w:rsidR="008F3A9A" w:rsidRPr="00AD2459" w:rsidRDefault="008F3A9A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50" w:type="dxa"/>
          </w:tcPr>
          <w:p w14:paraId="6271123C" w14:textId="77777777" w:rsidR="008F3A9A" w:rsidRPr="00AD2459" w:rsidRDefault="008F3A9A" w:rsidP="00BD292E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26D569BB" w14:textId="3C4770D7" w:rsidR="008F3A9A" w:rsidRPr="00AD2459" w:rsidRDefault="008F3A9A" w:rsidP="003F2BDC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การสอบถามผู้บริหารเพื่อทำความเข้าใจนโยบายและวิธีการที่กลุ่มบริษัทใช้ในการทดสอบการด้อยค่าของ</w:t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br/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ค่าความนิยมและเครื่องหมายการค้า และประเมินความเหมาะสมของการระบุหน่วยสินทรัพย์ที่ก่อให้เกิด</w:t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br/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เงินสด</w:t>
            </w:r>
            <w:r w:rsidR="00A33ECF" w:rsidRPr="00AD2459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="00A33ECF"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รวมถึงกระบวนการประเมินข้อบ่งชี้การด้อยค่า</w:t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ของผู้บริหาร</w:t>
            </w:r>
          </w:p>
          <w:p w14:paraId="6445EDEB" w14:textId="5C45ADD2" w:rsidR="008F3A9A" w:rsidRPr="00AD2459" w:rsidRDefault="008F3A9A" w:rsidP="003F2BDC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การประเมินความสมเหตุสมผลของข้อสมมติและข้อมูล</w:t>
            </w:r>
            <w:r w:rsidRPr="00AD2459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 xml:space="preserve">ที่สำคัญที่ใช้ในการกำหนดมูลค่าที่คาดว่าจะได้รับคืน </w:t>
            </w:r>
            <w:r w:rsidRPr="00AD2459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br/>
              <w:t>ซึ่ง</w:t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เป็นมูลค่าจากการใช้ เช่น การประมาณการรายได้ </w:t>
            </w:r>
            <w:r w:rsidRPr="00BA2E83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และอัตราการเติบโตระยะสั้นและระยะยาว</w:t>
            </w:r>
            <w:r w:rsidRPr="00BA2E83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</w:rPr>
              <w:t xml:space="preserve"> </w:t>
            </w:r>
            <w:r w:rsidRPr="00BA2E83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โดยอ้างอิ</w:t>
            </w:r>
            <w:r w:rsidR="00BA2E83" w:rsidRPr="00BA2E83">
              <w:rPr>
                <w:rFonts w:asciiTheme="majorBidi" w:hAnsiTheme="majorBidi" w:cstheme="majorBidi" w:hint="cs"/>
                <w:color w:val="000000"/>
                <w:spacing w:val="-4"/>
                <w:sz w:val="30"/>
                <w:szCs w:val="30"/>
                <w:cs/>
              </w:rPr>
              <w:t>ง</w:t>
            </w:r>
            <w:r w:rsidRPr="00BA2E83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กับ</w:t>
            </w:r>
            <w:r w:rsidRPr="00BA2E83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  <w:cs/>
              </w:rPr>
              <w:t>ข้อมูลในอดีต</w:t>
            </w:r>
            <w:r w:rsidR="007D0049" w:rsidRPr="00BA2E83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  <w:cs/>
              </w:rPr>
              <w:t xml:space="preserve"> </w:t>
            </w:r>
            <w:r w:rsidRPr="00BA2E83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  <w:cs/>
              </w:rPr>
              <w:t>ความรู้ความเข้าใจต่อธุรกิ</w:t>
            </w:r>
            <w:r w:rsidR="00BA2E83" w:rsidRPr="00BA2E83">
              <w:rPr>
                <w:rFonts w:asciiTheme="majorBidi" w:hAnsiTheme="majorBidi" w:cstheme="majorBidi" w:hint="cs"/>
                <w:color w:val="000000"/>
                <w:spacing w:val="-2"/>
                <w:sz w:val="30"/>
                <w:szCs w:val="30"/>
                <w:cs/>
              </w:rPr>
              <w:t>จ</w:t>
            </w:r>
            <w:r w:rsidRPr="00AD2459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อุตสาหกรรม และสภาวการณ์ตลาดที่หน่วยสินทรัพย์ที่ก่อให้เกิด</w:t>
            </w:r>
            <w:r w:rsidR="00BA2E83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br/>
            </w:r>
            <w:r w:rsidRPr="00AD2459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เงินสดนั้นดำเนินงานอยู่</w:t>
            </w:r>
          </w:p>
          <w:p w14:paraId="69C5390B" w14:textId="77777777" w:rsidR="008F3A9A" w:rsidRPr="00AD2459" w:rsidRDefault="008F3A9A" w:rsidP="003F2BDC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  <w:cs/>
              </w:rPr>
              <w:t>การประเมินความเหมาะสมของตัวแปรทางการเงิน</w:t>
            </w:r>
            <w:r w:rsidRPr="00AD2459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</w:rPr>
              <w:br/>
            </w:r>
            <w:r w:rsidRPr="00AD2459">
              <w:rPr>
                <w:rFonts w:asciiTheme="majorBidi" w:hAnsiTheme="majorBidi" w:cstheme="majorBidi"/>
                <w:color w:val="000000"/>
                <w:spacing w:val="-2"/>
                <w:sz w:val="30"/>
                <w:szCs w:val="30"/>
                <w:cs/>
              </w:rPr>
              <w:t>ที่สำคัญที่ใช้กำหนดอัตราคิดลด โดยเปรียบเทียบกับข้อมูลที่มีอยู่ในตลาดและเปรียบเทียบกับบริษัทอื่นที่อยู่ในอุตสาหกรรมเดียวกัน</w:t>
            </w:r>
          </w:p>
          <w:p w14:paraId="4E2A51AF" w14:textId="77777777" w:rsidR="008F3A9A" w:rsidRPr="00AD2459" w:rsidRDefault="008F3A9A" w:rsidP="003F2BDC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pacing w:val="-4"/>
                <w:sz w:val="30"/>
                <w:szCs w:val="30"/>
                <w:cs/>
              </w:rPr>
              <w:t>การประเมินความสมเหตุสมผลของประมาณการผลการดำเนินงานในอนาคตโดยเปรียบเทียบการประมาณการในอดีตกับผลการดำเนินงานที่เกิดขึ้นจริง</w:t>
            </w:r>
          </w:p>
          <w:p w14:paraId="488C75A0" w14:textId="77777777" w:rsidR="008F3A9A" w:rsidRPr="00AD2459" w:rsidRDefault="008F3A9A" w:rsidP="003F2BDC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ผลกระทบที่มีต่อมูลค่าที่คาดว่าจะได้รับคืนจากการวิเคราะห์ความอ่อนไหวซึ่งจัดทำโดยผู้บริหาร โดยการประมาณการผลกระทบของการเปลี่ยนแปลง</w:t>
            </w: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br/>
              <w:t>ข้อสมมติที่สำคัญเกี่ยวกับอัตราการเติบโตในระยะยาว และอัตราคิดลดและ</w:t>
            </w:r>
          </w:p>
          <w:p w14:paraId="606E11D8" w14:textId="4908369A" w:rsidR="008F3A9A" w:rsidRPr="00AD2459" w:rsidRDefault="008F3A9A" w:rsidP="00AD2459">
            <w:pPr>
              <w:pStyle w:val="ListParagraph"/>
              <w:numPr>
                <w:ilvl w:val="0"/>
                <w:numId w:val="27"/>
              </w:numPr>
              <w:spacing w:after="0" w:line="24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AD245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การพิจารณาการเปิดเผยข้อมูลตามมาตรฐานการรายงานทางการเงิน</w:t>
            </w:r>
          </w:p>
        </w:tc>
      </w:tr>
    </w:tbl>
    <w:p w14:paraId="697A170F" w14:textId="0F85B535" w:rsidR="005E1127" w:rsidRPr="00D951F6" w:rsidRDefault="005E1127" w:rsidP="005E1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951F6">
        <w:rPr>
          <w:rFonts w:ascii="Angsana New" w:hAnsi="Angsana New"/>
          <w:i/>
          <w:iCs/>
          <w:sz w:val="30"/>
          <w:szCs w:val="30"/>
          <w:cs/>
        </w:rPr>
        <w:lastRenderedPageBreak/>
        <w:t>ข้อมูลอื่น</w:t>
      </w:r>
    </w:p>
    <w:p w14:paraId="0BD37EEE" w14:textId="77777777" w:rsidR="005E1127" w:rsidRPr="00D951F6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BB93A31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B7CA6">
        <w:rPr>
          <w:rFonts w:ascii="Angsana New" w:hAnsi="Angsana New"/>
          <w:spacing w:val="-4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แต่ไม่รวมถึงงบการเงินรวม</w:t>
      </w:r>
      <w:r w:rsidRPr="00D951F6">
        <w:rPr>
          <w:rFonts w:ascii="Angsana New" w:hAnsi="Angsana New"/>
          <w:sz w:val="30"/>
          <w:szCs w:val="30"/>
          <w:cs/>
        </w:rPr>
        <w:t>และงบการเงินเฉพาะกิจการและรายงานของผู้ส</w:t>
      </w:r>
      <w:r w:rsidRPr="00C33C30">
        <w:rPr>
          <w:rFonts w:ascii="Angsana New" w:hAnsi="Angsana New"/>
          <w:sz w:val="30"/>
          <w:szCs w:val="30"/>
          <w:cs/>
        </w:rPr>
        <w:t>อบบัญชีที่อยู่ในรายงานนั้น</w:t>
      </w:r>
      <w:r w:rsidRPr="00C33C30">
        <w:rPr>
          <w:rFonts w:ascii="Angsana New" w:hAnsi="Angsana New" w:hint="cs"/>
          <w:sz w:val="30"/>
          <w:szCs w:val="30"/>
          <w:cs/>
        </w:rPr>
        <w:t xml:space="preserve"> </w:t>
      </w:r>
      <w:r w:rsidRPr="00C33C30">
        <w:rPr>
          <w:rFonts w:ascii="Angsana New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1BFA3974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97ACDD6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33C30">
        <w:rPr>
          <w:rFonts w:ascii="Angsana New" w:hAnsi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27377B83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8A123B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33C30">
        <w:rPr>
          <w:rFonts w:ascii="Angsana New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Pr="00C33C30">
        <w:rPr>
          <w:rFonts w:ascii="Angsana New" w:hAnsi="Angsana New" w:hint="cs"/>
          <w:sz w:val="30"/>
          <w:szCs w:val="30"/>
          <w:cs/>
        </w:rPr>
        <w:t xml:space="preserve"> </w:t>
      </w:r>
      <w:r w:rsidRPr="00C33C30">
        <w:rPr>
          <w:rFonts w:ascii="Angsana New" w:hAnsi="Angsana New"/>
          <w:sz w:val="30"/>
          <w:szCs w:val="30"/>
          <w:cs/>
        </w:rPr>
        <w:t>คือการอ่านข้อมูลอื่นตามที่ระบุข้างต้นเมื่อจัดทำแล้ว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49EA1968" w14:textId="77777777" w:rsidR="005E1127" w:rsidRPr="00C33C30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4DD788F" w14:textId="77777777" w:rsidR="005E1127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33C30">
        <w:rPr>
          <w:rFonts w:ascii="Angsana New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61AB4508" w14:textId="77777777" w:rsidR="005E1127" w:rsidRDefault="005E1127" w:rsidP="005E1127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 w:cs="Angsana New"/>
          <w:i/>
          <w:iCs/>
          <w:sz w:val="30"/>
          <w:szCs w:val="30"/>
          <w:cs/>
        </w:rPr>
      </w:pPr>
    </w:p>
    <w:p w14:paraId="705E8ACC" w14:textId="62B13DF2" w:rsidR="00AB5311" w:rsidRPr="00AB5311" w:rsidRDefault="00AB5311" w:rsidP="00AB5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 w:cs="Angsana New"/>
          <w:i/>
          <w:iCs/>
          <w:sz w:val="30"/>
          <w:szCs w:val="30"/>
        </w:rPr>
      </w:pPr>
      <w:r w:rsidRPr="00AB5311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ความรับผิดชอบของผู้บริหาร</w:t>
      </w:r>
      <w:r w:rsidR="007A2410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และผู้มีหน้าที่กำกับดูแล</w:t>
      </w:r>
      <w:r w:rsidRPr="00AB5311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ต่องบการเงิน</w:t>
      </w:r>
      <w:r w:rsidR="00D2744C" w:rsidRPr="00D2744C">
        <w:rPr>
          <w:rFonts w:ascii="Angsana New" w:eastAsia="Calibri" w:hAnsi="Angsana New" w:cs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14:paraId="75FFA147" w14:textId="77777777" w:rsidR="00AB5311" w:rsidRPr="00AB5311" w:rsidRDefault="00AB5311" w:rsidP="00AB5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6ADB13A8" w14:textId="6136746F" w:rsidR="00AB5311" w:rsidRPr="00663DF5" w:rsidRDefault="00D2744C" w:rsidP="00AB5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  <w:r w:rsidRPr="00D2744C">
        <w:rPr>
          <w:rFonts w:ascii="Angsana New" w:eastAsia="Calibri" w:hAnsi="Angsana New" w:cs="Angsana New" w:hint="cs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0C674213" w14:textId="77777777" w:rsidR="00AB5311" w:rsidRPr="00663DF5" w:rsidRDefault="00AB5311" w:rsidP="008235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6278AFD4" w14:textId="3E9B80BD" w:rsidR="00D22BCB" w:rsidRDefault="00D2744C" w:rsidP="00BD16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  <w:r w:rsidRPr="00D2744C">
        <w:rPr>
          <w:rFonts w:ascii="Angsana New" w:eastAsia="Calibri" w:hAnsi="Angsana New" w:cs="Angsana New" w:hint="cs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 (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ตามความเหมาะสม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) 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D2744C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D2744C">
        <w:rPr>
          <w:rFonts w:ascii="Angsana New" w:eastAsia="Calibri" w:hAnsi="Angsana New" w:cs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6EA6B530" w14:textId="0C81ED2C" w:rsidR="00AD579C" w:rsidRDefault="00AD579C" w:rsidP="00BD16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6F7478D7" w14:textId="36DEA38E" w:rsidR="00AD579C" w:rsidRPr="002768E8" w:rsidRDefault="00AD579C" w:rsidP="00BD16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pacing w:val="-2"/>
          <w:sz w:val="30"/>
          <w:szCs w:val="30"/>
        </w:rPr>
      </w:pPr>
      <w:r w:rsidRPr="002768E8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และบริษัท</w:t>
      </w:r>
    </w:p>
    <w:p w14:paraId="77736FB8" w14:textId="2291D544" w:rsidR="003A3AD6" w:rsidRPr="00663DF5" w:rsidRDefault="003A3AD6" w:rsidP="00AE15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0DA0772D" w14:textId="77777777" w:rsidR="007C6E5E" w:rsidRDefault="007C6E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i/>
          <w:iCs/>
          <w:sz w:val="30"/>
          <w:szCs w:val="30"/>
          <w:cs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br w:type="page"/>
      </w:r>
    </w:p>
    <w:p w14:paraId="193B8BB7" w14:textId="56336B19" w:rsidR="003A3AD6" w:rsidRPr="00663DF5" w:rsidRDefault="003A3AD6" w:rsidP="00BD16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663DF5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</w:t>
      </w:r>
      <w:r w:rsidR="002A1F9E" w:rsidRPr="002A1F9E">
        <w:rPr>
          <w:rFonts w:ascii="Angsana New" w:hAnsi="Angsana New" w:cs="Angsana New" w:hint="cs"/>
          <w:i/>
          <w:iCs/>
          <w:sz w:val="30"/>
          <w:szCs w:val="30"/>
          <w:cs/>
        </w:rPr>
        <w:t>รวมและงบการเงินเฉพาะกิจการ</w:t>
      </w:r>
    </w:p>
    <w:p w14:paraId="1C6BB2D1" w14:textId="77777777" w:rsidR="003A3AD6" w:rsidRPr="00663DF5" w:rsidRDefault="003A3AD6" w:rsidP="003A3AD6">
      <w:pPr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235DD944" w14:textId="1A65100B" w:rsidR="003A3AD6" w:rsidRDefault="002A1F9E" w:rsidP="00AD57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ไม่ว่าจะเกิดจากการทุจริตหรือข้อผิดพลาด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ความเชื่อมั่นอย่าง</w:t>
      </w:r>
      <w:r w:rsidRPr="002A1F9E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สมเหตุสมผลคือ</w:t>
      </w:r>
      <w:r w:rsidR="00D44A6F">
        <w:rPr>
          <w:rFonts w:ascii="Angsana New" w:eastAsia="Calibri" w:hAnsi="Angsana New" w:cs="Angsana New"/>
          <w:spacing w:val="-2"/>
          <w:sz w:val="30"/>
          <w:szCs w:val="30"/>
        </w:rPr>
        <w:br/>
      </w:r>
      <w:r w:rsidRPr="002A1F9E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จะสามารถตรวจพบข้อมูลที่ขัดต่อข้อเท็จจริงอันเป็นสาระสำคัญที่มีอยู่ได้เสมอไป</w:t>
      </w:r>
      <w:r w:rsidRPr="002A1F9E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ข้อมูลที่ขัดต่อข้อเท็จจริงอาจเกิดจากการ</w:t>
      </w:r>
      <w:r w:rsidRPr="003D658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</w:t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หรือ</w:t>
      </w:r>
      <w:r w:rsidR="00D44A6F">
        <w:rPr>
          <w:rFonts w:ascii="Angsana New" w:eastAsia="Calibri" w:hAnsi="Angsana New" w:cs="Angsana New"/>
          <w:sz w:val="30"/>
          <w:szCs w:val="30"/>
        </w:rPr>
        <w:br/>
      </w:r>
      <w:r w:rsidRPr="002A1F9E">
        <w:rPr>
          <w:rFonts w:ascii="Angsana New" w:eastAsia="Calibri" w:hAnsi="Angsana New" w:cs="Angsana New" w:hint="cs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  <w:r w:rsidR="003A3AD6" w:rsidRPr="002A1F9E">
        <w:rPr>
          <w:rFonts w:ascii="Angsana New" w:eastAsia="Calibri" w:hAnsi="Angsana New" w:cs="Angsana New" w:hint="cs"/>
          <w:sz w:val="30"/>
          <w:szCs w:val="30"/>
          <w:rtl/>
          <w:cs/>
        </w:rPr>
        <w:t xml:space="preserve"> </w:t>
      </w:r>
    </w:p>
    <w:p w14:paraId="3B76505F" w14:textId="6008ABB3" w:rsidR="00540D08" w:rsidRDefault="00540D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 w:cs="Angsana New"/>
          <w:sz w:val="30"/>
          <w:szCs w:val="30"/>
          <w:cs/>
        </w:rPr>
      </w:pPr>
    </w:p>
    <w:p w14:paraId="158A475C" w14:textId="322538D5" w:rsidR="00F704A0" w:rsidRPr="00D44A6F" w:rsidRDefault="003A3AD6" w:rsidP="00D44A6F">
      <w:pPr>
        <w:jc w:val="thaiDistribute"/>
        <w:rPr>
          <w:rFonts w:ascii="Angsana New" w:eastAsia="Calibri" w:hAnsi="Angsana New" w:cs="Angsana New"/>
          <w:sz w:val="30"/>
          <w:szCs w:val="30"/>
        </w:rPr>
      </w:pPr>
      <w:r w:rsidRPr="00663DF5">
        <w:rPr>
          <w:rFonts w:ascii="Angsana New" w:eastAsia="Calibri" w:hAnsi="Angsana New" w:cs="Angsana New" w:hint="cs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091BFAD" w14:textId="77777777" w:rsidR="003D6589" w:rsidRPr="003D6589" w:rsidRDefault="003D6589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40" w:hanging="540"/>
        <w:contextualSpacing/>
        <w:jc w:val="thaiDistribute"/>
        <w:rPr>
          <w:spacing w:val="-2"/>
          <w:sz w:val="30"/>
          <w:szCs w:val="30"/>
        </w:rPr>
      </w:pPr>
      <w:r w:rsidRPr="003D6589">
        <w:rPr>
          <w:rFonts w:ascii="Angsana New" w:hAnsi="Angsana New" w:cs="Angsana New" w:hint="cs"/>
          <w:spacing w:val="-4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เฉพาะกิจการไม่ว่าจะเกิดจากการทุจริตหรือข้อผิดพลาด</w:t>
      </w:r>
      <w:r w:rsidRPr="003D6589">
        <w:rPr>
          <w:rFonts w:cs="Angsana New"/>
          <w:spacing w:val="-2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ออกแบบและปฏิบัติงานตามวิธีการตรวจสอบเพื่อตอบสนอง</w:t>
      </w:r>
      <w:r w:rsidRPr="003D6589">
        <w:rPr>
          <w:rFonts w:ascii="Angsana New" w:hAnsi="Angsana New" w:cs="Angsana New" w:hint="cs"/>
          <w:spacing w:val="-4"/>
          <w:sz w:val="30"/>
          <w:szCs w:val="30"/>
          <w:cs/>
        </w:rPr>
        <w:t>ต่อความเสี่ยงเหล่านั้น</w:t>
      </w:r>
      <w:r w:rsidRPr="003D6589">
        <w:rPr>
          <w:rFonts w:cs="Angsana New"/>
          <w:spacing w:val="-4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4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3D6589">
        <w:rPr>
          <w:rFonts w:cs="Angsana New"/>
          <w:spacing w:val="-4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4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เกิดจากข้อผิดพลาดเนื่องจากการทุจริตอาจเกี่ยวกับการสมรู้ร่วมคิด</w:t>
      </w:r>
      <w:r w:rsidRPr="003D6589">
        <w:rPr>
          <w:rFonts w:cs="Angsana New"/>
          <w:spacing w:val="-2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การปลอมแปลงเอกสารหลักฐาน</w:t>
      </w:r>
      <w:r w:rsidRPr="003D6589">
        <w:rPr>
          <w:rFonts w:cs="Angsana New"/>
          <w:spacing w:val="-2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การตั้งใจละเว้นการแสดงข้อมูล</w:t>
      </w:r>
      <w:r w:rsidRPr="003D6589">
        <w:rPr>
          <w:rFonts w:cs="Angsana New"/>
          <w:spacing w:val="-2"/>
          <w:sz w:val="30"/>
          <w:szCs w:val="30"/>
          <w:cs/>
        </w:rPr>
        <w:t xml:space="preserve"> 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5A97DB35" w14:textId="1753CE86" w:rsidR="001D5F31" w:rsidRPr="00F704A0" w:rsidRDefault="003A3AD6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40" w:hanging="540"/>
        <w:contextualSpacing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663DF5">
        <w:rPr>
          <w:rFonts w:ascii="Angsana New" w:eastAsia="Calibri" w:hAnsi="Angsana New" w:cs="Angsana New" w:hint="cs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3D6589">
        <w:rPr>
          <w:rFonts w:ascii="Angsana New" w:eastAsia="Calibri" w:hAnsi="Angsana New" w:cs="Angsana New" w:hint="cs"/>
          <w:sz w:val="30"/>
          <w:szCs w:val="30"/>
          <w:cs/>
        </w:rPr>
        <w:t>กลุ่มบริษัทและ</w:t>
      </w:r>
      <w:r w:rsidRPr="00663DF5">
        <w:rPr>
          <w:rFonts w:ascii="Angsana New" w:eastAsia="Calibri" w:hAnsi="Angsana New" w:cs="Angsana New" w:hint="cs"/>
          <w:sz w:val="30"/>
          <w:szCs w:val="30"/>
          <w:cs/>
        </w:rPr>
        <w:t>บริษัท</w:t>
      </w:r>
    </w:p>
    <w:p w14:paraId="2F336825" w14:textId="2715E326" w:rsidR="001D5F31" w:rsidRPr="00F704A0" w:rsidRDefault="00AB5311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40" w:hanging="540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663DF5">
        <w:rPr>
          <w:rFonts w:ascii="Angsana New" w:eastAsia="Calibri" w:hAnsi="Angsana New" w:cs="Angsana New" w:hint="cs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663DF5">
        <w:rPr>
          <w:rFonts w:ascii="Angsana New" w:hAnsi="Angsana New" w:cs="Angsana New" w:hint="cs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14:paraId="448D4FFD" w14:textId="18BF88D6" w:rsidR="001D5F31" w:rsidRPr="00F704A0" w:rsidRDefault="00AB5311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40" w:hanging="540"/>
        <w:contextualSpacing/>
        <w:jc w:val="thaiDistribute"/>
        <w:rPr>
          <w:rFonts w:ascii="Angsana New" w:eastAsia="Calibri" w:hAnsi="Angsana New" w:cs="Angsana New"/>
          <w:sz w:val="30"/>
          <w:szCs w:val="30"/>
          <w:cs/>
        </w:rPr>
      </w:pPr>
      <w:r w:rsidRPr="00AB5311">
        <w:rPr>
          <w:rFonts w:ascii="Angsana New" w:hAnsi="Angsana New" w:cs="Angsana New" w:hint="cs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3D6589"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กลุ่มบริษัทและ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บริษัทในการดำเนินงานต่อเนื่องหรือไม่ ถ้าข้าพเจ้า</w:t>
      </w:r>
      <w:r w:rsidRPr="00AB5311">
        <w:rPr>
          <w:rFonts w:ascii="Angsana New" w:hAnsi="Angsana New" w:cs="Angsana New" w:hint="cs"/>
          <w:sz w:val="30"/>
          <w:szCs w:val="30"/>
          <w:cs/>
        </w:rPr>
        <w:t>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</w:t>
      </w:r>
      <w:r w:rsidRPr="003D6589">
        <w:rPr>
          <w:rFonts w:ascii="Angsana New" w:hAnsi="Angsana New" w:cs="Angsana New" w:hint="cs"/>
          <w:sz w:val="30"/>
          <w:szCs w:val="30"/>
          <w:cs/>
        </w:rPr>
        <w:t>ข้อสังเกตถึงการเปิดเผยข้อมูลใน</w:t>
      </w:r>
      <w:r w:rsidR="003D6589" w:rsidRPr="003D6589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Pr="003D6589">
        <w:rPr>
          <w:rFonts w:ascii="Angsana New" w:hAnsi="Angsana New" w:cs="Angsana New" w:hint="cs"/>
          <w:sz w:val="30"/>
          <w:szCs w:val="30"/>
          <w:cs/>
        </w:rPr>
        <w:t>ที่เกี่ยวข้อง หรือถ้าการเปิดเผยข้อมูลดังกล่าว</w:t>
      </w:r>
      <w:r w:rsidRPr="00AB5311">
        <w:rPr>
          <w:rFonts w:ascii="Angsana New" w:hAnsi="Angsana New" w:cs="Angsana New" w:hint="cs"/>
          <w:sz w:val="30"/>
          <w:szCs w:val="30"/>
          <w:cs/>
        </w:rPr>
        <w:t>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="003D6589" w:rsidRPr="003D6589">
        <w:rPr>
          <w:rFonts w:ascii="Angsana New" w:hAnsi="Angsana New" w:cs="Angsana New" w:hint="cs"/>
          <w:sz w:val="30"/>
          <w:szCs w:val="30"/>
          <w:cs/>
        </w:rPr>
        <w:t>กลุ่มบริษัทและ</w:t>
      </w:r>
      <w:r w:rsidRPr="00AB5311">
        <w:rPr>
          <w:rFonts w:ascii="Angsana New" w:hAnsi="Angsana New" w:cs="Angsana New" w:hint="cs"/>
          <w:sz w:val="30"/>
          <w:szCs w:val="30"/>
          <w:cs/>
        </w:rPr>
        <w:t xml:space="preserve">บริษัทต้องหยุดการดำเนินงานต่อเนื่อง </w:t>
      </w:r>
    </w:p>
    <w:p w14:paraId="1A37936E" w14:textId="5E3A25AC" w:rsidR="001D5F31" w:rsidRPr="00F704A0" w:rsidRDefault="003A3AD6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lastRenderedPageBreak/>
        <w:t>ประเมินการนำเสนอโครงสร้างและเนื้อหาของ</w:t>
      </w:r>
      <w:r w:rsidR="003D6589" w:rsidRPr="003D6589">
        <w:rPr>
          <w:rFonts w:ascii="Angsana New" w:hAnsi="Angsana New" w:cs="Angsana New" w:hint="cs"/>
          <w:spacing w:val="-2"/>
          <w:sz w:val="30"/>
          <w:szCs w:val="30"/>
          <w:cs/>
        </w:rPr>
        <w:t>งบการเงินรวมและงบการเงินเฉพาะกิจการ</w:t>
      </w:r>
      <w:r w:rsidRPr="003D6589">
        <w:rPr>
          <w:rFonts w:ascii="Angsana New" w:hAnsi="Angsana New" w:cs="Angsana New" w:hint="cs"/>
          <w:spacing w:val="-2"/>
          <w:sz w:val="30"/>
          <w:szCs w:val="30"/>
          <w:cs/>
        </w:rPr>
        <w:t>โดยรวม รวมถึงการเปิดเผย</w:t>
      </w:r>
      <w:r w:rsidRPr="00663DF5">
        <w:rPr>
          <w:rFonts w:ascii="Angsana New" w:hAnsi="Angsana New" w:cs="Angsana New" w:hint="cs"/>
          <w:sz w:val="30"/>
          <w:szCs w:val="30"/>
          <w:cs/>
        </w:rPr>
        <w:t>ข้อมูลว่า</w:t>
      </w:r>
      <w:r w:rsidR="003D6589" w:rsidRPr="003D6589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Pr="00663DF5">
        <w:rPr>
          <w:rFonts w:ascii="Angsana New" w:hAnsi="Angsana New" w:cs="Angsana New" w:hint="cs"/>
          <w:sz w:val="30"/>
          <w:szCs w:val="30"/>
          <w:cs/>
        </w:rPr>
        <w:t>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227AC1A8" w14:textId="146ACE32" w:rsidR="003D6589" w:rsidRPr="00CE0F40" w:rsidRDefault="003F2BDC" w:rsidP="003F2BD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40" w:hanging="540"/>
        <w:contextualSpacing/>
        <w:jc w:val="thaiDistribute"/>
        <w:rPr>
          <w:sz w:val="30"/>
          <w:szCs w:val="30"/>
        </w:rPr>
      </w:pPr>
      <w:r w:rsidRPr="003F2BDC">
        <w:rPr>
          <w:rFonts w:ascii="Angsana New" w:hAnsi="Angsana New" w:cs="Angsana New" w:hint="cs"/>
          <w:sz w:val="30"/>
          <w:szCs w:val="30"/>
          <w:cs/>
        </w:rPr>
        <w:t>วางแผนและปฏิบัติงานตรวจสอบกลุ่มกิจการเพื่อให้</w:t>
      </w:r>
      <w:r w:rsidR="003D6589" w:rsidRPr="00CE0F40">
        <w:rPr>
          <w:rFonts w:ascii="Angsana New" w:hAnsi="Angsana New" w:cs="Angsana New" w:hint="cs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ได้รับหลักฐานการสอบบัญชีที่เหมาะสมอย่างเพียงพอเกี่ยวกับข้อมูลทางการเงินของกิจการหรือ</w:t>
      </w:r>
      <w:r w:rsidRPr="003F2BDC">
        <w:rPr>
          <w:rFonts w:ascii="Angsana New" w:hAnsi="Angsana New" w:cs="Angsana New" w:hint="cs"/>
          <w:sz w:val="30"/>
          <w:szCs w:val="30"/>
          <w:cs/>
        </w:rPr>
        <w:t>หน่วย</w:t>
      </w:r>
      <w:r w:rsidR="003D6589" w:rsidRPr="00CE0F40">
        <w:rPr>
          <w:rFonts w:ascii="Angsana New" w:hAnsi="Angsana New" w:cs="Angsana New" w:hint="cs"/>
          <w:sz w:val="30"/>
          <w:szCs w:val="30"/>
          <w:cs/>
        </w:rPr>
        <w:t>ธุรกิจภายในกลุ่มบริษัทเพื่อ</w:t>
      </w:r>
      <w:r w:rsidRPr="003F2BDC">
        <w:rPr>
          <w:rFonts w:ascii="Angsana New" w:hAnsi="Angsana New" w:cs="Angsana New" w:hint="cs"/>
          <w:sz w:val="30"/>
          <w:szCs w:val="30"/>
          <w:cs/>
        </w:rPr>
        <w:t>ใช้เป็นเกณฑ์ในการ</w:t>
      </w:r>
      <w:r w:rsidR="003D6589" w:rsidRPr="00CE0F40">
        <w:rPr>
          <w:rFonts w:ascii="Angsana New" w:hAnsi="Angsana New" w:cs="Angsana New" w:hint="cs"/>
          <w:sz w:val="30"/>
          <w:szCs w:val="30"/>
          <w:cs/>
        </w:rPr>
        <w:t>แสดงความเห็นต่อ</w:t>
      </w:r>
      <w:r w:rsidR="00F303C7">
        <w:rPr>
          <w:rFonts w:ascii="Angsana New" w:hAnsi="Angsana New" w:cs="Angsana New"/>
          <w:sz w:val="30"/>
          <w:szCs w:val="30"/>
        </w:rPr>
        <w:br/>
      </w:r>
      <w:r w:rsidR="003D6589" w:rsidRPr="00CE0F40">
        <w:rPr>
          <w:rFonts w:ascii="Angsana New" w:hAnsi="Angsana New" w:cs="Angsana New" w:hint="cs"/>
          <w:sz w:val="30"/>
          <w:szCs w:val="30"/>
          <w:cs/>
        </w:rPr>
        <w:t>งบการเงิน</w:t>
      </w:r>
      <w:r w:rsidRPr="003F2BDC">
        <w:rPr>
          <w:rFonts w:ascii="Angsana New" w:hAnsi="Angsana New" w:cs="Angsana New" w:hint="cs"/>
          <w:sz w:val="30"/>
          <w:szCs w:val="30"/>
          <w:cs/>
        </w:rPr>
        <w:t>ของกลุ่มบริษัท</w:t>
      </w:r>
      <w:r w:rsidR="003D6589" w:rsidRPr="00CE0F40">
        <w:rPr>
          <w:rFonts w:cs="Angsana New"/>
          <w:sz w:val="30"/>
          <w:szCs w:val="30"/>
          <w:cs/>
        </w:rPr>
        <w:t xml:space="preserve"> </w:t>
      </w:r>
      <w:r w:rsidR="003D6589" w:rsidRPr="00CE0F40">
        <w:rPr>
          <w:rFonts w:ascii="Angsana New" w:hAnsi="Angsana New" w:cs="Angsana New" w:hint="cs"/>
          <w:sz w:val="30"/>
          <w:szCs w:val="30"/>
          <w:cs/>
        </w:rPr>
        <w:t>ข้าพเจ้ารับผิดชอบต่อการกำหนดแนวทาง</w:t>
      </w:r>
      <w:r w:rsidR="003D6589" w:rsidRPr="00CE0F40">
        <w:rPr>
          <w:rFonts w:cs="Angsana New"/>
          <w:sz w:val="30"/>
          <w:szCs w:val="30"/>
          <w:cs/>
        </w:rPr>
        <w:t xml:space="preserve"> </w:t>
      </w:r>
      <w:r w:rsidR="003D6589" w:rsidRPr="0011079E">
        <w:rPr>
          <w:rFonts w:ascii="Angsana New" w:hAnsi="Angsana New" w:cs="Angsana New" w:hint="cs"/>
          <w:sz w:val="30"/>
          <w:szCs w:val="30"/>
          <w:cs/>
        </w:rPr>
        <w:t>การควบคุมดูแล</w:t>
      </w:r>
      <w:r w:rsidR="003D6589" w:rsidRPr="0011079E">
        <w:rPr>
          <w:rFonts w:cs="Angsana New"/>
          <w:sz w:val="30"/>
          <w:szCs w:val="30"/>
          <w:cs/>
        </w:rPr>
        <w:t xml:space="preserve"> </w:t>
      </w:r>
      <w:r w:rsidR="003D6589" w:rsidRPr="0011079E">
        <w:rPr>
          <w:rFonts w:ascii="Angsana New" w:hAnsi="Angsana New" w:cs="Angsana New" w:hint="cs"/>
          <w:sz w:val="30"/>
          <w:szCs w:val="30"/>
          <w:cs/>
        </w:rPr>
        <w:t>และการ</w:t>
      </w:r>
      <w:r w:rsidRPr="003F2BDC">
        <w:rPr>
          <w:rFonts w:ascii="Angsana New" w:hAnsi="Angsana New" w:cs="Angsana New" w:hint="cs"/>
          <w:sz w:val="30"/>
          <w:szCs w:val="30"/>
          <w:cs/>
        </w:rPr>
        <w:t>สอบทานงานตรวจสอบที่ทำเพื่อวัตถุประสงค์ของการ</w:t>
      </w:r>
      <w:r w:rsidR="003D6589" w:rsidRPr="0011079E">
        <w:rPr>
          <w:rFonts w:ascii="Angsana New" w:hAnsi="Angsana New" w:cs="Angsana New" w:hint="cs"/>
          <w:sz w:val="30"/>
          <w:szCs w:val="30"/>
          <w:cs/>
        </w:rPr>
        <w:t>ปฏิบัติงานตรวจสอบกลุ่มบริษัท</w:t>
      </w:r>
      <w:r w:rsidR="003D6589" w:rsidRPr="0011079E">
        <w:rPr>
          <w:rFonts w:cs="Angsana New"/>
          <w:sz w:val="30"/>
          <w:szCs w:val="30"/>
          <w:cs/>
        </w:rPr>
        <w:t xml:space="preserve"> </w:t>
      </w:r>
      <w:r w:rsidR="003D6589" w:rsidRPr="0011079E">
        <w:rPr>
          <w:rFonts w:ascii="Angsana New" w:hAnsi="Angsana New" w:cs="Angsana New" w:hint="cs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3B01DEFA" w14:textId="77777777" w:rsidR="008518FA" w:rsidRPr="00663DF5" w:rsidRDefault="008518FA" w:rsidP="00BD16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28"/>
          <w:szCs w:val="28"/>
        </w:rPr>
      </w:pPr>
    </w:p>
    <w:p w14:paraId="45492EF4" w14:textId="1BC0C347" w:rsidR="003A3AD6" w:rsidRDefault="003A3AD6" w:rsidP="000D3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</w:rPr>
      </w:pPr>
      <w:r w:rsidRPr="00831F6B">
        <w:rPr>
          <w:rFonts w:ascii="Angsana New" w:eastAsia="Calibri" w:hAnsi="Angsana New" w:cs="Angsana New" w:hint="cs"/>
          <w:sz w:val="30"/>
          <w:szCs w:val="30"/>
          <w:cs/>
        </w:rPr>
        <w:t>ข้าพเจ้าได้สื่อสารกับผู้</w:t>
      </w:r>
      <w:r w:rsidR="00126401">
        <w:rPr>
          <w:rFonts w:ascii="Angsana New" w:eastAsia="Calibri" w:hAnsi="Angsana New" w:cs="Angsana New" w:hint="cs"/>
          <w:sz w:val="30"/>
          <w:szCs w:val="30"/>
          <w:cs/>
        </w:rPr>
        <w:t>มีหน้าที่กำกับดูแล</w:t>
      </w:r>
      <w:r w:rsidRPr="00831F6B">
        <w:rPr>
          <w:rFonts w:ascii="Angsana New" w:eastAsia="Calibri" w:hAnsi="Angsana New" w:cs="Angsana New" w:hint="cs"/>
          <w:sz w:val="30"/>
          <w:szCs w:val="30"/>
          <w:cs/>
        </w:rPr>
        <w:t>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831F6B">
        <w:rPr>
          <w:rFonts w:ascii="Angsana New" w:hAnsi="Angsana New" w:cs="Angsana New" w:hint="cs"/>
          <w:sz w:val="30"/>
          <w:szCs w:val="30"/>
          <w:cs/>
        </w:rPr>
        <w:t>งข้าพเจ้า</w:t>
      </w:r>
    </w:p>
    <w:p w14:paraId="4D1044E6" w14:textId="77777777" w:rsidR="00B21485" w:rsidRDefault="00B21485" w:rsidP="000D3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3EE500E0" w14:textId="3E6850CF" w:rsidR="0049008F" w:rsidRDefault="00126401" w:rsidP="0049008F">
      <w:pPr>
        <w:jc w:val="thaiDistribute"/>
        <w:rPr>
          <w:rFonts w:ascii="Angsana New" w:eastAsia="Calibri" w:hAnsi="Angsana New" w:cs="Angsana New"/>
          <w:sz w:val="30"/>
          <w:szCs w:val="30"/>
        </w:rPr>
      </w:pPr>
      <w:r w:rsidRPr="00126401">
        <w:rPr>
          <w:rFonts w:ascii="Angsana New" w:hAnsi="Angsana New" w:cs="Angsana New" w:hint="cs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</w:t>
      </w:r>
      <w:r w:rsidRPr="0049008F">
        <w:rPr>
          <w:rFonts w:ascii="Angsana New" w:hAnsi="Angsana New" w:cs="Angsana New" w:hint="cs"/>
          <w:sz w:val="30"/>
          <w:szCs w:val="30"/>
          <w:cs/>
        </w:rPr>
        <w:t>เหตุผลที่บุคคลภายนอกอาจพิจารณาว่ากระทบต่อความเป็นอิสระ</w:t>
      </w:r>
      <w:r w:rsidR="0049008F" w:rsidRPr="0049008F">
        <w:rPr>
          <w:rFonts w:ascii="Angsana New" w:eastAsia="Calibri" w:hAnsi="Angsana New" w:cs="Angsana New" w:hint="cs"/>
          <w:sz w:val="30"/>
          <w:szCs w:val="30"/>
          <w:cs/>
        </w:rPr>
        <w:t>และ</w:t>
      </w:r>
      <w:r w:rsidR="0049008F" w:rsidRPr="0049008F">
        <w:rPr>
          <w:rFonts w:ascii="Angsana New" w:eastAsia="Calibri" w:hAnsi="Angsana New" w:cs="Angsana New"/>
          <w:sz w:val="30"/>
          <w:szCs w:val="30"/>
          <w:cs/>
        </w:rPr>
        <w:t>การดำเนินการเพื่อขจัดอุปสรรคหรือมาตรการป้องกันของข้าพเจ้า</w:t>
      </w:r>
    </w:p>
    <w:p w14:paraId="247915A2" w14:textId="77777777" w:rsidR="006F68B7" w:rsidRDefault="006F68B7" w:rsidP="0049008F">
      <w:pPr>
        <w:jc w:val="thaiDistribute"/>
        <w:rPr>
          <w:rFonts w:ascii="Angsana New" w:eastAsia="Calibri" w:hAnsi="Angsana New" w:cs="Angsana New"/>
          <w:sz w:val="30"/>
          <w:szCs w:val="30"/>
        </w:rPr>
      </w:pPr>
    </w:p>
    <w:p w14:paraId="2819CCF9" w14:textId="6798D5AF" w:rsidR="006F68B7" w:rsidRPr="006F68B7" w:rsidRDefault="006F68B7" w:rsidP="006F68B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9317E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>
        <w:rPr>
          <w:rFonts w:ascii="Angsana New" w:hAnsi="Angsana New"/>
          <w:sz w:val="30"/>
          <w:szCs w:val="30"/>
        </w:rPr>
        <w:br/>
      </w:r>
      <w:r w:rsidRPr="009317E3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>
        <w:rPr>
          <w:rFonts w:ascii="Angsana New" w:hAnsi="Angsana New"/>
          <w:sz w:val="30"/>
          <w:szCs w:val="30"/>
        </w:rPr>
        <w:br/>
      </w:r>
      <w:r w:rsidRPr="006D2FC8">
        <w:rPr>
          <w:rFonts w:ascii="Angsana New" w:hAnsi="Angsana New"/>
          <w:spacing w:val="-4"/>
          <w:sz w:val="30"/>
          <w:szCs w:val="30"/>
          <w:cs/>
        </w:rPr>
        <w:t>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</w:t>
      </w:r>
      <w:r w:rsidRPr="009317E3">
        <w:rPr>
          <w:rFonts w:ascii="Angsana New" w:hAnsi="Angsana New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BE1A125" w14:textId="5597987A" w:rsidR="00AB5311" w:rsidRDefault="00AB5311" w:rsidP="004900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  <w:highlight w:val="yellow"/>
          <w:shd w:val="clear" w:color="auto" w:fill="CCCCCC"/>
        </w:rPr>
      </w:pPr>
    </w:p>
    <w:p w14:paraId="783A863F" w14:textId="77777777" w:rsidR="00D74CF9" w:rsidRPr="00663DF5" w:rsidRDefault="00D74CF9" w:rsidP="00493E23">
      <w:pPr>
        <w:pStyle w:val="T"/>
        <w:tabs>
          <w:tab w:val="left" w:pos="540"/>
        </w:tabs>
        <w:spacing w:line="240" w:lineRule="atLeast"/>
        <w:ind w:left="0" w:right="-43"/>
        <w:jc w:val="thaiDistribute"/>
        <w:rPr>
          <w:rFonts w:ascii="Angsana New" w:hAnsi="Angsana New" w:cs="Angsana New"/>
          <w:sz w:val="26"/>
          <w:szCs w:val="26"/>
          <w:highlight w:val="yellow"/>
          <w:shd w:val="clear" w:color="auto" w:fill="CCCCCC"/>
          <w:cs/>
          <w:lang w:val="en-US"/>
        </w:rPr>
      </w:pPr>
    </w:p>
    <w:p w14:paraId="6E1579E5" w14:textId="180A4A29" w:rsidR="00AF21C8" w:rsidRPr="00663DF5" w:rsidRDefault="00297B58" w:rsidP="00AF21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(</w:t>
      </w:r>
      <w:r w:rsidR="00AF21C8" w:rsidRPr="00663DF5">
        <w:rPr>
          <w:rFonts w:ascii="Angsana New" w:hAnsi="Angsana New" w:cs="Angsana New" w:hint="cs"/>
          <w:sz w:val="30"/>
          <w:szCs w:val="30"/>
          <w:cs/>
        </w:rPr>
        <w:t>ดุษณีย์ ยิ้มสุวรรณ</w:t>
      </w:r>
      <w:r>
        <w:rPr>
          <w:rFonts w:ascii="Angsana New" w:hAnsi="Angsana New" w:cs="Angsana New" w:hint="cs"/>
          <w:sz w:val="30"/>
          <w:szCs w:val="30"/>
          <w:cs/>
        </w:rPr>
        <w:t>)</w:t>
      </w:r>
    </w:p>
    <w:p w14:paraId="21389090" w14:textId="77777777" w:rsidR="004956B4" w:rsidRPr="00663DF5" w:rsidRDefault="004956B4" w:rsidP="00493E23">
      <w:pPr>
        <w:pStyle w:val="T"/>
        <w:tabs>
          <w:tab w:val="left" w:pos="540"/>
        </w:tabs>
        <w:spacing w:line="240" w:lineRule="atLeast"/>
        <w:ind w:left="0" w:right="-43"/>
        <w:jc w:val="thaiDistribute"/>
        <w:rPr>
          <w:rFonts w:ascii="Angsana New" w:hAnsi="Angsana New" w:cs="Angsana New"/>
          <w:cs/>
        </w:rPr>
      </w:pPr>
      <w:r w:rsidRPr="00663DF5">
        <w:rPr>
          <w:rFonts w:ascii="Angsana New" w:hAnsi="Angsana New" w:cs="Angsana New" w:hint="cs"/>
          <w:cs/>
        </w:rPr>
        <w:t>ผู้สอบบัญชีรับอนุญาต</w:t>
      </w:r>
    </w:p>
    <w:p w14:paraId="57AAD1FB" w14:textId="5D77C809" w:rsidR="004956B4" w:rsidRPr="00663DF5" w:rsidRDefault="004956B4" w:rsidP="00493E23">
      <w:pPr>
        <w:pStyle w:val="T"/>
        <w:tabs>
          <w:tab w:val="left" w:pos="540"/>
        </w:tabs>
        <w:spacing w:line="240" w:lineRule="atLeast"/>
        <w:ind w:left="0" w:right="-43"/>
        <w:jc w:val="thaiDistribute"/>
        <w:rPr>
          <w:rFonts w:ascii="Angsana New" w:hAnsi="Angsana New" w:cs="Angsana New"/>
        </w:rPr>
      </w:pPr>
      <w:r w:rsidRPr="00663DF5">
        <w:rPr>
          <w:rFonts w:ascii="Angsana New" w:hAnsi="Angsana New" w:cs="Angsana New" w:hint="cs"/>
          <w:cs/>
        </w:rPr>
        <w:t>เลขทะเบียน</w:t>
      </w:r>
      <w:r w:rsidRPr="00663DF5">
        <w:rPr>
          <w:rFonts w:ascii="Angsana New" w:hAnsi="Angsana New" w:cs="Angsana New" w:hint="cs"/>
          <w:lang w:val="en-US"/>
        </w:rPr>
        <w:t xml:space="preserve"> </w:t>
      </w:r>
      <w:r w:rsidR="00331541" w:rsidRPr="00331541">
        <w:rPr>
          <w:rFonts w:ascii="Angsana New" w:hAnsi="Angsana New" w:cs="Angsana New" w:hint="cs"/>
          <w:lang w:val="en-US"/>
        </w:rPr>
        <w:t>10235</w:t>
      </w:r>
    </w:p>
    <w:p w14:paraId="42F09D63" w14:textId="77777777" w:rsidR="00AF21C8" w:rsidRPr="00663DF5" w:rsidRDefault="00AF21C8" w:rsidP="00493E23">
      <w:pPr>
        <w:pStyle w:val="T"/>
        <w:tabs>
          <w:tab w:val="left" w:pos="540"/>
        </w:tabs>
        <w:spacing w:line="240" w:lineRule="atLeast"/>
        <w:ind w:left="0" w:right="-43"/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4F46715C" w14:textId="77777777" w:rsidR="004956B4" w:rsidRPr="00663DF5" w:rsidRDefault="004956B4" w:rsidP="00493E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Angsana New"/>
          <w:sz w:val="30"/>
          <w:szCs w:val="30"/>
        </w:rPr>
      </w:pPr>
      <w:r w:rsidRPr="00663DF5">
        <w:rPr>
          <w:rFonts w:ascii="Angsana New" w:hAnsi="Angsana New" w:cs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5C77B4D5" w14:textId="77777777" w:rsidR="004956B4" w:rsidRPr="0011079E" w:rsidRDefault="004956B4" w:rsidP="00493E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3"/>
        <w:jc w:val="thaiDistribute"/>
        <w:rPr>
          <w:rFonts w:ascii="Angsana New" w:hAnsi="Angsana New" w:cs="Angsana New"/>
          <w:sz w:val="30"/>
          <w:szCs w:val="30"/>
        </w:rPr>
      </w:pPr>
      <w:r w:rsidRPr="0011079E">
        <w:rPr>
          <w:rFonts w:ascii="Angsana New" w:hAnsi="Angsana New" w:cs="Angsana New" w:hint="cs"/>
          <w:sz w:val="30"/>
          <w:szCs w:val="30"/>
          <w:cs/>
        </w:rPr>
        <w:t>กรุงเทพมหานคร</w:t>
      </w:r>
    </w:p>
    <w:p w14:paraId="7CCD3CC8" w14:textId="31F70105" w:rsidR="000D1270" w:rsidRPr="00A65BD2" w:rsidRDefault="00DD24C9" w:rsidP="000E65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Theme="majorBidi" w:hAnsiTheme="majorBidi" w:cstheme="majorBidi" w:hint="cs"/>
          <w:sz w:val="30"/>
          <w:szCs w:val="30"/>
          <w:lang w:eastAsia="x-none"/>
        </w:rPr>
      </w:pPr>
      <w:r>
        <w:rPr>
          <w:rFonts w:ascii="Angsana New" w:hAnsi="Angsana New" w:cs="Angsana New"/>
          <w:sz w:val="30"/>
          <w:szCs w:val="30"/>
        </w:rPr>
        <w:t>25</w:t>
      </w:r>
      <w:r w:rsidR="003D6589" w:rsidRPr="002A77B7">
        <w:rPr>
          <w:rFonts w:ascii="Angsana New" w:hAnsi="Angsana New" w:cs="Angsana New"/>
          <w:sz w:val="30"/>
          <w:szCs w:val="30"/>
        </w:rPr>
        <w:t xml:space="preserve"> </w:t>
      </w:r>
      <w:r w:rsidR="003D6589" w:rsidRPr="002A77B7">
        <w:rPr>
          <w:rFonts w:ascii="Angsana New" w:hAnsi="Angsana New" w:cs="Angsana New" w:hint="cs"/>
          <w:sz w:val="30"/>
          <w:szCs w:val="30"/>
          <w:cs/>
        </w:rPr>
        <w:t>กุมภาพันธ์</w:t>
      </w:r>
      <w:r w:rsidR="003D6589" w:rsidRPr="002A77B7">
        <w:rPr>
          <w:rFonts w:ascii="Angsana New" w:hAnsi="Angsana New" w:cs="Angsana New"/>
          <w:sz w:val="30"/>
          <w:szCs w:val="30"/>
          <w:cs/>
        </w:rPr>
        <w:t xml:space="preserve"> </w:t>
      </w:r>
      <w:r w:rsidR="003D6589" w:rsidRPr="002A77B7">
        <w:rPr>
          <w:rFonts w:ascii="Angsana New" w:hAnsi="Angsana New" w:cs="Angsana New"/>
          <w:sz w:val="30"/>
          <w:szCs w:val="30"/>
        </w:rPr>
        <w:t>256</w:t>
      </w:r>
      <w:r w:rsidR="00E672C7">
        <w:rPr>
          <w:rFonts w:ascii="Angsana New" w:hAnsi="Angsana New" w:cs="Angsana New"/>
          <w:sz w:val="30"/>
          <w:szCs w:val="30"/>
        </w:rPr>
        <w:t>9</w:t>
      </w:r>
    </w:p>
    <w:sectPr w:rsidR="000D1270" w:rsidRPr="00A65BD2" w:rsidSect="000E6543">
      <w:footerReference w:type="default" r:id="rId17"/>
      <w:pgSz w:w="11909" w:h="16834" w:code="9"/>
      <w:pgMar w:top="691" w:right="1199" w:bottom="576" w:left="1152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1BED6" w14:textId="77777777" w:rsidR="00D65343" w:rsidRDefault="00D65343" w:rsidP="004956B4">
      <w:r>
        <w:separator/>
      </w:r>
    </w:p>
    <w:p w14:paraId="7932FDA4" w14:textId="77777777" w:rsidR="00D65343" w:rsidRDefault="00D65343"/>
  </w:endnote>
  <w:endnote w:type="continuationSeparator" w:id="0">
    <w:p w14:paraId="1CA2D456" w14:textId="77777777" w:rsidR="00D65343" w:rsidRDefault="00D65343" w:rsidP="004956B4">
      <w:r>
        <w:continuationSeparator/>
      </w:r>
    </w:p>
    <w:p w14:paraId="2DB8AC07" w14:textId="77777777" w:rsidR="00D65343" w:rsidRDefault="00D65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altName w:val="Yu Gothic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F301" w14:textId="6EB772FD" w:rsidR="00122FCF" w:rsidRDefault="00122FC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143</w:t>
    </w:r>
    <w:r>
      <w:rPr>
        <w:rStyle w:val="PageNumber"/>
      </w:rPr>
      <w:fldChar w:fldCharType="end"/>
    </w:r>
  </w:p>
  <w:p w14:paraId="04EF3287" w14:textId="77777777" w:rsidR="00122FCF" w:rsidRDefault="00122FC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443199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0"/>
        <w:szCs w:val="30"/>
      </w:rPr>
    </w:sdtEndPr>
    <w:sdtContent>
      <w:p w14:paraId="700FC7A6" w14:textId="33DB61B1" w:rsidR="00122FCF" w:rsidRPr="005D4FE3" w:rsidRDefault="00122FCF" w:rsidP="001357A2">
        <w:pPr>
          <w:pStyle w:val="Footer"/>
          <w:jc w:val="center"/>
          <w:rPr>
            <w:rFonts w:ascii="Angsana New" w:hAnsi="Angsana New" w:cs="Angsana New"/>
            <w:sz w:val="30"/>
            <w:szCs w:val="30"/>
          </w:rPr>
        </w:pPr>
        <w:r w:rsidRPr="005D4FE3">
          <w:rPr>
            <w:rFonts w:ascii="Angsana New" w:hAnsi="Angsana New" w:cs="Angsana New" w:hint="cs"/>
            <w:sz w:val="30"/>
            <w:szCs w:val="30"/>
          </w:rPr>
          <w:fldChar w:fldCharType="begin"/>
        </w:r>
        <w:r w:rsidRPr="005D4FE3">
          <w:rPr>
            <w:rFonts w:ascii="Angsana New" w:hAnsi="Angsana New" w:cs="Angsana New" w:hint="cs"/>
            <w:sz w:val="30"/>
            <w:szCs w:val="30"/>
          </w:rPr>
          <w:instrText xml:space="preserve"> PAGE   \* MERGEFORMAT </w:instrText>
        </w:r>
        <w:r w:rsidRPr="005D4FE3">
          <w:rPr>
            <w:rFonts w:ascii="Angsana New" w:hAnsi="Angsana New" w:cs="Angsana New" w:hint="cs"/>
            <w:sz w:val="30"/>
            <w:szCs w:val="30"/>
          </w:rPr>
          <w:fldChar w:fldCharType="separate"/>
        </w:r>
        <w:r w:rsidRPr="005D4FE3">
          <w:rPr>
            <w:rFonts w:ascii="Angsana New" w:hAnsi="Angsana New" w:cs="Angsana New" w:hint="cs"/>
            <w:noProof/>
            <w:sz w:val="30"/>
            <w:szCs w:val="30"/>
          </w:rPr>
          <w:t>2</w:t>
        </w:r>
        <w:r w:rsidRPr="005D4FE3">
          <w:rPr>
            <w:rFonts w:ascii="Angsana New" w:hAnsi="Angsana New" w:cs="Angsana New" w:hint="cs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1F90F" w14:textId="76F87BD0" w:rsidR="000E6543" w:rsidRPr="005D4FE3" w:rsidRDefault="000E6543" w:rsidP="001357A2">
    <w:pPr>
      <w:pStyle w:val="Footer"/>
      <w:jc w:val="center"/>
      <w:rPr>
        <w:rFonts w:ascii="Angsana New" w:hAnsi="Angsana New" w:cs="Angsana New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536626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9E8D56F" w14:textId="15B7E2A4" w:rsidR="000E6543" w:rsidRPr="000E6543" w:rsidRDefault="000E6543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0E654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E6543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0E654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0E654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0E654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70C2" w14:textId="77777777" w:rsidR="00D65343" w:rsidRDefault="00D65343" w:rsidP="004956B4">
      <w:r>
        <w:separator/>
      </w:r>
    </w:p>
    <w:p w14:paraId="2CDFAB27" w14:textId="77777777" w:rsidR="00D65343" w:rsidRDefault="00D65343"/>
  </w:footnote>
  <w:footnote w:type="continuationSeparator" w:id="0">
    <w:p w14:paraId="27B5DBB2" w14:textId="77777777" w:rsidR="00D65343" w:rsidRDefault="00D65343" w:rsidP="004956B4">
      <w:r>
        <w:continuationSeparator/>
      </w:r>
    </w:p>
    <w:p w14:paraId="06BA0339" w14:textId="77777777" w:rsidR="00D65343" w:rsidRDefault="00D653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558CE" w14:textId="50431312" w:rsidR="00122FCF" w:rsidRPr="00F704A0" w:rsidRDefault="00122FCF" w:rsidP="00F704A0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83F7E65" w14:textId="68F23D05" w:rsidR="00122FCF" w:rsidRPr="00F704A0" w:rsidRDefault="00122FCF" w:rsidP="00F704A0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301BE4D3" w14:textId="39263DBB" w:rsidR="00F704A0" w:rsidRPr="00F704A0" w:rsidRDefault="00F704A0" w:rsidP="00F704A0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0B1B08ED" w14:textId="77777777" w:rsidR="00F704A0" w:rsidRPr="00F704A0" w:rsidRDefault="00F704A0" w:rsidP="00F704A0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2EE0B" w14:textId="77777777" w:rsidR="00122FCF" w:rsidRPr="000772DD" w:rsidRDefault="00122FCF" w:rsidP="000772D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CB2F190" w14:textId="77777777" w:rsidR="00122FCF" w:rsidRPr="000772DD" w:rsidRDefault="00122FCF" w:rsidP="000772D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07EA0BCA" w14:textId="77777777" w:rsidR="00122FCF" w:rsidRPr="000772DD" w:rsidRDefault="00122FCF" w:rsidP="000772D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38D2FC21" w14:textId="62CA5195" w:rsidR="00122FCF" w:rsidRDefault="00122FCF" w:rsidP="000772D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06A8B0ED" w14:textId="77777777" w:rsidR="000772DD" w:rsidRPr="000772DD" w:rsidRDefault="000772DD" w:rsidP="000772D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D1988" w14:textId="77777777" w:rsidR="00122FCF" w:rsidRPr="000E6543" w:rsidRDefault="00122FCF" w:rsidP="00EB4754">
    <w:pPr>
      <w:pStyle w:val="Header"/>
      <w:rPr>
        <w:rFonts w:asciiTheme="majorBidi" w:hAnsiTheme="majorBidi" w:cstheme="majorBidi"/>
        <w:sz w:val="32"/>
        <w:szCs w:val="32"/>
      </w:rPr>
    </w:pPr>
  </w:p>
  <w:p w14:paraId="63AB8C6A" w14:textId="77777777" w:rsidR="000E6543" w:rsidRPr="000E6543" w:rsidRDefault="000E6543" w:rsidP="00EB4754">
    <w:pPr>
      <w:pStyle w:val="Header"/>
      <w:rPr>
        <w:rFonts w:asciiTheme="majorBidi" w:hAnsiTheme="majorBidi" w:cstheme="majorBidi"/>
        <w:sz w:val="32"/>
        <w:szCs w:val="32"/>
      </w:rPr>
    </w:pPr>
  </w:p>
  <w:p w14:paraId="18FD2C47" w14:textId="77777777" w:rsidR="000E6543" w:rsidRPr="000E6543" w:rsidRDefault="000E6543" w:rsidP="00EB4754">
    <w:pPr>
      <w:pStyle w:val="Header"/>
      <w:rPr>
        <w:rFonts w:asciiTheme="majorBidi" w:hAnsiTheme="majorBidi" w:cstheme="majorBidi"/>
        <w:sz w:val="32"/>
        <w:szCs w:val="32"/>
      </w:rPr>
    </w:pPr>
  </w:p>
  <w:p w14:paraId="45DC0E72" w14:textId="77777777" w:rsidR="000E6543" w:rsidRPr="000E6543" w:rsidRDefault="000E6543" w:rsidP="00EB4754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4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9" w15:restartNumberingAfterBreak="0">
    <w:nsid w:val="0C8E54DA"/>
    <w:multiLevelType w:val="hybridMultilevel"/>
    <w:tmpl w:val="FBEC4DD0"/>
    <w:lvl w:ilvl="0" w:tplc="84E01F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A40B2A"/>
    <w:multiLevelType w:val="multilevel"/>
    <w:tmpl w:val="84BC999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cs"/>
        <w:b w:val="0"/>
        <w:b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116B6E1A"/>
    <w:multiLevelType w:val="hybridMultilevel"/>
    <w:tmpl w:val="06ECE156"/>
    <w:lvl w:ilvl="0" w:tplc="14C64CDC">
      <w:start w:val="15"/>
      <w:numFmt w:val="bullet"/>
      <w:lvlText w:val="-"/>
      <w:lvlJc w:val="left"/>
      <w:pPr>
        <w:ind w:left="3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854A3B"/>
    <w:multiLevelType w:val="hybridMultilevel"/>
    <w:tmpl w:val="D66EBFF2"/>
    <w:lvl w:ilvl="0" w:tplc="8632B0FA">
      <w:start w:val="1"/>
      <w:numFmt w:val="decimal"/>
      <w:lvlText w:val="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4740F0D"/>
    <w:multiLevelType w:val="hybridMultilevel"/>
    <w:tmpl w:val="614AD426"/>
    <w:lvl w:ilvl="0" w:tplc="67B869F4">
      <w:start w:val="1"/>
      <w:numFmt w:val="thaiLetters"/>
      <w:lvlText w:val="(%1)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C94AA7"/>
    <w:multiLevelType w:val="hybridMultilevel"/>
    <w:tmpl w:val="7CFA0336"/>
    <w:lvl w:ilvl="0" w:tplc="A2BC9AA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43605CF"/>
    <w:multiLevelType w:val="multilevel"/>
    <w:tmpl w:val="BC5A5F54"/>
    <w:lvl w:ilvl="0">
      <w:start w:val="1"/>
      <w:numFmt w:val="decimal"/>
      <w:pStyle w:val="ListNumber4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 w15:restartNumberingAfterBreak="0">
    <w:nsid w:val="47263C93"/>
    <w:multiLevelType w:val="multilevel"/>
    <w:tmpl w:val="78CA3A86"/>
    <w:lvl w:ilvl="0">
      <w:start w:val="1"/>
      <w:numFmt w:val="decimal"/>
      <w:pStyle w:val="Heading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30"/>
        <w:szCs w:val="3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/>
        <w:bCs w:val="0"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50202117"/>
    <w:multiLevelType w:val="hybridMultilevel"/>
    <w:tmpl w:val="8FF66DBC"/>
    <w:lvl w:ilvl="0" w:tplc="3E14FD6A">
      <w:start w:val="1"/>
      <w:numFmt w:val="decimal"/>
      <w:lvlText w:val="%1)"/>
      <w:lvlJc w:val="left"/>
      <w:pPr>
        <w:ind w:left="126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5DB04B5"/>
    <w:multiLevelType w:val="singleLevel"/>
    <w:tmpl w:val="B65696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23" w15:restartNumberingAfterBreak="0">
    <w:nsid w:val="613908BD"/>
    <w:multiLevelType w:val="multilevel"/>
    <w:tmpl w:val="FBD26CB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color w:val="auto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5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6" w15:restartNumberingAfterBreak="0">
    <w:nsid w:val="76C65C30"/>
    <w:multiLevelType w:val="hybridMultilevel"/>
    <w:tmpl w:val="20304DDE"/>
    <w:lvl w:ilvl="0" w:tplc="CF66273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F495B50"/>
    <w:multiLevelType w:val="singleLevel"/>
    <w:tmpl w:val="13BC92FC"/>
    <w:lvl w:ilvl="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30"/>
        <w:szCs w:val="30"/>
      </w:rPr>
    </w:lvl>
  </w:abstractNum>
  <w:abstractNum w:abstractNumId="28" w15:restartNumberingAfterBreak="0">
    <w:nsid w:val="7FDA1DD1"/>
    <w:multiLevelType w:val="hybridMultilevel"/>
    <w:tmpl w:val="0F160534"/>
    <w:lvl w:ilvl="0" w:tplc="E59AF184">
      <w:start w:val="1"/>
      <w:numFmt w:val="decimal"/>
      <w:lvlText w:val="%1)"/>
      <w:lvlJc w:val="left"/>
      <w:pPr>
        <w:ind w:left="1260" w:hanging="360"/>
      </w:pPr>
      <w:rPr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53327970">
    <w:abstractNumId w:val="5"/>
  </w:num>
  <w:num w:numId="2" w16cid:durableId="2114938975">
    <w:abstractNumId w:val="4"/>
  </w:num>
  <w:num w:numId="3" w16cid:durableId="1319768490">
    <w:abstractNumId w:val="8"/>
  </w:num>
  <w:num w:numId="4" w16cid:durableId="1874340605">
    <w:abstractNumId w:val="6"/>
  </w:num>
  <w:num w:numId="5" w16cid:durableId="255214804">
    <w:abstractNumId w:val="7"/>
  </w:num>
  <w:num w:numId="6" w16cid:durableId="1017197323">
    <w:abstractNumId w:val="2"/>
  </w:num>
  <w:num w:numId="7" w16cid:durableId="1329015820">
    <w:abstractNumId w:val="1"/>
  </w:num>
  <w:num w:numId="8" w16cid:durableId="103693309">
    <w:abstractNumId w:val="0"/>
  </w:num>
  <w:num w:numId="9" w16cid:durableId="1401177658">
    <w:abstractNumId w:val="19"/>
  </w:num>
  <w:num w:numId="10" w16cid:durableId="473718757">
    <w:abstractNumId w:val="3"/>
  </w:num>
  <w:num w:numId="11" w16cid:durableId="1076438413">
    <w:abstractNumId w:val="16"/>
  </w:num>
  <w:num w:numId="12" w16cid:durableId="968246269">
    <w:abstractNumId w:val="13"/>
  </w:num>
  <w:num w:numId="13" w16cid:durableId="73625999">
    <w:abstractNumId w:val="24"/>
  </w:num>
  <w:num w:numId="14" w16cid:durableId="579339172">
    <w:abstractNumId w:val="14"/>
  </w:num>
  <w:num w:numId="15" w16cid:durableId="1249075867">
    <w:abstractNumId w:val="17"/>
  </w:num>
  <w:num w:numId="16" w16cid:durableId="430323863">
    <w:abstractNumId w:val="25"/>
  </w:num>
  <w:num w:numId="17" w16cid:durableId="914708481">
    <w:abstractNumId w:val="26"/>
  </w:num>
  <w:num w:numId="18" w16cid:durableId="1110393963">
    <w:abstractNumId w:val="10"/>
  </w:num>
  <w:num w:numId="19" w16cid:durableId="1461798120">
    <w:abstractNumId w:val="20"/>
  </w:num>
  <w:num w:numId="20" w16cid:durableId="147672049">
    <w:abstractNumId w:val="9"/>
  </w:num>
  <w:num w:numId="21" w16cid:durableId="847060557">
    <w:abstractNumId w:val="18"/>
  </w:num>
  <w:num w:numId="22" w16cid:durableId="1766880348">
    <w:abstractNumId w:val="27"/>
  </w:num>
  <w:num w:numId="23" w16cid:durableId="1871529762">
    <w:abstractNumId w:val="15"/>
  </w:num>
  <w:num w:numId="24" w16cid:durableId="1274752937">
    <w:abstractNumId w:val="23"/>
  </w:num>
  <w:num w:numId="25" w16cid:durableId="1792894483">
    <w:abstractNumId w:val="11"/>
  </w:num>
  <w:num w:numId="26" w16cid:durableId="1414356084">
    <w:abstractNumId w:val="28"/>
  </w:num>
  <w:num w:numId="27" w16cid:durableId="249629818">
    <w:abstractNumId w:val="22"/>
  </w:num>
  <w:num w:numId="28" w16cid:durableId="712995779">
    <w:abstractNumId w:val="21"/>
  </w:num>
  <w:num w:numId="29" w16cid:durableId="1920821529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27299"/>
    <w:rsid w:val="000005ED"/>
    <w:rsid w:val="00000ED7"/>
    <w:rsid w:val="00001028"/>
    <w:rsid w:val="000019C7"/>
    <w:rsid w:val="00002341"/>
    <w:rsid w:val="00002354"/>
    <w:rsid w:val="00002B85"/>
    <w:rsid w:val="00002EBA"/>
    <w:rsid w:val="00002ED6"/>
    <w:rsid w:val="00003562"/>
    <w:rsid w:val="00003679"/>
    <w:rsid w:val="00003CF4"/>
    <w:rsid w:val="0000444B"/>
    <w:rsid w:val="000045C0"/>
    <w:rsid w:val="00004EC5"/>
    <w:rsid w:val="00006134"/>
    <w:rsid w:val="00006888"/>
    <w:rsid w:val="00006A8D"/>
    <w:rsid w:val="00006C39"/>
    <w:rsid w:val="00007165"/>
    <w:rsid w:val="000075FA"/>
    <w:rsid w:val="00007C25"/>
    <w:rsid w:val="00010800"/>
    <w:rsid w:val="00010D91"/>
    <w:rsid w:val="0001110D"/>
    <w:rsid w:val="00011766"/>
    <w:rsid w:val="0001188A"/>
    <w:rsid w:val="00011CA0"/>
    <w:rsid w:val="00012206"/>
    <w:rsid w:val="0001244E"/>
    <w:rsid w:val="00012A4E"/>
    <w:rsid w:val="000132EA"/>
    <w:rsid w:val="0001342C"/>
    <w:rsid w:val="00013704"/>
    <w:rsid w:val="00013764"/>
    <w:rsid w:val="0001397B"/>
    <w:rsid w:val="00013D04"/>
    <w:rsid w:val="00013D8F"/>
    <w:rsid w:val="00014236"/>
    <w:rsid w:val="0001452E"/>
    <w:rsid w:val="00014742"/>
    <w:rsid w:val="00014827"/>
    <w:rsid w:val="00014C2C"/>
    <w:rsid w:val="00015035"/>
    <w:rsid w:val="00015077"/>
    <w:rsid w:val="00015726"/>
    <w:rsid w:val="00016012"/>
    <w:rsid w:val="00016C5B"/>
    <w:rsid w:val="00016D78"/>
    <w:rsid w:val="00016F58"/>
    <w:rsid w:val="00017551"/>
    <w:rsid w:val="00017874"/>
    <w:rsid w:val="00017AAA"/>
    <w:rsid w:val="00017ACF"/>
    <w:rsid w:val="000204B1"/>
    <w:rsid w:val="00020711"/>
    <w:rsid w:val="00020820"/>
    <w:rsid w:val="000208A1"/>
    <w:rsid w:val="00020955"/>
    <w:rsid w:val="00021566"/>
    <w:rsid w:val="00021A90"/>
    <w:rsid w:val="000223DA"/>
    <w:rsid w:val="00022514"/>
    <w:rsid w:val="000225C3"/>
    <w:rsid w:val="00022BD1"/>
    <w:rsid w:val="0002369A"/>
    <w:rsid w:val="00023754"/>
    <w:rsid w:val="000237F9"/>
    <w:rsid w:val="00023ADB"/>
    <w:rsid w:val="00023E11"/>
    <w:rsid w:val="00023E63"/>
    <w:rsid w:val="0002426A"/>
    <w:rsid w:val="00024446"/>
    <w:rsid w:val="00024499"/>
    <w:rsid w:val="000244A3"/>
    <w:rsid w:val="00024B46"/>
    <w:rsid w:val="00024B70"/>
    <w:rsid w:val="00024E36"/>
    <w:rsid w:val="00024E4D"/>
    <w:rsid w:val="00024FCE"/>
    <w:rsid w:val="00025CF1"/>
    <w:rsid w:val="0002637B"/>
    <w:rsid w:val="00026882"/>
    <w:rsid w:val="00026986"/>
    <w:rsid w:val="00026AED"/>
    <w:rsid w:val="000274EA"/>
    <w:rsid w:val="00027C1D"/>
    <w:rsid w:val="00030426"/>
    <w:rsid w:val="000311D7"/>
    <w:rsid w:val="00031258"/>
    <w:rsid w:val="000313BE"/>
    <w:rsid w:val="0003145D"/>
    <w:rsid w:val="00031CC9"/>
    <w:rsid w:val="00031DFB"/>
    <w:rsid w:val="00031F20"/>
    <w:rsid w:val="00031F82"/>
    <w:rsid w:val="00032120"/>
    <w:rsid w:val="000321C6"/>
    <w:rsid w:val="000325D9"/>
    <w:rsid w:val="00032F7D"/>
    <w:rsid w:val="0003353C"/>
    <w:rsid w:val="000339B8"/>
    <w:rsid w:val="00033ACA"/>
    <w:rsid w:val="00033B44"/>
    <w:rsid w:val="00033E66"/>
    <w:rsid w:val="00033F23"/>
    <w:rsid w:val="000343CC"/>
    <w:rsid w:val="000346A2"/>
    <w:rsid w:val="000346C8"/>
    <w:rsid w:val="0003483C"/>
    <w:rsid w:val="00034892"/>
    <w:rsid w:val="00034BEA"/>
    <w:rsid w:val="00034E97"/>
    <w:rsid w:val="00034F1F"/>
    <w:rsid w:val="000354DE"/>
    <w:rsid w:val="00035AA5"/>
    <w:rsid w:val="000360D9"/>
    <w:rsid w:val="000364D9"/>
    <w:rsid w:val="00036759"/>
    <w:rsid w:val="00036990"/>
    <w:rsid w:val="00036AA6"/>
    <w:rsid w:val="000371A0"/>
    <w:rsid w:val="000371F3"/>
    <w:rsid w:val="00037200"/>
    <w:rsid w:val="000373B1"/>
    <w:rsid w:val="00037677"/>
    <w:rsid w:val="000376E6"/>
    <w:rsid w:val="00037B04"/>
    <w:rsid w:val="0004022C"/>
    <w:rsid w:val="000402CA"/>
    <w:rsid w:val="0004060E"/>
    <w:rsid w:val="00040791"/>
    <w:rsid w:val="000408AE"/>
    <w:rsid w:val="00040D57"/>
    <w:rsid w:val="00041226"/>
    <w:rsid w:val="0004150F"/>
    <w:rsid w:val="00041576"/>
    <w:rsid w:val="00041F0A"/>
    <w:rsid w:val="00042687"/>
    <w:rsid w:val="000426DF"/>
    <w:rsid w:val="00042E32"/>
    <w:rsid w:val="0004307D"/>
    <w:rsid w:val="000439AC"/>
    <w:rsid w:val="00043C03"/>
    <w:rsid w:val="00043DD4"/>
    <w:rsid w:val="000440F1"/>
    <w:rsid w:val="00044675"/>
    <w:rsid w:val="00045313"/>
    <w:rsid w:val="000453CF"/>
    <w:rsid w:val="000455F2"/>
    <w:rsid w:val="00045908"/>
    <w:rsid w:val="00045C04"/>
    <w:rsid w:val="00045C94"/>
    <w:rsid w:val="000469CB"/>
    <w:rsid w:val="00047066"/>
    <w:rsid w:val="000479BE"/>
    <w:rsid w:val="00047D0B"/>
    <w:rsid w:val="00047FF7"/>
    <w:rsid w:val="00050454"/>
    <w:rsid w:val="00050546"/>
    <w:rsid w:val="00050F91"/>
    <w:rsid w:val="00051239"/>
    <w:rsid w:val="00051470"/>
    <w:rsid w:val="00051CE9"/>
    <w:rsid w:val="00051EF0"/>
    <w:rsid w:val="00052059"/>
    <w:rsid w:val="00052556"/>
    <w:rsid w:val="000530EB"/>
    <w:rsid w:val="00054369"/>
    <w:rsid w:val="0005474C"/>
    <w:rsid w:val="00054BB7"/>
    <w:rsid w:val="00055234"/>
    <w:rsid w:val="00055960"/>
    <w:rsid w:val="00055969"/>
    <w:rsid w:val="000559F9"/>
    <w:rsid w:val="00055D63"/>
    <w:rsid w:val="00055F2F"/>
    <w:rsid w:val="0005610D"/>
    <w:rsid w:val="00056639"/>
    <w:rsid w:val="000566E6"/>
    <w:rsid w:val="000566F5"/>
    <w:rsid w:val="00056906"/>
    <w:rsid w:val="00056927"/>
    <w:rsid w:val="00056933"/>
    <w:rsid w:val="00056B0E"/>
    <w:rsid w:val="00057283"/>
    <w:rsid w:val="000574DA"/>
    <w:rsid w:val="000575C7"/>
    <w:rsid w:val="00057AAB"/>
    <w:rsid w:val="00057BC8"/>
    <w:rsid w:val="00057C45"/>
    <w:rsid w:val="00057E90"/>
    <w:rsid w:val="000603B0"/>
    <w:rsid w:val="00060457"/>
    <w:rsid w:val="00060777"/>
    <w:rsid w:val="00060B20"/>
    <w:rsid w:val="00060B71"/>
    <w:rsid w:val="00060D61"/>
    <w:rsid w:val="00060DB1"/>
    <w:rsid w:val="00060EA6"/>
    <w:rsid w:val="0006135A"/>
    <w:rsid w:val="000617FF"/>
    <w:rsid w:val="00061990"/>
    <w:rsid w:val="00061A35"/>
    <w:rsid w:val="00061AAE"/>
    <w:rsid w:val="00061D94"/>
    <w:rsid w:val="00062088"/>
    <w:rsid w:val="00062246"/>
    <w:rsid w:val="000622B0"/>
    <w:rsid w:val="00062656"/>
    <w:rsid w:val="00062AD0"/>
    <w:rsid w:val="00063497"/>
    <w:rsid w:val="0006354B"/>
    <w:rsid w:val="0006385C"/>
    <w:rsid w:val="000640A0"/>
    <w:rsid w:val="000646A7"/>
    <w:rsid w:val="00064B1B"/>
    <w:rsid w:val="0006538A"/>
    <w:rsid w:val="00065672"/>
    <w:rsid w:val="000656E1"/>
    <w:rsid w:val="00065ADE"/>
    <w:rsid w:val="00065C80"/>
    <w:rsid w:val="00065DED"/>
    <w:rsid w:val="00065FEC"/>
    <w:rsid w:val="00066543"/>
    <w:rsid w:val="0006678B"/>
    <w:rsid w:val="00066D0B"/>
    <w:rsid w:val="000670A9"/>
    <w:rsid w:val="00067491"/>
    <w:rsid w:val="00067721"/>
    <w:rsid w:val="00067AD9"/>
    <w:rsid w:val="00067D22"/>
    <w:rsid w:val="00070FBD"/>
    <w:rsid w:val="0007128E"/>
    <w:rsid w:val="00071B0E"/>
    <w:rsid w:val="00072171"/>
    <w:rsid w:val="000722E1"/>
    <w:rsid w:val="0007277C"/>
    <w:rsid w:val="00072786"/>
    <w:rsid w:val="00072A2D"/>
    <w:rsid w:val="000730CF"/>
    <w:rsid w:val="00073807"/>
    <w:rsid w:val="00073936"/>
    <w:rsid w:val="00073988"/>
    <w:rsid w:val="00073BBF"/>
    <w:rsid w:val="000743FE"/>
    <w:rsid w:val="000744FA"/>
    <w:rsid w:val="0007463B"/>
    <w:rsid w:val="00074698"/>
    <w:rsid w:val="00074958"/>
    <w:rsid w:val="00074B06"/>
    <w:rsid w:val="00074E1F"/>
    <w:rsid w:val="0007509B"/>
    <w:rsid w:val="000751A5"/>
    <w:rsid w:val="000751B4"/>
    <w:rsid w:val="000753F5"/>
    <w:rsid w:val="000754D3"/>
    <w:rsid w:val="0007555D"/>
    <w:rsid w:val="0007557D"/>
    <w:rsid w:val="000755F0"/>
    <w:rsid w:val="00075954"/>
    <w:rsid w:val="000759B4"/>
    <w:rsid w:val="000761A6"/>
    <w:rsid w:val="0007679B"/>
    <w:rsid w:val="00076846"/>
    <w:rsid w:val="00076A89"/>
    <w:rsid w:val="00076B6D"/>
    <w:rsid w:val="00076D83"/>
    <w:rsid w:val="000772DD"/>
    <w:rsid w:val="00077446"/>
    <w:rsid w:val="00077614"/>
    <w:rsid w:val="00077F25"/>
    <w:rsid w:val="00080078"/>
    <w:rsid w:val="00080183"/>
    <w:rsid w:val="000801FE"/>
    <w:rsid w:val="0008072A"/>
    <w:rsid w:val="000808BA"/>
    <w:rsid w:val="00080D7B"/>
    <w:rsid w:val="00080F13"/>
    <w:rsid w:val="00081505"/>
    <w:rsid w:val="000816AD"/>
    <w:rsid w:val="0008193D"/>
    <w:rsid w:val="00082018"/>
    <w:rsid w:val="0008259C"/>
    <w:rsid w:val="00082B63"/>
    <w:rsid w:val="00082EE2"/>
    <w:rsid w:val="00082F02"/>
    <w:rsid w:val="00082FDC"/>
    <w:rsid w:val="0008356D"/>
    <w:rsid w:val="000835CF"/>
    <w:rsid w:val="00083611"/>
    <w:rsid w:val="000838A4"/>
    <w:rsid w:val="000838F4"/>
    <w:rsid w:val="00083C97"/>
    <w:rsid w:val="00084539"/>
    <w:rsid w:val="0008489E"/>
    <w:rsid w:val="00084995"/>
    <w:rsid w:val="00084B1D"/>
    <w:rsid w:val="00084C4F"/>
    <w:rsid w:val="000852A7"/>
    <w:rsid w:val="00085378"/>
    <w:rsid w:val="000857B0"/>
    <w:rsid w:val="00086008"/>
    <w:rsid w:val="0008635F"/>
    <w:rsid w:val="00086546"/>
    <w:rsid w:val="00086C42"/>
    <w:rsid w:val="00086F45"/>
    <w:rsid w:val="000877F1"/>
    <w:rsid w:val="00087C9A"/>
    <w:rsid w:val="00087DA8"/>
    <w:rsid w:val="00090321"/>
    <w:rsid w:val="00090523"/>
    <w:rsid w:val="000906ED"/>
    <w:rsid w:val="00090B66"/>
    <w:rsid w:val="000914E8"/>
    <w:rsid w:val="00091D45"/>
    <w:rsid w:val="0009219F"/>
    <w:rsid w:val="000925EF"/>
    <w:rsid w:val="00092641"/>
    <w:rsid w:val="00092BF3"/>
    <w:rsid w:val="00093A25"/>
    <w:rsid w:val="00093AFF"/>
    <w:rsid w:val="00094255"/>
    <w:rsid w:val="000943B1"/>
    <w:rsid w:val="00094B2B"/>
    <w:rsid w:val="00094D58"/>
    <w:rsid w:val="0009533B"/>
    <w:rsid w:val="00095614"/>
    <w:rsid w:val="000957CE"/>
    <w:rsid w:val="00095A45"/>
    <w:rsid w:val="000960E3"/>
    <w:rsid w:val="00096243"/>
    <w:rsid w:val="0009660F"/>
    <w:rsid w:val="0009680C"/>
    <w:rsid w:val="000969CF"/>
    <w:rsid w:val="00096B1D"/>
    <w:rsid w:val="000970CD"/>
    <w:rsid w:val="0009727B"/>
    <w:rsid w:val="0009750C"/>
    <w:rsid w:val="0009756E"/>
    <w:rsid w:val="0009759B"/>
    <w:rsid w:val="000978E9"/>
    <w:rsid w:val="000A0003"/>
    <w:rsid w:val="000A00F3"/>
    <w:rsid w:val="000A036D"/>
    <w:rsid w:val="000A07AD"/>
    <w:rsid w:val="000A0BE1"/>
    <w:rsid w:val="000A0EA3"/>
    <w:rsid w:val="000A1067"/>
    <w:rsid w:val="000A1415"/>
    <w:rsid w:val="000A1623"/>
    <w:rsid w:val="000A1669"/>
    <w:rsid w:val="000A1A52"/>
    <w:rsid w:val="000A1E0A"/>
    <w:rsid w:val="000A23A8"/>
    <w:rsid w:val="000A26BE"/>
    <w:rsid w:val="000A2720"/>
    <w:rsid w:val="000A287E"/>
    <w:rsid w:val="000A2DAB"/>
    <w:rsid w:val="000A3421"/>
    <w:rsid w:val="000A3425"/>
    <w:rsid w:val="000A363B"/>
    <w:rsid w:val="000A380A"/>
    <w:rsid w:val="000A3B2B"/>
    <w:rsid w:val="000A3DA1"/>
    <w:rsid w:val="000A3DC9"/>
    <w:rsid w:val="000A3E23"/>
    <w:rsid w:val="000A43D0"/>
    <w:rsid w:val="000A4685"/>
    <w:rsid w:val="000A4893"/>
    <w:rsid w:val="000A4E71"/>
    <w:rsid w:val="000A4EFE"/>
    <w:rsid w:val="000A4F64"/>
    <w:rsid w:val="000A58A2"/>
    <w:rsid w:val="000A6192"/>
    <w:rsid w:val="000A62C5"/>
    <w:rsid w:val="000A6485"/>
    <w:rsid w:val="000A6495"/>
    <w:rsid w:val="000A66BB"/>
    <w:rsid w:val="000A66D9"/>
    <w:rsid w:val="000A67A9"/>
    <w:rsid w:val="000A686C"/>
    <w:rsid w:val="000A6A24"/>
    <w:rsid w:val="000A6C35"/>
    <w:rsid w:val="000A6F79"/>
    <w:rsid w:val="000A7510"/>
    <w:rsid w:val="000A7B3A"/>
    <w:rsid w:val="000B062D"/>
    <w:rsid w:val="000B0720"/>
    <w:rsid w:val="000B0D09"/>
    <w:rsid w:val="000B0D69"/>
    <w:rsid w:val="000B0E74"/>
    <w:rsid w:val="000B12E4"/>
    <w:rsid w:val="000B146D"/>
    <w:rsid w:val="000B1854"/>
    <w:rsid w:val="000B199E"/>
    <w:rsid w:val="000B1B44"/>
    <w:rsid w:val="000B27A1"/>
    <w:rsid w:val="000B2F94"/>
    <w:rsid w:val="000B315B"/>
    <w:rsid w:val="000B3390"/>
    <w:rsid w:val="000B369F"/>
    <w:rsid w:val="000B398F"/>
    <w:rsid w:val="000B3D36"/>
    <w:rsid w:val="000B4480"/>
    <w:rsid w:val="000B4648"/>
    <w:rsid w:val="000B4A4C"/>
    <w:rsid w:val="000B4ABB"/>
    <w:rsid w:val="000B4CE3"/>
    <w:rsid w:val="000B5083"/>
    <w:rsid w:val="000B54B2"/>
    <w:rsid w:val="000B55EB"/>
    <w:rsid w:val="000B580F"/>
    <w:rsid w:val="000B5BDA"/>
    <w:rsid w:val="000B5CE6"/>
    <w:rsid w:val="000B5FD1"/>
    <w:rsid w:val="000B695E"/>
    <w:rsid w:val="000B6BD9"/>
    <w:rsid w:val="000B6FE2"/>
    <w:rsid w:val="000B78AD"/>
    <w:rsid w:val="000B78B0"/>
    <w:rsid w:val="000B7A60"/>
    <w:rsid w:val="000B7F82"/>
    <w:rsid w:val="000C0365"/>
    <w:rsid w:val="000C036B"/>
    <w:rsid w:val="000C087C"/>
    <w:rsid w:val="000C0946"/>
    <w:rsid w:val="000C0AF0"/>
    <w:rsid w:val="000C108F"/>
    <w:rsid w:val="000C11F1"/>
    <w:rsid w:val="000C14DD"/>
    <w:rsid w:val="000C1822"/>
    <w:rsid w:val="000C1944"/>
    <w:rsid w:val="000C1B2F"/>
    <w:rsid w:val="000C1ECA"/>
    <w:rsid w:val="000C2123"/>
    <w:rsid w:val="000C255E"/>
    <w:rsid w:val="000C26FE"/>
    <w:rsid w:val="000C2783"/>
    <w:rsid w:val="000C2907"/>
    <w:rsid w:val="000C2BF6"/>
    <w:rsid w:val="000C2C1A"/>
    <w:rsid w:val="000C3227"/>
    <w:rsid w:val="000C3228"/>
    <w:rsid w:val="000C34DD"/>
    <w:rsid w:val="000C35D7"/>
    <w:rsid w:val="000C361A"/>
    <w:rsid w:val="000C3DDA"/>
    <w:rsid w:val="000C472D"/>
    <w:rsid w:val="000C4AA7"/>
    <w:rsid w:val="000C4F26"/>
    <w:rsid w:val="000C4F5D"/>
    <w:rsid w:val="000C55D7"/>
    <w:rsid w:val="000C5B66"/>
    <w:rsid w:val="000C5DC6"/>
    <w:rsid w:val="000C5E09"/>
    <w:rsid w:val="000C63CA"/>
    <w:rsid w:val="000C67BB"/>
    <w:rsid w:val="000C6D34"/>
    <w:rsid w:val="000C71D5"/>
    <w:rsid w:val="000C74A7"/>
    <w:rsid w:val="000C7D24"/>
    <w:rsid w:val="000D0115"/>
    <w:rsid w:val="000D075F"/>
    <w:rsid w:val="000D0B4C"/>
    <w:rsid w:val="000D1270"/>
    <w:rsid w:val="000D1A52"/>
    <w:rsid w:val="000D1AB9"/>
    <w:rsid w:val="000D1C09"/>
    <w:rsid w:val="000D1D3A"/>
    <w:rsid w:val="000D1F34"/>
    <w:rsid w:val="000D29EB"/>
    <w:rsid w:val="000D2C6C"/>
    <w:rsid w:val="000D33B4"/>
    <w:rsid w:val="000D343E"/>
    <w:rsid w:val="000D39B9"/>
    <w:rsid w:val="000D3A83"/>
    <w:rsid w:val="000D41FB"/>
    <w:rsid w:val="000D48D1"/>
    <w:rsid w:val="000D4901"/>
    <w:rsid w:val="000D4E2B"/>
    <w:rsid w:val="000D5153"/>
    <w:rsid w:val="000D52B8"/>
    <w:rsid w:val="000D599F"/>
    <w:rsid w:val="000D5BE9"/>
    <w:rsid w:val="000D649E"/>
    <w:rsid w:val="000D67FE"/>
    <w:rsid w:val="000D6D86"/>
    <w:rsid w:val="000D73AF"/>
    <w:rsid w:val="000D74B1"/>
    <w:rsid w:val="000D77AB"/>
    <w:rsid w:val="000D79DC"/>
    <w:rsid w:val="000D7A6D"/>
    <w:rsid w:val="000E01B4"/>
    <w:rsid w:val="000E036F"/>
    <w:rsid w:val="000E0746"/>
    <w:rsid w:val="000E0B73"/>
    <w:rsid w:val="000E119C"/>
    <w:rsid w:val="000E11CE"/>
    <w:rsid w:val="000E11F9"/>
    <w:rsid w:val="000E1383"/>
    <w:rsid w:val="000E14D8"/>
    <w:rsid w:val="000E190A"/>
    <w:rsid w:val="000E193A"/>
    <w:rsid w:val="000E1A54"/>
    <w:rsid w:val="000E1B98"/>
    <w:rsid w:val="000E21B1"/>
    <w:rsid w:val="000E236D"/>
    <w:rsid w:val="000E24F5"/>
    <w:rsid w:val="000E25E8"/>
    <w:rsid w:val="000E2B53"/>
    <w:rsid w:val="000E2E2E"/>
    <w:rsid w:val="000E2E9B"/>
    <w:rsid w:val="000E30C2"/>
    <w:rsid w:val="000E31C0"/>
    <w:rsid w:val="000E3788"/>
    <w:rsid w:val="000E37F5"/>
    <w:rsid w:val="000E3859"/>
    <w:rsid w:val="000E3DA2"/>
    <w:rsid w:val="000E4698"/>
    <w:rsid w:val="000E49CB"/>
    <w:rsid w:val="000E4BFE"/>
    <w:rsid w:val="000E4DEC"/>
    <w:rsid w:val="000E511E"/>
    <w:rsid w:val="000E5843"/>
    <w:rsid w:val="000E584D"/>
    <w:rsid w:val="000E5B27"/>
    <w:rsid w:val="000E5EB1"/>
    <w:rsid w:val="000E64C2"/>
    <w:rsid w:val="000E6543"/>
    <w:rsid w:val="000E66D8"/>
    <w:rsid w:val="000E68F2"/>
    <w:rsid w:val="000E6A6E"/>
    <w:rsid w:val="000E6B60"/>
    <w:rsid w:val="000E6CEA"/>
    <w:rsid w:val="000E6D1F"/>
    <w:rsid w:val="000E6E96"/>
    <w:rsid w:val="000E7239"/>
    <w:rsid w:val="000E74E0"/>
    <w:rsid w:val="000E7583"/>
    <w:rsid w:val="000E7B09"/>
    <w:rsid w:val="000E7E13"/>
    <w:rsid w:val="000F010B"/>
    <w:rsid w:val="000F12C4"/>
    <w:rsid w:val="000F12C8"/>
    <w:rsid w:val="000F1C3B"/>
    <w:rsid w:val="000F26FA"/>
    <w:rsid w:val="000F29BC"/>
    <w:rsid w:val="000F2C64"/>
    <w:rsid w:val="000F2CDE"/>
    <w:rsid w:val="000F3478"/>
    <w:rsid w:val="000F3899"/>
    <w:rsid w:val="000F3A09"/>
    <w:rsid w:val="000F3A87"/>
    <w:rsid w:val="000F3E52"/>
    <w:rsid w:val="000F4584"/>
    <w:rsid w:val="000F480A"/>
    <w:rsid w:val="000F4BC6"/>
    <w:rsid w:val="000F521C"/>
    <w:rsid w:val="000F52B1"/>
    <w:rsid w:val="000F577E"/>
    <w:rsid w:val="000F57F9"/>
    <w:rsid w:val="000F5B0A"/>
    <w:rsid w:val="000F5B21"/>
    <w:rsid w:val="000F5D30"/>
    <w:rsid w:val="000F5E5B"/>
    <w:rsid w:val="000F650E"/>
    <w:rsid w:val="000F6566"/>
    <w:rsid w:val="000F69D9"/>
    <w:rsid w:val="000F6BD6"/>
    <w:rsid w:val="000F6E9E"/>
    <w:rsid w:val="000F7263"/>
    <w:rsid w:val="000F736F"/>
    <w:rsid w:val="000F7919"/>
    <w:rsid w:val="0010025D"/>
    <w:rsid w:val="001002EB"/>
    <w:rsid w:val="0010056E"/>
    <w:rsid w:val="00100E19"/>
    <w:rsid w:val="00100FFF"/>
    <w:rsid w:val="0010102D"/>
    <w:rsid w:val="00101B3F"/>
    <w:rsid w:val="00102140"/>
    <w:rsid w:val="001021B5"/>
    <w:rsid w:val="00102706"/>
    <w:rsid w:val="001027D9"/>
    <w:rsid w:val="00102930"/>
    <w:rsid w:val="00103847"/>
    <w:rsid w:val="00103FA7"/>
    <w:rsid w:val="00104370"/>
    <w:rsid w:val="00104539"/>
    <w:rsid w:val="001045E6"/>
    <w:rsid w:val="00104DD2"/>
    <w:rsid w:val="00104FA2"/>
    <w:rsid w:val="00105599"/>
    <w:rsid w:val="001057AB"/>
    <w:rsid w:val="001057B5"/>
    <w:rsid w:val="00105A80"/>
    <w:rsid w:val="00105CB6"/>
    <w:rsid w:val="00106985"/>
    <w:rsid w:val="00106BB0"/>
    <w:rsid w:val="001077C4"/>
    <w:rsid w:val="00107886"/>
    <w:rsid w:val="00107A40"/>
    <w:rsid w:val="00107AFD"/>
    <w:rsid w:val="00107EF7"/>
    <w:rsid w:val="00107F9B"/>
    <w:rsid w:val="0011031C"/>
    <w:rsid w:val="0011079E"/>
    <w:rsid w:val="00110CC6"/>
    <w:rsid w:val="00110CE0"/>
    <w:rsid w:val="001113FE"/>
    <w:rsid w:val="00111704"/>
    <w:rsid w:val="00111EC4"/>
    <w:rsid w:val="0011288E"/>
    <w:rsid w:val="00112E06"/>
    <w:rsid w:val="001138DA"/>
    <w:rsid w:val="00114568"/>
    <w:rsid w:val="001149A6"/>
    <w:rsid w:val="00114A3B"/>
    <w:rsid w:val="00114B0A"/>
    <w:rsid w:val="00114B6C"/>
    <w:rsid w:val="00115064"/>
    <w:rsid w:val="00115291"/>
    <w:rsid w:val="001153E5"/>
    <w:rsid w:val="00115B83"/>
    <w:rsid w:val="00115FFB"/>
    <w:rsid w:val="00116E1C"/>
    <w:rsid w:val="00116E23"/>
    <w:rsid w:val="00117248"/>
    <w:rsid w:val="001173A1"/>
    <w:rsid w:val="001174EC"/>
    <w:rsid w:val="001175AC"/>
    <w:rsid w:val="0011768D"/>
    <w:rsid w:val="001202E8"/>
    <w:rsid w:val="00120302"/>
    <w:rsid w:val="00120596"/>
    <w:rsid w:val="0012088F"/>
    <w:rsid w:val="001209C7"/>
    <w:rsid w:val="001209DF"/>
    <w:rsid w:val="00120E97"/>
    <w:rsid w:val="00121317"/>
    <w:rsid w:val="0012139C"/>
    <w:rsid w:val="001213AB"/>
    <w:rsid w:val="00121458"/>
    <w:rsid w:val="00121635"/>
    <w:rsid w:val="00121B68"/>
    <w:rsid w:val="00122578"/>
    <w:rsid w:val="00122631"/>
    <w:rsid w:val="00122E3F"/>
    <w:rsid w:val="00122F31"/>
    <w:rsid w:val="00122FCF"/>
    <w:rsid w:val="00123573"/>
    <w:rsid w:val="001239BD"/>
    <w:rsid w:val="00123D92"/>
    <w:rsid w:val="00123E88"/>
    <w:rsid w:val="0012442B"/>
    <w:rsid w:val="00124583"/>
    <w:rsid w:val="001245F1"/>
    <w:rsid w:val="00124623"/>
    <w:rsid w:val="001246E3"/>
    <w:rsid w:val="001251F3"/>
    <w:rsid w:val="001252A2"/>
    <w:rsid w:val="001253F6"/>
    <w:rsid w:val="00125464"/>
    <w:rsid w:val="0012546E"/>
    <w:rsid w:val="00125CBD"/>
    <w:rsid w:val="00125D38"/>
    <w:rsid w:val="0012634C"/>
    <w:rsid w:val="00126401"/>
    <w:rsid w:val="0012668E"/>
    <w:rsid w:val="001267EA"/>
    <w:rsid w:val="001269ED"/>
    <w:rsid w:val="00126C10"/>
    <w:rsid w:val="001271FF"/>
    <w:rsid w:val="00127299"/>
    <w:rsid w:val="001275C0"/>
    <w:rsid w:val="00127659"/>
    <w:rsid w:val="00127D9B"/>
    <w:rsid w:val="00130144"/>
    <w:rsid w:val="001304B0"/>
    <w:rsid w:val="00130A4C"/>
    <w:rsid w:val="00130C6E"/>
    <w:rsid w:val="00130E6F"/>
    <w:rsid w:val="00130F6D"/>
    <w:rsid w:val="001314C0"/>
    <w:rsid w:val="00131C8F"/>
    <w:rsid w:val="00131FA2"/>
    <w:rsid w:val="00132190"/>
    <w:rsid w:val="00132468"/>
    <w:rsid w:val="00132F00"/>
    <w:rsid w:val="00133256"/>
    <w:rsid w:val="001333D5"/>
    <w:rsid w:val="00133533"/>
    <w:rsid w:val="00133B27"/>
    <w:rsid w:val="00133B85"/>
    <w:rsid w:val="00133F1E"/>
    <w:rsid w:val="001341DF"/>
    <w:rsid w:val="001344C4"/>
    <w:rsid w:val="001344D1"/>
    <w:rsid w:val="0013489F"/>
    <w:rsid w:val="0013498A"/>
    <w:rsid w:val="00134C9D"/>
    <w:rsid w:val="0013504C"/>
    <w:rsid w:val="0013526B"/>
    <w:rsid w:val="001352FE"/>
    <w:rsid w:val="001357A2"/>
    <w:rsid w:val="001357DA"/>
    <w:rsid w:val="00135C8B"/>
    <w:rsid w:val="00135CA1"/>
    <w:rsid w:val="0013668C"/>
    <w:rsid w:val="001368C2"/>
    <w:rsid w:val="00136A71"/>
    <w:rsid w:val="001372E4"/>
    <w:rsid w:val="00137742"/>
    <w:rsid w:val="00137780"/>
    <w:rsid w:val="00137CFC"/>
    <w:rsid w:val="00137F9A"/>
    <w:rsid w:val="001400ED"/>
    <w:rsid w:val="00140FB7"/>
    <w:rsid w:val="001413E3"/>
    <w:rsid w:val="001416AA"/>
    <w:rsid w:val="00142F5E"/>
    <w:rsid w:val="00143128"/>
    <w:rsid w:val="001432B6"/>
    <w:rsid w:val="00143827"/>
    <w:rsid w:val="001439E9"/>
    <w:rsid w:val="00143EA9"/>
    <w:rsid w:val="00144771"/>
    <w:rsid w:val="00144FF9"/>
    <w:rsid w:val="00145174"/>
    <w:rsid w:val="00145496"/>
    <w:rsid w:val="001457E2"/>
    <w:rsid w:val="00145FB2"/>
    <w:rsid w:val="00146133"/>
    <w:rsid w:val="001462CC"/>
    <w:rsid w:val="00146A8E"/>
    <w:rsid w:val="00146BC8"/>
    <w:rsid w:val="00146BD5"/>
    <w:rsid w:val="00146E97"/>
    <w:rsid w:val="00146FB0"/>
    <w:rsid w:val="001471C9"/>
    <w:rsid w:val="001471E8"/>
    <w:rsid w:val="001472BD"/>
    <w:rsid w:val="00147763"/>
    <w:rsid w:val="00147C4B"/>
    <w:rsid w:val="0015061B"/>
    <w:rsid w:val="00150A16"/>
    <w:rsid w:val="00150A2B"/>
    <w:rsid w:val="001511DD"/>
    <w:rsid w:val="00151693"/>
    <w:rsid w:val="00151CFD"/>
    <w:rsid w:val="00151D72"/>
    <w:rsid w:val="00151F78"/>
    <w:rsid w:val="001526BA"/>
    <w:rsid w:val="00152B69"/>
    <w:rsid w:val="00152EF1"/>
    <w:rsid w:val="00153819"/>
    <w:rsid w:val="001538F1"/>
    <w:rsid w:val="001541A8"/>
    <w:rsid w:val="001544E3"/>
    <w:rsid w:val="001545BD"/>
    <w:rsid w:val="00154616"/>
    <w:rsid w:val="001547C1"/>
    <w:rsid w:val="00154989"/>
    <w:rsid w:val="00154A46"/>
    <w:rsid w:val="00154ECC"/>
    <w:rsid w:val="00154FF0"/>
    <w:rsid w:val="00155268"/>
    <w:rsid w:val="001558D9"/>
    <w:rsid w:val="001559B6"/>
    <w:rsid w:val="001559F5"/>
    <w:rsid w:val="001566C0"/>
    <w:rsid w:val="00156FDE"/>
    <w:rsid w:val="00156FF5"/>
    <w:rsid w:val="001572FF"/>
    <w:rsid w:val="00157370"/>
    <w:rsid w:val="00157493"/>
    <w:rsid w:val="001574D0"/>
    <w:rsid w:val="00157DB5"/>
    <w:rsid w:val="00157DC2"/>
    <w:rsid w:val="001605C4"/>
    <w:rsid w:val="00160692"/>
    <w:rsid w:val="00160A13"/>
    <w:rsid w:val="00160B21"/>
    <w:rsid w:val="00160E44"/>
    <w:rsid w:val="00160FCF"/>
    <w:rsid w:val="00160FDB"/>
    <w:rsid w:val="00161618"/>
    <w:rsid w:val="00161F92"/>
    <w:rsid w:val="001620C9"/>
    <w:rsid w:val="0016339C"/>
    <w:rsid w:val="001634D1"/>
    <w:rsid w:val="001641FD"/>
    <w:rsid w:val="00164BF2"/>
    <w:rsid w:val="00164D6A"/>
    <w:rsid w:val="00164E11"/>
    <w:rsid w:val="00165486"/>
    <w:rsid w:val="00165636"/>
    <w:rsid w:val="00165669"/>
    <w:rsid w:val="00165A69"/>
    <w:rsid w:val="00165A72"/>
    <w:rsid w:val="00165DB4"/>
    <w:rsid w:val="0016657F"/>
    <w:rsid w:val="00166CD3"/>
    <w:rsid w:val="0016711F"/>
    <w:rsid w:val="00167329"/>
    <w:rsid w:val="001673A6"/>
    <w:rsid w:val="001673E8"/>
    <w:rsid w:val="00167770"/>
    <w:rsid w:val="00167955"/>
    <w:rsid w:val="00167A00"/>
    <w:rsid w:val="00167B58"/>
    <w:rsid w:val="001701CE"/>
    <w:rsid w:val="001704D9"/>
    <w:rsid w:val="001707C5"/>
    <w:rsid w:val="00170822"/>
    <w:rsid w:val="00170880"/>
    <w:rsid w:val="00170916"/>
    <w:rsid w:val="00170E4C"/>
    <w:rsid w:val="0017192F"/>
    <w:rsid w:val="00171D05"/>
    <w:rsid w:val="00172152"/>
    <w:rsid w:val="00172922"/>
    <w:rsid w:val="00173A08"/>
    <w:rsid w:val="00173B93"/>
    <w:rsid w:val="00173C49"/>
    <w:rsid w:val="00173D70"/>
    <w:rsid w:val="00173FDC"/>
    <w:rsid w:val="00174324"/>
    <w:rsid w:val="001748AE"/>
    <w:rsid w:val="001749CD"/>
    <w:rsid w:val="00175BEB"/>
    <w:rsid w:val="00175C31"/>
    <w:rsid w:val="00175FD1"/>
    <w:rsid w:val="001762AD"/>
    <w:rsid w:val="001762F1"/>
    <w:rsid w:val="0017631F"/>
    <w:rsid w:val="00176334"/>
    <w:rsid w:val="0017645D"/>
    <w:rsid w:val="00176770"/>
    <w:rsid w:val="001777C9"/>
    <w:rsid w:val="0018085C"/>
    <w:rsid w:val="001808C6"/>
    <w:rsid w:val="00180AF1"/>
    <w:rsid w:val="00180DBE"/>
    <w:rsid w:val="00180DF4"/>
    <w:rsid w:val="00180EB3"/>
    <w:rsid w:val="001812B6"/>
    <w:rsid w:val="001812CC"/>
    <w:rsid w:val="0018159A"/>
    <w:rsid w:val="001815F2"/>
    <w:rsid w:val="001819F8"/>
    <w:rsid w:val="00181A9D"/>
    <w:rsid w:val="00182489"/>
    <w:rsid w:val="001829C5"/>
    <w:rsid w:val="00182FC7"/>
    <w:rsid w:val="001833FE"/>
    <w:rsid w:val="00183ACE"/>
    <w:rsid w:val="00183B67"/>
    <w:rsid w:val="00184074"/>
    <w:rsid w:val="00184225"/>
    <w:rsid w:val="00184419"/>
    <w:rsid w:val="001846A4"/>
    <w:rsid w:val="00184878"/>
    <w:rsid w:val="00184C37"/>
    <w:rsid w:val="0018521B"/>
    <w:rsid w:val="001853F3"/>
    <w:rsid w:val="00185977"/>
    <w:rsid w:val="00185E1F"/>
    <w:rsid w:val="001863C3"/>
    <w:rsid w:val="00186753"/>
    <w:rsid w:val="001868AA"/>
    <w:rsid w:val="00187064"/>
    <w:rsid w:val="00187296"/>
    <w:rsid w:val="001872C9"/>
    <w:rsid w:val="0018739D"/>
    <w:rsid w:val="00187EF7"/>
    <w:rsid w:val="00190055"/>
    <w:rsid w:val="001901FF"/>
    <w:rsid w:val="0019083F"/>
    <w:rsid w:val="00190934"/>
    <w:rsid w:val="001914A8"/>
    <w:rsid w:val="001916FB"/>
    <w:rsid w:val="00191940"/>
    <w:rsid w:val="00191B63"/>
    <w:rsid w:val="00191D77"/>
    <w:rsid w:val="00192018"/>
    <w:rsid w:val="001923D0"/>
    <w:rsid w:val="00192670"/>
    <w:rsid w:val="00192B5E"/>
    <w:rsid w:val="00193117"/>
    <w:rsid w:val="001931F4"/>
    <w:rsid w:val="001934E8"/>
    <w:rsid w:val="00193819"/>
    <w:rsid w:val="00193D18"/>
    <w:rsid w:val="00193D2E"/>
    <w:rsid w:val="00193F8D"/>
    <w:rsid w:val="0019425F"/>
    <w:rsid w:val="001942AC"/>
    <w:rsid w:val="0019444A"/>
    <w:rsid w:val="00194B4D"/>
    <w:rsid w:val="00194BD3"/>
    <w:rsid w:val="00195101"/>
    <w:rsid w:val="00195271"/>
    <w:rsid w:val="00195460"/>
    <w:rsid w:val="00195802"/>
    <w:rsid w:val="0019599F"/>
    <w:rsid w:val="00195D05"/>
    <w:rsid w:val="00195E5F"/>
    <w:rsid w:val="001967D1"/>
    <w:rsid w:val="001967D5"/>
    <w:rsid w:val="00196952"/>
    <w:rsid w:val="0019709A"/>
    <w:rsid w:val="001970C8"/>
    <w:rsid w:val="0019727B"/>
    <w:rsid w:val="00197923"/>
    <w:rsid w:val="00197987"/>
    <w:rsid w:val="00197EC9"/>
    <w:rsid w:val="00197F01"/>
    <w:rsid w:val="001A042C"/>
    <w:rsid w:val="001A0483"/>
    <w:rsid w:val="001A0ABB"/>
    <w:rsid w:val="001A0F30"/>
    <w:rsid w:val="001A170D"/>
    <w:rsid w:val="001A1712"/>
    <w:rsid w:val="001A186B"/>
    <w:rsid w:val="001A18BF"/>
    <w:rsid w:val="001A21EF"/>
    <w:rsid w:val="001A2260"/>
    <w:rsid w:val="001A2287"/>
    <w:rsid w:val="001A252B"/>
    <w:rsid w:val="001A3C07"/>
    <w:rsid w:val="001A40DC"/>
    <w:rsid w:val="001A4139"/>
    <w:rsid w:val="001A4530"/>
    <w:rsid w:val="001A4545"/>
    <w:rsid w:val="001A4783"/>
    <w:rsid w:val="001A4AA7"/>
    <w:rsid w:val="001A4C0F"/>
    <w:rsid w:val="001A4E10"/>
    <w:rsid w:val="001A4F8A"/>
    <w:rsid w:val="001A61AA"/>
    <w:rsid w:val="001A65D8"/>
    <w:rsid w:val="001A6768"/>
    <w:rsid w:val="001A6A4A"/>
    <w:rsid w:val="001A6A9C"/>
    <w:rsid w:val="001A6D36"/>
    <w:rsid w:val="001A6DCA"/>
    <w:rsid w:val="001A709C"/>
    <w:rsid w:val="001A70EA"/>
    <w:rsid w:val="001A71DF"/>
    <w:rsid w:val="001A71ED"/>
    <w:rsid w:val="001A76BD"/>
    <w:rsid w:val="001A78F4"/>
    <w:rsid w:val="001A7AD1"/>
    <w:rsid w:val="001B08C8"/>
    <w:rsid w:val="001B09D4"/>
    <w:rsid w:val="001B0A50"/>
    <w:rsid w:val="001B0CA5"/>
    <w:rsid w:val="001B0CB2"/>
    <w:rsid w:val="001B0DD1"/>
    <w:rsid w:val="001B0DFE"/>
    <w:rsid w:val="001B19E9"/>
    <w:rsid w:val="001B1B5F"/>
    <w:rsid w:val="001B1C98"/>
    <w:rsid w:val="001B21A7"/>
    <w:rsid w:val="001B2202"/>
    <w:rsid w:val="001B2355"/>
    <w:rsid w:val="001B2871"/>
    <w:rsid w:val="001B3842"/>
    <w:rsid w:val="001B3B1D"/>
    <w:rsid w:val="001B4476"/>
    <w:rsid w:val="001B47B6"/>
    <w:rsid w:val="001B48FC"/>
    <w:rsid w:val="001B4B0C"/>
    <w:rsid w:val="001B4CFC"/>
    <w:rsid w:val="001B4EFD"/>
    <w:rsid w:val="001B4F27"/>
    <w:rsid w:val="001B5754"/>
    <w:rsid w:val="001B5AB0"/>
    <w:rsid w:val="001B5D9F"/>
    <w:rsid w:val="001B5E75"/>
    <w:rsid w:val="001B5F63"/>
    <w:rsid w:val="001B60C7"/>
    <w:rsid w:val="001B6335"/>
    <w:rsid w:val="001B63AF"/>
    <w:rsid w:val="001B6760"/>
    <w:rsid w:val="001B6B9A"/>
    <w:rsid w:val="001B7A0D"/>
    <w:rsid w:val="001B7D71"/>
    <w:rsid w:val="001B7DE7"/>
    <w:rsid w:val="001C0266"/>
    <w:rsid w:val="001C04F2"/>
    <w:rsid w:val="001C07F6"/>
    <w:rsid w:val="001C0B9E"/>
    <w:rsid w:val="001C117F"/>
    <w:rsid w:val="001C1681"/>
    <w:rsid w:val="001C16DA"/>
    <w:rsid w:val="001C1747"/>
    <w:rsid w:val="001C179E"/>
    <w:rsid w:val="001C1840"/>
    <w:rsid w:val="001C1BB8"/>
    <w:rsid w:val="001C28D0"/>
    <w:rsid w:val="001C2A72"/>
    <w:rsid w:val="001C2C24"/>
    <w:rsid w:val="001C2E2C"/>
    <w:rsid w:val="001C2EB2"/>
    <w:rsid w:val="001C30AB"/>
    <w:rsid w:val="001C3324"/>
    <w:rsid w:val="001C3849"/>
    <w:rsid w:val="001C3998"/>
    <w:rsid w:val="001C544C"/>
    <w:rsid w:val="001C57AF"/>
    <w:rsid w:val="001C58DC"/>
    <w:rsid w:val="001C6153"/>
    <w:rsid w:val="001C6358"/>
    <w:rsid w:val="001C6599"/>
    <w:rsid w:val="001C6C81"/>
    <w:rsid w:val="001C6D7D"/>
    <w:rsid w:val="001C6DCF"/>
    <w:rsid w:val="001C72AB"/>
    <w:rsid w:val="001C73A4"/>
    <w:rsid w:val="001C783F"/>
    <w:rsid w:val="001C7C3F"/>
    <w:rsid w:val="001C7DA9"/>
    <w:rsid w:val="001C7DDE"/>
    <w:rsid w:val="001C7EAF"/>
    <w:rsid w:val="001D013B"/>
    <w:rsid w:val="001D0448"/>
    <w:rsid w:val="001D0A82"/>
    <w:rsid w:val="001D0D76"/>
    <w:rsid w:val="001D0FF6"/>
    <w:rsid w:val="001D116D"/>
    <w:rsid w:val="001D19FD"/>
    <w:rsid w:val="001D1B28"/>
    <w:rsid w:val="001D1C53"/>
    <w:rsid w:val="001D2100"/>
    <w:rsid w:val="001D2134"/>
    <w:rsid w:val="001D22EB"/>
    <w:rsid w:val="001D254C"/>
    <w:rsid w:val="001D2683"/>
    <w:rsid w:val="001D2D26"/>
    <w:rsid w:val="001D2EB6"/>
    <w:rsid w:val="001D2EF1"/>
    <w:rsid w:val="001D3017"/>
    <w:rsid w:val="001D30E7"/>
    <w:rsid w:val="001D39FD"/>
    <w:rsid w:val="001D3A73"/>
    <w:rsid w:val="001D3C2B"/>
    <w:rsid w:val="001D4240"/>
    <w:rsid w:val="001D5416"/>
    <w:rsid w:val="001D5606"/>
    <w:rsid w:val="001D5E5A"/>
    <w:rsid w:val="001D5F31"/>
    <w:rsid w:val="001D68F0"/>
    <w:rsid w:val="001D6B6A"/>
    <w:rsid w:val="001D6BEA"/>
    <w:rsid w:val="001D6CA4"/>
    <w:rsid w:val="001D6D1A"/>
    <w:rsid w:val="001D7275"/>
    <w:rsid w:val="001D7310"/>
    <w:rsid w:val="001D7728"/>
    <w:rsid w:val="001D7775"/>
    <w:rsid w:val="001D7C23"/>
    <w:rsid w:val="001D7DDF"/>
    <w:rsid w:val="001E0099"/>
    <w:rsid w:val="001E0888"/>
    <w:rsid w:val="001E0CFF"/>
    <w:rsid w:val="001E0D0B"/>
    <w:rsid w:val="001E0E89"/>
    <w:rsid w:val="001E0FC0"/>
    <w:rsid w:val="001E112A"/>
    <w:rsid w:val="001E1514"/>
    <w:rsid w:val="001E161C"/>
    <w:rsid w:val="001E1A8E"/>
    <w:rsid w:val="001E1C75"/>
    <w:rsid w:val="001E1DD7"/>
    <w:rsid w:val="001E1F4B"/>
    <w:rsid w:val="001E21C4"/>
    <w:rsid w:val="001E29DA"/>
    <w:rsid w:val="001E2A4F"/>
    <w:rsid w:val="001E359F"/>
    <w:rsid w:val="001E39DC"/>
    <w:rsid w:val="001E3D7E"/>
    <w:rsid w:val="001E3D8B"/>
    <w:rsid w:val="001E4263"/>
    <w:rsid w:val="001E43A8"/>
    <w:rsid w:val="001E44E8"/>
    <w:rsid w:val="001E46B6"/>
    <w:rsid w:val="001E4788"/>
    <w:rsid w:val="001E4F6A"/>
    <w:rsid w:val="001E5439"/>
    <w:rsid w:val="001E558D"/>
    <w:rsid w:val="001E589D"/>
    <w:rsid w:val="001E5F8B"/>
    <w:rsid w:val="001E5FB2"/>
    <w:rsid w:val="001E6013"/>
    <w:rsid w:val="001E6265"/>
    <w:rsid w:val="001E6296"/>
    <w:rsid w:val="001E62AA"/>
    <w:rsid w:val="001E6408"/>
    <w:rsid w:val="001E6978"/>
    <w:rsid w:val="001E6E13"/>
    <w:rsid w:val="001E7096"/>
    <w:rsid w:val="001E7179"/>
    <w:rsid w:val="001E72FE"/>
    <w:rsid w:val="001E7573"/>
    <w:rsid w:val="001E789C"/>
    <w:rsid w:val="001E7A3A"/>
    <w:rsid w:val="001E7E16"/>
    <w:rsid w:val="001F05AF"/>
    <w:rsid w:val="001F0657"/>
    <w:rsid w:val="001F0AA1"/>
    <w:rsid w:val="001F0B05"/>
    <w:rsid w:val="001F10ED"/>
    <w:rsid w:val="001F1383"/>
    <w:rsid w:val="001F18D0"/>
    <w:rsid w:val="001F1B1A"/>
    <w:rsid w:val="001F1EF3"/>
    <w:rsid w:val="001F2146"/>
    <w:rsid w:val="001F226F"/>
    <w:rsid w:val="001F230D"/>
    <w:rsid w:val="001F24DF"/>
    <w:rsid w:val="001F2A53"/>
    <w:rsid w:val="001F2C59"/>
    <w:rsid w:val="001F2EE0"/>
    <w:rsid w:val="001F2F34"/>
    <w:rsid w:val="001F30A5"/>
    <w:rsid w:val="001F399E"/>
    <w:rsid w:val="001F3E57"/>
    <w:rsid w:val="001F41EF"/>
    <w:rsid w:val="001F4888"/>
    <w:rsid w:val="001F4F29"/>
    <w:rsid w:val="001F50B0"/>
    <w:rsid w:val="001F5101"/>
    <w:rsid w:val="001F56B3"/>
    <w:rsid w:val="001F59AF"/>
    <w:rsid w:val="001F5C62"/>
    <w:rsid w:val="001F5D86"/>
    <w:rsid w:val="001F600D"/>
    <w:rsid w:val="001F61AE"/>
    <w:rsid w:val="001F624D"/>
    <w:rsid w:val="001F63F5"/>
    <w:rsid w:val="001F69BC"/>
    <w:rsid w:val="001F6A0D"/>
    <w:rsid w:val="001F745D"/>
    <w:rsid w:val="001F74F5"/>
    <w:rsid w:val="001F7667"/>
    <w:rsid w:val="001F76CB"/>
    <w:rsid w:val="001F7A3E"/>
    <w:rsid w:val="001F7A68"/>
    <w:rsid w:val="002006A9"/>
    <w:rsid w:val="00200C6F"/>
    <w:rsid w:val="00200D2C"/>
    <w:rsid w:val="00201504"/>
    <w:rsid w:val="00201668"/>
    <w:rsid w:val="002016F8"/>
    <w:rsid w:val="0020178D"/>
    <w:rsid w:val="00201C10"/>
    <w:rsid w:val="00201DFA"/>
    <w:rsid w:val="00202044"/>
    <w:rsid w:val="0020221B"/>
    <w:rsid w:val="00202273"/>
    <w:rsid w:val="00202C19"/>
    <w:rsid w:val="002031B0"/>
    <w:rsid w:val="0020342E"/>
    <w:rsid w:val="00203529"/>
    <w:rsid w:val="002035DE"/>
    <w:rsid w:val="00203BAC"/>
    <w:rsid w:val="00203BCE"/>
    <w:rsid w:val="00203E93"/>
    <w:rsid w:val="00204410"/>
    <w:rsid w:val="002045A8"/>
    <w:rsid w:val="00204B6D"/>
    <w:rsid w:val="00204D9D"/>
    <w:rsid w:val="00204DBA"/>
    <w:rsid w:val="00204FFA"/>
    <w:rsid w:val="002051EE"/>
    <w:rsid w:val="002052A9"/>
    <w:rsid w:val="0020537F"/>
    <w:rsid w:val="0020550E"/>
    <w:rsid w:val="00205C08"/>
    <w:rsid w:val="00205C99"/>
    <w:rsid w:val="00205EAC"/>
    <w:rsid w:val="002060B0"/>
    <w:rsid w:val="0020647D"/>
    <w:rsid w:val="00206A7C"/>
    <w:rsid w:val="00206CA3"/>
    <w:rsid w:val="00206CBD"/>
    <w:rsid w:val="00206D7F"/>
    <w:rsid w:val="00206EFC"/>
    <w:rsid w:val="00207050"/>
    <w:rsid w:val="002100BC"/>
    <w:rsid w:val="00210250"/>
    <w:rsid w:val="0021056F"/>
    <w:rsid w:val="00210822"/>
    <w:rsid w:val="00210A54"/>
    <w:rsid w:val="00210D5D"/>
    <w:rsid w:val="00210FFA"/>
    <w:rsid w:val="00211255"/>
    <w:rsid w:val="00211955"/>
    <w:rsid w:val="00211981"/>
    <w:rsid w:val="00211B28"/>
    <w:rsid w:val="00211C96"/>
    <w:rsid w:val="00211CD0"/>
    <w:rsid w:val="00211DE3"/>
    <w:rsid w:val="00211F7F"/>
    <w:rsid w:val="002121EF"/>
    <w:rsid w:val="00212310"/>
    <w:rsid w:val="00212644"/>
    <w:rsid w:val="00212BC0"/>
    <w:rsid w:val="00212F7B"/>
    <w:rsid w:val="002130CD"/>
    <w:rsid w:val="00213EC2"/>
    <w:rsid w:val="002142C1"/>
    <w:rsid w:val="0021434B"/>
    <w:rsid w:val="002146F5"/>
    <w:rsid w:val="00214AD9"/>
    <w:rsid w:val="00214BB5"/>
    <w:rsid w:val="00214C79"/>
    <w:rsid w:val="00214DD6"/>
    <w:rsid w:val="00215008"/>
    <w:rsid w:val="002154B7"/>
    <w:rsid w:val="00215838"/>
    <w:rsid w:val="002158B4"/>
    <w:rsid w:val="00215B43"/>
    <w:rsid w:val="0021615D"/>
    <w:rsid w:val="002162B6"/>
    <w:rsid w:val="0021634C"/>
    <w:rsid w:val="00216BDE"/>
    <w:rsid w:val="00216C6B"/>
    <w:rsid w:val="00216D70"/>
    <w:rsid w:val="00217115"/>
    <w:rsid w:val="0021771E"/>
    <w:rsid w:val="002177EF"/>
    <w:rsid w:val="00217E88"/>
    <w:rsid w:val="00220568"/>
    <w:rsid w:val="002205B3"/>
    <w:rsid w:val="00220F81"/>
    <w:rsid w:val="002211B6"/>
    <w:rsid w:val="00221929"/>
    <w:rsid w:val="002219C8"/>
    <w:rsid w:val="00221CB4"/>
    <w:rsid w:val="00221EE6"/>
    <w:rsid w:val="00222231"/>
    <w:rsid w:val="002223E5"/>
    <w:rsid w:val="00222525"/>
    <w:rsid w:val="0022349F"/>
    <w:rsid w:val="00223501"/>
    <w:rsid w:val="00223AD9"/>
    <w:rsid w:val="00224834"/>
    <w:rsid w:val="00224F73"/>
    <w:rsid w:val="0022599C"/>
    <w:rsid w:val="002259BA"/>
    <w:rsid w:val="00225F18"/>
    <w:rsid w:val="002263E5"/>
    <w:rsid w:val="002268BB"/>
    <w:rsid w:val="00226B6B"/>
    <w:rsid w:val="002270F5"/>
    <w:rsid w:val="00227595"/>
    <w:rsid w:val="002277E0"/>
    <w:rsid w:val="00227938"/>
    <w:rsid w:val="00227970"/>
    <w:rsid w:val="00230204"/>
    <w:rsid w:val="002303D9"/>
    <w:rsid w:val="002304B8"/>
    <w:rsid w:val="00230ACC"/>
    <w:rsid w:val="00231242"/>
    <w:rsid w:val="00231270"/>
    <w:rsid w:val="0023145F"/>
    <w:rsid w:val="002317C6"/>
    <w:rsid w:val="00232468"/>
    <w:rsid w:val="0023289E"/>
    <w:rsid w:val="0023295A"/>
    <w:rsid w:val="00232A5C"/>
    <w:rsid w:val="00232C95"/>
    <w:rsid w:val="0023314E"/>
    <w:rsid w:val="002333BD"/>
    <w:rsid w:val="002338E8"/>
    <w:rsid w:val="00234058"/>
    <w:rsid w:val="0023412E"/>
    <w:rsid w:val="00234829"/>
    <w:rsid w:val="002349E2"/>
    <w:rsid w:val="00234B19"/>
    <w:rsid w:val="00234D55"/>
    <w:rsid w:val="00235951"/>
    <w:rsid w:val="00235CB8"/>
    <w:rsid w:val="00235E87"/>
    <w:rsid w:val="00236B43"/>
    <w:rsid w:val="002372B2"/>
    <w:rsid w:val="00237BEA"/>
    <w:rsid w:val="00240217"/>
    <w:rsid w:val="00240D52"/>
    <w:rsid w:val="00240E39"/>
    <w:rsid w:val="00241682"/>
    <w:rsid w:val="002417A4"/>
    <w:rsid w:val="002417F3"/>
    <w:rsid w:val="00241850"/>
    <w:rsid w:val="0024198C"/>
    <w:rsid w:val="00241CAA"/>
    <w:rsid w:val="002420F3"/>
    <w:rsid w:val="0024214A"/>
    <w:rsid w:val="0024216C"/>
    <w:rsid w:val="00242298"/>
    <w:rsid w:val="002422F3"/>
    <w:rsid w:val="00242505"/>
    <w:rsid w:val="00242BEE"/>
    <w:rsid w:val="0024336F"/>
    <w:rsid w:val="0024348E"/>
    <w:rsid w:val="00243827"/>
    <w:rsid w:val="002438F4"/>
    <w:rsid w:val="0024391D"/>
    <w:rsid w:val="00243D8D"/>
    <w:rsid w:val="00243EBF"/>
    <w:rsid w:val="00243FAE"/>
    <w:rsid w:val="00244919"/>
    <w:rsid w:val="00244BF5"/>
    <w:rsid w:val="00244CB0"/>
    <w:rsid w:val="00244F4E"/>
    <w:rsid w:val="00245221"/>
    <w:rsid w:val="0024524F"/>
    <w:rsid w:val="00245461"/>
    <w:rsid w:val="0024560A"/>
    <w:rsid w:val="00245736"/>
    <w:rsid w:val="002457EC"/>
    <w:rsid w:val="00245951"/>
    <w:rsid w:val="00245A22"/>
    <w:rsid w:val="00245AE5"/>
    <w:rsid w:val="002462BC"/>
    <w:rsid w:val="00246509"/>
    <w:rsid w:val="002468CC"/>
    <w:rsid w:val="00246D24"/>
    <w:rsid w:val="00246F5F"/>
    <w:rsid w:val="0024742C"/>
    <w:rsid w:val="002477FF"/>
    <w:rsid w:val="00247EC2"/>
    <w:rsid w:val="002500D7"/>
    <w:rsid w:val="002503BC"/>
    <w:rsid w:val="00250615"/>
    <w:rsid w:val="00250BC3"/>
    <w:rsid w:val="0025124F"/>
    <w:rsid w:val="00251C5A"/>
    <w:rsid w:val="002525CC"/>
    <w:rsid w:val="00252DCF"/>
    <w:rsid w:val="00253310"/>
    <w:rsid w:val="00253535"/>
    <w:rsid w:val="00253552"/>
    <w:rsid w:val="002535D9"/>
    <w:rsid w:val="00253E00"/>
    <w:rsid w:val="00254AE3"/>
    <w:rsid w:val="00254AFC"/>
    <w:rsid w:val="00254CD2"/>
    <w:rsid w:val="00255535"/>
    <w:rsid w:val="0025562F"/>
    <w:rsid w:val="002556C6"/>
    <w:rsid w:val="002560F9"/>
    <w:rsid w:val="00256204"/>
    <w:rsid w:val="002565B5"/>
    <w:rsid w:val="0025711F"/>
    <w:rsid w:val="0025733D"/>
    <w:rsid w:val="002576BD"/>
    <w:rsid w:val="00257823"/>
    <w:rsid w:val="00257964"/>
    <w:rsid w:val="00257BF5"/>
    <w:rsid w:val="00257C99"/>
    <w:rsid w:val="00257CF0"/>
    <w:rsid w:val="00257D69"/>
    <w:rsid w:val="00257E2F"/>
    <w:rsid w:val="00257FA0"/>
    <w:rsid w:val="00260100"/>
    <w:rsid w:val="0026018D"/>
    <w:rsid w:val="002603BA"/>
    <w:rsid w:val="00260707"/>
    <w:rsid w:val="002611A8"/>
    <w:rsid w:val="002618FF"/>
    <w:rsid w:val="00261CCC"/>
    <w:rsid w:val="00261ED5"/>
    <w:rsid w:val="00261F1B"/>
    <w:rsid w:val="002625A6"/>
    <w:rsid w:val="00262B7E"/>
    <w:rsid w:val="002635FF"/>
    <w:rsid w:val="00263772"/>
    <w:rsid w:val="002638C6"/>
    <w:rsid w:val="00263F8E"/>
    <w:rsid w:val="0026429E"/>
    <w:rsid w:val="00264343"/>
    <w:rsid w:val="00264465"/>
    <w:rsid w:val="0026520D"/>
    <w:rsid w:val="00265463"/>
    <w:rsid w:val="002656CD"/>
    <w:rsid w:val="00265781"/>
    <w:rsid w:val="00265A63"/>
    <w:rsid w:val="00265F4B"/>
    <w:rsid w:val="00265FFB"/>
    <w:rsid w:val="002660A1"/>
    <w:rsid w:val="002666D0"/>
    <w:rsid w:val="00266CE5"/>
    <w:rsid w:val="002674AA"/>
    <w:rsid w:val="0026753A"/>
    <w:rsid w:val="00267800"/>
    <w:rsid w:val="00267C8E"/>
    <w:rsid w:val="00270257"/>
    <w:rsid w:val="002702F8"/>
    <w:rsid w:val="002707C6"/>
    <w:rsid w:val="0027095D"/>
    <w:rsid w:val="00270DCC"/>
    <w:rsid w:val="00270F8B"/>
    <w:rsid w:val="0027119D"/>
    <w:rsid w:val="00271535"/>
    <w:rsid w:val="00271703"/>
    <w:rsid w:val="00271D89"/>
    <w:rsid w:val="00271E65"/>
    <w:rsid w:val="0027240A"/>
    <w:rsid w:val="00272D3F"/>
    <w:rsid w:val="0027311D"/>
    <w:rsid w:val="00273183"/>
    <w:rsid w:val="002733C4"/>
    <w:rsid w:val="002734D0"/>
    <w:rsid w:val="00273734"/>
    <w:rsid w:val="00273749"/>
    <w:rsid w:val="00274762"/>
    <w:rsid w:val="00274871"/>
    <w:rsid w:val="00274909"/>
    <w:rsid w:val="00274EF1"/>
    <w:rsid w:val="00274FAD"/>
    <w:rsid w:val="00275011"/>
    <w:rsid w:val="002755F6"/>
    <w:rsid w:val="00275B50"/>
    <w:rsid w:val="00275C66"/>
    <w:rsid w:val="00275F5A"/>
    <w:rsid w:val="00275F65"/>
    <w:rsid w:val="0027656E"/>
    <w:rsid w:val="00276874"/>
    <w:rsid w:val="002768E8"/>
    <w:rsid w:val="00276974"/>
    <w:rsid w:val="00276B2E"/>
    <w:rsid w:val="00276D56"/>
    <w:rsid w:val="00276FB4"/>
    <w:rsid w:val="002772F0"/>
    <w:rsid w:val="00277782"/>
    <w:rsid w:val="00277CB8"/>
    <w:rsid w:val="00277EF7"/>
    <w:rsid w:val="00280A96"/>
    <w:rsid w:val="00280F01"/>
    <w:rsid w:val="0028101E"/>
    <w:rsid w:val="00281067"/>
    <w:rsid w:val="00281303"/>
    <w:rsid w:val="00281782"/>
    <w:rsid w:val="002817B0"/>
    <w:rsid w:val="002817DA"/>
    <w:rsid w:val="00282570"/>
    <w:rsid w:val="00282A55"/>
    <w:rsid w:val="00282ECC"/>
    <w:rsid w:val="002830BD"/>
    <w:rsid w:val="002832BD"/>
    <w:rsid w:val="00283549"/>
    <w:rsid w:val="0028382A"/>
    <w:rsid w:val="00283F49"/>
    <w:rsid w:val="002840F0"/>
    <w:rsid w:val="00284379"/>
    <w:rsid w:val="00284454"/>
    <w:rsid w:val="00284786"/>
    <w:rsid w:val="002848A4"/>
    <w:rsid w:val="00285885"/>
    <w:rsid w:val="00286016"/>
    <w:rsid w:val="002861FE"/>
    <w:rsid w:val="0028622D"/>
    <w:rsid w:val="00286DE9"/>
    <w:rsid w:val="00286E27"/>
    <w:rsid w:val="0028715C"/>
    <w:rsid w:val="00287EE4"/>
    <w:rsid w:val="002900EA"/>
    <w:rsid w:val="00290EC1"/>
    <w:rsid w:val="002912F3"/>
    <w:rsid w:val="002917F3"/>
    <w:rsid w:val="00291C63"/>
    <w:rsid w:val="00292057"/>
    <w:rsid w:val="00292131"/>
    <w:rsid w:val="002931E7"/>
    <w:rsid w:val="002936CA"/>
    <w:rsid w:val="002943E4"/>
    <w:rsid w:val="00294BB1"/>
    <w:rsid w:val="002950CF"/>
    <w:rsid w:val="00295F30"/>
    <w:rsid w:val="00296002"/>
    <w:rsid w:val="00296090"/>
    <w:rsid w:val="002965DA"/>
    <w:rsid w:val="00296BE3"/>
    <w:rsid w:val="002976EE"/>
    <w:rsid w:val="00297B58"/>
    <w:rsid w:val="00297B65"/>
    <w:rsid w:val="002A00CC"/>
    <w:rsid w:val="002A03D5"/>
    <w:rsid w:val="002A08E8"/>
    <w:rsid w:val="002A0A45"/>
    <w:rsid w:val="002A0DB6"/>
    <w:rsid w:val="002A1105"/>
    <w:rsid w:val="002A1B84"/>
    <w:rsid w:val="002A1D73"/>
    <w:rsid w:val="002A1F9E"/>
    <w:rsid w:val="002A23F6"/>
    <w:rsid w:val="002A27E3"/>
    <w:rsid w:val="002A287D"/>
    <w:rsid w:val="002A29F5"/>
    <w:rsid w:val="002A2BAB"/>
    <w:rsid w:val="002A39DA"/>
    <w:rsid w:val="002A3BB0"/>
    <w:rsid w:val="002A3C38"/>
    <w:rsid w:val="002A3E1A"/>
    <w:rsid w:val="002A4506"/>
    <w:rsid w:val="002A4617"/>
    <w:rsid w:val="002A4A89"/>
    <w:rsid w:val="002A4D48"/>
    <w:rsid w:val="002A5EA5"/>
    <w:rsid w:val="002A6203"/>
    <w:rsid w:val="002A6620"/>
    <w:rsid w:val="002A6D81"/>
    <w:rsid w:val="002A77A2"/>
    <w:rsid w:val="002A77B7"/>
    <w:rsid w:val="002A7B87"/>
    <w:rsid w:val="002B0757"/>
    <w:rsid w:val="002B090D"/>
    <w:rsid w:val="002B0A4B"/>
    <w:rsid w:val="002B0C99"/>
    <w:rsid w:val="002B0CC6"/>
    <w:rsid w:val="002B1144"/>
    <w:rsid w:val="002B19E6"/>
    <w:rsid w:val="002B1B4B"/>
    <w:rsid w:val="002B1FA1"/>
    <w:rsid w:val="002B2893"/>
    <w:rsid w:val="002B357A"/>
    <w:rsid w:val="002B4307"/>
    <w:rsid w:val="002B46F5"/>
    <w:rsid w:val="002B4B72"/>
    <w:rsid w:val="002B4C08"/>
    <w:rsid w:val="002B5488"/>
    <w:rsid w:val="002B5796"/>
    <w:rsid w:val="002B5BEA"/>
    <w:rsid w:val="002B6ACD"/>
    <w:rsid w:val="002B7267"/>
    <w:rsid w:val="002B72C0"/>
    <w:rsid w:val="002B7591"/>
    <w:rsid w:val="002B7687"/>
    <w:rsid w:val="002B789F"/>
    <w:rsid w:val="002B7B70"/>
    <w:rsid w:val="002B7E89"/>
    <w:rsid w:val="002B7EFA"/>
    <w:rsid w:val="002C03C4"/>
    <w:rsid w:val="002C07A0"/>
    <w:rsid w:val="002C0D9F"/>
    <w:rsid w:val="002C0DB8"/>
    <w:rsid w:val="002C108A"/>
    <w:rsid w:val="002C1360"/>
    <w:rsid w:val="002C13BE"/>
    <w:rsid w:val="002C1576"/>
    <w:rsid w:val="002C17D2"/>
    <w:rsid w:val="002C17E5"/>
    <w:rsid w:val="002C2511"/>
    <w:rsid w:val="002C28D4"/>
    <w:rsid w:val="002C3166"/>
    <w:rsid w:val="002C40ED"/>
    <w:rsid w:val="002C43CA"/>
    <w:rsid w:val="002C4899"/>
    <w:rsid w:val="002C4B9F"/>
    <w:rsid w:val="002C4C28"/>
    <w:rsid w:val="002C4DE0"/>
    <w:rsid w:val="002C54DA"/>
    <w:rsid w:val="002C5548"/>
    <w:rsid w:val="002C59B9"/>
    <w:rsid w:val="002C5ACA"/>
    <w:rsid w:val="002C5C17"/>
    <w:rsid w:val="002C5CD4"/>
    <w:rsid w:val="002C5E82"/>
    <w:rsid w:val="002C5EB2"/>
    <w:rsid w:val="002C5EFA"/>
    <w:rsid w:val="002C6AEF"/>
    <w:rsid w:val="002C705A"/>
    <w:rsid w:val="002C70DC"/>
    <w:rsid w:val="002C7128"/>
    <w:rsid w:val="002C745D"/>
    <w:rsid w:val="002C7709"/>
    <w:rsid w:val="002C796E"/>
    <w:rsid w:val="002C7BE3"/>
    <w:rsid w:val="002C7BFB"/>
    <w:rsid w:val="002C7D61"/>
    <w:rsid w:val="002D01DF"/>
    <w:rsid w:val="002D045B"/>
    <w:rsid w:val="002D0BC0"/>
    <w:rsid w:val="002D0D24"/>
    <w:rsid w:val="002D0D7F"/>
    <w:rsid w:val="002D0EAE"/>
    <w:rsid w:val="002D144A"/>
    <w:rsid w:val="002D1504"/>
    <w:rsid w:val="002D15D6"/>
    <w:rsid w:val="002D1898"/>
    <w:rsid w:val="002D1927"/>
    <w:rsid w:val="002D1CE1"/>
    <w:rsid w:val="002D20A9"/>
    <w:rsid w:val="002D23D2"/>
    <w:rsid w:val="002D2450"/>
    <w:rsid w:val="002D296A"/>
    <w:rsid w:val="002D2D08"/>
    <w:rsid w:val="002D33C3"/>
    <w:rsid w:val="002D3E6A"/>
    <w:rsid w:val="002D41B9"/>
    <w:rsid w:val="002D429C"/>
    <w:rsid w:val="002D4748"/>
    <w:rsid w:val="002D4994"/>
    <w:rsid w:val="002D4F0B"/>
    <w:rsid w:val="002D50CC"/>
    <w:rsid w:val="002D5316"/>
    <w:rsid w:val="002D5724"/>
    <w:rsid w:val="002D599F"/>
    <w:rsid w:val="002D5C58"/>
    <w:rsid w:val="002D62F9"/>
    <w:rsid w:val="002D6390"/>
    <w:rsid w:val="002D642B"/>
    <w:rsid w:val="002D656C"/>
    <w:rsid w:val="002D66BD"/>
    <w:rsid w:val="002D68ED"/>
    <w:rsid w:val="002D69B6"/>
    <w:rsid w:val="002D6DD1"/>
    <w:rsid w:val="002D76DD"/>
    <w:rsid w:val="002D7A5A"/>
    <w:rsid w:val="002E0631"/>
    <w:rsid w:val="002E06CE"/>
    <w:rsid w:val="002E1054"/>
    <w:rsid w:val="002E10D2"/>
    <w:rsid w:val="002E154A"/>
    <w:rsid w:val="002E195E"/>
    <w:rsid w:val="002E1A21"/>
    <w:rsid w:val="002E212E"/>
    <w:rsid w:val="002E21E3"/>
    <w:rsid w:val="002E2301"/>
    <w:rsid w:val="002E237A"/>
    <w:rsid w:val="002E2783"/>
    <w:rsid w:val="002E30E6"/>
    <w:rsid w:val="002E327C"/>
    <w:rsid w:val="002E35E7"/>
    <w:rsid w:val="002E368F"/>
    <w:rsid w:val="002E413B"/>
    <w:rsid w:val="002E595B"/>
    <w:rsid w:val="002E599C"/>
    <w:rsid w:val="002E6346"/>
    <w:rsid w:val="002E64C4"/>
    <w:rsid w:val="002E6531"/>
    <w:rsid w:val="002E6D5B"/>
    <w:rsid w:val="002E72AE"/>
    <w:rsid w:val="002E765B"/>
    <w:rsid w:val="002E7835"/>
    <w:rsid w:val="002F0183"/>
    <w:rsid w:val="002F01AC"/>
    <w:rsid w:val="002F0201"/>
    <w:rsid w:val="002F0A83"/>
    <w:rsid w:val="002F0E00"/>
    <w:rsid w:val="002F0F13"/>
    <w:rsid w:val="002F0F2C"/>
    <w:rsid w:val="002F126C"/>
    <w:rsid w:val="002F137D"/>
    <w:rsid w:val="002F1819"/>
    <w:rsid w:val="002F1BB2"/>
    <w:rsid w:val="002F1CD1"/>
    <w:rsid w:val="002F1EE1"/>
    <w:rsid w:val="002F1F07"/>
    <w:rsid w:val="002F2177"/>
    <w:rsid w:val="002F2878"/>
    <w:rsid w:val="002F2C7D"/>
    <w:rsid w:val="002F34D0"/>
    <w:rsid w:val="002F368A"/>
    <w:rsid w:val="002F3DF9"/>
    <w:rsid w:val="002F4019"/>
    <w:rsid w:val="002F4921"/>
    <w:rsid w:val="002F5343"/>
    <w:rsid w:val="002F53BB"/>
    <w:rsid w:val="002F5C6C"/>
    <w:rsid w:val="002F66D7"/>
    <w:rsid w:val="002F6CA7"/>
    <w:rsid w:val="002F6F0C"/>
    <w:rsid w:val="002F7095"/>
    <w:rsid w:val="002F7452"/>
    <w:rsid w:val="002F754E"/>
    <w:rsid w:val="002F78F2"/>
    <w:rsid w:val="002F7AB4"/>
    <w:rsid w:val="00300121"/>
    <w:rsid w:val="003004B7"/>
    <w:rsid w:val="003005FE"/>
    <w:rsid w:val="00300687"/>
    <w:rsid w:val="00300AE4"/>
    <w:rsid w:val="00301B7C"/>
    <w:rsid w:val="00301E9C"/>
    <w:rsid w:val="00302038"/>
    <w:rsid w:val="0030208F"/>
    <w:rsid w:val="003024F3"/>
    <w:rsid w:val="0030257D"/>
    <w:rsid w:val="00302BDA"/>
    <w:rsid w:val="00302FE4"/>
    <w:rsid w:val="00303381"/>
    <w:rsid w:val="00303398"/>
    <w:rsid w:val="00303927"/>
    <w:rsid w:val="00304194"/>
    <w:rsid w:val="003042E4"/>
    <w:rsid w:val="00304564"/>
    <w:rsid w:val="003045E1"/>
    <w:rsid w:val="00304A34"/>
    <w:rsid w:val="00304DFE"/>
    <w:rsid w:val="00305033"/>
    <w:rsid w:val="003057D6"/>
    <w:rsid w:val="00305961"/>
    <w:rsid w:val="00305A80"/>
    <w:rsid w:val="00305BD9"/>
    <w:rsid w:val="00305C04"/>
    <w:rsid w:val="00306040"/>
    <w:rsid w:val="003060C4"/>
    <w:rsid w:val="0030612B"/>
    <w:rsid w:val="003061CF"/>
    <w:rsid w:val="00306591"/>
    <w:rsid w:val="0030687E"/>
    <w:rsid w:val="00306CFA"/>
    <w:rsid w:val="00306F57"/>
    <w:rsid w:val="00306FDB"/>
    <w:rsid w:val="003072C1"/>
    <w:rsid w:val="003073D1"/>
    <w:rsid w:val="0030744F"/>
    <w:rsid w:val="00310101"/>
    <w:rsid w:val="003102D7"/>
    <w:rsid w:val="003107BE"/>
    <w:rsid w:val="003108CC"/>
    <w:rsid w:val="00310D1D"/>
    <w:rsid w:val="00310FEF"/>
    <w:rsid w:val="00311278"/>
    <w:rsid w:val="0031164E"/>
    <w:rsid w:val="00311A9B"/>
    <w:rsid w:val="00311CE6"/>
    <w:rsid w:val="00312446"/>
    <w:rsid w:val="0031293A"/>
    <w:rsid w:val="00312A20"/>
    <w:rsid w:val="00312B64"/>
    <w:rsid w:val="0031318D"/>
    <w:rsid w:val="00313527"/>
    <w:rsid w:val="00313921"/>
    <w:rsid w:val="0031411B"/>
    <w:rsid w:val="00314467"/>
    <w:rsid w:val="00314E14"/>
    <w:rsid w:val="00314FD3"/>
    <w:rsid w:val="00315999"/>
    <w:rsid w:val="00315AF8"/>
    <w:rsid w:val="003165AB"/>
    <w:rsid w:val="003167CB"/>
    <w:rsid w:val="00317061"/>
    <w:rsid w:val="003173E7"/>
    <w:rsid w:val="00317510"/>
    <w:rsid w:val="00317559"/>
    <w:rsid w:val="00317668"/>
    <w:rsid w:val="00317BEF"/>
    <w:rsid w:val="00317C4B"/>
    <w:rsid w:val="00317F97"/>
    <w:rsid w:val="00320DEB"/>
    <w:rsid w:val="00320F1E"/>
    <w:rsid w:val="0032117B"/>
    <w:rsid w:val="0032133D"/>
    <w:rsid w:val="00321373"/>
    <w:rsid w:val="003213BC"/>
    <w:rsid w:val="00321AC3"/>
    <w:rsid w:val="00321ADE"/>
    <w:rsid w:val="00321C07"/>
    <w:rsid w:val="00322899"/>
    <w:rsid w:val="00322E29"/>
    <w:rsid w:val="003233D3"/>
    <w:rsid w:val="00323767"/>
    <w:rsid w:val="00323AEB"/>
    <w:rsid w:val="00323FEE"/>
    <w:rsid w:val="0032418B"/>
    <w:rsid w:val="003248A3"/>
    <w:rsid w:val="00324A4F"/>
    <w:rsid w:val="00324CC3"/>
    <w:rsid w:val="003251F6"/>
    <w:rsid w:val="00325221"/>
    <w:rsid w:val="003254AD"/>
    <w:rsid w:val="00325681"/>
    <w:rsid w:val="00325ADD"/>
    <w:rsid w:val="00325C53"/>
    <w:rsid w:val="0032609C"/>
    <w:rsid w:val="0032679C"/>
    <w:rsid w:val="00326DBC"/>
    <w:rsid w:val="00326FD0"/>
    <w:rsid w:val="00327167"/>
    <w:rsid w:val="003271AC"/>
    <w:rsid w:val="003271F2"/>
    <w:rsid w:val="003274BB"/>
    <w:rsid w:val="003278C9"/>
    <w:rsid w:val="00327937"/>
    <w:rsid w:val="00327AE6"/>
    <w:rsid w:val="00330303"/>
    <w:rsid w:val="0033052C"/>
    <w:rsid w:val="00330801"/>
    <w:rsid w:val="00330F88"/>
    <w:rsid w:val="00331081"/>
    <w:rsid w:val="003310D0"/>
    <w:rsid w:val="00331301"/>
    <w:rsid w:val="0033132F"/>
    <w:rsid w:val="00331362"/>
    <w:rsid w:val="003313D5"/>
    <w:rsid w:val="00331541"/>
    <w:rsid w:val="00331A41"/>
    <w:rsid w:val="00331A74"/>
    <w:rsid w:val="00331E7F"/>
    <w:rsid w:val="00331EC9"/>
    <w:rsid w:val="00332204"/>
    <w:rsid w:val="0033220C"/>
    <w:rsid w:val="00332922"/>
    <w:rsid w:val="00332CD9"/>
    <w:rsid w:val="00332EA8"/>
    <w:rsid w:val="00333077"/>
    <w:rsid w:val="003340B0"/>
    <w:rsid w:val="003340FD"/>
    <w:rsid w:val="00334361"/>
    <w:rsid w:val="003343CD"/>
    <w:rsid w:val="003348E4"/>
    <w:rsid w:val="00334992"/>
    <w:rsid w:val="00334DCE"/>
    <w:rsid w:val="00334ED6"/>
    <w:rsid w:val="003355EA"/>
    <w:rsid w:val="003355F6"/>
    <w:rsid w:val="00335614"/>
    <w:rsid w:val="00335CCA"/>
    <w:rsid w:val="00335EC2"/>
    <w:rsid w:val="00335F5A"/>
    <w:rsid w:val="003368FD"/>
    <w:rsid w:val="00336A51"/>
    <w:rsid w:val="0033772A"/>
    <w:rsid w:val="00337B88"/>
    <w:rsid w:val="003403B4"/>
    <w:rsid w:val="00340642"/>
    <w:rsid w:val="0034092A"/>
    <w:rsid w:val="0034120E"/>
    <w:rsid w:val="0034125E"/>
    <w:rsid w:val="0034129A"/>
    <w:rsid w:val="0034153E"/>
    <w:rsid w:val="00341905"/>
    <w:rsid w:val="00341B8A"/>
    <w:rsid w:val="00341E34"/>
    <w:rsid w:val="00342051"/>
    <w:rsid w:val="003425AE"/>
    <w:rsid w:val="00342649"/>
    <w:rsid w:val="00343431"/>
    <w:rsid w:val="00343689"/>
    <w:rsid w:val="00343DC3"/>
    <w:rsid w:val="00343F3C"/>
    <w:rsid w:val="00343FF1"/>
    <w:rsid w:val="00343FFB"/>
    <w:rsid w:val="00344026"/>
    <w:rsid w:val="003441CF"/>
    <w:rsid w:val="0034431D"/>
    <w:rsid w:val="00344735"/>
    <w:rsid w:val="0034475C"/>
    <w:rsid w:val="00344DE6"/>
    <w:rsid w:val="00344F9D"/>
    <w:rsid w:val="003451FD"/>
    <w:rsid w:val="003452F2"/>
    <w:rsid w:val="00345307"/>
    <w:rsid w:val="00345373"/>
    <w:rsid w:val="003456C8"/>
    <w:rsid w:val="0034599C"/>
    <w:rsid w:val="00345B43"/>
    <w:rsid w:val="00346702"/>
    <w:rsid w:val="003473EA"/>
    <w:rsid w:val="00347E04"/>
    <w:rsid w:val="00347E59"/>
    <w:rsid w:val="00347EFB"/>
    <w:rsid w:val="00350771"/>
    <w:rsid w:val="00350783"/>
    <w:rsid w:val="003510A1"/>
    <w:rsid w:val="003514CD"/>
    <w:rsid w:val="003516A5"/>
    <w:rsid w:val="0035173D"/>
    <w:rsid w:val="00351D6B"/>
    <w:rsid w:val="003521DF"/>
    <w:rsid w:val="00352648"/>
    <w:rsid w:val="003528AF"/>
    <w:rsid w:val="00352D9F"/>
    <w:rsid w:val="00352E26"/>
    <w:rsid w:val="00352E8A"/>
    <w:rsid w:val="003530F2"/>
    <w:rsid w:val="003534CE"/>
    <w:rsid w:val="003537CD"/>
    <w:rsid w:val="003539F8"/>
    <w:rsid w:val="003550BA"/>
    <w:rsid w:val="003551B7"/>
    <w:rsid w:val="003556F4"/>
    <w:rsid w:val="0035585D"/>
    <w:rsid w:val="0035592C"/>
    <w:rsid w:val="00355D72"/>
    <w:rsid w:val="00355EE4"/>
    <w:rsid w:val="003566F0"/>
    <w:rsid w:val="0035679B"/>
    <w:rsid w:val="003569B5"/>
    <w:rsid w:val="00356A46"/>
    <w:rsid w:val="00356AB5"/>
    <w:rsid w:val="00357306"/>
    <w:rsid w:val="003574C4"/>
    <w:rsid w:val="00357C07"/>
    <w:rsid w:val="00360213"/>
    <w:rsid w:val="00360518"/>
    <w:rsid w:val="0036078D"/>
    <w:rsid w:val="00360958"/>
    <w:rsid w:val="00360CE2"/>
    <w:rsid w:val="00360EA4"/>
    <w:rsid w:val="003618E8"/>
    <w:rsid w:val="00361A27"/>
    <w:rsid w:val="00361AF2"/>
    <w:rsid w:val="00361D03"/>
    <w:rsid w:val="00361E74"/>
    <w:rsid w:val="00361F48"/>
    <w:rsid w:val="003627D5"/>
    <w:rsid w:val="003629BE"/>
    <w:rsid w:val="00362B7F"/>
    <w:rsid w:val="00362FF5"/>
    <w:rsid w:val="00363080"/>
    <w:rsid w:val="003632F5"/>
    <w:rsid w:val="00363EE3"/>
    <w:rsid w:val="00364ED8"/>
    <w:rsid w:val="00365305"/>
    <w:rsid w:val="003656E4"/>
    <w:rsid w:val="00365884"/>
    <w:rsid w:val="00365959"/>
    <w:rsid w:val="00365CA2"/>
    <w:rsid w:val="00366179"/>
    <w:rsid w:val="00366684"/>
    <w:rsid w:val="00366EBA"/>
    <w:rsid w:val="00366F4F"/>
    <w:rsid w:val="003678F0"/>
    <w:rsid w:val="00367E27"/>
    <w:rsid w:val="0037011F"/>
    <w:rsid w:val="003706E4"/>
    <w:rsid w:val="00370AC5"/>
    <w:rsid w:val="00371925"/>
    <w:rsid w:val="003719AE"/>
    <w:rsid w:val="003719FA"/>
    <w:rsid w:val="00371DD7"/>
    <w:rsid w:val="00371DFB"/>
    <w:rsid w:val="003722EE"/>
    <w:rsid w:val="003726CD"/>
    <w:rsid w:val="00373808"/>
    <w:rsid w:val="003748A4"/>
    <w:rsid w:val="0037494C"/>
    <w:rsid w:val="00374A94"/>
    <w:rsid w:val="00374E53"/>
    <w:rsid w:val="00375284"/>
    <w:rsid w:val="00375555"/>
    <w:rsid w:val="0037584E"/>
    <w:rsid w:val="00375892"/>
    <w:rsid w:val="0037589D"/>
    <w:rsid w:val="00375C37"/>
    <w:rsid w:val="00375CF4"/>
    <w:rsid w:val="00375F5C"/>
    <w:rsid w:val="00376031"/>
    <w:rsid w:val="00376302"/>
    <w:rsid w:val="003769D0"/>
    <w:rsid w:val="00376C03"/>
    <w:rsid w:val="003773CF"/>
    <w:rsid w:val="0037752C"/>
    <w:rsid w:val="00377821"/>
    <w:rsid w:val="00377AC4"/>
    <w:rsid w:val="0038030A"/>
    <w:rsid w:val="0038045F"/>
    <w:rsid w:val="00380551"/>
    <w:rsid w:val="00380B1E"/>
    <w:rsid w:val="003815B3"/>
    <w:rsid w:val="00381F47"/>
    <w:rsid w:val="003821BA"/>
    <w:rsid w:val="00382237"/>
    <w:rsid w:val="0038285C"/>
    <w:rsid w:val="00382ACA"/>
    <w:rsid w:val="00382C30"/>
    <w:rsid w:val="00382D29"/>
    <w:rsid w:val="00382FC7"/>
    <w:rsid w:val="00383061"/>
    <w:rsid w:val="003832A0"/>
    <w:rsid w:val="003834A6"/>
    <w:rsid w:val="003834B6"/>
    <w:rsid w:val="00383A68"/>
    <w:rsid w:val="00383D21"/>
    <w:rsid w:val="00384057"/>
    <w:rsid w:val="003843C5"/>
    <w:rsid w:val="003844F8"/>
    <w:rsid w:val="00384B77"/>
    <w:rsid w:val="00384E16"/>
    <w:rsid w:val="003854D8"/>
    <w:rsid w:val="00385B12"/>
    <w:rsid w:val="00385E3D"/>
    <w:rsid w:val="00385FBA"/>
    <w:rsid w:val="003870AD"/>
    <w:rsid w:val="0038792D"/>
    <w:rsid w:val="003900F6"/>
    <w:rsid w:val="0039040F"/>
    <w:rsid w:val="003905D0"/>
    <w:rsid w:val="00390CAD"/>
    <w:rsid w:val="00391580"/>
    <w:rsid w:val="00391B49"/>
    <w:rsid w:val="00391D76"/>
    <w:rsid w:val="00391FA3"/>
    <w:rsid w:val="0039260D"/>
    <w:rsid w:val="00392BCD"/>
    <w:rsid w:val="00392D59"/>
    <w:rsid w:val="00392E00"/>
    <w:rsid w:val="00392EBB"/>
    <w:rsid w:val="00393150"/>
    <w:rsid w:val="0039323E"/>
    <w:rsid w:val="003933A2"/>
    <w:rsid w:val="003933F4"/>
    <w:rsid w:val="00393479"/>
    <w:rsid w:val="003936BB"/>
    <w:rsid w:val="0039397E"/>
    <w:rsid w:val="003939CC"/>
    <w:rsid w:val="00393A2A"/>
    <w:rsid w:val="00393F53"/>
    <w:rsid w:val="00394157"/>
    <w:rsid w:val="003949C0"/>
    <w:rsid w:val="00394CCA"/>
    <w:rsid w:val="00394E33"/>
    <w:rsid w:val="00394FE9"/>
    <w:rsid w:val="003952DB"/>
    <w:rsid w:val="00395558"/>
    <w:rsid w:val="00395B6F"/>
    <w:rsid w:val="00395D96"/>
    <w:rsid w:val="00395FD1"/>
    <w:rsid w:val="003961A9"/>
    <w:rsid w:val="0039635A"/>
    <w:rsid w:val="003966F6"/>
    <w:rsid w:val="0039673F"/>
    <w:rsid w:val="003968A7"/>
    <w:rsid w:val="0039735D"/>
    <w:rsid w:val="003973F6"/>
    <w:rsid w:val="003974D1"/>
    <w:rsid w:val="00397D8F"/>
    <w:rsid w:val="00397F91"/>
    <w:rsid w:val="003A01BF"/>
    <w:rsid w:val="003A0999"/>
    <w:rsid w:val="003A0A66"/>
    <w:rsid w:val="003A0F13"/>
    <w:rsid w:val="003A1067"/>
    <w:rsid w:val="003A13E9"/>
    <w:rsid w:val="003A13EB"/>
    <w:rsid w:val="003A18AF"/>
    <w:rsid w:val="003A1A0B"/>
    <w:rsid w:val="003A1D63"/>
    <w:rsid w:val="003A23D6"/>
    <w:rsid w:val="003A2497"/>
    <w:rsid w:val="003A25CA"/>
    <w:rsid w:val="003A3AD6"/>
    <w:rsid w:val="003A3B1C"/>
    <w:rsid w:val="003A42A5"/>
    <w:rsid w:val="003A43ED"/>
    <w:rsid w:val="003A442E"/>
    <w:rsid w:val="003A4853"/>
    <w:rsid w:val="003A4DA6"/>
    <w:rsid w:val="003A52CA"/>
    <w:rsid w:val="003A52D2"/>
    <w:rsid w:val="003A57A5"/>
    <w:rsid w:val="003A5AE2"/>
    <w:rsid w:val="003A5AF7"/>
    <w:rsid w:val="003A5C4D"/>
    <w:rsid w:val="003A60EA"/>
    <w:rsid w:val="003A62B9"/>
    <w:rsid w:val="003A6418"/>
    <w:rsid w:val="003A65A6"/>
    <w:rsid w:val="003A6B1D"/>
    <w:rsid w:val="003A6F0C"/>
    <w:rsid w:val="003A7034"/>
    <w:rsid w:val="003A7072"/>
    <w:rsid w:val="003A728A"/>
    <w:rsid w:val="003A7381"/>
    <w:rsid w:val="003A7526"/>
    <w:rsid w:val="003A75D1"/>
    <w:rsid w:val="003A76BB"/>
    <w:rsid w:val="003B013B"/>
    <w:rsid w:val="003B08FF"/>
    <w:rsid w:val="003B0BF6"/>
    <w:rsid w:val="003B0CE5"/>
    <w:rsid w:val="003B1087"/>
    <w:rsid w:val="003B16DA"/>
    <w:rsid w:val="003B1A19"/>
    <w:rsid w:val="003B2059"/>
    <w:rsid w:val="003B22C7"/>
    <w:rsid w:val="003B22FF"/>
    <w:rsid w:val="003B25FB"/>
    <w:rsid w:val="003B30BA"/>
    <w:rsid w:val="003B32C1"/>
    <w:rsid w:val="003B382B"/>
    <w:rsid w:val="003B3A9E"/>
    <w:rsid w:val="003B4728"/>
    <w:rsid w:val="003B484B"/>
    <w:rsid w:val="003B4B0F"/>
    <w:rsid w:val="003B4E8C"/>
    <w:rsid w:val="003B52E5"/>
    <w:rsid w:val="003B5B0A"/>
    <w:rsid w:val="003B5F4B"/>
    <w:rsid w:val="003B5FBC"/>
    <w:rsid w:val="003B60F5"/>
    <w:rsid w:val="003B611D"/>
    <w:rsid w:val="003B62FB"/>
    <w:rsid w:val="003B6445"/>
    <w:rsid w:val="003B6897"/>
    <w:rsid w:val="003B70CC"/>
    <w:rsid w:val="003B7128"/>
    <w:rsid w:val="003B718F"/>
    <w:rsid w:val="003B7452"/>
    <w:rsid w:val="003B74E0"/>
    <w:rsid w:val="003B783A"/>
    <w:rsid w:val="003B79D4"/>
    <w:rsid w:val="003B7A8F"/>
    <w:rsid w:val="003B7BFB"/>
    <w:rsid w:val="003C02F5"/>
    <w:rsid w:val="003C037C"/>
    <w:rsid w:val="003C038F"/>
    <w:rsid w:val="003C0D66"/>
    <w:rsid w:val="003C14EF"/>
    <w:rsid w:val="003C22AA"/>
    <w:rsid w:val="003C2CB3"/>
    <w:rsid w:val="003C3189"/>
    <w:rsid w:val="003C3710"/>
    <w:rsid w:val="003C37E4"/>
    <w:rsid w:val="003C40A6"/>
    <w:rsid w:val="003C424C"/>
    <w:rsid w:val="003C438D"/>
    <w:rsid w:val="003C4C80"/>
    <w:rsid w:val="003C4CD3"/>
    <w:rsid w:val="003C50B0"/>
    <w:rsid w:val="003C5174"/>
    <w:rsid w:val="003C59E7"/>
    <w:rsid w:val="003C5FC3"/>
    <w:rsid w:val="003C60DE"/>
    <w:rsid w:val="003C62E7"/>
    <w:rsid w:val="003C6697"/>
    <w:rsid w:val="003C67F8"/>
    <w:rsid w:val="003C6863"/>
    <w:rsid w:val="003C6AEA"/>
    <w:rsid w:val="003C6B34"/>
    <w:rsid w:val="003C71FC"/>
    <w:rsid w:val="003C753E"/>
    <w:rsid w:val="003C753F"/>
    <w:rsid w:val="003C763B"/>
    <w:rsid w:val="003C7B4C"/>
    <w:rsid w:val="003C7B93"/>
    <w:rsid w:val="003C7F45"/>
    <w:rsid w:val="003D075F"/>
    <w:rsid w:val="003D1FA7"/>
    <w:rsid w:val="003D1FC1"/>
    <w:rsid w:val="003D2369"/>
    <w:rsid w:val="003D29A6"/>
    <w:rsid w:val="003D2C17"/>
    <w:rsid w:val="003D2DE1"/>
    <w:rsid w:val="003D325C"/>
    <w:rsid w:val="003D3297"/>
    <w:rsid w:val="003D32B7"/>
    <w:rsid w:val="003D3B30"/>
    <w:rsid w:val="003D3B3C"/>
    <w:rsid w:val="003D3BFF"/>
    <w:rsid w:val="003D4051"/>
    <w:rsid w:val="003D409F"/>
    <w:rsid w:val="003D4193"/>
    <w:rsid w:val="003D42CB"/>
    <w:rsid w:val="003D450C"/>
    <w:rsid w:val="003D50AE"/>
    <w:rsid w:val="003D5363"/>
    <w:rsid w:val="003D55C3"/>
    <w:rsid w:val="003D5EAF"/>
    <w:rsid w:val="003D6436"/>
    <w:rsid w:val="003D6444"/>
    <w:rsid w:val="003D6504"/>
    <w:rsid w:val="003D6589"/>
    <w:rsid w:val="003D65C6"/>
    <w:rsid w:val="003D68FB"/>
    <w:rsid w:val="003D6A17"/>
    <w:rsid w:val="003D6E3D"/>
    <w:rsid w:val="003D71D0"/>
    <w:rsid w:val="003D7865"/>
    <w:rsid w:val="003D788D"/>
    <w:rsid w:val="003D7A0E"/>
    <w:rsid w:val="003D7D4A"/>
    <w:rsid w:val="003E00AB"/>
    <w:rsid w:val="003E011D"/>
    <w:rsid w:val="003E02BE"/>
    <w:rsid w:val="003E04F1"/>
    <w:rsid w:val="003E052D"/>
    <w:rsid w:val="003E082C"/>
    <w:rsid w:val="003E0B64"/>
    <w:rsid w:val="003E0B8C"/>
    <w:rsid w:val="003E12E0"/>
    <w:rsid w:val="003E1391"/>
    <w:rsid w:val="003E179A"/>
    <w:rsid w:val="003E1888"/>
    <w:rsid w:val="003E18EA"/>
    <w:rsid w:val="003E18FE"/>
    <w:rsid w:val="003E1949"/>
    <w:rsid w:val="003E1A75"/>
    <w:rsid w:val="003E1A89"/>
    <w:rsid w:val="003E1B00"/>
    <w:rsid w:val="003E1E2C"/>
    <w:rsid w:val="003E1EA4"/>
    <w:rsid w:val="003E20A2"/>
    <w:rsid w:val="003E20C5"/>
    <w:rsid w:val="003E2217"/>
    <w:rsid w:val="003E2473"/>
    <w:rsid w:val="003E285B"/>
    <w:rsid w:val="003E29C8"/>
    <w:rsid w:val="003E2B01"/>
    <w:rsid w:val="003E2D9C"/>
    <w:rsid w:val="003E335A"/>
    <w:rsid w:val="003E337F"/>
    <w:rsid w:val="003E3501"/>
    <w:rsid w:val="003E361E"/>
    <w:rsid w:val="003E3741"/>
    <w:rsid w:val="003E38F1"/>
    <w:rsid w:val="003E39BF"/>
    <w:rsid w:val="003E3AE8"/>
    <w:rsid w:val="003E3BD5"/>
    <w:rsid w:val="003E3FA4"/>
    <w:rsid w:val="003E3FFF"/>
    <w:rsid w:val="003E4175"/>
    <w:rsid w:val="003E41C6"/>
    <w:rsid w:val="003E433A"/>
    <w:rsid w:val="003E43C9"/>
    <w:rsid w:val="003E4880"/>
    <w:rsid w:val="003E48B6"/>
    <w:rsid w:val="003E49A4"/>
    <w:rsid w:val="003E5574"/>
    <w:rsid w:val="003E59A7"/>
    <w:rsid w:val="003E5E55"/>
    <w:rsid w:val="003E60B4"/>
    <w:rsid w:val="003E61D4"/>
    <w:rsid w:val="003E68CD"/>
    <w:rsid w:val="003E6BB3"/>
    <w:rsid w:val="003E6F99"/>
    <w:rsid w:val="003E74BA"/>
    <w:rsid w:val="003E7645"/>
    <w:rsid w:val="003E7D23"/>
    <w:rsid w:val="003E7F22"/>
    <w:rsid w:val="003F0913"/>
    <w:rsid w:val="003F0B3F"/>
    <w:rsid w:val="003F0B40"/>
    <w:rsid w:val="003F0B46"/>
    <w:rsid w:val="003F11F2"/>
    <w:rsid w:val="003F1476"/>
    <w:rsid w:val="003F14B4"/>
    <w:rsid w:val="003F15C2"/>
    <w:rsid w:val="003F1876"/>
    <w:rsid w:val="003F18A0"/>
    <w:rsid w:val="003F19D1"/>
    <w:rsid w:val="003F1A7E"/>
    <w:rsid w:val="003F1C21"/>
    <w:rsid w:val="003F1C99"/>
    <w:rsid w:val="003F218C"/>
    <w:rsid w:val="003F2371"/>
    <w:rsid w:val="003F273E"/>
    <w:rsid w:val="003F288C"/>
    <w:rsid w:val="003F28BE"/>
    <w:rsid w:val="003F28FA"/>
    <w:rsid w:val="003F2BDC"/>
    <w:rsid w:val="003F2FEA"/>
    <w:rsid w:val="003F303B"/>
    <w:rsid w:val="003F31C1"/>
    <w:rsid w:val="003F36AA"/>
    <w:rsid w:val="003F3740"/>
    <w:rsid w:val="003F3793"/>
    <w:rsid w:val="003F399E"/>
    <w:rsid w:val="003F3DCD"/>
    <w:rsid w:val="003F4588"/>
    <w:rsid w:val="003F4B72"/>
    <w:rsid w:val="003F5777"/>
    <w:rsid w:val="003F5987"/>
    <w:rsid w:val="003F59DE"/>
    <w:rsid w:val="003F5A59"/>
    <w:rsid w:val="003F5BAA"/>
    <w:rsid w:val="003F68BA"/>
    <w:rsid w:val="003F727B"/>
    <w:rsid w:val="003F747D"/>
    <w:rsid w:val="003F75ED"/>
    <w:rsid w:val="003F7DF7"/>
    <w:rsid w:val="00400851"/>
    <w:rsid w:val="00401124"/>
    <w:rsid w:val="004013D5"/>
    <w:rsid w:val="004015CF"/>
    <w:rsid w:val="00401741"/>
    <w:rsid w:val="00401EE8"/>
    <w:rsid w:val="00401FA9"/>
    <w:rsid w:val="004023B1"/>
    <w:rsid w:val="00402786"/>
    <w:rsid w:val="004029EE"/>
    <w:rsid w:val="0040318F"/>
    <w:rsid w:val="004032AE"/>
    <w:rsid w:val="0040353F"/>
    <w:rsid w:val="004037D1"/>
    <w:rsid w:val="00403980"/>
    <w:rsid w:val="00403FC2"/>
    <w:rsid w:val="004042F1"/>
    <w:rsid w:val="0040452E"/>
    <w:rsid w:val="004045A9"/>
    <w:rsid w:val="00404E51"/>
    <w:rsid w:val="00405225"/>
    <w:rsid w:val="004052F2"/>
    <w:rsid w:val="0040546D"/>
    <w:rsid w:val="00405553"/>
    <w:rsid w:val="004060FF"/>
    <w:rsid w:val="00406854"/>
    <w:rsid w:val="004068DD"/>
    <w:rsid w:val="00406B0B"/>
    <w:rsid w:val="00406EE7"/>
    <w:rsid w:val="00406F59"/>
    <w:rsid w:val="00406F5B"/>
    <w:rsid w:val="0040748A"/>
    <w:rsid w:val="004078C7"/>
    <w:rsid w:val="004078EB"/>
    <w:rsid w:val="00407A85"/>
    <w:rsid w:val="00407AFD"/>
    <w:rsid w:val="00407C03"/>
    <w:rsid w:val="00407E48"/>
    <w:rsid w:val="00407FB2"/>
    <w:rsid w:val="004104F7"/>
    <w:rsid w:val="00410BD7"/>
    <w:rsid w:val="00411181"/>
    <w:rsid w:val="0041195C"/>
    <w:rsid w:val="00411A72"/>
    <w:rsid w:val="00411B1A"/>
    <w:rsid w:val="00411B8F"/>
    <w:rsid w:val="00411E67"/>
    <w:rsid w:val="0041229C"/>
    <w:rsid w:val="00412C3B"/>
    <w:rsid w:val="0041305F"/>
    <w:rsid w:val="004130C9"/>
    <w:rsid w:val="00413367"/>
    <w:rsid w:val="0041361C"/>
    <w:rsid w:val="0041364C"/>
    <w:rsid w:val="00413741"/>
    <w:rsid w:val="00413AEB"/>
    <w:rsid w:val="00414467"/>
    <w:rsid w:val="00414946"/>
    <w:rsid w:val="00414A20"/>
    <w:rsid w:val="00414C3D"/>
    <w:rsid w:val="004152F2"/>
    <w:rsid w:val="004155C6"/>
    <w:rsid w:val="004157EA"/>
    <w:rsid w:val="0041583F"/>
    <w:rsid w:val="004159D5"/>
    <w:rsid w:val="00415B15"/>
    <w:rsid w:val="00415EC9"/>
    <w:rsid w:val="00416341"/>
    <w:rsid w:val="004173D5"/>
    <w:rsid w:val="00417BC9"/>
    <w:rsid w:val="004201BE"/>
    <w:rsid w:val="004205C3"/>
    <w:rsid w:val="00420741"/>
    <w:rsid w:val="004209B1"/>
    <w:rsid w:val="00420FAE"/>
    <w:rsid w:val="00421CFB"/>
    <w:rsid w:val="00421E09"/>
    <w:rsid w:val="00421FD4"/>
    <w:rsid w:val="00422027"/>
    <w:rsid w:val="00422077"/>
    <w:rsid w:val="00422151"/>
    <w:rsid w:val="004229C9"/>
    <w:rsid w:val="0042343D"/>
    <w:rsid w:val="0042348F"/>
    <w:rsid w:val="004234C4"/>
    <w:rsid w:val="00423594"/>
    <w:rsid w:val="004236B1"/>
    <w:rsid w:val="0042380F"/>
    <w:rsid w:val="004238D5"/>
    <w:rsid w:val="00423B25"/>
    <w:rsid w:val="00423E3B"/>
    <w:rsid w:val="004240BB"/>
    <w:rsid w:val="00424296"/>
    <w:rsid w:val="004244D0"/>
    <w:rsid w:val="00424684"/>
    <w:rsid w:val="004246B7"/>
    <w:rsid w:val="00424741"/>
    <w:rsid w:val="00425314"/>
    <w:rsid w:val="00425540"/>
    <w:rsid w:val="004258EA"/>
    <w:rsid w:val="00425DB9"/>
    <w:rsid w:val="00426127"/>
    <w:rsid w:val="00426259"/>
    <w:rsid w:val="00426540"/>
    <w:rsid w:val="00426700"/>
    <w:rsid w:val="00426BCE"/>
    <w:rsid w:val="00426F43"/>
    <w:rsid w:val="004271B2"/>
    <w:rsid w:val="004273AB"/>
    <w:rsid w:val="0042748C"/>
    <w:rsid w:val="00427724"/>
    <w:rsid w:val="00427738"/>
    <w:rsid w:val="004309CD"/>
    <w:rsid w:val="00430BC2"/>
    <w:rsid w:val="00430E81"/>
    <w:rsid w:val="00430EFE"/>
    <w:rsid w:val="0043117C"/>
    <w:rsid w:val="0043119D"/>
    <w:rsid w:val="0043129C"/>
    <w:rsid w:val="004316A2"/>
    <w:rsid w:val="004317A7"/>
    <w:rsid w:val="00431BC1"/>
    <w:rsid w:val="00431C5A"/>
    <w:rsid w:val="00431C9E"/>
    <w:rsid w:val="00431D39"/>
    <w:rsid w:val="00432556"/>
    <w:rsid w:val="0043262B"/>
    <w:rsid w:val="00432688"/>
    <w:rsid w:val="004327EF"/>
    <w:rsid w:val="00432948"/>
    <w:rsid w:val="00432F95"/>
    <w:rsid w:val="004331B9"/>
    <w:rsid w:val="0043359E"/>
    <w:rsid w:val="0043398C"/>
    <w:rsid w:val="00433BC1"/>
    <w:rsid w:val="00433CE9"/>
    <w:rsid w:val="00433FB7"/>
    <w:rsid w:val="0043408B"/>
    <w:rsid w:val="00434CEE"/>
    <w:rsid w:val="00434D95"/>
    <w:rsid w:val="00435318"/>
    <w:rsid w:val="00435788"/>
    <w:rsid w:val="0043580A"/>
    <w:rsid w:val="00435CFF"/>
    <w:rsid w:val="004363F5"/>
    <w:rsid w:val="004369E5"/>
    <w:rsid w:val="00436A6C"/>
    <w:rsid w:val="00436EBE"/>
    <w:rsid w:val="004370F2"/>
    <w:rsid w:val="0043781B"/>
    <w:rsid w:val="00437965"/>
    <w:rsid w:val="00437B65"/>
    <w:rsid w:val="00437C77"/>
    <w:rsid w:val="00437FF3"/>
    <w:rsid w:val="004407D8"/>
    <w:rsid w:val="0044081C"/>
    <w:rsid w:val="0044091E"/>
    <w:rsid w:val="00440CE6"/>
    <w:rsid w:val="00440F4E"/>
    <w:rsid w:val="00440F6A"/>
    <w:rsid w:val="0044146D"/>
    <w:rsid w:val="0044148F"/>
    <w:rsid w:val="00441580"/>
    <w:rsid w:val="004415E5"/>
    <w:rsid w:val="00442187"/>
    <w:rsid w:val="004422EB"/>
    <w:rsid w:val="00442531"/>
    <w:rsid w:val="00442865"/>
    <w:rsid w:val="00442A62"/>
    <w:rsid w:val="00442B84"/>
    <w:rsid w:val="00442D60"/>
    <w:rsid w:val="0044312A"/>
    <w:rsid w:val="0044354A"/>
    <w:rsid w:val="00444068"/>
    <w:rsid w:val="00444389"/>
    <w:rsid w:val="004443BD"/>
    <w:rsid w:val="00444B32"/>
    <w:rsid w:val="00444E18"/>
    <w:rsid w:val="00444ECA"/>
    <w:rsid w:val="004456A5"/>
    <w:rsid w:val="004457B5"/>
    <w:rsid w:val="00445C61"/>
    <w:rsid w:val="00446619"/>
    <w:rsid w:val="00446626"/>
    <w:rsid w:val="0044663F"/>
    <w:rsid w:val="00446A59"/>
    <w:rsid w:val="00446AE0"/>
    <w:rsid w:val="00446ED4"/>
    <w:rsid w:val="00446FAC"/>
    <w:rsid w:val="00446FFF"/>
    <w:rsid w:val="0044742B"/>
    <w:rsid w:val="00447AE9"/>
    <w:rsid w:val="00447E97"/>
    <w:rsid w:val="004500CB"/>
    <w:rsid w:val="00450384"/>
    <w:rsid w:val="00450501"/>
    <w:rsid w:val="00450A34"/>
    <w:rsid w:val="00450C13"/>
    <w:rsid w:val="004513FB"/>
    <w:rsid w:val="0045144F"/>
    <w:rsid w:val="00451720"/>
    <w:rsid w:val="00451990"/>
    <w:rsid w:val="004519CE"/>
    <w:rsid w:val="004519DF"/>
    <w:rsid w:val="00451AE8"/>
    <w:rsid w:val="004522A4"/>
    <w:rsid w:val="00452713"/>
    <w:rsid w:val="0045293C"/>
    <w:rsid w:val="00452E94"/>
    <w:rsid w:val="00452F0A"/>
    <w:rsid w:val="00453291"/>
    <w:rsid w:val="0045375F"/>
    <w:rsid w:val="00453A4A"/>
    <w:rsid w:val="00454108"/>
    <w:rsid w:val="004541EC"/>
    <w:rsid w:val="00454339"/>
    <w:rsid w:val="0045446D"/>
    <w:rsid w:val="00454573"/>
    <w:rsid w:val="00454FB1"/>
    <w:rsid w:val="00455013"/>
    <w:rsid w:val="004552A2"/>
    <w:rsid w:val="00455301"/>
    <w:rsid w:val="0045536C"/>
    <w:rsid w:val="00455837"/>
    <w:rsid w:val="00455A82"/>
    <w:rsid w:val="00455A98"/>
    <w:rsid w:val="0045601C"/>
    <w:rsid w:val="00456268"/>
    <w:rsid w:val="00456AFA"/>
    <w:rsid w:val="00456BE5"/>
    <w:rsid w:val="00456D9C"/>
    <w:rsid w:val="00456DD4"/>
    <w:rsid w:val="00456E83"/>
    <w:rsid w:val="00457085"/>
    <w:rsid w:val="00457413"/>
    <w:rsid w:val="004575C8"/>
    <w:rsid w:val="004576F3"/>
    <w:rsid w:val="00457CD0"/>
    <w:rsid w:val="00460022"/>
    <w:rsid w:val="004600CF"/>
    <w:rsid w:val="004609E8"/>
    <w:rsid w:val="00460E1F"/>
    <w:rsid w:val="00460FE5"/>
    <w:rsid w:val="00461342"/>
    <w:rsid w:val="004619FF"/>
    <w:rsid w:val="00461A5B"/>
    <w:rsid w:val="00461FE8"/>
    <w:rsid w:val="004621EB"/>
    <w:rsid w:val="00462206"/>
    <w:rsid w:val="00462282"/>
    <w:rsid w:val="00463038"/>
    <w:rsid w:val="004636E6"/>
    <w:rsid w:val="004637B6"/>
    <w:rsid w:val="00463D67"/>
    <w:rsid w:val="00463F0A"/>
    <w:rsid w:val="004642F9"/>
    <w:rsid w:val="0046459A"/>
    <w:rsid w:val="0046486F"/>
    <w:rsid w:val="00464968"/>
    <w:rsid w:val="00464BE0"/>
    <w:rsid w:val="00465258"/>
    <w:rsid w:val="0046539B"/>
    <w:rsid w:val="00465A24"/>
    <w:rsid w:val="00465C0E"/>
    <w:rsid w:val="00465C8B"/>
    <w:rsid w:val="00465DA6"/>
    <w:rsid w:val="00466246"/>
    <w:rsid w:val="004664A9"/>
    <w:rsid w:val="00466A5B"/>
    <w:rsid w:val="00466EB9"/>
    <w:rsid w:val="00466F06"/>
    <w:rsid w:val="00466F1B"/>
    <w:rsid w:val="004673B9"/>
    <w:rsid w:val="0046778E"/>
    <w:rsid w:val="0046797A"/>
    <w:rsid w:val="00467E02"/>
    <w:rsid w:val="0047098F"/>
    <w:rsid w:val="00470E19"/>
    <w:rsid w:val="00471135"/>
    <w:rsid w:val="004719C1"/>
    <w:rsid w:val="00471D04"/>
    <w:rsid w:val="0047210B"/>
    <w:rsid w:val="00472125"/>
    <w:rsid w:val="0047223D"/>
    <w:rsid w:val="0047228A"/>
    <w:rsid w:val="00472649"/>
    <w:rsid w:val="0047264C"/>
    <w:rsid w:val="004727FF"/>
    <w:rsid w:val="00473464"/>
    <w:rsid w:val="004736A8"/>
    <w:rsid w:val="004738DB"/>
    <w:rsid w:val="00473B5F"/>
    <w:rsid w:val="00473CE7"/>
    <w:rsid w:val="00473DE2"/>
    <w:rsid w:val="00474026"/>
    <w:rsid w:val="00474468"/>
    <w:rsid w:val="00474483"/>
    <w:rsid w:val="00474AD4"/>
    <w:rsid w:val="00474B36"/>
    <w:rsid w:val="00474C1C"/>
    <w:rsid w:val="00474D58"/>
    <w:rsid w:val="004755CB"/>
    <w:rsid w:val="00475826"/>
    <w:rsid w:val="00475E79"/>
    <w:rsid w:val="00476029"/>
    <w:rsid w:val="00476067"/>
    <w:rsid w:val="00476191"/>
    <w:rsid w:val="00476488"/>
    <w:rsid w:val="004764F2"/>
    <w:rsid w:val="0047651D"/>
    <w:rsid w:val="0047668F"/>
    <w:rsid w:val="004766B9"/>
    <w:rsid w:val="00476850"/>
    <w:rsid w:val="00476929"/>
    <w:rsid w:val="00476E2E"/>
    <w:rsid w:val="00476FD9"/>
    <w:rsid w:val="0047714B"/>
    <w:rsid w:val="0047714F"/>
    <w:rsid w:val="004773BB"/>
    <w:rsid w:val="00477B20"/>
    <w:rsid w:val="00480011"/>
    <w:rsid w:val="004804E7"/>
    <w:rsid w:val="00480773"/>
    <w:rsid w:val="00480B3D"/>
    <w:rsid w:val="00480E51"/>
    <w:rsid w:val="00481216"/>
    <w:rsid w:val="00481E99"/>
    <w:rsid w:val="004820FD"/>
    <w:rsid w:val="00482171"/>
    <w:rsid w:val="004822A0"/>
    <w:rsid w:val="00482395"/>
    <w:rsid w:val="0048273A"/>
    <w:rsid w:val="00482D28"/>
    <w:rsid w:val="00482E78"/>
    <w:rsid w:val="00482E9D"/>
    <w:rsid w:val="00483165"/>
    <w:rsid w:val="0048399E"/>
    <w:rsid w:val="004841E1"/>
    <w:rsid w:val="004844E5"/>
    <w:rsid w:val="00484EE3"/>
    <w:rsid w:val="0048553F"/>
    <w:rsid w:val="0048557B"/>
    <w:rsid w:val="00485F2A"/>
    <w:rsid w:val="004860E7"/>
    <w:rsid w:val="0048625A"/>
    <w:rsid w:val="00486283"/>
    <w:rsid w:val="00486357"/>
    <w:rsid w:val="004864AE"/>
    <w:rsid w:val="00486564"/>
    <w:rsid w:val="004868EA"/>
    <w:rsid w:val="00486C89"/>
    <w:rsid w:val="004876D7"/>
    <w:rsid w:val="00487A87"/>
    <w:rsid w:val="00487B76"/>
    <w:rsid w:val="0049008F"/>
    <w:rsid w:val="0049014D"/>
    <w:rsid w:val="004906F0"/>
    <w:rsid w:val="00490C13"/>
    <w:rsid w:val="00490F55"/>
    <w:rsid w:val="00491589"/>
    <w:rsid w:val="00491641"/>
    <w:rsid w:val="00491ECB"/>
    <w:rsid w:val="00491F25"/>
    <w:rsid w:val="004920B9"/>
    <w:rsid w:val="004920E9"/>
    <w:rsid w:val="0049223D"/>
    <w:rsid w:val="004927F4"/>
    <w:rsid w:val="0049296B"/>
    <w:rsid w:val="00492BF1"/>
    <w:rsid w:val="0049342E"/>
    <w:rsid w:val="004934AD"/>
    <w:rsid w:val="00493698"/>
    <w:rsid w:val="0049375A"/>
    <w:rsid w:val="00493ACE"/>
    <w:rsid w:val="00493D80"/>
    <w:rsid w:val="00493E23"/>
    <w:rsid w:val="00493EEB"/>
    <w:rsid w:val="00494359"/>
    <w:rsid w:val="0049471E"/>
    <w:rsid w:val="00494D38"/>
    <w:rsid w:val="004950CE"/>
    <w:rsid w:val="004956B4"/>
    <w:rsid w:val="00495793"/>
    <w:rsid w:val="00495CC1"/>
    <w:rsid w:val="00495E28"/>
    <w:rsid w:val="00496FFC"/>
    <w:rsid w:val="00497007"/>
    <w:rsid w:val="00497044"/>
    <w:rsid w:val="004972B1"/>
    <w:rsid w:val="004972B9"/>
    <w:rsid w:val="00497517"/>
    <w:rsid w:val="00497552"/>
    <w:rsid w:val="0049766C"/>
    <w:rsid w:val="00497A6A"/>
    <w:rsid w:val="00497E40"/>
    <w:rsid w:val="00497FAC"/>
    <w:rsid w:val="004A029F"/>
    <w:rsid w:val="004A0CD8"/>
    <w:rsid w:val="004A0F11"/>
    <w:rsid w:val="004A11EB"/>
    <w:rsid w:val="004A1225"/>
    <w:rsid w:val="004A16BB"/>
    <w:rsid w:val="004A1F6F"/>
    <w:rsid w:val="004A20DF"/>
    <w:rsid w:val="004A253D"/>
    <w:rsid w:val="004A2960"/>
    <w:rsid w:val="004A2C4D"/>
    <w:rsid w:val="004A3085"/>
    <w:rsid w:val="004A3392"/>
    <w:rsid w:val="004A35FE"/>
    <w:rsid w:val="004A3B8B"/>
    <w:rsid w:val="004A41E1"/>
    <w:rsid w:val="004A4701"/>
    <w:rsid w:val="004A4756"/>
    <w:rsid w:val="004A4920"/>
    <w:rsid w:val="004A4DBD"/>
    <w:rsid w:val="004A4E00"/>
    <w:rsid w:val="004A508B"/>
    <w:rsid w:val="004A538D"/>
    <w:rsid w:val="004A59ED"/>
    <w:rsid w:val="004A5AB7"/>
    <w:rsid w:val="004A5BEA"/>
    <w:rsid w:val="004A5C26"/>
    <w:rsid w:val="004A629D"/>
    <w:rsid w:val="004A6A7D"/>
    <w:rsid w:val="004A6B37"/>
    <w:rsid w:val="004A6BDC"/>
    <w:rsid w:val="004A731F"/>
    <w:rsid w:val="004A74CF"/>
    <w:rsid w:val="004A763E"/>
    <w:rsid w:val="004A7914"/>
    <w:rsid w:val="004A79D7"/>
    <w:rsid w:val="004A7BE0"/>
    <w:rsid w:val="004A7CCD"/>
    <w:rsid w:val="004A7FDA"/>
    <w:rsid w:val="004B05E3"/>
    <w:rsid w:val="004B07A5"/>
    <w:rsid w:val="004B0EF5"/>
    <w:rsid w:val="004B154B"/>
    <w:rsid w:val="004B163E"/>
    <w:rsid w:val="004B19C5"/>
    <w:rsid w:val="004B19ED"/>
    <w:rsid w:val="004B1AEE"/>
    <w:rsid w:val="004B2069"/>
    <w:rsid w:val="004B27C1"/>
    <w:rsid w:val="004B31A6"/>
    <w:rsid w:val="004B35E7"/>
    <w:rsid w:val="004B35EC"/>
    <w:rsid w:val="004B36C3"/>
    <w:rsid w:val="004B3A7C"/>
    <w:rsid w:val="004B3A97"/>
    <w:rsid w:val="004B439F"/>
    <w:rsid w:val="004B483A"/>
    <w:rsid w:val="004B51D2"/>
    <w:rsid w:val="004B520B"/>
    <w:rsid w:val="004B54B9"/>
    <w:rsid w:val="004B58B6"/>
    <w:rsid w:val="004B591B"/>
    <w:rsid w:val="004B5BFC"/>
    <w:rsid w:val="004B65E2"/>
    <w:rsid w:val="004B6C28"/>
    <w:rsid w:val="004B6F8A"/>
    <w:rsid w:val="004B7302"/>
    <w:rsid w:val="004B744E"/>
    <w:rsid w:val="004B76FE"/>
    <w:rsid w:val="004B7E48"/>
    <w:rsid w:val="004C0680"/>
    <w:rsid w:val="004C084B"/>
    <w:rsid w:val="004C0E0B"/>
    <w:rsid w:val="004C0EB7"/>
    <w:rsid w:val="004C1368"/>
    <w:rsid w:val="004C17B8"/>
    <w:rsid w:val="004C1934"/>
    <w:rsid w:val="004C1F1A"/>
    <w:rsid w:val="004C210B"/>
    <w:rsid w:val="004C24C0"/>
    <w:rsid w:val="004C2560"/>
    <w:rsid w:val="004C2F56"/>
    <w:rsid w:val="004C310E"/>
    <w:rsid w:val="004C3269"/>
    <w:rsid w:val="004C33FD"/>
    <w:rsid w:val="004C34EA"/>
    <w:rsid w:val="004C38A5"/>
    <w:rsid w:val="004C3A16"/>
    <w:rsid w:val="004C3EE2"/>
    <w:rsid w:val="004C401E"/>
    <w:rsid w:val="004C45DE"/>
    <w:rsid w:val="004C4641"/>
    <w:rsid w:val="004C4E1E"/>
    <w:rsid w:val="004C529F"/>
    <w:rsid w:val="004C544F"/>
    <w:rsid w:val="004C5774"/>
    <w:rsid w:val="004C5D3A"/>
    <w:rsid w:val="004C5E1C"/>
    <w:rsid w:val="004C6285"/>
    <w:rsid w:val="004C664A"/>
    <w:rsid w:val="004C6713"/>
    <w:rsid w:val="004C6D0B"/>
    <w:rsid w:val="004C783A"/>
    <w:rsid w:val="004C79A8"/>
    <w:rsid w:val="004C7D44"/>
    <w:rsid w:val="004D04C3"/>
    <w:rsid w:val="004D0526"/>
    <w:rsid w:val="004D0863"/>
    <w:rsid w:val="004D0E41"/>
    <w:rsid w:val="004D14C3"/>
    <w:rsid w:val="004D19CC"/>
    <w:rsid w:val="004D1A19"/>
    <w:rsid w:val="004D1F4E"/>
    <w:rsid w:val="004D2405"/>
    <w:rsid w:val="004D2533"/>
    <w:rsid w:val="004D2EEB"/>
    <w:rsid w:val="004D2F54"/>
    <w:rsid w:val="004D3805"/>
    <w:rsid w:val="004D3955"/>
    <w:rsid w:val="004D3A06"/>
    <w:rsid w:val="004D3B30"/>
    <w:rsid w:val="004D3CDB"/>
    <w:rsid w:val="004D3D18"/>
    <w:rsid w:val="004D3F03"/>
    <w:rsid w:val="004D48F1"/>
    <w:rsid w:val="004D4A16"/>
    <w:rsid w:val="004D4CD9"/>
    <w:rsid w:val="004D5169"/>
    <w:rsid w:val="004D5350"/>
    <w:rsid w:val="004D542E"/>
    <w:rsid w:val="004D55AD"/>
    <w:rsid w:val="004D5B13"/>
    <w:rsid w:val="004D631B"/>
    <w:rsid w:val="004D6459"/>
    <w:rsid w:val="004D684F"/>
    <w:rsid w:val="004D68D4"/>
    <w:rsid w:val="004D6A61"/>
    <w:rsid w:val="004D6C41"/>
    <w:rsid w:val="004D6F95"/>
    <w:rsid w:val="004D76D7"/>
    <w:rsid w:val="004E0229"/>
    <w:rsid w:val="004E03DC"/>
    <w:rsid w:val="004E054C"/>
    <w:rsid w:val="004E073B"/>
    <w:rsid w:val="004E0969"/>
    <w:rsid w:val="004E0A40"/>
    <w:rsid w:val="004E0B7F"/>
    <w:rsid w:val="004E16B7"/>
    <w:rsid w:val="004E1E78"/>
    <w:rsid w:val="004E1EA0"/>
    <w:rsid w:val="004E1EE7"/>
    <w:rsid w:val="004E21A9"/>
    <w:rsid w:val="004E27FA"/>
    <w:rsid w:val="004E2883"/>
    <w:rsid w:val="004E2E62"/>
    <w:rsid w:val="004E33D8"/>
    <w:rsid w:val="004E35FA"/>
    <w:rsid w:val="004E36C6"/>
    <w:rsid w:val="004E3A06"/>
    <w:rsid w:val="004E3A1B"/>
    <w:rsid w:val="004E3BCB"/>
    <w:rsid w:val="004E3D6A"/>
    <w:rsid w:val="004E421E"/>
    <w:rsid w:val="004E4AE8"/>
    <w:rsid w:val="004E4B2C"/>
    <w:rsid w:val="004E4C8F"/>
    <w:rsid w:val="004E5039"/>
    <w:rsid w:val="004E5720"/>
    <w:rsid w:val="004E5950"/>
    <w:rsid w:val="004E5A70"/>
    <w:rsid w:val="004E6268"/>
    <w:rsid w:val="004E629E"/>
    <w:rsid w:val="004E6966"/>
    <w:rsid w:val="004E6D60"/>
    <w:rsid w:val="004E6FA6"/>
    <w:rsid w:val="004E7276"/>
    <w:rsid w:val="004E73EE"/>
    <w:rsid w:val="004E764E"/>
    <w:rsid w:val="004E7F68"/>
    <w:rsid w:val="004E7FBD"/>
    <w:rsid w:val="004F0742"/>
    <w:rsid w:val="004F0CE3"/>
    <w:rsid w:val="004F0E3D"/>
    <w:rsid w:val="004F0F34"/>
    <w:rsid w:val="004F0F9A"/>
    <w:rsid w:val="004F104F"/>
    <w:rsid w:val="004F13C2"/>
    <w:rsid w:val="004F1ED3"/>
    <w:rsid w:val="004F26F9"/>
    <w:rsid w:val="004F2EF5"/>
    <w:rsid w:val="004F2F85"/>
    <w:rsid w:val="004F33A4"/>
    <w:rsid w:val="004F3450"/>
    <w:rsid w:val="004F3632"/>
    <w:rsid w:val="004F37D5"/>
    <w:rsid w:val="004F38B7"/>
    <w:rsid w:val="004F39A1"/>
    <w:rsid w:val="004F3A98"/>
    <w:rsid w:val="004F3E48"/>
    <w:rsid w:val="004F40B3"/>
    <w:rsid w:val="004F4472"/>
    <w:rsid w:val="004F4656"/>
    <w:rsid w:val="004F479B"/>
    <w:rsid w:val="004F47BE"/>
    <w:rsid w:val="004F484D"/>
    <w:rsid w:val="004F4E34"/>
    <w:rsid w:val="004F5337"/>
    <w:rsid w:val="004F56E0"/>
    <w:rsid w:val="004F573B"/>
    <w:rsid w:val="004F5DEC"/>
    <w:rsid w:val="004F5E70"/>
    <w:rsid w:val="004F5F77"/>
    <w:rsid w:val="004F629F"/>
    <w:rsid w:val="004F6972"/>
    <w:rsid w:val="004F6A90"/>
    <w:rsid w:val="004F6B8A"/>
    <w:rsid w:val="004F7103"/>
    <w:rsid w:val="004F7486"/>
    <w:rsid w:val="004F7AB3"/>
    <w:rsid w:val="004F7CF1"/>
    <w:rsid w:val="004F7D58"/>
    <w:rsid w:val="0050005B"/>
    <w:rsid w:val="00500BE1"/>
    <w:rsid w:val="00500DB2"/>
    <w:rsid w:val="0050140B"/>
    <w:rsid w:val="00501758"/>
    <w:rsid w:val="00501774"/>
    <w:rsid w:val="0050193F"/>
    <w:rsid w:val="00501B7C"/>
    <w:rsid w:val="0050249F"/>
    <w:rsid w:val="00502605"/>
    <w:rsid w:val="0050271A"/>
    <w:rsid w:val="0050279F"/>
    <w:rsid w:val="00502A22"/>
    <w:rsid w:val="00502F3D"/>
    <w:rsid w:val="00503C4D"/>
    <w:rsid w:val="00503CAC"/>
    <w:rsid w:val="00504130"/>
    <w:rsid w:val="00504141"/>
    <w:rsid w:val="00504244"/>
    <w:rsid w:val="0050442A"/>
    <w:rsid w:val="00504B22"/>
    <w:rsid w:val="00504EB6"/>
    <w:rsid w:val="00505074"/>
    <w:rsid w:val="0050515A"/>
    <w:rsid w:val="005051D4"/>
    <w:rsid w:val="00505201"/>
    <w:rsid w:val="00505573"/>
    <w:rsid w:val="0050560A"/>
    <w:rsid w:val="00505EF6"/>
    <w:rsid w:val="005060A1"/>
    <w:rsid w:val="00506292"/>
    <w:rsid w:val="005063CC"/>
    <w:rsid w:val="00506AE7"/>
    <w:rsid w:val="00507412"/>
    <w:rsid w:val="005074E2"/>
    <w:rsid w:val="00507677"/>
    <w:rsid w:val="00507685"/>
    <w:rsid w:val="005079AA"/>
    <w:rsid w:val="00507F7F"/>
    <w:rsid w:val="005106CA"/>
    <w:rsid w:val="00510F93"/>
    <w:rsid w:val="00511276"/>
    <w:rsid w:val="00511393"/>
    <w:rsid w:val="005116F8"/>
    <w:rsid w:val="0051174A"/>
    <w:rsid w:val="005117D7"/>
    <w:rsid w:val="0051199B"/>
    <w:rsid w:val="005119A7"/>
    <w:rsid w:val="00512528"/>
    <w:rsid w:val="00512954"/>
    <w:rsid w:val="00512AD6"/>
    <w:rsid w:val="00512D36"/>
    <w:rsid w:val="00513530"/>
    <w:rsid w:val="00513AB9"/>
    <w:rsid w:val="00513EE9"/>
    <w:rsid w:val="00513F74"/>
    <w:rsid w:val="00513FBF"/>
    <w:rsid w:val="005144AC"/>
    <w:rsid w:val="00514776"/>
    <w:rsid w:val="00514E39"/>
    <w:rsid w:val="0051586C"/>
    <w:rsid w:val="0051591B"/>
    <w:rsid w:val="0051636A"/>
    <w:rsid w:val="00516528"/>
    <w:rsid w:val="00516544"/>
    <w:rsid w:val="0051654A"/>
    <w:rsid w:val="00516A8A"/>
    <w:rsid w:val="00516B3E"/>
    <w:rsid w:val="0051753B"/>
    <w:rsid w:val="00517811"/>
    <w:rsid w:val="005200B8"/>
    <w:rsid w:val="00520466"/>
    <w:rsid w:val="005207EC"/>
    <w:rsid w:val="005208A7"/>
    <w:rsid w:val="005211FE"/>
    <w:rsid w:val="0052169E"/>
    <w:rsid w:val="00521D60"/>
    <w:rsid w:val="00521FF2"/>
    <w:rsid w:val="005221E5"/>
    <w:rsid w:val="005221FC"/>
    <w:rsid w:val="00522E04"/>
    <w:rsid w:val="00522FA9"/>
    <w:rsid w:val="0052308E"/>
    <w:rsid w:val="0052349D"/>
    <w:rsid w:val="0052393E"/>
    <w:rsid w:val="00523DAE"/>
    <w:rsid w:val="00523FA6"/>
    <w:rsid w:val="00524129"/>
    <w:rsid w:val="00524220"/>
    <w:rsid w:val="00524712"/>
    <w:rsid w:val="005247AF"/>
    <w:rsid w:val="005249C0"/>
    <w:rsid w:val="00524BAC"/>
    <w:rsid w:val="00524C7D"/>
    <w:rsid w:val="00525162"/>
    <w:rsid w:val="00525554"/>
    <w:rsid w:val="005255D3"/>
    <w:rsid w:val="005259B4"/>
    <w:rsid w:val="00526063"/>
    <w:rsid w:val="00526B60"/>
    <w:rsid w:val="00526C1C"/>
    <w:rsid w:val="005271F4"/>
    <w:rsid w:val="0052775D"/>
    <w:rsid w:val="00527D6E"/>
    <w:rsid w:val="0053026A"/>
    <w:rsid w:val="005306D1"/>
    <w:rsid w:val="00530ADB"/>
    <w:rsid w:val="00530AF4"/>
    <w:rsid w:val="00530C02"/>
    <w:rsid w:val="005313AE"/>
    <w:rsid w:val="00531971"/>
    <w:rsid w:val="00531D82"/>
    <w:rsid w:val="0053202B"/>
    <w:rsid w:val="005320CE"/>
    <w:rsid w:val="005323A3"/>
    <w:rsid w:val="005323F9"/>
    <w:rsid w:val="005329C5"/>
    <w:rsid w:val="00532E1F"/>
    <w:rsid w:val="005330C5"/>
    <w:rsid w:val="00533142"/>
    <w:rsid w:val="00533477"/>
    <w:rsid w:val="0053393B"/>
    <w:rsid w:val="00533A13"/>
    <w:rsid w:val="00533A5A"/>
    <w:rsid w:val="00533A94"/>
    <w:rsid w:val="00533CEF"/>
    <w:rsid w:val="00533E35"/>
    <w:rsid w:val="00534084"/>
    <w:rsid w:val="005340BD"/>
    <w:rsid w:val="00534417"/>
    <w:rsid w:val="0053461D"/>
    <w:rsid w:val="00534C54"/>
    <w:rsid w:val="00534D06"/>
    <w:rsid w:val="00534EDF"/>
    <w:rsid w:val="005354B2"/>
    <w:rsid w:val="00535561"/>
    <w:rsid w:val="0053577B"/>
    <w:rsid w:val="00535F26"/>
    <w:rsid w:val="00536005"/>
    <w:rsid w:val="0053640B"/>
    <w:rsid w:val="0053687F"/>
    <w:rsid w:val="005368F1"/>
    <w:rsid w:val="00536AC1"/>
    <w:rsid w:val="00536DC8"/>
    <w:rsid w:val="00537566"/>
    <w:rsid w:val="00537647"/>
    <w:rsid w:val="00537720"/>
    <w:rsid w:val="005377DD"/>
    <w:rsid w:val="005378ED"/>
    <w:rsid w:val="00537DAF"/>
    <w:rsid w:val="00537F5F"/>
    <w:rsid w:val="0054072E"/>
    <w:rsid w:val="00540D08"/>
    <w:rsid w:val="0054129C"/>
    <w:rsid w:val="0054143F"/>
    <w:rsid w:val="00541536"/>
    <w:rsid w:val="00541665"/>
    <w:rsid w:val="005418A6"/>
    <w:rsid w:val="00541CFC"/>
    <w:rsid w:val="00541F9A"/>
    <w:rsid w:val="00541FD4"/>
    <w:rsid w:val="005422EE"/>
    <w:rsid w:val="005424C1"/>
    <w:rsid w:val="00542F53"/>
    <w:rsid w:val="00542FC0"/>
    <w:rsid w:val="00543889"/>
    <w:rsid w:val="00543935"/>
    <w:rsid w:val="00543A9D"/>
    <w:rsid w:val="00544373"/>
    <w:rsid w:val="0054444C"/>
    <w:rsid w:val="005448B5"/>
    <w:rsid w:val="00544DC9"/>
    <w:rsid w:val="00544E38"/>
    <w:rsid w:val="00544EB1"/>
    <w:rsid w:val="00544F13"/>
    <w:rsid w:val="0054573A"/>
    <w:rsid w:val="0054590E"/>
    <w:rsid w:val="00546040"/>
    <w:rsid w:val="005460FB"/>
    <w:rsid w:val="00546529"/>
    <w:rsid w:val="0054662C"/>
    <w:rsid w:val="00546682"/>
    <w:rsid w:val="00546E28"/>
    <w:rsid w:val="00546F31"/>
    <w:rsid w:val="0054784E"/>
    <w:rsid w:val="00547BC8"/>
    <w:rsid w:val="0055029E"/>
    <w:rsid w:val="005502ED"/>
    <w:rsid w:val="005503F2"/>
    <w:rsid w:val="00550663"/>
    <w:rsid w:val="00550946"/>
    <w:rsid w:val="005509C8"/>
    <w:rsid w:val="00550A71"/>
    <w:rsid w:val="00550FBE"/>
    <w:rsid w:val="00551026"/>
    <w:rsid w:val="005519A6"/>
    <w:rsid w:val="00551DDA"/>
    <w:rsid w:val="00552139"/>
    <w:rsid w:val="00552173"/>
    <w:rsid w:val="00552228"/>
    <w:rsid w:val="005523C3"/>
    <w:rsid w:val="00552557"/>
    <w:rsid w:val="00552AEE"/>
    <w:rsid w:val="00552CD9"/>
    <w:rsid w:val="00552F98"/>
    <w:rsid w:val="00553025"/>
    <w:rsid w:val="00553D54"/>
    <w:rsid w:val="005540DB"/>
    <w:rsid w:val="00554A79"/>
    <w:rsid w:val="00554E05"/>
    <w:rsid w:val="005550C4"/>
    <w:rsid w:val="00555685"/>
    <w:rsid w:val="0055583E"/>
    <w:rsid w:val="00555B37"/>
    <w:rsid w:val="00555BA3"/>
    <w:rsid w:val="00555BD6"/>
    <w:rsid w:val="00555EE3"/>
    <w:rsid w:val="005563F9"/>
    <w:rsid w:val="00556578"/>
    <w:rsid w:val="00557086"/>
    <w:rsid w:val="00557C5D"/>
    <w:rsid w:val="00557E67"/>
    <w:rsid w:val="00560063"/>
    <w:rsid w:val="00560FE7"/>
    <w:rsid w:val="005611DE"/>
    <w:rsid w:val="005615BE"/>
    <w:rsid w:val="0056170C"/>
    <w:rsid w:val="0056185C"/>
    <w:rsid w:val="00561BC0"/>
    <w:rsid w:val="00561F51"/>
    <w:rsid w:val="0056219D"/>
    <w:rsid w:val="005624D0"/>
    <w:rsid w:val="00562522"/>
    <w:rsid w:val="0056276E"/>
    <w:rsid w:val="00562B63"/>
    <w:rsid w:val="00562C6C"/>
    <w:rsid w:val="00562E5B"/>
    <w:rsid w:val="0056309B"/>
    <w:rsid w:val="005633BE"/>
    <w:rsid w:val="005637E8"/>
    <w:rsid w:val="0056392D"/>
    <w:rsid w:val="00563DFD"/>
    <w:rsid w:val="00564E2A"/>
    <w:rsid w:val="00565248"/>
    <w:rsid w:val="00565451"/>
    <w:rsid w:val="00565661"/>
    <w:rsid w:val="00565669"/>
    <w:rsid w:val="00565712"/>
    <w:rsid w:val="00565AFD"/>
    <w:rsid w:val="00565DFA"/>
    <w:rsid w:val="00565E8C"/>
    <w:rsid w:val="00566126"/>
    <w:rsid w:val="00566642"/>
    <w:rsid w:val="0056693C"/>
    <w:rsid w:val="00566A42"/>
    <w:rsid w:val="00567108"/>
    <w:rsid w:val="00567340"/>
    <w:rsid w:val="005673D1"/>
    <w:rsid w:val="00567610"/>
    <w:rsid w:val="0057029F"/>
    <w:rsid w:val="00570741"/>
    <w:rsid w:val="0057085D"/>
    <w:rsid w:val="0057088D"/>
    <w:rsid w:val="00571095"/>
    <w:rsid w:val="005714A9"/>
    <w:rsid w:val="005715BF"/>
    <w:rsid w:val="005719F2"/>
    <w:rsid w:val="00571AB0"/>
    <w:rsid w:val="0057223B"/>
    <w:rsid w:val="00572CC6"/>
    <w:rsid w:val="00572EE3"/>
    <w:rsid w:val="005732EC"/>
    <w:rsid w:val="005734E8"/>
    <w:rsid w:val="00573641"/>
    <w:rsid w:val="00573971"/>
    <w:rsid w:val="005739CC"/>
    <w:rsid w:val="00573C26"/>
    <w:rsid w:val="0057482E"/>
    <w:rsid w:val="00574C79"/>
    <w:rsid w:val="00574DEF"/>
    <w:rsid w:val="00574F36"/>
    <w:rsid w:val="005758EB"/>
    <w:rsid w:val="005764CF"/>
    <w:rsid w:val="00576DC6"/>
    <w:rsid w:val="00576E65"/>
    <w:rsid w:val="00577E72"/>
    <w:rsid w:val="0058000D"/>
    <w:rsid w:val="005803C0"/>
    <w:rsid w:val="00580595"/>
    <w:rsid w:val="005807F4"/>
    <w:rsid w:val="00580F65"/>
    <w:rsid w:val="00581303"/>
    <w:rsid w:val="0058156C"/>
    <w:rsid w:val="00581731"/>
    <w:rsid w:val="00581B82"/>
    <w:rsid w:val="00581D94"/>
    <w:rsid w:val="00581E94"/>
    <w:rsid w:val="005821C2"/>
    <w:rsid w:val="00582E0B"/>
    <w:rsid w:val="005830E7"/>
    <w:rsid w:val="0058311F"/>
    <w:rsid w:val="00583751"/>
    <w:rsid w:val="00583FA8"/>
    <w:rsid w:val="00584181"/>
    <w:rsid w:val="00584217"/>
    <w:rsid w:val="005842C2"/>
    <w:rsid w:val="005849F6"/>
    <w:rsid w:val="00584FDC"/>
    <w:rsid w:val="00585B63"/>
    <w:rsid w:val="0058608E"/>
    <w:rsid w:val="005864BC"/>
    <w:rsid w:val="00586E27"/>
    <w:rsid w:val="00587037"/>
    <w:rsid w:val="005874FE"/>
    <w:rsid w:val="00587CCF"/>
    <w:rsid w:val="0059017D"/>
    <w:rsid w:val="005906B6"/>
    <w:rsid w:val="00590D62"/>
    <w:rsid w:val="00591359"/>
    <w:rsid w:val="005913B7"/>
    <w:rsid w:val="005918F6"/>
    <w:rsid w:val="00591B55"/>
    <w:rsid w:val="005923AE"/>
    <w:rsid w:val="005925D9"/>
    <w:rsid w:val="00592BAC"/>
    <w:rsid w:val="00592C9C"/>
    <w:rsid w:val="00593214"/>
    <w:rsid w:val="0059340E"/>
    <w:rsid w:val="0059357A"/>
    <w:rsid w:val="00593788"/>
    <w:rsid w:val="0059382B"/>
    <w:rsid w:val="00593BB7"/>
    <w:rsid w:val="00593BD6"/>
    <w:rsid w:val="0059480F"/>
    <w:rsid w:val="005948C1"/>
    <w:rsid w:val="005955AF"/>
    <w:rsid w:val="005964EA"/>
    <w:rsid w:val="00596845"/>
    <w:rsid w:val="00596959"/>
    <w:rsid w:val="005969B0"/>
    <w:rsid w:val="00596D3E"/>
    <w:rsid w:val="00596F6A"/>
    <w:rsid w:val="005974BB"/>
    <w:rsid w:val="00597604"/>
    <w:rsid w:val="005976A2"/>
    <w:rsid w:val="00597700"/>
    <w:rsid w:val="0059771F"/>
    <w:rsid w:val="00597A50"/>
    <w:rsid w:val="00597B6B"/>
    <w:rsid w:val="005A028F"/>
    <w:rsid w:val="005A04C5"/>
    <w:rsid w:val="005A06B3"/>
    <w:rsid w:val="005A0CE1"/>
    <w:rsid w:val="005A1299"/>
    <w:rsid w:val="005A1438"/>
    <w:rsid w:val="005A182C"/>
    <w:rsid w:val="005A18F4"/>
    <w:rsid w:val="005A1B80"/>
    <w:rsid w:val="005A2118"/>
    <w:rsid w:val="005A2748"/>
    <w:rsid w:val="005A3336"/>
    <w:rsid w:val="005A3A79"/>
    <w:rsid w:val="005A3CAC"/>
    <w:rsid w:val="005A3EDF"/>
    <w:rsid w:val="005A3FED"/>
    <w:rsid w:val="005A41CC"/>
    <w:rsid w:val="005A41ED"/>
    <w:rsid w:val="005A447D"/>
    <w:rsid w:val="005A4A12"/>
    <w:rsid w:val="005A4C0B"/>
    <w:rsid w:val="005A5271"/>
    <w:rsid w:val="005A5A82"/>
    <w:rsid w:val="005A5C46"/>
    <w:rsid w:val="005A5D4C"/>
    <w:rsid w:val="005A5D8D"/>
    <w:rsid w:val="005A61A8"/>
    <w:rsid w:val="005A61CC"/>
    <w:rsid w:val="005A6266"/>
    <w:rsid w:val="005A6637"/>
    <w:rsid w:val="005A6A37"/>
    <w:rsid w:val="005A6AA4"/>
    <w:rsid w:val="005A6AF6"/>
    <w:rsid w:val="005A77B7"/>
    <w:rsid w:val="005A7A3E"/>
    <w:rsid w:val="005A7FB7"/>
    <w:rsid w:val="005B029C"/>
    <w:rsid w:val="005B04FF"/>
    <w:rsid w:val="005B0A74"/>
    <w:rsid w:val="005B17E1"/>
    <w:rsid w:val="005B295A"/>
    <w:rsid w:val="005B2970"/>
    <w:rsid w:val="005B2C3E"/>
    <w:rsid w:val="005B2E7B"/>
    <w:rsid w:val="005B345C"/>
    <w:rsid w:val="005B3762"/>
    <w:rsid w:val="005B3ABF"/>
    <w:rsid w:val="005B3E33"/>
    <w:rsid w:val="005B3FB2"/>
    <w:rsid w:val="005B47DF"/>
    <w:rsid w:val="005B4865"/>
    <w:rsid w:val="005B4E99"/>
    <w:rsid w:val="005B5049"/>
    <w:rsid w:val="005B549B"/>
    <w:rsid w:val="005B5CFF"/>
    <w:rsid w:val="005B6300"/>
    <w:rsid w:val="005B68A8"/>
    <w:rsid w:val="005B71A8"/>
    <w:rsid w:val="005B71E2"/>
    <w:rsid w:val="005B72F1"/>
    <w:rsid w:val="005B7BE3"/>
    <w:rsid w:val="005B7CD9"/>
    <w:rsid w:val="005B7F11"/>
    <w:rsid w:val="005C0255"/>
    <w:rsid w:val="005C0302"/>
    <w:rsid w:val="005C0980"/>
    <w:rsid w:val="005C0C88"/>
    <w:rsid w:val="005C0EBF"/>
    <w:rsid w:val="005C140A"/>
    <w:rsid w:val="005C17BE"/>
    <w:rsid w:val="005C1B8C"/>
    <w:rsid w:val="005C1CA7"/>
    <w:rsid w:val="005C215A"/>
    <w:rsid w:val="005C21AE"/>
    <w:rsid w:val="005C22CF"/>
    <w:rsid w:val="005C24F0"/>
    <w:rsid w:val="005C259F"/>
    <w:rsid w:val="005C2A34"/>
    <w:rsid w:val="005C2C1A"/>
    <w:rsid w:val="005C3034"/>
    <w:rsid w:val="005C31B6"/>
    <w:rsid w:val="005C34F1"/>
    <w:rsid w:val="005C3D43"/>
    <w:rsid w:val="005C3D88"/>
    <w:rsid w:val="005C3F8B"/>
    <w:rsid w:val="005C405E"/>
    <w:rsid w:val="005C46F7"/>
    <w:rsid w:val="005C471F"/>
    <w:rsid w:val="005C48DE"/>
    <w:rsid w:val="005C49EA"/>
    <w:rsid w:val="005C4EAC"/>
    <w:rsid w:val="005C505A"/>
    <w:rsid w:val="005C50F5"/>
    <w:rsid w:val="005C5153"/>
    <w:rsid w:val="005C5258"/>
    <w:rsid w:val="005C571F"/>
    <w:rsid w:val="005C5BF2"/>
    <w:rsid w:val="005C5FE6"/>
    <w:rsid w:val="005C628D"/>
    <w:rsid w:val="005C6334"/>
    <w:rsid w:val="005C66D3"/>
    <w:rsid w:val="005C66EB"/>
    <w:rsid w:val="005C6D42"/>
    <w:rsid w:val="005C6F8D"/>
    <w:rsid w:val="005C70F5"/>
    <w:rsid w:val="005C75A4"/>
    <w:rsid w:val="005C77BA"/>
    <w:rsid w:val="005C77D7"/>
    <w:rsid w:val="005C78D1"/>
    <w:rsid w:val="005C7B36"/>
    <w:rsid w:val="005C7B5F"/>
    <w:rsid w:val="005C7BF3"/>
    <w:rsid w:val="005C7D60"/>
    <w:rsid w:val="005C7E0F"/>
    <w:rsid w:val="005D00C7"/>
    <w:rsid w:val="005D0132"/>
    <w:rsid w:val="005D081A"/>
    <w:rsid w:val="005D08D7"/>
    <w:rsid w:val="005D0E39"/>
    <w:rsid w:val="005D0F71"/>
    <w:rsid w:val="005D1384"/>
    <w:rsid w:val="005D1436"/>
    <w:rsid w:val="005D1495"/>
    <w:rsid w:val="005D23B9"/>
    <w:rsid w:val="005D2647"/>
    <w:rsid w:val="005D321C"/>
    <w:rsid w:val="005D3435"/>
    <w:rsid w:val="005D3689"/>
    <w:rsid w:val="005D3753"/>
    <w:rsid w:val="005D3959"/>
    <w:rsid w:val="005D3CC7"/>
    <w:rsid w:val="005D3D64"/>
    <w:rsid w:val="005D4013"/>
    <w:rsid w:val="005D4371"/>
    <w:rsid w:val="005D4644"/>
    <w:rsid w:val="005D4C20"/>
    <w:rsid w:val="005D4E7B"/>
    <w:rsid w:val="005D4FE3"/>
    <w:rsid w:val="005D5392"/>
    <w:rsid w:val="005D5A61"/>
    <w:rsid w:val="005D5D20"/>
    <w:rsid w:val="005D641C"/>
    <w:rsid w:val="005D6C4A"/>
    <w:rsid w:val="005D6E02"/>
    <w:rsid w:val="005D727F"/>
    <w:rsid w:val="005D73B9"/>
    <w:rsid w:val="005D7ECA"/>
    <w:rsid w:val="005E00AC"/>
    <w:rsid w:val="005E0B20"/>
    <w:rsid w:val="005E0E4C"/>
    <w:rsid w:val="005E0F73"/>
    <w:rsid w:val="005E105A"/>
    <w:rsid w:val="005E1127"/>
    <w:rsid w:val="005E12A7"/>
    <w:rsid w:val="005E143E"/>
    <w:rsid w:val="005E207A"/>
    <w:rsid w:val="005E273C"/>
    <w:rsid w:val="005E2F87"/>
    <w:rsid w:val="005E3750"/>
    <w:rsid w:val="005E378D"/>
    <w:rsid w:val="005E3796"/>
    <w:rsid w:val="005E3A37"/>
    <w:rsid w:val="005E3D81"/>
    <w:rsid w:val="005E3ED3"/>
    <w:rsid w:val="005E450F"/>
    <w:rsid w:val="005E4ADB"/>
    <w:rsid w:val="005E4D97"/>
    <w:rsid w:val="005E5792"/>
    <w:rsid w:val="005E5C03"/>
    <w:rsid w:val="005E5C5E"/>
    <w:rsid w:val="005E606B"/>
    <w:rsid w:val="005E60E2"/>
    <w:rsid w:val="005E633A"/>
    <w:rsid w:val="005E641A"/>
    <w:rsid w:val="005E6421"/>
    <w:rsid w:val="005E64AD"/>
    <w:rsid w:val="005E6775"/>
    <w:rsid w:val="005E69AE"/>
    <w:rsid w:val="005E6AF3"/>
    <w:rsid w:val="005E7381"/>
    <w:rsid w:val="005E7434"/>
    <w:rsid w:val="005E7C1D"/>
    <w:rsid w:val="005F0022"/>
    <w:rsid w:val="005F025E"/>
    <w:rsid w:val="005F038C"/>
    <w:rsid w:val="005F0393"/>
    <w:rsid w:val="005F0620"/>
    <w:rsid w:val="005F072D"/>
    <w:rsid w:val="005F0EBD"/>
    <w:rsid w:val="005F121F"/>
    <w:rsid w:val="005F124C"/>
    <w:rsid w:val="005F1921"/>
    <w:rsid w:val="005F21F9"/>
    <w:rsid w:val="005F223B"/>
    <w:rsid w:val="005F24DA"/>
    <w:rsid w:val="005F300E"/>
    <w:rsid w:val="005F30B5"/>
    <w:rsid w:val="005F30DD"/>
    <w:rsid w:val="005F3554"/>
    <w:rsid w:val="005F3779"/>
    <w:rsid w:val="005F3AFE"/>
    <w:rsid w:val="005F3E23"/>
    <w:rsid w:val="005F4158"/>
    <w:rsid w:val="005F49B6"/>
    <w:rsid w:val="005F4B3B"/>
    <w:rsid w:val="005F4E0A"/>
    <w:rsid w:val="005F5130"/>
    <w:rsid w:val="005F5657"/>
    <w:rsid w:val="005F5972"/>
    <w:rsid w:val="005F5DF0"/>
    <w:rsid w:val="005F5EF4"/>
    <w:rsid w:val="005F5F74"/>
    <w:rsid w:val="005F6322"/>
    <w:rsid w:val="005F6445"/>
    <w:rsid w:val="005F6554"/>
    <w:rsid w:val="005F6D8F"/>
    <w:rsid w:val="005F702A"/>
    <w:rsid w:val="005F706E"/>
    <w:rsid w:val="005F78C1"/>
    <w:rsid w:val="005F7B56"/>
    <w:rsid w:val="00600225"/>
    <w:rsid w:val="0060028B"/>
    <w:rsid w:val="006002BF"/>
    <w:rsid w:val="0060057F"/>
    <w:rsid w:val="0060078A"/>
    <w:rsid w:val="00600C54"/>
    <w:rsid w:val="00600E67"/>
    <w:rsid w:val="00600FCE"/>
    <w:rsid w:val="006010E9"/>
    <w:rsid w:val="00601A5A"/>
    <w:rsid w:val="00601F73"/>
    <w:rsid w:val="00602052"/>
    <w:rsid w:val="006021F6"/>
    <w:rsid w:val="006023A0"/>
    <w:rsid w:val="006030D0"/>
    <w:rsid w:val="006031B8"/>
    <w:rsid w:val="006040AF"/>
    <w:rsid w:val="006044CB"/>
    <w:rsid w:val="0060485F"/>
    <w:rsid w:val="00604C2C"/>
    <w:rsid w:val="00604C84"/>
    <w:rsid w:val="00604DB1"/>
    <w:rsid w:val="006056A4"/>
    <w:rsid w:val="0060585B"/>
    <w:rsid w:val="00605B1E"/>
    <w:rsid w:val="00605CE5"/>
    <w:rsid w:val="00605FEE"/>
    <w:rsid w:val="0060622E"/>
    <w:rsid w:val="0060698B"/>
    <w:rsid w:val="00606BE3"/>
    <w:rsid w:val="00606FE7"/>
    <w:rsid w:val="006070F4"/>
    <w:rsid w:val="00610119"/>
    <w:rsid w:val="006107E3"/>
    <w:rsid w:val="00610B8B"/>
    <w:rsid w:val="00611509"/>
    <w:rsid w:val="0061180C"/>
    <w:rsid w:val="006118E3"/>
    <w:rsid w:val="006120B1"/>
    <w:rsid w:val="00612180"/>
    <w:rsid w:val="006125CD"/>
    <w:rsid w:val="00612DFE"/>
    <w:rsid w:val="00612FB6"/>
    <w:rsid w:val="00613475"/>
    <w:rsid w:val="00613618"/>
    <w:rsid w:val="006137A5"/>
    <w:rsid w:val="006137AF"/>
    <w:rsid w:val="00613F79"/>
    <w:rsid w:val="00614361"/>
    <w:rsid w:val="006145CB"/>
    <w:rsid w:val="00614789"/>
    <w:rsid w:val="00614802"/>
    <w:rsid w:val="00614909"/>
    <w:rsid w:val="00614B00"/>
    <w:rsid w:val="00614F92"/>
    <w:rsid w:val="00615158"/>
    <w:rsid w:val="00615C3B"/>
    <w:rsid w:val="00615FE0"/>
    <w:rsid w:val="00616649"/>
    <w:rsid w:val="006177B4"/>
    <w:rsid w:val="00617B7F"/>
    <w:rsid w:val="00620195"/>
    <w:rsid w:val="006208BB"/>
    <w:rsid w:val="006209C7"/>
    <w:rsid w:val="00620A41"/>
    <w:rsid w:val="00620ADE"/>
    <w:rsid w:val="00621174"/>
    <w:rsid w:val="006211FB"/>
    <w:rsid w:val="006212F0"/>
    <w:rsid w:val="00621418"/>
    <w:rsid w:val="0062142E"/>
    <w:rsid w:val="00621485"/>
    <w:rsid w:val="006218FA"/>
    <w:rsid w:val="0062192B"/>
    <w:rsid w:val="00621ED8"/>
    <w:rsid w:val="00622264"/>
    <w:rsid w:val="00622386"/>
    <w:rsid w:val="006223A2"/>
    <w:rsid w:val="00622B77"/>
    <w:rsid w:val="006231C3"/>
    <w:rsid w:val="00623367"/>
    <w:rsid w:val="006236FA"/>
    <w:rsid w:val="00623938"/>
    <w:rsid w:val="00623A3B"/>
    <w:rsid w:val="00623AFE"/>
    <w:rsid w:val="0062449B"/>
    <w:rsid w:val="006245B2"/>
    <w:rsid w:val="00624890"/>
    <w:rsid w:val="0062491C"/>
    <w:rsid w:val="006249ED"/>
    <w:rsid w:val="00624EA0"/>
    <w:rsid w:val="00625339"/>
    <w:rsid w:val="006253D7"/>
    <w:rsid w:val="00625DB2"/>
    <w:rsid w:val="006263F8"/>
    <w:rsid w:val="00626A6A"/>
    <w:rsid w:val="00626CBF"/>
    <w:rsid w:val="006275A0"/>
    <w:rsid w:val="00627653"/>
    <w:rsid w:val="00627766"/>
    <w:rsid w:val="006279F5"/>
    <w:rsid w:val="00627A2E"/>
    <w:rsid w:val="00627AF7"/>
    <w:rsid w:val="00627DB6"/>
    <w:rsid w:val="006307ED"/>
    <w:rsid w:val="0063082B"/>
    <w:rsid w:val="0063094D"/>
    <w:rsid w:val="00630C50"/>
    <w:rsid w:val="00630D8F"/>
    <w:rsid w:val="00631525"/>
    <w:rsid w:val="00631C65"/>
    <w:rsid w:val="00631CA5"/>
    <w:rsid w:val="00631D85"/>
    <w:rsid w:val="00632A74"/>
    <w:rsid w:val="006330BA"/>
    <w:rsid w:val="00633876"/>
    <w:rsid w:val="00633921"/>
    <w:rsid w:val="00633AB0"/>
    <w:rsid w:val="00633E1D"/>
    <w:rsid w:val="00634010"/>
    <w:rsid w:val="006346D2"/>
    <w:rsid w:val="00634A47"/>
    <w:rsid w:val="00634A4B"/>
    <w:rsid w:val="00634AB2"/>
    <w:rsid w:val="00634C8C"/>
    <w:rsid w:val="00635133"/>
    <w:rsid w:val="0063521F"/>
    <w:rsid w:val="00635ACB"/>
    <w:rsid w:val="00635DFB"/>
    <w:rsid w:val="00635F68"/>
    <w:rsid w:val="00635FF0"/>
    <w:rsid w:val="006364EA"/>
    <w:rsid w:val="00636988"/>
    <w:rsid w:val="00636B05"/>
    <w:rsid w:val="006372CE"/>
    <w:rsid w:val="00637FDE"/>
    <w:rsid w:val="006402E9"/>
    <w:rsid w:val="00640783"/>
    <w:rsid w:val="006410E8"/>
    <w:rsid w:val="00641112"/>
    <w:rsid w:val="00641662"/>
    <w:rsid w:val="006416AA"/>
    <w:rsid w:val="0064177E"/>
    <w:rsid w:val="00641D33"/>
    <w:rsid w:val="00641DE5"/>
    <w:rsid w:val="00641E15"/>
    <w:rsid w:val="006420BA"/>
    <w:rsid w:val="006432AD"/>
    <w:rsid w:val="0064359B"/>
    <w:rsid w:val="00643747"/>
    <w:rsid w:val="00643F75"/>
    <w:rsid w:val="006449BB"/>
    <w:rsid w:val="0064526A"/>
    <w:rsid w:val="00645C92"/>
    <w:rsid w:val="00645F6B"/>
    <w:rsid w:val="00645FE9"/>
    <w:rsid w:val="0064624B"/>
    <w:rsid w:val="0064625B"/>
    <w:rsid w:val="0064627A"/>
    <w:rsid w:val="006467ED"/>
    <w:rsid w:val="00646950"/>
    <w:rsid w:val="006469B6"/>
    <w:rsid w:val="00647017"/>
    <w:rsid w:val="0064729B"/>
    <w:rsid w:val="006477AB"/>
    <w:rsid w:val="00647F9F"/>
    <w:rsid w:val="006500F7"/>
    <w:rsid w:val="006503AA"/>
    <w:rsid w:val="00651008"/>
    <w:rsid w:val="00651044"/>
    <w:rsid w:val="006515EC"/>
    <w:rsid w:val="00651C05"/>
    <w:rsid w:val="00651C81"/>
    <w:rsid w:val="006526D2"/>
    <w:rsid w:val="00652846"/>
    <w:rsid w:val="0065369B"/>
    <w:rsid w:val="0065410F"/>
    <w:rsid w:val="00654268"/>
    <w:rsid w:val="00654762"/>
    <w:rsid w:val="00654AE6"/>
    <w:rsid w:val="00654D2D"/>
    <w:rsid w:val="0065501E"/>
    <w:rsid w:val="0065507E"/>
    <w:rsid w:val="00655ACF"/>
    <w:rsid w:val="00655C18"/>
    <w:rsid w:val="00655DC0"/>
    <w:rsid w:val="006562AD"/>
    <w:rsid w:val="00656F16"/>
    <w:rsid w:val="00657600"/>
    <w:rsid w:val="00657780"/>
    <w:rsid w:val="0065796A"/>
    <w:rsid w:val="00657982"/>
    <w:rsid w:val="00657B42"/>
    <w:rsid w:val="00657F55"/>
    <w:rsid w:val="00660C72"/>
    <w:rsid w:val="00660E3B"/>
    <w:rsid w:val="00662136"/>
    <w:rsid w:val="006621C4"/>
    <w:rsid w:val="0066225E"/>
    <w:rsid w:val="00662D21"/>
    <w:rsid w:val="0066311B"/>
    <w:rsid w:val="006631D6"/>
    <w:rsid w:val="006632F1"/>
    <w:rsid w:val="006636D1"/>
    <w:rsid w:val="00663DF5"/>
    <w:rsid w:val="00663F2A"/>
    <w:rsid w:val="006642DD"/>
    <w:rsid w:val="006647AC"/>
    <w:rsid w:val="006647FD"/>
    <w:rsid w:val="0066496F"/>
    <w:rsid w:val="00664998"/>
    <w:rsid w:val="00664999"/>
    <w:rsid w:val="00664A16"/>
    <w:rsid w:val="00664A9B"/>
    <w:rsid w:val="006651C3"/>
    <w:rsid w:val="00665456"/>
    <w:rsid w:val="006659BA"/>
    <w:rsid w:val="0066640A"/>
    <w:rsid w:val="00666848"/>
    <w:rsid w:val="006669E0"/>
    <w:rsid w:val="00666D6B"/>
    <w:rsid w:val="00666E75"/>
    <w:rsid w:val="006670FC"/>
    <w:rsid w:val="006676BB"/>
    <w:rsid w:val="006701B0"/>
    <w:rsid w:val="00670201"/>
    <w:rsid w:val="006704E3"/>
    <w:rsid w:val="006708E3"/>
    <w:rsid w:val="00670E5C"/>
    <w:rsid w:val="00671066"/>
    <w:rsid w:val="006710A0"/>
    <w:rsid w:val="00671492"/>
    <w:rsid w:val="006716B8"/>
    <w:rsid w:val="006718C3"/>
    <w:rsid w:val="00671DD2"/>
    <w:rsid w:val="006723E3"/>
    <w:rsid w:val="00672503"/>
    <w:rsid w:val="00672AE6"/>
    <w:rsid w:val="0067319F"/>
    <w:rsid w:val="00673240"/>
    <w:rsid w:val="00673262"/>
    <w:rsid w:val="0067375B"/>
    <w:rsid w:val="00673B99"/>
    <w:rsid w:val="00673E16"/>
    <w:rsid w:val="006740F0"/>
    <w:rsid w:val="0067439F"/>
    <w:rsid w:val="006743AE"/>
    <w:rsid w:val="006745F0"/>
    <w:rsid w:val="00674932"/>
    <w:rsid w:val="00674D42"/>
    <w:rsid w:val="00674F9D"/>
    <w:rsid w:val="00675231"/>
    <w:rsid w:val="00675277"/>
    <w:rsid w:val="0067540D"/>
    <w:rsid w:val="006759CA"/>
    <w:rsid w:val="0067606B"/>
    <w:rsid w:val="00676177"/>
    <w:rsid w:val="0067629C"/>
    <w:rsid w:val="006763A1"/>
    <w:rsid w:val="006763DA"/>
    <w:rsid w:val="006765B6"/>
    <w:rsid w:val="00676710"/>
    <w:rsid w:val="006768DD"/>
    <w:rsid w:val="00676D9D"/>
    <w:rsid w:val="00677346"/>
    <w:rsid w:val="00677598"/>
    <w:rsid w:val="00677A9A"/>
    <w:rsid w:val="00677FE5"/>
    <w:rsid w:val="00680378"/>
    <w:rsid w:val="0068041A"/>
    <w:rsid w:val="00680C70"/>
    <w:rsid w:val="00680E2E"/>
    <w:rsid w:val="0068124F"/>
    <w:rsid w:val="0068149C"/>
    <w:rsid w:val="006817C0"/>
    <w:rsid w:val="006818B8"/>
    <w:rsid w:val="006818EE"/>
    <w:rsid w:val="00681A91"/>
    <w:rsid w:val="00682199"/>
    <w:rsid w:val="00682811"/>
    <w:rsid w:val="00682872"/>
    <w:rsid w:val="00682A0B"/>
    <w:rsid w:val="00682BC6"/>
    <w:rsid w:val="00682CDF"/>
    <w:rsid w:val="00682FC1"/>
    <w:rsid w:val="0068318B"/>
    <w:rsid w:val="006836CC"/>
    <w:rsid w:val="00683731"/>
    <w:rsid w:val="006837B2"/>
    <w:rsid w:val="00683FEB"/>
    <w:rsid w:val="00684291"/>
    <w:rsid w:val="00684561"/>
    <w:rsid w:val="0068463B"/>
    <w:rsid w:val="00684656"/>
    <w:rsid w:val="00684AD4"/>
    <w:rsid w:val="00684B37"/>
    <w:rsid w:val="00684BF9"/>
    <w:rsid w:val="00684CC3"/>
    <w:rsid w:val="0068526B"/>
    <w:rsid w:val="006853FC"/>
    <w:rsid w:val="00685444"/>
    <w:rsid w:val="0068546B"/>
    <w:rsid w:val="00685525"/>
    <w:rsid w:val="006858F9"/>
    <w:rsid w:val="00685D10"/>
    <w:rsid w:val="00685D69"/>
    <w:rsid w:val="006863E1"/>
    <w:rsid w:val="00686A58"/>
    <w:rsid w:val="00686B8C"/>
    <w:rsid w:val="00686BCE"/>
    <w:rsid w:val="00686E54"/>
    <w:rsid w:val="00687001"/>
    <w:rsid w:val="00687D17"/>
    <w:rsid w:val="006900F7"/>
    <w:rsid w:val="00690935"/>
    <w:rsid w:val="00690B3A"/>
    <w:rsid w:val="006918FA"/>
    <w:rsid w:val="00691A8D"/>
    <w:rsid w:val="00691EC5"/>
    <w:rsid w:val="006921DB"/>
    <w:rsid w:val="006926DC"/>
    <w:rsid w:val="0069282D"/>
    <w:rsid w:val="00692AF0"/>
    <w:rsid w:val="00692CA6"/>
    <w:rsid w:val="00692EEF"/>
    <w:rsid w:val="00693140"/>
    <w:rsid w:val="006936BE"/>
    <w:rsid w:val="0069376F"/>
    <w:rsid w:val="0069384A"/>
    <w:rsid w:val="006938C7"/>
    <w:rsid w:val="006939F7"/>
    <w:rsid w:val="00693E26"/>
    <w:rsid w:val="00693FB7"/>
    <w:rsid w:val="006948CF"/>
    <w:rsid w:val="00694F2A"/>
    <w:rsid w:val="00694F76"/>
    <w:rsid w:val="006956B8"/>
    <w:rsid w:val="00695A4F"/>
    <w:rsid w:val="006960A5"/>
    <w:rsid w:val="006961F5"/>
    <w:rsid w:val="006962D6"/>
    <w:rsid w:val="006971D8"/>
    <w:rsid w:val="0069750E"/>
    <w:rsid w:val="006976AD"/>
    <w:rsid w:val="006A02BB"/>
    <w:rsid w:val="006A032F"/>
    <w:rsid w:val="006A0E60"/>
    <w:rsid w:val="006A15F5"/>
    <w:rsid w:val="006A1839"/>
    <w:rsid w:val="006A186A"/>
    <w:rsid w:val="006A1A24"/>
    <w:rsid w:val="006A1CE4"/>
    <w:rsid w:val="006A2070"/>
    <w:rsid w:val="006A23D5"/>
    <w:rsid w:val="006A253B"/>
    <w:rsid w:val="006A2CF7"/>
    <w:rsid w:val="006A2FCE"/>
    <w:rsid w:val="006A2FEE"/>
    <w:rsid w:val="006A3267"/>
    <w:rsid w:val="006A34D5"/>
    <w:rsid w:val="006A36DD"/>
    <w:rsid w:val="006A37C3"/>
    <w:rsid w:val="006A3869"/>
    <w:rsid w:val="006A3CA7"/>
    <w:rsid w:val="006A45B2"/>
    <w:rsid w:val="006A4602"/>
    <w:rsid w:val="006A49D3"/>
    <w:rsid w:val="006A4D92"/>
    <w:rsid w:val="006A51F0"/>
    <w:rsid w:val="006A562F"/>
    <w:rsid w:val="006A5909"/>
    <w:rsid w:val="006A6276"/>
    <w:rsid w:val="006A6442"/>
    <w:rsid w:val="006A657E"/>
    <w:rsid w:val="006A66B6"/>
    <w:rsid w:val="006A673B"/>
    <w:rsid w:val="006A6B34"/>
    <w:rsid w:val="006A6CA3"/>
    <w:rsid w:val="006B02D7"/>
    <w:rsid w:val="006B03E2"/>
    <w:rsid w:val="006B07D0"/>
    <w:rsid w:val="006B0991"/>
    <w:rsid w:val="006B0D3F"/>
    <w:rsid w:val="006B10F6"/>
    <w:rsid w:val="006B120D"/>
    <w:rsid w:val="006B142D"/>
    <w:rsid w:val="006B16B7"/>
    <w:rsid w:val="006B1D82"/>
    <w:rsid w:val="006B2043"/>
    <w:rsid w:val="006B2712"/>
    <w:rsid w:val="006B2A62"/>
    <w:rsid w:val="006B2B83"/>
    <w:rsid w:val="006B2CD2"/>
    <w:rsid w:val="006B2F6A"/>
    <w:rsid w:val="006B30FC"/>
    <w:rsid w:val="006B3346"/>
    <w:rsid w:val="006B3910"/>
    <w:rsid w:val="006B43BB"/>
    <w:rsid w:val="006B440F"/>
    <w:rsid w:val="006B471A"/>
    <w:rsid w:val="006B4C24"/>
    <w:rsid w:val="006B5460"/>
    <w:rsid w:val="006B5478"/>
    <w:rsid w:val="006B56B3"/>
    <w:rsid w:val="006B5D02"/>
    <w:rsid w:val="006B5F9F"/>
    <w:rsid w:val="006B6011"/>
    <w:rsid w:val="006B6128"/>
    <w:rsid w:val="006B6281"/>
    <w:rsid w:val="006B6471"/>
    <w:rsid w:val="006B687E"/>
    <w:rsid w:val="006B6D35"/>
    <w:rsid w:val="006B6EF3"/>
    <w:rsid w:val="006B6FA6"/>
    <w:rsid w:val="006B70A1"/>
    <w:rsid w:val="006B7449"/>
    <w:rsid w:val="006B77F6"/>
    <w:rsid w:val="006B79BE"/>
    <w:rsid w:val="006B79F6"/>
    <w:rsid w:val="006B7E6F"/>
    <w:rsid w:val="006C067A"/>
    <w:rsid w:val="006C06CB"/>
    <w:rsid w:val="006C0861"/>
    <w:rsid w:val="006C1D01"/>
    <w:rsid w:val="006C2151"/>
    <w:rsid w:val="006C24D9"/>
    <w:rsid w:val="006C2B4C"/>
    <w:rsid w:val="006C30F8"/>
    <w:rsid w:val="006C37FD"/>
    <w:rsid w:val="006C3839"/>
    <w:rsid w:val="006C3C42"/>
    <w:rsid w:val="006C3D5F"/>
    <w:rsid w:val="006C4AB8"/>
    <w:rsid w:val="006C4CD4"/>
    <w:rsid w:val="006C4CE2"/>
    <w:rsid w:val="006C4EEB"/>
    <w:rsid w:val="006C4FCD"/>
    <w:rsid w:val="006C523F"/>
    <w:rsid w:val="006C5669"/>
    <w:rsid w:val="006C5772"/>
    <w:rsid w:val="006C59B7"/>
    <w:rsid w:val="006C5AB1"/>
    <w:rsid w:val="006C5B17"/>
    <w:rsid w:val="006C64F0"/>
    <w:rsid w:val="006C67DA"/>
    <w:rsid w:val="006C6A87"/>
    <w:rsid w:val="006C761C"/>
    <w:rsid w:val="006C7709"/>
    <w:rsid w:val="006C7888"/>
    <w:rsid w:val="006C7A8B"/>
    <w:rsid w:val="006C7BEA"/>
    <w:rsid w:val="006C7C45"/>
    <w:rsid w:val="006D0733"/>
    <w:rsid w:val="006D0D65"/>
    <w:rsid w:val="006D0E34"/>
    <w:rsid w:val="006D10CE"/>
    <w:rsid w:val="006D11D2"/>
    <w:rsid w:val="006D11EB"/>
    <w:rsid w:val="006D1284"/>
    <w:rsid w:val="006D1482"/>
    <w:rsid w:val="006D1511"/>
    <w:rsid w:val="006D1512"/>
    <w:rsid w:val="006D2B86"/>
    <w:rsid w:val="006D31D6"/>
    <w:rsid w:val="006D380D"/>
    <w:rsid w:val="006D453E"/>
    <w:rsid w:val="006D4921"/>
    <w:rsid w:val="006D4B11"/>
    <w:rsid w:val="006D4C69"/>
    <w:rsid w:val="006D50B6"/>
    <w:rsid w:val="006D52ED"/>
    <w:rsid w:val="006D5B1A"/>
    <w:rsid w:val="006D5C60"/>
    <w:rsid w:val="006D5EC5"/>
    <w:rsid w:val="006D5F36"/>
    <w:rsid w:val="006D62C7"/>
    <w:rsid w:val="006D674F"/>
    <w:rsid w:val="006D69A8"/>
    <w:rsid w:val="006D6FA2"/>
    <w:rsid w:val="006D7262"/>
    <w:rsid w:val="006D7404"/>
    <w:rsid w:val="006D76C1"/>
    <w:rsid w:val="006D778C"/>
    <w:rsid w:val="006D782B"/>
    <w:rsid w:val="006D7AAA"/>
    <w:rsid w:val="006D7DC1"/>
    <w:rsid w:val="006E07EA"/>
    <w:rsid w:val="006E0862"/>
    <w:rsid w:val="006E1556"/>
    <w:rsid w:val="006E18BC"/>
    <w:rsid w:val="006E1BB0"/>
    <w:rsid w:val="006E2006"/>
    <w:rsid w:val="006E204A"/>
    <w:rsid w:val="006E2290"/>
    <w:rsid w:val="006E239C"/>
    <w:rsid w:val="006E2A6A"/>
    <w:rsid w:val="006E2AF7"/>
    <w:rsid w:val="006E31F4"/>
    <w:rsid w:val="006E3ADC"/>
    <w:rsid w:val="006E41DC"/>
    <w:rsid w:val="006E46AD"/>
    <w:rsid w:val="006E4D03"/>
    <w:rsid w:val="006E4D2B"/>
    <w:rsid w:val="006E4E2E"/>
    <w:rsid w:val="006E4E6E"/>
    <w:rsid w:val="006E5F40"/>
    <w:rsid w:val="006E6070"/>
    <w:rsid w:val="006E6165"/>
    <w:rsid w:val="006E6604"/>
    <w:rsid w:val="006E68B6"/>
    <w:rsid w:val="006E6D68"/>
    <w:rsid w:val="006E6F8A"/>
    <w:rsid w:val="006E74B8"/>
    <w:rsid w:val="006E7514"/>
    <w:rsid w:val="006E7EEC"/>
    <w:rsid w:val="006F03F1"/>
    <w:rsid w:val="006F050E"/>
    <w:rsid w:val="006F055A"/>
    <w:rsid w:val="006F0C16"/>
    <w:rsid w:val="006F0C60"/>
    <w:rsid w:val="006F0E30"/>
    <w:rsid w:val="006F0F7E"/>
    <w:rsid w:val="006F0FE9"/>
    <w:rsid w:val="006F1434"/>
    <w:rsid w:val="006F179F"/>
    <w:rsid w:val="006F183D"/>
    <w:rsid w:val="006F1BAA"/>
    <w:rsid w:val="006F1C27"/>
    <w:rsid w:val="006F1C97"/>
    <w:rsid w:val="006F24B1"/>
    <w:rsid w:val="006F2E9E"/>
    <w:rsid w:val="006F2F3A"/>
    <w:rsid w:val="006F2F68"/>
    <w:rsid w:val="006F3059"/>
    <w:rsid w:val="006F3745"/>
    <w:rsid w:val="006F3C0B"/>
    <w:rsid w:val="006F3EE9"/>
    <w:rsid w:val="006F40EE"/>
    <w:rsid w:val="006F43C7"/>
    <w:rsid w:val="006F4550"/>
    <w:rsid w:val="006F4854"/>
    <w:rsid w:val="006F57A5"/>
    <w:rsid w:val="006F5CB1"/>
    <w:rsid w:val="006F613C"/>
    <w:rsid w:val="006F6567"/>
    <w:rsid w:val="006F6751"/>
    <w:rsid w:val="006F6755"/>
    <w:rsid w:val="006F6885"/>
    <w:rsid w:val="006F68B7"/>
    <w:rsid w:val="006F6CD4"/>
    <w:rsid w:val="006F6CEE"/>
    <w:rsid w:val="006F71DA"/>
    <w:rsid w:val="006F7B61"/>
    <w:rsid w:val="006F7B62"/>
    <w:rsid w:val="006F7C91"/>
    <w:rsid w:val="007004E8"/>
    <w:rsid w:val="0070063F"/>
    <w:rsid w:val="0070079F"/>
    <w:rsid w:val="0070092C"/>
    <w:rsid w:val="00700DA9"/>
    <w:rsid w:val="00700E36"/>
    <w:rsid w:val="007014B4"/>
    <w:rsid w:val="007016A9"/>
    <w:rsid w:val="00701715"/>
    <w:rsid w:val="007024E1"/>
    <w:rsid w:val="00702A20"/>
    <w:rsid w:val="00702A31"/>
    <w:rsid w:val="00703040"/>
    <w:rsid w:val="0070328B"/>
    <w:rsid w:val="00703513"/>
    <w:rsid w:val="00703608"/>
    <w:rsid w:val="007037DF"/>
    <w:rsid w:val="00703801"/>
    <w:rsid w:val="00704161"/>
    <w:rsid w:val="00704504"/>
    <w:rsid w:val="00704777"/>
    <w:rsid w:val="00704957"/>
    <w:rsid w:val="00704C38"/>
    <w:rsid w:val="007052B1"/>
    <w:rsid w:val="0070549A"/>
    <w:rsid w:val="007058EA"/>
    <w:rsid w:val="00705924"/>
    <w:rsid w:val="00705CC1"/>
    <w:rsid w:val="00705EDA"/>
    <w:rsid w:val="00705F14"/>
    <w:rsid w:val="007061C4"/>
    <w:rsid w:val="00706664"/>
    <w:rsid w:val="00706A6C"/>
    <w:rsid w:val="00706E90"/>
    <w:rsid w:val="00706FE5"/>
    <w:rsid w:val="007076E5"/>
    <w:rsid w:val="00707BB3"/>
    <w:rsid w:val="00710171"/>
    <w:rsid w:val="0071033B"/>
    <w:rsid w:val="00710EAC"/>
    <w:rsid w:val="00711722"/>
    <w:rsid w:val="00712008"/>
    <w:rsid w:val="00712BCA"/>
    <w:rsid w:val="007138EB"/>
    <w:rsid w:val="00713AF0"/>
    <w:rsid w:val="00713AFB"/>
    <w:rsid w:val="0071406A"/>
    <w:rsid w:val="007142C7"/>
    <w:rsid w:val="00714362"/>
    <w:rsid w:val="007143DB"/>
    <w:rsid w:val="00714986"/>
    <w:rsid w:val="00714A6B"/>
    <w:rsid w:val="00714B70"/>
    <w:rsid w:val="00714C83"/>
    <w:rsid w:val="00714E9B"/>
    <w:rsid w:val="00715342"/>
    <w:rsid w:val="00715524"/>
    <w:rsid w:val="007156BE"/>
    <w:rsid w:val="00715D53"/>
    <w:rsid w:val="007165DD"/>
    <w:rsid w:val="0071681A"/>
    <w:rsid w:val="00716867"/>
    <w:rsid w:val="007168CF"/>
    <w:rsid w:val="00716CBF"/>
    <w:rsid w:val="00717489"/>
    <w:rsid w:val="00717663"/>
    <w:rsid w:val="00717878"/>
    <w:rsid w:val="0071799C"/>
    <w:rsid w:val="00717A18"/>
    <w:rsid w:val="00717F41"/>
    <w:rsid w:val="0072032C"/>
    <w:rsid w:val="007205D0"/>
    <w:rsid w:val="007206CE"/>
    <w:rsid w:val="00720B4A"/>
    <w:rsid w:val="00720C48"/>
    <w:rsid w:val="00720CEC"/>
    <w:rsid w:val="00721096"/>
    <w:rsid w:val="007213AD"/>
    <w:rsid w:val="007216A8"/>
    <w:rsid w:val="007233D1"/>
    <w:rsid w:val="007233DF"/>
    <w:rsid w:val="00723A47"/>
    <w:rsid w:val="00723DA2"/>
    <w:rsid w:val="00723DCE"/>
    <w:rsid w:val="00723E8A"/>
    <w:rsid w:val="007240A6"/>
    <w:rsid w:val="00724A46"/>
    <w:rsid w:val="00724DB6"/>
    <w:rsid w:val="00724E68"/>
    <w:rsid w:val="00724FAE"/>
    <w:rsid w:val="00724FC0"/>
    <w:rsid w:val="00725175"/>
    <w:rsid w:val="007252E4"/>
    <w:rsid w:val="00725350"/>
    <w:rsid w:val="007255E7"/>
    <w:rsid w:val="00725C66"/>
    <w:rsid w:val="00726220"/>
    <w:rsid w:val="0072628B"/>
    <w:rsid w:val="00726335"/>
    <w:rsid w:val="00726885"/>
    <w:rsid w:val="00726907"/>
    <w:rsid w:val="00726914"/>
    <w:rsid w:val="00726A4A"/>
    <w:rsid w:val="00726B02"/>
    <w:rsid w:val="00726D3D"/>
    <w:rsid w:val="00726EAA"/>
    <w:rsid w:val="00726F39"/>
    <w:rsid w:val="00727123"/>
    <w:rsid w:val="007274D8"/>
    <w:rsid w:val="00727B16"/>
    <w:rsid w:val="00730586"/>
    <w:rsid w:val="00730838"/>
    <w:rsid w:val="00731116"/>
    <w:rsid w:val="007317EF"/>
    <w:rsid w:val="00731D02"/>
    <w:rsid w:val="00731FBE"/>
    <w:rsid w:val="00732143"/>
    <w:rsid w:val="007322C9"/>
    <w:rsid w:val="007328AB"/>
    <w:rsid w:val="00732A05"/>
    <w:rsid w:val="00732AD6"/>
    <w:rsid w:val="00732FCD"/>
    <w:rsid w:val="00733636"/>
    <w:rsid w:val="007336C3"/>
    <w:rsid w:val="00733CD2"/>
    <w:rsid w:val="00733EFB"/>
    <w:rsid w:val="00733FAB"/>
    <w:rsid w:val="0073404A"/>
    <w:rsid w:val="007341CD"/>
    <w:rsid w:val="00734D81"/>
    <w:rsid w:val="0073506D"/>
    <w:rsid w:val="007354CE"/>
    <w:rsid w:val="00735742"/>
    <w:rsid w:val="00735875"/>
    <w:rsid w:val="007359AD"/>
    <w:rsid w:val="00735B4B"/>
    <w:rsid w:val="00735C37"/>
    <w:rsid w:val="00736018"/>
    <w:rsid w:val="007362B2"/>
    <w:rsid w:val="00736326"/>
    <w:rsid w:val="00736628"/>
    <w:rsid w:val="00737842"/>
    <w:rsid w:val="00737ABB"/>
    <w:rsid w:val="00737F4F"/>
    <w:rsid w:val="0074037A"/>
    <w:rsid w:val="00740FAA"/>
    <w:rsid w:val="0074104E"/>
    <w:rsid w:val="0074136C"/>
    <w:rsid w:val="007415A5"/>
    <w:rsid w:val="007416EB"/>
    <w:rsid w:val="00742289"/>
    <w:rsid w:val="00742498"/>
    <w:rsid w:val="0074305A"/>
    <w:rsid w:val="0074333C"/>
    <w:rsid w:val="00743564"/>
    <w:rsid w:val="00743989"/>
    <w:rsid w:val="00743A1D"/>
    <w:rsid w:val="00743E7F"/>
    <w:rsid w:val="00744413"/>
    <w:rsid w:val="00744DF7"/>
    <w:rsid w:val="00744FC1"/>
    <w:rsid w:val="0074511F"/>
    <w:rsid w:val="00745161"/>
    <w:rsid w:val="007454B5"/>
    <w:rsid w:val="00745654"/>
    <w:rsid w:val="00745988"/>
    <w:rsid w:val="007459A7"/>
    <w:rsid w:val="00745D39"/>
    <w:rsid w:val="00745ED3"/>
    <w:rsid w:val="007462AC"/>
    <w:rsid w:val="007468D7"/>
    <w:rsid w:val="007476D7"/>
    <w:rsid w:val="00747AD9"/>
    <w:rsid w:val="00747CD7"/>
    <w:rsid w:val="00747FA6"/>
    <w:rsid w:val="00747FEC"/>
    <w:rsid w:val="00747FFD"/>
    <w:rsid w:val="0075027C"/>
    <w:rsid w:val="00750768"/>
    <w:rsid w:val="0075084B"/>
    <w:rsid w:val="00750F5A"/>
    <w:rsid w:val="007515F8"/>
    <w:rsid w:val="007517BE"/>
    <w:rsid w:val="0075192F"/>
    <w:rsid w:val="007519BF"/>
    <w:rsid w:val="00751A19"/>
    <w:rsid w:val="00751C68"/>
    <w:rsid w:val="00752A93"/>
    <w:rsid w:val="00752C0D"/>
    <w:rsid w:val="00752D8B"/>
    <w:rsid w:val="00752F0B"/>
    <w:rsid w:val="00753149"/>
    <w:rsid w:val="0075346A"/>
    <w:rsid w:val="007534EF"/>
    <w:rsid w:val="007536EA"/>
    <w:rsid w:val="0075373B"/>
    <w:rsid w:val="00753835"/>
    <w:rsid w:val="007538FB"/>
    <w:rsid w:val="00753A4F"/>
    <w:rsid w:val="00753A8C"/>
    <w:rsid w:val="00753AE2"/>
    <w:rsid w:val="00753C3D"/>
    <w:rsid w:val="0075401E"/>
    <w:rsid w:val="007540FB"/>
    <w:rsid w:val="0075495E"/>
    <w:rsid w:val="00754AAE"/>
    <w:rsid w:val="007552E1"/>
    <w:rsid w:val="00755540"/>
    <w:rsid w:val="00755770"/>
    <w:rsid w:val="00755839"/>
    <w:rsid w:val="00756474"/>
    <w:rsid w:val="00756AEA"/>
    <w:rsid w:val="00757072"/>
    <w:rsid w:val="00757569"/>
    <w:rsid w:val="00757696"/>
    <w:rsid w:val="0075773A"/>
    <w:rsid w:val="0075783D"/>
    <w:rsid w:val="00757E8E"/>
    <w:rsid w:val="00757EAD"/>
    <w:rsid w:val="00757FAF"/>
    <w:rsid w:val="00760173"/>
    <w:rsid w:val="0076037B"/>
    <w:rsid w:val="00760577"/>
    <w:rsid w:val="00760A11"/>
    <w:rsid w:val="00761284"/>
    <w:rsid w:val="0076155C"/>
    <w:rsid w:val="007616CE"/>
    <w:rsid w:val="0076186B"/>
    <w:rsid w:val="00761FDF"/>
    <w:rsid w:val="00762249"/>
    <w:rsid w:val="0076241D"/>
    <w:rsid w:val="007628C9"/>
    <w:rsid w:val="007629F4"/>
    <w:rsid w:val="00762AA1"/>
    <w:rsid w:val="00762BF2"/>
    <w:rsid w:val="00763382"/>
    <w:rsid w:val="0076376E"/>
    <w:rsid w:val="0076385B"/>
    <w:rsid w:val="00763935"/>
    <w:rsid w:val="00763CC3"/>
    <w:rsid w:val="00763E9C"/>
    <w:rsid w:val="00764066"/>
    <w:rsid w:val="00764F65"/>
    <w:rsid w:val="00764F71"/>
    <w:rsid w:val="0076524B"/>
    <w:rsid w:val="007652A8"/>
    <w:rsid w:val="007652B8"/>
    <w:rsid w:val="00765507"/>
    <w:rsid w:val="007658CF"/>
    <w:rsid w:val="00765B34"/>
    <w:rsid w:val="0076606A"/>
    <w:rsid w:val="00766488"/>
    <w:rsid w:val="00766D3F"/>
    <w:rsid w:val="00766E5F"/>
    <w:rsid w:val="00766F64"/>
    <w:rsid w:val="00767293"/>
    <w:rsid w:val="007673B7"/>
    <w:rsid w:val="007673D7"/>
    <w:rsid w:val="00767DBF"/>
    <w:rsid w:val="007703AA"/>
    <w:rsid w:val="00770422"/>
    <w:rsid w:val="00770784"/>
    <w:rsid w:val="00770825"/>
    <w:rsid w:val="00770E0D"/>
    <w:rsid w:val="00770F86"/>
    <w:rsid w:val="00771083"/>
    <w:rsid w:val="00771476"/>
    <w:rsid w:val="007715DF"/>
    <w:rsid w:val="0077174A"/>
    <w:rsid w:val="007719CA"/>
    <w:rsid w:val="00771AA6"/>
    <w:rsid w:val="00771C92"/>
    <w:rsid w:val="00771D8D"/>
    <w:rsid w:val="007721E1"/>
    <w:rsid w:val="007722AA"/>
    <w:rsid w:val="007724B2"/>
    <w:rsid w:val="007726DC"/>
    <w:rsid w:val="007727EA"/>
    <w:rsid w:val="00772DE3"/>
    <w:rsid w:val="00772F13"/>
    <w:rsid w:val="00772F67"/>
    <w:rsid w:val="0077365B"/>
    <w:rsid w:val="00773DB8"/>
    <w:rsid w:val="00774674"/>
    <w:rsid w:val="007746F5"/>
    <w:rsid w:val="00774D17"/>
    <w:rsid w:val="007750B4"/>
    <w:rsid w:val="007752DF"/>
    <w:rsid w:val="007757F9"/>
    <w:rsid w:val="00775BA3"/>
    <w:rsid w:val="00775BBE"/>
    <w:rsid w:val="007761E2"/>
    <w:rsid w:val="00776315"/>
    <w:rsid w:val="007767F0"/>
    <w:rsid w:val="0077684F"/>
    <w:rsid w:val="00776D1C"/>
    <w:rsid w:val="00776EB3"/>
    <w:rsid w:val="00776FB4"/>
    <w:rsid w:val="00777404"/>
    <w:rsid w:val="007775D1"/>
    <w:rsid w:val="00777C87"/>
    <w:rsid w:val="007801B2"/>
    <w:rsid w:val="007805CC"/>
    <w:rsid w:val="00780F23"/>
    <w:rsid w:val="007810E0"/>
    <w:rsid w:val="0078151B"/>
    <w:rsid w:val="00781546"/>
    <w:rsid w:val="0078164B"/>
    <w:rsid w:val="00781844"/>
    <w:rsid w:val="00781B18"/>
    <w:rsid w:val="00781DCB"/>
    <w:rsid w:val="00782281"/>
    <w:rsid w:val="00782514"/>
    <w:rsid w:val="00782612"/>
    <w:rsid w:val="00782B5C"/>
    <w:rsid w:val="00782BE8"/>
    <w:rsid w:val="00782C14"/>
    <w:rsid w:val="00782FBF"/>
    <w:rsid w:val="00783426"/>
    <w:rsid w:val="007834CE"/>
    <w:rsid w:val="00783D21"/>
    <w:rsid w:val="007840B6"/>
    <w:rsid w:val="007848DB"/>
    <w:rsid w:val="00784ABE"/>
    <w:rsid w:val="00784B87"/>
    <w:rsid w:val="00784BF7"/>
    <w:rsid w:val="00785623"/>
    <w:rsid w:val="00785660"/>
    <w:rsid w:val="007857E4"/>
    <w:rsid w:val="00785E56"/>
    <w:rsid w:val="007866E2"/>
    <w:rsid w:val="00786D70"/>
    <w:rsid w:val="007871F7"/>
    <w:rsid w:val="007875A8"/>
    <w:rsid w:val="00787617"/>
    <w:rsid w:val="00787806"/>
    <w:rsid w:val="007878D3"/>
    <w:rsid w:val="00787FAB"/>
    <w:rsid w:val="007901AA"/>
    <w:rsid w:val="007904D7"/>
    <w:rsid w:val="007905E6"/>
    <w:rsid w:val="007908A0"/>
    <w:rsid w:val="007909B1"/>
    <w:rsid w:val="00790DBF"/>
    <w:rsid w:val="00790DC8"/>
    <w:rsid w:val="0079107F"/>
    <w:rsid w:val="007910A7"/>
    <w:rsid w:val="007910C1"/>
    <w:rsid w:val="0079150E"/>
    <w:rsid w:val="007915C9"/>
    <w:rsid w:val="00791B11"/>
    <w:rsid w:val="00791F17"/>
    <w:rsid w:val="007920FD"/>
    <w:rsid w:val="007923C8"/>
    <w:rsid w:val="007923CA"/>
    <w:rsid w:val="007930BA"/>
    <w:rsid w:val="00793293"/>
    <w:rsid w:val="00793469"/>
    <w:rsid w:val="00793965"/>
    <w:rsid w:val="00793D18"/>
    <w:rsid w:val="00793E9F"/>
    <w:rsid w:val="00793FE2"/>
    <w:rsid w:val="007940A3"/>
    <w:rsid w:val="0079415A"/>
    <w:rsid w:val="0079437E"/>
    <w:rsid w:val="00794727"/>
    <w:rsid w:val="0079533E"/>
    <w:rsid w:val="007958ED"/>
    <w:rsid w:val="00795AE3"/>
    <w:rsid w:val="00795B19"/>
    <w:rsid w:val="00796042"/>
    <w:rsid w:val="00796085"/>
    <w:rsid w:val="007969A2"/>
    <w:rsid w:val="007969D9"/>
    <w:rsid w:val="00796B43"/>
    <w:rsid w:val="00796D99"/>
    <w:rsid w:val="00796FA5"/>
    <w:rsid w:val="007971B5"/>
    <w:rsid w:val="007973A7"/>
    <w:rsid w:val="0079779C"/>
    <w:rsid w:val="00797834"/>
    <w:rsid w:val="00797AD6"/>
    <w:rsid w:val="00797BE6"/>
    <w:rsid w:val="00797E5F"/>
    <w:rsid w:val="007A0883"/>
    <w:rsid w:val="007A12DB"/>
    <w:rsid w:val="007A1A18"/>
    <w:rsid w:val="007A1AB1"/>
    <w:rsid w:val="007A1E6F"/>
    <w:rsid w:val="007A2151"/>
    <w:rsid w:val="007A2410"/>
    <w:rsid w:val="007A2647"/>
    <w:rsid w:val="007A29B6"/>
    <w:rsid w:val="007A2B6B"/>
    <w:rsid w:val="007A2F26"/>
    <w:rsid w:val="007A3203"/>
    <w:rsid w:val="007A3341"/>
    <w:rsid w:val="007A3886"/>
    <w:rsid w:val="007A4444"/>
    <w:rsid w:val="007A458D"/>
    <w:rsid w:val="007A46BC"/>
    <w:rsid w:val="007A492D"/>
    <w:rsid w:val="007A49F5"/>
    <w:rsid w:val="007A4B77"/>
    <w:rsid w:val="007A4DF4"/>
    <w:rsid w:val="007A4F54"/>
    <w:rsid w:val="007A5592"/>
    <w:rsid w:val="007A57BD"/>
    <w:rsid w:val="007A587A"/>
    <w:rsid w:val="007A5B5E"/>
    <w:rsid w:val="007A5BA4"/>
    <w:rsid w:val="007A5D22"/>
    <w:rsid w:val="007A5F3D"/>
    <w:rsid w:val="007A63B1"/>
    <w:rsid w:val="007A676B"/>
    <w:rsid w:val="007A6DB9"/>
    <w:rsid w:val="007A7452"/>
    <w:rsid w:val="007A77A6"/>
    <w:rsid w:val="007A78DF"/>
    <w:rsid w:val="007A7980"/>
    <w:rsid w:val="007A7CA8"/>
    <w:rsid w:val="007B024A"/>
    <w:rsid w:val="007B06F6"/>
    <w:rsid w:val="007B09A6"/>
    <w:rsid w:val="007B09EE"/>
    <w:rsid w:val="007B0E81"/>
    <w:rsid w:val="007B1238"/>
    <w:rsid w:val="007B1693"/>
    <w:rsid w:val="007B2045"/>
    <w:rsid w:val="007B247C"/>
    <w:rsid w:val="007B24CE"/>
    <w:rsid w:val="007B27D4"/>
    <w:rsid w:val="007B281F"/>
    <w:rsid w:val="007B2C8F"/>
    <w:rsid w:val="007B2D03"/>
    <w:rsid w:val="007B2E66"/>
    <w:rsid w:val="007B2FDE"/>
    <w:rsid w:val="007B361C"/>
    <w:rsid w:val="007B375C"/>
    <w:rsid w:val="007B38F7"/>
    <w:rsid w:val="007B4B4B"/>
    <w:rsid w:val="007B4CE5"/>
    <w:rsid w:val="007B50C6"/>
    <w:rsid w:val="007B5451"/>
    <w:rsid w:val="007B572C"/>
    <w:rsid w:val="007B5A06"/>
    <w:rsid w:val="007B5A29"/>
    <w:rsid w:val="007B6110"/>
    <w:rsid w:val="007B6258"/>
    <w:rsid w:val="007B6673"/>
    <w:rsid w:val="007B66F6"/>
    <w:rsid w:val="007B6D95"/>
    <w:rsid w:val="007B78AD"/>
    <w:rsid w:val="007B7D15"/>
    <w:rsid w:val="007C00E9"/>
    <w:rsid w:val="007C02B6"/>
    <w:rsid w:val="007C089C"/>
    <w:rsid w:val="007C0BCB"/>
    <w:rsid w:val="007C0C78"/>
    <w:rsid w:val="007C0FEE"/>
    <w:rsid w:val="007C1844"/>
    <w:rsid w:val="007C1BA8"/>
    <w:rsid w:val="007C1DC9"/>
    <w:rsid w:val="007C20DC"/>
    <w:rsid w:val="007C2A2B"/>
    <w:rsid w:val="007C2AFD"/>
    <w:rsid w:val="007C2F36"/>
    <w:rsid w:val="007C305E"/>
    <w:rsid w:val="007C36FC"/>
    <w:rsid w:val="007C4198"/>
    <w:rsid w:val="007C4260"/>
    <w:rsid w:val="007C4450"/>
    <w:rsid w:val="007C45F9"/>
    <w:rsid w:val="007C47AA"/>
    <w:rsid w:val="007C4934"/>
    <w:rsid w:val="007C4C62"/>
    <w:rsid w:val="007C5155"/>
    <w:rsid w:val="007C536A"/>
    <w:rsid w:val="007C5B0E"/>
    <w:rsid w:val="007C5B8F"/>
    <w:rsid w:val="007C5E7F"/>
    <w:rsid w:val="007C6223"/>
    <w:rsid w:val="007C6613"/>
    <w:rsid w:val="007C6803"/>
    <w:rsid w:val="007C6956"/>
    <w:rsid w:val="007C6A10"/>
    <w:rsid w:val="007C6C0F"/>
    <w:rsid w:val="007C6E5E"/>
    <w:rsid w:val="007C6F7B"/>
    <w:rsid w:val="007C70A7"/>
    <w:rsid w:val="007C78DD"/>
    <w:rsid w:val="007C7B7C"/>
    <w:rsid w:val="007C7BE4"/>
    <w:rsid w:val="007C7C0D"/>
    <w:rsid w:val="007C7C92"/>
    <w:rsid w:val="007D0049"/>
    <w:rsid w:val="007D0455"/>
    <w:rsid w:val="007D0CFA"/>
    <w:rsid w:val="007D0FD8"/>
    <w:rsid w:val="007D0FFE"/>
    <w:rsid w:val="007D1132"/>
    <w:rsid w:val="007D1251"/>
    <w:rsid w:val="007D144E"/>
    <w:rsid w:val="007D1A55"/>
    <w:rsid w:val="007D1A79"/>
    <w:rsid w:val="007D2ED4"/>
    <w:rsid w:val="007D2FED"/>
    <w:rsid w:val="007D356A"/>
    <w:rsid w:val="007D37C3"/>
    <w:rsid w:val="007D3AB9"/>
    <w:rsid w:val="007D3AE0"/>
    <w:rsid w:val="007D3B09"/>
    <w:rsid w:val="007D434A"/>
    <w:rsid w:val="007D4424"/>
    <w:rsid w:val="007D4E80"/>
    <w:rsid w:val="007D55B8"/>
    <w:rsid w:val="007D5621"/>
    <w:rsid w:val="007D5DD4"/>
    <w:rsid w:val="007D5F09"/>
    <w:rsid w:val="007D62B1"/>
    <w:rsid w:val="007D6C30"/>
    <w:rsid w:val="007D72D1"/>
    <w:rsid w:val="007D7354"/>
    <w:rsid w:val="007D738F"/>
    <w:rsid w:val="007D77DC"/>
    <w:rsid w:val="007E0331"/>
    <w:rsid w:val="007E044D"/>
    <w:rsid w:val="007E0643"/>
    <w:rsid w:val="007E0877"/>
    <w:rsid w:val="007E0D0B"/>
    <w:rsid w:val="007E0DC0"/>
    <w:rsid w:val="007E0E91"/>
    <w:rsid w:val="007E10EF"/>
    <w:rsid w:val="007E1106"/>
    <w:rsid w:val="007E135B"/>
    <w:rsid w:val="007E14C2"/>
    <w:rsid w:val="007E168E"/>
    <w:rsid w:val="007E1959"/>
    <w:rsid w:val="007E1D7E"/>
    <w:rsid w:val="007E21BF"/>
    <w:rsid w:val="007E2AB2"/>
    <w:rsid w:val="007E2DE5"/>
    <w:rsid w:val="007E2E3F"/>
    <w:rsid w:val="007E2F2E"/>
    <w:rsid w:val="007E3616"/>
    <w:rsid w:val="007E3842"/>
    <w:rsid w:val="007E3FE8"/>
    <w:rsid w:val="007E4088"/>
    <w:rsid w:val="007E4230"/>
    <w:rsid w:val="007E4472"/>
    <w:rsid w:val="007E45BA"/>
    <w:rsid w:val="007E5226"/>
    <w:rsid w:val="007E5A7D"/>
    <w:rsid w:val="007E5C88"/>
    <w:rsid w:val="007E5D92"/>
    <w:rsid w:val="007E5E26"/>
    <w:rsid w:val="007E64C8"/>
    <w:rsid w:val="007E6A1F"/>
    <w:rsid w:val="007E6CAE"/>
    <w:rsid w:val="007E7014"/>
    <w:rsid w:val="007E72B5"/>
    <w:rsid w:val="007E752E"/>
    <w:rsid w:val="007E7C68"/>
    <w:rsid w:val="007E7C81"/>
    <w:rsid w:val="007E7D71"/>
    <w:rsid w:val="007E7ED3"/>
    <w:rsid w:val="007E7F96"/>
    <w:rsid w:val="007F0088"/>
    <w:rsid w:val="007F0CDD"/>
    <w:rsid w:val="007F1305"/>
    <w:rsid w:val="007F15E0"/>
    <w:rsid w:val="007F1818"/>
    <w:rsid w:val="007F1B33"/>
    <w:rsid w:val="007F1C9C"/>
    <w:rsid w:val="007F28A7"/>
    <w:rsid w:val="007F29DD"/>
    <w:rsid w:val="007F3615"/>
    <w:rsid w:val="007F3BCF"/>
    <w:rsid w:val="007F3D51"/>
    <w:rsid w:val="007F4091"/>
    <w:rsid w:val="007F413D"/>
    <w:rsid w:val="007F4164"/>
    <w:rsid w:val="007F4432"/>
    <w:rsid w:val="007F44C9"/>
    <w:rsid w:val="007F4B03"/>
    <w:rsid w:val="007F4E2C"/>
    <w:rsid w:val="007F51AF"/>
    <w:rsid w:val="007F52A3"/>
    <w:rsid w:val="007F52B7"/>
    <w:rsid w:val="007F5622"/>
    <w:rsid w:val="007F57F9"/>
    <w:rsid w:val="007F5818"/>
    <w:rsid w:val="007F5CD3"/>
    <w:rsid w:val="007F5D3B"/>
    <w:rsid w:val="007F600A"/>
    <w:rsid w:val="007F601D"/>
    <w:rsid w:val="007F63D7"/>
    <w:rsid w:val="007F63FC"/>
    <w:rsid w:val="007F64FC"/>
    <w:rsid w:val="007F67D6"/>
    <w:rsid w:val="007F7546"/>
    <w:rsid w:val="007F790B"/>
    <w:rsid w:val="007F791F"/>
    <w:rsid w:val="007F7AB5"/>
    <w:rsid w:val="007F7FF8"/>
    <w:rsid w:val="008001AE"/>
    <w:rsid w:val="00800237"/>
    <w:rsid w:val="0080026A"/>
    <w:rsid w:val="00800462"/>
    <w:rsid w:val="0080092C"/>
    <w:rsid w:val="00800C1E"/>
    <w:rsid w:val="008014BD"/>
    <w:rsid w:val="00801889"/>
    <w:rsid w:val="00802136"/>
    <w:rsid w:val="0080252F"/>
    <w:rsid w:val="00802CAE"/>
    <w:rsid w:val="00802D38"/>
    <w:rsid w:val="008035E0"/>
    <w:rsid w:val="00803984"/>
    <w:rsid w:val="00804098"/>
    <w:rsid w:val="008043B1"/>
    <w:rsid w:val="008046C8"/>
    <w:rsid w:val="0080522B"/>
    <w:rsid w:val="00805B37"/>
    <w:rsid w:val="008061FE"/>
    <w:rsid w:val="00806632"/>
    <w:rsid w:val="00806C19"/>
    <w:rsid w:val="008075CB"/>
    <w:rsid w:val="00807E49"/>
    <w:rsid w:val="008109C3"/>
    <w:rsid w:val="00810A38"/>
    <w:rsid w:val="00810EC9"/>
    <w:rsid w:val="00810F0A"/>
    <w:rsid w:val="00811250"/>
    <w:rsid w:val="00811541"/>
    <w:rsid w:val="00811ADB"/>
    <w:rsid w:val="00811D13"/>
    <w:rsid w:val="00811DA4"/>
    <w:rsid w:val="0081205E"/>
    <w:rsid w:val="0081284D"/>
    <w:rsid w:val="00812A11"/>
    <w:rsid w:val="00812A4E"/>
    <w:rsid w:val="00813938"/>
    <w:rsid w:val="0081394E"/>
    <w:rsid w:val="00813A40"/>
    <w:rsid w:val="00813C85"/>
    <w:rsid w:val="00813D95"/>
    <w:rsid w:val="00814209"/>
    <w:rsid w:val="00814229"/>
    <w:rsid w:val="00814408"/>
    <w:rsid w:val="00814519"/>
    <w:rsid w:val="00814881"/>
    <w:rsid w:val="008148E3"/>
    <w:rsid w:val="00814A19"/>
    <w:rsid w:val="00814AB9"/>
    <w:rsid w:val="00814BC0"/>
    <w:rsid w:val="00815066"/>
    <w:rsid w:val="0081534E"/>
    <w:rsid w:val="00815815"/>
    <w:rsid w:val="00815874"/>
    <w:rsid w:val="00815CE0"/>
    <w:rsid w:val="00816239"/>
    <w:rsid w:val="008164A2"/>
    <w:rsid w:val="0081687E"/>
    <w:rsid w:val="00816898"/>
    <w:rsid w:val="008168B8"/>
    <w:rsid w:val="00816A56"/>
    <w:rsid w:val="00816ACE"/>
    <w:rsid w:val="008172CA"/>
    <w:rsid w:val="008177F3"/>
    <w:rsid w:val="0081787A"/>
    <w:rsid w:val="00820007"/>
    <w:rsid w:val="00820269"/>
    <w:rsid w:val="00820505"/>
    <w:rsid w:val="0082059D"/>
    <w:rsid w:val="00820943"/>
    <w:rsid w:val="00820A0B"/>
    <w:rsid w:val="00820A65"/>
    <w:rsid w:val="00820A99"/>
    <w:rsid w:val="008212F0"/>
    <w:rsid w:val="008218EA"/>
    <w:rsid w:val="00821B0E"/>
    <w:rsid w:val="00821F40"/>
    <w:rsid w:val="00821F84"/>
    <w:rsid w:val="0082234E"/>
    <w:rsid w:val="008223FB"/>
    <w:rsid w:val="00823135"/>
    <w:rsid w:val="0082358B"/>
    <w:rsid w:val="008236BF"/>
    <w:rsid w:val="00823C93"/>
    <w:rsid w:val="00824297"/>
    <w:rsid w:val="00824406"/>
    <w:rsid w:val="00824596"/>
    <w:rsid w:val="008247F6"/>
    <w:rsid w:val="00825335"/>
    <w:rsid w:val="008254B1"/>
    <w:rsid w:val="00825CD2"/>
    <w:rsid w:val="00825F93"/>
    <w:rsid w:val="0082630F"/>
    <w:rsid w:val="0082676B"/>
    <w:rsid w:val="00826C21"/>
    <w:rsid w:val="00827265"/>
    <w:rsid w:val="0082782A"/>
    <w:rsid w:val="00827BAF"/>
    <w:rsid w:val="008300A4"/>
    <w:rsid w:val="0083044D"/>
    <w:rsid w:val="008305F6"/>
    <w:rsid w:val="00830815"/>
    <w:rsid w:val="00830982"/>
    <w:rsid w:val="00830C50"/>
    <w:rsid w:val="00831468"/>
    <w:rsid w:val="00831C93"/>
    <w:rsid w:val="00831DC6"/>
    <w:rsid w:val="00831DF7"/>
    <w:rsid w:val="00831F6B"/>
    <w:rsid w:val="008320C3"/>
    <w:rsid w:val="0083216E"/>
    <w:rsid w:val="008321C6"/>
    <w:rsid w:val="0083244B"/>
    <w:rsid w:val="00832547"/>
    <w:rsid w:val="008326F4"/>
    <w:rsid w:val="00832983"/>
    <w:rsid w:val="00832C6C"/>
    <w:rsid w:val="0083353A"/>
    <w:rsid w:val="00833C38"/>
    <w:rsid w:val="00834205"/>
    <w:rsid w:val="0083461B"/>
    <w:rsid w:val="00834626"/>
    <w:rsid w:val="0083499C"/>
    <w:rsid w:val="008349E8"/>
    <w:rsid w:val="008349EE"/>
    <w:rsid w:val="00835679"/>
    <w:rsid w:val="008356FC"/>
    <w:rsid w:val="00835ACB"/>
    <w:rsid w:val="00835DA2"/>
    <w:rsid w:val="00835FE1"/>
    <w:rsid w:val="008362CF"/>
    <w:rsid w:val="00836B62"/>
    <w:rsid w:val="00837251"/>
    <w:rsid w:val="0083729A"/>
    <w:rsid w:val="0083787D"/>
    <w:rsid w:val="00837C8A"/>
    <w:rsid w:val="00837D59"/>
    <w:rsid w:val="00837E05"/>
    <w:rsid w:val="0084050F"/>
    <w:rsid w:val="00840A6B"/>
    <w:rsid w:val="0084146E"/>
    <w:rsid w:val="00841489"/>
    <w:rsid w:val="00841575"/>
    <w:rsid w:val="00841D63"/>
    <w:rsid w:val="00841DCD"/>
    <w:rsid w:val="008425EB"/>
    <w:rsid w:val="00842D23"/>
    <w:rsid w:val="00842E07"/>
    <w:rsid w:val="00843314"/>
    <w:rsid w:val="00843724"/>
    <w:rsid w:val="0084377A"/>
    <w:rsid w:val="00843B1C"/>
    <w:rsid w:val="00843C45"/>
    <w:rsid w:val="008442DF"/>
    <w:rsid w:val="0084483B"/>
    <w:rsid w:val="00844B1D"/>
    <w:rsid w:val="00844C2A"/>
    <w:rsid w:val="0084563B"/>
    <w:rsid w:val="0084585E"/>
    <w:rsid w:val="00845C42"/>
    <w:rsid w:val="00845CFA"/>
    <w:rsid w:val="00846051"/>
    <w:rsid w:val="00846492"/>
    <w:rsid w:val="00846652"/>
    <w:rsid w:val="008469AD"/>
    <w:rsid w:val="008473F2"/>
    <w:rsid w:val="0084743F"/>
    <w:rsid w:val="00847958"/>
    <w:rsid w:val="008503D7"/>
    <w:rsid w:val="00850A06"/>
    <w:rsid w:val="00850B1F"/>
    <w:rsid w:val="00850EAC"/>
    <w:rsid w:val="00851110"/>
    <w:rsid w:val="008518FA"/>
    <w:rsid w:val="00851A80"/>
    <w:rsid w:val="00851B7C"/>
    <w:rsid w:val="00851EA6"/>
    <w:rsid w:val="0085216C"/>
    <w:rsid w:val="00852476"/>
    <w:rsid w:val="008527EA"/>
    <w:rsid w:val="0085354F"/>
    <w:rsid w:val="00853B55"/>
    <w:rsid w:val="00853DD0"/>
    <w:rsid w:val="008541D0"/>
    <w:rsid w:val="008541DC"/>
    <w:rsid w:val="00854540"/>
    <w:rsid w:val="00854543"/>
    <w:rsid w:val="0085460D"/>
    <w:rsid w:val="0085472E"/>
    <w:rsid w:val="0085475B"/>
    <w:rsid w:val="0085490E"/>
    <w:rsid w:val="00854AAE"/>
    <w:rsid w:val="00854C6F"/>
    <w:rsid w:val="00854FF6"/>
    <w:rsid w:val="00855037"/>
    <w:rsid w:val="0085523F"/>
    <w:rsid w:val="00855459"/>
    <w:rsid w:val="00855583"/>
    <w:rsid w:val="00855656"/>
    <w:rsid w:val="00855689"/>
    <w:rsid w:val="008557B0"/>
    <w:rsid w:val="0085631B"/>
    <w:rsid w:val="00856511"/>
    <w:rsid w:val="008565FB"/>
    <w:rsid w:val="0085674B"/>
    <w:rsid w:val="00856DF8"/>
    <w:rsid w:val="00856DFC"/>
    <w:rsid w:val="00856F53"/>
    <w:rsid w:val="0085746D"/>
    <w:rsid w:val="0085761F"/>
    <w:rsid w:val="00857AF7"/>
    <w:rsid w:val="00860322"/>
    <w:rsid w:val="008604C5"/>
    <w:rsid w:val="00860C2A"/>
    <w:rsid w:val="00860D7F"/>
    <w:rsid w:val="00860DE5"/>
    <w:rsid w:val="00860E9C"/>
    <w:rsid w:val="00861104"/>
    <w:rsid w:val="00861300"/>
    <w:rsid w:val="00861553"/>
    <w:rsid w:val="00861CE0"/>
    <w:rsid w:val="00861DD4"/>
    <w:rsid w:val="00861E97"/>
    <w:rsid w:val="00861EFA"/>
    <w:rsid w:val="00861F33"/>
    <w:rsid w:val="00862840"/>
    <w:rsid w:val="008629E4"/>
    <w:rsid w:val="00862C18"/>
    <w:rsid w:val="00862C5F"/>
    <w:rsid w:val="0086311D"/>
    <w:rsid w:val="008631F6"/>
    <w:rsid w:val="00863212"/>
    <w:rsid w:val="008635E3"/>
    <w:rsid w:val="008637D4"/>
    <w:rsid w:val="00863DE5"/>
    <w:rsid w:val="00864130"/>
    <w:rsid w:val="008641CF"/>
    <w:rsid w:val="00864357"/>
    <w:rsid w:val="00864813"/>
    <w:rsid w:val="00864CB5"/>
    <w:rsid w:val="00864DD6"/>
    <w:rsid w:val="00864F92"/>
    <w:rsid w:val="00865577"/>
    <w:rsid w:val="0086566A"/>
    <w:rsid w:val="00865DF8"/>
    <w:rsid w:val="008664EA"/>
    <w:rsid w:val="00866516"/>
    <w:rsid w:val="0086671D"/>
    <w:rsid w:val="0086679A"/>
    <w:rsid w:val="00866AD7"/>
    <w:rsid w:val="00866F31"/>
    <w:rsid w:val="008675C9"/>
    <w:rsid w:val="008678BD"/>
    <w:rsid w:val="008702F1"/>
    <w:rsid w:val="00870561"/>
    <w:rsid w:val="00870750"/>
    <w:rsid w:val="008707C7"/>
    <w:rsid w:val="008710F8"/>
    <w:rsid w:val="0087116F"/>
    <w:rsid w:val="008714F3"/>
    <w:rsid w:val="008717FC"/>
    <w:rsid w:val="008719A3"/>
    <w:rsid w:val="00871B2F"/>
    <w:rsid w:val="00871B6E"/>
    <w:rsid w:val="00871BB5"/>
    <w:rsid w:val="00871DA7"/>
    <w:rsid w:val="008721A7"/>
    <w:rsid w:val="00872792"/>
    <w:rsid w:val="008728BD"/>
    <w:rsid w:val="00872D46"/>
    <w:rsid w:val="00872DE6"/>
    <w:rsid w:val="0087306D"/>
    <w:rsid w:val="008736D2"/>
    <w:rsid w:val="00873719"/>
    <w:rsid w:val="0087392B"/>
    <w:rsid w:val="00874131"/>
    <w:rsid w:val="008741A2"/>
    <w:rsid w:val="008742C9"/>
    <w:rsid w:val="0087445E"/>
    <w:rsid w:val="00874665"/>
    <w:rsid w:val="00874670"/>
    <w:rsid w:val="00875229"/>
    <w:rsid w:val="008753BF"/>
    <w:rsid w:val="008754BC"/>
    <w:rsid w:val="00875712"/>
    <w:rsid w:val="00875876"/>
    <w:rsid w:val="00875883"/>
    <w:rsid w:val="00876121"/>
    <w:rsid w:val="008767E7"/>
    <w:rsid w:val="008768C3"/>
    <w:rsid w:val="008769F3"/>
    <w:rsid w:val="00877620"/>
    <w:rsid w:val="00877791"/>
    <w:rsid w:val="00877D7B"/>
    <w:rsid w:val="00880048"/>
    <w:rsid w:val="008800BA"/>
    <w:rsid w:val="008805E7"/>
    <w:rsid w:val="008806C8"/>
    <w:rsid w:val="00880807"/>
    <w:rsid w:val="00880A8F"/>
    <w:rsid w:val="00880B1A"/>
    <w:rsid w:val="0088122E"/>
    <w:rsid w:val="00881420"/>
    <w:rsid w:val="008817CA"/>
    <w:rsid w:val="0088186F"/>
    <w:rsid w:val="00881A08"/>
    <w:rsid w:val="008822C6"/>
    <w:rsid w:val="00882412"/>
    <w:rsid w:val="008829E3"/>
    <w:rsid w:val="008832AF"/>
    <w:rsid w:val="00883922"/>
    <w:rsid w:val="00883BAA"/>
    <w:rsid w:val="00883CE4"/>
    <w:rsid w:val="00883D49"/>
    <w:rsid w:val="00883E47"/>
    <w:rsid w:val="00883EB0"/>
    <w:rsid w:val="00883F29"/>
    <w:rsid w:val="00883F38"/>
    <w:rsid w:val="00884717"/>
    <w:rsid w:val="008849CA"/>
    <w:rsid w:val="00884A27"/>
    <w:rsid w:val="00884AA4"/>
    <w:rsid w:val="00884C52"/>
    <w:rsid w:val="00884F5E"/>
    <w:rsid w:val="00885112"/>
    <w:rsid w:val="008858D1"/>
    <w:rsid w:val="008859FF"/>
    <w:rsid w:val="00886104"/>
    <w:rsid w:val="008861FA"/>
    <w:rsid w:val="00886278"/>
    <w:rsid w:val="008863CD"/>
    <w:rsid w:val="0088646B"/>
    <w:rsid w:val="008867D5"/>
    <w:rsid w:val="008867FC"/>
    <w:rsid w:val="00887372"/>
    <w:rsid w:val="0088761B"/>
    <w:rsid w:val="00887787"/>
    <w:rsid w:val="00887AFD"/>
    <w:rsid w:val="00887B85"/>
    <w:rsid w:val="00890008"/>
    <w:rsid w:val="008903F9"/>
    <w:rsid w:val="0089082F"/>
    <w:rsid w:val="00890AA6"/>
    <w:rsid w:val="00890C3B"/>
    <w:rsid w:val="0089129A"/>
    <w:rsid w:val="008913DC"/>
    <w:rsid w:val="0089179C"/>
    <w:rsid w:val="00891ED9"/>
    <w:rsid w:val="008925E3"/>
    <w:rsid w:val="00892E79"/>
    <w:rsid w:val="00893445"/>
    <w:rsid w:val="00893712"/>
    <w:rsid w:val="00893929"/>
    <w:rsid w:val="008942AE"/>
    <w:rsid w:val="00894516"/>
    <w:rsid w:val="0089460A"/>
    <w:rsid w:val="00894D1D"/>
    <w:rsid w:val="00894DF1"/>
    <w:rsid w:val="00895023"/>
    <w:rsid w:val="0089532A"/>
    <w:rsid w:val="008956DD"/>
    <w:rsid w:val="00895DBA"/>
    <w:rsid w:val="00896379"/>
    <w:rsid w:val="008966ED"/>
    <w:rsid w:val="00896726"/>
    <w:rsid w:val="00896C9F"/>
    <w:rsid w:val="008970E0"/>
    <w:rsid w:val="008976E1"/>
    <w:rsid w:val="008979C6"/>
    <w:rsid w:val="00897B17"/>
    <w:rsid w:val="00897BF0"/>
    <w:rsid w:val="00897C00"/>
    <w:rsid w:val="00897F8A"/>
    <w:rsid w:val="008A00FA"/>
    <w:rsid w:val="008A06C6"/>
    <w:rsid w:val="008A09AB"/>
    <w:rsid w:val="008A0FB9"/>
    <w:rsid w:val="008A14D1"/>
    <w:rsid w:val="008A17F2"/>
    <w:rsid w:val="008A19B6"/>
    <w:rsid w:val="008A2318"/>
    <w:rsid w:val="008A24CB"/>
    <w:rsid w:val="008A2633"/>
    <w:rsid w:val="008A28F1"/>
    <w:rsid w:val="008A30FC"/>
    <w:rsid w:val="008A32F7"/>
    <w:rsid w:val="008A3BFB"/>
    <w:rsid w:val="008A3D22"/>
    <w:rsid w:val="008A425D"/>
    <w:rsid w:val="008A4B12"/>
    <w:rsid w:val="008A4D3E"/>
    <w:rsid w:val="008A51AA"/>
    <w:rsid w:val="008A5434"/>
    <w:rsid w:val="008A56D5"/>
    <w:rsid w:val="008A57B9"/>
    <w:rsid w:val="008A607C"/>
    <w:rsid w:val="008A6097"/>
    <w:rsid w:val="008A6201"/>
    <w:rsid w:val="008A65E4"/>
    <w:rsid w:val="008A66A9"/>
    <w:rsid w:val="008A70E2"/>
    <w:rsid w:val="008A72E1"/>
    <w:rsid w:val="008A73EF"/>
    <w:rsid w:val="008A7A84"/>
    <w:rsid w:val="008A7CC9"/>
    <w:rsid w:val="008B042F"/>
    <w:rsid w:val="008B0AB1"/>
    <w:rsid w:val="008B0DF7"/>
    <w:rsid w:val="008B108D"/>
    <w:rsid w:val="008B145C"/>
    <w:rsid w:val="008B18A3"/>
    <w:rsid w:val="008B1AD5"/>
    <w:rsid w:val="008B1C48"/>
    <w:rsid w:val="008B2345"/>
    <w:rsid w:val="008B2FA1"/>
    <w:rsid w:val="008B33A9"/>
    <w:rsid w:val="008B379C"/>
    <w:rsid w:val="008B3C3B"/>
    <w:rsid w:val="008B3C3C"/>
    <w:rsid w:val="008B3E4D"/>
    <w:rsid w:val="008B415B"/>
    <w:rsid w:val="008B4590"/>
    <w:rsid w:val="008B4AF4"/>
    <w:rsid w:val="008B4BEE"/>
    <w:rsid w:val="008B4C70"/>
    <w:rsid w:val="008B4D77"/>
    <w:rsid w:val="008B51CA"/>
    <w:rsid w:val="008B5897"/>
    <w:rsid w:val="008B59AC"/>
    <w:rsid w:val="008B5BDC"/>
    <w:rsid w:val="008B5D69"/>
    <w:rsid w:val="008B5E50"/>
    <w:rsid w:val="008B5EC6"/>
    <w:rsid w:val="008B605F"/>
    <w:rsid w:val="008B6689"/>
    <w:rsid w:val="008B6916"/>
    <w:rsid w:val="008B6ADD"/>
    <w:rsid w:val="008B6E98"/>
    <w:rsid w:val="008B7005"/>
    <w:rsid w:val="008B7279"/>
    <w:rsid w:val="008B7DB2"/>
    <w:rsid w:val="008C02D2"/>
    <w:rsid w:val="008C05DD"/>
    <w:rsid w:val="008C09FE"/>
    <w:rsid w:val="008C0CDC"/>
    <w:rsid w:val="008C18E9"/>
    <w:rsid w:val="008C1A65"/>
    <w:rsid w:val="008C1C20"/>
    <w:rsid w:val="008C293A"/>
    <w:rsid w:val="008C2C9B"/>
    <w:rsid w:val="008C36ED"/>
    <w:rsid w:val="008C3B7E"/>
    <w:rsid w:val="008C4443"/>
    <w:rsid w:val="008C466D"/>
    <w:rsid w:val="008C46F3"/>
    <w:rsid w:val="008C4997"/>
    <w:rsid w:val="008C4B79"/>
    <w:rsid w:val="008C4BCC"/>
    <w:rsid w:val="008C4BD5"/>
    <w:rsid w:val="008C4C0F"/>
    <w:rsid w:val="008C4C29"/>
    <w:rsid w:val="008C4DAC"/>
    <w:rsid w:val="008C4F55"/>
    <w:rsid w:val="008C5095"/>
    <w:rsid w:val="008C55A4"/>
    <w:rsid w:val="008C5AB3"/>
    <w:rsid w:val="008C6497"/>
    <w:rsid w:val="008C69C0"/>
    <w:rsid w:val="008C6BEB"/>
    <w:rsid w:val="008C6EAA"/>
    <w:rsid w:val="008C700D"/>
    <w:rsid w:val="008C7201"/>
    <w:rsid w:val="008C79E7"/>
    <w:rsid w:val="008C7B6D"/>
    <w:rsid w:val="008D029C"/>
    <w:rsid w:val="008D02F3"/>
    <w:rsid w:val="008D033E"/>
    <w:rsid w:val="008D0759"/>
    <w:rsid w:val="008D0781"/>
    <w:rsid w:val="008D07D6"/>
    <w:rsid w:val="008D07FD"/>
    <w:rsid w:val="008D082B"/>
    <w:rsid w:val="008D08CB"/>
    <w:rsid w:val="008D0F8F"/>
    <w:rsid w:val="008D1D7A"/>
    <w:rsid w:val="008D2C81"/>
    <w:rsid w:val="008D33CA"/>
    <w:rsid w:val="008D3692"/>
    <w:rsid w:val="008D3706"/>
    <w:rsid w:val="008D38FF"/>
    <w:rsid w:val="008D3932"/>
    <w:rsid w:val="008D3934"/>
    <w:rsid w:val="008D39AE"/>
    <w:rsid w:val="008D458C"/>
    <w:rsid w:val="008D4D19"/>
    <w:rsid w:val="008D4DA5"/>
    <w:rsid w:val="008D4DAE"/>
    <w:rsid w:val="008D532A"/>
    <w:rsid w:val="008D5936"/>
    <w:rsid w:val="008D594A"/>
    <w:rsid w:val="008D5F59"/>
    <w:rsid w:val="008D67B7"/>
    <w:rsid w:val="008D6973"/>
    <w:rsid w:val="008D6EC9"/>
    <w:rsid w:val="008D7011"/>
    <w:rsid w:val="008D7025"/>
    <w:rsid w:val="008D71DC"/>
    <w:rsid w:val="008D723A"/>
    <w:rsid w:val="008D789D"/>
    <w:rsid w:val="008D78A1"/>
    <w:rsid w:val="008D79C9"/>
    <w:rsid w:val="008E0115"/>
    <w:rsid w:val="008E0400"/>
    <w:rsid w:val="008E0503"/>
    <w:rsid w:val="008E0510"/>
    <w:rsid w:val="008E08C5"/>
    <w:rsid w:val="008E19F7"/>
    <w:rsid w:val="008E1A7F"/>
    <w:rsid w:val="008E1C7F"/>
    <w:rsid w:val="008E1D41"/>
    <w:rsid w:val="008E1F60"/>
    <w:rsid w:val="008E257C"/>
    <w:rsid w:val="008E25C8"/>
    <w:rsid w:val="008E2862"/>
    <w:rsid w:val="008E31E1"/>
    <w:rsid w:val="008E3212"/>
    <w:rsid w:val="008E3932"/>
    <w:rsid w:val="008E39DC"/>
    <w:rsid w:val="008E3B06"/>
    <w:rsid w:val="008E3FCA"/>
    <w:rsid w:val="008E480E"/>
    <w:rsid w:val="008E590C"/>
    <w:rsid w:val="008E5D03"/>
    <w:rsid w:val="008E5E65"/>
    <w:rsid w:val="008E67F8"/>
    <w:rsid w:val="008E681F"/>
    <w:rsid w:val="008E684E"/>
    <w:rsid w:val="008E69B8"/>
    <w:rsid w:val="008E7659"/>
    <w:rsid w:val="008E7666"/>
    <w:rsid w:val="008E7BD9"/>
    <w:rsid w:val="008E7BF7"/>
    <w:rsid w:val="008E7E85"/>
    <w:rsid w:val="008F0033"/>
    <w:rsid w:val="008F01DF"/>
    <w:rsid w:val="008F07A2"/>
    <w:rsid w:val="008F08F5"/>
    <w:rsid w:val="008F0A06"/>
    <w:rsid w:val="008F0CC0"/>
    <w:rsid w:val="008F150E"/>
    <w:rsid w:val="008F1E90"/>
    <w:rsid w:val="008F23AA"/>
    <w:rsid w:val="008F258D"/>
    <w:rsid w:val="008F26C0"/>
    <w:rsid w:val="008F3192"/>
    <w:rsid w:val="008F3335"/>
    <w:rsid w:val="008F3423"/>
    <w:rsid w:val="008F367B"/>
    <w:rsid w:val="008F369A"/>
    <w:rsid w:val="008F3764"/>
    <w:rsid w:val="008F3A9A"/>
    <w:rsid w:val="008F3F95"/>
    <w:rsid w:val="008F3FE2"/>
    <w:rsid w:val="008F4098"/>
    <w:rsid w:val="008F409A"/>
    <w:rsid w:val="008F42EC"/>
    <w:rsid w:val="008F4C91"/>
    <w:rsid w:val="008F4F99"/>
    <w:rsid w:val="008F572E"/>
    <w:rsid w:val="008F5AD0"/>
    <w:rsid w:val="008F5CA9"/>
    <w:rsid w:val="008F616A"/>
    <w:rsid w:val="008F62DF"/>
    <w:rsid w:val="008F6B8C"/>
    <w:rsid w:val="008F6BD0"/>
    <w:rsid w:val="008F6C6C"/>
    <w:rsid w:val="008F7188"/>
    <w:rsid w:val="008F731A"/>
    <w:rsid w:val="008F749E"/>
    <w:rsid w:val="008F74A6"/>
    <w:rsid w:val="008F75A7"/>
    <w:rsid w:val="008F7608"/>
    <w:rsid w:val="008F7683"/>
    <w:rsid w:val="008F778A"/>
    <w:rsid w:val="008F7B11"/>
    <w:rsid w:val="008F7CB0"/>
    <w:rsid w:val="008F7DB1"/>
    <w:rsid w:val="009006E7"/>
    <w:rsid w:val="00900E8C"/>
    <w:rsid w:val="00901076"/>
    <w:rsid w:val="00901232"/>
    <w:rsid w:val="00901352"/>
    <w:rsid w:val="00901AB5"/>
    <w:rsid w:val="00901B00"/>
    <w:rsid w:val="00901FE8"/>
    <w:rsid w:val="00902002"/>
    <w:rsid w:val="009024CA"/>
    <w:rsid w:val="00902619"/>
    <w:rsid w:val="009026CF"/>
    <w:rsid w:val="0090298A"/>
    <w:rsid w:val="00902D52"/>
    <w:rsid w:val="00903408"/>
    <w:rsid w:val="00903416"/>
    <w:rsid w:val="00903507"/>
    <w:rsid w:val="00903836"/>
    <w:rsid w:val="00903922"/>
    <w:rsid w:val="009040E2"/>
    <w:rsid w:val="009043EA"/>
    <w:rsid w:val="009044EB"/>
    <w:rsid w:val="00904B66"/>
    <w:rsid w:val="00905012"/>
    <w:rsid w:val="00905357"/>
    <w:rsid w:val="00905401"/>
    <w:rsid w:val="009059B6"/>
    <w:rsid w:val="00905E46"/>
    <w:rsid w:val="00905EFD"/>
    <w:rsid w:val="00906469"/>
    <w:rsid w:val="009064F6"/>
    <w:rsid w:val="009065B6"/>
    <w:rsid w:val="00906821"/>
    <w:rsid w:val="00906872"/>
    <w:rsid w:val="00906FC8"/>
    <w:rsid w:val="00907038"/>
    <w:rsid w:val="0090736F"/>
    <w:rsid w:val="00907479"/>
    <w:rsid w:val="00907822"/>
    <w:rsid w:val="00907A95"/>
    <w:rsid w:val="00907C27"/>
    <w:rsid w:val="009100F8"/>
    <w:rsid w:val="0091017A"/>
    <w:rsid w:val="00910479"/>
    <w:rsid w:val="00910558"/>
    <w:rsid w:val="009105A7"/>
    <w:rsid w:val="00910D43"/>
    <w:rsid w:val="00911950"/>
    <w:rsid w:val="00912C29"/>
    <w:rsid w:val="009132FD"/>
    <w:rsid w:val="00913343"/>
    <w:rsid w:val="00913524"/>
    <w:rsid w:val="00913E81"/>
    <w:rsid w:val="00913F94"/>
    <w:rsid w:val="00914496"/>
    <w:rsid w:val="009152A6"/>
    <w:rsid w:val="00915322"/>
    <w:rsid w:val="00915478"/>
    <w:rsid w:val="00915770"/>
    <w:rsid w:val="009157C6"/>
    <w:rsid w:val="0091588A"/>
    <w:rsid w:val="0091615B"/>
    <w:rsid w:val="00916C49"/>
    <w:rsid w:val="00916CC4"/>
    <w:rsid w:val="00916D62"/>
    <w:rsid w:val="00916F1B"/>
    <w:rsid w:val="00916F8F"/>
    <w:rsid w:val="0091741D"/>
    <w:rsid w:val="00917B8A"/>
    <w:rsid w:val="00920085"/>
    <w:rsid w:val="009202D8"/>
    <w:rsid w:val="00920DD9"/>
    <w:rsid w:val="00921341"/>
    <w:rsid w:val="00921F50"/>
    <w:rsid w:val="009224D5"/>
    <w:rsid w:val="00922EDA"/>
    <w:rsid w:val="00923452"/>
    <w:rsid w:val="0092367E"/>
    <w:rsid w:val="009237AF"/>
    <w:rsid w:val="00923936"/>
    <w:rsid w:val="00924808"/>
    <w:rsid w:val="00924853"/>
    <w:rsid w:val="009248B7"/>
    <w:rsid w:val="00925931"/>
    <w:rsid w:val="00925A88"/>
    <w:rsid w:val="00925D94"/>
    <w:rsid w:val="00925EE7"/>
    <w:rsid w:val="009262B5"/>
    <w:rsid w:val="00926301"/>
    <w:rsid w:val="00926FFE"/>
    <w:rsid w:val="0092702F"/>
    <w:rsid w:val="0092759C"/>
    <w:rsid w:val="00927C04"/>
    <w:rsid w:val="00927C67"/>
    <w:rsid w:val="00927F63"/>
    <w:rsid w:val="0093005E"/>
    <w:rsid w:val="00930177"/>
    <w:rsid w:val="009303E7"/>
    <w:rsid w:val="00930726"/>
    <w:rsid w:val="00930A84"/>
    <w:rsid w:val="00930BD6"/>
    <w:rsid w:val="009311A2"/>
    <w:rsid w:val="009312EE"/>
    <w:rsid w:val="0093130E"/>
    <w:rsid w:val="00931ABD"/>
    <w:rsid w:val="00931D80"/>
    <w:rsid w:val="00931EA5"/>
    <w:rsid w:val="0093208D"/>
    <w:rsid w:val="009324DD"/>
    <w:rsid w:val="009324FE"/>
    <w:rsid w:val="00932645"/>
    <w:rsid w:val="00932A9E"/>
    <w:rsid w:val="00932AD8"/>
    <w:rsid w:val="00932E20"/>
    <w:rsid w:val="00933350"/>
    <w:rsid w:val="009334D1"/>
    <w:rsid w:val="00933661"/>
    <w:rsid w:val="00933949"/>
    <w:rsid w:val="00933C50"/>
    <w:rsid w:val="00934416"/>
    <w:rsid w:val="00934625"/>
    <w:rsid w:val="0093477F"/>
    <w:rsid w:val="00934F06"/>
    <w:rsid w:val="0093501F"/>
    <w:rsid w:val="009350C9"/>
    <w:rsid w:val="0093519D"/>
    <w:rsid w:val="00935296"/>
    <w:rsid w:val="00935D4E"/>
    <w:rsid w:val="0093630F"/>
    <w:rsid w:val="0093639F"/>
    <w:rsid w:val="009364CE"/>
    <w:rsid w:val="009365D3"/>
    <w:rsid w:val="00936B69"/>
    <w:rsid w:val="00936CE6"/>
    <w:rsid w:val="0093745A"/>
    <w:rsid w:val="0093751F"/>
    <w:rsid w:val="00937AB2"/>
    <w:rsid w:val="009401C0"/>
    <w:rsid w:val="009401D3"/>
    <w:rsid w:val="009416DC"/>
    <w:rsid w:val="00941B94"/>
    <w:rsid w:val="00941C26"/>
    <w:rsid w:val="00941E4F"/>
    <w:rsid w:val="00942081"/>
    <w:rsid w:val="00942107"/>
    <w:rsid w:val="00942DC2"/>
    <w:rsid w:val="0094306B"/>
    <w:rsid w:val="00943184"/>
    <w:rsid w:val="009434AD"/>
    <w:rsid w:val="0094359F"/>
    <w:rsid w:val="00943807"/>
    <w:rsid w:val="00943895"/>
    <w:rsid w:val="009439D3"/>
    <w:rsid w:val="00944499"/>
    <w:rsid w:val="009446A4"/>
    <w:rsid w:val="009448D3"/>
    <w:rsid w:val="00944D53"/>
    <w:rsid w:val="00945263"/>
    <w:rsid w:val="009452B2"/>
    <w:rsid w:val="00945506"/>
    <w:rsid w:val="00945C99"/>
    <w:rsid w:val="00945FD6"/>
    <w:rsid w:val="00946936"/>
    <w:rsid w:val="00946A7C"/>
    <w:rsid w:val="00946B2F"/>
    <w:rsid w:val="00946D14"/>
    <w:rsid w:val="00947135"/>
    <w:rsid w:val="00947532"/>
    <w:rsid w:val="00947661"/>
    <w:rsid w:val="00947E87"/>
    <w:rsid w:val="00947ED9"/>
    <w:rsid w:val="00947F19"/>
    <w:rsid w:val="009501A3"/>
    <w:rsid w:val="0095025D"/>
    <w:rsid w:val="0095027F"/>
    <w:rsid w:val="00950C56"/>
    <w:rsid w:val="00950D8F"/>
    <w:rsid w:val="0095124A"/>
    <w:rsid w:val="00951A52"/>
    <w:rsid w:val="00951CC3"/>
    <w:rsid w:val="00951CF2"/>
    <w:rsid w:val="00951DD8"/>
    <w:rsid w:val="0095231E"/>
    <w:rsid w:val="00952853"/>
    <w:rsid w:val="0095287F"/>
    <w:rsid w:val="00952933"/>
    <w:rsid w:val="0095302C"/>
    <w:rsid w:val="009531B6"/>
    <w:rsid w:val="009531FC"/>
    <w:rsid w:val="00953791"/>
    <w:rsid w:val="00954205"/>
    <w:rsid w:val="00954A93"/>
    <w:rsid w:val="00954AB5"/>
    <w:rsid w:val="00954BCF"/>
    <w:rsid w:val="00954F5F"/>
    <w:rsid w:val="00954FA5"/>
    <w:rsid w:val="009555EC"/>
    <w:rsid w:val="00955C88"/>
    <w:rsid w:val="00955D7B"/>
    <w:rsid w:val="00955FAF"/>
    <w:rsid w:val="00956186"/>
    <w:rsid w:val="009562CB"/>
    <w:rsid w:val="009564A8"/>
    <w:rsid w:val="009564AD"/>
    <w:rsid w:val="00956543"/>
    <w:rsid w:val="00956842"/>
    <w:rsid w:val="00956B03"/>
    <w:rsid w:val="00956D81"/>
    <w:rsid w:val="00956FED"/>
    <w:rsid w:val="009600AF"/>
    <w:rsid w:val="009605EE"/>
    <w:rsid w:val="009606DE"/>
    <w:rsid w:val="00960AAB"/>
    <w:rsid w:val="00960DB3"/>
    <w:rsid w:val="0096110F"/>
    <w:rsid w:val="009613D9"/>
    <w:rsid w:val="0096150B"/>
    <w:rsid w:val="00961688"/>
    <w:rsid w:val="009618D6"/>
    <w:rsid w:val="00961D52"/>
    <w:rsid w:val="00961E19"/>
    <w:rsid w:val="00962465"/>
    <w:rsid w:val="009628B7"/>
    <w:rsid w:val="00962DC7"/>
    <w:rsid w:val="00962DCC"/>
    <w:rsid w:val="0096304D"/>
    <w:rsid w:val="00963324"/>
    <w:rsid w:val="009635C5"/>
    <w:rsid w:val="00963685"/>
    <w:rsid w:val="009637BE"/>
    <w:rsid w:val="0096389F"/>
    <w:rsid w:val="0096393B"/>
    <w:rsid w:val="00963AF9"/>
    <w:rsid w:val="00963C9F"/>
    <w:rsid w:val="00963E2B"/>
    <w:rsid w:val="0096407C"/>
    <w:rsid w:val="009640E3"/>
    <w:rsid w:val="009643D9"/>
    <w:rsid w:val="00964410"/>
    <w:rsid w:val="0096505C"/>
    <w:rsid w:val="009650C7"/>
    <w:rsid w:val="00966079"/>
    <w:rsid w:val="009662EC"/>
    <w:rsid w:val="0096646B"/>
    <w:rsid w:val="0096653A"/>
    <w:rsid w:val="0096657B"/>
    <w:rsid w:val="0096668E"/>
    <w:rsid w:val="00966698"/>
    <w:rsid w:val="00966796"/>
    <w:rsid w:val="009667AA"/>
    <w:rsid w:val="00966988"/>
    <w:rsid w:val="00966BC4"/>
    <w:rsid w:val="00966F57"/>
    <w:rsid w:val="00966FF5"/>
    <w:rsid w:val="0096703D"/>
    <w:rsid w:val="009675C9"/>
    <w:rsid w:val="00967B16"/>
    <w:rsid w:val="00967DF3"/>
    <w:rsid w:val="0097055C"/>
    <w:rsid w:val="00970B0A"/>
    <w:rsid w:val="00970C14"/>
    <w:rsid w:val="0097125E"/>
    <w:rsid w:val="0097144B"/>
    <w:rsid w:val="00971455"/>
    <w:rsid w:val="00971663"/>
    <w:rsid w:val="009721F8"/>
    <w:rsid w:val="00972DC1"/>
    <w:rsid w:val="00972FFD"/>
    <w:rsid w:val="00973485"/>
    <w:rsid w:val="00973D9C"/>
    <w:rsid w:val="00974020"/>
    <w:rsid w:val="00974E4A"/>
    <w:rsid w:val="00974FC5"/>
    <w:rsid w:val="00975219"/>
    <w:rsid w:val="009755C2"/>
    <w:rsid w:val="00975835"/>
    <w:rsid w:val="00975AD0"/>
    <w:rsid w:val="00975E81"/>
    <w:rsid w:val="00976064"/>
    <w:rsid w:val="009764BD"/>
    <w:rsid w:val="00976564"/>
    <w:rsid w:val="00976793"/>
    <w:rsid w:val="009772BA"/>
    <w:rsid w:val="00977E39"/>
    <w:rsid w:val="00977ECE"/>
    <w:rsid w:val="00980600"/>
    <w:rsid w:val="00980E8A"/>
    <w:rsid w:val="0098100D"/>
    <w:rsid w:val="00981521"/>
    <w:rsid w:val="00981742"/>
    <w:rsid w:val="0098178C"/>
    <w:rsid w:val="00982404"/>
    <w:rsid w:val="0098260C"/>
    <w:rsid w:val="00982BB1"/>
    <w:rsid w:val="00982C0A"/>
    <w:rsid w:val="00982EA9"/>
    <w:rsid w:val="00982F39"/>
    <w:rsid w:val="00982F6F"/>
    <w:rsid w:val="009841E1"/>
    <w:rsid w:val="009842E1"/>
    <w:rsid w:val="009844EF"/>
    <w:rsid w:val="009846F0"/>
    <w:rsid w:val="0098494F"/>
    <w:rsid w:val="00984BC9"/>
    <w:rsid w:val="00984C05"/>
    <w:rsid w:val="00984C61"/>
    <w:rsid w:val="00984DD3"/>
    <w:rsid w:val="009855B5"/>
    <w:rsid w:val="00985618"/>
    <w:rsid w:val="0098605D"/>
    <w:rsid w:val="009862DA"/>
    <w:rsid w:val="0098630A"/>
    <w:rsid w:val="009865DA"/>
    <w:rsid w:val="009868FA"/>
    <w:rsid w:val="00986D49"/>
    <w:rsid w:val="00986F54"/>
    <w:rsid w:val="00987241"/>
    <w:rsid w:val="00987589"/>
    <w:rsid w:val="00987605"/>
    <w:rsid w:val="00987613"/>
    <w:rsid w:val="009902D5"/>
    <w:rsid w:val="0099042B"/>
    <w:rsid w:val="009906EE"/>
    <w:rsid w:val="00990A40"/>
    <w:rsid w:val="00990E8B"/>
    <w:rsid w:val="009918E7"/>
    <w:rsid w:val="00991D9E"/>
    <w:rsid w:val="00991DCF"/>
    <w:rsid w:val="009922E8"/>
    <w:rsid w:val="009924B2"/>
    <w:rsid w:val="00992A11"/>
    <w:rsid w:val="00992C48"/>
    <w:rsid w:val="00992FCB"/>
    <w:rsid w:val="0099310C"/>
    <w:rsid w:val="00993116"/>
    <w:rsid w:val="0099340F"/>
    <w:rsid w:val="00993992"/>
    <w:rsid w:val="00993E53"/>
    <w:rsid w:val="0099524C"/>
    <w:rsid w:val="00995456"/>
    <w:rsid w:val="0099565A"/>
    <w:rsid w:val="00995961"/>
    <w:rsid w:val="00996359"/>
    <w:rsid w:val="009969B2"/>
    <w:rsid w:val="00996CB3"/>
    <w:rsid w:val="00996D62"/>
    <w:rsid w:val="009972E3"/>
    <w:rsid w:val="00997654"/>
    <w:rsid w:val="00997F42"/>
    <w:rsid w:val="009A036E"/>
    <w:rsid w:val="009A0879"/>
    <w:rsid w:val="009A09D8"/>
    <w:rsid w:val="009A1820"/>
    <w:rsid w:val="009A1D8E"/>
    <w:rsid w:val="009A1ED0"/>
    <w:rsid w:val="009A27AD"/>
    <w:rsid w:val="009A28A1"/>
    <w:rsid w:val="009A2A6C"/>
    <w:rsid w:val="009A39A8"/>
    <w:rsid w:val="009A3BB3"/>
    <w:rsid w:val="009A4052"/>
    <w:rsid w:val="009A4379"/>
    <w:rsid w:val="009A43A2"/>
    <w:rsid w:val="009A4B2B"/>
    <w:rsid w:val="009A4C59"/>
    <w:rsid w:val="009A4D72"/>
    <w:rsid w:val="009A5432"/>
    <w:rsid w:val="009A56D0"/>
    <w:rsid w:val="009A57EA"/>
    <w:rsid w:val="009A57F9"/>
    <w:rsid w:val="009A591F"/>
    <w:rsid w:val="009A59AB"/>
    <w:rsid w:val="009A5C03"/>
    <w:rsid w:val="009A5CA9"/>
    <w:rsid w:val="009A5CC1"/>
    <w:rsid w:val="009A5EE4"/>
    <w:rsid w:val="009A62AA"/>
    <w:rsid w:val="009A661F"/>
    <w:rsid w:val="009A6738"/>
    <w:rsid w:val="009A67A5"/>
    <w:rsid w:val="009A740D"/>
    <w:rsid w:val="009A75CC"/>
    <w:rsid w:val="009A7B53"/>
    <w:rsid w:val="009A7CE2"/>
    <w:rsid w:val="009B0BE3"/>
    <w:rsid w:val="009B107E"/>
    <w:rsid w:val="009B1133"/>
    <w:rsid w:val="009B1501"/>
    <w:rsid w:val="009B171C"/>
    <w:rsid w:val="009B210F"/>
    <w:rsid w:val="009B255E"/>
    <w:rsid w:val="009B2638"/>
    <w:rsid w:val="009B2658"/>
    <w:rsid w:val="009B2920"/>
    <w:rsid w:val="009B2931"/>
    <w:rsid w:val="009B2B1B"/>
    <w:rsid w:val="009B2D9D"/>
    <w:rsid w:val="009B350E"/>
    <w:rsid w:val="009B44FF"/>
    <w:rsid w:val="009B471B"/>
    <w:rsid w:val="009B473C"/>
    <w:rsid w:val="009B49F0"/>
    <w:rsid w:val="009B56B3"/>
    <w:rsid w:val="009B59F5"/>
    <w:rsid w:val="009B5B93"/>
    <w:rsid w:val="009B5FA6"/>
    <w:rsid w:val="009B65D6"/>
    <w:rsid w:val="009B6D79"/>
    <w:rsid w:val="009B7183"/>
    <w:rsid w:val="009B7372"/>
    <w:rsid w:val="009B7681"/>
    <w:rsid w:val="009B7B8F"/>
    <w:rsid w:val="009B7F06"/>
    <w:rsid w:val="009C0024"/>
    <w:rsid w:val="009C06D4"/>
    <w:rsid w:val="009C0808"/>
    <w:rsid w:val="009C0889"/>
    <w:rsid w:val="009C0BAB"/>
    <w:rsid w:val="009C0E50"/>
    <w:rsid w:val="009C1021"/>
    <w:rsid w:val="009C1035"/>
    <w:rsid w:val="009C1338"/>
    <w:rsid w:val="009C13EB"/>
    <w:rsid w:val="009C1AD1"/>
    <w:rsid w:val="009C1B87"/>
    <w:rsid w:val="009C1B92"/>
    <w:rsid w:val="009C1CE9"/>
    <w:rsid w:val="009C2202"/>
    <w:rsid w:val="009C2BDE"/>
    <w:rsid w:val="009C2FAB"/>
    <w:rsid w:val="009C3154"/>
    <w:rsid w:val="009C34AB"/>
    <w:rsid w:val="009C35B6"/>
    <w:rsid w:val="009C3A8F"/>
    <w:rsid w:val="009C3CC5"/>
    <w:rsid w:val="009C3E40"/>
    <w:rsid w:val="009C407B"/>
    <w:rsid w:val="009C4801"/>
    <w:rsid w:val="009C5361"/>
    <w:rsid w:val="009C579A"/>
    <w:rsid w:val="009C5818"/>
    <w:rsid w:val="009C5AF3"/>
    <w:rsid w:val="009C65C5"/>
    <w:rsid w:val="009C6DA0"/>
    <w:rsid w:val="009C707E"/>
    <w:rsid w:val="009C7849"/>
    <w:rsid w:val="009C7921"/>
    <w:rsid w:val="009C7CD6"/>
    <w:rsid w:val="009C7E6E"/>
    <w:rsid w:val="009D0FE2"/>
    <w:rsid w:val="009D11A8"/>
    <w:rsid w:val="009D1441"/>
    <w:rsid w:val="009D147B"/>
    <w:rsid w:val="009D17C6"/>
    <w:rsid w:val="009D1A13"/>
    <w:rsid w:val="009D1C41"/>
    <w:rsid w:val="009D2134"/>
    <w:rsid w:val="009D2444"/>
    <w:rsid w:val="009D281F"/>
    <w:rsid w:val="009D29F1"/>
    <w:rsid w:val="009D2BA5"/>
    <w:rsid w:val="009D3637"/>
    <w:rsid w:val="009D365D"/>
    <w:rsid w:val="009D3AD9"/>
    <w:rsid w:val="009D43A6"/>
    <w:rsid w:val="009D48E9"/>
    <w:rsid w:val="009D494E"/>
    <w:rsid w:val="009D4CE1"/>
    <w:rsid w:val="009D4F06"/>
    <w:rsid w:val="009D4F2A"/>
    <w:rsid w:val="009D5206"/>
    <w:rsid w:val="009D526B"/>
    <w:rsid w:val="009D54C4"/>
    <w:rsid w:val="009D5873"/>
    <w:rsid w:val="009D59CC"/>
    <w:rsid w:val="009D5C85"/>
    <w:rsid w:val="009D5CDE"/>
    <w:rsid w:val="009D5D63"/>
    <w:rsid w:val="009D6061"/>
    <w:rsid w:val="009D632E"/>
    <w:rsid w:val="009D6836"/>
    <w:rsid w:val="009D6A23"/>
    <w:rsid w:val="009D6B37"/>
    <w:rsid w:val="009D6E76"/>
    <w:rsid w:val="009D7637"/>
    <w:rsid w:val="009D78DC"/>
    <w:rsid w:val="009E0356"/>
    <w:rsid w:val="009E0388"/>
    <w:rsid w:val="009E0816"/>
    <w:rsid w:val="009E08E8"/>
    <w:rsid w:val="009E0950"/>
    <w:rsid w:val="009E0E3B"/>
    <w:rsid w:val="009E0E77"/>
    <w:rsid w:val="009E0EA2"/>
    <w:rsid w:val="009E0F81"/>
    <w:rsid w:val="009E1365"/>
    <w:rsid w:val="009E1944"/>
    <w:rsid w:val="009E1C4F"/>
    <w:rsid w:val="009E1E56"/>
    <w:rsid w:val="009E2166"/>
    <w:rsid w:val="009E224E"/>
    <w:rsid w:val="009E3862"/>
    <w:rsid w:val="009E3A10"/>
    <w:rsid w:val="009E4063"/>
    <w:rsid w:val="009E433F"/>
    <w:rsid w:val="009E46B4"/>
    <w:rsid w:val="009E4870"/>
    <w:rsid w:val="009E487C"/>
    <w:rsid w:val="009E4ADC"/>
    <w:rsid w:val="009E4E6F"/>
    <w:rsid w:val="009E568A"/>
    <w:rsid w:val="009E60BF"/>
    <w:rsid w:val="009E60C7"/>
    <w:rsid w:val="009E62D4"/>
    <w:rsid w:val="009E640E"/>
    <w:rsid w:val="009E650B"/>
    <w:rsid w:val="009E6E87"/>
    <w:rsid w:val="009E6FDF"/>
    <w:rsid w:val="009E7418"/>
    <w:rsid w:val="009E7A14"/>
    <w:rsid w:val="009E7EFD"/>
    <w:rsid w:val="009F0441"/>
    <w:rsid w:val="009F061D"/>
    <w:rsid w:val="009F0C56"/>
    <w:rsid w:val="009F0D62"/>
    <w:rsid w:val="009F13DF"/>
    <w:rsid w:val="009F1533"/>
    <w:rsid w:val="009F17B5"/>
    <w:rsid w:val="009F1FB0"/>
    <w:rsid w:val="009F2323"/>
    <w:rsid w:val="009F25F2"/>
    <w:rsid w:val="009F2616"/>
    <w:rsid w:val="009F274E"/>
    <w:rsid w:val="009F2837"/>
    <w:rsid w:val="009F28D9"/>
    <w:rsid w:val="009F290E"/>
    <w:rsid w:val="009F295C"/>
    <w:rsid w:val="009F2B3D"/>
    <w:rsid w:val="009F33B8"/>
    <w:rsid w:val="009F3428"/>
    <w:rsid w:val="009F3A05"/>
    <w:rsid w:val="009F3A28"/>
    <w:rsid w:val="009F45AE"/>
    <w:rsid w:val="009F4759"/>
    <w:rsid w:val="009F4796"/>
    <w:rsid w:val="009F4A89"/>
    <w:rsid w:val="009F5959"/>
    <w:rsid w:val="009F5B93"/>
    <w:rsid w:val="009F5D6A"/>
    <w:rsid w:val="009F67B7"/>
    <w:rsid w:val="009F6A20"/>
    <w:rsid w:val="009F6F70"/>
    <w:rsid w:val="009F704E"/>
    <w:rsid w:val="009F735D"/>
    <w:rsid w:val="009F74C1"/>
    <w:rsid w:val="009F7591"/>
    <w:rsid w:val="009F77E9"/>
    <w:rsid w:val="009F7B41"/>
    <w:rsid w:val="009F7F0B"/>
    <w:rsid w:val="009F7F5C"/>
    <w:rsid w:val="009F7FBC"/>
    <w:rsid w:val="00A00377"/>
    <w:rsid w:val="00A00A34"/>
    <w:rsid w:val="00A00C45"/>
    <w:rsid w:val="00A015A1"/>
    <w:rsid w:val="00A0228B"/>
    <w:rsid w:val="00A023D9"/>
    <w:rsid w:val="00A02ACE"/>
    <w:rsid w:val="00A03123"/>
    <w:rsid w:val="00A03B77"/>
    <w:rsid w:val="00A041EF"/>
    <w:rsid w:val="00A04433"/>
    <w:rsid w:val="00A04BC4"/>
    <w:rsid w:val="00A0560E"/>
    <w:rsid w:val="00A05699"/>
    <w:rsid w:val="00A05B23"/>
    <w:rsid w:val="00A06292"/>
    <w:rsid w:val="00A06983"/>
    <w:rsid w:val="00A06E75"/>
    <w:rsid w:val="00A06EE2"/>
    <w:rsid w:val="00A0707C"/>
    <w:rsid w:val="00A0740A"/>
    <w:rsid w:val="00A0793E"/>
    <w:rsid w:val="00A10378"/>
    <w:rsid w:val="00A10518"/>
    <w:rsid w:val="00A108D2"/>
    <w:rsid w:val="00A1182B"/>
    <w:rsid w:val="00A11BEC"/>
    <w:rsid w:val="00A11CAD"/>
    <w:rsid w:val="00A11F03"/>
    <w:rsid w:val="00A120F0"/>
    <w:rsid w:val="00A12136"/>
    <w:rsid w:val="00A124E6"/>
    <w:rsid w:val="00A12AB4"/>
    <w:rsid w:val="00A12DE0"/>
    <w:rsid w:val="00A13699"/>
    <w:rsid w:val="00A13812"/>
    <w:rsid w:val="00A1405D"/>
    <w:rsid w:val="00A14712"/>
    <w:rsid w:val="00A1489E"/>
    <w:rsid w:val="00A15087"/>
    <w:rsid w:val="00A1518D"/>
    <w:rsid w:val="00A153DF"/>
    <w:rsid w:val="00A156B8"/>
    <w:rsid w:val="00A15C02"/>
    <w:rsid w:val="00A166DE"/>
    <w:rsid w:val="00A16A00"/>
    <w:rsid w:val="00A16DBB"/>
    <w:rsid w:val="00A16EBE"/>
    <w:rsid w:val="00A17338"/>
    <w:rsid w:val="00A17506"/>
    <w:rsid w:val="00A176EB"/>
    <w:rsid w:val="00A17A9A"/>
    <w:rsid w:val="00A17C99"/>
    <w:rsid w:val="00A17EA9"/>
    <w:rsid w:val="00A17EFF"/>
    <w:rsid w:val="00A20235"/>
    <w:rsid w:val="00A212F5"/>
    <w:rsid w:val="00A21341"/>
    <w:rsid w:val="00A21E9A"/>
    <w:rsid w:val="00A21F2B"/>
    <w:rsid w:val="00A22176"/>
    <w:rsid w:val="00A2228F"/>
    <w:rsid w:val="00A22929"/>
    <w:rsid w:val="00A22C78"/>
    <w:rsid w:val="00A22D3E"/>
    <w:rsid w:val="00A22D61"/>
    <w:rsid w:val="00A23169"/>
    <w:rsid w:val="00A23829"/>
    <w:rsid w:val="00A2445C"/>
    <w:rsid w:val="00A24560"/>
    <w:rsid w:val="00A247CC"/>
    <w:rsid w:val="00A2589B"/>
    <w:rsid w:val="00A25F43"/>
    <w:rsid w:val="00A25F9F"/>
    <w:rsid w:val="00A26129"/>
    <w:rsid w:val="00A26983"/>
    <w:rsid w:val="00A2711D"/>
    <w:rsid w:val="00A27409"/>
    <w:rsid w:val="00A30384"/>
    <w:rsid w:val="00A304E4"/>
    <w:rsid w:val="00A309FE"/>
    <w:rsid w:val="00A30B1E"/>
    <w:rsid w:val="00A31322"/>
    <w:rsid w:val="00A31C71"/>
    <w:rsid w:val="00A32B81"/>
    <w:rsid w:val="00A32CB7"/>
    <w:rsid w:val="00A32DAA"/>
    <w:rsid w:val="00A330A7"/>
    <w:rsid w:val="00A336E5"/>
    <w:rsid w:val="00A33951"/>
    <w:rsid w:val="00A33BF9"/>
    <w:rsid w:val="00A33ECF"/>
    <w:rsid w:val="00A33F09"/>
    <w:rsid w:val="00A33F18"/>
    <w:rsid w:val="00A34142"/>
    <w:rsid w:val="00A345F3"/>
    <w:rsid w:val="00A349AA"/>
    <w:rsid w:val="00A34A4A"/>
    <w:rsid w:val="00A35062"/>
    <w:rsid w:val="00A35A4A"/>
    <w:rsid w:val="00A35CCE"/>
    <w:rsid w:val="00A35DE6"/>
    <w:rsid w:val="00A360CB"/>
    <w:rsid w:val="00A3686C"/>
    <w:rsid w:val="00A369FB"/>
    <w:rsid w:val="00A36DA7"/>
    <w:rsid w:val="00A36F0B"/>
    <w:rsid w:val="00A3706B"/>
    <w:rsid w:val="00A37802"/>
    <w:rsid w:val="00A379C3"/>
    <w:rsid w:val="00A37A74"/>
    <w:rsid w:val="00A37B66"/>
    <w:rsid w:val="00A40421"/>
    <w:rsid w:val="00A4071E"/>
    <w:rsid w:val="00A40AFE"/>
    <w:rsid w:val="00A410D2"/>
    <w:rsid w:val="00A411C7"/>
    <w:rsid w:val="00A41685"/>
    <w:rsid w:val="00A41F28"/>
    <w:rsid w:val="00A42112"/>
    <w:rsid w:val="00A42529"/>
    <w:rsid w:val="00A430BB"/>
    <w:rsid w:val="00A430FF"/>
    <w:rsid w:val="00A4315B"/>
    <w:rsid w:val="00A4321B"/>
    <w:rsid w:val="00A43A33"/>
    <w:rsid w:val="00A4408A"/>
    <w:rsid w:val="00A44477"/>
    <w:rsid w:val="00A445BF"/>
    <w:rsid w:val="00A45518"/>
    <w:rsid w:val="00A4557E"/>
    <w:rsid w:val="00A45D3E"/>
    <w:rsid w:val="00A46423"/>
    <w:rsid w:val="00A4643D"/>
    <w:rsid w:val="00A46E2F"/>
    <w:rsid w:val="00A4706E"/>
    <w:rsid w:val="00A4764E"/>
    <w:rsid w:val="00A47AD4"/>
    <w:rsid w:val="00A47AE3"/>
    <w:rsid w:val="00A47DFF"/>
    <w:rsid w:val="00A500C4"/>
    <w:rsid w:val="00A50B65"/>
    <w:rsid w:val="00A50CBE"/>
    <w:rsid w:val="00A5106D"/>
    <w:rsid w:val="00A51314"/>
    <w:rsid w:val="00A515ED"/>
    <w:rsid w:val="00A51905"/>
    <w:rsid w:val="00A51D48"/>
    <w:rsid w:val="00A52A08"/>
    <w:rsid w:val="00A52A31"/>
    <w:rsid w:val="00A5322A"/>
    <w:rsid w:val="00A533BA"/>
    <w:rsid w:val="00A5351E"/>
    <w:rsid w:val="00A53544"/>
    <w:rsid w:val="00A5417C"/>
    <w:rsid w:val="00A54DB0"/>
    <w:rsid w:val="00A54EC0"/>
    <w:rsid w:val="00A54F09"/>
    <w:rsid w:val="00A54F20"/>
    <w:rsid w:val="00A55267"/>
    <w:rsid w:val="00A55A11"/>
    <w:rsid w:val="00A55C38"/>
    <w:rsid w:val="00A55DD5"/>
    <w:rsid w:val="00A572B2"/>
    <w:rsid w:val="00A572B7"/>
    <w:rsid w:val="00A57C24"/>
    <w:rsid w:val="00A57CF2"/>
    <w:rsid w:val="00A57DD6"/>
    <w:rsid w:val="00A57F09"/>
    <w:rsid w:val="00A600E0"/>
    <w:rsid w:val="00A60299"/>
    <w:rsid w:val="00A606DB"/>
    <w:rsid w:val="00A60B84"/>
    <w:rsid w:val="00A60CF2"/>
    <w:rsid w:val="00A60E9E"/>
    <w:rsid w:val="00A60F90"/>
    <w:rsid w:val="00A6107A"/>
    <w:rsid w:val="00A61600"/>
    <w:rsid w:val="00A61B95"/>
    <w:rsid w:val="00A62A33"/>
    <w:rsid w:val="00A62AF6"/>
    <w:rsid w:val="00A634B4"/>
    <w:rsid w:val="00A6379C"/>
    <w:rsid w:val="00A63A92"/>
    <w:rsid w:val="00A64007"/>
    <w:rsid w:val="00A64461"/>
    <w:rsid w:val="00A64BE9"/>
    <w:rsid w:val="00A64E12"/>
    <w:rsid w:val="00A6524B"/>
    <w:rsid w:val="00A65783"/>
    <w:rsid w:val="00A65BD2"/>
    <w:rsid w:val="00A65DCD"/>
    <w:rsid w:val="00A6618C"/>
    <w:rsid w:val="00A667AC"/>
    <w:rsid w:val="00A667F1"/>
    <w:rsid w:val="00A669E5"/>
    <w:rsid w:val="00A66ED2"/>
    <w:rsid w:val="00A672A4"/>
    <w:rsid w:val="00A6749F"/>
    <w:rsid w:val="00A6772E"/>
    <w:rsid w:val="00A67920"/>
    <w:rsid w:val="00A67C65"/>
    <w:rsid w:val="00A70E09"/>
    <w:rsid w:val="00A717DC"/>
    <w:rsid w:val="00A71A76"/>
    <w:rsid w:val="00A71BA4"/>
    <w:rsid w:val="00A71C2E"/>
    <w:rsid w:val="00A71CAD"/>
    <w:rsid w:val="00A71E90"/>
    <w:rsid w:val="00A7275B"/>
    <w:rsid w:val="00A727C5"/>
    <w:rsid w:val="00A72C18"/>
    <w:rsid w:val="00A72C6C"/>
    <w:rsid w:val="00A73501"/>
    <w:rsid w:val="00A735F8"/>
    <w:rsid w:val="00A73D5F"/>
    <w:rsid w:val="00A73F5B"/>
    <w:rsid w:val="00A743D4"/>
    <w:rsid w:val="00A744BD"/>
    <w:rsid w:val="00A746EC"/>
    <w:rsid w:val="00A747B2"/>
    <w:rsid w:val="00A747CC"/>
    <w:rsid w:val="00A74B24"/>
    <w:rsid w:val="00A74B8B"/>
    <w:rsid w:val="00A74DC3"/>
    <w:rsid w:val="00A750A0"/>
    <w:rsid w:val="00A7520E"/>
    <w:rsid w:val="00A75737"/>
    <w:rsid w:val="00A75E24"/>
    <w:rsid w:val="00A764F3"/>
    <w:rsid w:val="00A76773"/>
    <w:rsid w:val="00A767B3"/>
    <w:rsid w:val="00A76907"/>
    <w:rsid w:val="00A76955"/>
    <w:rsid w:val="00A76C43"/>
    <w:rsid w:val="00A76D71"/>
    <w:rsid w:val="00A77409"/>
    <w:rsid w:val="00A778B9"/>
    <w:rsid w:val="00A77C80"/>
    <w:rsid w:val="00A77C9F"/>
    <w:rsid w:val="00A80796"/>
    <w:rsid w:val="00A80B36"/>
    <w:rsid w:val="00A80D48"/>
    <w:rsid w:val="00A80F8F"/>
    <w:rsid w:val="00A81F02"/>
    <w:rsid w:val="00A81F3A"/>
    <w:rsid w:val="00A82292"/>
    <w:rsid w:val="00A823C0"/>
    <w:rsid w:val="00A833A8"/>
    <w:rsid w:val="00A835C7"/>
    <w:rsid w:val="00A8376D"/>
    <w:rsid w:val="00A83F5F"/>
    <w:rsid w:val="00A85A8A"/>
    <w:rsid w:val="00A85AB9"/>
    <w:rsid w:val="00A85F01"/>
    <w:rsid w:val="00A86207"/>
    <w:rsid w:val="00A86526"/>
    <w:rsid w:val="00A86A14"/>
    <w:rsid w:val="00A86AA8"/>
    <w:rsid w:val="00A86D47"/>
    <w:rsid w:val="00A86D86"/>
    <w:rsid w:val="00A86E15"/>
    <w:rsid w:val="00A87178"/>
    <w:rsid w:val="00A872A9"/>
    <w:rsid w:val="00A873FC"/>
    <w:rsid w:val="00A90145"/>
    <w:rsid w:val="00A901C1"/>
    <w:rsid w:val="00A9050A"/>
    <w:rsid w:val="00A9051E"/>
    <w:rsid w:val="00A90648"/>
    <w:rsid w:val="00A90BE1"/>
    <w:rsid w:val="00A910C0"/>
    <w:rsid w:val="00A916C6"/>
    <w:rsid w:val="00A916D1"/>
    <w:rsid w:val="00A91C7E"/>
    <w:rsid w:val="00A91CD6"/>
    <w:rsid w:val="00A9247A"/>
    <w:rsid w:val="00A927CC"/>
    <w:rsid w:val="00A933A5"/>
    <w:rsid w:val="00A933F2"/>
    <w:rsid w:val="00A940AD"/>
    <w:rsid w:val="00A949F5"/>
    <w:rsid w:val="00A94A9F"/>
    <w:rsid w:val="00A94DD7"/>
    <w:rsid w:val="00A95354"/>
    <w:rsid w:val="00A95AB8"/>
    <w:rsid w:val="00A95C2E"/>
    <w:rsid w:val="00A95EEA"/>
    <w:rsid w:val="00A96051"/>
    <w:rsid w:val="00A96065"/>
    <w:rsid w:val="00A961D4"/>
    <w:rsid w:val="00A96B80"/>
    <w:rsid w:val="00A96C2B"/>
    <w:rsid w:val="00A970F6"/>
    <w:rsid w:val="00A971F1"/>
    <w:rsid w:val="00AA0077"/>
    <w:rsid w:val="00AA03CE"/>
    <w:rsid w:val="00AA0A09"/>
    <w:rsid w:val="00AA0C88"/>
    <w:rsid w:val="00AA0E99"/>
    <w:rsid w:val="00AA10D2"/>
    <w:rsid w:val="00AA1305"/>
    <w:rsid w:val="00AA1312"/>
    <w:rsid w:val="00AA1716"/>
    <w:rsid w:val="00AA1734"/>
    <w:rsid w:val="00AA1A09"/>
    <w:rsid w:val="00AA1FF9"/>
    <w:rsid w:val="00AA2B90"/>
    <w:rsid w:val="00AA33B6"/>
    <w:rsid w:val="00AA347E"/>
    <w:rsid w:val="00AA4657"/>
    <w:rsid w:val="00AA46E8"/>
    <w:rsid w:val="00AA51B2"/>
    <w:rsid w:val="00AA52E9"/>
    <w:rsid w:val="00AA58F3"/>
    <w:rsid w:val="00AA62AF"/>
    <w:rsid w:val="00AA62EA"/>
    <w:rsid w:val="00AA63F5"/>
    <w:rsid w:val="00AA67B3"/>
    <w:rsid w:val="00AA6AE3"/>
    <w:rsid w:val="00AA7253"/>
    <w:rsid w:val="00AA739D"/>
    <w:rsid w:val="00AA7415"/>
    <w:rsid w:val="00AA7E20"/>
    <w:rsid w:val="00AB00CF"/>
    <w:rsid w:val="00AB055D"/>
    <w:rsid w:val="00AB096E"/>
    <w:rsid w:val="00AB10C8"/>
    <w:rsid w:val="00AB12F6"/>
    <w:rsid w:val="00AB1B02"/>
    <w:rsid w:val="00AB1CC2"/>
    <w:rsid w:val="00AB1E81"/>
    <w:rsid w:val="00AB1F9D"/>
    <w:rsid w:val="00AB26BB"/>
    <w:rsid w:val="00AB28DF"/>
    <w:rsid w:val="00AB2E78"/>
    <w:rsid w:val="00AB3064"/>
    <w:rsid w:val="00AB3142"/>
    <w:rsid w:val="00AB3149"/>
    <w:rsid w:val="00AB3429"/>
    <w:rsid w:val="00AB3627"/>
    <w:rsid w:val="00AB364B"/>
    <w:rsid w:val="00AB371E"/>
    <w:rsid w:val="00AB3724"/>
    <w:rsid w:val="00AB385F"/>
    <w:rsid w:val="00AB3A9A"/>
    <w:rsid w:val="00AB457E"/>
    <w:rsid w:val="00AB4CC8"/>
    <w:rsid w:val="00AB5311"/>
    <w:rsid w:val="00AB582F"/>
    <w:rsid w:val="00AB6037"/>
    <w:rsid w:val="00AB62DC"/>
    <w:rsid w:val="00AB6CAE"/>
    <w:rsid w:val="00AB6F9A"/>
    <w:rsid w:val="00AB713D"/>
    <w:rsid w:val="00AB7269"/>
    <w:rsid w:val="00AB746A"/>
    <w:rsid w:val="00AB79A0"/>
    <w:rsid w:val="00AB7BDE"/>
    <w:rsid w:val="00AC072D"/>
    <w:rsid w:val="00AC1D9C"/>
    <w:rsid w:val="00AC2192"/>
    <w:rsid w:val="00AC2B4E"/>
    <w:rsid w:val="00AC2F41"/>
    <w:rsid w:val="00AC33AA"/>
    <w:rsid w:val="00AC39C5"/>
    <w:rsid w:val="00AC422D"/>
    <w:rsid w:val="00AC4EE3"/>
    <w:rsid w:val="00AC4F4A"/>
    <w:rsid w:val="00AC539B"/>
    <w:rsid w:val="00AC55CC"/>
    <w:rsid w:val="00AC55FD"/>
    <w:rsid w:val="00AC5A7F"/>
    <w:rsid w:val="00AC5B6C"/>
    <w:rsid w:val="00AC5C71"/>
    <w:rsid w:val="00AC5E9F"/>
    <w:rsid w:val="00AC5FD1"/>
    <w:rsid w:val="00AC65B1"/>
    <w:rsid w:val="00AC749A"/>
    <w:rsid w:val="00AC77B5"/>
    <w:rsid w:val="00AC7C65"/>
    <w:rsid w:val="00AC7CD3"/>
    <w:rsid w:val="00AC7F11"/>
    <w:rsid w:val="00AC7F28"/>
    <w:rsid w:val="00AD06E8"/>
    <w:rsid w:val="00AD0B5C"/>
    <w:rsid w:val="00AD0DCC"/>
    <w:rsid w:val="00AD103D"/>
    <w:rsid w:val="00AD11CC"/>
    <w:rsid w:val="00AD16CF"/>
    <w:rsid w:val="00AD1710"/>
    <w:rsid w:val="00AD18F0"/>
    <w:rsid w:val="00AD1A6F"/>
    <w:rsid w:val="00AD1D41"/>
    <w:rsid w:val="00AD1F38"/>
    <w:rsid w:val="00AD2459"/>
    <w:rsid w:val="00AD25EF"/>
    <w:rsid w:val="00AD25F1"/>
    <w:rsid w:val="00AD285C"/>
    <w:rsid w:val="00AD2A59"/>
    <w:rsid w:val="00AD2D28"/>
    <w:rsid w:val="00AD36C3"/>
    <w:rsid w:val="00AD3765"/>
    <w:rsid w:val="00AD4480"/>
    <w:rsid w:val="00AD4897"/>
    <w:rsid w:val="00AD48A5"/>
    <w:rsid w:val="00AD48F3"/>
    <w:rsid w:val="00AD4AF0"/>
    <w:rsid w:val="00AD4C9B"/>
    <w:rsid w:val="00AD570E"/>
    <w:rsid w:val="00AD579C"/>
    <w:rsid w:val="00AD5AB1"/>
    <w:rsid w:val="00AD5B77"/>
    <w:rsid w:val="00AD63D6"/>
    <w:rsid w:val="00AD6599"/>
    <w:rsid w:val="00AD6A6E"/>
    <w:rsid w:val="00AD6B6A"/>
    <w:rsid w:val="00AD6F74"/>
    <w:rsid w:val="00AD728B"/>
    <w:rsid w:val="00AD7C84"/>
    <w:rsid w:val="00AD7CA6"/>
    <w:rsid w:val="00AE02A7"/>
    <w:rsid w:val="00AE02EC"/>
    <w:rsid w:val="00AE0501"/>
    <w:rsid w:val="00AE126B"/>
    <w:rsid w:val="00AE158F"/>
    <w:rsid w:val="00AE17D7"/>
    <w:rsid w:val="00AE185B"/>
    <w:rsid w:val="00AE199A"/>
    <w:rsid w:val="00AE1B60"/>
    <w:rsid w:val="00AE1F71"/>
    <w:rsid w:val="00AE21B7"/>
    <w:rsid w:val="00AE21F1"/>
    <w:rsid w:val="00AE2266"/>
    <w:rsid w:val="00AE26A2"/>
    <w:rsid w:val="00AE2913"/>
    <w:rsid w:val="00AE3217"/>
    <w:rsid w:val="00AE3448"/>
    <w:rsid w:val="00AE3BE4"/>
    <w:rsid w:val="00AE4737"/>
    <w:rsid w:val="00AE4D87"/>
    <w:rsid w:val="00AE4DDC"/>
    <w:rsid w:val="00AE5046"/>
    <w:rsid w:val="00AE5DD2"/>
    <w:rsid w:val="00AE60FD"/>
    <w:rsid w:val="00AE634E"/>
    <w:rsid w:val="00AE6565"/>
    <w:rsid w:val="00AE7166"/>
    <w:rsid w:val="00AF0036"/>
    <w:rsid w:val="00AF019A"/>
    <w:rsid w:val="00AF022B"/>
    <w:rsid w:val="00AF08E4"/>
    <w:rsid w:val="00AF0CAF"/>
    <w:rsid w:val="00AF0DC8"/>
    <w:rsid w:val="00AF14F4"/>
    <w:rsid w:val="00AF1E77"/>
    <w:rsid w:val="00AF20A1"/>
    <w:rsid w:val="00AF2165"/>
    <w:rsid w:val="00AF21C8"/>
    <w:rsid w:val="00AF2377"/>
    <w:rsid w:val="00AF24ED"/>
    <w:rsid w:val="00AF24FA"/>
    <w:rsid w:val="00AF32CA"/>
    <w:rsid w:val="00AF3A50"/>
    <w:rsid w:val="00AF4630"/>
    <w:rsid w:val="00AF4C7F"/>
    <w:rsid w:val="00AF4DEB"/>
    <w:rsid w:val="00AF539E"/>
    <w:rsid w:val="00AF596D"/>
    <w:rsid w:val="00AF5D87"/>
    <w:rsid w:val="00AF5E50"/>
    <w:rsid w:val="00AF62B2"/>
    <w:rsid w:val="00AF7154"/>
    <w:rsid w:val="00AF75B5"/>
    <w:rsid w:val="00AF7757"/>
    <w:rsid w:val="00AF7A5E"/>
    <w:rsid w:val="00AF7FF0"/>
    <w:rsid w:val="00B00421"/>
    <w:rsid w:val="00B00693"/>
    <w:rsid w:val="00B00D2B"/>
    <w:rsid w:val="00B00ECE"/>
    <w:rsid w:val="00B01DA6"/>
    <w:rsid w:val="00B01F9E"/>
    <w:rsid w:val="00B01FEB"/>
    <w:rsid w:val="00B02351"/>
    <w:rsid w:val="00B02683"/>
    <w:rsid w:val="00B02F4F"/>
    <w:rsid w:val="00B03387"/>
    <w:rsid w:val="00B03C82"/>
    <w:rsid w:val="00B03F3B"/>
    <w:rsid w:val="00B03FD1"/>
    <w:rsid w:val="00B0410D"/>
    <w:rsid w:val="00B04599"/>
    <w:rsid w:val="00B046E7"/>
    <w:rsid w:val="00B047DD"/>
    <w:rsid w:val="00B04953"/>
    <w:rsid w:val="00B049DE"/>
    <w:rsid w:val="00B04DA0"/>
    <w:rsid w:val="00B04E8D"/>
    <w:rsid w:val="00B05111"/>
    <w:rsid w:val="00B051FF"/>
    <w:rsid w:val="00B05A66"/>
    <w:rsid w:val="00B05BCB"/>
    <w:rsid w:val="00B0608A"/>
    <w:rsid w:val="00B060ED"/>
    <w:rsid w:val="00B06463"/>
    <w:rsid w:val="00B06BC7"/>
    <w:rsid w:val="00B06F85"/>
    <w:rsid w:val="00B07141"/>
    <w:rsid w:val="00B07603"/>
    <w:rsid w:val="00B079EC"/>
    <w:rsid w:val="00B07ABE"/>
    <w:rsid w:val="00B07BEE"/>
    <w:rsid w:val="00B07C3D"/>
    <w:rsid w:val="00B1008E"/>
    <w:rsid w:val="00B1056E"/>
    <w:rsid w:val="00B10E37"/>
    <w:rsid w:val="00B11346"/>
    <w:rsid w:val="00B11AF0"/>
    <w:rsid w:val="00B12076"/>
    <w:rsid w:val="00B1235E"/>
    <w:rsid w:val="00B129A7"/>
    <w:rsid w:val="00B12C8D"/>
    <w:rsid w:val="00B12EC2"/>
    <w:rsid w:val="00B12FBD"/>
    <w:rsid w:val="00B132C7"/>
    <w:rsid w:val="00B13930"/>
    <w:rsid w:val="00B13B7A"/>
    <w:rsid w:val="00B13CEF"/>
    <w:rsid w:val="00B148C8"/>
    <w:rsid w:val="00B14A37"/>
    <w:rsid w:val="00B14A5A"/>
    <w:rsid w:val="00B14CF5"/>
    <w:rsid w:val="00B14E1F"/>
    <w:rsid w:val="00B14E31"/>
    <w:rsid w:val="00B15778"/>
    <w:rsid w:val="00B15AE1"/>
    <w:rsid w:val="00B15AE7"/>
    <w:rsid w:val="00B15E55"/>
    <w:rsid w:val="00B162FB"/>
    <w:rsid w:val="00B16620"/>
    <w:rsid w:val="00B167A3"/>
    <w:rsid w:val="00B16D1C"/>
    <w:rsid w:val="00B175F9"/>
    <w:rsid w:val="00B17D81"/>
    <w:rsid w:val="00B17E3B"/>
    <w:rsid w:val="00B17E8C"/>
    <w:rsid w:val="00B17F5F"/>
    <w:rsid w:val="00B205B2"/>
    <w:rsid w:val="00B20702"/>
    <w:rsid w:val="00B20967"/>
    <w:rsid w:val="00B20EBC"/>
    <w:rsid w:val="00B20EE4"/>
    <w:rsid w:val="00B21485"/>
    <w:rsid w:val="00B219BE"/>
    <w:rsid w:val="00B21B39"/>
    <w:rsid w:val="00B21B84"/>
    <w:rsid w:val="00B21C4B"/>
    <w:rsid w:val="00B21E37"/>
    <w:rsid w:val="00B21FC7"/>
    <w:rsid w:val="00B220C3"/>
    <w:rsid w:val="00B22738"/>
    <w:rsid w:val="00B237DF"/>
    <w:rsid w:val="00B23D95"/>
    <w:rsid w:val="00B23F60"/>
    <w:rsid w:val="00B23FE1"/>
    <w:rsid w:val="00B243FA"/>
    <w:rsid w:val="00B244D9"/>
    <w:rsid w:val="00B24735"/>
    <w:rsid w:val="00B249B6"/>
    <w:rsid w:val="00B24AFE"/>
    <w:rsid w:val="00B24E02"/>
    <w:rsid w:val="00B24E67"/>
    <w:rsid w:val="00B25114"/>
    <w:rsid w:val="00B25CFE"/>
    <w:rsid w:val="00B25EB0"/>
    <w:rsid w:val="00B26218"/>
    <w:rsid w:val="00B263E9"/>
    <w:rsid w:val="00B269C2"/>
    <w:rsid w:val="00B26CE5"/>
    <w:rsid w:val="00B27ABA"/>
    <w:rsid w:val="00B27E38"/>
    <w:rsid w:val="00B30185"/>
    <w:rsid w:val="00B30285"/>
    <w:rsid w:val="00B30640"/>
    <w:rsid w:val="00B30EDD"/>
    <w:rsid w:val="00B31368"/>
    <w:rsid w:val="00B3182D"/>
    <w:rsid w:val="00B31952"/>
    <w:rsid w:val="00B31C23"/>
    <w:rsid w:val="00B323D2"/>
    <w:rsid w:val="00B32A8A"/>
    <w:rsid w:val="00B32BAE"/>
    <w:rsid w:val="00B331AF"/>
    <w:rsid w:val="00B333CD"/>
    <w:rsid w:val="00B3370E"/>
    <w:rsid w:val="00B3434B"/>
    <w:rsid w:val="00B34A94"/>
    <w:rsid w:val="00B34B24"/>
    <w:rsid w:val="00B35035"/>
    <w:rsid w:val="00B35071"/>
    <w:rsid w:val="00B350BE"/>
    <w:rsid w:val="00B35287"/>
    <w:rsid w:val="00B353A7"/>
    <w:rsid w:val="00B35745"/>
    <w:rsid w:val="00B3713C"/>
    <w:rsid w:val="00B3721A"/>
    <w:rsid w:val="00B372D5"/>
    <w:rsid w:val="00B37318"/>
    <w:rsid w:val="00B378C7"/>
    <w:rsid w:val="00B400CE"/>
    <w:rsid w:val="00B40395"/>
    <w:rsid w:val="00B40580"/>
    <w:rsid w:val="00B405F7"/>
    <w:rsid w:val="00B40A35"/>
    <w:rsid w:val="00B40B39"/>
    <w:rsid w:val="00B40C28"/>
    <w:rsid w:val="00B40FF8"/>
    <w:rsid w:val="00B41839"/>
    <w:rsid w:val="00B42323"/>
    <w:rsid w:val="00B42ADB"/>
    <w:rsid w:val="00B42B41"/>
    <w:rsid w:val="00B42E17"/>
    <w:rsid w:val="00B431D1"/>
    <w:rsid w:val="00B43546"/>
    <w:rsid w:val="00B444B0"/>
    <w:rsid w:val="00B449B0"/>
    <w:rsid w:val="00B44EA0"/>
    <w:rsid w:val="00B44FD4"/>
    <w:rsid w:val="00B453D7"/>
    <w:rsid w:val="00B4570D"/>
    <w:rsid w:val="00B458CD"/>
    <w:rsid w:val="00B45E35"/>
    <w:rsid w:val="00B45F2E"/>
    <w:rsid w:val="00B4686B"/>
    <w:rsid w:val="00B46880"/>
    <w:rsid w:val="00B46BC0"/>
    <w:rsid w:val="00B47285"/>
    <w:rsid w:val="00B47697"/>
    <w:rsid w:val="00B47CCF"/>
    <w:rsid w:val="00B47FB9"/>
    <w:rsid w:val="00B50207"/>
    <w:rsid w:val="00B50574"/>
    <w:rsid w:val="00B5066A"/>
    <w:rsid w:val="00B50707"/>
    <w:rsid w:val="00B50FFC"/>
    <w:rsid w:val="00B51093"/>
    <w:rsid w:val="00B5126E"/>
    <w:rsid w:val="00B51BC9"/>
    <w:rsid w:val="00B51C1D"/>
    <w:rsid w:val="00B51D7F"/>
    <w:rsid w:val="00B5246F"/>
    <w:rsid w:val="00B52AC8"/>
    <w:rsid w:val="00B536EF"/>
    <w:rsid w:val="00B5393F"/>
    <w:rsid w:val="00B53D39"/>
    <w:rsid w:val="00B53DA4"/>
    <w:rsid w:val="00B53E45"/>
    <w:rsid w:val="00B53FF2"/>
    <w:rsid w:val="00B54090"/>
    <w:rsid w:val="00B5497C"/>
    <w:rsid w:val="00B54A78"/>
    <w:rsid w:val="00B553C4"/>
    <w:rsid w:val="00B55601"/>
    <w:rsid w:val="00B558A6"/>
    <w:rsid w:val="00B55BA2"/>
    <w:rsid w:val="00B55D33"/>
    <w:rsid w:val="00B55D3E"/>
    <w:rsid w:val="00B563AA"/>
    <w:rsid w:val="00B56454"/>
    <w:rsid w:val="00B565EB"/>
    <w:rsid w:val="00B56784"/>
    <w:rsid w:val="00B56BA5"/>
    <w:rsid w:val="00B57765"/>
    <w:rsid w:val="00B57A62"/>
    <w:rsid w:val="00B57F4F"/>
    <w:rsid w:val="00B6000C"/>
    <w:rsid w:val="00B60097"/>
    <w:rsid w:val="00B60289"/>
    <w:rsid w:val="00B602D3"/>
    <w:rsid w:val="00B60309"/>
    <w:rsid w:val="00B60390"/>
    <w:rsid w:val="00B614BD"/>
    <w:rsid w:val="00B6195F"/>
    <w:rsid w:val="00B61999"/>
    <w:rsid w:val="00B61B56"/>
    <w:rsid w:val="00B61EBD"/>
    <w:rsid w:val="00B62160"/>
    <w:rsid w:val="00B62403"/>
    <w:rsid w:val="00B62E08"/>
    <w:rsid w:val="00B630F7"/>
    <w:rsid w:val="00B63677"/>
    <w:rsid w:val="00B63A3C"/>
    <w:rsid w:val="00B64062"/>
    <w:rsid w:val="00B640B6"/>
    <w:rsid w:val="00B645B7"/>
    <w:rsid w:val="00B64BFD"/>
    <w:rsid w:val="00B652D0"/>
    <w:rsid w:val="00B6537C"/>
    <w:rsid w:val="00B65C28"/>
    <w:rsid w:val="00B65E6E"/>
    <w:rsid w:val="00B65F30"/>
    <w:rsid w:val="00B65F5B"/>
    <w:rsid w:val="00B66FFD"/>
    <w:rsid w:val="00B67676"/>
    <w:rsid w:val="00B676D7"/>
    <w:rsid w:val="00B67705"/>
    <w:rsid w:val="00B67A84"/>
    <w:rsid w:val="00B67D7E"/>
    <w:rsid w:val="00B7014B"/>
    <w:rsid w:val="00B707D5"/>
    <w:rsid w:val="00B709E5"/>
    <w:rsid w:val="00B70B1F"/>
    <w:rsid w:val="00B70C41"/>
    <w:rsid w:val="00B70E08"/>
    <w:rsid w:val="00B70FC6"/>
    <w:rsid w:val="00B710B7"/>
    <w:rsid w:val="00B71337"/>
    <w:rsid w:val="00B71443"/>
    <w:rsid w:val="00B7173D"/>
    <w:rsid w:val="00B71792"/>
    <w:rsid w:val="00B720A6"/>
    <w:rsid w:val="00B72E06"/>
    <w:rsid w:val="00B7327D"/>
    <w:rsid w:val="00B733D1"/>
    <w:rsid w:val="00B73E37"/>
    <w:rsid w:val="00B7402B"/>
    <w:rsid w:val="00B74283"/>
    <w:rsid w:val="00B7481C"/>
    <w:rsid w:val="00B74C04"/>
    <w:rsid w:val="00B75B7B"/>
    <w:rsid w:val="00B75D90"/>
    <w:rsid w:val="00B76072"/>
    <w:rsid w:val="00B7643F"/>
    <w:rsid w:val="00B7671F"/>
    <w:rsid w:val="00B7689E"/>
    <w:rsid w:val="00B76FB6"/>
    <w:rsid w:val="00B77112"/>
    <w:rsid w:val="00B7742E"/>
    <w:rsid w:val="00B77431"/>
    <w:rsid w:val="00B775C2"/>
    <w:rsid w:val="00B776A1"/>
    <w:rsid w:val="00B77A5D"/>
    <w:rsid w:val="00B77FD4"/>
    <w:rsid w:val="00B80240"/>
    <w:rsid w:val="00B802FA"/>
    <w:rsid w:val="00B807D6"/>
    <w:rsid w:val="00B80B41"/>
    <w:rsid w:val="00B80C3C"/>
    <w:rsid w:val="00B815DE"/>
    <w:rsid w:val="00B817A8"/>
    <w:rsid w:val="00B818EA"/>
    <w:rsid w:val="00B81A77"/>
    <w:rsid w:val="00B81E05"/>
    <w:rsid w:val="00B82206"/>
    <w:rsid w:val="00B82987"/>
    <w:rsid w:val="00B82A08"/>
    <w:rsid w:val="00B82A19"/>
    <w:rsid w:val="00B82C74"/>
    <w:rsid w:val="00B8313A"/>
    <w:rsid w:val="00B83F71"/>
    <w:rsid w:val="00B83FC5"/>
    <w:rsid w:val="00B840CC"/>
    <w:rsid w:val="00B8431A"/>
    <w:rsid w:val="00B84898"/>
    <w:rsid w:val="00B84CA0"/>
    <w:rsid w:val="00B84DAD"/>
    <w:rsid w:val="00B84FF3"/>
    <w:rsid w:val="00B85281"/>
    <w:rsid w:val="00B8537D"/>
    <w:rsid w:val="00B853D3"/>
    <w:rsid w:val="00B853EF"/>
    <w:rsid w:val="00B8553E"/>
    <w:rsid w:val="00B85C4E"/>
    <w:rsid w:val="00B85D78"/>
    <w:rsid w:val="00B85E7A"/>
    <w:rsid w:val="00B85F9B"/>
    <w:rsid w:val="00B86635"/>
    <w:rsid w:val="00B869B9"/>
    <w:rsid w:val="00B86ADB"/>
    <w:rsid w:val="00B86C62"/>
    <w:rsid w:val="00B872C1"/>
    <w:rsid w:val="00B874C4"/>
    <w:rsid w:val="00B87812"/>
    <w:rsid w:val="00B878B2"/>
    <w:rsid w:val="00B87A8A"/>
    <w:rsid w:val="00B87BE5"/>
    <w:rsid w:val="00B87D01"/>
    <w:rsid w:val="00B87FDD"/>
    <w:rsid w:val="00B9011B"/>
    <w:rsid w:val="00B9020D"/>
    <w:rsid w:val="00B90498"/>
    <w:rsid w:val="00B90A5A"/>
    <w:rsid w:val="00B912FA"/>
    <w:rsid w:val="00B919B5"/>
    <w:rsid w:val="00B9247D"/>
    <w:rsid w:val="00B926CA"/>
    <w:rsid w:val="00B92D6A"/>
    <w:rsid w:val="00B92EB0"/>
    <w:rsid w:val="00B93117"/>
    <w:rsid w:val="00B939A6"/>
    <w:rsid w:val="00B94159"/>
    <w:rsid w:val="00B94657"/>
    <w:rsid w:val="00B94847"/>
    <w:rsid w:val="00B94B98"/>
    <w:rsid w:val="00B94B9F"/>
    <w:rsid w:val="00B94EF9"/>
    <w:rsid w:val="00B94F91"/>
    <w:rsid w:val="00B94FBA"/>
    <w:rsid w:val="00B95745"/>
    <w:rsid w:val="00B95A05"/>
    <w:rsid w:val="00B95ED2"/>
    <w:rsid w:val="00B9609A"/>
    <w:rsid w:val="00B9617E"/>
    <w:rsid w:val="00B9622C"/>
    <w:rsid w:val="00B96FD3"/>
    <w:rsid w:val="00B97266"/>
    <w:rsid w:val="00B97404"/>
    <w:rsid w:val="00B974DF"/>
    <w:rsid w:val="00B97568"/>
    <w:rsid w:val="00B9756D"/>
    <w:rsid w:val="00B976BA"/>
    <w:rsid w:val="00B9772D"/>
    <w:rsid w:val="00BA0301"/>
    <w:rsid w:val="00BA09AC"/>
    <w:rsid w:val="00BA10A4"/>
    <w:rsid w:val="00BA137F"/>
    <w:rsid w:val="00BA1C98"/>
    <w:rsid w:val="00BA1FFA"/>
    <w:rsid w:val="00BA207C"/>
    <w:rsid w:val="00BA2257"/>
    <w:rsid w:val="00BA22FE"/>
    <w:rsid w:val="00BA23D4"/>
    <w:rsid w:val="00BA2793"/>
    <w:rsid w:val="00BA2CFE"/>
    <w:rsid w:val="00BA2E83"/>
    <w:rsid w:val="00BA3771"/>
    <w:rsid w:val="00BA3950"/>
    <w:rsid w:val="00BA3B98"/>
    <w:rsid w:val="00BA3C52"/>
    <w:rsid w:val="00BA4E76"/>
    <w:rsid w:val="00BA4FE1"/>
    <w:rsid w:val="00BA517C"/>
    <w:rsid w:val="00BA51D2"/>
    <w:rsid w:val="00BA6349"/>
    <w:rsid w:val="00BA7164"/>
    <w:rsid w:val="00BA72C6"/>
    <w:rsid w:val="00BA7762"/>
    <w:rsid w:val="00BA7813"/>
    <w:rsid w:val="00BA7E7D"/>
    <w:rsid w:val="00BB0112"/>
    <w:rsid w:val="00BB05D2"/>
    <w:rsid w:val="00BB05F2"/>
    <w:rsid w:val="00BB06A4"/>
    <w:rsid w:val="00BB0B14"/>
    <w:rsid w:val="00BB0D1B"/>
    <w:rsid w:val="00BB1B43"/>
    <w:rsid w:val="00BB23DA"/>
    <w:rsid w:val="00BB2744"/>
    <w:rsid w:val="00BB29E2"/>
    <w:rsid w:val="00BB2BFC"/>
    <w:rsid w:val="00BB2EE0"/>
    <w:rsid w:val="00BB304B"/>
    <w:rsid w:val="00BB321B"/>
    <w:rsid w:val="00BB343E"/>
    <w:rsid w:val="00BB39A7"/>
    <w:rsid w:val="00BB3ADC"/>
    <w:rsid w:val="00BB3B0B"/>
    <w:rsid w:val="00BB4107"/>
    <w:rsid w:val="00BB4278"/>
    <w:rsid w:val="00BB428A"/>
    <w:rsid w:val="00BB436C"/>
    <w:rsid w:val="00BB4870"/>
    <w:rsid w:val="00BB4C28"/>
    <w:rsid w:val="00BB4C4A"/>
    <w:rsid w:val="00BB4E5F"/>
    <w:rsid w:val="00BB4F78"/>
    <w:rsid w:val="00BB5047"/>
    <w:rsid w:val="00BB51DB"/>
    <w:rsid w:val="00BB5269"/>
    <w:rsid w:val="00BB530C"/>
    <w:rsid w:val="00BB5636"/>
    <w:rsid w:val="00BB5877"/>
    <w:rsid w:val="00BB5B80"/>
    <w:rsid w:val="00BB5E62"/>
    <w:rsid w:val="00BB5F15"/>
    <w:rsid w:val="00BB5FF0"/>
    <w:rsid w:val="00BB6389"/>
    <w:rsid w:val="00BB6553"/>
    <w:rsid w:val="00BB66FF"/>
    <w:rsid w:val="00BB6F52"/>
    <w:rsid w:val="00BB6FF8"/>
    <w:rsid w:val="00BB7070"/>
    <w:rsid w:val="00BB74BD"/>
    <w:rsid w:val="00BB790E"/>
    <w:rsid w:val="00BB7C69"/>
    <w:rsid w:val="00BB7CDD"/>
    <w:rsid w:val="00BC00BE"/>
    <w:rsid w:val="00BC0F7E"/>
    <w:rsid w:val="00BC108C"/>
    <w:rsid w:val="00BC174D"/>
    <w:rsid w:val="00BC1B70"/>
    <w:rsid w:val="00BC1CC3"/>
    <w:rsid w:val="00BC20A6"/>
    <w:rsid w:val="00BC22FD"/>
    <w:rsid w:val="00BC2646"/>
    <w:rsid w:val="00BC2BA8"/>
    <w:rsid w:val="00BC2DDB"/>
    <w:rsid w:val="00BC2FD1"/>
    <w:rsid w:val="00BC34F9"/>
    <w:rsid w:val="00BC38B9"/>
    <w:rsid w:val="00BC4379"/>
    <w:rsid w:val="00BC4D46"/>
    <w:rsid w:val="00BC4E5B"/>
    <w:rsid w:val="00BC51D3"/>
    <w:rsid w:val="00BC5BC2"/>
    <w:rsid w:val="00BC6317"/>
    <w:rsid w:val="00BC661B"/>
    <w:rsid w:val="00BC6B60"/>
    <w:rsid w:val="00BC6C54"/>
    <w:rsid w:val="00BC6C55"/>
    <w:rsid w:val="00BC6DC9"/>
    <w:rsid w:val="00BC6F71"/>
    <w:rsid w:val="00BC6F88"/>
    <w:rsid w:val="00BC72FC"/>
    <w:rsid w:val="00BC7305"/>
    <w:rsid w:val="00BC75C3"/>
    <w:rsid w:val="00BC770A"/>
    <w:rsid w:val="00BC7F90"/>
    <w:rsid w:val="00BD022C"/>
    <w:rsid w:val="00BD05FE"/>
    <w:rsid w:val="00BD0705"/>
    <w:rsid w:val="00BD075C"/>
    <w:rsid w:val="00BD116F"/>
    <w:rsid w:val="00BD12AC"/>
    <w:rsid w:val="00BD166B"/>
    <w:rsid w:val="00BD18FC"/>
    <w:rsid w:val="00BD259D"/>
    <w:rsid w:val="00BD27E1"/>
    <w:rsid w:val="00BD2C1B"/>
    <w:rsid w:val="00BD2CAB"/>
    <w:rsid w:val="00BD307C"/>
    <w:rsid w:val="00BD3364"/>
    <w:rsid w:val="00BD349C"/>
    <w:rsid w:val="00BD3A0B"/>
    <w:rsid w:val="00BD4116"/>
    <w:rsid w:val="00BD4F09"/>
    <w:rsid w:val="00BD4F93"/>
    <w:rsid w:val="00BD5151"/>
    <w:rsid w:val="00BD54AD"/>
    <w:rsid w:val="00BD5671"/>
    <w:rsid w:val="00BD59C1"/>
    <w:rsid w:val="00BD5C3B"/>
    <w:rsid w:val="00BD5C65"/>
    <w:rsid w:val="00BD5DA5"/>
    <w:rsid w:val="00BD5FE8"/>
    <w:rsid w:val="00BD6705"/>
    <w:rsid w:val="00BD69A3"/>
    <w:rsid w:val="00BD71C7"/>
    <w:rsid w:val="00BE01B3"/>
    <w:rsid w:val="00BE02B5"/>
    <w:rsid w:val="00BE08CB"/>
    <w:rsid w:val="00BE0B21"/>
    <w:rsid w:val="00BE0D0C"/>
    <w:rsid w:val="00BE0DFA"/>
    <w:rsid w:val="00BE14D2"/>
    <w:rsid w:val="00BE1573"/>
    <w:rsid w:val="00BE16D2"/>
    <w:rsid w:val="00BE172B"/>
    <w:rsid w:val="00BE1BA1"/>
    <w:rsid w:val="00BE1E1A"/>
    <w:rsid w:val="00BE1E6B"/>
    <w:rsid w:val="00BE244F"/>
    <w:rsid w:val="00BE2456"/>
    <w:rsid w:val="00BE30EA"/>
    <w:rsid w:val="00BE3295"/>
    <w:rsid w:val="00BE32B0"/>
    <w:rsid w:val="00BE381F"/>
    <w:rsid w:val="00BE3A5E"/>
    <w:rsid w:val="00BE3E72"/>
    <w:rsid w:val="00BE434C"/>
    <w:rsid w:val="00BE43E0"/>
    <w:rsid w:val="00BE4F52"/>
    <w:rsid w:val="00BE5843"/>
    <w:rsid w:val="00BE5C37"/>
    <w:rsid w:val="00BE5E4D"/>
    <w:rsid w:val="00BE66C9"/>
    <w:rsid w:val="00BE66FC"/>
    <w:rsid w:val="00BE6813"/>
    <w:rsid w:val="00BE686D"/>
    <w:rsid w:val="00BE6DC7"/>
    <w:rsid w:val="00BE6E5E"/>
    <w:rsid w:val="00BE7440"/>
    <w:rsid w:val="00BF0067"/>
    <w:rsid w:val="00BF108B"/>
    <w:rsid w:val="00BF127D"/>
    <w:rsid w:val="00BF1735"/>
    <w:rsid w:val="00BF1B10"/>
    <w:rsid w:val="00BF1E59"/>
    <w:rsid w:val="00BF21D3"/>
    <w:rsid w:val="00BF2833"/>
    <w:rsid w:val="00BF294F"/>
    <w:rsid w:val="00BF2B35"/>
    <w:rsid w:val="00BF2D9B"/>
    <w:rsid w:val="00BF2F54"/>
    <w:rsid w:val="00BF2F74"/>
    <w:rsid w:val="00BF324F"/>
    <w:rsid w:val="00BF34AD"/>
    <w:rsid w:val="00BF397C"/>
    <w:rsid w:val="00BF39E2"/>
    <w:rsid w:val="00BF3ADC"/>
    <w:rsid w:val="00BF3F9B"/>
    <w:rsid w:val="00BF42F5"/>
    <w:rsid w:val="00BF44F0"/>
    <w:rsid w:val="00BF4627"/>
    <w:rsid w:val="00BF46F7"/>
    <w:rsid w:val="00BF47AE"/>
    <w:rsid w:val="00BF51AB"/>
    <w:rsid w:val="00BF6143"/>
    <w:rsid w:val="00BF6460"/>
    <w:rsid w:val="00BF6A25"/>
    <w:rsid w:val="00BF6AD1"/>
    <w:rsid w:val="00BF7021"/>
    <w:rsid w:val="00BF72BE"/>
    <w:rsid w:val="00C00125"/>
    <w:rsid w:val="00C00483"/>
    <w:rsid w:val="00C00604"/>
    <w:rsid w:val="00C00621"/>
    <w:rsid w:val="00C01B45"/>
    <w:rsid w:val="00C01B8B"/>
    <w:rsid w:val="00C01BD8"/>
    <w:rsid w:val="00C01E43"/>
    <w:rsid w:val="00C0254C"/>
    <w:rsid w:val="00C02802"/>
    <w:rsid w:val="00C02A0A"/>
    <w:rsid w:val="00C02A1A"/>
    <w:rsid w:val="00C02B78"/>
    <w:rsid w:val="00C02EC2"/>
    <w:rsid w:val="00C02F5A"/>
    <w:rsid w:val="00C0305B"/>
    <w:rsid w:val="00C03061"/>
    <w:rsid w:val="00C030B9"/>
    <w:rsid w:val="00C0310B"/>
    <w:rsid w:val="00C03215"/>
    <w:rsid w:val="00C032A2"/>
    <w:rsid w:val="00C0338B"/>
    <w:rsid w:val="00C033B7"/>
    <w:rsid w:val="00C0391F"/>
    <w:rsid w:val="00C03A5F"/>
    <w:rsid w:val="00C03EDA"/>
    <w:rsid w:val="00C03F51"/>
    <w:rsid w:val="00C04107"/>
    <w:rsid w:val="00C04147"/>
    <w:rsid w:val="00C04188"/>
    <w:rsid w:val="00C04C86"/>
    <w:rsid w:val="00C04FEB"/>
    <w:rsid w:val="00C054B9"/>
    <w:rsid w:val="00C057FE"/>
    <w:rsid w:val="00C05E5F"/>
    <w:rsid w:val="00C05F84"/>
    <w:rsid w:val="00C06226"/>
    <w:rsid w:val="00C063C0"/>
    <w:rsid w:val="00C0647A"/>
    <w:rsid w:val="00C06939"/>
    <w:rsid w:val="00C0696C"/>
    <w:rsid w:val="00C06D7D"/>
    <w:rsid w:val="00C072B2"/>
    <w:rsid w:val="00C0737C"/>
    <w:rsid w:val="00C07DCB"/>
    <w:rsid w:val="00C10B61"/>
    <w:rsid w:val="00C10F48"/>
    <w:rsid w:val="00C1128D"/>
    <w:rsid w:val="00C114D9"/>
    <w:rsid w:val="00C117C9"/>
    <w:rsid w:val="00C118B2"/>
    <w:rsid w:val="00C11D71"/>
    <w:rsid w:val="00C11E40"/>
    <w:rsid w:val="00C123D4"/>
    <w:rsid w:val="00C12A58"/>
    <w:rsid w:val="00C12AF5"/>
    <w:rsid w:val="00C12CE2"/>
    <w:rsid w:val="00C130F0"/>
    <w:rsid w:val="00C1314F"/>
    <w:rsid w:val="00C13266"/>
    <w:rsid w:val="00C133C6"/>
    <w:rsid w:val="00C13A57"/>
    <w:rsid w:val="00C13C63"/>
    <w:rsid w:val="00C141E3"/>
    <w:rsid w:val="00C147DD"/>
    <w:rsid w:val="00C14AFB"/>
    <w:rsid w:val="00C14D36"/>
    <w:rsid w:val="00C14F25"/>
    <w:rsid w:val="00C152FB"/>
    <w:rsid w:val="00C1563C"/>
    <w:rsid w:val="00C16C31"/>
    <w:rsid w:val="00C16E38"/>
    <w:rsid w:val="00C16E53"/>
    <w:rsid w:val="00C171E7"/>
    <w:rsid w:val="00C17AD8"/>
    <w:rsid w:val="00C2005C"/>
    <w:rsid w:val="00C2014A"/>
    <w:rsid w:val="00C201AD"/>
    <w:rsid w:val="00C21376"/>
    <w:rsid w:val="00C21EE4"/>
    <w:rsid w:val="00C221E1"/>
    <w:rsid w:val="00C2230E"/>
    <w:rsid w:val="00C2272B"/>
    <w:rsid w:val="00C22995"/>
    <w:rsid w:val="00C229F3"/>
    <w:rsid w:val="00C22BFE"/>
    <w:rsid w:val="00C231D4"/>
    <w:rsid w:val="00C236F4"/>
    <w:rsid w:val="00C23DCB"/>
    <w:rsid w:val="00C242A8"/>
    <w:rsid w:val="00C24328"/>
    <w:rsid w:val="00C245CE"/>
    <w:rsid w:val="00C24AE4"/>
    <w:rsid w:val="00C24BD8"/>
    <w:rsid w:val="00C24DA4"/>
    <w:rsid w:val="00C24DBE"/>
    <w:rsid w:val="00C257F4"/>
    <w:rsid w:val="00C259E9"/>
    <w:rsid w:val="00C25D1A"/>
    <w:rsid w:val="00C2601B"/>
    <w:rsid w:val="00C260BA"/>
    <w:rsid w:val="00C26412"/>
    <w:rsid w:val="00C26895"/>
    <w:rsid w:val="00C268EE"/>
    <w:rsid w:val="00C269A3"/>
    <w:rsid w:val="00C26F10"/>
    <w:rsid w:val="00C278C0"/>
    <w:rsid w:val="00C3014A"/>
    <w:rsid w:val="00C310D0"/>
    <w:rsid w:val="00C314ED"/>
    <w:rsid w:val="00C322D9"/>
    <w:rsid w:val="00C32807"/>
    <w:rsid w:val="00C33548"/>
    <w:rsid w:val="00C3386B"/>
    <w:rsid w:val="00C33990"/>
    <w:rsid w:val="00C339E1"/>
    <w:rsid w:val="00C33AAC"/>
    <w:rsid w:val="00C33B3D"/>
    <w:rsid w:val="00C33C2F"/>
    <w:rsid w:val="00C34008"/>
    <w:rsid w:val="00C34340"/>
    <w:rsid w:val="00C344CE"/>
    <w:rsid w:val="00C34978"/>
    <w:rsid w:val="00C349DF"/>
    <w:rsid w:val="00C34BF5"/>
    <w:rsid w:val="00C354CF"/>
    <w:rsid w:val="00C35688"/>
    <w:rsid w:val="00C356C2"/>
    <w:rsid w:val="00C35893"/>
    <w:rsid w:val="00C35A73"/>
    <w:rsid w:val="00C369D0"/>
    <w:rsid w:val="00C37319"/>
    <w:rsid w:val="00C37F82"/>
    <w:rsid w:val="00C40B4F"/>
    <w:rsid w:val="00C40DD3"/>
    <w:rsid w:val="00C410FC"/>
    <w:rsid w:val="00C414F8"/>
    <w:rsid w:val="00C417DD"/>
    <w:rsid w:val="00C41825"/>
    <w:rsid w:val="00C41AE1"/>
    <w:rsid w:val="00C41F00"/>
    <w:rsid w:val="00C41F24"/>
    <w:rsid w:val="00C41F35"/>
    <w:rsid w:val="00C421CD"/>
    <w:rsid w:val="00C421F4"/>
    <w:rsid w:val="00C42204"/>
    <w:rsid w:val="00C42689"/>
    <w:rsid w:val="00C42922"/>
    <w:rsid w:val="00C42C89"/>
    <w:rsid w:val="00C42DF3"/>
    <w:rsid w:val="00C42F6F"/>
    <w:rsid w:val="00C42FC8"/>
    <w:rsid w:val="00C43693"/>
    <w:rsid w:val="00C4389E"/>
    <w:rsid w:val="00C4397F"/>
    <w:rsid w:val="00C43A55"/>
    <w:rsid w:val="00C43BAB"/>
    <w:rsid w:val="00C43C49"/>
    <w:rsid w:val="00C443F8"/>
    <w:rsid w:val="00C44791"/>
    <w:rsid w:val="00C44E11"/>
    <w:rsid w:val="00C44FF2"/>
    <w:rsid w:val="00C456A4"/>
    <w:rsid w:val="00C4577F"/>
    <w:rsid w:val="00C45C9C"/>
    <w:rsid w:val="00C45ED0"/>
    <w:rsid w:val="00C460CB"/>
    <w:rsid w:val="00C468B4"/>
    <w:rsid w:val="00C46A11"/>
    <w:rsid w:val="00C46DEC"/>
    <w:rsid w:val="00C471C4"/>
    <w:rsid w:val="00C474C9"/>
    <w:rsid w:val="00C47A84"/>
    <w:rsid w:val="00C5007F"/>
    <w:rsid w:val="00C50DEF"/>
    <w:rsid w:val="00C513FD"/>
    <w:rsid w:val="00C515B7"/>
    <w:rsid w:val="00C52D3B"/>
    <w:rsid w:val="00C53402"/>
    <w:rsid w:val="00C5389A"/>
    <w:rsid w:val="00C53B4E"/>
    <w:rsid w:val="00C5421F"/>
    <w:rsid w:val="00C5435D"/>
    <w:rsid w:val="00C543E5"/>
    <w:rsid w:val="00C548BD"/>
    <w:rsid w:val="00C54B32"/>
    <w:rsid w:val="00C55140"/>
    <w:rsid w:val="00C551C8"/>
    <w:rsid w:val="00C55863"/>
    <w:rsid w:val="00C563BA"/>
    <w:rsid w:val="00C569D8"/>
    <w:rsid w:val="00C56DDD"/>
    <w:rsid w:val="00C56FB8"/>
    <w:rsid w:val="00C57569"/>
    <w:rsid w:val="00C57711"/>
    <w:rsid w:val="00C57951"/>
    <w:rsid w:val="00C57A90"/>
    <w:rsid w:val="00C57B04"/>
    <w:rsid w:val="00C57F28"/>
    <w:rsid w:val="00C603AC"/>
    <w:rsid w:val="00C60A6A"/>
    <w:rsid w:val="00C612C7"/>
    <w:rsid w:val="00C617B4"/>
    <w:rsid w:val="00C6184F"/>
    <w:rsid w:val="00C61B84"/>
    <w:rsid w:val="00C61C50"/>
    <w:rsid w:val="00C61EC9"/>
    <w:rsid w:val="00C61F81"/>
    <w:rsid w:val="00C62253"/>
    <w:rsid w:val="00C63122"/>
    <w:rsid w:val="00C63DD2"/>
    <w:rsid w:val="00C648EB"/>
    <w:rsid w:val="00C64900"/>
    <w:rsid w:val="00C65188"/>
    <w:rsid w:val="00C65863"/>
    <w:rsid w:val="00C658E2"/>
    <w:rsid w:val="00C6594A"/>
    <w:rsid w:val="00C65AAF"/>
    <w:rsid w:val="00C660F4"/>
    <w:rsid w:val="00C66271"/>
    <w:rsid w:val="00C66363"/>
    <w:rsid w:val="00C66643"/>
    <w:rsid w:val="00C6671A"/>
    <w:rsid w:val="00C671BE"/>
    <w:rsid w:val="00C704EB"/>
    <w:rsid w:val="00C707A7"/>
    <w:rsid w:val="00C7095A"/>
    <w:rsid w:val="00C70B87"/>
    <w:rsid w:val="00C70CFC"/>
    <w:rsid w:val="00C70F49"/>
    <w:rsid w:val="00C7199A"/>
    <w:rsid w:val="00C7245A"/>
    <w:rsid w:val="00C72913"/>
    <w:rsid w:val="00C72B94"/>
    <w:rsid w:val="00C72D73"/>
    <w:rsid w:val="00C73DCC"/>
    <w:rsid w:val="00C73FDF"/>
    <w:rsid w:val="00C74905"/>
    <w:rsid w:val="00C74A63"/>
    <w:rsid w:val="00C74F6A"/>
    <w:rsid w:val="00C7512B"/>
    <w:rsid w:val="00C751E1"/>
    <w:rsid w:val="00C7581A"/>
    <w:rsid w:val="00C75AF3"/>
    <w:rsid w:val="00C75C64"/>
    <w:rsid w:val="00C76BB0"/>
    <w:rsid w:val="00C76CAF"/>
    <w:rsid w:val="00C77309"/>
    <w:rsid w:val="00C774EF"/>
    <w:rsid w:val="00C776F5"/>
    <w:rsid w:val="00C77C04"/>
    <w:rsid w:val="00C80414"/>
    <w:rsid w:val="00C80539"/>
    <w:rsid w:val="00C8056B"/>
    <w:rsid w:val="00C80806"/>
    <w:rsid w:val="00C81147"/>
    <w:rsid w:val="00C81473"/>
    <w:rsid w:val="00C817AC"/>
    <w:rsid w:val="00C8182B"/>
    <w:rsid w:val="00C8218C"/>
    <w:rsid w:val="00C8239E"/>
    <w:rsid w:val="00C826D6"/>
    <w:rsid w:val="00C82BD0"/>
    <w:rsid w:val="00C82FA3"/>
    <w:rsid w:val="00C839C5"/>
    <w:rsid w:val="00C83E0A"/>
    <w:rsid w:val="00C83FDD"/>
    <w:rsid w:val="00C83FEE"/>
    <w:rsid w:val="00C8425B"/>
    <w:rsid w:val="00C84674"/>
    <w:rsid w:val="00C84BE4"/>
    <w:rsid w:val="00C8501C"/>
    <w:rsid w:val="00C85513"/>
    <w:rsid w:val="00C856F1"/>
    <w:rsid w:val="00C858CA"/>
    <w:rsid w:val="00C858FF"/>
    <w:rsid w:val="00C85B18"/>
    <w:rsid w:val="00C85EDF"/>
    <w:rsid w:val="00C860B0"/>
    <w:rsid w:val="00C864C8"/>
    <w:rsid w:val="00C8659E"/>
    <w:rsid w:val="00C866B1"/>
    <w:rsid w:val="00C86F27"/>
    <w:rsid w:val="00C87171"/>
    <w:rsid w:val="00C873BD"/>
    <w:rsid w:val="00C87601"/>
    <w:rsid w:val="00C87D31"/>
    <w:rsid w:val="00C87D61"/>
    <w:rsid w:val="00C87E8F"/>
    <w:rsid w:val="00C90456"/>
    <w:rsid w:val="00C905A9"/>
    <w:rsid w:val="00C9065D"/>
    <w:rsid w:val="00C907B0"/>
    <w:rsid w:val="00C90E34"/>
    <w:rsid w:val="00C913C4"/>
    <w:rsid w:val="00C914AA"/>
    <w:rsid w:val="00C91AE7"/>
    <w:rsid w:val="00C91D65"/>
    <w:rsid w:val="00C92150"/>
    <w:rsid w:val="00C9239C"/>
    <w:rsid w:val="00C9272A"/>
    <w:rsid w:val="00C927A5"/>
    <w:rsid w:val="00C92A07"/>
    <w:rsid w:val="00C92FE0"/>
    <w:rsid w:val="00C92FFD"/>
    <w:rsid w:val="00C93040"/>
    <w:rsid w:val="00C934B9"/>
    <w:rsid w:val="00C93FDF"/>
    <w:rsid w:val="00C94042"/>
    <w:rsid w:val="00C940E3"/>
    <w:rsid w:val="00C942A3"/>
    <w:rsid w:val="00C94645"/>
    <w:rsid w:val="00C94709"/>
    <w:rsid w:val="00C94737"/>
    <w:rsid w:val="00C9493A"/>
    <w:rsid w:val="00C951DA"/>
    <w:rsid w:val="00C956CD"/>
    <w:rsid w:val="00C95A74"/>
    <w:rsid w:val="00C95E9D"/>
    <w:rsid w:val="00C95F08"/>
    <w:rsid w:val="00C960BD"/>
    <w:rsid w:val="00C9690B"/>
    <w:rsid w:val="00C96D3A"/>
    <w:rsid w:val="00C9760B"/>
    <w:rsid w:val="00C977CD"/>
    <w:rsid w:val="00C97B39"/>
    <w:rsid w:val="00CA020D"/>
    <w:rsid w:val="00CA0615"/>
    <w:rsid w:val="00CA07E8"/>
    <w:rsid w:val="00CA0FE3"/>
    <w:rsid w:val="00CA118B"/>
    <w:rsid w:val="00CA11A5"/>
    <w:rsid w:val="00CA1275"/>
    <w:rsid w:val="00CA20F6"/>
    <w:rsid w:val="00CA2221"/>
    <w:rsid w:val="00CA2C71"/>
    <w:rsid w:val="00CA34FA"/>
    <w:rsid w:val="00CA3E67"/>
    <w:rsid w:val="00CA420E"/>
    <w:rsid w:val="00CA42D0"/>
    <w:rsid w:val="00CA436B"/>
    <w:rsid w:val="00CA4376"/>
    <w:rsid w:val="00CA44D8"/>
    <w:rsid w:val="00CA460F"/>
    <w:rsid w:val="00CA4F01"/>
    <w:rsid w:val="00CA4F96"/>
    <w:rsid w:val="00CA4FB4"/>
    <w:rsid w:val="00CA51BA"/>
    <w:rsid w:val="00CA5229"/>
    <w:rsid w:val="00CA57E4"/>
    <w:rsid w:val="00CA58CA"/>
    <w:rsid w:val="00CA5DD8"/>
    <w:rsid w:val="00CA6609"/>
    <w:rsid w:val="00CA660F"/>
    <w:rsid w:val="00CA6751"/>
    <w:rsid w:val="00CA6CB6"/>
    <w:rsid w:val="00CA6EF5"/>
    <w:rsid w:val="00CA706E"/>
    <w:rsid w:val="00CA7412"/>
    <w:rsid w:val="00CA7651"/>
    <w:rsid w:val="00CA78CF"/>
    <w:rsid w:val="00CA7966"/>
    <w:rsid w:val="00CA7EBA"/>
    <w:rsid w:val="00CA7F5B"/>
    <w:rsid w:val="00CB066E"/>
    <w:rsid w:val="00CB0BF9"/>
    <w:rsid w:val="00CB0F50"/>
    <w:rsid w:val="00CB13BE"/>
    <w:rsid w:val="00CB14F8"/>
    <w:rsid w:val="00CB1704"/>
    <w:rsid w:val="00CB1766"/>
    <w:rsid w:val="00CB1F6E"/>
    <w:rsid w:val="00CB2143"/>
    <w:rsid w:val="00CB21CC"/>
    <w:rsid w:val="00CB301A"/>
    <w:rsid w:val="00CB31CF"/>
    <w:rsid w:val="00CB3272"/>
    <w:rsid w:val="00CB3C29"/>
    <w:rsid w:val="00CB3C8F"/>
    <w:rsid w:val="00CB3E60"/>
    <w:rsid w:val="00CB49B1"/>
    <w:rsid w:val="00CB4C76"/>
    <w:rsid w:val="00CB5040"/>
    <w:rsid w:val="00CB51A6"/>
    <w:rsid w:val="00CB52AE"/>
    <w:rsid w:val="00CB5509"/>
    <w:rsid w:val="00CB582D"/>
    <w:rsid w:val="00CB58C2"/>
    <w:rsid w:val="00CB5CEF"/>
    <w:rsid w:val="00CB5F0B"/>
    <w:rsid w:val="00CB6039"/>
    <w:rsid w:val="00CB6297"/>
    <w:rsid w:val="00CB6838"/>
    <w:rsid w:val="00CB6935"/>
    <w:rsid w:val="00CB6A77"/>
    <w:rsid w:val="00CB6C12"/>
    <w:rsid w:val="00CB6CCD"/>
    <w:rsid w:val="00CB7468"/>
    <w:rsid w:val="00CB7C71"/>
    <w:rsid w:val="00CB7FCF"/>
    <w:rsid w:val="00CC02A9"/>
    <w:rsid w:val="00CC034C"/>
    <w:rsid w:val="00CC0431"/>
    <w:rsid w:val="00CC05FA"/>
    <w:rsid w:val="00CC0695"/>
    <w:rsid w:val="00CC0C69"/>
    <w:rsid w:val="00CC11AE"/>
    <w:rsid w:val="00CC14C3"/>
    <w:rsid w:val="00CC1CC1"/>
    <w:rsid w:val="00CC1F9C"/>
    <w:rsid w:val="00CC2363"/>
    <w:rsid w:val="00CC2611"/>
    <w:rsid w:val="00CC2628"/>
    <w:rsid w:val="00CC2638"/>
    <w:rsid w:val="00CC27D3"/>
    <w:rsid w:val="00CC2F42"/>
    <w:rsid w:val="00CC2F5E"/>
    <w:rsid w:val="00CC358E"/>
    <w:rsid w:val="00CC3713"/>
    <w:rsid w:val="00CC38A9"/>
    <w:rsid w:val="00CC4238"/>
    <w:rsid w:val="00CC4518"/>
    <w:rsid w:val="00CC463D"/>
    <w:rsid w:val="00CC463F"/>
    <w:rsid w:val="00CC47BA"/>
    <w:rsid w:val="00CC4C59"/>
    <w:rsid w:val="00CC51E5"/>
    <w:rsid w:val="00CC56A1"/>
    <w:rsid w:val="00CC56E0"/>
    <w:rsid w:val="00CC58AD"/>
    <w:rsid w:val="00CC59C8"/>
    <w:rsid w:val="00CC59FD"/>
    <w:rsid w:val="00CC6065"/>
    <w:rsid w:val="00CC6730"/>
    <w:rsid w:val="00CC6AC8"/>
    <w:rsid w:val="00CC6C76"/>
    <w:rsid w:val="00CC785B"/>
    <w:rsid w:val="00CC7970"/>
    <w:rsid w:val="00CC7BAD"/>
    <w:rsid w:val="00CC7CCE"/>
    <w:rsid w:val="00CD0397"/>
    <w:rsid w:val="00CD04A7"/>
    <w:rsid w:val="00CD058E"/>
    <w:rsid w:val="00CD05E5"/>
    <w:rsid w:val="00CD086C"/>
    <w:rsid w:val="00CD089D"/>
    <w:rsid w:val="00CD0BF2"/>
    <w:rsid w:val="00CD13D7"/>
    <w:rsid w:val="00CD152B"/>
    <w:rsid w:val="00CD16E5"/>
    <w:rsid w:val="00CD188B"/>
    <w:rsid w:val="00CD19F0"/>
    <w:rsid w:val="00CD20B8"/>
    <w:rsid w:val="00CD2173"/>
    <w:rsid w:val="00CD22A5"/>
    <w:rsid w:val="00CD2819"/>
    <w:rsid w:val="00CD2A2F"/>
    <w:rsid w:val="00CD2A5A"/>
    <w:rsid w:val="00CD2B12"/>
    <w:rsid w:val="00CD3A08"/>
    <w:rsid w:val="00CD3AB0"/>
    <w:rsid w:val="00CD3F4E"/>
    <w:rsid w:val="00CD4047"/>
    <w:rsid w:val="00CD4089"/>
    <w:rsid w:val="00CD450F"/>
    <w:rsid w:val="00CD4551"/>
    <w:rsid w:val="00CD4F5D"/>
    <w:rsid w:val="00CD5561"/>
    <w:rsid w:val="00CD69ED"/>
    <w:rsid w:val="00CD71DA"/>
    <w:rsid w:val="00CD7407"/>
    <w:rsid w:val="00CD77A4"/>
    <w:rsid w:val="00CD7A12"/>
    <w:rsid w:val="00CD7F52"/>
    <w:rsid w:val="00CE0D35"/>
    <w:rsid w:val="00CE0EA5"/>
    <w:rsid w:val="00CE0F40"/>
    <w:rsid w:val="00CE1039"/>
    <w:rsid w:val="00CE10C6"/>
    <w:rsid w:val="00CE1DE7"/>
    <w:rsid w:val="00CE20A0"/>
    <w:rsid w:val="00CE21AD"/>
    <w:rsid w:val="00CE23BB"/>
    <w:rsid w:val="00CE242F"/>
    <w:rsid w:val="00CE24FE"/>
    <w:rsid w:val="00CE25D7"/>
    <w:rsid w:val="00CE265D"/>
    <w:rsid w:val="00CE26F7"/>
    <w:rsid w:val="00CE33A2"/>
    <w:rsid w:val="00CE3567"/>
    <w:rsid w:val="00CE3CA5"/>
    <w:rsid w:val="00CE3EC8"/>
    <w:rsid w:val="00CE3F18"/>
    <w:rsid w:val="00CE43E4"/>
    <w:rsid w:val="00CE440C"/>
    <w:rsid w:val="00CE4681"/>
    <w:rsid w:val="00CE4A2B"/>
    <w:rsid w:val="00CE4A88"/>
    <w:rsid w:val="00CE4ABD"/>
    <w:rsid w:val="00CE4D7E"/>
    <w:rsid w:val="00CE5400"/>
    <w:rsid w:val="00CE5D44"/>
    <w:rsid w:val="00CE6377"/>
    <w:rsid w:val="00CE63BC"/>
    <w:rsid w:val="00CE65B0"/>
    <w:rsid w:val="00CE6939"/>
    <w:rsid w:val="00CE697E"/>
    <w:rsid w:val="00CE7282"/>
    <w:rsid w:val="00CE7340"/>
    <w:rsid w:val="00CE73E7"/>
    <w:rsid w:val="00CE7AF0"/>
    <w:rsid w:val="00CE7B6A"/>
    <w:rsid w:val="00CE7B88"/>
    <w:rsid w:val="00CE7C6C"/>
    <w:rsid w:val="00CF0067"/>
    <w:rsid w:val="00CF049E"/>
    <w:rsid w:val="00CF05B9"/>
    <w:rsid w:val="00CF0DED"/>
    <w:rsid w:val="00CF0F38"/>
    <w:rsid w:val="00CF1166"/>
    <w:rsid w:val="00CF118A"/>
    <w:rsid w:val="00CF1A8C"/>
    <w:rsid w:val="00CF1A9B"/>
    <w:rsid w:val="00CF1AA7"/>
    <w:rsid w:val="00CF1DB7"/>
    <w:rsid w:val="00CF20DC"/>
    <w:rsid w:val="00CF216C"/>
    <w:rsid w:val="00CF2338"/>
    <w:rsid w:val="00CF2863"/>
    <w:rsid w:val="00CF2A10"/>
    <w:rsid w:val="00CF2AF3"/>
    <w:rsid w:val="00CF2C98"/>
    <w:rsid w:val="00CF3332"/>
    <w:rsid w:val="00CF3A5C"/>
    <w:rsid w:val="00CF3C7D"/>
    <w:rsid w:val="00CF3C86"/>
    <w:rsid w:val="00CF3CF1"/>
    <w:rsid w:val="00CF3E5C"/>
    <w:rsid w:val="00CF411A"/>
    <w:rsid w:val="00CF465B"/>
    <w:rsid w:val="00CF490D"/>
    <w:rsid w:val="00CF4A36"/>
    <w:rsid w:val="00CF4ABE"/>
    <w:rsid w:val="00CF4B4C"/>
    <w:rsid w:val="00CF557F"/>
    <w:rsid w:val="00CF57AE"/>
    <w:rsid w:val="00CF5946"/>
    <w:rsid w:val="00CF62D5"/>
    <w:rsid w:val="00CF6474"/>
    <w:rsid w:val="00CF6925"/>
    <w:rsid w:val="00CF6A1E"/>
    <w:rsid w:val="00CF6C60"/>
    <w:rsid w:val="00CF6D6C"/>
    <w:rsid w:val="00CF711B"/>
    <w:rsid w:val="00CF7294"/>
    <w:rsid w:val="00CF7551"/>
    <w:rsid w:val="00D00832"/>
    <w:rsid w:val="00D0096D"/>
    <w:rsid w:val="00D010A5"/>
    <w:rsid w:val="00D014B2"/>
    <w:rsid w:val="00D014DB"/>
    <w:rsid w:val="00D01757"/>
    <w:rsid w:val="00D01E3E"/>
    <w:rsid w:val="00D01EB0"/>
    <w:rsid w:val="00D02475"/>
    <w:rsid w:val="00D02F7C"/>
    <w:rsid w:val="00D03006"/>
    <w:rsid w:val="00D03823"/>
    <w:rsid w:val="00D03ACB"/>
    <w:rsid w:val="00D03F2D"/>
    <w:rsid w:val="00D04006"/>
    <w:rsid w:val="00D04123"/>
    <w:rsid w:val="00D04586"/>
    <w:rsid w:val="00D0463F"/>
    <w:rsid w:val="00D04A8D"/>
    <w:rsid w:val="00D04BA3"/>
    <w:rsid w:val="00D05488"/>
    <w:rsid w:val="00D05549"/>
    <w:rsid w:val="00D05761"/>
    <w:rsid w:val="00D05B6B"/>
    <w:rsid w:val="00D05CA9"/>
    <w:rsid w:val="00D05E02"/>
    <w:rsid w:val="00D062FA"/>
    <w:rsid w:val="00D06507"/>
    <w:rsid w:val="00D06577"/>
    <w:rsid w:val="00D06B02"/>
    <w:rsid w:val="00D06D97"/>
    <w:rsid w:val="00D0718F"/>
    <w:rsid w:val="00D071A9"/>
    <w:rsid w:val="00D0792A"/>
    <w:rsid w:val="00D07C09"/>
    <w:rsid w:val="00D1044A"/>
    <w:rsid w:val="00D107F1"/>
    <w:rsid w:val="00D10945"/>
    <w:rsid w:val="00D10D0A"/>
    <w:rsid w:val="00D10F7F"/>
    <w:rsid w:val="00D11200"/>
    <w:rsid w:val="00D11DFE"/>
    <w:rsid w:val="00D1225A"/>
    <w:rsid w:val="00D125DA"/>
    <w:rsid w:val="00D1273A"/>
    <w:rsid w:val="00D132CB"/>
    <w:rsid w:val="00D1340F"/>
    <w:rsid w:val="00D13483"/>
    <w:rsid w:val="00D139FF"/>
    <w:rsid w:val="00D13AF7"/>
    <w:rsid w:val="00D13E01"/>
    <w:rsid w:val="00D142E6"/>
    <w:rsid w:val="00D147A2"/>
    <w:rsid w:val="00D14945"/>
    <w:rsid w:val="00D15554"/>
    <w:rsid w:val="00D15604"/>
    <w:rsid w:val="00D156A7"/>
    <w:rsid w:val="00D1572D"/>
    <w:rsid w:val="00D1577D"/>
    <w:rsid w:val="00D15B96"/>
    <w:rsid w:val="00D16052"/>
    <w:rsid w:val="00D16261"/>
    <w:rsid w:val="00D163CD"/>
    <w:rsid w:val="00D164C7"/>
    <w:rsid w:val="00D168D7"/>
    <w:rsid w:val="00D16ADA"/>
    <w:rsid w:val="00D16DFC"/>
    <w:rsid w:val="00D16F6A"/>
    <w:rsid w:val="00D170E0"/>
    <w:rsid w:val="00D170E3"/>
    <w:rsid w:val="00D1720C"/>
    <w:rsid w:val="00D172B9"/>
    <w:rsid w:val="00D17309"/>
    <w:rsid w:val="00D2018A"/>
    <w:rsid w:val="00D201CF"/>
    <w:rsid w:val="00D203D4"/>
    <w:rsid w:val="00D204BD"/>
    <w:rsid w:val="00D2074F"/>
    <w:rsid w:val="00D209AC"/>
    <w:rsid w:val="00D20B6B"/>
    <w:rsid w:val="00D20BAA"/>
    <w:rsid w:val="00D21494"/>
    <w:rsid w:val="00D214E8"/>
    <w:rsid w:val="00D21716"/>
    <w:rsid w:val="00D21CB3"/>
    <w:rsid w:val="00D21FA8"/>
    <w:rsid w:val="00D21FFE"/>
    <w:rsid w:val="00D220AE"/>
    <w:rsid w:val="00D22364"/>
    <w:rsid w:val="00D22443"/>
    <w:rsid w:val="00D22973"/>
    <w:rsid w:val="00D22BCB"/>
    <w:rsid w:val="00D22D1F"/>
    <w:rsid w:val="00D22E09"/>
    <w:rsid w:val="00D23215"/>
    <w:rsid w:val="00D23256"/>
    <w:rsid w:val="00D23716"/>
    <w:rsid w:val="00D245BE"/>
    <w:rsid w:val="00D24E6D"/>
    <w:rsid w:val="00D25050"/>
    <w:rsid w:val="00D2588A"/>
    <w:rsid w:val="00D25E6E"/>
    <w:rsid w:val="00D2610D"/>
    <w:rsid w:val="00D262A5"/>
    <w:rsid w:val="00D265C5"/>
    <w:rsid w:val="00D268D4"/>
    <w:rsid w:val="00D269FA"/>
    <w:rsid w:val="00D26B38"/>
    <w:rsid w:val="00D26B8D"/>
    <w:rsid w:val="00D26EA6"/>
    <w:rsid w:val="00D27269"/>
    <w:rsid w:val="00D2744C"/>
    <w:rsid w:val="00D30EE8"/>
    <w:rsid w:val="00D30FF8"/>
    <w:rsid w:val="00D310BC"/>
    <w:rsid w:val="00D311C4"/>
    <w:rsid w:val="00D31231"/>
    <w:rsid w:val="00D313B5"/>
    <w:rsid w:val="00D31C5D"/>
    <w:rsid w:val="00D3261E"/>
    <w:rsid w:val="00D32B62"/>
    <w:rsid w:val="00D32B71"/>
    <w:rsid w:val="00D33F55"/>
    <w:rsid w:val="00D34111"/>
    <w:rsid w:val="00D346F6"/>
    <w:rsid w:val="00D34799"/>
    <w:rsid w:val="00D34DDF"/>
    <w:rsid w:val="00D34EAE"/>
    <w:rsid w:val="00D34F9C"/>
    <w:rsid w:val="00D35077"/>
    <w:rsid w:val="00D352E3"/>
    <w:rsid w:val="00D3554A"/>
    <w:rsid w:val="00D355FF"/>
    <w:rsid w:val="00D3572B"/>
    <w:rsid w:val="00D35C8E"/>
    <w:rsid w:val="00D3601B"/>
    <w:rsid w:val="00D36439"/>
    <w:rsid w:val="00D36589"/>
    <w:rsid w:val="00D36E24"/>
    <w:rsid w:val="00D37F64"/>
    <w:rsid w:val="00D400F3"/>
    <w:rsid w:val="00D40BDF"/>
    <w:rsid w:val="00D40C24"/>
    <w:rsid w:val="00D40C36"/>
    <w:rsid w:val="00D40D62"/>
    <w:rsid w:val="00D41835"/>
    <w:rsid w:val="00D4183C"/>
    <w:rsid w:val="00D41B01"/>
    <w:rsid w:val="00D4234B"/>
    <w:rsid w:val="00D423ED"/>
    <w:rsid w:val="00D44062"/>
    <w:rsid w:val="00D4423A"/>
    <w:rsid w:val="00D443A8"/>
    <w:rsid w:val="00D44A6F"/>
    <w:rsid w:val="00D44E82"/>
    <w:rsid w:val="00D450E7"/>
    <w:rsid w:val="00D45B3B"/>
    <w:rsid w:val="00D45BE4"/>
    <w:rsid w:val="00D45CA1"/>
    <w:rsid w:val="00D462D4"/>
    <w:rsid w:val="00D46421"/>
    <w:rsid w:val="00D466E9"/>
    <w:rsid w:val="00D467A6"/>
    <w:rsid w:val="00D46A85"/>
    <w:rsid w:val="00D46DF8"/>
    <w:rsid w:val="00D46E19"/>
    <w:rsid w:val="00D47838"/>
    <w:rsid w:val="00D47F51"/>
    <w:rsid w:val="00D50728"/>
    <w:rsid w:val="00D50755"/>
    <w:rsid w:val="00D508DA"/>
    <w:rsid w:val="00D5096C"/>
    <w:rsid w:val="00D51141"/>
    <w:rsid w:val="00D51304"/>
    <w:rsid w:val="00D51327"/>
    <w:rsid w:val="00D5147A"/>
    <w:rsid w:val="00D515D7"/>
    <w:rsid w:val="00D51697"/>
    <w:rsid w:val="00D5182F"/>
    <w:rsid w:val="00D518C8"/>
    <w:rsid w:val="00D51D16"/>
    <w:rsid w:val="00D52606"/>
    <w:rsid w:val="00D52711"/>
    <w:rsid w:val="00D52CE1"/>
    <w:rsid w:val="00D52F8D"/>
    <w:rsid w:val="00D534AD"/>
    <w:rsid w:val="00D53A1A"/>
    <w:rsid w:val="00D53BDE"/>
    <w:rsid w:val="00D53F33"/>
    <w:rsid w:val="00D54E13"/>
    <w:rsid w:val="00D54FF4"/>
    <w:rsid w:val="00D552F3"/>
    <w:rsid w:val="00D55553"/>
    <w:rsid w:val="00D55617"/>
    <w:rsid w:val="00D557F4"/>
    <w:rsid w:val="00D55946"/>
    <w:rsid w:val="00D5600E"/>
    <w:rsid w:val="00D5616F"/>
    <w:rsid w:val="00D5690A"/>
    <w:rsid w:val="00D57753"/>
    <w:rsid w:val="00D57961"/>
    <w:rsid w:val="00D57C78"/>
    <w:rsid w:val="00D6004F"/>
    <w:rsid w:val="00D60976"/>
    <w:rsid w:val="00D60AF4"/>
    <w:rsid w:val="00D60B79"/>
    <w:rsid w:val="00D61291"/>
    <w:rsid w:val="00D6154F"/>
    <w:rsid w:val="00D615D9"/>
    <w:rsid w:val="00D616C2"/>
    <w:rsid w:val="00D61967"/>
    <w:rsid w:val="00D62232"/>
    <w:rsid w:val="00D62414"/>
    <w:rsid w:val="00D6270E"/>
    <w:rsid w:val="00D6284D"/>
    <w:rsid w:val="00D628F3"/>
    <w:rsid w:val="00D629FC"/>
    <w:rsid w:val="00D62EFD"/>
    <w:rsid w:val="00D63143"/>
    <w:rsid w:val="00D6324A"/>
    <w:rsid w:val="00D63990"/>
    <w:rsid w:val="00D63AC6"/>
    <w:rsid w:val="00D63B8E"/>
    <w:rsid w:val="00D640A0"/>
    <w:rsid w:val="00D64411"/>
    <w:rsid w:val="00D6452C"/>
    <w:rsid w:val="00D648FB"/>
    <w:rsid w:val="00D64DE9"/>
    <w:rsid w:val="00D65230"/>
    <w:rsid w:val="00D65343"/>
    <w:rsid w:val="00D654A2"/>
    <w:rsid w:val="00D658B4"/>
    <w:rsid w:val="00D65B5F"/>
    <w:rsid w:val="00D65D1B"/>
    <w:rsid w:val="00D65F40"/>
    <w:rsid w:val="00D664DE"/>
    <w:rsid w:val="00D666E1"/>
    <w:rsid w:val="00D66DEB"/>
    <w:rsid w:val="00D67152"/>
    <w:rsid w:val="00D6768F"/>
    <w:rsid w:val="00D706EA"/>
    <w:rsid w:val="00D70789"/>
    <w:rsid w:val="00D7080E"/>
    <w:rsid w:val="00D70D07"/>
    <w:rsid w:val="00D70E89"/>
    <w:rsid w:val="00D70FE0"/>
    <w:rsid w:val="00D712AC"/>
    <w:rsid w:val="00D7156A"/>
    <w:rsid w:val="00D716A7"/>
    <w:rsid w:val="00D717F3"/>
    <w:rsid w:val="00D71892"/>
    <w:rsid w:val="00D71C33"/>
    <w:rsid w:val="00D71F92"/>
    <w:rsid w:val="00D7225D"/>
    <w:rsid w:val="00D725ED"/>
    <w:rsid w:val="00D72CC4"/>
    <w:rsid w:val="00D72D8C"/>
    <w:rsid w:val="00D731B7"/>
    <w:rsid w:val="00D73225"/>
    <w:rsid w:val="00D732B5"/>
    <w:rsid w:val="00D7350B"/>
    <w:rsid w:val="00D74212"/>
    <w:rsid w:val="00D74352"/>
    <w:rsid w:val="00D7466B"/>
    <w:rsid w:val="00D7473B"/>
    <w:rsid w:val="00D7492E"/>
    <w:rsid w:val="00D74B1C"/>
    <w:rsid w:val="00D74CF9"/>
    <w:rsid w:val="00D74D48"/>
    <w:rsid w:val="00D7589C"/>
    <w:rsid w:val="00D75BB0"/>
    <w:rsid w:val="00D7605D"/>
    <w:rsid w:val="00D7640E"/>
    <w:rsid w:val="00D76574"/>
    <w:rsid w:val="00D76624"/>
    <w:rsid w:val="00D76D5F"/>
    <w:rsid w:val="00D76F4E"/>
    <w:rsid w:val="00D776B9"/>
    <w:rsid w:val="00D77C35"/>
    <w:rsid w:val="00D77F19"/>
    <w:rsid w:val="00D77F8A"/>
    <w:rsid w:val="00D8007C"/>
    <w:rsid w:val="00D80563"/>
    <w:rsid w:val="00D805FF"/>
    <w:rsid w:val="00D808EE"/>
    <w:rsid w:val="00D812E7"/>
    <w:rsid w:val="00D813EC"/>
    <w:rsid w:val="00D81576"/>
    <w:rsid w:val="00D8162B"/>
    <w:rsid w:val="00D81DD4"/>
    <w:rsid w:val="00D82049"/>
    <w:rsid w:val="00D820F6"/>
    <w:rsid w:val="00D82BC0"/>
    <w:rsid w:val="00D82D9C"/>
    <w:rsid w:val="00D8349F"/>
    <w:rsid w:val="00D8350B"/>
    <w:rsid w:val="00D8358A"/>
    <w:rsid w:val="00D837C4"/>
    <w:rsid w:val="00D83847"/>
    <w:rsid w:val="00D838D7"/>
    <w:rsid w:val="00D83DBA"/>
    <w:rsid w:val="00D83E19"/>
    <w:rsid w:val="00D83E56"/>
    <w:rsid w:val="00D83F9E"/>
    <w:rsid w:val="00D83FF5"/>
    <w:rsid w:val="00D841FA"/>
    <w:rsid w:val="00D842C8"/>
    <w:rsid w:val="00D843A3"/>
    <w:rsid w:val="00D84643"/>
    <w:rsid w:val="00D849CD"/>
    <w:rsid w:val="00D84AA7"/>
    <w:rsid w:val="00D84B92"/>
    <w:rsid w:val="00D8572F"/>
    <w:rsid w:val="00D85CA4"/>
    <w:rsid w:val="00D863D6"/>
    <w:rsid w:val="00D8646D"/>
    <w:rsid w:val="00D86639"/>
    <w:rsid w:val="00D86A84"/>
    <w:rsid w:val="00D86AE8"/>
    <w:rsid w:val="00D86C2F"/>
    <w:rsid w:val="00D87C00"/>
    <w:rsid w:val="00D87D6A"/>
    <w:rsid w:val="00D90055"/>
    <w:rsid w:val="00D90270"/>
    <w:rsid w:val="00D913E0"/>
    <w:rsid w:val="00D9165D"/>
    <w:rsid w:val="00D91F37"/>
    <w:rsid w:val="00D92C7C"/>
    <w:rsid w:val="00D9312F"/>
    <w:rsid w:val="00D93292"/>
    <w:rsid w:val="00D93A95"/>
    <w:rsid w:val="00D93BF7"/>
    <w:rsid w:val="00D93C01"/>
    <w:rsid w:val="00D93C37"/>
    <w:rsid w:val="00D941D7"/>
    <w:rsid w:val="00D94E84"/>
    <w:rsid w:val="00D94EA1"/>
    <w:rsid w:val="00D95005"/>
    <w:rsid w:val="00D95103"/>
    <w:rsid w:val="00D95793"/>
    <w:rsid w:val="00D95A5F"/>
    <w:rsid w:val="00D95E16"/>
    <w:rsid w:val="00D95E69"/>
    <w:rsid w:val="00D961CF"/>
    <w:rsid w:val="00D964DD"/>
    <w:rsid w:val="00D96502"/>
    <w:rsid w:val="00D966C2"/>
    <w:rsid w:val="00D966D6"/>
    <w:rsid w:val="00D9676B"/>
    <w:rsid w:val="00D968F3"/>
    <w:rsid w:val="00D96942"/>
    <w:rsid w:val="00D96C27"/>
    <w:rsid w:val="00D96D7F"/>
    <w:rsid w:val="00D970BA"/>
    <w:rsid w:val="00D9718D"/>
    <w:rsid w:val="00D97263"/>
    <w:rsid w:val="00D978CA"/>
    <w:rsid w:val="00D97A69"/>
    <w:rsid w:val="00D97C6D"/>
    <w:rsid w:val="00D97EF6"/>
    <w:rsid w:val="00DA0049"/>
    <w:rsid w:val="00DA0A85"/>
    <w:rsid w:val="00DA104A"/>
    <w:rsid w:val="00DA1D42"/>
    <w:rsid w:val="00DA1ED4"/>
    <w:rsid w:val="00DA1F1F"/>
    <w:rsid w:val="00DA1FE0"/>
    <w:rsid w:val="00DA2268"/>
    <w:rsid w:val="00DA26F6"/>
    <w:rsid w:val="00DA29E8"/>
    <w:rsid w:val="00DA2E2E"/>
    <w:rsid w:val="00DA319C"/>
    <w:rsid w:val="00DA3454"/>
    <w:rsid w:val="00DA40A1"/>
    <w:rsid w:val="00DA4195"/>
    <w:rsid w:val="00DA5F64"/>
    <w:rsid w:val="00DA603F"/>
    <w:rsid w:val="00DA61F9"/>
    <w:rsid w:val="00DA63DC"/>
    <w:rsid w:val="00DA6903"/>
    <w:rsid w:val="00DA6A25"/>
    <w:rsid w:val="00DA6A36"/>
    <w:rsid w:val="00DA6B9E"/>
    <w:rsid w:val="00DA6C0D"/>
    <w:rsid w:val="00DA6C3D"/>
    <w:rsid w:val="00DA7022"/>
    <w:rsid w:val="00DA703F"/>
    <w:rsid w:val="00DA70F0"/>
    <w:rsid w:val="00DA7BB2"/>
    <w:rsid w:val="00DA7C0E"/>
    <w:rsid w:val="00DB03BF"/>
    <w:rsid w:val="00DB0667"/>
    <w:rsid w:val="00DB0C4A"/>
    <w:rsid w:val="00DB0D07"/>
    <w:rsid w:val="00DB10E0"/>
    <w:rsid w:val="00DB1378"/>
    <w:rsid w:val="00DB1828"/>
    <w:rsid w:val="00DB1879"/>
    <w:rsid w:val="00DB1C8F"/>
    <w:rsid w:val="00DB20DA"/>
    <w:rsid w:val="00DB24FD"/>
    <w:rsid w:val="00DB36CE"/>
    <w:rsid w:val="00DB3E34"/>
    <w:rsid w:val="00DB405F"/>
    <w:rsid w:val="00DB4510"/>
    <w:rsid w:val="00DB49DA"/>
    <w:rsid w:val="00DB4D8E"/>
    <w:rsid w:val="00DB55A6"/>
    <w:rsid w:val="00DB574D"/>
    <w:rsid w:val="00DB63CE"/>
    <w:rsid w:val="00DB66F9"/>
    <w:rsid w:val="00DB6A34"/>
    <w:rsid w:val="00DB6F7A"/>
    <w:rsid w:val="00DB723F"/>
    <w:rsid w:val="00DB7429"/>
    <w:rsid w:val="00DB77DC"/>
    <w:rsid w:val="00DB7AC3"/>
    <w:rsid w:val="00DB7D5D"/>
    <w:rsid w:val="00DC0168"/>
    <w:rsid w:val="00DC037C"/>
    <w:rsid w:val="00DC0A2E"/>
    <w:rsid w:val="00DC11A1"/>
    <w:rsid w:val="00DC160C"/>
    <w:rsid w:val="00DC18BB"/>
    <w:rsid w:val="00DC18E6"/>
    <w:rsid w:val="00DC1CD5"/>
    <w:rsid w:val="00DC21FC"/>
    <w:rsid w:val="00DC2286"/>
    <w:rsid w:val="00DC276D"/>
    <w:rsid w:val="00DC2BAD"/>
    <w:rsid w:val="00DC31D4"/>
    <w:rsid w:val="00DC3594"/>
    <w:rsid w:val="00DC432A"/>
    <w:rsid w:val="00DC4505"/>
    <w:rsid w:val="00DC46CA"/>
    <w:rsid w:val="00DC4752"/>
    <w:rsid w:val="00DC4CBB"/>
    <w:rsid w:val="00DC513B"/>
    <w:rsid w:val="00DC56E2"/>
    <w:rsid w:val="00DC5D5E"/>
    <w:rsid w:val="00DC6195"/>
    <w:rsid w:val="00DC62A3"/>
    <w:rsid w:val="00DC69AA"/>
    <w:rsid w:val="00DC7037"/>
    <w:rsid w:val="00DC7659"/>
    <w:rsid w:val="00DC7909"/>
    <w:rsid w:val="00DC7B62"/>
    <w:rsid w:val="00DC7D11"/>
    <w:rsid w:val="00DD0077"/>
    <w:rsid w:val="00DD0145"/>
    <w:rsid w:val="00DD06D0"/>
    <w:rsid w:val="00DD070F"/>
    <w:rsid w:val="00DD0D78"/>
    <w:rsid w:val="00DD112B"/>
    <w:rsid w:val="00DD15FF"/>
    <w:rsid w:val="00DD192B"/>
    <w:rsid w:val="00DD2409"/>
    <w:rsid w:val="00DD24C9"/>
    <w:rsid w:val="00DD2B28"/>
    <w:rsid w:val="00DD2E16"/>
    <w:rsid w:val="00DD3061"/>
    <w:rsid w:val="00DD316E"/>
    <w:rsid w:val="00DD382F"/>
    <w:rsid w:val="00DD3A34"/>
    <w:rsid w:val="00DD3DE4"/>
    <w:rsid w:val="00DD3EF6"/>
    <w:rsid w:val="00DD4210"/>
    <w:rsid w:val="00DD4F19"/>
    <w:rsid w:val="00DD5278"/>
    <w:rsid w:val="00DD53B4"/>
    <w:rsid w:val="00DD5AEC"/>
    <w:rsid w:val="00DD5C31"/>
    <w:rsid w:val="00DD5E37"/>
    <w:rsid w:val="00DD6491"/>
    <w:rsid w:val="00DD68EC"/>
    <w:rsid w:val="00DD6E24"/>
    <w:rsid w:val="00DD6F72"/>
    <w:rsid w:val="00DD773E"/>
    <w:rsid w:val="00DE0358"/>
    <w:rsid w:val="00DE051E"/>
    <w:rsid w:val="00DE057D"/>
    <w:rsid w:val="00DE089A"/>
    <w:rsid w:val="00DE0ADA"/>
    <w:rsid w:val="00DE0D5E"/>
    <w:rsid w:val="00DE11DD"/>
    <w:rsid w:val="00DE140B"/>
    <w:rsid w:val="00DE1830"/>
    <w:rsid w:val="00DE1843"/>
    <w:rsid w:val="00DE1921"/>
    <w:rsid w:val="00DE1C9F"/>
    <w:rsid w:val="00DE1E26"/>
    <w:rsid w:val="00DE1FDE"/>
    <w:rsid w:val="00DE22E4"/>
    <w:rsid w:val="00DE24D3"/>
    <w:rsid w:val="00DE2527"/>
    <w:rsid w:val="00DE2BC1"/>
    <w:rsid w:val="00DE3605"/>
    <w:rsid w:val="00DE3668"/>
    <w:rsid w:val="00DE38F8"/>
    <w:rsid w:val="00DE3C5B"/>
    <w:rsid w:val="00DE3D56"/>
    <w:rsid w:val="00DE3E6D"/>
    <w:rsid w:val="00DE48AD"/>
    <w:rsid w:val="00DE4A27"/>
    <w:rsid w:val="00DE4D70"/>
    <w:rsid w:val="00DE5244"/>
    <w:rsid w:val="00DE52C2"/>
    <w:rsid w:val="00DE552C"/>
    <w:rsid w:val="00DE58AF"/>
    <w:rsid w:val="00DE5B7B"/>
    <w:rsid w:val="00DE5FD6"/>
    <w:rsid w:val="00DE6394"/>
    <w:rsid w:val="00DE6657"/>
    <w:rsid w:val="00DE67AF"/>
    <w:rsid w:val="00DE67BC"/>
    <w:rsid w:val="00DE6B05"/>
    <w:rsid w:val="00DE6C58"/>
    <w:rsid w:val="00DE6EDB"/>
    <w:rsid w:val="00DE6F39"/>
    <w:rsid w:val="00DE72F7"/>
    <w:rsid w:val="00DF12A0"/>
    <w:rsid w:val="00DF16CC"/>
    <w:rsid w:val="00DF17CF"/>
    <w:rsid w:val="00DF1FA0"/>
    <w:rsid w:val="00DF24A5"/>
    <w:rsid w:val="00DF25D9"/>
    <w:rsid w:val="00DF26D7"/>
    <w:rsid w:val="00DF2781"/>
    <w:rsid w:val="00DF2C3D"/>
    <w:rsid w:val="00DF306E"/>
    <w:rsid w:val="00DF33BB"/>
    <w:rsid w:val="00DF39F4"/>
    <w:rsid w:val="00DF3B49"/>
    <w:rsid w:val="00DF3B99"/>
    <w:rsid w:val="00DF40E3"/>
    <w:rsid w:val="00DF453E"/>
    <w:rsid w:val="00DF4C5F"/>
    <w:rsid w:val="00DF4CEA"/>
    <w:rsid w:val="00DF53A2"/>
    <w:rsid w:val="00DF5579"/>
    <w:rsid w:val="00DF5AB9"/>
    <w:rsid w:val="00DF636A"/>
    <w:rsid w:val="00DF6BEF"/>
    <w:rsid w:val="00DF6E26"/>
    <w:rsid w:val="00DF7086"/>
    <w:rsid w:val="00DF72C9"/>
    <w:rsid w:val="00DF73A9"/>
    <w:rsid w:val="00DF7546"/>
    <w:rsid w:val="00E0031C"/>
    <w:rsid w:val="00E00D60"/>
    <w:rsid w:val="00E02165"/>
    <w:rsid w:val="00E02176"/>
    <w:rsid w:val="00E021C3"/>
    <w:rsid w:val="00E02368"/>
    <w:rsid w:val="00E028A3"/>
    <w:rsid w:val="00E0309B"/>
    <w:rsid w:val="00E03BE5"/>
    <w:rsid w:val="00E03E06"/>
    <w:rsid w:val="00E03E97"/>
    <w:rsid w:val="00E03EF5"/>
    <w:rsid w:val="00E04323"/>
    <w:rsid w:val="00E0441D"/>
    <w:rsid w:val="00E048AB"/>
    <w:rsid w:val="00E04916"/>
    <w:rsid w:val="00E049B1"/>
    <w:rsid w:val="00E04B8A"/>
    <w:rsid w:val="00E05320"/>
    <w:rsid w:val="00E054E8"/>
    <w:rsid w:val="00E05512"/>
    <w:rsid w:val="00E057E7"/>
    <w:rsid w:val="00E05BAB"/>
    <w:rsid w:val="00E05D76"/>
    <w:rsid w:val="00E05F5D"/>
    <w:rsid w:val="00E061E1"/>
    <w:rsid w:val="00E063E7"/>
    <w:rsid w:val="00E0687C"/>
    <w:rsid w:val="00E06D1F"/>
    <w:rsid w:val="00E07238"/>
    <w:rsid w:val="00E072A9"/>
    <w:rsid w:val="00E075B6"/>
    <w:rsid w:val="00E07B7B"/>
    <w:rsid w:val="00E100A6"/>
    <w:rsid w:val="00E1051C"/>
    <w:rsid w:val="00E10856"/>
    <w:rsid w:val="00E10AF9"/>
    <w:rsid w:val="00E10F5D"/>
    <w:rsid w:val="00E113F7"/>
    <w:rsid w:val="00E117F3"/>
    <w:rsid w:val="00E118F7"/>
    <w:rsid w:val="00E119B6"/>
    <w:rsid w:val="00E11A64"/>
    <w:rsid w:val="00E125C2"/>
    <w:rsid w:val="00E12FD2"/>
    <w:rsid w:val="00E1361C"/>
    <w:rsid w:val="00E136D1"/>
    <w:rsid w:val="00E13800"/>
    <w:rsid w:val="00E13CE2"/>
    <w:rsid w:val="00E143C6"/>
    <w:rsid w:val="00E144A2"/>
    <w:rsid w:val="00E14554"/>
    <w:rsid w:val="00E1467C"/>
    <w:rsid w:val="00E146C5"/>
    <w:rsid w:val="00E1472D"/>
    <w:rsid w:val="00E14C7D"/>
    <w:rsid w:val="00E14CDF"/>
    <w:rsid w:val="00E1545C"/>
    <w:rsid w:val="00E15591"/>
    <w:rsid w:val="00E15651"/>
    <w:rsid w:val="00E16214"/>
    <w:rsid w:val="00E16742"/>
    <w:rsid w:val="00E169CD"/>
    <w:rsid w:val="00E16ABF"/>
    <w:rsid w:val="00E16C88"/>
    <w:rsid w:val="00E1757D"/>
    <w:rsid w:val="00E176EF"/>
    <w:rsid w:val="00E1797D"/>
    <w:rsid w:val="00E17AA5"/>
    <w:rsid w:val="00E17F6E"/>
    <w:rsid w:val="00E204BE"/>
    <w:rsid w:val="00E20665"/>
    <w:rsid w:val="00E2097F"/>
    <w:rsid w:val="00E209B6"/>
    <w:rsid w:val="00E209F8"/>
    <w:rsid w:val="00E2112F"/>
    <w:rsid w:val="00E2124C"/>
    <w:rsid w:val="00E21322"/>
    <w:rsid w:val="00E2144E"/>
    <w:rsid w:val="00E2188C"/>
    <w:rsid w:val="00E2198A"/>
    <w:rsid w:val="00E21F33"/>
    <w:rsid w:val="00E2237E"/>
    <w:rsid w:val="00E22631"/>
    <w:rsid w:val="00E22C50"/>
    <w:rsid w:val="00E230BD"/>
    <w:rsid w:val="00E236FA"/>
    <w:rsid w:val="00E241EE"/>
    <w:rsid w:val="00E243FD"/>
    <w:rsid w:val="00E2455F"/>
    <w:rsid w:val="00E24D85"/>
    <w:rsid w:val="00E25264"/>
    <w:rsid w:val="00E25683"/>
    <w:rsid w:val="00E26332"/>
    <w:rsid w:val="00E26A2C"/>
    <w:rsid w:val="00E26A58"/>
    <w:rsid w:val="00E26B82"/>
    <w:rsid w:val="00E272F9"/>
    <w:rsid w:val="00E2746B"/>
    <w:rsid w:val="00E27A08"/>
    <w:rsid w:val="00E27CF2"/>
    <w:rsid w:val="00E27EF3"/>
    <w:rsid w:val="00E305A7"/>
    <w:rsid w:val="00E30831"/>
    <w:rsid w:val="00E30AD2"/>
    <w:rsid w:val="00E30C55"/>
    <w:rsid w:val="00E30D08"/>
    <w:rsid w:val="00E31518"/>
    <w:rsid w:val="00E31539"/>
    <w:rsid w:val="00E31880"/>
    <w:rsid w:val="00E32643"/>
    <w:rsid w:val="00E3265B"/>
    <w:rsid w:val="00E33641"/>
    <w:rsid w:val="00E33FFB"/>
    <w:rsid w:val="00E341D2"/>
    <w:rsid w:val="00E34CA8"/>
    <w:rsid w:val="00E34E4A"/>
    <w:rsid w:val="00E34FF6"/>
    <w:rsid w:val="00E356E2"/>
    <w:rsid w:val="00E360EF"/>
    <w:rsid w:val="00E363DE"/>
    <w:rsid w:val="00E363ED"/>
    <w:rsid w:val="00E365EA"/>
    <w:rsid w:val="00E36D6A"/>
    <w:rsid w:val="00E36E7F"/>
    <w:rsid w:val="00E37A19"/>
    <w:rsid w:val="00E37DAD"/>
    <w:rsid w:val="00E37F4E"/>
    <w:rsid w:val="00E40001"/>
    <w:rsid w:val="00E40340"/>
    <w:rsid w:val="00E415CE"/>
    <w:rsid w:val="00E416F8"/>
    <w:rsid w:val="00E42431"/>
    <w:rsid w:val="00E42844"/>
    <w:rsid w:val="00E42991"/>
    <w:rsid w:val="00E42C7D"/>
    <w:rsid w:val="00E42D8B"/>
    <w:rsid w:val="00E43281"/>
    <w:rsid w:val="00E434C7"/>
    <w:rsid w:val="00E43900"/>
    <w:rsid w:val="00E439EE"/>
    <w:rsid w:val="00E43F7F"/>
    <w:rsid w:val="00E441BC"/>
    <w:rsid w:val="00E44248"/>
    <w:rsid w:val="00E447E9"/>
    <w:rsid w:val="00E4496B"/>
    <w:rsid w:val="00E44F72"/>
    <w:rsid w:val="00E45444"/>
    <w:rsid w:val="00E45890"/>
    <w:rsid w:val="00E45DF6"/>
    <w:rsid w:val="00E461DF"/>
    <w:rsid w:val="00E46358"/>
    <w:rsid w:val="00E4637B"/>
    <w:rsid w:val="00E46570"/>
    <w:rsid w:val="00E46A1F"/>
    <w:rsid w:val="00E4705F"/>
    <w:rsid w:val="00E4756E"/>
    <w:rsid w:val="00E47673"/>
    <w:rsid w:val="00E47CEC"/>
    <w:rsid w:val="00E47D91"/>
    <w:rsid w:val="00E504D6"/>
    <w:rsid w:val="00E5097E"/>
    <w:rsid w:val="00E50D52"/>
    <w:rsid w:val="00E517B9"/>
    <w:rsid w:val="00E51819"/>
    <w:rsid w:val="00E52281"/>
    <w:rsid w:val="00E522AF"/>
    <w:rsid w:val="00E5244A"/>
    <w:rsid w:val="00E5250D"/>
    <w:rsid w:val="00E5281B"/>
    <w:rsid w:val="00E52AD9"/>
    <w:rsid w:val="00E52B10"/>
    <w:rsid w:val="00E53C32"/>
    <w:rsid w:val="00E53EC4"/>
    <w:rsid w:val="00E545B9"/>
    <w:rsid w:val="00E54657"/>
    <w:rsid w:val="00E54AE5"/>
    <w:rsid w:val="00E54D2E"/>
    <w:rsid w:val="00E54E93"/>
    <w:rsid w:val="00E54F68"/>
    <w:rsid w:val="00E556CD"/>
    <w:rsid w:val="00E5652C"/>
    <w:rsid w:val="00E56EA6"/>
    <w:rsid w:val="00E5720C"/>
    <w:rsid w:val="00E57552"/>
    <w:rsid w:val="00E57CA2"/>
    <w:rsid w:val="00E60773"/>
    <w:rsid w:val="00E60D0C"/>
    <w:rsid w:val="00E613B4"/>
    <w:rsid w:val="00E61489"/>
    <w:rsid w:val="00E61547"/>
    <w:rsid w:val="00E6163A"/>
    <w:rsid w:val="00E61AA4"/>
    <w:rsid w:val="00E61BA5"/>
    <w:rsid w:val="00E61F17"/>
    <w:rsid w:val="00E6240E"/>
    <w:rsid w:val="00E625A0"/>
    <w:rsid w:val="00E62C86"/>
    <w:rsid w:val="00E62C92"/>
    <w:rsid w:val="00E62CE2"/>
    <w:rsid w:val="00E62E9E"/>
    <w:rsid w:val="00E63A86"/>
    <w:rsid w:val="00E640B8"/>
    <w:rsid w:val="00E64158"/>
    <w:rsid w:val="00E641D7"/>
    <w:rsid w:val="00E64706"/>
    <w:rsid w:val="00E64C22"/>
    <w:rsid w:val="00E65094"/>
    <w:rsid w:val="00E65165"/>
    <w:rsid w:val="00E6523F"/>
    <w:rsid w:val="00E65459"/>
    <w:rsid w:val="00E6553C"/>
    <w:rsid w:val="00E65751"/>
    <w:rsid w:val="00E65C91"/>
    <w:rsid w:val="00E65DA1"/>
    <w:rsid w:val="00E65E3A"/>
    <w:rsid w:val="00E65EA0"/>
    <w:rsid w:val="00E660E4"/>
    <w:rsid w:val="00E66153"/>
    <w:rsid w:val="00E66D18"/>
    <w:rsid w:val="00E66F91"/>
    <w:rsid w:val="00E6709A"/>
    <w:rsid w:val="00E67171"/>
    <w:rsid w:val="00E672C7"/>
    <w:rsid w:val="00E67A63"/>
    <w:rsid w:val="00E67AD9"/>
    <w:rsid w:val="00E67CF9"/>
    <w:rsid w:val="00E67E6D"/>
    <w:rsid w:val="00E67EA7"/>
    <w:rsid w:val="00E700ED"/>
    <w:rsid w:val="00E700F8"/>
    <w:rsid w:val="00E70128"/>
    <w:rsid w:val="00E7033D"/>
    <w:rsid w:val="00E706B6"/>
    <w:rsid w:val="00E70917"/>
    <w:rsid w:val="00E70AD5"/>
    <w:rsid w:val="00E70E4A"/>
    <w:rsid w:val="00E71002"/>
    <w:rsid w:val="00E711F7"/>
    <w:rsid w:val="00E71828"/>
    <w:rsid w:val="00E71B72"/>
    <w:rsid w:val="00E7219E"/>
    <w:rsid w:val="00E721E2"/>
    <w:rsid w:val="00E72809"/>
    <w:rsid w:val="00E7287C"/>
    <w:rsid w:val="00E72CCD"/>
    <w:rsid w:val="00E72E68"/>
    <w:rsid w:val="00E730A1"/>
    <w:rsid w:val="00E7315C"/>
    <w:rsid w:val="00E739B5"/>
    <w:rsid w:val="00E73CAC"/>
    <w:rsid w:val="00E7453C"/>
    <w:rsid w:val="00E745B7"/>
    <w:rsid w:val="00E7462B"/>
    <w:rsid w:val="00E7511A"/>
    <w:rsid w:val="00E75202"/>
    <w:rsid w:val="00E75482"/>
    <w:rsid w:val="00E75899"/>
    <w:rsid w:val="00E758B6"/>
    <w:rsid w:val="00E759F3"/>
    <w:rsid w:val="00E75C82"/>
    <w:rsid w:val="00E76A41"/>
    <w:rsid w:val="00E77381"/>
    <w:rsid w:val="00E774A1"/>
    <w:rsid w:val="00E775EA"/>
    <w:rsid w:val="00E77E4A"/>
    <w:rsid w:val="00E8008F"/>
    <w:rsid w:val="00E80269"/>
    <w:rsid w:val="00E80588"/>
    <w:rsid w:val="00E81196"/>
    <w:rsid w:val="00E81610"/>
    <w:rsid w:val="00E816B9"/>
    <w:rsid w:val="00E81728"/>
    <w:rsid w:val="00E817E7"/>
    <w:rsid w:val="00E825C2"/>
    <w:rsid w:val="00E826F8"/>
    <w:rsid w:val="00E82781"/>
    <w:rsid w:val="00E828DF"/>
    <w:rsid w:val="00E82A07"/>
    <w:rsid w:val="00E8362A"/>
    <w:rsid w:val="00E83EEC"/>
    <w:rsid w:val="00E85F66"/>
    <w:rsid w:val="00E861C1"/>
    <w:rsid w:val="00E8675D"/>
    <w:rsid w:val="00E87277"/>
    <w:rsid w:val="00E87D7F"/>
    <w:rsid w:val="00E87E26"/>
    <w:rsid w:val="00E87ECC"/>
    <w:rsid w:val="00E90082"/>
    <w:rsid w:val="00E90654"/>
    <w:rsid w:val="00E9075A"/>
    <w:rsid w:val="00E917EE"/>
    <w:rsid w:val="00E91B3A"/>
    <w:rsid w:val="00E91F6B"/>
    <w:rsid w:val="00E92322"/>
    <w:rsid w:val="00E92426"/>
    <w:rsid w:val="00E92552"/>
    <w:rsid w:val="00E926E3"/>
    <w:rsid w:val="00E935F1"/>
    <w:rsid w:val="00E936F5"/>
    <w:rsid w:val="00E93BF8"/>
    <w:rsid w:val="00E949B3"/>
    <w:rsid w:val="00E94EC3"/>
    <w:rsid w:val="00E95160"/>
    <w:rsid w:val="00E953FF"/>
    <w:rsid w:val="00E95604"/>
    <w:rsid w:val="00E95673"/>
    <w:rsid w:val="00E95A64"/>
    <w:rsid w:val="00E96728"/>
    <w:rsid w:val="00E96EE9"/>
    <w:rsid w:val="00E96F4E"/>
    <w:rsid w:val="00E9794F"/>
    <w:rsid w:val="00E979A2"/>
    <w:rsid w:val="00E97C16"/>
    <w:rsid w:val="00EA0758"/>
    <w:rsid w:val="00EA0AED"/>
    <w:rsid w:val="00EA0B51"/>
    <w:rsid w:val="00EA135D"/>
    <w:rsid w:val="00EA1D2A"/>
    <w:rsid w:val="00EA1DAA"/>
    <w:rsid w:val="00EA1E64"/>
    <w:rsid w:val="00EA20A4"/>
    <w:rsid w:val="00EA23C0"/>
    <w:rsid w:val="00EA23EE"/>
    <w:rsid w:val="00EA23F4"/>
    <w:rsid w:val="00EA2A5A"/>
    <w:rsid w:val="00EA2C9C"/>
    <w:rsid w:val="00EA2D31"/>
    <w:rsid w:val="00EA2DC2"/>
    <w:rsid w:val="00EA2E7D"/>
    <w:rsid w:val="00EA2F3C"/>
    <w:rsid w:val="00EA351F"/>
    <w:rsid w:val="00EA36E0"/>
    <w:rsid w:val="00EA3A3A"/>
    <w:rsid w:val="00EA3F37"/>
    <w:rsid w:val="00EA402B"/>
    <w:rsid w:val="00EA41BA"/>
    <w:rsid w:val="00EA4830"/>
    <w:rsid w:val="00EA48D9"/>
    <w:rsid w:val="00EA492C"/>
    <w:rsid w:val="00EA4960"/>
    <w:rsid w:val="00EA49B6"/>
    <w:rsid w:val="00EA4A90"/>
    <w:rsid w:val="00EA4D85"/>
    <w:rsid w:val="00EA5064"/>
    <w:rsid w:val="00EA5177"/>
    <w:rsid w:val="00EA54BA"/>
    <w:rsid w:val="00EA5CB4"/>
    <w:rsid w:val="00EA6126"/>
    <w:rsid w:val="00EA6A80"/>
    <w:rsid w:val="00EA6B4D"/>
    <w:rsid w:val="00EA6FA8"/>
    <w:rsid w:val="00EA716E"/>
    <w:rsid w:val="00EA74F7"/>
    <w:rsid w:val="00EA79FD"/>
    <w:rsid w:val="00EB02C0"/>
    <w:rsid w:val="00EB02E9"/>
    <w:rsid w:val="00EB0ABE"/>
    <w:rsid w:val="00EB131D"/>
    <w:rsid w:val="00EB1C44"/>
    <w:rsid w:val="00EB2138"/>
    <w:rsid w:val="00EB2799"/>
    <w:rsid w:val="00EB29EF"/>
    <w:rsid w:val="00EB2A23"/>
    <w:rsid w:val="00EB2AA5"/>
    <w:rsid w:val="00EB3012"/>
    <w:rsid w:val="00EB324D"/>
    <w:rsid w:val="00EB36F1"/>
    <w:rsid w:val="00EB3874"/>
    <w:rsid w:val="00EB430E"/>
    <w:rsid w:val="00EB442D"/>
    <w:rsid w:val="00EB470D"/>
    <w:rsid w:val="00EB4754"/>
    <w:rsid w:val="00EB48D1"/>
    <w:rsid w:val="00EB4A31"/>
    <w:rsid w:val="00EB4A45"/>
    <w:rsid w:val="00EB503D"/>
    <w:rsid w:val="00EB5167"/>
    <w:rsid w:val="00EB55CD"/>
    <w:rsid w:val="00EB5804"/>
    <w:rsid w:val="00EB5909"/>
    <w:rsid w:val="00EB5B31"/>
    <w:rsid w:val="00EB5EB4"/>
    <w:rsid w:val="00EB6372"/>
    <w:rsid w:val="00EB6912"/>
    <w:rsid w:val="00EB6B3A"/>
    <w:rsid w:val="00EB71D8"/>
    <w:rsid w:val="00EB72E9"/>
    <w:rsid w:val="00EB7402"/>
    <w:rsid w:val="00EB751A"/>
    <w:rsid w:val="00EB7748"/>
    <w:rsid w:val="00EC00F5"/>
    <w:rsid w:val="00EC094A"/>
    <w:rsid w:val="00EC0AA9"/>
    <w:rsid w:val="00EC0B24"/>
    <w:rsid w:val="00EC0BD4"/>
    <w:rsid w:val="00EC1CF3"/>
    <w:rsid w:val="00EC2701"/>
    <w:rsid w:val="00EC2B69"/>
    <w:rsid w:val="00EC3134"/>
    <w:rsid w:val="00EC3513"/>
    <w:rsid w:val="00EC355F"/>
    <w:rsid w:val="00EC3797"/>
    <w:rsid w:val="00EC3A21"/>
    <w:rsid w:val="00EC3B25"/>
    <w:rsid w:val="00EC3FC8"/>
    <w:rsid w:val="00EC468E"/>
    <w:rsid w:val="00EC4B0C"/>
    <w:rsid w:val="00EC4BF0"/>
    <w:rsid w:val="00EC5933"/>
    <w:rsid w:val="00EC60D6"/>
    <w:rsid w:val="00EC62D7"/>
    <w:rsid w:val="00EC64CB"/>
    <w:rsid w:val="00EC66F0"/>
    <w:rsid w:val="00EC6A2C"/>
    <w:rsid w:val="00EC6B57"/>
    <w:rsid w:val="00EC6B6F"/>
    <w:rsid w:val="00EC6EE2"/>
    <w:rsid w:val="00EC7416"/>
    <w:rsid w:val="00EC76B4"/>
    <w:rsid w:val="00EC76F4"/>
    <w:rsid w:val="00EC786E"/>
    <w:rsid w:val="00EC7D32"/>
    <w:rsid w:val="00EC7FE3"/>
    <w:rsid w:val="00ED0464"/>
    <w:rsid w:val="00ED05ED"/>
    <w:rsid w:val="00ED0847"/>
    <w:rsid w:val="00ED0933"/>
    <w:rsid w:val="00ED0B19"/>
    <w:rsid w:val="00ED0B96"/>
    <w:rsid w:val="00ED13A2"/>
    <w:rsid w:val="00ED1DEB"/>
    <w:rsid w:val="00ED2121"/>
    <w:rsid w:val="00ED2358"/>
    <w:rsid w:val="00ED2805"/>
    <w:rsid w:val="00ED2B10"/>
    <w:rsid w:val="00ED2B8F"/>
    <w:rsid w:val="00ED33B6"/>
    <w:rsid w:val="00ED33DB"/>
    <w:rsid w:val="00ED3776"/>
    <w:rsid w:val="00ED39B9"/>
    <w:rsid w:val="00ED39F9"/>
    <w:rsid w:val="00ED3BB8"/>
    <w:rsid w:val="00ED3D48"/>
    <w:rsid w:val="00ED3F7D"/>
    <w:rsid w:val="00ED458D"/>
    <w:rsid w:val="00ED47CA"/>
    <w:rsid w:val="00ED4D48"/>
    <w:rsid w:val="00ED51E7"/>
    <w:rsid w:val="00ED544D"/>
    <w:rsid w:val="00ED59A9"/>
    <w:rsid w:val="00ED59B8"/>
    <w:rsid w:val="00ED5B28"/>
    <w:rsid w:val="00ED5F38"/>
    <w:rsid w:val="00ED68F7"/>
    <w:rsid w:val="00ED6CBE"/>
    <w:rsid w:val="00ED6E71"/>
    <w:rsid w:val="00ED7211"/>
    <w:rsid w:val="00ED733E"/>
    <w:rsid w:val="00ED7837"/>
    <w:rsid w:val="00EE0429"/>
    <w:rsid w:val="00EE05BF"/>
    <w:rsid w:val="00EE0734"/>
    <w:rsid w:val="00EE0A55"/>
    <w:rsid w:val="00EE0B34"/>
    <w:rsid w:val="00EE0C05"/>
    <w:rsid w:val="00EE0E82"/>
    <w:rsid w:val="00EE109F"/>
    <w:rsid w:val="00EE10D3"/>
    <w:rsid w:val="00EE1565"/>
    <w:rsid w:val="00EE1D83"/>
    <w:rsid w:val="00EE1DD8"/>
    <w:rsid w:val="00EE1E00"/>
    <w:rsid w:val="00EE2107"/>
    <w:rsid w:val="00EE22CE"/>
    <w:rsid w:val="00EE28FF"/>
    <w:rsid w:val="00EE30B5"/>
    <w:rsid w:val="00EE31EF"/>
    <w:rsid w:val="00EE31FC"/>
    <w:rsid w:val="00EE337A"/>
    <w:rsid w:val="00EE3476"/>
    <w:rsid w:val="00EE35C9"/>
    <w:rsid w:val="00EE3807"/>
    <w:rsid w:val="00EE3A60"/>
    <w:rsid w:val="00EE3FD6"/>
    <w:rsid w:val="00EE3FE2"/>
    <w:rsid w:val="00EE43BE"/>
    <w:rsid w:val="00EE481E"/>
    <w:rsid w:val="00EE487C"/>
    <w:rsid w:val="00EE4BF6"/>
    <w:rsid w:val="00EE4EEF"/>
    <w:rsid w:val="00EE50CA"/>
    <w:rsid w:val="00EE581D"/>
    <w:rsid w:val="00EE5B41"/>
    <w:rsid w:val="00EE5C8A"/>
    <w:rsid w:val="00EE5EBA"/>
    <w:rsid w:val="00EE5F52"/>
    <w:rsid w:val="00EE667E"/>
    <w:rsid w:val="00EE6802"/>
    <w:rsid w:val="00EE6868"/>
    <w:rsid w:val="00EE6A3D"/>
    <w:rsid w:val="00EE6CAA"/>
    <w:rsid w:val="00EE7375"/>
    <w:rsid w:val="00EE75DB"/>
    <w:rsid w:val="00EE7902"/>
    <w:rsid w:val="00EE796C"/>
    <w:rsid w:val="00EE7A33"/>
    <w:rsid w:val="00EF00D2"/>
    <w:rsid w:val="00EF0603"/>
    <w:rsid w:val="00EF06ED"/>
    <w:rsid w:val="00EF06FB"/>
    <w:rsid w:val="00EF08F6"/>
    <w:rsid w:val="00EF19DB"/>
    <w:rsid w:val="00EF2451"/>
    <w:rsid w:val="00EF27DC"/>
    <w:rsid w:val="00EF35BD"/>
    <w:rsid w:val="00EF3760"/>
    <w:rsid w:val="00EF3BD7"/>
    <w:rsid w:val="00EF3CAA"/>
    <w:rsid w:val="00EF421D"/>
    <w:rsid w:val="00EF424E"/>
    <w:rsid w:val="00EF445B"/>
    <w:rsid w:val="00EF4859"/>
    <w:rsid w:val="00EF4A48"/>
    <w:rsid w:val="00EF4AE1"/>
    <w:rsid w:val="00EF4D96"/>
    <w:rsid w:val="00EF4FEC"/>
    <w:rsid w:val="00EF5623"/>
    <w:rsid w:val="00EF5CE0"/>
    <w:rsid w:val="00EF62B9"/>
    <w:rsid w:val="00EF64D5"/>
    <w:rsid w:val="00EF652A"/>
    <w:rsid w:val="00EF6C7F"/>
    <w:rsid w:val="00EF6D0F"/>
    <w:rsid w:val="00EF6D18"/>
    <w:rsid w:val="00EF6D6D"/>
    <w:rsid w:val="00EF6DE4"/>
    <w:rsid w:val="00EF6E7F"/>
    <w:rsid w:val="00EF7135"/>
    <w:rsid w:val="00EF719D"/>
    <w:rsid w:val="00EF7FD7"/>
    <w:rsid w:val="00F005EF"/>
    <w:rsid w:val="00F00AB7"/>
    <w:rsid w:val="00F00E27"/>
    <w:rsid w:val="00F011E9"/>
    <w:rsid w:val="00F018D2"/>
    <w:rsid w:val="00F019AF"/>
    <w:rsid w:val="00F019E5"/>
    <w:rsid w:val="00F01A63"/>
    <w:rsid w:val="00F01CA0"/>
    <w:rsid w:val="00F01FA8"/>
    <w:rsid w:val="00F0217B"/>
    <w:rsid w:val="00F02605"/>
    <w:rsid w:val="00F02818"/>
    <w:rsid w:val="00F02819"/>
    <w:rsid w:val="00F02F06"/>
    <w:rsid w:val="00F03032"/>
    <w:rsid w:val="00F0422E"/>
    <w:rsid w:val="00F0486C"/>
    <w:rsid w:val="00F04896"/>
    <w:rsid w:val="00F05015"/>
    <w:rsid w:val="00F054B5"/>
    <w:rsid w:val="00F05500"/>
    <w:rsid w:val="00F05AE0"/>
    <w:rsid w:val="00F06018"/>
    <w:rsid w:val="00F0647E"/>
    <w:rsid w:val="00F06756"/>
    <w:rsid w:val="00F067AB"/>
    <w:rsid w:val="00F067E2"/>
    <w:rsid w:val="00F06EE1"/>
    <w:rsid w:val="00F075EB"/>
    <w:rsid w:val="00F076D5"/>
    <w:rsid w:val="00F077B1"/>
    <w:rsid w:val="00F07976"/>
    <w:rsid w:val="00F07990"/>
    <w:rsid w:val="00F07B9F"/>
    <w:rsid w:val="00F07D12"/>
    <w:rsid w:val="00F07FA9"/>
    <w:rsid w:val="00F103E7"/>
    <w:rsid w:val="00F10ADF"/>
    <w:rsid w:val="00F10C94"/>
    <w:rsid w:val="00F10D4F"/>
    <w:rsid w:val="00F10E89"/>
    <w:rsid w:val="00F113A4"/>
    <w:rsid w:val="00F11BD0"/>
    <w:rsid w:val="00F11C21"/>
    <w:rsid w:val="00F11F6A"/>
    <w:rsid w:val="00F121E0"/>
    <w:rsid w:val="00F12254"/>
    <w:rsid w:val="00F122ED"/>
    <w:rsid w:val="00F12698"/>
    <w:rsid w:val="00F1310F"/>
    <w:rsid w:val="00F131DF"/>
    <w:rsid w:val="00F133E7"/>
    <w:rsid w:val="00F13806"/>
    <w:rsid w:val="00F13C84"/>
    <w:rsid w:val="00F13EB3"/>
    <w:rsid w:val="00F13F2C"/>
    <w:rsid w:val="00F13FD8"/>
    <w:rsid w:val="00F14F6B"/>
    <w:rsid w:val="00F153E9"/>
    <w:rsid w:val="00F15B6D"/>
    <w:rsid w:val="00F15C4B"/>
    <w:rsid w:val="00F15C94"/>
    <w:rsid w:val="00F160DF"/>
    <w:rsid w:val="00F16366"/>
    <w:rsid w:val="00F16403"/>
    <w:rsid w:val="00F167D0"/>
    <w:rsid w:val="00F16826"/>
    <w:rsid w:val="00F171FD"/>
    <w:rsid w:val="00F179C4"/>
    <w:rsid w:val="00F17C60"/>
    <w:rsid w:val="00F17EB3"/>
    <w:rsid w:val="00F17F3C"/>
    <w:rsid w:val="00F203CF"/>
    <w:rsid w:val="00F20427"/>
    <w:rsid w:val="00F2090B"/>
    <w:rsid w:val="00F20B63"/>
    <w:rsid w:val="00F216BE"/>
    <w:rsid w:val="00F21F46"/>
    <w:rsid w:val="00F21FD9"/>
    <w:rsid w:val="00F22298"/>
    <w:rsid w:val="00F222AE"/>
    <w:rsid w:val="00F22893"/>
    <w:rsid w:val="00F22CA6"/>
    <w:rsid w:val="00F236C0"/>
    <w:rsid w:val="00F236DE"/>
    <w:rsid w:val="00F23914"/>
    <w:rsid w:val="00F240D1"/>
    <w:rsid w:val="00F247FC"/>
    <w:rsid w:val="00F24A5C"/>
    <w:rsid w:val="00F24B36"/>
    <w:rsid w:val="00F24C71"/>
    <w:rsid w:val="00F25022"/>
    <w:rsid w:val="00F250D5"/>
    <w:rsid w:val="00F25179"/>
    <w:rsid w:val="00F251F7"/>
    <w:rsid w:val="00F253EF"/>
    <w:rsid w:val="00F25416"/>
    <w:rsid w:val="00F25AE6"/>
    <w:rsid w:val="00F26719"/>
    <w:rsid w:val="00F267A5"/>
    <w:rsid w:val="00F2708E"/>
    <w:rsid w:val="00F2714E"/>
    <w:rsid w:val="00F27452"/>
    <w:rsid w:val="00F27B6F"/>
    <w:rsid w:val="00F303C7"/>
    <w:rsid w:val="00F30578"/>
    <w:rsid w:val="00F3059A"/>
    <w:rsid w:val="00F30AC2"/>
    <w:rsid w:val="00F30EF6"/>
    <w:rsid w:val="00F313E4"/>
    <w:rsid w:val="00F31469"/>
    <w:rsid w:val="00F31D30"/>
    <w:rsid w:val="00F31D7D"/>
    <w:rsid w:val="00F32523"/>
    <w:rsid w:val="00F32599"/>
    <w:rsid w:val="00F325A2"/>
    <w:rsid w:val="00F329BE"/>
    <w:rsid w:val="00F329C2"/>
    <w:rsid w:val="00F330E9"/>
    <w:rsid w:val="00F33263"/>
    <w:rsid w:val="00F33669"/>
    <w:rsid w:val="00F33854"/>
    <w:rsid w:val="00F33A45"/>
    <w:rsid w:val="00F33B94"/>
    <w:rsid w:val="00F33BA8"/>
    <w:rsid w:val="00F33F67"/>
    <w:rsid w:val="00F3415F"/>
    <w:rsid w:val="00F346BC"/>
    <w:rsid w:val="00F34920"/>
    <w:rsid w:val="00F34A81"/>
    <w:rsid w:val="00F34BAD"/>
    <w:rsid w:val="00F351CA"/>
    <w:rsid w:val="00F35818"/>
    <w:rsid w:val="00F35953"/>
    <w:rsid w:val="00F35A39"/>
    <w:rsid w:val="00F36190"/>
    <w:rsid w:val="00F363BC"/>
    <w:rsid w:val="00F371B8"/>
    <w:rsid w:val="00F37308"/>
    <w:rsid w:val="00F37628"/>
    <w:rsid w:val="00F379B9"/>
    <w:rsid w:val="00F4020C"/>
    <w:rsid w:val="00F40257"/>
    <w:rsid w:val="00F402DE"/>
    <w:rsid w:val="00F40567"/>
    <w:rsid w:val="00F4073E"/>
    <w:rsid w:val="00F40769"/>
    <w:rsid w:val="00F40AD3"/>
    <w:rsid w:val="00F40C18"/>
    <w:rsid w:val="00F411D9"/>
    <w:rsid w:val="00F41D17"/>
    <w:rsid w:val="00F420D7"/>
    <w:rsid w:val="00F42305"/>
    <w:rsid w:val="00F4260B"/>
    <w:rsid w:val="00F427F3"/>
    <w:rsid w:val="00F4281E"/>
    <w:rsid w:val="00F43466"/>
    <w:rsid w:val="00F43802"/>
    <w:rsid w:val="00F43A58"/>
    <w:rsid w:val="00F43E9A"/>
    <w:rsid w:val="00F43FB7"/>
    <w:rsid w:val="00F440CD"/>
    <w:rsid w:val="00F44155"/>
    <w:rsid w:val="00F448CA"/>
    <w:rsid w:val="00F44EF7"/>
    <w:rsid w:val="00F44FBC"/>
    <w:rsid w:val="00F44FBF"/>
    <w:rsid w:val="00F4524E"/>
    <w:rsid w:val="00F454AC"/>
    <w:rsid w:val="00F45548"/>
    <w:rsid w:val="00F45CAF"/>
    <w:rsid w:val="00F45D70"/>
    <w:rsid w:val="00F46A39"/>
    <w:rsid w:val="00F46C14"/>
    <w:rsid w:val="00F46F0B"/>
    <w:rsid w:val="00F47E7D"/>
    <w:rsid w:val="00F47F70"/>
    <w:rsid w:val="00F50402"/>
    <w:rsid w:val="00F50767"/>
    <w:rsid w:val="00F507FF"/>
    <w:rsid w:val="00F50A8A"/>
    <w:rsid w:val="00F50AEE"/>
    <w:rsid w:val="00F50D16"/>
    <w:rsid w:val="00F515E0"/>
    <w:rsid w:val="00F517C7"/>
    <w:rsid w:val="00F518DF"/>
    <w:rsid w:val="00F51960"/>
    <w:rsid w:val="00F51A68"/>
    <w:rsid w:val="00F51BC5"/>
    <w:rsid w:val="00F521D6"/>
    <w:rsid w:val="00F5247D"/>
    <w:rsid w:val="00F52606"/>
    <w:rsid w:val="00F52862"/>
    <w:rsid w:val="00F52C17"/>
    <w:rsid w:val="00F53A46"/>
    <w:rsid w:val="00F53AE3"/>
    <w:rsid w:val="00F53E29"/>
    <w:rsid w:val="00F53E6C"/>
    <w:rsid w:val="00F54187"/>
    <w:rsid w:val="00F545EB"/>
    <w:rsid w:val="00F54B35"/>
    <w:rsid w:val="00F54E13"/>
    <w:rsid w:val="00F55314"/>
    <w:rsid w:val="00F553CA"/>
    <w:rsid w:val="00F565B7"/>
    <w:rsid w:val="00F5678F"/>
    <w:rsid w:val="00F56A97"/>
    <w:rsid w:val="00F56B9E"/>
    <w:rsid w:val="00F56CA2"/>
    <w:rsid w:val="00F56D2F"/>
    <w:rsid w:val="00F57C8C"/>
    <w:rsid w:val="00F600F6"/>
    <w:rsid w:val="00F602A6"/>
    <w:rsid w:val="00F60A41"/>
    <w:rsid w:val="00F60A72"/>
    <w:rsid w:val="00F60B2C"/>
    <w:rsid w:val="00F60B43"/>
    <w:rsid w:val="00F61983"/>
    <w:rsid w:val="00F6242D"/>
    <w:rsid w:val="00F62693"/>
    <w:rsid w:val="00F627CA"/>
    <w:rsid w:val="00F628DF"/>
    <w:rsid w:val="00F628E3"/>
    <w:rsid w:val="00F629FC"/>
    <w:rsid w:val="00F62A98"/>
    <w:rsid w:val="00F62AB6"/>
    <w:rsid w:val="00F62BAF"/>
    <w:rsid w:val="00F62C4E"/>
    <w:rsid w:val="00F63160"/>
    <w:rsid w:val="00F6362C"/>
    <w:rsid w:val="00F63674"/>
    <w:rsid w:val="00F63794"/>
    <w:rsid w:val="00F63C2A"/>
    <w:rsid w:val="00F63FA8"/>
    <w:rsid w:val="00F6455F"/>
    <w:rsid w:val="00F64AD1"/>
    <w:rsid w:val="00F65117"/>
    <w:rsid w:val="00F654A7"/>
    <w:rsid w:val="00F65C9D"/>
    <w:rsid w:val="00F65EDB"/>
    <w:rsid w:val="00F6618E"/>
    <w:rsid w:val="00F6637C"/>
    <w:rsid w:val="00F665C0"/>
    <w:rsid w:val="00F66675"/>
    <w:rsid w:val="00F66B9E"/>
    <w:rsid w:val="00F66E7C"/>
    <w:rsid w:val="00F676F7"/>
    <w:rsid w:val="00F70175"/>
    <w:rsid w:val="00F701BA"/>
    <w:rsid w:val="00F704A0"/>
    <w:rsid w:val="00F712D7"/>
    <w:rsid w:val="00F71D8E"/>
    <w:rsid w:val="00F723C6"/>
    <w:rsid w:val="00F727A9"/>
    <w:rsid w:val="00F72909"/>
    <w:rsid w:val="00F72B34"/>
    <w:rsid w:val="00F72D66"/>
    <w:rsid w:val="00F739D1"/>
    <w:rsid w:val="00F73E48"/>
    <w:rsid w:val="00F74068"/>
    <w:rsid w:val="00F74856"/>
    <w:rsid w:val="00F748F7"/>
    <w:rsid w:val="00F74F78"/>
    <w:rsid w:val="00F753DF"/>
    <w:rsid w:val="00F7650A"/>
    <w:rsid w:val="00F76994"/>
    <w:rsid w:val="00F76A7C"/>
    <w:rsid w:val="00F76CB9"/>
    <w:rsid w:val="00F772AB"/>
    <w:rsid w:val="00F776BE"/>
    <w:rsid w:val="00F77A55"/>
    <w:rsid w:val="00F8045A"/>
    <w:rsid w:val="00F804D8"/>
    <w:rsid w:val="00F8057B"/>
    <w:rsid w:val="00F8076C"/>
    <w:rsid w:val="00F80953"/>
    <w:rsid w:val="00F80AA7"/>
    <w:rsid w:val="00F816C0"/>
    <w:rsid w:val="00F81A2C"/>
    <w:rsid w:val="00F81AE7"/>
    <w:rsid w:val="00F81BB5"/>
    <w:rsid w:val="00F821CF"/>
    <w:rsid w:val="00F8224D"/>
    <w:rsid w:val="00F82700"/>
    <w:rsid w:val="00F82B49"/>
    <w:rsid w:val="00F82F05"/>
    <w:rsid w:val="00F8351E"/>
    <w:rsid w:val="00F83764"/>
    <w:rsid w:val="00F8391B"/>
    <w:rsid w:val="00F83A44"/>
    <w:rsid w:val="00F83EA2"/>
    <w:rsid w:val="00F84697"/>
    <w:rsid w:val="00F8490C"/>
    <w:rsid w:val="00F84A33"/>
    <w:rsid w:val="00F84C99"/>
    <w:rsid w:val="00F85408"/>
    <w:rsid w:val="00F85791"/>
    <w:rsid w:val="00F85A67"/>
    <w:rsid w:val="00F85B92"/>
    <w:rsid w:val="00F85EFB"/>
    <w:rsid w:val="00F8600D"/>
    <w:rsid w:val="00F863E4"/>
    <w:rsid w:val="00F8643E"/>
    <w:rsid w:val="00F864D4"/>
    <w:rsid w:val="00F865F2"/>
    <w:rsid w:val="00F86C20"/>
    <w:rsid w:val="00F8765E"/>
    <w:rsid w:val="00F87670"/>
    <w:rsid w:val="00F87870"/>
    <w:rsid w:val="00F87D85"/>
    <w:rsid w:val="00F87EA6"/>
    <w:rsid w:val="00F90138"/>
    <w:rsid w:val="00F9020A"/>
    <w:rsid w:val="00F90C2C"/>
    <w:rsid w:val="00F90D7B"/>
    <w:rsid w:val="00F921EB"/>
    <w:rsid w:val="00F92302"/>
    <w:rsid w:val="00F92486"/>
    <w:rsid w:val="00F92501"/>
    <w:rsid w:val="00F92707"/>
    <w:rsid w:val="00F92762"/>
    <w:rsid w:val="00F92902"/>
    <w:rsid w:val="00F92DE9"/>
    <w:rsid w:val="00F92FF8"/>
    <w:rsid w:val="00F9301C"/>
    <w:rsid w:val="00F9307B"/>
    <w:rsid w:val="00F93312"/>
    <w:rsid w:val="00F93474"/>
    <w:rsid w:val="00F93528"/>
    <w:rsid w:val="00F93866"/>
    <w:rsid w:val="00F938CF"/>
    <w:rsid w:val="00F93A45"/>
    <w:rsid w:val="00F93BAB"/>
    <w:rsid w:val="00F93F37"/>
    <w:rsid w:val="00F9412A"/>
    <w:rsid w:val="00F94221"/>
    <w:rsid w:val="00F94664"/>
    <w:rsid w:val="00F952FA"/>
    <w:rsid w:val="00F958E7"/>
    <w:rsid w:val="00F95953"/>
    <w:rsid w:val="00F95CB9"/>
    <w:rsid w:val="00F965F1"/>
    <w:rsid w:val="00F96C7C"/>
    <w:rsid w:val="00F97209"/>
    <w:rsid w:val="00F972C8"/>
    <w:rsid w:val="00F976B7"/>
    <w:rsid w:val="00F978BC"/>
    <w:rsid w:val="00F97BA1"/>
    <w:rsid w:val="00F97F0B"/>
    <w:rsid w:val="00FA040B"/>
    <w:rsid w:val="00FA070F"/>
    <w:rsid w:val="00FA0969"/>
    <w:rsid w:val="00FA1D80"/>
    <w:rsid w:val="00FA1DA4"/>
    <w:rsid w:val="00FA1E01"/>
    <w:rsid w:val="00FA22AA"/>
    <w:rsid w:val="00FA27B2"/>
    <w:rsid w:val="00FA2DA0"/>
    <w:rsid w:val="00FA2EE6"/>
    <w:rsid w:val="00FA3132"/>
    <w:rsid w:val="00FA4275"/>
    <w:rsid w:val="00FA49FC"/>
    <w:rsid w:val="00FA4D31"/>
    <w:rsid w:val="00FA5097"/>
    <w:rsid w:val="00FA51C4"/>
    <w:rsid w:val="00FA552B"/>
    <w:rsid w:val="00FA5A03"/>
    <w:rsid w:val="00FA5BFF"/>
    <w:rsid w:val="00FA6474"/>
    <w:rsid w:val="00FA653D"/>
    <w:rsid w:val="00FA6734"/>
    <w:rsid w:val="00FA685D"/>
    <w:rsid w:val="00FA6A15"/>
    <w:rsid w:val="00FA6BF5"/>
    <w:rsid w:val="00FA6ED9"/>
    <w:rsid w:val="00FA71A9"/>
    <w:rsid w:val="00FA770A"/>
    <w:rsid w:val="00FA7B41"/>
    <w:rsid w:val="00FA7CB5"/>
    <w:rsid w:val="00FB0149"/>
    <w:rsid w:val="00FB0627"/>
    <w:rsid w:val="00FB0638"/>
    <w:rsid w:val="00FB06A7"/>
    <w:rsid w:val="00FB06F9"/>
    <w:rsid w:val="00FB07F3"/>
    <w:rsid w:val="00FB100F"/>
    <w:rsid w:val="00FB13E2"/>
    <w:rsid w:val="00FB144B"/>
    <w:rsid w:val="00FB1991"/>
    <w:rsid w:val="00FB227D"/>
    <w:rsid w:val="00FB240B"/>
    <w:rsid w:val="00FB29A7"/>
    <w:rsid w:val="00FB2B6B"/>
    <w:rsid w:val="00FB2D4D"/>
    <w:rsid w:val="00FB2EE1"/>
    <w:rsid w:val="00FB3435"/>
    <w:rsid w:val="00FB346C"/>
    <w:rsid w:val="00FB361C"/>
    <w:rsid w:val="00FB3C28"/>
    <w:rsid w:val="00FB3E71"/>
    <w:rsid w:val="00FB3EF9"/>
    <w:rsid w:val="00FB400D"/>
    <w:rsid w:val="00FB40A8"/>
    <w:rsid w:val="00FB44F1"/>
    <w:rsid w:val="00FB481D"/>
    <w:rsid w:val="00FB4C60"/>
    <w:rsid w:val="00FB4F66"/>
    <w:rsid w:val="00FB54EF"/>
    <w:rsid w:val="00FB56CA"/>
    <w:rsid w:val="00FB5B09"/>
    <w:rsid w:val="00FB5FD5"/>
    <w:rsid w:val="00FB62ED"/>
    <w:rsid w:val="00FB6670"/>
    <w:rsid w:val="00FB6A17"/>
    <w:rsid w:val="00FB6D55"/>
    <w:rsid w:val="00FB7260"/>
    <w:rsid w:val="00FB7B3C"/>
    <w:rsid w:val="00FC008D"/>
    <w:rsid w:val="00FC0122"/>
    <w:rsid w:val="00FC016F"/>
    <w:rsid w:val="00FC05C6"/>
    <w:rsid w:val="00FC131B"/>
    <w:rsid w:val="00FC13CE"/>
    <w:rsid w:val="00FC1797"/>
    <w:rsid w:val="00FC196E"/>
    <w:rsid w:val="00FC1C7B"/>
    <w:rsid w:val="00FC1E21"/>
    <w:rsid w:val="00FC1FFB"/>
    <w:rsid w:val="00FC2020"/>
    <w:rsid w:val="00FC224E"/>
    <w:rsid w:val="00FC225F"/>
    <w:rsid w:val="00FC3636"/>
    <w:rsid w:val="00FC405D"/>
    <w:rsid w:val="00FC42C2"/>
    <w:rsid w:val="00FC435D"/>
    <w:rsid w:val="00FC44D1"/>
    <w:rsid w:val="00FC45CD"/>
    <w:rsid w:val="00FC495D"/>
    <w:rsid w:val="00FC497D"/>
    <w:rsid w:val="00FC49FF"/>
    <w:rsid w:val="00FC4A6A"/>
    <w:rsid w:val="00FC4AC4"/>
    <w:rsid w:val="00FC5348"/>
    <w:rsid w:val="00FC53F9"/>
    <w:rsid w:val="00FC56F6"/>
    <w:rsid w:val="00FC5863"/>
    <w:rsid w:val="00FC5A39"/>
    <w:rsid w:val="00FC5B68"/>
    <w:rsid w:val="00FC5D3F"/>
    <w:rsid w:val="00FC6CC7"/>
    <w:rsid w:val="00FC6D72"/>
    <w:rsid w:val="00FC6DE4"/>
    <w:rsid w:val="00FC726E"/>
    <w:rsid w:val="00FC77C2"/>
    <w:rsid w:val="00FC7831"/>
    <w:rsid w:val="00FC7B9F"/>
    <w:rsid w:val="00FC7F88"/>
    <w:rsid w:val="00FD0126"/>
    <w:rsid w:val="00FD0226"/>
    <w:rsid w:val="00FD09EA"/>
    <w:rsid w:val="00FD09F8"/>
    <w:rsid w:val="00FD0A35"/>
    <w:rsid w:val="00FD16EC"/>
    <w:rsid w:val="00FD18B1"/>
    <w:rsid w:val="00FD18DC"/>
    <w:rsid w:val="00FD2049"/>
    <w:rsid w:val="00FD22ED"/>
    <w:rsid w:val="00FD26A4"/>
    <w:rsid w:val="00FD314A"/>
    <w:rsid w:val="00FD3523"/>
    <w:rsid w:val="00FD359D"/>
    <w:rsid w:val="00FD39C8"/>
    <w:rsid w:val="00FD3B8A"/>
    <w:rsid w:val="00FD3D1C"/>
    <w:rsid w:val="00FD4533"/>
    <w:rsid w:val="00FD4B90"/>
    <w:rsid w:val="00FD4E9F"/>
    <w:rsid w:val="00FD505F"/>
    <w:rsid w:val="00FD50B4"/>
    <w:rsid w:val="00FD5630"/>
    <w:rsid w:val="00FD570E"/>
    <w:rsid w:val="00FD5850"/>
    <w:rsid w:val="00FD6AC4"/>
    <w:rsid w:val="00FD6AF3"/>
    <w:rsid w:val="00FD6ED5"/>
    <w:rsid w:val="00FD6F62"/>
    <w:rsid w:val="00FD76D4"/>
    <w:rsid w:val="00FE0005"/>
    <w:rsid w:val="00FE0137"/>
    <w:rsid w:val="00FE02AA"/>
    <w:rsid w:val="00FE0CBE"/>
    <w:rsid w:val="00FE1362"/>
    <w:rsid w:val="00FE1993"/>
    <w:rsid w:val="00FE1DA0"/>
    <w:rsid w:val="00FE2432"/>
    <w:rsid w:val="00FE25B9"/>
    <w:rsid w:val="00FE30CF"/>
    <w:rsid w:val="00FE3C6B"/>
    <w:rsid w:val="00FE40A9"/>
    <w:rsid w:val="00FE40B9"/>
    <w:rsid w:val="00FE486E"/>
    <w:rsid w:val="00FE4A39"/>
    <w:rsid w:val="00FE4A9C"/>
    <w:rsid w:val="00FE4CC3"/>
    <w:rsid w:val="00FE5590"/>
    <w:rsid w:val="00FE5B5E"/>
    <w:rsid w:val="00FE5BB8"/>
    <w:rsid w:val="00FE5CCA"/>
    <w:rsid w:val="00FE60D5"/>
    <w:rsid w:val="00FE61FD"/>
    <w:rsid w:val="00FE63C3"/>
    <w:rsid w:val="00FE6496"/>
    <w:rsid w:val="00FE6672"/>
    <w:rsid w:val="00FE6896"/>
    <w:rsid w:val="00FE70E7"/>
    <w:rsid w:val="00FE74D1"/>
    <w:rsid w:val="00FE761B"/>
    <w:rsid w:val="00FE7763"/>
    <w:rsid w:val="00FE796E"/>
    <w:rsid w:val="00FE7ACF"/>
    <w:rsid w:val="00FF0B80"/>
    <w:rsid w:val="00FF0F1D"/>
    <w:rsid w:val="00FF174B"/>
    <w:rsid w:val="00FF17B8"/>
    <w:rsid w:val="00FF1AF3"/>
    <w:rsid w:val="00FF1CFB"/>
    <w:rsid w:val="00FF2136"/>
    <w:rsid w:val="00FF2354"/>
    <w:rsid w:val="00FF262C"/>
    <w:rsid w:val="00FF2752"/>
    <w:rsid w:val="00FF28BF"/>
    <w:rsid w:val="00FF30A3"/>
    <w:rsid w:val="00FF360B"/>
    <w:rsid w:val="00FF3C4B"/>
    <w:rsid w:val="00FF4071"/>
    <w:rsid w:val="00FF44EB"/>
    <w:rsid w:val="00FF4519"/>
    <w:rsid w:val="00FF454C"/>
    <w:rsid w:val="00FF4773"/>
    <w:rsid w:val="00FF54C7"/>
    <w:rsid w:val="00FF5737"/>
    <w:rsid w:val="00FF5C94"/>
    <w:rsid w:val="00FF5CD4"/>
    <w:rsid w:val="00FF5D77"/>
    <w:rsid w:val="00FF61B9"/>
    <w:rsid w:val="00FF635A"/>
    <w:rsid w:val="00FF67F2"/>
    <w:rsid w:val="00FF6A59"/>
    <w:rsid w:val="00FF6FC2"/>
    <w:rsid w:val="00FF75BE"/>
    <w:rsid w:val="00FF7BD3"/>
    <w:rsid w:val="00FF7DD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1AE6DF26"/>
  <w15:docId w15:val="{22F3326B-489A-4C70-A73E-7425033C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E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eastAsia="en-US"/>
    </w:rPr>
  </w:style>
  <w:style w:type="paragraph" w:styleId="Heading1">
    <w:name w:val="heading 1"/>
    <w:basedOn w:val="Heading8"/>
    <w:next w:val="Normal"/>
    <w:link w:val="Heading1Char"/>
    <w:qFormat/>
    <w:rsid w:val="007A587A"/>
    <w:pPr>
      <w:numPr>
        <w:numId w:val="19"/>
      </w:numPr>
      <w:jc w:val="thaiDistribute"/>
      <w:outlineLvl w:val="0"/>
    </w:pPr>
    <w:rPr>
      <w:rFonts w:ascii="Angsana New" w:hAnsi="Angsana New" w:cs="Angsana New"/>
      <w:sz w:val="30"/>
      <w:szCs w:val="30"/>
      <w:lang w:val="th-TH"/>
    </w:rPr>
  </w:style>
  <w:style w:type="paragraph" w:styleId="Heading2">
    <w:name w:val="heading 2"/>
    <w:basedOn w:val="Normal"/>
    <w:next w:val="Normal"/>
    <w:link w:val="Heading2Char"/>
    <w:qFormat/>
    <w:rsid w:val="009B5B9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B5B93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9B5B93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9B5B9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0969CF"/>
    <w:rPr>
      <w:rFonts w:cs="EucrosiaUPC"/>
      <w:b/>
      <w:bCs/>
      <w:sz w:val="32"/>
      <w:szCs w:val="3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A587A"/>
    <w:rPr>
      <w:rFonts w:ascii="Angsana New" w:hAnsi="Angsana New" w:cs="Angsana New"/>
      <w:b/>
      <w:bCs/>
      <w:sz w:val="30"/>
      <w:szCs w:val="30"/>
      <w:lang w:val="th-TH" w:eastAsia="en-US"/>
    </w:rPr>
  </w:style>
  <w:style w:type="character" w:customStyle="1" w:styleId="Heading2Char">
    <w:name w:val="Heading 2 Char"/>
    <w:basedOn w:val="DefaultParagraphFont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9B5B93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0969CF"/>
    <w:rPr>
      <w:rFonts w:ascii="Arial" w:hAnsi="Arial"/>
      <w:b/>
      <w:bCs/>
      <w:sz w:val="18"/>
      <w:szCs w:val="1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0969CF"/>
    <w:rPr>
      <w:rFonts w:cs="EucrosiaUPC"/>
      <w:b/>
      <w:bCs/>
      <w:sz w:val="32"/>
      <w:szCs w:val="32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0969CF"/>
    <w:rPr>
      <w:rFonts w:cs="EucrosiaUPC"/>
      <w:b/>
      <w:bCs/>
      <w:sz w:val="32"/>
      <w:szCs w:val="32"/>
      <w:u w:val="single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0969CF"/>
    <w:rPr>
      <w:rFonts w:cs="EucrosiaUPC"/>
      <w:b/>
      <w:bCs/>
      <w:sz w:val="30"/>
      <w:szCs w:val="3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0969CF"/>
    <w:rPr>
      <w:rFonts w:cs="EucrosiaUPC"/>
      <w:b/>
      <w:bCs/>
      <w:sz w:val="30"/>
      <w:szCs w:val="30"/>
      <w:lang w:val="en-US" w:eastAsia="en-US"/>
    </w:rPr>
  </w:style>
  <w:style w:type="paragraph" w:styleId="Header">
    <w:name w:val="header"/>
    <w:basedOn w:val="Normal"/>
    <w:link w:val="HeaderChar"/>
    <w:uiPriority w:val="99"/>
    <w:rsid w:val="009B5B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9CF"/>
    <w:rPr>
      <w:rFonts w:ascii="Arial" w:hAnsi="Arial"/>
      <w:sz w:val="18"/>
      <w:szCs w:val="18"/>
      <w:lang w:val="en-US" w:eastAsia="en-US"/>
    </w:rPr>
  </w:style>
  <w:style w:type="character" w:customStyle="1" w:styleId="AAAddress">
    <w:name w:val="AA Address"/>
    <w:basedOn w:val="DefaultParagraphFont"/>
    <w:rsid w:val="009B5B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9B5B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B5B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9CF"/>
    <w:rPr>
      <w:rFonts w:ascii="Arial" w:hAnsi="Arial"/>
      <w:sz w:val="18"/>
      <w:szCs w:val="18"/>
      <w:lang w:val="en-US" w:eastAsia="en-US"/>
    </w:rPr>
  </w:style>
  <w:style w:type="paragraph" w:styleId="Caption">
    <w:name w:val="caption"/>
    <w:basedOn w:val="Normal"/>
    <w:next w:val="Normal"/>
    <w:qFormat/>
    <w:rsid w:val="009B5B93"/>
    <w:rPr>
      <w:b/>
      <w:bCs/>
    </w:rPr>
  </w:style>
  <w:style w:type="paragraph" w:styleId="ListBullet">
    <w:name w:val="List Bullet"/>
    <w:basedOn w:val="Normal"/>
    <w:rsid w:val="009B5B93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B5B93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B5B93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B5B93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B5B93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B5B93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B5B93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B5B93"/>
    <w:pPr>
      <w:ind w:left="284"/>
    </w:pPr>
  </w:style>
  <w:style w:type="paragraph" w:customStyle="1" w:styleId="AAFrameAddress">
    <w:name w:val="AA Frame Address"/>
    <w:basedOn w:val="Heading1"/>
    <w:rsid w:val="009B5B93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rsid w:val="009B5B93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B5B93"/>
    <w:pPr>
      <w:numPr>
        <w:numId w:val="9"/>
      </w:numPr>
      <w:tabs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B5B93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B5B93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B5B93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B5B93"/>
    <w:pPr>
      <w:ind w:left="851" w:hanging="284"/>
    </w:pPr>
  </w:style>
  <w:style w:type="paragraph" w:styleId="Index4">
    <w:name w:val="index 4"/>
    <w:basedOn w:val="Normal"/>
    <w:next w:val="Normal"/>
    <w:semiHidden/>
    <w:rsid w:val="009B5B93"/>
    <w:pPr>
      <w:ind w:left="1135" w:hanging="284"/>
    </w:pPr>
  </w:style>
  <w:style w:type="paragraph" w:styleId="Index6">
    <w:name w:val="index 6"/>
    <w:basedOn w:val="Normal"/>
    <w:next w:val="Normal"/>
    <w:semiHidden/>
    <w:rsid w:val="009B5B93"/>
    <w:pPr>
      <w:ind w:left="1702" w:hanging="284"/>
    </w:pPr>
  </w:style>
  <w:style w:type="paragraph" w:styleId="Index5">
    <w:name w:val="index 5"/>
    <w:basedOn w:val="Normal"/>
    <w:next w:val="Normal"/>
    <w:semiHidden/>
    <w:rsid w:val="009B5B93"/>
    <w:pPr>
      <w:ind w:left="1418" w:hanging="284"/>
    </w:pPr>
  </w:style>
  <w:style w:type="paragraph" w:styleId="Index7">
    <w:name w:val="index 7"/>
    <w:basedOn w:val="Normal"/>
    <w:next w:val="Normal"/>
    <w:semiHidden/>
    <w:rsid w:val="009B5B93"/>
    <w:pPr>
      <w:ind w:left="1985" w:hanging="284"/>
    </w:pPr>
  </w:style>
  <w:style w:type="paragraph" w:styleId="Index8">
    <w:name w:val="index 8"/>
    <w:basedOn w:val="Normal"/>
    <w:next w:val="Normal"/>
    <w:semiHidden/>
    <w:rsid w:val="009B5B93"/>
    <w:pPr>
      <w:ind w:left="2269" w:hanging="284"/>
    </w:pPr>
  </w:style>
  <w:style w:type="paragraph" w:styleId="Index9">
    <w:name w:val="index 9"/>
    <w:basedOn w:val="Normal"/>
    <w:next w:val="Normal"/>
    <w:semiHidden/>
    <w:rsid w:val="009B5B93"/>
    <w:pPr>
      <w:ind w:left="2552" w:hanging="284"/>
    </w:pPr>
  </w:style>
  <w:style w:type="paragraph" w:styleId="TOC2">
    <w:name w:val="toc 2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B5B93"/>
    <w:pPr>
      <w:ind w:left="851"/>
    </w:pPr>
  </w:style>
  <w:style w:type="paragraph" w:styleId="TOC5">
    <w:name w:val="toc 5"/>
    <w:basedOn w:val="Normal"/>
    <w:next w:val="Normal"/>
    <w:semiHidden/>
    <w:rsid w:val="009B5B93"/>
    <w:pPr>
      <w:ind w:left="1134"/>
    </w:pPr>
  </w:style>
  <w:style w:type="paragraph" w:styleId="TOC6">
    <w:name w:val="toc 6"/>
    <w:basedOn w:val="Normal"/>
    <w:next w:val="Normal"/>
    <w:semiHidden/>
    <w:rsid w:val="009B5B93"/>
    <w:pPr>
      <w:ind w:left="1418"/>
    </w:pPr>
  </w:style>
  <w:style w:type="paragraph" w:styleId="TOC7">
    <w:name w:val="toc 7"/>
    <w:basedOn w:val="Normal"/>
    <w:next w:val="Normal"/>
    <w:semiHidden/>
    <w:rsid w:val="009B5B93"/>
    <w:pPr>
      <w:ind w:left="1701"/>
    </w:pPr>
  </w:style>
  <w:style w:type="paragraph" w:styleId="TOC8">
    <w:name w:val="toc 8"/>
    <w:basedOn w:val="Normal"/>
    <w:next w:val="Normal"/>
    <w:semiHidden/>
    <w:rsid w:val="009B5B93"/>
    <w:pPr>
      <w:ind w:left="1985"/>
    </w:pPr>
  </w:style>
  <w:style w:type="paragraph" w:styleId="TOC9">
    <w:name w:val="toc 9"/>
    <w:basedOn w:val="Normal"/>
    <w:next w:val="Normal"/>
    <w:semiHidden/>
    <w:rsid w:val="009B5B93"/>
    <w:pPr>
      <w:ind w:left="2268"/>
    </w:pPr>
  </w:style>
  <w:style w:type="paragraph" w:styleId="TableofFigures">
    <w:name w:val="table of figures"/>
    <w:basedOn w:val="Normal"/>
    <w:next w:val="Normal"/>
    <w:semiHidden/>
    <w:rsid w:val="009B5B93"/>
    <w:pPr>
      <w:ind w:left="567" w:hanging="567"/>
    </w:pPr>
  </w:style>
  <w:style w:type="paragraph" w:styleId="ListBullet5">
    <w:name w:val="List Bullet 5"/>
    <w:basedOn w:val="Normal"/>
    <w:rsid w:val="009B5B93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9B5B93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0969CF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9B5B93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0969CF"/>
    <w:rPr>
      <w:rFonts w:ascii="Arial" w:hAnsi="Arial"/>
      <w:sz w:val="18"/>
      <w:szCs w:val="18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9B5B93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0969CF"/>
    <w:rPr>
      <w:rFonts w:ascii="Arial" w:hAnsi="Arial"/>
      <w:sz w:val="18"/>
      <w:szCs w:val="18"/>
      <w:lang w:val="en-US" w:eastAsia="en-US"/>
    </w:rPr>
  </w:style>
  <w:style w:type="character" w:styleId="Strong">
    <w:name w:val="Strong"/>
    <w:basedOn w:val="DefaultParagraphFont"/>
    <w:qFormat/>
    <w:rsid w:val="009B5B93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9B5B93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B5B93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9B5B93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9B5B93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B5B93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B5B93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B5B93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B5B93"/>
    <w:pPr>
      <w:framePr w:h="1054" w:wrap="around" w:y="5920"/>
    </w:pPr>
  </w:style>
  <w:style w:type="paragraph" w:customStyle="1" w:styleId="ReportHeading3">
    <w:name w:val="ReportHeading3"/>
    <w:basedOn w:val="ReportHeading2"/>
    <w:rsid w:val="009B5B93"/>
    <w:pPr>
      <w:framePr w:h="443" w:wrap="around" w:y="8223"/>
    </w:pPr>
  </w:style>
  <w:style w:type="paragraph" w:customStyle="1" w:styleId="a">
    <w:name w:val="¢éÍ¤ÇÒÁ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B5B93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B5B93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B5B93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B5B93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B5B93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B5B93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473DE2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0969CF"/>
    <w:rPr>
      <w:rFonts w:cs="EucrosiaUPC"/>
      <w:sz w:val="30"/>
      <w:szCs w:val="30"/>
      <w:lang w:val="en-US" w:eastAsia="en-US"/>
    </w:rPr>
  </w:style>
  <w:style w:type="character" w:styleId="PageNumber">
    <w:name w:val="page number"/>
    <w:basedOn w:val="DefaultParagraphFont"/>
    <w:rsid w:val="009B5B93"/>
  </w:style>
  <w:style w:type="paragraph" w:customStyle="1" w:styleId="ASSETS">
    <w:name w:val="ASSETS"/>
    <w:basedOn w:val="Normal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9B5B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0969CF"/>
    <w:rPr>
      <w:rFonts w:cs="EucrosiaUPC"/>
      <w:sz w:val="30"/>
      <w:szCs w:val="30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969CF"/>
    <w:rPr>
      <w:rFonts w:ascii="Tahoma" w:hAnsi="Tahoma" w:cs="Tahoma"/>
      <w:sz w:val="16"/>
      <w:szCs w:val="16"/>
      <w:lang w:val="en-US" w:eastAsia="en-US"/>
    </w:rPr>
  </w:style>
  <w:style w:type="paragraph" w:customStyle="1" w:styleId="AccPolicyHeading">
    <w:name w:val="Acc Policy Heading"/>
    <w:basedOn w:val="BodyText"/>
    <w:link w:val="AccPolicyHeadingChar"/>
    <w:autoRedefine/>
    <w:rsid w:val="009844E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 w:line="240" w:lineRule="auto"/>
      <w:ind w:left="547" w:right="29"/>
      <w:jc w:val="thaiDistribute"/>
    </w:pPr>
    <w:rPr>
      <w:rFonts w:ascii="Angsana New" w:hAnsi="Angsana New" w:cs="Angsana New"/>
      <w:sz w:val="20"/>
      <w:szCs w:val="2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9844EF"/>
    <w:rPr>
      <w:rFonts w:ascii="Angsana New" w:hAnsi="Angsana New" w:cs="Angsana New"/>
      <w:lang w:eastAsia="en-US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3057D6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0969CF"/>
    <w:rPr>
      <w:rFonts w:ascii="Arial" w:hAnsi="Arial"/>
      <w:sz w:val="18"/>
      <w:szCs w:val="18"/>
      <w:lang w:val="en-US" w:eastAsia="en-US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0969CF"/>
    <w:rPr>
      <w:sz w:val="18"/>
      <w:lang w:eastAsia="en-US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0969CF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22BD1"/>
    <w:pPr>
      <w:spacing w:after="0" w:line="240" w:lineRule="auto"/>
      <w:ind w:left="547"/>
      <w:jc w:val="thaiDistribute"/>
    </w:pPr>
    <w:rPr>
      <w:rFonts w:ascii="Angsana New" w:hAnsi="Angsana New" w:cs="Angsana New"/>
      <w:b/>
      <w:bCs w:val="0"/>
      <w:i w:val="0"/>
      <w:iCs w:val="0"/>
      <w:sz w:val="28"/>
      <w:szCs w:val="28"/>
    </w:rPr>
  </w:style>
  <w:style w:type="character" w:customStyle="1" w:styleId="AccPolicyalternativeChar">
    <w:name w:val="Acc Policy alternative Char"/>
    <w:basedOn w:val="AccPolicysubheadChar"/>
    <w:link w:val="AccPolicyalternative"/>
    <w:rsid w:val="00022BD1"/>
    <w:rPr>
      <w:rFonts w:ascii="Angsana New" w:hAnsi="Angsana New" w:cs="Angsana New"/>
      <w:b/>
      <w:bCs w:val="0"/>
      <w:i w:val="0"/>
      <w:iCs w:val="0"/>
      <w:sz w:val="28"/>
      <w:szCs w:val="28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0969CF"/>
    <w:rPr>
      <w:rFonts w:ascii="Tahoma" w:hAnsi="Tahoma" w:cs="Tahoma"/>
      <w:shd w:val="clear" w:color="auto" w:fill="000080"/>
      <w:lang w:eastAsia="en-US" w:bidi="ar-SA"/>
    </w:rPr>
  </w:style>
  <w:style w:type="character" w:customStyle="1" w:styleId="AccPolicyHeadingCharChar">
    <w:name w:val="Acc Policy Heading Char Char"/>
    <w:basedOn w:val="DefaultParagraphFont"/>
    <w:rsid w:val="000B78AD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473D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rsid w:val="000969CF"/>
    <w:rPr>
      <w:rFonts w:cs="Times New Roman"/>
      <w:sz w:val="29"/>
      <w:szCs w:val="29"/>
    </w:rPr>
  </w:style>
  <w:style w:type="character" w:customStyle="1" w:styleId="hps">
    <w:name w:val="hps"/>
    <w:basedOn w:val="DefaultParagraphFont"/>
    <w:rsid w:val="000969CF"/>
    <w:rPr>
      <w:rFonts w:cs="Times New Roman"/>
    </w:rPr>
  </w:style>
  <w:style w:type="character" w:customStyle="1" w:styleId="gt-icon-text1">
    <w:name w:val="gt-icon-text1"/>
    <w:basedOn w:val="DefaultParagraphFont"/>
    <w:rsid w:val="000969CF"/>
    <w:rPr>
      <w:rFonts w:cs="Times New Roman"/>
    </w:rPr>
  </w:style>
  <w:style w:type="character" w:customStyle="1" w:styleId="shorttext">
    <w:name w:val="short_text"/>
    <w:basedOn w:val="DefaultParagraphFont"/>
    <w:rsid w:val="000969CF"/>
    <w:rPr>
      <w:rFonts w:cs="Times New Roman"/>
    </w:rPr>
  </w:style>
  <w:style w:type="paragraph" w:customStyle="1" w:styleId="Default">
    <w:name w:val="Default"/>
    <w:rsid w:val="000969C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character" w:customStyle="1" w:styleId="longtext">
    <w:name w:val="long_text"/>
    <w:basedOn w:val="DefaultParagraphFont"/>
    <w:rsid w:val="000969CF"/>
    <w:rPr>
      <w:rFonts w:cs="Times New Roman"/>
    </w:rPr>
  </w:style>
  <w:style w:type="paragraph" w:styleId="PlainText">
    <w:name w:val="Plain Text"/>
    <w:basedOn w:val="Normal"/>
    <w:link w:val="PlainTextChar"/>
    <w:rsid w:val="000969C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rsid w:val="000969CF"/>
    <w:rPr>
      <w:rFonts w:ascii="Consolas" w:hAnsi="Consolas" w:cs="Angsana New"/>
      <w:sz w:val="21"/>
      <w:szCs w:val="26"/>
      <w:lang w:val="en-US" w:eastAsia="en-US"/>
    </w:rPr>
  </w:style>
  <w:style w:type="character" w:styleId="CommentReference">
    <w:name w:val="annotation reference"/>
    <w:basedOn w:val="DefaultParagraphFont"/>
    <w:rsid w:val="000969C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0969C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0969CF"/>
    <w:rPr>
      <w:rFonts w:ascii="Arial" w:hAnsi="Arial" w:cs="Angsana New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69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69CF"/>
    <w:rPr>
      <w:rFonts w:ascii="Arial" w:hAnsi="Arial" w:cs="Angsana New"/>
      <w:b/>
      <w:bCs/>
      <w:szCs w:val="25"/>
      <w:lang w:val="en-US" w:eastAsia="en-US"/>
    </w:rPr>
  </w:style>
  <w:style w:type="paragraph" w:styleId="Revision">
    <w:name w:val="Revision"/>
    <w:hidden/>
    <w:uiPriority w:val="99"/>
    <w:semiHidden/>
    <w:rsid w:val="000969CF"/>
    <w:rPr>
      <w:rFonts w:ascii="Arial" w:hAnsi="Arial" w:cs="Angsana New"/>
      <w:sz w:val="18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rsid w:val="003C60DE"/>
    <w:rPr>
      <w:i/>
      <w:iCs/>
    </w:rPr>
  </w:style>
  <w:style w:type="character" w:customStyle="1" w:styleId="Heading1Char1">
    <w:name w:val="Heading 1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E759F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E759F3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E759F3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E759F3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E759F3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E759F3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E759F3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E759F3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E759F3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E759F3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E759F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E759F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E759F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759F3"/>
  </w:style>
  <w:style w:type="character" w:customStyle="1" w:styleId="st1">
    <w:name w:val="st1"/>
    <w:basedOn w:val="DefaultParagraphFont"/>
    <w:rsid w:val="00E759F3"/>
  </w:style>
  <w:style w:type="paragraph" w:styleId="NoSpacing">
    <w:name w:val="No Spacing"/>
    <w:uiPriority w:val="1"/>
    <w:qFormat/>
    <w:rsid w:val="00745ED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AD6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E54AE5"/>
    <w:rPr>
      <w:rFonts w:ascii="Calibri" w:eastAsia="Calibri" w:hAnsi="Calibri" w:cs="Cordia New"/>
      <w:sz w:val="22"/>
      <w:szCs w:val="28"/>
      <w:lang w:eastAsia="en-US"/>
    </w:rPr>
  </w:style>
  <w:style w:type="character" w:customStyle="1" w:styleId="blockChar">
    <w:name w:val="block Char"/>
    <w:aliases w:val="b Char"/>
    <w:link w:val="block"/>
    <w:locked/>
    <w:rsid w:val="00306040"/>
    <w:rPr>
      <w:sz w:val="22"/>
      <w:lang w:eastAsia="en-US" w:bidi="ar-SA"/>
    </w:rPr>
  </w:style>
  <w:style w:type="paragraph" w:customStyle="1" w:styleId="Pa18">
    <w:name w:val="Pa18"/>
    <w:basedOn w:val="Normal"/>
    <w:next w:val="Normal"/>
    <w:uiPriority w:val="99"/>
    <w:rsid w:val="009E60C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52344E-FAE6-412B-961B-ACCDD4164C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54C9A-1BBC-4A6C-9F9A-51D9A423B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EE415B-9137-4CDD-BEEB-C2F7605EA557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5A2A185-0BA5-4D0F-9A5E-C9C3D0F7A4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1910</TotalTime>
  <Pages>7</Pages>
  <Words>1953</Words>
  <Characters>9204</Characters>
  <Application>Microsoft Office Word</Application>
  <DocSecurity>0</DocSecurity>
  <Lines>170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KPMG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Patcharadanai, Boonraeng</cp:lastModifiedBy>
  <cp:revision>112</cp:revision>
  <cp:lastPrinted>2026-02-22T07:45:00Z</cp:lastPrinted>
  <dcterms:created xsi:type="dcterms:W3CDTF">2026-02-14T07:16:00Z</dcterms:created>
  <dcterms:modified xsi:type="dcterms:W3CDTF">2026-02-25T14:11:00Z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  <property fmtid="{D5CDD505-2E9C-101B-9397-08002B2CF9AE}" pid="5" name="ContentTypeId">
    <vt:lpwstr>0x010100FC3C573FF70E394A86433F5E112C33AA</vt:lpwstr>
  </property>
  <property fmtid="{D5CDD505-2E9C-101B-9397-08002B2CF9AE}" pid="6" name="MediaServiceImageTags">
    <vt:lpwstr/>
  </property>
</Properties>
</file>