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5518B" w14:textId="77777777" w:rsidR="00FB1617" w:rsidRPr="00B847D1" w:rsidRDefault="00FB1617" w:rsidP="002D7B29">
      <w:pPr>
        <w:pStyle w:val="IndexHeading1"/>
        <w:widowControl w:val="0"/>
        <w:spacing w:after="0" w:line="240" w:lineRule="auto"/>
        <w:ind w:left="1350" w:hanging="1350"/>
        <w:jc w:val="thaiDistribute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val="en-US" w:bidi="th-TH"/>
        </w:rPr>
      </w:pPr>
      <w:r w:rsidRPr="00B847D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B847D1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B847D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  <w:r w:rsidR="00DF0D92" w:rsidRPr="00B847D1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 xml:space="preserve"> </w:t>
      </w:r>
    </w:p>
    <w:p w14:paraId="447FF7D9" w14:textId="34B2C30D" w:rsidR="00F53F46" w:rsidRDefault="00F53F46" w:rsidP="00517908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3A119CC" w14:textId="688C433A" w:rsidR="00AE3212" w:rsidRDefault="00EB5726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 w:rsidRPr="00044C14">
        <w:rPr>
          <w:rFonts w:ascii="Angsana New" w:hAnsi="Angsana New"/>
          <w:sz w:val="30"/>
          <w:szCs w:val="30"/>
          <w:cs/>
        </w:rPr>
        <w:t>เกณฑ์การจัดทำงบการเงินระหว่างกาล</w:t>
      </w:r>
    </w:p>
    <w:p w14:paraId="1B58BD08" w14:textId="661A069A" w:rsidR="003341F5" w:rsidRDefault="00EB5726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 w:rsidRPr="00044C14">
        <w:rPr>
          <w:rFonts w:ascii="Angsana New" w:hAnsi="Angsana New"/>
          <w:sz w:val="30"/>
          <w:szCs w:val="30"/>
          <w:cs/>
        </w:rPr>
        <w:t>บุคคลหรือกิจการที่เกี่ยวข้องกัน</w:t>
      </w:r>
    </w:p>
    <w:p w14:paraId="0F7C2813" w14:textId="5182C8AA" w:rsidR="00B753BA" w:rsidRDefault="00D66764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ที่ดิน </w:t>
      </w:r>
      <w:r w:rsidRPr="00D66764">
        <w:rPr>
          <w:rFonts w:ascii="Angsana New" w:hAnsi="Angsana New"/>
          <w:sz w:val="30"/>
          <w:szCs w:val="30"/>
          <w:cs/>
        </w:rPr>
        <w:t>อาคารและอุปกรณ์</w:t>
      </w:r>
    </w:p>
    <w:p w14:paraId="487F7305" w14:textId="5AD30898" w:rsidR="004B3523" w:rsidRPr="00E90619" w:rsidRDefault="00D66764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เงิน</w:t>
      </w:r>
      <w:r w:rsidRPr="00D66764">
        <w:rPr>
          <w:rFonts w:ascii="Angsana New" w:hAnsi="Angsana New"/>
          <w:sz w:val="30"/>
          <w:szCs w:val="30"/>
          <w:cs/>
        </w:rPr>
        <w:t>กู้ยืมจากสถาบันการเงิน</w:t>
      </w:r>
    </w:p>
    <w:p w14:paraId="3EAA3D6D" w14:textId="16AAB1EA" w:rsidR="00FC0567" w:rsidRDefault="004A2C4B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ส่วนงานดำเนินงานและการจำแนกรายได้</w:t>
      </w:r>
    </w:p>
    <w:p w14:paraId="3811E2DD" w14:textId="7DD7A02B" w:rsidR="00DE6F3C" w:rsidRDefault="00DE6F3C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ทุนเรือนหุ้น</w:t>
      </w:r>
    </w:p>
    <w:p w14:paraId="33DC587C" w14:textId="43756617" w:rsidR="00DE6F3C" w:rsidRDefault="00DE6F3C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เงินปันผล</w:t>
      </w:r>
    </w:p>
    <w:p w14:paraId="3066B239" w14:textId="77777777" w:rsidR="0025391F" w:rsidRPr="00870EEC" w:rsidRDefault="0025391F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กำไรต่อหุ้นขั้นพื้นฐาน</w:t>
      </w:r>
    </w:p>
    <w:p w14:paraId="4D47713C" w14:textId="3DBAEF1F" w:rsidR="00E04263" w:rsidRDefault="004A2C4B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เครื่องมือทางการเงิน</w:t>
      </w:r>
    </w:p>
    <w:p w14:paraId="1639ABF8" w14:textId="77777777" w:rsidR="00954A2F" w:rsidRDefault="004A2C4B">
      <w:pPr>
        <w:widowControl w:val="0"/>
        <w:numPr>
          <w:ilvl w:val="0"/>
          <w:numId w:val="10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 w:hanging="135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ภาระผูกพันกับกิจการที่ไม่เกี่ยวข้องกัน</w:t>
      </w:r>
    </w:p>
    <w:p w14:paraId="24C8365A" w14:textId="5FA08318" w:rsidR="00954A2F" w:rsidRPr="00954A2F" w:rsidRDefault="00954A2F" w:rsidP="005068F6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2E599ED0" w14:textId="77777777" w:rsidR="00954A2F" w:rsidRDefault="00954A2F" w:rsidP="00954A2F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7FE43D2D" w14:textId="77777777" w:rsidR="00185379" w:rsidRPr="00870EEC" w:rsidRDefault="00185379" w:rsidP="00185379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05BA011A" w14:textId="77777777" w:rsidR="00F437D5" w:rsidRPr="00B847D1" w:rsidRDefault="00E474E2" w:rsidP="00B93B6B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  <w:r w:rsidRPr="00B847D1">
        <w:rPr>
          <w:rFonts w:ascii="Angsana New" w:hAnsi="Angsana New"/>
          <w:sz w:val="30"/>
          <w:szCs w:val="30"/>
          <w:cs/>
        </w:rPr>
        <w:tab/>
      </w:r>
    </w:p>
    <w:p w14:paraId="4BC8E97C" w14:textId="77777777" w:rsidR="0062551B" w:rsidRPr="00B847D1" w:rsidRDefault="0062551B" w:rsidP="003130B5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350"/>
        </w:tabs>
        <w:autoSpaceDE w:val="0"/>
        <w:autoSpaceDN w:val="0"/>
        <w:adjustRightInd w:val="0"/>
        <w:spacing w:line="240" w:lineRule="auto"/>
        <w:ind w:left="1350"/>
        <w:jc w:val="thaiDistribute"/>
        <w:rPr>
          <w:rFonts w:ascii="Angsana New" w:hAnsi="Angsana New"/>
          <w:sz w:val="30"/>
          <w:szCs w:val="30"/>
        </w:rPr>
      </w:pPr>
    </w:p>
    <w:p w14:paraId="75B205DF" w14:textId="77777777" w:rsidR="00477138" w:rsidRPr="00684A1B" w:rsidRDefault="00FB1617" w:rsidP="007535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B847D1">
        <w:rPr>
          <w:rFonts w:ascii="Angsana New" w:hAnsi="Angsana New"/>
          <w:sz w:val="30"/>
          <w:szCs w:val="30"/>
        </w:rPr>
        <w:br w:type="page"/>
      </w:r>
      <w:r w:rsidR="00EB5726" w:rsidRPr="00684A1B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9983552" w14:textId="77777777" w:rsidR="00D574B5" w:rsidRPr="0076083E" w:rsidRDefault="00D574B5" w:rsidP="000A7342">
      <w:pPr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42679F" w14:textId="41DEB944" w:rsidR="00905CF4" w:rsidRDefault="00EB5726" w:rsidP="007535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684A1B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</w:t>
      </w:r>
      <w:r w:rsidR="00EF0F62" w:rsidRPr="00684A1B">
        <w:rPr>
          <w:rFonts w:ascii="Angsana New" w:hAnsi="Angsana New"/>
          <w:sz w:val="30"/>
          <w:szCs w:val="30"/>
          <w:cs/>
        </w:rPr>
        <w:t>การเงินจาก</w:t>
      </w:r>
      <w:r w:rsidR="006473DF" w:rsidRPr="0074537F">
        <w:rPr>
          <w:rFonts w:ascii="Angsana New" w:hAnsi="Angsana New" w:hint="cs"/>
          <w:sz w:val="30"/>
          <w:szCs w:val="30"/>
          <w:cs/>
        </w:rPr>
        <w:t>คณะกรรมการ</w:t>
      </w:r>
      <w:r w:rsidR="006473DF" w:rsidRPr="00BA72B1">
        <w:rPr>
          <w:rFonts w:ascii="Angsana New" w:hAnsi="Angsana New" w:hint="cs"/>
          <w:sz w:val="30"/>
          <w:szCs w:val="30"/>
          <w:cs/>
        </w:rPr>
        <w:t>บริษัท</w:t>
      </w:r>
      <w:r w:rsidR="00EF0F62" w:rsidRPr="00BA72B1">
        <w:rPr>
          <w:rFonts w:ascii="Angsana New" w:hAnsi="Angsana New"/>
          <w:sz w:val="30"/>
          <w:szCs w:val="30"/>
          <w:cs/>
        </w:rPr>
        <w:t>เมื่อ</w:t>
      </w:r>
      <w:r w:rsidR="00EF0F62" w:rsidRPr="00DE4887">
        <w:rPr>
          <w:rFonts w:ascii="Angsana New" w:hAnsi="Angsana New"/>
          <w:sz w:val="30"/>
          <w:szCs w:val="30"/>
          <w:cs/>
        </w:rPr>
        <w:t>วันที่</w:t>
      </w:r>
      <w:r w:rsidR="00C400E4">
        <w:rPr>
          <w:rFonts w:ascii="Angsana New" w:hAnsi="Angsana New" w:hint="cs"/>
          <w:sz w:val="30"/>
          <w:szCs w:val="30"/>
          <w:cs/>
        </w:rPr>
        <w:t xml:space="preserve"> </w:t>
      </w:r>
      <w:r w:rsidR="00122BC7">
        <w:rPr>
          <w:rFonts w:ascii="Angsana New" w:hAnsi="Angsana New"/>
          <w:sz w:val="30"/>
          <w:szCs w:val="30"/>
        </w:rPr>
        <w:t>13</w:t>
      </w:r>
      <w:r w:rsidR="001C1202">
        <w:rPr>
          <w:rFonts w:ascii="Angsana New" w:hAnsi="Angsana New"/>
          <w:sz w:val="30"/>
          <w:szCs w:val="30"/>
        </w:rPr>
        <w:t xml:space="preserve"> </w:t>
      </w:r>
      <w:r w:rsidR="001C1202">
        <w:rPr>
          <w:rFonts w:ascii="Angsana New" w:hAnsi="Angsana New" w:hint="cs"/>
          <w:sz w:val="30"/>
          <w:szCs w:val="30"/>
          <w:cs/>
        </w:rPr>
        <w:t>พฤศจิกายน</w:t>
      </w:r>
      <w:r w:rsidR="001C1202" w:rsidRPr="007E3410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2568</w:t>
      </w:r>
    </w:p>
    <w:p w14:paraId="14F6F8CA" w14:textId="77777777" w:rsidR="007F1429" w:rsidRPr="0076083E" w:rsidRDefault="007F1429" w:rsidP="000A7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74289AEF" w14:textId="6AF41507" w:rsidR="00930FDB" w:rsidRPr="004D4FA9" w:rsidRDefault="00B15330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b w:val="0"/>
          <w:bCs w:val="0"/>
          <w:sz w:val="30"/>
          <w:szCs w:val="30"/>
          <w:u w:val="none"/>
        </w:rPr>
      </w:pPr>
      <w:r w:rsidRPr="004D4FA9">
        <w:rPr>
          <w:rFonts w:ascii="Angsana New" w:hAnsi="Angsana New" w:hint="cs"/>
          <w:sz w:val="30"/>
          <w:szCs w:val="30"/>
          <w:u w:val="none"/>
          <w:cs/>
          <w:lang w:val="en-US"/>
        </w:rPr>
        <w:t>เก</w:t>
      </w:r>
      <w:r w:rsidR="00331D1E" w:rsidRPr="004D4FA9">
        <w:rPr>
          <w:rFonts w:ascii="Angsana New" w:hAnsi="Angsana New"/>
          <w:sz w:val="30"/>
          <w:szCs w:val="30"/>
          <w:u w:val="none"/>
          <w:cs/>
        </w:rPr>
        <w:t xml:space="preserve">ณฑ์การจัดทำงบการเงินระหว่างกาล </w:t>
      </w:r>
    </w:p>
    <w:p w14:paraId="54CCB72B" w14:textId="77777777" w:rsidR="00B15330" w:rsidRPr="0076083E" w:rsidRDefault="00B15330" w:rsidP="00B15330">
      <w:pPr>
        <w:pStyle w:val="ListParagraph"/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3D4A53" w14:textId="72C165D1" w:rsidR="00620A24" w:rsidRDefault="006628E5" w:rsidP="000A73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632449">
        <w:rPr>
          <w:rFonts w:ascii="Angsana New" w:hAnsi="Angsana New"/>
          <w:sz w:val="30"/>
          <w:szCs w:val="30"/>
          <w:cs/>
        </w:rPr>
        <w:t>งบการเงินระหว่างกาลนี้</w:t>
      </w:r>
      <w:r w:rsidRPr="00632449">
        <w:rPr>
          <w:rFonts w:ascii="Angsana New" w:hAnsi="Angsana New" w:hint="cs"/>
          <w:sz w:val="30"/>
          <w:szCs w:val="30"/>
          <w:cs/>
        </w:rPr>
        <w:t>นำเสนอรายการในงบการเงินในรูปแบบเดียวกับงบการเงินประจำปีและจัดทำ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>หมายเหตุประกอบงบการเงินระหว่างกาล</w:t>
      </w:r>
      <w:r w:rsidRPr="00632449">
        <w:rPr>
          <w:rFonts w:ascii="Angsana New" w:hAnsi="Angsana New"/>
          <w:spacing w:val="-4"/>
          <w:sz w:val="30"/>
          <w:szCs w:val="30"/>
          <w:cs/>
        </w:rPr>
        <w:t>ในรูปแบบย่อ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 xml:space="preserve"> (</w:t>
      </w:r>
      <w:r w:rsidRPr="00632449">
        <w:rPr>
          <w:rFonts w:ascii="Angsana New" w:hAnsi="Angsana New"/>
          <w:spacing w:val="-4"/>
          <w:sz w:val="30"/>
          <w:szCs w:val="30"/>
        </w:rPr>
        <w:t>“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>งบการเงินระหว่างกาล</w:t>
      </w:r>
      <w:r w:rsidRPr="00632449">
        <w:rPr>
          <w:rFonts w:ascii="Angsana New" w:hAnsi="Angsana New"/>
          <w:spacing w:val="-4"/>
          <w:sz w:val="30"/>
          <w:szCs w:val="30"/>
        </w:rPr>
        <w:t>”</w:t>
      </w:r>
      <w:r w:rsidRPr="00632449">
        <w:rPr>
          <w:rFonts w:ascii="Angsana New" w:hAnsi="Angsana New" w:hint="cs"/>
          <w:spacing w:val="-4"/>
          <w:sz w:val="30"/>
          <w:szCs w:val="30"/>
          <w:cs/>
        </w:rPr>
        <w:t xml:space="preserve">) </w:t>
      </w:r>
      <w:r w:rsidRPr="00632449">
        <w:rPr>
          <w:rFonts w:ascii="Angsana New" w:hAnsi="Angsana New"/>
          <w:spacing w:val="-4"/>
          <w:sz w:val="30"/>
          <w:szCs w:val="30"/>
          <w:cs/>
        </w:rPr>
        <w:t xml:space="preserve">ตามมาตรฐานการบัญชี ฉบับที่ </w:t>
      </w:r>
      <w:r w:rsidR="00522BF0">
        <w:rPr>
          <w:rFonts w:ascii="Angsana New" w:hAnsi="Angsana New"/>
          <w:spacing w:val="-4"/>
          <w:sz w:val="30"/>
          <w:szCs w:val="30"/>
        </w:rPr>
        <w:t>34</w:t>
      </w:r>
      <w:r w:rsidRPr="00632449">
        <w:rPr>
          <w:rFonts w:ascii="Angsana New" w:hAnsi="Angsana New"/>
          <w:sz w:val="30"/>
          <w:szCs w:val="30"/>
        </w:rPr>
        <w:t xml:space="preserve"> </w:t>
      </w:r>
      <w:r w:rsidRPr="00632449">
        <w:rPr>
          <w:rFonts w:ascii="Angsana New" w:hAnsi="Angsana New"/>
          <w:sz w:val="30"/>
          <w:szCs w:val="30"/>
          <w:cs/>
        </w:rPr>
        <w:t>เรื่อง</w:t>
      </w:r>
      <w:r w:rsidRPr="00632449">
        <w:rPr>
          <w:rFonts w:ascii="Angsana New" w:hAnsi="Angsana New" w:hint="cs"/>
          <w:sz w:val="30"/>
          <w:szCs w:val="30"/>
          <w:cs/>
        </w:rPr>
        <w:t xml:space="preserve"> </w:t>
      </w:r>
      <w:r w:rsidR="003D1D03">
        <w:rPr>
          <w:rFonts w:ascii="Angsana New" w:hAnsi="Angsana New"/>
          <w:sz w:val="30"/>
          <w:szCs w:val="30"/>
        </w:rPr>
        <w:br/>
      </w:r>
      <w:r w:rsidRPr="006C6385">
        <w:rPr>
          <w:rFonts w:ascii="Angsana New" w:hAnsi="Angsana New" w:hint="cs"/>
          <w:i/>
          <w:iCs/>
          <w:spacing w:val="-4"/>
          <w:sz w:val="30"/>
          <w:szCs w:val="30"/>
          <w:cs/>
        </w:rPr>
        <w:t>การรายงานทาง</w:t>
      </w:r>
      <w:r w:rsidRPr="006C6385">
        <w:rPr>
          <w:rFonts w:ascii="Angsana New" w:hAnsi="Angsana New"/>
          <w:i/>
          <w:iCs/>
          <w:spacing w:val="-4"/>
          <w:sz w:val="30"/>
          <w:szCs w:val="30"/>
          <w:cs/>
        </w:rPr>
        <w:t>การเงินระหว่างกาล</w:t>
      </w:r>
      <w:r w:rsidRPr="006C6385">
        <w:rPr>
          <w:rFonts w:ascii="Angsana New" w:hAnsi="Angsana New"/>
          <w:spacing w:val="-4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</w:t>
      </w:r>
      <w:r w:rsidR="00B753BA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753BA" w:rsidRPr="00B753BA">
        <w:rPr>
          <w:rFonts w:ascii="Angsana New" w:hAnsi="Angsana New"/>
          <w:spacing w:val="-4"/>
          <w:sz w:val="30"/>
          <w:szCs w:val="30"/>
          <w:cs/>
        </w:rPr>
        <w:t xml:space="preserve">กฎระเบียบและประกาศคณะกรรมการกำกับหลักทรัพย์และตลาดหลักทรัพย์ที่เกี่ยวข้อง </w:t>
      </w:r>
      <w:r w:rsidR="003A1737" w:rsidRPr="006C6385">
        <w:rPr>
          <w:rFonts w:ascii="Angsana New" w:hAnsi="Angsana New"/>
          <w:spacing w:val="-4"/>
          <w:sz w:val="30"/>
          <w:szCs w:val="30"/>
          <w:cs/>
        </w:rPr>
        <w:t>โดยงบการเงิน</w:t>
      </w:r>
      <w:r w:rsidR="003A1737" w:rsidRPr="003A1737">
        <w:rPr>
          <w:rFonts w:ascii="Angsana New" w:hAnsi="Angsana New"/>
          <w:sz w:val="30"/>
          <w:szCs w:val="30"/>
          <w:cs/>
        </w:rPr>
        <w:t>ระหว่างกาลนี้เน้นการให้ข้อมูลที่เกี่ยวกับกิจกรรม เหตุการณ์และสถานการณ์</w:t>
      </w:r>
      <w:r w:rsidR="003A1737" w:rsidRPr="007836FD">
        <w:rPr>
          <w:rFonts w:ascii="Angsana New" w:hAnsi="Angsana New"/>
          <w:sz w:val="30"/>
          <w:szCs w:val="30"/>
          <w:cs/>
        </w:rPr>
        <w:t>ใหม่</w:t>
      </w:r>
      <w:r w:rsidR="00D31F8D" w:rsidRPr="007836FD">
        <w:rPr>
          <w:rFonts w:ascii="Angsana New" w:hAnsi="Angsana New" w:hint="cs"/>
          <w:sz w:val="30"/>
          <w:szCs w:val="30"/>
          <w:cs/>
        </w:rPr>
        <w:t xml:space="preserve"> </w:t>
      </w:r>
      <w:r w:rsidR="003A1737" w:rsidRPr="007836FD">
        <w:rPr>
          <w:rFonts w:ascii="Angsana New" w:hAnsi="Angsana New"/>
          <w:sz w:val="30"/>
          <w:szCs w:val="30"/>
          <w:cs/>
        </w:rPr>
        <w:t>ๆ เพื่</w:t>
      </w:r>
      <w:r w:rsidR="003A1737" w:rsidRPr="003A1737">
        <w:rPr>
          <w:rFonts w:ascii="Angsana New" w:hAnsi="Angsana New"/>
          <w:sz w:val="30"/>
          <w:szCs w:val="30"/>
          <w:cs/>
        </w:rPr>
        <w:t>อไม่ให้ซ้ำซ้อนกับข้อมูลที่ได้</w:t>
      </w:r>
      <w:r w:rsidR="003A1737" w:rsidRPr="006C6385">
        <w:rPr>
          <w:rFonts w:ascii="Angsana New" w:hAnsi="Angsana New"/>
          <w:spacing w:val="-4"/>
          <w:sz w:val="30"/>
          <w:szCs w:val="30"/>
          <w:cs/>
        </w:rPr>
        <w:t>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="00E01DD6" w:rsidRPr="003A1737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="003A1737" w:rsidRPr="003A1737">
        <w:rPr>
          <w:rFonts w:ascii="Angsana New" w:hAnsi="Angsana New"/>
          <w:sz w:val="30"/>
          <w:szCs w:val="30"/>
          <w:cs/>
        </w:rPr>
        <w:t>สำหรับปีสิ้นสุดวันที่</w:t>
      </w:r>
      <w:r w:rsidR="003A1737" w:rsidRPr="003A1737">
        <w:rPr>
          <w:rFonts w:ascii="Angsana New" w:hAnsi="Angsana New"/>
          <w:sz w:val="30"/>
          <w:szCs w:val="30"/>
        </w:rPr>
        <w:t xml:space="preserve"> </w:t>
      </w:r>
      <w:r w:rsidR="00522BF0">
        <w:rPr>
          <w:rFonts w:ascii="Angsana New" w:hAnsi="Angsana New"/>
          <w:sz w:val="30"/>
          <w:szCs w:val="30"/>
        </w:rPr>
        <w:t>31</w:t>
      </w:r>
      <w:r w:rsidR="003A1737" w:rsidRPr="003A1737">
        <w:rPr>
          <w:rFonts w:ascii="Angsana New" w:hAnsi="Angsana New"/>
          <w:sz w:val="30"/>
          <w:szCs w:val="30"/>
        </w:rPr>
        <w:t xml:space="preserve"> </w:t>
      </w:r>
      <w:r w:rsidR="003A1737" w:rsidRPr="003A1737">
        <w:rPr>
          <w:rFonts w:ascii="Angsana New" w:hAnsi="Angsana New" w:hint="cs"/>
          <w:sz w:val="30"/>
          <w:szCs w:val="30"/>
          <w:cs/>
        </w:rPr>
        <w:t>ธันวาคม</w:t>
      </w:r>
      <w:r w:rsidR="003A1737" w:rsidRPr="003A1737">
        <w:rPr>
          <w:rFonts w:ascii="Angsana New" w:hAnsi="Angsana New"/>
          <w:sz w:val="30"/>
          <w:szCs w:val="30"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2567</w:t>
      </w:r>
    </w:p>
    <w:p w14:paraId="50C0A1CF" w14:textId="090C67A8" w:rsidR="0047556A" w:rsidRPr="0076083E" w:rsidRDefault="0047556A" w:rsidP="0076083E">
      <w:pPr>
        <w:pStyle w:val="ListParagraph"/>
        <w:widowControl w:val="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6CA3BD3" w14:textId="4A9B7C7E" w:rsidR="00255783" w:rsidRDefault="003A1737" w:rsidP="00A728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3A1737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3A1737">
        <w:rPr>
          <w:rFonts w:ascii="Angsana New" w:hAnsi="Angsana New"/>
          <w:sz w:val="30"/>
          <w:szCs w:val="30"/>
        </w:rPr>
        <w:t xml:space="preserve"> </w:t>
      </w:r>
      <w:r w:rsidRPr="003A1737">
        <w:rPr>
          <w:rFonts w:ascii="Angsana New" w:hAnsi="Angsana New"/>
          <w:sz w:val="30"/>
          <w:szCs w:val="30"/>
          <w:cs/>
        </w:rPr>
        <w:t xml:space="preserve">ซึ่งผลที่เกิดขึ้นจริงอาจแตกต่างจากที่ประมาณการไว้ ทั้งนี้ นโยบายการบัญชี </w:t>
      </w:r>
      <w:r w:rsidRPr="00D232E0">
        <w:rPr>
          <w:rFonts w:ascii="Angsana New" w:hAnsi="Angsana New"/>
          <w:sz w:val="30"/>
          <w:szCs w:val="30"/>
          <w:cs/>
        </w:rPr>
        <w:t>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</w:t>
      </w:r>
      <w:r w:rsidRPr="003A1737">
        <w:rPr>
          <w:rFonts w:ascii="Angsana New" w:hAnsi="Angsana New"/>
          <w:sz w:val="30"/>
          <w:szCs w:val="30"/>
          <w:cs/>
        </w:rPr>
        <w:t xml:space="preserve">งบการเงินสำหรับปีสิ้นสุดวันที่ </w:t>
      </w:r>
      <w:r w:rsidR="00522BF0">
        <w:rPr>
          <w:rFonts w:ascii="Angsana New" w:hAnsi="Angsana New"/>
          <w:sz w:val="30"/>
          <w:szCs w:val="30"/>
        </w:rPr>
        <w:t>31</w:t>
      </w:r>
      <w:r w:rsidRPr="003A1737">
        <w:rPr>
          <w:rFonts w:ascii="Angsana New" w:hAnsi="Angsana New"/>
          <w:sz w:val="30"/>
          <w:szCs w:val="30"/>
        </w:rPr>
        <w:t xml:space="preserve"> </w:t>
      </w:r>
      <w:r w:rsidRPr="003A1737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7E43CE">
        <w:rPr>
          <w:rFonts w:ascii="Angsana New" w:hAnsi="Angsana New"/>
          <w:sz w:val="30"/>
          <w:szCs w:val="30"/>
        </w:rPr>
        <w:t>2567</w:t>
      </w:r>
    </w:p>
    <w:p w14:paraId="7D57FCA7" w14:textId="77777777" w:rsidR="001B0E56" w:rsidRPr="0076083E" w:rsidRDefault="001B0E56" w:rsidP="00A728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</w:p>
    <w:p w14:paraId="01FF7CB8" w14:textId="356D7B1D" w:rsidR="00EF3FE4" w:rsidRPr="004D4FA9" w:rsidRDefault="00560375" w:rsidP="00BA7F6F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cs/>
          <w:lang w:val="th-TH"/>
        </w:rPr>
      </w:pPr>
      <w:r w:rsidRPr="004D4FA9">
        <w:rPr>
          <w:rFonts w:ascii="Angsana New" w:hAnsi="Angsana New"/>
          <w:sz w:val="30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13573719" w14:textId="0B02220C" w:rsidR="005F29D2" w:rsidRPr="0076083E" w:rsidRDefault="005F29D2" w:rsidP="001B0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Bidi" w:hAnsiTheme="majorBidi" w:cstheme="majorBidi"/>
          <w:sz w:val="30"/>
          <w:szCs w:val="30"/>
        </w:rPr>
      </w:pPr>
    </w:p>
    <w:p w14:paraId="6ECF5C3B" w14:textId="44AD89AA" w:rsidR="001575CD" w:rsidRPr="00292E07" w:rsidRDefault="001575CD" w:rsidP="00157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7619DD">
        <w:rPr>
          <w:rFonts w:ascii="Angsana New" w:hAnsi="Angsana New" w:hint="cs"/>
          <w:spacing w:val="-2"/>
          <w:sz w:val="30"/>
          <w:szCs w:val="30"/>
          <w:cs/>
        </w:rPr>
        <w:t>ความสัมพันธ์ที่มีกับบริษัทย่อย ผู้บริหารสำคัญและบุคคลหรือกิจการ</w:t>
      </w:r>
      <w:r w:rsidR="007619DD" w:rsidRPr="007619DD">
        <w:rPr>
          <w:rFonts w:ascii="Angsana New" w:hAnsi="Angsana New" w:hint="cs"/>
          <w:spacing w:val="-2"/>
          <w:sz w:val="30"/>
          <w:szCs w:val="30"/>
          <w:cs/>
        </w:rPr>
        <w:t>อื่น</w:t>
      </w:r>
      <w:r w:rsidRPr="007619DD">
        <w:rPr>
          <w:rFonts w:ascii="Angsana New" w:hAnsi="Angsana New" w:hint="cs"/>
          <w:spacing w:val="-2"/>
          <w:sz w:val="30"/>
          <w:szCs w:val="30"/>
          <w:cs/>
        </w:rPr>
        <w:t>ที่เกี่ยวข้อง</w:t>
      </w:r>
      <w:r w:rsidR="007619DD" w:rsidRPr="007619DD">
        <w:rPr>
          <w:rFonts w:ascii="Angsana New" w:hAnsi="Angsana New" w:hint="cs"/>
          <w:spacing w:val="-2"/>
          <w:sz w:val="30"/>
          <w:szCs w:val="30"/>
          <w:cs/>
        </w:rPr>
        <w:t>กัน</w:t>
      </w:r>
      <w:r w:rsidRPr="007619DD">
        <w:rPr>
          <w:rFonts w:ascii="Angsana New" w:hAnsi="Angsana New" w:hint="cs"/>
          <w:spacing w:val="-2"/>
          <w:sz w:val="30"/>
          <w:szCs w:val="30"/>
          <w:cs/>
        </w:rPr>
        <w:t xml:space="preserve"> และนโยบายการกำหนดราคา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 w:hint="cs"/>
          <w:sz w:val="30"/>
          <w:szCs w:val="30"/>
          <w:cs/>
        </w:rPr>
        <w:t>แต่ละประเภทไม่ได้มีการเปลี่ยนแปลงอย่างมีสาระสำคัญในระหว่างงวด</w:t>
      </w:r>
    </w:p>
    <w:p w14:paraId="3A243096" w14:textId="7A3960C0" w:rsidR="00220DE1" w:rsidRPr="0076083E" w:rsidRDefault="00220DE1" w:rsidP="001B0E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6"/>
        <w:gridCol w:w="1079"/>
        <w:gridCol w:w="271"/>
        <w:gridCol w:w="1083"/>
        <w:gridCol w:w="265"/>
        <w:gridCol w:w="1166"/>
        <w:gridCol w:w="239"/>
        <w:gridCol w:w="1113"/>
      </w:tblGrid>
      <w:tr w:rsidR="00EF3CCF" w:rsidRPr="000E434C" w14:paraId="29D9E2D7" w14:textId="77777777" w:rsidTr="00792476">
        <w:trPr>
          <w:tblHeader/>
        </w:trPr>
        <w:tc>
          <w:tcPr>
            <w:tcW w:w="2187" w:type="pct"/>
          </w:tcPr>
          <w:p w14:paraId="4798B4AF" w14:textId="07B8B135" w:rsidR="00EF3CCF" w:rsidRPr="000E434C" w:rsidRDefault="00EF3CCF" w:rsidP="00EF3CCF">
            <w:pPr>
              <w:pStyle w:val="a"/>
              <w:widowControl w:val="0"/>
              <w:tabs>
                <w:tab w:val="clear" w:pos="1080"/>
              </w:tabs>
              <w:ind w:right="-1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lang w:val="en-US"/>
              </w:rPr>
            </w:pPr>
            <w:r w:rsidRPr="000E434C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12" w:type="pct"/>
            <w:gridSpan w:val="3"/>
          </w:tcPr>
          <w:p w14:paraId="4858759D" w14:textId="5681D38E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0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7268DBCD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3BC54162" w14:textId="05595386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3CCF" w:rsidRPr="000E434C" w14:paraId="23A129C1" w14:textId="77777777" w:rsidTr="00792476">
        <w:trPr>
          <w:tblHeader/>
        </w:trPr>
        <w:tc>
          <w:tcPr>
            <w:tcW w:w="2187" w:type="pct"/>
          </w:tcPr>
          <w:p w14:paraId="2A2613AC" w14:textId="57D65CAC" w:rsidR="00EF3CCF" w:rsidRPr="000E434C" w:rsidRDefault="001C1202" w:rsidP="00EF3CCF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434C">
              <w:rPr>
                <w:rFonts w:asciiTheme="majorBidi" w:hAnsiTheme="majorBidi" w:cs="Angsana New"/>
                <w:b/>
                <w:bCs/>
                <w:i/>
                <w:iCs/>
                <w:cs/>
              </w:rPr>
              <w:t xml:space="preserve">สำหรับงวดเก้าเดือนสิ้นสุดวันที่ </w:t>
            </w:r>
            <w:r w:rsidR="00FC4972" w:rsidRPr="000E434C">
              <w:rPr>
                <w:rFonts w:asciiTheme="majorBidi" w:hAnsiTheme="majorBidi" w:cs="Angsana New"/>
                <w:b/>
                <w:bCs/>
                <w:i/>
                <w:iCs/>
                <w:lang w:val="en-US"/>
              </w:rPr>
              <w:t>30</w:t>
            </w:r>
            <w:r w:rsidRPr="000E434C">
              <w:rPr>
                <w:rFonts w:asciiTheme="majorBidi" w:hAnsiTheme="majorBidi" w:cs="Angsana New"/>
                <w:b/>
                <w:bCs/>
                <w:i/>
                <w:iCs/>
                <w:cs/>
              </w:rPr>
              <w:t xml:space="preserve"> กันยายน</w:t>
            </w:r>
          </w:p>
        </w:tc>
        <w:tc>
          <w:tcPr>
            <w:tcW w:w="582" w:type="pct"/>
          </w:tcPr>
          <w:p w14:paraId="526901B5" w14:textId="6A91B639" w:rsidR="00EF3CCF" w:rsidRPr="000E434C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46" w:type="pct"/>
          </w:tcPr>
          <w:p w14:paraId="6E47F962" w14:textId="6D76DEFC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3142ED7E" w14:textId="0C9ADFDC" w:rsidR="00EF3CCF" w:rsidRPr="000E434C" w:rsidDel="008D2C41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  <w:tc>
          <w:tcPr>
            <w:tcW w:w="143" w:type="pct"/>
          </w:tcPr>
          <w:p w14:paraId="6F9DD55C" w14:textId="77777777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0F07B5F8" w14:textId="29487DBD" w:rsidR="00EF3CCF" w:rsidRPr="000E434C" w:rsidDel="008D2C41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2568</w:t>
            </w:r>
          </w:p>
        </w:tc>
        <w:tc>
          <w:tcPr>
            <w:tcW w:w="129" w:type="pct"/>
          </w:tcPr>
          <w:p w14:paraId="426E8521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80C4AE1" w14:textId="5D3AA8C8" w:rsidR="00EF3CCF" w:rsidRPr="000E434C" w:rsidDel="008D2C41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EF3CCF" w:rsidRPr="000E434C" w14:paraId="01613B83" w14:textId="77777777" w:rsidTr="00792476">
        <w:trPr>
          <w:tblHeader/>
        </w:trPr>
        <w:tc>
          <w:tcPr>
            <w:tcW w:w="2187" w:type="pct"/>
          </w:tcPr>
          <w:p w14:paraId="5DED40D6" w14:textId="77777777" w:rsidR="00EF3CCF" w:rsidRPr="000E434C" w:rsidRDefault="00EF3CCF" w:rsidP="00EF3CCF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2813" w:type="pct"/>
            <w:gridSpan w:val="7"/>
          </w:tcPr>
          <w:p w14:paraId="6AA97102" w14:textId="422ECC00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5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0E434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0E434C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บาท)</w:t>
            </w:r>
          </w:p>
        </w:tc>
      </w:tr>
      <w:tr w:rsidR="00EF3CCF" w:rsidRPr="000E434C" w14:paraId="151AB186" w14:textId="77777777" w:rsidTr="00EB454C">
        <w:tc>
          <w:tcPr>
            <w:tcW w:w="2187" w:type="pct"/>
          </w:tcPr>
          <w:p w14:paraId="4B8984AC" w14:textId="020162A9" w:rsidR="00EF3CCF" w:rsidRPr="000E434C" w:rsidRDefault="00EF3CCF" w:rsidP="00EF3CCF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b/>
                <w:bCs/>
                <w:cs/>
              </w:rPr>
              <w:t>บริษัทใหญ่</w:t>
            </w:r>
            <w:r w:rsidR="00255C56" w:rsidRPr="000E434C">
              <w:rPr>
                <w:rFonts w:ascii="Angsana New" w:hAnsi="Angsana New" w:cs="Angsana New" w:hint="cs"/>
                <w:b/>
                <w:bCs/>
                <w:cs/>
              </w:rPr>
              <w:t>ของกลุ่มบริษัท</w:t>
            </w:r>
          </w:p>
        </w:tc>
        <w:tc>
          <w:tcPr>
            <w:tcW w:w="582" w:type="pct"/>
          </w:tcPr>
          <w:p w14:paraId="21012D5D" w14:textId="6C6FE11E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1DB0A277" w14:textId="0518BC6C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5B39213" w14:textId="5ED7F3CB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0079324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21D47CCB" w14:textId="77777777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3E02179B" w14:textId="6B5B1F81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DA48E64" w14:textId="0CDAB944" w:rsidR="00EF3CCF" w:rsidRPr="000E434C" w:rsidDel="008D2C41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0E434C" w14:paraId="5EC92F79" w14:textId="77777777" w:rsidTr="00B1376E">
        <w:trPr>
          <w:trHeight w:val="70"/>
        </w:trPr>
        <w:tc>
          <w:tcPr>
            <w:tcW w:w="2187" w:type="pct"/>
          </w:tcPr>
          <w:p w14:paraId="3C1926B0" w14:textId="77777777" w:rsidR="002F1434" w:rsidRPr="000E434C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0E434C">
              <w:rPr>
                <w:rFonts w:ascii="Angsana New" w:hAnsi="Angsana New" w:cs="Angsana New"/>
                <w:cs/>
                <w:lang w:val="en-US"/>
              </w:rPr>
              <w:t>รายได้จากการขาย</w:t>
            </w:r>
          </w:p>
        </w:tc>
        <w:tc>
          <w:tcPr>
            <w:tcW w:w="582" w:type="pct"/>
          </w:tcPr>
          <w:p w14:paraId="461525BE" w14:textId="119A508B" w:rsidR="002F1434" w:rsidRPr="000E434C" w:rsidDel="008D2C41" w:rsidRDefault="00122BC7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18</w:t>
            </w:r>
          </w:p>
        </w:tc>
        <w:tc>
          <w:tcPr>
            <w:tcW w:w="146" w:type="pct"/>
          </w:tcPr>
          <w:p w14:paraId="36EDE0DB" w14:textId="4536101E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2BEE12F1" w14:textId="63F1CE5A" w:rsidR="002F1434" w:rsidRPr="000E434C" w:rsidDel="008D2C41" w:rsidRDefault="001C1202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43" w:type="pct"/>
          </w:tcPr>
          <w:p w14:paraId="505688B3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797CEE4" w14:textId="627D1C47" w:rsidR="002F1434" w:rsidRPr="000E434C" w:rsidDel="008D2C41" w:rsidRDefault="00122BC7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18</w:t>
            </w:r>
          </w:p>
        </w:tc>
        <w:tc>
          <w:tcPr>
            <w:tcW w:w="129" w:type="pct"/>
          </w:tcPr>
          <w:p w14:paraId="1C3DE083" w14:textId="6FC444FF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2C71338" w14:textId="6940AC5A" w:rsidR="002F1434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9</w:t>
            </w:r>
          </w:p>
        </w:tc>
      </w:tr>
      <w:tr w:rsidR="0076083E" w:rsidRPr="000E434C" w14:paraId="7635E610" w14:textId="77777777" w:rsidTr="00EB454C">
        <w:tc>
          <w:tcPr>
            <w:tcW w:w="2187" w:type="pct"/>
          </w:tcPr>
          <w:p w14:paraId="5233C2F6" w14:textId="77777777" w:rsidR="0076083E" w:rsidRPr="000E434C" w:rsidRDefault="0076083E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582" w:type="pct"/>
          </w:tcPr>
          <w:p w14:paraId="26CB39AD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5D70614F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3B520E22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55F5008C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3322DEAA" w14:textId="77777777" w:rsidR="0076083E" w:rsidRPr="000E434C" w:rsidDel="008D2C41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5BC4F77F" w14:textId="77777777" w:rsidR="0076083E" w:rsidRPr="000E434C" w:rsidDel="008D2C41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E57B7E0" w14:textId="77777777" w:rsidR="0076083E" w:rsidRPr="000E434C" w:rsidDel="008D2C41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76083E" w:rsidRPr="000E434C" w14:paraId="318F3F17" w14:textId="77777777" w:rsidTr="00EB454C">
        <w:tc>
          <w:tcPr>
            <w:tcW w:w="2187" w:type="pct"/>
          </w:tcPr>
          <w:p w14:paraId="6C0B8C52" w14:textId="77777777" w:rsidR="0076083E" w:rsidRPr="000E434C" w:rsidRDefault="0076083E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582" w:type="pct"/>
          </w:tcPr>
          <w:p w14:paraId="1213252C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0385B45F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3B655A82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A4DF755" w14:textId="77777777" w:rsidR="0076083E" w:rsidRPr="000E434C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C164401" w14:textId="77777777" w:rsidR="0076083E" w:rsidRPr="000E434C" w:rsidDel="008D2C41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5D3BC92E" w14:textId="77777777" w:rsidR="0076083E" w:rsidRPr="000E434C" w:rsidDel="008D2C41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59A1DC5A" w14:textId="77777777" w:rsidR="0076083E" w:rsidRPr="000E434C" w:rsidDel="008D2C41" w:rsidRDefault="0076083E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0E434C" w14:paraId="0048D381" w14:textId="77777777" w:rsidTr="00EB454C">
        <w:tc>
          <w:tcPr>
            <w:tcW w:w="2187" w:type="pct"/>
          </w:tcPr>
          <w:p w14:paraId="603ED286" w14:textId="77777777" w:rsidR="002F1434" w:rsidRPr="000E434C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582" w:type="pct"/>
          </w:tcPr>
          <w:p w14:paraId="651F5776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7E6B4293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3E5F324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57ADA217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3B30297E" w14:textId="77777777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41B49825" w14:textId="77777777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483DA752" w14:textId="77777777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2F1434" w:rsidRPr="000E434C" w14:paraId="40AC5240" w14:textId="77777777" w:rsidTr="00B1376E">
        <w:trPr>
          <w:trHeight w:val="263"/>
        </w:trPr>
        <w:tc>
          <w:tcPr>
            <w:tcW w:w="2187" w:type="pct"/>
          </w:tcPr>
          <w:p w14:paraId="1FF7C13F" w14:textId="6A6302E4" w:rsidR="002F1434" w:rsidRPr="000E434C" w:rsidRDefault="002F1434" w:rsidP="002F1434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b/>
                <w:bCs/>
                <w:cs/>
              </w:rPr>
              <w:lastRenderedPageBreak/>
              <w:t>บริษัทย่อย</w:t>
            </w:r>
          </w:p>
        </w:tc>
        <w:tc>
          <w:tcPr>
            <w:tcW w:w="582" w:type="pct"/>
          </w:tcPr>
          <w:p w14:paraId="7EBD6181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425286FA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310FB0F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6D7C7146" w14:textId="77777777" w:rsidR="002F1434" w:rsidRPr="000E434C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A1269F6" w14:textId="77777777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0F77F2FD" w14:textId="77777777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7B1879D" w14:textId="77777777" w:rsidR="002F1434" w:rsidRPr="000E434C" w:rsidDel="008D2C41" w:rsidRDefault="002F1434" w:rsidP="002F14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C1202" w:rsidRPr="000E434C" w14:paraId="36255C59" w14:textId="77777777" w:rsidTr="00B1376E">
        <w:trPr>
          <w:trHeight w:val="119"/>
        </w:trPr>
        <w:tc>
          <w:tcPr>
            <w:tcW w:w="2187" w:type="pct"/>
          </w:tcPr>
          <w:p w14:paraId="2DDC2E47" w14:textId="61F4F270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/>
                <w:cs/>
                <w:lang w:val="en-US"/>
              </w:rPr>
              <w:t>รายได้จากการขาย</w:t>
            </w:r>
          </w:p>
        </w:tc>
        <w:tc>
          <w:tcPr>
            <w:tcW w:w="582" w:type="pct"/>
          </w:tcPr>
          <w:p w14:paraId="72E82924" w14:textId="16B31F69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4F7F31A1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5D9FC886" w14:textId="1E5349AF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14:paraId="55DCB11E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0E83B015" w14:textId="5FD8AEB4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78,578</w:t>
            </w:r>
          </w:p>
        </w:tc>
        <w:tc>
          <w:tcPr>
            <w:tcW w:w="129" w:type="pct"/>
          </w:tcPr>
          <w:p w14:paraId="6D06C37C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37864C2E" w14:textId="3D99C13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76,478</w:t>
            </w:r>
          </w:p>
        </w:tc>
      </w:tr>
      <w:tr w:rsidR="001C1202" w:rsidRPr="000E434C" w14:paraId="540B3B6B" w14:textId="77777777" w:rsidTr="00B1376E">
        <w:trPr>
          <w:trHeight w:val="209"/>
        </w:trPr>
        <w:tc>
          <w:tcPr>
            <w:tcW w:w="2187" w:type="pct"/>
          </w:tcPr>
          <w:p w14:paraId="3DA261BA" w14:textId="181C2185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0E434C">
              <w:rPr>
                <w:rFonts w:ascii="Angsana New" w:hAnsi="Angsana New" w:cs="Angsana New" w:hint="cs"/>
                <w:cs/>
                <w:lang w:val="en-US"/>
              </w:rPr>
              <w:t>รายได้อื่น</w:t>
            </w:r>
          </w:p>
        </w:tc>
        <w:tc>
          <w:tcPr>
            <w:tcW w:w="582" w:type="pct"/>
          </w:tcPr>
          <w:p w14:paraId="198BE0FC" w14:textId="7DC05CED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6" w:type="pct"/>
          </w:tcPr>
          <w:p w14:paraId="2642D0CE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C513D95" w14:textId="7C3E8740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14:paraId="03B479AA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3DAC1E0A" w14:textId="41809AD3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237</w:t>
            </w:r>
          </w:p>
        </w:tc>
        <w:tc>
          <w:tcPr>
            <w:tcW w:w="129" w:type="pct"/>
          </w:tcPr>
          <w:p w14:paraId="0F0930B7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6E9E901B" w14:textId="1D410B40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180</w:t>
            </w:r>
          </w:p>
        </w:tc>
      </w:tr>
      <w:tr w:rsidR="00776215" w:rsidRPr="000E434C" w14:paraId="662171B7" w14:textId="77777777" w:rsidTr="00B1376E">
        <w:trPr>
          <w:trHeight w:val="74"/>
        </w:trPr>
        <w:tc>
          <w:tcPr>
            <w:tcW w:w="2187" w:type="pct"/>
          </w:tcPr>
          <w:p w14:paraId="2AF37C4B" w14:textId="77777777" w:rsidR="00776215" w:rsidRPr="000E434C" w:rsidRDefault="00776215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582" w:type="pct"/>
          </w:tcPr>
          <w:p w14:paraId="59F41D04" w14:textId="77777777" w:rsidR="00776215" w:rsidRPr="000E434C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0509FF25" w14:textId="77777777" w:rsidR="00776215" w:rsidRPr="000E434C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B8DD600" w14:textId="77777777" w:rsidR="00776215" w:rsidRPr="000E434C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B57BA9B" w14:textId="77777777" w:rsidR="00776215" w:rsidRPr="000E434C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2F9EA8D9" w14:textId="77777777" w:rsidR="00776215" w:rsidRPr="000E434C" w:rsidDel="008D2C41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74C04CD1" w14:textId="77777777" w:rsidR="00776215" w:rsidRPr="000E434C" w:rsidDel="008D2C41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104FF2C7" w14:textId="77777777" w:rsidR="00776215" w:rsidRPr="000E434C" w:rsidDel="008D2C41" w:rsidRDefault="00776215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C1202" w:rsidRPr="000E434C" w14:paraId="458E307F" w14:textId="77777777" w:rsidTr="00EB454C">
        <w:tc>
          <w:tcPr>
            <w:tcW w:w="2187" w:type="pct"/>
          </w:tcPr>
          <w:p w14:paraId="723C6A5F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  <w:r w:rsidRPr="000E434C">
              <w:rPr>
                <w:rFonts w:ascii="Angsana New" w:hAnsi="Angsana New" w:cs="Angsana New" w:hint="cs"/>
                <w:b/>
                <w:bCs/>
                <w:cs/>
              </w:rPr>
              <w:t>กิจการอื่นที่เกี่ยวข้องกัน</w:t>
            </w:r>
          </w:p>
        </w:tc>
        <w:tc>
          <w:tcPr>
            <w:tcW w:w="582" w:type="pct"/>
          </w:tcPr>
          <w:p w14:paraId="48C251FE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7523F95F" w14:textId="6058C675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2C9C59C" w14:textId="1B2853CF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3A529B8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2274708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691EB519" w14:textId="64A2BC86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623E5940" w14:textId="18F0CE15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C1202" w:rsidRPr="000E434C" w14:paraId="42D11367" w14:textId="77777777" w:rsidTr="00EB454C">
        <w:tc>
          <w:tcPr>
            <w:tcW w:w="2187" w:type="pct"/>
          </w:tcPr>
          <w:p w14:paraId="7AE75FD6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0E434C">
              <w:rPr>
                <w:rFonts w:ascii="Angsana New" w:hAnsi="Angsana New" w:cs="Angsana New" w:hint="cs"/>
                <w:cs/>
                <w:lang w:val="en-US"/>
              </w:rPr>
              <w:t>รายได้จากการขาย</w:t>
            </w:r>
          </w:p>
        </w:tc>
        <w:tc>
          <w:tcPr>
            <w:tcW w:w="582" w:type="pct"/>
          </w:tcPr>
          <w:p w14:paraId="0F6BB391" w14:textId="61285ED0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40,412</w:t>
            </w:r>
          </w:p>
        </w:tc>
        <w:tc>
          <w:tcPr>
            <w:tcW w:w="146" w:type="pct"/>
          </w:tcPr>
          <w:p w14:paraId="2FBA5A56" w14:textId="61D04ECB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9547D92" w14:textId="7F7DCE0B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20,887</w:t>
            </w:r>
          </w:p>
        </w:tc>
        <w:tc>
          <w:tcPr>
            <w:tcW w:w="143" w:type="pct"/>
          </w:tcPr>
          <w:p w14:paraId="6DEBDEF4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7EFFC409" w14:textId="0691A9D6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40,412</w:t>
            </w:r>
          </w:p>
        </w:tc>
        <w:tc>
          <w:tcPr>
            <w:tcW w:w="129" w:type="pct"/>
          </w:tcPr>
          <w:p w14:paraId="2B9547D0" w14:textId="47DCDC64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CD51B59" w14:textId="02E19176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20,887</w:t>
            </w:r>
          </w:p>
        </w:tc>
      </w:tr>
      <w:tr w:rsidR="001C1202" w:rsidRPr="000E434C" w14:paraId="719971FD" w14:textId="77777777" w:rsidTr="00EB454C">
        <w:tc>
          <w:tcPr>
            <w:tcW w:w="2187" w:type="pct"/>
          </w:tcPr>
          <w:p w14:paraId="0B1E7C7E" w14:textId="0ECF72DA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0E434C">
              <w:rPr>
                <w:rFonts w:ascii="Angsana New" w:hAnsi="Angsana New" w:cs="Angsana New" w:hint="cs"/>
                <w:cs/>
                <w:lang w:val="en-US"/>
              </w:rPr>
              <w:t>รายได้อื่น</w:t>
            </w:r>
          </w:p>
        </w:tc>
        <w:tc>
          <w:tcPr>
            <w:tcW w:w="582" w:type="pct"/>
          </w:tcPr>
          <w:p w14:paraId="2B9AA79F" w14:textId="336F0155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</w:p>
        </w:tc>
        <w:tc>
          <w:tcPr>
            <w:tcW w:w="146" w:type="pct"/>
          </w:tcPr>
          <w:p w14:paraId="671D3AED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76A90D4" w14:textId="18567CA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</w:t>
            </w:r>
          </w:p>
        </w:tc>
        <w:tc>
          <w:tcPr>
            <w:tcW w:w="143" w:type="pct"/>
          </w:tcPr>
          <w:p w14:paraId="7E430315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6BDA364F" w14:textId="3DDB3E77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20</w:t>
            </w:r>
          </w:p>
        </w:tc>
        <w:tc>
          <w:tcPr>
            <w:tcW w:w="129" w:type="pct"/>
          </w:tcPr>
          <w:p w14:paraId="2D62744E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351494B3" w14:textId="22961809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34</w:t>
            </w:r>
          </w:p>
        </w:tc>
      </w:tr>
      <w:tr w:rsidR="001C1202" w:rsidRPr="000E434C" w14:paraId="299C50EE" w14:textId="77777777" w:rsidTr="00EB454C">
        <w:tc>
          <w:tcPr>
            <w:tcW w:w="2187" w:type="pct"/>
          </w:tcPr>
          <w:p w14:paraId="4137DF58" w14:textId="378C316A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  <w:lang w:val="en-US"/>
              </w:rPr>
            </w:pPr>
            <w:r w:rsidRPr="000E434C">
              <w:rPr>
                <w:rFonts w:ascii="Angsana New" w:hAnsi="Angsana New" w:cs="Angsana New" w:hint="cs"/>
                <w:cs/>
                <w:lang w:val="en-US"/>
              </w:rPr>
              <w:t>ค่าใช้จ่ายในการบริหาร</w:t>
            </w:r>
          </w:p>
        </w:tc>
        <w:tc>
          <w:tcPr>
            <w:tcW w:w="582" w:type="pct"/>
          </w:tcPr>
          <w:p w14:paraId="3E1DD0A9" w14:textId="41890DB6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="006F7E1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086</w:t>
            </w:r>
          </w:p>
        </w:tc>
        <w:tc>
          <w:tcPr>
            <w:tcW w:w="146" w:type="pct"/>
          </w:tcPr>
          <w:p w14:paraId="05BC673F" w14:textId="31D471C8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78019EC" w14:textId="0A241323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1,087</w:t>
            </w:r>
          </w:p>
        </w:tc>
        <w:tc>
          <w:tcPr>
            <w:tcW w:w="143" w:type="pct"/>
          </w:tcPr>
          <w:p w14:paraId="59770720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58F316FA" w14:textId="2E03D8C5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1,</w:t>
            </w:r>
            <w:r w:rsidR="006F7E1A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086</w:t>
            </w:r>
          </w:p>
        </w:tc>
        <w:tc>
          <w:tcPr>
            <w:tcW w:w="129" w:type="pct"/>
          </w:tcPr>
          <w:p w14:paraId="6DDC2FC5" w14:textId="35109A10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46594645" w14:textId="49F3600A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1,087</w:t>
            </w:r>
          </w:p>
        </w:tc>
      </w:tr>
      <w:tr w:rsidR="00776215" w:rsidRPr="000E434C" w14:paraId="1BB9CC4C" w14:textId="77777777" w:rsidTr="00EB454C">
        <w:tc>
          <w:tcPr>
            <w:tcW w:w="2187" w:type="pct"/>
          </w:tcPr>
          <w:p w14:paraId="0958A43B" w14:textId="77777777" w:rsidR="00776215" w:rsidRPr="0076083E" w:rsidRDefault="00776215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582" w:type="pct"/>
          </w:tcPr>
          <w:p w14:paraId="28A12BCC" w14:textId="77777777" w:rsidR="00776215" w:rsidRPr="00776215" w:rsidDel="008D2C41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46" w:type="pct"/>
          </w:tcPr>
          <w:p w14:paraId="4A1A0C12" w14:textId="77777777" w:rsidR="00776215" w:rsidRPr="00776215" w:rsidDel="008D2C41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584" w:type="pct"/>
          </w:tcPr>
          <w:p w14:paraId="644DFC02" w14:textId="77777777" w:rsidR="00776215" w:rsidRPr="00776215" w:rsidDel="008D2C41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863"/>
              </w:tabs>
              <w:spacing w:after="0" w:line="240" w:lineRule="auto"/>
              <w:ind w:left="-115" w:right="-109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43" w:type="pct"/>
          </w:tcPr>
          <w:p w14:paraId="1EC9C107" w14:textId="77777777" w:rsidR="00776215" w:rsidRPr="00776215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629" w:type="pct"/>
          </w:tcPr>
          <w:p w14:paraId="3CFEFD63" w14:textId="77777777" w:rsidR="00776215" w:rsidRPr="00776215" w:rsidDel="008D2C41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950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129" w:type="pct"/>
          </w:tcPr>
          <w:p w14:paraId="1D4BA29F" w14:textId="77777777" w:rsidR="00776215" w:rsidRPr="00776215" w:rsidDel="008D2C41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  <w:tc>
          <w:tcPr>
            <w:tcW w:w="600" w:type="pct"/>
          </w:tcPr>
          <w:p w14:paraId="79AA7790" w14:textId="77777777" w:rsidR="00776215" w:rsidRPr="00776215" w:rsidDel="008D2C41" w:rsidRDefault="00776215" w:rsidP="007762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863"/>
              </w:tabs>
              <w:spacing w:after="0" w:line="240" w:lineRule="auto"/>
              <w:ind w:left="-115" w:right="-210"/>
              <w:rPr>
                <w:rFonts w:asciiTheme="majorBidi" w:hAnsiTheme="majorBidi" w:cstheme="majorBidi"/>
                <w:sz w:val="20"/>
                <w:szCs w:val="20"/>
                <w:lang w:val="en-US" w:eastAsia="en-US"/>
              </w:rPr>
            </w:pPr>
          </w:p>
        </w:tc>
      </w:tr>
      <w:tr w:rsidR="001C1202" w:rsidRPr="000E434C" w14:paraId="269C4A9D" w14:textId="77777777" w:rsidTr="00EB454C">
        <w:tc>
          <w:tcPr>
            <w:tcW w:w="2187" w:type="pct"/>
          </w:tcPr>
          <w:p w14:paraId="45CA1E57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  <w:r w:rsidRPr="000E434C">
              <w:rPr>
                <w:rFonts w:ascii="Angsana New" w:hAnsi="Angsana New" w:cs="Angsana New" w:hint="cs"/>
                <w:b/>
                <w:bCs/>
                <w:cs/>
              </w:rPr>
              <w:t>ผู้บริหารสำคัญ</w:t>
            </w:r>
          </w:p>
        </w:tc>
        <w:tc>
          <w:tcPr>
            <w:tcW w:w="582" w:type="pct"/>
          </w:tcPr>
          <w:p w14:paraId="529D4B52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73F73240" w14:textId="0004C8F0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75FAD0B6" w14:textId="00FFE4BF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32577E5E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108E952E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096D2AAC" w14:textId="3C3D23AE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6197A799" w14:textId="36AF9829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C1202" w:rsidRPr="000E434C" w14:paraId="75D2821B" w14:textId="77777777" w:rsidTr="00EB454C">
        <w:tc>
          <w:tcPr>
            <w:tcW w:w="2187" w:type="pct"/>
          </w:tcPr>
          <w:p w14:paraId="1E093FB0" w14:textId="19310F66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cs/>
              </w:rPr>
              <w:t>ค่าที่ปรึกษา</w:t>
            </w:r>
          </w:p>
        </w:tc>
        <w:tc>
          <w:tcPr>
            <w:tcW w:w="582" w:type="pct"/>
          </w:tcPr>
          <w:p w14:paraId="63DD0ADE" w14:textId="5288C986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125</w:t>
            </w:r>
          </w:p>
        </w:tc>
        <w:tc>
          <w:tcPr>
            <w:tcW w:w="146" w:type="pct"/>
          </w:tcPr>
          <w:p w14:paraId="31F6CEE0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46B3440" w14:textId="6E5B3B9F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99</w:t>
            </w:r>
          </w:p>
        </w:tc>
        <w:tc>
          <w:tcPr>
            <w:tcW w:w="143" w:type="pct"/>
          </w:tcPr>
          <w:p w14:paraId="7FC06306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12A3CCFA" w14:textId="1FD5737A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29" w:type="pct"/>
          </w:tcPr>
          <w:p w14:paraId="30FB4699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32D022C4" w14:textId="7130C49B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1C1202" w:rsidRPr="000E434C" w14:paraId="638758CB" w14:textId="77777777" w:rsidTr="00EB454C">
        <w:tc>
          <w:tcPr>
            <w:tcW w:w="2187" w:type="pct"/>
          </w:tcPr>
          <w:p w14:paraId="26B417CD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cs/>
              </w:rPr>
              <w:t>ค่าตอบแทนผู้บริหารสำคัญ</w:t>
            </w:r>
          </w:p>
        </w:tc>
        <w:tc>
          <w:tcPr>
            <w:tcW w:w="582" w:type="pct"/>
          </w:tcPr>
          <w:p w14:paraId="2097451A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6" w:type="pct"/>
          </w:tcPr>
          <w:p w14:paraId="36AB6DEC" w14:textId="34CFBD20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6601E91D" w14:textId="011C5311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</w:tcPr>
          <w:p w14:paraId="75DBD2E1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66D8A1AA" w14:textId="77777777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9" w:type="pct"/>
          </w:tcPr>
          <w:p w14:paraId="43AE1264" w14:textId="544E9C8D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0D360038" w14:textId="7CD99ECD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1C1202" w:rsidRPr="000E434C" w14:paraId="62020F0B" w14:textId="77777777" w:rsidTr="00C602E4">
        <w:tc>
          <w:tcPr>
            <w:tcW w:w="2187" w:type="pct"/>
          </w:tcPr>
          <w:p w14:paraId="5A6641B4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cs/>
              </w:rPr>
              <w:t>ผลประโยชน์ระยะสั้น</w:t>
            </w:r>
          </w:p>
        </w:tc>
        <w:tc>
          <w:tcPr>
            <w:tcW w:w="582" w:type="pct"/>
          </w:tcPr>
          <w:p w14:paraId="26F64EFA" w14:textId="51C9070A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11,473</w:t>
            </w:r>
          </w:p>
        </w:tc>
        <w:tc>
          <w:tcPr>
            <w:tcW w:w="146" w:type="pct"/>
          </w:tcPr>
          <w:p w14:paraId="5A4E18DA" w14:textId="6642AD11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1FF38E0E" w14:textId="3D0B31E2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10,769</w:t>
            </w:r>
          </w:p>
        </w:tc>
        <w:tc>
          <w:tcPr>
            <w:tcW w:w="143" w:type="pct"/>
          </w:tcPr>
          <w:p w14:paraId="0AE23575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7A68C04E" w14:textId="380906B8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11,067</w:t>
            </w:r>
          </w:p>
        </w:tc>
        <w:tc>
          <w:tcPr>
            <w:tcW w:w="129" w:type="pct"/>
          </w:tcPr>
          <w:p w14:paraId="0315F80C" w14:textId="1FBEEBCC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232980E1" w14:textId="76F36A76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10,138</w:t>
            </w:r>
          </w:p>
        </w:tc>
      </w:tr>
      <w:tr w:rsidR="001C1202" w:rsidRPr="000E434C" w14:paraId="654C5441" w14:textId="77777777" w:rsidTr="00C602E4">
        <w:tc>
          <w:tcPr>
            <w:tcW w:w="2187" w:type="pct"/>
          </w:tcPr>
          <w:p w14:paraId="040813CF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cs/>
              </w:rPr>
              <w:t>ผลประโยชน์หลังออกจากงาน</w:t>
            </w:r>
          </w:p>
        </w:tc>
        <w:tc>
          <w:tcPr>
            <w:tcW w:w="582" w:type="pct"/>
          </w:tcPr>
          <w:p w14:paraId="124415BB" w14:textId="03D4F226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887</w:t>
            </w:r>
          </w:p>
        </w:tc>
        <w:tc>
          <w:tcPr>
            <w:tcW w:w="146" w:type="pct"/>
          </w:tcPr>
          <w:p w14:paraId="3ACD417D" w14:textId="52409294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44EC9483" w14:textId="71856CF6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848</w:t>
            </w:r>
          </w:p>
        </w:tc>
        <w:tc>
          <w:tcPr>
            <w:tcW w:w="143" w:type="pct"/>
          </w:tcPr>
          <w:p w14:paraId="57B7D3C4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4F2F9031" w14:textId="74F921BD" w:rsidR="001C1202" w:rsidRPr="000E434C" w:rsidDel="008D2C41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851</w:t>
            </w:r>
          </w:p>
        </w:tc>
        <w:tc>
          <w:tcPr>
            <w:tcW w:w="129" w:type="pct"/>
          </w:tcPr>
          <w:p w14:paraId="7F5C64EE" w14:textId="1FA67051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</w:tcPr>
          <w:p w14:paraId="4243EC08" w14:textId="73483051" w:rsidR="001C1202" w:rsidRPr="000E434C" w:rsidDel="008D2C41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800</w:t>
            </w:r>
          </w:p>
        </w:tc>
      </w:tr>
      <w:tr w:rsidR="001C1202" w:rsidRPr="000E434C" w14:paraId="63E09E01" w14:textId="77777777" w:rsidTr="00C602E4">
        <w:trPr>
          <w:trHeight w:val="280"/>
        </w:trPr>
        <w:tc>
          <w:tcPr>
            <w:tcW w:w="2187" w:type="pct"/>
          </w:tcPr>
          <w:p w14:paraId="144EE515" w14:textId="331DA8BB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cs/>
              </w:rPr>
              <w:t>ผลประโยชน์อื่น ๆ</w:t>
            </w:r>
          </w:p>
        </w:tc>
        <w:tc>
          <w:tcPr>
            <w:tcW w:w="582" w:type="pct"/>
            <w:tcBorders>
              <w:bottom w:val="single" w:sz="4" w:space="0" w:color="auto"/>
            </w:tcBorders>
          </w:tcPr>
          <w:p w14:paraId="31B706CF" w14:textId="1DF64F8A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1,249</w:t>
            </w:r>
          </w:p>
        </w:tc>
        <w:tc>
          <w:tcPr>
            <w:tcW w:w="146" w:type="pct"/>
          </w:tcPr>
          <w:p w14:paraId="558D052B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1E0C37E3" w14:textId="26B20C9C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1,047</w:t>
            </w:r>
          </w:p>
        </w:tc>
        <w:tc>
          <w:tcPr>
            <w:tcW w:w="143" w:type="pct"/>
          </w:tcPr>
          <w:p w14:paraId="55C8BD34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  <w:tcBorders>
              <w:bottom w:val="single" w:sz="4" w:space="0" w:color="auto"/>
            </w:tcBorders>
          </w:tcPr>
          <w:p w14:paraId="110F6782" w14:textId="48FAE661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1,249</w:t>
            </w:r>
          </w:p>
        </w:tc>
        <w:tc>
          <w:tcPr>
            <w:tcW w:w="129" w:type="pct"/>
          </w:tcPr>
          <w:p w14:paraId="1702A41F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B5EEE16" w14:textId="33729295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1,047</w:t>
            </w:r>
          </w:p>
        </w:tc>
      </w:tr>
      <w:tr w:rsidR="001C1202" w:rsidRPr="000E434C" w14:paraId="1A2D1009" w14:textId="77777777" w:rsidTr="00E4548B">
        <w:trPr>
          <w:trHeight w:val="280"/>
        </w:trPr>
        <w:tc>
          <w:tcPr>
            <w:tcW w:w="2187" w:type="pct"/>
          </w:tcPr>
          <w:p w14:paraId="714909C8" w14:textId="77777777" w:rsidR="001C1202" w:rsidRPr="000E434C" w:rsidRDefault="001C1202" w:rsidP="001C1202">
            <w:pPr>
              <w:pStyle w:val="a"/>
              <w:widowControl w:val="0"/>
              <w:tabs>
                <w:tab w:val="clear" w:pos="1080"/>
              </w:tabs>
              <w:ind w:left="255"/>
              <w:jc w:val="thaiDistribute"/>
              <w:rPr>
                <w:rFonts w:ascii="Angsana New" w:hAnsi="Angsana New" w:cs="Angsana New"/>
                <w:cs/>
              </w:rPr>
            </w:pPr>
            <w:r w:rsidRPr="000E434C">
              <w:rPr>
                <w:rFonts w:ascii="Angsana New" w:hAnsi="Angsana New" w:cs="Angsana New" w:hint="cs"/>
                <w:cs/>
              </w:rPr>
              <w:t>รวมค่าตอบแทนผู้บริหารสำคัญ</w:t>
            </w: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</w:tcPr>
          <w:p w14:paraId="490B8E8F" w14:textId="343FBD45" w:rsidR="001C1202" w:rsidRPr="000E434C" w:rsidRDefault="00122BC7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13,609</w:t>
            </w:r>
          </w:p>
        </w:tc>
        <w:tc>
          <w:tcPr>
            <w:tcW w:w="146" w:type="pct"/>
          </w:tcPr>
          <w:p w14:paraId="3A9BB1C3" w14:textId="590251DE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</w:tcPr>
          <w:p w14:paraId="1A093ECC" w14:textId="179A7E3D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109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12,664</w:t>
            </w:r>
          </w:p>
        </w:tc>
        <w:tc>
          <w:tcPr>
            <w:tcW w:w="143" w:type="pct"/>
          </w:tcPr>
          <w:p w14:paraId="7D607060" w14:textId="77777777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0"/>
                <w:tab w:val="decimal" w:pos="980"/>
              </w:tabs>
              <w:spacing w:after="0" w:line="240" w:lineRule="auto"/>
              <w:ind w:left="-115" w:right="71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</w:tcPr>
          <w:p w14:paraId="2C324DB0" w14:textId="65925313" w:rsidR="001C1202" w:rsidRPr="000E434C" w:rsidRDefault="008F2C63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13,167</w:t>
            </w:r>
          </w:p>
        </w:tc>
        <w:tc>
          <w:tcPr>
            <w:tcW w:w="129" w:type="pct"/>
          </w:tcPr>
          <w:p w14:paraId="574CEE0B" w14:textId="6EBB8D8D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77C3FF98" w14:textId="4D6E1B0C" w:rsidR="001C1202" w:rsidRPr="000E434C" w:rsidRDefault="001C1202" w:rsidP="001C12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3"/>
              </w:tabs>
              <w:spacing w:after="0" w:line="240" w:lineRule="auto"/>
              <w:ind w:left="-115" w:right="-2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11,985</w:t>
            </w:r>
          </w:p>
        </w:tc>
      </w:tr>
    </w:tbl>
    <w:p w14:paraId="7A3FB5FD" w14:textId="77777777" w:rsidR="006077F0" w:rsidRPr="0076083E" w:rsidRDefault="006077F0" w:rsidP="006077F0">
      <w:pPr>
        <w:pStyle w:val="a"/>
        <w:widowControl w:val="0"/>
        <w:tabs>
          <w:tab w:val="clear" w:pos="1080"/>
          <w:tab w:val="left" w:pos="540"/>
        </w:tabs>
        <w:jc w:val="thaiDistribute"/>
        <w:rPr>
          <w:rFonts w:asciiTheme="majorBidi" w:hAnsiTheme="majorBidi" w:cstheme="majorBidi"/>
          <w:lang w:val="en-US"/>
        </w:rPr>
      </w:pPr>
    </w:p>
    <w:tbl>
      <w:tblPr>
        <w:tblW w:w="92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79"/>
        <w:gridCol w:w="11"/>
        <w:gridCol w:w="1159"/>
        <w:gridCol w:w="271"/>
        <w:gridCol w:w="1175"/>
        <w:gridCol w:w="274"/>
        <w:gridCol w:w="1196"/>
        <w:gridCol w:w="261"/>
        <w:gridCol w:w="1142"/>
      </w:tblGrid>
      <w:tr w:rsidR="003E5233" w:rsidRPr="000E434C" w14:paraId="2953045A" w14:textId="77777777" w:rsidTr="006077F0">
        <w:trPr>
          <w:trHeight w:val="427"/>
          <w:tblHeader/>
        </w:trPr>
        <w:tc>
          <w:tcPr>
            <w:tcW w:w="2039" w:type="pct"/>
          </w:tcPr>
          <w:p w14:paraId="26204697" w14:textId="65842B09" w:rsidR="003E5233" w:rsidRPr="000E434C" w:rsidRDefault="003E5233" w:rsidP="000849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1" w:type="pct"/>
            <w:gridSpan w:val="4"/>
          </w:tcPr>
          <w:p w14:paraId="3F40CA20" w14:textId="77777777" w:rsidR="003E5233" w:rsidRPr="000E434C" w:rsidRDefault="003E5233" w:rsidP="000A73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3396FB1A" w14:textId="77777777" w:rsidR="003E5233" w:rsidRPr="000E434C" w:rsidRDefault="003E5233" w:rsidP="000A73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422BE73E" w14:textId="77777777" w:rsidR="003E5233" w:rsidRPr="000E434C" w:rsidRDefault="003E5233" w:rsidP="000A73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0E434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EF3CCF" w:rsidRPr="000E434C" w14:paraId="55251CEC" w14:textId="77777777" w:rsidTr="00D06C72">
        <w:trPr>
          <w:trHeight w:val="427"/>
          <w:tblHeader/>
        </w:trPr>
        <w:tc>
          <w:tcPr>
            <w:tcW w:w="2039" w:type="pct"/>
          </w:tcPr>
          <w:p w14:paraId="0F5777F8" w14:textId="74D10818" w:rsidR="00EF3CCF" w:rsidRPr="000E434C" w:rsidRDefault="00E75A35" w:rsidP="000849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</w:t>
            </w: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กับกิจการที่เกี่ยวข้องกัน</w:t>
            </w: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E43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</w:t>
            </w: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</w:p>
        </w:tc>
        <w:tc>
          <w:tcPr>
            <w:tcW w:w="631" w:type="pct"/>
            <w:gridSpan w:val="2"/>
          </w:tcPr>
          <w:p w14:paraId="29A222C3" w14:textId="0574A26A" w:rsidR="00EF3CCF" w:rsidRPr="000E434C" w:rsidRDefault="001C1202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0E434C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6" w:type="pct"/>
          </w:tcPr>
          <w:p w14:paraId="4C1C591F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693E2A2" w14:textId="070BF2E0" w:rsidR="00EF3CCF" w:rsidRPr="000E434C" w:rsidRDefault="00522BF0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 w:hint="cs"/>
                <w:sz w:val="30"/>
                <w:szCs w:val="30"/>
                <w:lang w:val="en-US"/>
              </w:rPr>
              <w:t>31</w:t>
            </w:r>
            <w:r w:rsidR="00EF3CCF" w:rsidRPr="000E434C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8" w:type="pct"/>
          </w:tcPr>
          <w:p w14:paraId="226A6208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663F8613" w14:textId="4701C48A" w:rsidR="00EF3CCF" w:rsidRPr="000E434C" w:rsidRDefault="001C1202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Pr="000E434C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" w:type="pct"/>
          </w:tcPr>
          <w:p w14:paraId="2E077772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F7E2382" w14:textId="6ADE072F" w:rsidR="00EF3CCF" w:rsidRPr="000E434C" w:rsidRDefault="00522BF0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 w:hint="cs"/>
                <w:sz w:val="30"/>
                <w:szCs w:val="30"/>
                <w:lang w:val="en-US"/>
              </w:rPr>
              <w:t>31</w:t>
            </w:r>
            <w:r w:rsidR="00EF3CCF" w:rsidRPr="000E434C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F3CCF" w:rsidRPr="000E434C" w14:paraId="72C62240" w14:textId="77777777" w:rsidTr="00D06C72">
        <w:trPr>
          <w:trHeight w:val="427"/>
          <w:tblHeader/>
        </w:trPr>
        <w:tc>
          <w:tcPr>
            <w:tcW w:w="2039" w:type="pct"/>
          </w:tcPr>
          <w:p w14:paraId="4B65A49F" w14:textId="4A608B69" w:rsidR="00EF3CCF" w:rsidRPr="000E434C" w:rsidRDefault="00EF3CCF" w:rsidP="008604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1" w:type="pct"/>
            <w:gridSpan w:val="2"/>
          </w:tcPr>
          <w:p w14:paraId="15693D8F" w14:textId="450435DD" w:rsidR="00EF3CCF" w:rsidRPr="000E434C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6" w:type="pct"/>
          </w:tcPr>
          <w:p w14:paraId="016B499B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BF36AB2" w14:textId="2DC20DE1" w:rsidR="00EF3CCF" w:rsidRPr="000E434C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48" w:type="pct"/>
          </w:tcPr>
          <w:p w14:paraId="1450E8AA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7EFA70FF" w14:textId="250606A9" w:rsidR="00EF3CCF" w:rsidRPr="000E434C" w:rsidRDefault="007E43CE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2568</w:t>
            </w:r>
          </w:p>
        </w:tc>
        <w:tc>
          <w:tcPr>
            <w:tcW w:w="141" w:type="pct"/>
          </w:tcPr>
          <w:p w14:paraId="68CDE7C6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3E418633" w14:textId="46D9B4D6" w:rsidR="00C725A0" w:rsidRPr="000E434C" w:rsidRDefault="007E43CE" w:rsidP="00C725A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2567</w:t>
            </w:r>
          </w:p>
        </w:tc>
      </w:tr>
      <w:tr w:rsidR="00EF3CCF" w:rsidRPr="000E434C" w14:paraId="0A2D3085" w14:textId="77777777" w:rsidTr="003A20B0">
        <w:trPr>
          <w:trHeight w:val="427"/>
          <w:tblHeader/>
        </w:trPr>
        <w:tc>
          <w:tcPr>
            <w:tcW w:w="2039" w:type="pct"/>
          </w:tcPr>
          <w:p w14:paraId="0B2EF184" w14:textId="06FD9F98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61" w:type="pct"/>
            <w:gridSpan w:val="8"/>
          </w:tcPr>
          <w:p w14:paraId="22F41DEF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F3CCF" w:rsidRPr="000E434C" w14:paraId="2BA3547C" w14:textId="77777777" w:rsidTr="00D06C72">
        <w:trPr>
          <w:trHeight w:val="258"/>
        </w:trPr>
        <w:tc>
          <w:tcPr>
            <w:tcW w:w="2039" w:type="pct"/>
          </w:tcPr>
          <w:p w14:paraId="1C610EBA" w14:textId="4CA86EAF" w:rsidR="00EF3CCF" w:rsidRPr="000E434C" w:rsidRDefault="008850DA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31" w:type="pct"/>
            <w:gridSpan w:val="2"/>
          </w:tcPr>
          <w:p w14:paraId="527EBB52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2E50780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75D9F68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DB90D75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2F460F95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2DD084F2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33890C22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F3CCF" w:rsidRPr="000E434C" w14:paraId="670E125B" w14:textId="77777777" w:rsidTr="00D06C72">
        <w:trPr>
          <w:trHeight w:val="258"/>
        </w:trPr>
        <w:tc>
          <w:tcPr>
            <w:tcW w:w="2039" w:type="pct"/>
          </w:tcPr>
          <w:p w14:paraId="35079609" w14:textId="3DA12A64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  <w:r w:rsidR="00366793"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631" w:type="pct"/>
            <w:gridSpan w:val="2"/>
          </w:tcPr>
          <w:p w14:paraId="7F13B54D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21F499A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55771E2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36B8DC3F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6CE61B26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52AC7ED5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3E8A9F4D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F3CCF" w:rsidRPr="000E434C" w14:paraId="2165EF1A" w14:textId="77777777" w:rsidTr="00D06C72">
        <w:trPr>
          <w:trHeight w:val="258"/>
        </w:trPr>
        <w:tc>
          <w:tcPr>
            <w:tcW w:w="2039" w:type="pct"/>
          </w:tcPr>
          <w:p w14:paraId="3C2F6CA6" w14:textId="61EF9E6E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0E434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ซีลิค</w:t>
            </w:r>
            <w:r w:rsidRPr="000E434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คอร์พ</w:t>
            </w:r>
            <w:r w:rsidRPr="000E434C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  <w:r w:rsidRPr="000E434C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มหาชน</w:t>
            </w:r>
            <w:r w:rsidRPr="000E434C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631" w:type="pct"/>
            <w:gridSpan w:val="2"/>
          </w:tcPr>
          <w:p w14:paraId="0267DE65" w14:textId="0C4CD1F8" w:rsidR="00EF3CCF" w:rsidRPr="000E434C" w:rsidRDefault="00122BC7" w:rsidP="006A34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6" w:type="pct"/>
          </w:tcPr>
          <w:p w14:paraId="65CB841C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4B980196" w14:textId="20F3D0E9" w:rsidR="00EF3CCF" w:rsidRPr="000E434C" w:rsidRDefault="00F12642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8" w:type="pct"/>
          </w:tcPr>
          <w:p w14:paraId="2181B90D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08A4EE3C" w14:textId="7A1FCFA9" w:rsidR="00EF3CCF" w:rsidRPr="000E434C" w:rsidRDefault="00122BC7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1" w:type="pct"/>
          </w:tcPr>
          <w:p w14:paraId="3A54245A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49035F25" w14:textId="158154A8" w:rsidR="00EF3CCF" w:rsidRPr="000E434C" w:rsidRDefault="00F12642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EF3CCF" w:rsidRPr="000E434C" w14:paraId="77052F17" w14:textId="77777777" w:rsidTr="00D06C72">
        <w:trPr>
          <w:trHeight w:val="258"/>
        </w:trPr>
        <w:tc>
          <w:tcPr>
            <w:tcW w:w="2039" w:type="pct"/>
          </w:tcPr>
          <w:p w14:paraId="5E92780F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bookmarkStart w:id="0" w:name="_Hlk133242502"/>
          </w:p>
        </w:tc>
        <w:tc>
          <w:tcPr>
            <w:tcW w:w="631" w:type="pct"/>
            <w:gridSpan w:val="2"/>
          </w:tcPr>
          <w:p w14:paraId="3414B975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A1B8776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2D28780F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0492A827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09498556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48CEB50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0D2C4950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bookmarkEnd w:id="0"/>
      <w:tr w:rsidR="00EF3CCF" w:rsidRPr="000E434C" w14:paraId="4662CCF5" w14:textId="77777777" w:rsidTr="00D06C72">
        <w:trPr>
          <w:trHeight w:val="258"/>
        </w:trPr>
        <w:tc>
          <w:tcPr>
            <w:tcW w:w="2039" w:type="pct"/>
          </w:tcPr>
          <w:p w14:paraId="16DF2B89" w14:textId="6A71D41F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gridSpan w:val="2"/>
          </w:tcPr>
          <w:p w14:paraId="0A95D6F4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3163FA40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63843826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626AEDE8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3B35D0E5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1A9BC573" w14:textId="77777777" w:rsidR="00EF3CCF" w:rsidRPr="000E434C" w:rsidRDefault="00EF3CCF" w:rsidP="00EF3C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4F2819A" w14:textId="77777777" w:rsidR="00EF3CCF" w:rsidRPr="000E434C" w:rsidRDefault="00EF3CCF" w:rsidP="00EF3CCF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0E434C" w14:paraId="12031778" w14:textId="77777777" w:rsidTr="00D06C72">
        <w:trPr>
          <w:trHeight w:val="258"/>
        </w:trPr>
        <w:tc>
          <w:tcPr>
            <w:tcW w:w="2039" w:type="pct"/>
          </w:tcPr>
          <w:p w14:paraId="542694F7" w14:textId="1FBD777E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PMC Label Materials (Malaysia) Sdn. Bhd.</w:t>
            </w:r>
          </w:p>
        </w:tc>
        <w:tc>
          <w:tcPr>
            <w:tcW w:w="631" w:type="pct"/>
            <w:gridSpan w:val="2"/>
          </w:tcPr>
          <w:p w14:paraId="672DB20D" w14:textId="609DEE5F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5F149342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33623274" w14:textId="44A24772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936600F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16100A13" w14:textId="1EAFFD87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35,348</w:t>
            </w:r>
          </w:p>
        </w:tc>
        <w:tc>
          <w:tcPr>
            <w:tcW w:w="141" w:type="pct"/>
          </w:tcPr>
          <w:p w14:paraId="005F4097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13D917B" w14:textId="31B1E1BA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34,647</w:t>
            </w:r>
          </w:p>
        </w:tc>
      </w:tr>
      <w:tr w:rsidR="00F12642" w:rsidRPr="000E434C" w14:paraId="530BDA9B" w14:textId="77777777" w:rsidTr="00D06C72">
        <w:trPr>
          <w:trHeight w:val="258"/>
        </w:trPr>
        <w:tc>
          <w:tcPr>
            <w:tcW w:w="2039" w:type="pct"/>
          </w:tcPr>
          <w:p w14:paraId="575DAEF1" w14:textId="1498E2EC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631" w:type="pct"/>
            <w:gridSpan w:val="2"/>
          </w:tcPr>
          <w:p w14:paraId="400D2885" w14:textId="00FF1DF5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53D84F6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2C6B217F" w14:textId="209BC139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4F0E160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4802EA5B" w14:textId="25CE938C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32E56DAA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26ACECF9" w14:textId="102D5C43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</w:tr>
      <w:tr w:rsidR="00F12642" w:rsidRPr="000E434C" w14:paraId="0C27CA80" w14:textId="77777777" w:rsidTr="00D06C72">
        <w:trPr>
          <w:trHeight w:val="258"/>
        </w:trPr>
        <w:tc>
          <w:tcPr>
            <w:tcW w:w="2039" w:type="pct"/>
          </w:tcPr>
          <w:p w14:paraId="09E41DE2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631" w:type="pct"/>
            <w:gridSpan w:val="2"/>
          </w:tcPr>
          <w:p w14:paraId="0F5B1C74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6" w:type="pct"/>
          </w:tcPr>
          <w:p w14:paraId="355F4E35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634" w:type="pct"/>
          </w:tcPr>
          <w:p w14:paraId="24480658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148" w:type="pct"/>
          </w:tcPr>
          <w:p w14:paraId="7A28358F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645" w:type="pct"/>
          </w:tcPr>
          <w:p w14:paraId="739B95BF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41" w:type="pct"/>
          </w:tcPr>
          <w:p w14:paraId="32CCC8AF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616" w:type="pct"/>
          </w:tcPr>
          <w:p w14:paraId="753BA4A2" w14:textId="77777777" w:rsidR="00F12642" w:rsidRPr="00776215" w:rsidRDefault="00F12642" w:rsidP="00776215">
            <w:pPr>
              <w:pStyle w:val="a"/>
              <w:widowControl w:val="0"/>
              <w:tabs>
                <w:tab w:val="clear" w:pos="1080"/>
                <w:tab w:val="left" w:pos="540"/>
              </w:tabs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</w:tr>
      <w:tr w:rsidR="00F12642" w:rsidRPr="000E434C" w14:paraId="4AB26EE1" w14:textId="77777777" w:rsidTr="00F12642">
        <w:trPr>
          <w:trHeight w:val="258"/>
        </w:trPr>
        <w:tc>
          <w:tcPr>
            <w:tcW w:w="2039" w:type="pct"/>
          </w:tcPr>
          <w:p w14:paraId="78BF3FF0" w14:textId="4353D914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631" w:type="pct"/>
            <w:gridSpan w:val="2"/>
          </w:tcPr>
          <w:p w14:paraId="5C04E56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2E1A41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655FFF7C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ED913B0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58D5000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7E6F1C7A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07A471E7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0E434C" w14:paraId="79F10F0E" w14:textId="77777777" w:rsidTr="00F12642">
        <w:trPr>
          <w:trHeight w:val="258"/>
        </w:trPr>
        <w:tc>
          <w:tcPr>
            <w:tcW w:w="2039" w:type="pct"/>
          </w:tcPr>
          <w:p w14:paraId="16C39055" w14:textId="3DBA2D01" w:rsidR="00F12642" w:rsidRPr="000E434C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Selic Australia Pty Ltd</w:t>
            </w:r>
          </w:p>
        </w:tc>
        <w:tc>
          <w:tcPr>
            <w:tcW w:w="631" w:type="pct"/>
            <w:gridSpan w:val="2"/>
          </w:tcPr>
          <w:p w14:paraId="6784CA8B" w14:textId="61A73522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5,940</w:t>
            </w:r>
          </w:p>
        </w:tc>
        <w:tc>
          <w:tcPr>
            <w:tcW w:w="146" w:type="pct"/>
          </w:tcPr>
          <w:p w14:paraId="6C5B232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F600473" w14:textId="02DEA966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10,355</w:t>
            </w:r>
          </w:p>
        </w:tc>
        <w:tc>
          <w:tcPr>
            <w:tcW w:w="148" w:type="pct"/>
          </w:tcPr>
          <w:p w14:paraId="2197B10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536F401E" w14:textId="1144B0CB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5,940</w:t>
            </w:r>
          </w:p>
        </w:tc>
        <w:tc>
          <w:tcPr>
            <w:tcW w:w="141" w:type="pct"/>
          </w:tcPr>
          <w:p w14:paraId="6DFBB249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BF3903B" w14:textId="0F586836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B5232" w:rsidRPr="000E434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0E434C">
              <w:rPr>
                <w:rFonts w:asciiTheme="majorBidi" w:hAnsiTheme="majorBidi" w:cstheme="majorBidi"/>
                <w:sz w:val="30"/>
                <w:szCs w:val="30"/>
              </w:rPr>
              <w:t>,355</w:t>
            </w:r>
          </w:p>
        </w:tc>
      </w:tr>
      <w:tr w:rsidR="00F12642" w:rsidRPr="000E434C" w14:paraId="7466442F" w14:textId="77777777" w:rsidTr="00F12642">
        <w:trPr>
          <w:trHeight w:val="258"/>
        </w:trPr>
        <w:tc>
          <w:tcPr>
            <w:tcW w:w="2039" w:type="pct"/>
          </w:tcPr>
          <w:p w14:paraId="422326A1" w14:textId="64A6E33A" w:rsidR="00F12642" w:rsidRPr="000E434C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ดีวีเค เฮลท์แคร์ จำกัด</w:t>
            </w:r>
          </w:p>
        </w:tc>
        <w:tc>
          <w:tcPr>
            <w:tcW w:w="631" w:type="pct"/>
            <w:gridSpan w:val="2"/>
            <w:tcBorders>
              <w:bottom w:val="single" w:sz="4" w:space="0" w:color="auto"/>
            </w:tcBorders>
          </w:tcPr>
          <w:p w14:paraId="598DB811" w14:textId="133F0F26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2CDB4C4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7409188D" w14:textId="33155B9D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2,436</w:t>
            </w:r>
          </w:p>
        </w:tc>
        <w:tc>
          <w:tcPr>
            <w:tcW w:w="148" w:type="pct"/>
          </w:tcPr>
          <w:p w14:paraId="1BFFC93E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3ED81847" w14:textId="7534EF81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032843F3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3AC360D3" w14:textId="08EBEBE3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2,436</w:t>
            </w:r>
          </w:p>
        </w:tc>
      </w:tr>
      <w:tr w:rsidR="00F12642" w:rsidRPr="000E434C" w14:paraId="1621348F" w14:textId="77777777" w:rsidTr="00D06C72">
        <w:trPr>
          <w:trHeight w:val="258"/>
        </w:trPr>
        <w:tc>
          <w:tcPr>
            <w:tcW w:w="2039" w:type="pct"/>
          </w:tcPr>
          <w:p w14:paraId="01BD77F2" w14:textId="02B0C813" w:rsidR="00F12642" w:rsidRPr="000E434C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10"/>
              </w:tabs>
              <w:spacing w:line="240" w:lineRule="auto"/>
              <w:ind w:right="-19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CAF3E27" w14:textId="3D56201B" w:rsidR="00F12642" w:rsidRPr="000E434C" w:rsidRDefault="008F2C6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5,940</w:t>
            </w:r>
          </w:p>
        </w:tc>
        <w:tc>
          <w:tcPr>
            <w:tcW w:w="146" w:type="pct"/>
          </w:tcPr>
          <w:p w14:paraId="49F043B3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2161F93B" w14:textId="55685A4C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12,794</w:t>
            </w:r>
          </w:p>
        </w:tc>
        <w:tc>
          <w:tcPr>
            <w:tcW w:w="148" w:type="pct"/>
          </w:tcPr>
          <w:p w14:paraId="46A2FFAF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</w:tcPr>
          <w:p w14:paraId="7637BFB4" w14:textId="06F48AFC" w:rsidR="00F12642" w:rsidRPr="000E434C" w:rsidRDefault="008F2C6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5,940</w:t>
            </w:r>
          </w:p>
        </w:tc>
        <w:tc>
          <w:tcPr>
            <w:tcW w:w="141" w:type="pct"/>
          </w:tcPr>
          <w:p w14:paraId="53C2422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5E7052B1" w14:textId="5DC528EC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47,585</w:t>
            </w:r>
          </w:p>
        </w:tc>
      </w:tr>
      <w:tr w:rsidR="0076083E" w:rsidRPr="000E434C" w14:paraId="7694EC8B" w14:textId="77777777" w:rsidTr="007B15B3">
        <w:trPr>
          <w:trHeight w:val="62"/>
        </w:trPr>
        <w:tc>
          <w:tcPr>
            <w:tcW w:w="2039" w:type="pct"/>
          </w:tcPr>
          <w:p w14:paraId="2E02B191" w14:textId="77777777" w:rsidR="0076083E" w:rsidRPr="0076083E" w:rsidRDefault="0076083E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31" w:type="pct"/>
            <w:gridSpan w:val="2"/>
          </w:tcPr>
          <w:p w14:paraId="3862E51D" w14:textId="77777777" w:rsidR="0076083E" w:rsidRPr="0076083E" w:rsidRDefault="0076083E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6" w:type="pct"/>
          </w:tcPr>
          <w:p w14:paraId="44FC506B" w14:textId="77777777" w:rsidR="0076083E" w:rsidRPr="0076083E" w:rsidRDefault="0076083E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4" w:type="pct"/>
          </w:tcPr>
          <w:p w14:paraId="1EA5EC45" w14:textId="77777777" w:rsidR="0076083E" w:rsidRPr="0076083E" w:rsidRDefault="0076083E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  <w:lang w:val="x-none" w:eastAsia="x-none"/>
              </w:rPr>
            </w:pPr>
          </w:p>
        </w:tc>
        <w:tc>
          <w:tcPr>
            <w:tcW w:w="148" w:type="pct"/>
          </w:tcPr>
          <w:p w14:paraId="5E65CCE9" w14:textId="77777777" w:rsidR="0076083E" w:rsidRPr="0076083E" w:rsidRDefault="0076083E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5" w:type="pct"/>
          </w:tcPr>
          <w:p w14:paraId="0272E92E" w14:textId="77777777" w:rsidR="0076083E" w:rsidRPr="0076083E" w:rsidRDefault="0076083E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" w:type="pct"/>
          </w:tcPr>
          <w:p w14:paraId="0D6837B8" w14:textId="77777777" w:rsidR="0076083E" w:rsidRPr="0076083E" w:rsidRDefault="0076083E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6" w:type="pct"/>
          </w:tcPr>
          <w:p w14:paraId="722E558D" w14:textId="77777777" w:rsidR="0076083E" w:rsidRPr="0076083E" w:rsidRDefault="0076083E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  <w:lang w:val="x-none" w:eastAsia="x-none"/>
              </w:rPr>
            </w:pPr>
          </w:p>
        </w:tc>
      </w:tr>
      <w:tr w:rsidR="00F12642" w:rsidRPr="000E434C" w14:paraId="3176FF00" w14:textId="77777777" w:rsidTr="007B15B3">
        <w:trPr>
          <w:trHeight w:val="62"/>
        </w:trPr>
        <w:tc>
          <w:tcPr>
            <w:tcW w:w="2039" w:type="pct"/>
          </w:tcPr>
          <w:p w14:paraId="61CD0808" w14:textId="47250C3A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31" w:type="pct"/>
            <w:gridSpan w:val="2"/>
          </w:tcPr>
          <w:p w14:paraId="11B9F8B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26876E35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349BA60B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523DD61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294A8E3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2C3DA7DF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545DE715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0E434C" w14:paraId="76CEEB87" w14:textId="77777777" w:rsidTr="007B15B3">
        <w:trPr>
          <w:trHeight w:val="209"/>
        </w:trPr>
        <w:tc>
          <w:tcPr>
            <w:tcW w:w="2039" w:type="pct"/>
          </w:tcPr>
          <w:p w14:paraId="3D216BD5" w14:textId="7352DB5E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1" w:type="pct"/>
            <w:gridSpan w:val="2"/>
          </w:tcPr>
          <w:p w14:paraId="46329322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1D43678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3DE685C6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4FA6C276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4B7F1849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5D3862E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7ECF6E7F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12642" w:rsidRPr="000E434C" w14:paraId="582D41A5" w14:textId="77777777" w:rsidTr="007B15B3">
        <w:trPr>
          <w:trHeight w:val="92"/>
        </w:trPr>
        <w:tc>
          <w:tcPr>
            <w:tcW w:w="2039" w:type="pct"/>
          </w:tcPr>
          <w:p w14:paraId="472C79AA" w14:textId="749B20C0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PMC Label Materials (Malaysia) Sdn. Bhd.</w:t>
            </w:r>
          </w:p>
        </w:tc>
        <w:tc>
          <w:tcPr>
            <w:tcW w:w="631" w:type="pct"/>
            <w:gridSpan w:val="2"/>
          </w:tcPr>
          <w:p w14:paraId="10444228" w14:textId="0742A5DF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25AAB26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2089EF68" w14:textId="67BC4443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6B23D26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5EE0C8DF" w14:textId="0AEED3DE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121</w:t>
            </w:r>
          </w:p>
        </w:tc>
        <w:tc>
          <w:tcPr>
            <w:tcW w:w="141" w:type="pct"/>
          </w:tcPr>
          <w:p w14:paraId="70870CB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07FEE1E8" w14:textId="39652D7F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14</w:t>
            </w:r>
          </w:p>
        </w:tc>
      </w:tr>
      <w:tr w:rsidR="00F12642" w:rsidRPr="000E434C" w14:paraId="237EC554" w14:textId="77777777" w:rsidTr="005F0C29">
        <w:trPr>
          <w:trHeight w:val="258"/>
        </w:trPr>
        <w:tc>
          <w:tcPr>
            <w:tcW w:w="2039" w:type="pct"/>
          </w:tcPr>
          <w:p w14:paraId="675A2872" w14:textId="4B789496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631" w:type="pct"/>
            <w:gridSpan w:val="2"/>
          </w:tcPr>
          <w:p w14:paraId="08CE8605" w14:textId="563F5728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75F810CE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48A9A85F" w14:textId="3C93A42B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FAD0FF7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1D4A4D33" w14:textId="22E214A9" w:rsidR="00F12642" w:rsidRPr="000E434C" w:rsidRDefault="00122BC7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4680688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4736FC6D" w14:textId="71424DC4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1</w:t>
            </w:r>
            <w:r w:rsidR="009B5232" w:rsidRPr="000E434C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7B15B3" w:rsidRPr="000E434C" w14:paraId="29F74423" w14:textId="77777777" w:rsidTr="007C685A">
        <w:tc>
          <w:tcPr>
            <w:tcW w:w="2039" w:type="pct"/>
          </w:tcPr>
          <w:p w14:paraId="537DF5C8" w14:textId="77777777" w:rsidR="007B15B3" w:rsidRPr="0076083E" w:rsidRDefault="007B15B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631" w:type="pct"/>
            <w:gridSpan w:val="2"/>
          </w:tcPr>
          <w:p w14:paraId="224ADAFE" w14:textId="77777777" w:rsidR="007B15B3" w:rsidRPr="0076083E" w:rsidRDefault="007B15B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6" w:type="pct"/>
          </w:tcPr>
          <w:p w14:paraId="2CBFF3E1" w14:textId="77777777" w:rsidR="007B15B3" w:rsidRPr="0076083E" w:rsidRDefault="007B15B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4" w:type="pct"/>
          </w:tcPr>
          <w:p w14:paraId="5AFBBBA7" w14:textId="77777777" w:rsidR="007B15B3" w:rsidRPr="0076083E" w:rsidRDefault="007B15B3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148" w:type="pct"/>
          </w:tcPr>
          <w:p w14:paraId="065AE95C" w14:textId="77777777" w:rsidR="007B15B3" w:rsidRPr="0076083E" w:rsidRDefault="007B15B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5" w:type="pct"/>
          </w:tcPr>
          <w:p w14:paraId="68B73347" w14:textId="77777777" w:rsidR="007B15B3" w:rsidRPr="0076083E" w:rsidRDefault="007B15B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" w:type="pct"/>
          </w:tcPr>
          <w:p w14:paraId="57372839" w14:textId="77777777" w:rsidR="007B15B3" w:rsidRPr="0076083E" w:rsidRDefault="007B15B3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6" w:type="pct"/>
          </w:tcPr>
          <w:p w14:paraId="7A0EEF17" w14:textId="77777777" w:rsidR="007B15B3" w:rsidRPr="0076083E" w:rsidRDefault="007B15B3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lang w:val="x-none" w:eastAsia="x-none"/>
              </w:rPr>
            </w:pPr>
          </w:p>
        </w:tc>
      </w:tr>
      <w:tr w:rsidR="00F12642" w:rsidRPr="000E434C" w14:paraId="09526FBF" w14:textId="77777777" w:rsidTr="007C685A">
        <w:tc>
          <w:tcPr>
            <w:tcW w:w="2039" w:type="pct"/>
          </w:tcPr>
          <w:p w14:paraId="1DB8A109" w14:textId="3B870FFF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gridSpan w:val="2"/>
          </w:tcPr>
          <w:p w14:paraId="4F069489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4A7D236F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</w:tcPr>
          <w:p w14:paraId="3DC54718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4454187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</w:tcPr>
          <w:p w14:paraId="7FEFC1C3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2BE9615C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</w:tcPr>
          <w:p w14:paraId="3348C24A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12642" w:rsidRPr="000E434C" w14:paraId="5EF3CCDC" w14:textId="77777777" w:rsidTr="007C685A">
        <w:tc>
          <w:tcPr>
            <w:tcW w:w="2039" w:type="pct"/>
          </w:tcPr>
          <w:p w14:paraId="3A95A437" w14:textId="76B2EFB5" w:rsidR="00F12642" w:rsidRPr="000E434C" w:rsidRDefault="0058321C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Selic Australia Pty Ltd</w:t>
            </w:r>
          </w:p>
        </w:tc>
        <w:tc>
          <w:tcPr>
            <w:tcW w:w="631" w:type="pct"/>
            <w:gridSpan w:val="2"/>
            <w:tcBorders>
              <w:bottom w:val="single" w:sz="4" w:space="0" w:color="auto"/>
            </w:tcBorders>
          </w:tcPr>
          <w:p w14:paraId="19C9A3CE" w14:textId="7CC1C69E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679DD6CC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tcBorders>
              <w:bottom w:val="single" w:sz="4" w:space="0" w:color="auto"/>
            </w:tcBorders>
          </w:tcPr>
          <w:p w14:paraId="2D463C75" w14:textId="1665A0D3" w:rsidR="00F12642" w:rsidRPr="000E434C" w:rsidRDefault="0088517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1</w:t>
            </w:r>
            <w:r w:rsidR="009B5232" w:rsidRPr="000E434C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8" w:type="pct"/>
          </w:tcPr>
          <w:p w14:paraId="7A8A210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14:paraId="20210EAA" w14:textId="56B3A768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2F3C476E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tcBorders>
              <w:bottom w:val="single" w:sz="4" w:space="0" w:color="auto"/>
            </w:tcBorders>
          </w:tcPr>
          <w:p w14:paraId="368D1F3A" w14:textId="0CA97D7F" w:rsidR="00F12642" w:rsidRPr="000E434C" w:rsidRDefault="0088517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/>
                <w:sz w:val="30"/>
                <w:szCs w:val="30"/>
              </w:rPr>
              <w:t>1</w:t>
            </w:r>
            <w:r w:rsidR="009B5232" w:rsidRPr="000E434C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F12642" w:rsidRPr="000E434C" w14:paraId="06DB0634" w14:textId="77777777" w:rsidTr="007C685A">
        <w:tc>
          <w:tcPr>
            <w:tcW w:w="2039" w:type="pct"/>
          </w:tcPr>
          <w:p w14:paraId="35E0ADDA" w14:textId="470DCDD5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77A48E9" w14:textId="30ED9C80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794BB56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687B61C5" w14:textId="04026798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9B5232" w:rsidRPr="000E434C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48" w:type="pct"/>
          </w:tcPr>
          <w:p w14:paraId="6062C0AB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</w:tcPr>
          <w:p w14:paraId="478654DC" w14:textId="452A245C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0772559D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484B2BC5" w14:textId="356A8F93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</w:p>
        </w:tc>
      </w:tr>
      <w:tr w:rsidR="00F12642" w:rsidRPr="000E434C" w14:paraId="7F025E80" w14:textId="77777777" w:rsidTr="00962654">
        <w:tc>
          <w:tcPr>
            <w:tcW w:w="2039" w:type="pct"/>
          </w:tcPr>
          <w:p w14:paraId="3A9BD6D3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 w:hanging="14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1" w:type="pct"/>
            <w:gridSpan w:val="2"/>
          </w:tcPr>
          <w:p w14:paraId="078D214A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6" w:type="pct"/>
          </w:tcPr>
          <w:p w14:paraId="4C42D60B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4" w:type="pct"/>
          </w:tcPr>
          <w:p w14:paraId="3B1A4CBF" w14:textId="2D6404FF" w:rsidR="00F12642" w:rsidRPr="0076083E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7AFF12AD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5" w:type="pct"/>
          </w:tcPr>
          <w:p w14:paraId="267C6824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1" w:type="pct"/>
          </w:tcPr>
          <w:p w14:paraId="0DB3F922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16" w:type="pct"/>
          </w:tcPr>
          <w:p w14:paraId="4C694ED7" w14:textId="77777777" w:rsidR="00F12642" w:rsidRPr="0076083E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F12642" w:rsidRPr="000E434C" w14:paraId="78771313" w14:textId="77777777" w:rsidTr="00D06C72">
        <w:trPr>
          <w:trHeight w:val="427"/>
          <w:tblHeader/>
        </w:trPr>
        <w:tc>
          <w:tcPr>
            <w:tcW w:w="2039" w:type="pct"/>
          </w:tcPr>
          <w:p w14:paraId="15D50909" w14:textId="77777777" w:rsidR="00F12642" w:rsidRPr="000E434C" w:rsidRDefault="00F12642" w:rsidP="00F126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540" w:hanging="54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Pr="000E43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31" w:type="pct"/>
            <w:gridSpan w:val="2"/>
          </w:tcPr>
          <w:p w14:paraId="28C8598A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6" w:type="pct"/>
          </w:tcPr>
          <w:p w14:paraId="291FD09C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4492C37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4D61A16B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357A6302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" w:type="pct"/>
          </w:tcPr>
          <w:p w14:paraId="3335151A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167743F7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12642" w:rsidRPr="000E434C" w14:paraId="213ED737" w14:textId="77777777" w:rsidTr="00D06C72">
        <w:trPr>
          <w:trHeight w:val="218"/>
        </w:trPr>
        <w:tc>
          <w:tcPr>
            <w:tcW w:w="2045" w:type="pct"/>
            <w:gridSpan w:val="2"/>
          </w:tcPr>
          <w:p w14:paraId="3E33A3CD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</w:tcPr>
          <w:p w14:paraId="5E1FBAB3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024A4CF5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77770401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  <w:tab w:val="decimal" w:pos="102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BE192A1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07C2E310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" w:type="pct"/>
          </w:tcPr>
          <w:p w14:paraId="5A8D959B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04B14F60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12642" w:rsidRPr="000E434C" w14:paraId="222B15DA" w14:textId="77777777" w:rsidTr="00D06C72">
        <w:trPr>
          <w:trHeight w:val="164"/>
        </w:trPr>
        <w:tc>
          <w:tcPr>
            <w:tcW w:w="2045" w:type="pct"/>
            <w:gridSpan w:val="2"/>
          </w:tcPr>
          <w:p w14:paraId="02D31B72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PMC Label Materials Pte. Ltd.</w:t>
            </w:r>
          </w:p>
        </w:tc>
        <w:tc>
          <w:tcPr>
            <w:tcW w:w="625" w:type="pct"/>
          </w:tcPr>
          <w:p w14:paraId="77D09C4F" w14:textId="0C1EE8CF" w:rsidR="00F12642" w:rsidRPr="000E434C" w:rsidRDefault="00FF7686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9096FE0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4" w:type="pct"/>
          </w:tcPr>
          <w:p w14:paraId="1A15A172" w14:textId="7D6063D6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ADF4750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5" w:type="pct"/>
          </w:tcPr>
          <w:p w14:paraId="72BFAB0A" w14:textId="6FB4F4C4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3,486</w:t>
            </w:r>
          </w:p>
        </w:tc>
        <w:tc>
          <w:tcPr>
            <w:tcW w:w="141" w:type="pct"/>
          </w:tcPr>
          <w:p w14:paraId="3E119CD0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6" w:type="pct"/>
          </w:tcPr>
          <w:p w14:paraId="44B9ACE8" w14:textId="30287544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6,491</w:t>
            </w:r>
          </w:p>
        </w:tc>
      </w:tr>
      <w:tr w:rsidR="00F12642" w:rsidRPr="000E434C" w14:paraId="7C8BB6CB" w14:textId="77777777" w:rsidTr="00D06C72">
        <w:trPr>
          <w:trHeight w:val="128"/>
        </w:trPr>
        <w:tc>
          <w:tcPr>
            <w:tcW w:w="2039" w:type="pct"/>
          </w:tcPr>
          <w:p w14:paraId="31C51E6C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31" w:type="pct"/>
            <w:gridSpan w:val="2"/>
          </w:tcPr>
          <w:p w14:paraId="722CF30B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6" w:type="pct"/>
          </w:tcPr>
          <w:p w14:paraId="4174D6B8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4" w:type="pct"/>
          </w:tcPr>
          <w:p w14:paraId="3A5E3613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8" w:type="pct"/>
          </w:tcPr>
          <w:p w14:paraId="4B4D3997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5" w:type="pct"/>
          </w:tcPr>
          <w:p w14:paraId="6CA722A8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1" w:type="pct"/>
          </w:tcPr>
          <w:p w14:paraId="62E967D6" w14:textId="77777777" w:rsidR="00F12642" w:rsidRPr="0076083E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16" w:type="pct"/>
          </w:tcPr>
          <w:p w14:paraId="2F4170A8" w14:textId="77777777" w:rsidR="00F12642" w:rsidRPr="0076083E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F12642" w:rsidRPr="000E434C" w14:paraId="58B242BA" w14:textId="77777777" w:rsidTr="00D06C72">
        <w:trPr>
          <w:trHeight w:val="128"/>
        </w:trPr>
        <w:tc>
          <w:tcPr>
            <w:tcW w:w="2039" w:type="pct"/>
          </w:tcPr>
          <w:p w14:paraId="1794D97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31" w:type="pct"/>
            <w:gridSpan w:val="2"/>
          </w:tcPr>
          <w:p w14:paraId="4467872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52B852E8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04517E87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456FB84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69FCDD85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24CB28D6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20EA5457" w14:textId="7777777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12642" w:rsidRPr="000E434C" w14:paraId="31572677" w14:textId="77777777" w:rsidTr="00D06C72">
        <w:trPr>
          <w:trHeight w:val="258"/>
        </w:trPr>
        <w:tc>
          <w:tcPr>
            <w:tcW w:w="2039" w:type="pct"/>
          </w:tcPr>
          <w:p w14:paraId="49B6D175" w14:textId="60FDB30E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/>
                <w:sz w:val="30"/>
                <w:szCs w:val="30"/>
                <w:cs/>
              </w:rPr>
              <w:t xml:space="preserve">บริษัท ฮิวแมนิก้า จำกัด </w:t>
            </w:r>
            <w:r w:rsidRPr="000E434C">
              <w:rPr>
                <w:rFonts w:ascii="Angsana New" w:hAnsi="Angsana New"/>
                <w:sz w:val="30"/>
                <w:szCs w:val="30"/>
              </w:rPr>
              <w:t>(</w:t>
            </w:r>
            <w:proofErr w:type="spellStart"/>
            <w:r w:rsidRPr="000E434C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proofErr w:type="spellEnd"/>
            <w:r w:rsidRPr="000E434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631" w:type="pct"/>
            <w:gridSpan w:val="2"/>
          </w:tcPr>
          <w:p w14:paraId="058E40F6" w14:textId="2FFA469D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146" w:type="pct"/>
          </w:tcPr>
          <w:p w14:paraId="3D5ECD79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</w:tcPr>
          <w:p w14:paraId="78FD65F5" w14:textId="1F309A7E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148" w:type="pct"/>
          </w:tcPr>
          <w:p w14:paraId="2C3D616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</w:tcPr>
          <w:p w14:paraId="49CDF6B2" w14:textId="66A52A58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right="-1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141" w:type="pct"/>
          </w:tcPr>
          <w:p w14:paraId="7D7DDB6F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0582A2F" w14:textId="40D76772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112</w:t>
            </w:r>
          </w:p>
        </w:tc>
      </w:tr>
      <w:tr w:rsidR="00F12642" w:rsidRPr="000E434C" w14:paraId="66A97D24" w14:textId="77777777" w:rsidTr="00D06C72">
        <w:trPr>
          <w:trHeight w:val="258"/>
        </w:trPr>
        <w:tc>
          <w:tcPr>
            <w:tcW w:w="2039" w:type="pct"/>
          </w:tcPr>
          <w:p w14:paraId="776B7174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FEC6141" w14:textId="241005C1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</w:p>
        </w:tc>
        <w:tc>
          <w:tcPr>
            <w:tcW w:w="146" w:type="pct"/>
          </w:tcPr>
          <w:p w14:paraId="5A5BED07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</w:tcPr>
          <w:p w14:paraId="13A10D79" w14:textId="26A39F27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112</w:t>
            </w:r>
          </w:p>
        </w:tc>
        <w:tc>
          <w:tcPr>
            <w:tcW w:w="148" w:type="pct"/>
          </w:tcPr>
          <w:p w14:paraId="248E8BF6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</w:tcPr>
          <w:p w14:paraId="0B9C2E44" w14:textId="24F431B0" w:rsidR="00F12642" w:rsidRPr="000E434C" w:rsidRDefault="00FF7686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3,516</w:t>
            </w:r>
          </w:p>
        </w:tc>
        <w:tc>
          <w:tcPr>
            <w:tcW w:w="141" w:type="pct"/>
          </w:tcPr>
          <w:p w14:paraId="01A7AEA3" w14:textId="77777777" w:rsidR="00F12642" w:rsidRPr="000E434C" w:rsidRDefault="00F12642" w:rsidP="00F126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</w:tcPr>
          <w:p w14:paraId="18E36514" w14:textId="36E238C2" w:rsidR="00F12642" w:rsidRPr="000E434C" w:rsidRDefault="00F12642" w:rsidP="00F1264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8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43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</w:t>
            </w:r>
            <w:r w:rsidR="009B5232" w:rsidRPr="000E43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0E43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</w:tr>
    </w:tbl>
    <w:p w14:paraId="1070E7FA" w14:textId="21314294" w:rsidR="00367C9D" w:rsidRPr="0076083E" w:rsidRDefault="00367C9D" w:rsidP="004B35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pacing w:val="-2"/>
          <w:sz w:val="20"/>
          <w:szCs w:val="20"/>
        </w:rPr>
      </w:pPr>
    </w:p>
    <w:p w14:paraId="2801094A" w14:textId="2158FF6C" w:rsidR="00D04B6D" w:rsidRDefault="00D04B6D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t>ที่ดิน อาคารและอุปกรณ์</w:t>
      </w:r>
    </w:p>
    <w:p w14:paraId="023CAA33" w14:textId="77777777" w:rsidR="00D04B6D" w:rsidRPr="0076083E" w:rsidRDefault="00D04B6D" w:rsidP="007608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ajorBidi" w:hAnsiTheme="majorBidi" w:cstheme="majorBidi"/>
          <w:sz w:val="20"/>
          <w:szCs w:val="20"/>
          <w:lang w:eastAsia="x-none"/>
        </w:rPr>
      </w:pPr>
    </w:p>
    <w:p w14:paraId="4B0650BA" w14:textId="39F41792" w:rsidR="00D04B6D" w:rsidRPr="004B3523" w:rsidRDefault="00D04B6D" w:rsidP="00D04B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  <w:r>
        <w:rPr>
          <w:rFonts w:asciiTheme="majorBidi" w:eastAsia="Calibri" w:hAnsiTheme="majorBidi" w:cstheme="majorBidi" w:hint="cs"/>
          <w:sz w:val="30"/>
          <w:szCs w:val="30"/>
          <w:cs/>
        </w:rPr>
        <w:t>ในระหว่างงวด</w:t>
      </w:r>
      <w:r w:rsidR="001C1202">
        <w:rPr>
          <w:rFonts w:asciiTheme="majorBidi" w:eastAsia="Calibri" w:hAnsiTheme="majorBidi" w:cstheme="majorBidi" w:hint="cs"/>
          <w:sz w:val="30"/>
          <w:szCs w:val="30"/>
          <w:cs/>
        </w:rPr>
        <w:t>เก้า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 xml:space="preserve">เดือนสิ้นสุดวันที่ </w:t>
      </w:r>
      <w:r>
        <w:rPr>
          <w:rFonts w:asciiTheme="majorBidi" w:eastAsia="Calibri" w:hAnsiTheme="majorBidi" w:cstheme="majorBidi"/>
          <w:sz w:val="30"/>
          <w:szCs w:val="30"/>
        </w:rPr>
        <w:t xml:space="preserve">30 </w:t>
      </w:r>
      <w:r w:rsidR="001C1202">
        <w:rPr>
          <w:rFonts w:asciiTheme="majorBidi" w:eastAsia="Calibri" w:hAnsiTheme="majorBidi" w:cstheme="majorBidi" w:hint="cs"/>
          <w:sz w:val="30"/>
          <w:szCs w:val="30"/>
          <w:cs/>
        </w:rPr>
        <w:t>กันยายน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eastAsia="Calibri" w:hAnsiTheme="majorBidi" w:cstheme="majorBidi"/>
          <w:sz w:val="30"/>
          <w:szCs w:val="30"/>
        </w:rPr>
        <w:t xml:space="preserve">2568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 xml:space="preserve">สินทรัพย์สิทธิการใช้ของกลุ่มบริษัทและบริษัทเพิ่มขึ้นเป็นจำนวน </w:t>
      </w:r>
      <w:r w:rsidR="00530132">
        <w:rPr>
          <w:rFonts w:asciiTheme="majorBidi" w:eastAsia="Calibri" w:hAnsiTheme="majorBidi" w:cstheme="majorBidi"/>
          <w:sz w:val="30"/>
          <w:szCs w:val="30"/>
        </w:rPr>
        <w:t>24</w:t>
      </w:r>
      <w:r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>ล้านบาท</w:t>
      </w:r>
      <w:r w:rsidRPr="004B3523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 xml:space="preserve">โดยกลุ่มบริษัทและบริษัทได้ทำสัญญาเช่าระบบผลิตไฟฟ้าจากพลังงานแสงอาทิตย์บนหลังคา </w:t>
      </w:r>
      <w:r w:rsidRPr="004B3523">
        <w:rPr>
          <w:rFonts w:asciiTheme="majorBidi" w:eastAsia="Calibri" w:hAnsiTheme="majorBidi" w:cstheme="majorBidi"/>
          <w:sz w:val="30"/>
          <w:szCs w:val="30"/>
        </w:rPr>
        <w:t xml:space="preserve">(Solar Rooftop)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>ซึ่งมีระยะเวลา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eastAsia="Calibri" w:hAnsiTheme="majorBidi" w:cstheme="majorBidi"/>
          <w:sz w:val="30"/>
          <w:szCs w:val="30"/>
        </w:rPr>
        <w:t>2</w:t>
      </w:r>
      <w:r w:rsidRPr="009B5232">
        <w:rPr>
          <w:rFonts w:asciiTheme="majorBidi" w:eastAsia="Calibri" w:hAnsiTheme="majorBidi" w:cstheme="majorBidi"/>
          <w:sz w:val="30"/>
          <w:szCs w:val="30"/>
        </w:rPr>
        <w:t>0</w:t>
      </w:r>
      <w:r>
        <w:rPr>
          <w:rFonts w:asciiTheme="majorBidi" w:eastAsia="Calibri" w:hAnsiTheme="majorBidi" w:cstheme="majorBidi"/>
          <w:sz w:val="30"/>
          <w:szCs w:val="30"/>
        </w:rPr>
        <w:t xml:space="preserve"> 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>ปี</w:t>
      </w:r>
      <w:r>
        <w:rPr>
          <w:rFonts w:asciiTheme="majorBidi" w:eastAsia="Calibri" w:hAnsiTheme="majorBidi" w:cstheme="majorBidi"/>
          <w:sz w:val="30"/>
          <w:szCs w:val="30"/>
        </w:rPr>
        <w:t xml:space="preserve"> </w:t>
      </w:r>
      <w:r>
        <w:rPr>
          <w:rFonts w:asciiTheme="majorBidi" w:eastAsia="Calibri" w:hAnsiTheme="majorBidi" w:cstheme="majorBidi" w:hint="cs"/>
          <w:sz w:val="30"/>
          <w:szCs w:val="30"/>
          <w:cs/>
        </w:rPr>
        <w:t>นับจากวันเริ่มต้นสัญญา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 xml:space="preserve"> ซึ่งมีกำหนดชำระตามค่าไฟฟ้าที่ใช้จริงเป็นรายเดือน โดยมีอัตราการชำระค่าไฟฟ้าขั้นต่ำที่ระบุไว้ในสัญญา ซึ่งเมื่อสิ้นสุดสัญญา </w:t>
      </w:r>
      <w:r w:rsidRPr="004B3523">
        <w:rPr>
          <w:rFonts w:asciiTheme="majorBidi" w:eastAsia="Calibri" w:hAnsiTheme="majorBidi" w:cstheme="majorBidi"/>
          <w:sz w:val="30"/>
          <w:szCs w:val="30"/>
        </w:rPr>
        <w:t xml:space="preserve">Solar Rooftop </w:t>
      </w:r>
      <w:r w:rsidRPr="004B3523">
        <w:rPr>
          <w:rFonts w:asciiTheme="majorBidi" w:eastAsia="Calibri" w:hAnsiTheme="majorBidi" w:cstheme="majorBidi" w:hint="cs"/>
          <w:sz w:val="30"/>
          <w:szCs w:val="30"/>
          <w:cs/>
        </w:rPr>
        <w:t>ดังกล่าวจะถูกโอนเป็นกรรมสิทธิ์ให้บริษัท</w:t>
      </w:r>
    </w:p>
    <w:p w14:paraId="5FA14062" w14:textId="4E8D9103" w:rsidR="00B753BA" w:rsidRDefault="00B753BA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lastRenderedPageBreak/>
        <w:t>เงินกู้ยืมจากสถาบันการเงิน</w:t>
      </w:r>
    </w:p>
    <w:p w14:paraId="22D96A57" w14:textId="77777777" w:rsidR="00B753BA" w:rsidRPr="00D32726" w:rsidRDefault="00B753BA" w:rsidP="00B753BA">
      <w:pPr>
        <w:rPr>
          <w:rFonts w:asciiTheme="majorBidi" w:hAnsiTheme="majorBidi" w:cstheme="majorBidi"/>
          <w:sz w:val="30"/>
          <w:szCs w:val="30"/>
          <w:lang w:eastAsia="x-none"/>
        </w:rPr>
      </w:pPr>
    </w:p>
    <w:p w14:paraId="3B59AB67" w14:textId="77777777" w:rsidR="00B753B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1" w:name="_Hlk165989575"/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สั้น</w:t>
      </w:r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7A1170DF" w14:textId="77777777" w:rsidR="00B753BA" w:rsidRPr="00D32726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A240EC8" w14:textId="0B749942" w:rsidR="00B753BA" w:rsidRPr="006C3A54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C3A54">
        <w:rPr>
          <w:rFonts w:ascii="Angsana New" w:hAnsi="Angsana New"/>
          <w:sz w:val="30"/>
          <w:szCs w:val="30"/>
          <w:cs/>
        </w:rPr>
        <w:t>เงินกู้ยืมระยะ</w:t>
      </w:r>
      <w:r w:rsidRPr="006C3A54">
        <w:rPr>
          <w:rFonts w:ascii="Angsana New" w:hAnsi="Angsana New" w:hint="cs"/>
          <w:sz w:val="30"/>
          <w:szCs w:val="30"/>
          <w:cs/>
        </w:rPr>
        <w:t>สั้น</w:t>
      </w:r>
      <w:r w:rsidRPr="006C3A54">
        <w:rPr>
          <w:rFonts w:ascii="Angsana New" w:hAnsi="Angsana New"/>
          <w:sz w:val="30"/>
          <w:szCs w:val="30"/>
          <w:cs/>
        </w:rPr>
        <w:t>จากสถาบันการเงิน</w:t>
      </w:r>
      <w:r w:rsidRPr="006C3A54">
        <w:rPr>
          <w:rFonts w:ascii="Angsana New" w:hAnsi="Angsana New" w:hint="cs"/>
          <w:sz w:val="30"/>
          <w:szCs w:val="30"/>
          <w:cs/>
        </w:rPr>
        <w:t>ของบริษัทเป็นตั๋วสัญญาใช้เงินและ</w:t>
      </w:r>
      <w:r w:rsidRPr="001F3ABF">
        <w:rPr>
          <w:rFonts w:ascii="Angsana New" w:hAnsi="Angsana New" w:hint="cs"/>
          <w:sz w:val="30"/>
          <w:szCs w:val="30"/>
          <w:cs/>
        </w:rPr>
        <w:t>เจ้าหนี้ทรัสรีซีทจำนวน</w:t>
      </w:r>
      <w:r w:rsidRPr="001F3ABF">
        <w:rPr>
          <w:rFonts w:ascii="Angsana New" w:hAnsi="Angsana New"/>
          <w:sz w:val="30"/>
          <w:szCs w:val="30"/>
        </w:rPr>
        <w:t xml:space="preserve"> </w:t>
      </w:r>
      <w:r w:rsidR="008F7640">
        <w:rPr>
          <w:rFonts w:asciiTheme="majorBidi" w:eastAsia="Calibri" w:hAnsiTheme="majorBidi" w:cstheme="majorBidi"/>
          <w:sz w:val="30"/>
          <w:szCs w:val="30"/>
        </w:rPr>
        <w:t>69</w:t>
      </w:r>
      <w:r w:rsidR="001C1202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F3ABF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1F3ABF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Pr="006C3A54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F7640">
        <w:rPr>
          <w:rFonts w:asciiTheme="majorBidi" w:eastAsia="Calibri" w:hAnsiTheme="majorBidi" w:cstheme="majorBidi"/>
          <w:sz w:val="30"/>
          <w:szCs w:val="30"/>
        </w:rPr>
        <w:t>72.9</w:t>
      </w:r>
      <w:r w:rsidR="001C1202">
        <w:rPr>
          <w:rFonts w:asciiTheme="majorBidi" w:eastAsia="Calibri" w:hAnsiTheme="majorBidi" w:cstheme="majorBidi"/>
          <w:sz w:val="30"/>
          <w:szCs w:val="30"/>
        </w:rPr>
        <w:t xml:space="preserve">  </w:t>
      </w:r>
      <w:r w:rsidRPr="001F3ABF">
        <w:rPr>
          <w:rFonts w:ascii="Angsana New" w:hAnsi="Angsana New" w:hint="cs"/>
          <w:spacing w:val="-2"/>
          <w:sz w:val="30"/>
          <w:szCs w:val="30"/>
          <w:cs/>
        </w:rPr>
        <w:t xml:space="preserve">ล้านบาท </w:t>
      </w:r>
      <w:r w:rsidRPr="00F12642">
        <w:rPr>
          <w:rFonts w:ascii="Angsana New" w:hAnsi="Angsana New" w:hint="cs"/>
          <w:spacing w:val="-2"/>
          <w:sz w:val="30"/>
          <w:szCs w:val="30"/>
          <w:cs/>
        </w:rPr>
        <w:t xml:space="preserve">ตามลำดับ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(</w:t>
      </w:r>
      <w:r w:rsidR="00522BF0" w:rsidRPr="00F12642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ธันวาคม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="007E43CE" w:rsidRPr="00F12642">
        <w:rPr>
          <w:rFonts w:ascii="Angsana New" w:hAnsi="Angsana New"/>
          <w:i/>
          <w:iCs/>
          <w:spacing w:val="-2"/>
          <w:sz w:val="30"/>
          <w:szCs w:val="30"/>
        </w:rPr>
        <w:t>2567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: </w:t>
      </w:r>
      <w:r w:rsidR="00F12642">
        <w:rPr>
          <w:rFonts w:ascii="Angsana New" w:hAnsi="Angsana New"/>
          <w:i/>
          <w:iCs/>
          <w:spacing w:val="-2"/>
          <w:sz w:val="30"/>
          <w:szCs w:val="30"/>
        </w:rPr>
        <w:t>52.8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 xml:space="preserve">ล้านบาท และ </w:t>
      </w:r>
      <w:r w:rsidR="00F12642">
        <w:rPr>
          <w:rFonts w:ascii="Angsana New" w:hAnsi="Angsana New"/>
          <w:i/>
          <w:iCs/>
          <w:spacing w:val="-2"/>
          <w:sz w:val="30"/>
          <w:szCs w:val="30"/>
        </w:rPr>
        <w:t>121.6</w:t>
      </w:r>
      <w:r w:rsidRPr="00F1264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F12642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 ตามลำดับ)</w:t>
      </w:r>
      <w:r w:rsidRPr="006C3A54">
        <w:rPr>
          <w:rFonts w:ascii="Angsana New" w:hAnsi="Angsana New"/>
          <w:spacing w:val="-2"/>
          <w:sz w:val="30"/>
          <w:szCs w:val="30"/>
        </w:rPr>
        <w:t xml:space="preserve"> </w:t>
      </w:r>
      <w:r w:rsidRPr="006C3A54">
        <w:rPr>
          <w:rFonts w:ascii="Angsana New" w:hAnsi="Angsana New" w:hint="cs"/>
          <w:spacing w:val="-2"/>
          <w:sz w:val="30"/>
          <w:szCs w:val="30"/>
          <w:cs/>
        </w:rPr>
        <w:t>โดยมีอัตราดอกเบี้ย</w:t>
      </w:r>
      <w:r w:rsidRPr="006C3A54">
        <w:rPr>
          <w:rFonts w:ascii="Angsana New" w:hAnsi="Angsana New" w:hint="cs"/>
          <w:sz w:val="30"/>
          <w:szCs w:val="30"/>
          <w:cs/>
        </w:rPr>
        <w:t>ต่อปีเป็นอัตราคงที่</w:t>
      </w:r>
      <w:r>
        <w:rPr>
          <w:rFonts w:ascii="Angsana New" w:hAnsi="Angsana New" w:hint="cs"/>
          <w:sz w:val="30"/>
          <w:szCs w:val="30"/>
          <w:cs/>
        </w:rPr>
        <w:t>ตามที่ระบุในสัญญา</w:t>
      </w:r>
      <w:r w:rsidRPr="006C3A54">
        <w:rPr>
          <w:rFonts w:ascii="Angsana New" w:hAnsi="Angsana New" w:hint="cs"/>
          <w:sz w:val="30"/>
          <w:szCs w:val="30"/>
          <w:cs/>
        </w:rPr>
        <w:t xml:space="preserve"> และ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6C3A54">
        <w:rPr>
          <w:rFonts w:ascii="Angsana New" w:hAnsi="Angsana New" w:hint="cs"/>
          <w:sz w:val="30"/>
          <w:szCs w:val="30"/>
          <w:cs/>
        </w:rPr>
        <w:t>กำหนดชำระ</w:t>
      </w:r>
      <w:r>
        <w:rPr>
          <w:rFonts w:ascii="Angsana New" w:hAnsi="Angsana New" w:hint="cs"/>
          <w:sz w:val="30"/>
          <w:szCs w:val="30"/>
          <w:cs/>
        </w:rPr>
        <w:t>คืน</w:t>
      </w:r>
      <w:r w:rsidRPr="006C3A54">
        <w:rPr>
          <w:rFonts w:ascii="Angsana New" w:hAnsi="Angsana New" w:hint="cs"/>
          <w:sz w:val="30"/>
          <w:szCs w:val="30"/>
          <w:cs/>
        </w:rPr>
        <w:t>ตั้งแต่เดือน</w:t>
      </w:r>
      <w:r w:rsidR="00804362">
        <w:rPr>
          <w:rFonts w:ascii="Angsana New" w:hAnsi="Angsana New" w:hint="cs"/>
          <w:sz w:val="30"/>
          <w:szCs w:val="30"/>
          <w:cs/>
        </w:rPr>
        <w:t>ตุลาคม</w:t>
      </w:r>
      <w:r w:rsidR="00FD356A">
        <w:rPr>
          <w:rFonts w:ascii="Angsana New" w:hAnsi="Angsana New" w:hint="cs"/>
          <w:sz w:val="30"/>
          <w:szCs w:val="30"/>
          <w:cs/>
        </w:rPr>
        <w:t xml:space="preserve"> </w:t>
      </w:r>
      <w:r w:rsidR="007E43CE">
        <w:rPr>
          <w:rFonts w:ascii="Angsana New" w:hAnsi="Angsana New"/>
          <w:sz w:val="30"/>
          <w:szCs w:val="30"/>
        </w:rPr>
        <w:t>256</w:t>
      </w:r>
      <w:r w:rsidR="00D2210B">
        <w:rPr>
          <w:rFonts w:ascii="Angsana New" w:hAnsi="Angsana New"/>
          <w:sz w:val="30"/>
          <w:szCs w:val="30"/>
        </w:rPr>
        <w:t>8</w:t>
      </w:r>
      <w:r w:rsidR="00FD356A">
        <w:rPr>
          <w:rFonts w:ascii="Angsana New" w:hAnsi="Angsana New"/>
          <w:sz w:val="30"/>
          <w:szCs w:val="30"/>
        </w:rPr>
        <w:t xml:space="preserve"> </w:t>
      </w:r>
      <w:r w:rsidRPr="00E77B5E">
        <w:rPr>
          <w:rFonts w:ascii="Angsana New" w:hAnsi="Angsana New" w:hint="cs"/>
          <w:sz w:val="30"/>
          <w:szCs w:val="30"/>
          <w:cs/>
        </w:rPr>
        <w:t>ถึง</w:t>
      </w:r>
      <w:r w:rsidR="00804362">
        <w:rPr>
          <w:rFonts w:ascii="Angsana New" w:hAnsi="Angsana New" w:hint="cs"/>
          <w:sz w:val="30"/>
          <w:szCs w:val="30"/>
          <w:cs/>
        </w:rPr>
        <w:t>มกราคม</w:t>
      </w:r>
      <w:r w:rsidRPr="00E77B5E">
        <w:rPr>
          <w:rFonts w:ascii="Angsana New" w:hAnsi="Angsana New" w:hint="cs"/>
          <w:sz w:val="30"/>
          <w:szCs w:val="30"/>
          <w:cs/>
        </w:rPr>
        <w:t xml:space="preserve"> </w:t>
      </w:r>
      <w:r w:rsidR="00522BF0" w:rsidRPr="00E77B5E">
        <w:rPr>
          <w:rFonts w:ascii="Angsana New" w:hAnsi="Angsana New"/>
          <w:sz w:val="30"/>
          <w:szCs w:val="30"/>
        </w:rPr>
        <w:t>256</w:t>
      </w:r>
      <w:r w:rsidR="00804362">
        <w:rPr>
          <w:rFonts w:ascii="Angsana New" w:hAnsi="Angsana New"/>
          <w:sz w:val="30"/>
          <w:szCs w:val="30"/>
        </w:rPr>
        <w:t>9</w:t>
      </w:r>
    </w:p>
    <w:bookmarkEnd w:id="1"/>
    <w:p w14:paraId="2457B433" w14:textId="77777777" w:rsidR="00B753BA" w:rsidRPr="00D32726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3A8BC14" w14:textId="504D9240" w:rsidR="00B753B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AA10D2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เงินกู้ยืมระยะยาวจากสถาบันการเงิน</w:t>
      </w:r>
    </w:p>
    <w:p w14:paraId="6708A377" w14:textId="77777777" w:rsidR="00D04B6D" w:rsidRPr="00D32726" w:rsidRDefault="00D04B6D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022508D" w14:textId="03B4F673" w:rsidR="00B753BA" w:rsidRDefault="00B753BA" w:rsidP="00B753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B15B3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1C1202">
        <w:rPr>
          <w:rFonts w:ascii="Angsana New" w:hAnsi="Angsana New"/>
          <w:sz w:val="30"/>
          <w:szCs w:val="30"/>
        </w:rPr>
        <w:t>30</w:t>
      </w:r>
      <w:r w:rsidR="001C1202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="001C1202" w:rsidRPr="009C2CEA">
        <w:rPr>
          <w:rFonts w:ascii="Angsana New" w:hAnsi="Angsana New" w:hint="cs"/>
          <w:sz w:val="30"/>
          <w:szCs w:val="30"/>
          <w:cs/>
        </w:rPr>
        <w:t xml:space="preserve"> </w:t>
      </w:r>
      <w:r w:rsidR="007E43CE" w:rsidRPr="007B15B3">
        <w:rPr>
          <w:rFonts w:ascii="Angsana New" w:hAnsi="Angsana New"/>
          <w:spacing w:val="-4"/>
          <w:sz w:val="30"/>
          <w:szCs w:val="30"/>
        </w:rPr>
        <w:t>2568</w:t>
      </w:r>
      <w:r w:rsidRPr="007B15B3">
        <w:rPr>
          <w:rFonts w:ascii="Angsana New" w:hAnsi="Angsana New"/>
          <w:spacing w:val="-4"/>
          <w:sz w:val="30"/>
          <w:szCs w:val="30"/>
        </w:rPr>
        <w:t xml:space="preserve"> </w:t>
      </w:r>
      <w:r w:rsidRPr="007B15B3">
        <w:rPr>
          <w:rFonts w:ascii="Angsana New" w:hAnsi="Angsana New" w:hint="cs"/>
          <w:spacing w:val="-4"/>
          <w:sz w:val="30"/>
          <w:szCs w:val="30"/>
          <w:cs/>
        </w:rPr>
        <w:t>บริษัทมี</w:t>
      </w:r>
      <w:r w:rsidRPr="007B15B3">
        <w:rPr>
          <w:rFonts w:ascii="Angsana New" w:hAnsi="Angsana New"/>
          <w:spacing w:val="-4"/>
          <w:sz w:val="30"/>
          <w:szCs w:val="30"/>
          <w:cs/>
        </w:rPr>
        <w:t>เงินกู้ยืมระยะยาวจากสถาบันการเงิน</w:t>
      </w:r>
      <w:r w:rsidRPr="007B15B3">
        <w:rPr>
          <w:rFonts w:ascii="Angsana New" w:hAnsi="Angsana New" w:hint="cs"/>
          <w:spacing w:val="-4"/>
          <w:sz w:val="30"/>
          <w:szCs w:val="30"/>
          <w:cs/>
        </w:rPr>
        <w:t xml:space="preserve">จำนวน </w:t>
      </w:r>
      <w:r w:rsidR="008F7640">
        <w:rPr>
          <w:rFonts w:asciiTheme="majorBidi" w:eastAsia="Calibri" w:hAnsiTheme="majorBidi" w:cstheme="majorBidi"/>
          <w:sz w:val="30"/>
          <w:szCs w:val="30"/>
        </w:rPr>
        <w:t>103.2</w:t>
      </w:r>
      <w:r w:rsidR="001C1202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7B15B3">
        <w:rPr>
          <w:rFonts w:ascii="Angsana New" w:hAnsi="Angsana New" w:hint="cs"/>
          <w:spacing w:val="-4"/>
          <w:sz w:val="30"/>
          <w:szCs w:val="30"/>
          <w:cs/>
        </w:rPr>
        <w:t xml:space="preserve">ล้านบาท </w:t>
      </w:r>
      <w:r w:rsidRPr="007B15B3">
        <w:rPr>
          <w:rFonts w:ascii="Angsana New" w:hAnsi="Angsana New" w:hint="cs"/>
          <w:i/>
          <w:iCs/>
          <w:spacing w:val="-4"/>
          <w:sz w:val="30"/>
          <w:szCs w:val="30"/>
          <w:cs/>
        </w:rPr>
        <w:t>(</w:t>
      </w:r>
      <w:r w:rsidR="00522BF0" w:rsidRPr="007B15B3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Pr="007B15B3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7B15B3">
        <w:rPr>
          <w:rFonts w:ascii="Angsana New" w:hAnsi="Angsana New" w:hint="cs"/>
          <w:i/>
          <w:iCs/>
          <w:spacing w:val="-4"/>
          <w:sz w:val="30"/>
          <w:szCs w:val="30"/>
          <w:cs/>
        </w:rPr>
        <w:t>ธันวาคม</w:t>
      </w:r>
      <w:r w:rsidRPr="007B15B3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="007E43CE" w:rsidRPr="007B15B3">
        <w:rPr>
          <w:rFonts w:ascii="Angsana New" w:hAnsi="Angsana New"/>
          <w:i/>
          <w:iCs/>
          <w:spacing w:val="-4"/>
          <w:sz w:val="30"/>
          <w:szCs w:val="30"/>
        </w:rPr>
        <w:t>2567</w:t>
      </w:r>
      <w:r w:rsidRPr="007B15B3">
        <w:rPr>
          <w:rFonts w:ascii="Angsana New" w:hAnsi="Angsana New"/>
          <w:i/>
          <w:iCs/>
          <w:spacing w:val="-4"/>
          <w:sz w:val="30"/>
          <w:szCs w:val="30"/>
        </w:rPr>
        <w:t xml:space="preserve">: </w:t>
      </w:r>
      <w:r w:rsidR="00522BF0" w:rsidRPr="007B15B3">
        <w:rPr>
          <w:rFonts w:ascii="Angsana New" w:hAnsi="Angsana New"/>
          <w:i/>
          <w:iCs/>
          <w:spacing w:val="-6"/>
          <w:sz w:val="30"/>
          <w:szCs w:val="30"/>
        </w:rPr>
        <w:t>1</w:t>
      </w:r>
      <w:r w:rsidR="0009764D" w:rsidRPr="007B15B3">
        <w:rPr>
          <w:rFonts w:ascii="Angsana New" w:hAnsi="Angsana New"/>
          <w:i/>
          <w:iCs/>
          <w:spacing w:val="-6"/>
          <w:sz w:val="30"/>
          <w:szCs w:val="30"/>
        </w:rPr>
        <w:t>55.3</w:t>
      </w:r>
      <w:r w:rsidRPr="007B15B3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 ล้านบาท)</w:t>
      </w:r>
      <w:r w:rsidRPr="007B15B3">
        <w:rPr>
          <w:rFonts w:ascii="Angsana New" w:hAnsi="Angsana New" w:hint="cs"/>
          <w:spacing w:val="-6"/>
          <w:sz w:val="30"/>
          <w:szCs w:val="30"/>
          <w:cs/>
        </w:rPr>
        <w:t xml:space="preserve"> โดยมีวัตถุประสงค์เพื่อใช้เป็นเงินทุนสำหรับ</w:t>
      </w:r>
      <w:r w:rsidR="00E77B5E" w:rsidRPr="007B15B3">
        <w:rPr>
          <w:rFonts w:ascii="Angsana New" w:hAnsi="Angsana New" w:hint="cs"/>
          <w:spacing w:val="-6"/>
          <w:sz w:val="30"/>
          <w:szCs w:val="30"/>
          <w:cs/>
        </w:rPr>
        <w:t>การปรับปรุงอาคารโรงงาน</w:t>
      </w:r>
      <w:r w:rsidRPr="007B15B3">
        <w:rPr>
          <w:rFonts w:ascii="Angsana New" w:hAnsi="Angsana New" w:hint="cs"/>
          <w:spacing w:val="-6"/>
          <w:sz w:val="30"/>
          <w:szCs w:val="30"/>
          <w:cs/>
        </w:rPr>
        <w:t>และการซื้อเครื่องจักร</w:t>
      </w:r>
      <w:r w:rsidRPr="007B15B3">
        <w:rPr>
          <w:rFonts w:ascii="Angsana New" w:hAnsi="Angsana New"/>
          <w:spacing w:val="-6"/>
          <w:sz w:val="30"/>
          <w:szCs w:val="30"/>
        </w:rPr>
        <w:t xml:space="preserve"> </w:t>
      </w:r>
      <w:r w:rsidRPr="007B15B3">
        <w:rPr>
          <w:rFonts w:ascii="Angsana New" w:hAnsi="Angsana New" w:hint="cs"/>
          <w:spacing w:val="-6"/>
          <w:sz w:val="30"/>
          <w:szCs w:val="30"/>
          <w:cs/>
        </w:rPr>
        <w:t xml:space="preserve">ซึ่งมีอัตราดอกเบี้ยต่อปีเท่ากับ </w:t>
      </w:r>
      <w:r w:rsidRPr="007B15B3">
        <w:rPr>
          <w:rFonts w:ascii="Angsana New" w:hAnsi="Angsana New"/>
          <w:spacing w:val="-6"/>
          <w:sz w:val="30"/>
          <w:szCs w:val="30"/>
        </w:rPr>
        <w:t xml:space="preserve">MLR </w:t>
      </w:r>
      <w:r w:rsidRPr="007B15B3">
        <w:rPr>
          <w:rFonts w:ascii="Angsana New" w:hAnsi="Angsana New" w:hint="cs"/>
          <w:spacing w:val="-6"/>
          <w:sz w:val="30"/>
          <w:szCs w:val="30"/>
          <w:cs/>
        </w:rPr>
        <w:t xml:space="preserve">หักอัตราส่วนลด </w:t>
      </w:r>
      <w:r w:rsidRPr="007B15B3">
        <w:rPr>
          <w:rFonts w:asciiTheme="majorBidi" w:hAnsiTheme="majorBidi" w:cstheme="majorBidi" w:hint="cs"/>
          <w:spacing w:val="-6"/>
          <w:sz w:val="30"/>
          <w:szCs w:val="30"/>
          <w:cs/>
        </w:rPr>
        <w:t>นอกจากนี้ บริษัท</w:t>
      </w:r>
      <w:r w:rsidRPr="007B15B3">
        <w:rPr>
          <w:rFonts w:asciiTheme="majorBidi" w:hAnsiTheme="majorBidi" w:cstheme="majorBidi"/>
          <w:spacing w:val="-6"/>
          <w:sz w:val="30"/>
          <w:szCs w:val="30"/>
          <w:cs/>
        </w:rPr>
        <w:t>มีสินทรัพย์ที่ใช้เป็นหลักประกัน ได้แก่ ที่ดิน อาคาร และเครื่องจักร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>รวมถึงสินค้า</w:t>
      </w:r>
      <w:r w:rsidRPr="00797834">
        <w:rPr>
          <w:rFonts w:asciiTheme="majorBidi" w:hAnsiTheme="majorBidi" w:cstheme="majorBidi" w:hint="cs"/>
          <w:spacing w:val="-2"/>
          <w:sz w:val="30"/>
          <w:szCs w:val="30"/>
          <w:cs/>
        </w:rPr>
        <w:t>ของบริษัท</w:t>
      </w:r>
      <w:r w:rsidRPr="00797834">
        <w:rPr>
          <w:rFonts w:asciiTheme="majorBidi" w:hAnsiTheme="majorBidi" w:cstheme="majorBidi"/>
          <w:spacing w:val="-2"/>
          <w:sz w:val="30"/>
          <w:szCs w:val="30"/>
          <w:cs/>
        </w:rPr>
        <w:t>และสิทธิเรียกร้องที่จะได้รับชำระ</w:t>
      </w:r>
      <w:r w:rsidRPr="00797834">
        <w:rPr>
          <w:rFonts w:asciiTheme="majorBidi" w:hAnsiTheme="majorBidi" w:cstheme="majorBidi"/>
          <w:sz w:val="30"/>
          <w:szCs w:val="30"/>
          <w:cs/>
        </w:rPr>
        <w:t>จากลูกหนี้</w:t>
      </w:r>
      <w:r w:rsidRPr="00E77B5E">
        <w:rPr>
          <w:rFonts w:asciiTheme="majorBidi" w:hAnsiTheme="majorBidi" w:cstheme="majorBidi"/>
          <w:spacing w:val="-2"/>
          <w:sz w:val="30"/>
          <w:szCs w:val="30"/>
          <w:cs/>
        </w:rPr>
        <w:t>ของบริษัท</w:t>
      </w:r>
      <w:r w:rsidRPr="00E77B5E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Pr="001C62A9">
        <w:rPr>
          <w:rFonts w:asciiTheme="majorBidi" w:hAnsiTheme="majorBidi" w:cstheme="majorBidi"/>
          <w:spacing w:val="-2"/>
          <w:sz w:val="30"/>
          <w:szCs w:val="30"/>
          <w:cs/>
        </w:rPr>
        <w:t>และหุ้นของบริษัทที่เป็นกรรมสิทธิ์ของบริษัทใหญ่</w:t>
      </w:r>
      <w:r w:rsidRPr="001C62A9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ของกลุ่มบริษัท </w:t>
      </w:r>
      <w:r w:rsidRPr="001C62A9">
        <w:rPr>
          <w:rFonts w:ascii="Angsana New" w:hAnsi="Angsana New" w:hint="cs"/>
          <w:spacing w:val="-2"/>
          <w:sz w:val="30"/>
          <w:szCs w:val="30"/>
          <w:cs/>
        </w:rPr>
        <w:t>อีกทั้ง บริษัทมีภาระผูกพันบางประการตามที่ระบุ</w:t>
      </w:r>
      <w:r w:rsidRPr="001C62A9">
        <w:rPr>
          <w:rFonts w:ascii="Angsana New" w:hAnsi="Angsana New" w:hint="cs"/>
          <w:sz w:val="30"/>
          <w:szCs w:val="30"/>
          <w:cs/>
        </w:rPr>
        <w:t>ในสัญญา</w:t>
      </w:r>
      <w:r w:rsidRPr="00805FAE">
        <w:rPr>
          <w:rFonts w:ascii="Angsana New" w:hAnsi="Angsana New" w:hint="cs"/>
          <w:spacing w:val="-2"/>
          <w:sz w:val="30"/>
          <w:szCs w:val="30"/>
          <w:cs/>
        </w:rPr>
        <w:t xml:space="preserve"> ซึ่งรวมถึงการดำรงอัตราส่วนทางการเงิน</w:t>
      </w:r>
    </w:p>
    <w:p w14:paraId="0CB700D7" w14:textId="77777777" w:rsidR="00B753BA" w:rsidRPr="00D32726" w:rsidRDefault="00B753BA" w:rsidP="00FA05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439"/>
        <w:gridCol w:w="272"/>
        <w:gridCol w:w="1439"/>
      </w:tblGrid>
      <w:tr w:rsidR="00B753BA" w:rsidRPr="00092909" w14:paraId="6BC628BD" w14:textId="77777777" w:rsidTr="00E4664C">
        <w:trPr>
          <w:tblHeader/>
        </w:trPr>
        <w:tc>
          <w:tcPr>
            <w:tcW w:w="3284" w:type="pct"/>
          </w:tcPr>
          <w:p w14:paraId="63A7F492" w14:textId="381FE724" w:rsidR="00B753BA" w:rsidRPr="000E434C" w:rsidRDefault="00B753BA" w:rsidP="00C412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16" w:type="pct"/>
            <w:gridSpan w:val="3"/>
          </w:tcPr>
          <w:p w14:paraId="3D5E7548" w14:textId="524EDD4C" w:rsidR="00B753BA" w:rsidRPr="000E434C" w:rsidRDefault="00B753BA" w:rsidP="009A7A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pacing w:val="-8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b/>
                <w:bCs/>
                <w:spacing w:val="-8"/>
                <w:sz w:val="30"/>
                <w:szCs w:val="30"/>
                <w:cs/>
                <w:lang w:val="en-US" w:eastAsia="en-US"/>
              </w:rPr>
              <w:t>งบการเงินรวม</w:t>
            </w:r>
            <w:r w:rsidRPr="000E434C">
              <w:rPr>
                <w:rFonts w:ascii="Angsana New" w:hAnsi="Angsana New" w:hint="cs"/>
                <w:b/>
                <w:bCs/>
                <w:spacing w:val="-8"/>
                <w:sz w:val="30"/>
                <w:szCs w:val="30"/>
                <w:cs/>
                <w:lang w:val="en-US" w:eastAsia="en-US"/>
              </w:rPr>
              <w:t>และ</w:t>
            </w:r>
            <w:r w:rsidRPr="000E434C">
              <w:rPr>
                <w:rFonts w:ascii="Angsana New" w:hAnsi="Angsana New"/>
                <w:b/>
                <w:bCs/>
                <w:spacing w:val="-8"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5391F" w:rsidRPr="00092909" w14:paraId="2F428A67" w14:textId="77777777" w:rsidTr="00E4664C">
        <w:trPr>
          <w:tblHeader/>
        </w:trPr>
        <w:tc>
          <w:tcPr>
            <w:tcW w:w="3284" w:type="pct"/>
          </w:tcPr>
          <w:p w14:paraId="2C15D5D8" w14:textId="083D70E0" w:rsidR="0025391F" w:rsidRPr="000E434C" w:rsidRDefault="00FA05AE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วงเงินกู้ยืมจากสถาบันการเงินที่ยังไม่ได้เบิกใช้</w:t>
            </w:r>
            <w:r w:rsidRPr="000E43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C412DB" w:rsidRPr="000E434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ณ วันที่</w:t>
            </w:r>
          </w:p>
        </w:tc>
        <w:tc>
          <w:tcPr>
            <w:tcW w:w="784" w:type="pct"/>
          </w:tcPr>
          <w:p w14:paraId="5CB98A9F" w14:textId="390C2218" w:rsidR="0025391F" w:rsidRPr="000E434C" w:rsidRDefault="001C1202" w:rsidP="0025391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E434C">
              <w:rPr>
                <w:rFonts w:asciiTheme="majorBidi" w:hAnsi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8" w:type="pct"/>
          </w:tcPr>
          <w:p w14:paraId="5507D6B8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84" w:type="pct"/>
          </w:tcPr>
          <w:p w14:paraId="28C52C55" w14:textId="2CF4D850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  <w:r w:rsidRPr="000E434C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25391F" w:rsidRPr="00092909" w14:paraId="0E75E6BD" w14:textId="77777777" w:rsidTr="00E4664C">
        <w:trPr>
          <w:tblHeader/>
        </w:trPr>
        <w:tc>
          <w:tcPr>
            <w:tcW w:w="3284" w:type="pct"/>
          </w:tcPr>
          <w:p w14:paraId="26C45CDF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784" w:type="pct"/>
          </w:tcPr>
          <w:p w14:paraId="562BAD7A" w14:textId="1B5D0DD7" w:rsidR="0025391F" w:rsidRPr="000E434C" w:rsidRDefault="0025391F" w:rsidP="0025391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64AB12AF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84" w:type="pct"/>
          </w:tcPr>
          <w:p w14:paraId="11F8BCF6" w14:textId="672A7AE9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25391F" w:rsidRPr="00092909" w14:paraId="0C64A696" w14:textId="77777777" w:rsidTr="00E4664C">
        <w:trPr>
          <w:tblHeader/>
        </w:trPr>
        <w:tc>
          <w:tcPr>
            <w:tcW w:w="3284" w:type="pct"/>
          </w:tcPr>
          <w:p w14:paraId="5C218B11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716" w:type="pct"/>
            <w:gridSpan w:val="3"/>
          </w:tcPr>
          <w:p w14:paraId="0DE1040A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434C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25391F" w14:paraId="777F6594" w14:textId="77777777" w:rsidTr="00E4664C">
        <w:tc>
          <w:tcPr>
            <w:tcW w:w="3284" w:type="pct"/>
          </w:tcPr>
          <w:p w14:paraId="0C578FC1" w14:textId="12497C00" w:rsidR="0025391F" w:rsidRPr="000E434C" w:rsidRDefault="0025391F" w:rsidP="002539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วงเงินกู้ยืมระยะสั้น</w:t>
            </w:r>
          </w:p>
        </w:tc>
        <w:tc>
          <w:tcPr>
            <w:tcW w:w="784" w:type="pct"/>
          </w:tcPr>
          <w:p w14:paraId="163288A0" w14:textId="76D33DE2" w:rsidR="0025391F" w:rsidRPr="000E434C" w:rsidRDefault="00010055" w:rsidP="00CE070A">
            <w:pPr>
              <w:pStyle w:val="acctfourfigures"/>
              <w:shd w:val="clear" w:color="auto" w:fill="FFFFFF"/>
              <w:tabs>
                <w:tab w:val="clear" w:pos="765"/>
                <w:tab w:val="decimal" w:pos="1157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142,433</w:t>
            </w:r>
          </w:p>
        </w:tc>
        <w:tc>
          <w:tcPr>
            <w:tcW w:w="148" w:type="pct"/>
          </w:tcPr>
          <w:p w14:paraId="2BB02DBB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84" w:type="pct"/>
          </w:tcPr>
          <w:p w14:paraId="20D71CFA" w14:textId="4C8C2C35" w:rsidR="0025391F" w:rsidRPr="000E434C" w:rsidRDefault="0025391F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161,657</w:t>
            </w:r>
          </w:p>
        </w:tc>
      </w:tr>
      <w:tr w:rsidR="0025391F" w:rsidRPr="00730C7C" w14:paraId="1BA304BA" w14:textId="77777777" w:rsidTr="00E4664C">
        <w:tc>
          <w:tcPr>
            <w:tcW w:w="3284" w:type="pct"/>
          </w:tcPr>
          <w:p w14:paraId="6D68D8E5" w14:textId="53EC34AA" w:rsidR="0025391F" w:rsidRPr="000E434C" w:rsidRDefault="0025391F" w:rsidP="002539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sz w:val="30"/>
                <w:szCs w:val="30"/>
                <w:cs/>
              </w:rPr>
              <w:t>วงเงินกู้ยืมระยะยาว</w:t>
            </w: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14:paraId="6A55CC63" w14:textId="50D29A14" w:rsidR="0025391F" w:rsidRPr="000E434C" w:rsidRDefault="00D12FF6" w:rsidP="00CE070A">
            <w:pPr>
              <w:pStyle w:val="acctfourfigures"/>
              <w:shd w:val="clear" w:color="auto" w:fill="FFFFFF"/>
              <w:tabs>
                <w:tab w:val="clear" w:pos="765"/>
                <w:tab w:val="decimal" w:pos="1157"/>
              </w:tabs>
              <w:spacing w:line="240" w:lineRule="auto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E434C">
              <w:rPr>
                <w:rFonts w:ascii="Angsana New" w:hAnsi="Angsana New"/>
                <w:sz w:val="30"/>
                <w:szCs w:val="30"/>
                <w:lang w:val="en-US"/>
              </w:rPr>
              <w:t>20,749</w:t>
            </w:r>
          </w:p>
        </w:tc>
        <w:tc>
          <w:tcPr>
            <w:tcW w:w="148" w:type="pct"/>
          </w:tcPr>
          <w:p w14:paraId="788EF443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84" w:type="pct"/>
            <w:tcBorders>
              <w:bottom w:val="single" w:sz="4" w:space="0" w:color="auto"/>
            </w:tcBorders>
          </w:tcPr>
          <w:p w14:paraId="1F3DA9AD" w14:textId="21640BBF" w:rsidR="0025391F" w:rsidRPr="000E434C" w:rsidRDefault="0025391F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9B5232"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,749</w:t>
            </w:r>
          </w:p>
        </w:tc>
      </w:tr>
      <w:tr w:rsidR="0025391F" w:rsidRPr="00730C7C" w14:paraId="1968BF98" w14:textId="77777777" w:rsidTr="00E4664C">
        <w:tc>
          <w:tcPr>
            <w:tcW w:w="3284" w:type="pct"/>
          </w:tcPr>
          <w:p w14:paraId="57F913DC" w14:textId="77777777" w:rsidR="0025391F" w:rsidRPr="000E434C" w:rsidRDefault="0025391F" w:rsidP="002539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84" w:type="pct"/>
            <w:tcBorders>
              <w:top w:val="single" w:sz="4" w:space="0" w:color="auto"/>
              <w:bottom w:val="double" w:sz="4" w:space="0" w:color="auto"/>
            </w:tcBorders>
          </w:tcPr>
          <w:p w14:paraId="097BB2EC" w14:textId="09A5D9B7" w:rsidR="0025391F" w:rsidRPr="000E434C" w:rsidRDefault="00010055" w:rsidP="00CE070A">
            <w:pPr>
              <w:pStyle w:val="acctfourfigures"/>
              <w:shd w:val="clear" w:color="auto" w:fill="FFFFFF"/>
              <w:tabs>
                <w:tab w:val="clear" w:pos="765"/>
                <w:tab w:val="decimal" w:pos="1157"/>
              </w:tabs>
              <w:spacing w:line="240" w:lineRule="auto"/>
              <w:ind w:left="-79" w:right="-79"/>
              <w:rPr>
                <w:rFonts w:ascii="Angsana New" w:hAnsi="Angsana New" w:cstheme="min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theme="minorBidi"/>
                <w:b/>
                <w:bCs/>
                <w:sz w:val="30"/>
                <w:szCs w:val="30"/>
                <w:lang w:val="en-US" w:bidi="th-TH"/>
              </w:rPr>
              <w:t>163,182</w:t>
            </w:r>
          </w:p>
        </w:tc>
        <w:tc>
          <w:tcPr>
            <w:tcW w:w="148" w:type="pct"/>
          </w:tcPr>
          <w:p w14:paraId="698BAC99" w14:textId="77777777" w:rsidR="0025391F" w:rsidRPr="000E434C" w:rsidRDefault="0025391F" w:rsidP="00253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double" w:sz="4" w:space="0" w:color="auto"/>
            </w:tcBorders>
          </w:tcPr>
          <w:p w14:paraId="2E695182" w14:textId="1F199A31" w:rsidR="0025391F" w:rsidRPr="000E434C" w:rsidRDefault="0025391F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182,4</w:t>
            </w:r>
            <w:r w:rsidR="009B5232" w:rsidRPr="000E434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</w:t>
            </w:r>
            <w:r w:rsidRPr="000E434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</w:tr>
    </w:tbl>
    <w:p w14:paraId="2ADD8BE0" w14:textId="6911F515" w:rsidR="00D32726" w:rsidRDefault="00D327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</w:p>
    <w:p w14:paraId="70F4087C" w14:textId="77777777" w:rsidR="00D32726" w:rsidRDefault="00D327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  <w:r>
        <w:rPr>
          <w:rFonts w:asciiTheme="majorBidi" w:eastAsia="Calibri" w:hAnsiTheme="majorBidi" w:cstheme="majorBidi"/>
          <w:sz w:val="30"/>
          <w:szCs w:val="30"/>
        </w:rPr>
        <w:br w:type="page"/>
      </w:r>
    </w:p>
    <w:p w14:paraId="2EB2D2EA" w14:textId="4C37AF1A" w:rsidR="00826A95" w:rsidRDefault="002744A5" w:rsidP="003621FC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lastRenderedPageBreak/>
        <w:t>ส่วนงานดำเนินงานและการจำแนกรายได้</w:t>
      </w:r>
    </w:p>
    <w:p w14:paraId="01916715" w14:textId="77777777" w:rsidR="002744A5" w:rsidRPr="00D32726" w:rsidRDefault="002744A5" w:rsidP="002744A5">
      <w:pPr>
        <w:rPr>
          <w:rFonts w:asciiTheme="majorBidi" w:hAnsiTheme="majorBidi" w:cstheme="majorBidi"/>
          <w:sz w:val="30"/>
          <w:szCs w:val="30"/>
          <w:lang w:eastAsia="x-none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00"/>
        <w:gridCol w:w="630"/>
        <w:gridCol w:w="1440"/>
        <w:gridCol w:w="270"/>
        <w:gridCol w:w="1440"/>
      </w:tblGrid>
      <w:tr w:rsidR="002744A5" w:rsidRPr="00A53885" w14:paraId="136592C3" w14:textId="77777777" w:rsidTr="00AA1ADC">
        <w:trPr>
          <w:cantSplit/>
          <w:trHeight w:val="99"/>
          <w:tblHeader/>
        </w:trPr>
        <w:tc>
          <w:tcPr>
            <w:tcW w:w="5400" w:type="dxa"/>
          </w:tcPr>
          <w:p w14:paraId="6D57F25F" w14:textId="77777777" w:rsidR="002744A5" w:rsidRPr="000E434C" w:rsidRDefault="002744A5" w:rsidP="001C2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" w:right="-7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30" w:type="dxa"/>
          </w:tcPr>
          <w:p w14:paraId="61FA0A64" w14:textId="77777777" w:rsidR="002744A5" w:rsidRPr="000E434C" w:rsidRDefault="002744A5" w:rsidP="001C230C">
            <w:pPr>
              <w:pStyle w:val="acctmergecolhdg"/>
              <w:shd w:val="clear" w:color="auto" w:fill="FFFFFF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150" w:type="dxa"/>
            <w:gridSpan w:val="3"/>
          </w:tcPr>
          <w:p w14:paraId="506D7D1D" w14:textId="15E975B0" w:rsidR="002744A5" w:rsidRPr="000E434C" w:rsidRDefault="00E4664C" w:rsidP="001C230C">
            <w:pPr>
              <w:pStyle w:val="acctmergecolhdg"/>
              <w:shd w:val="clear" w:color="auto" w:fill="FFFFFF"/>
              <w:spacing w:line="240" w:lineRule="auto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0E434C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744A5" w:rsidRPr="00D1370C" w14:paraId="0D8AE2F0" w14:textId="77777777" w:rsidTr="00AA1ADC">
        <w:trPr>
          <w:cantSplit/>
          <w:trHeight w:val="302"/>
          <w:tblHeader/>
        </w:trPr>
        <w:tc>
          <w:tcPr>
            <w:tcW w:w="5400" w:type="dxa"/>
          </w:tcPr>
          <w:p w14:paraId="3ABBF26C" w14:textId="13EFFD3D" w:rsidR="00E96A95" w:rsidRPr="000E434C" w:rsidRDefault="001C1202" w:rsidP="00E96A95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5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0E434C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สำหรับงวดเก้าเดือนสิ้นสุดวันที่ </w:t>
            </w:r>
            <w:r w:rsidR="00FC4972" w:rsidRPr="000E434C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30</w:t>
            </w:r>
            <w:r w:rsidRPr="000E434C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กันยายน</w:t>
            </w:r>
          </w:p>
        </w:tc>
        <w:tc>
          <w:tcPr>
            <w:tcW w:w="630" w:type="dxa"/>
          </w:tcPr>
          <w:p w14:paraId="574FD9D2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2D643D29" w14:textId="093AC012" w:rsidR="002744A5" w:rsidRPr="000E434C" w:rsidRDefault="007E43CE" w:rsidP="001C23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270" w:type="dxa"/>
            <w:vAlign w:val="bottom"/>
          </w:tcPr>
          <w:p w14:paraId="798B08A3" w14:textId="77777777" w:rsidR="002744A5" w:rsidRPr="000E434C" w:rsidRDefault="002744A5" w:rsidP="001C230C">
            <w:pPr>
              <w:pStyle w:val="acctfourfigures"/>
              <w:shd w:val="clear" w:color="auto" w:fill="FFFFFF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5D73EA3" w14:textId="7844BEF4" w:rsidR="002744A5" w:rsidRPr="000E434C" w:rsidRDefault="007E43CE" w:rsidP="001C23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2567</w:t>
            </w:r>
          </w:p>
        </w:tc>
      </w:tr>
      <w:tr w:rsidR="002744A5" w:rsidRPr="00D1370C" w14:paraId="0F5C00E1" w14:textId="77777777" w:rsidTr="00AA1ADC">
        <w:trPr>
          <w:cantSplit/>
          <w:trHeight w:val="302"/>
          <w:tblHeader/>
        </w:trPr>
        <w:tc>
          <w:tcPr>
            <w:tcW w:w="5400" w:type="dxa"/>
          </w:tcPr>
          <w:p w14:paraId="2430BDFF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</w:tcPr>
          <w:p w14:paraId="7CF5AAF0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3150" w:type="dxa"/>
            <w:gridSpan w:val="3"/>
          </w:tcPr>
          <w:p w14:paraId="77ABA814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0E434C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0E434C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2744A5" w:rsidRPr="00D1370C" w14:paraId="6C7D7847" w14:textId="77777777" w:rsidTr="00AA1ADC">
        <w:trPr>
          <w:cantSplit/>
          <w:trHeight w:val="302"/>
        </w:trPr>
        <w:tc>
          <w:tcPr>
            <w:tcW w:w="5400" w:type="dxa"/>
          </w:tcPr>
          <w:p w14:paraId="579A63B8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รายได้จากลูกค้าภายนอก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- 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ต่างประเทศ</w:t>
            </w:r>
          </w:p>
        </w:tc>
        <w:tc>
          <w:tcPr>
            <w:tcW w:w="630" w:type="dxa"/>
          </w:tcPr>
          <w:p w14:paraId="58F07B95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1CC1F8FE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879F766" w14:textId="77777777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5A14D6B3" w14:textId="42868A62" w:rsidR="002744A5" w:rsidRPr="000E434C" w:rsidRDefault="002744A5" w:rsidP="001C230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C1202" w:rsidRPr="00D1370C" w14:paraId="2E600AF2" w14:textId="77777777" w:rsidTr="00AA1ADC">
        <w:trPr>
          <w:cantSplit/>
          <w:trHeight w:val="302"/>
        </w:trPr>
        <w:tc>
          <w:tcPr>
            <w:tcW w:w="5400" w:type="dxa"/>
          </w:tcPr>
          <w:p w14:paraId="247C212C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- 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เอเชีย</w:t>
            </w:r>
          </w:p>
        </w:tc>
        <w:tc>
          <w:tcPr>
            <w:tcW w:w="630" w:type="dxa"/>
          </w:tcPr>
          <w:p w14:paraId="491165AF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3B76B61A" w14:textId="657A1ED2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142,507</w:t>
            </w:r>
          </w:p>
        </w:tc>
        <w:tc>
          <w:tcPr>
            <w:tcW w:w="270" w:type="dxa"/>
          </w:tcPr>
          <w:p w14:paraId="5434E0E1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0BA404FD" w14:textId="16B763A8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173,237</w:t>
            </w:r>
          </w:p>
        </w:tc>
      </w:tr>
      <w:tr w:rsidR="001C1202" w:rsidRPr="00D1370C" w14:paraId="54CB9DA1" w14:textId="77777777" w:rsidTr="00AA1ADC">
        <w:trPr>
          <w:cantSplit/>
          <w:trHeight w:val="302"/>
        </w:trPr>
        <w:tc>
          <w:tcPr>
            <w:tcW w:w="5400" w:type="dxa"/>
          </w:tcPr>
          <w:p w14:paraId="35909FC2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- 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ออสเตรเลีย</w:t>
            </w:r>
          </w:p>
        </w:tc>
        <w:tc>
          <w:tcPr>
            <w:tcW w:w="630" w:type="dxa"/>
          </w:tcPr>
          <w:p w14:paraId="084DB803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2898F919" w14:textId="679E78EF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34,943</w:t>
            </w:r>
          </w:p>
        </w:tc>
        <w:tc>
          <w:tcPr>
            <w:tcW w:w="270" w:type="dxa"/>
          </w:tcPr>
          <w:p w14:paraId="0F98FBCB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7B0047B3" w14:textId="2D6A5115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46,074</w:t>
            </w:r>
          </w:p>
        </w:tc>
      </w:tr>
      <w:tr w:rsidR="001C1202" w:rsidRPr="00D1370C" w14:paraId="0ED3DCE3" w14:textId="77777777" w:rsidTr="00AA1ADC">
        <w:trPr>
          <w:cantSplit/>
          <w:trHeight w:val="302"/>
        </w:trPr>
        <w:tc>
          <w:tcPr>
            <w:tcW w:w="5400" w:type="dxa"/>
          </w:tcPr>
          <w:p w14:paraId="226B1038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ind w:left="191"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- 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แอฟริกา</w:t>
            </w:r>
          </w:p>
        </w:tc>
        <w:tc>
          <w:tcPr>
            <w:tcW w:w="630" w:type="dxa"/>
          </w:tcPr>
          <w:p w14:paraId="0059E8F3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144A5306" w14:textId="2CFC5FB2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3,363</w:t>
            </w:r>
          </w:p>
        </w:tc>
        <w:tc>
          <w:tcPr>
            <w:tcW w:w="270" w:type="dxa"/>
          </w:tcPr>
          <w:p w14:paraId="025FCF1F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3099941D" w14:textId="62D8C2BE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6,676</w:t>
            </w:r>
          </w:p>
        </w:tc>
      </w:tr>
      <w:tr w:rsidR="001C1202" w:rsidRPr="00D1370C" w14:paraId="05BAD6ED" w14:textId="77777777" w:rsidTr="00AA1ADC">
        <w:trPr>
          <w:cantSplit/>
          <w:trHeight w:val="302"/>
        </w:trPr>
        <w:tc>
          <w:tcPr>
            <w:tcW w:w="5400" w:type="dxa"/>
          </w:tcPr>
          <w:p w14:paraId="70CD9D88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30" w:type="dxa"/>
          </w:tcPr>
          <w:p w14:paraId="1B216148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9DD48E" w14:textId="6BFDD12A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180,813</w:t>
            </w:r>
          </w:p>
        </w:tc>
        <w:tc>
          <w:tcPr>
            <w:tcW w:w="270" w:type="dxa"/>
          </w:tcPr>
          <w:p w14:paraId="43F03DC7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27ECE3C" w14:textId="7DA461FF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225,987</w:t>
            </w:r>
          </w:p>
        </w:tc>
      </w:tr>
      <w:tr w:rsidR="001C1202" w:rsidRPr="00D1370C" w14:paraId="02E033FE" w14:textId="77777777" w:rsidTr="00AA1ADC">
        <w:trPr>
          <w:cantSplit/>
          <w:trHeight w:val="302"/>
        </w:trPr>
        <w:tc>
          <w:tcPr>
            <w:tcW w:w="5400" w:type="dxa"/>
          </w:tcPr>
          <w:p w14:paraId="6BD3F0C7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รายได้จากลูกค้าภายนอก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 xml:space="preserve"> - </w:t>
            </w:r>
            <w:r w:rsidRPr="000E434C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ในประเทศ</w:t>
            </w:r>
          </w:p>
        </w:tc>
        <w:tc>
          <w:tcPr>
            <w:tcW w:w="630" w:type="dxa"/>
          </w:tcPr>
          <w:p w14:paraId="3CC8E25A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01A06B71" w14:textId="1BC0B918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445,017</w:t>
            </w:r>
          </w:p>
        </w:tc>
        <w:tc>
          <w:tcPr>
            <w:tcW w:w="270" w:type="dxa"/>
          </w:tcPr>
          <w:p w14:paraId="0246923D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6864ECE0" w14:textId="75D803AD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430,471</w:t>
            </w:r>
          </w:p>
        </w:tc>
      </w:tr>
      <w:tr w:rsidR="001C1202" w:rsidRPr="00D1370C" w14:paraId="068D9A61" w14:textId="77777777" w:rsidTr="00AA1ADC">
        <w:trPr>
          <w:cantSplit/>
          <w:trHeight w:val="302"/>
        </w:trPr>
        <w:tc>
          <w:tcPr>
            <w:tcW w:w="5400" w:type="dxa"/>
          </w:tcPr>
          <w:p w14:paraId="6E373DA2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80"/>
              </w:tabs>
              <w:spacing w:line="240" w:lineRule="auto"/>
              <w:ind w:right="-79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รวมรายได้จากการขาย</w:t>
            </w:r>
          </w:p>
        </w:tc>
        <w:tc>
          <w:tcPr>
            <w:tcW w:w="630" w:type="dxa"/>
          </w:tcPr>
          <w:p w14:paraId="5844700E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8BB1C3" w14:textId="18EB0122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625,830</w:t>
            </w:r>
          </w:p>
        </w:tc>
        <w:tc>
          <w:tcPr>
            <w:tcW w:w="270" w:type="dxa"/>
          </w:tcPr>
          <w:p w14:paraId="0E2F562B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09584F" w14:textId="7CC7DD53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656,458</w:t>
            </w:r>
          </w:p>
        </w:tc>
      </w:tr>
      <w:tr w:rsidR="001C1202" w:rsidRPr="00BE4336" w14:paraId="31313EC9" w14:textId="77777777" w:rsidTr="00AA1ADC">
        <w:trPr>
          <w:cantSplit/>
          <w:trHeight w:val="287"/>
        </w:trPr>
        <w:tc>
          <w:tcPr>
            <w:tcW w:w="5400" w:type="dxa"/>
          </w:tcPr>
          <w:p w14:paraId="01684040" w14:textId="77777777" w:rsidR="001C1202" w:rsidRPr="000E434C" w:rsidRDefault="001C1202" w:rsidP="001C1202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77595E5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15041FFA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</w:tcPr>
          <w:p w14:paraId="5A4B781F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1C4C2B99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C1202" w:rsidRPr="00D1370C" w14:paraId="0D18B717" w14:textId="77777777" w:rsidTr="00AA1ADC">
        <w:trPr>
          <w:cantSplit/>
        </w:trPr>
        <w:tc>
          <w:tcPr>
            <w:tcW w:w="5400" w:type="dxa"/>
          </w:tcPr>
          <w:p w14:paraId="49427352" w14:textId="77777777" w:rsidR="001C1202" w:rsidRPr="000E434C" w:rsidRDefault="001C1202" w:rsidP="001C1202">
            <w:pPr>
              <w:shd w:val="clear" w:color="auto" w:fill="FFFFFF"/>
              <w:spacing w:line="240" w:lineRule="auto"/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/>
                <w:sz w:val="30"/>
                <w:szCs w:val="30"/>
                <w:cs/>
              </w:rPr>
              <w:t>กำไรก่อน</w:t>
            </w:r>
            <w:r w:rsidRPr="000E434C">
              <w:rPr>
                <w:rFonts w:asciiTheme="majorBidi" w:hAnsiTheme="majorBidi" w:hint="cs"/>
                <w:sz w:val="30"/>
                <w:szCs w:val="30"/>
                <w:cs/>
              </w:rPr>
              <w:t>ดอกเบี้ย</w:t>
            </w:r>
            <w:r w:rsidRPr="000E434C">
              <w:rPr>
                <w:rFonts w:asciiTheme="majorBidi" w:hAnsiTheme="majorBidi"/>
                <w:sz w:val="30"/>
                <w:szCs w:val="30"/>
                <w:cs/>
              </w:rPr>
              <w:t xml:space="preserve"> ค่าใช้จ่ายภาษีเงินได้</w:t>
            </w:r>
          </w:p>
        </w:tc>
        <w:tc>
          <w:tcPr>
            <w:tcW w:w="630" w:type="dxa"/>
          </w:tcPr>
          <w:p w14:paraId="154EE383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0E7AE073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</w:tcPr>
          <w:p w14:paraId="1B0156AC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1D66D57C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1C1202" w:rsidRPr="00D1370C" w14:paraId="5D42525D" w14:textId="77777777" w:rsidTr="00AA1ADC">
        <w:trPr>
          <w:cantSplit/>
        </w:trPr>
        <w:tc>
          <w:tcPr>
            <w:tcW w:w="5400" w:type="dxa"/>
          </w:tcPr>
          <w:p w14:paraId="083493F3" w14:textId="77777777" w:rsidR="001C1202" w:rsidRPr="000E434C" w:rsidRDefault="001C1202" w:rsidP="001C1202">
            <w:pPr>
              <w:shd w:val="clear" w:color="auto" w:fill="FFFFFF"/>
              <w:spacing w:line="240" w:lineRule="auto"/>
              <w:ind w:right="-79" w:firstLine="195"/>
              <w:rPr>
                <w:rFonts w:ascii="Angsana New" w:hAnsi="Angsana New"/>
                <w:sz w:val="30"/>
                <w:szCs w:val="30"/>
                <w:cs/>
              </w:rPr>
            </w:pPr>
            <w:r w:rsidRPr="000E434C">
              <w:rPr>
                <w:rFonts w:asciiTheme="majorBidi" w:hAnsiTheme="majorBidi"/>
                <w:sz w:val="30"/>
                <w:szCs w:val="30"/>
                <w:cs/>
              </w:rPr>
              <w:t>ค่าเสื่อมราคา และค่าตัดจำหน่าย</w:t>
            </w:r>
            <w:r w:rsidRPr="000E434C">
              <w:rPr>
                <w:rFonts w:asciiTheme="majorBidi" w:hAnsiTheme="majorBidi"/>
                <w:sz w:val="30"/>
                <w:szCs w:val="30"/>
              </w:rPr>
              <w:t xml:space="preserve"> (</w:t>
            </w:r>
            <w:r w:rsidRPr="000E434C">
              <w:rPr>
                <w:rFonts w:asciiTheme="majorBidi" w:hAnsiTheme="majorBidi" w:cstheme="majorBidi"/>
                <w:sz w:val="30"/>
                <w:szCs w:val="30"/>
              </w:rPr>
              <w:t>EBITDA)</w:t>
            </w:r>
          </w:p>
        </w:tc>
        <w:tc>
          <w:tcPr>
            <w:tcW w:w="630" w:type="dxa"/>
          </w:tcPr>
          <w:p w14:paraId="641C734B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327FEFEB" w14:textId="7FC1D06D" w:rsidR="001C1202" w:rsidRPr="000E434C" w:rsidRDefault="00C7589B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76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86,88</w:t>
            </w:r>
            <w:r w:rsidR="00357EB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</w:tcPr>
          <w:p w14:paraId="7123E4E2" w14:textId="77777777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560"/>
                <w:tab w:val="decimal" w:pos="91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center"/>
          </w:tcPr>
          <w:p w14:paraId="09109C21" w14:textId="1594D1B5" w:rsidR="001C1202" w:rsidRPr="000E434C" w:rsidRDefault="001C1202" w:rsidP="001C1202">
            <w:pPr>
              <w:pStyle w:val="acctfourfigures"/>
              <w:shd w:val="clear" w:color="auto" w:fill="FFFFFF"/>
              <w:tabs>
                <w:tab w:val="clear" w:pos="765"/>
                <w:tab w:val="decimal" w:pos="1184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E434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77,163</w:t>
            </w:r>
          </w:p>
        </w:tc>
      </w:tr>
    </w:tbl>
    <w:p w14:paraId="60F10D23" w14:textId="77777777" w:rsidR="00E4664C" w:rsidRPr="00D32726" w:rsidRDefault="00E4664C" w:rsidP="00B348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31BA2629" w14:textId="3A9428E1" w:rsidR="00B3482D" w:rsidRDefault="00B3482D" w:rsidP="00B348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A53885">
        <w:rPr>
          <w:rFonts w:asciiTheme="majorBidi" w:eastAsia="Calibri" w:hAnsiTheme="majorBidi" w:cstheme="majorBidi"/>
          <w:sz w:val="30"/>
          <w:szCs w:val="30"/>
          <w:cs/>
        </w:rPr>
        <w:t>รายได้</w:t>
      </w:r>
      <w:r w:rsidRPr="00F91312">
        <w:rPr>
          <w:rFonts w:ascii="Angsana New" w:hAnsi="Angsana New"/>
          <w:sz w:val="30"/>
          <w:szCs w:val="30"/>
          <w:cs/>
        </w:rPr>
        <w:t>จากการขายสินค้า</w:t>
      </w:r>
      <w:r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F91312">
        <w:rPr>
          <w:rFonts w:ascii="Angsana New" w:hAnsi="Angsana New"/>
          <w:sz w:val="30"/>
          <w:szCs w:val="30"/>
          <w:cs/>
        </w:rPr>
        <w:t>รับรู้เมื่อลูกค้ามีอำนาจควบคุมในสินค้าซึ่งโดยทั่วไปเกิดขึ้นเมื่อมี</w:t>
      </w:r>
      <w:r>
        <w:rPr>
          <w:rFonts w:ascii="Angsana New" w:hAnsi="Angsana New"/>
          <w:sz w:val="30"/>
          <w:szCs w:val="30"/>
          <w:cs/>
        </w:rPr>
        <w:br/>
      </w:r>
      <w:r w:rsidRPr="00F91312">
        <w:rPr>
          <w:rFonts w:ascii="Angsana New" w:hAnsi="Angsana New"/>
          <w:sz w:val="30"/>
          <w:szCs w:val="30"/>
          <w:cs/>
        </w:rPr>
        <w:t>การส่งมอบสินค้าให้กับลูกค้า</w:t>
      </w:r>
    </w:p>
    <w:p w14:paraId="2E470C0F" w14:textId="77777777" w:rsidR="000E434C" w:rsidRDefault="000E434C" w:rsidP="00B348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54B99F6A" w14:textId="555C1638" w:rsidR="00950F1A" w:rsidRDefault="00950F1A" w:rsidP="0025391F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 w:hint="cs"/>
          <w:sz w:val="30"/>
          <w:szCs w:val="30"/>
          <w:u w:val="none"/>
          <w:cs/>
          <w:lang w:val="en-US"/>
        </w:rPr>
        <w:t>ทุนเรือนหุ้น</w:t>
      </w:r>
    </w:p>
    <w:p w14:paraId="01976367" w14:textId="1B10B4FC" w:rsidR="00F7149C" w:rsidRPr="000E434C" w:rsidRDefault="00F7149C" w:rsidP="000E43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/>
          <w:sz w:val="30"/>
          <w:szCs w:val="30"/>
          <w:lang w:eastAsia="x-none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700"/>
        <w:gridCol w:w="810"/>
        <w:gridCol w:w="270"/>
        <w:gridCol w:w="1170"/>
        <w:gridCol w:w="269"/>
        <w:gridCol w:w="1171"/>
        <w:gridCol w:w="270"/>
        <w:gridCol w:w="1170"/>
        <w:gridCol w:w="270"/>
        <w:gridCol w:w="1170"/>
      </w:tblGrid>
      <w:tr w:rsidR="00C1518A" w:rsidRPr="007A06A8" w14:paraId="0206EE4A" w14:textId="77777777" w:rsidTr="007978CD">
        <w:trPr>
          <w:tblHeader/>
        </w:trPr>
        <w:tc>
          <w:tcPr>
            <w:tcW w:w="2700" w:type="dxa"/>
          </w:tcPr>
          <w:p w14:paraId="6372E90B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4A6327E8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626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" w:type="dxa"/>
          </w:tcPr>
          <w:p w14:paraId="58FED21C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42CF6C6A" w14:textId="69C1C735" w:rsidR="00C1518A" w:rsidRPr="00C1518A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2A7EFC18" w14:textId="77777777" w:rsidR="00C1518A" w:rsidRPr="008F626F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6499F989" w14:textId="1E4B54CB" w:rsidR="00C1518A" w:rsidRPr="008F626F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1518A" w:rsidRPr="007A06A8" w14:paraId="56EA634D" w14:textId="77777777" w:rsidTr="007978CD">
        <w:trPr>
          <w:tblHeader/>
        </w:trPr>
        <w:tc>
          <w:tcPr>
            <w:tcW w:w="2700" w:type="dxa"/>
          </w:tcPr>
          <w:p w14:paraId="5EF0477A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42F2EECF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626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70" w:type="dxa"/>
          </w:tcPr>
          <w:p w14:paraId="7CC063B9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BE98F4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9" w:type="dxa"/>
          </w:tcPr>
          <w:p w14:paraId="59FEC672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</w:tcPr>
          <w:p w14:paraId="1E0FDC5B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5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626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</w:tcPr>
          <w:p w14:paraId="618559D6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D44B38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</w:tcPr>
          <w:p w14:paraId="12569371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62FF57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20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626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C1518A" w:rsidRPr="007A06A8" w14:paraId="3F59916C" w14:textId="77777777" w:rsidTr="007978CD">
        <w:trPr>
          <w:tblHeader/>
        </w:trPr>
        <w:tc>
          <w:tcPr>
            <w:tcW w:w="2700" w:type="dxa"/>
          </w:tcPr>
          <w:p w14:paraId="78F071BD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3B4847A9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8F626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</w:t>
            </w:r>
            <w:r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5EF1FCBA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490" w:type="dxa"/>
            <w:gridSpan w:val="7"/>
          </w:tcPr>
          <w:p w14:paraId="04795FB7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(</w:t>
            </w:r>
            <w:r w:rsidRPr="008F626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พันหุ้น</w:t>
            </w:r>
            <w:r w:rsidRPr="008F626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/</w:t>
            </w:r>
            <w:r w:rsidRPr="008F626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พันบาท</w:t>
            </w:r>
            <w:r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C1518A" w:rsidRPr="007A06A8" w14:paraId="3E2B6B85" w14:textId="77777777" w:rsidTr="007978CD">
        <w:tc>
          <w:tcPr>
            <w:tcW w:w="2700" w:type="dxa"/>
          </w:tcPr>
          <w:p w14:paraId="6A2CC0F0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hanging="2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10" w:type="dxa"/>
          </w:tcPr>
          <w:p w14:paraId="51F295D2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26A82F0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2E0F60" w14:textId="77777777" w:rsidR="00C1518A" w:rsidRPr="008F626F" w:rsidRDefault="00C1518A" w:rsidP="007978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211095B7" w14:textId="77777777" w:rsidR="00C1518A" w:rsidRPr="008F626F" w:rsidRDefault="00C1518A" w:rsidP="007978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144C5E08" w14:textId="77777777" w:rsidR="00C1518A" w:rsidRPr="008F626F" w:rsidRDefault="00C1518A" w:rsidP="007978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0C0167F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42BEBD0" w14:textId="77777777" w:rsidR="00C1518A" w:rsidRPr="008F626F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02770F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D9E54E2" w14:textId="77777777" w:rsidR="00C1518A" w:rsidRPr="008F626F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518A" w:rsidRPr="007A06A8" w14:paraId="5FBCE32D" w14:textId="77777777" w:rsidTr="007978CD">
        <w:tc>
          <w:tcPr>
            <w:tcW w:w="2700" w:type="dxa"/>
          </w:tcPr>
          <w:p w14:paraId="22C8AC41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8F626F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10" w:type="dxa"/>
          </w:tcPr>
          <w:p w14:paraId="0784F26A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25473D9" w14:textId="77777777" w:rsidR="00C1518A" w:rsidRPr="008F626F" w:rsidRDefault="00C1518A" w:rsidP="00797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CED0D2B" w14:textId="77777777" w:rsidR="00C1518A" w:rsidRPr="008F626F" w:rsidRDefault="00C1518A" w:rsidP="007978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3D1F1372" w14:textId="77777777" w:rsidR="00C1518A" w:rsidRPr="008F626F" w:rsidRDefault="00C1518A" w:rsidP="007978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6C39DAAC" w14:textId="77777777" w:rsidR="00C1518A" w:rsidRPr="008F626F" w:rsidRDefault="00C1518A" w:rsidP="007978CD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286E5A9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C252A89" w14:textId="77777777" w:rsidR="00C1518A" w:rsidRPr="008F626F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8DD8EB6" w14:textId="77777777" w:rsidR="00C1518A" w:rsidRPr="008F626F" w:rsidRDefault="00C1518A" w:rsidP="00797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6B8846C" w14:textId="77777777" w:rsidR="00C1518A" w:rsidRPr="008F626F" w:rsidRDefault="00C1518A" w:rsidP="007978C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92928" w:rsidRPr="007A06A8" w14:paraId="2C883FA2" w14:textId="77777777" w:rsidTr="007978CD">
        <w:tc>
          <w:tcPr>
            <w:tcW w:w="2700" w:type="dxa"/>
          </w:tcPr>
          <w:p w14:paraId="6C641448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566AED50" w14:textId="3F94F35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5F1F0A46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4DA1511" w14:textId="0110B94D" w:rsidR="00D92928" w:rsidRPr="00550E4D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  <w:r w:rsidRPr="00D9292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69" w:type="dxa"/>
          </w:tcPr>
          <w:p w14:paraId="7D670DC1" w14:textId="77777777" w:rsidR="00D92928" w:rsidRPr="00550E4D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587AA7C" w14:textId="79A1749E" w:rsidR="00D92928" w:rsidRPr="00550E4D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D9292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70A43D2C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7CBB100" w14:textId="33BB3B1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0C523C1F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9D9330C" w14:textId="30D6B294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</w:tr>
      <w:tr w:rsidR="00D92928" w:rsidRPr="007A06A8" w14:paraId="20533AA4" w14:textId="77777777" w:rsidTr="00E06221">
        <w:tc>
          <w:tcPr>
            <w:tcW w:w="2700" w:type="dxa"/>
          </w:tcPr>
          <w:p w14:paraId="01FDEF64" w14:textId="7AE65AC0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10" w:type="dxa"/>
          </w:tcPr>
          <w:p w14:paraId="05D57206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84077A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C1FC61A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59FFA87D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3FEFA378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5F0730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A3990D" w14:textId="73F5E92A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334EAD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295E4394" w14:textId="4CBFC503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</w:tr>
      <w:tr w:rsidR="00D92928" w:rsidRPr="009310BB" w14:paraId="19E6000A" w14:textId="77777777" w:rsidTr="007978CD">
        <w:tc>
          <w:tcPr>
            <w:tcW w:w="2700" w:type="dxa"/>
          </w:tcPr>
          <w:p w14:paraId="33FD700F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1CC0B80F" w14:textId="746430B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2861CB4D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AC1171F" w14:textId="0243F09A" w:rsidR="00D92928" w:rsidRPr="008F626F" w:rsidRDefault="00CD75FB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69" w:type="dxa"/>
          </w:tcPr>
          <w:p w14:paraId="6CA0EB68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7473EB3D" w14:textId="0A3B8E20" w:rsidR="00D92928" w:rsidRPr="008F626F" w:rsidRDefault="00CD75FB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10,148</w:t>
            </w:r>
          </w:p>
        </w:tc>
        <w:tc>
          <w:tcPr>
            <w:tcW w:w="270" w:type="dxa"/>
          </w:tcPr>
          <w:p w14:paraId="1E148A1C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5030CE5" w14:textId="46000BBF" w:rsidR="00D92928" w:rsidRPr="00FA5290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11273ED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BF6108F" w14:textId="0ACF686B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92928" w:rsidRPr="007A06A8" w14:paraId="2B1FE03A" w14:textId="77777777" w:rsidTr="007978CD">
        <w:tc>
          <w:tcPr>
            <w:tcW w:w="2700" w:type="dxa"/>
          </w:tcPr>
          <w:p w14:paraId="59504E1D" w14:textId="33B55BB9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right="-10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ณ วันที่ 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30 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กันยายน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 / 31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810" w:type="dxa"/>
          </w:tcPr>
          <w:p w14:paraId="78D18AC5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9C59869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C74BCE6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357FABB5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14:paraId="7DEB04A9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C1EB34B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0D10D4E" w14:textId="63FF8E7C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F820A1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008C2A4" w14:textId="19F841C3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92928" w:rsidRPr="007A06A8" w14:paraId="6FD02210" w14:textId="77777777" w:rsidTr="007978CD">
        <w:tc>
          <w:tcPr>
            <w:tcW w:w="2700" w:type="dxa"/>
          </w:tcPr>
          <w:p w14:paraId="00E9D1F6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25288962" w14:textId="2495BD90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1F2B453A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0B9221" w14:textId="4291871C" w:rsidR="00D92928" w:rsidRPr="008F626F" w:rsidRDefault="00CD75FB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69" w:type="dxa"/>
          </w:tcPr>
          <w:p w14:paraId="08F1EC32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43FF010C" w14:textId="0CC8B474" w:rsidR="00D92928" w:rsidRPr="008F626F" w:rsidRDefault="00CD75FB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70" w:type="dxa"/>
          </w:tcPr>
          <w:p w14:paraId="28D7FCC2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1085853" w14:textId="33766AB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38312452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04B3229" w14:textId="60E8B0F1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</w:tr>
      <w:tr w:rsidR="00D92928" w:rsidRPr="007A06A8" w14:paraId="14AE1A1B" w14:textId="77777777" w:rsidTr="007978CD">
        <w:tc>
          <w:tcPr>
            <w:tcW w:w="2700" w:type="dxa"/>
          </w:tcPr>
          <w:p w14:paraId="1EB7B17B" w14:textId="77777777" w:rsidR="00D92928" w:rsidRPr="00D66764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810" w:type="dxa"/>
          </w:tcPr>
          <w:p w14:paraId="0820844B" w14:textId="77777777" w:rsidR="00D92928" w:rsidRPr="00C226D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</w:tcPr>
          <w:p w14:paraId="627FE518" w14:textId="77777777" w:rsidR="00D92928" w:rsidRPr="00C226D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F84BE3B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ind w:left="-105" w:right="-75"/>
              <w:rPr>
                <w:rFonts w:asciiTheme="majorBidi" w:hAnsiTheme="majorBidi" w:cstheme="majorBidi"/>
                <w:b/>
                <w:sz w:val="16"/>
                <w:szCs w:val="16"/>
                <w:cs/>
              </w:rPr>
            </w:pPr>
          </w:p>
        </w:tc>
        <w:tc>
          <w:tcPr>
            <w:tcW w:w="269" w:type="dxa"/>
          </w:tcPr>
          <w:p w14:paraId="0282C896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6E55CC3A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ind w:left="-135" w:right="-90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270" w:type="dxa"/>
          </w:tcPr>
          <w:p w14:paraId="6C88AD94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277F5E2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ind w:left="-135" w:right="-105"/>
              <w:rPr>
                <w:rFonts w:asciiTheme="majorBidi" w:hAnsiTheme="majorBidi" w:cstheme="majorBidi"/>
                <w:b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5F20C753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8BAE65" w14:textId="77777777" w:rsidR="00D92928" w:rsidRPr="00C226D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ind w:left="-120" w:right="-105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  <w:tr w:rsidR="00D92928" w:rsidRPr="007A06A8" w14:paraId="786BD447" w14:textId="77777777" w:rsidTr="007978CD">
        <w:tc>
          <w:tcPr>
            <w:tcW w:w="2700" w:type="dxa"/>
          </w:tcPr>
          <w:p w14:paraId="762C473C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หุ้นที่ออกและชำระแล้ว</w:t>
            </w:r>
          </w:p>
        </w:tc>
        <w:tc>
          <w:tcPr>
            <w:tcW w:w="810" w:type="dxa"/>
          </w:tcPr>
          <w:p w14:paraId="1BB5C94D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F8563B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10E54E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0C39D34E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216C1574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A7FCCDF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23E356AA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3806E74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511A48E8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D92928" w:rsidRPr="007A06A8" w14:paraId="7FFFBFA3" w14:textId="77777777" w:rsidTr="007978CD">
        <w:tc>
          <w:tcPr>
            <w:tcW w:w="2700" w:type="dxa"/>
          </w:tcPr>
          <w:p w14:paraId="5BBBAC7D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8F626F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10" w:type="dxa"/>
          </w:tcPr>
          <w:p w14:paraId="49D52BA0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1F76867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CF1A3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9" w:type="dxa"/>
          </w:tcPr>
          <w:p w14:paraId="7D7ED938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066045D7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663EC66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3270CDBC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C91867B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65E0E6B6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10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2928" w:rsidRPr="007A06A8" w14:paraId="6FE126BD" w14:textId="77777777" w:rsidTr="007978CD">
        <w:tc>
          <w:tcPr>
            <w:tcW w:w="2700" w:type="dxa"/>
          </w:tcPr>
          <w:p w14:paraId="1167C328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54B6A195" w14:textId="1ACD54A3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D61B8FA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9024595" w14:textId="061C7C0C" w:rsidR="00D92928" w:rsidRPr="00550E4D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9292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69" w:type="dxa"/>
          </w:tcPr>
          <w:p w14:paraId="57343B38" w14:textId="77777777" w:rsidR="00D92928" w:rsidRPr="00D92928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35" w:right="-9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1" w:type="dxa"/>
          </w:tcPr>
          <w:p w14:paraId="09D0C83C" w14:textId="0DCF8E63" w:rsidR="00D92928" w:rsidRPr="00550E4D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9292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299E6710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3CE48C4E" w14:textId="7CB8560D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5C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270,000</w:t>
            </w:r>
          </w:p>
        </w:tc>
        <w:tc>
          <w:tcPr>
            <w:tcW w:w="270" w:type="dxa"/>
          </w:tcPr>
          <w:p w14:paraId="26E76EB8" w14:textId="77777777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9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178F4F47" w14:textId="46CA19B2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A5C1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270,000</w:t>
            </w:r>
          </w:p>
        </w:tc>
      </w:tr>
      <w:tr w:rsidR="00D92928" w:rsidRPr="007A06A8" w14:paraId="4A3B286D" w14:textId="77777777" w:rsidTr="00D43FD1">
        <w:tc>
          <w:tcPr>
            <w:tcW w:w="2700" w:type="dxa"/>
          </w:tcPr>
          <w:p w14:paraId="2B981999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10" w:type="dxa"/>
          </w:tcPr>
          <w:p w14:paraId="051ABCA8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DC423BD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89BF808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328713D0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030FE24A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368EE8D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B945D82" w14:textId="3580C43A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5D41D3E" w14:textId="77777777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9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</w:tcPr>
          <w:p w14:paraId="7572A544" w14:textId="01B5C630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2928" w:rsidRPr="007A06A8" w14:paraId="4C6F86A5" w14:textId="77777777" w:rsidTr="00133B39">
        <w:tc>
          <w:tcPr>
            <w:tcW w:w="2700" w:type="dxa"/>
          </w:tcPr>
          <w:p w14:paraId="5A8AA7DA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14563043" w14:textId="4BCEC59F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49863A8E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3D81269D" w14:textId="46F433EF" w:rsidR="00D92928" w:rsidRPr="008F626F" w:rsidRDefault="00CD75FB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69" w:type="dxa"/>
          </w:tcPr>
          <w:p w14:paraId="1EB32463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  <w:vAlign w:val="bottom"/>
          </w:tcPr>
          <w:p w14:paraId="5987AB27" w14:textId="3E8B75C6" w:rsidR="00D92928" w:rsidRPr="008F626F" w:rsidRDefault="00CD75FB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10,148</w:t>
            </w:r>
          </w:p>
        </w:tc>
        <w:tc>
          <w:tcPr>
            <w:tcW w:w="270" w:type="dxa"/>
          </w:tcPr>
          <w:p w14:paraId="44BDD20E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1304997" w14:textId="517FD886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115,715</w:t>
            </w:r>
          </w:p>
        </w:tc>
        <w:tc>
          <w:tcPr>
            <w:tcW w:w="270" w:type="dxa"/>
          </w:tcPr>
          <w:p w14:paraId="7483EBE9" w14:textId="77777777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9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3FE437B" w14:textId="5FA8C07B" w:rsidR="00D92928" w:rsidRPr="008F626F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4182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115,715</w:t>
            </w:r>
          </w:p>
        </w:tc>
      </w:tr>
      <w:tr w:rsidR="00D92928" w:rsidRPr="007A06A8" w14:paraId="52ABE42F" w14:textId="77777777" w:rsidTr="007978CD">
        <w:tc>
          <w:tcPr>
            <w:tcW w:w="2700" w:type="dxa"/>
          </w:tcPr>
          <w:p w14:paraId="6D8D5449" w14:textId="0B7582FF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right="-105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ณ วันที่ 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30 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กันยายน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 / 31</w:t>
            </w:r>
            <w:r w:rsidRPr="00141823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810" w:type="dxa"/>
          </w:tcPr>
          <w:p w14:paraId="61E76762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57605FA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BD00677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1694B104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14:paraId="61579941" w14:textId="77777777" w:rsidR="00D92928" w:rsidRPr="008F626F" w:rsidRDefault="00D92928" w:rsidP="00D92928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89F324B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E5965BA" w14:textId="77777777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6A05B6D" w14:textId="77777777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0E029AF" w14:textId="77777777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92928" w:rsidRPr="007A06A8" w14:paraId="7A43B515" w14:textId="77777777" w:rsidTr="007978CD">
        <w:tc>
          <w:tcPr>
            <w:tcW w:w="2700" w:type="dxa"/>
          </w:tcPr>
          <w:p w14:paraId="275DAF19" w14:textId="77777777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F626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10" w:type="dxa"/>
          </w:tcPr>
          <w:p w14:paraId="50132B9F" w14:textId="300AC849" w:rsidR="00D92928" w:rsidRPr="008F626F" w:rsidRDefault="00D92928" w:rsidP="00D9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0A7D4EED" w14:textId="77777777" w:rsidR="00D92928" w:rsidRPr="008F626F" w:rsidRDefault="00D92928" w:rsidP="00D9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4499D9D" w14:textId="68424A71" w:rsidR="00D92928" w:rsidRPr="00B67F5D" w:rsidRDefault="00CD75FB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05" w:right="-7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69" w:type="dxa"/>
          </w:tcPr>
          <w:p w14:paraId="17303667" w14:textId="77777777" w:rsidR="00D92928" w:rsidRPr="00B67F5D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2FA3C0E5" w14:textId="38A74B83" w:rsidR="00D92928" w:rsidRPr="00B67F5D" w:rsidRDefault="00CD75FB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395,863</w:t>
            </w:r>
          </w:p>
        </w:tc>
        <w:tc>
          <w:tcPr>
            <w:tcW w:w="270" w:type="dxa"/>
          </w:tcPr>
          <w:p w14:paraId="382BE2DD" w14:textId="77777777" w:rsidR="00D92928" w:rsidRPr="00B67F5D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06AB11AE" w14:textId="0BEF5384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35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C120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  <w:tc>
          <w:tcPr>
            <w:tcW w:w="270" w:type="dxa"/>
          </w:tcPr>
          <w:p w14:paraId="6BD1E812" w14:textId="77777777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EC0ECA7" w14:textId="7763A413" w:rsidR="00D92928" w:rsidRPr="001C1202" w:rsidRDefault="00D92928" w:rsidP="00D92928">
            <w:pPr>
              <w:pStyle w:val="30"/>
              <w:tabs>
                <w:tab w:val="clear" w:pos="360"/>
                <w:tab w:val="clear" w:pos="720"/>
                <w:tab w:val="decimal" w:pos="960"/>
              </w:tabs>
              <w:spacing w:line="240" w:lineRule="atLeast"/>
              <w:ind w:left="-120" w:right="-9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1C120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385,715</w:t>
            </w:r>
          </w:p>
        </w:tc>
      </w:tr>
    </w:tbl>
    <w:p w14:paraId="66249824" w14:textId="77777777" w:rsidR="005061F7" w:rsidRPr="000E434C" w:rsidRDefault="005061F7" w:rsidP="00B67F5D">
      <w:pPr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</w:p>
    <w:p w14:paraId="0330DFDB" w14:textId="37D0C650" w:rsidR="0031144C" w:rsidRPr="00D91664" w:rsidRDefault="005C0AED" w:rsidP="00D91664">
      <w:pPr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เมื่อวันที่ </w:t>
      </w:r>
      <w:r w:rsidR="00E05739">
        <w:rPr>
          <w:rFonts w:ascii="Angsana New" w:hAnsi="Angsana New"/>
          <w:sz w:val="30"/>
          <w:szCs w:val="30"/>
          <w:lang w:eastAsia="x-none"/>
        </w:rPr>
        <w:t>26</w:t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="00403411">
        <w:rPr>
          <w:rFonts w:ascii="Angsana New" w:hAnsi="Angsana New" w:hint="cs"/>
          <w:sz w:val="30"/>
          <w:szCs w:val="30"/>
          <w:cs/>
          <w:lang w:eastAsia="x-none"/>
        </w:rPr>
        <w:t>พฤษภาคม</w:t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5C0AED">
        <w:rPr>
          <w:rFonts w:ascii="Angsana New" w:hAnsi="Angsana New"/>
          <w:sz w:val="30"/>
          <w:szCs w:val="30"/>
          <w:lang w:eastAsia="x-none"/>
        </w:rPr>
        <w:t>2568</w:t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 บริษัทได้จดทะเบียนเพิ่มทุนกับกระทรวงพาณิชย์จำนวน </w:t>
      </w:r>
      <w:r w:rsidRPr="005C0AED">
        <w:rPr>
          <w:rFonts w:ascii="Angsana New" w:hAnsi="Angsana New"/>
          <w:sz w:val="30"/>
          <w:szCs w:val="30"/>
          <w:lang w:eastAsia="x-none"/>
        </w:rPr>
        <w:t>10</w:t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 ล้านบาทจาก</w:t>
      </w:r>
      <w:r w:rsidR="00012922">
        <w:rPr>
          <w:rFonts w:ascii="Angsana New" w:hAnsi="Angsana New"/>
          <w:sz w:val="30"/>
          <w:szCs w:val="30"/>
          <w:lang w:eastAsia="x-none"/>
        </w:rPr>
        <w:br/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ทุนจดทะเบียนเดิม </w:t>
      </w:r>
      <w:r w:rsidRPr="005C0AED">
        <w:rPr>
          <w:rFonts w:ascii="Angsana New" w:hAnsi="Angsana New"/>
          <w:sz w:val="30"/>
          <w:szCs w:val="30"/>
          <w:lang w:eastAsia="x-none"/>
        </w:rPr>
        <w:t>385,715,000</w:t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 บาท เป็น </w:t>
      </w:r>
      <w:r w:rsidRPr="005C0AED">
        <w:rPr>
          <w:rFonts w:ascii="Angsana New" w:hAnsi="Angsana New"/>
          <w:sz w:val="30"/>
          <w:szCs w:val="30"/>
          <w:lang w:eastAsia="x-none"/>
        </w:rPr>
        <w:t>395,715,000</w:t>
      </w:r>
      <w:r w:rsidRPr="005C0AED">
        <w:rPr>
          <w:rFonts w:ascii="Angsana New" w:hAnsi="Angsana New"/>
          <w:sz w:val="30"/>
          <w:szCs w:val="30"/>
          <w:cs/>
          <w:lang w:eastAsia="x-none"/>
        </w:rPr>
        <w:t xml:space="preserve"> บาท </w:t>
      </w:r>
      <w:r w:rsidR="00D91664">
        <w:rPr>
          <w:rFonts w:ascii="Angsana New" w:hAnsi="Angsana New" w:hint="cs"/>
          <w:spacing w:val="-2"/>
          <w:sz w:val="30"/>
          <w:szCs w:val="30"/>
          <w:cs/>
          <w:lang w:eastAsia="x-none"/>
        </w:rPr>
        <w:t>และเมื่อ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วันที่ </w:t>
      </w:r>
      <w:r w:rsidR="00D45AA4">
        <w:rPr>
          <w:rFonts w:ascii="Angsana New" w:hAnsi="Angsana New"/>
          <w:spacing w:val="-2"/>
          <w:sz w:val="30"/>
          <w:szCs w:val="30"/>
          <w:lang w:eastAsia="x-none"/>
        </w:rPr>
        <w:t>21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 กรกฎาคม </w:t>
      </w:r>
      <w:r w:rsidR="00D45AA4">
        <w:rPr>
          <w:rFonts w:ascii="Angsana New" w:hAnsi="Angsana New"/>
          <w:spacing w:val="-2"/>
          <w:sz w:val="30"/>
          <w:szCs w:val="30"/>
          <w:lang w:eastAsia="x-none"/>
        </w:rPr>
        <w:t>2568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 </w:t>
      </w:r>
      <w:r w:rsidR="0076083E" w:rsidRPr="005C0AED">
        <w:rPr>
          <w:rFonts w:ascii="Angsana New" w:hAnsi="Angsana New"/>
          <w:sz w:val="30"/>
          <w:szCs w:val="30"/>
          <w:cs/>
          <w:lang w:eastAsia="x-none"/>
        </w:rPr>
        <w:t>บริษัทได้จดทะเบียนเพิ่มทุน</w:t>
      </w:r>
      <w:r w:rsidR="00D91664">
        <w:rPr>
          <w:rFonts w:ascii="Angsana New" w:hAnsi="Angsana New" w:hint="cs"/>
          <w:sz w:val="30"/>
          <w:szCs w:val="30"/>
          <w:cs/>
          <w:lang w:eastAsia="x-none"/>
        </w:rPr>
        <w:t>เพิ่มเติม</w:t>
      </w:r>
      <w:r w:rsidR="00F026E1">
        <w:rPr>
          <w:rFonts w:ascii="Angsana New" w:hAnsi="Angsana New"/>
          <w:sz w:val="30"/>
          <w:szCs w:val="30"/>
          <w:lang w:eastAsia="x-none"/>
        </w:rPr>
        <w:t xml:space="preserve"> 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จำนวน </w:t>
      </w:r>
      <w:r w:rsidR="00D45AA4">
        <w:rPr>
          <w:rFonts w:ascii="Angsana New" w:hAnsi="Angsana New"/>
          <w:spacing w:val="-2"/>
          <w:sz w:val="30"/>
          <w:szCs w:val="30"/>
          <w:lang w:eastAsia="x-none"/>
        </w:rPr>
        <w:t>148,038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 </w:t>
      </w:r>
      <w:r w:rsidR="0076083E" w:rsidRPr="005C0AED">
        <w:rPr>
          <w:rFonts w:ascii="Angsana New" w:hAnsi="Angsana New"/>
          <w:sz w:val="30"/>
          <w:szCs w:val="30"/>
          <w:cs/>
          <w:lang w:eastAsia="x-none"/>
        </w:rPr>
        <w:t xml:space="preserve">บาทจากทุนจดทะเบียนเดิม </w:t>
      </w:r>
      <w:r w:rsidR="0076083E" w:rsidRPr="0076083E">
        <w:rPr>
          <w:rFonts w:ascii="Angsana New" w:hAnsi="Angsana New"/>
          <w:sz w:val="30"/>
          <w:szCs w:val="30"/>
          <w:lang w:eastAsia="x-none"/>
        </w:rPr>
        <w:t xml:space="preserve">395,715,000 </w:t>
      </w:r>
      <w:r w:rsidR="0076083E" w:rsidRPr="005C0AED">
        <w:rPr>
          <w:rFonts w:ascii="Angsana New" w:hAnsi="Angsana New"/>
          <w:sz w:val="30"/>
          <w:szCs w:val="30"/>
          <w:cs/>
          <w:lang w:eastAsia="x-none"/>
        </w:rPr>
        <w:t xml:space="preserve">บาท เป็น </w:t>
      </w:r>
      <w:r w:rsidR="0076083E" w:rsidRPr="005C0AED">
        <w:rPr>
          <w:rFonts w:ascii="Angsana New" w:hAnsi="Angsana New"/>
          <w:sz w:val="30"/>
          <w:szCs w:val="30"/>
          <w:lang w:eastAsia="x-none"/>
        </w:rPr>
        <w:t>395,</w:t>
      </w:r>
      <w:r w:rsidR="0076083E">
        <w:rPr>
          <w:rFonts w:ascii="Angsana New" w:hAnsi="Angsana New"/>
          <w:sz w:val="30"/>
          <w:szCs w:val="30"/>
          <w:lang w:eastAsia="x-none"/>
        </w:rPr>
        <w:t>863,038</w:t>
      </w:r>
      <w:r w:rsidR="005F2C5A">
        <w:rPr>
          <w:rFonts w:ascii="Angsana New" w:hAnsi="Angsana New"/>
          <w:sz w:val="30"/>
          <w:szCs w:val="30"/>
          <w:lang w:eastAsia="x-none"/>
        </w:rPr>
        <w:t xml:space="preserve"> </w:t>
      </w:r>
      <w:r w:rsidR="0076083E" w:rsidRPr="005C0AED">
        <w:rPr>
          <w:rFonts w:ascii="Angsana New" w:hAnsi="Angsana New"/>
          <w:sz w:val="30"/>
          <w:szCs w:val="30"/>
          <w:cs/>
          <w:lang w:eastAsia="x-none"/>
        </w:rPr>
        <w:t xml:space="preserve">บาท เพื่อรองรับการจ่ายหุ้นปันผล 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 xml:space="preserve">(ดูหมายเหตุข้อ </w:t>
      </w:r>
      <w:r w:rsidR="00D45AA4">
        <w:rPr>
          <w:rFonts w:ascii="Angsana New" w:hAnsi="Angsana New"/>
          <w:spacing w:val="-2"/>
          <w:sz w:val="30"/>
          <w:szCs w:val="30"/>
          <w:lang w:eastAsia="x-none"/>
        </w:rPr>
        <w:t>7</w:t>
      </w:r>
      <w:r w:rsidR="00D45AA4" w:rsidRPr="00D45AA4">
        <w:rPr>
          <w:rFonts w:ascii="Angsana New" w:hAnsi="Angsana New"/>
          <w:spacing w:val="-2"/>
          <w:sz w:val="30"/>
          <w:szCs w:val="30"/>
          <w:cs/>
          <w:lang w:eastAsia="x-none"/>
        </w:rPr>
        <w:t>)</w:t>
      </w:r>
    </w:p>
    <w:p w14:paraId="5181DB18" w14:textId="77777777" w:rsidR="0031144C" w:rsidRPr="00D32726" w:rsidRDefault="003114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  <w:lang w:eastAsia="x-none"/>
        </w:rPr>
      </w:pPr>
    </w:p>
    <w:p w14:paraId="4F1849C7" w14:textId="4178E172" w:rsidR="00950F1A" w:rsidRDefault="00950F1A" w:rsidP="0025391F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en-US"/>
        </w:rPr>
      </w:pPr>
      <w:r>
        <w:rPr>
          <w:rFonts w:ascii="Angsana New" w:hAnsi="Angsana New" w:hint="cs"/>
          <w:sz w:val="30"/>
          <w:szCs w:val="30"/>
          <w:u w:val="none"/>
          <w:cs/>
          <w:lang w:val="en-US"/>
        </w:rPr>
        <w:t>เงินปันผล</w:t>
      </w:r>
    </w:p>
    <w:p w14:paraId="7461B159" w14:textId="77777777" w:rsidR="00F7149C" w:rsidRPr="000E434C" w:rsidRDefault="00F7149C" w:rsidP="00DF6C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eastAsia="x-none"/>
        </w:rPr>
      </w:pPr>
    </w:p>
    <w:p w14:paraId="7CA5CBB4" w14:textId="4F57B5B2" w:rsidR="004A632D" w:rsidRPr="0031144C" w:rsidRDefault="009A5BD6" w:rsidP="003114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4"/>
          <w:sz w:val="30"/>
          <w:szCs w:val="30"/>
          <w:lang w:eastAsia="x-none"/>
        </w:rPr>
      </w:pPr>
      <w:r w:rsidRPr="004C73A8">
        <w:rPr>
          <w:rFonts w:ascii="Angsana New" w:hAnsi="Angsana New"/>
          <w:sz w:val="30"/>
          <w:szCs w:val="30"/>
          <w:cs/>
          <w:lang w:eastAsia="x-none"/>
        </w:rPr>
        <w:t>ในการประชุมสามัญผู้ถือหุ้น</w:t>
      </w:r>
      <w:r w:rsidRPr="00B27A35">
        <w:rPr>
          <w:rFonts w:ascii="Angsana New" w:hAnsi="Angsana New"/>
          <w:sz w:val="30"/>
          <w:szCs w:val="30"/>
          <w:cs/>
          <w:lang w:eastAsia="x-none"/>
        </w:rPr>
        <w:t xml:space="preserve">เมื่อวันที่ </w:t>
      </w:r>
      <w:r>
        <w:rPr>
          <w:rFonts w:ascii="Angsana New" w:hAnsi="Angsana New"/>
          <w:sz w:val="30"/>
          <w:szCs w:val="30"/>
          <w:lang w:eastAsia="x-none"/>
        </w:rPr>
        <w:t>28</w:t>
      </w:r>
      <w:r w:rsidRPr="00B27A35">
        <w:rPr>
          <w:rFonts w:ascii="Angsana New" w:hAnsi="Angsana New"/>
          <w:sz w:val="30"/>
          <w:szCs w:val="30"/>
          <w:cs/>
          <w:lang w:eastAsia="x-none"/>
        </w:rPr>
        <w:t xml:space="preserve"> เมษายน </w:t>
      </w:r>
      <w:r>
        <w:rPr>
          <w:rFonts w:ascii="Angsana New" w:hAnsi="Angsana New"/>
          <w:sz w:val="30"/>
          <w:szCs w:val="30"/>
          <w:lang w:eastAsia="x-none"/>
        </w:rPr>
        <w:t>2568</w:t>
      </w:r>
      <w:r w:rsidRPr="004C73A8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="00D91664">
        <w:rPr>
          <w:rFonts w:ascii="Angsana New" w:hAnsi="Angsana New" w:hint="cs"/>
          <w:sz w:val="30"/>
          <w:szCs w:val="30"/>
          <w:cs/>
          <w:lang w:eastAsia="x-none"/>
        </w:rPr>
        <w:t xml:space="preserve">และการประชุมวิสามัญผู้ถือหุ้นเมื่อวันที่ </w:t>
      </w:r>
      <w:r w:rsidR="00D91664">
        <w:rPr>
          <w:rFonts w:ascii="Angsana New" w:hAnsi="Angsana New"/>
          <w:sz w:val="30"/>
          <w:szCs w:val="30"/>
          <w:lang w:eastAsia="x-none"/>
        </w:rPr>
        <w:t xml:space="preserve">21 </w:t>
      </w:r>
      <w:r w:rsidR="00D91664">
        <w:rPr>
          <w:rFonts w:ascii="Angsana New" w:hAnsi="Angsana New" w:hint="cs"/>
          <w:sz w:val="30"/>
          <w:szCs w:val="30"/>
          <w:cs/>
          <w:lang w:eastAsia="x-none"/>
        </w:rPr>
        <w:t xml:space="preserve">กรกฎาคม </w:t>
      </w:r>
      <w:r w:rsidR="00D91664">
        <w:rPr>
          <w:rFonts w:ascii="Angsana New" w:hAnsi="Angsana New"/>
          <w:sz w:val="30"/>
          <w:szCs w:val="30"/>
          <w:lang w:eastAsia="x-none"/>
        </w:rPr>
        <w:t xml:space="preserve">2568 </w:t>
      </w:r>
      <w:r w:rsidRPr="004C73A8">
        <w:rPr>
          <w:rFonts w:ascii="Angsana New" w:hAnsi="Angsana New"/>
          <w:sz w:val="30"/>
          <w:szCs w:val="30"/>
          <w:cs/>
          <w:lang w:eastAsia="x-none"/>
        </w:rPr>
        <w:t>ผู้ถือหุ้นมีมติอนุมัติการจ่ายปันผลเป็น</w:t>
      </w:r>
      <w:r>
        <w:rPr>
          <w:rFonts w:ascii="Angsana New" w:hAnsi="Angsana New" w:hint="cs"/>
          <w:sz w:val="30"/>
          <w:szCs w:val="30"/>
          <w:cs/>
          <w:lang w:eastAsia="x-none"/>
        </w:rPr>
        <w:t>หุ้นและ</w:t>
      </w:r>
      <w:r w:rsidRPr="004C73A8">
        <w:rPr>
          <w:rFonts w:ascii="Angsana New" w:hAnsi="Angsana New"/>
          <w:sz w:val="30"/>
          <w:szCs w:val="30"/>
          <w:cs/>
          <w:lang w:eastAsia="x-none"/>
        </w:rPr>
        <w:t>เงินสด</w:t>
      </w:r>
      <w:r>
        <w:rPr>
          <w:rFonts w:ascii="Angsana New" w:hAnsi="Angsana New" w:hint="cs"/>
          <w:sz w:val="30"/>
          <w:szCs w:val="30"/>
          <w:cs/>
          <w:lang w:eastAsia="x-none"/>
        </w:rPr>
        <w:t>จาก</w:t>
      </w:r>
      <w:r w:rsidRPr="005061F7">
        <w:rPr>
          <w:rFonts w:ascii="Angsana New" w:hAnsi="Angsana New" w:hint="cs"/>
          <w:spacing w:val="-4"/>
          <w:sz w:val="30"/>
          <w:szCs w:val="30"/>
          <w:cs/>
          <w:lang w:eastAsia="x-none"/>
        </w:rPr>
        <w:t xml:space="preserve">กำไรสุทธิของบริษัทสำหรับปี </w:t>
      </w:r>
      <w:r w:rsidRPr="005061F7">
        <w:rPr>
          <w:rFonts w:ascii="Angsana New" w:hAnsi="Angsana New"/>
          <w:spacing w:val="-4"/>
          <w:sz w:val="30"/>
          <w:szCs w:val="30"/>
          <w:lang w:eastAsia="x-none"/>
        </w:rPr>
        <w:t xml:space="preserve">2567 </w:t>
      </w:r>
      <w:r w:rsidRPr="005061F7">
        <w:rPr>
          <w:rFonts w:ascii="Angsana New" w:hAnsi="Angsana New"/>
          <w:spacing w:val="-4"/>
          <w:sz w:val="30"/>
          <w:szCs w:val="30"/>
          <w:cs/>
          <w:lang w:eastAsia="x-none"/>
        </w:rPr>
        <w:t>โดย</w:t>
      </w:r>
      <w:r w:rsidRPr="005061F7">
        <w:rPr>
          <w:rFonts w:ascii="Angsana New" w:hAnsi="Angsana New" w:hint="cs"/>
          <w:spacing w:val="-4"/>
          <w:sz w:val="30"/>
          <w:szCs w:val="30"/>
          <w:cs/>
          <w:lang w:eastAsia="x-none"/>
        </w:rPr>
        <w:t>บริษัท</w:t>
      </w:r>
      <w:r w:rsidRPr="005061F7">
        <w:rPr>
          <w:rFonts w:ascii="Angsana New" w:hAnsi="Angsana New"/>
          <w:spacing w:val="-4"/>
          <w:sz w:val="30"/>
          <w:szCs w:val="30"/>
          <w:cs/>
          <w:lang w:eastAsia="x-none"/>
        </w:rPr>
        <w:t>ได้จ่ายแก่</w:t>
      </w:r>
      <w:r w:rsidR="00075550">
        <w:rPr>
          <w:rFonts w:ascii="Angsana New" w:hAnsi="Angsana New"/>
          <w:spacing w:val="-4"/>
          <w:sz w:val="30"/>
          <w:szCs w:val="30"/>
          <w:lang w:eastAsia="x-none"/>
        </w:rPr>
        <w:br/>
      </w:r>
      <w:r w:rsidRPr="005061F7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ผู้ถือหุ้นแล้วในวันที่ </w:t>
      </w:r>
      <w:r w:rsidRPr="005061F7">
        <w:rPr>
          <w:rFonts w:ascii="Angsana New" w:hAnsi="Angsana New"/>
          <w:spacing w:val="-4"/>
          <w:sz w:val="30"/>
          <w:szCs w:val="30"/>
          <w:lang w:eastAsia="x-none"/>
        </w:rPr>
        <w:t>26</w:t>
      </w:r>
      <w:r w:rsidRPr="005061F7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</w:t>
      </w:r>
      <w:r w:rsidR="007E38BD" w:rsidRPr="005061F7">
        <w:rPr>
          <w:rFonts w:ascii="Angsana New" w:hAnsi="Angsana New" w:hint="cs"/>
          <w:spacing w:val="-4"/>
          <w:sz w:val="30"/>
          <w:szCs w:val="30"/>
          <w:cs/>
          <w:lang w:eastAsia="x-none"/>
        </w:rPr>
        <w:t>พฤษภาคม</w:t>
      </w:r>
      <w:r w:rsidRPr="005061F7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</w:t>
      </w:r>
      <w:r w:rsidRPr="005061F7">
        <w:rPr>
          <w:rFonts w:ascii="Angsana New" w:hAnsi="Angsana New"/>
          <w:spacing w:val="-4"/>
          <w:sz w:val="30"/>
          <w:szCs w:val="30"/>
          <w:lang w:eastAsia="x-none"/>
        </w:rPr>
        <w:t>2568</w:t>
      </w:r>
      <w:r w:rsidR="0031144C">
        <w:rPr>
          <w:rFonts w:ascii="Angsana New" w:hAnsi="Angsana New"/>
          <w:spacing w:val="-4"/>
          <w:sz w:val="30"/>
          <w:szCs w:val="30"/>
          <w:lang w:eastAsia="x-none"/>
        </w:rPr>
        <w:t xml:space="preserve"> </w:t>
      </w:r>
      <w:r w:rsidR="0031144C">
        <w:rPr>
          <w:rFonts w:ascii="Angsana New" w:hAnsi="Angsana New" w:hint="cs"/>
          <w:spacing w:val="-4"/>
          <w:sz w:val="30"/>
          <w:szCs w:val="30"/>
          <w:cs/>
          <w:lang w:eastAsia="x-none"/>
        </w:rPr>
        <w:t>และ</w:t>
      </w:r>
      <w:r w:rsidR="0031144C" w:rsidRPr="0031144C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วันที่ </w:t>
      </w:r>
      <w:r w:rsidR="0076083E">
        <w:rPr>
          <w:rFonts w:ascii="Angsana New" w:hAnsi="Angsana New"/>
          <w:spacing w:val="-4"/>
          <w:sz w:val="30"/>
          <w:szCs w:val="30"/>
          <w:lang w:eastAsia="x-none"/>
        </w:rPr>
        <w:t>1</w:t>
      </w:r>
      <w:r w:rsidR="0031144C" w:rsidRPr="0031144C">
        <w:rPr>
          <w:rFonts w:ascii="Angsana New" w:hAnsi="Angsana New"/>
          <w:spacing w:val="-4"/>
          <w:sz w:val="30"/>
          <w:szCs w:val="30"/>
          <w:lang w:eastAsia="x-none"/>
        </w:rPr>
        <w:t>5</w:t>
      </w:r>
      <w:r w:rsidR="0031144C" w:rsidRPr="0031144C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สิงหาคม </w:t>
      </w:r>
      <w:r w:rsidR="0031144C" w:rsidRPr="0031144C">
        <w:rPr>
          <w:rFonts w:ascii="Angsana New" w:hAnsi="Angsana New"/>
          <w:spacing w:val="-4"/>
          <w:sz w:val="30"/>
          <w:szCs w:val="30"/>
          <w:lang w:eastAsia="x-none"/>
        </w:rPr>
        <w:t>2568</w:t>
      </w:r>
      <w:r w:rsidR="0031144C" w:rsidRPr="0031144C">
        <w:rPr>
          <w:rFonts w:ascii="Angsana New" w:hAnsi="Angsana New"/>
          <w:spacing w:val="-4"/>
          <w:sz w:val="30"/>
          <w:szCs w:val="30"/>
          <w:cs/>
          <w:lang w:eastAsia="x-none"/>
        </w:rPr>
        <w:t xml:space="preserve"> </w:t>
      </w:r>
      <w:r w:rsidR="004A632D" w:rsidRPr="005061F7">
        <w:rPr>
          <w:rFonts w:ascii="Angsana New" w:hAnsi="Angsana New"/>
          <w:spacing w:val="-4"/>
          <w:sz w:val="30"/>
          <w:szCs w:val="30"/>
          <w:cs/>
          <w:lang w:eastAsia="x-none"/>
        </w:rPr>
        <w:t>ตามรายละเอียดดังนี้</w:t>
      </w:r>
    </w:p>
    <w:p w14:paraId="16B081D2" w14:textId="77777777" w:rsidR="00FA05AE" w:rsidRPr="000E434C" w:rsidRDefault="00FA05AE" w:rsidP="00FA05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</w:p>
    <w:tbl>
      <w:tblPr>
        <w:tblStyle w:val="TableGrid"/>
        <w:tblW w:w="4766" w:type="pct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70"/>
        <w:gridCol w:w="2807"/>
        <w:gridCol w:w="240"/>
        <w:gridCol w:w="1071"/>
        <w:gridCol w:w="236"/>
        <w:gridCol w:w="1381"/>
      </w:tblGrid>
      <w:tr w:rsidR="00D02333" w:rsidRPr="0088709F" w14:paraId="488FA0F7" w14:textId="77777777" w:rsidTr="006E0164">
        <w:trPr>
          <w:tblHeader/>
        </w:trPr>
        <w:tc>
          <w:tcPr>
            <w:tcW w:w="1720" w:type="pct"/>
            <w:vAlign w:val="bottom"/>
          </w:tcPr>
          <w:p w14:paraId="1140E4A0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018F9BAE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3" w:type="pct"/>
            <w:vAlign w:val="bottom"/>
          </w:tcPr>
          <w:p w14:paraId="7D54159C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131" w:type="pct"/>
            <w:vAlign w:val="bottom"/>
          </w:tcPr>
          <w:p w14:paraId="1DCDF2BE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5" w:type="pct"/>
            <w:vAlign w:val="bottom"/>
          </w:tcPr>
          <w:p w14:paraId="00E625CA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129" w:type="pct"/>
          </w:tcPr>
          <w:p w14:paraId="184463CB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54" w:type="pct"/>
            <w:vAlign w:val="bottom"/>
          </w:tcPr>
          <w:p w14:paraId="12B51913" w14:textId="77777777" w:rsidR="00D02333" w:rsidRPr="00784B51" w:rsidDel="00D43E7A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D02333" w:rsidRPr="0088709F" w14:paraId="51CD8AB1" w14:textId="77777777" w:rsidTr="006E0164">
        <w:trPr>
          <w:tblHeader/>
        </w:trPr>
        <w:tc>
          <w:tcPr>
            <w:tcW w:w="1720" w:type="pct"/>
          </w:tcPr>
          <w:p w14:paraId="491F089F" w14:textId="6830BE2D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469A98AC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3" w:type="pct"/>
          </w:tcPr>
          <w:p w14:paraId="33DFE151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1" w:type="pct"/>
          </w:tcPr>
          <w:p w14:paraId="2ED3AA4E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" w:type="pct"/>
          </w:tcPr>
          <w:p w14:paraId="09394FED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784B5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29" w:type="pct"/>
          </w:tcPr>
          <w:p w14:paraId="76BBE58D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54" w:type="pct"/>
          </w:tcPr>
          <w:p w14:paraId="216243BE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784B5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02333" w:rsidRPr="0088709F" w14:paraId="2194A485" w14:textId="77777777" w:rsidTr="006E0164">
        <w:tc>
          <w:tcPr>
            <w:tcW w:w="1720" w:type="pct"/>
          </w:tcPr>
          <w:p w14:paraId="554E8AC1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หุ้นปันผล</w:t>
            </w:r>
          </w:p>
        </w:tc>
        <w:tc>
          <w:tcPr>
            <w:tcW w:w="147" w:type="pct"/>
          </w:tcPr>
          <w:p w14:paraId="412E01E1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3" w:type="pct"/>
          </w:tcPr>
          <w:p w14:paraId="1D0AE091" w14:textId="1E3791DD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lang w:eastAsia="x-non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38</w:t>
            </w:r>
            <w:r w:rsidRPr="00070DFB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 xml:space="preserve"> </w:t>
            </w:r>
            <w:r w:rsidRPr="00070DFB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 xml:space="preserve">หุ้นเดิมต่อ </w:t>
            </w:r>
            <w:r w:rsidRPr="00070DFB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>1</w:t>
            </w:r>
            <w:r w:rsidRPr="00070DFB">
              <w:rPr>
                <w:rFonts w:asciiTheme="majorBidi" w:hAnsiTheme="majorBidi" w:cstheme="majorBidi"/>
                <w:sz w:val="30"/>
                <w:szCs w:val="30"/>
                <w:cs/>
                <w:lang w:eastAsia="x-none"/>
              </w:rPr>
              <w:t xml:space="preserve"> หุ้นปันผล</w:t>
            </w:r>
          </w:p>
        </w:tc>
        <w:tc>
          <w:tcPr>
            <w:tcW w:w="131" w:type="pct"/>
          </w:tcPr>
          <w:p w14:paraId="4555ED9F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0C89C987" w14:textId="71D1388A" w:rsidR="00D02333" w:rsidRPr="00784B51" w:rsidRDefault="00D47C91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10.</w:t>
            </w:r>
            <w:r w:rsidR="0031144C">
              <w:rPr>
                <w:rFonts w:asciiTheme="majorBidi" w:hAnsiTheme="majorBidi" w:cstheme="majorBidi"/>
                <w:sz w:val="30"/>
                <w:szCs w:val="30"/>
              </w:rPr>
              <w:t>148</w:t>
            </w:r>
          </w:p>
        </w:tc>
        <w:tc>
          <w:tcPr>
            <w:tcW w:w="129" w:type="pct"/>
          </w:tcPr>
          <w:p w14:paraId="1D04EE93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54" w:type="pct"/>
          </w:tcPr>
          <w:p w14:paraId="61414F86" w14:textId="53BD3FD6" w:rsidR="00D02333" w:rsidRPr="00784B51" w:rsidRDefault="00022D62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6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10.</w:t>
            </w:r>
            <w:r w:rsidR="0031144C">
              <w:rPr>
                <w:rFonts w:asciiTheme="majorBidi" w:hAnsiTheme="majorBidi" w:cstheme="majorBidi"/>
                <w:sz w:val="30"/>
                <w:szCs w:val="30"/>
              </w:rPr>
              <w:t>148</w:t>
            </w:r>
          </w:p>
        </w:tc>
      </w:tr>
      <w:tr w:rsidR="00D02333" w:rsidRPr="0088709F" w14:paraId="08DF88EE" w14:textId="77777777" w:rsidTr="006E0164">
        <w:tc>
          <w:tcPr>
            <w:tcW w:w="1720" w:type="pct"/>
          </w:tcPr>
          <w:p w14:paraId="5E7837D0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84B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47" w:type="pct"/>
          </w:tcPr>
          <w:p w14:paraId="45021AED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3" w:type="pct"/>
          </w:tcPr>
          <w:p w14:paraId="7CCFD34E" w14:textId="365B30D7" w:rsidR="00D02333" w:rsidRPr="00784B51" w:rsidRDefault="00D47C91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7C91">
              <w:rPr>
                <w:rFonts w:asciiTheme="majorBidi" w:hAnsiTheme="majorBidi" w:cstheme="majorBidi"/>
                <w:sz w:val="30"/>
                <w:szCs w:val="30"/>
                <w:lang w:eastAsia="x-none"/>
              </w:rPr>
              <w:t xml:space="preserve">0.002881 </w:t>
            </w:r>
            <w:r w:rsidR="00D02333">
              <w:rPr>
                <w:rFonts w:asciiTheme="majorBidi" w:hAnsiTheme="majorBidi" w:cstheme="majorBidi" w:hint="cs"/>
                <w:sz w:val="30"/>
                <w:szCs w:val="30"/>
                <w:cs/>
                <w:lang w:eastAsia="x-none"/>
              </w:rPr>
              <w:t>บาท</w:t>
            </w:r>
          </w:p>
        </w:tc>
        <w:tc>
          <w:tcPr>
            <w:tcW w:w="131" w:type="pct"/>
          </w:tcPr>
          <w:p w14:paraId="4BEA560A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77F39D77" w14:textId="77777777" w:rsidR="00D02333" w:rsidRPr="00112619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070DF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57ECC448" w14:textId="77777777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54" w:type="pct"/>
          </w:tcPr>
          <w:p w14:paraId="3132E748" w14:textId="0AC4587C" w:rsidR="00D02333" w:rsidRPr="00784B51" w:rsidRDefault="00D02333" w:rsidP="006E0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6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1.</w:t>
            </w:r>
            <w:r w:rsidR="00E01F1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</w:tr>
    </w:tbl>
    <w:p w14:paraId="0DADF9D3" w14:textId="77777777" w:rsidR="0031144C" w:rsidRDefault="0031144C" w:rsidP="00DF6C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2B7C577" w14:textId="77777777" w:rsidR="00D32726" w:rsidRDefault="00D32726" w:rsidP="00DF6C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DE2826A" w14:textId="77777777" w:rsidR="008A5A86" w:rsidRDefault="008A5A86" w:rsidP="00DF6C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239670A" w14:textId="50FD6BCD" w:rsidR="0076083E" w:rsidRDefault="007608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37AB011C" w14:textId="680E7511" w:rsidR="0025391F" w:rsidRPr="00486B8F" w:rsidRDefault="0025391F" w:rsidP="0025391F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 w:rsidRPr="00486B8F">
        <w:rPr>
          <w:rFonts w:ascii="Angsana New" w:hAnsi="Angsana New" w:hint="cs"/>
          <w:sz w:val="30"/>
          <w:szCs w:val="30"/>
          <w:u w:val="none"/>
          <w:cs/>
          <w:lang w:val="th-TH"/>
        </w:rPr>
        <w:lastRenderedPageBreak/>
        <w:t>กำไรต่อหุ้นขั้นพื้นฐาน</w:t>
      </w:r>
    </w:p>
    <w:p w14:paraId="1B469D79" w14:textId="77777777" w:rsidR="0025391F" w:rsidRPr="000E434C" w:rsidRDefault="0025391F" w:rsidP="00DF6C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D5EBFA0" w14:textId="47BC4451" w:rsidR="002F7002" w:rsidRPr="002F7002" w:rsidRDefault="002F7002" w:rsidP="002F70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F7002">
        <w:rPr>
          <w:rFonts w:ascii="Angsana New" w:hAnsi="Angsana New"/>
          <w:sz w:val="30"/>
          <w:szCs w:val="30"/>
          <w:cs/>
        </w:rPr>
        <w:t>กลุ่มบริษัทและบริษัทไม่มีตราสารที่อาจเปลี่ยนเป็นหุ้นสามัญ กำไรต่อหุ้นปรับลดจึงมีจำนวนเท่ากันกับกำไรต่อหุ้นขั้นพื้นฐาน กำไรต่อหุ้นขั้นพื้นฐานสำหรับงวดสามเดือนและ</w:t>
      </w:r>
      <w:r w:rsidR="001C1202" w:rsidRPr="001C1202">
        <w:rPr>
          <w:rFonts w:ascii="Angsana New" w:hAnsi="Angsana New"/>
          <w:sz w:val="30"/>
          <w:szCs w:val="30"/>
          <w:cs/>
        </w:rPr>
        <w:t xml:space="preserve">เก้าเดือนสิ้นสุดวันที่ </w:t>
      </w:r>
      <w:r w:rsidR="00FC4972" w:rsidRPr="00FC4972">
        <w:rPr>
          <w:rFonts w:ascii="Angsana New" w:hAnsi="Angsana New"/>
          <w:sz w:val="30"/>
          <w:szCs w:val="30"/>
        </w:rPr>
        <w:t>30</w:t>
      </w:r>
      <w:r w:rsidR="001C1202" w:rsidRPr="001C1202">
        <w:rPr>
          <w:rFonts w:ascii="Angsana New" w:hAnsi="Angsana New"/>
          <w:sz w:val="30"/>
          <w:szCs w:val="30"/>
          <w:cs/>
        </w:rPr>
        <w:t xml:space="preserve"> กันยายน </w:t>
      </w:r>
      <w:r>
        <w:rPr>
          <w:rFonts w:ascii="Angsana New" w:hAnsi="Angsana New"/>
          <w:sz w:val="30"/>
          <w:szCs w:val="30"/>
        </w:rPr>
        <w:t>2568</w:t>
      </w:r>
      <w:r w:rsidRPr="002F7002"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2567</w:t>
      </w:r>
      <w:r w:rsidRPr="002F7002">
        <w:rPr>
          <w:rFonts w:ascii="Angsana New" w:hAnsi="Angsana New"/>
          <w:sz w:val="30"/>
          <w:szCs w:val="30"/>
          <w:cs/>
        </w:rPr>
        <w:t xml:space="preserve">คำนวณจากกำไรสำหรับงวดที่เป็นส่วนของผู้ถือหุ้นสามัญของบริษัท และจำนวนหุ้นสามัญที่ออกจำหน่ายแล้วในระหว่างงวด โดยได้ปรับปรุงจำนวนหุ้นสามัญที่เปลี่ยนแปลงจากการเพิ่มทุนโดยการออกหุ้นปันผล ในการคำนวณกำไรต่อหุ้นของทุกงวดที่แสดงเปรียบเทียบ โดยถือเสมือนว่าได้มีการออกหุ้นปันผลดังกล่าวตั้งแต่วันเริ่มต้นของงวดแรกที่เสนอรายงานตามที่ได้กล่าวไว้ในหมายเหตุข้อ </w:t>
      </w:r>
      <w:r>
        <w:rPr>
          <w:rFonts w:ascii="Angsana New" w:hAnsi="Angsana New"/>
          <w:sz w:val="30"/>
          <w:szCs w:val="30"/>
        </w:rPr>
        <w:t xml:space="preserve">6 </w:t>
      </w:r>
      <w:r w:rsidRPr="002F7002">
        <w:rPr>
          <w:rFonts w:ascii="Angsana New" w:hAnsi="Angsana New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7</w:t>
      </w:r>
      <w:r w:rsidRPr="002F7002">
        <w:rPr>
          <w:rFonts w:ascii="Angsana New" w:hAnsi="Angsana New"/>
          <w:sz w:val="30"/>
          <w:szCs w:val="30"/>
          <w:cs/>
        </w:rPr>
        <w:t xml:space="preserve"> โดยแสดงการคำนวณได้ดังนี้</w:t>
      </w:r>
    </w:p>
    <w:p w14:paraId="54C81F26" w14:textId="77777777" w:rsidR="0025391F" w:rsidRPr="000E434C" w:rsidRDefault="0025391F" w:rsidP="00DF6C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97"/>
        <w:gridCol w:w="256"/>
        <w:gridCol w:w="1174"/>
        <w:gridCol w:w="262"/>
        <w:gridCol w:w="1180"/>
        <w:gridCol w:w="260"/>
        <w:gridCol w:w="1178"/>
      </w:tblGrid>
      <w:tr w:rsidR="0025391F" w:rsidRPr="00AA7991" w14:paraId="7E277F68" w14:textId="77777777" w:rsidTr="00F201F5">
        <w:trPr>
          <w:tblHeader/>
        </w:trPr>
        <w:tc>
          <w:tcPr>
            <w:tcW w:w="2086" w:type="pct"/>
          </w:tcPr>
          <w:p w14:paraId="5C580058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2" w:type="pct"/>
            <w:gridSpan w:val="3"/>
          </w:tcPr>
          <w:p w14:paraId="371213B3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99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1" w:type="pct"/>
          </w:tcPr>
          <w:p w14:paraId="4B8A8ACD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1" w:type="pct"/>
            <w:gridSpan w:val="3"/>
          </w:tcPr>
          <w:p w14:paraId="1CFBACF9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799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AA7991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25391F" w:rsidRPr="00AA7991" w14:paraId="34EFC9F9" w14:textId="77777777" w:rsidTr="00F201F5">
        <w:trPr>
          <w:tblHeader/>
        </w:trPr>
        <w:tc>
          <w:tcPr>
            <w:tcW w:w="2086" w:type="pct"/>
          </w:tcPr>
          <w:p w14:paraId="4C4FA667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91" w:type="pct"/>
          </w:tcPr>
          <w:p w14:paraId="26AF8D5E" w14:textId="4A891383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</w:rPr>
              <w:t>6</w:t>
            </w:r>
            <w:r w:rsidR="006E253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38" w:type="pct"/>
          </w:tcPr>
          <w:p w14:paraId="37CF21B8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204D7021" w14:textId="311D21BE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E253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1" w:type="pct"/>
          </w:tcPr>
          <w:p w14:paraId="55D3651F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</w:tcPr>
          <w:p w14:paraId="29DB4CE0" w14:textId="0AB4706E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</w:rPr>
              <w:t>6</w:t>
            </w:r>
            <w:r w:rsidR="006E2537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0" w:type="pct"/>
          </w:tcPr>
          <w:p w14:paraId="5D20F574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</w:tcPr>
          <w:p w14:paraId="5475594D" w14:textId="7AE1FCC4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6E2537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5391F" w:rsidRPr="00AA7991" w14:paraId="2DF2163F" w14:textId="77777777" w:rsidTr="00F201F5">
        <w:trPr>
          <w:tblHeader/>
        </w:trPr>
        <w:tc>
          <w:tcPr>
            <w:tcW w:w="2086" w:type="pct"/>
          </w:tcPr>
          <w:p w14:paraId="6E24179E" w14:textId="77777777" w:rsidR="0025391F" w:rsidRPr="00E41D1E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14" w:type="pct"/>
            <w:gridSpan w:val="7"/>
          </w:tcPr>
          <w:p w14:paraId="79AAF125" w14:textId="77777777" w:rsidR="0025391F" w:rsidRPr="00AA7991" w:rsidRDefault="0025391F" w:rsidP="000945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A79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Pr="00AA7991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/ </w:t>
            </w:r>
            <w:r w:rsidRPr="00AA799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พันหุ้น)</w:t>
            </w:r>
          </w:p>
        </w:tc>
      </w:tr>
      <w:tr w:rsidR="00F201F5" w:rsidRPr="00B36D11" w14:paraId="0FBAA5FA" w14:textId="77777777" w:rsidTr="00B01B86">
        <w:trPr>
          <w:trHeight w:val="362"/>
        </w:trPr>
        <w:tc>
          <w:tcPr>
            <w:tcW w:w="2086" w:type="pct"/>
          </w:tcPr>
          <w:p w14:paraId="3B4C47D4" w14:textId="56581120" w:rsidR="00F201F5" w:rsidRPr="00587DBB" w:rsidRDefault="00F201F5" w:rsidP="00F201F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587DBB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  <w:lang w:val="th-TH"/>
              </w:rPr>
              <w:t>สำหรับงวดสามเดือน</w:t>
            </w:r>
            <w:r w:rsidRPr="00587DBB"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  <w:lang w:val="th-TH"/>
              </w:rPr>
              <w:t xml:space="preserve">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  <w:t>30</w:t>
            </w:r>
            <w:r w:rsidRPr="00587DBB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91" w:type="pct"/>
            <w:vAlign w:val="bottom"/>
          </w:tcPr>
          <w:p w14:paraId="786C5ACA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vAlign w:val="bottom"/>
          </w:tcPr>
          <w:p w14:paraId="6FE40239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193634E1" w14:textId="6AE1538D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4F974C11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A4E0815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14:paraId="1E98FAA7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6DD4973B" w14:textId="418A1F58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201F5" w:rsidRPr="00B01B86" w14:paraId="45E8B774" w14:textId="77777777" w:rsidTr="00B01B86">
        <w:trPr>
          <w:trHeight w:val="362"/>
        </w:trPr>
        <w:tc>
          <w:tcPr>
            <w:tcW w:w="2086" w:type="pct"/>
          </w:tcPr>
          <w:p w14:paraId="40A5AAA2" w14:textId="53B024C4" w:rsidR="00F201F5" w:rsidRPr="00B01B86" w:rsidRDefault="00F201F5" w:rsidP="00F201F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spacing w:val="-4"/>
                <w:sz w:val="30"/>
                <w:szCs w:val="30"/>
                <w:cs/>
                <w:lang w:val="th-TH"/>
              </w:rPr>
            </w:pPr>
            <w:r w:rsidRPr="00B01B8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กำไรที่เป็นส่วนของผู้ถือหุ้นของบริษัท</w:t>
            </w:r>
          </w:p>
        </w:tc>
        <w:tc>
          <w:tcPr>
            <w:tcW w:w="591" w:type="pct"/>
            <w:vAlign w:val="bottom"/>
          </w:tcPr>
          <w:p w14:paraId="2E8FCEC3" w14:textId="6ABE45FF" w:rsidR="00F201F5" w:rsidRPr="00B01B86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20,16</w:t>
            </w:r>
            <w:r w:rsidR="00D9166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8" w:type="pct"/>
            <w:vAlign w:val="bottom"/>
          </w:tcPr>
          <w:p w14:paraId="5DFBD45F" w14:textId="77777777" w:rsidR="00F201F5" w:rsidRPr="00B01B86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10F2FEF" w14:textId="5D4D19FC" w:rsidR="00F201F5" w:rsidRPr="00B01B86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13,368</w:t>
            </w:r>
          </w:p>
        </w:tc>
        <w:tc>
          <w:tcPr>
            <w:tcW w:w="141" w:type="pct"/>
            <w:vAlign w:val="bottom"/>
          </w:tcPr>
          <w:p w14:paraId="5EAE9B1F" w14:textId="77777777" w:rsidR="00F201F5" w:rsidRPr="00B01B86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6B81D00C" w14:textId="4B75446B" w:rsidR="00F201F5" w:rsidRPr="00B01B86" w:rsidRDefault="00DF6C02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20,233</w:t>
            </w:r>
          </w:p>
        </w:tc>
        <w:tc>
          <w:tcPr>
            <w:tcW w:w="140" w:type="pct"/>
            <w:vAlign w:val="bottom"/>
          </w:tcPr>
          <w:p w14:paraId="6E1749C1" w14:textId="77777777" w:rsidR="00F201F5" w:rsidRPr="00B01B86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0E755273" w14:textId="142D6449" w:rsidR="00F201F5" w:rsidRPr="00B01B86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B01B86">
              <w:rPr>
                <w:rFonts w:ascii="Angsana New" w:hAnsi="Angsana New"/>
                <w:sz w:val="30"/>
                <w:szCs w:val="30"/>
              </w:rPr>
              <w:t>13,298</w:t>
            </w:r>
          </w:p>
        </w:tc>
      </w:tr>
      <w:tr w:rsidR="00F201F5" w:rsidRPr="00B36D11" w14:paraId="2FC91291" w14:textId="77777777" w:rsidTr="00B01B86">
        <w:trPr>
          <w:trHeight w:val="362"/>
        </w:trPr>
        <w:tc>
          <w:tcPr>
            <w:tcW w:w="2086" w:type="pct"/>
          </w:tcPr>
          <w:p w14:paraId="1D967144" w14:textId="5365D5D3" w:rsidR="00F201F5" w:rsidRPr="00B36D11" w:rsidRDefault="00F201F5" w:rsidP="00F201F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AA7991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  <w:r w:rsidR="00B01B86">
              <w:rPr>
                <w:rFonts w:ascii="Angsana New" w:hAnsi="Angsana New" w:hint="cs"/>
                <w:sz w:val="30"/>
                <w:szCs w:val="30"/>
                <w:cs/>
              </w:rPr>
              <w:t>หลังจากการออกหุ้นปันผล</w:t>
            </w:r>
          </w:p>
        </w:tc>
        <w:tc>
          <w:tcPr>
            <w:tcW w:w="591" w:type="pct"/>
            <w:vAlign w:val="bottom"/>
          </w:tcPr>
          <w:p w14:paraId="2F840DBA" w14:textId="72560657" w:rsidR="00F201F5" w:rsidRPr="00DF6C02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DF6C02"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  <w:tc>
          <w:tcPr>
            <w:tcW w:w="138" w:type="pct"/>
            <w:vAlign w:val="bottom"/>
          </w:tcPr>
          <w:p w14:paraId="780F721B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03997856" w14:textId="1B71A29D" w:rsidR="00F201F5" w:rsidRPr="00DF6C02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DF6C02">
              <w:rPr>
                <w:rFonts w:ascii="Angsana New" w:hAnsi="Angsana New"/>
                <w:sz w:val="30"/>
                <w:szCs w:val="30"/>
              </w:rPr>
              <w:t>395,</w:t>
            </w:r>
            <w:r>
              <w:rPr>
                <w:rFonts w:ascii="Angsana New" w:hAnsi="Angsana New"/>
                <w:sz w:val="30"/>
                <w:szCs w:val="30"/>
              </w:rPr>
              <w:t>863</w:t>
            </w:r>
          </w:p>
        </w:tc>
        <w:tc>
          <w:tcPr>
            <w:tcW w:w="141" w:type="pct"/>
            <w:vAlign w:val="bottom"/>
          </w:tcPr>
          <w:p w14:paraId="31AA3EE7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6B3BFE94" w14:textId="7EBF5B1C" w:rsidR="00F201F5" w:rsidRPr="00DF6C02" w:rsidRDefault="00DF6C02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  <w:tc>
          <w:tcPr>
            <w:tcW w:w="140" w:type="pct"/>
            <w:vAlign w:val="bottom"/>
          </w:tcPr>
          <w:p w14:paraId="77A26BB9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2D0B9111" w14:textId="5300AC8D" w:rsidR="00F201F5" w:rsidRPr="00DF6C02" w:rsidRDefault="00DF6C02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</w:tr>
      <w:tr w:rsidR="00B01B86" w:rsidRPr="00B36D11" w14:paraId="20FE3332" w14:textId="77777777" w:rsidTr="00930668">
        <w:trPr>
          <w:trHeight w:val="362"/>
        </w:trPr>
        <w:tc>
          <w:tcPr>
            <w:tcW w:w="2086" w:type="pct"/>
          </w:tcPr>
          <w:p w14:paraId="5E805094" w14:textId="4C120731" w:rsidR="00B01B86" w:rsidRPr="00991476" w:rsidRDefault="00DF6C02" w:rsidP="00B01B86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A7991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กำไรต่อหุ้นขั้นพื้นฐาน </w:t>
            </w:r>
            <w:r w:rsidRPr="00AA799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(บาท)</w:t>
            </w:r>
          </w:p>
        </w:tc>
        <w:tc>
          <w:tcPr>
            <w:tcW w:w="591" w:type="pct"/>
            <w:tcBorders>
              <w:bottom w:val="double" w:sz="4" w:space="0" w:color="auto"/>
            </w:tcBorders>
            <w:vAlign w:val="bottom"/>
          </w:tcPr>
          <w:p w14:paraId="7BA0398B" w14:textId="2A05C3F0" w:rsidR="00B01B86" w:rsidRPr="00DF6C02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6C02">
              <w:rPr>
                <w:rFonts w:ascii="Angsana New" w:hAnsi="Angsana New"/>
                <w:b/>
                <w:bCs/>
                <w:sz w:val="30"/>
                <w:szCs w:val="30"/>
              </w:rPr>
              <w:t>0.051</w:t>
            </w:r>
          </w:p>
        </w:tc>
        <w:tc>
          <w:tcPr>
            <w:tcW w:w="138" w:type="pct"/>
            <w:vAlign w:val="bottom"/>
          </w:tcPr>
          <w:p w14:paraId="4CCC8C65" w14:textId="77777777" w:rsidR="00B01B86" w:rsidRPr="00DF6C02" w:rsidRDefault="00B01B86" w:rsidP="00B01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vAlign w:val="bottom"/>
          </w:tcPr>
          <w:p w14:paraId="5E32E51E" w14:textId="354B3CBF" w:rsidR="00B01B86" w:rsidRPr="00DF6C02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6C02">
              <w:rPr>
                <w:rFonts w:ascii="Angsana New" w:hAnsi="Angsana New"/>
                <w:b/>
                <w:bCs/>
                <w:sz w:val="30"/>
                <w:szCs w:val="30"/>
              </w:rPr>
              <w:t>0.034</w:t>
            </w:r>
          </w:p>
        </w:tc>
        <w:tc>
          <w:tcPr>
            <w:tcW w:w="141" w:type="pct"/>
            <w:vAlign w:val="bottom"/>
          </w:tcPr>
          <w:p w14:paraId="618C955A" w14:textId="77777777" w:rsidR="00B01B86" w:rsidRPr="00DF6C02" w:rsidRDefault="00B01B86" w:rsidP="00B01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14:paraId="694A7549" w14:textId="47346065" w:rsidR="00B01B86" w:rsidRPr="00DF6C02" w:rsidRDefault="00DF6C02" w:rsidP="00B01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0.051</w:t>
            </w:r>
          </w:p>
        </w:tc>
        <w:tc>
          <w:tcPr>
            <w:tcW w:w="140" w:type="pct"/>
            <w:vAlign w:val="bottom"/>
          </w:tcPr>
          <w:p w14:paraId="68825852" w14:textId="77777777" w:rsidR="00B01B86" w:rsidRPr="00DF6C02" w:rsidRDefault="00B01B86" w:rsidP="00B01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double" w:sz="4" w:space="0" w:color="auto"/>
            </w:tcBorders>
            <w:vAlign w:val="bottom"/>
          </w:tcPr>
          <w:p w14:paraId="6B8323B8" w14:textId="289901A2" w:rsidR="00B01B86" w:rsidRPr="00DF6C02" w:rsidRDefault="00B01B86" w:rsidP="00B01B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F6C02"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DF6C02">
              <w:rPr>
                <w:rFonts w:ascii="Angsana New" w:hAnsi="Angsana New"/>
                <w:b/>
                <w:bCs/>
                <w:sz w:val="30"/>
                <w:szCs w:val="30"/>
              </w:rPr>
              <w:t>034</w:t>
            </w:r>
          </w:p>
        </w:tc>
      </w:tr>
      <w:tr w:rsidR="00F201F5" w:rsidRPr="00B36D11" w14:paraId="4439DEDE" w14:textId="77777777" w:rsidTr="00B01B86">
        <w:trPr>
          <w:trHeight w:val="362"/>
        </w:trPr>
        <w:tc>
          <w:tcPr>
            <w:tcW w:w="2086" w:type="pct"/>
          </w:tcPr>
          <w:p w14:paraId="549FBDDC" w14:textId="77777777" w:rsidR="00F201F5" w:rsidRPr="00DF6C02" w:rsidRDefault="00F201F5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591" w:type="pct"/>
            <w:vAlign w:val="bottom"/>
          </w:tcPr>
          <w:p w14:paraId="0F4389E6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8" w:type="pct"/>
            <w:vAlign w:val="bottom"/>
          </w:tcPr>
          <w:p w14:paraId="2D0E0264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3" w:type="pct"/>
            <w:vAlign w:val="bottom"/>
          </w:tcPr>
          <w:p w14:paraId="0D7E74E6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pct"/>
            <w:vAlign w:val="bottom"/>
          </w:tcPr>
          <w:p w14:paraId="4757425E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6" w:type="pct"/>
            <w:vAlign w:val="bottom"/>
          </w:tcPr>
          <w:p w14:paraId="7999ED6E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0" w:type="pct"/>
            <w:vAlign w:val="bottom"/>
          </w:tcPr>
          <w:p w14:paraId="21369AA3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5" w:type="pct"/>
            <w:vAlign w:val="bottom"/>
          </w:tcPr>
          <w:p w14:paraId="46D7147D" w14:textId="77777777" w:rsidR="00F201F5" w:rsidRPr="00DF6C02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201F5" w:rsidRPr="00B36D11" w14:paraId="063F9093" w14:textId="77777777" w:rsidTr="00B01B86">
        <w:trPr>
          <w:trHeight w:val="362"/>
        </w:trPr>
        <w:tc>
          <w:tcPr>
            <w:tcW w:w="2086" w:type="pct"/>
          </w:tcPr>
          <w:p w14:paraId="4A556932" w14:textId="62025593" w:rsidR="00F201F5" w:rsidRPr="00991476" w:rsidRDefault="00DF6C02" w:rsidP="00F201F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587DBB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  <w:lang w:val="th-TH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  <w:lang w:val="th-TH"/>
              </w:rPr>
              <w:t>เก้า</w:t>
            </w:r>
            <w:r w:rsidRPr="00587DBB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  <w:lang w:val="th-TH"/>
              </w:rPr>
              <w:t>เดือน</w:t>
            </w:r>
            <w:r w:rsidRPr="00587DBB"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  <w:lang w:val="th-TH"/>
              </w:rPr>
              <w:t xml:space="preserve">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  <w:t>30</w:t>
            </w:r>
            <w:r w:rsidRPr="00587DBB"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91" w:type="pct"/>
            <w:vAlign w:val="bottom"/>
          </w:tcPr>
          <w:p w14:paraId="49B18C83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vAlign w:val="bottom"/>
          </w:tcPr>
          <w:p w14:paraId="3B686644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</w:tcPr>
          <w:p w14:paraId="2F280F07" w14:textId="35C59236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2ED54E98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834E8E5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" w:type="pct"/>
            <w:vAlign w:val="bottom"/>
          </w:tcPr>
          <w:p w14:paraId="30D78491" w14:textId="77777777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</w:tcPr>
          <w:p w14:paraId="57056D51" w14:textId="6AAACE9F" w:rsidR="00F201F5" w:rsidRPr="00B36D1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F6C02" w:rsidRPr="005376EB" w14:paraId="75763825" w14:textId="77777777" w:rsidTr="00B01B86">
        <w:tc>
          <w:tcPr>
            <w:tcW w:w="2086" w:type="pct"/>
          </w:tcPr>
          <w:p w14:paraId="491BD24C" w14:textId="17AEBC1F" w:rsidR="00DF6C02" w:rsidRPr="00AA7991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B01B8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กำไรที่เป็นส่วนของผู้ถือหุ้นของบริษัท</w:t>
            </w:r>
          </w:p>
        </w:tc>
        <w:tc>
          <w:tcPr>
            <w:tcW w:w="591" w:type="pct"/>
            <w:vAlign w:val="bottom"/>
          </w:tcPr>
          <w:p w14:paraId="4B5F8E0B" w14:textId="57CAEFAD" w:rsidR="00DF6C02" w:rsidRPr="005255C9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46,91</w:t>
            </w:r>
            <w:r w:rsidR="00D91664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8" w:type="pct"/>
            <w:vAlign w:val="bottom"/>
          </w:tcPr>
          <w:p w14:paraId="2BD90D12" w14:textId="77777777" w:rsidR="00DF6C02" w:rsidRPr="005255C9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40D7338C" w14:textId="51CC47D8" w:rsidR="00DF6C02" w:rsidRPr="005255C9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37,372</w:t>
            </w:r>
          </w:p>
        </w:tc>
        <w:tc>
          <w:tcPr>
            <w:tcW w:w="141" w:type="pct"/>
            <w:vAlign w:val="bottom"/>
          </w:tcPr>
          <w:p w14:paraId="1AE14AB1" w14:textId="77777777" w:rsidR="00DF6C02" w:rsidRPr="005255C9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FFB310E" w14:textId="4BA685EF" w:rsidR="00DF6C02" w:rsidRPr="005255C9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48,410</w:t>
            </w:r>
          </w:p>
        </w:tc>
        <w:tc>
          <w:tcPr>
            <w:tcW w:w="140" w:type="pct"/>
            <w:vAlign w:val="bottom"/>
          </w:tcPr>
          <w:p w14:paraId="7295CE3C" w14:textId="77777777" w:rsidR="00DF6C02" w:rsidRPr="005255C9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7815C011" w14:textId="47D3D339" w:rsidR="00DF6C02" w:rsidRPr="005255C9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36,823</w:t>
            </w:r>
          </w:p>
        </w:tc>
      </w:tr>
      <w:tr w:rsidR="00DF6C02" w:rsidRPr="00AA7991" w14:paraId="25763ACD" w14:textId="77777777" w:rsidTr="00B01B86">
        <w:tc>
          <w:tcPr>
            <w:tcW w:w="2086" w:type="pct"/>
          </w:tcPr>
          <w:p w14:paraId="5F723BB1" w14:textId="64778ACF" w:rsidR="00DF6C02" w:rsidRPr="00AA7991" w:rsidRDefault="00DF6C02" w:rsidP="00DF6C02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A7991">
              <w:rPr>
                <w:rFonts w:ascii="Angsana New" w:hAnsi="Angsana New"/>
                <w:sz w:val="30"/>
                <w:szCs w:val="30"/>
                <w:cs/>
              </w:rPr>
              <w:t>จำนวนหุ้นสามัญ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หลังจากการออกหุ้นปันผล</w:t>
            </w:r>
          </w:p>
        </w:tc>
        <w:tc>
          <w:tcPr>
            <w:tcW w:w="591" w:type="pct"/>
            <w:vAlign w:val="bottom"/>
          </w:tcPr>
          <w:p w14:paraId="3C68DF06" w14:textId="57981B5A" w:rsidR="00DF6C02" w:rsidRPr="00015F94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015F94"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  <w:tc>
          <w:tcPr>
            <w:tcW w:w="138" w:type="pct"/>
            <w:vAlign w:val="bottom"/>
          </w:tcPr>
          <w:p w14:paraId="1E40CE56" w14:textId="77777777" w:rsidR="00DF6C02" w:rsidRPr="00015F94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373874F6" w14:textId="405AA7A5" w:rsidR="00DF6C02" w:rsidRPr="00015F94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015F94"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  <w:tc>
          <w:tcPr>
            <w:tcW w:w="141" w:type="pct"/>
            <w:vAlign w:val="bottom"/>
          </w:tcPr>
          <w:p w14:paraId="0BEBD24B" w14:textId="77777777" w:rsidR="00DF6C02" w:rsidRPr="00015F94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70EF4150" w14:textId="0C3601B3" w:rsidR="00DF6C02" w:rsidRPr="00015F94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sz w:val="30"/>
                <w:szCs w:val="30"/>
              </w:rPr>
            </w:pPr>
            <w:r w:rsidRPr="00015F94"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  <w:tc>
          <w:tcPr>
            <w:tcW w:w="140" w:type="pct"/>
            <w:vAlign w:val="bottom"/>
          </w:tcPr>
          <w:p w14:paraId="25A99180" w14:textId="77777777" w:rsidR="00DF6C02" w:rsidRPr="00015F94" w:rsidRDefault="00DF6C02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753FA3A7" w14:textId="34B28474" w:rsidR="00DF6C02" w:rsidRPr="00015F94" w:rsidRDefault="00015F94" w:rsidP="00DF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sz w:val="30"/>
                <w:szCs w:val="30"/>
              </w:rPr>
            </w:pPr>
            <w:r w:rsidRPr="00015F94">
              <w:rPr>
                <w:rFonts w:ascii="Angsana New" w:hAnsi="Angsana New"/>
                <w:sz w:val="30"/>
                <w:szCs w:val="30"/>
              </w:rPr>
              <w:t>395,863</w:t>
            </w:r>
          </w:p>
        </w:tc>
      </w:tr>
      <w:tr w:rsidR="00F201F5" w:rsidRPr="00AA7991" w14:paraId="28F10033" w14:textId="77777777" w:rsidTr="00B01B86">
        <w:tc>
          <w:tcPr>
            <w:tcW w:w="2086" w:type="pct"/>
          </w:tcPr>
          <w:p w14:paraId="59AF50BC" w14:textId="40A17A2C" w:rsidR="00F201F5" w:rsidRPr="00AA7991" w:rsidRDefault="00F201F5" w:rsidP="00F201F5">
            <w:pPr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A7991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กำไรต่อหุ้นขั้นพื้นฐาน </w:t>
            </w:r>
            <w:r w:rsidRPr="00AA799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(บาท)</w:t>
            </w:r>
          </w:p>
        </w:tc>
        <w:tc>
          <w:tcPr>
            <w:tcW w:w="591" w:type="pct"/>
            <w:tcBorders>
              <w:bottom w:val="double" w:sz="4" w:space="0" w:color="auto"/>
            </w:tcBorders>
            <w:vAlign w:val="bottom"/>
          </w:tcPr>
          <w:p w14:paraId="35B90F65" w14:textId="38225036" w:rsidR="00F201F5" w:rsidRPr="00AA7991" w:rsidRDefault="00015F94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0.119</w:t>
            </w:r>
          </w:p>
        </w:tc>
        <w:tc>
          <w:tcPr>
            <w:tcW w:w="138" w:type="pct"/>
            <w:vAlign w:val="bottom"/>
          </w:tcPr>
          <w:p w14:paraId="17905A07" w14:textId="77777777" w:rsidR="00F201F5" w:rsidRPr="00AA799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tcBorders>
              <w:bottom w:val="double" w:sz="4" w:space="0" w:color="auto"/>
            </w:tcBorders>
            <w:vAlign w:val="bottom"/>
          </w:tcPr>
          <w:p w14:paraId="17DA8B33" w14:textId="524EDE2C" w:rsidR="00F201F5" w:rsidRPr="00AA799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015F94">
              <w:rPr>
                <w:rFonts w:ascii="Angsana New" w:hAnsi="Angsana New"/>
                <w:b/>
                <w:bCs/>
                <w:sz w:val="30"/>
                <w:szCs w:val="30"/>
              </w:rPr>
              <w:t>.094</w:t>
            </w:r>
          </w:p>
        </w:tc>
        <w:tc>
          <w:tcPr>
            <w:tcW w:w="141" w:type="pct"/>
            <w:vAlign w:val="bottom"/>
          </w:tcPr>
          <w:p w14:paraId="361AD009" w14:textId="77777777" w:rsidR="00F201F5" w:rsidRPr="00AA799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14:paraId="3DABBF10" w14:textId="5132623D" w:rsidR="00F201F5" w:rsidRPr="00AA7991" w:rsidRDefault="00015F94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 w:right="-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53507E">
              <w:rPr>
                <w:rFonts w:ascii="Angsana New" w:hAnsi="Angsana New"/>
                <w:b/>
                <w:bCs/>
                <w:sz w:val="30"/>
                <w:szCs w:val="30"/>
              </w:rPr>
              <w:t>122</w:t>
            </w:r>
          </w:p>
        </w:tc>
        <w:tc>
          <w:tcPr>
            <w:tcW w:w="140" w:type="pct"/>
            <w:vAlign w:val="bottom"/>
          </w:tcPr>
          <w:p w14:paraId="00CDA1D5" w14:textId="77777777" w:rsidR="00F201F5" w:rsidRPr="00AA799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double" w:sz="4" w:space="0" w:color="auto"/>
            </w:tcBorders>
            <w:vAlign w:val="bottom"/>
          </w:tcPr>
          <w:p w14:paraId="6BC613C3" w14:textId="0DFBD4E0" w:rsidR="00F201F5" w:rsidRPr="00AA7991" w:rsidRDefault="00F201F5" w:rsidP="00F20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7"/>
              </w:tabs>
              <w:spacing w:line="240" w:lineRule="auto"/>
              <w:ind w:lef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015F94">
              <w:rPr>
                <w:rFonts w:ascii="Angsana New" w:hAnsi="Angsana New"/>
                <w:b/>
                <w:bCs/>
                <w:sz w:val="30"/>
                <w:szCs w:val="30"/>
              </w:rPr>
              <w:t>093</w:t>
            </w:r>
          </w:p>
        </w:tc>
      </w:tr>
    </w:tbl>
    <w:p w14:paraId="3F034BB6" w14:textId="77777777" w:rsidR="00D45AA4" w:rsidRPr="00D45AA4" w:rsidRDefault="00D45AA4" w:rsidP="00D45AA4">
      <w:pPr>
        <w:pStyle w:val="Heading1"/>
        <w:keepNext w:val="0"/>
        <w:widowControl w:val="0"/>
        <w:numPr>
          <w:ilvl w:val="0"/>
          <w:numId w:val="0"/>
        </w:numPr>
        <w:shd w:val="clear" w:color="auto" w:fill="auto"/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</w:p>
    <w:p w14:paraId="1AD06C2A" w14:textId="7F0D5F05" w:rsidR="00E41D1E" w:rsidRDefault="002E5881" w:rsidP="002E5881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 w:rsidRPr="002E5881">
        <w:rPr>
          <w:rFonts w:ascii="Angsana New" w:hAnsi="Angsana New"/>
          <w:sz w:val="30"/>
          <w:szCs w:val="30"/>
          <w:u w:val="none"/>
          <w:cs/>
          <w:lang w:val="th-TH"/>
        </w:rPr>
        <w:t>เครื่องมือทาง</w:t>
      </w:r>
      <w:r w:rsidRPr="00302607">
        <w:rPr>
          <w:rFonts w:ascii="Angsana New" w:hAnsi="Angsana New"/>
          <w:sz w:val="30"/>
          <w:szCs w:val="30"/>
          <w:u w:val="none"/>
          <w:cs/>
          <w:lang w:val="th-TH"/>
        </w:rPr>
        <w:t>การเงิน</w:t>
      </w:r>
    </w:p>
    <w:p w14:paraId="65702C2D" w14:textId="77777777" w:rsidR="002E5881" w:rsidRPr="006212FB" w:rsidRDefault="002E5881" w:rsidP="0045239F">
      <w:pPr>
        <w:spacing w:line="240" w:lineRule="auto"/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70101C19" w14:textId="77777777" w:rsidR="0045239F" w:rsidRPr="00171679" w:rsidRDefault="0045239F" w:rsidP="004523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171679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426321AF" w14:textId="77777777" w:rsidR="0045239F" w:rsidRPr="00F7149C" w:rsidRDefault="0045239F" w:rsidP="002E58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61DEDE4" w14:textId="34DAA11A" w:rsidR="00E41D1E" w:rsidRPr="002E5881" w:rsidRDefault="002E5881" w:rsidP="006212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  <w:sectPr w:rsidR="00E41D1E" w:rsidRPr="002E5881" w:rsidSect="00DF7534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aperSrc w:first="7" w:other="7"/>
          <w:pgNumType w:start="16"/>
          <w:cols w:space="720"/>
          <w:docGrid w:linePitch="360"/>
        </w:sectPr>
      </w:pPr>
      <w:r w:rsidRPr="002E5881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</w:t>
      </w:r>
      <w:r w:rsidR="00D369B2">
        <w:rPr>
          <w:rFonts w:ascii="Angsana New" w:hAnsi="Angsana New" w:hint="cs"/>
          <w:sz w:val="30"/>
          <w:szCs w:val="30"/>
          <w:cs/>
        </w:rPr>
        <w:t>มผล</w:t>
      </w:r>
    </w:p>
    <w:tbl>
      <w:tblPr>
        <w:tblW w:w="1494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510"/>
        <w:gridCol w:w="270"/>
        <w:gridCol w:w="1350"/>
        <w:gridCol w:w="270"/>
        <w:gridCol w:w="1440"/>
        <w:gridCol w:w="236"/>
        <w:gridCol w:w="1384"/>
        <w:gridCol w:w="236"/>
        <w:gridCol w:w="1384"/>
        <w:gridCol w:w="236"/>
        <w:gridCol w:w="1384"/>
        <w:gridCol w:w="270"/>
        <w:gridCol w:w="1350"/>
        <w:gridCol w:w="270"/>
        <w:gridCol w:w="1350"/>
      </w:tblGrid>
      <w:tr w:rsidR="002E5881" w:rsidRPr="00950F1A" w14:paraId="3018FB4E" w14:textId="77777777" w:rsidTr="008C5234">
        <w:trPr>
          <w:trHeight w:val="261"/>
          <w:tblHeader/>
        </w:trPr>
        <w:tc>
          <w:tcPr>
            <w:tcW w:w="3510" w:type="dxa"/>
            <w:vAlign w:val="bottom"/>
          </w:tcPr>
          <w:p w14:paraId="6897CA39" w14:textId="58306D09" w:rsidR="002E5881" w:rsidRPr="006F7E1A" w:rsidRDefault="002E5881" w:rsidP="008C5234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270" w:type="dxa"/>
          </w:tcPr>
          <w:p w14:paraId="2235D289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160" w:type="dxa"/>
            <w:gridSpan w:val="13"/>
          </w:tcPr>
          <w:p w14:paraId="05DAA5D8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2E5881" w:rsidRPr="00950F1A" w14:paraId="061E6221" w14:textId="77777777" w:rsidTr="008C5234">
        <w:trPr>
          <w:trHeight w:val="261"/>
          <w:tblHeader/>
        </w:trPr>
        <w:tc>
          <w:tcPr>
            <w:tcW w:w="3510" w:type="dxa"/>
            <w:vAlign w:val="bottom"/>
          </w:tcPr>
          <w:p w14:paraId="496D9CC7" w14:textId="77777777" w:rsidR="002E5881" w:rsidRPr="006F7E1A" w:rsidRDefault="002E5881" w:rsidP="008C5234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14:paraId="0D24560A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6300" w:type="dxa"/>
            <w:gridSpan w:val="7"/>
          </w:tcPr>
          <w:p w14:paraId="460565A5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581944A1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4624" w:type="dxa"/>
            <w:gridSpan w:val="5"/>
            <w:vAlign w:val="bottom"/>
          </w:tcPr>
          <w:p w14:paraId="5C6ABE96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มูลค่ายุติธรรม</w:t>
            </w:r>
          </w:p>
        </w:tc>
      </w:tr>
      <w:tr w:rsidR="002E5881" w:rsidRPr="00950F1A" w14:paraId="630BE25F" w14:textId="77777777" w:rsidTr="008C5234">
        <w:trPr>
          <w:trHeight w:val="261"/>
          <w:tblHeader/>
        </w:trPr>
        <w:tc>
          <w:tcPr>
            <w:tcW w:w="3510" w:type="dxa"/>
            <w:vAlign w:val="bottom"/>
          </w:tcPr>
          <w:p w14:paraId="56A7331A" w14:textId="77777777" w:rsidR="002E5881" w:rsidRPr="006F7E1A" w:rsidRDefault="002E5881" w:rsidP="008C5234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</w:tcPr>
          <w:p w14:paraId="67603F3D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</w:tcPr>
          <w:p w14:paraId="7266FC58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0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เครื่องมือทางการเงินที่วัดมูลค่าด้วย</w:t>
            </w:r>
          </w:p>
        </w:tc>
        <w:tc>
          <w:tcPr>
            <w:tcW w:w="236" w:type="dxa"/>
            <w:vAlign w:val="bottom"/>
          </w:tcPr>
          <w:p w14:paraId="73EBBF77" w14:textId="77777777" w:rsidR="002E5881" w:rsidRPr="006F7E1A" w:rsidRDefault="002E5881" w:rsidP="008C5234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4" w:type="dxa"/>
            <w:vAlign w:val="bottom"/>
          </w:tcPr>
          <w:p w14:paraId="361D300B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36" w:type="dxa"/>
          </w:tcPr>
          <w:p w14:paraId="18C8DA8F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84" w:type="dxa"/>
            <w:vAlign w:val="bottom"/>
          </w:tcPr>
          <w:p w14:paraId="6C755B24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6D3660F2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5A322145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270" w:type="dxa"/>
          </w:tcPr>
          <w:p w14:paraId="5033298F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</w:tcPr>
          <w:p w14:paraId="55CE3674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2E5881" w:rsidRPr="00950F1A" w14:paraId="27DF672C" w14:textId="77777777" w:rsidTr="008C5234">
        <w:trPr>
          <w:trHeight w:val="261"/>
          <w:tblHeader/>
        </w:trPr>
        <w:tc>
          <w:tcPr>
            <w:tcW w:w="3510" w:type="dxa"/>
            <w:vAlign w:val="bottom"/>
          </w:tcPr>
          <w:p w14:paraId="59F8355F" w14:textId="77777777" w:rsidR="002E5881" w:rsidRPr="006F7E1A" w:rsidRDefault="002E5881" w:rsidP="008C5234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0" w:type="dxa"/>
          </w:tcPr>
          <w:p w14:paraId="222455B4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6F8AC36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2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6CF37AF1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0" w:right="-112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มูลค่ายุติธรรม</w:t>
            </w:r>
            <w:r w:rsidRPr="006F7E1A">
              <w:rPr>
                <w:rFonts w:asciiTheme="majorBidi" w:hAnsiTheme="majorBidi" w:cstheme="majorBidi"/>
                <w:sz w:val="24"/>
                <w:szCs w:val="24"/>
                <w:lang w:val="en-GB"/>
              </w:rPr>
              <w:br/>
            </w: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ผ่าน</w:t>
            </w:r>
            <w:r w:rsidRPr="006F7E1A">
              <w:rPr>
                <w:rFonts w:asciiTheme="majorBidi" w:hAnsiTheme="majorBidi" w:cstheme="majorBidi"/>
                <w:spacing w:val="-2"/>
                <w:sz w:val="24"/>
                <w:szCs w:val="24"/>
                <w:cs/>
                <w:lang w:val="en-GB"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3C05BE5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5925336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6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มูลค่ายุติธรรม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98EEB20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14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14:paraId="6ADF006A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0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ราคาทุน</w:t>
            </w:r>
            <w:r w:rsidRPr="006F7E1A">
              <w:rPr>
                <w:rFonts w:asciiTheme="majorBidi" w:hAnsiTheme="majorBidi" w:cstheme="majorBidi"/>
                <w:sz w:val="24"/>
                <w:szCs w:val="24"/>
                <w:lang w:val="en-GB"/>
              </w:rPr>
              <w:br/>
            </w: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ตัดจำหน่าย</w:t>
            </w:r>
          </w:p>
        </w:tc>
        <w:tc>
          <w:tcPr>
            <w:tcW w:w="236" w:type="dxa"/>
            <w:vAlign w:val="bottom"/>
          </w:tcPr>
          <w:p w14:paraId="081FE1E4" w14:textId="77777777" w:rsidR="002E5881" w:rsidRPr="006F7E1A" w:rsidRDefault="002E5881" w:rsidP="008C5234">
            <w:pPr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4" w:type="dxa"/>
            <w:vAlign w:val="bottom"/>
          </w:tcPr>
          <w:p w14:paraId="4A299336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236" w:type="dxa"/>
          </w:tcPr>
          <w:p w14:paraId="38015EFA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84" w:type="dxa"/>
            <w:vAlign w:val="bottom"/>
          </w:tcPr>
          <w:p w14:paraId="27A566ED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ระดับ</w:t>
            </w:r>
            <w:r w:rsidRPr="006F7E1A"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  <w:t xml:space="preserve"> 2</w:t>
            </w:r>
          </w:p>
        </w:tc>
        <w:tc>
          <w:tcPr>
            <w:tcW w:w="270" w:type="dxa"/>
          </w:tcPr>
          <w:p w14:paraId="0F6A5E3A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7EAD9F86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65CDCA51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22D78255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ราคาทุน</w:t>
            </w:r>
          </w:p>
        </w:tc>
        <w:tc>
          <w:tcPr>
            <w:tcW w:w="270" w:type="dxa"/>
          </w:tcPr>
          <w:p w14:paraId="40AFC8DA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</w:tcPr>
          <w:p w14:paraId="32B92219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035DD6D4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14:paraId="420729E7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รวม</w:t>
            </w:r>
          </w:p>
        </w:tc>
      </w:tr>
      <w:tr w:rsidR="002E5881" w:rsidRPr="00950F1A" w14:paraId="4E96075F" w14:textId="77777777" w:rsidTr="008C5234">
        <w:trPr>
          <w:trHeight w:val="261"/>
        </w:trPr>
        <w:tc>
          <w:tcPr>
            <w:tcW w:w="3510" w:type="dxa"/>
            <w:vAlign w:val="bottom"/>
          </w:tcPr>
          <w:p w14:paraId="4085DE2C" w14:textId="77777777" w:rsidR="002E5881" w:rsidRPr="006F7E1A" w:rsidRDefault="002E5881" w:rsidP="008C5234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14:paraId="6AA919FE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1160" w:type="dxa"/>
            <w:gridSpan w:val="13"/>
          </w:tcPr>
          <w:p w14:paraId="74572792" w14:textId="77777777" w:rsidR="002E5881" w:rsidRPr="006F7E1A" w:rsidRDefault="002E5881" w:rsidP="008C52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F7E1A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B63B6E" w:rsidRPr="00950F1A" w14:paraId="059AAF57" w14:textId="77777777" w:rsidTr="008C5234">
        <w:trPr>
          <w:trHeight w:val="261"/>
        </w:trPr>
        <w:tc>
          <w:tcPr>
            <w:tcW w:w="3510" w:type="dxa"/>
          </w:tcPr>
          <w:p w14:paraId="4D6D3023" w14:textId="40235D76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4"/>
                <w:szCs w:val="24"/>
                <w:cs/>
              </w:rPr>
              <w:t>กันยายน</w:t>
            </w: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 </w:t>
            </w: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256</w:t>
            </w:r>
            <w:r w:rsidR="00321F70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270" w:type="dxa"/>
          </w:tcPr>
          <w:p w14:paraId="70DC9E8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5AB9BB5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2255CC68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</w:tcPr>
          <w:p w14:paraId="508F81A7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2C6DD5A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0CA98C4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236" w:type="dxa"/>
          </w:tcPr>
          <w:p w14:paraId="5F7682BC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6082606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04BA38A7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771C063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0927DBA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5923586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3C028DF4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490CA82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</w:tr>
      <w:tr w:rsidR="00B63B6E" w:rsidRPr="00950F1A" w14:paraId="3D5B734A" w14:textId="77777777" w:rsidTr="008C5234">
        <w:trPr>
          <w:trHeight w:val="261"/>
        </w:trPr>
        <w:tc>
          <w:tcPr>
            <w:tcW w:w="3510" w:type="dxa"/>
          </w:tcPr>
          <w:p w14:paraId="53A31633" w14:textId="4CE17052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สินทรัพย์ทางการเงินและหนี้สินทางการเงิน</w:t>
            </w:r>
          </w:p>
        </w:tc>
        <w:tc>
          <w:tcPr>
            <w:tcW w:w="270" w:type="dxa"/>
          </w:tcPr>
          <w:p w14:paraId="32978476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79C165D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0B6D44E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</w:tcPr>
          <w:p w14:paraId="79F7EF68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37A8652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523DC3D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236" w:type="dxa"/>
          </w:tcPr>
          <w:p w14:paraId="268DEE50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2DFC2E2F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3E84809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7C46E21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465BC0F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49071B26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30A962F6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6D464F4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</w:tr>
      <w:tr w:rsidR="00B63B6E" w:rsidRPr="00950F1A" w14:paraId="0121002A" w14:textId="77777777" w:rsidTr="008C5234">
        <w:trPr>
          <w:trHeight w:val="261"/>
        </w:trPr>
        <w:tc>
          <w:tcPr>
            <w:tcW w:w="3510" w:type="dxa"/>
          </w:tcPr>
          <w:p w14:paraId="201B07C4" w14:textId="32C8A642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4805B428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1DDD4716" w14:textId="569F0466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4CFCE7B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</w:tcPr>
          <w:p w14:paraId="1D513CD5" w14:textId="2D788F6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50976E7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5C751F05" w14:textId="5777C2F3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03,</w:t>
            </w:r>
            <w:r w:rsidR="00172D28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321F7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172D2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1433FC94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296D739D" w14:textId="259D450A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172D28">
              <w:rPr>
                <w:rFonts w:asciiTheme="majorBidi" w:hAnsiTheme="majorBidi" w:cstheme="majorBidi"/>
                <w:sz w:val="24"/>
                <w:szCs w:val="24"/>
              </w:rPr>
              <w:t>03,24</w:t>
            </w:r>
            <w:r w:rsidR="00321F70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172D2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</w:tcPr>
          <w:p w14:paraId="66F90A3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7B094142" w14:textId="50EC8E73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(1</w:t>
            </w:r>
            <w:r w:rsidR="00172D28">
              <w:rPr>
                <w:rFonts w:asciiTheme="majorBidi" w:hAnsiTheme="majorBidi" w:cstheme="majorBidi"/>
                <w:sz w:val="24"/>
                <w:szCs w:val="24"/>
              </w:rPr>
              <w:t>03,128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14:paraId="2D196F0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43C5F2C1" w14:textId="74C981C1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1BFEB65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15A54A53" w14:textId="6407DDA6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(1</w:t>
            </w:r>
            <w:r w:rsidR="00172D28">
              <w:rPr>
                <w:rFonts w:asciiTheme="majorBidi" w:hAnsiTheme="majorBidi" w:cstheme="majorBidi"/>
                <w:sz w:val="24"/>
                <w:szCs w:val="24"/>
              </w:rPr>
              <w:t>03,128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63B6E" w:rsidRPr="00950F1A" w14:paraId="51D906F1" w14:textId="77777777" w:rsidTr="008C5234">
        <w:trPr>
          <w:trHeight w:val="261"/>
        </w:trPr>
        <w:tc>
          <w:tcPr>
            <w:tcW w:w="3510" w:type="dxa"/>
          </w:tcPr>
          <w:p w14:paraId="48AE90E9" w14:textId="6411C550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สัญญาซื้อขายเงินตราต่างประเทศล่วงหน้า</w:t>
            </w:r>
            <w:r w:rsidRPr="006F7E1A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</w:p>
        </w:tc>
        <w:tc>
          <w:tcPr>
            <w:tcW w:w="270" w:type="dxa"/>
          </w:tcPr>
          <w:p w14:paraId="6BFA2065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75B9B627" w14:textId="1E927129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270" w:type="dxa"/>
          </w:tcPr>
          <w:p w14:paraId="708DF2E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</w:tcPr>
          <w:p w14:paraId="10AD3236" w14:textId="4F15D250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5F6BF97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4C4D23E4" w14:textId="13322540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666B260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6CD5F0D4" w14:textId="29B62450" w:rsidR="00B63B6E" w:rsidRPr="006F7E1A" w:rsidRDefault="00172D28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236" w:type="dxa"/>
          </w:tcPr>
          <w:p w14:paraId="6684DAB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11C6A4E0" w14:textId="131721D5" w:rsidR="00B63B6E" w:rsidRPr="006F7E1A" w:rsidRDefault="00172D28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270" w:type="dxa"/>
          </w:tcPr>
          <w:p w14:paraId="0CAFE06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524147CE" w14:textId="118B83E0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2D6C88FF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37D06C57" w14:textId="60EDBBE9" w:rsidR="00B63B6E" w:rsidRPr="006F7E1A" w:rsidRDefault="00172D28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B63B6E" w:rsidRPr="00950F1A" w14:paraId="11B34942" w14:textId="77777777" w:rsidTr="008C5234">
        <w:trPr>
          <w:trHeight w:val="261"/>
        </w:trPr>
        <w:tc>
          <w:tcPr>
            <w:tcW w:w="3510" w:type="dxa"/>
          </w:tcPr>
          <w:p w14:paraId="2DA67137" w14:textId="77777777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14:paraId="65522784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1BC2D94F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1D1763D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</w:tcPr>
          <w:p w14:paraId="255D4B0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0713256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048FAC0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236" w:type="dxa"/>
          </w:tcPr>
          <w:p w14:paraId="16C84651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1C3E51D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1DD76D38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6C85C054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62303F3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6FF50B3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26BB798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0132B76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</w:tr>
      <w:tr w:rsidR="00B63B6E" w:rsidRPr="00950F1A" w14:paraId="1C4E65BF" w14:textId="77777777" w:rsidTr="008C5234">
        <w:trPr>
          <w:trHeight w:val="261"/>
        </w:trPr>
        <w:tc>
          <w:tcPr>
            <w:tcW w:w="3510" w:type="dxa"/>
          </w:tcPr>
          <w:p w14:paraId="61ADD8EE" w14:textId="2C2CA372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31</w:t>
            </w: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 ธันวาคม </w:t>
            </w: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2567</w:t>
            </w:r>
          </w:p>
        </w:tc>
        <w:tc>
          <w:tcPr>
            <w:tcW w:w="270" w:type="dxa"/>
          </w:tcPr>
          <w:p w14:paraId="65680D75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63D92A07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1D2E374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440" w:type="dxa"/>
          </w:tcPr>
          <w:p w14:paraId="110C0F8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16BCEC1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68B8EDD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236" w:type="dxa"/>
          </w:tcPr>
          <w:p w14:paraId="198A1F23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62D9521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36" w:type="dxa"/>
          </w:tcPr>
          <w:p w14:paraId="462FF88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395F2725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270" w:type="dxa"/>
          </w:tcPr>
          <w:p w14:paraId="126D7BD4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0D342F2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2601114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  <w:tc>
          <w:tcPr>
            <w:tcW w:w="1350" w:type="dxa"/>
          </w:tcPr>
          <w:p w14:paraId="11FFC5A7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cs/>
                <w:lang w:val="en-GB"/>
              </w:rPr>
            </w:pPr>
          </w:p>
        </w:tc>
      </w:tr>
      <w:tr w:rsidR="00B63B6E" w:rsidRPr="00950F1A" w14:paraId="150AFA16" w14:textId="77777777" w:rsidTr="008C5234">
        <w:trPr>
          <w:trHeight w:val="261"/>
        </w:trPr>
        <w:tc>
          <w:tcPr>
            <w:tcW w:w="3510" w:type="dxa"/>
          </w:tcPr>
          <w:p w14:paraId="06A20E35" w14:textId="77777777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สินทรัพย์ทางการเงินและหนี้สินทางการเงิน</w:t>
            </w:r>
          </w:p>
        </w:tc>
        <w:tc>
          <w:tcPr>
            <w:tcW w:w="270" w:type="dxa"/>
          </w:tcPr>
          <w:p w14:paraId="1207B51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350" w:type="dxa"/>
          </w:tcPr>
          <w:p w14:paraId="4CBBD34E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270" w:type="dxa"/>
          </w:tcPr>
          <w:p w14:paraId="5CA632E6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440" w:type="dxa"/>
          </w:tcPr>
          <w:p w14:paraId="6EFB7A0B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236" w:type="dxa"/>
          </w:tcPr>
          <w:p w14:paraId="4085E5B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6BC98E24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2E5EE8ED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0A1A8AAB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</w:tcPr>
          <w:p w14:paraId="374668EF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2334761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2EA3EF7B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62271D5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270" w:type="dxa"/>
          </w:tcPr>
          <w:p w14:paraId="119CB24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436F0476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B63B6E" w:rsidRPr="00950F1A" w14:paraId="5E5F8A5C" w14:textId="77777777" w:rsidTr="008C5234">
        <w:trPr>
          <w:trHeight w:val="261"/>
        </w:trPr>
        <w:tc>
          <w:tcPr>
            <w:tcW w:w="3510" w:type="dxa"/>
          </w:tcPr>
          <w:p w14:paraId="6128E1F3" w14:textId="6C35B6A9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270" w:type="dxa"/>
          </w:tcPr>
          <w:p w14:paraId="78711DD0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350" w:type="dxa"/>
          </w:tcPr>
          <w:p w14:paraId="26919C0A" w14:textId="7A0A9AA4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3B1BFFA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440" w:type="dxa"/>
          </w:tcPr>
          <w:p w14:paraId="3C2A8EB8" w14:textId="03DB7E98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42,342</w:t>
            </w:r>
          </w:p>
        </w:tc>
        <w:tc>
          <w:tcPr>
            <w:tcW w:w="236" w:type="dxa"/>
          </w:tcPr>
          <w:p w14:paraId="47B1EA68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0F7A6F27" w14:textId="1694335C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6706D6B3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0C677F53" w14:textId="4E83155B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42,342</w:t>
            </w:r>
          </w:p>
        </w:tc>
        <w:tc>
          <w:tcPr>
            <w:tcW w:w="236" w:type="dxa"/>
          </w:tcPr>
          <w:p w14:paraId="798C5503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17A64755" w14:textId="15D72219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610B497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090D4B6C" w14:textId="7943CAFB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42,342</w:t>
            </w:r>
          </w:p>
        </w:tc>
        <w:tc>
          <w:tcPr>
            <w:tcW w:w="270" w:type="dxa"/>
          </w:tcPr>
          <w:p w14:paraId="5E1319C4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1DD06280" w14:textId="38CEFE56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42,342</w:t>
            </w:r>
          </w:p>
        </w:tc>
      </w:tr>
      <w:tr w:rsidR="00B63B6E" w:rsidRPr="00950F1A" w14:paraId="32A3B473" w14:textId="77777777" w:rsidTr="008C5234">
        <w:trPr>
          <w:trHeight w:val="261"/>
        </w:trPr>
        <w:tc>
          <w:tcPr>
            <w:tcW w:w="3510" w:type="dxa"/>
          </w:tcPr>
          <w:p w14:paraId="124BDEAA" w14:textId="77777777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</w:tcPr>
          <w:p w14:paraId="03A9E12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350" w:type="dxa"/>
          </w:tcPr>
          <w:p w14:paraId="27301E6A" w14:textId="78000C85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7C0BA2A5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440" w:type="dxa"/>
          </w:tcPr>
          <w:p w14:paraId="656B817C" w14:textId="34ED3E02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68536177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61CEEFE4" w14:textId="0C70979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t>155,259</w:t>
            </w: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236" w:type="dxa"/>
          </w:tcPr>
          <w:p w14:paraId="5AD5D99D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590A496E" w14:textId="56742C8F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6F7E1A">
              <w:rPr>
                <w:rFonts w:asciiTheme="majorBidi" w:hAnsiTheme="majorBidi" w:cstheme="majorBidi"/>
                <w:sz w:val="24"/>
                <w:szCs w:val="24"/>
              </w:rPr>
              <w:t>155,259</w:t>
            </w:r>
            <w:r w:rsidRPr="006F7E1A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236" w:type="dxa"/>
          </w:tcPr>
          <w:p w14:paraId="7AAFE24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48892F36" w14:textId="32B3C158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(154,680)</w:t>
            </w:r>
          </w:p>
        </w:tc>
        <w:tc>
          <w:tcPr>
            <w:tcW w:w="270" w:type="dxa"/>
          </w:tcPr>
          <w:p w14:paraId="51E50E0C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5B58BD9F" w14:textId="073D29A9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766F5FB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29B8D3D7" w14:textId="52B97A5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(154,680)</w:t>
            </w:r>
          </w:p>
        </w:tc>
      </w:tr>
      <w:tr w:rsidR="00B63B6E" w:rsidRPr="00950F1A" w14:paraId="3E4D8432" w14:textId="77777777" w:rsidTr="008C5234">
        <w:trPr>
          <w:trHeight w:val="261"/>
        </w:trPr>
        <w:tc>
          <w:tcPr>
            <w:tcW w:w="3510" w:type="dxa"/>
          </w:tcPr>
          <w:p w14:paraId="4D4E7558" w14:textId="5CC97A11" w:rsidR="00B63B6E" w:rsidRPr="006F7E1A" w:rsidRDefault="00B63B6E" w:rsidP="00B63B6E">
            <w:pPr>
              <w:ind w:left="-14" w:right="-90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สัญญาซื้อขายเงินตราต่างประเทศล่วงหน้า</w:t>
            </w:r>
            <w:r w:rsidRPr="006F7E1A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</w:p>
        </w:tc>
        <w:tc>
          <w:tcPr>
            <w:tcW w:w="270" w:type="dxa"/>
          </w:tcPr>
          <w:p w14:paraId="55F89B71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350" w:type="dxa"/>
          </w:tcPr>
          <w:p w14:paraId="3D701C29" w14:textId="5BF3D512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  <w:tc>
          <w:tcPr>
            <w:tcW w:w="270" w:type="dxa"/>
          </w:tcPr>
          <w:p w14:paraId="10F53022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 w:bidi="ar-SA"/>
              </w:rPr>
            </w:pPr>
          </w:p>
        </w:tc>
        <w:tc>
          <w:tcPr>
            <w:tcW w:w="1440" w:type="dxa"/>
          </w:tcPr>
          <w:p w14:paraId="294436A9" w14:textId="3441F612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8F1AE9D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2AC47FDF" w14:textId="6189E4E8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6"/>
              </w:tabs>
              <w:ind w:right="-8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F6A68C0" w14:textId="77777777" w:rsidR="00B63B6E" w:rsidRPr="006F7E1A" w:rsidRDefault="00B63B6E" w:rsidP="00B63B6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384" w:type="dxa"/>
          </w:tcPr>
          <w:p w14:paraId="40416651" w14:textId="021F865B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  <w:tc>
          <w:tcPr>
            <w:tcW w:w="236" w:type="dxa"/>
          </w:tcPr>
          <w:p w14:paraId="27FEFFB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highlight w:val="yellow"/>
                <w:lang w:val="en-GB" w:bidi="ar-SA"/>
              </w:rPr>
            </w:pPr>
          </w:p>
        </w:tc>
        <w:tc>
          <w:tcPr>
            <w:tcW w:w="1384" w:type="dxa"/>
          </w:tcPr>
          <w:p w14:paraId="7CA5554A" w14:textId="0E71FE05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  <w:tc>
          <w:tcPr>
            <w:tcW w:w="270" w:type="dxa"/>
          </w:tcPr>
          <w:p w14:paraId="6DC5E61A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5C1954C7" w14:textId="462AB8B2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9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52D62E55" w14:textId="77777777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6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350" w:type="dxa"/>
          </w:tcPr>
          <w:p w14:paraId="7DBC5D20" w14:textId="6FFC5BF4" w:rsidR="00B63B6E" w:rsidRPr="006F7E1A" w:rsidRDefault="00B63B6E" w:rsidP="00B63B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ind w:left="-43" w:right="-86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6F7E1A">
              <w:rPr>
                <w:rFonts w:asciiTheme="majorBidi" w:hAnsiTheme="majorBidi" w:cstheme="majorBidi"/>
                <w:sz w:val="24"/>
                <w:szCs w:val="24"/>
              </w:rPr>
              <w:t>484</w:t>
            </w:r>
          </w:p>
        </w:tc>
      </w:tr>
    </w:tbl>
    <w:p w14:paraId="4C76F6E3" w14:textId="77777777" w:rsidR="002B54E0" w:rsidRPr="006F7E1A" w:rsidRDefault="002B54E0" w:rsidP="002B54E0">
      <w:pPr>
        <w:ind w:right="267"/>
        <w:jc w:val="thaiDistribute"/>
        <w:rPr>
          <w:rFonts w:asciiTheme="majorBidi" w:hAnsiTheme="majorBidi" w:cstheme="majorBidi"/>
          <w:sz w:val="24"/>
          <w:szCs w:val="24"/>
        </w:rPr>
      </w:pPr>
    </w:p>
    <w:p w14:paraId="0A881587" w14:textId="00BC15A8" w:rsidR="00325FF4" w:rsidRPr="006F7E1A" w:rsidRDefault="00325FF4" w:rsidP="002E5881">
      <w:pPr>
        <w:tabs>
          <w:tab w:val="clear" w:pos="454"/>
        </w:tabs>
        <w:spacing w:line="240" w:lineRule="auto"/>
        <w:ind w:left="630" w:right="87"/>
        <w:jc w:val="thaiDistribute"/>
        <w:rPr>
          <w:rFonts w:asciiTheme="majorBidi" w:hAnsiTheme="majorBidi" w:cstheme="majorBidi"/>
          <w:sz w:val="24"/>
          <w:szCs w:val="24"/>
        </w:rPr>
      </w:pPr>
      <w:r w:rsidRPr="006F7E1A">
        <w:rPr>
          <w:rFonts w:asciiTheme="majorBidi" w:hAnsiTheme="majorBidi" w:cstheme="majorBidi"/>
          <w:i/>
          <w:iCs/>
          <w:sz w:val="24"/>
          <w:szCs w:val="24"/>
        </w:rPr>
        <w:t xml:space="preserve">* </w:t>
      </w:r>
      <w:r w:rsidRPr="006F7E1A">
        <w:rPr>
          <w:rFonts w:asciiTheme="majorBidi" w:hAnsiTheme="majorBidi" w:cstheme="majorBidi"/>
          <w:sz w:val="24"/>
          <w:szCs w:val="24"/>
          <w:cs/>
        </w:rPr>
        <w:t>สัญญาซื้อขายเงินตราต่างประเทศล่วงหน้าวัดมูลค่าด้วยมูลค่ายุติธรรมในงบฐานะการเงินด้วยราคาตลาด</w:t>
      </w:r>
    </w:p>
    <w:p w14:paraId="4C282CCF" w14:textId="77777777" w:rsidR="002B54E0" w:rsidRPr="006F7E1A" w:rsidRDefault="002B54E0" w:rsidP="002B54E0">
      <w:pPr>
        <w:ind w:right="267"/>
        <w:jc w:val="thaiDistribute"/>
        <w:rPr>
          <w:rFonts w:asciiTheme="majorBidi" w:hAnsiTheme="majorBidi" w:cstheme="majorBidi"/>
          <w:sz w:val="24"/>
          <w:szCs w:val="24"/>
        </w:rPr>
      </w:pPr>
    </w:p>
    <w:p w14:paraId="38577F56" w14:textId="47414A05" w:rsidR="00874E15" w:rsidRPr="006F7E1A" w:rsidRDefault="00874E15" w:rsidP="00BE1A02">
      <w:pPr>
        <w:tabs>
          <w:tab w:val="clear" w:pos="454"/>
        </w:tabs>
        <w:spacing w:line="240" w:lineRule="auto"/>
        <w:ind w:left="630" w:right="87"/>
        <w:jc w:val="thaiDistribute"/>
        <w:rPr>
          <w:rFonts w:asciiTheme="majorBidi" w:hAnsiTheme="majorBidi" w:cstheme="majorBidi"/>
          <w:sz w:val="24"/>
          <w:szCs w:val="24"/>
          <w:cs/>
        </w:rPr>
        <w:sectPr w:rsidR="00874E15" w:rsidRPr="006F7E1A" w:rsidSect="00414479">
          <w:headerReference w:type="default" r:id="rId13"/>
          <w:footerReference w:type="default" r:id="rId14"/>
          <w:pgSz w:w="16834" w:h="11909" w:orient="landscape" w:code="9"/>
          <w:pgMar w:top="1152" w:right="691" w:bottom="1152" w:left="576" w:header="720" w:footer="720" w:gutter="0"/>
          <w:paperSrc w:first="7" w:other="7"/>
          <w:pgNumType w:start="24"/>
          <w:cols w:space="720"/>
          <w:docGrid w:linePitch="360"/>
        </w:sectPr>
      </w:pPr>
      <w:r w:rsidRPr="006F7E1A">
        <w:rPr>
          <w:rFonts w:asciiTheme="majorBidi" w:hAnsiTheme="majorBidi" w:cstheme="majorBidi"/>
          <w:sz w:val="24"/>
          <w:szCs w:val="24"/>
          <w:cs/>
        </w:rPr>
        <w:t xml:space="preserve">ณ วันที่ </w:t>
      </w:r>
      <w:r w:rsidR="00FC4972" w:rsidRPr="006F7E1A">
        <w:rPr>
          <w:rFonts w:asciiTheme="majorBidi" w:hAnsiTheme="majorBidi" w:cstheme="majorBidi"/>
          <w:sz w:val="24"/>
          <w:szCs w:val="24"/>
        </w:rPr>
        <w:t>30</w:t>
      </w:r>
      <w:r w:rsidRPr="006F7E1A">
        <w:rPr>
          <w:rFonts w:asciiTheme="majorBidi" w:hAnsiTheme="majorBidi" w:cstheme="majorBidi"/>
          <w:sz w:val="24"/>
          <w:szCs w:val="24"/>
          <w:cs/>
        </w:rPr>
        <w:t xml:space="preserve"> กันยายน </w:t>
      </w:r>
      <w:r w:rsidR="00FC4972" w:rsidRPr="006F7E1A">
        <w:rPr>
          <w:rFonts w:asciiTheme="majorBidi" w:hAnsiTheme="majorBidi" w:cstheme="majorBidi"/>
          <w:sz w:val="24"/>
          <w:szCs w:val="24"/>
        </w:rPr>
        <w:t>2568</w:t>
      </w:r>
      <w:r w:rsidRPr="006F7E1A">
        <w:rPr>
          <w:rFonts w:asciiTheme="majorBidi" w:hAnsiTheme="majorBidi" w:cstheme="majorBidi"/>
          <w:sz w:val="24"/>
          <w:szCs w:val="24"/>
          <w:cs/>
        </w:rPr>
        <w:t xml:space="preserve"> กลุ่มบริษัทและบริษัทมีเงินลงทุนในตราสารทุนของ </w:t>
      </w:r>
      <w:proofErr w:type="spellStart"/>
      <w:r w:rsidRPr="006F7E1A">
        <w:rPr>
          <w:rFonts w:asciiTheme="majorBidi" w:hAnsiTheme="majorBidi" w:cstheme="majorBidi"/>
          <w:sz w:val="24"/>
          <w:szCs w:val="24"/>
        </w:rPr>
        <w:t>Aquapak</w:t>
      </w:r>
      <w:proofErr w:type="spellEnd"/>
      <w:r w:rsidRPr="006F7E1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7E1A">
        <w:rPr>
          <w:rFonts w:asciiTheme="majorBidi" w:hAnsiTheme="majorBidi" w:cstheme="majorBidi"/>
          <w:sz w:val="24"/>
          <w:szCs w:val="24"/>
        </w:rPr>
        <w:t>Hydropolymers</w:t>
      </w:r>
      <w:proofErr w:type="spellEnd"/>
      <w:r w:rsidRPr="006F7E1A">
        <w:rPr>
          <w:rFonts w:asciiTheme="majorBidi" w:hAnsiTheme="majorBidi" w:cstheme="majorBidi"/>
          <w:sz w:val="24"/>
          <w:szCs w:val="24"/>
        </w:rPr>
        <w:t xml:space="preserve"> Limited (AQUA) </w:t>
      </w:r>
      <w:r w:rsidRPr="006F7E1A">
        <w:rPr>
          <w:rFonts w:asciiTheme="majorBidi" w:hAnsiTheme="majorBidi" w:cstheme="majorBidi"/>
          <w:sz w:val="24"/>
          <w:szCs w:val="24"/>
          <w:cs/>
        </w:rPr>
        <w:t>ซึ่งวัดมูลค่า</w:t>
      </w:r>
      <w:r w:rsidR="00321F70">
        <w:rPr>
          <w:rFonts w:asciiTheme="majorBidi" w:hAnsiTheme="majorBidi" w:cstheme="majorBidi" w:hint="cs"/>
          <w:sz w:val="24"/>
          <w:szCs w:val="24"/>
          <w:cs/>
        </w:rPr>
        <w:t>ด้วย</w:t>
      </w:r>
      <w:r w:rsidRPr="006F7E1A">
        <w:rPr>
          <w:rFonts w:asciiTheme="majorBidi" w:hAnsiTheme="majorBidi" w:cstheme="majorBidi"/>
          <w:sz w:val="24"/>
          <w:szCs w:val="24"/>
          <w:cs/>
        </w:rPr>
        <w:t>มูลค่ายุติธรรมผ่านกำไรขาดทุนเบ็ดเสร็จอื่น (</w:t>
      </w:r>
      <w:r w:rsidRPr="006F7E1A">
        <w:rPr>
          <w:rFonts w:asciiTheme="majorBidi" w:hAnsiTheme="majorBidi" w:cstheme="majorBidi"/>
          <w:sz w:val="24"/>
          <w:szCs w:val="24"/>
        </w:rPr>
        <w:t xml:space="preserve">FVOCI) </w:t>
      </w:r>
      <w:r w:rsidRPr="006F7E1A">
        <w:rPr>
          <w:rFonts w:asciiTheme="majorBidi" w:hAnsiTheme="majorBidi" w:cstheme="majorBidi"/>
          <w:sz w:val="24"/>
          <w:szCs w:val="24"/>
          <w:cs/>
        </w:rPr>
        <w:t xml:space="preserve">เนื่องจากไม่มีตลาดที่มีสภาพคล่องรองรับสำหรับหุ้นของ </w:t>
      </w:r>
      <w:r w:rsidRPr="006F7E1A">
        <w:rPr>
          <w:rFonts w:asciiTheme="majorBidi" w:hAnsiTheme="majorBidi" w:cstheme="majorBidi"/>
          <w:sz w:val="24"/>
          <w:szCs w:val="24"/>
        </w:rPr>
        <w:t xml:space="preserve">AQUA </w:t>
      </w:r>
      <w:r w:rsidRPr="006F7E1A">
        <w:rPr>
          <w:rFonts w:asciiTheme="majorBidi" w:hAnsiTheme="majorBidi" w:cstheme="majorBidi"/>
          <w:sz w:val="24"/>
          <w:szCs w:val="24"/>
          <w:cs/>
        </w:rPr>
        <w:t>และจากพัฒนาการที่ไม่พึงประสงค์ในด้านผลการดำเนินงาน ความล่าช้าในการพัฒนาผลิตภัณฑ์ ปัญหาในการระดมทุน และปัญหาสภาพคล่อง ฝ่ายบริหารจึงได้พิจารณาความเหมาะสมของวิธีการวัดมูลค่าที่เคยใช้ราคาทุนเป็นมูลค่ายุติธรรมโดยประมาณ และเปลี่ยนมาใช้วิธีการปรับปรุงสินทรัพย์สุทธิในการประเมินมูลค่า</w:t>
      </w:r>
      <w:r w:rsidRPr="000F386A">
        <w:rPr>
          <w:rFonts w:asciiTheme="majorBidi" w:hAnsiTheme="majorBidi" w:cstheme="majorBidi"/>
          <w:sz w:val="24"/>
          <w:szCs w:val="24"/>
          <w:cs/>
        </w:rPr>
        <w:t xml:space="preserve">ยุติธรรม </w:t>
      </w:r>
      <w:r w:rsidR="00535F57" w:rsidRPr="00535F57">
        <w:rPr>
          <w:rFonts w:asciiTheme="majorBidi" w:hAnsiTheme="majorBidi"/>
          <w:sz w:val="24"/>
          <w:szCs w:val="24"/>
          <w:cs/>
        </w:rPr>
        <w:t xml:space="preserve">จากข้อมูลทางการเงินล่าสุดของ </w:t>
      </w:r>
      <w:r w:rsidR="00535F57" w:rsidRPr="00535F57">
        <w:rPr>
          <w:rFonts w:asciiTheme="majorBidi" w:hAnsiTheme="majorBidi" w:cstheme="majorBidi"/>
          <w:sz w:val="24"/>
          <w:szCs w:val="24"/>
        </w:rPr>
        <w:t xml:space="preserve">AQUA </w:t>
      </w:r>
      <w:r w:rsidR="00535F57" w:rsidRPr="00535F57">
        <w:rPr>
          <w:rFonts w:asciiTheme="majorBidi" w:hAnsiTheme="majorBidi"/>
          <w:sz w:val="24"/>
          <w:szCs w:val="24"/>
          <w:cs/>
        </w:rPr>
        <w:t xml:space="preserve">ที่จัดทำโดยฝ่ายบริหาร ซึ่งแสดงให้เห็นถึงยอดสินทรัพย์สุทธิติดลบอย่างมีนัยสำคัญ กลุ่มบริษัทและบริษัทจึงรับรู้การปรับลดมูลค่ายุติธรรมของเงินลงทุนจำนวน </w:t>
      </w:r>
      <w:r w:rsidR="00E25EF8">
        <w:rPr>
          <w:rFonts w:asciiTheme="majorBidi" w:hAnsiTheme="majorBidi"/>
          <w:sz w:val="24"/>
          <w:szCs w:val="24"/>
        </w:rPr>
        <w:t>42.34</w:t>
      </w:r>
      <w:r w:rsidR="00535F57" w:rsidRPr="00535F57">
        <w:rPr>
          <w:rFonts w:asciiTheme="majorBidi" w:hAnsiTheme="majorBidi"/>
          <w:sz w:val="24"/>
          <w:szCs w:val="24"/>
          <w:cs/>
        </w:rPr>
        <w:t xml:space="preserve"> ล้านบาทในกำไรขาดทุนเบ็ดเสร็จอื่น ส่งผลให้มูลค่ายุติธรรมของเงินลงทุนดังกล่าวถูกปรับลดลงทั้งจำนวน เงินลงทุนนี้จัดอยู่ในระดับที่ </w:t>
      </w:r>
      <w:r w:rsidR="00E25EF8">
        <w:rPr>
          <w:rFonts w:asciiTheme="majorBidi" w:hAnsiTheme="majorBidi"/>
          <w:sz w:val="24"/>
          <w:szCs w:val="24"/>
        </w:rPr>
        <w:t>3</w:t>
      </w:r>
      <w:r w:rsidR="00535F57" w:rsidRPr="00535F57">
        <w:rPr>
          <w:rFonts w:asciiTheme="majorBidi" w:hAnsiTheme="majorBidi"/>
          <w:sz w:val="24"/>
          <w:szCs w:val="24"/>
          <w:cs/>
        </w:rPr>
        <w:t xml:space="preserve"> </w:t>
      </w:r>
      <w:r w:rsidR="00535F57">
        <w:rPr>
          <w:rFonts w:asciiTheme="majorBidi" w:hAnsiTheme="majorBidi"/>
          <w:sz w:val="24"/>
          <w:szCs w:val="24"/>
          <w:cs/>
        </w:rPr>
        <w:br/>
      </w:r>
      <w:r w:rsidR="00535F57" w:rsidRPr="00535F57">
        <w:rPr>
          <w:rFonts w:asciiTheme="majorBidi" w:hAnsiTheme="majorBidi"/>
          <w:sz w:val="24"/>
          <w:szCs w:val="24"/>
          <w:cs/>
        </w:rPr>
        <w:t>ของลำดับขั้นมูลค่ายุติธรรม เนื่องจากมีการใช้ข้อมูลที่ไม่สามารถสังเกตได้โดยตรงอย่างมีนัยสำคัญ</w:t>
      </w:r>
    </w:p>
    <w:p w14:paraId="5789D425" w14:textId="44B397B3" w:rsidR="00277140" w:rsidRDefault="00277140" w:rsidP="00732D97">
      <w:pPr>
        <w:pStyle w:val="Heading1"/>
        <w:keepNext w:val="0"/>
        <w:widowControl w:val="0"/>
        <w:numPr>
          <w:ilvl w:val="0"/>
          <w:numId w:val="6"/>
        </w:numPr>
        <w:shd w:val="clear" w:color="auto" w:fill="auto"/>
        <w:tabs>
          <w:tab w:val="clear" w:pos="360"/>
          <w:tab w:val="num" w:pos="540"/>
        </w:tabs>
        <w:spacing w:line="240" w:lineRule="auto"/>
        <w:ind w:left="540" w:right="-25" w:hanging="540"/>
        <w:jc w:val="thaiDistribute"/>
        <w:rPr>
          <w:rFonts w:ascii="Angsana New" w:hAnsi="Angsana New"/>
          <w:sz w:val="30"/>
          <w:szCs w:val="30"/>
          <w:u w:val="none"/>
          <w:lang w:val="th-TH"/>
        </w:rPr>
      </w:pPr>
      <w:r>
        <w:rPr>
          <w:rFonts w:ascii="Angsana New" w:hAnsi="Angsana New" w:hint="cs"/>
          <w:sz w:val="30"/>
          <w:szCs w:val="30"/>
          <w:u w:val="none"/>
          <w:cs/>
          <w:lang w:val="th-TH"/>
        </w:rPr>
        <w:lastRenderedPageBreak/>
        <w:t>ภาระผูกพันกับกิจการที่ไม่เกี่ยวข้องกัน</w:t>
      </w:r>
    </w:p>
    <w:p w14:paraId="0E8A8B14" w14:textId="77777777" w:rsidR="00277140" w:rsidRPr="00A72F1B" w:rsidRDefault="00277140" w:rsidP="00277140">
      <w:pPr>
        <w:rPr>
          <w:rFonts w:asciiTheme="majorBidi" w:hAnsiTheme="majorBidi" w:cstheme="majorBidi"/>
          <w:sz w:val="30"/>
          <w:szCs w:val="30"/>
          <w:cs/>
          <w:lang w:eastAsia="x-none"/>
        </w:rPr>
      </w:pPr>
    </w:p>
    <w:tbl>
      <w:tblPr>
        <w:tblW w:w="918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570"/>
        <w:gridCol w:w="1186"/>
        <w:gridCol w:w="272"/>
        <w:gridCol w:w="1153"/>
      </w:tblGrid>
      <w:tr w:rsidR="00277140" w:rsidRPr="006A35D3" w14:paraId="3A28695C" w14:textId="77777777" w:rsidTr="003C38DC">
        <w:trPr>
          <w:tblHeader/>
        </w:trPr>
        <w:tc>
          <w:tcPr>
            <w:tcW w:w="3578" w:type="pct"/>
          </w:tcPr>
          <w:p w14:paraId="341A06D6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2" w:type="pct"/>
            <w:gridSpan w:val="3"/>
          </w:tcPr>
          <w:p w14:paraId="6584FE9B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  <w:r w:rsidRPr="00325F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และ</w:t>
            </w:r>
            <w:r w:rsidRPr="00325FF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br/>
              <w:t>งบการเงินเฉพาะกิจการ</w:t>
            </w:r>
          </w:p>
        </w:tc>
      </w:tr>
      <w:tr w:rsidR="00277140" w:rsidRPr="006A35D3" w14:paraId="2BD66031" w14:textId="77777777" w:rsidTr="003C38DC">
        <w:trPr>
          <w:tblHeader/>
        </w:trPr>
        <w:tc>
          <w:tcPr>
            <w:tcW w:w="3578" w:type="pct"/>
          </w:tcPr>
          <w:p w14:paraId="3B5EBB39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646" w:type="pct"/>
          </w:tcPr>
          <w:p w14:paraId="3C415A84" w14:textId="7EF9335A" w:rsidR="00277140" w:rsidRPr="00325FF4" w:rsidRDefault="00F201F5" w:rsidP="003C38D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8" w:type="pct"/>
          </w:tcPr>
          <w:p w14:paraId="323A4781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0D5F9A2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31</w:t>
            </w:r>
            <w:r w:rsidRPr="00325FF4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 xml:space="preserve"> ธันวาคม</w:t>
            </w:r>
          </w:p>
        </w:tc>
      </w:tr>
      <w:tr w:rsidR="00277140" w:rsidRPr="006A35D3" w14:paraId="3C6F36BD" w14:textId="77777777" w:rsidTr="003C38DC">
        <w:trPr>
          <w:tblHeader/>
        </w:trPr>
        <w:tc>
          <w:tcPr>
            <w:tcW w:w="3578" w:type="pct"/>
          </w:tcPr>
          <w:p w14:paraId="5A351550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646" w:type="pct"/>
          </w:tcPr>
          <w:p w14:paraId="417F776A" w14:textId="77777777" w:rsidR="00277140" w:rsidRPr="00325FF4" w:rsidRDefault="00277140" w:rsidP="003C38D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25FF4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8" w:type="pct"/>
          </w:tcPr>
          <w:p w14:paraId="5214FB78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9FFFBE5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  <w:lang w:val="en-US" w:eastAsia="en-US"/>
              </w:rPr>
              <w:t>2567</w:t>
            </w:r>
          </w:p>
        </w:tc>
      </w:tr>
      <w:tr w:rsidR="00277140" w:rsidRPr="006A35D3" w14:paraId="05E0AE42" w14:textId="77777777" w:rsidTr="00325FF4">
        <w:trPr>
          <w:trHeight w:val="281"/>
          <w:tblHeader/>
        </w:trPr>
        <w:tc>
          <w:tcPr>
            <w:tcW w:w="3578" w:type="pct"/>
          </w:tcPr>
          <w:p w14:paraId="1193D37E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422" w:type="pct"/>
            <w:gridSpan w:val="3"/>
          </w:tcPr>
          <w:p w14:paraId="6F2552A6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(พันบาท)</w:t>
            </w:r>
          </w:p>
        </w:tc>
      </w:tr>
      <w:tr w:rsidR="00277140" w:rsidRPr="006A35D3" w14:paraId="5C87300C" w14:textId="77777777" w:rsidTr="00133F7C">
        <w:tc>
          <w:tcPr>
            <w:tcW w:w="3578" w:type="pct"/>
          </w:tcPr>
          <w:p w14:paraId="1789C883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25FF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646" w:type="pct"/>
          </w:tcPr>
          <w:p w14:paraId="1BDDF55A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2D1A342B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6150317B" w14:textId="77777777" w:rsidR="00277140" w:rsidRPr="00325FF4" w:rsidRDefault="00277140" w:rsidP="003C38DC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15" w:right="-18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277140" w:rsidRPr="006A35D3" w14:paraId="7EB5CEF0" w14:textId="77777777" w:rsidTr="00133F7C">
        <w:tc>
          <w:tcPr>
            <w:tcW w:w="3578" w:type="pct"/>
          </w:tcPr>
          <w:p w14:paraId="494B1992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325FF4">
              <w:rPr>
                <w:rFonts w:ascii="Angsana New" w:hAnsi="Angsana New"/>
                <w:spacing w:val="-6"/>
                <w:sz w:val="30"/>
                <w:szCs w:val="30"/>
                <w:cs/>
              </w:rPr>
              <w:t>เครื่องจักร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  <w:cs/>
              </w:rPr>
              <w:t>อุปกรณ์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325FF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และซอฟต์แวร์</w:t>
            </w:r>
            <w:r w:rsidRPr="00325FF4">
              <w:rPr>
                <w:rFonts w:ascii="Angsana New" w:hAnsi="Angsana New"/>
                <w:spacing w:val="-6"/>
                <w:sz w:val="30"/>
                <w:szCs w:val="30"/>
                <w:cs/>
              </w:rPr>
              <w:t>อยู่ระหว่างติดตั้ง</w:t>
            </w:r>
          </w:p>
        </w:tc>
        <w:tc>
          <w:tcPr>
            <w:tcW w:w="646" w:type="pct"/>
            <w:vAlign w:val="bottom"/>
          </w:tcPr>
          <w:p w14:paraId="6120CE61" w14:textId="769B7541" w:rsidR="00277140" w:rsidRPr="00325FF4" w:rsidRDefault="0031144C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1,127</w:t>
            </w:r>
          </w:p>
        </w:tc>
        <w:tc>
          <w:tcPr>
            <w:tcW w:w="148" w:type="pct"/>
          </w:tcPr>
          <w:p w14:paraId="429A3EFF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vAlign w:val="bottom"/>
          </w:tcPr>
          <w:p w14:paraId="326F9BB9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</w:rPr>
              <w:t>2,196</w:t>
            </w:r>
          </w:p>
        </w:tc>
      </w:tr>
      <w:tr w:rsidR="00277140" w:rsidRPr="006A35D3" w14:paraId="212CBD45" w14:textId="77777777" w:rsidTr="00133F7C">
        <w:trPr>
          <w:trHeight w:val="197"/>
        </w:trPr>
        <w:tc>
          <w:tcPr>
            <w:tcW w:w="3578" w:type="pct"/>
          </w:tcPr>
          <w:p w14:paraId="40742B59" w14:textId="77777777" w:rsidR="00277140" w:rsidRPr="00A72F1B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46" w:type="pct"/>
          </w:tcPr>
          <w:p w14:paraId="43AFB9AB" w14:textId="77777777" w:rsidR="00277140" w:rsidRPr="009561F2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148" w:type="pct"/>
          </w:tcPr>
          <w:p w14:paraId="4772A1C6" w14:textId="77777777" w:rsidR="00277140" w:rsidRPr="009561F2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28" w:type="pct"/>
          </w:tcPr>
          <w:p w14:paraId="13B4FBCE" w14:textId="77777777" w:rsidR="00277140" w:rsidRPr="009561F2" w:rsidRDefault="00277140" w:rsidP="00956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14"/>
                <w:szCs w:val="14"/>
                <w:lang w:val="en-US" w:eastAsia="en-US"/>
              </w:rPr>
            </w:pPr>
          </w:p>
        </w:tc>
      </w:tr>
      <w:tr w:rsidR="00277140" w:rsidRPr="006A35D3" w14:paraId="60954EDC" w14:textId="77777777" w:rsidTr="003C38DC">
        <w:tc>
          <w:tcPr>
            <w:tcW w:w="3578" w:type="pct"/>
          </w:tcPr>
          <w:p w14:paraId="4C65B2B8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 ๆ</w:t>
            </w:r>
          </w:p>
        </w:tc>
        <w:tc>
          <w:tcPr>
            <w:tcW w:w="646" w:type="pct"/>
          </w:tcPr>
          <w:p w14:paraId="74860E96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55EA9736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23B7E33D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5"/>
              </w:tabs>
              <w:spacing w:line="240" w:lineRule="auto"/>
              <w:ind w:left="-115" w:right="-18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77140" w:rsidRPr="006A35D3" w14:paraId="1C523EA1" w14:textId="77777777" w:rsidTr="003C38DC">
        <w:tc>
          <w:tcPr>
            <w:tcW w:w="3578" w:type="pct"/>
          </w:tcPr>
          <w:p w14:paraId="5AFF347F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08" w:hanging="16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sz w:val="30"/>
                <w:szCs w:val="30"/>
                <w:cs/>
              </w:rPr>
              <w:t>เลตเตอร์ออฟเครดิตที่ยังไม่ได้ใช้สำหรับซื้อสินค้าและวัตถุดิบ</w:t>
            </w:r>
          </w:p>
        </w:tc>
        <w:tc>
          <w:tcPr>
            <w:tcW w:w="646" w:type="pct"/>
          </w:tcPr>
          <w:p w14:paraId="0B8DDF88" w14:textId="1A77B0B8" w:rsidR="00277140" w:rsidRPr="00325FF4" w:rsidRDefault="0031144C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5,698</w:t>
            </w:r>
          </w:p>
        </w:tc>
        <w:tc>
          <w:tcPr>
            <w:tcW w:w="148" w:type="pct"/>
          </w:tcPr>
          <w:p w14:paraId="5CC50D64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E9F9CE2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</w:rPr>
              <w:t>13,895</w:t>
            </w:r>
          </w:p>
        </w:tc>
      </w:tr>
      <w:tr w:rsidR="00277140" w:rsidRPr="006A35D3" w14:paraId="5EE74FB6" w14:textId="77777777" w:rsidTr="003C38DC">
        <w:tc>
          <w:tcPr>
            <w:tcW w:w="3578" w:type="pct"/>
          </w:tcPr>
          <w:p w14:paraId="1A3966A1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325FF4">
              <w:rPr>
                <w:rFonts w:ascii="Angsana New" w:hAnsi="Angsana New" w:hint="cs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14:paraId="2722F48C" w14:textId="5154BE79" w:rsidR="00277140" w:rsidRPr="00325FF4" w:rsidRDefault="0031144C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1,769</w:t>
            </w:r>
          </w:p>
        </w:tc>
        <w:tc>
          <w:tcPr>
            <w:tcW w:w="148" w:type="pct"/>
          </w:tcPr>
          <w:p w14:paraId="030C7255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</w:tcPr>
          <w:p w14:paraId="0F8AE7B2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sz w:val="30"/>
                <w:szCs w:val="30"/>
              </w:rPr>
              <w:t>1,769</w:t>
            </w:r>
          </w:p>
        </w:tc>
      </w:tr>
      <w:tr w:rsidR="00277140" w:rsidRPr="006A35D3" w14:paraId="6CA996CC" w14:textId="77777777" w:rsidTr="003C38DC">
        <w:tc>
          <w:tcPr>
            <w:tcW w:w="3578" w:type="pct"/>
          </w:tcPr>
          <w:p w14:paraId="6AE9E4DD" w14:textId="77777777" w:rsidR="00277140" w:rsidRPr="00325FF4" w:rsidRDefault="00277140" w:rsidP="003C38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46" w:type="pct"/>
            <w:tcBorders>
              <w:top w:val="single" w:sz="4" w:space="0" w:color="auto"/>
              <w:bottom w:val="double" w:sz="4" w:space="0" w:color="auto"/>
            </w:tcBorders>
          </w:tcPr>
          <w:p w14:paraId="29FDD3C5" w14:textId="56365B5B" w:rsidR="00277140" w:rsidRPr="00325FF4" w:rsidRDefault="0031144C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7,467</w:t>
            </w:r>
          </w:p>
        </w:tc>
        <w:tc>
          <w:tcPr>
            <w:tcW w:w="148" w:type="pct"/>
          </w:tcPr>
          <w:p w14:paraId="09B1EC2F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</w:tcPr>
          <w:p w14:paraId="09BE82B9" w14:textId="77777777" w:rsidR="00277140" w:rsidRPr="00325FF4" w:rsidRDefault="00277140" w:rsidP="003C38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15" w:right="-87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25FF4">
              <w:rPr>
                <w:rFonts w:ascii="Angsana New" w:hAnsi="Angsana New"/>
                <w:b/>
                <w:bCs/>
                <w:sz w:val="30"/>
                <w:szCs w:val="30"/>
              </w:rPr>
              <w:t>15,664</w:t>
            </w:r>
          </w:p>
        </w:tc>
      </w:tr>
    </w:tbl>
    <w:p w14:paraId="2FA035D0" w14:textId="77777777" w:rsidR="00277140" w:rsidRPr="00A72F1B" w:rsidRDefault="00277140" w:rsidP="00277140">
      <w:pPr>
        <w:rPr>
          <w:rFonts w:asciiTheme="majorBidi" w:hAnsiTheme="majorBidi" w:cstheme="majorBidi"/>
          <w:sz w:val="30"/>
          <w:szCs w:val="30"/>
          <w:lang w:val="th-TH" w:eastAsia="x-none"/>
        </w:rPr>
      </w:pPr>
    </w:p>
    <w:p w14:paraId="4D6D906F" w14:textId="77777777" w:rsidR="00A72F1B" w:rsidRPr="00A72F1B" w:rsidRDefault="00A72F1B" w:rsidP="00A72F1B">
      <w:pPr>
        <w:rPr>
          <w:cs/>
          <w:lang w:eastAsia="x-none"/>
        </w:rPr>
      </w:pPr>
    </w:p>
    <w:p w14:paraId="2B54B37C" w14:textId="37D679E2" w:rsidR="00651EEB" w:rsidRDefault="00651EEB" w:rsidP="00A72F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28C885BF" w14:textId="77777777" w:rsidR="00A72F1B" w:rsidRPr="00A72F1B" w:rsidRDefault="00A72F1B" w:rsidP="00A72F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EC9D89F" w14:textId="77777777" w:rsidR="00675FFF" w:rsidRPr="00675FFF" w:rsidRDefault="00675FFF" w:rsidP="00675F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E708335" w14:textId="77777777" w:rsidR="003C3662" w:rsidRPr="00325FF4" w:rsidRDefault="003C3662" w:rsidP="009C062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both"/>
        <w:rPr>
          <w:rFonts w:asciiTheme="majorBidi" w:hAnsiTheme="majorBidi"/>
          <w:szCs w:val="18"/>
          <w:lang w:eastAsia="x-none"/>
        </w:rPr>
      </w:pPr>
    </w:p>
    <w:sectPr w:rsidR="003C3662" w:rsidRPr="00325FF4" w:rsidSect="00414479">
      <w:headerReference w:type="default" r:id="rId15"/>
      <w:pgSz w:w="11909" w:h="16834" w:code="9"/>
      <w:pgMar w:top="691" w:right="1152" w:bottom="576" w:left="1152" w:header="720" w:footer="720" w:gutter="0"/>
      <w:paperSrc w:first="7" w:other="7"/>
      <w:pgNumType w:start="2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6506" w14:textId="77777777" w:rsidR="00861E89" w:rsidRDefault="00861E89">
      <w:r>
        <w:separator/>
      </w:r>
    </w:p>
  </w:endnote>
  <w:endnote w:type="continuationSeparator" w:id="0">
    <w:p w14:paraId="01F3298B" w14:textId="77777777" w:rsidR="00861E89" w:rsidRDefault="0086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5897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0D8B66C" w14:textId="283E361E" w:rsidR="003A791E" w:rsidRPr="00C620EF" w:rsidRDefault="003A791E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620EF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620EF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620EF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BF6FC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620EF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213425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B5F75ED" w14:textId="35A319DE" w:rsidR="00E8695B" w:rsidRPr="00C620EF" w:rsidRDefault="00E8695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C620EF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620EF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620EF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BF6FC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620EF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2E3BE" w14:textId="77777777" w:rsidR="00861E89" w:rsidRDefault="00861E89">
      <w:r>
        <w:separator/>
      </w:r>
    </w:p>
  </w:footnote>
  <w:footnote w:type="continuationSeparator" w:id="0">
    <w:p w14:paraId="51BB67E9" w14:textId="77777777" w:rsidR="00861E89" w:rsidRDefault="0086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21376" w14:textId="36B1703B" w:rsidR="001875AA" w:rsidRDefault="001875AA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1875AA">
      <w:rPr>
        <w:rFonts w:ascii="Angsana New" w:hAnsi="Angsana New"/>
        <w:b/>
        <w:bCs/>
        <w:sz w:val="32"/>
        <w:szCs w:val="32"/>
        <w:cs/>
      </w:rPr>
      <w:t>บริษัท พีเอ็มซี เลเบิล แมททีเรียลส์ จำกัด (มหาชน) และบริษัทย่อย</w:t>
    </w:r>
  </w:p>
  <w:p w14:paraId="56FACF04" w14:textId="77777777" w:rsidR="003A791E" w:rsidRPr="00A443A3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7FA6E12D" w14:textId="52E3C1DC" w:rsidR="00CA706A" w:rsidRDefault="00CA706A" w:rsidP="00CA706A">
    <w:pPr>
      <w:pStyle w:val="acctmainheading"/>
      <w:spacing w:after="0"/>
      <w:rPr>
        <w:rFonts w:ascii="Angsana New" w:hAnsi="Angsana New" w:cs="Angsana New"/>
        <w:bCs/>
        <w:sz w:val="32"/>
        <w:szCs w:val="32"/>
        <w:lang w:val="en-US" w:bidi="th-TH"/>
      </w:rPr>
    </w:pPr>
    <w:bookmarkStart w:id="2" w:name="_Hlk97820638"/>
    <w:bookmarkStart w:id="3" w:name="_Hlk97820639"/>
    <w:bookmarkStart w:id="4" w:name="_Hlk97820640"/>
    <w:bookmarkStart w:id="5" w:name="_Hlk97820641"/>
    <w:bookmarkStart w:id="6" w:name="_Hlk97820642"/>
    <w:bookmarkStart w:id="7" w:name="_Hlk97820643"/>
    <w:bookmarkStart w:id="8" w:name="_Hlk97822277"/>
    <w:bookmarkStart w:id="9" w:name="_Hlk97822278"/>
    <w:bookmarkStart w:id="10" w:name="_Hlk97822279"/>
    <w:bookmarkStart w:id="11" w:name="_Hlk97822280"/>
    <w:bookmarkStart w:id="12" w:name="_Hlk97822281"/>
    <w:bookmarkStart w:id="13" w:name="_Hlk97822282"/>
    <w:r w:rsidRPr="00D32EDD">
      <w:rPr>
        <w:rFonts w:asciiTheme="majorBidi" w:hAnsiTheme="majorBidi" w:cstheme="majorBidi"/>
        <w:bCs/>
        <w:sz w:val="32"/>
        <w:szCs w:val="32"/>
        <w:cs/>
      </w:rPr>
      <w:t>สำหรับงวด</w:t>
    </w:r>
    <w:bookmarkStart w:id="14" w:name="_Hlk104556905"/>
    <w:r w:rsidR="0025391F" w:rsidRPr="00D32EDD">
      <w:rPr>
        <w:rFonts w:asciiTheme="majorBidi" w:hAnsiTheme="majorBidi" w:cstheme="majorBidi"/>
        <w:bCs/>
        <w:sz w:val="32"/>
        <w:szCs w:val="32"/>
        <w:cs/>
      </w:rPr>
      <w:t>สามเดือน</w:t>
    </w:r>
    <w:r w:rsidR="0025391F">
      <w:rPr>
        <w:rFonts w:asciiTheme="majorBidi" w:hAnsiTheme="majorBidi" w:cstheme="majorBidi" w:hint="cs"/>
        <w:bCs/>
        <w:sz w:val="32"/>
        <w:szCs w:val="32"/>
        <w:cs/>
        <w:lang w:bidi="th-TH"/>
      </w:rPr>
      <w:t>และ</w:t>
    </w:r>
    <w:r w:rsidR="001C1202">
      <w:rPr>
        <w:rFonts w:asciiTheme="majorBidi" w:hAnsiTheme="majorBidi" w:cstheme="majorBidi" w:hint="cs"/>
        <w:bCs/>
        <w:sz w:val="32"/>
        <w:szCs w:val="32"/>
        <w:cs/>
        <w:lang w:bidi="th-TH"/>
      </w:rPr>
      <w:t>เก้าเดือน</w:t>
    </w:r>
    <w:r w:rsidR="001C1202" w:rsidRPr="00D32EDD">
      <w:rPr>
        <w:rFonts w:asciiTheme="majorBidi" w:hAnsiTheme="majorBidi" w:cstheme="majorBidi"/>
        <w:bCs/>
        <w:sz w:val="32"/>
        <w:szCs w:val="32"/>
        <w:cs/>
      </w:rPr>
      <w:t xml:space="preserve">สิ้นสุดวันที่ </w:t>
    </w:r>
    <w:r w:rsidR="001C1202">
      <w:rPr>
        <w:rFonts w:asciiTheme="majorBidi" w:hAnsiTheme="majorBidi" w:cstheme="majorBidi"/>
        <w:bCs/>
        <w:sz w:val="32"/>
        <w:szCs w:val="32"/>
        <w:lang w:val="en-US"/>
      </w:rPr>
      <w:t>3</w:t>
    </w:r>
    <w:r w:rsidR="001C1202">
      <w:rPr>
        <w:rFonts w:asciiTheme="majorBidi" w:hAnsiTheme="majorBidi" w:cstheme="majorBidi"/>
        <w:bCs/>
        <w:sz w:val="32"/>
        <w:szCs w:val="32"/>
        <w:lang w:val="en-US" w:bidi="th-TH"/>
      </w:rPr>
      <w:t xml:space="preserve">0 </w:t>
    </w:r>
    <w:r w:rsidR="001C1202">
      <w:rPr>
        <w:rFonts w:asciiTheme="majorBidi" w:hAnsiTheme="majorBidi" w:cstheme="majorBidi" w:hint="cs"/>
        <w:bCs/>
        <w:sz w:val="32"/>
        <w:szCs w:val="32"/>
        <w:cs/>
        <w:lang w:val="en-US" w:bidi="th-TH"/>
      </w:rPr>
      <w:t>กันยายน</w:t>
    </w:r>
    <w:r w:rsidR="001C1202">
      <w:rPr>
        <w:lang w:val="en-US"/>
      </w:rPr>
      <w:t xml:space="preserve"> </w:t>
    </w:r>
    <w:r w:rsidR="00522BF0">
      <w:rPr>
        <w:rFonts w:asciiTheme="majorBidi" w:hAnsiTheme="majorBidi" w:cstheme="majorBidi"/>
        <w:bCs/>
        <w:sz w:val="32"/>
        <w:szCs w:val="32"/>
        <w:lang w:val="en-US"/>
      </w:rPr>
      <w:t>256</w:t>
    </w:r>
    <w:bookmarkEnd w:id="2"/>
    <w:bookmarkEnd w:id="3"/>
    <w:bookmarkEnd w:id="4"/>
    <w:bookmarkEnd w:id="5"/>
    <w:bookmarkEnd w:id="6"/>
    <w:bookmarkEnd w:id="7"/>
    <w:bookmarkEnd w:id="14"/>
    <w:r w:rsidR="009939B4">
      <w:rPr>
        <w:rFonts w:asciiTheme="majorBidi" w:hAnsiTheme="majorBidi" w:cstheme="majorBidi"/>
        <w:bCs/>
        <w:sz w:val="32"/>
        <w:szCs w:val="32"/>
        <w:lang w:val="en-US"/>
      </w:rPr>
      <w:t>8</w:t>
    </w:r>
    <w:r w:rsidR="00FA1097">
      <w:rPr>
        <w:rFonts w:asciiTheme="majorBidi" w:hAnsiTheme="majorBidi" w:cstheme="majorBidi" w:hint="cs"/>
        <w:bCs/>
        <w:sz w:val="32"/>
        <w:szCs w:val="32"/>
        <w:cs/>
        <w:lang w:val="en-US" w:bidi="th-TH"/>
      </w:rPr>
      <w:t xml:space="preserve"> </w:t>
    </w:r>
    <w:r>
      <w:rPr>
        <w:rFonts w:ascii="Angsana New" w:hAnsi="Angsana New" w:cs="Angsana New" w:hint="cs"/>
        <w:bCs/>
        <w:sz w:val="32"/>
        <w:szCs w:val="32"/>
        <w:cs/>
        <w:lang w:val="en-US" w:bidi="th-TH"/>
      </w:rPr>
      <w:t>(ไม่ได้ตรวจสอบ)</w:t>
    </w:r>
    <w:bookmarkEnd w:id="8"/>
    <w:bookmarkEnd w:id="9"/>
    <w:bookmarkEnd w:id="10"/>
    <w:bookmarkEnd w:id="11"/>
    <w:bookmarkEnd w:id="12"/>
    <w:bookmarkEnd w:id="13"/>
  </w:p>
  <w:p w14:paraId="5836359A" w14:textId="77777777" w:rsidR="003A791E" w:rsidRPr="00241A98" w:rsidRDefault="003A791E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61DA3" w14:textId="5167B250" w:rsidR="00222943" w:rsidRDefault="003A791E" w:rsidP="0077636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630"/>
      <w:rPr>
        <w:rFonts w:ascii="Angsana New" w:hAnsi="Angsana New"/>
        <w:b/>
        <w:bCs/>
        <w:sz w:val="32"/>
        <w:szCs w:val="32"/>
      </w:rPr>
    </w:pPr>
    <w:r w:rsidRPr="00062273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062273">
      <w:rPr>
        <w:rFonts w:ascii="Angsana New" w:hAnsi="Angsana New"/>
        <w:b/>
        <w:bCs/>
        <w:sz w:val="32"/>
        <w:szCs w:val="32"/>
        <w:cs/>
      </w:rPr>
      <w:t>พีเอ็มซี เลเบิล แมททีเรียลส์ จำกัด</w:t>
    </w:r>
    <w:r w:rsidRPr="00A443A3">
      <w:rPr>
        <w:rFonts w:ascii="Angsana New" w:hAnsi="Angsana New"/>
        <w:b/>
        <w:bCs/>
        <w:sz w:val="32"/>
        <w:szCs w:val="32"/>
        <w:cs/>
      </w:rPr>
      <w:t xml:space="preserve"> </w:t>
    </w:r>
    <w:r w:rsidR="006F3E38">
      <w:rPr>
        <w:rFonts w:ascii="Angsana New" w:hAnsi="Angsana New"/>
        <w:b/>
        <w:bCs/>
        <w:sz w:val="32"/>
        <w:szCs w:val="32"/>
      </w:rPr>
      <w:t>(</w:t>
    </w:r>
    <w:r w:rsidR="006F3E38">
      <w:rPr>
        <w:rFonts w:ascii="Angsana New" w:hAnsi="Angsana New" w:hint="cs"/>
        <w:b/>
        <w:bCs/>
        <w:sz w:val="32"/>
        <w:szCs w:val="32"/>
        <w:cs/>
      </w:rPr>
      <w:t>มหาชน</w:t>
    </w:r>
    <w:r w:rsidR="006F3E38">
      <w:rPr>
        <w:rFonts w:ascii="Angsana New" w:hAnsi="Angsana New"/>
        <w:b/>
        <w:bCs/>
        <w:sz w:val="32"/>
        <w:szCs w:val="32"/>
      </w:rPr>
      <w:t xml:space="preserve">) </w:t>
    </w:r>
    <w:r w:rsidR="00222943" w:rsidRPr="00222943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512C8CA1" w14:textId="77777777" w:rsidR="003A791E" w:rsidRPr="00A443A3" w:rsidRDefault="003A791E" w:rsidP="005C260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630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351BE863" w14:textId="49862891" w:rsidR="003A791E" w:rsidRPr="007D68D9" w:rsidRDefault="003A791E" w:rsidP="005C2607">
    <w:pPr>
      <w:pStyle w:val="acctmainheading"/>
      <w:spacing w:after="0" w:line="240" w:lineRule="auto"/>
      <w:ind w:firstLine="630"/>
      <w:rPr>
        <w:rFonts w:ascii="Angsana New" w:hAnsi="Angsana New" w:cs="Angsana New"/>
        <w:bCs/>
        <w:sz w:val="32"/>
        <w:szCs w:val="32"/>
        <w:rtl/>
        <w:cs/>
        <w:lang w:val="en-US" w:bidi="th-TH"/>
      </w:rPr>
    </w:pPr>
    <w:r w:rsidRPr="00BB4B1F">
      <w:rPr>
        <w:rFonts w:ascii="Angsana New" w:hAnsi="Angsana New" w:cs="Angsana New"/>
        <w:bCs/>
        <w:sz w:val="32"/>
        <w:szCs w:val="32"/>
        <w:cs/>
        <w:lang w:bidi="th-TH"/>
      </w:rPr>
      <w:t>สำหรับ</w:t>
    </w:r>
    <w:r w:rsidR="003E73A5">
      <w:rPr>
        <w:rFonts w:ascii="Angsana New" w:hAnsi="Angsana New" w:cs="Angsana New" w:hint="cs"/>
        <w:bCs/>
        <w:sz w:val="32"/>
        <w:szCs w:val="32"/>
        <w:cs/>
        <w:lang w:bidi="th-TH"/>
      </w:rPr>
      <w:t>งวด</w:t>
    </w:r>
    <w:r w:rsidR="00700DF9" w:rsidRPr="00D32EDD">
      <w:rPr>
        <w:rFonts w:asciiTheme="majorBidi" w:hAnsiTheme="majorBidi" w:cstheme="majorBidi"/>
        <w:bCs/>
        <w:sz w:val="32"/>
        <w:szCs w:val="32"/>
        <w:cs/>
      </w:rPr>
      <w:t>สามเดือน</w:t>
    </w:r>
    <w:r w:rsidR="00700DF9">
      <w:rPr>
        <w:rFonts w:asciiTheme="majorBidi" w:hAnsiTheme="majorBidi" w:cstheme="majorBidi" w:hint="cs"/>
        <w:bCs/>
        <w:sz w:val="32"/>
        <w:szCs w:val="32"/>
        <w:cs/>
        <w:lang w:bidi="th-TH"/>
      </w:rPr>
      <w:t>และ</w:t>
    </w:r>
    <w:r w:rsidR="00F201F5">
      <w:rPr>
        <w:rFonts w:ascii="Angsana New" w:hAnsi="Angsana New" w:cs="Angsana New" w:hint="cs"/>
        <w:bCs/>
        <w:sz w:val="32"/>
        <w:szCs w:val="32"/>
        <w:cs/>
        <w:lang w:bidi="th-TH"/>
      </w:rPr>
      <w:t xml:space="preserve">เก้าเดือนสิ้นสุดวันที่ </w:t>
    </w:r>
    <w:r w:rsidR="00F201F5">
      <w:rPr>
        <w:rFonts w:ascii="Angsana New" w:hAnsi="Angsana New" w:cs="Angsana New"/>
        <w:bCs/>
        <w:sz w:val="32"/>
        <w:szCs w:val="32"/>
        <w:lang w:val="en-US" w:bidi="th-TH"/>
      </w:rPr>
      <w:t>30</w:t>
    </w:r>
    <w:r w:rsidR="00F201F5" w:rsidRPr="00CA7714">
      <w:rPr>
        <w:rFonts w:ascii="Angsana New" w:hAnsi="Angsana New" w:cs="Angsana New"/>
        <w:bCs/>
        <w:sz w:val="32"/>
        <w:szCs w:val="32"/>
        <w:lang w:val="en-US" w:bidi="th-TH"/>
      </w:rPr>
      <w:t xml:space="preserve"> </w:t>
    </w:r>
    <w:r w:rsidR="00F201F5">
      <w:rPr>
        <w:rFonts w:ascii="Angsana New" w:hAnsi="Angsana New" w:cs="Angsana New" w:hint="cs"/>
        <w:bCs/>
        <w:sz w:val="32"/>
        <w:szCs w:val="32"/>
        <w:cs/>
        <w:lang w:val="en-US" w:bidi="th-TH"/>
      </w:rPr>
      <w:t>กันยายน</w:t>
    </w:r>
    <w:r w:rsidR="00F201F5" w:rsidRPr="00CA7714">
      <w:rPr>
        <w:rFonts w:ascii="Angsana New" w:hAnsi="Angsana New" w:cs="Angsana New"/>
        <w:bCs/>
        <w:sz w:val="32"/>
        <w:szCs w:val="32"/>
        <w:cs/>
        <w:lang w:val="en-US" w:bidi="th-TH"/>
      </w:rPr>
      <w:t xml:space="preserve">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256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8</w:t>
    </w:r>
    <w:r w:rsidR="006943BB">
      <w:rPr>
        <w:rFonts w:ascii="Angsana New" w:hAnsi="Angsana New" w:cs="Angsana New"/>
        <w:bCs/>
        <w:sz w:val="32"/>
        <w:szCs w:val="32"/>
        <w:lang w:val="en-US" w:bidi="th-TH"/>
      </w:rPr>
      <w:t xml:space="preserve"> </w:t>
    </w:r>
    <w:r w:rsidR="003E73A5">
      <w:rPr>
        <w:rFonts w:ascii="Angsana New" w:hAnsi="Angsana New" w:cs="Angsana New" w:hint="cs"/>
        <w:bCs/>
        <w:sz w:val="32"/>
        <w:szCs w:val="32"/>
        <w:cs/>
        <w:lang w:val="en-US" w:bidi="th-TH"/>
      </w:rPr>
      <w:t>(ไม่ได้ตรวจสอบ)</w:t>
    </w:r>
  </w:p>
  <w:p w14:paraId="0AAEE706" w14:textId="77777777" w:rsidR="003A791E" w:rsidRPr="00241A98" w:rsidRDefault="003A791E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6C418" w14:textId="545E955E" w:rsidR="00606C0E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062273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062273">
      <w:rPr>
        <w:rFonts w:ascii="Angsana New" w:hAnsi="Angsana New"/>
        <w:b/>
        <w:bCs/>
        <w:sz w:val="32"/>
        <w:szCs w:val="32"/>
        <w:cs/>
      </w:rPr>
      <w:t>พีเอ็มซี เลเบิล แมททีเรียลส์ จำกัด</w:t>
    </w:r>
    <w:r w:rsidR="006F3E38">
      <w:rPr>
        <w:rFonts w:ascii="Angsana New" w:hAnsi="Angsana New"/>
        <w:b/>
        <w:bCs/>
        <w:sz w:val="32"/>
        <w:szCs w:val="32"/>
      </w:rPr>
      <w:t xml:space="preserve"> (</w:t>
    </w:r>
    <w:r w:rsidR="006F3E38">
      <w:rPr>
        <w:rFonts w:ascii="Angsana New" w:hAnsi="Angsana New" w:hint="cs"/>
        <w:b/>
        <w:bCs/>
        <w:sz w:val="32"/>
        <w:szCs w:val="32"/>
        <w:cs/>
      </w:rPr>
      <w:t>มหาชน</w:t>
    </w:r>
    <w:r w:rsidR="006F3E38">
      <w:rPr>
        <w:rFonts w:ascii="Angsana New" w:hAnsi="Angsana New"/>
        <w:b/>
        <w:bCs/>
        <w:sz w:val="32"/>
        <w:szCs w:val="32"/>
      </w:rPr>
      <w:t>)</w:t>
    </w:r>
    <w:r w:rsidRPr="00A443A3">
      <w:rPr>
        <w:rFonts w:ascii="Angsana New" w:hAnsi="Angsana New"/>
        <w:b/>
        <w:bCs/>
        <w:sz w:val="32"/>
        <w:szCs w:val="32"/>
        <w:cs/>
      </w:rPr>
      <w:t xml:space="preserve"> </w:t>
    </w:r>
    <w:r w:rsidR="00606C0E" w:rsidRPr="00606C0E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76AC9BE5" w14:textId="77777777" w:rsidR="003A791E" w:rsidRPr="00A443A3" w:rsidRDefault="003A791E" w:rsidP="00F1687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A443A3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41CB79ED" w14:textId="225FA04E" w:rsidR="003A791E" w:rsidRDefault="006F3E38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bidi="th-TH"/>
      </w:rPr>
    </w:pPr>
    <w:r w:rsidRPr="006F3E38">
      <w:rPr>
        <w:rFonts w:ascii="Angsana New" w:hAnsi="Angsana New" w:cs="Angsana New"/>
        <w:bCs/>
        <w:sz w:val="32"/>
        <w:szCs w:val="32"/>
        <w:cs/>
        <w:lang w:bidi="th-TH"/>
      </w:rPr>
      <w:t>สำหรับงวด</w:t>
    </w:r>
    <w:r w:rsidR="00700DF9" w:rsidRPr="00D32EDD">
      <w:rPr>
        <w:rFonts w:asciiTheme="majorBidi" w:hAnsiTheme="majorBidi" w:cstheme="majorBidi"/>
        <w:bCs/>
        <w:sz w:val="32"/>
        <w:szCs w:val="32"/>
        <w:cs/>
      </w:rPr>
      <w:t>สามเดือน</w:t>
    </w:r>
    <w:r w:rsidR="00700DF9">
      <w:rPr>
        <w:rFonts w:asciiTheme="majorBidi" w:hAnsiTheme="majorBidi" w:cstheme="majorBidi" w:hint="cs"/>
        <w:bCs/>
        <w:sz w:val="32"/>
        <w:szCs w:val="32"/>
        <w:cs/>
        <w:lang w:bidi="th-TH"/>
      </w:rPr>
      <w:t>และ</w:t>
    </w:r>
    <w:r w:rsidR="00F201F5">
      <w:rPr>
        <w:rFonts w:ascii="Angsana New" w:hAnsi="Angsana New" w:cs="Angsana New" w:hint="cs"/>
        <w:bCs/>
        <w:sz w:val="32"/>
        <w:szCs w:val="32"/>
        <w:cs/>
        <w:lang w:bidi="th-TH"/>
      </w:rPr>
      <w:t>เก้า</w:t>
    </w:r>
    <w:r w:rsidR="00F201F5"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เดือนสิ้นสุดวันที่ </w:t>
    </w:r>
    <w:r w:rsidR="00F201F5">
      <w:rPr>
        <w:rFonts w:ascii="Angsana New" w:hAnsi="Angsana New" w:cs="Angsana New"/>
        <w:bCs/>
        <w:sz w:val="32"/>
        <w:szCs w:val="32"/>
        <w:lang w:val="en-US" w:bidi="th-TH"/>
      </w:rPr>
      <w:t>30</w:t>
    </w:r>
    <w:r w:rsidR="00F201F5"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  <w:r w:rsidR="00F201F5">
      <w:rPr>
        <w:rFonts w:ascii="Angsana New" w:hAnsi="Angsana New" w:cs="Angsana New" w:hint="cs"/>
        <w:bCs/>
        <w:sz w:val="32"/>
        <w:szCs w:val="32"/>
        <w:cs/>
        <w:lang w:bidi="th-TH"/>
      </w:rPr>
      <w:t>กันยายน</w:t>
    </w:r>
    <w:r w:rsidR="00F201F5"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</w:t>
    </w:r>
    <w:r w:rsidR="00522BF0">
      <w:rPr>
        <w:rFonts w:ascii="Angsana New" w:hAnsi="Angsana New" w:cs="Angsana New"/>
        <w:bCs/>
        <w:sz w:val="32"/>
        <w:szCs w:val="32"/>
        <w:lang w:val="en-US" w:bidi="th-TH"/>
      </w:rPr>
      <w:t>256</w:t>
    </w:r>
    <w:r w:rsidR="00F554F6">
      <w:rPr>
        <w:rFonts w:ascii="Angsana New" w:hAnsi="Angsana New" w:cs="Angsana New"/>
        <w:bCs/>
        <w:sz w:val="32"/>
        <w:szCs w:val="32"/>
        <w:lang w:val="en-US" w:bidi="th-TH"/>
      </w:rPr>
      <w:t>8</w:t>
    </w:r>
    <w:r w:rsidRPr="006F3E38">
      <w:rPr>
        <w:rFonts w:ascii="Angsana New" w:hAnsi="Angsana New" w:cs="Angsana New"/>
        <w:bCs/>
        <w:sz w:val="32"/>
        <w:szCs w:val="32"/>
        <w:cs/>
        <w:lang w:bidi="th-TH"/>
      </w:rPr>
      <w:t xml:space="preserve"> (ไม่ได้ตรวจสอบ)</w:t>
    </w:r>
  </w:p>
  <w:p w14:paraId="5D1CADE0" w14:textId="77777777" w:rsidR="006F3E38" w:rsidRPr="00241A98" w:rsidRDefault="006F3E38" w:rsidP="00241A98">
    <w:pPr>
      <w:pStyle w:val="acctmainheading"/>
      <w:spacing w:after="0" w:line="240" w:lineRule="auto"/>
      <w:rPr>
        <w:rFonts w:ascii="Angsana New" w:hAnsi="Angsana New" w:cs="Angsana New"/>
        <w:bCs/>
        <w:sz w:val="32"/>
        <w:szCs w:val="32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2A5"/>
    <w:multiLevelType w:val="hybridMultilevel"/>
    <w:tmpl w:val="8A9E3630"/>
    <w:lvl w:ilvl="0" w:tplc="8D2E8C7A">
      <w:start w:val="5"/>
      <w:numFmt w:val="decimal"/>
      <w:pStyle w:val="blockbullet"/>
      <w:lvlText w:val="%1"/>
      <w:lvlJc w:val="left"/>
      <w:pPr>
        <w:tabs>
          <w:tab w:val="num" w:pos="7020"/>
        </w:tabs>
        <w:ind w:left="7020" w:hanging="495"/>
      </w:pPr>
    </w:lvl>
    <w:lvl w:ilvl="1" w:tplc="04090019">
      <w:start w:val="1"/>
      <w:numFmt w:val="lowerLetter"/>
      <w:lvlText w:val="%2."/>
      <w:lvlJc w:val="left"/>
      <w:pPr>
        <w:tabs>
          <w:tab w:val="num" w:pos="7605"/>
        </w:tabs>
        <w:ind w:left="760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8325"/>
        </w:tabs>
        <w:ind w:left="8325" w:hanging="180"/>
      </w:pPr>
    </w:lvl>
    <w:lvl w:ilvl="3" w:tplc="0409000F">
      <w:start w:val="1"/>
      <w:numFmt w:val="decimal"/>
      <w:lvlText w:val="%4."/>
      <w:lvlJc w:val="left"/>
      <w:pPr>
        <w:tabs>
          <w:tab w:val="num" w:pos="9045"/>
        </w:tabs>
        <w:ind w:left="904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9765"/>
        </w:tabs>
        <w:ind w:left="976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10485"/>
        </w:tabs>
        <w:ind w:left="10485" w:hanging="180"/>
      </w:pPr>
    </w:lvl>
    <w:lvl w:ilvl="6" w:tplc="0409000F">
      <w:start w:val="1"/>
      <w:numFmt w:val="decimal"/>
      <w:lvlText w:val="%7."/>
      <w:lvlJc w:val="left"/>
      <w:pPr>
        <w:tabs>
          <w:tab w:val="num" w:pos="11205"/>
        </w:tabs>
        <w:ind w:left="1120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1925"/>
        </w:tabs>
        <w:ind w:left="1192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2645"/>
        </w:tabs>
        <w:ind w:left="12645" w:hanging="180"/>
      </w:pPr>
    </w:lvl>
  </w:abstractNum>
  <w:abstractNum w:abstractNumId="1" w15:restartNumberingAfterBreak="0">
    <w:nsid w:val="09D9694B"/>
    <w:multiLevelType w:val="multilevel"/>
    <w:tmpl w:val="8C6A40E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color w:val="auto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3" w15:restartNumberingAfterBreak="0">
    <w:nsid w:val="29490217"/>
    <w:multiLevelType w:val="hybridMultilevel"/>
    <w:tmpl w:val="5ECA036E"/>
    <w:lvl w:ilvl="0" w:tplc="57B05A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 w:val="0"/>
        <w:sz w:val="30"/>
        <w:szCs w:val="30"/>
      </w:rPr>
    </w:lvl>
    <w:lvl w:ilvl="1" w:tplc="51F0F3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FA5A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FF67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6E53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984E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E4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B2E3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7" w15:restartNumberingAfterBreak="0">
    <w:nsid w:val="4CF93CCC"/>
    <w:multiLevelType w:val="hybridMultilevel"/>
    <w:tmpl w:val="A50ADAF8"/>
    <w:lvl w:ilvl="0" w:tplc="932698B8">
      <w:start w:val="4"/>
      <w:numFmt w:val="decimal"/>
      <w:pStyle w:val="BodyTextbullet"/>
      <w:lvlText w:val="%1"/>
      <w:lvlJc w:val="left"/>
      <w:pPr>
        <w:tabs>
          <w:tab w:val="num" w:pos="405"/>
        </w:tabs>
        <w:ind w:left="405" w:hanging="360"/>
      </w:pPr>
    </w:lvl>
    <w:lvl w:ilvl="1" w:tplc="6F8EFA8E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D82EF730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6E8ED896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6E52B46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C029DEA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A6A22FA4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125C953A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7DFC8C94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9" w15:restartNumberingAfterBreak="0">
    <w:nsid w:val="73863273"/>
    <w:multiLevelType w:val="singleLevel"/>
    <w:tmpl w:val="3AC4EF86"/>
    <w:lvl w:ilvl="0">
      <w:start w:val="1"/>
      <w:numFmt w:val="bullet"/>
      <w:pStyle w:val="acctindenttabsnospaceafter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num w:numId="1" w16cid:durableId="2019386887">
    <w:abstractNumId w:val="5"/>
  </w:num>
  <w:num w:numId="2" w16cid:durableId="668406646">
    <w:abstractNumId w:val="2"/>
  </w:num>
  <w:num w:numId="3" w16cid:durableId="1414620518">
    <w:abstractNumId w:val="8"/>
  </w:num>
  <w:num w:numId="4" w16cid:durableId="307976867">
    <w:abstractNumId w:val="4"/>
  </w:num>
  <w:num w:numId="5" w16cid:durableId="72051061">
    <w:abstractNumId w:val="6"/>
  </w:num>
  <w:num w:numId="6" w16cid:durableId="1313481603">
    <w:abstractNumId w:val="3"/>
  </w:num>
  <w:num w:numId="7" w16cid:durableId="84419276">
    <w:abstractNumId w:val="9"/>
  </w:num>
  <w:num w:numId="8" w16cid:durableId="61525532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610561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627893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001"/>
    <w:rsid w:val="00000165"/>
    <w:rsid w:val="00000548"/>
    <w:rsid w:val="00000861"/>
    <w:rsid w:val="00000923"/>
    <w:rsid w:val="00000C60"/>
    <w:rsid w:val="00000CD1"/>
    <w:rsid w:val="00000D76"/>
    <w:rsid w:val="00000E06"/>
    <w:rsid w:val="000011E9"/>
    <w:rsid w:val="00001219"/>
    <w:rsid w:val="000017C1"/>
    <w:rsid w:val="00001A4D"/>
    <w:rsid w:val="00001D7D"/>
    <w:rsid w:val="000021B4"/>
    <w:rsid w:val="00002342"/>
    <w:rsid w:val="00002885"/>
    <w:rsid w:val="0000296D"/>
    <w:rsid w:val="00002AD1"/>
    <w:rsid w:val="00002DBE"/>
    <w:rsid w:val="00002FED"/>
    <w:rsid w:val="0000312F"/>
    <w:rsid w:val="0000321E"/>
    <w:rsid w:val="000033B8"/>
    <w:rsid w:val="000034C5"/>
    <w:rsid w:val="00003B47"/>
    <w:rsid w:val="00003DEE"/>
    <w:rsid w:val="00004074"/>
    <w:rsid w:val="0000471B"/>
    <w:rsid w:val="00004836"/>
    <w:rsid w:val="000048E7"/>
    <w:rsid w:val="00004DAD"/>
    <w:rsid w:val="000057BC"/>
    <w:rsid w:val="00005801"/>
    <w:rsid w:val="00005805"/>
    <w:rsid w:val="0000598B"/>
    <w:rsid w:val="00005ACB"/>
    <w:rsid w:val="00005C53"/>
    <w:rsid w:val="000065D6"/>
    <w:rsid w:val="00006D22"/>
    <w:rsid w:val="00006EFA"/>
    <w:rsid w:val="00007365"/>
    <w:rsid w:val="000073A2"/>
    <w:rsid w:val="000073B5"/>
    <w:rsid w:val="00007636"/>
    <w:rsid w:val="000076C1"/>
    <w:rsid w:val="0000770B"/>
    <w:rsid w:val="000078C2"/>
    <w:rsid w:val="000079BE"/>
    <w:rsid w:val="00007F50"/>
    <w:rsid w:val="00010055"/>
    <w:rsid w:val="000105C1"/>
    <w:rsid w:val="000107A4"/>
    <w:rsid w:val="00010EB4"/>
    <w:rsid w:val="00011341"/>
    <w:rsid w:val="00011502"/>
    <w:rsid w:val="00011638"/>
    <w:rsid w:val="00011B3F"/>
    <w:rsid w:val="00011B4D"/>
    <w:rsid w:val="00012655"/>
    <w:rsid w:val="0001266C"/>
    <w:rsid w:val="00012733"/>
    <w:rsid w:val="00012922"/>
    <w:rsid w:val="00013296"/>
    <w:rsid w:val="00013608"/>
    <w:rsid w:val="0001368B"/>
    <w:rsid w:val="000136A0"/>
    <w:rsid w:val="000138A2"/>
    <w:rsid w:val="00013ABF"/>
    <w:rsid w:val="00013E57"/>
    <w:rsid w:val="0001429C"/>
    <w:rsid w:val="000143EE"/>
    <w:rsid w:val="0001448A"/>
    <w:rsid w:val="000144B5"/>
    <w:rsid w:val="000145F2"/>
    <w:rsid w:val="000147D7"/>
    <w:rsid w:val="00014873"/>
    <w:rsid w:val="000148C2"/>
    <w:rsid w:val="00014906"/>
    <w:rsid w:val="00014C99"/>
    <w:rsid w:val="00015365"/>
    <w:rsid w:val="000155EF"/>
    <w:rsid w:val="00015790"/>
    <w:rsid w:val="000157E9"/>
    <w:rsid w:val="00015B88"/>
    <w:rsid w:val="00015F94"/>
    <w:rsid w:val="000162B6"/>
    <w:rsid w:val="00016D3F"/>
    <w:rsid w:val="000170B1"/>
    <w:rsid w:val="0001742B"/>
    <w:rsid w:val="000175F2"/>
    <w:rsid w:val="00017994"/>
    <w:rsid w:val="00017DFE"/>
    <w:rsid w:val="0002037A"/>
    <w:rsid w:val="0002041D"/>
    <w:rsid w:val="00020624"/>
    <w:rsid w:val="0002071F"/>
    <w:rsid w:val="000207FD"/>
    <w:rsid w:val="000209B0"/>
    <w:rsid w:val="00020A24"/>
    <w:rsid w:val="00020B51"/>
    <w:rsid w:val="00020BBB"/>
    <w:rsid w:val="00020C85"/>
    <w:rsid w:val="00020F08"/>
    <w:rsid w:val="000212A3"/>
    <w:rsid w:val="000216B4"/>
    <w:rsid w:val="000216FD"/>
    <w:rsid w:val="00021F6C"/>
    <w:rsid w:val="00021F71"/>
    <w:rsid w:val="0002244A"/>
    <w:rsid w:val="000229E6"/>
    <w:rsid w:val="00022B8B"/>
    <w:rsid w:val="00022CAB"/>
    <w:rsid w:val="00022D62"/>
    <w:rsid w:val="00022E0D"/>
    <w:rsid w:val="0002311F"/>
    <w:rsid w:val="00023253"/>
    <w:rsid w:val="00023372"/>
    <w:rsid w:val="000237EC"/>
    <w:rsid w:val="000239B1"/>
    <w:rsid w:val="00023A5B"/>
    <w:rsid w:val="000240CA"/>
    <w:rsid w:val="000241DE"/>
    <w:rsid w:val="000242F5"/>
    <w:rsid w:val="000243A7"/>
    <w:rsid w:val="000245D8"/>
    <w:rsid w:val="000248CE"/>
    <w:rsid w:val="000249EB"/>
    <w:rsid w:val="00024C74"/>
    <w:rsid w:val="000252A4"/>
    <w:rsid w:val="00025F82"/>
    <w:rsid w:val="00026002"/>
    <w:rsid w:val="00026327"/>
    <w:rsid w:val="00026453"/>
    <w:rsid w:val="000265C7"/>
    <w:rsid w:val="0002669E"/>
    <w:rsid w:val="000267FE"/>
    <w:rsid w:val="00026A21"/>
    <w:rsid w:val="00026BCA"/>
    <w:rsid w:val="00026C9B"/>
    <w:rsid w:val="00027713"/>
    <w:rsid w:val="00027BE0"/>
    <w:rsid w:val="00027D3A"/>
    <w:rsid w:val="00027FA1"/>
    <w:rsid w:val="0003013C"/>
    <w:rsid w:val="000304F9"/>
    <w:rsid w:val="0003062D"/>
    <w:rsid w:val="00030B4E"/>
    <w:rsid w:val="00030B84"/>
    <w:rsid w:val="00030C88"/>
    <w:rsid w:val="00031441"/>
    <w:rsid w:val="000316F9"/>
    <w:rsid w:val="000321FD"/>
    <w:rsid w:val="000324E3"/>
    <w:rsid w:val="000325DD"/>
    <w:rsid w:val="0003274C"/>
    <w:rsid w:val="000327D2"/>
    <w:rsid w:val="000329FC"/>
    <w:rsid w:val="00032CA5"/>
    <w:rsid w:val="00032DF6"/>
    <w:rsid w:val="0003303F"/>
    <w:rsid w:val="000331CA"/>
    <w:rsid w:val="0003332B"/>
    <w:rsid w:val="00033652"/>
    <w:rsid w:val="00033902"/>
    <w:rsid w:val="00033FF2"/>
    <w:rsid w:val="0003416B"/>
    <w:rsid w:val="0003497B"/>
    <w:rsid w:val="000349F2"/>
    <w:rsid w:val="00034AF2"/>
    <w:rsid w:val="00034ECE"/>
    <w:rsid w:val="00035B85"/>
    <w:rsid w:val="0003637C"/>
    <w:rsid w:val="0003641B"/>
    <w:rsid w:val="000368A5"/>
    <w:rsid w:val="00036B25"/>
    <w:rsid w:val="0003704C"/>
    <w:rsid w:val="00037138"/>
    <w:rsid w:val="0003739B"/>
    <w:rsid w:val="0003772C"/>
    <w:rsid w:val="00037AB0"/>
    <w:rsid w:val="00037BE6"/>
    <w:rsid w:val="00037F97"/>
    <w:rsid w:val="000403FB"/>
    <w:rsid w:val="00040FE3"/>
    <w:rsid w:val="00041093"/>
    <w:rsid w:val="000413E4"/>
    <w:rsid w:val="0004149F"/>
    <w:rsid w:val="00041522"/>
    <w:rsid w:val="000417C8"/>
    <w:rsid w:val="00041D3E"/>
    <w:rsid w:val="00041F0D"/>
    <w:rsid w:val="00042181"/>
    <w:rsid w:val="000424BB"/>
    <w:rsid w:val="0004260A"/>
    <w:rsid w:val="0004263A"/>
    <w:rsid w:val="000427E2"/>
    <w:rsid w:val="00042803"/>
    <w:rsid w:val="00042B94"/>
    <w:rsid w:val="00042BEE"/>
    <w:rsid w:val="00042C5F"/>
    <w:rsid w:val="00042ED8"/>
    <w:rsid w:val="00042FFA"/>
    <w:rsid w:val="0004302A"/>
    <w:rsid w:val="0004304A"/>
    <w:rsid w:val="0004305E"/>
    <w:rsid w:val="000433B2"/>
    <w:rsid w:val="00043418"/>
    <w:rsid w:val="0004351B"/>
    <w:rsid w:val="000436DA"/>
    <w:rsid w:val="00043C71"/>
    <w:rsid w:val="00043D57"/>
    <w:rsid w:val="00043F74"/>
    <w:rsid w:val="0004405A"/>
    <w:rsid w:val="00044150"/>
    <w:rsid w:val="000441DD"/>
    <w:rsid w:val="00044279"/>
    <w:rsid w:val="00044750"/>
    <w:rsid w:val="0004476C"/>
    <w:rsid w:val="00044A5C"/>
    <w:rsid w:val="00044C14"/>
    <w:rsid w:val="00044D4D"/>
    <w:rsid w:val="00044DF0"/>
    <w:rsid w:val="00044E44"/>
    <w:rsid w:val="00045829"/>
    <w:rsid w:val="0004582E"/>
    <w:rsid w:val="00045879"/>
    <w:rsid w:val="00045B2C"/>
    <w:rsid w:val="00045BFA"/>
    <w:rsid w:val="00046026"/>
    <w:rsid w:val="00046044"/>
    <w:rsid w:val="000465C6"/>
    <w:rsid w:val="0004672A"/>
    <w:rsid w:val="0004708C"/>
    <w:rsid w:val="00047116"/>
    <w:rsid w:val="0004722F"/>
    <w:rsid w:val="00047267"/>
    <w:rsid w:val="000472EA"/>
    <w:rsid w:val="00047446"/>
    <w:rsid w:val="000474F8"/>
    <w:rsid w:val="000475F7"/>
    <w:rsid w:val="00047C0D"/>
    <w:rsid w:val="00047E37"/>
    <w:rsid w:val="0005037D"/>
    <w:rsid w:val="0005064E"/>
    <w:rsid w:val="00050C8F"/>
    <w:rsid w:val="00050CD7"/>
    <w:rsid w:val="00050D4E"/>
    <w:rsid w:val="00051274"/>
    <w:rsid w:val="00051307"/>
    <w:rsid w:val="0005176A"/>
    <w:rsid w:val="0005178E"/>
    <w:rsid w:val="00052019"/>
    <w:rsid w:val="00052038"/>
    <w:rsid w:val="0005209A"/>
    <w:rsid w:val="00052B1B"/>
    <w:rsid w:val="00052CB0"/>
    <w:rsid w:val="00052E6E"/>
    <w:rsid w:val="0005300C"/>
    <w:rsid w:val="00053036"/>
    <w:rsid w:val="0005306B"/>
    <w:rsid w:val="000539C5"/>
    <w:rsid w:val="00053D8A"/>
    <w:rsid w:val="00053EAC"/>
    <w:rsid w:val="000545E9"/>
    <w:rsid w:val="00054653"/>
    <w:rsid w:val="00054848"/>
    <w:rsid w:val="000548FE"/>
    <w:rsid w:val="000553CD"/>
    <w:rsid w:val="00055541"/>
    <w:rsid w:val="0005572E"/>
    <w:rsid w:val="000557D5"/>
    <w:rsid w:val="00055806"/>
    <w:rsid w:val="0005599D"/>
    <w:rsid w:val="00055B17"/>
    <w:rsid w:val="00055D22"/>
    <w:rsid w:val="00055D62"/>
    <w:rsid w:val="00055D8C"/>
    <w:rsid w:val="00055E11"/>
    <w:rsid w:val="00055F33"/>
    <w:rsid w:val="0005625C"/>
    <w:rsid w:val="00056273"/>
    <w:rsid w:val="0005635E"/>
    <w:rsid w:val="000563BD"/>
    <w:rsid w:val="00056530"/>
    <w:rsid w:val="00056748"/>
    <w:rsid w:val="0005687C"/>
    <w:rsid w:val="00056D91"/>
    <w:rsid w:val="00056EB2"/>
    <w:rsid w:val="000573A8"/>
    <w:rsid w:val="000575EF"/>
    <w:rsid w:val="00057847"/>
    <w:rsid w:val="00057880"/>
    <w:rsid w:val="00060146"/>
    <w:rsid w:val="000602C1"/>
    <w:rsid w:val="00060826"/>
    <w:rsid w:val="000609F1"/>
    <w:rsid w:val="00060F61"/>
    <w:rsid w:val="00061097"/>
    <w:rsid w:val="00061533"/>
    <w:rsid w:val="000615C5"/>
    <w:rsid w:val="0006187A"/>
    <w:rsid w:val="000619EA"/>
    <w:rsid w:val="00061D16"/>
    <w:rsid w:val="00062166"/>
    <w:rsid w:val="00062273"/>
    <w:rsid w:val="00062593"/>
    <w:rsid w:val="00062CA6"/>
    <w:rsid w:val="00062D04"/>
    <w:rsid w:val="00062F05"/>
    <w:rsid w:val="00062F15"/>
    <w:rsid w:val="000631F7"/>
    <w:rsid w:val="000636D2"/>
    <w:rsid w:val="000637C2"/>
    <w:rsid w:val="00063CC0"/>
    <w:rsid w:val="000642DB"/>
    <w:rsid w:val="0006437D"/>
    <w:rsid w:val="0006439B"/>
    <w:rsid w:val="000643EC"/>
    <w:rsid w:val="00064505"/>
    <w:rsid w:val="00064D8E"/>
    <w:rsid w:val="00064FC7"/>
    <w:rsid w:val="000651AD"/>
    <w:rsid w:val="00065392"/>
    <w:rsid w:val="00065529"/>
    <w:rsid w:val="0006580A"/>
    <w:rsid w:val="0006603F"/>
    <w:rsid w:val="0006687E"/>
    <w:rsid w:val="0006693C"/>
    <w:rsid w:val="00066BAA"/>
    <w:rsid w:val="00066D1B"/>
    <w:rsid w:val="000672B6"/>
    <w:rsid w:val="00067576"/>
    <w:rsid w:val="00067A1E"/>
    <w:rsid w:val="00067D80"/>
    <w:rsid w:val="00067DE3"/>
    <w:rsid w:val="00067E88"/>
    <w:rsid w:val="00070684"/>
    <w:rsid w:val="00070964"/>
    <w:rsid w:val="00070A3F"/>
    <w:rsid w:val="00070B0D"/>
    <w:rsid w:val="00070CA2"/>
    <w:rsid w:val="00070EBA"/>
    <w:rsid w:val="00071022"/>
    <w:rsid w:val="0007111B"/>
    <w:rsid w:val="00071254"/>
    <w:rsid w:val="000712F0"/>
    <w:rsid w:val="0007163A"/>
    <w:rsid w:val="00071770"/>
    <w:rsid w:val="0007190D"/>
    <w:rsid w:val="00071919"/>
    <w:rsid w:val="00071985"/>
    <w:rsid w:val="00071AD3"/>
    <w:rsid w:val="00071B24"/>
    <w:rsid w:val="00071BB0"/>
    <w:rsid w:val="00071F1D"/>
    <w:rsid w:val="000722E1"/>
    <w:rsid w:val="00072499"/>
    <w:rsid w:val="0007251D"/>
    <w:rsid w:val="000726D0"/>
    <w:rsid w:val="00072A61"/>
    <w:rsid w:val="00072B4B"/>
    <w:rsid w:val="00072C08"/>
    <w:rsid w:val="000734AE"/>
    <w:rsid w:val="0007374E"/>
    <w:rsid w:val="00073B1B"/>
    <w:rsid w:val="000742B6"/>
    <w:rsid w:val="000743FA"/>
    <w:rsid w:val="000746AA"/>
    <w:rsid w:val="000746C7"/>
    <w:rsid w:val="000747FC"/>
    <w:rsid w:val="00074A44"/>
    <w:rsid w:val="00074B2F"/>
    <w:rsid w:val="00074D1F"/>
    <w:rsid w:val="00074ED5"/>
    <w:rsid w:val="00074F97"/>
    <w:rsid w:val="0007536A"/>
    <w:rsid w:val="00075550"/>
    <w:rsid w:val="00075733"/>
    <w:rsid w:val="000757B6"/>
    <w:rsid w:val="00075AAD"/>
    <w:rsid w:val="00075B0E"/>
    <w:rsid w:val="00075BCC"/>
    <w:rsid w:val="00075BF9"/>
    <w:rsid w:val="00075DA4"/>
    <w:rsid w:val="00075E8D"/>
    <w:rsid w:val="00075EBE"/>
    <w:rsid w:val="00076614"/>
    <w:rsid w:val="000767A4"/>
    <w:rsid w:val="00076B98"/>
    <w:rsid w:val="00076D68"/>
    <w:rsid w:val="00076E16"/>
    <w:rsid w:val="00076E60"/>
    <w:rsid w:val="00076E96"/>
    <w:rsid w:val="00077215"/>
    <w:rsid w:val="00077C2B"/>
    <w:rsid w:val="0008027A"/>
    <w:rsid w:val="000809DA"/>
    <w:rsid w:val="00080AD9"/>
    <w:rsid w:val="00080C4B"/>
    <w:rsid w:val="00081589"/>
    <w:rsid w:val="000815B0"/>
    <w:rsid w:val="00081A53"/>
    <w:rsid w:val="000825FB"/>
    <w:rsid w:val="00082751"/>
    <w:rsid w:val="00082755"/>
    <w:rsid w:val="0008281D"/>
    <w:rsid w:val="00082844"/>
    <w:rsid w:val="0008289E"/>
    <w:rsid w:val="00082A96"/>
    <w:rsid w:val="00082A98"/>
    <w:rsid w:val="00082B2F"/>
    <w:rsid w:val="00082D12"/>
    <w:rsid w:val="000830AC"/>
    <w:rsid w:val="00083106"/>
    <w:rsid w:val="00083286"/>
    <w:rsid w:val="0008354C"/>
    <w:rsid w:val="000837A8"/>
    <w:rsid w:val="00083927"/>
    <w:rsid w:val="0008398C"/>
    <w:rsid w:val="00083A5D"/>
    <w:rsid w:val="00083F15"/>
    <w:rsid w:val="00083FEC"/>
    <w:rsid w:val="000843FE"/>
    <w:rsid w:val="000844CE"/>
    <w:rsid w:val="0008491A"/>
    <w:rsid w:val="00084B2C"/>
    <w:rsid w:val="00084DB3"/>
    <w:rsid w:val="00084E80"/>
    <w:rsid w:val="00084EF2"/>
    <w:rsid w:val="00085156"/>
    <w:rsid w:val="00085160"/>
    <w:rsid w:val="00085339"/>
    <w:rsid w:val="000858E2"/>
    <w:rsid w:val="0008596E"/>
    <w:rsid w:val="00085AAC"/>
    <w:rsid w:val="00085D56"/>
    <w:rsid w:val="000863A0"/>
    <w:rsid w:val="000865D3"/>
    <w:rsid w:val="000865DA"/>
    <w:rsid w:val="0008682F"/>
    <w:rsid w:val="00086B6F"/>
    <w:rsid w:val="00086D7B"/>
    <w:rsid w:val="0008713C"/>
    <w:rsid w:val="0008714A"/>
    <w:rsid w:val="000877F7"/>
    <w:rsid w:val="00087894"/>
    <w:rsid w:val="00087938"/>
    <w:rsid w:val="000879E4"/>
    <w:rsid w:val="000879F0"/>
    <w:rsid w:val="00087A5F"/>
    <w:rsid w:val="00087ABA"/>
    <w:rsid w:val="00087B4B"/>
    <w:rsid w:val="00087C33"/>
    <w:rsid w:val="00087C67"/>
    <w:rsid w:val="00087E85"/>
    <w:rsid w:val="00087FF0"/>
    <w:rsid w:val="000902C5"/>
    <w:rsid w:val="000903C4"/>
    <w:rsid w:val="00090608"/>
    <w:rsid w:val="00090624"/>
    <w:rsid w:val="00090761"/>
    <w:rsid w:val="00090BDC"/>
    <w:rsid w:val="00090BE0"/>
    <w:rsid w:val="00090EBA"/>
    <w:rsid w:val="00090F48"/>
    <w:rsid w:val="000910FC"/>
    <w:rsid w:val="00091139"/>
    <w:rsid w:val="0009115C"/>
    <w:rsid w:val="00091409"/>
    <w:rsid w:val="000918E0"/>
    <w:rsid w:val="00091EF6"/>
    <w:rsid w:val="00092684"/>
    <w:rsid w:val="00092725"/>
    <w:rsid w:val="00092884"/>
    <w:rsid w:val="00092909"/>
    <w:rsid w:val="00092922"/>
    <w:rsid w:val="00092993"/>
    <w:rsid w:val="00092B88"/>
    <w:rsid w:val="00092DC5"/>
    <w:rsid w:val="000937E0"/>
    <w:rsid w:val="0009381F"/>
    <w:rsid w:val="0009387A"/>
    <w:rsid w:val="00093A86"/>
    <w:rsid w:val="00093B94"/>
    <w:rsid w:val="00093BC4"/>
    <w:rsid w:val="00093FBA"/>
    <w:rsid w:val="00094185"/>
    <w:rsid w:val="000943BB"/>
    <w:rsid w:val="00094483"/>
    <w:rsid w:val="000946A4"/>
    <w:rsid w:val="000946BA"/>
    <w:rsid w:val="000946C9"/>
    <w:rsid w:val="000946E9"/>
    <w:rsid w:val="00094854"/>
    <w:rsid w:val="00094991"/>
    <w:rsid w:val="00094A96"/>
    <w:rsid w:val="00094AEE"/>
    <w:rsid w:val="00094CFA"/>
    <w:rsid w:val="00094FDF"/>
    <w:rsid w:val="000952B7"/>
    <w:rsid w:val="0009546C"/>
    <w:rsid w:val="000954AD"/>
    <w:rsid w:val="0009551E"/>
    <w:rsid w:val="00095789"/>
    <w:rsid w:val="00095793"/>
    <w:rsid w:val="00095AFB"/>
    <w:rsid w:val="00095B2E"/>
    <w:rsid w:val="00096847"/>
    <w:rsid w:val="00096A93"/>
    <w:rsid w:val="00096BA5"/>
    <w:rsid w:val="00096D54"/>
    <w:rsid w:val="00096E25"/>
    <w:rsid w:val="00097160"/>
    <w:rsid w:val="0009722D"/>
    <w:rsid w:val="00097457"/>
    <w:rsid w:val="0009764D"/>
    <w:rsid w:val="00097A8D"/>
    <w:rsid w:val="00097CCB"/>
    <w:rsid w:val="00097D9F"/>
    <w:rsid w:val="00097F99"/>
    <w:rsid w:val="000A05DE"/>
    <w:rsid w:val="000A0F47"/>
    <w:rsid w:val="000A1080"/>
    <w:rsid w:val="000A1467"/>
    <w:rsid w:val="000A1844"/>
    <w:rsid w:val="000A1914"/>
    <w:rsid w:val="000A1B16"/>
    <w:rsid w:val="000A1E09"/>
    <w:rsid w:val="000A1ED8"/>
    <w:rsid w:val="000A2033"/>
    <w:rsid w:val="000A2038"/>
    <w:rsid w:val="000A28AB"/>
    <w:rsid w:val="000A28DB"/>
    <w:rsid w:val="000A29B3"/>
    <w:rsid w:val="000A29E8"/>
    <w:rsid w:val="000A2ADE"/>
    <w:rsid w:val="000A2CA5"/>
    <w:rsid w:val="000A2F04"/>
    <w:rsid w:val="000A2FD8"/>
    <w:rsid w:val="000A310F"/>
    <w:rsid w:val="000A314C"/>
    <w:rsid w:val="000A3354"/>
    <w:rsid w:val="000A3DCC"/>
    <w:rsid w:val="000A41C2"/>
    <w:rsid w:val="000A467B"/>
    <w:rsid w:val="000A48C6"/>
    <w:rsid w:val="000A48D6"/>
    <w:rsid w:val="000A4BF4"/>
    <w:rsid w:val="000A4CE5"/>
    <w:rsid w:val="000A510F"/>
    <w:rsid w:val="000A5783"/>
    <w:rsid w:val="000A59A7"/>
    <w:rsid w:val="000A5C86"/>
    <w:rsid w:val="000A5CAD"/>
    <w:rsid w:val="000A5DC4"/>
    <w:rsid w:val="000A5E28"/>
    <w:rsid w:val="000A635B"/>
    <w:rsid w:val="000A6514"/>
    <w:rsid w:val="000A66D5"/>
    <w:rsid w:val="000A6C2D"/>
    <w:rsid w:val="000A6D9A"/>
    <w:rsid w:val="000A6F35"/>
    <w:rsid w:val="000A727E"/>
    <w:rsid w:val="000A7342"/>
    <w:rsid w:val="000A7517"/>
    <w:rsid w:val="000A7B52"/>
    <w:rsid w:val="000A7B59"/>
    <w:rsid w:val="000A7CCD"/>
    <w:rsid w:val="000A7D06"/>
    <w:rsid w:val="000A7E10"/>
    <w:rsid w:val="000A7EEE"/>
    <w:rsid w:val="000B0085"/>
    <w:rsid w:val="000B0127"/>
    <w:rsid w:val="000B0681"/>
    <w:rsid w:val="000B07DD"/>
    <w:rsid w:val="000B0B54"/>
    <w:rsid w:val="000B0ED8"/>
    <w:rsid w:val="000B0EE1"/>
    <w:rsid w:val="000B1689"/>
    <w:rsid w:val="000B1A00"/>
    <w:rsid w:val="000B1A6D"/>
    <w:rsid w:val="000B1CF8"/>
    <w:rsid w:val="000B2123"/>
    <w:rsid w:val="000B2338"/>
    <w:rsid w:val="000B2484"/>
    <w:rsid w:val="000B24E7"/>
    <w:rsid w:val="000B269B"/>
    <w:rsid w:val="000B2816"/>
    <w:rsid w:val="000B287F"/>
    <w:rsid w:val="000B28DF"/>
    <w:rsid w:val="000B2B90"/>
    <w:rsid w:val="000B3127"/>
    <w:rsid w:val="000B31E2"/>
    <w:rsid w:val="000B31EA"/>
    <w:rsid w:val="000B37DC"/>
    <w:rsid w:val="000B3C65"/>
    <w:rsid w:val="000B45C8"/>
    <w:rsid w:val="000B4917"/>
    <w:rsid w:val="000B49D8"/>
    <w:rsid w:val="000B4B7F"/>
    <w:rsid w:val="000B4B90"/>
    <w:rsid w:val="000B4F88"/>
    <w:rsid w:val="000B518C"/>
    <w:rsid w:val="000B54CF"/>
    <w:rsid w:val="000B5853"/>
    <w:rsid w:val="000B5CB6"/>
    <w:rsid w:val="000B6070"/>
    <w:rsid w:val="000B6083"/>
    <w:rsid w:val="000B634F"/>
    <w:rsid w:val="000B6388"/>
    <w:rsid w:val="000B6638"/>
    <w:rsid w:val="000B70C9"/>
    <w:rsid w:val="000B73B0"/>
    <w:rsid w:val="000B7509"/>
    <w:rsid w:val="000B7612"/>
    <w:rsid w:val="000B7627"/>
    <w:rsid w:val="000B77F4"/>
    <w:rsid w:val="000B7ACE"/>
    <w:rsid w:val="000B7F5D"/>
    <w:rsid w:val="000C0076"/>
    <w:rsid w:val="000C0955"/>
    <w:rsid w:val="000C0990"/>
    <w:rsid w:val="000C0AF1"/>
    <w:rsid w:val="000C0D71"/>
    <w:rsid w:val="000C0DC1"/>
    <w:rsid w:val="000C0E2D"/>
    <w:rsid w:val="000C0EDA"/>
    <w:rsid w:val="000C18E1"/>
    <w:rsid w:val="000C24DE"/>
    <w:rsid w:val="000C2530"/>
    <w:rsid w:val="000C25A1"/>
    <w:rsid w:val="000C261C"/>
    <w:rsid w:val="000C297F"/>
    <w:rsid w:val="000C2A00"/>
    <w:rsid w:val="000C2EB3"/>
    <w:rsid w:val="000C2F71"/>
    <w:rsid w:val="000C30CB"/>
    <w:rsid w:val="000C32DE"/>
    <w:rsid w:val="000C3308"/>
    <w:rsid w:val="000C4123"/>
    <w:rsid w:val="000C46F9"/>
    <w:rsid w:val="000C4976"/>
    <w:rsid w:val="000C4EF6"/>
    <w:rsid w:val="000C54DC"/>
    <w:rsid w:val="000C5751"/>
    <w:rsid w:val="000C5E7F"/>
    <w:rsid w:val="000C5F00"/>
    <w:rsid w:val="000C63C4"/>
    <w:rsid w:val="000C65FE"/>
    <w:rsid w:val="000C6813"/>
    <w:rsid w:val="000C7179"/>
    <w:rsid w:val="000C72C9"/>
    <w:rsid w:val="000C7436"/>
    <w:rsid w:val="000C7714"/>
    <w:rsid w:val="000C7818"/>
    <w:rsid w:val="000C79D7"/>
    <w:rsid w:val="000D01FF"/>
    <w:rsid w:val="000D021A"/>
    <w:rsid w:val="000D02BA"/>
    <w:rsid w:val="000D03CE"/>
    <w:rsid w:val="000D0559"/>
    <w:rsid w:val="000D0589"/>
    <w:rsid w:val="000D0DBF"/>
    <w:rsid w:val="000D1767"/>
    <w:rsid w:val="000D18E6"/>
    <w:rsid w:val="000D1E1A"/>
    <w:rsid w:val="000D204B"/>
    <w:rsid w:val="000D232D"/>
    <w:rsid w:val="000D2401"/>
    <w:rsid w:val="000D297E"/>
    <w:rsid w:val="000D2AE2"/>
    <w:rsid w:val="000D2C0F"/>
    <w:rsid w:val="000D327A"/>
    <w:rsid w:val="000D32A1"/>
    <w:rsid w:val="000D3585"/>
    <w:rsid w:val="000D3860"/>
    <w:rsid w:val="000D3CE8"/>
    <w:rsid w:val="000D4006"/>
    <w:rsid w:val="000D46D9"/>
    <w:rsid w:val="000D4A42"/>
    <w:rsid w:val="000D4A4D"/>
    <w:rsid w:val="000D4C64"/>
    <w:rsid w:val="000D4EFE"/>
    <w:rsid w:val="000D4F7B"/>
    <w:rsid w:val="000D5170"/>
    <w:rsid w:val="000D5D4F"/>
    <w:rsid w:val="000D6503"/>
    <w:rsid w:val="000D680E"/>
    <w:rsid w:val="000D6979"/>
    <w:rsid w:val="000D6ABE"/>
    <w:rsid w:val="000D6B9A"/>
    <w:rsid w:val="000D6C39"/>
    <w:rsid w:val="000D6DC1"/>
    <w:rsid w:val="000D7052"/>
    <w:rsid w:val="000D70BE"/>
    <w:rsid w:val="000D73E3"/>
    <w:rsid w:val="000D742C"/>
    <w:rsid w:val="000D7638"/>
    <w:rsid w:val="000D77CE"/>
    <w:rsid w:val="000D7A44"/>
    <w:rsid w:val="000D7BC8"/>
    <w:rsid w:val="000E02C9"/>
    <w:rsid w:val="000E049E"/>
    <w:rsid w:val="000E0846"/>
    <w:rsid w:val="000E0F78"/>
    <w:rsid w:val="000E127D"/>
    <w:rsid w:val="000E1950"/>
    <w:rsid w:val="000E1A6F"/>
    <w:rsid w:val="000E1AB9"/>
    <w:rsid w:val="000E1C5B"/>
    <w:rsid w:val="000E1F9E"/>
    <w:rsid w:val="000E26E9"/>
    <w:rsid w:val="000E289F"/>
    <w:rsid w:val="000E293D"/>
    <w:rsid w:val="000E2BE8"/>
    <w:rsid w:val="000E2C38"/>
    <w:rsid w:val="000E2F0D"/>
    <w:rsid w:val="000E30FC"/>
    <w:rsid w:val="000E3573"/>
    <w:rsid w:val="000E35E2"/>
    <w:rsid w:val="000E36FF"/>
    <w:rsid w:val="000E394F"/>
    <w:rsid w:val="000E3BE8"/>
    <w:rsid w:val="000E3D2D"/>
    <w:rsid w:val="000E434C"/>
    <w:rsid w:val="000E4C4F"/>
    <w:rsid w:val="000E4E91"/>
    <w:rsid w:val="000E512B"/>
    <w:rsid w:val="000E53DD"/>
    <w:rsid w:val="000E5556"/>
    <w:rsid w:val="000E5667"/>
    <w:rsid w:val="000E5CEB"/>
    <w:rsid w:val="000E5F8F"/>
    <w:rsid w:val="000E6033"/>
    <w:rsid w:val="000E6098"/>
    <w:rsid w:val="000E613D"/>
    <w:rsid w:val="000E6C66"/>
    <w:rsid w:val="000E6CFE"/>
    <w:rsid w:val="000E6D5D"/>
    <w:rsid w:val="000E6EF2"/>
    <w:rsid w:val="000E704C"/>
    <w:rsid w:val="000E7169"/>
    <w:rsid w:val="000E728E"/>
    <w:rsid w:val="000E73A3"/>
    <w:rsid w:val="000E7D8F"/>
    <w:rsid w:val="000F00D3"/>
    <w:rsid w:val="000F05BC"/>
    <w:rsid w:val="000F0745"/>
    <w:rsid w:val="000F0780"/>
    <w:rsid w:val="000F0B6D"/>
    <w:rsid w:val="000F0D5E"/>
    <w:rsid w:val="000F106D"/>
    <w:rsid w:val="000F13C8"/>
    <w:rsid w:val="000F1A33"/>
    <w:rsid w:val="000F1A62"/>
    <w:rsid w:val="000F1B78"/>
    <w:rsid w:val="000F1C6C"/>
    <w:rsid w:val="000F1CB0"/>
    <w:rsid w:val="000F1DA0"/>
    <w:rsid w:val="000F207F"/>
    <w:rsid w:val="000F2275"/>
    <w:rsid w:val="000F23B9"/>
    <w:rsid w:val="000F26D8"/>
    <w:rsid w:val="000F30A0"/>
    <w:rsid w:val="000F339C"/>
    <w:rsid w:val="000F386A"/>
    <w:rsid w:val="000F3A7E"/>
    <w:rsid w:val="000F40AF"/>
    <w:rsid w:val="000F42B3"/>
    <w:rsid w:val="000F478E"/>
    <w:rsid w:val="000F4858"/>
    <w:rsid w:val="000F4A8D"/>
    <w:rsid w:val="000F4AC2"/>
    <w:rsid w:val="000F4C12"/>
    <w:rsid w:val="000F4D06"/>
    <w:rsid w:val="000F4E24"/>
    <w:rsid w:val="000F51E9"/>
    <w:rsid w:val="000F568A"/>
    <w:rsid w:val="000F577F"/>
    <w:rsid w:val="000F5B36"/>
    <w:rsid w:val="000F6293"/>
    <w:rsid w:val="000F640A"/>
    <w:rsid w:val="000F651D"/>
    <w:rsid w:val="000F65F7"/>
    <w:rsid w:val="000F69BE"/>
    <w:rsid w:val="000F6DC0"/>
    <w:rsid w:val="000F7554"/>
    <w:rsid w:val="000F7759"/>
    <w:rsid w:val="000F7BB0"/>
    <w:rsid w:val="00100090"/>
    <w:rsid w:val="001008DD"/>
    <w:rsid w:val="0010095B"/>
    <w:rsid w:val="00100CD7"/>
    <w:rsid w:val="00101A46"/>
    <w:rsid w:val="00101B71"/>
    <w:rsid w:val="00101BF5"/>
    <w:rsid w:val="00101F45"/>
    <w:rsid w:val="001021F6"/>
    <w:rsid w:val="00102505"/>
    <w:rsid w:val="0010286A"/>
    <w:rsid w:val="00102C76"/>
    <w:rsid w:val="00103278"/>
    <w:rsid w:val="0010353C"/>
    <w:rsid w:val="00103B48"/>
    <w:rsid w:val="00103D53"/>
    <w:rsid w:val="00103D77"/>
    <w:rsid w:val="00103E59"/>
    <w:rsid w:val="00103EC8"/>
    <w:rsid w:val="00104960"/>
    <w:rsid w:val="001049D2"/>
    <w:rsid w:val="00104D5D"/>
    <w:rsid w:val="00104E18"/>
    <w:rsid w:val="00104E9B"/>
    <w:rsid w:val="00104F54"/>
    <w:rsid w:val="00105001"/>
    <w:rsid w:val="00105614"/>
    <w:rsid w:val="001058A9"/>
    <w:rsid w:val="00105A9F"/>
    <w:rsid w:val="001063EB"/>
    <w:rsid w:val="001063F9"/>
    <w:rsid w:val="00106821"/>
    <w:rsid w:val="001069DE"/>
    <w:rsid w:val="00106A2B"/>
    <w:rsid w:val="00106BDF"/>
    <w:rsid w:val="00106BF7"/>
    <w:rsid w:val="0010721B"/>
    <w:rsid w:val="001076CD"/>
    <w:rsid w:val="00107CE6"/>
    <w:rsid w:val="00110210"/>
    <w:rsid w:val="0011077C"/>
    <w:rsid w:val="00110859"/>
    <w:rsid w:val="0011092B"/>
    <w:rsid w:val="00110AC5"/>
    <w:rsid w:val="00110BA5"/>
    <w:rsid w:val="00110C11"/>
    <w:rsid w:val="00111030"/>
    <w:rsid w:val="00111323"/>
    <w:rsid w:val="001115CB"/>
    <w:rsid w:val="0011165F"/>
    <w:rsid w:val="00111760"/>
    <w:rsid w:val="001117DC"/>
    <w:rsid w:val="00111B06"/>
    <w:rsid w:val="00111BB0"/>
    <w:rsid w:val="00111CDD"/>
    <w:rsid w:val="00111E0F"/>
    <w:rsid w:val="00111FB1"/>
    <w:rsid w:val="00112288"/>
    <w:rsid w:val="00112619"/>
    <w:rsid w:val="001129E4"/>
    <w:rsid w:val="00112BC1"/>
    <w:rsid w:val="0011324C"/>
    <w:rsid w:val="0011338B"/>
    <w:rsid w:val="001135ED"/>
    <w:rsid w:val="0011372A"/>
    <w:rsid w:val="00113B83"/>
    <w:rsid w:val="00114099"/>
    <w:rsid w:val="0011417F"/>
    <w:rsid w:val="0011485E"/>
    <w:rsid w:val="00114954"/>
    <w:rsid w:val="00114C40"/>
    <w:rsid w:val="001152EA"/>
    <w:rsid w:val="00115539"/>
    <w:rsid w:val="00115656"/>
    <w:rsid w:val="00115833"/>
    <w:rsid w:val="00115872"/>
    <w:rsid w:val="00115A3C"/>
    <w:rsid w:val="00115DB2"/>
    <w:rsid w:val="00116202"/>
    <w:rsid w:val="001163D9"/>
    <w:rsid w:val="001164FE"/>
    <w:rsid w:val="0011685B"/>
    <w:rsid w:val="00116CAC"/>
    <w:rsid w:val="00116F1E"/>
    <w:rsid w:val="001170AA"/>
    <w:rsid w:val="001173FE"/>
    <w:rsid w:val="00117458"/>
    <w:rsid w:val="00117D51"/>
    <w:rsid w:val="0012016F"/>
    <w:rsid w:val="0012024D"/>
    <w:rsid w:val="00120258"/>
    <w:rsid w:val="00120927"/>
    <w:rsid w:val="00120C03"/>
    <w:rsid w:val="00120D65"/>
    <w:rsid w:val="00120EB9"/>
    <w:rsid w:val="0012114F"/>
    <w:rsid w:val="001214C8"/>
    <w:rsid w:val="001218DB"/>
    <w:rsid w:val="00121C20"/>
    <w:rsid w:val="00121C93"/>
    <w:rsid w:val="00121CF3"/>
    <w:rsid w:val="0012204E"/>
    <w:rsid w:val="001221CA"/>
    <w:rsid w:val="001223E7"/>
    <w:rsid w:val="001227B6"/>
    <w:rsid w:val="001227DB"/>
    <w:rsid w:val="001228CE"/>
    <w:rsid w:val="00122BC7"/>
    <w:rsid w:val="00122BE0"/>
    <w:rsid w:val="00122C22"/>
    <w:rsid w:val="00122F6F"/>
    <w:rsid w:val="00123102"/>
    <w:rsid w:val="001233A4"/>
    <w:rsid w:val="00123501"/>
    <w:rsid w:val="00123558"/>
    <w:rsid w:val="0012377A"/>
    <w:rsid w:val="001237CE"/>
    <w:rsid w:val="0012392B"/>
    <w:rsid w:val="001239EC"/>
    <w:rsid w:val="00123A04"/>
    <w:rsid w:val="00123AF3"/>
    <w:rsid w:val="00123D25"/>
    <w:rsid w:val="00123DF2"/>
    <w:rsid w:val="00124504"/>
    <w:rsid w:val="00124BFF"/>
    <w:rsid w:val="00125098"/>
    <w:rsid w:val="00125196"/>
    <w:rsid w:val="00125241"/>
    <w:rsid w:val="001255FA"/>
    <w:rsid w:val="00125A38"/>
    <w:rsid w:val="00125BC3"/>
    <w:rsid w:val="00126295"/>
    <w:rsid w:val="0012659B"/>
    <w:rsid w:val="0012663F"/>
    <w:rsid w:val="0012674E"/>
    <w:rsid w:val="00126780"/>
    <w:rsid w:val="00126866"/>
    <w:rsid w:val="00126D67"/>
    <w:rsid w:val="00126F66"/>
    <w:rsid w:val="00126F7F"/>
    <w:rsid w:val="001273F8"/>
    <w:rsid w:val="0012758E"/>
    <w:rsid w:val="00127A12"/>
    <w:rsid w:val="00127D07"/>
    <w:rsid w:val="00127DC9"/>
    <w:rsid w:val="00127DF3"/>
    <w:rsid w:val="00127E8A"/>
    <w:rsid w:val="00127F6C"/>
    <w:rsid w:val="00127FA2"/>
    <w:rsid w:val="001301A0"/>
    <w:rsid w:val="00130341"/>
    <w:rsid w:val="00130405"/>
    <w:rsid w:val="001304CD"/>
    <w:rsid w:val="0013068E"/>
    <w:rsid w:val="00130BEA"/>
    <w:rsid w:val="00130C12"/>
    <w:rsid w:val="00130FD6"/>
    <w:rsid w:val="00131123"/>
    <w:rsid w:val="001311E0"/>
    <w:rsid w:val="00131306"/>
    <w:rsid w:val="00131346"/>
    <w:rsid w:val="00131437"/>
    <w:rsid w:val="001314D8"/>
    <w:rsid w:val="00131DCD"/>
    <w:rsid w:val="0013226C"/>
    <w:rsid w:val="001322BD"/>
    <w:rsid w:val="00132671"/>
    <w:rsid w:val="001326B9"/>
    <w:rsid w:val="001326F3"/>
    <w:rsid w:val="0013286C"/>
    <w:rsid w:val="00132F50"/>
    <w:rsid w:val="00133010"/>
    <w:rsid w:val="0013307E"/>
    <w:rsid w:val="00133166"/>
    <w:rsid w:val="001338B4"/>
    <w:rsid w:val="00133F7C"/>
    <w:rsid w:val="00134289"/>
    <w:rsid w:val="001342A0"/>
    <w:rsid w:val="00134414"/>
    <w:rsid w:val="00134502"/>
    <w:rsid w:val="001348CB"/>
    <w:rsid w:val="00135191"/>
    <w:rsid w:val="001352C5"/>
    <w:rsid w:val="0013532C"/>
    <w:rsid w:val="00135566"/>
    <w:rsid w:val="001355C9"/>
    <w:rsid w:val="001359A9"/>
    <w:rsid w:val="00135D94"/>
    <w:rsid w:val="00135EB8"/>
    <w:rsid w:val="0013657B"/>
    <w:rsid w:val="0013657E"/>
    <w:rsid w:val="001368B2"/>
    <w:rsid w:val="00136B75"/>
    <w:rsid w:val="00136D55"/>
    <w:rsid w:val="00136D59"/>
    <w:rsid w:val="00136F6E"/>
    <w:rsid w:val="00136FC2"/>
    <w:rsid w:val="0013700F"/>
    <w:rsid w:val="001374E7"/>
    <w:rsid w:val="001376AF"/>
    <w:rsid w:val="00137763"/>
    <w:rsid w:val="001378B1"/>
    <w:rsid w:val="00137BBC"/>
    <w:rsid w:val="00137BF9"/>
    <w:rsid w:val="00140157"/>
    <w:rsid w:val="00140205"/>
    <w:rsid w:val="00140292"/>
    <w:rsid w:val="001409E6"/>
    <w:rsid w:val="00140FED"/>
    <w:rsid w:val="00141737"/>
    <w:rsid w:val="00141823"/>
    <w:rsid w:val="00141AC2"/>
    <w:rsid w:val="00141C0B"/>
    <w:rsid w:val="00141C26"/>
    <w:rsid w:val="00141D23"/>
    <w:rsid w:val="00141D3D"/>
    <w:rsid w:val="00141ECA"/>
    <w:rsid w:val="00142307"/>
    <w:rsid w:val="00142597"/>
    <w:rsid w:val="00142608"/>
    <w:rsid w:val="00142641"/>
    <w:rsid w:val="00142A61"/>
    <w:rsid w:val="00142D21"/>
    <w:rsid w:val="00142E15"/>
    <w:rsid w:val="00142FC6"/>
    <w:rsid w:val="0014335B"/>
    <w:rsid w:val="001434F6"/>
    <w:rsid w:val="00143514"/>
    <w:rsid w:val="00143699"/>
    <w:rsid w:val="001436A6"/>
    <w:rsid w:val="00143CAA"/>
    <w:rsid w:val="00143CCB"/>
    <w:rsid w:val="00143F19"/>
    <w:rsid w:val="00143F40"/>
    <w:rsid w:val="0014442E"/>
    <w:rsid w:val="001446BF"/>
    <w:rsid w:val="0014474B"/>
    <w:rsid w:val="00144A5F"/>
    <w:rsid w:val="00144CFB"/>
    <w:rsid w:val="00144FF1"/>
    <w:rsid w:val="00145014"/>
    <w:rsid w:val="001452B6"/>
    <w:rsid w:val="0014532A"/>
    <w:rsid w:val="00145355"/>
    <w:rsid w:val="00145674"/>
    <w:rsid w:val="00145ECA"/>
    <w:rsid w:val="00146587"/>
    <w:rsid w:val="0014673E"/>
    <w:rsid w:val="00146ABD"/>
    <w:rsid w:val="001472FB"/>
    <w:rsid w:val="001474B0"/>
    <w:rsid w:val="00147879"/>
    <w:rsid w:val="00147A3C"/>
    <w:rsid w:val="001504BB"/>
    <w:rsid w:val="00150546"/>
    <w:rsid w:val="001505B4"/>
    <w:rsid w:val="00150A70"/>
    <w:rsid w:val="00150B52"/>
    <w:rsid w:val="00150DAA"/>
    <w:rsid w:val="00150FA3"/>
    <w:rsid w:val="0015121A"/>
    <w:rsid w:val="00151365"/>
    <w:rsid w:val="0015149E"/>
    <w:rsid w:val="00151589"/>
    <w:rsid w:val="0015158D"/>
    <w:rsid w:val="0015177F"/>
    <w:rsid w:val="00151803"/>
    <w:rsid w:val="00151975"/>
    <w:rsid w:val="00151A16"/>
    <w:rsid w:val="00151CB7"/>
    <w:rsid w:val="0015203C"/>
    <w:rsid w:val="001522EB"/>
    <w:rsid w:val="00152494"/>
    <w:rsid w:val="00152637"/>
    <w:rsid w:val="00152B30"/>
    <w:rsid w:val="00152DBE"/>
    <w:rsid w:val="00152ED8"/>
    <w:rsid w:val="001530D5"/>
    <w:rsid w:val="00153648"/>
    <w:rsid w:val="00153961"/>
    <w:rsid w:val="00153CDC"/>
    <w:rsid w:val="00153EB4"/>
    <w:rsid w:val="00153FFC"/>
    <w:rsid w:val="00154065"/>
    <w:rsid w:val="001542A6"/>
    <w:rsid w:val="00154400"/>
    <w:rsid w:val="00154473"/>
    <w:rsid w:val="001547B3"/>
    <w:rsid w:val="00154AAC"/>
    <w:rsid w:val="0015554F"/>
    <w:rsid w:val="001556E8"/>
    <w:rsid w:val="00155853"/>
    <w:rsid w:val="00155C03"/>
    <w:rsid w:val="001562E9"/>
    <w:rsid w:val="001565BA"/>
    <w:rsid w:val="0015677A"/>
    <w:rsid w:val="00156990"/>
    <w:rsid w:val="00156A40"/>
    <w:rsid w:val="00156F87"/>
    <w:rsid w:val="00157005"/>
    <w:rsid w:val="0015727D"/>
    <w:rsid w:val="001572EA"/>
    <w:rsid w:val="00157511"/>
    <w:rsid w:val="001575CD"/>
    <w:rsid w:val="0015776A"/>
    <w:rsid w:val="00157802"/>
    <w:rsid w:val="0015788B"/>
    <w:rsid w:val="00157982"/>
    <w:rsid w:val="00157B68"/>
    <w:rsid w:val="00157F2C"/>
    <w:rsid w:val="001605BD"/>
    <w:rsid w:val="00160A01"/>
    <w:rsid w:val="001612F1"/>
    <w:rsid w:val="00161367"/>
    <w:rsid w:val="00161458"/>
    <w:rsid w:val="00161505"/>
    <w:rsid w:val="001615EB"/>
    <w:rsid w:val="001615ED"/>
    <w:rsid w:val="001616E3"/>
    <w:rsid w:val="00161A7D"/>
    <w:rsid w:val="00161BA6"/>
    <w:rsid w:val="00161D59"/>
    <w:rsid w:val="0016220E"/>
    <w:rsid w:val="00162BCD"/>
    <w:rsid w:val="00163223"/>
    <w:rsid w:val="0016351A"/>
    <w:rsid w:val="00163522"/>
    <w:rsid w:val="00163868"/>
    <w:rsid w:val="00163875"/>
    <w:rsid w:val="001638CC"/>
    <w:rsid w:val="00163E2D"/>
    <w:rsid w:val="00163F39"/>
    <w:rsid w:val="00164428"/>
    <w:rsid w:val="001645BB"/>
    <w:rsid w:val="00164C1A"/>
    <w:rsid w:val="00164E8C"/>
    <w:rsid w:val="00164EA1"/>
    <w:rsid w:val="001650F7"/>
    <w:rsid w:val="00165397"/>
    <w:rsid w:val="001655E2"/>
    <w:rsid w:val="00165A5A"/>
    <w:rsid w:val="00166405"/>
    <w:rsid w:val="001665BA"/>
    <w:rsid w:val="001665F6"/>
    <w:rsid w:val="001668BF"/>
    <w:rsid w:val="001668DC"/>
    <w:rsid w:val="00166ADE"/>
    <w:rsid w:val="001670B6"/>
    <w:rsid w:val="001670C0"/>
    <w:rsid w:val="001675BD"/>
    <w:rsid w:val="001676FF"/>
    <w:rsid w:val="00167931"/>
    <w:rsid w:val="0016794F"/>
    <w:rsid w:val="00167A0C"/>
    <w:rsid w:val="00167A86"/>
    <w:rsid w:val="00167B46"/>
    <w:rsid w:val="00167B4E"/>
    <w:rsid w:val="00167DA2"/>
    <w:rsid w:val="001706CD"/>
    <w:rsid w:val="00170781"/>
    <w:rsid w:val="001707C3"/>
    <w:rsid w:val="001711ED"/>
    <w:rsid w:val="0017144E"/>
    <w:rsid w:val="00171706"/>
    <w:rsid w:val="0017187D"/>
    <w:rsid w:val="00171B29"/>
    <w:rsid w:val="00171B68"/>
    <w:rsid w:val="00171B99"/>
    <w:rsid w:val="00171D46"/>
    <w:rsid w:val="00171F71"/>
    <w:rsid w:val="001722B5"/>
    <w:rsid w:val="00172A99"/>
    <w:rsid w:val="00172D28"/>
    <w:rsid w:val="00172E21"/>
    <w:rsid w:val="00172FB8"/>
    <w:rsid w:val="001732D7"/>
    <w:rsid w:val="0017398D"/>
    <w:rsid w:val="001739EE"/>
    <w:rsid w:val="00173C16"/>
    <w:rsid w:val="0017415C"/>
    <w:rsid w:val="00174261"/>
    <w:rsid w:val="00174457"/>
    <w:rsid w:val="00174A21"/>
    <w:rsid w:val="00174A43"/>
    <w:rsid w:val="00174ACD"/>
    <w:rsid w:val="00174C20"/>
    <w:rsid w:val="0017525D"/>
    <w:rsid w:val="0017544C"/>
    <w:rsid w:val="0017584B"/>
    <w:rsid w:val="00175CE4"/>
    <w:rsid w:val="00175D7C"/>
    <w:rsid w:val="00175E07"/>
    <w:rsid w:val="00175EF2"/>
    <w:rsid w:val="00176074"/>
    <w:rsid w:val="00176168"/>
    <w:rsid w:val="00176191"/>
    <w:rsid w:val="00176288"/>
    <w:rsid w:val="00176803"/>
    <w:rsid w:val="001768BD"/>
    <w:rsid w:val="00176E13"/>
    <w:rsid w:val="00176EEB"/>
    <w:rsid w:val="00176FC2"/>
    <w:rsid w:val="001771CB"/>
    <w:rsid w:val="001777F9"/>
    <w:rsid w:val="001778BA"/>
    <w:rsid w:val="001779C5"/>
    <w:rsid w:val="00177DB9"/>
    <w:rsid w:val="001801B9"/>
    <w:rsid w:val="00180274"/>
    <w:rsid w:val="00180981"/>
    <w:rsid w:val="00180A5F"/>
    <w:rsid w:val="00180E2B"/>
    <w:rsid w:val="00180ED4"/>
    <w:rsid w:val="00180F2F"/>
    <w:rsid w:val="00181018"/>
    <w:rsid w:val="00181023"/>
    <w:rsid w:val="00181093"/>
    <w:rsid w:val="0018124E"/>
    <w:rsid w:val="00181457"/>
    <w:rsid w:val="00181781"/>
    <w:rsid w:val="001817CD"/>
    <w:rsid w:val="00181A6B"/>
    <w:rsid w:val="00181A91"/>
    <w:rsid w:val="00182238"/>
    <w:rsid w:val="0018240D"/>
    <w:rsid w:val="001829D6"/>
    <w:rsid w:val="00182A49"/>
    <w:rsid w:val="0018335E"/>
    <w:rsid w:val="001835EB"/>
    <w:rsid w:val="00183955"/>
    <w:rsid w:val="00183B3B"/>
    <w:rsid w:val="00183DB0"/>
    <w:rsid w:val="001846DE"/>
    <w:rsid w:val="00184B2B"/>
    <w:rsid w:val="00184B64"/>
    <w:rsid w:val="00184B6C"/>
    <w:rsid w:val="00184C1A"/>
    <w:rsid w:val="00184E34"/>
    <w:rsid w:val="001850A8"/>
    <w:rsid w:val="00185245"/>
    <w:rsid w:val="00185379"/>
    <w:rsid w:val="001856C0"/>
    <w:rsid w:val="00185E2D"/>
    <w:rsid w:val="00185EE7"/>
    <w:rsid w:val="00186175"/>
    <w:rsid w:val="001861BB"/>
    <w:rsid w:val="001863CA"/>
    <w:rsid w:val="001866E7"/>
    <w:rsid w:val="00186A79"/>
    <w:rsid w:val="00186DBE"/>
    <w:rsid w:val="00187062"/>
    <w:rsid w:val="001871A3"/>
    <w:rsid w:val="00187323"/>
    <w:rsid w:val="001873B6"/>
    <w:rsid w:val="001875AA"/>
    <w:rsid w:val="00187BA6"/>
    <w:rsid w:val="00187DC8"/>
    <w:rsid w:val="00187E0C"/>
    <w:rsid w:val="00187F61"/>
    <w:rsid w:val="001904B0"/>
    <w:rsid w:val="00190602"/>
    <w:rsid w:val="00190AB1"/>
    <w:rsid w:val="00190D6D"/>
    <w:rsid w:val="00190E6B"/>
    <w:rsid w:val="00191233"/>
    <w:rsid w:val="0019135C"/>
    <w:rsid w:val="00191442"/>
    <w:rsid w:val="00191AE3"/>
    <w:rsid w:val="00191DAF"/>
    <w:rsid w:val="00191E1B"/>
    <w:rsid w:val="00191E4B"/>
    <w:rsid w:val="00191E70"/>
    <w:rsid w:val="0019234F"/>
    <w:rsid w:val="00192672"/>
    <w:rsid w:val="001929C3"/>
    <w:rsid w:val="00192D56"/>
    <w:rsid w:val="00192FF6"/>
    <w:rsid w:val="00193092"/>
    <w:rsid w:val="001933A2"/>
    <w:rsid w:val="001935E4"/>
    <w:rsid w:val="001942FA"/>
    <w:rsid w:val="00194520"/>
    <w:rsid w:val="0019453F"/>
    <w:rsid w:val="0019461E"/>
    <w:rsid w:val="00194852"/>
    <w:rsid w:val="001949C9"/>
    <w:rsid w:val="001953C3"/>
    <w:rsid w:val="001955AA"/>
    <w:rsid w:val="00195629"/>
    <w:rsid w:val="00195B3E"/>
    <w:rsid w:val="00195D07"/>
    <w:rsid w:val="00195D37"/>
    <w:rsid w:val="00195DC1"/>
    <w:rsid w:val="001963CA"/>
    <w:rsid w:val="001965BD"/>
    <w:rsid w:val="001966B9"/>
    <w:rsid w:val="00196ABC"/>
    <w:rsid w:val="00196B63"/>
    <w:rsid w:val="00196B79"/>
    <w:rsid w:val="00196BAC"/>
    <w:rsid w:val="00196C18"/>
    <w:rsid w:val="00196EC4"/>
    <w:rsid w:val="001974B5"/>
    <w:rsid w:val="0019754B"/>
    <w:rsid w:val="001976E3"/>
    <w:rsid w:val="00197746"/>
    <w:rsid w:val="00197822"/>
    <w:rsid w:val="0019787F"/>
    <w:rsid w:val="00197BBF"/>
    <w:rsid w:val="00197C55"/>
    <w:rsid w:val="00197C7D"/>
    <w:rsid w:val="001A0154"/>
    <w:rsid w:val="001A0292"/>
    <w:rsid w:val="001A0487"/>
    <w:rsid w:val="001A0597"/>
    <w:rsid w:val="001A063D"/>
    <w:rsid w:val="001A0961"/>
    <w:rsid w:val="001A0976"/>
    <w:rsid w:val="001A0B8E"/>
    <w:rsid w:val="001A0D52"/>
    <w:rsid w:val="001A1117"/>
    <w:rsid w:val="001A1556"/>
    <w:rsid w:val="001A2087"/>
    <w:rsid w:val="001A2312"/>
    <w:rsid w:val="001A2456"/>
    <w:rsid w:val="001A252A"/>
    <w:rsid w:val="001A25F7"/>
    <w:rsid w:val="001A2A29"/>
    <w:rsid w:val="001A2DDF"/>
    <w:rsid w:val="001A371B"/>
    <w:rsid w:val="001A3787"/>
    <w:rsid w:val="001A3BF2"/>
    <w:rsid w:val="001A3CB2"/>
    <w:rsid w:val="001A3CF7"/>
    <w:rsid w:val="001A3DF6"/>
    <w:rsid w:val="001A4043"/>
    <w:rsid w:val="001A41F2"/>
    <w:rsid w:val="001A4507"/>
    <w:rsid w:val="001A49CE"/>
    <w:rsid w:val="001A4CB2"/>
    <w:rsid w:val="001A4DFB"/>
    <w:rsid w:val="001A5172"/>
    <w:rsid w:val="001A54B0"/>
    <w:rsid w:val="001A567D"/>
    <w:rsid w:val="001A5786"/>
    <w:rsid w:val="001A579C"/>
    <w:rsid w:val="001A5880"/>
    <w:rsid w:val="001A5AE6"/>
    <w:rsid w:val="001A5CE3"/>
    <w:rsid w:val="001A5D56"/>
    <w:rsid w:val="001A5D92"/>
    <w:rsid w:val="001A6124"/>
    <w:rsid w:val="001A61D6"/>
    <w:rsid w:val="001A63CF"/>
    <w:rsid w:val="001A65D0"/>
    <w:rsid w:val="001A6766"/>
    <w:rsid w:val="001A6861"/>
    <w:rsid w:val="001A68F1"/>
    <w:rsid w:val="001A6AD0"/>
    <w:rsid w:val="001A718E"/>
    <w:rsid w:val="001A78B3"/>
    <w:rsid w:val="001A7AA8"/>
    <w:rsid w:val="001A7CD4"/>
    <w:rsid w:val="001A7DA9"/>
    <w:rsid w:val="001A7EEC"/>
    <w:rsid w:val="001B02A8"/>
    <w:rsid w:val="001B02FD"/>
    <w:rsid w:val="001B0308"/>
    <w:rsid w:val="001B037C"/>
    <w:rsid w:val="001B0490"/>
    <w:rsid w:val="001B059A"/>
    <w:rsid w:val="001B06CB"/>
    <w:rsid w:val="001B0849"/>
    <w:rsid w:val="001B0AC1"/>
    <w:rsid w:val="001B0BFB"/>
    <w:rsid w:val="001B0E56"/>
    <w:rsid w:val="001B141F"/>
    <w:rsid w:val="001B184C"/>
    <w:rsid w:val="001B1AC5"/>
    <w:rsid w:val="001B1FA1"/>
    <w:rsid w:val="001B2264"/>
    <w:rsid w:val="001B2316"/>
    <w:rsid w:val="001B27C7"/>
    <w:rsid w:val="001B28FF"/>
    <w:rsid w:val="001B2B4D"/>
    <w:rsid w:val="001B3390"/>
    <w:rsid w:val="001B34A3"/>
    <w:rsid w:val="001B3756"/>
    <w:rsid w:val="001B37B8"/>
    <w:rsid w:val="001B39CF"/>
    <w:rsid w:val="001B3A18"/>
    <w:rsid w:val="001B3C8A"/>
    <w:rsid w:val="001B3DB7"/>
    <w:rsid w:val="001B3F2F"/>
    <w:rsid w:val="001B40EA"/>
    <w:rsid w:val="001B4721"/>
    <w:rsid w:val="001B4C34"/>
    <w:rsid w:val="001B4FB3"/>
    <w:rsid w:val="001B4FC7"/>
    <w:rsid w:val="001B5005"/>
    <w:rsid w:val="001B502E"/>
    <w:rsid w:val="001B51E8"/>
    <w:rsid w:val="001B56B6"/>
    <w:rsid w:val="001B57B9"/>
    <w:rsid w:val="001B58DC"/>
    <w:rsid w:val="001B60BA"/>
    <w:rsid w:val="001B621F"/>
    <w:rsid w:val="001B625C"/>
    <w:rsid w:val="001B63CC"/>
    <w:rsid w:val="001B654D"/>
    <w:rsid w:val="001B6A32"/>
    <w:rsid w:val="001B6D99"/>
    <w:rsid w:val="001B7173"/>
    <w:rsid w:val="001B7178"/>
    <w:rsid w:val="001B7355"/>
    <w:rsid w:val="001B74ED"/>
    <w:rsid w:val="001B7528"/>
    <w:rsid w:val="001B777B"/>
    <w:rsid w:val="001B7C01"/>
    <w:rsid w:val="001C0194"/>
    <w:rsid w:val="001C0234"/>
    <w:rsid w:val="001C08AC"/>
    <w:rsid w:val="001C09CB"/>
    <w:rsid w:val="001C09EE"/>
    <w:rsid w:val="001C0A21"/>
    <w:rsid w:val="001C0DA8"/>
    <w:rsid w:val="001C0E77"/>
    <w:rsid w:val="001C0EF4"/>
    <w:rsid w:val="001C0F66"/>
    <w:rsid w:val="001C0F94"/>
    <w:rsid w:val="001C10D9"/>
    <w:rsid w:val="001C1202"/>
    <w:rsid w:val="001C13FC"/>
    <w:rsid w:val="001C169E"/>
    <w:rsid w:val="001C16BC"/>
    <w:rsid w:val="001C1941"/>
    <w:rsid w:val="001C1965"/>
    <w:rsid w:val="001C1C0B"/>
    <w:rsid w:val="001C1CAF"/>
    <w:rsid w:val="001C254B"/>
    <w:rsid w:val="001C2A00"/>
    <w:rsid w:val="001C2AB1"/>
    <w:rsid w:val="001C2EC7"/>
    <w:rsid w:val="001C326E"/>
    <w:rsid w:val="001C3706"/>
    <w:rsid w:val="001C3925"/>
    <w:rsid w:val="001C3BA0"/>
    <w:rsid w:val="001C3D4C"/>
    <w:rsid w:val="001C3DA2"/>
    <w:rsid w:val="001C4011"/>
    <w:rsid w:val="001C4550"/>
    <w:rsid w:val="001C4680"/>
    <w:rsid w:val="001C4BAE"/>
    <w:rsid w:val="001C4BC1"/>
    <w:rsid w:val="001C516F"/>
    <w:rsid w:val="001C52B6"/>
    <w:rsid w:val="001C5514"/>
    <w:rsid w:val="001C57C8"/>
    <w:rsid w:val="001C5847"/>
    <w:rsid w:val="001C5B94"/>
    <w:rsid w:val="001C5DF2"/>
    <w:rsid w:val="001C60FF"/>
    <w:rsid w:val="001C61D0"/>
    <w:rsid w:val="001C62A9"/>
    <w:rsid w:val="001C6550"/>
    <w:rsid w:val="001C6ACD"/>
    <w:rsid w:val="001C70BD"/>
    <w:rsid w:val="001C70F0"/>
    <w:rsid w:val="001C74A1"/>
    <w:rsid w:val="001C7899"/>
    <w:rsid w:val="001C7C18"/>
    <w:rsid w:val="001C7D93"/>
    <w:rsid w:val="001C7F34"/>
    <w:rsid w:val="001D01C6"/>
    <w:rsid w:val="001D0339"/>
    <w:rsid w:val="001D03C3"/>
    <w:rsid w:val="001D0B9B"/>
    <w:rsid w:val="001D0BCA"/>
    <w:rsid w:val="001D0CBB"/>
    <w:rsid w:val="001D0D17"/>
    <w:rsid w:val="001D121A"/>
    <w:rsid w:val="001D1786"/>
    <w:rsid w:val="001D195B"/>
    <w:rsid w:val="001D1981"/>
    <w:rsid w:val="001D1B46"/>
    <w:rsid w:val="001D1E77"/>
    <w:rsid w:val="001D1F1A"/>
    <w:rsid w:val="001D1F7B"/>
    <w:rsid w:val="001D2399"/>
    <w:rsid w:val="001D2833"/>
    <w:rsid w:val="001D356D"/>
    <w:rsid w:val="001D4018"/>
    <w:rsid w:val="001D4032"/>
    <w:rsid w:val="001D43FF"/>
    <w:rsid w:val="001D450F"/>
    <w:rsid w:val="001D4647"/>
    <w:rsid w:val="001D49C6"/>
    <w:rsid w:val="001D4AAF"/>
    <w:rsid w:val="001D4C00"/>
    <w:rsid w:val="001D4E17"/>
    <w:rsid w:val="001D5319"/>
    <w:rsid w:val="001D53E3"/>
    <w:rsid w:val="001D55D1"/>
    <w:rsid w:val="001D583D"/>
    <w:rsid w:val="001D5AFB"/>
    <w:rsid w:val="001D5DA3"/>
    <w:rsid w:val="001D6038"/>
    <w:rsid w:val="001D6340"/>
    <w:rsid w:val="001D6547"/>
    <w:rsid w:val="001D6729"/>
    <w:rsid w:val="001D6E9E"/>
    <w:rsid w:val="001D70F5"/>
    <w:rsid w:val="001D71AC"/>
    <w:rsid w:val="001D728D"/>
    <w:rsid w:val="001D760D"/>
    <w:rsid w:val="001D7739"/>
    <w:rsid w:val="001D7788"/>
    <w:rsid w:val="001D7867"/>
    <w:rsid w:val="001D7B34"/>
    <w:rsid w:val="001D7FAD"/>
    <w:rsid w:val="001E000C"/>
    <w:rsid w:val="001E0486"/>
    <w:rsid w:val="001E055C"/>
    <w:rsid w:val="001E085D"/>
    <w:rsid w:val="001E08D6"/>
    <w:rsid w:val="001E0DA5"/>
    <w:rsid w:val="001E102F"/>
    <w:rsid w:val="001E10EE"/>
    <w:rsid w:val="001E14B1"/>
    <w:rsid w:val="001E162C"/>
    <w:rsid w:val="001E1B6A"/>
    <w:rsid w:val="001E1B88"/>
    <w:rsid w:val="001E23B5"/>
    <w:rsid w:val="001E2431"/>
    <w:rsid w:val="001E246E"/>
    <w:rsid w:val="001E256A"/>
    <w:rsid w:val="001E2DC5"/>
    <w:rsid w:val="001E3184"/>
    <w:rsid w:val="001E329F"/>
    <w:rsid w:val="001E3773"/>
    <w:rsid w:val="001E37CE"/>
    <w:rsid w:val="001E38AE"/>
    <w:rsid w:val="001E3B8A"/>
    <w:rsid w:val="001E3BD2"/>
    <w:rsid w:val="001E3DB7"/>
    <w:rsid w:val="001E42BE"/>
    <w:rsid w:val="001E4649"/>
    <w:rsid w:val="001E49E1"/>
    <w:rsid w:val="001E4F73"/>
    <w:rsid w:val="001E5A9A"/>
    <w:rsid w:val="001E5ADB"/>
    <w:rsid w:val="001E5F91"/>
    <w:rsid w:val="001E5FB2"/>
    <w:rsid w:val="001E61A4"/>
    <w:rsid w:val="001E6689"/>
    <w:rsid w:val="001E6832"/>
    <w:rsid w:val="001E6DF7"/>
    <w:rsid w:val="001E6E96"/>
    <w:rsid w:val="001E6EC6"/>
    <w:rsid w:val="001E72B9"/>
    <w:rsid w:val="001E74DB"/>
    <w:rsid w:val="001E763B"/>
    <w:rsid w:val="001E76CB"/>
    <w:rsid w:val="001E79AE"/>
    <w:rsid w:val="001E7A2C"/>
    <w:rsid w:val="001E7C21"/>
    <w:rsid w:val="001E7C36"/>
    <w:rsid w:val="001E7DB3"/>
    <w:rsid w:val="001E7DC9"/>
    <w:rsid w:val="001E7F67"/>
    <w:rsid w:val="001F02D9"/>
    <w:rsid w:val="001F04AF"/>
    <w:rsid w:val="001F0C48"/>
    <w:rsid w:val="001F0FD8"/>
    <w:rsid w:val="001F177D"/>
    <w:rsid w:val="001F195F"/>
    <w:rsid w:val="001F1D77"/>
    <w:rsid w:val="001F2145"/>
    <w:rsid w:val="001F214D"/>
    <w:rsid w:val="001F2487"/>
    <w:rsid w:val="001F288A"/>
    <w:rsid w:val="001F3043"/>
    <w:rsid w:val="001F3253"/>
    <w:rsid w:val="001F328E"/>
    <w:rsid w:val="001F3684"/>
    <w:rsid w:val="001F37F1"/>
    <w:rsid w:val="001F3A82"/>
    <w:rsid w:val="001F3ABF"/>
    <w:rsid w:val="001F3D2F"/>
    <w:rsid w:val="001F3DF6"/>
    <w:rsid w:val="001F40D7"/>
    <w:rsid w:val="001F415C"/>
    <w:rsid w:val="001F43F1"/>
    <w:rsid w:val="001F46E1"/>
    <w:rsid w:val="001F4B17"/>
    <w:rsid w:val="001F4DC3"/>
    <w:rsid w:val="001F50D2"/>
    <w:rsid w:val="001F52C4"/>
    <w:rsid w:val="001F554E"/>
    <w:rsid w:val="001F599A"/>
    <w:rsid w:val="001F5A98"/>
    <w:rsid w:val="001F5DA4"/>
    <w:rsid w:val="001F5F4F"/>
    <w:rsid w:val="001F6311"/>
    <w:rsid w:val="001F65A1"/>
    <w:rsid w:val="001F6D8A"/>
    <w:rsid w:val="001F6DB2"/>
    <w:rsid w:val="001F71E7"/>
    <w:rsid w:val="001F723D"/>
    <w:rsid w:val="001F72F3"/>
    <w:rsid w:val="001F7535"/>
    <w:rsid w:val="001F784D"/>
    <w:rsid w:val="001F7C7E"/>
    <w:rsid w:val="001F7CA1"/>
    <w:rsid w:val="002002BA"/>
    <w:rsid w:val="00200370"/>
    <w:rsid w:val="002011A9"/>
    <w:rsid w:val="00201269"/>
    <w:rsid w:val="002016C7"/>
    <w:rsid w:val="00201B9A"/>
    <w:rsid w:val="0020243A"/>
    <w:rsid w:val="0020246A"/>
    <w:rsid w:val="0020247A"/>
    <w:rsid w:val="0020264E"/>
    <w:rsid w:val="0020292F"/>
    <w:rsid w:val="00202E11"/>
    <w:rsid w:val="00202E40"/>
    <w:rsid w:val="00202F35"/>
    <w:rsid w:val="002032DA"/>
    <w:rsid w:val="002034FF"/>
    <w:rsid w:val="00203995"/>
    <w:rsid w:val="002039DB"/>
    <w:rsid w:val="00204628"/>
    <w:rsid w:val="0020465E"/>
    <w:rsid w:val="00204B41"/>
    <w:rsid w:val="00204CB4"/>
    <w:rsid w:val="00204EBD"/>
    <w:rsid w:val="00205A52"/>
    <w:rsid w:val="00205AAB"/>
    <w:rsid w:val="00205CE9"/>
    <w:rsid w:val="00205DEC"/>
    <w:rsid w:val="00205DF8"/>
    <w:rsid w:val="00205E9D"/>
    <w:rsid w:val="00205FB0"/>
    <w:rsid w:val="002062D3"/>
    <w:rsid w:val="0020630A"/>
    <w:rsid w:val="00206359"/>
    <w:rsid w:val="002063D8"/>
    <w:rsid w:val="002065FC"/>
    <w:rsid w:val="00206607"/>
    <w:rsid w:val="00206BA7"/>
    <w:rsid w:val="00206D13"/>
    <w:rsid w:val="00207B97"/>
    <w:rsid w:val="0021001C"/>
    <w:rsid w:val="00210334"/>
    <w:rsid w:val="0021036C"/>
    <w:rsid w:val="0021078E"/>
    <w:rsid w:val="00210835"/>
    <w:rsid w:val="00210AC9"/>
    <w:rsid w:val="002110CC"/>
    <w:rsid w:val="00211119"/>
    <w:rsid w:val="00211221"/>
    <w:rsid w:val="002113B9"/>
    <w:rsid w:val="00211BAB"/>
    <w:rsid w:val="00211BC8"/>
    <w:rsid w:val="00211F77"/>
    <w:rsid w:val="00212289"/>
    <w:rsid w:val="0021261A"/>
    <w:rsid w:val="002128D3"/>
    <w:rsid w:val="00212E4A"/>
    <w:rsid w:val="00212E7C"/>
    <w:rsid w:val="002133EB"/>
    <w:rsid w:val="0021348B"/>
    <w:rsid w:val="002134AD"/>
    <w:rsid w:val="0021350A"/>
    <w:rsid w:val="00213B00"/>
    <w:rsid w:val="00214146"/>
    <w:rsid w:val="00214358"/>
    <w:rsid w:val="00214482"/>
    <w:rsid w:val="002144C3"/>
    <w:rsid w:val="00214566"/>
    <w:rsid w:val="002146CE"/>
    <w:rsid w:val="00214BE3"/>
    <w:rsid w:val="00214E2A"/>
    <w:rsid w:val="00215253"/>
    <w:rsid w:val="002152F0"/>
    <w:rsid w:val="00215AE9"/>
    <w:rsid w:val="00215B36"/>
    <w:rsid w:val="002161FF"/>
    <w:rsid w:val="00216313"/>
    <w:rsid w:val="0021661B"/>
    <w:rsid w:val="0021690E"/>
    <w:rsid w:val="0021694B"/>
    <w:rsid w:val="00216B02"/>
    <w:rsid w:val="00216D33"/>
    <w:rsid w:val="00216D60"/>
    <w:rsid w:val="00216D76"/>
    <w:rsid w:val="002175C5"/>
    <w:rsid w:val="0021767E"/>
    <w:rsid w:val="00217684"/>
    <w:rsid w:val="00217792"/>
    <w:rsid w:val="0021787C"/>
    <w:rsid w:val="00217E6E"/>
    <w:rsid w:val="00220524"/>
    <w:rsid w:val="00220DE1"/>
    <w:rsid w:val="0022134B"/>
    <w:rsid w:val="0022159F"/>
    <w:rsid w:val="00221EA0"/>
    <w:rsid w:val="00221FB4"/>
    <w:rsid w:val="00221FC3"/>
    <w:rsid w:val="002221F7"/>
    <w:rsid w:val="0022234A"/>
    <w:rsid w:val="0022258C"/>
    <w:rsid w:val="00222943"/>
    <w:rsid w:val="00223213"/>
    <w:rsid w:val="002239B2"/>
    <w:rsid w:val="00223C59"/>
    <w:rsid w:val="00223F8A"/>
    <w:rsid w:val="00224030"/>
    <w:rsid w:val="002243C9"/>
    <w:rsid w:val="00224796"/>
    <w:rsid w:val="002249C1"/>
    <w:rsid w:val="00224F9C"/>
    <w:rsid w:val="002251EB"/>
    <w:rsid w:val="002255A3"/>
    <w:rsid w:val="002255E6"/>
    <w:rsid w:val="00225822"/>
    <w:rsid w:val="00225987"/>
    <w:rsid w:val="00225A3A"/>
    <w:rsid w:val="00225C73"/>
    <w:rsid w:val="00225E02"/>
    <w:rsid w:val="00225E0E"/>
    <w:rsid w:val="002264D8"/>
    <w:rsid w:val="00226683"/>
    <w:rsid w:val="002267B5"/>
    <w:rsid w:val="00226802"/>
    <w:rsid w:val="00226C96"/>
    <w:rsid w:val="00226CA5"/>
    <w:rsid w:val="00226D1B"/>
    <w:rsid w:val="00226DF5"/>
    <w:rsid w:val="00226F53"/>
    <w:rsid w:val="002270E5"/>
    <w:rsid w:val="0022722A"/>
    <w:rsid w:val="002273B6"/>
    <w:rsid w:val="00227929"/>
    <w:rsid w:val="0022794B"/>
    <w:rsid w:val="00227C14"/>
    <w:rsid w:val="00227E32"/>
    <w:rsid w:val="00227F0D"/>
    <w:rsid w:val="00227FDE"/>
    <w:rsid w:val="002301B2"/>
    <w:rsid w:val="00230238"/>
    <w:rsid w:val="00230246"/>
    <w:rsid w:val="002303B1"/>
    <w:rsid w:val="0023082C"/>
    <w:rsid w:val="0023102E"/>
    <w:rsid w:val="0023122A"/>
    <w:rsid w:val="002312D2"/>
    <w:rsid w:val="00231C30"/>
    <w:rsid w:val="00231CE3"/>
    <w:rsid w:val="00232625"/>
    <w:rsid w:val="00232746"/>
    <w:rsid w:val="0023288B"/>
    <w:rsid w:val="00232942"/>
    <w:rsid w:val="00233225"/>
    <w:rsid w:val="002334FD"/>
    <w:rsid w:val="00233606"/>
    <w:rsid w:val="002336C7"/>
    <w:rsid w:val="002338BF"/>
    <w:rsid w:val="00233B9B"/>
    <w:rsid w:val="00233CBA"/>
    <w:rsid w:val="00233FF5"/>
    <w:rsid w:val="002340B1"/>
    <w:rsid w:val="00234517"/>
    <w:rsid w:val="00234555"/>
    <w:rsid w:val="002345C9"/>
    <w:rsid w:val="002347D3"/>
    <w:rsid w:val="00234BAC"/>
    <w:rsid w:val="00234E6C"/>
    <w:rsid w:val="0023503B"/>
    <w:rsid w:val="0023514B"/>
    <w:rsid w:val="002353E4"/>
    <w:rsid w:val="00235CD5"/>
    <w:rsid w:val="00236048"/>
    <w:rsid w:val="00236327"/>
    <w:rsid w:val="00236722"/>
    <w:rsid w:val="002367EC"/>
    <w:rsid w:val="00236B8A"/>
    <w:rsid w:val="002371FE"/>
    <w:rsid w:val="00237226"/>
    <w:rsid w:val="00237543"/>
    <w:rsid w:val="002376A2"/>
    <w:rsid w:val="00237F46"/>
    <w:rsid w:val="00240004"/>
    <w:rsid w:val="002400BD"/>
    <w:rsid w:val="002400E4"/>
    <w:rsid w:val="002401A8"/>
    <w:rsid w:val="002404D8"/>
    <w:rsid w:val="00240797"/>
    <w:rsid w:val="00240DF7"/>
    <w:rsid w:val="00240FF2"/>
    <w:rsid w:val="00241142"/>
    <w:rsid w:val="0024128C"/>
    <w:rsid w:val="00241359"/>
    <w:rsid w:val="0024172D"/>
    <w:rsid w:val="00241A98"/>
    <w:rsid w:val="00242019"/>
    <w:rsid w:val="0024278B"/>
    <w:rsid w:val="0024294C"/>
    <w:rsid w:val="00242C0E"/>
    <w:rsid w:val="00242E45"/>
    <w:rsid w:val="00243040"/>
    <w:rsid w:val="00243B05"/>
    <w:rsid w:val="00243C6B"/>
    <w:rsid w:val="00243CA3"/>
    <w:rsid w:val="00243F7B"/>
    <w:rsid w:val="00243F8F"/>
    <w:rsid w:val="002440B6"/>
    <w:rsid w:val="0024436E"/>
    <w:rsid w:val="002446BC"/>
    <w:rsid w:val="00244BED"/>
    <w:rsid w:val="00244E35"/>
    <w:rsid w:val="002453C9"/>
    <w:rsid w:val="00245462"/>
    <w:rsid w:val="002455E5"/>
    <w:rsid w:val="002457C6"/>
    <w:rsid w:val="00245A3E"/>
    <w:rsid w:val="00245AC5"/>
    <w:rsid w:val="00245F71"/>
    <w:rsid w:val="00245F9F"/>
    <w:rsid w:val="00246175"/>
    <w:rsid w:val="0024661F"/>
    <w:rsid w:val="002467B0"/>
    <w:rsid w:val="002468C1"/>
    <w:rsid w:val="00246BAF"/>
    <w:rsid w:val="00246BDA"/>
    <w:rsid w:val="00246BDB"/>
    <w:rsid w:val="00246D6F"/>
    <w:rsid w:val="00246EDE"/>
    <w:rsid w:val="002475B1"/>
    <w:rsid w:val="0024773D"/>
    <w:rsid w:val="002478BB"/>
    <w:rsid w:val="00247B14"/>
    <w:rsid w:val="00247C05"/>
    <w:rsid w:val="00247F27"/>
    <w:rsid w:val="00250297"/>
    <w:rsid w:val="002502DD"/>
    <w:rsid w:val="0025035E"/>
    <w:rsid w:val="00250791"/>
    <w:rsid w:val="002508A0"/>
    <w:rsid w:val="00250934"/>
    <w:rsid w:val="00250CCD"/>
    <w:rsid w:val="00251150"/>
    <w:rsid w:val="00251248"/>
    <w:rsid w:val="002513AF"/>
    <w:rsid w:val="002514DF"/>
    <w:rsid w:val="0025154A"/>
    <w:rsid w:val="00251614"/>
    <w:rsid w:val="00251673"/>
    <w:rsid w:val="0025171B"/>
    <w:rsid w:val="00251728"/>
    <w:rsid w:val="002519F4"/>
    <w:rsid w:val="00251A6E"/>
    <w:rsid w:val="00251BEC"/>
    <w:rsid w:val="002525F1"/>
    <w:rsid w:val="00252C60"/>
    <w:rsid w:val="00252DF0"/>
    <w:rsid w:val="00252F0C"/>
    <w:rsid w:val="00252F47"/>
    <w:rsid w:val="002531C6"/>
    <w:rsid w:val="00253459"/>
    <w:rsid w:val="00253592"/>
    <w:rsid w:val="002536B0"/>
    <w:rsid w:val="0025391F"/>
    <w:rsid w:val="0025392F"/>
    <w:rsid w:val="002539B4"/>
    <w:rsid w:val="002539C6"/>
    <w:rsid w:val="00253A6D"/>
    <w:rsid w:val="00253BD0"/>
    <w:rsid w:val="00253DBC"/>
    <w:rsid w:val="00254100"/>
    <w:rsid w:val="002549EB"/>
    <w:rsid w:val="00254A8F"/>
    <w:rsid w:val="00254B5B"/>
    <w:rsid w:val="00254C6A"/>
    <w:rsid w:val="00254D13"/>
    <w:rsid w:val="00254DC8"/>
    <w:rsid w:val="00255246"/>
    <w:rsid w:val="002554E4"/>
    <w:rsid w:val="00255783"/>
    <w:rsid w:val="00255C2B"/>
    <w:rsid w:val="00255C56"/>
    <w:rsid w:val="00255CA4"/>
    <w:rsid w:val="00256B44"/>
    <w:rsid w:val="00256C03"/>
    <w:rsid w:val="00256CEF"/>
    <w:rsid w:val="002571B5"/>
    <w:rsid w:val="002575A1"/>
    <w:rsid w:val="0025795E"/>
    <w:rsid w:val="00257973"/>
    <w:rsid w:val="00257B8E"/>
    <w:rsid w:val="002604C4"/>
    <w:rsid w:val="002606EE"/>
    <w:rsid w:val="002609AE"/>
    <w:rsid w:val="002609E3"/>
    <w:rsid w:val="00260A7D"/>
    <w:rsid w:val="00260C47"/>
    <w:rsid w:val="00260FAB"/>
    <w:rsid w:val="002614E5"/>
    <w:rsid w:val="0026164D"/>
    <w:rsid w:val="00261920"/>
    <w:rsid w:val="00261B3B"/>
    <w:rsid w:val="00261DAD"/>
    <w:rsid w:val="00261DB1"/>
    <w:rsid w:val="00261F82"/>
    <w:rsid w:val="00262128"/>
    <w:rsid w:val="00262463"/>
    <w:rsid w:val="00262494"/>
    <w:rsid w:val="002629FA"/>
    <w:rsid w:val="00262B96"/>
    <w:rsid w:val="00262C92"/>
    <w:rsid w:val="00262DD5"/>
    <w:rsid w:val="00262E81"/>
    <w:rsid w:val="002630A8"/>
    <w:rsid w:val="00263217"/>
    <w:rsid w:val="0026321F"/>
    <w:rsid w:val="002632F2"/>
    <w:rsid w:val="0026379A"/>
    <w:rsid w:val="00263974"/>
    <w:rsid w:val="0026405E"/>
    <w:rsid w:val="002644D7"/>
    <w:rsid w:val="002646BC"/>
    <w:rsid w:val="00264D42"/>
    <w:rsid w:val="002650B8"/>
    <w:rsid w:val="00265254"/>
    <w:rsid w:val="00265693"/>
    <w:rsid w:val="00265844"/>
    <w:rsid w:val="00265A44"/>
    <w:rsid w:val="00265A82"/>
    <w:rsid w:val="00265CC8"/>
    <w:rsid w:val="00265D6E"/>
    <w:rsid w:val="00265FD1"/>
    <w:rsid w:val="002661F4"/>
    <w:rsid w:val="00266267"/>
    <w:rsid w:val="0026649E"/>
    <w:rsid w:val="00266D46"/>
    <w:rsid w:val="00266F68"/>
    <w:rsid w:val="002673FB"/>
    <w:rsid w:val="00267563"/>
    <w:rsid w:val="0026772A"/>
    <w:rsid w:val="0026787C"/>
    <w:rsid w:val="002679A5"/>
    <w:rsid w:val="00267FA4"/>
    <w:rsid w:val="00270225"/>
    <w:rsid w:val="00270A37"/>
    <w:rsid w:val="00270E4F"/>
    <w:rsid w:val="00270FCC"/>
    <w:rsid w:val="0027111F"/>
    <w:rsid w:val="0027118A"/>
    <w:rsid w:val="002717BE"/>
    <w:rsid w:val="002717F4"/>
    <w:rsid w:val="00271A9F"/>
    <w:rsid w:val="00271AA5"/>
    <w:rsid w:val="00271BD5"/>
    <w:rsid w:val="00271F35"/>
    <w:rsid w:val="00271F38"/>
    <w:rsid w:val="002722B2"/>
    <w:rsid w:val="00272324"/>
    <w:rsid w:val="002728D3"/>
    <w:rsid w:val="0027293D"/>
    <w:rsid w:val="00272956"/>
    <w:rsid w:val="00272C6B"/>
    <w:rsid w:val="00272D63"/>
    <w:rsid w:val="00273474"/>
    <w:rsid w:val="0027361A"/>
    <w:rsid w:val="002740EC"/>
    <w:rsid w:val="002741B2"/>
    <w:rsid w:val="002741F8"/>
    <w:rsid w:val="002744A5"/>
    <w:rsid w:val="0027450B"/>
    <w:rsid w:val="0027466F"/>
    <w:rsid w:val="002747CA"/>
    <w:rsid w:val="00274B36"/>
    <w:rsid w:val="00274C17"/>
    <w:rsid w:val="00274E0A"/>
    <w:rsid w:val="00274EF2"/>
    <w:rsid w:val="00274FBF"/>
    <w:rsid w:val="00274FEB"/>
    <w:rsid w:val="0027524B"/>
    <w:rsid w:val="0027585D"/>
    <w:rsid w:val="0027594E"/>
    <w:rsid w:val="00275B8E"/>
    <w:rsid w:val="00275D12"/>
    <w:rsid w:val="00275D77"/>
    <w:rsid w:val="00275E1D"/>
    <w:rsid w:val="00275F3B"/>
    <w:rsid w:val="00275F58"/>
    <w:rsid w:val="00275F89"/>
    <w:rsid w:val="00276025"/>
    <w:rsid w:val="00276254"/>
    <w:rsid w:val="00276526"/>
    <w:rsid w:val="00276995"/>
    <w:rsid w:val="00276A74"/>
    <w:rsid w:val="00276AB5"/>
    <w:rsid w:val="00276B04"/>
    <w:rsid w:val="00276B94"/>
    <w:rsid w:val="00276D91"/>
    <w:rsid w:val="00276F13"/>
    <w:rsid w:val="00277140"/>
    <w:rsid w:val="002777CE"/>
    <w:rsid w:val="002777F0"/>
    <w:rsid w:val="002778CB"/>
    <w:rsid w:val="00277E8F"/>
    <w:rsid w:val="00277F77"/>
    <w:rsid w:val="002802EB"/>
    <w:rsid w:val="00280489"/>
    <w:rsid w:val="002804C8"/>
    <w:rsid w:val="002809F5"/>
    <w:rsid w:val="00280AFE"/>
    <w:rsid w:val="00281036"/>
    <w:rsid w:val="00281073"/>
    <w:rsid w:val="0028116F"/>
    <w:rsid w:val="00281284"/>
    <w:rsid w:val="002819CB"/>
    <w:rsid w:val="00281B16"/>
    <w:rsid w:val="00281EAE"/>
    <w:rsid w:val="00282065"/>
    <w:rsid w:val="0028210B"/>
    <w:rsid w:val="00282166"/>
    <w:rsid w:val="002821F5"/>
    <w:rsid w:val="002822FC"/>
    <w:rsid w:val="00282468"/>
    <w:rsid w:val="002825FF"/>
    <w:rsid w:val="0028277A"/>
    <w:rsid w:val="00282F65"/>
    <w:rsid w:val="00283155"/>
    <w:rsid w:val="0028330E"/>
    <w:rsid w:val="00283483"/>
    <w:rsid w:val="00283518"/>
    <w:rsid w:val="002835FB"/>
    <w:rsid w:val="002837DE"/>
    <w:rsid w:val="00283F14"/>
    <w:rsid w:val="00283FCC"/>
    <w:rsid w:val="002840D2"/>
    <w:rsid w:val="00284499"/>
    <w:rsid w:val="002847A7"/>
    <w:rsid w:val="00284974"/>
    <w:rsid w:val="00284C27"/>
    <w:rsid w:val="002850D0"/>
    <w:rsid w:val="00285350"/>
    <w:rsid w:val="00285772"/>
    <w:rsid w:val="00285896"/>
    <w:rsid w:val="00285956"/>
    <w:rsid w:val="00285B11"/>
    <w:rsid w:val="00285C37"/>
    <w:rsid w:val="00285E52"/>
    <w:rsid w:val="002860EC"/>
    <w:rsid w:val="002861C4"/>
    <w:rsid w:val="00286617"/>
    <w:rsid w:val="002866FB"/>
    <w:rsid w:val="0028677D"/>
    <w:rsid w:val="00286C31"/>
    <w:rsid w:val="00286D95"/>
    <w:rsid w:val="00287052"/>
    <w:rsid w:val="002873CD"/>
    <w:rsid w:val="0028772E"/>
    <w:rsid w:val="0028787D"/>
    <w:rsid w:val="00287CE6"/>
    <w:rsid w:val="00287F4B"/>
    <w:rsid w:val="00290537"/>
    <w:rsid w:val="0029091C"/>
    <w:rsid w:val="00290A8C"/>
    <w:rsid w:val="00290CE0"/>
    <w:rsid w:val="00290E9E"/>
    <w:rsid w:val="0029104D"/>
    <w:rsid w:val="002911EC"/>
    <w:rsid w:val="00291502"/>
    <w:rsid w:val="00291811"/>
    <w:rsid w:val="002918B0"/>
    <w:rsid w:val="00291A61"/>
    <w:rsid w:val="00291AA8"/>
    <w:rsid w:val="00291F67"/>
    <w:rsid w:val="00292404"/>
    <w:rsid w:val="00292793"/>
    <w:rsid w:val="00292895"/>
    <w:rsid w:val="00292979"/>
    <w:rsid w:val="00292B00"/>
    <w:rsid w:val="00292CCB"/>
    <w:rsid w:val="00292E07"/>
    <w:rsid w:val="00292E7F"/>
    <w:rsid w:val="00293130"/>
    <w:rsid w:val="0029333E"/>
    <w:rsid w:val="002938D4"/>
    <w:rsid w:val="00293B13"/>
    <w:rsid w:val="00293BC8"/>
    <w:rsid w:val="00293C61"/>
    <w:rsid w:val="00293E8C"/>
    <w:rsid w:val="00293F36"/>
    <w:rsid w:val="00294125"/>
    <w:rsid w:val="00294157"/>
    <w:rsid w:val="002941A1"/>
    <w:rsid w:val="002946D5"/>
    <w:rsid w:val="00294917"/>
    <w:rsid w:val="00294D95"/>
    <w:rsid w:val="002950E0"/>
    <w:rsid w:val="0029545E"/>
    <w:rsid w:val="00295594"/>
    <w:rsid w:val="002957E1"/>
    <w:rsid w:val="00295D02"/>
    <w:rsid w:val="00295ECD"/>
    <w:rsid w:val="00296000"/>
    <w:rsid w:val="0029601A"/>
    <w:rsid w:val="00296119"/>
    <w:rsid w:val="00296279"/>
    <w:rsid w:val="00296506"/>
    <w:rsid w:val="002965E6"/>
    <w:rsid w:val="002969BA"/>
    <w:rsid w:val="002969EE"/>
    <w:rsid w:val="002972FD"/>
    <w:rsid w:val="00297382"/>
    <w:rsid w:val="002974CC"/>
    <w:rsid w:val="00297C0A"/>
    <w:rsid w:val="00297D28"/>
    <w:rsid w:val="00297DE1"/>
    <w:rsid w:val="002A0016"/>
    <w:rsid w:val="002A016B"/>
    <w:rsid w:val="002A058A"/>
    <w:rsid w:val="002A08C6"/>
    <w:rsid w:val="002A0ED1"/>
    <w:rsid w:val="002A1448"/>
    <w:rsid w:val="002A145C"/>
    <w:rsid w:val="002A160B"/>
    <w:rsid w:val="002A1B39"/>
    <w:rsid w:val="002A1F29"/>
    <w:rsid w:val="002A2039"/>
    <w:rsid w:val="002A2103"/>
    <w:rsid w:val="002A23B7"/>
    <w:rsid w:val="002A2422"/>
    <w:rsid w:val="002A2505"/>
    <w:rsid w:val="002A2579"/>
    <w:rsid w:val="002A27F5"/>
    <w:rsid w:val="002A2D24"/>
    <w:rsid w:val="002A2D86"/>
    <w:rsid w:val="002A2F1C"/>
    <w:rsid w:val="002A3880"/>
    <w:rsid w:val="002A39DF"/>
    <w:rsid w:val="002A3FF2"/>
    <w:rsid w:val="002A471E"/>
    <w:rsid w:val="002A4AC5"/>
    <w:rsid w:val="002A4BA1"/>
    <w:rsid w:val="002A50E0"/>
    <w:rsid w:val="002A51E2"/>
    <w:rsid w:val="002A5693"/>
    <w:rsid w:val="002A5915"/>
    <w:rsid w:val="002A5AFB"/>
    <w:rsid w:val="002A5D43"/>
    <w:rsid w:val="002A6310"/>
    <w:rsid w:val="002A640E"/>
    <w:rsid w:val="002A6639"/>
    <w:rsid w:val="002A6958"/>
    <w:rsid w:val="002A6F25"/>
    <w:rsid w:val="002A7A18"/>
    <w:rsid w:val="002A7EDE"/>
    <w:rsid w:val="002A7F88"/>
    <w:rsid w:val="002B0114"/>
    <w:rsid w:val="002B026F"/>
    <w:rsid w:val="002B0296"/>
    <w:rsid w:val="002B02EE"/>
    <w:rsid w:val="002B0789"/>
    <w:rsid w:val="002B086A"/>
    <w:rsid w:val="002B0BE5"/>
    <w:rsid w:val="002B108C"/>
    <w:rsid w:val="002B11B6"/>
    <w:rsid w:val="002B1358"/>
    <w:rsid w:val="002B13B4"/>
    <w:rsid w:val="002B13EA"/>
    <w:rsid w:val="002B1902"/>
    <w:rsid w:val="002B1B86"/>
    <w:rsid w:val="002B1BA4"/>
    <w:rsid w:val="002B1BCF"/>
    <w:rsid w:val="002B1E1D"/>
    <w:rsid w:val="002B1EEC"/>
    <w:rsid w:val="002B220C"/>
    <w:rsid w:val="002B24FB"/>
    <w:rsid w:val="002B2508"/>
    <w:rsid w:val="002B25DA"/>
    <w:rsid w:val="002B2B95"/>
    <w:rsid w:val="002B2C0B"/>
    <w:rsid w:val="002B2FAC"/>
    <w:rsid w:val="002B3043"/>
    <w:rsid w:val="002B335B"/>
    <w:rsid w:val="002B3464"/>
    <w:rsid w:val="002B3493"/>
    <w:rsid w:val="002B35E0"/>
    <w:rsid w:val="002B3907"/>
    <w:rsid w:val="002B392A"/>
    <w:rsid w:val="002B3AAA"/>
    <w:rsid w:val="002B3CD2"/>
    <w:rsid w:val="002B3D61"/>
    <w:rsid w:val="002B3DC3"/>
    <w:rsid w:val="002B4198"/>
    <w:rsid w:val="002B4B2C"/>
    <w:rsid w:val="002B4B89"/>
    <w:rsid w:val="002B4D16"/>
    <w:rsid w:val="002B4ECE"/>
    <w:rsid w:val="002B54E0"/>
    <w:rsid w:val="002B560F"/>
    <w:rsid w:val="002B5815"/>
    <w:rsid w:val="002B58DD"/>
    <w:rsid w:val="002B5A87"/>
    <w:rsid w:val="002B5AA0"/>
    <w:rsid w:val="002B5D0C"/>
    <w:rsid w:val="002B5D49"/>
    <w:rsid w:val="002B5D8E"/>
    <w:rsid w:val="002B5E21"/>
    <w:rsid w:val="002B5F64"/>
    <w:rsid w:val="002B5FAA"/>
    <w:rsid w:val="002B630D"/>
    <w:rsid w:val="002B636C"/>
    <w:rsid w:val="002B65B3"/>
    <w:rsid w:val="002B660F"/>
    <w:rsid w:val="002B66AC"/>
    <w:rsid w:val="002B66ED"/>
    <w:rsid w:val="002B6941"/>
    <w:rsid w:val="002B6AE6"/>
    <w:rsid w:val="002B6BC7"/>
    <w:rsid w:val="002B6BD8"/>
    <w:rsid w:val="002B6BF2"/>
    <w:rsid w:val="002B7334"/>
    <w:rsid w:val="002B7691"/>
    <w:rsid w:val="002B7776"/>
    <w:rsid w:val="002B7DA2"/>
    <w:rsid w:val="002B7E0D"/>
    <w:rsid w:val="002C0122"/>
    <w:rsid w:val="002C0204"/>
    <w:rsid w:val="002C034B"/>
    <w:rsid w:val="002C0A5A"/>
    <w:rsid w:val="002C0D0F"/>
    <w:rsid w:val="002C0FD5"/>
    <w:rsid w:val="002C15ED"/>
    <w:rsid w:val="002C1E28"/>
    <w:rsid w:val="002C1EC4"/>
    <w:rsid w:val="002C1FD5"/>
    <w:rsid w:val="002C20F5"/>
    <w:rsid w:val="002C24B1"/>
    <w:rsid w:val="002C2910"/>
    <w:rsid w:val="002C2BD7"/>
    <w:rsid w:val="002C3384"/>
    <w:rsid w:val="002C33C7"/>
    <w:rsid w:val="002C3770"/>
    <w:rsid w:val="002C3864"/>
    <w:rsid w:val="002C3E2B"/>
    <w:rsid w:val="002C3F9F"/>
    <w:rsid w:val="002C3FBC"/>
    <w:rsid w:val="002C4070"/>
    <w:rsid w:val="002C407E"/>
    <w:rsid w:val="002C414C"/>
    <w:rsid w:val="002C434D"/>
    <w:rsid w:val="002C442E"/>
    <w:rsid w:val="002C4436"/>
    <w:rsid w:val="002C4E22"/>
    <w:rsid w:val="002C5E9F"/>
    <w:rsid w:val="002C61EC"/>
    <w:rsid w:val="002C63FC"/>
    <w:rsid w:val="002C654A"/>
    <w:rsid w:val="002C66D4"/>
    <w:rsid w:val="002C6715"/>
    <w:rsid w:val="002C6E0A"/>
    <w:rsid w:val="002C6E98"/>
    <w:rsid w:val="002C6F54"/>
    <w:rsid w:val="002C72DF"/>
    <w:rsid w:val="002C7852"/>
    <w:rsid w:val="002C786C"/>
    <w:rsid w:val="002C7990"/>
    <w:rsid w:val="002C7AC4"/>
    <w:rsid w:val="002C7B0C"/>
    <w:rsid w:val="002D0312"/>
    <w:rsid w:val="002D0351"/>
    <w:rsid w:val="002D0664"/>
    <w:rsid w:val="002D0899"/>
    <w:rsid w:val="002D0C03"/>
    <w:rsid w:val="002D1086"/>
    <w:rsid w:val="002D1529"/>
    <w:rsid w:val="002D1650"/>
    <w:rsid w:val="002D16E7"/>
    <w:rsid w:val="002D1828"/>
    <w:rsid w:val="002D1EAC"/>
    <w:rsid w:val="002D203E"/>
    <w:rsid w:val="002D23A1"/>
    <w:rsid w:val="002D27AF"/>
    <w:rsid w:val="002D27BA"/>
    <w:rsid w:val="002D2ABB"/>
    <w:rsid w:val="002D2BFB"/>
    <w:rsid w:val="002D31C0"/>
    <w:rsid w:val="002D3481"/>
    <w:rsid w:val="002D37EC"/>
    <w:rsid w:val="002D3881"/>
    <w:rsid w:val="002D38DE"/>
    <w:rsid w:val="002D3938"/>
    <w:rsid w:val="002D3A80"/>
    <w:rsid w:val="002D3D3D"/>
    <w:rsid w:val="002D3DCE"/>
    <w:rsid w:val="002D4140"/>
    <w:rsid w:val="002D45A3"/>
    <w:rsid w:val="002D4C9C"/>
    <w:rsid w:val="002D4DF6"/>
    <w:rsid w:val="002D4F3F"/>
    <w:rsid w:val="002D4F7E"/>
    <w:rsid w:val="002D50DE"/>
    <w:rsid w:val="002D51F9"/>
    <w:rsid w:val="002D5456"/>
    <w:rsid w:val="002D5675"/>
    <w:rsid w:val="002D5777"/>
    <w:rsid w:val="002D57B0"/>
    <w:rsid w:val="002D6029"/>
    <w:rsid w:val="002D61A3"/>
    <w:rsid w:val="002D636D"/>
    <w:rsid w:val="002D642F"/>
    <w:rsid w:val="002D67BD"/>
    <w:rsid w:val="002D67D0"/>
    <w:rsid w:val="002D6D57"/>
    <w:rsid w:val="002D72DF"/>
    <w:rsid w:val="002D7466"/>
    <w:rsid w:val="002D7657"/>
    <w:rsid w:val="002D770E"/>
    <w:rsid w:val="002D785E"/>
    <w:rsid w:val="002D78C6"/>
    <w:rsid w:val="002D79AF"/>
    <w:rsid w:val="002D7B29"/>
    <w:rsid w:val="002E00A6"/>
    <w:rsid w:val="002E039F"/>
    <w:rsid w:val="002E0511"/>
    <w:rsid w:val="002E06FC"/>
    <w:rsid w:val="002E0B36"/>
    <w:rsid w:val="002E0B87"/>
    <w:rsid w:val="002E0BDE"/>
    <w:rsid w:val="002E1324"/>
    <w:rsid w:val="002E1339"/>
    <w:rsid w:val="002E1564"/>
    <w:rsid w:val="002E1D46"/>
    <w:rsid w:val="002E2795"/>
    <w:rsid w:val="002E2DA4"/>
    <w:rsid w:val="002E3376"/>
    <w:rsid w:val="002E3AC8"/>
    <w:rsid w:val="002E3AE6"/>
    <w:rsid w:val="002E4047"/>
    <w:rsid w:val="002E444F"/>
    <w:rsid w:val="002E472F"/>
    <w:rsid w:val="002E4C96"/>
    <w:rsid w:val="002E5338"/>
    <w:rsid w:val="002E555F"/>
    <w:rsid w:val="002E5881"/>
    <w:rsid w:val="002E5E19"/>
    <w:rsid w:val="002E6483"/>
    <w:rsid w:val="002E650D"/>
    <w:rsid w:val="002E6AE0"/>
    <w:rsid w:val="002E6C8B"/>
    <w:rsid w:val="002E6D8B"/>
    <w:rsid w:val="002E71E6"/>
    <w:rsid w:val="002E7DCC"/>
    <w:rsid w:val="002F010E"/>
    <w:rsid w:val="002F02D1"/>
    <w:rsid w:val="002F0361"/>
    <w:rsid w:val="002F06DB"/>
    <w:rsid w:val="002F0774"/>
    <w:rsid w:val="002F08C0"/>
    <w:rsid w:val="002F0CFF"/>
    <w:rsid w:val="002F0D9F"/>
    <w:rsid w:val="002F0EE8"/>
    <w:rsid w:val="002F1434"/>
    <w:rsid w:val="002F15AE"/>
    <w:rsid w:val="002F176A"/>
    <w:rsid w:val="002F1B1C"/>
    <w:rsid w:val="002F1EFD"/>
    <w:rsid w:val="002F1F6E"/>
    <w:rsid w:val="002F20FD"/>
    <w:rsid w:val="002F278B"/>
    <w:rsid w:val="002F2A77"/>
    <w:rsid w:val="002F2BD1"/>
    <w:rsid w:val="002F2CA8"/>
    <w:rsid w:val="002F2CFB"/>
    <w:rsid w:val="002F3178"/>
    <w:rsid w:val="002F3943"/>
    <w:rsid w:val="002F3975"/>
    <w:rsid w:val="002F3D79"/>
    <w:rsid w:val="002F40BE"/>
    <w:rsid w:val="002F421F"/>
    <w:rsid w:val="002F4314"/>
    <w:rsid w:val="002F43B9"/>
    <w:rsid w:val="002F43CA"/>
    <w:rsid w:val="002F4563"/>
    <w:rsid w:val="002F4ADF"/>
    <w:rsid w:val="002F4D8F"/>
    <w:rsid w:val="002F52F0"/>
    <w:rsid w:val="002F55A0"/>
    <w:rsid w:val="002F58E6"/>
    <w:rsid w:val="002F5E77"/>
    <w:rsid w:val="002F5FD5"/>
    <w:rsid w:val="002F671B"/>
    <w:rsid w:val="002F67C0"/>
    <w:rsid w:val="002F68C9"/>
    <w:rsid w:val="002F6F1D"/>
    <w:rsid w:val="002F7002"/>
    <w:rsid w:val="002F72C5"/>
    <w:rsid w:val="002F74B5"/>
    <w:rsid w:val="002F78CD"/>
    <w:rsid w:val="002F799F"/>
    <w:rsid w:val="002F79D7"/>
    <w:rsid w:val="002F7EC0"/>
    <w:rsid w:val="003006D3"/>
    <w:rsid w:val="00300BE5"/>
    <w:rsid w:val="00300DFC"/>
    <w:rsid w:val="0030105F"/>
    <w:rsid w:val="0030149C"/>
    <w:rsid w:val="0030171F"/>
    <w:rsid w:val="00301CA6"/>
    <w:rsid w:val="00301E9B"/>
    <w:rsid w:val="0030221A"/>
    <w:rsid w:val="00302523"/>
    <w:rsid w:val="00302604"/>
    <w:rsid w:val="00302607"/>
    <w:rsid w:val="00302ACB"/>
    <w:rsid w:val="00302F1B"/>
    <w:rsid w:val="003030CD"/>
    <w:rsid w:val="00303224"/>
    <w:rsid w:val="003032AF"/>
    <w:rsid w:val="0030378D"/>
    <w:rsid w:val="003038DA"/>
    <w:rsid w:val="00303E58"/>
    <w:rsid w:val="003042F8"/>
    <w:rsid w:val="0030453A"/>
    <w:rsid w:val="00304739"/>
    <w:rsid w:val="00304850"/>
    <w:rsid w:val="00304A1D"/>
    <w:rsid w:val="00304C4D"/>
    <w:rsid w:val="00305120"/>
    <w:rsid w:val="00305150"/>
    <w:rsid w:val="003051B2"/>
    <w:rsid w:val="0030568E"/>
    <w:rsid w:val="003058C6"/>
    <w:rsid w:val="00305989"/>
    <w:rsid w:val="00305A34"/>
    <w:rsid w:val="00305C07"/>
    <w:rsid w:val="00305E25"/>
    <w:rsid w:val="0030605B"/>
    <w:rsid w:val="003065E5"/>
    <w:rsid w:val="003065E6"/>
    <w:rsid w:val="00306A27"/>
    <w:rsid w:val="00306DAF"/>
    <w:rsid w:val="00306ED3"/>
    <w:rsid w:val="00307012"/>
    <w:rsid w:val="003076CD"/>
    <w:rsid w:val="00307830"/>
    <w:rsid w:val="00307A28"/>
    <w:rsid w:val="00307B04"/>
    <w:rsid w:val="00307B09"/>
    <w:rsid w:val="00307FD7"/>
    <w:rsid w:val="003100C2"/>
    <w:rsid w:val="003101B0"/>
    <w:rsid w:val="003101E4"/>
    <w:rsid w:val="00310610"/>
    <w:rsid w:val="00310629"/>
    <w:rsid w:val="00310C0B"/>
    <w:rsid w:val="00310D51"/>
    <w:rsid w:val="00310D5F"/>
    <w:rsid w:val="00310E0F"/>
    <w:rsid w:val="00311029"/>
    <w:rsid w:val="003112AB"/>
    <w:rsid w:val="00311340"/>
    <w:rsid w:val="003113B8"/>
    <w:rsid w:val="0031144C"/>
    <w:rsid w:val="00311647"/>
    <w:rsid w:val="003117D6"/>
    <w:rsid w:val="0031187A"/>
    <w:rsid w:val="00311DD1"/>
    <w:rsid w:val="0031213C"/>
    <w:rsid w:val="00312982"/>
    <w:rsid w:val="00312A5D"/>
    <w:rsid w:val="00312A85"/>
    <w:rsid w:val="003130B5"/>
    <w:rsid w:val="003131F5"/>
    <w:rsid w:val="003133E7"/>
    <w:rsid w:val="003134B2"/>
    <w:rsid w:val="003138A9"/>
    <w:rsid w:val="00313D24"/>
    <w:rsid w:val="00313ECB"/>
    <w:rsid w:val="003147AF"/>
    <w:rsid w:val="00314819"/>
    <w:rsid w:val="00314C26"/>
    <w:rsid w:val="003150A9"/>
    <w:rsid w:val="00315100"/>
    <w:rsid w:val="003152CE"/>
    <w:rsid w:val="0031547C"/>
    <w:rsid w:val="00315618"/>
    <w:rsid w:val="003158D9"/>
    <w:rsid w:val="00315B6B"/>
    <w:rsid w:val="00316438"/>
    <w:rsid w:val="003168FE"/>
    <w:rsid w:val="0031691D"/>
    <w:rsid w:val="00317461"/>
    <w:rsid w:val="00317675"/>
    <w:rsid w:val="00317C09"/>
    <w:rsid w:val="00317DC2"/>
    <w:rsid w:val="00317F62"/>
    <w:rsid w:val="0032076C"/>
    <w:rsid w:val="003207F9"/>
    <w:rsid w:val="003209CC"/>
    <w:rsid w:val="00320ECE"/>
    <w:rsid w:val="00321209"/>
    <w:rsid w:val="003214B2"/>
    <w:rsid w:val="0032152C"/>
    <w:rsid w:val="00321BDB"/>
    <w:rsid w:val="00321F70"/>
    <w:rsid w:val="0032205A"/>
    <w:rsid w:val="00322382"/>
    <w:rsid w:val="003223B9"/>
    <w:rsid w:val="00322B9D"/>
    <w:rsid w:val="00323183"/>
    <w:rsid w:val="0032345E"/>
    <w:rsid w:val="00323773"/>
    <w:rsid w:val="00323B9C"/>
    <w:rsid w:val="00323BCB"/>
    <w:rsid w:val="00323F19"/>
    <w:rsid w:val="00324055"/>
    <w:rsid w:val="0032418A"/>
    <w:rsid w:val="003248D2"/>
    <w:rsid w:val="003251F9"/>
    <w:rsid w:val="0032568E"/>
    <w:rsid w:val="00325690"/>
    <w:rsid w:val="00325708"/>
    <w:rsid w:val="00325B37"/>
    <w:rsid w:val="00325C4A"/>
    <w:rsid w:val="00325C6F"/>
    <w:rsid w:val="00325DCB"/>
    <w:rsid w:val="00325DF9"/>
    <w:rsid w:val="00325FF4"/>
    <w:rsid w:val="00326114"/>
    <w:rsid w:val="0032615E"/>
    <w:rsid w:val="00326570"/>
    <w:rsid w:val="00326617"/>
    <w:rsid w:val="003266AA"/>
    <w:rsid w:val="003267B9"/>
    <w:rsid w:val="0032681D"/>
    <w:rsid w:val="00326AE8"/>
    <w:rsid w:val="00326C9D"/>
    <w:rsid w:val="00326D8E"/>
    <w:rsid w:val="0032716E"/>
    <w:rsid w:val="00327607"/>
    <w:rsid w:val="0032794E"/>
    <w:rsid w:val="00327BE9"/>
    <w:rsid w:val="00327F90"/>
    <w:rsid w:val="003307BA"/>
    <w:rsid w:val="003307E3"/>
    <w:rsid w:val="00330B8C"/>
    <w:rsid w:val="0033113E"/>
    <w:rsid w:val="00331205"/>
    <w:rsid w:val="00331564"/>
    <w:rsid w:val="00331BD1"/>
    <w:rsid w:val="00331C41"/>
    <w:rsid w:val="00331CD3"/>
    <w:rsid w:val="00331D1E"/>
    <w:rsid w:val="00331FDC"/>
    <w:rsid w:val="003325E4"/>
    <w:rsid w:val="00332B67"/>
    <w:rsid w:val="00333318"/>
    <w:rsid w:val="0033340E"/>
    <w:rsid w:val="00333559"/>
    <w:rsid w:val="00333C99"/>
    <w:rsid w:val="00333D0F"/>
    <w:rsid w:val="003340BB"/>
    <w:rsid w:val="003341BA"/>
    <w:rsid w:val="003341F5"/>
    <w:rsid w:val="00334310"/>
    <w:rsid w:val="00334593"/>
    <w:rsid w:val="00334B66"/>
    <w:rsid w:val="00334BAC"/>
    <w:rsid w:val="00334D7C"/>
    <w:rsid w:val="00334D95"/>
    <w:rsid w:val="003350EB"/>
    <w:rsid w:val="003356B3"/>
    <w:rsid w:val="00335761"/>
    <w:rsid w:val="00335A61"/>
    <w:rsid w:val="00335AA5"/>
    <w:rsid w:val="00335B80"/>
    <w:rsid w:val="00335D90"/>
    <w:rsid w:val="00335E72"/>
    <w:rsid w:val="00335E8C"/>
    <w:rsid w:val="00336721"/>
    <w:rsid w:val="00336758"/>
    <w:rsid w:val="00336765"/>
    <w:rsid w:val="00336A69"/>
    <w:rsid w:val="00336CF9"/>
    <w:rsid w:val="00337E17"/>
    <w:rsid w:val="0034055D"/>
    <w:rsid w:val="003409AE"/>
    <w:rsid w:val="00341592"/>
    <w:rsid w:val="0034188B"/>
    <w:rsid w:val="00341B6A"/>
    <w:rsid w:val="00341F49"/>
    <w:rsid w:val="00342234"/>
    <w:rsid w:val="003424EC"/>
    <w:rsid w:val="00342CAD"/>
    <w:rsid w:val="00342E0A"/>
    <w:rsid w:val="00342F88"/>
    <w:rsid w:val="00343848"/>
    <w:rsid w:val="00343893"/>
    <w:rsid w:val="00343C88"/>
    <w:rsid w:val="003440BC"/>
    <w:rsid w:val="00344136"/>
    <w:rsid w:val="0034420B"/>
    <w:rsid w:val="0034484D"/>
    <w:rsid w:val="00344B44"/>
    <w:rsid w:val="00344B92"/>
    <w:rsid w:val="00344C3D"/>
    <w:rsid w:val="00344DE6"/>
    <w:rsid w:val="00344DF8"/>
    <w:rsid w:val="00344FA9"/>
    <w:rsid w:val="00344FAB"/>
    <w:rsid w:val="00345587"/>
    <w:rsid w:val="003455D9"/>
    <w:rsid w:val="00345915"/>
    <w:rsid w:val="00345B4C"/>
    <w:rsid w:val="00345F27"/>
    <w:rsid w:val="00346B87"/>
    <w:rsid w:val="00346C7E"/>
    <w:rsid w:val="00347085"/>
    <w:rsid w:val="0034785A"/>
    <w:rsid w:val="003505DB"/>
    <w:rsid w:val="003510CC"/>
    <w:rsid w:val="00351308"/>
    <w:rsid w:val="00351596"/>
    <w:rsid w:val="00351915"/>
    <w:rsid w:val="00351C82"/>
    <w:rsid w:val="00351DBA"/>
    <w:rsid w:val="00351E6C"/>
    <w:rsid w:val="00352164"/>
    <w:rsid w:val="00352530"/>
    <w:rsid w:val="0035282F"/>
    <w:rsid w:val="00352951"/>
    <w:rsid w:val="00352CED"/>
    <w:rsid w:val="003532A2"/>
    <w:rsid w:val="0035336B"/>
    <w:rsid w:val="00353483"/>
    <w:rsid w:val="00353713"/>
    <w:rsid w:val="00353A3E"/>
    <w:rsid w:val="00353A4B"/>
    <w:rsid w:val="00353D53"/>
    <w:rsid w:val="00353ED6"/>
    <w:rsid w:val="00354287"/>
    <w:rsid w:val="00354296"/>
    <w:rsid w:val="003548F1"/>
    <w:rsid w:val="00354996"/>
    <w:rsid w:val="003549D9"/>
    <w:rsid w:val="00354CC4"/>
    <w:rsid w:val="003552B2"/>
    <w:rsid w:val="0035545C"/>
    <w:rsid w:val="003554B4"/>
    <w:rsid w:val="00355B9D"/>
    <w:rsid w:val="00356503"/>
    <w:rsid w:val="00356736"/>
    <w:rsid w:val="0035674C"/>
    <w:rsid w:val="00356984"/>
    <w:rsid w:val="00356BB1"/>
    <w:rsid w:val="00356C33"/>
    <w:rsid w:val="00356D7B"/>
    <w:rsid w:val="00356E97"/>
    <w:rsid w:val="00357034"/>
    <w:rsid w:val="003571CE"/>
    <w:rsid w:val="0035722C"/>
    <w:rsid w:val="003574CE"/>
    <w:rsid w:val="00357529"/>
    <w:rsid w:val="00357789"/>
    <w:rsid w:val="00357EBF"/>
    <w:rsid w:val="003601DC"/>
    <w:rsid w:val="0036080B"/>
    <w:rsid w:val="00360822"/>
    <w:rsid w:val="0036086B"/>
    <w:rsid w:val="00360B8D"/>
    <w:rsid w:val="00360E6F"/>
    <w:rsid w:val="00360F4E"/>
    <w:rsid w:val="0036100E"/>
    <w:rsid w:val="003611FE"/>
    <w:rsid w:val="00361297"/>
    <w:rsid w:val="00361358"/>
    <w:rsid w:val="0036154E"/>
    <w:rsid w:val="00361578"/>
    <w:rsid w:val="00361841"/>
    <w:rsid w:val="003619DF"/>
    <w:rsid w:val="00362060"/>
    <w:rsid w:val="003621FC"/>
    <w:rsid w:val="00362424"/>
    <w:rsid w:val="00362442"/>
    <w:rsid w:val="003624E6"/>
    <w:rsid w:val="00362CD2"/>
    <w:rsid w:val="00362DD7"/>
    <w:rsid w:val="00363003"/>
    <w:rsid w:val="003633D5"/>
    <w:rsid w:val="00363EC5"/>
    <w:rsid w:val="00363F65"/>
    <w:rsid w:val="00364204"/>
    <w:rsid w:val="003642E9"/>
    <w:rsid w:val="00364A04"/>
    <w:rsid w:val="00364D7B"/>
    <w:rsid w:val="00365285"/>
    <w:rsid w:val="00365836"/>
    <w:rsid w:val="00365996"/>
    <w:rsid w:val="00365BC2"/>
    <w:rsid w:val="003663C0"/>
    <w:rsid w:val="003663EB"/>
    <w:rsid w:val="0036668B"/>
    <w:rsid w:val="00366793"/>
    <w:rsid w:val="0036687B"/>
    <w:rsid w:val="00366B87"/>
    <w:rsid w:val="00366BB8"/>
    <w:rsid w:val="00366D5A"/>
    <w:rsid w:val="00366F65"/>
    <w:rsid w:val="00366FBD"/>
    <w:rsid w:val="00367037"/>
    <w:rsid w:val="003673F7"/>
    <w:rsid w:val="003676EA"/>
    <w:rsid w:val="00367807"/>
    <w:rsid w:val="00367876"/>
    <w:rsid w:val="00367A41"/>
    <w:rsid w:val="00367B1A"/>
    <w:rsid w:val="00367C9D"/>
    <w:rsid w:val="00367D1A"/>
    <w:rsid w:val="00367DA3"/>
    <w:rsid w:val="00367FB9"/>
    <w:rsid w:val="00370181"/>
    <w:rsid w:val="0037033B"/>
    <w:rsid w:val="003705F3"/>
    <w:rsid w:val="00370702"/>
    <w:rsid w:val="00370783"/>
    <w:rsid w:val="00370B4C"/>
    <w:rsid w:val="00370F88"/>
    <w:rsid w:val="00370FD5"/>
    <w:rsid w:val="00370FE2"/>
    <w:rsid w:val="00371603"/>
    <w:rsid w:val="00371971"/>
    <w:rsid w:val="00371A44"/>
    <w:rsid w:val="00371E50"/>
    <w:rsid w:val="00371EB9"/>
    <w:rsid w:val="0037228B"/>
    <w:rsid w:val="00372389"/>
    <w:rsid w:val="00372441"/>
    <w:rsid w:val="00372B63"/>
    <w:rsid w:val="00372BDB"/>
    <w:rsid w:val="00372D87"/>
    <w:rsid w:val="00372D90"/>
    <w:rsid w:val="00372E04"/>
    <w:rsid w:val="00372E80"/>
    <w:rsid w:val="00373163"/>
    <w:rsid w:val="00373810"/>
    <w:rsid w:val="003739BA"/>
    <w:rsid w:val="00373FB3"/>
    <w:rsid w:val="00374107"/>
    <w:rsid w:val="003754EF"/>
    <w:rsid w:val="003754F4"/>
    <w:rsid w:val="003759BE"/>
    <w:rsid w:val="00375A58"/>
    <w:rsid w:val="00375BE0"/>
    <w:rsid w:val="00375D09"/>
    <w:rsid w:val="00375D23"/>
    <w:rsid w:val="00375D28"/>
    <w:rsid w:val="00376246"/>
    <w:rsid w:val="0037630B"/>
    <w:rsid w:val="003764B9"/>
    <w:rsid w:val="0037659F"/>
    <w:rsid w:val="003768AB"/>
    <w:rsid w:val="00376E3A"/>
    <w:rsid w:val="00376F57"/>
    <w:rsid w:val="0037746B"/>
    <w:rsid w:val="003774EB"/>
    <w:rsid w:val="003776E6"/>
    <w:rsid w:val="00377CC4"/>
    <w:rsid w:val="0038017F"/>
    <w:rsid w:val="003805C8"/>
    <w:rsid w:val="003805CC"/>
    <w:rsid w:val="0038064B"/>
    <w:rsid w:val="00380C4C"/>
    <w:rsid w:val="00381126"/>
    <w:rsid w:val="0038156F"/>
    <w:rsid w:val="003815DA"/>
    <w:rsid w:val="0038167F"/>
    <w:rsid w:val="00381852"/>
    <w:rsid w:val="003818A8"/>
    <w:rsid w:val="003819E7"/>
    <w:rsid w:val="00381C3A"/>
    <w:rsid w:val="00381E3A"/>
    <w:rsid w:val="00381E62"/>
    <w:rsid w:val="00382939"/>
    <w:rsid w:val="00382AE9"/>
    <w:rsid w:val="00382AF5"/>
    <w:rsid w:val="00382DEA"/>
    <w:rsid w:val="00382FBC"/>
    <w:rsid w:val="003831FF"/>
    <w:rsid w:val="0038328E"/>
    <w:rsid w:val="0038352F"/>
    <w:rsid w:val="0038375B"/>
    <w:rsid w:val="0038389F"/>
    <w:rsid w:val="003838DF"/>
    <w:rsid w:val="00383BAD"/>
    <w:rsid w:val="00383E1C"/>
    <w:rsid w:val="00383F69"/>
    <w:rsid w:val="003840B0"/>
    <w:rsid w:val="003842B4"/>
    <w:rsid w:val="003845CE"/>
    <w:rsid w:val="00384A83"/>
    <w:rsid w:val="00384ABF"/>
    <w:rsid w:val="003850F4"/>
    <w:rsid w:val="003852A6"/>
    <w:rsid w:val="003857BB"/>
    <w:rsid w:val="00385DEA"/>
    <w:rsid w:val="0038602B"/>
    <w:rsid w:val="00386549"/>
    <w:rsid w:val="003867E5"/>
    <w:rsid w:val="00386864"/>
    <w:rsid w:val="00386F01"/>
    <w:rsid w:val="0038724C"/>
    <w:rsid w:val="003872DB"/>
    <w:rsid w:val="00387559"/>
    <w:rsid w:val="0038757B"/>
    <w:rsid w:val="00387859"/>
    <w:rsid w:val="00387983"/>
    <w:rsid w:val="00387CEB"/>
    <w:rsid w:val="00387D54"/>
    <w:rsid w:val="00390270"/>
    <w:rsid w:val="003903F2"/>
    <w:rsid w:val="003905C2"/>
    <w:rsid w:val="003906F7"/>
    <w:rsid w:val="00390860"/>
    <w:rsid w:val="00390874"/>
    <w:rsid w:val="00390BCD"/>
    <w:rsid w:val="003911E7"/>
    <w:rsid w:val="0039124D"/>
    <w:rsid w:val="003912B1"/>
    <w:rsid w:val="00391417"/>
    <w:rsid w:val="00391448"/>
    <w:rsid w:val="003915E0"/>
    <w:rsid w:val="0039168D"/>
    <w:rsid w:val="0039180C"/>
    <w:rsid w:val="00391A36"/>
    <w:rsid w:val="00391AD3"/>
    <w:rsid w:val="00391B4E"/>
    <w:rsid w:val="00392009"/>
    <w:rsid w:val="00392038"/>
    <w:rsid w:val="0039229D"/>
    <w:rsid w:val="00392480"/>
    <w:rsid w:val="003924F6"/>
    <w:rsid w:val="003925C8"/>
    <w:rsid w:val="00392712"/>
    <w:rsid w:val="00392750"/>
    <w:rsid w:val="003929F2"/>
    <w:rsid w:val="00392B7B"/>
    <w:rsid w:val="00392E0C"/>
    <w:rsid w:val="00393093"/>
    <w:rsid w:val="00393193"/>
    <w:rsid w:val="00393275"/>
    <w:rsid w:val="003932A0"/>
    <w:rsid w:val="00393824"/>
    <w:rsid w:val="003938C6"/>
    <w:rsid w:val="00393BEE"/>
    <w:rsid w:val="00393C57"/>
    <w:rsid w:val="00393EF7"/>
    <w:rsid w:val="0039406E"/>
    <w:rsid w:val="00394374"/>
    <w:rsid w:val="0039499A"/>
    <w:rsid w:val="003949A0"/>
    <w:rsid w:val="00394A21"/>
    <w:rsid w:val="00394B6E"/>
    <w:rsid w:val="00394B9F"/>
    <w:rsid w:val="00394F39"/>
    <w:rsid w:val="003952DB"/>
    <w:rsid w:val="0039532F"/>
    <w:rsid w:val="00395A15"/>
    <w:rsid w:val="00395A40"/>
    <w:rsid w:val="00395C1B"/>
    <w:rsid w:val="00395F00"/>
    <w:rsid w:val="00395FA4"/>
    <w:rsid w:val="00396188"/>
    <w:rsid w:val="00396522"/>
    <w:rsid w:val="00396704"/>
    <w:rsid w:val="003968D0"/>
    <w:rsid w:val="00396B42"/>
    <w:rsid w:val="00396CA3"/>
    <w:rsid w:val="00396F98"/>
    <w:rsid w:val="0039702A"/>
    <w:rsid w:val="0039708F"/>
    <w:rsid w:val="0039715E"/>
    <w:rsid w:val="0039717E"/>
    <w:rsid w:val="00397BD0"/>
    <w:rsid w:val="00397D97"/>
    <w:rsid w:val="00397E9E"/>
    <w:rsid w:val="003A01AA"/>
    <w:rsid w:val="003A044D"/>
    <w:rsid w:val="003A0533"/>
    <w:rsid w:val="003A06AE"/>
    <w:rsid w:val="003A0919"/>
    <w:rsid w:val="003A0B33"/>
    <w:rsid w:val="003A0BA7"/>
    <w:rsid w:val="003A0CFF"/>
    <w:rsid w:val="003A0E04"/>
    <w:rsid w:val="003A10FC"/>
    <w:rsid w:val="003A128A"/>
    <w:rsid w:val="003A1737"/>
    <w:rsid w:val="003A1C77"/>
    <w:rsid w:val="003A1DAF"/>
    <w:rsid w:val="003A1FFB"/>
    <w:rsid w:val="003A20B0"/>
    <w:rsid w:val="003A24E7"/>
    <w:rsid w:val="003A2547"/>
    <w:rsid w:val="003A268B"/>
    <w:rsid w:val="003A2A37"/>
    <w:rsid w:val="003A2B97"/>
    <w:rsid w:val="003A2FC8"/>
    <w:rsid w:val="003A3085"/>
    <w:rsid w:val="003A3263"/>
    <w:rsid w:val="003A3C51"/>
    <w:rsid w:val="003A44AC"/>
    <w:rsid w:val="003A4830"/>
    <w:rsid w:val="003A4B5D"/>
    <w:rsid w:val="003A5339"/>
    <w:rsid w:val="003A57B1"/>
    <w:rsid w:val="003A57B6"/>
    <w:rsid w:val="003A5826"/>
    <w:rsid w:val="003A5840"/>
    <w:rsid w:val="003A5B9B"/>
    <w:rsid w:val="003A5E75"/>
    <w:rsid w:val="003A6296"/>
    <w:rsid w:val="003A68F0"/>
    <w:rsid w:val="003A6A6B"/>
    <w:rsid w:val="003A6C60"/>
    <w:rsid w:val="003A6D72"/>
    <w:rsid w:val="003A6E65"/>
    <w:rsid w:val="003A700F"/>
    <w:rsid w:val="003A765B"/>
    <w:rsid w:val="003A78C8"/>
    <w:rsid w:val="003A791E"/>
    <w:rsid w:val="003A7932"/>
    <w:rsid w:val="003A7AA2"/>
    <w:rsid w:val="003A7F18"/>
    <w:rsid w:val="003B0041"/>
    <w:rsid w:val="003B014D"/>
    <w:rsid w:val="003B01A2"/>
    <w:rsid w:val="003B01FE"/>
    <w:rsid w:val="003B03DC"/>
    <w:rsid w:val="003B0BF9"/>
    <w:rsid w:val="003B0D8B"/>
    <w:rsid w:val="003B14DD"/>
    <w:rsid w:val="003B16E0"/>
    <w:rsid w:val="003B1810"/>
    <w:rsid w:val="003B18C1"/>
    <w:rsid w:val="003B1BFA"/>
    <w:rsid w:val="003B23F1"/>
    <w:rsid w:val="003B2A1D"/>
    <w:rsid w:val="003B2AF6"/>
    <w:rsid w:val="003B2C22"/>
    <w:rsid w:val="003B2C96"/>
    <w:rsid w:val="003B2DA1"/>
    <w:rsid w:val="003B2EF9"/>
    <w:rsid w:val="003B2F1E"/>
    <w:rsid w:val="003B35CB"/>
    <w:rsid w:val="003B39C6"/>
    <w:rsid w:val="003B3A47"/>
    <w:rsid w:val="003B42A6"/>
    <w:rsid w:val="003B42F1"/>
    <w:rsid w:val="003B4615"/>
    <w:rsid w:val="003B4791"/>
    <w:rsid w:val="003B47E0"/>
    <w:rsid w:val="003B4837"/>
    <w:rsid w:val="003B4981"/>
    <w:rsid w:val="003B4F4B"/>
    <w:rsid w:val="003B5048"/>
    <w:rsid w:val="003B507D"/>
    <w:rsid w:val="003B5838"/>
    <w:rsid w:val="003B5B40"/>
    <w:rsid w:val="003B5EAD"/>
    <w:rsid w:val="003B62AC"/>
    <w:rsid w:val="003B6455"/>
    <w:rsid w:val="003B646D"/>
    <w:rsid w:val="003B6570"/>
    <w:rsid w:val="003B69F1"/>
    <w:rsid w:val="003B6B53"/>
    <w:rsid w:val="003B6C20"/>
    <w:rsid w:val="003B6D64"/>
    <w:rsid w:val="003B760D"/>
    <w:rsid w:val="003B7710"/>
    <w:rsid w:val="003B78E4"/>
    <w:rsid w:val="003B7A0A"/>
    <w:rsid w:val="003B7ABC"/>
    <w:rsid w:val="003B7B22"/>
    <w:rsid w:val="003B7C4B"/>
    <w:rsid w:val="003C0000"/>
    <w:rsid w:val="003C00DC"/>
    <w:rsid w:val="003C02BF"/>
    <w:rsid w:val="003C074D"/>
    <w:rsid w:val="003C09E3"/>
    <w:rsid w:val="003C09E4"/>
    <w:rsid w:val="003C0B1C"/>
    <w:rsid w:val="003C0C45"/>
    <w:rsid w:val="003C0E5B"/>
    <w:rsid w:val="003C120B"/>
    <w:rsid w:val="003C12AE"/>
    <w:rsid w:val="003C13D7"/>
    <w:rsid w:val="003C143B"/>
    <w:rsid w:val="003C1644"/>
    <w:rsid w:val="003C175D"/>
    <w:rsid w:val="003C183F"/>
    <w:rsid w:val="003C19FD"/>
    <w:rsid w:val="003C2102"/>
    <w:rsid w:val="003C217C"/>
    <w:rsid w:val="003C2890"/>
    <w:rsid w:val="003C2B61"/>
    <w:rsid w:val="003C30CB"/>
    <w:rsid w:val="003C32EF"/>
    <w:rsid w:val="003C3662"/>
    <w:rsid w:val="003C3B83"/>
    <w:rsid w:val="003C3CEE"/>
    <w:rsid w:val="003C3F77"/>
    <w:rsid w:val="003C4124"/>
    <w:rsid w:val="003C4349"/>
    <w:rsid w:val="003C4677"/>
    <w:rsid w:val="003C47DF"/>
    <w:rsid w:val="003C48D4"/>
    <w:rsid w:val="003C4FE6"/>
    <w:rsid w:val="003C52FC"/>
    <w:rsid w:val="003C5395"/>
    <w:rsid w:val="003C5666"/>
    <w:rsid w:val="003C5736"/>
    <w:rsid w:val="003C58A3"/>
    <w:rsid w:val="003C58C2"/>
    <w:rsid w:val="003C5956"/>
    <w:rsid w:val="003C5B79"/>
    <w:rsid w:val="003C5E30"/>
    <w:rsid w:val="003C676F"/>
    <w:rsid w:val="003C681B"/>
    <w:rsid w:val="003C6E78"/>
    <w:rsid w:val="003C7176"/>
    <w:rsid w:val="003C7349"/>
    <w:rsid w:val="003C74A7"/>
    <w:rsid w:val="003C75BC"/>
    <w:rsid w:val="003C784A"/>
    <w:rsid w:val="003C789A"/>
    <w:rsid w:val="003C79A4"/>
    <w:rsid w:val="003C7D5D"/>
    <w:rsid w:val="003C7DDD"/>
    <w:rsid w:val="003C7F69"/>
    <w:rsid w:val="003C7FBB"/>
    <w:rsid w:val="003C7FC3"/>
    <w:rsid w:val="003D00EB"/>
    <w:rsid w:val="003D0169"/>
    <w:rsid w:val="003D0347"/>
    <w:rsid w:val="003D06CB"/>
    <w:rsid w:val="003D07E2"/>
    <w:rsid w:val="003D0FE6"/>
    <w:rsid w:val="003D101A"/>
    <w:rsid w:val="003D1501"/>
    <w:rsid w:val="003D175F"/>
    <w:rsid w:val="003D1C53"/>
    <w:rsid w:val="003D1D03"/>
    <w:rsid w:val="003D1F6C"/>
    <w:rsid w:val="003D2193"/>
    <w:rsid w:val="003D23A6"/>
    <w:rsid w:val="003D2422"/>
    <w:rsid w:val="003D285F"/>
    <w:rsid w:val="003D3708"/>
    <w:rsid w:val="003D38EB"/>
    <w:rsid w:val="003D3E9C"/>
    <w:rsid w:val="003D4953"/>
    <w:rsid w:val="003D4D57"/>
    <w:rsid w:val="003D4DC6"/>
    <w:rsid w:val="003D51F0"/>
    <w:rsid w:val="003D576F"/>
    <w:rsid w:val="003D59EC"/>
    <w:rsid w:val="003D5C4E"/>
    <w:rsid w:val="003D60A9"/>
    <w:rsid w:val="003D618B"/>
    <w:rsid w:val="003D6289"/>
    <w:rsid w:val="003D6D64"/>
    <w:rsid w:val="003D6D9A"/>
    <w:rsid w:val="003D6E75"/>
    <w:rsid w:val="003D70DB"/>
    <w:rsid w:val="003D7441"/>
    <w:rsid w:val="003D7D7B"/>
    <w:rsid w:val="003E086B"/>
    <w:rsid w:val="003E0B4F"/>
    <w:rsid w:val="003E0BEB"/>
    <w:rsid w:val="003E0BF2"/>
    <w:rsid w:val="003E0DAD"/>
    <w:rsid w:val="003E0F36"/>
    <w:rsid w:val="003E1216"/>
    <w:rsid w:val="003E12EA"/>
    <w:rsid w:val="003E133F"/>
    <w:rsid w:val="003E1CD2"/>
    <w:rsid w:val="003E1E53"/>
    <w:rsid w:val="003E278E"/>
    <w:rsid w:val="003E2C91"/>
    <w:rsid w:val="003E2E93"/>
    <w:rsid w:val="003E2F2A"/>
    <w:rsid w:val="003E2F74"/>
    <w:rsid w:val="003E328E"/>
    <w:rsid w:val="003E3406"/>
    <w:rsid w:val="003E34DD"/>
    <w:rsid w:val="003E3836"/>
    <w:rsid w:val="003E383A"/>
    <w:rsid w:val="003E38BE"/>
    <w:rsid w:val="003E461E"/>
    <w:rsid w:val="003E47A2"/>
    <w:rsid w:val="003E4AE5"/>
    <w:rsid w:val="003E5161"/>
    <w:rsid w:val="003E5233"/>
    <w:rsid w:val="003E5933"/>
    <w:rsid w:val="003E5A31"/>
    <w:rsid w:val="003E5DBB"/>
    <w:rsid w:val="003E5F40"/>
    <w:rsid w:val="003E601F"/>
    <w:rsid w:val="003E60B1"/>
    <w:rsid w:val="003E632F"/>
    <w:rsid w:val="003E6522"/>
    <w:rsid w:val="003E66D7"/>
    <w:rsid w:val="003E68B8"/>
    <w:rsid w:val="003E6B47"/>
    <w:rsid w:val="003E6B6F"/>
    <w:rsid w:val="003E6D58"/>
    <w:rsid w:val="003E6DAF"/>
    <w:rsid w:val="003E6EE4"/>
    <w:rsid w:val="003E73A5"/>
    <w:rsid w:val="003E74A7"/>
    <w:rsid w:val="003E7741"/>
    <w:rsid w:val="003E7AF6"/>
    <w:rsid w:val="003E7B84"/>
    <w:rsid w:val="003E7D0B"/>
    <w:rsid w:val="003E7E59"/>
    <w:rsid w:val="003E7EBA"/>
    <w:rsid w:val="003E7FEB"/>
    <w:rsid w:val="003F0953"/>
    <w:rsid w:val="003F0F16"/>
    <w:rsid w:val="003F1018"/>
    <w:rsid w:val="003F162F"/>
    <w:rsid w:val="003F1649"/>
    <w:rsid w:val="003F16F3"/>
    <w:rsid w:val="003F1743"/>
    <w:rsid w:val="003F1CBD"/>
    <w:rsid w:val="003F1DEF"/>
    <w:rsid w:val="003F212A"/>
    <w:rsid w:val="003F2525"/>
    <w:rsid w:val="003F292E"/>
    <w:rsid w:val="003F30BA"/>
    <w:rsid w:val="003F32F8"/>
    <w:rsid w:val="003F3324"/>
    <w:rsid w:val="003F3689"/>
    <w:rsid w:val="003F3800"/>
    <w:rsid w:val="003F42B1"/>
    <w:rsid w:val="003F42E3"/>
    <w:rsid w:val="003F4466"/>
    <w:rsid w:val="003F47A5"/>
    <w:rsid w:val="003F4996"/>
    <w:rsid w:val="003F49D5"/>
    <w:rsid w:val="003F4B59"/>
    <w:rsid w:val="003F4E33"/>
    <w:rsid w:val="003F50D7"/>
    <w:rsid w:val="003F50E3"/>
    <w:rsid w:val="003F5255"/>
    <w:rsid w:val="003F533A"/>
    <w:rsid w:val="003F546F"/>
    <w:rsid w:val="003F55D0"/>
    <w:rsid w:val="003F562C"/>
    <w:rsid w:val="003F567E"/>
    <w:rsid w:val="003F5958"/>
    <w:rsid w:val="003F59E1"/>
    <w:rsid w:val="003F5A3A"/>
    <w:rsid w:val="003F5A90"/>
    <w:rsid w:val="003F5CF3"/>
    <w:rsid w:val="003F5DC7"/>
    <w:rsid w:val="003F5F90"/>
    <w:rsid w:val="003F6049"/>
    <w:rsid w:val="003F6117"/>
    <w:rsid w:val="003F61B7"/>
    <w:rsid w:val="003F65E3"/>
    <w:rsid w:val="003F6639"/>
    <w:rsid w:val="003F69A4"/>
    <w:rsid w:val="003F69B5"/>
    <w:rsid w:val="003F6AE8"/>
    <w:rsid w:val="003F6ED4"/>
    <w:rsid w:val="003F6FE5"/>
    <w:rsid w:val="003F7309"/>
    <w:rsid w:val="003F7353"/>
    <w:rsid w:val="003F7603"/>
    <w:rsid w:val="003F78B7"/>
    <w:rsid w:val="003F78F9"/>
    <w:rsid w:val="003F7B13"/>
    <w:rsid w:val="003F7B30"/>
    <w:rsid w:val="003F7DFE"/>
    <w:rsid w:val="003F7F3D"/>
    <w:rsid w:val="0040049A"/>
    <w:rsid w:val="00400598"/>
    <w:rsid w:val="004007FA"/>
    <w:rsid w:val="00400998"/>
    <w:rsid w:val="00401066"/>
    <w:rsid w:val="00401141"/>
    <w:rsid w:val="00401369"/>
    <w:rsid w:val="00401508"/>
    <w:rsid w:val="00401692"/>
    <w:rsid w:val="00401715"/>
    <w:rsid w:val="004018B5"/>
    <w:rsid w:val="00401B02"/>
    <w:rsid w:val="00401DEF"/>
    <w:rsid w:val="00401ED1"/>
    <w:rsid w:val="00401F7F"/>
    <w:rsid w:val="00401FA0"/>
    <w:rsid w:val="00402085"/>
    <w:rsid w:val="00402156"/>
    <w:rsid w:val="00402302"/>
    <w:rsid w:val="00402354"/>
    <w:rsid w:val="0040235C"/>
    <w:rsid w:val="00402396"/>
    <w:rsid w:val="004024FB"/>
    <w:rsid w:val="00402997"/>
    <w:rsid w:val="004029E4"/>
    <w:rsid w:val="00402C5F"/>
    <w:rsid w:val="0040301C"/>
    <w:rsid w:val="00403411"/>
    <w:rsid w:val="00403489"/>
    <w:rsid w:val="0040350B"/>
    <w:rsid w:val="00403878"/>
    <w:rsid w:val="0040396C"/>
    <w:rsid w:val="00403994"/>
    <w:rsid w:val="00403BF5"/>
    <w:rsid w:val="00404246"/>
    <w:rsid w:val="004043F0"/>
    <w:rsid w:val="004046B5"/>
    <w:rsid w:val="00404ACB"/>
    <w:rsid w:val="00404D0B"/>
    <w:rsid w:val="0040505B"/>
    <w:rsid w:val="0040506C"/>
    <w:rsid w:val="00405115"/>
    <w:rsid w:val="0040530A"/>
    <w:rsid w:val="00405B64"/>
    <w:rsid w:val="00405D83"/>
    <w:rsid w:val="00405DC1"/>
    <w:rsid w:val="004060C4"/>
    <w:rsid w:val="004067AD"/>
    <w:rsid w:val="00406974"/>
    <w:rsid w:val="00406CB7"/>
    <w:rsid w:val="00406E77"/>
    <w:rsid w:val="004070E8"/>
    <w:rsid w:val="00407677"/>
    <w:rsid w:val="00407B7F"/>
    <w:rsid w:val="00407BE8"/>
    <w:rsid w:val="00407FC7"/>
    <w:rsid w:val="00410054"/>
    <w:rsid w:val="0041039A"/>
    <w:rsid w:val="00410470"/>
    <w:rsid w:val="00410889"/>
    <w:rsid w:val="004111FE"/>
    <w:rsid w:val="004113EC"/>
    <w:rsid w:val="00411E8B"/>
    <w:rsid w:val="004123D7"/>
    <w:rsid w:val="0041248E"/>
    <w:rsid w:val="004124C2"/>
    <w:rsid w:val="004127C6"/>
    <w:rsid w:val="00413300"/>
    <w:rsid w:val="0041330B"/>
    <w:rsid w:val="0041337B"/>
    <w:rsid w:val="00413436"/>
    <w:rsid w:val="0041372F"/>
    <w:rsid w:val="00413778"/>
    <w:rsid w:val="004138F7"/>
    <w:rsid w:val="004139E1"/>
    <w:rsid w:val="004139EA"/>
    <w:rsid w:val="0041402E"/>
    <w:rsid w:val="00414258"/>
    <w:rsid w:val="00414414"/>
    <w:rsid w:val="00414479"/>
    <w:rsid w:val="00414629"/>
    <w:rsid w:val="00414755"/>
    <w:rsid w:val="00414D6D"/>
    <w:rsid w:val="00414F7E"/>
    <w:rsid w:val="00415001"/>
    <w:rsid w:val="00415044"/>
    <w:rsid w:val="0041506C"/>
    <w:rsid w:val="0041513A"/>
    <w:rsid w:val="0041517E"/>
    <w:rsid w:val="004156F6"/>
    <w:rsid w:val="0041579B"/>
    <w:rsid w:val="004159B7"/>
    <w:rsid w:val="00416081"/>
    <w:rsid w:val="00416188"/>
    <w:rsid w:val="004166B2"/>
    <w:rsid w:val="00416AF9"/>
    <w:rsid w:val="00416D70"/>
    <w:rsid w:val="00416DAF"/>
    <w:rsid w:val="00417068"/>
    <w:rsid w:val="004175C8"/>
    <w:rsid w:val="004176D5"/>
    <w:rsid w:val="00417722"/>
    <w:rsid w:val="00417E35"/>
    <w:rsid w:val="00417F94"/>
    <w:rsid w:val="0042036B"/>
    <w:rsid w:val="00420719"/>
    <w:rsid w:val="00420F76"/>
    <w:rsid w:val="00420FF9"/>
    <w:rsid w:val="00421051"/>
    <w:rsid w:val="00421301"/>
    <w:rsid w:val="004215D2"/>
    <w:rsid w:val="004216A0"/>
    <w:rsid w:val="004217C3"/>
    <w:rsid w:val="00421992"/>
    <w:rsid w:val="004219D7"/>
    <w:rsid w:val="00421C11"/>
    <w:rsid w:val="00421C52"/>
    <w:rsid w:val="00421D46"/>
    <w:rsid w:val="00421FCE"/>
    <w:rsid w:val="00422986"/>
    <w:rsid w:val="0042298A"/>
    <w:rsid w:val="00422AB5"/>
    <w:rsid w:val="00422C9A"/>
    <w:rsid w:val="00422D32"/>
    <w:rsid w:val="00422E23"/>
    <w:rsid w:val="00422EA1"/>
    <w:rsid w:val="0042315D"/>
    <w:rsid w:val="004233FE"/>
    <w:rsid w:val="00423784"/>
    <w:rsid w:val="004237CD"/>
    <w:rsid w:val="00423936"/>
    <w:rsid w:val="00423A39"/>
    <w:rsid w:val="00423A8F"/>
    <w:rsid w:val="00423C01"/>
    <w:rsid w:val="0042420A"/>
    <w:rsid w:val="0042428C"/>
    <w:rsid w:val="00424572"/>
    <w:rsid w:val="004247AF"/>
    <w:rsid w:val="0042493F"/>
    <w:rsid w:val="004255FB"/>
    <w:rsid w:val="004256C6"/>
    <w:rsid w:val="00425793"/>
    <w:rsid w:val="00425C5B"/>
    <w:rsid w:val="00425D2E"/>
    <w:rsid w:val="00425E7F"/>
    <w:rsid w:val="00425F32"/>
    <w:rsid w:val="00426151"/>
    <w:rsid w:val="00426350"/>
    <w:rsid w:val="00426400"/>
    <w:rsid w:val="004264EF"/>
    <w:rsid w:val="004269B1"/>
    <w:rsid w:val="00427215"/>
    <w:rsid w:val="00427223"/>
    <w:rsid w:val="00427228"/>
    <w:rsid w:val="0042754B"/>
    <w:rsid w:val="00427A0D"/>
    <w:rsid w:val="00427A66"/>
    <w:rsid w:val="00427DAD"/>
    <w:rsid w:val="004301B6"/>
    <w:rsid w:val="0043042B"/>
    <w:rsid w:val="00430FC7"/>
    <w:rsid w:val="004311AC"/>
    <w:rsid w:val="0043165C"/>
    <w:rsid w:val="004317A4"/>
    <w:rsid w:val="00431910"/>
    <w:rsid w:val="004319EC"/>
    <w:rsid w:val="00431BF1"/>
    <w:rsid w:val="00431E22"/>
    <w:rsid w:val="00431E6F"/>
    <w:rsid w:val="00432215"/>
    <w:rsid w:val="004326A9"/>
    <w:rsid w:val="00432877"/>
    <w:rsid w:val="004329DC"/>
    <w:rsid w:val="00432E6F"/>
    <w:rsid w:val="0043306B"/>
    <w:rsid w:val="0043307E"/>
    <w:rsid w:val="00433339"/>
    <w:rsid w:val="0043348B"/>
    <w:rsid w:val="004334E1"/>
    <w:rsid w:val="004338A3"/>
    <w:rsid w:val="0043397D"/>
    <w:rsid w:val="00433E71"/>
    <w:rsid w:val="00433F4B"/>
    <w:rsid w:val="00433F77"/>
    <w:rsid w:val="004343B9"/>
    <w:rsid w:val="004344AA"/>
    <w:rsid w:val="004344C3"/>
    <w:rsid w:val="0043452E"/>
    <w:rsid w:val="00434614"/>
    <w:rsid w:val="0043461E"/>
    <w:rsid w:val="00434697"/>
    <w:rsid w:val="004348BD"/>
    <w:rsid w:val="004348E2"/>
    <w:rsid w:val="00434A0E"/>
    <w:rsid w:val="00434D94"/>
    <w:rsid w:val="00435047"/>
    <w:rsid w:val="00435235"/>
    <w:rsid w:val="00435291"/>
    <w:rsid w:val="004353F1"/>
    <w:rsid w:val="0043557A"/>
    <w:rsid w:val="00435789"/>
    <w:rsid w:val="00435998"/>
    <w:rsid w:val="00435B1E"/>
    <w:rsid w:val="00435FBA"/>
    <w:rsid w:val="00436078"/>
    <w:rsid w:val="0043654E"/>
    <w:rsid w:val="0043690E"/>
    <w:rsid w:val="00436BBD"/>
    <w:rsid w:val="0043708D"/>
    <w:rsid w:val="004372E8"/>
    <w:rsid w:val="00437C3D"/>
    <w:rsid w:val="00437E67"/>
    <w:rsid w:val="00440013"/>
    <w:rsid w:val="00440048"/>
    <w:rsid w:val="00440701"/>
    <w:rsid w:val="00440B6D"/>
    <w:rsid w:val="004411C5"/>
    <w:rsid w:val="0044153B"/>
    <w:rsid w:val="00441546"/>
    <w:rsid w:val="0044155E"/>
    <w:rsid w:val="0044195B"/>
    <w:rsid w:val="00441D59"/>
    <w:rsid w:val="00441FA1"/>
    <w:rsid w:val="0044205F"/>
    <w:rsid w:val="00442460"/>
    <w:rsid w:val="004424E6"/>
    <w:rsid w:val="00442884"/>
    <w:rsid w:val="00442958"/>
    <w:rsid w:val="00442ECE"/>
    <w:rsid w:val="004432B9"/>
    <w:rsid w:val="0044343B"/>
    <w:rsid w:val="0044395D"/>
    <w:rsid w:val="004439EF"/>
    <w:rsid w:val="00443B35"/>
    <w:rsid w:val="00443E11"/>
    <w:rsid w:val="0044450D"/>
    <w:rsid w:val="00444BBD"/>
    <w:rsid w:val="00444BDB"/>
    <w:rsid w:val="0044525B"/>
    <w:rsid w:val="004455CC"/>
    <w:rsid w:val="00445B97"/>
    <w:rsid w:val="00445D4E"/>
    <w:rsid w:val="00445E04"/>
    <w:rsid w:val="00445E80"/>
    <w:rsid w:val="00446019"/>
    <w:rsid w:val="004460EB"/>
    <w:rsid w:val="004461F0"/>
    <w:rsid w:val="004464C8"/>
    <w:rsid w:val="00446932"/>
    <w:rsid w:val="00446AFC"/>
    <w:rsid w:val="0044753F"/>
    <w:rsid w:val="004475D2"/>
    <w:rsid w:val="00447702"/>
    <w:rsid w:val="00447ACE"/>
    <w:rsid w:val="00447AE3"/>
    <w:rsid w:val="00447BDE"/>
    <w:rsid w:val="004506B3"/>
    <w:rsid w:val="00450822"/>
    <w:rsid w:val="004508B1"/>
    <w:rsid w:val="00450A61"/>
    <w:rsid w:val="00450A9D"/>
    <w:rsid w:val="0045112A"/>
    <w:rsid w:val="004520E1"/>
    <w:rsid w:val="00452105"/>
    <w:rsid w:val="0045239F"/>
    <w:rsid w:val="00452C2C"/>
    <w:rsid w:val="0045304C"/>
    <w:rsid w:val="004532B0"/>
    <w:rsid w:val="00453818"/>
    <w:rsid w:val="00453C12"/>
    <w:rsid w:val="00453E07"/>
    <w:rsid w:val="00453E12"/>
    <w:rsid w:val="00453F7C"/>
    <w:rsid w:val="00454BB6"/>
    <w:rsid w:val="00454BCB"/>
    <w:rsid w:val="00454C81"/>
    <w:rsid w:val="00454E91"/>
    <w:rsid w:val="004551CB"/>
    <w:rsid w:val="0045543C"/>
    <w:rsid w:val="0045547B"/>
    <w:rsid w:val="00455A36"/>
    <w:rsid w:val="00455A9B"/>
    <w:rsid w:val="00455AA1"/>
    <w:rsid w:val="00455AEA"/>
    <w:rsid w:val="00455BCB"/>
    <w:rsid w:val="00455F49"/>
    <w:rsid w:val="0045612B"/>
    <w:rsid w:val="00456226"/>
    <w:rsid w:val="0045666F"/>
    <w:rsid w:val="004566F5"/>
    <w:rsid w:val="00456790"/>
    <w:rsid w:val="004567B5"/>
    <w:rsid w:val="00456B05"/>
    <w:rsid w:val="00457081"/>
    <w:rsid w:val="00457161"/>
    <w:rsid w:val="004573B4"/>
    <w:rsid w:val="00457797"/>
    <w:rsid w:val="004578F4"/>
    <w:rsid w:val="00457A3A"/>
    <w:rsid w:val="00457AFE"/>
    <w:rsid w:val="00457EB1"/>
    <w:rsid w:val="00460413"/>
    <w:rsid w:val="00460436"/>
    <w:rsid w:val="00460489"/>
    <w:rsid w:val="004604B9"/>
    <w:rsid w:val="004604C2"/>
    <w:rsid w:val="004605F8"/>
    <w:rsid w:val="00460871"/>
    <w:rsid w:val="004608D6"/>
    <w:rsid w:val="00460BD9"/>
    <w:rsid w:val="00460C03"/>
    <w:rsid w:val="00460C19"/>
    <w:rsid w:val="00460CA4"/>
    <w:rsid w:val="004611C8"/>
    <w:rsid w:val="004612BD"/>
    <w:rsid w:val="00461315"/>
    <w:rsid w:val="004613F1"/>
    <w:rsid w:val="00461471"/>
    <w:rsid w:val="0046181A"/>
    <w:rsid w:val="00461A89"/>
    <w:rsid w:val="00461D1D"/>
    <w:rsid w:val="00461ECC"/>
    <w:rsid w:val="00461F81"/>
    <w:rsid w:val="004620CC"/>
    <w:rsid w:val="004620DA"/>
    <w:rsid w:val="0046225B"/>
    <w:rsid w:val="004626C0"/>
    <w:rsid w:val="00462979"/>
    <w:rsid w:val="00462B6A"/>
    <w:rsid w:val="00462B7E"/>
    <w:rsid w:val="00462D4E"/>
    <w:rsid w:val="00463223"/>
    <w:rsid w:val="004635EC"/>
    <w:rsid w:val="004639F6"/>
    <w:rsid w:val="00463F78"/>
    <w:rsid w:val="0046473D"/>
    <w:rsid w:val="00464BED"/>
    <w:rsid w:val="00464C16"/>
    <w:rsid w:val="00464D53"/>
    <w:rsid w:val="00464E8F"/>
    <w:rsid w:val="00464F5D"/>
    <w:rsid w:val="00464F81"/>
    <w:rsid w:val="00465701"/>
    <w:rsid w:val="00465D20"/>
    <w:rsid w:val="00465E9C"/>
    <w:rsid w:val="004662F7"/>
    <w:rsid w:val="004663F6"/>
    <w:rsid w:val="004665A8"/>
    <w:rsid w:val="0046698F"/>
    <w:rsid w:val="004669DE"/>
    <w:rsid w:val="00466C10"/>
    <w:rsid w:val="00466D95"/>
    <w:rsid w:val="00466DCB"/>
    <w:rsid w:val="00466E8F"/>
    <w:rsid w:val="004670BB"/>
    <w:rsid w:val="00467BD6"/>
    <w:rsid w:val="00467FF4"/>
    <w:rsid w:val="00470368"/>
    <w:rsid w:val="004704A3"/>
    <w:rsid w:val="00470972"/>
    <w:rsid w:val="00470AB0"/>
    <w:rsid w:val="00470EAD"/>
    <w:rsid w:val="00471019"/>
    <w:rsid w:val="00471135"/>
    <w:rsid w:val="0047122D"/>
    <w:rsid w:val="004714CE"/>
    <w:rsid w:val="004715E5"/>
    <w:rsid w:val="0047167A"/>
    <w:rsid w:val="00471974"/>
    <w:rsid w:val="00472129"/>
    <w:rsid w:val="00472774"/>
    <w:rsid w:val="00472CC2"/>
    <w:rsid w:val="00472D72"/>
    <w:rsid w:val="00472D7F"/>
    <w:rsid w:val="00472EC4"/>
    <w:rsid w:val="00473101"/>
    <w:rsid w:val="004737C9"/>
    <w:rsid w:val="004737FB"/>
    <w:rsid w:val="00473E8A"/>
    <w:rsid w:val="00473FCC"/>
    <w:rsid w:val="0047404E"/>
    <w:rsid w:val="004741C1"/>
    <w:rsid w:val="00474622"/>
    <w:rsid w:val="004748F4"/>
    <w:rsid w:val="00474959"/>
    <w:rsid w:val="00474A0F"/>
    <w:rsid w:val="00474C00"/>
    <w:rsid w:val="00474F63"/>
    <w:rsid w:val="0047530E"/>
    <w:rsid w:val="0047539D"/>
    <w:rsid w:val="00475426"/>
    <w:rsid w:val="0047556A"/>
    <w:rsid w:val="0047556E"/>
    <w:rsid w:val="00475A6B"/>
    <w:rsid w:val="00475D5B"/>
    <w:rsid w:val="00475F2A"/>
    <w:rsid w:val="00476095"/>
    <w:rsid w:val="004760A3"/>
    <w:rsid w:val="00476324"/>
    <w:rsid w:val="00476920"/>
    <w:rsid w:val="00476AA7"/>
    <w:rsid w:val="00476EA9"/>
    <w:rsid w:val="00476F48"/>
    <w:rsid w:val="00476FEA"/>
    <w:rsid w:val="00477138"/>
    <w:rsid w:val="00477141"/>
    <w:rsid w:val="004771D0"/>
    <w:rsid w:val="00477948"/>
    <w:rsid w:val="00477954"/>
    <w:rsid w:val="0047798E"/>
    <w:rsid w:val="00477D74"/>
    <w:rsid w:val="004807A1"/>
    <w:rsid w:val="00480814"/>
    <w:rsid w:val="00480A97"/>
    <w:rsid w:val="00480BD3"/>
    <w:rsid w:val="0048127A"/>
    <w:rsid w:val="0048129F"/>
    <w:rsid w:val="004812A2"/>
    <w:rsid w:val="004813E4"/>
    <w:rsid w:val="0048149C"/>
    <w:rsid w:val="004818EF"/>
    <w:rsid w:val="00481982"/>
    <w:rsid w:val="004824C4"/>
    <w:rsid w:val="0048267E"/>
    <w:rsid w:val="00482E94"/>
    <w:rsid w:val="00482F04"/>
    <w:rsid w:val="00482F76"/>
    <w:rsid w:val="00483057"/>
    <w:rsid w:val="0048334E"/>
    <w:rsid w:val="00483495"/>
    <w:rsid w:val="004836D3"/>
    <w:rsid w:val="00483837"/>
    <w:rsid w:val="00483AC1"/>
    <w:rsid w:val="00483F88"/>
    <w:rsid w:val="00484245"/>
    <w:rsid w:val="00484275"/>
    <w:rsid w:val="004845F7"/>
    <w:rsid w:val="00484922"/>
    <w:rsid w:val="00484B56"/>
    <w:rsid w:val="00484C0E"/>
    <w:rsid w:val="0048549B"/>
    <w:rsid w:val="004854DA"/>
    <w:rsid w:val="00485587"/>
    <w:rsid w:val="004855BC"/>
    <w:rsid w:val="004855E1"/>
    <w:rsid w:val="0048574A"/>
    <w:rsid w:val="00485FC2"/>
    <w:rsid w:val="00485FEE"/>
    <w:rsid w:val="0048605F"/>
    <w:rsid w:val="00486079"/>
    <w:rsid w:val="004861BB"/>
    <w:rsid w:val="0048633D"/>
    <w:rsid w:val="004864E9"/>
    <w:rsid w:val="00486A94"/>
    <w:rsid w:val="00486AED"/>
    <w:rsid w:val="00486B8F"/>
    <w:rsid w:val="00487103"/>
    <w:rsid w:val="00487126"/>
    <w:rsid w:val="0048751D"/>
    <w:rsid w:val="00487B99"/>
    <w:rsid w:val="00487BE3"/>
    <w:rsid w:val="00487C22"/>
    <w:rsid w:val="00487C8D"/>
    <w:rsid w:val="00487E25"/>
    <w:rsid w:val="00487F93"/>
    <w:rsid w:val="004901AB"/>
    <w:rsid w:val="004903ED"/>
    <w:rsid w:val="00490DF6"/>
    <w:rsid w:val="00490E0F"/>
    <w:rsid w:val="00490EF3"/>
    <w:rsid w:val="00490FBC"/>
    <w:rsid w:val="00490FE0"/>
    <w:rsid w:val="004910CF"/>
    <w:rsid w:val="004912D4"/>
    <w:rsid w:val="004913C9"/>
    <w:rsid w:val="0049149A"/>
    <w:rsid w:val="00491781"/>
    <w:rsid w:val="004918E8"/>
    <w:rsid w:val="004919C9"/>
    <w:rsid w:val="00491B37"/>
    <w:rsid w:val="00491EFE"/>
    <w:rsid w:val="00492366"/>
    <w:rsid w:val="004923C4"/>
    <w:rsid w:val="0049257F"/>
    <w:rsid w:val="00492A2F"/>
    <w:rsid w:val="00492AA8"/>
    <w:rsid w:val="00492ABA"/>
    <w:rsid w:val="00492DCA"/>
    <w:rsid w:val="004930B1"/>
    <w:rsid w:val="00493102"/>
    <w:rsid w:val="0049325F"/>
    <w:rsid w:val="00493688"/>
    <w:rsid w:val="00493AAC"/>
    <w:rsid w:val="00493EEC"/>
    <w:rsid w:val="00494180"/>
    <w:rsid w:val="0049433B"/>
    <w:rsid w:val="00494D64"/>
    <w:rsid w:val="00495115"/>
    <w:rsid w:val="00495271"/>
    <w:rsid w:val="00495482"/>
    <w:rsid w:val="00495527"/>
    <w:rsid w:val="00495737"/>
    <w:rsid w:val="004957B3"/>
    <w:rsid w:val="00495818"/>
    <w:rsid w:val="0049587D"/>
    <w:rsid w:val="00495CE7"/>
    <w:rsid w:val="00495D6D"/>
    <w:rsid w:val="004960D5"/>
    <w:rsid w:val="0049615C"/>
    <w:rsid w:val="004961A4"/>
    <w:rsid w:val="00496640"/>
    <w:rsid w:val="0049690B"/>
    <w:rsid w:val="00496A84"/>
    <w:rsid w:val="00496AED"/>
    <w:rsid w:val="00496C9E"/>
    <w:rsid w:val="00496D64"/>
    <w:rsid w:val="004971C5"/>
    <w:rsid w:val="00497727"/>
    <w:rsid w:val="00497744"/>
    <w:rsid w:val="0049784D"/>
    <w:rsid w:val="004A05FA"/>
    <w:rsid w:val="004A0967"/>
    <w:rsid w:val="004A0EC1"/>
    <w:rsid w:val="004A0FCA"/>
    <w:rsid w:val="004A113F"/>
    <w:rsid w:val="004A13D8"/>
    <w:rsid w:val="004A16D2"/>
    <w:rsid w:val="004A18EF"/>
    <w:rsid w:val="004A1AA7"/>
    <w:rsid w:val="004A1DA9"/>
    <w:rsid w:val="004A1EF3"/>
    <w:rsid w:val="004A2142"/>
    <w:rsid w:val="004A2665"/>
    <w:rsid w:val="004A28B5"/>
    <w:rsid w:val="004A2A30"/>
    <w:rsid w:val="004A2B1E"/>
    <w:rsid w:val="004A2B85"/>
    <w:rsid w:val="004A2C4B"/>
    <w:rsid w:val="004A2D51"/>
    <w:rsid w:val="004A2E69"/>
    <w:rsid w:val="004A2EA2"/>
    <w:rsid w:val="004A312B"/>
    <w:rsid w:val="004A35C6"/>
    <w:rsid w:val="004A384E"/>
    <w:rsid w:val="004A3F1D"/>
    <w:rsid w:val="004A4444"/>
    <w:rsid w:val="004A44A7"/>
    <w:rsid w:val="004A45B0"/>
    <w:rsid w:val="004A4666"/>
    <w:rsid w:val="004A48A6"/>
    <w:rsid w:val="004A490A"/>
    <w:rsid w:val="004A4AA3"/>
    <w:rsid w:val="004A4CF9"/>
    <w:rsid w:val="004A4DA6"/>
    <w:rsid w:val="004A4DBB"/>
    <w:rsid w:val="004A52CD"/>
    <w:rsid w:val="004A561A"/>
    <w:rsid w:val="004A56B4"/>
    <w:rsid w:val="004A5861"/>
    <w:rsid w:val="004A5919"/>
    <w:rsid w:val="004A5977"/>
    <w:rsid w:val="004A5CC5"/>
    <w:rsid w:val="004A632D"/>
    <w:rsid w:val="004A6334"/>
    <w:rsid w:val="004A65F7"/>
    <w:rsid w:val="004A664E"/>
    <w:rsid w:val="004A6671"/>
    <w:rsid w:val="004A66FC"/>
    <w:rsid w:val="004A6B08"/>
    <w:rsid w:val="004A6BBF"/>
    <w:rsid w:val="004A6C77"/>
    <w:rsid w:val="004A6C84"/>
    <w:rsid w:val="004A7C3C"/>
    <w:rsid w:val="004A7EBE"/>
    <w:rsid w:val="004B0185"/>
    <w:rsid w:val="004B029F"/>
    <w:rsid w:val="004B0953"/>
    <w:rsid w:val="004B0978"/>
    <w:rsid w:val="004B0D70"/>
    <w:rsid w:val="004B1053"/>
    <w:rsid w:val="004B1798"/>
    <w:rsid w:val="004B1823"/>
    <w:rsid w:val="004B198E"/>
    <w:rsid w:val="004B1C9A"/>
    <w:rsid w:val="004B1D24"/>
    <w:rsid w:val="004B1E8A"/>
    <w:rsid w:val="004B2063"/>
    <w:rsid w:val="004B226C"/>
    <w:rsid w:val="004B27B8"/>
    <w:rsid w:val="004B28EB"/>
    <w:rsid w:val="004B2FF0"/>
    <w:rsid w:val="004B321F"/>
    <w:rsid w:val="004B32B4"/>
    <w:rsid w:val="004B33C8"/>
    <w:rsid w:val="004B3523"/>
    <w:rsid w:val="004B361D"/>
    <w:rsid w:val="004B3733"/>
    <w:rsid w:val="004B383D"/>
    <w:rsid w:val="004B39B5"/>
    <w:rsid w:val="004B3D62"/>
    <w:rsid w:val="004B42F2"/>
    <w:rsid w:val="004B43AF"/>
    <w:rsid w:val="004B44CD"/>
    <w:rsid w:val="004B45A7"/>
    <w:rsid w:val="004B4983"/>
    <w:rsid w:val="004B4AF3"/>
    <w:rsid w:val="004B4B1B"/>
    <w:rsid w:val="004B4DD4"/>
    <w:rsid w:val="004B4DFF"/>
    <w:rsid w:val="004B5C44"/>
    <w:rsid w:val="004B6234"/>
    <w:rsid w:val="004B6541"/>
    <w:rsid w:val="004B6F76"/>
    <w:rsid w:val="004B70A1"/>
    <w:rsid w:val="004B7188"/>
    <w:rsid w:val="004B7277"/>
    <w:rsid w:val="004B765C"/>
    <w:rsid w:val="004B7794"/>
    <w:rsid w:val="004B7F18"/>
    <w:rsid w:val="004B7F1F"/>
    <w:rsid w:val="004C04F8"/>
    <w:rsid w:val="004C06BE"/>
    <w:rsid w:val="004C0B43"/>
    <w:rsid w:val="004C0CFC"/>
    <w:rsid w:val="004C0D8D"/>
    <w:rsid w:val="004C0E2E"/>
    <w:rsid w:val="004C14B8"/>
    <w:rsid w:val="004C1A57"/>
    <w:rsid w:val="004C1CAD"/>
    <w:rsid w:val="004C1F35"/>
    <w:rsid w:val="004C2AC9"/>
    <w:rsid w:val="004C2B0E"/>
    <w:rsid w:val="004C3346"/>
    <w:rsid w:val="004C339C"/>
    <w:rsid w:val="004C34CB"/>
    <w:rsid w:val="004C36D7"/>
    <w:rsid w:val="004C3763"/>
    <w:rsid w:val="004C3BFF"/>
    <w:rsid w:val="004C3E4D"/>
    <w:rsid w:val="004C3F86"/>
    <w:rsid w:val="004C4035"/>
    <w:rsid w:val="004C455E"/>
    <w:rsid w:val="004C47F1"/>
    <w:rsid w:val="004C4B1F"/>
    <w:rsid w:val="004C4C2F"/>
    <w:rsid w:val="004C4C7C"/>
    <w:rsid w:val="004C4D72"/>
    <w:rsid w:val="004C4F33"/>
    <w:rsid w:val="004C513B"/>
    <w:rsid w:val="004C550A"/>
    <w:rsid w:val="004C5A56"/>
    <w:rsid w:val="004C5A84"/>
    <w:rsid w:val="004C5B0A"/>
    <w:rsid w:val="004C5FC5"/>
    <w:rsid w:val="004C6080"/>
    <w:rsid w:val="004C60D9"/>
    <w:rsid w:val="004C67ED"/>
    <w:rsid w:val="004C6AB8"/>
    <w:rsid w:val="004C6D47"/>
    <w:rsid w:val="004C701B"/>
    <w:rsid w:val="004C713F"/>
    <w:rsid w:val="004C7328"/>
    <w:rsid w:val="004C743B"/>
    <w:rsid w:val="004C75EF"/>
    <w:rsid w:val="004C77C2"/>
    <w:rsid w:val="004C7A01"/>
    <w:rsid w:val="004C7DC6"/>
    <w:rsid w:val="004C7E84"/>
    <w:rsid w:val="004D00CF"/>
    <w:rsid w:val="004D06DA"/>
    <w:rsid w:val="004D07AC"/>
    <w:rsid w:val="004D0898"/>
    <w:rsid w:val="004D0DB4"/>
    <w:rsid w:val="004D0E93"/>
    <w:rsid w:val="004D1439"/>
    <w:rsid w:val="004D1BE3"/>
    <w:rsid w:val="004D1BF1"/>
    <w:rsid w:val="004D1E1C"/>
    <w:rsid w:val="004D1FD1"/>
    <w:rsid w:val="004D2417"/>
    <w:rsid w:val="004D2637"/>
    <w:rsid w:val="004D2760"/>
    <w:rsid w:val="004D27FF"/>
    <w:rsid w:val="004D2895"/>
    <w:rsid w:val="004D2AE9"/>
    <w:rsid w:val="004D311B"/>
    <w:rsid w:val="004D33AB"/>
    <w:rsid w:val="004D3A68"/>
    <w:rsid w:val="004D4334"/>
    <w:rsid w:val="004D45D4"/>
    <w:rsid w:val="004D4BF2"/>
    <w:rsid w:val="004D4C00"/>
    <w:rsid w:val="004D4D83"/>
    <w:rsid w:val="004D4EE8"/>
    <w:rsid w:val="004D4FA9"/>
    <w:rsid w:val="004D53BA"/>
    <w:rsid w:val="004D53C7"/>
    <w:rsid w:val="004D5422"/>
    <w:rsid w:val="004D561E"/>
    <w:rsid w:val="004D57A5"/>
    <w:rsid w:val="004D5C95"/>
    <w:rsid w:val="004D5D90"/>
    <w:rsid w:val="004D67BB"/>
    <w:rsid w:val="004D6DDF"/>
    <w:rsid w:val="004D72CB"/>
    <w:rsid w:val="004D72FD"/>
    <w:rsid w:val="004D741F"/>
    <w:rsid w:val="004D7724"/>
    <w:rsid w:val="004D7A49"/>
    <w:rsid w:val="004D7BDD"/>
    <w:rsid w:val="004D7C02"/>
    <w:rsid w:val="004D7F4D"/>
    <w:rsid w:val="004E06A7"/>
    <w:rsid w:val="004E06B7"/>
    <w:rsid w:val="004E107C"/>
    <w:rsid w:val="004E11EE"/>
    <w:rsid w:val="004E13D5"/>
    <w:rsid w:val="004E1AE4"/>
    <w:rsid w:val="004E1B74"/>
    <w:rsid w:val="004E1B90"/>
    <w:rsid w:val="004E1DF9"/>
    <w:rsid w:val="004E2C5B"/>
    <w:rsid w:val="004E31A9"/>
    <w:rsid w:val="004E3242"/>
    <w:rsid w:val="004E353E"/>
    <w:rsid w:val="004E386A"/>
    <w:rsid w:val="004E3AC1"/>
    <w:rsid w:val="004E3EC6"/>
    <w:rsid w:val="004E3F2A"/>
    <w:rsid w:val="004E4182"/>
    <w:rsid w:val="004E43A3"/>
    <w:rsid w:val="004E4843"/>
    <w:rsid w:val="004E48C5"/>
    <w:rsid w:val="004E4C59"/>
    <w:rsid w:val="004E5326"/>
    <w:rsid w:val="004E54B7"/>
    <w:rsid w:val="004E5A59"/>
    <w:rsid w:val="004E5C85"/>
    <w:rsid w:val="004E5DF8"/>
    <w:rsid w:val="004E5E38"/>
    <w:rsid w:val="004E69D0"/>
    <w:rsid w:val="004E6A75"/>
    <w:rsid w:val="004E6B6A"/>
    <w:rsid w:val="004E6E0A"/>
    <w:rsid w:val="004E6E0F"/>
    <w:rsid w:val="004E7252"/>
    <w:rsid w:val="004E72C0"/>
    <w:rsid w:val="004E78EF"/>
    <w:rsid w:val="004E7B53"/>
    <w:rsid w:val="004F053A"/>
    <w:rsid w:val="004F07DC"/>
    <w:rsid w:val="004F0BBF"/>
    <w:rsid w:val="004F0BE6"/>
    <w:rsid w:val="004F0D86"/>
    <w:rsid w:val="004F0D95"/>
    <w:rsid w:val="004F1829"/>
    <w:rsid w:val="004F1888"/>
    <w:rsid w:val="004F1A6C"/>
    <w:rsid w:val="004F1B1D"/>
    <w:rsid w:val="004F1EE0"/>
    <w:rsid w:val="004F1F05"/>
    <w:rsid w:val="004F1F8C"/>
    <w:rsid w:val="004F2509"/>
    <w:rsid w:val="004F2640"/>
    <w:rsid w:val="004F26F9"/>
    <w:rsid w:val="004F2B68"/>
    <w:rsid w:val="004F34CB"/>
    <w:rsid w:val="004F36DC"/>
    <w:rsid w:val="004F37DD"/>
    <w:rsid w:val="004F38CD"/>
    <w:rsid w:val="004F3B49"/>
    <w:rsid w:val="004F3C76"/>
    <w:rsid w:val="004F3E79"/>
    <w:rsid w:val="004F43F8"/>
    <w:rsid w:val="004F44D7"/>
    <w:rsid w:val="004F46DF"/>
    <w:rsid w:val="004F4729"/>
    <w:rsid w:val="004F482B"/>
    <w:rsid w:val="004F4AFD"/>
    <w:rsid w:val="004F4B3D"/>
    <w:rsid w:val="004F4E6D"/>
    <w:rsid w:val="004F5044"/>
    <w:rsid w:val="004F52AB"/>
    <w:rsid w:val="004F5404"/>
    <w:rsid w:val="004F563E"/>
    <w:rsid w:val="004F5F2A"/>
    <w:rsid w:val="004F63F5"/>
    <w:rsid w:val="004F64DA"/>
    <w:rsid w:val="004F6A0B"/>
    <w:rsid w:val="004F704E"/>
    <w:rsid w:val="004F704F"/>
    <w:rsid w:val="004F71AB"/>
    <w:rsid w:val="004F7214"/>
    <w:rsid w:val="00500139"/>
    <w:rsid w:val="00500181"/>
    <w:rsid w:val="0050077B"/>
    <w:rsid w:val="00500962"/>
    <w:rsid w:val="00500A50"/>
    <w:rsid w:val="00500A5E"/>
    <w:rsid w:val="00500BAA"/>
    <w:rsid w:val="00500C81"/>
    <w:rsid w:val="00500C9A"/>
    <w:rsid w:val="00500D23"/>
    <w:rsid w:val="00500D4B"/>
    <w:rsid w:val="00500FAC"/>
    <w:rsid w:val="00500FEA"/>
    <w:rsid w:val="005018F5"/>
    <w:rsid w:val="00501D38"/>
    <w:rsid w:val="00501F22"/>
    <w:rsid w:val="005026A5"/>
    <w:rsid w:val="00502724"/>
    <w:rsid w:val="00502832"/>
    <w:rsid w:val="0050286C"/>
    <w:rsid w:val="00502B7E"/>
    <w:rsid w:val="00502C20"/>
    <w:rsid w:val="00502C79"/>
    <w:rsid w:val="00503285"/>
    <w:rsid w:val="005034F6"/>
    <w:rsid w:val="00503E39"/>
    <w:rsid w:val="00503F30"/>
    <w:rsid w:val="00504045"/>
    <w:rsid w:val="0050419E"/>
    <w:rsid w:val="00504553"/>
    <w:rsid w:val="0050468F"/>
    <w:rsid w:val="00504D7E"/>
    <w:rsid w:val="00504E3A"/>
    <w:rsid w:val="00504E8F"/>
    <w:rsid w:val="00504FAF"/>
    <w:rsid w:val="005050EF"/>
    <w:rsid w:val="00505139"/>
    <w:rsid w:val="00505250"/>
    <w:rsid w:val="0050557D"/>
    <w:rsid w:val="00505781"/>
    <w:rsid w:val="00505AAE"/>
    <w:rsid w:val="00505CC1"/>
    <w:rsid w:val="00505D8A"/>
    <w:rsid w:val="00505FC6"/>
    <w:rsid w:val="00506100"/>
    <w:rsid w:val="005061F7"/>
    <w:rsid w:val="0050623F"/>
    <w:rsid w:val="0050631E"/>
    <w:rsid w:val="005065D5"/>
    <w:rsid w:val="0050662E"/>
    <w:rsid w:val="005068F6"/>
    <w:rsid w:val="00506999"/>
    <w:rsid w:val="00506BFD"/>
    <w:rsid w:val="00506DCA"/>
    <w:rsid w:val="00506FFB"/>
    <w:rsid w:val="00507097"/>
    <w:rsid w:val="005072B4"/>
    <w:rsid w:val="0050758B"/>
    <w:rsid w:val="00507893"/>
    <w:rsid w:val="00507B38"/>
    <w:rsid w:val="00507CE0"/>
    <w:rsid w:val="0051022C"/>
    <w:rsid w:val="00510373"/>
    <w:rsid w:val="005105AE"/>
    <w:rsid w:val="0051083B"/>
    <w:rsid w:val="00510B12"/>
    <w:rsid w:val="00510B4D"/>
    <w:rsid w:val="00510CD0"/>
    <w:rsid w:val="005110B2"/>
    <w:rsid w:val="005113DA"/>
    <w:rsid w:val="005114EF"/>
    <w:rsid w:val="005117D9"/>
    <w:rsid w:val="00511838"/>
    <w:rsid w:val="00511E93"/>
    <w:rsid w:val="00511E99"/>
    <w:rsid w:val="0051270C"/>
    <w:rsid w:val="0051274C"/>
    <w:rsid w:val="00512793"/>
    <w:rsid w:val="005129B6"/>
    <w:rsid w:val="00512AC2"/>
    <w:rsid w:val="00512C44"/>
    <w:rsid w:val="00512CC1"/>
    <w:rsid w:val="00512D2C"/>
    <w:rsid w:val="00513388"/>
    <w:rsid w:val="00513B6B"/>
    <w:rsid w:val="00513D21"/>
    <w:rsid w:val="00513F72"/>
    <w:rsid w:val="00513F97"/>
    <w:rsid w:val="005142C1"/>
    <w:rsid w:val="00514A17"/>
    <w:rsid w:val="00514B24"/>
    <w:rsid w:val="00514B8A"/>
    <w:rsid w:val="00514D8C"/>
    <w:rsid w:val="00514DD7"/>
    <w:rsid w:val="00515124"/>
    <w:rsid w:val="00515207"/>
    <w:rsid w:val="005152DD"/>
    <w:rsid w:val="00515586"/>
    <w:rsid w:val="005155C9"/>
    <w:rsid w:val="00515FE9"/>
    <w:rsid w:val="005160CB"/>
    <w:rsid w:val="005163EC"/>
    <w:rsid w:val="0051640F"/>
    <w:rsid w:val="0051682D"/>
    <w:rsid w:val="00516ACC"/>
    <w:rsid w:val="00516C1C"/>
    <w:rsid w:val="00517208"/>
    <w:rsid w:val="005177EC"/>
    <w:rsid w:val="00517908"/>
    <w:rsid w:val="00517D4F"/>
    <w:rsid w:val="00520054"/>
    <w:rsid w:val="00520115"/>
    <w:rsid w:val="00520523"/>
    <w:rsid w:val="00520572"/>
    <w:rsid w:val="005206BB"/>
    <w:rsid w:val="00520932"/>
    <w:rsid w:val="00520CD1"/>
    <w:rsid w:val="00520DF9"/>
    <w:rsid w:val="005210F9"/>
    <w:rsid w:val="00521217"/>
    <w:rsid w:val="005217DF"/>
    <w:rsid w:val="00521931"/>
    <w:rsid w:val="0052196D"/>
    <w:rsid w:val="00521A5E"/>
    <w:rsid w:val="005223FA"/>
    <w:rsid w:val="0052264E"/>
    <w:rsid w:val="00522717"/>
    <w:rsid w:val="00522889"/>
    <w:rsid w:val="0052292C"/>
    <w:rsid w:val="00522BF0"/>
    <w:rsid w:val="00522D01"/>
    <w:rsid w:val="00522F35"/>
    <w:rsid w:val="00522F97"/>
    <w:rsid w:val="00523095"/>
    <w:rsid w:val="0052310C"/>
    <w:rsid w:val="005232AF"/>
    <w:rsid w:val="005233FC"/>
    <w:rsid w:val="005234B1"/>
    <w:rsid w:val="00523983"/>
    <w:rsid w:val="00523FE6"/>
    <w:rsid w:val="005244A2"/>
    <w:rsid w:val="005246D0"/>
    <w:rsid w:val="005246E1"/>
    <w:rsid w:val="00524905"/>
    <w:rsid w:val="00524A46"/>
    <w:rsid w:val="00524AB8"/>
    <w:rsid w:val="0052512A"/>
    <w:rsid w:val="0052515A"/>
    <w:rsid w:val="005255C9"/>
    <w:rsid w:val="005255F2"/>
    <w:rsid w:val="00525A85"/>
    <w:rsid w:val="00525B2A"/>
    <w:rsid w:val="00525C38"/>
    <w:rsid w:val="00525D86"/>
    <w:rsid w:val="00526454"/>
    <w:rsid w:val="00526C94"/>
    <w:rsid w:val="0052703B"/>
    <w:rsid w:val="005273D1"/>
    <w:rsid w:val="0052742F"/>
    <w:rsid w:val="005275C4"/>
    <w:rsid w:val="005276A7"/>
    <w:rsid w:val="005279A2"/>
    <w:rsid w:val="00527A5B"/>
    <w:rsid w:val="00527B6B"/>
    <w:rsid w:val="00527DC6"/>
    <w:rsid w:val="00527E3F"/>
    <w:rsid w:val="00530132"/>
    <w:rsid w:val="005302A0"/>
    <w:rsid w:val="00530763"/>
    <w:rsid w:val="00530ACD"/>
    <w:rsid w:val="00530B1C"/>
    <w:rsid w:val="00530C58"/>
    <w:rsid w:val="00530CEB"/>
    <w:rsid w:val="00530E2C"/>
    <w:rsid w:val="0053102E"/>
    <w:rsid w:val="005313D3"/>
    <w:rsid w:val="0053187E"/>
    <w:rsid w:val="00531EEF"/>
    <w:rsid w:val="005324DA"/>
    <w:rsid w:val="0053263F"/>
    <w:rsid w:val="00532915"/>
    <w:rsid w:val="005329AD"/>
    <w:rsid w:val="00532B0A"/>
    <w:rsid w:val="00532C5C"/>
    <w:rsid w:val="00532E77"/>
    <w:rsid w:val="00533109"/>
    <w:rsid w:val="005331F1"/>
    <w:rsid w:val="005332BA"/>
    <w:rsid w:val="00533321"/>
    <w:rsid w:val="005334A9"/>
    <w:rsid w:val="00533847"/>
    <w:rsid w:val="00533D3C"/>
    <w:rsid w:val="00533EF4"/>
    <w:rsid w:val="00534091"/>
    <w:rsid w:val="0053440C"/>
    <w:rsid w:val="005344AF"/>
    <w:rsid w:val="0053467F"/>
    <w:rsid w:val="005346AE"/>
    <w:rsid w:val="0053475F"/>
    <w:rsid w:val="00534A7C"/>
    <w:rsid w:val="00534D01"/>
    <w:rsid w:val="00534DBC"/>
    <w:rsid w:val="00534EF5"/>
    <w:rsid w:val="00534FBE"/>
    <w:rsid w:val="0053507E"/>
    <w:rsid w:val="005351D9"/>
    <w:rsid w:val="005357CD"/>
    <w:rsid w:val="00535A55"/>
    <w:rsid w:val="00535BBA"/>
    <w:rsid w:val="00535CB6"/>
    <w:rsid w:val="00535F57"/>
    <w:rsid w:val="00536814"/>
    <w:rsid w:val="005369D0"/>
    <w:rsid w:val="005369D4"/>
    <w:rsid w:val="00536C0D"/>
    <w:rsid w:val="00536D89"/>
    <w:rsid w:val="0053727D"/>
    <w:rsid w:val="0053750F"/>
    <w:rsid w:val="005376EB"/>
    <w:rsid w:val="00537C7A"/>
    <w:rsid w:val="00537CE3"/>
    <w:rsid w:val="00537DEC"/>
    <w:rsid w:val="00537E59"/>
    <w:rsid w:val="005400C9"/>
    <w:rsid w:val="0054013B"/>
    <w:rsid w:val="00540194"/>
    <w:rsid w:val="00540391"/>
    <w:rsid w:val="0054053B"/>
    <w:rsid w:val="005405AB"/>
    <w:rsid w:val="0054060D"/>
    <w:rsid w:val="0054073C"/>
    <w:rsid w:val="00540AF3"/>
    <w:rsid w:val="00540C33"/>
    <w:rsid w:val="00540D7D"/>
    <w:rsid w:val="00540EC9"/>
    <w:rsid w:val="0054103F"/>
    <w:rsid w:val="005411FE"/>
    <w:rsid w:val="005413F5"/>
    <w:rsid w:val="005416A4"/>
    <w:rsid w:val="005416C2"/>
    <w:rsid w:val="00541F47"/>
    <w:rsid w:val="00542269"/>
    <w:rsid w:val="00542392"/>
    <w:rsid w:val="00542638"/>
    <w:rsid w:val="00542971"/>
    <w:rsid w:val="00542AC9"/>
    <w:rsid w:val="00542B8C"/>
    <w:rsid w:val="00542FCA"/>
    <w:rsid w:val="00543139"/>
    <w:rsid w:val="0054344D"/>
    <w:rsid w:val="005434CF"/>
    <w:rsid w:val="0054357B"/>
    <w:rsid w:val="00543736"/>
    <w:rsid w:val="005439F6"/>
    <w:rsid w:val="00543E79"/>
    <w:rsid w:val="00543EB0"/>
    <w:rsid w:val="00544034"/>
    <w:rsid w:val="005441AA"/>
    <w:rsid w:val="00544241"/>
    <w:rsid w:val="005443B4"/>
    <w:rsid w:val="005446BF"/>
    <w:rsid w:val="00544972"/>
    <w:rsid w:val="005449CF"/>
    <w:rsid w:val="00544AC3"/>
    <w:rsid w:val="00545211"/>
    <w:rsid w:val="0054541E"/>
    <w:rsid w:val="0054549C"/>
    <w:rsid w:val="00545751"/>
    <w:rsid w:val="005457A8"/>
    <w:rsid w:val="00545B37"/>
    <w:rsid w:val="00545CE4"/>
    <w:rsid w:val="00545D2D"/>
    <w:rsid w:val="00545D9F"/>
    <w:rsid w:val="00545E78"/>
    <w:rsid w:val="00546027"/>
    <w:rsid w:val="005460C1"/>
    <w:rsid w:val="0054636B"/>
    <w:rsid w:val="0054636C"/>
    <w:rsid w:val="005469C9"/>
    <w:rsid w:val="005469EB"/>
    <w:rsid w:val="005469F1"/>
    <w:rsid w:val="00546A9D"/>
    <w:rsid w:val="00546B56"/>
    <w:rsid w:val="00546B7E"/>
    <w:rsid w:val="00546C8A"/>
    <w:rsid w:val="00546CBE"/>
    <w:rsid w:val="00546DD5"/>
    <w:rsid w:val="00546E50"/>
    <w:rsid w:val="0054705F"/>
    <w:rsid w:val="00547084"/>
    <w:rsid w:val="005473C3"/>
    <w:rsid w:val="00547CBB"/>
    <w:rsid w:val="005500F7"/>
    <w:rsid w:val="005501BB"/>
    <w:rsid w:val="0055038D"/>
    <w:rsid w:val="005505F0"/>
    <w:rsid w:val="00550C39"/>
    <w:rsid w:val="0055146E"/>
    <w:rsid w:val="00551670"/>
    <w:rsid w:val="0055189D"/>
    <w:rsid w:val="005518DD"/>
    <w:rsid w:val="00551C01"/>
    <w:rsid w:val="00551CB6"/>
    <w:rsid w:val="00551CDF"/>
    <w:rsid w:val="00551D9C"/>
    <w:rsid w:val="00551F27"/>
    <w:rsid w:val="00551F62"/>
    <w:rsid w:val="0055203B"/>
    <w:rsid w:val="00552090"/>
    <w:rsid w:val="00552142"/>
    <w:rsid w:val="00552341"/>
    <w:rsid w:val="00552713"/>
    <w:rsid w:val="00552E87"/>
    <w:rsid w:val="00552F46"/>
    <w:rsid w:val="005534BF"/>
    <w:rsid w:val="0055372B"/>
    <w:rsid w:val="005537A3"/>
    <w:rsid w:val="00553948"/>
    <w:rsid w:val="00553B02"/>
    <w:rsid w:val="005542DC"/>
    <w:rsid w:val="00554396"/>
    <w:rsid w:val="0055447A"/>
    <w:rsid w:val="0055468B"/>
    <w:rsid w:val="00554D91"/>
    <w:rsid w:val="0055569D"/>
    <w:rsid w:val="005557CF"/>
    <w:rsid w:val="005559E3"/>
    <w:rsid w:val="00555C24"/>
    <w:rsid w:val="00556198"/>
    <w:rsid w:val="005562CB"/>
    <w:rsid w:val="00556391"/>
    <w:rsid w:val="00556A2B"/>
    <w:rsid w:val="00556F71"/>
    <w:rsid w:val="00556F8F"/>
    <w:rsid w:val="00557933"/>
    <w:rsid w:val="00557975"/>
    <w:rsid w:val="00557A8C"/>
    <w:rsid w:val="00560223"/>
    <w:rsid w:val="00560375"/>
    <w:rsid w:val="005606C7"/>
    <w:rsid w:val="0056091F"/>
    <w:rsid w:val="00560EA1"/>
    <w:rsid w:val="00560FE1"/>
    <w:rsid w:val="0056137B"/>
    <w:rsid w:val="005619B7"/>
    <w:rsid w:val="00561E4C"/>
    <w:rsid w:val="00562117"/>
    <w:rsid w:val="005623DA"/>
    <w:rsid w:val="0056253C"/>
    <w:rsid w:val="00562F3C"/>
    <w:rsid w:val="0056334C"/>
    <w:rsid w:val="005633E1"/>
    <w:rsid w:val="00563AF9"/>
    <w:rsid w:val="005643E4"/>
    <w:rsid w:val="00564647"/>
    <w:rsid w:val="005646D4"/>
    <w:rsid w:val="00564B97"/>
    <w:rsid w:val="00564EF3"/>
    <w:rsid w:val="00565016"/>
    <w:rsid w:val="005651B2"/>
    <w:rsid w:val="005651D8"/>
    <w:rsid w:val="00565233"/>
    <w:rsid w:val="0056527D"/>
    <w:rsid w:val="00565334"/>
    <w:rsid w:val="0056535E"/>
    <w:rsid w:val="00565767"/>
    <w:rsid w:val="00565780"/>
    <w:rsid w:val="00565CCA"/>
    <w:rsid w:val="00565CCE"/>
    <w:rsid w:val="00565CFA"/>
    <w:rsid w:val="005662D1"/>
    <w:rsid w:val="00566503"/>
    <w:rsid w:val="0056653C"/>
    <w:rsid w:val="00566CA1"/>
    <w:rsid w:val="00566D72"/>
    <w:rsid w:val="00566DD7"/>
    <w:rsid w:val="00566E1D"/>
    <w:rsid w:val="00566EAC"/>
    <w:rsid w:val="005672B2"/>
    <w:rsid w:val="005674FA"/>
    <w:rsid w:val="00567616"/>
    <w:rsid w:val="0056766C"/>
    <w:rsid w:val="0056799A"/>
    <w:rsid w:val="005679E8"/>
    <w:rsid w:val="00567A9A"/>
    <w:rsid w:val="00567B68"/>
    <w:rsid w:val="00567DD9"/>
    <w:rsid w:val="00567FAF"/>
    <w:rsid w:val="005701DE"/>
    <w:rsid w:val="005704D7"/>
    <w:rsid w:val="00570532"/>
    <w:rsid w:val="00570574"/>
    <w:rsid w:val="00570640"/>
    <w:rsid w:val="00570920"/>
    <w:rsid w:val="00570AF9"/>
    <w:rsid w:val="00570BCA"/>
    <w:rsid w:val="00571148"/>
    <w:rsid w:val="005714DE"/>
    <w:rsid w:val="0057196D"/>
    <w:rsid w:val="00571AE9"/>
    <w:rsid w:val="00571C08"/>
    <w:rsid w:val="00571CC4"/>
    <w:rsid w:val="00572200"/>
    <w:rsid w:val="005726F3"/>
    <w:rsid w:val="00572B47"/>
    <w:rsid w:val="00572D42"/>
    <w:rsid w:val="00572D58"/>
    <w:rsid w:val="00572F65"/>
    <w:rsid w:val="00573006"/>
    <w:rsid w:val="0057302B"/>
    <w:rsid w:val="005730A1"/>
    <w:rsid w:val="00573298"/>
    <w:rsid w:val="0057350C"/>
    <w:rsid w:val="00573A77"/>
    <w:rsid w:val="00573AF0"/>
    <w:rsid w:val="00574002"/>
    <w:rsid w:val="005744D2"/>
    <w:rsid w:val="00575062"/>
    <w:rsid w:val="005752F4"/>
    <w:rsid w:val="0057554C"/>
    <w:rsid w:val="00575569"/>
    <w:rsid w:val="005756DE"/>
    <w:rsid w:val="00575739"/>
    <w:rsid w:val="00575A8F"/>
    <w:rsid w:val="005760C1"/>
    <w:rsid w:val="00576AB2"/>
    <w:rsid w:val="00576C5D"/>
    <w:rsid w:val="00576D97"/>
    <w:rsid w:val="00576DA1"/>
    <w:rsid w:val="0057706E"/>
    <w:rsid w:val="0057716B"/>
    <w:rsid w:val="00577224"/>
    <w:rsid w:val="00577383"/>
    <w:rsid w:val="005775BD"/>
    <w:rsid w:val="005800AA"/>
    <w:rsid w:val="005800C9"/>
    <w:rsid w:val="0058055E"/>
    <w:rsid w:val="0058057A"/>
    <w:rsid w:val="005805C4"/>
    <w:rsid w:val="00580747"/>
    <w:rsid w:val="00580ADD"/>
    <w:rsid w:val="00580BEE"/>
    <w:rsid w:val="00580BF4"/>
    <w:rsid w:val="00580D5E"/>
    <w:rsid w:val="00580E5A"/>
    <w:rsid w:val="0058109F"/>
    <w:rsid w:val="00581273"/>
    <w:rsid w:val="005813FF"/>
    <w:rsid w:val="005814EE"/>
    <w:rsid w:val="0058165F"/>
    <w:rsid w:val="005817AD"/>
    <w:rsid w:val="00581A14"/>
    <w:rsid w:val="00581C0C"/>
    <w:rsid w:val="0058296A"/>
    <w:rsid w:val="00583009"/>
    <w:rsid w:val="0058321C"/>
    <w:rsid w:val="00583314"/>
    <w:rsid w:val="00583A6E"/>
    <w:rsid w:val="00583EA3"/>
    <w:rsid w:val="00583F0F"/>
    <w:rsid w:val="00583FDE"/>
    <w:rsid w:val="005840AB"/>
    <w:rsid w:val="0058410D"/>
    <w:rsid w:val="005841BE"/>
    <w:rsid w:val="0058436C"/>
    <w:rsid w:val="00584940"/>
    <w:rsid w:val="00584C3A"/>
    <w:rsid w:val="0058535D"/>
    <w:rsid w:val="00585809"/>
    <w:rsid w:val="00585972"/>
    <w:rsid w:val="005859C2"/>
    <w:rsid w:val="005859CB"/>
    <w:rsid w:val="00585AF7"/>
    <w:rsid w:val="00585C0A"/>
    <w:rsid w:val="0058613D"/>
    <w:rsid w:val="00586159"/>
    <w:rsid w:val="005861E3"/>
    <w:rsid w:val="00586A88"/>
    <w:rsid w:val="00586CBC"/>
    <w:rsid w:val="00586D9F"/>
    <w:rsid w:val="00586EAA"/>
    <w:rsid w:val="0058702E"/>
    <w:rsid w:val="005870DF"/>
    <w:rsid w:val="005871E5"/>
    <w:rsid w:val="005873E1"/>
    <w:rsid w:val="005874CB"/>
    <w:rsid w:val="005876A0"/>
    <w:rsid w:val="005876C7"/>
    <w:rsid w:val="005876E7"/>
    <w:rsid w:val="00587791"/>
    <w:rsid w:val="00587957"/>
    <w:rsid w:val="00587D54"/>
    <w:rsid w:val="00587DBB"/>
    <w:rsid w:val="00590355"/>
    <w:rsid w:val="005904DA"/>
    <w:rsid w:val="00590504"/>
    <w:rsid w:val="00590755"/>
    <w:rsid w:val="00590795"/>
    <w:rsid w:val="00590827"/>
    <w:rsid w:val="0059093B"/>
    <w:rsid w:val="00590A7D"/>
    <w:rsid w:val="00590AC0"/>
    <w:rsid w:val="005915BA"/>
    <w:rsid w:val="005916D7"/>
    <w:rsid w:val="005917D0"/>
    <w:rsid w:val="00591A9A"/>
    <w:rsid w:val="00591C56"/>
    <w:rsid w:val="00591EE3"/>
    <w:rsid w:val="00592478"/>
    <w:rsid w:val="0059269F"/>
    <w:rsid w:val="0059270F"/>
    <w:rsid w:val="005927F6"/>
    <w:rsid w:val="00592941"/>
    <w:rsid w:val="00592BA8"/>
    <w:rsid w:val="00592FF4"/>
    <w:rsid w:val="0059358E"/>
    <w:rsid w:val="0059415A"/>
    <w:rsid w:val="00594426"/>
    <w:rsid w:val="005944F2"/>
    <w:rsid w:val="00594688"/>
    <w:rsid w:val="00594AFA"/>
    <w:rsid w:val="00594BD0"/>
    <w:rsid w:val="00594C3D"/>
    <w:rsid w:val="00594C79"/>
    <w:rsid w:val="00594EEF"/>
    <w:rsid w:val="0059547E"/>
    <w:rsid w:val="00595A25"/>
    <w:rsid w:val="00595D3C"/>
    <w:rsid w:val="00595D48"/>
    <w:rsid w:val="00596A60"/>
    <w:rsid w:val="00596C74"/>
    <w:rsid w:val="00597576"/>
    <w:rsid w:val="00597721"/>
    <w:rsid w:val="00597992"/>
    <w:rsid w:val="005A011D"/>
    <w:rsid w:val="005A018D"/>
    <w:rsid w:val="005A0BFD"/>
    <w:rsid w:val="005A1832"/>
    <w:rsid w:val="005A1870"/>
    <w:rsid w:val="005A18AE"/>
    <w:rsid w:val="005A1EB4"/>
    <w:rsid w:val="005A22B8"/>
    <w:rsid w:val="005A2B7B"/>
    <w:rsid w:val="005A2F4D"/>
    <w:rsid w:val="005A31B0"/>
    <w:rsid w:val="005A3B58"/>
    <w:rsid w:val="005A3FEB"/>
    <w:rsid w:val="005A4010"/>
    <w:rsid w:val="005A4067"/>
    <w:rsid w:val="005A4281"/>
    <w:rsid w:val="005A4573"/>
    <w:rsid w:val="005A4AE3"/>
    <w:rsid w:val="005A4B93"/>
    <w:rsid w:val="005A4CB3"/>
    <w:rsid w:val="005A4EDC"/>
    <w:rsid w:val="005A4F75"/>
    <w:rsid w:val="005A4FAA"/>
    <w:rsid w:val="005A54AF"/>
    <w:rsid w:val="005A57F4"/>
    <w:rsid w:val="005A59EA"/>
    <w:rsid w:val="005A6213"/>
    <w:rsid w:val="005A6321"/>
    <w:rsid w:val="005A6945"/>
    <w:rsid w:val="005A6B36"/>
    <w:rsid w:val="005A6FCF"/>
    <w:rsid w:val="005A70E6"/>
    <w:rsid w:val="005A726B"/>
    <w:rsid w:val="005A73D7"/>
    <w:rsid w:val="005A743E"/>
    <w:rsid w:val="005A7645"/>
    <w:rsid w:val="005A769C"/>
    <w:rsid w:val="005A78C6"/>
    <w:rsid w:val="005A78ED"/>
    <w:rsid w:val="005A7D3F"/>
    <w:rsid w:val="005A7F93"/>
    <w:rsid w:val="005A7FFA"/>
    <w:rsid w:val="005B007D"/>
    <w:rsid w:val="005B019F"/>
    <w:rsid w:val="005B0288"/>
    <w:rsid w:val="005B03A2"/>
    <w:rsid w:val="005B0542"/>
    <w:rsid w:val="005B073A"/>
    <w:rsid w:val="005B0824"/>
    <w:rsid w:val="005B0E7C"/>
    <w:rsid w:val="005B0EB7"/>
    <w:rsid w:val="005B14A6"/>
    <w:rsid w:val="005B1CCB"/>
    <w:rsid w:val="005B1E27"/>
    <w:rsid w:val="005B1FD9"/>
    <w:rsid w:val="005B2107"/>
    <w:rsid w:val="005B259B"/>
    <w:rsid w:val="005B2E5F"/>
    <w:rsid w:val="005B3294"/>
    <w:rsid w:val="005B32DC"/>
    <w:rsid w:val="005B33F5"/>
    <w:rsid w:val="005B3E36"/>
    <w:rsid w:val="005B3E46"/>
    <w:rsid w:val="005B3F6B"/>
    <w:rsid w:val="005B3F94"/>
    <w:rsid w:val="005B40CD"/>
    <w:rsid w:val="005B4311"/>
    <w:rsid w:val="005B43E0"/>
    <w:rsid w:val="005B45D5"/>
    <w:rsid w:val="005B47A6"/>
    <w:rsid w:val="005B4C62"/>
    <w:rsid w:val="005B5008"/>
    <w:rsid w:val="005B512B"/>
    <w:rsid w:val="005B5408"/>
    <w:rsid w:val="005B55E0"/>
    <w:rsid w:val="005B5757"/>
    <w:rsid w:val="005B57DC"/>
    <w:rsid w:val="005B5B36"/>
    <w:rsid w:val="005B5ED9"/>
    <w:rsid w:val="005B69A0"/>
    <w:rsid w:val="005B6A2D"/>
    <w:rsid w:val="005B6C5A"/>
    <w:rsid w:val="005B72B8"/>
    <w:rsid w:val="005B733A"/>
    <w:rsid w:val="005B7966"/>
    <w:rsid w:val="005B7B57"/>
    <w:rsid w:val="005C04BF"/>
    <w:rsid w:val="005C0598"/>
    <w:rsid w:val="005C0900"/>
    <w:rsid w:val="005C0AED"/>
    <w:rsid w:val="005C0E23"/>
    <w:rsid w:val="005C13CE"/>
    <w:rsid w:val="005C1603"/>
    <w:rsid w:val="005C1668"/>
    <w:rsid w:val="005C1A25"/>
    <w:rsid w:val="005C1CC7"/>
    <w:rsid w:val="005C1E0A"/>
    <w:rsid w:val="005C2150"/>
    <w:rsid w:val="005C22E5"/>
    <w:rsid w:val="005C246D"/>
    <w:rsid w:val="005C24D8"/>
    <w:rsid w:val="005C2500"/>
    <w:rsid w:val="005C251C"/>
    <w:rsid w:val="005C2564"/>
    <w:rsid w:val="005C2607"/>
    <w:rsid w:val="005C280C"/>
    <w:rsid w:val="005C2832"/>
    <w:rsid w:val="005C298B"/>
    <w:rsid w:val="005C29ED"/>
    <w:rsid w:val="005C2F8C"/>
    <w:rsid w:val="005C2FDE"/>
    <w:rsid w:val="005C3064"/>
    <w:rsid w:val="005C3357"/>
    <w:rsid w:val="005C35C5"/>
    <w:rsid w:val="005C3675"/>
    <w:rsid w:val="005C377B"/>
    <w:rsid w:val="005C39D9"/>
    <w:rsid w:val="005C39E7"/>
    <w:rsid w:val="005C3E83"/>
    <w:rsid w:val="005C409D"/>
    <w:rsid w:val="005C4254"/>
    <w:rsid w:val="005C4401"/>
    <w:rsid w:val="005C448F"/>
    <w:rsid w:val="005C44BF"/>
    <w:rsid w:val="005C4579"/>
    <w:rsid w:val="005C4A04"/>
    <w:rsid w:val="005C4A44"/>
    <w:rsid w:val="005C4A6D"/>
    <w:rsid w:val="005C4B0B"/>
    <w:rsid w:val="005C4ED6"/>
    <w:rsid w:val="005C5212"/>
    <w:rsid w:val="005C5C55"/>
    <w:rsid w:val="005C636B"/>
    <w:rsid w:val="005C6BB9"/>
    <w:rsid w:val="005C6BD7"/>
    <w:rsid w:val="005C6E2C"/>
    <w:rsid w:val="005C7187"/>
    <w:rsid w:val="005C7479"/>
    <w:rsid w:val="005C7B98"/>
    <w:rsid w:val="005C7D09"/>
    <w:rsid w:val="005C7EBE"/>
    <w:rsid w:val="005D02D5"/>
    <w:rsid w:val="005D093A"/>
    <w:rsid w:val="005D0AB7"/>
    <w:rsid w:val="005D0AEE"/>
    <w:rsid w:val="005D0AFE"/>
    <w:rsid w:val="005D0B37"/>
    <w:rsid w:val="005D0D88"/>
    <w:rsid w:val="005D0EAE"/>
    <w:rsid w:val="005D0F61"/>
    <w:rsid w:val="005D1158"/>
    <w:rsid w:val="005D1235"/>
    <w:rsid w:val="005D17C7"/>
    <w:rsid w:val="005D1953"/>
    <w:rsid w:val="005D19CF"/>
    <w:rsid w:val="005D1F0A"/>
    <w:rsid w:val="005D2181"/>
    <w:rsid w:val="005D2345"/>
    <w:rsid w:val="005D27A5"/>
    <w:rsid w:val="005D285B"/>
    <w:rsid w:val="005D2906"/>
    <w:rsid w:val="005D2D16"/>
    <w:rsid w:val="005D2F3F"/>
    <w:rsid w:val="005D470C"/>
    <w:rsid w:val="005D4930"/>
    <w:rsid w:val="005D4C5F"/>
    <w:rsid w:val="005D4EA1"/>
    <w:rsid w:val="005D5356"/>
    <w:rsid w:val="005D64F3"/>
    <w:rsid w:val="005D6647"/>
    <w:rsid w:val="005D6998"/>
    <w:rsid w:val="005D6AA7"/>
    <w:rsid w:val="005D6B04"/>
    <w:rsid w:val="005D6ECD"/>
    <w:rsid w:val="005D7492"/>
    <w:rsid w:val="005D751A"/>
    <w:rsid w:val="005D76A2"/>
    <w:rsid w:val="005D7C09"/>
    <w:rsid w:val="005D7C35"/>
    <w:rsid w:val="005D7DD2"/>
    <w:rsid w:val="005D7F3A"/>
    <w:rsid w:val="005E0718"/>
    <w:rsid w:val="005E07F0"/>
    <w:rsid w:val="005E0C42"/>
    <w:rsid w:val="005E12CF"/>
    <w:rsid w:val="005E1997"/>
    <w:rsid w:val="005E19F4"/>
    <w:rsid w:val="005E1C16"/>
    <w:rsid w:val="005E1DA1"/>
    <w:rsid w:val="005E203E"/>
    <w:rsid w:val="005E2511"/>
    <w:rsid w:val="005E253A"/>
    <w:rsid w:val="005E2844"/>
    <w:rsid w:val="005E2949"/>
    <w:rsid w:val="005E29F8"/>
    <w:rsid w:val="005E2D13"/>
    <w:rsid w:val="005E2FFC"/>
    <w:rsid w:val="005E30EB"/>
    <w:rsid w:val="005E3260"/>
    <w:rsid w:val="005E33D6"/>
    <w:rsid w:val="005E34F6"/>
    <w:rsid w:val="005E3626"/>
    <w:rsid w:val="005E371A"/>
    <w:rsid w:val="005E3CBC"/>
    <w:rsid w:val="005E3DC2"/>
    <w:rsid w:val="005E3F0F"/>
    <w:rsid w:val="005E4001"/>
    <w:rsid w:val="005E41EC"/>
    <w:rsid w:val="005E4206"/>
    <w:rsid w:val="005E43C9"/>
    <w:rsid w:val="005E44CE"/>
    <w:rsid w:val="005E47E0"/>
    <w:rsid w:val="005E4B93"/>
    <w:rsid w:val="005E529F"/>
    <w:rsid w:val="005E52BC"/>
    <w:rsid w:val="005E53A0"/>
    <w:rsid w:val="005E5535"/>
    <w:rsid w:val="005E5DF9"/>
    <w:rsid w:val="005E614A"/>
    <w:rsid w:val="005E648E"/>
    <w:rsid w:val="005E664B"/>
    <w:rsid w:val="005E7371"/>
    <w:rsid w:val="005F0366"/>
    <w:rsid w:val="005F08C5"/>
    <w:rsid w:val="005F0C29"/>
    <w:rsid w:val="005F0EA6"/>
    <w:rsid w:val="005F10B1"/>
    <w:rsid w:val="005F154C"/>
    <w:rsid w:val="005F1B50"/>
    <w:rsid w:val="005F250F"/>
    <w:rsid w:val="005F259E"/>
    <w:rsid w:val="005F26A0"/>
    <w:rsid w:val="005F285D"/>
    <w:rsid w:val="005F2988"/>
    <w:rsid w:val="005F29A7"/>
    <w:rsid w:val="005F29D2"/>
    <w:rsid w:val="005F2AF1"/>
    <w:rsid w:val="005F2B4E"/>
    <w:rsid w:val="005F2C5A"/>
    <w:rsid w:val="005F2EC3"/>
    <w:rsid w:val="005F2F01"/>
    <w:rsid w:val="005F3023"/>
    <w:rsid w:val="005F3477"/>
    <w:rsid w:val="005F3540"/>
    <w:rsid w:val="005F36E1"/>
    <w:rsid w:val="005F3C9E"/>
    <w:rsid w:val="005F3D4A"/>
    <w:rsid w:val="005F4592"/>
    <w:rsid w:val="005F46E7"/>
    <w:rsid w:val="005F4788"/>
    <w:rsid w:val="005F4B90"/>
    <w:rsid w:val="005F50AE"/>
    <w:rsid w:val="005F51DD"/>
    <w:rsid w:val="005F5338"/>
    <w:rsid w:val="005F596E"/>
    <w:rsid w:val="005F5C3D"/>
    <w:rsid w:val="005F61C2"/>
    <w:rsid w:val="005F61D6"/>
    <w:rsid w:val="005F648F"/>
    <w:rsid w:val="005F64EE"/>
    <w:rsid w:val="005F65C4"/>
    <w:rsid w:val="005F65C6"/>
    <w:rsid w:val="005F6A39"/>
    <w:rsid w:val="005F6A8F"/>
    <w:rsid w:val="005F6AC7"/>
    <w:rsid w:val="005F6D12"/>
    <w:rsid w:val="005F6DA0"/>
    <w:rsid w:val="005F6F75"/>
    <w:rsid w:val="005F7291"/>
    <w:rsid w:val="005F75FE"/>
    <w:rsid w:val="005F79A4"/>
    <w:rsid w:val="005F7B18"/>
    <w:rsid w:val="0060008F"/>
    <w:rsid w:val="006002CD"/>
    <w:rsid w:val="0060035A"/>
    <w:rsid w:val="00600464"/>
    <w:rsid w:val="0060073D"/>
    <w:rsid w:val="006007E9"/>
    <w:rsid w:val="00600D8F"/>
    <w:rsid w:val="00600E0D"/>
    <w:rsid w:val="0060117D"/>
    <w:rsid w:val="00601255"/>
    <w:rsid w:val="006012C0"/>
    <w:rsid w:val="006013A0"/>
    <w:rsid w:val="006017F1"/>
    <w:rsid w:val="00601E1A"/>
    <w:rsid w:val="00602016"/>
    <w:rsid w:val="0060211A"/>
    <w:rsid w:val="006021B7"/>
    <w:rsid w:val="006021C5"/>
    <w:rsid w:val="0060242F"/>
    <w:rsid w:val="006024CB"/>
    <w:rsid w:val="00602F6B"/>
    <w:rsid w:val="00602F7C"/>
    <w:rsid w:val="00603046"/>
    <w:rsid w:val="0060328F"/>
    <w:rsid w:val="0060354B"/>
    <w:rsid w:val="00603A65"/>
    <w:rsid w:val="00603AD2"/>
    <w:rsid w:val="00603E1D"/>
    <w:rsid w:val="006041CB"/>
    <w:rsid w:val="00604260"/>
    <w:rsid w:val="006044B2"/>
    <w:rsid w:val="006046A6"/>
    <w:rsid w:val="006046CF"/>
    <w:rsid w:val="00604805"/>
    <w:rsid w:val="00604E88"/>
    <w:rsid w:val="00604F74"/>
    <w:rsid w:val="006054A2"/>
    <w:rsid w:val="0060566B"/>
    <w:rsid w:val="0060578C"/>
    <w:rsid w:val="0060587B"/>
    <w:rsid w:val="00605A75"/>
    <w:rsid w:val="00605B2D"/>
    <w:rsid w:val="00605F07"/>
    <w:rsid w:val="00605FA3"/>
    <w:rsid w:val="006060DB"/>
    <w:rsid w:val="006061AC"/>
    <w:rsid w:val="006064F3"/>
    <w:rsid w:val="0060660D"/>
    <w:rsid w:val="0060670E"/>
    <w:rsid w:val="0060686C"/>
    <w:rsid w:val="00606874"/>
    <w:rsid w:val="00606A75"/>
    <w:rsid w:val="00606BCD"/>
    <w:rsid w:val="00606C0E"/>
    <w:rsid w:val="00606FCA"/>
    <w:rsid w:val="00607067"/>
    <w:rsid w:val="0060717F"/>
    <w:rsid w:val="00607268"/>
    <w:rsid w:val="00607275"/>
    <w:rsid w:val="0060758C"/>
    <w:rsid w:val="006077F0"/>
    <w:rsid w:val="006077F3"/>
    <w:rsid w:val="00607EDD"/>
    <w:rsid w:val="00607F1C"/>
    <w:rsid w:val="00610063"/>
    <w:rsid w:val="00610190"/>
    <w:rsid w:val="00610840"/>
    <w:rsid w:val="00610846"/>
    <w:rsid w:val="006109C5"/>
    <w:rsid w:val="00610B1A"/>
    <w:rsid w:val="00610C30"/>
    <w:rsid w:val="0061117C"/>
    <w:rsid w:val="006111F5"/>
    <w:rsid w:val="00611644"/>
    <w:rsid w:val="006118CC"/>
    <w:rsid w:val="00611B05"/>
    <w:rsid w:val="00611BE4"/>
    <w:rsid w:val="00611C2C"/>
    <w:rsid w:val="00611FF0"/>
    <w:rsid w:val="00612022"/>
    <w:rsid w:val="006124AD"/>
    <w:rsid w:val="00612DA4"/>
    <w:rsid w:val="00612E0B"/>
    <w:rsid w:val="00612F23"/>
    <w:rsid w:val="00612F48"/>
    <w:rsid w:val="006134E9"/>
    <w:rsid w:val="00613AA8"/>
    <w:rsid w:val="00613AEF"/>
    <w:rsid w:val="00613C9E"/>
    <w:rsid w:val="00613DA8"/>
    <w:rsid w:val="00613F12"/>
    <w:rsid w:val="00614251"/>
    <w:rsid w:val="00614554"/>
    <w:rsid w:val="00614634"/>
    <w:rsid w:val="00614ACC"/>
    <w:rsid w:val="00614C79"/>
    <w:rsid w:val="00614C7F"/>
    <w:rsid w:val="00615258"/>
    <w:rsid w:val="00615395"/>
    <w:rsid w:val="006153F1"/>
    <w:rsid w:val="00615621"/>
    <w:rsid w:val="0061571B"/>
    <w:rsid w:val="00615797"/>
    <w:rsid w:val="006159BF"/>
    <w:rsid w:val="00615B7F"/>
    <w:rsid w:val="00615BB4"/>
    <w:rsid w:val="00615EB7"/>
    <w:rsid w:val="0061642E"/>
    <w:rsid w:val="006165AD"/>
    <w:rsid w:val="00616834"/>
    <w:rsid w:val="0061694D"/>
    <w:rsid w:val="00616B22"/>
    <w:rsid w:val="00616CD8"/>
    <w:rsid w:val="00617D13"/>
    <w:rsid w:val="00620501"/>
    <w:rsid w:val="006209B1"/>
    <w:rsid w:val="00620A24"/>
    <w:rsid w:val="006211E7"/>
    <w:rsid w:val="00621230"/>
    <w:rsid w:val="006212FB"/>
    <w:rsid w:val="0062152C"/>
    <w:rsid w:val="00621725"/>
    <w:rsid w:val="00621744"/>
    <w:rsid w:val="00621EA8"/>
    <w:rsid w:val="0062200D"/>
    <w:rsid w:val="0062216C"/>
    <w:rsid w:val="00622749"/>
    <w:rsid w:val="0062280F"/>
    <w:rsid w:val="006228F0"/>
    <w:rsid w:val="00622F02"/>
    <w:rsid w:val="0062347D"/>
    <w:rsid w:val="00623525"/>
    <w:rsid w:val="00623755"/>
    <w:rsid w:val="0062387A"/>
    <w:rsid w:val="00623BE2"/>
    <w:rsid w:val="00623BF0"/>
    <w:rsid w:val="00623C34"/>
    <w:rsid w:val="006240AC"/>
    <w:rsid w:val="00624602"/>
    <w:rsid w:val="0062470E"/>
    <w:rsid w:val="00624969"/>
    <w:rsid w:val="00624B40"/>
    <w:rsid w:val="00624E5F"/>
    <w:rsid w:val="00624E9E"/>
    <w:rsid w:val="0062510F"/>
    <w:rsid w:val="006251D1"/>
    <w:rsid w:val="0062528C"/>
    <w:rsid w:val="00625449"/>
    <w:rsid w:val="0062551B"/>
    <w:rsid w:val="0062565F"/>
    <w:rsid w:val="00625875"/>
    <w:rsid w:val="006258F9"/>
    <w:rsid w:val="006259F4"/>
    <w:rsid w:val="00625A3D"/>
    <w:rsid w:val="00625C20"/>
    <w:rsid w:val="00625E64"/>
    <w:rsid w:val="00625F33"/>
    <w:rsid w:val="006262B5"/>
    <w:rsid w:val="00626724"/>
    <w:rsid w:val="006269FB"/>
    <w:rsid w:val="006274A9"/>
    <w:rsid w:val="006275A8"/>
    <w:rsid w:val="00627885"/>
    <w:rsid w:val="006279A2"/>
    <w:rsid w:val="00627A94"/>
    <w:rsid w:val="00627AB2"/>
    <w:rsid w:val="00627B38"/>
    <w:rsid w:val="00627D92"/>
    <w:rsid w:val="00630150"/>
    <w:rsid w:val="00630208"/>
    <w:rsid w:val="006302F5"/>
    <w:rsid w:val="00630380"/>
    <w:rsid w:val="0063052E"/>
    <w:rsid w:val="006307F2"/>
    <w:rsid w:val="00630922"/>
    <w:rsid w:val="00630FDF"/>
    <w:rsid w:val="00630FF4"/>
    <w:rsid w:val="006310DA"/>
    <w:rsid w:val="00631302"/>
    <w:rsid w:val="0063134B"/>
    <w:rsid w:val="006316DC"/>
    <w:rsid w:val="00631A2D"/>
    <w:rsid w:val="00631B0C"/>
    <w:rsid w:val="00631E5E"/>
    <w:rsid w:val="006320BF"/>
    <w:rsid w:val="00632271"/>
    <w:rsid w:val="00632449"/>
    <w:rsid w:val="00632487"/>
    <w:rsid w:val="006324F2"/>
    <w:rsid w:val="006328ED"/>
    <w:rsid w:val="006328F7"/>
    <w:rsid w:val="00632A21"/>
    <w:rsid w:val="00632AD3"/>
    <w:rsid w:val="00632D8A"/>
    <w:rsid w:val="00632F40"/>
    <w:rsid w:val="00632F85"/>
    <w:rsid w:val="00633018"/>
    <w:rsid w:val="0063320F"/>
    <w:rsid w:val="006336A5"/>
    <w:rsid w:val="006336CC"/>
    <w:rsid w:val="00633858"/>
    <w:rsid w:val="006339A1"/>
    <w:rsid w:val="00633C85"/>
    <w:rsid w:val="00633F19"/>
    <w:rsid w:val="00634255"/>
    <w:rsid w:val="00634634"/>
    <w:rsid w:val="006349F6"/>
    <w:rsid w:val="00635115"/>
    <w:rsid w:val="006353E0"/>
    <w:rsid w:val="00635623"/>
    <w:rsid w:val="006358FC"/>
    <w:rsid w:val="00635A7A"/>
    <w:rsid w:val="00635BF2"/>
    <w:rsid w:val="00635CA5"/>
    <w:rsid w:val="00635CFE"/>
    <w:rsid w:val="00636169"/>
    <w:rsid w:val="006363EB"/>
    <w:rsid w:val="00636C4C"/>
    <w:rsid w:val="006372C0"/>
    <w:rsid w:val="006372D6"/>
    <w:rsid w:val="00637341"/>
    <w:rsid w:val="0063773C"/>
    <w:rsid w:val="006378A6"/>
    <w:rsid w:val="006378D9"/>
    <w:rsid w:val="00637AC4"/>
    <w:rsid w:val="00640004"/>
    <w:rsid w:val="0064007A"/>
    <w:rsid w:val="006406A2"/>
    <w:rsid w:val="00640722"/>
    <w:rsid w:val="006409D3"/>
    <w:rsid w:val="00640A7E"/>
    <w:rsid w:val="00640D79"/>
    <w:rsid w:val="00640E2D"/>
    <w:rsid w:val="00640E33"/>
    <w:rsid w:val="00640E62"/>
    <w:rsid w:val="0064139C"/>
    <w:rsid w:val="00641424"/>
    <w:rsid w:val="0064150B"/>
    <w:rsid w:val="00641692"/>
    <w:rsid w:val="00641F30"/>
    <w:rsid w:val="0064215F"/>
    <w:rsid w:val="006421DD"/>
    <w:rsid w:val="00642444"/>
    <w:rsid w:val="00642765"/>
    <w:rsid w:val="006429D3"/>
    <w:rsid w:val="0064356B"/>
    <w:rsid w:val="00643840"/>
    <w:rsid w:val="00643A0E"/>
    <w:rsid w:val="00643A45"/>
    <w:rsid w:val="00643ABE"/>
    <w:rsid w:val="00643B90"/>
    <w:rsid w:val="00643CBA"/>
    <w:rsid w:val="00643D1F"/>
    <w:rsid w:val="00643F78"/>
    <w:rsid w:val="00644793"/>
    <w:rsid w:val="00644819"/>
    <w:rsid w:val="00644B1B"/>
    <w:rsid w:val="00644C6C"/>
    <w:rsid w:val="00644CC8"/>
    <w:rsid w:val="00644EF7"/>
    <w:rsid w:val="00644F11"/>
    <w:rsid w:val="006450DB"/>
    <w:rsid w:val="006450EE"/>
    <w:rsid w:val="00645130"/>
    <w:rsid w:val="0064520C"/>
    <w:rsid w:val="00645325"/>
    <w:rsid w:val="006455DD"/>
    <w:rsid w:val="006456DF"/>
    <w:rsid w:val="0064585C"/>
    <w:rsid w:val="00645B46"/>
    <w:rsid w:val="00645E38"/>
    <w:rsid w:val="00645F7A"/>
    <w:rsid w:val="006460C7"/>
    <w:rsid w:val="00646392"/>
    <w:rsid w:val="0064661F"/>
    <w:rsid w:val="006468E7"/>
    <w:rsid w:val="006469BD"/>
    <w:rsid w:val="00646A91"/>
    <w:rsid w:val="00646BCF"/>
    <w:rsid w:val="00646CC6"/>
    <w:rsid w:val="00646CD3"/>
    <w:rsid w:val="00646F53"/>
    <w:rsid w:val="006473DF"/>
    <w:rsid w:val="006474A7"/>
    <w:rsid w:val="0064751D"/>
    <w:rsid w:val="0064791C"/>
    <w:rsid w:val="00647A60"/>
    <w:rsid w:val="00647B00"/>
    <w:rsid w:val="00647DC3"/>
    <w:rsid w:val="00647E74"/>
    <w:rsid w:val="0065012B"/>
    <w:rsid w:val="00650260"/>
    <w:rsid w:val="0065059A"/>
    <w:rsid w:val="00650ADE"/>
    <w:rsid w:val="00650CE3"/>
    <w:rsid w:val="00650DFE"/>
    <w:rsid w:val="006512EE"/>
    <w:rsid w:val="00651313"/>
    <w:rsid w:val="00651320"/>
    <w:rsid w:val="00651453"/>
    <w:rsid w:val="00651568"/>
    <w:rsid w:val="00651CC3"/>
    <w:rsid w:val="00651EEB"/>
    <w:rsid w:val="006523DA"/>
    <w:rsid w:val="00652557"/>
    <w:rsid w:val="0065270A"/>
    <w:rsid w:val="00652C22"/>
    <w:rsid w:val="00652F4D"/>
    <w:rsid w:val="006532A4"/>
    <w:rsid w:val="00653AAD"/>
    <w:rsid w:val="00653AB6"/>
    <w:rsid w:val="00653C06"/>
    <w:rsid w:val="00653E53"/>
    <w:rsid w:val="006544A6"/>
    <w:rsid w:val="0065488F"/>
    <w:rsid w:val="00654B17"/>
    <w:rsid w:val="00654C48"/>
    <w:rsid w:val="00654EEE"/>
    <w:rsid w:val="00654F2F"/>
    <w:rsid w:val="00655058"/>
    <w:rsid w:val="006555AF"/>
    <w:rsid w:val="00655BFA"/>
    <w:rsid w:val="00655F4E"/>
    <w:rsid w:val="00655FB7"/>
    <w:rsid w:val="006561BF"/>
    <w:rsid w:val="00656462"/>
    <w:rsid w:val="00656821"/>
    <w:rsid w:val="00656B1C"/>
    <w:rsid w:val="00656B4C"/>
    <w:rsid w:val="00657072"/>
    <w:rsid w:val="00657082"/>
    <w:rsid w:val="006570CD"/>
    <w:rsid w:val="00657129"/>
    <w:rsid w:val="006573DF"/>
    <w:rsid w:val="006575CC"/>
    <w:rsid w:val="00657AC3"/>
    <w:rsid w:val="00657AFB"/>
    <w:rsid w:val="0066033B"/>
    <w:rsid w:val="00660542"/>
    <w:rsid w:val="006607E6"/>
    <w:rsid w:val="00660AA3"/>
    <w:rsid w:val="00660BD5"/>
    <w:rsid w:val="00660CE9"/>
    <w:rsid w:val="0066118F"/>
    <w:rsid w:val="00661935"/>
    <w:rsid w:val="00661C88"/>
    <w:rsid w:val="00661DE2"/>
    <w:rsid w:val="00661DE9"/>
    <w:rsid w:val="00661EE3"/>
    <w:rsid w:val="00662259"/>
    <w:rsid w:val="006622D7"/>
    <w:rsid w:val="006624E1"/>
    <w:rsid w:val="006626A1"/>
    <w:rsid w:val="006628E5"/>
    <w:rsid w:val="0066299B"/>
    <w:rsid w:val="00662A32"/>
    <w:rsid w:val="00662D24"/>
    <w:rsid w:val="0066359E"/>
    <w:rsid w:val="00663687"/>
    <w:rsid w:val="006640BE"/>
    <w:rsid w:val="00664600"/>
    <w:rsid w:val="00664742"/>
    <w:rsid w:val="00664784"/>
    <w:rsid w:val="00664911"/>
    <w:rsid w:val="00664A30"/>
    <w:rsid w:val="00664BFB"/>
    <w:rsid w:val="00665451"/>
    <w:rsid w:val="00665C5A"/>
    <w:rsid w:val="00665DD9"/>
    <w:rsid w:val="006660A5"/>
    <w:rsid w:val="006661AD"/>
    <w:rsid w:val="006661E4"/>
    <w:rsid w:val="006662E5"/>
    <w:rsid w:val="006663B8"/>
    <w:rsid w:val="00666417"/>
    <w:rsid w:val="00666496"/>
    <w:rsid w:val="006664CA"/>
    <w:rsid w:val="006667AD"/>
    <w:rsid w:val="00666C15"/>
    <w:rsid w:val="00666D3E"/>
    <w:rsid w:val="00666E28"/>
    <w:rsid w:val="006671CC"/>
    <w:rsid w:val="00667395"/>
    <w:rsid w:val="00667445"/>
    <w:rsid w:val="0066788C"/>
    <w:rsid w:val="00667994"/>
    <w:rsid w:val="00670272"/>
    <w:rsid w:val="00670358"/>
    <w:rsid w:val="00670359"/>
    <w:rsid w:val="0067061E"/>
    <w:rsid w:val="0067071E"/>
    <w:rsid w:val="006708E9"/>
    <w:rsid w:val="00670992"/>
    <w:rsid w:val="00670B23"/>
    <w:rsid w:val="00670D86"/>
    <w:rsid w:val="00670FBC"/>
    <w:rsid w:val="00671302"/>
    <w:rsid w:val="006714CE"/>
    <w:rsid w:val="00671BD8"/>
    <w:rsid w:val="00671D13"/>
    <w:rsid w:val="0067270A"/>
    <w:rsid w:val="00672801"/>
    <w:rsid w:val="006729E6"/>
    <w:rsid w:val="00672A91"/>
    <w:rsid w:val="00672C8E"/>
    <w:rsid w:val="00673218"/>
    <w:rsid w:val="006733AD"/>
    <w:rsid w:val="0067342B"/>
    <w:rsid w:val="006735BE"/>
    <w:rsid w:val="00673AF6"/>
    <w:rsid w:val="00673C50"/>
    <w:rsid w:val="00674192"/>
    <w:rsid w:val="006741FF"/>
    <w:rsid w:val="00674313"/>
    <w:rsid w:val="00674489"/>
    <w:rsid w:val="006746DE"/>
    <w:rsid w:val="0067479E"/>
    <w:rsid w:val="00674B20"/>
    <w:rsid w:val="0067521C"/>
    <w:rsid w:val="006753BC"/>
    <w:rsid w:val="00675592"/>
    <w:rsid w:val="00675800"/>
    <w:rsid w:val="00675891"/>
    <w:rsid w:val="00675918"/>
    <w:rsid w:val="00675A4B"/>
    <w:rsid w:val="00675FC0"/>
    <w:rsid w:val="00675FFF"/>
    <w:rsid w:val="006760A0"/>
    <w:rsid w:val="00676362"/>
    <w:rsid w:val="00676BCB"/>
    <w:rsid w:val="00676BDD"/>
    <w:rsid w:val="00676E34"/>
    <w:rsid w:val="00676FC6"/>
    <w:rsid w:val="006770A2"/>
    <w:rsid w:val="0067737D"/>
    <w:rsid w:val="00677712"/>
    <w:rsid w:val="00677730"/>
    <w:rsid w:val="0067774B"/>
    <w:rsid w:val="00677803"/>
    <w:rsid w:val="006779E5"/>
    <w:rsid w:val="00677AB1"/>
    <w:rsid w:val="00677C58"/>
    <w:rsid w:val="00677E78"/>
    <w:rsid w:val="00677F47"/>
    <w:rsid w:val="00680297"/>
    <w:rsid w:val="006806C0"/>
    <w:rsid w:val="006807B4"/>
    <w:rsid w:val="00680925"/>
    <w:rsid w:val="00680CF0"/>
    <w:rsid w:val="00680E0C"/>
    <w:rsid w:val="00680E72"/>
    <w:rsid w:val="00680F1F"/>
    <w:rsid w:val="00680F3F"/>
    <w:rsid w:val="0068122B"/>
    <w:rsid w:val="00681B19"/>
    <w:rsid w:val="00681B40"/>
    <w:rsid w:val="00681C44"/>
    <w:rsid w:val="00682107"/>
    <w:rsid w:val="006825D7"/>
    <w:rsid w:val="006829A7"/>
    <w:rsid w:val="00682CAB"/>
    <w:rsid w:val="00683302"/>
    <w:rsid w:val="0068373E"/>
    <w:rsid w:val="00683A0A"/>
    <w:rsid w:val="00683A8B"/>
    <w:rsid w:val="00683D83"/>
    <w:rsid w:val="00683D9E"/>
    <w:rsid w:val="00683ED6"/>
    <w:rsid w:val="006840E8"/>
    <w:rsid w:val="006843EE"/>
    <w:rsid w:val="0068450B"/>
    <w:rsid w:val="006845BE"/>
    <w:rsid w:val="00684654"/>
    <w:rsid w:val="0068489F"/>
    <w:rsid w:val="00684A1B"/>
    <w:rsid w:val="00684CF9"/>
    <w:rsid w:val="00684EAB"/>
    <w:rsid w:val="00684F47"/>
    <w:rsid w:val="0068509A"/>
    <w:rsid w:val="006850B0"/>
    <w:rsid w:val="0068561E"/>
    <w:rsid w:val="00685981"/>
    <w:rsid w:val="00685B6A"/>
    <w:rsid w:val="006861E1"/>
    <w:rsid w:val="0068631F"/>
    <w:rsid w:val="006863DB"/>
    <w:rsid w:val="0068694B"/>
    <w:rsid w:val="00686BA5"/>
    <w:rsid w:val="0068712C"/>
    <w:rsid w:val="0068766D"/>
    <w:rsid w:val="006878CB"/>
    <w:rsid w:val="00687942"/>
    <w:rsid w:val="006879CA"/>
    <w:rsid w:val="006879F8"/>
    <w:rsid w:val="00687DC6"/>
    <w:rsid w:val="00687DCB"/>
    <w:rsid w:val="00690071"/>
    <w:rsid w:val="006900DA"/>
    <w:rsid w:val="00690409"/>
    <w:rsid w:val="0069059D"/>
    <w:rsid w:val="00690613"/>
    <w:rsid w:val="00690673"/>
    <w:rsid w:val="00690845"/>
    <w:rsid w:val="0069091E"/>
    <w:rsid w:val="00690988"/>
    <w:rsid w:val="00690A4E"/>
    <w:rsid w:val="006911F8"/>
    <w:rsid w:val="0069120D"/>
    <w:rsid w:val="006915D6"/>
    <w:rsid w:val="00691638"/>
    <w:rsid w:val="00691C9F"/>
    <w:rsid w:val="00691FC5"/>
    <w:rsid w:val="00692678"/>
    <w:rsid w:val="00692688"/>
    <w:rsid w:val="00692AE8"/>
    <w:rsid w:val="00692BA0"/>
    <w:rsid w:val="00692C13"/>
    <w:rsid w:val="00692ECA"/>
    <w:rsid w:val="00692ED6"/>
    <w:rsid w:val="00692F46"/>
    <w:rsid w:val="006930FC"/>
    <w:rsid w:val="00693113"/>
    <w:rsid w:val="00693631"/>
    <w:rsid w:val="00693750"/>
    <w:rsid w:val="00693BFB"/>
    <w:rsid w:val="00693F1D"/>
    <w:rsid w:val="006943BB"/>
    <w:rsid w:val="00694412"/>
    <w:rsid w:val="006946A6"/>
    <w:rsid w:val="00694885"/>
    <w:rsid w:val="00694A90"/>
    <w:rsid w:val="00694FC2"/>
    <w:rsid w:val="00695054"/>
    <w:rsid w:val="0069510B"/>
    <w:rsid w:val="0069530E"/>
    <w:rsid w:val="00695349"/>
    <w:rsid w:val="00695488"/>
    <w:rsid w:val="006959D0"/>
    <w:rsid w:val="00695C71"/>
    <w:rsid w:val="00695D2E"/>
    <w:rsid w:val="00696147"/>
    <w:rsid w:val="006962E0"/>
    <w:rsid w:val="00696479"/>
    <w:rsid w:val="0069671A"/>
    <w:rsid w:val="006967D1"/>
    <w:rsid w:val="00697027"/>
    <w:rsid w:val="0069716D"/>
    <w:rsid w:val="00697277"/>
    <w:rsid w:val="00697580"/>
    <w:rsid w:val="006975AC"/>
    <w:rsid w:val="0069785D"/>
    <w:rsid w:val="006A0081"/>
    <w:rsid w:val="006A0A2E"/>
    <w:rsid w:val="006A0AF6"/>
    <w:rsid w:val="006A0B41"/>
    <w:rsid w:val="006A0B8F"/>
    <w:rsid w:val="006A0D06"/>
    <w:rsid w:val="006A0DC8"/>
    <w:rsid w:val="006A1938"/>
    <w:rsid w:val="006A19DE"/>
    <w:rsid w:val="006A215A"/>
    <w:rsid w:val="006A2236"/>
    <w:rsid w:val="006A2686"/>
    <w:rsid w:val="006A2705"/>
    <w:rsid w:val="006A299C"/>
    <w:rsid w:val="006A29D1"/>
    <w:rsid w:val="006A2D7C"/>
    <w:rsid w:val="006A2FAD"/>
    <w:rsid w:val="006A34C4"/>
    <w:rsid w:val="006A34E1"/>
    <w:rsid w:val="006A35D3"/>
    <w:rsid w:val="006A3618"/>
    <w:rsid w:val="006A369B"/>
    <w:rsid w:val="006A370E"/>
    <w:rsid w:val="006A37ED"/>
    <w:rsid w:val="006A3ED8"/>
    <w:rsid w:val="006A3FAD"/>
    <w:rsid w:val="006A46EE"/>
    <w:rsid w:val="006A4806"/>
    <w:rsid w:val="006A488D"/>
    <w:rsid w:val="006A4FF0"/>
    <w:rsid w:val="006A4FF3"/>
    <w:rsid w:val="006A51CE"/>
    <w:rsid w:val="006A54D0"/>
    <w:rsid w:val="006A5F30"/>
    <w:rsid w:val="006A5FC0"/>
    <w:rsid w:val="006A635A"/>
    <w:rsid w:val="006A676C"/>
    <w:rsid w:val="006A6DAD"/>
    <w:rsid w:val="006A732B"/>
    <w:rsid w:val="006A7510"/>
    <w:rsid w:val="006A7918"/>
    <w:rsid w:val="006A7D68"/>
    <w:rsid w:val="006A7D90"/>
    <w:rsid w:val="006A7FD2"/>
    <w:rsid w:val="006B02AF"/>
    <w:rsid w:val="006B02FB"/>
    <w:rsid w:val="006B03C8"/>
    <w:rsid w:val="006B0697"/>
    <w:rsid w:val="006B0BD9"/>
    <w:rsid w:val="006B0BDE"/>
    <w:rsid w:val="006B0D01"/>
    <w:rsid w:val="006B0D0E"/>
    <w:rsid w:val="006B100D"/>
    <w:rsid w:val="006B14BB"/>
    <w:rsid w:val="006B169D"/>
    <w:rsid w:val="006B1ADE"/>
    <w:rsid w:val="006B1B4E"/>
    <w:rsid w:val="006B1D1D"/>
    <w:rsid w:val="006B1D3A"/>
    <w:rsid w:val="006B21D2"/>
    <w:rsid w:val="006B2361"/>
    <w:rsid w:val="006B2571"/>
    <w:rsid w:val="006B27F5"/>
    <w:rsid w:val="006B299C"/>
    <w:rsid w:val="006B2D20"/>
    <w:rsid w:val="006B2EB6"/>
    <w:rsid w:val="006B301F"/>
    <w:rsid w:val="006B3422"/>
    <w:rsid w:val="006B39CC"/>
    <w:rsid w:val="006B3B88"/>
    <w:rsid w:val="006B409F"/>
    <w:rsid w:val="006B42D5"/>
    <w:rsid w:val="006B47B1"/>
    <w:rsid w:val="006B4908"/>
    <w:rsid w:val="006B4A26"/>
    <w:rsid w:val="006B4EAF"/>
    <w:rsid w:val="006B4EDE"/>
    <w:rsid w:val="006B5045"/>
    <w:rsid w:val="006B5267"/>
    <w:rsid w:val="006B562D"/>
    <w:rsid w:val="006B564F"/>
    <w:rsid w:val="006B5659"/>
    <w:rsid w:val="006B5A8A"/>
    <w:rsid w:val="006B5C5D"/>
    <w:rsid w:val="006B5E64"/>
    <w:rsid w:val="006B5F16"/>
    <w:rsid w:val="006B5FF3"/>
    <w:rsid w:val="006B604A"/>
    <w:rsid w:val="006B6147"/>
    <w:rsid w:val="006B61BF"/>
    <w:rsid w:val="006B6686"/>
    <w:rsid w:val="006B6C6F"/>
    <w:rsid w:val="006B6DE8"/>
    <w:rsid w:val="006B6FCB"/>
    <w:rsid w:val="006B722B"/>
    <w:rsid w:val="006B7396"/>
    <w:rsid w:val="006B7570"/>
    <w:rsid w:val="006B783B"/>
    <w:rsid w:val="006B7BFE"/>
    <w:rsid w:val="006B7C27"/>
    <w:rsid w:val="006B7CF9"/>
    <w:rsid w:val="006C00CD"/>
    <w:rsid w:val="006C0114"/>
    <w:rsid w:val="006C09AE"/>
    <w:rsid w:val="006C0AB5"/>
    <w:rsid w:val="006C0DF2"/>
    <w:rsid w:val="006C0F7C"/>
    <w:rsid w:val="006C0FBF"/>
    <w:rsid w:val="006C1009"/>
    <w:rsid w:val="006C10D4"/>
    <w:rsid w:val="006C1139"/>
    <w:rsid w:val="006C12C3"/>
    <w:rsid w:val="006C1AB8"/>
    <w:rsid w:val="006C1E89"/>
    <w:rsid w:val="006C1F34"/>
    <w:rsid w:val="006C1FE5"/>
    <w:rsid w:val="006C1FFA"/>
    <w:rsid w:val="006C20C9"/>
    <w:rsid w:val="006C22D0"/>
    <w:rsid w:val="006C230B"/>
    <w:rsid w:val="006C231B"/>
    <w:rsid w:val="006C285F"/>
    <w:rsid w:val="006C28A1"/>
    <w:rsid w:val="006C2962"/>
    <w:rsid w:val="006C2B8C"/>
    <w:rsid w:val="006C2B93"/>
    <w:rsid w:val="006C2EF4"/>
    <w:rsid w:val="006C3068"/>
    <w:rsid w:val="006C3230"/>
    <w:rsid w:val="006C3679"/>
    <w:rsid w:val="006C3BF7"/>
    <w:rsid w:val="006C3C5D"/>
    <w:rsid w:val="006C3D52"/>
    <w:rsid w:val="006C43CB"/>
    <w:rsid w:val="006C4407"/>
    <w:rsid w:val="006C45EA"/>
    <w:rsid w:val="006C4728"/>
    <w:rsid w:val="006C4936"/>
    <w:rsid w:val="006C4B98"/>
    <w:rsid w:val="006C4CD3"/>
    <w:rsid w:val="006C4D11"/>
    <w:rsid w:val="006C4DF9"/>
    <w:rsid w:val="006C4EB0"/>
    <w:rsid w:val="006C4ED3"/>
    <w:rsid w:val="006C55F3"/>
    <w:rsid w:val="006C56EC"/>
    <w:rsid w:val="006C5877"/>
    <w:rsid w:val="006C5A66"/>
    <w:rsid w:val="006C5C51"/>
    <w:rsid w:val="006C6385"/>
    <w:rsid w:val="006C68B5"/>
    <w:rsid w:val="006C6E6C"/>
    <w:rsid w:val="006C6F4F"/>
    <w:rsid w:val="006C6FE5"/>
    <w:rsid w:val="006C7118"/>
    <w:rsid w:val="006C7271"/>
    <w:rsid w:val="006C741C"/>
    <w:rsid w:val="006C7B03"/>
    <w:rsid w:val="006D0076"/>
    <w:rsid w:val="006D061A"/>
    <w:rsid w:val="006D0706"/>
    <w:rsid w:val="006D0F50"/>
    <w:rsid w:val="006D12A8"/>
    <w:rsid w:val="006D19D7"/>
    <w:rsid w:val="006D21E3"/>
    <w:rsid w:val="006D227C"/>
    <w:rsid w:val="006D249D"/>
    <w:rsid w:val="006D264C"/>
    <w:rsid w:val="006D2900"/>
    <w:rsid w:val="006D2A8B"/>
    <w:rsid w:val="006D2ABE"/>
    <w:rsid w:val="006D317A"/>
    <w:rsid w:val="006D343D"/>
    <w:rsid w:val="006D346E"/>
    <w:rsid w:val="006D3C7A"/>
    <w:rsid w:val="006D43AE"/>
    <w:rsid w:val="006D4478"/>
    <w:rsid w:val="006D45B2"/>
    <w:rsid w:val="006D469C"/>
    <w:rsid w:val="006D46D8"/>
    <w:rsid w:val="006D4E8D"/>
    <w:rsid w:val="006D556E"/>
    <w:rsid w:val="006D558C"/>
    <w:rsid w:val="006D565A"/>
    <w:rsid w:val="006D5CF7"/>
    <w:rsid w:val="006D5DC4"/>
    <w:rsid w:val="006D5DE6"/>
    <w:rsid w:val="006D5E66"/>
    <w:rsid w:val="006D603E"/>
    <w:rsid w:val="006D6310"/>
    <w:rsid w:val="006D6977"/>
    <w:rsid w:val="006D6B0E"/>
    <w:rsid w:val="006D6CF3"/>
    <w:rsid w:val="006D7023"/>
    <w:rsid w:val="006D7145"/>
    <w:rsid w:val="006D7278"/>
    <w:rsid w:val="006D7288"/>
    <w:rsid w:val="006D7481"/>
    <w:rsid w:val="006D751A"/>
    <w:rsid w:val="006D758F"/>
    <w:rsid w:val="006D75F6"/>
    <w:rsid w:val="006D763F"/>
    <w:rsid w:val="006D7E0D"/>
    <w:rsid w:val="006E0315"/>
    <w:rsid w:val="006E0767"/>
    <w:rsid w:val="006E076A"/>
    <w:rsid w:val="006E0C0F"/>
    <w:rsid w:val="006E0C7A"/>
    <w:rsid w:val="006E0F14"/>
    <w:rsid w:val="006E0F46"/>
    <w:rsid w:val="006E12CB"/>
    <w:rsid w:val="006E13A9"/>
    <w:rsid w:val="006E1534"/>
    <w:rsid w:val="006E1720"/>
    <w:rsid w:val="006E17BA"/>
    <w:rsid w:val="006E1827"/>
    <w:rsid w:val="006E18CB"/>
    <w:rsid w:val="006E1C81"/>
    <w:rsid w:val="006E1F3C"/>
    <w:rsid w:val="006E215B"/>
    <w:rsid w:val="006E2398"/>
    <w:rsid w:val="006E23AD"/>
    <w:rsid w:val="006E2414"/>
    <w:rsid w:val="006E2469"/>
    <w:rsid w:val="006E2537"/>
    <w:rsid w:val="006E2612"/>
    <w:rsid w:val="006E294D"/>
    <w:rsid w:val="006E3008"/>
    <w:rsid w:val="006E344F"/>
    <w:rsid w:val="006E358F"/>
    <w:rsid w:val="006E3A29"/>
    <w:rsid w:val="006E3B53"/>
    <w:rsid w:val="006E3CCB"/>
    <w:rsid w:val="006E43CC"/>
    <w:rsid w:val="006E4409"/>
    <w:rsid w:val="006E508D"/>
    <w:rsid w:val="006E509F"/>
    <w:rsid w:val="006E54C6"/>
    <w:rsid w:val="006E5BA1"/>
    <w:rsid w:val="006E62D7"/>
    <w:rsid w:val="006E63C5"/>
    <w:rsid w:val="006E6516"/>
    <w:rsid w:val="006E65B1"/>
    <w:rsid w:val="006E68D5"/>
    <w:rsid w:val="006E6B18"/>
    <w:rsid w:val="006E6BFB"/>
    <w:rsid w:val="006E7507"/>
    <w:rsid w:val="006E7582"/>
    <w:rsid w:val="006E75D4"/>
    <w:rsid w:val="006E768A"/>
    <w:rsid w:val="006E7697"/>
    <w:rsid w:val="006E793A"/>
    <w:rsid w:val="006E79AA"/>
    <w:rsid w:val="006E7ABB"/>
    <w:rsid w:val="006E7CE8"/>
    <w:rsid w:val="006E7D7E"/>
    <w:rsid w:val="006F016C"/>
    <w:rsid w:val="006F0239"/>
    <w:rsid w:val="006F0297"/>
    <w:rsid w:val="006F03B2"/>
    <w:rsid w:val="006F0719"/>
    <w:rsid w:val="006F0B53"/>
    <w:rsid w:val="006F0C8C"/>
    <w:rsid w:val="006F0E37"/>
    <w:rsid w:val="006F11A1"/>
    <w:rsid w:val="006F17CB"/>
    <w:rsid w:val="006F1926"/>
    <w:rsid w:val="006F1BA5"/>
    <w:rsid w:val="006F1CB5"/>
    <w:rsid w:val="006F1D02"/>
    <w:rsid w:val="006F1D18"/>
    <w:rsid w:val="006F1D5A"/>
    <w:rsid w:val="006F1E02"/>
    <w:rsid w:val="006F1E95"/>
    <w:rsid w:val="006F1ECB"/>
    <w:rsid w:val="006F24EA"/>
    <w:rsid w:val="006F25C3"/>
    <w:rsid w:val="006F2877"/>
    <w:rsid w:val="006F2B24"/>
    <w:rsid w:val="006F2E0B"/>
    <w:rsid w:val="006F3047"/>
    <w:rsid w:val="006F30C1"/>
    <w:rsid w:val="006F30DD"/>
    <w:rsid w:val="006F32BD"/>
    <w:rsid w:val="006F35DE"/>
    <w:rsid w:val="006F38EC"/>
    <w:rsid w:val="006F3909"/>
    <w:rsid w:val="006F3E38"/>
    <w:rsid w:val="006F4C36"/>
    <w:rsid w:val="006F4C9F"/>
    <w:rsid w:val="006F4D32"/>
    <w:rsid w:val="006F5142"/>
    <w:rsid w:val="006F519A"/>
    <w:rsid w:val="006F542E"/>
    <w:rsid w:val="006F547B"/>
    <w:rsid w:val="006F55B4"/>
    <w:rsid w:val="006F59E1"/>
    <w:rsid w:val="006F5B04"/>
    <w:rsid w:val="006F5B6F"/>
    <w:rsid w:val="006F5C52"/>
    <w:rsid w:val="006F5F02"/>
    <w:rsid w:val="006F6039"/>
    <w:rsid w:val="006F674B"/>
    <w:rsid w:val="006F683A"/>
    <w:rsid w:val="006F7167"/>
    <w:rsid w:val="006F74D4"/>
    <w:rsid w:val="006F762D"/>
    <w:rsid w:val="006F7694"/>
    <w:rsid w:val="006F770F"/>
    <w:rsid w:val="006F77EF"/>
    <w:rsid w:val="006F79EA"/>
    <w:rsid w:val="006F7BD9"/>
    <w:rsid w:val="006F7D76"/>
    <w:rsid w:val="006F7E1A"/>
    <w:rsid w:val="006F7EA7"/>
    <w:rsid w:val="0070001E"/>
    <w:rsid w:val="00700576"/>
    <w:rsid w:val="007006F9"/>
    <w:rsid w:val="00700DF9"/>
    <w:rsid w:val="00700F21"/>
    <w:rsid w:val="00701028"/>
    <w:rsid w:val="0070135D"/>
    <w:rsid w:val="007013D3"/>
    <w:rsid w:val="00701462"/>
    <w:rsid w:val="00701762"/>
    <w:rsid w:val="00701775"/>
    <w:rsid w:val="00701E9D"/>
    <w:rsid w:val="00701F15"/>
    <w:rsid w:val="00702071"/>
    <w:rsid w:val="007021E8"/>
    <w:rsid w:val="00702F93"/>
    <w:rsid w:val="00703110"/>
    <w:rsid w:val="007035C6"/>
    <w:rsid w:val="00703B00"/>
    <w:rsid w:val="00704004"/>
    <w:rsid w:val="007043DC"/>
    <w:rsid w:val="007043FB"/>
    <w:rsid w:val="00704712"/>
    <w:rsid w:val="007048E8"/>
    <w:rsid w:val="00704902"/>
    <w:rsid w:val="00704968"/>
    <w:rsid w:val="00704BC0"/>
    <w:rsid w:val="00704C97"/>
    <w:rsid w:val="00704D07"/>
    <w:rsid w:val="00704DE6"/>
    <w:rsid w:val="00704FA4"/>
    <w:rsid w:val="0070512B"/>
    <w:rsid w:val="0070524C"/>
    <w:rsid w:val="00705359"/>
    <w:rsid w:val="007056CD"/>
    <w:rsid w:val="007056DA"/>
    <w:rsid w:val="00705ADE"/>
    <w:rsid w:val="00705BCB"/>
    <w:rsid w:val="00705DC0"/>
    <w:rsid w:val="007068AD"/>
    <w:rsid w:val="00706A30"/>
    <w:rsid w:val="00706B34"/>
    <w:rsid w:val="00706C27"/>
    <w:rsid w:val="00706F7A"/>
    <w:rsid w:val="007073AB"/>
    <w:rsid w:val="00707672"/>
    <w:rsid w:val="00707B3F"/>
    <w:rsid w:val="00707C26"/>
    <w:rsid w:val="00710055"/>
    <w:rsid w:val="0071041D"/>
    <w:rsid w:val="0071051A"/>
    <w:rsid w:val="0071062B"/>
    <w:rsid w:val="00710919"/>
    <w:rsid w:val="00710FC5"/>
    <w:rsid w:val="00711071"/>
    <w:rsid w:val="00711190"/>
    <w:rsid w:val="00711345"/>
    <w:rsid w:val="007119FF"/>
    <w:rsid w:val="007121AE"/>
    <w:rsid w:val="0071225B"/>
    <w:rsid w:val="007123ED"/>
    <w:rsid w:val="007125CA"/>
    <w:rsid w:val="00712D83"/>
    <w:rsid w:val="00712F07"/>
    <w:rsid w:val="00712FD4"/>
    <w:rsid w:val="00713679"/>
    <w:rsid w:val="00713DCF"/>
    <w:rsid w:val="00713F16"/>
    <w:rsid w:val="007140DF"/>
    <w:rsid w:val="0071423E"/>
    <w:rsid w:val="00714659"/>
    <w:rsid w:val="007147BA"/>
    <w:rsid w:val="00714A11"/>
    <w:rsid w:val="007151CB"/>
    <w:rsid w:val="007152D8"/>
    <w:rsid w:val="00715500"/>
    <w:rsid w:val="007157C5"/>
    <w:rsid w:val="0071585A"/>
    <w:rsid w:val="00715917"/>
    <w:rsid w:val="00715A02"/>
    <w:rsid w:val="00715A1C"/>
    <w:rsid w:val="00715D4F"/>
    <w:rsid w:val="007168F9"/>
    <w:rsid w:val="00716983"/>
    <w:rsid w:val="00716AD2"/>
    <w:rsid w:val="00716C0E"/>
    <w:rsid w:val="00716FC2"/>
    <w:rsid w:val="007174D2"/>
    <w:rsid w:val="0071779C"/>
    <w:rsid w:val="00717940"/>
    <w:rsid w:val="00717A70"/>
    <w:rsid w:val="00717DB5"/>
    <w:rsid w:val="00717FC6"/>
    <w:rsid w:val="0072004B"/>
    <w:rsid w:val="007208E0"/>
    <w:rsid w:val="00720A39"/>
    <w:rsid w:val="00720CD8"/>
    <w:rsid w:val="00720EB8"/>
    <w:rsid w:val="0072120B"/>
    <w:rsid w:val="0072130D"/>
    <w:rsid w:val="00721324"/>
    <w:rsid w:val="00721773"/>
    <w:rsid w:val="00721777"/>
    <w:rsid w:val="00721858"/>
    <w:rsid w:val="007218DA"/>
    <w:rsid w:val="0072195C"/>
    <w:rsid w:val="00721DC7"/>
    <w:rsid w:val="0072231B"/>
    <w:rsid w:val="00722594"/>
    <w:rsid w:val="007227EE"/>
    <w:rsid w:val="00722F21"/>
    <w:rsid w:val="00722FE9"/>
    <w:rsid w:val="007230F2"/>
    <w:rsid w:val="00723810"/>
    <w:rsid w:val="0072390A"/>
    <w:rsid w:val="00723C74"/>
    <w:rsid w:val="00723E87"/>
    <w:rsid w:val="00724489"/>
    <w:rsid w:val="007244D3"/>
    <w:rsid w:val="0072454F"/>
    <w:rsid w:val="00724795"/>
    <w:rsid w:val="00724C40"/>
    <w:rsid w:val="00725446"/>
    <w:rsid w:val="0072579B"/>
    <w:rsid w:val="00725890"/>
    <w:rsid w:val="007259D7"/>
    <w:rsid w:val="00725B21"/>
    <w:rsid w:val="00725CB5"/>
    <w:rsid w:val="00726060"/>
    <w:rsid w:val="00726512"/>
    <w:rsid w:val="007266AD"/>
    <w:rsid w:val="00726AFD"/>
    <w:rsid w:val="00726B82"/>
    <w:rsid w:val="00726D1E"/>
    <w:rsid w:val="00726F98"/>
    <w:rsid w:val="0072703C"/>
    <w:rsid w:val="00727CCC"/>
    <w:rsid w:val="007303E9"/>
    <w:rsid w:val="00730441"/>
    <w:rsid w:val="007307F2"/>
    <w:rsid w:val="00730C7C"/>
    <w:rsid w:val="00730CD8"/>
    <w:rsid w:val="00731204"/>
    <w:rsid w:val="007316D2"/>
    <w:rsid w:val="00731A48"/>
    <w:rsid w:val="00731DA8"/>
    <w:rsid w:val="00731E73"/>
    <w:rsid w:val="007322C6"/>
    <w:rsid w:val="00732BB2"/>
    <w:rsid w:val="00732D97"/>
    <w:rsid w:val="00733169"/>
    <w:rsid w:val="00733225"/>
    <w:rsid w:val="0073349F"/>
    <w:rsid w:val="007335CB"/>
    <w:rsid w:val="00733B48"/>
    <w:rsid w:val="00733D37"/>
    <w:rsid w:val="0073400B"/>
    <w:rsid w:val="007340AE"/>
    <w:rsid w:val="00734195"/>
    <w:rsid w:val="0073440A"/>
    <w:rsid w:val="00734959"/>
    <w:rsid w:val="00734C66"/>
    <w:rsid w:val="00735099"/>
    <w:rsid w:val="00735376"/>
    <w:rsid w:val="0073555F"/>
    <w:rsid w:val="007356E4"/>
    <w:rsid w:val="0073591F"/>
    <w:rsid w:val="00735AEA"/>
    <w:rsid w:val="0073609D"/>
    <w:rsid w:val="00736374"/>
    <w:rsid w:val="00736C81"/>
    <w:rsid w:val="00736DF7"/>
    <w:rsid w:val="007371AC"/>
    <w:rsid w:val="007372D7"/>
    <w:rsid w:val="00737AF0"/>
    <w:rsid w:val="00737DAA"/>
    <w:rsid w:val="00737FC7"/>
    <w:rsid w:val="0074002D"/>
    <w:rsid w:val="00740243"/>
    <w:rsid w:val="007402FA"/>
    <w:rsid w:val="00740663"/>
    <w:rsid w:val="00740745"/>
    <w:rsid w:val="00740A11"/>
    <w:rsid w:val="00740A6A"/>
    <w:rsid w:val="00740CAE"/>
    <w:rsid w:val="00740D56"/>
    <w:rsid w:val="00740E62"/>
    <w:rsid w:val="00740E83"/>
    <w:rsid w:val="007413E1"/>
    <w:rsid w:val="0074166E"/>
    <w:rsid w:val="00741C09"/>
    <w:rsid w:val="00741D00"/>
    <w:rsid w:val="00741ED3"/>
    <w:rsid w:val="00741FA1"/>
    <w:rsid w:val="007420BD"/>
    <w:rsid w:val="007420C2"/>
    <w:rsid w:val="0074249E"/>
    <w:rsid w:val="00742903"/>
    <w:rsid w:val="0074297F"/>
    <w:rsid w:val="007432FD"/>
    <w:rsid w:val="00743704"/>
    <w:rsid w:val="00743A42"/>
    <w:rsid w:val="00743B12"/>
    <w:rsid w:val="0074402B"/>
    <w:rsid w:val="00744496"/>
    <w:rsid w:val="007445B3"/>
    <w:rsid w:val="00744DE6"/>
    <w:rsid w:val="007450AB"/>
    <w:rsid w:val="0074536C"/>
    <w:rsid w:val="0074537F"/>
    <w:rsid w:val="007456F6"/>
    <w:rsid w:val="00745C27"/>
    <w:rsid w:val="00745DA5"/>
    <w:rsid w:val="00745EB8"/>
    <w:rsid w:val="00746069"/>
    <w:rsid w:val="00746093"/>
    <w:rsid w:val="0074651F"/>
    <w:rsid w:val="007466DB"/>
    <w:rsid w:val="00746759"/>
    <w:rsid w:val="007467A0"/>
    <w:rsid w:val="007467C6"/>
    <w:rsid w:val="007468A4"/>
    <w:rsid w:val="007469A8"/>
    <w:rsid w:val="00746FE8"/>
    <w:rsid w:val="007474D9"/>
    <w:rsid w:val="007475D1"/>
    <w:rsid w:val="007478EF"/>
    <w:rsid w:val="00747901"/>
    <w:rsid w:val="00747952"/>
    <w:rsid w:val="007479A5"/>
    <w:rsid w:val="007479A7"/>
    <w:rsid w:val="00747A68"/>
    <w:rsid w:val="00747BE5"/>
    <w:rsid w:val="00747D3B"/>
    <w:rsid w:val="00750006"/>
    <w:rsid w:val="00750089"/>
    <w:rsid w:val="00750405"/>
    <w:rsid w:val="00750650"/>
    <w:rsid w:val="007506CC"/>
    <w:rsid w:val="00750866"/>
    <w:rsid w:val="007508D2"/>
    <w:rsid w:val="00750913"/>
    <w:rsid w:val="0075098D"/>
    <w:rsid w:val="007509A1"/>
    <w:rsid w:val="00750E88"/>
    <w:rsid w:val="00750EB3"/>
    <w:rsid w:val="0075136A"/>
    <w:rsid w:val="007514C0"/>
    <w:rsid w:val="007517F6"/>
    <w:rsid w:val="00751918"/>
    <w:rsid w:val="00751A89"/>
    <w:rsid w:val="00751AF5"/>
    <w:rsid w:val="00751B61"/>
    <w:rsid w:val="0075218C"/>
    <w:rsid w:val="00752515"/>
    <w:rsid w:val="007525EC"/>
    <w:rsid w:val="007529FE"/>
    <w:rsid w:val="00752D82"/>
    <w:rsid w:val="00752EDA"/>
    <w:rsid w:val="00752F2C"/>
    <w:rsid w:val="00753489"/>
    <w:rsid w:val="0075353B"/>
    <w:rsid w:val="007535B7"/>
    <w:rsid w:val="007538D7"/>
    <w:rsid w:val="00753A01"/>
    <w:rsid w:val="00753AEC"/>
    <w:rsid w:val="00753BCB"/>
    <w:rsid w:val="00753E77"/>
    <w:rsid w:val="0075427F"/>
    <w:rsid w:val="007549BE"/>
    <w:rsid w:val="007549D8"/>
    <w:rsid w:val="00754C05"/>
    <w:rsid w:val="00754C41"/>
    <w:rsid w:val="0075574D"/>
    <w:rsid w:val="00756773"/>
    <w:rsid w:val="00756826"/>
    <w:rsid w:val="007569DC"/>
    <w:rsid w:val="00756A96"/>
    <w:rsid w:val="00756AC0"/>
    <w:rsid w:val="00756AE5"/>
    <w:rsid w:val="00756C72"/>
    <w:rsid w:val="00756DA5"/>
    <w:rsid w:val="00756E6F"/>
    <w:rsid w:val="00756F07"/>
    <w:rsid w:val="00756F62"/>
    <w:rsid w:val="007573AE"/>
    <w:rsid w:val="00757594"/>
    <w:rsid w:val="00757789"/>
    <w:rsid w:val="00757DB9"/>
    <w:rsid w:val="00757F7B"/>
    <w:rsid w:val="0076003D"/>
    <w:rsid w:val="0076083E"/>
    <w:rsid w:val="0076119C"/>
    <w:rsid w:val="007613F9"/>
    <w:rsid w:val="007618F0"/>
    <w:rsid w:val="007619DD"/>
    <w:rsid w:val="00761B73"/>
    <w:rsid w:val="00762100"/>
    <w:rsid w:val="0076224C"/>
    <w:rsid w:val="007623A8"/>
    <w:rsid w:val="0076241B"/>
    <w:rsid w:val="0076260B"/>
    <w:rsid w:val="00762AF1"/>
    <w:rsid w:val="00762E78"/>
    <w:rsid w:val="00762FC6"/>
    <w:rsid w:val="007630CD"/>
    <w:rsid w:val="00763292"/>
    <w:rsid w:val="0076396A"/>
    <w:rsid w:val="007639E1"/>
    <w:rsid w:val="00763F17"/>
    <w:rsid w:val="00763F79"/>
    <w:rsid w:val="00764150"/>
    <w:rsid w:val="00765569"/>
    <w:rsid w:val="007655C4"/>
    <w:rsid w:val="00765702"/>
    <w:rsid w:val="007658E4"/>
    <w:rsid w:val="00765AB0"/>
    <w:rsid w:val="00765CDF"/>
    <w:rsid w:val="00765DD1"/>
    <w:rsid w:val="007661ED"/>
    <w:rsid w:val="00766462"/>
    <w:rsid w:val="00766A28"/>
    <w:rsid w:val="00766A9E"/>
    <w:rsid w:val="00766AD1"/>
    <w:rsid w:val="00766D46"/>
    <w:rsid w:val="00766E02"/>
    <w:rsid w:val="0076710F"/>
    <w:rsid w:val="00767242"/>
    <w:rsid w:val="0076726E"/>
    <w:rsid w:val="00767519"/>
    <w:rsid w:val="00767AEB"/>
    <w:rsid w:val="00767B66"/>
    <w:rsid w:val="00767B89"/>
    <w:rsid w:val="0077017D"/>
    <w:rsid w:val="007704E9"/>
    <w:rsid w:val="007707D2"/>
    <w:rsid w:val="00770A8D"/>
    <w:rsid w:val="00770CE2"/>
    <w:rsid w:val="00770FC6"/>
    <w:rsid w:val="00771C60"/>
    <w:rsid w:val="00771D5D"/>
    <w:rsid w:val="00771D6B"/>
    <w:rsid w:val="00771DE7"/>
    <w:rsid w:val="00771EDC"/>
    <w:rsid w:val="00772146"/>
    <w:rsid w:val="007722CF"/>
    <w:rsid w:val="00772341"/>
    <w:rsid w:val="0077243E"/>
    <w:rsid w:val="007725B7"/>
    <w:rsid w:val="00772655"/>
    <w:rsid w:val="00772657"/>
    <w:rsid w:val="00772AF2"/>
    <w:rsid w:val="00772BAF"/>
    <w:rsid w:val="00772D63"/>
    <w:rsid w:val="00772E32"/>
    <w:rsid w:val="00772F45"/>
    <w:rsid w:val="007732A4"/>
    <w:rsid w:val="007734C5"/>
    <w:rsid w:val="0077361D"/>
    <w:rsid w:val="00773668"/>
    <w:rsid w:val="00773893"/>
    <w:rsid w:val="00773D23"/>
    <w:rsid w:val="00773FE1"/>
    <w:rsid w:val="007747DC"/>
    <w:rsid w:val="007748F4"/>
    <w:rsid w:val="00774928"/>
    <w:rsid w:val="00774DD8"/>
    <w:rsid w:val="007756EA"/>
    <w:rsid w:val="00775BFA"/>
    <w:rsid w:val="00775C02"/>
    <w:rsid w:val="00775F4F"/>
    <w:rsid w:val="0077609A"/>
    <w:rsid w:val="00776103"/>
    <w:rsid w:val="00776215"/>
    <w:rsid w:val="0077627C"/>
    <w:rsid w:val="007762D2"/>
    <w:rsid w:val="0077636A"/>
    <w:rsid w:val="0077688A"/>
    <w:rsid w:val="00776B1E"/>
    <w:rsid w:val="00776B28"/>
    <w:rsid w:val="0077710C"/>
    <w:rsid w:val="007777B8"/>
    <w:rsid w:val="00777957"/>
    <w:rsid w:val="00777A4F"/>
    <w:rsid w:val="00777E74"/>
    <w:rsid w:val="0078028A"/>
    <w:rsid w:val="0078063F"/>
    <w:rsid w:val="00780795"/>
    <w:rsid w:val="0078080B"/>
    <w:rsid w:val="00780A4C"/>
    <w:rsid w:val="00780BA4"/>
    <w:rsid w:val="00780C06"/>
    <w:rsid w:val="00780F98"/>
    <w:rsid w:val="0078108F"/>
    <w:rsid w:val="007812D6"/>
    <w:rsid w:val="007818AE"/>
    <w:rsid w:val="00781BB3"/>
    <w:rsid w:val="00782038"/>
    <w:rsid w:val="00782205"/>
    <w:rsid w:val="0078223B"/>
    <w:rsid w:val="00782A62"/>
    <w:rsid w:val="00782D8B"/>
    <w:rsid w:val="00782F39"/>
    <w:rsid w:val="007832E5"/>
    <w:rsid w:val="0078330D"/>
    <w:rsid w:val="007836FD"/>
    <w:rsid w:val="00783814"/>
    <w:rsid w:val="00783A19"/>
    <w:rsid w:val="00783D6C"/>
    <w:rsid w:val="007841FF"/>
    <w:rsid w:val="00784426"/>
    <w:rsid w:val="007845C5"/>
    <w:rsid w:val="007845F4"/>
    <w:rsid w:val="00784786"/>
    <w:rsid w:val="00784B51"/>
    <w:rsid w:val="00784B9A"/>
    <w:rsid w:val="00784BF0"/>
    <w:rsid w:val="00784CA1"/>
    <w:rsid w:val="00784F3E"/>
    <w:rsid w:val="0078526C"/>
    <w:rsid w:val="00785484"/>
    <w:rsid w:val="0078571E"/>
    <w:rsid w:val="00785729"/>
    <w:rsid w:val="00785B29"/>
    <w:rsid w:val="00785B65"/>
    <w:rsid w:val="00786537"/>
    <w:rsid w:val="0078655C"/>
    <w:rsid w:val="007868E8"/>
    <w:rsid w:val="007869E3"/>
    <w:rsid w:val="00786A4D"/>
    <w:rsid w:val="00786E9A"/>
    <w:rsid w:val="00787004"/>
    <w:rsid w:val="007875A6"/>
    <w:rsid w:val="00787684"/>
    <w:rsid w:val="00787B6B"/>
    <w:rsid w:val="00787BF3"/>
    <w:rsid w:val="00787E72"/>
    <w:rsid w:val="00790503"/>
    <w:rsid w:val="0079059D"/>
    <w:rsid w:val="00790969"/>
    <w:rsid w:val="0079110C"/>
    <w:rsid w:val="0079147C"/>
    <w:rsid w:val="00791B3E"/>
    <w:rsid w:val="00791C3D"/>
    <w:rsid w:val="0079201A"/>
    <w:rsid w:val="00792476"/>
    <w:rsid w:val="0079275A"/>
    <w:rsid w:val="007929F1"/>
    <w:rsid w:val="00792B36"/>
    <w:rsid w:val="00792D29"/>
    <w:rsid w:val="00793386"/>
    <w:rsid w:val="00793495"/>
    <w:rsid w:val="007936C1"/>
    <w:rsid w:val="00793738"/>
    <w:rsid w:val="007937EB"/>
    <w:rsid w:val="00793FCC"/>
    <w:rsid w:val="007941B0"/>
    <w:rsid w:val="00794350"/>
    <w:rsid w:val="00794388"/>
    <w:rsid w:val="007947A0"/>
    <w:rsid w:val="007947BA"/>
    <w:rsid w:val="00794A1B"/>
    <w:rsid w:val="00794C0D"/>
    <w:rsid w:val="00794CBD"/>
    <w:rsid w:val="00794F84"/>
    <w:rsid w:val="007952A8"/>
    <w:rsid w:val="00795B51"/>
    <w:rsid w:val="00795D77"/>
    <w:rsid w:val="00795E7A"/>
    <w:rsid w:val="0079644F"/>
    <w:rsid w:val="00796514"/>
    <w:rsid w:val="007966D4"/>
    <w:rsid w:val="0079684C"/>
    <w:rsid w:val="00796929"/>
    <w:rsid w:val="00796C7F"/>
    <w:rsid w:val="00796D17"/>
    <w:rsid w:val="00797740"/>
    <w:rsid w:val="007A00E6"/>
    <w:rsid w:val="007A056A"/>
    <w:rsid w:val="007A05CB"/>
    <w:rsid w:val="007A06A8"/>
    <w:rsid w:val="007A0777"/>
    <w:rsid w:val="007A077F"/>
    <w:rsid w:val="007A0B31"/>
    <w:rsid w:val="007A0C58"/>
    <w:rsid w:val="007A0C92"/>
    <w:rsid w:val="007A0ECC"/>
    <w:rsid w:val="007A1714"/>
    <w:rsid w:val="007A1A13"/>
    <w:rsid w:val="007A2027"/>
    <w:rsid w:val="007A21BB"/>
    <w:rsid w:val="007A2422"/>
    <w:rsid w:val="007A2512"/>
    <w:rsid w:val="007A327A"/>
    <w:rsid w:val="007A345A"/>
    <w:rsid w:val="007A3ABD"/>
    <w:rsid w:val="007A3AD8"/>
    <w:rsid w:val="007A3BB7"/>
    <w:rsid w:val="007A3FF4"/>
    <w:rsid w:val="007A433C"/>
    <w:rsid w:val="007A4540"/>
    <w:rsid w:val="007A48DE"/>
    <w:rsid w:val="007A4ECA"/>
    <w:rsid w:val="007A4ECD"/>
    <w:rsid w:val="007A53E7"/>
    <w:rsid w:val="007A5672"/>
    <w:rsid w:val="007A56CA"/>
    <w:rsid w:val="007A592A"/>
    <w:rsid w:val="007A5999"/>
    <w:rsid w:val="007A5C12"/>
    <w:rsid w:val="007A5DDD"/>
    <w:rsid w:val="007A5DF2"/>
    <w:rsid w:val="007A5F49"/>
    <w:rsid w:val="007A5FD3"/>
    <w:rsid w:val="007A6CEA"/>
    <w:rsid w:val="007A6FE2"/>
    <w:rsid w:val="007A7223"/>
    <w:rsid w:val="007A775F"/>
    <w:rsid w:val="007A7F61"/>
    <w:rsid w:val="007B0437"/>
    <w:rsid w:val="007B0A66"/>
    <w:rsid w:val="007B0A90"/>
    <w:rsid w:val="007B0B94"/>
    <w:rsid w:val="007B0D79"/>
    <w:rsid w:val="007B15B3"/>
    <w:rsid w:val="007B18D5"/>
    <w:rsid w:val="007B1A70"/>
    <w:rsid w:val="007B1F74"/>
    <w:rsid w:val="007B204D"/>
    <w:rsid w:val="007B2446"/>
    <w:rsid w:val="007B2524"/>
    <w:rsid w:val="007B2599"/>
    <w:rsid w:val="007B2770"/>
    <w:rsid w:val="007B2800"/>
    <w:rsid w:val="007B2E81"/>
    <w:rsid w:val="007B3094"/>
    <w:rsid w:val="007B3305"/>
    <w:rsid w:val="007B36E4"/>
    <w:rsid w:val="007B3D4F"/>
    <w:rsid w:val="007B3F98"/>
    <w:rsid w:val="007B4161"/>
    <w:rsid w:val="007B46E9"/>
    <w:rsid w:val="007B47A5"/>
    <w:rsid w:val="007B556A"/>
    <w:rsid w:val="007B5C18"/>
    <w:rsid w:val="007B5F48"/>
    <w:rsid w:val="007B5FD8"/>
    <w:rsid w:val="007B6E10"/>
    <w:rsid w:val="007B6E7D"/>
    <w:rsid w:val="007B700D"/>
    <w:rsid w:val="007B772A"/>
    <w:rsid w:val="007B7AA4"/>
    <w:rsid w:val="007B7CC0"/>
    <w:rsid w:val="007B7DFF"/>
    <w:rsid w:val="007C00F6"/>
    <w:rsid w:val="007C0407"/>
    <w:rsid w:val="007C06AE"/>
    <w:rsid w:val="007C07C7"/>
    <w:rsid w:val="007C09AA"/>
    <w:rsid w:val="007C1423"/>
    <w:rsid w:val="007C176E"/>
    <w:rsid w:val="007C17A7"/>
    <w:rsid w:val="007C18E7"/>
    <w:rsid w:val="007C1AA6"/>
    <w:rsid w:val="007C28CB"/>
    <w:rsid w:val="007C2ADB"/>
    <w:rsid w:val="007C2F2F"/>
    <w:rsid w:val="007C3110"/>
    <w:rsid w:val="007C3234"/>
    <w:rsid w:val="007C34D0"/>
    <w:rsid w:val="007C36A9"/>
    <w:rsid w:val="007C37B2"/>
    <w:rsid w:val="007C3B01"/>
    <w:rsid w:val="007C3D44"/>
    <w:rsid w:val="007C3EEE"/>
    <w:rsid w:val="007C3F59"/>
    <w:rsid w:val="007C404B"/>
    <w:rsid w:val="007C41C5"/>
    <w:rsid w:val="007C444F"/>
    <w:rsid w:val="007C4603"/>
    <w:rsid w:val="007C4884"/>
    <w:rsid w:val="007C4A34"/>
    <w:rsid w:val="007C4B7B"/>
    <w:rsid w:val="007C54F1"/>
    <w:rsid w:val="007C56D6"/>
    <w:rsid w:val="007C5ACD"/>
    <w:rsid w:val="007C5B2B"/>
    <w:rsid w:val="007C5F07"/>
    <w:rsid w:val="007C6264"/>
    <w:rsid w:val="007C62D4"/>
    <w:rsid w:val="007C6324"/>
    <w:rsid w:val="007C642F"/>
    <w:rsid w:val="007C685A"/>
    <w:rsid w:val="007C69A3"/>
    <w:rsid w:val="007C6ACE"/>
    <w:rsid w:val="007C6F37"/>
    <w:rsid w:val="007C7182"/>
    <w:rsid w:val="007C7506"/>
    <w:rsid w:val="007C77FC"/>
    <w:rsid w:val="007C7F21"/>
    <w:rsid w:val="007C7F3E"/>
    <w:rsid w:val="007C7F97"/>
    <w:rsid w:val="007D002B"/>
    <w:rsid w:val="007D00A4"/>
    <w:rsid w:val="007D05D0"/>
    <w:rsid w:val="007D0A79"/>
    <w:rsid w:val="007D0BD1"/>
    <w:rsid w:val="007D1377"/>
    <w:rsid w:val="007D186D"/>
    <w:rsid w:val="007D1891"/>
    <w:rsid w:val="007D1AA7"/>
    <w:rsid w:val="007D1C1B"/>
    <w:rsid w:val="007D38DC"/>
    <w:rsid w:val="007D38DE"/>
    <w:rsid w:val="007D3C44"/>
    <w:rsid w:val="007D3ED3"/>
    <w:rsid w:val="007D40DD"/>
    <w:rsid w:val="007D40ED"/>
    <w:rsid w:val="007D4112"/>
    <w:rsid w:val="007D4483"/>
    <w:rsid w:val="007D4801"/>
    <w:rsid w:val="007D489B"/>
    <w:rsid w:val="007D49A9"/>
    <w:rsid w:val="007D4A12"/>
    <w:rsid w:val="007D4B2A"/>
    <w:rsid w:val="007D4DDB"/>
    <w:rsid w:val="007D4F08"/>
    <w:rsid w:val="007D520C"/>
    <w:rsid w:val="007D56FC"/>
    <w:rsid w:val="007D5C90"/>
    <w:rsid w:val="007D5D3C"/>
    <w:rsid w:val="007D64C3"/>
    <w:rsid w:val="007D64F1"/>
    <w:rsid w:val="007D65BD"/>
    <w:rsid w:val="007D68D9"/>
    <w:rsid w:val="007D6E32"/>
    <w:rsid w:val="007D6E95"/>
    <w:rsid w:val="007D6F57"/>
    <w:rsid w:val="007D6F98"/>
    <w:rsid w:val="007D747C"/>
    <w:rsid w:val="007D74AE"/>
    <w:rsid w:val="007D7A1C"/>
    <w:rsid w:val="007D7D6F"/>
    <w:rsid w:val="007D7E64"/>
    <w:rsid w:val="007D7E78"/>
    <w:rsid w:val="007E015D"/>
    <w:rsid w:val="007E038A"/>
    <w:rsid w:val="007E048E"/>
    <w:rsid w:val="007E0588"/>
    <w:rsid w:val="007E07C8"/>
    <w:rsid w:val="007E09D7"/>
    <w:rsid w:val="007E0AEB"/>
    <w:rsid w:val="007E0B8B"/>
    <w:rsid w:val="007E0CB5"/>
    <w:rsid w:val="007E0F05"/>
    <w:rsid w:val="007E0FB8"/>
    <w:rsid w:val="007E10CB"/>
    <w:rsid w:val="007E1241"/>
    <w:rsid w:val="007E141A"/>
    <w:rsid w:val="007E15F4"/>
    <w:rsid w:val="007E169B"/>
    <w:rsid w:val="007E1864"/>
    <w:rsid w:val="007E1A27"/>
    <w:rsid w:val="007E1B0A"/>
    <w:rsid w:val="007E2344"/>
    <w:rsid w:val="007E2466"/>
    <w:rsid w:val="007E24BB"/>
    <w:rsid w:val="007E2983"/>
    <w:rsid w:val="007E2A53"/>
    <w:rsid w:val="007E2B6A"/>
    <w:rsid w:val="007E2D53"/>
    <w:rsid w:val="007E2F89"/>
    <w:rsid w:val="007E3077"/>
    <w:rsid w:val="007E3410"/>
    <w:rsid w:val="007E3462"/>
    <w:rsid w:val="007E3589"/>
    <w:rsid w:val="007E38BD"/>
    <w:rsid w:val="007E3BB9"/>
    <w:rsid w:val="007E3C97"/>
    <w:rsid w:val="007E3FE7"/>
    <w:rsid w:val="007E430B"/>
    <w:rsid w:val="007E4398"/>
    <w:rsid w:val="007E43CE"/>
    <w:rsid w:val="007E4A55"/>
    <w:rsid w:val="007E4B1E"/>
    <w:rsid w:val="007E4B70"/>
    <w:rsid w:val="007E4C30"/>
    <w:rsid w:val="007E4C79"/>
    <w:rsid w:val="007E4C99"/>
    <w:rsid w:val="007E4DEA"/>
    <w:rsid w:val="007E5464"/>
    <w:rsid w:val="007E5F85"/>
    <w:rsid w:val="007E6093"/>
    <w:rsid w:val="007E62F9"/>
    <w:rsid w:val="007E63AD"/>
    <w:rsid w:val="007E643C"/>
    <w:rsid w:val="007E6682"/>
    <w:rsid w:val="007E66F2"/>
    <w:rsid w:val="007E6826"/>
    <w:rsid w:val="007E69A4"/>
    <w:rsid w:val="007E6A9B"/>
    <w:rsid w:val="007E722C"/>
    <w:rsid w:val="007E7277"/>
    <w:rsid w:val="007E73DA"/>
    <w:rsid w:val="007E746C"/>
    <w:rsid w:val="007E768C"/>
    <w:rsid w:val="007E7A53"/>
    <w:rsid w:val="007E7F10"/>
    <w:rsid w:val="007F0359"/>
    <w:rsid w:val="007F0395"/>
    <w:rsid w:val="007F059D"/>
    <w:rsid w:val="007F07ED"/>
    <w:rsid w:val="007F0A23"/>
    <w:rsid w:val="007F0AB3"/>
    <w:rsid w:val="007F0BE8"/>
    <w:rsid w:val="007F0C01"/>
    <w:rsid w:val="007F0C15"/>
    <w:rsid w:val="007F0FA9"/>
    <w:rsid w:val="007F0FDD"/>
    <w:rsid w:val="007F11CA"/>
    <w:rsid w:val="007F123C"/>
    <w:rsid w:val="007F1336"/>
    <w:rsid w:val="007F1396"/>
    <w:rsid w:val="007F1429"/>
    <w:rsid w:val="007F199C"/>
    <w:rsid w:val="007F19C9"/>
    <w:rsid w:val="007F1B1B"/>
    <w:rsid w:val="007F1B2C"/>
    <w:rsid w:val="007F1D30"/>
    <w:rsid w:val="007F2172"/>
    <w:rsid w:val="007F25A4"/>
    <w:rsid w:val="007F2D36"/>
    <w:rsid w:val="007F3318"/>
    <w:rsid w:val="007F3803"/>
    <w:rsid w:val="007F3AEA"/>
    <w:rsid w:val="007F3C2D"/>
    <w:rsid w:val="007F3F1E"/>
    <w:rsid w:val="007F3F4C"/>
    <w:rsid w:val="007F406C"/>
    <w:rsid w:val="007F42A2"/>
    <w:rsid w:val="007F4434"/>
    <w:rsid w:val="007F4642"/>
    <w:rsid w:val="007F49FD"/>
    <w:rsid w:val="007F4EAB"/>
    <w:rsid w:val="007F502F"/>
    <w:rsid w:val="007F505C"/>
    <w:rsid w:val="007F54A6"/>
    <w:rsid w:val="007F5600"/>
    <w:rsid w:val="007F577A"/>
    <w:rsid w:val="007F5A8D"/>
    <w:rsid w:val="007F5D46"/>
    <w:rsid w:val="007F6430"/>
    <w:rsid w:val="007F6854"/>
    <w:rsid w:val="007F6E43"/>
    <w:rsid w:val="007F73B3"/>
    <w:rsid w:val="007F75C0"/>
    <w:rsid w:val="007F7682"/>
    <w:rsid w:val="007F77C2"/>
    <w:rsid w:val="007F7D42"/>
    <w:rsid w:val="007F7F09"/>
    <w:rsid w:val="007F7F46"/>
    <w:rsid w:val="0080015D"/>
    <w:rsid w:val="00800A91"/>
    <w:rsid w:val="008012A1"/>
    <w:rsid w:val="00801340"/>
    <w:rsid w:val="00801502"/>
    <w:rsid w:val="008017A3"/>
    <w:rsid w:val="008018E4"/>
    <w:rsid w:val="00801BE2"/>
    <w:rsid w:val="00802336"/>
    <w:rsid w:val="008024A3"/>
    <w:rsid w:val="0080281E"/>
    <w:rsid w:val="00802934"/>
    <w:rsid w:val="00802970"/>
    <w:rsid w:val="0080301B"/>
    <w:rsid w:val="00803098"/>
    <w:rsid w:val="0080346E"/>
    <w:rsid w:val="00803498"/>
    <w:rsid w:val="008035CE"/>
    <w:rsid w:val="00804349"/>
    <w:rsid w:val="00804358"/>
    <w:rsid w:val="00804362"/>
    <w:rsid w:val="00804693"/>
    <w:rsid w:val="00804A89"/>
    <w:rsid w:val="00804C35"/>
    <w:rsid w:val="0080555B"/>
    <w:rsid w:val="00805768"/>
    <w:rsid w:val="0080583B"/>
    <w:rsid w:val="008063D6"/>
    <w:rsid w:val="00806951"/>
    <w:rsid w:val="008069DA"/>
    <w:rsid w:val="00806A78"/>
    <w:rsid w:val="00806C63"/>
    <w:rsid w:val="00806F89"/>
    <w:rsid w:val="008074CE"/>
    <w:rsid w:val="0080764A"/>
    <w:rsid w:val="00807A48"/>
    <w:rsid w:val="00807B32"/>
    <w:rsid w:val="00810625"/>
    <w:rsid w:val="00810738"/>
    <w:rsid w:val="00810891"/>
    <w:rsid w:val="00810898"/>
    <w:rsid w:val="00810AFD"/>
    <w:rsid w:val="00811286"/>
    <w:rsid w:val="00811410"/>
    <w:rsid w:val="0081161B"/>
    <w:rsid w:val="0081173F"/>
    <w:rsid w:val="00811ABA"/>
    <w:rsid w:val="00811AD1"/>
    <w:rsid w:val="00811B1A"/>
    <w:rsid w:val="00811D99"/>
    <w:rsid w:val="00811E08"/>
    <w:rsid w:val="00811F13"/>
    <w:rsid w:val="00812070"/>
    <w:rsid w:val="00812072"/>
    <w:rsid w:val="008120FD"/>
    <w:rsid w:val="008122B6"/>
    <w:rsid w:val="008124DD"/>
    <w:rsid w:val="00812727"/>
    <w:rsid w:val="00812BB8"/>
    <w:rsid w:val="00812CC8"/>
    <w:rsid w:val="00812DCC"/>
    <w:rsid w:val="00812EE3"/>
    <w:rsid w:val="00813108"/>
    <w:rsid w:val="0081327A"/>
    <w:rsid w:val="0081387C"/>
    <w:rsid w:val="00813AC4"/>
    <w:rsid w:val="00813CF0"/>
    <w:rsid w:val="00813F1D"/>
    <w:rsid w:val="00813FEA"/>
    <w:rsid w:val="00814030"/>
    <w:rsid w:val="00814138"/>
    <w:rsid w:val="00814139"/>
    <w:rsid w:val="00814343"/>
    <w:rsid w:val="008145FA"/>
    <w:rsid w:val="00814F8E"/>
    <w:rsid w:val="00815C41"/>
    <w:rsid w:val="00815CA7"/>
    <w:rsid w:val="0081616A"/>
    <w:rsid w:val="0081640A"/>
    <w:rsid w:val="008165FB"/>
    <w:rsid w:val="00816C34"/>
    <w:rsid w:val="00816C87"/>
    <w:rsid w:val="00816CFB"/>
    <w:rsid w:val="00816D27"/>
    <w:rsid w:val="008173C8"/>
    <w:rsid w:val="00817506"/>
    <w:rsid w:val="00820056"/>
    <w:rsid w:val="0082014B"/>
    <w:rsid w:val="00820175"/>
    <w:rsid w:val="0082035B"/>
    <w:rsid w:val="008203DC"/>
    <w:rsid w:val="00820418"/>
    <w:rsid w:val="00820592"/>
    <w:rsid w:val="008207B9"/>
    <w:rsid w:val="008208AD"/>
    <w:rsid w:val="008208EB"/>
    <w:rsid w:val="008208F4"/>
    <w:rsid w:val="00820B22"/>
    <w:rsid w:val="00820F0F"/>
    <w:rsid w:val="00820FEF"/>
    <w:rsid w:val="0082114E"/>
    <w:rsid w:val="0082127A"/>
    <w:rsid w:val="008219B3"/>
    <w:rsid w:val="00821DC0"/>
    <w:rsid w:val="00821E87"/>
    <w:rsid w:val="00822097"/>
    <w:rsid w:val="008225A7"/>
    <w:rsid w:val="00822698"/>
    <w:rsid w:val="00822D90"/>
    <w:rsid w:val="00822F36"/>
    <w:rsid w:val="008230B0"/>
    <w:rsid w:val="0082331D"/>
    <w:rsid w:val="008235EE"/>
    <w:rsid w:val="0082373F"/>
    <w:rsid w:val="008238E1"/>
    <w:rsid w:val="00823A6D"/>
    <w:rsid w:val="00823BCD"/>
    <w:rsid w:val="00823CD5"/>
    <w:rsid w:val="00824266"/>
    <w:rsid w:val="00824845"/>
    <w:rsid w:val="0082494D"/>
    <w:rsid w:val="00824E47"/>
    <w:rsid w:val="00825160"/>
    <w:rsid w:val="00825205"/>
    <w:rsid w:val="0082536A"/>
    <w:rsid w:val="00825394"/>
    <w:rsid w:val="00825506"/>
    <w:rsid w:val="00825569"/>
    <w:rsid w:val="008256D0"/>
    <w:rsid w:val="00825A0C"/>
    <w:rsid w:val="00825A78"/>
    <w:rsid w:val="00825AF0"/>
    <w:rsid w:val="00825B0B"/>
    <w:rsid w:val="00825B78"/>
    <w:rsid w:val="00825E67"/>
    <w:rsid w:val="0082607B"/>
    <w:rsid w:val="0082623E"/>
    <w:rsid w:val="008262F5"/>
    <w:rsid w:val="0082638F"/>
    <w:rsid w:val="008265D2"/>
    <w:rsid w:val="00826A95"/>
    <w:rsid w:val="00826B2B"/>
    <w:rsid w:val="00827031"/>
    <w:rsid w:val="0082704A"/>
    <w:rsid w:val="008270CA"/>
    <w:rsid w:val="00827502"/>
    <w:rsid w:val="00827510"/>
    <w:rsid w:val="00827513"/>
    <w:rsid w:val="00827613"/>
    <w:rsid w:val="00827667"/>
    <w:rsid w:val="008276B0"/>
    <w:rsid w:val="0082797E"/>
    <w:rsid w:val="00827999"/>
    <w:rsid w:val="00827DF5"/>
    <w:rsid w:val="00827FD1"/>
    <w:rsid w:val="0083001C"/>
    <w:rsid w:val="0083011D"/>
    <w:rsid w:val="00830648"/>
    <w:rsid w:val="00830726"/>
    <w:rsid w:val="00830738"/>
    <w:rsid w:val="0083077D"/>
    <w:rsid w:val="0083085B"/>
    <w:rsid w:val="00830A70"/>
    <w:rsid w:val="00830CB6"/>
    <w:rsid w:val="0083129B"/>
    <w:rsid w:val="0083149C"/>
    <w:rsid w:val="00831580"/>
    <w:rsid w:val="008316B2"/>
    <w:rsid w:val="00831825"/>
    <w:rsid w:val="00831909"/>
    <w:rsid w:val="00831C3E"/>
    <w:rsid w:val="00832093"/>
    <w:rsid w:val="008320B9"/>
    <w:rsid w:val="00832204"/>
    <w:rsid w:val="0083265F"/>
    <w:rsid w:val="00832A71"/>
    <w:rsid w:val="00832EF9"/>
    <w:rsid w:val="008332AE"/>
    <w:rsid w:val="0083371B"/>
    <w:rsid w:val="008340DD"/>
    <w:rsid w:val="008343E7"/>
    <w:rsid w:val="008345C3"/>
    <w:rsid w:val="008349E8"/>
    <w:rsid w:val="00834A83"/>
    <w:rsid w:val="00834ABE"/>
    <w:rsid w:val="00834DC0"/>
    <w:rsid w:val="00834F41"/>
    <w:rsid w:val="008358CA"/>
    <w:rsid w:val="00835B73"/>
    <w:rsid w:val="00835D8D"/>
    <w:rsid w:val="00835EEA"/>
    <w:rsid w:val="0083629C"/>
    <w:rsid w:val="0083636D"/>
    <w:rsid w:val="00836399"/>
    <w:rsid w:val="00836578"/>
    <w:rsid w:val="008366B7"/>
    <w:rsid w:val="0083712C"/>
    <w:rsid w:val="008371A1"/>
    <w:rsid w:val="008374B1"/>
    <w:rsid w:val="00837B76"/>
    <w:rsid w:val="00837E5E"/>
    <w:rsid w:val="00837F6D"/>
    <w:rsid w:val="008401D5"/>
    <w:rsid w:val="00840532"/>
    <w:rsid w:val="00840980"/>
    <w:rsid w:val="00841472"/>
    <w:rsid w:val="00841603"/>
    <w:rsid w:val="0084164E"/>
    <w:rsid w:val="00841D0B"/>
    <w:rsid w:val="00841DAD"/>
    <w:rsid w:val="00842033"/>
    <w:rsid w:val="00842465"/>
    <w:rsid w:val="0084284B"/>
    <w:rsid w:val="008428E5"/>
    <w:rsid w:val="00842A94"/>
    <w:rsid w:val="00842C22"/>
    <w:rsid w:val="00842C82"/>
    <w:rsid w:val="008430F5"/>
    <w:rsid w:val="008434E0"/>
    <w:rsid w:val="0084381B"/>
    <w:rsid w:val="00843B8F"/>
    <w:rsid w:val="00843C08"/>
    <w:rsid w:val="00843D84"/>
    <w:rsid w:val="00844066"/>
    <w:rsid w:val="00844431"/>
    <w:rsid w:val="008448A1"/>
    <w:rsid w:val="00844998"/>
    <w:rsid w:val="00844D16"/>
    <w:rsid w:val="00844E00"/>
    <w:rsid w:val="00844FC8"/>
    <w:rsid w:val="00845324"/>
    <w:rsid w:val="00845575"/>
    <w:rsid w:val="00845DB5"/>
    <w:rsid w:val="008461F4"/>
    <w:rsid w:val="0084663E"/>
    <w:rsid w:val="008468B7"/>
    <w:rsid w:val="00846CEB"/>
    <w:rsid w:val="00846F0F"/>
    <w:rsid w:val="008475E2"/>
    <w:rsid w:val="00847622"/>
    <w:rsid w:val="008477CA"/>
    <w:rsid w:val="008477D9"/>
    <w:rsid w:val="0084796D"/>
    <w:rsid w:val="00847BE4"/>
    <w:rsid w:val="00847D0F"/>
    <w:rsid w:val="00847D55"/>
    <w:rsid w:val="00847D5B"/>
    <w:rsid w:val="00847DDE"/>
    <w:rsid w:val="00847EDE"/>
    <w:rsid w:val="00847FCF"/>
    <w:rsid w:val="0085015E"/>
    <w:rsid w:val="00850223"/>
    <w:rsid w:val="0085025A"/>
    <w:rsid w:val="0085034A"/>
    <w:rsid w:val="00850407"/>
    <w:rsid w:val="00850A2F"/>
    <w:rsid w:val="00850DBC"/>
    <w:rsid w:val="00851351"/>
    <w:rsid w:val="008518CF"/>
    <w:rsid w:val="00851931"/>
    <w:rsid w:val="00851C4B"/>
    <w:rsid w:val="00851D56"/>
    <w:rsid w:val="00851D9E"/>
    <w:rsid w:val="008520B9"/>
    <w:rsid w:val="0085224D"/>
    <w:rsid w:val="008524F0"/>
    <w:rsid w:val="0085294D"/>
    <w:rsid w:val="00852C35"/>
    <w:rsid w:val="00852DA2"/>
    <w:rsid w:val="00852E85"/>
    <w:rsid w:val="00852FA8"/>
    <w:rsid w:val="008535A9"/>
    <w:rsid w:val="008538A5"/>
    <w:rsid w:val="00853C76"/>
    <w:rsid w:val="00853DEC"/>
    <w:rsid w:val="0085441C"/>
    <w:rsid w:val="00854462"/>
    <w:rsid w:val="00854563"/>
    <w:rsid w:val="00854986"/>
    <w:rsid w:val="0085499D"/>
    <w:rsid w:val="00854DDF"/>
    <w:rsid w:val="00854E60"/>
    <w:rsid w:val="008550B4"/>
    <w:rsid w:val="00855332"/>
    <w:rsid w:val="008554E1"/>
    <w:rsid w:val="00855BEC"/>
    <w:rsid w:val="00855FBF"/>
    <w:rsid w:val="0085608A"/>
    <w:rsid w:val="0085649D"/>
    <w:rsid w:val="0085660E"/>
    <w:rsid w:val="0085686A"/>
    <w:rsid w:val="00856ADC"/>
    <w:rsid w:val="00856AE7"/>
    <w:rsid w:val="00856BFE"/>
    <w:rsid w:val="00856DA8"/>
    <w:rsid w:val="0085739D"/>
    <w:rsid w:val="008573BB"/>
    <w:rsid w:val="008575CF"/>
    <w:rsid w:val="0085767B"/>
    <w:rsid w:val="008578DD"/>
    <w:rsid w:val="00857C20"/>
    <w:rsid w:val="00857D03"/>
    <w:rsid w:val="0086021C"/>
    <w:rsid w:val="008604CA"/>
    <w:rsid w:val="008604E7"/>
    <w:rsid w:val="0086057E"/>
    <w:rsid w:val="00860B10"/>
    <w:rsid w:val="00860CAC"/>
    <w:rsid w:val="00861B92"/>
    <w:rsid w:val="00861DCA"/>
    <w:rsid w:val="00861DDB"/>
    <w:rsid w:val="00861E89"/>
    <w:rsid w:val="00862096"/>
    <w:rsid w:val="008621E5"/>
    <w:rsid w:val="0086249C"/>
    <w:rsid w:val="008626EA"/>
    <w:rsid w:val="00862ABA"/>
    <w:rsid w:val="00862E2A"/>
    <w:rsid w:val="00862F4F"/>
    <w:rsid w:val="00862F74"/>
    <w:rsid w:val="008632B6"/>
    <w:rsid w:val="00863471"/>
    <w:rsid w:val="00863553"/>
    <w:rsid w:val="008635FB"/>
    <w:rsid w:val="0086370B"/>
    <w:rsid w:val="00863A51"/>
    <w:rsid w:val="00863B01"/>
    <w:rsid w:val="00863E2E"/>
    <w:rsid w:val="00863ECD"/>
    <w:rsid w:val="00863F30"/>
    <w:rsid w:val="008644D5"/>
    <w:rsid w:val="0086497C"/>
    <w:rsid w:val="00864E02"/>
    <w:rsid w:val="00865052"/>
    <w:rsid w:val="008652F7"/>
    <w:rsid w:val="008654D4"/>
    <w:rsid w:val="00865685"/>
    <w:rsid w:val="008657F6"/>
    <w:rsid w:val="00865962"/>
    <w:rsid w:val="008659B7"/>
    <w:rsid w:val="00865D87"/>
    <w:rsid w:val="00865F97"/>
    <w:rsid w:val="00865FE3"/>
    <w:rsid w:val="0086683F"/>
    <w:rsid w:val="00866A27"/>
    <w:rsid w:val="00866AE2"/>
    <w:rsid w:val="00866CF1"/>
    <w:rsid w:val="0086719C"/>
    <w:rsid w:val="00867760"/>
    <w:rsid w:val="008678B9"/>
    <w:rsid w:val="0087035A"/>
    <w:rsid w:val="008706D0"/>
    <w:rsid w:val="0087070B"/>
    <w:rsid w:val="00870B25"/>
    <w:rsid w:val="00870EEC"/>
    <w:rsid w:val="0087103C"/>
    <w:rsid w:val="00871278"/>
    <w:rsid w:val="0087162B"/>
    <w:rsid w:val="008717AD"/>
    <w:rsid w:val="00871A8B"/>
    <w:rsid w:val="00871B92"/>
    <w:rsid w:val="00871CD0"/>
    <w:rsid w:val="008724FA"/>
    <w:rsid w:val="008727FA"/>
    <w:rsid w:val="00872B3F"/>
    <w:rsid w:val="00872D50"/>
    <w:rsid w:val="00872EB3"/>
    <w:rsid w:val="00872FCB"/>
    <w:rsid w:val="00873147"/>
    <w:rsid w:val="0087339E"/>
    <w:rsid w:val="0087353B"/>
    <w:rsid w:val="0087363C"/>
    <w:rsid w:val="00873691"/>
    <w:rsid w:val="00873CB4"/>
    <w:rsid w:val="00873DD0"/>
    <w:rsid w:val="00873F5B"/>
    <w:rsid w:val="00873F61"/>
    <w:rsid w:val="0087434D"/>
    <w:rsid w:val="00874CF7"/>
    <w:rsid w:val="00874E15"/>
    <w:rsid w:val="00875296"/>
    <w:rsid w:val="008754D8"/>
    <w:rsid w:val="008756E4"/>
    <w:rsid w:val="008757B7"/>
    <w:rsid w:val="00875842"/>
    <w:rsid w:val="00876121"/>
    <w:rsid w:val="00876234"/>
    <w:rsid w:val="008762A5"/>
    <w:rsid w:val="00876422"/>
    <w:rsid w:val="008764D1"/>
    <w:rsid w:val="00876EEC"/>
    <w:rsid w:val="00876F2A"/>
    <w:rsid w:val="008770ED"/>
    <w:rsid w:val="0087732A"/>
    <w:rsid w:val="0087755A"/>
    <w:rsid w:val="0088014B"/>
    <w:rsid w:val="0088024A"/>
    <w:rsid w:val="00880348"/>
    <w:rsid w:val="00880526"/>
    <w:rsid w:val="0088063F"/>
    <w:rsid w:val="00880D02"/>
    <w:rsid w:val="0088156D"/>
    <w:rsid w:val="0088164F"/>
    <w:rsid w:val="0088182B"/>
    <w:rsid w:val="00881ACE"/>
    <w:rsid w:val="00881DFA"/>
    <w:rsid w:val="008820D2"/>
    <w:rsid w:val="00882120"/>
    <w:rsid w:val="00882B35"/>
    <w:rsid w:val="00882BE5"/>
    <w:rsid w:val="00882D10"/>
    <w:rsid w:val="00882FCD"/>
    <w:rsid w:val="00883C0A"/>
    <w:rsid w:val="00884167"/>
    <w:rsid w:val="008842E6"/>
    <w:rsid w:val="00884540"/>
    <w:rsid w:val="008847DF"/>
    <w:rsid w:val="00884935"/>
    <w:rsid w:val="00884A45"/>
    <w:rsid w:val="00884A6E"/>
    <w:rsid w:val="00884B01"/>
    <w:rsid w:val="00884B9A"/>
    <w:rsid w:val="00884FBD"/>
    <w:rsid w:val="008850DA"/>
    <w:rsid w:val="00885165"/>
    <w:rsid w:val="00885172"/>
    <w:rsid w:val="00885248"/>
    <w:rsid w:val="008852C5"/>
    <w:rsid w:val="00885478"/>
    <w:rsid w:val="008855B1"/>
    <w:rsid w:val="00885718"/>
    <w:rsid w:val="008858D9"/>
    <w:rsid w:val="00885A41"/>
    <w:rsid w:val="00885A89"/>
    <w:rsid w:val="00885B27"/>
    <w:rsid w:val="00885CB4"/>
    <w:rsid w:val="00885D0A"/>
    <w:rsid w:val="00885D91"/>
    <w:rsid w:val="0088610A"/>
    <w:rsid w:val="0088650D"/>
    <w:rsid w:val="00886588"/>
    <w:rsid w:val="00886C18"/>
    <w:rsid w:val="00886ED0"/>
    <w:rsid w:val="00886F35"/>
    <w:rsid w:val="0088713B"/>
    <w:rsid w:val="008871C8"/>
    <w:rsid w:val="008872CD"/>
    <w:rsid w:val="00887B82"/>
    <w:rsid w:val="00887BF2"/>
    <w:rsid w:val="0089007E"/>
    <w:rsid w:val="008901B4"/>
    <w:rsid w:val="00890382"/>
    <w:rsid w:val="0089038C"/>
    <w:rsid w:val="00890477"/>
    <w:rsid w:val="008909EE"/>
    <w:rsid w:val="00890A6D"/>
    <w:rsid w:val="00891425"/>
    <w:rsid w:val="00891589"/>
    <w:rsid w:val="00891887"/>
    <w:rsid w:val="008919BC"/>
    <w:rsid w:val="00891A02"/>
    <w:rsid w:val="00891F26"/>
    <w:rsid w:val="008923EC"/>
    <w:rsid w:val="00892426"/>
    <w:rsid w:val="008924A7"/>
    <w:rsid w:val="008924C9"/>
    <w:rsid w:val="008926CE"/>
    <w:rsid w:val="00892947"/>
    <w:rsid w:val="00892993"/>
    <w:rsid w:val="00892A6F"/>
    <w:rsid w:val="00892C99"/>
    <w:rsid w:val="00893011"/>
    <w:rsid w:val="0089302E"/>
    <w:rsid w:val="00893D94"/>
    <w:rsid w:val="00893D9A"/>
    <w:rsid w:val="00893EBA"/>
    <w:rsid w:val="0089446C"/>
    <w:rsid w:val="008946E9"/>
    <w:rsid w:val="008950A4"/>
    <w:rsid w:val="008954C2"/>
    <w:rsid w:val="008956FD"/>
    <w:rsid w:val="00895B78"/>
    <w:rsid w:val="00895E53"/>
    <w:rsid w:val="00895E5E"/>
    <w:rsid w:val="00896192"/>
    <w:rsid w:val="008961C6"/>
    <w:rsid w:val="00896259"/>
    <w:rsid w:val="00896572"/>
    <w:rsid w:val="00896799"/>
    <w:rsid w:val="008967EB"/>
    <w:rsid w:val="0089682B"/>
    <w:rsid w:val="00896AA1"/>
    <w:rsid w:val="00897097"/>
    <w:rsid w:val="008970FF"/>
    <w:rsid w:val="0089716E"/>
    <w:rsid w:val="0089719B"/>
    <w:rsid w:val="008971F4"/>
    <w:rsid w:val="00897313"/>
    <w:rsid w:val="0089732C"/>
    <w:rsid w:val="008978FB"/>
    <w:rsid w:val="008979B6"/>
    <w:rsid w:val="00897F5B"/>
    <w:rsid w:val="00897FEC"/>
    <w:rsid w:val="008A02A4"/>
    <w:rsid w:val="008A02DE"/>
    <w:rsid w:val="008A0356"/>
    <w:rsid w:val="008A05E3"/>
    <w:rsid w:val="008A0EA4"/>
    <w:rsid w:val="008A161B"/>
    <w:rsid w:val="008A1929"/>
    <w:rsid w:val="008A1D4D"/>
    <w:rsid w:val="008A1E88"/>
    <w:rsid w:val="008A1EA7"/>
    <w:rsid w:val="008A21A1"/>
    <w:rsid w:val="008A21B7"/>
    <w:rsid w:val="008A258E"/>
    <w:rsid w:val="008A25C7"/>
    <w:rsid w:val="008A275A"/>
    <w:rsid w:val="008A282C"/>
    <w:rsid w:val="008A2E15"/>
    <w:rsid w:val="008A318F"/>
    <w:rsid w:val="008A3314"/>
    <w:rsid w:val="008A348E"/>
    <w:rsid w:val="008A3563"/>
    <w:rsid w:val="008A3626"/>
    <w:rsid w:val="008A3972"/>
    <w:rsid w:val="008A39C2"/>
    <w:rsid w:val="008A39C7"/>
    <w:rsid w:val="008A3A6C"/>
    <w:rsid w:val="008A3F12"/>
    <w:rsid w:val="008A40C5"/>
    <w:rsid w:val="008A4604"/>
    <w:rsid w:val="008A4658"/>
    <w:rsid w:val="008A4AB2"/>
    <w:rsid w:val="008A4F84"/>
    <w:rsid w:val="008A52B1"/>
    <w:rsid w:val="008A554C"/>
    <w:rsid w:val="008A58D6"/>
    <w:rsid w:val="008A5A86"/>
    <w:rsid w:val="008A5B4E"/>
    <w:rsid w:val="008A6091"/>
    <w:rsid w:val="008A60BB"/>
    <w:rsid w:val="008A667C"/>
    <w:rsid w:val="008A66F9"/>
    <w:rsid w:val="008A7617"/>
    <w:rsid w:val="008A7953"/>
    <w:rsid w:val="008A7995"/>
    <w:rsid w:val="008A7BD7"/>
    <w:rsid w:val="008A7C9F"/>
    <w:rsid w:val="008A7E92"/>
    <w:rsid w:val="008A7EB5"/>
    <w:rsid w:val="008B0273"/>
    <w:rsid w:val="008B0300"/>
    <w:rsid w:val="008B0854"/>
    <w:rsid w:val="008B089E"/>
    <w:rsid w:val="008B0B91"/>
    <w:rsid w:val="008B0F65"/>
    <w:rsid w:val="008B1108"/>
    <w:rsid w:val="008B194D"/>
    <w:rsid w:val="008B19B3"/>
    <w:rsid w:val="008B1AAB"/>
    <w:rsid w:val="008B2113"/>
    <w:rsid w:val="008B2130"/>
    <w:rsid w:val="008B2724"/>
    <w:rsid w:val="008B2D85"/>
    <w:rsid w:val="008B2E83"/>
    <w:rsid w:val="008B3084"/>
    <w:rsid w:val="008B31C2"/>
    <w:rsid w:val="008B330E"/>
    <w:rsid w:val="008B35A1"/>
    <w:rsid w:val="008B37C9"/>
    <w:rsid w:val="008B3868"/>
    <w:rsid w:val="008B3ABE"/>
    <w:rsid w:val="008B3E67"/>
    <w:rsid w:val="008B4225"/>
    <w:rsid w:val="008B422D"/>
    <w:rsid w:val="008B43B4"/>
    <w:rsid w:val="008B4921"/>
    <w:rsid w:val="008B4F31"/>
    <w:rsid w:val="008B50C3"/>
    <w:rsid w:val="008B5381"/>
    <w:rsid w:val="008B5957"/>
    <w:rsid w:val="008B5AF0"/>
    <w:rsid w:val="008B5CA4"/>
    <w:rsid w:val="008B64C4"/>
    <w:rsid w:val="008B65EC"/>
    <w:rsid w:val="008B6719"/>
    <w:rsid w:val="008B68A1"/>
    <w:rsid w:val="008B68D4"/>
    <w:rsid w:val="008B6B6C"/>
    <w:rsid w:val="008B6EF7"/>
    <w:rsid w:val="008B700C"/>
    <w:rsid w:val="008B75A2"/>
    <w:rsid w:val="008B7A85"/>
    <w:rsid w:val="008C003E"/>
    <w:rsid w:val="008C014C"/>
    <w:rsid w:val="008C07C9"/>
    <w:rsid w:val="008C07CF"/>
    <w:rsid w:val="008C1B2A"/>
    <w:rsid w:val="008C1C08"/>
    <w:rsid w:val="008C214A"/>
    <w:rsid w:val="008C229A"/>
    <w:rsid w:val="008C231A"/>
    <w:rsid w:val="008C26EF"/>
    <w:rsid w:val="008C287C"/>
    <w:rsid w:val="008C2B40"/>
    <w:rsid w:val="008C2C71"/>
    <w:rsid w:val="008C2CB9"/>
    <w:rsid w:val="008C2D44"/>
    <w:rsid w:val="008C3662"/>
    <w:rsid w:val="008C3C5D"/>
    <w:rsid w:val="008C3DA4"/>
    <w:rsid w:val="008C4064"/>
    <w:rsid w:val="008C4212"/>
    <w:rsid w:val="008C4428"/>
    <w:rsid w:val="008C46E0"/>
    <w:rsid w:val="008C4A6B"/>
    <w:rsid w:val="008C518D"/>
    <w:rsid w:val="008C5286"/>
    <w:rsid w:val="008C569F"/>
    <w:rsid w:val="008C579F"/>
    <w:rsid w:val="008C57A5"/>
    <w:rsid w:val="008C59CB"/>
    <w:rsid w:val="008C5B07"/>
    <w:rsid w:val="008C5BF5"/>
    <w:rsid w:val="008C5C2F"/>
    <w:rsid w:val="008C5ED6"/>
    <w:rsid w:val="008C5F1C"/>
    <w:rsid w:val="008C6004"/>
    <w:rsid w:val="008C610A"/>
    <w:rsid w:val="008C611D"/>
    <w:rsid w:val="008C614E"/>
    <w:rsid w:val="008C62CB"/>
    <w:rsid w:val="008C6576"/>
    <w:rsid w:val="008C687A"/>
    <w:rsid w:val="008C7058"/>
    <w:rsid w:val="008C70E2"/>
    <w:rsid w:val="008C73B6"/>
    <w:rsid w:val="008C7575"/>
    <w:rsid w:val="008C7B16"/>
    <w:rsid w:val="008C7B85"/>
    <w:rsid w:val="008C7C1C"/>
    <w:rsid w:val="008C7DF7"/>
    <w:rsid w:val="008C7EC9"/>
    <w:rsid w:val="008D05D7"/>
    <w:rsid w:val="008D08FB"/>
    <w:rsid w:val="008D090D"/>
    <w:rsid w:val="008D0E45"/>
    <w:rsid w:val="008D1B36"/>
    <w:rsid w:val="008D20E2"/>
    <w:rsid w:val="008D241F"/>
    <w:rsid w:val="008D2763"/>
    <w:rsid w:val="008D29C6"/>
    <w:rsid w:val="008D2C41"/>
    <w:rsid w:val="008D2E81"/>
    <w:rsid w:val="008D3174"/>
    <w:rsid w:val="008D332A"/>
    <w:rsid w:val="008D3478"/>
    <w:rsid w:val="008D363F"/>
    <w:rsid w:val="008D37FB"/>
    <w:rsid w:val="008D3A8C"/>
    <w:rsid w:val="008D3CFC"/>
    <w:rsid w:val="008D47EE"/>
    <w:rsid w:val="008D47F3"/>
    <w:rsid w:val="008D4D51"/>
    <w:rsid w:val="008D5149"/>
    <w:rsid w:val="008D536C"/>
    <w:rsid w:val="008D5495"/>
    <w:rsid w:val="008D6038"/>
    <w:rsid w:val="008D6824"/>
    <w:rsid w:val="008D6A54"/>
    <w:rsid w:val="008D6F9D"/>
    <w:rsid w:val="008D7294"/>
    <w:rsid w:val="008D72FA"/>
    <w:rsid w:val="008D75D2"/>
    <w:rsid w:val="008D77EC"/>
    <w:rsid w:val="008D7938"/>
    <w:rsid w:val="008D7B8F"/>
    <w:rsid w:val="008D7C14"/>
    <w:rsid w:val="008D7EBB"/>
    <w:rsid w:val="008D7FD2"/>
    <w:rsid w:val="008E026C"/>
    <w:rsid w:val="008E031F"/>
    <w:rsid w:val="008E0339"/>
    <w:rsid w:val="008E04B3"/>
    <w:rsid w:val="008E05F1"/>
    <w:rsid w:val="008E07A8"/>
    <w:rsid w:val="008E0B0C"/>
    <w:rsid w:val="008E0D0C"/>
    <w:rsid w:val="008E0F65"/>
    <w:rsid w:val="008E0FB6"/>
    <w:rsid w:val="008E10E6"/>
    <w:rsid w:val="008E138D"/>
    <w:rsid w:val="008E16FB"/>
    <w:rsid w:val="008E1A8E"/>
    <w:rsid w:val="008E238D"/>
    <w:rsid w:val="008E25A9"/>
    <w:rsid w:val="008E2915"/>
    <w:rsid w:val="008E2AEF"/>
    <w:rsid w:val="008E2BF7"/>
    <w:rsid w:val="008E2F5B"/>
    <w:rsid w:val="008E326D"/>
    <w:rsid w:val="008E3396"/>
    <w:rsid w:val="008E34B4"/>
    <w:rsid w:val="008E3830"/>
    <w:rsid w:val="008E3A22"/>
    <w:rsid w:val="008E3A90"/>
    <w:rsid w:val="008E3B9A"/>
    <w:rsid w:val="008E403E"/>
    <w:rsid w:val="008E416D"/>
    <w:rsid w:val="008E4372"/>
    <w:rsid w:val="008E4528"/>
    <w:rsid w:val="008E5119"/>
    <w:rsid w:val="008E51DB"/>
    <w:rsid w:val="008E51EA"/>
    <w:rsid w:val="008E52C0"/>
    <w:rsid w:val="008E53C7"/>
    <w:rsid w:val="008E56D5"/>
    <w:rsid w:val="008E5ABF"/>
    <w:rsid w:val="008E5F6A"/>
    <w:rsid w:val="008E61FA"/>
    <w:rsid w:val="008E6247"/>
    <w:rsid w:val="008E691D"/>
    <w:rsid w:val="008E69E7"/>
    <w:rsid w:val="008E6A8E"/>
    <w:rsid w:val="008E6E1E"/>
    <w:rsid w:val="008E6E7F"/>
    <w:rsid w:val="008E6F5A"/>
    <w:rsid w:val="008E7170"/>
    <w:rsid w:val="008E7471"/>
    <w:rsid w:val="008E74C9"/>
    <w:rsid w:val="008E784C"/>
    <w:rsid w:val="008E7B30"/>
    <w:rsid w:val="008E7D2F"/>
    <w:rsid w:val="008E7E8F"/>
    <w:rsid w:val="008F027B"/>
    <w:rsid w:val="008F0305"/>
    <w:rsid w:val="008F04A2"/>
    <w:rsid w:val="008F0661"/>
    <w:rsid w:val="008F0CD4"/>
    <w:rsid w:val="008F0E46"/>
    <w:rsid w:val="008F0EEB"/>
    <w:rsid w:val="008F0FD6"/>
    <w:rsid w:val="008F10FE"/>
    <w:rsid w:val="008F1161"/>
    <w:rsid w:val="008F16FA"/>
    <w:rsid w:val="008F1794"/>
    <w:rsid w:val="008F17C1"/>
    <w:rsid w:val="008F1C03"/>
    <w:rsid w:val="008F1D75"/>
    <w:rsid w:val="008F1E46"/>
    <w:rsid w:val="008F20B7"/>
    <w:rsid w:val="008F25B2"/>
    <w:rsid w:val="008F25F8"/>
    <w:rsid w:val="008F2829"/>
    <w:rsid w:val="008F28EC"/>
    <w:rsid w:val="008F29A4"/>
    <w:rsid w:val="008F29CF"/>
    <w:rsid w:val="008F2C63"/>
    <w:rsid w:val="008F2D0F"/>
    <w:rsid w:val="008F2E64"/>
    <w:rsid w:val="008F2EA2"/>
    <w:rsid w:val="008F2F1E"/>
    <w:rsid w:val="008F2F7D"/>
    <w:rsid w:val="008F3119"/>
    <w:rsid w:val="008F3195"/>
    <w:rsid w:val="008F33DF"/>
    <w:rsid w:val="008F360A"/>
    <w:rsid w:val="008F365C"/>
    <w:rsid w:val="008F3660"/>
    <w:rsid w:val="008F367C"/>
    <w:rsid w:val="008F36BC"/>
    <w:rsid w:val="008F3999"/>
    <w:rsid w:val="008F3BF5"/>
    <w:rsid w:val="008F3C0E"/>
    <w:rsid w:val="008F3D03"/>
    <w:rsid w:val="008F40FF"/>
    <w:rsid w:val="008F486F"/>
    <w:rsid w:val="008F49F1"/>
    <w:rsid w:val="008F5096"/>
    <w:rsid w:val="008F56B6"/>
    <w:rsid w:val="008F5F6A"/>
    <w:rsid w:val="008F5FC2"/>
    <w:rsid w:val="008F6392"/>
    <w:rsid w:val="008F6508"/>
    <w:rsid w:val="008F6626"/>
    <w:rsid w:val="008F6AEF"/>
    <w:rsid w:val="008F6B00"/>
    <w:rsid w:val="008F7150"/>
    <w:rsid w:val="008F7217"/>
    <w:rsid w:val="008F73A9"/>
    <w:rsid w:val="008F7524"/>
    <w:rsid w:val="008F761C"/>
    <w:rsid w:val="008F7640"/>
    <w:rsid w:val="008F7BBE"/>
    <w:rsid w:val="008F7CF1"/>
    <w:rsid w:val="008F7D32"/>
    <w:rsid w:val="008F7D68"/>
    <w:rsid w:val="008F7F25"/>
    <w:rsid w:val="00900198"/>
    <w:rsid w:val="0090065E"/>
    <w:rsid w:val="00900B50"/>
    <w:rsid w:val="00900C85"/>
    <w:rsid w:val="00900FF0"/>
    <w:rsid w:val="00901050"/>
    <w:rsid w:val="009015C4"/>
    <w:rsid w:val="00901679"/>
    <w:rsid w:val="0090176B"/>
    <w:rsid w:val="009018C4"/>
    <w:rsid w:val="0090196C"/>
    <w:rsid w:val="00901C88"/>
    <w:rsid w:val="00902EC9"/>
    <w:rsid w:val="00902FB6"/>
    <w:rsid w:val="00903001"/>
    <w:rsid w:val="0090309F"/>
    <w:rsid w:val="009032D3"/>
    <w:rsid w:val="00903490"/>
    <w:rsid w:val="009035EE"/>
    <w:rsid w:val="00903622"/>
    <w:rsid w:val="00903852"/>
    <w:rsid w:val="00903F12"/>
    <w:rsid w:val="00904067"/>
    <w:rsid w:val="00904264"/>
    <w:rsid w:val="0090443F"/>
    <w:rsid w:val="009044EE"/>
    <w:rsid w:val="009045E0"/>
    <w:rsid w:val="0090475A"/>
    <w:rsid w:val="00904B4B"/>
    <w:rsid w:val="00905089"/>
    <w:rsid w:val="00905386"/>
    <w:rsid w:val="0090542C"/>
    <w:rsid w:val="00905516"/>
    <w:rsid w:val="00905710"/>
    <w:rsid w:val="0090589B"/>
    <w:rsid w:val="00905A65"/>
    <w:rsid w:val="00905AB4"/>
    <w:rsid w:val="00905C0B"/>
    <w:rsid w:val="00905CF4"/>
    <w:rsid w:val="00905ED2"/>
    <w:rsid w:val="0090661D"/>
    <w:rsid w:val="00906634"/>
    <w:rsid w:val="00906702"/>
    <w:rsid w:val="009068C4"/>
    <w:rsid w:val="00906F86"/>
    <w:rsid w:val="00906FD7"/>
    <w:rsid w:val="009077A0"/>
    <w:rsid w:val="00907B0F"/>
    <w:rsid w:val="00907F9E"/>
    <w:rsid w:val="009105B4"/>
    <w:rsid w:val="009109EB"/>
    <w:rsid w:val="00910A49"/>
    <w:rsid w:val="00910F93"/>
    <w:rsid w:val="00910FF6"/>
    <w:rsid w:val="00911014"/>
    <w:rsid w:val="00911631"/>
    <w:rsid w:val="00911840"/>
    <w:rsid w:val="00911A21"/>
    <w:rsid w:val="00911A40"/>
    <w:rsid w:val="00912172"/>
    <w:rsid w:val="0091247D"/>
    <w:rsid w:val="00912538"/>
    <w:rsid w:val="009129A1"/>
    <w:rsid w:val="00912C95"/>
    <w:rsid w:val="00912F86"/>
    <w:rsid w:val="00913139"/>
    <w:rsid w:val="0091316D"/>
    <w:rsid w:val="009131BA"/>
    <w:rsid w:val="00913440"/>
    <w:rsid w:val="00913609"/>
    <w:rsid w:val="00913653"/>
    <w:rsid w:val="009137BE"/>
    <w:rsid w:val="00913917"/>
    <w:rsid w:val="00913A16"/>
    <w:rsid w:val="00913A43"/>
    <w:rsid w:val="00913EC8"/>
    <w:rsid w:val="00913EC9"/>
    <w:rsid w:val="00913F1B"/>
    <w:rsid w:val="009147FA"/>
    <w:rsid w:val="0091486D"/>
    <w:rsid w:val="00914D4C"/>
    <w:rsid w:val="0091518D"/>
    <w:rsid w:val="009160CB"/>
    <w:rsid w:val="009162CC"/>
    <w:rsid w:val="00916412"/>
    <w:rsid w:val="00916498"/>
    <w:rsid w:val="009168D2"/>
    <w:rsid w:val="00916B6F"/>
    <w:rsid w:val="00917140"/>
    <w:rsid w:val="00917753"/>
    <w:rsid w:val="00917BF6"/>
    <w:rsid w:val="00917F45"/>
    <w:rsid w:val="00917F8B"/>
    <w:rsid w:val="009200BA"/>
    <w:rsid w:val="00920149"/>
    <w:rsid w:val="009201F4"/>
    <w:rsid w:val="00920595"/>
    <w:rsid w:val="0092063C"/>
    <w:rsid w:val="009208EA"/>
    <w:rsid w:val="00920A7A"/>
    <w:rsid w:val="00920C5D"/>
    <w:rsid w:val="00920D70"/>
    <w:rsid w:val="00920DE9"/>
    <w:rsid w:val="009211AB"/>
    <w:rsid w:val="00921461"/>
    <w:rsid w:val="00921483"/>
    <w:rsid w:val="009216AE"/>
    <w:rsid w:val="00921726"/>
    <w:rsid w:val="009217D6"/>
    <w:rsid w:val="009218A3"/>
    <w:rsid w:val="00921BBC"/>
    <w:rsid w:val="00921CAA"/>
    <w:rsid w:val="00922A4E"/>
    <w:rsid w:val="00922B5A"/>
    <w:rsid w:val="00922E99"/>
    <w:rsid w:val="00922EB7"/>
    <w:rsid w:val="009232DE"/>
    <w:rsid w:val="00923610"/>
    <w:rsid w:val="00924293"/>
    <w:rsid w:val="0092437F"/>
    <w:rsid w:val="0092456C"/>
    <w:rsid w:val="00924820"/>
    <w:rsid w:val="00924B58"/>
    <w:rsid w:val="00924F81"/>
    <w:rsid w:val="009251A1"/>
    <w:rsid w:val="00926144"/>
    <w:rsid w:val="009261C8"/>
    <w:rsid w:val="009261CD"/>
    <w:rsid w:val="00926264"/>
    <w:rsid w:val="00926281"/>
    <w:rsid w:val="0092640E"/>
    <w:rsid w:val="0092646A"/>
    <w:rsid w:val="00926580"/>
    <w:rsid w:val="009265BA"/>
    <w:rsid w:val="00926743"/>
    <w:rsid w:val="009275FC"/>
    <w:rsid w:val="00927827"/>
    <w:rsid w:val="00927CC9"/>
    <w:rsid w:val="00927EC4"/>
    <w:rsid w:val="00927F0E"/>
    <w:rsid w:val="009304E6"/>
    <w:rsid w:val="009305D3"/>
    <w:rsid w:val="0093078A"/>
    <w:rsid w:val="009308EC"/>
    <w:rsid w:val="00930AE8"/>
    <w:rsid w:val="00930BE0"/>
    <w:rsid w:val="00930CA1"/>
    <w:rsid w:val="00930FDB"/>
    <w:rsid w:val="009310BB"/>
    <w:rsid w:val="00931777"/>
    <w:rsid w:val="009318A9"/>
    <w:rsid w:val="00931967"/>
    <w:rsid w:val="00931A64"/>
    <w:rsid w:val="00931B81"/>
    <w:rsid w:val="00931E4A"/>
    <w:rsid w:val="00932B00"/>
    <w:rsid w:val="00932F91"/>
    <w:rsid w:val="00933061"/>
    <w:rsid w:val="00933099"/>
    <w:rsid w:val="009333C1"/>
    <w:rsid w:val="00933460"/>
    <w:rsid w:val="00933732"/>
    <w:rsid w:val="00933AA5"/>
    <w:rsid w:val="00933C40"/>
    <w:rsid w:val="00933CB2"/>
    <w:rsid w:val="009341C0"/>
    <w:rsid w:val="009341F8"/>
    <w:rsid w:val="00934413"/>
    <w:rsid w:val="009345EC"/>
    <w:rsid w:val="009346AC"/>
    <w:rsid w:val="0093493A"/>
    <w:rsid w:val="00934A42"/>
    <w:rsid w:val="00934C5C"/>
    <w:rsid w:val="00934FEB"/>
    <w:rsid w:val="009351E3"/>
    <w:rsid w:val="0093527C"/>
    <w:rsid w:val="009352BE"/>
    <w:rsid w:val="009352D7"/>
    <w:rsid w:val="00935999"/>
    <w:rsid w:val="00935CC8"/>
    <w:rsid w:val="00935FB0"/>
    <w:rsid w:val="0093661A"/>
    <w:rsid w:val="00936973"/>
    <w:rsid w:val="00936ABE"/>
    <w:rsid w:val="00936B09"/>
    <w:rsid w:val="00936B2B"/>
    <w:rsid w:val="00936D73"/>
    <w:rsid w:val="00936FA8"/>
    <w:rsid w:val="0093722D"/>
    <w:rsid w:val="0093723E"/>
    <w:rsid w:val="009377E2"/>
    <w:rsid w:val="00937950"/>
    <w:rsid w:val="00937A2C"/>
    <w:rsid w:val="00937A4B"/>
    <w:rsid w:val="00937ADB"/>
    <w:rsid w:val="00937BCD"/>
    <w:rsid w:val="00937FB0"/>
    <w:rsid w:val="00940496"/>
    <w:rsid w:val="009406A0"/>
    <w:rsid w:val="00940916"/>
    <w:rsid w:val="00940A5C"/>
    <w:rsid w:val="009410A2"/>
    <w:rsid w:val="00941317"/>
    <w:rsid w:val="009413A0"/>
    <w:rsid w:val="00941812"/>
    <w:rsid w:val="009418A5"/>
    <w:rsid w:val="009418B1"/>
    <w:rsid w:val="009418FF"/>
    <w:rsid w:val="00941B71"/>
    <w:rsid w:val="00942155"/>
    <w:rsid w:val="009425D4"/>
    <w:rsid w:val="009425FA"/>
    <w:rsid w:val="00943047"/>
    <w:rsid w:val="009431E6"/>
    <w:rsid w:val="009434C5"/>
    <w:rsid w:val="009436FE"/>
    <w:rsid w:val="00943911"/>
    <w:rsid w:val="00943E55"/>
    <w:rsid w:val="00944073"/>
    <w:rsid w:val="00944268"/>
    <w:rsid w:val="009445F4"/>
    <w:rsid w:val="00944745"/>
    <w:rsid w:val="009448A3"/>
    <w:rsid w:val="00944B39"/>
    <w:rsid w:val="00944F8A"/>
    <w:rsid w:val="00945728"/>
    <w:rsid w:val="00945811"/>
    <w:rsid w:val="00945A19"/>
    <w:rsid w:val="00946276"/>
    <w:rsid w:val="0094635B"/>
    <w:rsid w:val="009464B5"/>
    <w:rsid w:val="00946766"/>
    <w:rsid w:val="009469C0"/>
    <w:rsid w:val="00946D45"/>
    <w:rsid w:val="0094735D"/>
    <w:rsid w:val="00947616"/>
    <w:rsid w:val="0094781F"/>
    <w:rsid w:val="009478FF"/>
    <w:rsid w:val="0094795E"/>
    <w:rsid w:val="00947A66"/>
    <w:rsid w:val="0095028E"/>
    <w:rsid w:val="0095030E"/>
    <w:rsid w:val="00950409"/>
    <w:rsid w:val="0095078A"/>
    <w:rsid w:val="009509E7"/>
    <w:rsid w:val="00950D1E"/>
    <w:rsid w:val="00950E34"/>
    <w:rsid w:val="00950F1A"/>
    <w:rsid w:val="00950FC3"/>
    <w:rsid w:val="009512DD"/>
    <w:rsid w:val="00951459"/>
    <w:rsid w:val="00951711"/>
    <w:rsid w:val="00951F04"/>
    <w:rsid w:val="009525E8"/>
    <w:rsid w:val="00952A24"/>
    <w:rsid w:val="00952B30"/>
    <w:rsid w:val="00952B40"/>
    <w:rsid w:val="0095300C"/>
    <w:rsid w:val="009532D7"/>
    <w:rsid w:val="009534C3"/>
    <w:rsid w:val="00953CE7"/>
    <w:rsid w:val="0095427E"/>
    <w:rsid w:val="0095434B"/>
    <w:rsid w:val="00954497"/>
    <w:rsid w:val="00954574"/>
    <w:rsid w:val="00954818"/>
    <w:rsid w:val="00954A2F"/>
    <w:rsid w:val="00954E26"/>
    <w:rsid w:val="00955371"/>
    <w:rsid w:val="00955F7B"/>
    <w:rsid w:val="0095600B"/>
    <w:rsid w:val="009561F2"/>
    <w:rsid w:val="0095652B"/>
    <w:rsid w:val="00956750"/>
    <w:rsid w:val="009567BF"/>
    <w:rsid w:val="00956805"/>
    <w:rsid w:val="00956986"/>
    <w:rsid w:val="00956DD9"/>
    <w:rsid w:val="0095709F"/>
    <w:rsid w:val="00957171"/>
    <w:rsid w:val="00957529"/>
    <w:rsid w:val="009578CB"/>
    <w:rsid w:val="00957E8C"/>
    <w:rsid w:val="0096024A"/>
    <w:rsid w:val="00960576"/>
    <w:rsid w:val="0096063E"/>
    <w:rsid w:val="00960752"/>
    <w:rsid w:val="00960816"/>
    <w:rsid w:val="00961598"/>
    <w:rsid w:val="00961BE0"/>
    <w:rsid w:val="00961C35"/>
    <w:rsid w:val="00961D1A"/>
    <w:rsid w:val="00962347"/>
    <w:rsid w:val="00962557"/>
    <w:rsid w:val="00962654"/>
    <w:rsid w:val="009626E9"/>
    <w:rsid w:val="0096292C"/>
    <w:rsid w:val="00962AAF"/>
    <w:rsid w:val="00962B02"/>
    <w:rsid w:val="00962E71"/>
    <w:rsid w:val="00962F01"/>
    <w:rsid w:val="0096307D"/>
    <w:rsid w:val="0096313A"/>
    <w:rsid w:val="00963294"/>
    <w:rsid w:val="00963591"/>
    <w:rsid w:val="00963726"/>
    <w:rsid w:val="009638FC"/>
    <w:rsid w:val="00963C6B"/>
    <w:rsid w:val="009648CB"/>
    <w:rsid w:val="0096512A"/>
    <w:rsid w:val="0096523B"/>
    <w:rsid w:val="00965291"/>
    <w:rsid w:val="00965331"/>
    <w:rsid w:val="00965C20"/>
    <w:rsid w:val="00965D24"/>
    <w:rsid w:val="00965EE3"/>
    <w:rsid w:val="00965EE7"/>
    <w:rsid w:val="009660E0"/>
    <w:rsid w:val="009662C2"/>
    <w:rsid w:val="0096644F"/>
    <w:rsid w:val="00966ED5"/>
    <w:rsid w:val="00967056"/>
    <w:rsid w:val="00967065"/>
    <w:rsid w:val="00967220"/>
    <w:rsid w:val="00967279"/>
    <w:rsid w:val="009672BA"/>
    <w:rsid w:val="00967709"/>
    <w:rsid w:val="00967A5F"/>
    <w:rsid w:val="00967C86"/>
    <w:rsid w:val="00967CC5"/>
    <w:rsid w:val="00967DE1"/>
    <w:rsid w:val="00967E57"/>
    <w:rsid w:val="00967E6C"/>
    <w:rsid w:val="00970236"/>
    <w:rsid w:val="0097044F"/>
    <w:rsid w:val="00970581"/>
    <w:rsid w:val="009705D9"/>
    <w:rsid w:val="00970997"/>
    <w:rsid w:val="00970BA8"/>
    <w:rsid w:val="00970C9B"/>
    <w:rsid w:val="00970EB5"/>
    <w:rsid w:val="00971150"/>
    <w:rsid w:val="009722F9"/>
    <w:rsid w:val="0097242E"/>
    <w:rsid w:val="009735B4"/>
    <w:rsid w:val="009735F3"/>
    <w:rsid w:val="00973C62"/>
    <w:rsid w:val="0097449A"/>
    <w:rsid w:val="00974764"/>
    <w:rsid w:val="00974A43"/>
    <w:rsid w:val="00974A66"/>
    <w:rsid w:val="00975973"/>
    <w:rsid w:val="0097610A"/>
    <w:rsid w:val="00976149"/>
    <w:rsid w:val="0097632C"/>
    <w:rsid w:val="00976974"/>
    <w:rsid w:val="00976F15"/>
    <w:rsid w:val="00977155"/>
    <w:rsid w:val="0097748A"/>
    <w:rsid w:val="009774FA"/>
    <w:rsid w:val="00977F88"/>
    <w:rsid w:val="00980311"/>
    <w:rsid w:val="0098053C"/>
    <w:rsid w:val="009807B3"/>
    <w:rsid w:val="009808DD"/>
    <w:rsid w:val="0098094F"/>
    <w:rsid w:val="00980954"/>
    <w:rsid w:val="00980A03"/>
    <w:rsid w:val="00980AD9"/>
    <w:rsid w:val="00980CA5"/>
    <w:rsid w:val="00980EFC"/>
    <w:rsid w:val="00980F0B"/>
    <w:rsid w:val="00981461"/>
    <w:rsid w:val="0098162B"/>
    <w:rsid w:val="009818E0"/>
    <w:rsid w:val="009819FA"/>
    <w:rsid w:val="00981A0F"/>
    <w:rsid w:val="0098204D"/>
    <w:rsid w:val="00982665"/>
    <w:rsid w:val="00982917"/>
    <w:rsid w:val="00982A46"/>
    <w:rsid w:val="00982B6D"/>
    <w:rsid w:val="00982E36"/>
    <w:rsid w:val="00983112"/>
    <w:rsid w:val="00983410"/>
    <w:rsid w:val="00983703"/>
    <w:rsid w:val="0098371E"/>
    <w:rsid w:val="009837E5"/>
    <w:rsid w:val="00983AC0"/>
    <w:rsid w:val="00983B2C"/>
    <w:rsid w:val="00983D12"/>
    <w:rsid w:val="00983FEC"/>
    <w:rsid w:val="009840FA"/>
    <w:rsid w:val="009846A5"/>
    <w:rsid w:val="009846F7"/>
    <w:rsid w:val="00984AC9"/>
    <w:rsid w:val="00984C34"/>
    <w:rsid w:val="00984D54"/>
    <w:rsid w:val="00984EDD"/>
    <w:rsid w:val="00984FCD"/>
    <w:rsid w:val="0098574D"/>
    <w:rsid w:val="00985881"/>
    <w:rsid w:val="00985995"/>
    <w:rsid w:val="00985A2A"/>
    <w:rsid w:val="00985F04"/>
    <w:rsid w:val="00985F99"/>
    <w:rsid w:val="00986189"/>
    <w:rsid w:val="0098642C"/>
    <w:rsid w:val="00986723"/>
    <w:rsid w:val="00986802"/>
    <w:rsid w:val="0098681B"/>
    <w:rsid w:val="00986960"/>
    <w:rsid w:val="00986B23"/>
    <w:rsid w:val="00986FA7"/>
    <w:rsid w:val="0098715C"/>
    <w:rsid w:val="0098721D"/>
    <w:rsid w:val="009873A9"/>
    <w:rsid w:val="009873AB"/>
    <w:rsid w:val="009877C9"/>
    <w:rsid w:val="009878C4"/>
    <w:rsid w:val="00987A15"/>
    <w:rsid w:val="00987BB1"/>
    <w:rsid w:val="00987D56"/>
    <w:rsid w:val="00987FB3"/>
    <w:rsid w:val="00990242"/>
    <w:rsid w:val="0099035A"/>
    <w:rsid w:val="009906CC"/>
    <w:rsid w:val="0099071F"/>
    <w:rsid w:val="0099075F"/>
    <w:rsid w:val="00990999"/>
    <w:rsid w:val="009909DD"/>
    <w:rsid w:val="00990A4C"/>
    <w:rsid w:val="00990AB2"/>
    <w:rsid w:val="00990DF7"/>
    <w:rsid w:val="00990FC2"/>
    <w:rsid w:val="009911C7"/>
    <w:rsid w:val="00991309"/>
    <w:rsid w:val="00991476"/>
    <w:rsid w:val="009916B2"/>
    <w:rsid w:val="00991786"/>
    <w:rsid w:val="00991B17"/>
    <w:rsid w:val="00991CC1"/>
    <w:rsid w:val="00992173"/>
    <w:rsid w:val="00992478"/>
    <w:rsid w:val="0099258C"/>
    <w:rsid w:val="009927B1"/>
    <w:rsid w:val="00992E23"/>
    <w:rsid w:val="00992E5C"/>
    <w:rsid w:val="009938D6"/>
    <w:rsid w:val="009939B4"/>
    <w:rsid w:val="00994A33"/>
    <w:rsid w:val="0099500E"/>
    <w:rsid w:val="00995063"/>
    <w:rsid w:val="009956A8"/>
    <w:rsid w:val="0099570D"/>
    <w:rsid w:val="0099595D"/>
    <w:rsid w:val="009959A7"/>
    <w:rsid w:val="00995A16"/>
    <w:rsid w:val="00995CE9"/>
    <w:rsid w:val="00995D3D"/>
    <w:rsid w:val="00995FED"/>
    <w:rsid w:val="0099602C"/>
    <w:rsid w:val="00996336"/>
    <w:rsid w:val="00996411"/>
    <w:rsid w:val="009967E2"/>
    <w:rsid w:val="00996942"/>
    <w:rsid w:val="00996C0F"/>
    <w:rsid w:val="00996E64"/>
    <w:rsid w:val="00996EB0"/>
    <w:rsid w:val="0099711B"/>
    <w:rsid w:val="009971D9"/>
    <w:rsid w:val="0099754C"/>
    <w:rsid w:val="0099774D"/>
    <w:rsid w:val="00997905"/>
    <w:rsid w:val="009979E5"/>
    <w:rsid w:val="00997D32"/>
    <w:rsid w:val="009A0284"/>
    <w:rsid w:val="009A0452"/>
    <w:rsid w:val="009A0624"/>
    <w:rsid w:val="009A095B"/>
    <w:rsid w:val="009A0A66"/>
    <w:rsid w:val="009A0AA0"/>
    <w:rsid w:val="009A0B01"/>
    <w:rsid w:val="009A0DF9"/>
    <w:rsid w:val="009A0E63"/>
    <w:rsid w:val="009A1233"/>
    <w:rsid w:val="009A1326"/>
    <w:rsid w:val="009A1441"/>
    <w:rsid w:val="009A14DA"/>
    <w:rsid w:val="009A18CB"/>
    <w:rsid w:val="009A1F55"/>
    <w:rsid w:val="009A22F3"/>
    <w:rsid w:val="009A2790"/>
    <w:rsid w:val="009A2E0D"/>
    <w:rsid w:val="009A3159"/>
    <w:rsid w:val="009A31AB"/>
    <w:rsid w:val="009A321E"/>
    <w:rsid w:val="009A3298"/>
    <w:rsid w:val="009A3897"/>
    <w:rsid w:val="009A3A12"/>
    <w:rsid w:val="009A3A35"/>
    <w:rsid w:val="009A3FDE"/>
    <w:rsid w:val="009A45F4"/>
    <w:rsid w:val="009A48DC"/>
    <w:rsid w:val="009A490E"/>
    <w:rsid w:val="009A4A9A"/>
    <w:rsid w:val="009A4BEB"/>
    <w:rsid w:val="009A4C2B"/>
    <w:rsid w:val="009A4DDB"/>
    <w:rsid w:val="009A4F60"/>
    <w:rsid w:val="009A567A"/>
    <w:rsid w:val="009A5863"/>
    <w:rsid w:val="009A59F8"/>
    <w:rsid w:val="009A5A85"/>
    <w:rsid w:val="009A5BD6"/>
    <w:rsid w:val="009A5D3E"/>
    <w:rsid w:val="009A5D82"/>
    <w:rsid w:val="009A5EC5"/>
    <w:rsid w:val="009A600B"/>
    <w:rsid w:val="009A6271"/>
    <w:rsid w:val="009A662A"/>
    <w:rsid w:val="009A6CBF"/>
    <w:rsid w:val="009A716E"/>
    <w:rsid w:val="009A72C5"/>
    <w:rsid w:val="009A7406"/>
    <w:rsid w:val="009A7487"/>
    <w:rsid w:val="009A7E70"/>
    <w:rsid w:val="009A7F9B"/>
    <w:rsid w:val="009B0060"/>
    <w:rsid w:val="009B08B8"/>
    <w:rsid w:val="009B09DE"/>
    <w:rsid w:val="009B0DA5"/>
    <w:rsid w:val="009B0EC4"/>
    <w:rsid w:val="009B10A0"/>
    <w:rsid w:val="009B10BF"/>
    <w:rsid w:val="009B136F"/>
    <w:rsid w:val="009B13CF"/>
    <w:rsid w:val="009B1800"/>
    <w:rsid w:val="009B1888"/>
    <w:rsid w:val="009B1D87"/>
    <w:rsid w:val="009B22AD"/>
    <w:rsid w:val="009B23A0"/>
    <w:rsid w:val="009B29C3"/>
    <w:rsid w:val="009B2C2F"/>
    <w:rsid w:val="009B2D6A"/>
    <w:rsid w:val="009B2E0C"/>
    <w:rsid w:val="009B309B"/>
    <w:rsid w:val="009B30E2"/>
    <w:rsid w:val="009B3165"/>
    <w:rsid w:val="009B31DA"/>
    <w:rsid w:val="009B36FE"/>
    <w:rsid w:val="009B375B"/>
    <w:rsid w:val="009B3AB0"/>
    <w:rsid w:val="009B3C5C"/>
    <w:rsid w:val="009B3FCE"/>
    <w:rsid w:val="009B410A"/>
    <w:rsid w:val="009B414A"/>
    <w:rsid w:val="009B466D"/>
    <w:rsid w:val="009B4775"/>
    <w:rsid w:val="009B4CD5"/>
    <w:rsid w:val="009B4EE7"/>
    <w:rsid w:val="009B50C4"/>
    <w:rsid w:val="009B5232"/>
    <w:rsid w:val="009B54C5"/>
    <w:rsid w:val="009B5698"/>
    <w:rsid w:val="009B585C"/>
    <w:rsid w:val="009B5AB1"/>
    <w:rsid w:val="009B5BA7"/>
    <w:rsid w:val="009B5F7B"/>
    <w:rsid w:val="009B6166"/>
    <w:rsid w:val="009B625E"/>
    <w:rsid w:val="009B62B7"/>
    <w:rsid w:val="009B62EC"/>
    <w:rsid w:val="009B66B8"/>
    <w:rsid w:val="009B6742"/>
    <w:rsid w:val="009B678F"/>
    <w:rsid w:val="009B6AB1"/>
    <w:rsid w:val="009B6BB2"/>
    <w:rsid w:val="009B7656"/>
    <w:rsid w:val="009B7FF3"/>
    <w:rsid w:val="009C00B1"/>
    <w:rsid w:val="009C0335"/>
    <w:rsid w:val="009C0623"/>
    <w:rsid w:val="009C0682"/>
    <w:rsid w:val="009C0849"/>
    <w:rsid w:val="009C0967"/>
    <w:rsid w:val="009C0C12"/>
    <w:rsid w:val="009C0D38"/>
    <w:rsid w:val="009C10D9"/>
    <w:rsid w:val="009C1317"/>
    <w:rsid w:val="009C1480"/>
    <w:rsid w:val="009C15FF"/>
    <w:rsid w:val="009C1654"/>
    <w:rsid w:val="009C1889"/>
    <w:rsid w:val="009C1B25"/>
    <w:rsid w:val="009C1B33"/>
    <w:rsid w:val="009C1CEF"/>
    <w:rsid w:val="009C2481"/>
    <w:rsid w:val="009C2929"/>
    <w:rsid w:val="009C2D32"/>
    <w:rsid w:val="009C31BE"/>
    <w:rsid w:val="009C322C"/>
    <w:rsid w:val="009C35E9"/>
    <w:rsid w:val="009C3A20"/>
    <w:rsid w:val="009C3BA3"/>
    <w:rsid w:val="009C4188"/>
    <w:rsid w:val="009C43C1"/>
    <w:rsid w:val="009C498C"/>
    <w:rsid w:val="009C49B6"/>
    <w:rsid w:val="009C4BF8"/>
    <w:rsid w:val="009C4DA9"/>
    <w:rsid w:val="009C4DE6"/>
    <w:rsid w:val="009C4FAC"/>
    <w:rsid w:val="009C522B"/>
    <w:rsid w:val="009C538D"/>
    <w:rsid w:val="009C5476"/>
    <w:rsid w:val="009C55A5"/>
    <w:rsid w:val="009C5927"/>
    <w:rsid w:val="009C59CF"/>
    <w:rsid w:val="009C59F2"/>
    <w:rsid w:val="009C6102"/>
    <w:rsid w:val="009C6BE9"/>
    <w:rsid w:val="009C6D13"/>
    <w:rsid w:val="009C6F66"/>
    <w:rsid w:val="009C6FA1"/>
    <w:rsid w:val="009C6FA3"/>
    <w:rsid w:val="009C73EF"/>
    <w:rsid w:val="009C7432"/>
    <w:rsid w:val="009C74C9"/>
    <w:rsid w:val="009C7598"/>
    <w:rsid w:val="009C7672"/>
    <w:rsid w:val="009C77BD"/>
    <w:rsid w:val="009C7930"/>
    <w:rsid w:val="009C7A62"/>
    <w:rsid w:val="009C7A9C"/>
    <w:rsid w:val="009D01B6"/>
    <w:rsid w:val="009D02C5"/>
    <w:rsid w:val="009D0304"/>
    <w:rsid w:val="009D06D9"/>
    <w:rsid w:val="009D09D5"/>
    <w:rsid w:val="009D0ED9"/>
    <w:rsid w:val="009D195D"/>
    <w:rsid w:val="009D1B86"/>
    <w:rsid w:val="009D2125"/>
    <w:rsid w:val="009D2A34"/>
    <w:rsid w:val="009D2E9E"/>
    <w:rsid w:val="009D3128"/>
    <w:rsid w:val="009D312E"/>
    <w:rsid w:val="009D3353"/>
    <w:rsid w:val="009D36A2"/>
    <w:rsid w:val="009D36D3"/>
    <w:rsid w:val="009D438E"/>
    <w:rsid w:val="009D4435"/>
    <w:rsid w:val="009D4614"/>
    <w:rsid w:val="009D4F66"/>
    <w:rsid w:val="009D512C"/>
    <w:rsid w:val="009D5269"/>
    <w:rsid w:val="009D52D9"/>
    <w:rsid w:val="009D53FD"/>
    <w:rsid w:val="009D59FB"/>
    <w:rsid w:val="009D5F16"/>
    <w:rsid w:val="009D5F9B"/>
    <w:rsid w:val="009D5FA1"/>
    <w:rsid w:val="009D600B"/>
    <w:rsid w:val="009D6348"/>
    <w:rsid w:val="009D6685"/>
    <w:rsid w:val="009D6857"/>
    <w:rsid w:val="009D68EF"/>
    <w:rsid w:val="009D69D1"/>
    <w:rsid w:val="009D6D26"/>
    <w:rsid w:val="009D70D5"/>
    <w:rsid w:val="009D7115"/>
    <w:rsid w:val="009D716D"/>
    <w:rsid w:val="009D7583"/>
    <w:rsid w:val="009D75E7"/>
    <w:rsid w:val="009D77D6"/>
    <w:rsid w:val="009D7818"/>
    <w:rsid w:val="009D7922"/>
    <w:rsid w:val="009D7CB1"/>
    <w:rsid w:val="009D7CB5"/>
    <w:rsid w:val="009E006F"/>
    <w:rsid w:val="009E0574"/>
    <w:rsid w:val="009E06A1"/>
    <w:rsid w:val="009E06E3"/>
    <w:rsid w:val="009E0730"/>
    <w:rsid w:val="009E0A45"/>
    <w:rsid w:val="009E0CBD"/>
    <w:rsid w:val="009E12C4"/>
    <w:rsid w:val="009E1457"/>
    <w:rsid w:val="009E145E"/>
    <w:rsid w:val="009E163C"/>
    <w:rsid w:val="009E183B"/>
    <w:rsid w:val="009E19BF"/>
    <w:rsid w:val="009E1A98"/>
    <w:rsid w:val="009E21E0"/>
    <w:rsid w:val="009E2640"/>
    <w:rsid w:val="009E26C4"/>
    <w:rsid w:val="009E276A"/>
    <w:rsid w:val="009E283F"/>
    <w:rsid w:val="009E2BF4"/>
    <w:rsid w:val="009E2E80"/>
    <w:rsid w:val="009E3345"/>
    <w:rsid w:val="009E35EA"/>
    <w:rsid w:val="009E3760"/>
    <w:rsid w:val="009E3830"/>
    <w:rsid w:val="009E3943"/>
    <w:rsid w:val="009E3AB9"/>
    <w:rsid w:val="009E3BAA"/>
    <w:rsid w:val="009E3E98"/>
    <w:rsid w:val="009E3F33"/>
    <w:rsid w:val="009E3FE3"/>
    <w:rsid w:val="009E400A"/>
    <w:rsid w:val="009E4172"/>
    <w:rsid w:val="009E439F"/>
    <w:rsid w:val="009E4982"/>
    <w:rsid w:val="009E4B88"/>
    <w:rsid w:val="009E4C50"/>
    <w:rsid w:val="009E4CED"/>
    <w:rsid w:val="009E58BA"/>
    <w:rsid w:val="009E5BD2"/>
    <w:rsid w:val="009E5D06"/>
    <w:rsid w:val="009E665E"/>
    <w:rsid w:val="009E68AC"/>
    <w:rsid w:val="009E69AD"/>
    <w:rsid w:val="009E747A"/>
    <w:rsid w:val="009E754B"/>
    <w:rsid w:val="009E79FF"/>
    <w:rsid w:val="009E7C7D"/>
    <w:rsid w:val="009E7CB4"/>
    <w:rsid w:val="009E7F08"/>
    <w:rsid w:val="009E7F41"/>
    <w:rsid w:val="009F0913"/>
    <w:rsid w:val="009F099F"/>
    <w:rsid w:val="009F0BCB"/>
    <w:rsid w:val="009F1338"/>
    <w:rsid w:val="009F17C2"/>
    <w:rsid w:val="009F1B7B"/>
    <w:rsid w:val="009F1C2C"/>
    <w:rsid w:val="009F23EC"/>
    <w:rsid w:val="009F2979"/>
    <w:rsid w:val="009F32B0"/>
    <w:rsid w:val="009F34FB"/>
    <w:rsid w:val="009F365B"/>
    <w:rsid w:val="009F3711"/>
    <w:rsid w:val="009F38E3"/>
    <w:rsid w:val="009F3A9A"/>
    <w:rsid w:val="009F3B84"/>
    <w:rsid w:val="009F3C05"/>
    <w:rsid w:val="009F3DC7"/>
    <w:rsid w:val="009F4287"/>
    <w:rsid w:val="009F42B5"/>
    <w:rsid w:val="009F49DD"/>
    <w:rsid w:val="009F4C17"/>
    <w:rsid w:val="009F4F50"/>
    <w:rsid w:val="009F50EE"/>
    <w:rsid w:val="009F5193"/>
    <w:rsid w:val="009F5198"/>
    <w:rsid w:val="009F5B91"/>
    <w:rsid w:val="009F5D1F"/>
    <w:rsid w:val="009F5E07"/>
    <w:rsid w:val="009F5F4A"/>
    <w:rsid w:val="009F5FC4"/>
    <w:rsid w:val="009F622B"/>
    <w:rsid w:val="009F6261"/>
    <w:rsid w:val="009F63F0"/>
    <w:rsid w:val="009F6517"/>
    <w:rsid w:val="009F68E7"/>
    <w:rsid w:val="009F69DC"/>
    <w:rsid w:val="009F6A28"/>
    <w:rsid w:val="009F6AE6"/>
    <w:rsid w:val="009F6EF5"/>
    <w:rsid w:val="009F6F51"/>
    <w:rsid w:val="009F70A1"/>
    <w:rsid w:val="009F7232"/>
    <w:rsid w:val="009F742A"/>
    <w:rsid w:val="009F7492"/>
    <w:rsid w:val="009F77F5"/>
    <w:rsid w:val="009F79A1"/>
    <w:rsid w:val="009F7B63"/>
    <w:rsid w:val="009F7BE8"/>
    <w:rsid w:val="009F7C80"/>
    <w:rsid w:val="00A0008E"/>
    <w:rsid w:val="00A003A2"/>
    <w:rsid w:val="00A004AD"/>
    <w:rsid w:val="00A00716"/>
    <w:rsid w:val="00A00BA0"/>
    <w:rsid w:val="00A00C96"/>
    <w:rsid w:val="00A01083"/>
    <w:rsid w:val="00A0112A"/>
    <w:rsid w:val="00A011DA"/>
    <w:rsid w:val="00A01291"/>
    <w:rsid w:val="00A016EF"/>
    <w:rsid w:val="00A0188F"/>
    <w:rsid w:val="00A019EC"/>
    <w:rsid w:val="00A01F63"/>
    <w:rsid w:val="00A02064"/>
    <w:rsid w:val="00A020C8"/>
    <w:rsid w:val="00A0262C"/>
    <w:rsid w:val="00A02741"/>
    <w:rsid w:val="00A02746"/>
    <w:rsid w:val="00A0295A"/>
    <w:rsid w:val="00A02964"/>
    <w:rsid w:val="00A02C10"/>
    <w:rsid w:val="00A02E30"/>
    <w:rsid w:val="00A02EB1"/>
    <w:rsid w:val="00A02EE3"/>
    <w:rsid w:val="00A03095"/>
    <w:rsid w:val="00A03445"/>
    <w:rsid w:val="00A034F3"/>
    <w:rsid w:val="00A0389F"/>
    <w:rsid w:val="00A03C61"/>
    <w:rsid w:val="00A042B0"/>
    <w:rsid w:val="00A04323"/>
    <w:rsid w:val="00A043C2"/>
    <w:rsid w:val="00A043DE"/>
    <w:rsid w:val="00A044CF"/>
    <w:rsid w:val="00A0471A"/>
    <w:rsid w:val="00A04FB0"/>
    <w:rsid w:val="00A0519D"/>
    <w:rsid w:val="00A052D7"/>
    <w:rsid w:val="00A05418"/>
    <w:rsid w:val="00A057AF"/>
    <w:rsid w:val="00A0594A"/>
    <w:rsid w:val="00A06089"/>
    <w:rsid w:val="00A0614C"/>
    <w:rsid w:val="00A06416"/>
    <w:rsid w:val="00A06648"/>
    <w:rsid w:val="00A06AE5"/>
    <w:rsid w:val="00A06B34"/>
    <w:rsid w:val="00A06C1A"/>
    <w:rsid w:val="00A06CC6"/>
    <w:rsid w:val="00A06F4A"/>
    <w:rsid w:val="00A06F77"/>
    <w:rsid w:val="00A072D9"/>
    <w:rsid w:val="00A07401"/>
    <w:rsid w:val="00A07737"/>
    <w:rsid w:val="00A077EC"/>
    <w:rsid w:val="00A078C6"/>
    <w:rsid w:val="00A07A80"/>
    <w:rsid w:val="00A07EFD"/>
    <w:rsid w:val="00A10078"/>
    <w:rsid w:val="00A1049F"/>
    <w:rsid w:val="00A10724"/>
    <w:rsid w:val="00A10889"/>
    <w:rsid w:val="00A108B7"/>
    <w:rsid w:val="00A10BEA"/>
    <w:rsid w:val="00A10F11"/>
    <w:rsid w:val="00A1153E"/>
    <w:rsid w:val="00A11702"/>
    <w:rsid w:val="00A11A88"/>
    <w:rsid w:val="00A11C1B"/>
    <w:rsid w:val="00A11FEA"/>
    <w:rsid w:val="00A121B9"/>
    <w:rsid w:val="00A13265"/>
    <w:rsid w:val="00A133C5"/>
    <w:rsid w:val="00A133F5"/>
    <w:rsid w:val="00A135EE"/>
    <w:rsid w:val="00A137E5"/>
    <w:rsid w:val="00A13911"/>
    <w:rsid w:val="00A13D14"/>
    <w:rsid w:val="00A144F0"/>
    <w:rsid w:val="00A14524"/>
    <w:rsid w:val="00A14F6E"/>
    <w:rsid w:val="00A1513A"/>
    <w:rsid w:val="00A1513C"/>
    <w:rsid w:val="00A15933"/>
    <w:rsid w:val="00A1599F"/>
    <w:rsid w:val="00A15CE0"/>
    <w:rsid w:val="00A15F3D"/>
    <w:rsid w:val="00A160B5"/>
    <w:rsid w:val="00A16248"/>
    <w:rsid w:val="00A165C8"/>
    <w:rsid w:val="00A16777"/>
    <w:rsid w:val="00A168DC"/>
    <w:rsid w:val="00A1696F"/>
    <w:rsid w:val="00A169B6"/>
    <w:rsid w:val="00A16AA3"/>
    <w:rsid w:val="00A16E83"/>
    <w:rsid w:val="00A17040"/>
    <w:rsid w:val="00A171B1"/>
    <w:rsid w:val="00A17277"/>
    <w:rsid w:val="00A173BE"/>
    <w:rsid w:val="00A174D3"/>
    <w:rsid w:val="00A17D82"/>
    <w:rsid w:val="00A17FBD"/>
    <w:rsid w:val="00A17FC3"/>
    <w:rsid w:val="00A20CF1"/>
    <w:rsid w:val="00A20F14"/>
    <w:rsid w:val="00A2129C"/>
    <w:rsid w:val="00A2160E"/>
    <w:rsid w:val="00A216F1"/>
    <w:rsid w:val="00A21721"/>
    <w:rsid w:val="00A21B06"/>
    <w:rsid w:val="00A21CAE"/>
    <w:rsid w:val="00A21CC1"/>
    <w:rsid w:val="00A221F5"/>
    <w:rsid w:val="00A2231E"/>
    <w:rsid w:val="00A2285F"/>
    <w:rsid w:val="00A229B6"/>
    <w:rsid w:val="00A22A13"/>
    <w:rsid w:val="00A23178"/>
    <w:rsid w:val="00A23238"/>
    <w:rsid w:val="00A232BD"/>
    <w:rsid w:val="00A2331C"/>
    <w:rsid w:val="00A2332D"/>
    <w:rsid w:val="00A2353E"/>
    <w:rsid w:val="00A23691"/>
    <w:rsid w:val="00A2376C"/>
    <w:rsid w:val="00A239D7"/>
    <w:rsid w:val="00A23CAD"/>
    <w:rsid w:val="00A23CC9"/>
    <w:rsid w:val="00A24415"/>
    <w:rsid w:val="00A2448E"/>
    <w:rsid w:val="00A244C3"/>
    <w:rsid w:val="00A24C95"/>
    <w:rsid w:val="00A24D38"/>
    <w:rsid w:val="00A25062"/>
    <w:rsid w:val="00A2564F"/>
    <w:rsid w:val="00A2576C"/>
    <w:rsid w:val="00A25842"/>
    <w:rsid w:val="00A25FE4"/>
    <w:rsid w:val="00A2631D"/>
    <w:rsid w:val="00A26329"/>
    <w:rsid w:val="00A2640E"/>
    <w:rsid w:val="00A26E0E"/>
    <w:rsid w:val="00A26F1C"/>
    <w:rsid w:val="00A2704A"/>
    <w:rsid w:val="00A270C9"/>
    <w:rsid w:val="00A27103"/>
    <w:rsid w:val="00A272AB"/>
    <w:rsid w:val="00A27301"/>
    <w:rsid w:val="00A273E6"/>
    <w:rsid w:val="00A27518"/>
    <w:rsid w:val="00A27553"/>
    <w:rsid w:val="00A27876"/>
    <w:rsid w:val="00A2795A"/>
    <w:rsid w:val="00A27BC3"/>
    <w:rsid w:val="00A27CE7"/>
    <w:rsid w:val="00A301A9"/>
    <w:rsid w:val="00A301FD"/>
    <w:rsid w:val="00A303F6"/>
    <w:rsid w:val="00A30667"/>
    <w:rsid w:val="00A30779"/>
    <w:rsid w:val="00A30BD6"/>
    <w:rsid w:val="00A30BFC"/>
    <w:rsid w:val="00A310AB"/>
    <w:rsid w:val="00A310E0"/>
    <w:rsid w:val="00A31194"/>
    <w:rsid w:val="00A31234"/>
    <w:rsid w:val="00A3171E"/>
    <w:rsid w:val="00A317AA"/>
    <w:rsid w:val="00A3181A"/>
    <w:rsid w:val="00A3186C"/>
    <w:rsid w:val="00A31D35"/>
    <w:rsid w:val="00A31E4D"/>
    <w:rsid w:val="00A31F16"/>
    <w:rsid w:val="00A31FEE"/>
    <w:rsid w:val="00A3235F"/>
    <w:rsid w:val="00A32810"/>
    <w:rsid w:val="00A334B8"/>
    <w:rsid w:val="00A33670"/>
    <w:rsid w:val="00A33ACB"/>
    <w:rsid w:val="00A33ACF"/>
    <w:rsid w:val="00A33AD5"/>
    <w:rsid w:val="00A33EF0"/>
    <w:rsid w:val="00A33FC0"/>
    <w:rsid w:val="00A3472C"/>
    <w:rsid w:val="00A347EB"/>
    <w:rsid w:val="00A347F8"/>
    <w:rsid w:val="00A348C0"/>
    <w:rsid w:val="00A34BF2"/>
    <w:rsid w:val="00A34D95"/>
    <w:rsid w:val="00A34F6A"/>
    <w:rsid w:val="00A35706"/>
    <w:rsid w:val="00A3580A"/>
    <w:rsid w:val="00A3597D"/>
    <w:rsid w:val="00A35A04"/>
    <w:rsid w:val="00A35A4E"/>
    <w:rsid w:val="00A35A98"/>
    <w:rsid w:val="00A35D92"/>
    <w:rsid w:val="00A35E30"/>
    <w:rsid w:val="00A35F71"/>
    <w:rsid w:val="00A3604D"/>
    <w:rsid w:val="00A361F3"/>
    <w:rsid w:val="00A36406"/>
    <w:rsid w:val="00A366F8"/>
    <w:rsid w:val="00A36A2D"/>
    <w:rsid w:val="00A36CF6"/>
    <w:rsid w:val="00A36D02"/>
    <w:rsid w:val="00A36F58"/>
    <w:rsid w:val="00A36F5A"/>
    <w:rsid w:val="00A37046"/>
    <w:rsid w:val="00A3704A"/>
    <w:rsid w:val="00A3714F"/>
    <w:rsid w:val="00A371A1"/>
    <w:rsid w:val="00A37287"/>
    <w:rsid w:val="00A373E4"/>
    <w:rsid w:val="00A3797A"/>
    <w:rsid w:val="00A379BC"/>
    <w:rsid w:val="00A37D20"/>
    <w:rsid w:val="00A37F65"/>
    <w:rsid w:val="00A40030"/>
    <w:rsid w:val="00A4029D"/>
    <w:rsid w:val="00A40663"/>
    <w:rsid w:val="00A40ACC"/>
    <w:rsid w:val="00A4186B"/>
    <w:rsid w:val="00A419F3"/>
    <w:rsid w:val="00A41A4E"/>
    <w:rsid w:val="00A41D68"/>
    <w:rsid w:val="00A41E65"/>
    <w:rsid w:val="00A42023"/>
    <w:rsid w:val="00A4230F"/>
    <w:rsid w:val="00A42372"/>
    <w:rsid w:val="00A425E9"/>
    <w:rsid w:val="00A4290D"/>
    <w:rsid w:val="00A42AF3"/>
    <w:rsid w:val="00A42E1C"/>
    <w:rsid w:val="00A4306C"/>
    <w:rsid w:val="00A43202"/>
    <w:rsid w:val="00A4332A"/>
    <w:rsid w:val="00A43590"/>
    <w:rsid w:val="00A43646"/>
    <w:rsid w:val="00A438CE"/>
    <w:rsid w:val="00A43ABE"/>
    <w:rsid w:val="00A43BCC"/>
    <w:rsid w:val="00A43FB3"/>
    <w:rsid w:val="00A44052"/>
    <w:rsid w:val="00A440BC"/>
    <w:rsid w:val="00A4436B"/>
    <w:rsid w:val="00A443A3"/>
    <w:rsid w:val="00A443F6"/>
    <w:rsid w:val="00A44577"/>
    <w:rsid w:val="00A446F4"/>
    <w:rsid w:val="00A44B88"/>
    <w:rsid w:val="00A44BD7"/>
    <w:rsid w:val="00A44C9A"/>
    <w:rsid w:val="00A45230"/>
    <w:rsid w:val="00A455CA"/>
    <w:rsid w:val="00A45BE0"/>
    <w:rsid w:val="00A46107"/>
    <w:rsid w:val="00A461D8"/>
    <w:rsid w:val="00A4655B"/>
    <w:rsid w:val="00A465DA"/>
    <w:rsid w:val="00A4676D"/>
    <w:rsid w:val="00A46EC4"/>
    <w:rsid w:val="00A471E4"/>
    <w:rsid w:val="00A474FB"/>
    <w:rsid w:val="00A47512"/>
    <w:rsid w:val="00A47F13"/>
    <w:rsid w:val="00A501D3"/>
    <w:rsid w:val="00A50783"/>
    <w:rsid w:val="00A509F0"/>
    <w:rsid w:val="00A50CA1"/>
    <w:rsid w:val="00A50D1B"/>
    <w:rsid w:val="00A50EA5"/>
    <w:rsid w:val="00A50F0E"/>
    <w:rsid w:val="00A5101C"/>
    <w:rsid w:val="00A51427"/>
    <w:rsid w:val="00A51537"/>
    <w:rsid w:val="00A519A3"/>
    <w:rsid w:val="00A51FFD"/>
    <w:rsid w:val="00A521BE"/>
    <w:rsid w:val="00A52203"/>
    <w:rsid w:val="00A525C5"/>
    <w:rsid w:val="00A52735"/>
    <w:rsid w:val="00A52777"/>
    <w:rsid w:val="00A5299A"/>
    <w:rsid w:val="00A529B5"/>
    <w:rsid w:val="00A52DF4"/>
    <w:rsid w:val="00A52EAE"/>
    <w:rsid w:val="00A53701"/>
    <w:rsid w:val="00A537BB"/>
    <w:rsid w:val="00A53885"/>
    <w:rsid w:val="00A53EC5"/>
    <w:rsid w:val="00A53FCF"/>
    <w:rsid w:val="00A5403B"/>
    <w:rsid w:val="00A540B8"/>
    <w:rsid w:val="00A54255"/>
    <w:rsid w:val="00A543F5"/>
    <w:rsid w:val="00A54431"/>
    <w:rsid w:val="00A54540"/>
    <w:rsid w:val="00A54644"/>
    <w:rsid w:val="00A5484D"/>
    <w:rsid w:val="00A54A42"/>
    <w:rsid w:val="00A55576"/>
    <w:rsid w:val="00A55DA5"/>
    <w:rsid w:val="00A56089"/>
    <w:rsid w:val="00A561FC"/>
    <w:rsid w:val="00A56252"/>
    <w:rsid w:val="00A562FF"/>
    <w:rsid w:val="00A564AF"/>
    <w:rsid w:val="00A56647"/>
    <w:rsid w:val="00A56CF1"/>
    <w:rsid w:val="00A56EB8"/>
    <w:rsid w:val="00A5726F"/>
    <w:rsid w:val="00A57318"/>
    <w:rsid w:val="00A574EE"/>
    <w:rsid w:val="00A57695"/>
    <w:rsid w:val="00A57722"/>
    <w:rsid w:val="00A57A01"/>
    <w:rsid w:val="00A57A71"/>
    <w:rsid w:val="00A57FA3"/>
    <w:rsid w:val="00A602FD"/>
    <w:rsid w:val="00A603AC"/>
    <w:rsid w:val="00A60540"/>
    <w:rsid w:val="00A608D7"/>
    <w:rsid w:val="00A60953"/>
    <w:rsid w:val="00A60ADF"/>
    <w:rsid w:val="00A60EC6"/>
    <w:rsid w:val="00A612A6"/>
    <w:rsid w:val="00A6163E"/>
    <w:rsid w:val="00A61D86"/>
    <w:rsid w:val="00A62107"/>
    <w:rsid w:val="00A6225A"/>
    <w:rsid w:val="00A624F1"/>
    <w:rsid w:val="00A62823"/>
    <w:rsid w:val="00A62A12"/>
    <w:rsid w:val="00A62DAC"/>
    <w:rsid w:val="00A6316B"/>
    <w:rsid w:val="00A631AB"/>
    <w:rsid w:val="00A6331F"/>
    <w:rsid w:val="00A63569"/>
    <w:rsid w:val="00A63889"/>
    <w:rsid w:val="00A638D6"/>
    <w:rsid w:val="00A63ACC"/>
    <w:rsid w:val="00A63E29"/>
    <w:rsid w:val="00A6422F"/>
    <w:rsid w:val="00A64559"/>
    <w:rsid w:val="00A64A43"/>
    <w:rsid w:val="00A64FEE"/>
    <w:rsid w:val="00A6525B"/>
    <w:rsid w:val="00A65312"/>
    <w:rsid w:val="00A65556"/>
    <w:rsid w:val="00A65A1A"/>
    <w:rsid w:val="00A65B9D"/>
    <w:rsid w:val="00A65BB9"/>
    <w:rsid w:val="00A65E4F"/>
    <w:rsid w:val="00A65FD5"/>
    <w:rsid w:val="00A663D3"/>
    <w:rsid w:val="00A67092"/>
    <w:rsid w:val="00A6744E"/>
    <w:rsid w:val="00A6762D"/>
    <w:rsid w:val="00A67740"/>
    <w:rsid w:val="00A67A53"/>
    <w:rsid w:val="00A67EC7"/>
    <w:rsid w:val="00A67F83"/>
    <w:rsid w:val="00A705D5"/>
    <w:rsid w:val="00A70780"/>
    <w:rsid w:val="00A70A35"/>
    <w:rsid w:val="00A70C45"/>
    <w:rsid w:val="00A713F6"/>
    <w:rsid w:val="00A71509"/>
    <w:rsid w:val="00A716D1"/>
    <w:rsid w:val="00A71735"/>
    <w:rsid w:val="00A7180E"/>
    <w:rsid w:val="00A720FA"/>
    <w:rsid w:val="00A72273"/>
    <w:rsid w:val="00A723B1"/>
    <w:rsid w:val="00A726BF"/>
    <w:rsid w:val="00A72822"/>
    <w:rsid w:val="00A72874"/>
    <w:rsid w:val="00A72940"/>
    <w:rsid w:val="00A729BE"/>
    <w:rsid w:val="00A72CFF"/>
    <w:rsid w:val="00A72F1B"/>
    <w:rsid w:val="00A73119"/>
    <w:rsid w:val="00A73413"/>
    <w:rsid w:val="00A73467"/>
    <w:rsid w:val="00A73535"/>
    <w:rsid w:val="00A73657"/>
    <w:rsid w:val="00A7382A"/>
    <w:rsid w:val="00A739B2"/>
    <w:rsid w:val="00A73B42"/>
    <w:rsid w:val="00A73FDA"/>
    <w:rsid w:val="00A74953"/>
    <w:rsid w:val="00A74C0C"/>
    <w:rsid w:val="00A74CA5"/>
    <w:rsid w:val="00A74DAD"/>
    <w:rsid w:val="00A74F41"/>
    <w:rsid w:val="00A750EE"/>
    <w:rsid w:val="00A754BE"/>
    <w:rsid w:val="00A755BE"/>
    <w:rsid w:val="00A755EF"/>
    <w:rsid w:val="00A75632"/>
    <w:rsid w:val="00A75A4A"/>
    <w:rsid w:val="00A75A73"/>
    <w:rsid w:val="00A75D32"/>
    <w:rsid w:val="00A766C8"/>
    <w:rsid w:val="00A766CC"/>
    <w:rsid w:val="00A766FE"/>
    <w:rsid w:val="00A769D6"/>
    <w:rsid w:val="00A76C70"/>
    <w:rsid w:val="00A76EE4"/>
    <w:rsid w:val="00A772F5"/>
    <w:rsid w:val="00A77434"/>
    <w:rsid w:val="00A774AF"/>
    <w:rsid w:val="00A77A27"/>
    <w:rsid w:val="00A77BC6"/>
    <w:rsid w:val="00A77C3B"/>
    <w:rsid w:val="00A8028B"/>
    <w:rsid w:val="00A80334"/>
    <w:rsid w:val="00A80841"/>
    <w:rsid w:val="00A808F9"/>
    <w:rsid w:val="00A80909"/>
    <w:rsid w:val="00A80BE4"/>
    <w:rsid w:val="00A80C81"/>
    <w:rsid w:val="00A80F97"/>
    <w:rsid w:val="00A81572"/>
    <w:rsid w:val="00A81DC7"/>
    <w:rsid w:val="00A81ED6"/>
    <w:rsid w:val="00A81F3B"/>
    <w:rsid w:val="00A8203E"/>
    <w:rsid w:val="00A821DB"/>
    <w:rsid w:val="00A8254F"/>
    <w:rsid w:val="00A8278B"/>
    <w:rsid w:val="00A827F1"/>
    <w:rsid w:val="00A8282A"/>
    <w:rsid w:val="00A82E7B"/>
    <w:rsid w:val="00A8334A"/>
    <w:rsid w:val="00A83407"/>
    <w:rsid w:val="00A83486"/>
    <w:rsid w:val="00A836FD"/>
    <w:rsid w:val="00A83725"/>
    <w:rsid w:val="00A838E5"/>
    <w:rsid w:val="00A848E8"/>
    <w:rsid w:val="00A84B20"/>
    <w:rsid w:val="00A84BA6"/>
    <w:rsid w:val="00A84E2D"/>
    <w:rsid w:val="00A852DD"/>
    <w:rsid w:val="00A853C8"/>
    <w:rsid w:val="00A853D2"/>
    <w:rsid w:val="00A85C65"/>
    <w:rsid w:val="00A86269"/>
    <w:rsid w:val="00A86353"/>
    <w:rsid w:val="00A8637C"/>
    <w:rsid w:val="00A86518"/>
    <w:rsid w:val="00A866CE"/>
    <w:rsid w:val="00A869A0"/>
    <w:rsid w:val="00A86CBA"/>
    <w:rsid w:val="00A86D5B"/>
    <w:rsid w:val="00A87042"/>
    <w:rsid w:val="00A87CB6"/>
    <w:rsid w:val="00A9028F"/>
    <w:rsid w:val="00A90328"/>
    <w:rsid w:val="00A904F4"/>
    <w:rsid w:val="00A9055F"/>
    <w:rsid w:val="00A90C71"/>
    <w:rsid w:val="00A90CB8"/>
    <w:rsid w:val="00A90FA3"/>
    <w:rsid w:val="00A91130"/>
    <w:rsid w:val="00A912D4"/>
    <w:rsid w:val="00A914A5"/>
    <w:rsid w:val="00A91796"/>
    <w:rsid w:val="00A917BB"/>
    <w:rsid w:val="00A918C4"/>
    <w:rsid w:val="00A91925"/>
    <w:rsid w:val="00A91B10"/>
    <w:rsid w:val="00A91B69"/>
    <w:rsid w:val="00A91D0F"/>
    <w:rsid w:val="00A91EE9"/>
    <w:rsid w:val="00A922EF"/>
    <w:rsid w:val="00A924A4"/>
    <w:rsid w:val="00A92559"/>
    <w:rsid w:val="00A92AAA"/>
    <w:rsid w:val="00A92C53"/>
    <w:rsid w:val="00A92E1E"/>
    <w:rsid w:val="00A93175"/>
    <w:rsid w:val="00A934E7"/>
    <w:rsid w:val="00A9356A"/>
    <w:rsid w:val="00A9362D"/>
    <w:rsid w:val="00A93978"/>
    <w:rsid w:val="00A93DE5"/>
    <w:rsid w:val="00A943E1"/>
    <w:rsid w:val="00A950E7"/>
    <w:rsid w:val="00A95291"/>
    <w:rsid w:val="00A9550E"/>
    <w:rsid w:val="00A9566A"/>
    <w:rsid w:val="00A958FC"/>
    <w:rsid w:val="00A95A2F"/>
    <w:rsid w:val="00A95B2B"/>
    <w:rsid w:val="00A95D46"/>
    <w:rsid w:val="00A9629B"/>
    <w:rsid w:val="00A96351"/>
    <w:rsid w:val="00A963D0"/>
    <w:rsid w:val="00A96762"/>
    <w:rsid w:val="00A9687C"/>
    <w:rsid w:val="00A96AB8"/>
    <w:rsid w:val="00A96CCB"/>
    <w:rsid w:val="00A971AB"/>
    <w:rsid w:val="00A973FB"/>
    <w:rsid w:val="00A977FB"/>
    <w:rsid w:val="00AA05E5"/>
    <w:rsid w:val="00AA0868"/>
    <w:rsid w:val="00AA0BFA"/>
    <w:rsid w:val="00AA11A3"/>
    <w:rsid w:val="00AA1433"/>
    <w:rsid w:val="00AA177E"/>
    <w:rsid w:val="00AA1869"/>
    <w:rsid w:val="00AA1ADC"/>
    <w:rsid w:val="00AA1C78"/>
    <w:rsid w:val="00AA1E5D"/>
    <w:rsid w:val="00AA2939"/>
    <w:rsid w:val="00AA2A2D"/>
    <w:rsid w:val="00AA2BCC"/>
    <w:rsid w:val="00AA300D"/>
    <w:rsid w:val="00AA34C4"/>
    <w:rsid w:val="00AA35B6"/>
    <w:rsid w:val="00AA37E9"/>
    <w:rsid w:val="00AA3D55"/>
    <w:rsid w:val="00AA3EE2"/>
    <w:rsid w:val="00AA4496"/>
    <w:rsid w:val="00AA44D4"/>
    <w:rsid w:val="00AA45D8"/>
    <w:rsid w:val="00AA475C"/>
    <w:rsid w:val="00AA47E3"/>
    <w:rsid w:val="00AA48BF"/>
    <w:rsid w:val="00AA4B72"/>
    <w:rsid w:val="00AA4BD1"/>
    <w:rsid w:val="00AA4C6E"/>
    <w:rsid w:val="00AA4CEE"/>
    <w:rsid w:val="00AA4DCA"/>
    <w:rsid w:val="00AA502C"/>
    <w:rsid w:val="00AA59E3"/>
    <w:rsid w:val="00AA5A61"/>
    <w:rsid w:val="00AA5AE2"/>
    <w:rsid w:val="00AA5F01"/>
    <w:rsid w:val="00AA5FFD"/>
    <w:rsid w:val="00AA616A"/>
    <w:rsid w:val="00AA634D"/>
    <w:rsid w:val="00AA66CE"/>
    <w:rsid w:val="00AA69F4"/>
    <w:rsid w:val="00AA6AEB"/>
    <w:rsid w:val="00AA6B10"/>
    <w:rsid w:val="00AA6DBC"/>
    <w:rsid w:val="00AA7991"/>
    <w:rsid w:val="00AA7E39"/>
    <w:rsid w:val="00AB0338"/>
    <w:rsid w:val="00AB0640"/>
    <w:rsid w:val="00AB0BBB"/>
    <w:rsid w:val="00AB0C69"/>
    <w:rsid w:val="00AB0C9F"/>
    <w:rsid w:val="00AB0FC8"/>
    <w:rsid w:val="00AB121A"/>
    <w:rsid w:val="00AB123F"/>
    <w:rsid w:val="00AB12C8"/>
    <w:rsid w:val="00AB1329"/>
    <w:rsid w:val="00AB1840"/>
    <w:rsid w:val="00AB189D"/>
    <w:rsid w:val="00AB1914"/>
    <w:rsid w:val="00AB1A59"/>
    <w:rsid w:val="00AB1D06"/>
    <w:rsid w:val="00AB1FB5"/>
    <w:rsid w:val="00AB2249"/>
    <w:rsid w:val="00AB2352"/>
    <w:rsid w:val="00AB23B1"/>
    <w:rsid w:val="00AB2426"/>
    <w:rsid w:val="00AB245D"/>
    <w:rsid w:val="00AB2713"/>
    <w:rsid w:val="00AB2848"/>
    <w:rsid w:val="00AB2AE4"/>
    <w:rsid w:val="00AB2CBC"/>
    <w:rsid w:val="00AB3096"/>
    <w:rsid w:val="00AB31C2"/>
    <w:rsid w:val="00AB31E2"/>
    <w:rsid w:val="00AB32EB"/>
    <w:rsid w:val="00AB33A5"/>
    <w:rsid w:val="00AB350B"/>
    <w:rsid w:val="00AB366F"/>
    <w:rsid w:val="00AB3688"/>
    <w:rsid w:val="00AB3794"/>
    <w:rsid w:val="00AB37F2"/>
    <w:rsid w:val="00AB3D15"/>
    <w:rsid w:val="00AB4464"/>
    <w:rsid w:val="00AB453C"/>
    <w:rsid w:val="00AB4A0F"/>
    <w:rsid w:val="00AB508C"/>
    <w:rsid w:val="00AB533E"/>
    <w:rsid w:val="00AB54FB"/>
    <w:rsid w:val="00AB577D"/>
    <w:rsid w:val="00AB57AB"/>
    <w:rsid w:val="00AB5D93"/>
    <w:rsid w:val="00AB5EA2"/>
    <w:rsid w:val="00AB628A"/>
    <w:rsid w:val="00AB6508"/>
    <w:rsid w:val="00AB6A25"/>
    <w:rsid w:val="00AB6C30"/>
    <w:rsid w:val="00AB6D33"/>
    <w:rsid w:val="00AB6D46"/>
    <w:rsid w:val="00AB6DFE"/>
    <w:rsid w:val="00AB6EB5"/>
    <w:rsid w:val="00AB7442"/>
    <w:rsid w:val="00AB7582"/>
    <w:rsid w:val="00AB7C74"/>
    <w:rsid w:val="00AB7C81"/>
    <w:rsid w:val="00AB7EF1"/>
    <w:rsid w:val="00AC0041"/>
    <w:rsid w:val="00AC005A"/>
    <w:rsid w:val="00AC00FF"/>
    <w:rsid w:val="00AC024A"/>
    <w:rsid w:val="00AC0498"/>
    <w:rsid w:val="00AC04E0"/>
    <w:rsid w:val="00AC0818"/>
    <w:rsid w:val="00AC0BDF"/>
    <w:rsid w:val="00AC0E5F"/>
    <w:rsid w:val="00AC112B"/>
    <w:rsid w:val="00AC1518"/>
    <w:rsid w:val="00AC1555"/>
    <w:rsid w:val="00AC167B"/>
    <w:rsid w:val="00AC1DCE"/>
    <w:rsid w:val="00AC1E9A"/>
    <w:rsid w:val="00AC1EB7"/>
    <w:rsid w:val="00AC1EDA"/>
    <w:rsid w:val="00AC229B"/>
    <w:rsid w:val="00AC23D1"/>
    <w:rsid w:val="00AC26AD"/>
    <w:rsid w:val="00AC2A3E"/>
    <w:rsid w:val="00AC2A92"/>
    <w:rsid w:val="00AC3098"/>
    <w:rsid w:val="00AC325B"/>
    <w:rsid w:val="00AC389B"/>
    <w:rsid w:val="00AC38BC"/>
    <w:rsid w:val="00AC38CE"/>
    <w:rsid w:val="00AC3AE6"/>
    <w:rsid w:val="00AC3AED"/>
    <w:rsid w:val="00AC3F45"/>
    <w:rsid w:val="00AC40BD"/>
    <w:rsid w:val="00AC4176"/>
    <w:rsid w:val="00AC41D8"/>
    <w:rsid w:val="00AC4304"/>
    <w:rsid w:val="00AC4518"/>
    <w:rsid w:val="00AC4777"/>
    <w:rsid w:val="00AC486D"/>
    <w:rsid w:val="00AC4A64"/>
    <w:rsid w:val="00AC4DA6"/>
    <w:rsid w:val="00AC5045"/>
    <w:rsid w:val="00AC5344"/>
    <w:rsid w:val="00AC534D"/>
    <w:rsid w:val="00AC549E"/>
    <w:rsid w:val="00AC54DE"/>
    <w:rsid w:val="00AC5706"/>
    <w:rsid w:val="00AC5BD5"/>
    <w:rsid w:val="00AC5C0A"/>
    <w:rsid w:val="00AC623F"/>
    <w:rsid w:val="00AC63EF"/>
    <w:rsid w:val="00AC6944"/>
    <w:rsid w:val="00AC6BCE"/>
    <w:rsid w:val="00AC6C94"/>
    <w:rsid w:val="00AC6E0A"/>
    <w:rsid w:val="00AC6E41"/>
    <w:rsid w:val="00AC6F9A"/>
    <w:rsid w:val="00AC7128"/>
    <w:rsid w:val="00AC71C6"/>
    <w:rsid w:val="00AC72D6"/>
    <w:rsid w:val="00AC7508"/>
    <w:rsid w:val="00AC7D12"/>
    <w:rsid w:val="00AC7EF2"/>
    <w:rsid w:val="00AD01A9"/>
    <w:rsid w:val="00AD0293"/>
    <w:rsid w:val="00AD0628"/>
    <w:rsid w:val="00AD0A25"/>
    <w:rsid w:val="00AD0F87"/>
    <w:rsid w:val="00AD11E1"/>
    <w:rsid w:val="00AD13EF"/>
    <w:rsid w:val="00AD16D1"/>
    <w:rsid w:val="00AD1BA3"/>
    <w:rsid w:val="00AD1C91"/>
    <w:rsid w:val="00AD1CC0"/>
    <w:rsid w:val="00AD20AC"/>
    <w:rsid w:val="00AD217D"/>
    <w:rsid w:val="00AD27CB"/>
    <w:rsid w:val="00AD27DC"/>
    <w:rsid w:val="00AD2923"/>
    <w:rsid w:val="00AD2AF1"/>
    <w:rsid w:val="00AD2C53"/>
    <w:rsid w:val="00AD2D8B"/>
    <w:rsid w:val="00AD32B5"/>
    <w:rsid w:val="00AD3336"/>
    <w:rsid w:val="00AD33C4"/>
    <w:rsid w:val="00AD3460"/>
    <w:rsid w:val="00AD3518"/>
    <w:rsid w:val="00AD3586"/>
    <w:rsid w:val="00AD3619"/>
    <w:rsid w:val="00AD367F"/>
    <w:rsid w:val="00AD370C"/>
    <w:rsid w:val="00AD382B"/>
    <w:rsid w:val="00AD38FB"/>
    <w:rsid w:val="00AD39CC"/>
    <w:rsid w:val="00AD39E9"/>
    <w:rsid w:val="00AD3EBE"/>
    <w:rsid w:val="00AD4036"/>
    <w:rsid w:val="00AD44F5"/>
    <w:rsid w:val="00AD4C1D"/>
    <w:rsid w:val="00AD4C41"/>
    <w:rsid w:val="00AD5120"/>
    <w:rsid w:val="00AD53DF"/>
    <w:rsid w:val="00AD56DF"/>
    <w:rsid w:val="00AD58CC"/>
    <w:rsid w:val="00AD5B27"/>
    <w:rsid w:val="00AD65B6"/>
    <w:rsid w:val="00AD68AB"/>
    <w:rsid w:val="00AD68BA"/>
    <w:rsid w:val="00AD6B33"/>
    <w:rsid w:val="00AD6C10"/>
    <w:rsid w:val="00AD6F46"/>
    <w:rsid w:val="00AD7455"/>
    <w:rsid w:val="00AD7709"/>
    <w:rsid w:val="00AD776F"/>
    <w:rsid w:val="00AD77B4"/>
    <w:rsid w:val="00AD77F5"/>
    <w:rsid w:val="00AD786F"/>
    <w:rsid w:val="00AD7910"/>
    <w:rsid w:val="00AD7A05"/>
    <w:rsid w:val="00AD7A4B"/>
    <w:rsid w:val="00AD7AB9"/>
    <w:rsid w:val="00AD7D68"/>
    <w:rsid w:val="00AE0429"/>
    <w:rsid w:val="00AE0C52"/>
    <w:rsid w:val="00AE10FC"/>
    <w:rsid w:val="00AE1141"/>
    <w:rsid w:val="00AE143A"/>
    <w:rsid w:val="00AE1538"/>
    <w:rsid w:val="00AE1B37"/>
    <w:rsid w:val="00AE21BE"/>
    <w:rsid w:val="00AE28D4"/>
    <w:rsid w:val="00AE2E2A"/>
    <w:rsid w:val="00AE3212"/>
    <w:rsid w:val="00AE3226"/>
    <w:rsid w:val="00AE37A7"/>
    <w:rsid w:val="00AE392B"/>
    <w:rsid w:val="00AE3936"/>
    <w:rsid w:val="00AE3D81"/>
    <w:rsid w:val="00AE406B"/>
    <w:rsid w:val="00AE40AB"/>
    <w:rsid w:val="00AE411B"/>
    <w:rsid w:val="00AE4862"/>
    <w:rsid w:val="00AE490D"/>
    <w:rsid w:val="00AE4B9A"/>
    <w:rsid w:val="00AE4D71"/>
    <w:rsid w:val="00AE4F6D"/>
    <w:rsid w:val="00AE4FFB"/>
    <w:rsid w:val="00AE52C6"/>
    <w:rsid w:val="00AE52C9"/>
    <w:rsid w:val="00AE531D"/>
    <w:rsid w:val="00AE5472"/>
    <w:rsid w:val="00AE54BF"/>
    <w:rsid w:val="00AE5899"/>
    <w:rsid w:val="00AE5980"/>
    <w:rsid w:val="00AE5C27"/>
    <w:rsid w:val="00AE5D76"/>
    <w:rsid w:val="00AE6010"/>
    <w:rsid w:val="00AE6051"/>
    <w:rsid w:val="00AE6089"/>
    <w:rsid w:val="00AE6344"/>
    <w:rsid w:val="00AE69FF"/>
    <w:rsid w:val="00AE6A68"/>
    <w:rsid w:val="00AE6B35"/>
    <w:rsid w:val="00AE7571"/>
    <w:rsid w:val="00AE780F"/>
    <w:rsid w:val="00AE7887"/>
    <w:rsid w:val="00AE7A71"/>
    <w:rsid w:val="00AE7FB0"/>
    <w:rsid w:val="00AF00C2"/>
    <w:rsid w:val="00AF0178"/>
    <w:rsid w:val="00AF06DD"/>
    <w:rsid w:val="00AF0D98"/>
    <w:rsid w:val="00AF0EC5"/>
    <w:rsid w:val="00AF137D"/>
    <w:rsid w:val="00AF14FF"/>
    <w:rsid w:val="00AF1663"/>
    <w:rsid w:val="00AF1BDB"/>
    <w:rsid w:val="00AF1CE7"/>
    <w:rsid w:val="00AF1D32"/>
    <w:rsid w:val="00AF2156"/>
    <w:rsid w:val="00AF2438"/>
    <w:rsid w:val="00AF256D"/>
    <w:rsid w:val="00AF27F9"/>
    <w:rsid w:val="00AF3118"/>
    <w:rsid w:val="00AF3228"/>
    <w:rsid w:val="00AF3239"/>
    <w:rsid w:val="00AF3271"/>
    <w:rsid w:val="00AF34E6"/>
    <w:rsid w:val="00AF35CF"/>
    <w:rsid w:val="00AF397B"/>
    <w:rsid w:val="00AF3DB3"/>
    <w:rsid w:val="00AF4058"/>
    <w:rsid w:val="00AF40E9"/>
    <w:rsid w:val="00AF44A3"/>
    <w:rsid w:val="00AF44CD"/>
    <w:rsid w:val="00AF54C7"/>
    <w:rsid w:val="00AF580C"/>
    <w:rsid w:val="00AF5B12"/>
    <w:rsid w:val="00AF5C38"/>
    <w:rsid w:val="00AF5C3E"/>
    <w:rsid w:val="00AF5F7F"/>
    <w:rsid w:val="00AF5FEC"/>
    <w:rsid w:val="00AF61E5"/>
    <w:rsid w:val="00AF696C"/>
    <w:rsid w:val="00AF6DB9"/>
    <w:rsid w:val="00AF6FF2"/>
    <w:rsid w:val="00AF768E"/>
    <w:rsid w:val="00AF76FC"/>
    <w:rsid w:val="00B00028"/>
    <w:rsid w:val="00B0048B"/>
    <w:rsid w:val="00B0069A"/>
    <w:rsid w:val="00B00885"/>
    <w:rsid w:val="00B00903"/>
    <w:rsid w:val="00B00A3E"/>
    <w:rsid w:val="00B00B44"/>
    <w:rsid w:val="00B00CFA"/>
    <w:rsid w:val="00B00E8F"/>
    <w:rsid w:val="00B010C8"/>
    <w:rsid w:val="00B010E7"/>
    <w:rsid w:val="00B01744"/>
    <w:rsid w:val="00B01B86"/>
    <w:rsid w:val="00B01C9D"/>
    <w:rsid w:val="00B01D14"/>
    <w:rsid w:val="00B01E2B"/>
    <w:rsid w:val="00B01FC4"/>
    <w:rsid w:val="00B021A6"/>
    <w:rsid w:val="00B02401"/>
    <w:rsid w:val="00B025E2"/>
    <w:rsid w:val="00B0293F"/>
    <w:rsid w:val="00B02FCA"/>
    <w:rsid w:val="00B03374"/>
    <w:rsid w:val="00B0338E"/>
    <w:rsid w:val="00B03628"/>
    <w:rsid w:val="00B0384A"/>
    <w:rsid w:val="00B03BAA"/>
    <w:rsid w:val="00B046F0"/>
    <w:rsid w:val="00B049CE"/>
    <w:rsid w:val="00B04C26"/>
    <w:rsid w:val="00B05604"/>
    <w:rsid w:val="00B058FE"/>
    <w:rsid w:val="00B05CA8"/>
    <w:rsid w:val="00B05CF3"/>
    <w:rsid w:val="00B05E07"/>
    <w:rsid w:val="00B06379"/>
    <w:rsid w:val="00B06851"/>
    <w:rsid w:val="00B06CA7"/>
    <w:rsid w:val="00B06D3D"/>
    <w:rsid w:val="00B06F07"/>
    <w:rsid w:val="00B07249"/>
    <w:rsid w:val="00B072DD"/>
    <w:rsid w:val="00B07428"/>
    <w:rsid w:val="00B0744C"/>
    <w:rsid w:val="00B0745E"/>
    <w:rsid w:val="00B07822"/>
    <w:rsid w:val="00B07843"/>
    <w:rsid w:val="00B078EB"/>
    <w:rsid w:val="00B07933"/>
    <w:rsid w:val="00B07A9C"/>
    <w:rsid w:val="00B07BA8"/>
    <w:rsid w:val="00B07BB7"/>
    <w:rsid w:val="00B07F12"/>
    <w:rsid w:val="00B100CE"/>
    <w:rsid w:val="00B101F5"/>
    <w:rsid w:val="00B1033C"/>
    <w:rsid w:val="00B10388"/>
    <w:rsid w:val="00B1081E"/>
    <w:rsid w:val="00B10ACA"/>
    <w:rsid w:val="00B10C8B"/>
    <w:rsid w:val="00B111B5"/>
    <w:rsid w:val="00B1154B"/>
    <w:rsid w:val="00B11B16"/>
    <w:rsid w:val="00B11C3B"/>
    <w:rsid w:val="00B11C57"/>
    <w:rsid w:val="00B11CCA"/>
    <w:rsid w:val="00B11D34"/>
    <w:rsid w:val="00B11F0F"/>
    <w:rsid w:val="00B1204A"/>
    <w:rsid w:val="00B12B5B"/>
    <w:rsid w:val="00B12C44"/>
    <w:rsid w:val="00B12C99"/>
    <w:rsid w:val="00B12E7F"/>
    <w:rsid w:val="00B13324"/>
    <w:rsid w:val="00B13461"/>
    <w:rsid w:val="00B1376E"/>
    <w:rsid w:val="00B140D5"/>
    <w:rsid w:val="00B141CF"/>
    <w:rsid w:val="00B143C6"/>
    <w:rsid w:val="00B14A48"/>
    <w:rsid w:val="00B14A89"/>
    <w:rsid w:val="00B14B74"/>
    <w:rsid w:val="00B14C1B"/>
    <w:rsid w:val="00B14F88"/>
    <w:rsid w:val="00B15330"/>
    <w:rsid w:val="00B1592E"/>
    <w:rsid w:val="00B16200"/>
    <w:rsid w:val="00B16901"/>
    <w:rsid w:val="00B169CE"/>
    <w:rsid w:val="00B169E6"/>
    <w:rsid w:val="00B16BE6"/>
    <w:rsid w:val="00B16D75"/>
    <w:rsid w:val="00B16F2C"/>
    <w:rsid w:val="00B172B7"/>
    <w:rsid w:val="00B178F7"/>
    <w:rsid w:val="00B2002A"/>
    <w:rsid w:val="00B20498"/>
    <w:rsid w:val="00B206B7"/>
    <w:rsid w:val="00B206ED"/>
    <w:rsid w:val="00B20AA3"/>
    <w:rsid w:val="00B20B0A"/>
    <w:rsid w:val="00B20FDC"/>
    <w:rsid w:val="00B215BC"/>
    <w:rsid w:val="00B21964"/>
    <w:rsid w:val="00B2198E"/>
    <w:rsid w:val="00B21EB8"/>
    <w:rsid w:val="00B21FD5"/>
    <w:rsid w:val="00B22215"/>
    <w:rsid w:val="00B2235C"/>
    <w:rsid w:val="00B22733"/>
    <w:rsid w:val="00B227C3"/>
    <w:rsid w:val="00B22869"/>
    <w:rsid w:val="00B22975"/>
    <w:rsid w:val="00B22A6E"/>
    <w:rsid w:val="00B22A80"/>
    <w:rsid w:val="00B22DE3"/>
    <w:rsid w:val="00B234E1"/>
    <w:rsid w:val="00B23768"/>
    <w:rsid w:val="00B23B32"/>
    <w:rsid w:val="00B23DD5"/>
    <w:rsid w:val="00B23F80"/>
    <w:rsid w:val="00B2441F"/>
    <w:rsid w:val="00B24785"/>
    <w:rsid w:val="00B247B4"/>
    <w:rsid w:val="00B24C8D"/>
    <w:rsid w:val="00B24D50"/>
    <w:rsid w:val="00B24EC4"/>
    <w:rsid w:val="00B25047"/>
    <w:rsid w:val="00B250AA"/>
    <w:rsid w:val="00B25337"/>
    <w:rsid w:val="00B25364"/>
    <w:rsid w:val="00B2546B"/>
    <w:rsid w:val="00B25A37"/>
    <w:rsid w:val="00B25F06"/>
    <w:rsid w:val="00B25F7A"/>
    <w:rsid w:val="00B266D1"/>
    <w:rsid w:val="00B267A1"/>
    <w:rsid w:val="00B26A14"/>
    <w:rsid w:val="00B26AF8"/>
    <w:rsid w:val="00B27388"/>
    <w:rsid w:val="00B27884"/>
    <w:rsid w:val="00B303DE"/>
    <w:rsid w:val="00B30691"/>
    <w:rsid w:val="00B307A7"/>
    <w:rsid w:val="00B307D5"/>
    <w:rsid w:val="00B3089B"/>
    <w:rsid w:val="00B3091B"/>
    <w:rsid w:val="00B3096F"/>
    <w:rsid w:val="00B30A64"/>
    <w:rsid w:val="00B30FE9"/>
    <w:rsid w:val="00B310D7"/>
    <w:rsid w:val="00B31291"/>
    <w:rsid w:val="00B313B3"/>
    <w:rsid w:val="00B314C2"/>
    <w:rsid w:val="00B31513"/>
    <w:rsid w:val="00B315C9"/>
    <w:rsid w:val="00B3166E"/>
    <w:rsid w:val="00B31A16"/>
    <w:rsid w:val="00B31F80"/>
    <w:rsid w:val="00B31F86"/>
    <w:rsid w:val="00B32390"/>
    <w:rsid w:val="00B32692"/>
    <w:rsid w:val="00B32703"/>
    <w:rsid w:val="00B32E4A"/>
    <w:rsid w:val="00B33090"/>
    <w:rsid w:val="00B33294"/>
    <w:rsid w:val="00B33314"/>
    <w:rsid w:val="00B3355D"/>
    <w:rsid w:val="00B335C2"/>
    <w:rsid w:val="00B3389C"/>
    <w:rsid w:val="00B338D8"/>
    <w:rsid w:val="00B339F0"/>
    <w:rsid w:val="00B33DDA"/>
    <w:rsid w:val="00B33EFF"/>
    <w:rsid w:val="00B33F18"/>
    <w:rsid w:val="00B34018"/>
    <w:rsid w:val="00B340D6"/>
    <w:rsid w:val="00B34367"/>
    <w:rsid w:val="00B344BC"/>
    <w:rsid w:val="00B347DF"/>
    <w:rsid w:val="00B3482D"/>
    <w:rsid w:val="00B34904"/>
    <w:rsid w:val="00B349B1"/>
    <w:rsid w:val="00B349C4"/>
    <w:rsid w:val="00B34B14"/>
    <w:rsid w:val="00B34B2B"/>
    <w:rsid w:val="00B34B55"/>
    <w:rsid w:val="00B34C49"/>
    <w:rsid w:val="00B34F84"/>
    <w:rsid w:val="00B350F7"/>
    <w:rsid w:val="00B3554E"/>
    <w:rsid w:val="00B35553"/>
    <w:rsid w:val="00B356CC"/>
    <w:rsid w:val="00B358A3"/>
    <w:rsid w:val="00B35C1F"/>
    <w:rsid w:val="00B35CB0"/>
    <w:rsid w:val="00B35FC1"/>
    <w:rsid w:val="00B36040"/>
    <w:rsid w:val="00B3606C"/>
    <w:rsid w:val="00B360D0"/>
    <w:rsid w:val="00B3610A"/>
    <w:rsid w:val="00B3647C"/>
    <w:rsid w:val="00B364DE"/>
    <w:rsid w:val="00B36577"/>
    <w:rsid w:val="00B36637"/>
    <w:rsid w:val="00B3663C"/>
    <w:rsid w:val="00B366AF"/>
    <w:rsid w:val="00B36A84"/>
    <w:rsid w:val="00B36C15"/>
    <w:rsid w:val="00B36D11"/>
    <w:rsid w:val="00B36D30"/>
    <w:rsid w:val="00B36F7C"/>
    <w:rsid w:val="00B36FA7"/>
    <w:rsid w:val="00B3724A"/>
    <w:rsid w:val="00B37388"/>
    <w:rsid w:val="00B374A0"/>
    <w:rsid w:val="00B37832"/>
    <w:rsid w:val="00B37D06"/>
    <w:rsid w:val="00B37EC9"/>
    <w:rsid w:val="00B40198"/>
    <w:rsid w:val="00B401ED"/>
    <w:rsid w:val="00B402EC"/>
    <w:rsid w:val="00B40928"/>
    <w:rsid w:val="00B40BA3"/>
    <w:rsid w:val="00B40EED"/>
    <w:rsid w:val="00B41361"/>
    <w:rsid w:val="00B4144B"/>
    <w:rsid w:val="00B41A6C"/>
    <w:rsid w:val="00B41DEA"/>
    <w:rsid w:val="00B41F96"/>
    <w:rsid w:val="00B42294"/>
    <w:rsid w:val="00B429D7"/>
    <w:rsid w:val="00B42BDF"/>
    <w:rsid w:val="00B42D5D"/>
    <w:rsid w:val="00B43053"/>
    <w:rsid w:val="00B435C2"/>
    <w:rsid w:val="00B43B49"/>
    <w:rsid w:val="00B43E4E"/>
    <w:rsid w:val="00B44174"/>
    <w:rsid w:val="00B443C4"/>
    <w:rsid w:val="00B44600"/>
    <w:rsid w:val="00B44E5D"/>
    <w:rsid w:val="00B44F75"/>
    <w:rsid w:val="00B44F7A"/>
    <w:rsid w:val="00B45439"/>
    <w:rsid w:val="00B454A0"/>
    <w:rsid w:val="00B45769"/>
    <w:rsid w:val="00B4580A"/>
    <w:rsid w:val="00B45A72"/>
    <w:rsid w:val="00B46EF9"/>
    <w:rsid w:val="00B4721F"/>
    <w:rsid w:val="00B474F3"/>
    <w:rsid w:val="00B47585"/>
    <w:rsid w:val="00B476E6"/>
    <w:rsid w:val="00B477AB"/>
    <w:rsid w:val="00B478D7"/>
    <w:rsid w:val="00B47ECE"/>
    <w:rsid w:val="00B50388"/>
    <w:rsid w:val="00B503A9"/>
    <w:rsid w:val="00B50A85"/>
    <w:rsid w:val="00B50D46"/>
    <w:rsid w:val="00B50DA9"/>
    <w:rsid w:val="00B50EF2"/>
    <w:rsid w:val="00B50F4B"/>
    <w:rsid w:val="00B51321"/>
    <w:rsid w:val="00B51620"/>
    <w:rsid w:val="00B517CE"/>
    <w:rsid w:val="00B518C3"/>
    <w:rsid w:val="00B51AAF"/>
    <w:rsid w:val="00B5204C"/>
    <w:rsid w:val="00B520D6"/>
    <w:rsid w:val="00B521FA"/>
    <w:rsid w:val="00B522F7"/>
    <w:rsid w:val="00B52827"/>
    <w:rsid w:val="00B52AA9"/>
    <w:rsid w:val="00B52AD6"/>
    <w:rsid w:val="00B52CEC"/>
    <w:rsid w:val="00B52DE5"/>
    <w:rsid w:val="00B52F4D"/>
    <w:rsid w:val="00B530F8"/>
    <w:rsid w:val="00B53331"/>
    <w:rsid w:val="00B53371"/>
    <w:rsid w:val="00B53490"/>
    <w:rsid w:val="00B534AA"/>
    <w:rsid w:val="00B5373C"/>
    <w:rsid w:val="00B53E55"/>
    <w:rsid w:val="00B54279"/>
    <w:rsid w:val="00B542D1"/>
    <w:rsid w:val="00B54488"/>
    <w:rsid w:val="00B5457F"/>
    <w:rsid w:val="00B5474E"/>
    <w:rsid w:val="00B54CFF"/>
    <w:rsid w:val="00B550F9"/>
    <w:rsid w:val="00B554B3"/>
    <w:rsid w:val="00B5556F"/>
    <w:rsid w:val="00B55F61"/>
    <w:rsid w:val="00B55F97"/>
    <w:rsid w:val="00B56333"/>
    <w:rsid w:val="00B56839"/>
    <w:rsid w:val="00B56923"/>
    <w:rsid w:val="00B569BB"/>
    <w:rsid w:val="00B569CB"/>
    <w:rsid w:val="00B56DAA"/>
    <w:rsid w:val="00B5712A"/>
    <w:rsid w:val="00B57382"/>
    <w:rsid w:val="00B573BA"/>
    <w:rsid w:val="00B57529"/>
    <w:rsid w:val="00B579EA"/>
    <w:rsid w:val="00B57FBF"/>
    <w:rsid w:val="00B610D6"/>
    <w:rsid w:val="00B619B2"/>
    <w:rsid w:val="00B61A38"/>
    <w:rsid w:val="00B61B71"/>
    <w:rsid w:val="00B62242"/>
    <w:rsid w:val="00B624B7"/>
    <w:rsid w:val="00B625E0"/>
    <w:rsid w:val="00B628A8"/>
    <w:rsid w:val="00B62A2B"/>
    <w:rsid w:val="00B62FB2"/>
    <w:rsid w:val="00B6307F"/>
    <w:rsid w:val="00B63360"/>
    <w:rsid w:val="00B634AC"/>
    <w:rsid w:val="00B63737"/>
    <w:rsid w:val="00B63B6E"/>
    <w:rsid w:val="00B63C41"/>
    <w:rsid w:val="00B63FC6"/>
    <w:rsid w:val="00B63FE7"/>
    <w:rsid w:val="00B64219"/>
    <w:rsid w:val="00B64619"/>
    <w:rsid w:val="00B6474A"/>
    <w:rsid w:val="00B648E8"/>
    <w:rsid w:val="00B6490B"/>
    <w:rsid w:val="00B6491A"/>
    <w:rsid w:val="00B64D91"/>
    <w:rsid w:val="00B64E63"/>
    <w:rsid w:val="00B652DA"/>
    <w:rsid w:val="00B65534"/>
    <w:rsid w:val="00B65653"/>
    <w:rsid w:val="00B65956"/>
    <w:rsid w:val="00B65DE6"/>
    <w:rsid w:val="00B66018"/>
    <w:rsid w:val="00B66026"/>
    <w:rsid w:val="00B662A3"/>
    <w:rsid w:val="00B66529"/>
    <w:rsid w:val="00B66680"/>
    <w:rsid w:val="00B6670B"/>
    <w:rsid w:val="00B66C08"/>
    <w:rsid w:val="00B675BF"/>
    <w:rsid w:val="00B67A05"/>
    <w:rsid w:val="00B67F5D"/>
    <w:rsid w:val="00B70394"/>
    <w:rsid w:val="00B708FA"/>
    <w:rsid w:val="00B7099A"/>
    <w:rsid w:val="00B70BEC"/>
    <w:rsid w:val="00B70ED0"/>
    <w:rsid w:val="00B71112"/>
    <w:rsid w:val="00B71415"/>
    <w:rsid w:val="00B7184B"/>
    <w:rsid w:val="00B71A5B"/>
    <w:rsid w:val="00B71F82"/>
    <w:rsid w:val="00B72243"/>
    <w:rsid w:val="00B725F9"/>
    <w:rsid w:val="00B729F3"/>
    <w:rsid w:val="00B72A05"/>
    <w:rsid w:val="00B72BBE"/>
    <w:rsid w:val="00B72E44"/>
    <w:rsid w:val="00B730A6"/>
    <w:rsid w:val="00B73165"/>
    <w:rsid w:val="00B732B5"/>
    <w:rsid w:val="00B7331A"/>
    <w:rsid w:val="00B7336F"/>
    <w:rsid w:val="00B7371F"/>
    <w:rsid w:val="00B737D5"/>
    <w:rsid w:val="00B7446D"/>
    <w:rsid w:val="00B74719"/>
    <w:rsid w:val="00B7472F"/>
    <w:rsid w:val="00B74762"/>
    <w:rsid w:val="00B749D9"/>
    <w:rsid w:val="00B753BA"/>
    <w:rsid w:val="00B75D2E"/>
    <w:rsid w:val="00B75D91"/>
    <w:rsid w:val="00B760D3"/>
    <w:rsid w:val="00B760FD"/>
    <w:rsid w:val="00B763FA"/>
    <w:rsid w:val="00B76504"/>
    <w:rsid w:val="00B769F2"/>
    <w:rsid w:val="00B76CAC"/>
    <w:rsid w:val="00B76CD9"/>
    <w:rsid w:val="00B76D2C"/>
    <w:rsid w:val="00B76ED5"/>
    <w:rsid w:val="00B77382"/>
    <w:rsid w:val="00B77584"/>
    <w:rsid w:val="00B77612"/>
    <w:rsid w:val="00B803C8"/>
    <w:rsid w:val="00B805B0"/>
    <w:rsid w:val="00B805C6"/>
    <w:rsid w:val="00B80604"/>
    <w:rsid w:val="00B8092A"/>
    <w:rsid w:val="00B80A8E"/>
    <w:rsid w:val="00B80DED"/>
    <w:rsid w:val="00B8104A"/>
    <w:rsid w:val="00B81539"/>
    <w:rsid w:val="00B81615"/>
    <w:rsid w:val="00B82144"/>
    <w:rsid w:val="00B824A2"/>
    <w:rsid w:val="00B8250F"/>
    <w:rsid w:val="00B827D3"/>
    <w:rsid w:val="00B82A2A"/>
    <w:rsid w:val="00B82EC0"/>
    <w:rsid w:val="00B831C5"/>
    <w:rsid w:val="00B83389"/>
    <w:rsid w:val="00B83570"/>
    <w:rsid w:val="00B83986"/>
    <w:rsid w:val="00B83B6C"/>
    <w:rsid w:val="00B83CA7"/>
    <w:rsid w:val="00B84253"/>
    <w:rsid w:val="00B845F8"/>
    <w:rsid w:val="00B847D1"/>
    <w:rsid w:val="00B84C38"/>
    <w:rsid w:val="00B84DC0"/>
    <w:rsid w:val="00B851F9"/>
    <w:rsid w:val="00B8547A"/>
    <w:rsid w:val="00B85612"/>
    <w:rsid w:val="00B85757"/>
    <w:rsid w:val="00B859D8"/>
    <w:rsid w:val="00B85E49"/>
    <w:rsid w:val="00B85EB2"/>
    <w:rsid w:val="00B8623A"/>
    <w:rsid w:val="00B86292"/>
    <w:rsid w:val="00B8630E"/>
    <w:rsid w:val="00B86438"/>
    <w:rsid w:val="00B8648A"/>
    <w:rsid w:val="00B86847"/>
    <w:rsid w:val="00B86957"/>
    <w:rsid w:val="00B872C6"/>
    <w:rsid w:val="00B873E0"/>
    <w:rsid w:val="00B8762A"/>
    <w:rsid w:val="00B87A92"/>
    <w:rsid w:val="00B87DFA"/>
    <w:rsid w:val="00B87FAE"/>
    <w:rsid w:val="00B9017C"/>
    <w:rsid w:val="00B9027E"/>
    <w:rsid w:val="00B90369"/>
    <w:rsid w:val="00B904FA"/>
    <w:rsid w:val="00B9058D"/>
    <w:rsid w:val="00B9060B"/>
    <w:rsid w:val="00B907E1"/>
    <w:rsid w:val="00B9082D"/>
    <w:rsid w:val="00B90BF1"/>
    <w:rsid w:val="00B90DC2"/>
    <w:rsid w:val="00B90FD6"/>
    <w:rsid w:val="00B91319"/>
    <w:rsid w:val="00B91CD2"/>
    <w:rsid w:val="00B91CEB"/>
    <w:rsid w:val="00B9205A"/>
    <w:rsid w:val="00B922EE"/>
    <w:rsid w:val="00B9264D"/>
    <w:rsid w:val="00B92714"/>
    <w:rsid w:val="00B92B7A"/>
    <w:rsid w:val="00B92BDB"/>
    <w:rsid w:val="00B92D58"/>
    <w:rsid w:val="00B9320D"/>
    <w:rsid w:val="00B93636"/>
    <w:rsid w:val="00B938FB"/>
    <w:rsid w:val="00B939EA"/>
    <w:rsid w:val="00B93B6B"/>
    <w:rsid w:val="00B93B73"/>
    <w:rsid w:val="00B93E36"/>
    <w:rsid w:val="00B9403C"/>
    <w:rsid w:val="00B94135"/>
    <w:rsid w:val="00B94265"/>
    <w:rsid w:val="00B946EC"/>
    <w:rsid w:val="00B94750"/>
    <w:rsid w:val="00B94825"/>
    <w:rsid w:val="00B94AA5"/>
    <w:rsid w:val="00B94BC3"/>
    <w:rsid w:val="00B950B5"/>
    <w:rsid w:val="00B953F7"/>
    <w:rsid w:val="00B956D5"/>
    <w:rsid w:val="00B957AA"/>
    <w:rsid w:val="00B9591B"/>
    <w:rsid w:val="00B95D00"/>
    <w:rsid w:val="00B962DC"/>
    <w:rsid w:val="00B96494"/>
    <w:rsid w:val="00B965FF"/>
    <w:rsid w:val="00B96BC3"/>
    <w:rsid w:val="00B96D2A"/>
    <w:rsid w:val="00B971D6"/>
    <w:rsid w:val="00B973BF"/>
    <w:rsid w:val="00B97444"/>
    <w:rsid w:val="00B975DD"/>
    <w:rsid w:val="00B97DF6"/>
    <w:rsid w:val="00B97E15"/>
    <w:rsid w:val="00B97E77"/>
    <w:rsid w:val="00B97F1F"/>
    <w:rsid w:val="00BA00C7"/>
    <w:rsid w:val="00BA0205"/>
    <w:rsid w:val="00BA0616"/>
    <w:rsid w:val="00BA12F6"/>
    <w:rsid w:val="00BA13B8"/>
    <w:rsid w:val="00BA142C"/>
    <w:rsid w:val="00BA168E"/>
    <w:rsid w:val="00BA169E"/>
    <w:rsid w:val="00BA186F"/>
    <w:rsid w:val="00BA1CE9"/>
    <w:rsid w:val="00BA1EDA"/>
    <w:rsid w:val="00BA2043"/>
    <w:rsid w:val="00BA2176"/>
    <w:rsid w:val="00BA2259"/>
    <w:rsid w:val="00BA2416"/>
    <w:rsid w:val="00BA242A"/>
    <w:rsid w:val="00BA26BB"/>
    <w:rsid w:val="00BA28F7"/>
    <w:rsid w:val="00BA2F3A"/>
    <w:rsid w:val="00BA302D"/>
    <w:rsid w:val="00BA31E5"/>
    <w:rsid w:val="00BA331D"/>
    <w:rsid w:val="00BA337B"/>
    <w:rsid w:val="00BA3447"/>
    <w:rsid w:val="00BA4103"/>
    <w:rsid w:val="00BA41F9"/>
    <w:rsid w:val="00BA421D"/>
    <w:rsid w:val="00BA4450"/>
    <w:rsid w:val="00BA44A6"/>
    <w:rsid w:val="00BA46FB"/>
    <w:rsid w:val="00BA4A2F"/>
    <w:rsid w:val="00BA4C72"/>
    <w:rsid w:val="00BA4F4B"/>
    <w:rsid w:val="00BA567D"/>
    <w:rsid w:val="00BA56C1"/>
    <w:rsid w:val="00BA5F73"/>
    <w:rsid w:val="00BA6155"/>
    <w:rsid w:val="00BA6415"/>
    <w:rsid w:val="00BA6499"/>
    <w:rsid w:val="00BA6614"/>
    <w:rsid w:val="00BA68ED"/>
    <w:rsid w:val="00BA6B8D"/>
    <w:rsid w:val="00BA6BDA"/>
    <w:rsid w:val="00BA6CB9"/>
    <w:rsid w:val="00BA7177"/>
    <w:rsid w:val="00BA71A8"/>
    <w:rsid w:val="00BA7200"/>
    <w:rsid w:val="00BA72B1"/>
    <w:rsid w:val="00BA7349"/>
    <w:rsid w:val="00BA7407"/>
    <w:rsid w:val="00BA7852"/>
    <w:rsid w:val="00BA78A5"/>
    <w:rsid w:val="00BA79ED"/>
    <w:rsid w:val="00BA7AAC"/>
    <w:rsid w:val="00BA7B6A"/>
    <w:rsid w:val="00BA7C06"/>
    <w:rsid w:val="00BA7F6F"/>
    <w:rsid w:val="00BA7FC0"/>
    <w:rsid w:val="00BB016D"/>
    <w:rsid w:val="00BB0D6F"/>
    <w:rsid w:val="00BB134F"/>
    <w:rsid w:val="00BB139F"/>
    <w:rsid w:val="00BB13BF"/>
    <w:rsid w:val="00BB1F9C"/>
    <w:rsid w:val="00BB2015"/>
    <w:rsid w:val="00BB215A"/>
    <w:rsid w:val="00BB219C"/>
    <w:rsid w:val="00BB2335"/>
    <w:rsid w:val="00BB253C"/>
    <w:rsid w:val="00BB2707"/>
    <w:rsid w:val="00BB2957"/>
    <w:rsid w:val="00BB299A"/>
    <w:rsid w:val="00BB29DC"/>
    <w:rsid w:val="00BB2DBB"/>
    <w:rsid w:val="00BB2ED4"/>
    <w:rsid w:val="00BB2F27"/>
    <w:rsid w:val="00BB2F5C"/>
    <w:rsid w:val="00BB31E2"/>
    <w:rsid w:val="00BB3395"/>
    <w:rsid w:val="00BB374E"/>
    <w:rsid w:val="00BB3762"/>
    <w:rsid w:val="00BB3840"/>
    <w:rsid w:val="00BB3A08"/>
    <w:rsid w:val="00BB3B34"/>
    <w:rsid w:val="00BB3CBA"/>
    <w:rsid w:val="00BB3F2D"/>
    <w:rsid w:val="00BB4039"/>
    <w:rsid w:val="00BB4365"/>
    <w:rsid w:val="00BB443F"/>
    <w:rsid w:val="00BB45C0"/>
    <w:rsid w:val="00BB466F"/>
    <w:rsid w:val="00BB47B5"/>
    <w:rsid w:val="00BB4B1F"/>
    <w:rsid w:val="00BB4B80"/>
    <w:rsid w:val="00BB4BA5"/>
    <w:rsid w:val="00BB4BD9"/>
    <w:rsid w:val="00BB4D0E"/>
    <w:rsid w:val="00BB4F62"/>
    <w:rsid w:val="00BB51D8"/>
    <w:rsid w:val="00BB5426"/>
    <w:rsid w:val="00BB5A99"/>
    <w:rsid w:val="00BB5D2E"/>
    <w:rsid w:val="00BB603A"/>
    <w:rsid w:val="00BB67C1"/>
    <w:rsid w:val="00BB67CD"/>
    <w:rsid w:val="00BB69DE"/>
    <w:rsid w:val="00BB6CB4"/>
    <w:rsid w:val="00BB6DAD"/>
    <w:rsid w:val="00BB70D1"/>
    <w:rsid w:val="00BB7673"/>
    <w:rsid w:val="00BC0093"/>
    <w:rsid w:val="00BC009E"/>
    <w:rsid w:val="00BC03B6"/>
    <w:rsid w:val="00BC0903"/>
    <w:rsid w:val="00BC09B1"/>
    <w:rsid w:val="00BC0A12"/>
    <w:rsid w:val="00BC0CB3"/>
    <w:rsid w:val="00BC0FF3"/>
    <w:rsid w:val="00BC10EC"/>
    <w:rsid w:val="00BC1264"/>
    <w:rsid w:val="00BC145A"/>
    <w:rsid w:val="00BC1681"/>
    <w:rsid w:val="00BC1857"/>
    <w:rsid w:val="00BC1EA8"/>
    <w:rsid w:val="00BC1FF9"/>
    <w:rsid w:val="00BC20A4"/>
    <w:rsid w:val="00BC21B0"/>
    <w:rsid w:val="00BC2207"/>
    <w:rsid w:val="00BC2305"/>
    <w:rsid w:val="00BC24B0"/>
    <w:rsid w:val="00BC2509"/>
    <w:rsid w:val="00BC2653"/>
    <w:rsid w:val="00BC2723"/>
    <w:rsid w:val="00BC2731"/>
    <w:rsid w:val="00BC27B4"/>
    <w:rsid w:val="00BC28A7"/>
    <w:rsid w:val="00BC2EE5"/>
    <w:rsid w:val="00BC32DC"/>
    <w:rsid w:val="00BC3458"/>
    <w:rsid w:val="00BC3A86"/>
    <w:rsid w:val="00BC3B4B"/>
    <w:rsid w:val="00BC411B"/>
    <w:rsid w:val="00BC444F"/>
    <w:rsid w:val="00BC4B5C"/>
    <w:rsid w:val="00BC4D7A"/>
    <w:rsid w:val="00BC51F5"/>
    <w:rsid w:val="00BC5286"/>
    <w:rsid w:val="00BC54AF"/>
    <w:rsid w:val="00BC5522"/>
    <w:rsid w:val="00BC56D6"/>
    <w:rsid w:val="00BC5759"/>
    <w:rsid w:val="00BC5956"/>
    <w:rsid w:val="00BC5A6A"/>
    <w:rsid w:val="00BC5A7C"/>
    <w:rsid w:val="00BC5F8C"/>
    <w:rsid w:val="00BC5FC7"/>
    <w:rsid w:val="00BC5FD5"/>
    <w:rsid w:val="00BC60D9"/>
    <w:rsid w:val="00BC619A"/>
    <w:rsid w:val="00BC61B6"/>
    <w:rsid w:val="00BC6235"/>
    <w:rsid w:val="00BC638E"/>
    <w:rsid w:val="00BC64A0"/>
    <w:rsid w:val="00BC6580"/>
    <w:rsid w:val="00BC67D4"/>
    <w:rsid w:val="00BC6922"/>
    <w:rsid w:val="00BC695C"/>
    <w:rsid w:val="00BC6E2A"/>
    <w:rsid w:val="00BC724A"/>
    <w:rsid w:val="00BC733E"/>
    <w:rsid w:val="00BC7383"/>
    <w:rsid w:val="00BC770C"/>
    <w:rsid w:val="00BC7721"/>
    <w:rsid w:val="00BC7A02"/>
    <w:rsid w:val="00BC7AE7"/>
    <w:rsid w:val="00BC7B08"/>
    <w:rsid w:val="00BC7E06"/>
    <w:rsid w:val="00BD0304"/>
    <w:rsid w:val="00BD06A6"/>
    <w:rsid w:val="00BD0711"/>
    <w:rsid w:val="00BD07D3"/>
    <w:rsid w:val="00BD0B64"/>
    <w:rsid w:val="00BD0D2A"/>
    <w:rsid w:val="00BD0E00"/>
    <w:rsid w:val="00BD0FFD"/>
    <w:rsid w:val="00BD1380"/>
    <w:rsid w:val="00BD1705"/>
    <w:rsid w:val="00BD1F78"/>
    <w:rsid w:val="00BD252C"/>
    <w:rsid w:val="00BD2C4D"/>
    <w:rsid w:val="00BD2F73"/>
    <w:rsid w:val="00BD304D"/>
    <w:rsid w:val="00BD352A"/>
    <w:rsid w:val="00BD35A7"/>
    <w:rsid w:val="00BD3652"/>
    <w:rsid w:val="00BD3EEC"/>
    <w:rsid w:val="00BD3FBB"/>
    <w:rsid w:val="00BD3FE2"/>
    <w:rsid w:val="00BD43BC"/>
    <w:rsid w:val="00BD4478"/>
    <w:rsid w:val="00BD46F5"/>
    <w:rsid w:val="00BD489B"/>
    <w:rsid w:val="00BD4BDD"/>
    <w:rsid w:val="00BD50BA"/>
    <w:rsid w:val="00BD527E"/>
    <w:rsid w:val="00BD54CB"/>
    <w:rsid w:val="00BD5726"/>
    <w:rsid w:val="00BD5A1F"/>
    <w:rsid w:val="00BD605A"/>
    <w:rsid w:val="00BD65B9"/>
    <w:rsid w:val="00BD66B5"/>
    <w:rsid w:val="00BD675E"/>
    <w:rsid w:val="00BD6A36"/>
    <w:rsid w:val="00BD6D1C"/>
    <w:rsid w:val="00BD6E2B"/>
    <w:rsid w:val="00BD6EC5"/>
    <w:rsid w:val="00BD6F65"/>
    <w:rsid w:val="00BD708C"/>
    <w:rsid w:val="00BD7181"/>
    <w:rsid w:val="00BD723D"/>
    <w:rsid w:val="00BD77DB"/>
    <w:rsid w:val="00BD793D"/>
    <w:rsid w:val="00BD7B1B"/>
    <w:rsid w:val="00BD7B3E"/>
    <w:rsid w:val="00BD7E95"/>
    <w:rsid w:val="00BE046E"/>
    <w:rsid w:val="00BE0585"/>
    <w:rsid w:val="00BE0A00"/>
    <w:rsid w:val="00BE0A2B"/>
    <w:rsid w:val="00BE0AA8"/>
    <w:rsid w:val="00BE0D50"/>
    <w:rsid w:val="00BE0E4D"/>
    <w:rsid w:val="00BE10AE"/>
    <w:rsid w:val="00BE10E5"/>
    <w:rsid w:val="00BE1277"/>
    <w:rsid w:val="00BE12C5"/>
    <w:rsid w:val="00BE12FD"/>
    <w:rsid w:val="00BE142B"/>
    <w:rsid w:val="00BE1A02"/>
    <w:rsid w:val="00BE1EC1"/>
    <w:rsid w:val="00BE2150"/>
    <w:rsid w:val="00BE22C0"/>
    <w:rsid w:val="00BE250F"/>
    <w:rsid w:val="00BE2836"/>
    <w:rsid w:val="00BE2A88"/>
    <w:rsid w:val="00BE2B6B"/>
    <w:rsid w:val="00BE2C1D"/>
    <w:rsid w:val="00BE33EF"/>
    <w:rsid w:val="00BE35AC"/>
    <w:rsid w:val="00BE3BBA"/>
    <w:rsid w:val="00BE3C30"/>
    <w:rsid w:val="00BE3E59"/>
    <w:rsid w:val="00BE424C"/>
    <w:rsid w:val="00BE4309"/>
    <w:rsid w:val="00BE4336"/>
    <w:rsid w:val="00BE443C"/>
    <w:rsid w:val="00BE4576"/>
    <w:rsid w:val="00BE482F"/>
    <w:rsid w:val="00BE4BAE"/>
    <w:rsid w:val="00BE4C7A"/>
    <w:rsid w:val="00BE4F00"/>
    <w:rsid w:val="00BE5427"/>
    <w:rsid w:val="00BE56B3"/>
    <w:rsid w:val="00BE5DC4"/>
    <w:rsid w:val="00BE5E3E"/>
    <w:rsid w:val="00BE5E78"/>
    <w:rsid w:val="00BE5F0B"/>
    <w:rsid w:val="00BE6370"/>
    <w:rsid w:val="00BE6D43"/>
    <w:rsid w:val="00BE6EFB"/>
    <w:rsid w:val="00BE706A"/>
    <w:rsid w:val="00BE719A"/>
    <w:rsid w:val="00BE74CD"/>
    <w:rsid w:val="00BE779E"/>
    <w:rsid w:val="00BE7ED7"/>
    <w:rsid w:val="00BF005B"/>
    <w:rsid w:val="00BF0507"/>
    <w:rsid w:val="00BF050E"/>
    <w:rsid w:val="00BF09E3"/>
    <w:rsid w:val="00BF09F5"/>
    <w:rsid w:val="00BF0B10"/>
    <w:rsid w:val="00BF0B8C"/>
    <w:rsid w:val="00BF0C2D"/>
    <w:rsid w:val="00BF128D"/>
    <w:rsid w:val="00BF1657"/>
    <w:rsid w:val="00BF16DE"/>
    <w:rsid w:val="00BF1D7E"/>
    <w:rsid w:val="00BF264A"/>
    <w:rsid w:val="00BF2741"/>
    <w:rsid w:val="00BF2BF8"/>
    <w:rsid w:val="00BF3030"/>
    <w:rsid w:val="00BF33C0"/>
    <w:rsid w:val="00BF3536"/>
    <w:rsid w:val="00BF3FB9"/>
    <w:rsid w:val="00BF442E"/>
    <w:rsid w:val="00BF47D4"/>
    <w:rsid w:val="00BF4919"/>
    <w:rsid w:val="00BF4994"/>
    <w:rsid w:val="00BF4A7E"/>
    <w:rsid w:val="00BF4AAB"/>
    <w:rsid w:val="00BF4DD3"/>
    <w:rsid w:val="00BF4E98"/>
    <w:rsid w:val="00BF50B3"/>
    <w:rsid w:val="00BF5488"/>
    <w:rsid w:val="00BF5ACF"/>
    <w:rsid w:val="00BF5F48"/>
    <w:rsid w:val="00BF634F"/>
    <w:rsid w:val="00BF657A"/>
    <w:rsid w:val="00BF6A2E"/>
    <w:rsid w:val="00BF6EF7"/>
    <w:rsid w:val="00BF6FC7"/>
    <w:rsid w:val="00BF6FEF"/>
    <w:rsid w:val="00BF70A2"/>
    <w:rsid w:val="00BF74F1"/>
    <w:rsid w:val="00BF7831"/>
    <w:rsid w:val="00C000C5"/>
    <w:rsid w:val="00C006F5"/>
    <w:rsid w:val="00C00960"/>
    <w:rsid w:val="00C00C51"/>
    <w:rsid w:val="00C00C8E"/>
    <w:rsid w:val="00C00D3E"/>
    <w:rsid w:val="00C0118A"/>
    <w:rsid w:val="00C0181F"/>
    <w:rsid w:val="00C01850"/>
    <w:rsid w:val="00C018B7"/>
    <w:rsid w:val="00C01946"/>
    <w:rsid w:val="00C019A7"/>
    <w:rsid w:val="00C01E66"/>
    <w:rsid w:val="00C02189"/>
    <w:rsid w:val="00C022E4"/>
    <w:rsid w:val="00C027F4"/>
    <w:rsid w:val="00C029F4"/>
    <w:rsid w:val="00C02D60"/>
    <w:rsid w:val="00C02D8D"/>
    <w:rsid w:val="00C0329B"/>
    <w:rsid w:val="00C0347B"/>
    <w:rsid w:val="00C0357B"/>
    <w:rsid w:val="00C036B4"/>
    <w:rsid w:val="00C036EC"/>
    <w:rsid w:val="00C039FF"/>
    <w:rsid w:val="00C03F08"/>
    <w:rsid w:val="00C03FE8"/>
    <w:rsid w:val="00C04504"/>
    <w:rsid w:val="00C04564"/>
    <w:rsid w:val="00C0468C"/>
    <w:rsid w:val="00C04DE0"/>
    <w:rsid w:val="00C050B5"/>
    <w:rsid w:val="00C05309"/>
    <w:rsid w:val="00C055F1"/>
    <w:rsid w:val="00C05682"/>
    <w:rsid w:val="00C05E05"/>
    <w:rsid w:val="00C05ED6"/>
    <w:rsid w:val="00C05F4B"/>
    <w:rsid w:val="00C06401"/>
    <w:rsid w:val="00C064DD"/>
    <w:rsid w:val="00C0684C"/>
    <w:rsid w:val="00C0693B"/>
    <w:rsid w:val="00C06D17"/>
    <w:rsid w:val="00C06DF9"/>
    <w:rsid w:val="00C06E1C"/>
    <w:rsid w:val="00C07358"/>
    <w:rsid w:val="00C074A1"/>
    <w:rsid w:val="00C074E0"/>
    <w:rsid w:val="00C0756E"/>
    <w:rsid w:val="00C07660"/>
    <w:rsid w:val="00C076E5"/>
    <w:rsid w:val="00C0791A"/>
    <w:rsid w:val="00C07A80"/>
    <w:rsid w:val="00C07DE4"/>
    <w:rsid w:val="00C101CD"/>
    <w:rsid w:val="00C103D8"/>
    <w:rsid w:val="00C106AA"/>
    <w:rsid w:val="00C107B6"/>
    <w:rsid w:val="00C10A19"/>
    <w:rsid w:val="00C10AC5"/>
    <w:rsid w:val="00C10AED"/>
    <w:rsid w:val="00C110FF"/>
    <w:rsid w:val="00C115FA"/>
    <w:rsid w:val="00C11859"/>
    <w:rsid w:val="00C11B19"/>
    <w:rsid w:val="00C11C33"/>
    <w:rsid w:val="00C11EAA"/>
    <w:rsid w:val="00C12288"/>
    <w:rsid w:val="00C12315"/>
    <w:rsid w:val="00C123F9"/>
    <w:rsid w:val="00C128C1"/>
    <w:rsid w:val="00C1301C"/>
    <w:rsid w:val="00C1310F"/>
    <w:rsid w:val="00C132C1"/>
    <w:rsid w:val="00C1358C"/>
    <w:rsid w:val="00C1373D"/>
    <w:rsid w:val="00C13C47"/>
    <w:rsid w:val="00C13CA8"/>
    <w:rsid w:val="00C13DA8"/>
    <w:rsid w:val="00C14344"/>
    <w:rsid w:val="00C14389"/>
    <w:rsid w:val="00C14450"/>
    <w:rsid w:val="00C1448E"/>
    <w:rsid w:val="00C14B20"/>
    <w:rsid w:val="00C1518A"/>
    <w:rsid w:val="00C15476"/>
    <w:rsid w:val="00C15B30"/>
    <w:rsid w:val="00C15C08"/>
    <w:rsid w:val="00C15E7C"/>
    <w:rsid w:val="00C1622B"/>
    <w:rsid w:val="00C163EB"/>
    <w:rsid w:val="00C166FD"/>
    <w:rsid w:val="00C16709"/>
    <w:rsid w:val="00C16A7C"/>
    <w:rsid w:val="00C16D60"/>
    <w:rsid w:val="00C16E46"/>
    <w:rsid w:val="00C16EE9"/>
    <w:rsid w:val="00C1701E"/>
    <w:rsid w:val="00C170A5"/>
    <w:rsid w:val="00C174A0"/>
    <w:rsid w:val="00C1754A"/>
    <w:rsid w:val="00C17679"/>
    <w:rsid w:val="00C1778D"/>
    <w:rsid w:val="00C1779D"/>
    <w:rsid w:val="00C17C6B"/>
    <w:rsid w:val="00C17DBE"/>
    <w:rsid w:val="00C17DDA"/>
    <w:rsid w:val="00C17FAB"/>
    <w:rsid w:val="00C20103"/>
    <w:rsid w:val="00C201A1"/>
    <w:rsid w:val="00C203AB"/>
    <w:rsid w:val="00C2067B"/>
    <w:rsid w:val="00C206A6"/>
    <w:rsid w:val="00C20776"/>
    <w:rsid w:val="00C209A5"/>
    <w:rsid w:val="00C209BC"/>
    <w:rsid w:val="00C20A3A"/>
    <w:rsid w:val="00C20B00"/>
    <w:rsid w:val="00C20C12"/>
    <w:rsid w:val="00C20CF4"/>
    <w:rsid w:val="00C20E97"/>
    <w:rsid w:val="00C21234"/>
    <w:rsid w:val="00C217DA"/>
    <w:rsid w:val="00C21944"/>
    <w:rsid w:val="00C22228"/>
    <w:rsid w:val="00C2237C"/>
    <w:rsid w:val="00C2238F"/>
    <w:rsid w:val="00C225BB"/>
    <w:rsid w:val="00C22906"/>
    <w:rsid w:val="00C22C6D"/>
    <w:rsid w:val="00C22C7D"/>
    <w:rsid w:val="00C22D50"/>
    <w:rsid w:val="00C22D87"/>
    <w:rsid w:val="00C22E39"/>
    <w:rsid w:val="00C23032"/>
    <w:rsid w:val="00C23097"/>
    <w:rsid w:val="00C23126"/>
    <w:rsid w:val="00C23208"/>
    <w:rsid w:val="00C23266"/>
    <w:rsid w:val="00C23B2E"/>
    <w:rsid w:val="00C23F99"/>
    <w:rsid w:val="00C245A7"/>
    <w:rsid w:val="00C2473A"/>
    <w:rsid w:val="00C24B75"/>
    <w:rsid w:val="00C24D40"/>
    <w:rsid w:val="00C24DBA"/>
    <w:rsid w:val="00C2509E"/>
    <w:rsid w:val="00C250E6"/>
    <w:rsid w:val="00C2511F"/>
    <w:rsid w:val="00C253FA"/>
    <w:rsid w:val="00C254BB"/>
    <w:rsid w:val="00C25593"/>
    <w:rsid w:val="00C255A9"/>
    <w:rsid w:val="00C255AB"/>
    <w:rsid w:val="00C25AE5"/>
    <w:rsid w:val="00C25CA6"/>
    <w:rsid w:val="00C267CF"/>
    <w:rsid w:val="00C26999"/>
    <w:rsid w:val="00C26A13"/>
    <w:rsid w:val="00C26C3B"/>
    <w:rsid w:val="00C26C97"/>
    <w:rsid w:val="00C26D3E"/>
    <w:rsid w:val="00C270B3"/>
    <w:rsid w:val="00C27224"/>
    <w:rsid w:val="00C27E58"/>
    <w:rsid w:val="00C27E9E"/>
    <w:rsid w:val="00C27FD8"/>
    <w:rsid w:val="00C303B4"/>
    <w:rsid w:val="00C304EE"/>
    <w:rsid w:val="00C305E6"/>
    <w:rsid w:val="00C30722"/>
    <w:rsid w:val="00C307BD"/>
    <w:rsid w:val="00C307F4"/>
    <w:rsid w:val="00C3085C"/>
    <w:rsid w:val="00C308C0"/>
    <w:rsid w:val="00C30C81"/>
    <w:rsid w:val="00C30CE4"/>
    <w:rsid w:val="00C31A4F"/>
    <w:rsid w:val="00C32686"/>
    <w:rsid w:val="00C32D2C"/>
    <w:rsid w:val="00C32D91"/>
    <w:rsid w:val="00C32F1F"/>
    <w:rsid w:val="00C330CB"/>
    <w:rsid w:val="00C33313"/>
    <w:rsid w:val="00C33CCC"/>
    <w:rsid w:val="00C33D7B"/>
    <w:rsid w:val="00C3404B"/>
    <w:rsid w:val="00C344E9"/>
    <w:rsid w:val="00C3475A"/>
    <w:rsid w:val="00C34983"/>
    <w:rsid w:val="00C349E4"/>
    <w:rsid w:val="00C34A4E"/>
    <w:rsid w:val="00C35013"/>
    <w:rsid w:val="00C35252"/>
    <w:rsid w:val="00C35411"/>
    <w:rsid w:val="00C35575"/>
    <w:rsid w:val="00C356FD"/>
    <w:rsid w:val="00C357BB"/>
    <w:rsid w:val="00C357E3"/>
    <w:rsid w:val="00C3582B"/>
    <w:rsid w:val="00C35BD4"/>
    <w:rsid w:val="00C35C9C"/>
    <w:rsid w:val="00C35E78"/>
    <w:rsid w:val="00C3602A"/>
    <w:rsid w:val="00C3676C"/>
    <w:rsid w:val="00C36BF1"/>
    <w:rsid w:val="00C36C28"/>
    <w:rsid w:val="00C36F3F"/>
    <w:rsid w:val="00C372B8"/>
    <w:rsid w:val="00C3750F"/>
    <w:rsid w:val="00C400E4"/>
    <w:rsid w:val="00C40228"/>
    <w:rsid w:val="00C402B9"/>
    <w:rsid w:val="00C403CD"/>
    <w:rsid w:val="00C405F0"/>
    <w:rsid w:val="00C40638"/>
    <w:rsid w:val="00C40925"/>
    <w:rsid w:val="00C40FF2"/>
    <w:rsid w:val="00C41127"/>
    <w:rsid w:val="00C412DB"/>
    <w:rsid w:val="00C41533"/>
    <w:rsid w:val="00C41891"/>
    <w:rsid w:val="00C41899"/>
    <w:rsid w:val="00C41A82"/>
    <w:rsid w:val="00C423A1"/>
    <w:rsid w:val="00C42855"/>
    <w:rsid w:val="00C42BBF"/>
    <w:rsid w:val="00C431AA"/>
    <w:rsid w:val="00C432A2"/>
    <w:rsid w:val="00C43306"/>
    <w:rsid w:val="00C4342B"/>
    <w:rsid w:val="00C437CA"/>
    <w:rsid w:val="00C437E1"/>
    <w:rsid w:val="00C43954"/>
    <w:rsid w:val="00C43B14"/>
    <w:rsid w:val="00C43B9C"/>
    <w:rsid w:val="00C43C03"/>
    <w:rsid w:val="00C43D13"/>
    <w:rsid w:val="00C43EA5"/>
    <w:rsid w:val="00C442E0"/>
    <w:rsid w:val="00C44353"/>
    <w:rsid w:val="00C44599"/>
    <w:rsid w:val="00C4464A"/>
    <w:rsid w:val="00C44924"/>
    <w:rsid w:val="00C44C84"/>
    <w:rsid w:val="00C44E70"/>
    <w:rsid w:val="00C455DE"/>
    <w:rsid w:val="00C45B28"/>
    <w:rsid w:val="00C46140"/>
    <w:rsid w:val="00C46390"/>
    <w:rsid w:val="00C46567"/>
    <w:rsid w:val="00C469AF"/>
    <w:rsid w:val="00C469D9"/>
    <w:rsid w:val="00C47209"/>
    <w:rsid w:val="00C4751C"/>
    <w:rsid w:val="00C476AB"/>
    <w:rsid w:val="00C47BCE"/>
    <w:rsid w:val="00C50418"/>
    <w:rsid w:val="00C50F7A"/>
    <w:rsid w:val="00C510C9"/>
    <w:rsid w:val="00C5122A"/>
    <w:rsid w:val="00C5178A"/>
    <w:rsid w:val="00C51B5B"/>
    <w:rsid w:val="00C52229"/>
    <w:rsid w:val="00C52696"/>
    <w:rsid w:val="00C52830"/>
    <w:rsid w:val="00C52CDE"/>
    <w:rsid w:val="00C536BE"/>
    <w:rsid w:val="00C538D8"/>
    <w:rsid w:val="00C53E88"/>
    <w:rsid w:val="00C53F61"/>
    <w:rsid w:val="00C545F3"/>
    <w:rsid w:val="00C54646"/>
    <w:rsid w:val="00C54820"/>
    <w:rsid w:val="00C54F4A"/>
    <w:rsid w:val="00C55423"/>
    <w:rsid w:val="00C55432"/>
    <w:rsid w:val="00C554D5"/>
    <w:rsid w:val="00C55828"/>
    <w:rsid w:val="00C55AA1"/>
    <w:rsid w:val="00C56467"/>
    <w:rsid w:val="00C565B7"/>
    <w:rsid w:val="00C567DD"/>
    <w:rsid w:val="00C56862"/>
    <w:rsid w:val="00C5701B"/>
    <w:rsid w:val="00C57117"/>
    <w:rsid w:val="00C57317"/>
    <w:rsid w:val="00C5753F"/>
    <w:rsid w:val="00C5770E"/>
    <w:rsid w:val="00C5786C"/>
    <w:rsid w:val="00C57A5D"/>
    <w:rsid w:val="00C57A69"/>
    <w:rsid w:val="00C57DC7"/>
    <w:rsid w:val="00C57EFC"/>
    <w:rsid w:val="00C60129"/>
    <w:rsid w:val="00C601C8"/>
    <w:rsid w:val="00C602E4"/>
    <w:rsid w:val="00C6098A"/>
    <w:rsid w:val="00C60AAE"/>
    <w:rsid w:val="00C61BA6"/>
    <w:rsid w:val="00C61D8A"/>
    <w:rsid w:val="00C620EF"/>
    <w:rsid w:val="00C62276"/>
    <w:rsid w:val="00C62344"/>
    <w:rsid w:val="00C62359"/>
    <w:rsid w:val="00C623B8"/>
    <w:rsid w:val="00C62B2A"/>
    <w:rsid w:val="00C62C55"/>
    <w:rsid w:val="00C63064"/>
    <w:rsid w:val="00C63281"/>
    <w:rsid w:val="00C637D8"/>
    <w:rsid w:val="00C63995"/>
    <w:rsid w:val="00C63B75"/>
    <w:rsid w:val="00C63E72"/>
    <w:rsid w:val="00C63EA5"/>
    <w:rsid w:val="00C6422D"/>
    <w:rsid w:val="00C64AC2"/>
    <w:rsid w:val="00C64C10"/>
    <w:rsid w:val="00C64DEC"/>
    <w:rsid w:val="00C654C9"/>
    <w:rsid w:val="00C65543"/>
    <w:rsid w:val="00C65ED4"/>
    <w:rsid w:val="00C66018"/>
    <w:rsid w:val="00C664C7"/>
    <w:rsid w:val="00C6653D"/>
    <w:rsid w:val="00C665D2"/>
    <w:rsid w:val="00C66956"/>
    <w:rsid w:val="00C66A70"/>
    <w:rsid w:val="00C66E09"/>
    <w:rsid w:val="00C677D7"/>
    <w:rsid w:val="00C679BB"/>
    <w:rsid w:val="00C679F8"/>
    <w:rsid w:val="00C67B39"/>
    <w:rsid w:val="00C7063F"/>
    <w:rsid w:val="00C7068D"/>
    <w:rsid w:val="00C706E9"/>
    <w:rsid w:val="00C708FA"/>
    <w:rsid w:val="00C70AC4"/>
    <w:rsid w:val="00C70BF8"/>
    <w:rsid w:val="00C70EC8"/>
    <w:rsid w:val="00C70EE6"/>
    <w:rsid w:val="00C70FE3"/>
    <w:rsid w:val="00C71042"/>
    <w:rsid w:val="00C71060"/>
    <w:rsid w:val="00C710A4"/>
    <w:rsid w:val="00C7163B"/>
    <w:rsid w:val="00C71743"/>
    <w:rsid w:val="00C71775"/>
    <w:rsid w:val="00C71E8D"/>
    <w:rsid w:val="00C7218E"/>
    <w:rsid w:val="00C725A0"/>
    <w:rsid w:val="00C726CD"/>
    <w:rsid w:val="00C7289F"/>
    <w:rsid w:val="00C72B8C"/>
    <w:rsid w:val="00C72D13"/>
    <w:rsid w:val="00C72E07"/>
    <w:rsid w:val="00C72E16"/>
    <w:rsid w:val="00C72F76"/>
    <w:rsid w:val="00C733F2"/>
    <w:rsid w:val="00C734D3"/>
    <w:rsid w:val="00C736D7"/>
    <w:rsid w:val="00C7372D"/>
    <w:rsid w:val="00C7387A"/>
    <w:rsid w:val="00C73A22"/>
    <w:rsid w:val="00C73A2D"/>
    <w:rsid w:val="00C73D15"/>
    <w:rsid w:val="00C73EDC"/>
    <w:rsid w:val="00C742DB"/>
    <w:rsid w:val="00C74600"/>
    <w:rsid w:val="00C74615"/>
    <w:rsid w:val="00C747CB"/>
    <w:rsid w:val="00C74ADE"/>
    <w:rsid w:val="00C74B33"/>
    <w:rsid w:val="00C74B65"/>
    <w:rsid w:val="00C74CA0"/>
    <w:rsid w:val="00C74F46"/>
    <w:rsid w:val="00C751BE"/>
    <w:rsid w:val="00C7556E"/>
    <w:rsid w:val="00C7589B"/>
    <w:rsid w:val="00C76968"/>
    <w:rsid w:val="00C76B30"/>
    <w:rsid w:val="00C76E13"/>
    <w:rsid w:val="00C76E56"/>
    <w:rsid w:val="00C77074"/>
    <w:rsid w:val="00C77288"/>
    <w:rsid w:val="00C7736C"/>
    <w:rsid w:val="00C7749C"/>
    <w:rsid w:val="00C77627"/>
    <w:rsid w:val="00C77D10"/>
    <w:rsid w:val="00C77D1F"/>
    <w:rsid w:val="00C77E04"/>
    <w:rsid w:val="00C77F10"/>
    <w:rsid w:val="00C80056"/>
    <w:rsid w:val="00C807E6"/>
    <w:rsid w:val="00C80801"/>
    <w:rsid w:val="00C80896"/>
    <w:rsid w:val="00C80BA5"/>
    <w:rsid w:val="00C80C76"/>
    <w:rsid w:val="00C80E34"/>
    <w:rsid w:val="00C80EC1"/>
    <w:rsid w:val="00C81E77"/>
    <w:rsid w:val="00C81EE4"/>
    <w:rsid w:val="00C82108"/>
    <w:rsid w:val="00C8257F"/>
    <w:rsid w:val="00C82728"/>
    <w:rsid w:val="00C82A00"/>
    <w:rsid w:val="00C82D59"/>
    <w:rsid w:val="00C82DE9"/>
    <w:rsid w:val="00C83190"/>
    <w:rsid w:val="00C835C4"/>
    <w:rsid w:val="00C83839"/>
    <w:rsid w:val="00C83984"/>
    <w:rsid w:val="00C83D61"/>
    <w:rsid w:val="00C843AF"/>
    <w:rsid w:val="00C84504"/>
    <w:rsid w:val="00C84592"/>
    <w:rsid w:val="00C845C9"/>
    <w:rsid w:val="00C846CE"/>
    <w:rsid w:val="00C846FA"/>
    <w:rsid w:val="00C84C3E"/>
    <w:rsid w:val="00C84CFE"/>
    <w:rsid w:val="00C84D31"/>
    <w:rsid w:val="00C84F6A"/>
    <w:rsid w:val="00C851B2"/>
    <w:rsid w:val="00C852C2"/>
    <w:rsid w:val="00C85578"/>
    <w:rsid w:val="00C85B9E"/>
    <w:rsid w:val="00C8606B"/>
    <w:rsid w:val="00C861DC"/>
    <w:rsid w:val="00C861E7"/>
    <w:rsid w:val="00C86263"/>
    <w:rsid w:val="00C86707"/>
    <w:rsid w:val="00C86724"/>
    <w:rsid w:val="00C8693A"/>
    <w:rsid w:val="00C86F87"/>
    <w:rsid w:val="00C87028"/>
    <w:rsid w:val="00C874B4"/>
    <w:rsid w:val="00C877AC"/>
    <w:rsid w:val="00C879D5"/>
    <w:rsid w:val="00C87BF1"/>
    <w:rsid w:val="00C87D5F"/>
    <w:rsid w:val="00C87F86"/>
    <w:rsid w:val="00C9006C"/>
    <w:rsid w:val="00C90084"/>
    <w:rsid w:val="00C90471"/>
    <w:rsid w:val="00C9053C"/>
    <w:rsid w:val="00C90B39"/>
    <w:rsid w:val="00C90F54"/>
    <w:rsid w:val="00C90FBD"/>
    <w:rsid w:val="00C9143B"/>
    <w:rsid w:val="00C91639"/>
    <w:rsid w:val="00C918C0"/>
    <w:rsid w:val="00C91CE0"/>
    <w:rsid w:val="00C92103"/>
    <w:rsid w:val="00C92832"/>
    <w:rsid w:val="00C92898"/>
    <w:rsid w:val="00C92D21"/>
    <w:rsid w:val="00C92D8F"/>
    <w:rsid w:val="00C93035"/>
    <w:rsid w:val="00C930C8"/>
    <w:rsid w:val="00C9321A"/>
    <w:rsid w:val="00C93247"/>
    <w:rsid w:val="00C9339D"/>
    <w:rsid w:val="00C933ED"/>
    <w:rsid w:val="00C935AF"/>
    <w:rsid w:val="00C939E1"/>
    <w:rsid w:val="00C93AD0"/>
    <w:rsid w:val="00C93ADE"/>
    <w:rsid w:val="00C93CE1"/>
    <w:rsid w:val="00C94088"/>
    <w:rsid w:val="00C94259"/>
    <w:rsid w:val="00C94796"/>
    <w:rsid w:val="00C94AD2"/>
    <w:rsid w:val="00C94F82"/>
    <w:rsid w:val="00C9544F"/>
    <w:rsid w:val="00C954C0"/>
    <w:rsid w:val="00C95653"/>
    <w:rsid w:val="00C962C3"/>
    <w:rsid w:val="00C9673B"/>
    <w:rsid w:val="00C9674E"/>
    <w:rsid w:val="00C96E80"/>
    <w:rsid w:val="00C972DB"/>
    <w:rsid w:val="00C9750F"/>
    <w:rsid w:val="00C97588"/>
    <w:rsid w:val="00C97684"/>
    <w:rsid w:val="00C976F8"/>
    <w:rsid w:val="00C97AD1"/>
    <w:rsid w:val="00C97E05"/>
    <w:rsid w:val="00C97E96"/>
    <w:rsid w:val="00CA02B2"/>
    <w:rsid w:val="00CA03BE"/>
    <w:rsid w:val="00CA04FD"/>
    <w:rsid w:val="00CA0537"/>
    <w:rsid w:val="00CA05BA"/>
    <w:rsid w:val="00CA0998"/>
    <w:rsid w:val="00CA0D3F"/>
    <w:rsid w:val="00CA0E23"/>
    <w:rsid w:val="00CA0F9F"/>
    <w:rsid w:val="00CA10C9"/>
    <w:rsid w:val="00CA1131"/>
    <w:rsid w:val="00CA1228"/>
    <w:rsid w:val="00CA150A"/>
    <w:rsid w:val="00CA156D"/>
    <w:rsid w:val="00CA17AF"/>
    <w:rsid w:val="00CA1A5C"/>
    <w:rsid w:val="00CA1C07"/>
    <w:rsid w:val="00CA1D59"/>
    <w:rsid w:val="00CA200F"/>
    <w:rsid w:val="00CA28EF"/>
    <w:rsid w:val="00CA29D5"/>
    <w:rsid w:val="00CA29E4"/>
    <w:rsid w:val="00CA2CC1"/>
    <w:rsid w:val="00CA2D19"/>
    <w:rsid w:val="00CA302A"/>
    <w:rsid w:val="00CA3359"/>
    <w:rsid w:val="00CA33D5"/>
    <w:rsid w:val="00CA3955"/>
    <w:rsid w:val="00CA39DC"/>
    <w:rsid w:val="00CA3B28"/>
    <w:rsid w:val="00CA3E94"/>
    <w:rsid w:val="00CA3F46"/>
    <w:rsid w:val="00CA3FE3"/>
    <w:rsid w:val="00CA4305"/>
    <w:rsid w:val="00CA45A1"/>
    <w:rsid w:val="00CA4705"/>
    <w:rsid w:val="00CA47F2"/>
    <w:rsid w:val="00CA485E"/>
    <w:rsid w:val="00CA48BF"/>
    <w:rsid w:val="00CA5543"/>
    <w:rsid w:val="00CA59D6"/>
    <w:rsid w:val="00CA59E5"/>
    <w:rsid w:val="00CA5A2A"/>
    <w:rsid w:val="00CA5CA6"/>
    <w:rsid w:val="00CA5D80"/>
    <w:rsid w:val="00CA631E"/>
    <w:rsid w:val="00CA64BC"/>
    <w:rsid w:val="00CA6824"/>
    <w:rsid w:val="00CA68AE"/>
    <w:rsid w:val="00CA6A04"/>
    <w:rsid w:val="00CA6A31"/>
    <w:rsid w:val="00CA6DEB"/>
    <w:rsid w:val="00CA706A"/>
    <w:rsid w:val="00CA7221"/>
    <w:rsid w:val="00CA74F4"/>
    <w:rsid w:val="00CA7714"/>
    <w:rsid w:val="00CB0704"/>
    <w:rsid w:val="00CB087A"/>
    <w:rsid w:val="00CB0D1B"/>
    <w:rsid w:val="00CB0F8B"/>
    <w:rsid w:val="00CB14BC"/>
    <w:rsid w:val="00CB1698"/>
    <w:rsid w:val="00CB1968"/>
    <w:rsid w:val="00CB1ABB"/>
    <w:rsid w:val="00CB1B49"/>
    <w:rsid w:val="00CB1E3E"/>
    <w:rsid w:val="00CB2124"/>
    <w:rsid w:val="00CB2243"/>
    <w:rsid w:val="00CB23CE"/>
    <w:rsid w:val="00CB2511"/>
    <w:rsid w:val="00CB264F"/>
    <w:rsid w:val="00CB2B42"/>
    <w:rsid w:val="00CB3648"/>
    <w:rsid w:val="00CB38C0"/>
    <w:rsid w:val="00CB38D7"/>
    <w:rsid w:val="00CB38DD"/>
    <w:rsid w:val="00CB3A82"/>
    <w:rsid w:val="00CB3CFD"/>
    <w:rsid w:val="00CB432E"/>
    <w:rsid w:val="00CB4B2E"/>
    <w:rsid w:val="00CB4DD5"/>
    <w:rsid w:val="00CB4E10"/>
    <w:rsid w:val="00CB4E4B"/>
    <w:rsid w:val="00CB4F3A"/>
    <w:rsid w:val="00CB4F7F"/>
    <w:rsid w:val="00CB54BE"/>
    <w:rsid w:val="00CB59AF"/>
    <w:rsid w:val="00CB5A6F"/>
    <w:rsid w:val="00CB5B58"/>
    <w:rsid w:val="00CB5E74"/>
    <w:rsid w:val="00CB606D"/>
    <w:rsid w:val="00CB6177"/>
    <w:rsid w:val="00CB654D"/>
    <w:rsid w:val="00CB6981"/>
    <w:rsid w:val="00CB6AC6"/>
    <w:rsid w:val="00CB6C4C"/>
    <w:rsid w:val="00CB6C71"/>
    <w:rsid w:val="00CB6D9D"/>
    <w:rsid w:val="00CB6EB9"/>
    <w:rsid w:val="00CB6F67"/>
    <w:rsid w:val="00CB714E"/>
    <w:rsid w:val="00CB7755"/>
    <w:rsid w:val="00CB7A06"/>
    <w:rsid w:val="00CB7A0F"/>
    <w:rsid w:val="00CC05CB"/>
    <w:rsid w:val="00CC05E4"/>
    <w:rsid w:val="00CC0775"/>
    <w:rsid w:val="00CC0B09"/>
    <w:rsid w:val="00CC10AE"/>
    <w:rsid w:val="00CC110B"/>
    <w:rsid w:val="00CC11A3"/>
    <w:rsid w:val="00CC190A"/>
    <w:rsid w:val="00CC197C"/>
    <w:rsid w:val="00CC1AB6"/>
    <w:rsid w:val="00CC1E45"/>
    <w:rsid w:val="00CC1E56"/>
    <w:rsid w:val="00CC20B3"/>
    <w:rsid w:val="00CC219C"/>
    <w:rsid w:val="00CC253D"/>
    <w:rsid w:val="00CC26DA"/>
    <w:rsid w:val="00CC291C"/>
    <w:rsid w:val="00CC2BDD"/>
    <w:rsid w:val="00CC2F2A"/>
    <w:rsid w:val="00CC354F"/>
    <w:rsid w:val="00CC3588"/>
    <w:rsid w:val="00CC3719"/>
    <w:rsid w:val="00CC3B32"/>
    <w:rsid w:val="00CC3DE0"/>
    <w:rsid w:val="00CC4263"/>
    <w:rsid w:val="00CC4998"/>
    <w:rsid w:val="00CC49AA"/>
    <w:rsid w:val="00CC4E98"/>
    <w:rsid w:val="00CC4EDB"/>
    <w:rsid w:val="00CC5137"/>
    <w:rsid w:val="00CC52BC"/>
    <w:rsid w:val="00CC52E6"/>
    <w:rsid w:val="00CC53B4"/>
    <w:rsid w:val="00CC548E"/>
    <w:rsid w:val="00CC6011"/>
    <w:rsid w:val="00CC6326"/>
    <w:rsid w:val="00CC645D"/>
    <w:rsid w:val="00CC64C5"/>
    <w:rsid w:val="00CC67D9"/>
    <w:rsid w:val="00CC6DC5"/>
    <w:rsid w:val="00CC6F27"/>
    <w:rsid w:val="00CC6FAB"/>
    <w:rsid w:val="00CC71FF"/>
    <w:rsid w:val="00CC75D5"/>
    <w:rsid w:val="00CC77E3"/>
    <w:rsid w:val="00CC79E6"/>
    <w:rsid w:val="00CC7E57"/>
    <w:rsid w:val="00CD0754"/>
    <w:rsid w:val="00CD075B"/>
    <w:rsid w:val="00CD0C7C"/>
    <w:rsid w:val="00CD0F15"/>
    <w:rsid w:val="00CD15DE"/>
    <w:rsid w:val="00CD1B89"/>
    <w:rsid w:val="00CD1E45"/>
    <w:rsid w:val="00CD2032"/>
    <w:rsid w:val="00CD24BD"/>
    <w:rsid w:val="00CD2741"/>
    <w:rsid w:val="00CD2C68"/>
    <w:rsid w:val="00CD2C80"/>
    <w:rsid w:val="00CD2CCF"/>
    <w:rsid w:val="00CD2EDA"/>
    <w:rsid w:val="00CD337B"/>
    <w:rsid w:val="00CD33F6"/>
    <w:rsid w:val="00CD3468"/>
    <w:rsid w:val="00CD356F"/>
    <w:rsid w:val="00CD3738"/>
    <w:rsid w:val="00CD3891"/>
    <w:rsid w:val="00CD3A0F"/>
    <w:rsid w:val="00CD3C7F"/>
    <w:rsid w:val="00CD3F2F"/>
    <w:rsid w:val="00CD407F"/>
    <w:rsid w:val="00CD417D"/>
    <w:rsid w:val="00CD45CB"/>
    <w:rsid w:val="00CD4706"/>
    <w:rsid w:val="00CD502D"/>
    <w:rsid w:val="00CD529D"/>
    <w:rsid w:val="00CD5478"/>
    <w:rsid w:val="00CD58AD"/>
    <w:rsid w:val="00CD5C40"/>
    <w:rsid w:val="00CD5DFE"/>
    <w:rsid w:val="00CD602D"/>
    <w:rsid w:val="00CD61A6"/>
    <w:rsid w:val="00CD637C"/>
    <w:rsid w:val="00CD642A"/>
    <w:rsid w:val="00CD6618"/>
    <w:rsid w:val="00CD69A4"/>
    <w:rsid w:val="00CD6D9E"/>
    <w:rsid w:val="00CD72B8"/>
    <w:rsid w:val="00CD75FB"/>
    <w:rsid w:val="00CD7B18"/>
    <w:rsid w:val="00CD7BC2"/>
    <w:rsid w:val="00CD7DD6"/>
    <w:rsid w:val="00CD7F84"/>
    <w:rsid w:val="00CE0023"/>
    <w:rsid w:val="00CE021F"/>
    <w:rsid w:val="00CE0352"/>
    <w:rsid w:val="00CE0498"/>
    <w:rsid w:val="00CE057D"/>
    <w:rsid w:val="00CE070A"/>
    <w:rsid w:val="00CE0804"/>
    <w:rsid w:val="00CE090F"/>
    <w:rsid w:val="00CE0ADC"/>
    <w:rsid w:val="00CE0C38"/>
    <w:rsid w:val="00CE0F89"/>
    <w:rsid w:val="00CE0F8D"/>
    <w:rsid w:val="00CE166A"/>
    <w:rsid w:val="00CE19F7"/>
    <w:rsid w:val="00CE1BDF"/>
    <w:rsid w:val="00CE1FC1"/>
    <w:rsid w:val="00CE21F1"/>
    <w:rsid w:val="00CE242F"/>
    <w:rsid w:val="00CE24D6"/>
    <w:rsid w:val="00CE24E6"/>
    <w:rsid w:val="00CE25FE"/>
    <w:rsid w:val="00CE2FE2"/>
    <w:rsid w:val="00CE3682"/>
    <w:rsid w:val="00CE3698"/>
    <w:rsid w:val="00CE3E9C"/>
    <w:rsid w:val="00CE453C"/>
    <w:rsid w:val="00CE4755"/>
    <w:rsid w:val="00CE47E7"/>
    <w:rsid w:val="00CE4BC8"/>
    <w:rsid w:val="00CE4CF9"/>
    <w:rsid w:val="00CE5020"/>
    <w:rsid w:val="00CE5171"/>
    <w:rsid w:val="00CE59CE"/>
    <w:rsid w:val="00CE60F2"/>
    <w:rsid w:val="00CE61C1"/>
    <w:rsid w:val="00CE6278"/>
    <w:rsid w:val="00CE6340"/>
    <w:rsid w:val="00CE6629"/>
    <w:rsid w:val="00CE6BCC"/>
    <w:rsid w:val="00CE7340"/>
    <w:rsid w:val="00CE7423"/>
    <w:rsid w:val="00CE76D0"/>
    <w:rsid w:val="00CE789C"/>
    <w:rsid w:val="00CE79A7"/>
    <w:rsid w:val="00CE7A84"/>
    <w:rsid w:val="00CE7E84"/>
    <w:rsid w:val="00CF0110"/>
    <w:rsid w:val="00CF0751"/>
    <w:rsid w:val="00CF086D"/>
    <w:rsid w:val="00CF0A92"/>
    <w:rsid w:val="00CF0CA9"/>
    <w:rsid w:val="00CF0DED"/>
    <w:rsid w:val="00CF0EC1"/>
    <w:rsid w:val="00CF1129"/>
    <w:rsid w:val="00CF1640"/>
    <w:rsid w:val="00CF1B14"/>
    <w:rsid w:val="00CF1B3D"/>
    <w:rsid w:val="00CF1C86"/>
    <w:rsid w:val="00CF1D57"/>
    <w:rsid w:val="00CF1EF2"/>
    <w:rsid w:val="00CF2010"/>
    <w:rsid w:val="00CF22CC"/>
    <w:rsid w:val="00CF2359"/>
    <w:rsid w:val="00CF2A89"/>
    <w:rsid w:val="00CF2BF3"/>
    <w:rsid w:val="00CF2E07"/>
    <w:rsid w:val="00CF313B"/>
    <w:rsid w:val="00CF31C7"/>
    <w:rsid w:val="00CF3D78"/>
    <w:rsid w:val="00CF3E38"/>
    <w:rsid w:val="00CF3E75"/>
    <w:rsid w:val="00CF40CC"/>
    <w:rsid w:val="00CF42F9"/>
    <w:rsid w:val="00CF4383"/>
    <w:rsid w:val="00CF43E8"/>
    <w:rsid w:val="00CF4D00"/>
    <w:rsid w:val="00CF4D63"/>
    <w:rsid w:val="00CF4EA1"/>
    <w:rsid w:val="00CF526A"/>
    <w:rsid w:val="00CF54B6"/>
    <w:rsid w:val="00CF5FED"/>
    <w:rsid w:val="00CF6559"/>
    <w:rsid w:val="00CF68CC"/>
    <w:rsid w:val="00CF6D85"/>
    <w:rsid w:val="00CF6F86"/>
    <w:rsid w:val="00CF70BC"/>
    <w:rsid w:val="00CF75C7"/>
    <w:rsid w:val="00CF75FE"/>
    <w:rsid w:val="00CF7649"/>
    <w:rsid w:val="00D000AF"/>
    <w:rsid w:val="00D0016C"/>
    <w:rsid w:val="00D0050C"/>
    <w:rsid w:val="00D00600"/>
    <w:rsid w:val="00D0086C"/>
    <w:rsid w:val="00D00F01"/>
    <w:rsid w:val="00D010FC"/>
    <w:rsid w:val="00D0129B"/>
    <w:rsid w:val="00D016A0"/>
    <w:rsid w:val="00D0175A"/>
    <w:rsid w:val="00D018BA"/>
    <w:rsid w:val="00D01963"/>
    <w:rsid w:val="00D01B66"/>
    <w:rsid w:val="00D01D14"/>
    <w:rsid w:val="00D01E0B"/>
    <w:rsid w:val="00D01EBE"/>
    <w:rsid w:val="00D02028"/>
    <w:rsid w:val="00D020DB"/>
    <w:rsid w:val="00D022C8"/>
    <w:rsid w:val="00D02333"/>
    <w:rsid w:val="00D024DB"/>
    <w:rsid w:val="00D026E6"/>
    <w:rsid w:val="00D02823"/>
    <w:rsid w:val="00D02A67"/>
    <w:rsid w:val="00D02B43"/>
    <w:rsid w:val="00D02B6D"/>
    <w:rsid w:val="00D02EB9"/>
    <w:rsid w:val="00D03062"/>
    <w:rsid w:val="00D030F2"/>
    <w:rsid w:val="00D036E9"/>
    <w:rsid w:val="00D0371B"/>
    <w:rsid w:val="00D03F6A"/>
    <w:rsid w:val="00D040CA"/>
    <w:rsid w:val="00D04155"/>
    <w:rsid w:val="00D0495A"/>
    <w:rsid w:val="00D0499F"/>
    <w:rsid w:val="00D04B6D"/>
    <w:rsid w:val="00D04EBF"/>
    <w:rsid w:val="00D05195"/>
    <w:rsid w:val="00D05252"/>
    <w:rsid w:val="00D053C3"/>
    <w:rsid w:val="00D054D0"/>
    <w:rsid w:val="00D05587"/>
    <w:rsid w:val="00D05640"/>
    <w:rsid w:val="00D05952"/>
    <w:rsid w:val="00D05C4B"/>
    <w:rsid w:val="00D05CE2"/>
    <w:rsid w:val="00D05F25"/>
    <w:rsid w:val="00D06182"/>
    <w:rsid w:val="00D061D0"/>
    <w:rsid w:val="00D0620A"/>
    <w:rsid w:val="00D062C8"/>
    <w:rsid w:val="00D06C72"/>
    <w:rsid w:val="00D06D7E"/>
    <w:rsid w:val="00D07064"/>
    <w:rsid w:val="00D071D5"/>
    <w:rsid w:val="00D07320"/>
    <w:rsid w:val="00D0749E"/>
    <w:rsid w:val="00D07F6A"/>
    <w:rsid w:val="00D1001E"/>
    <w:rsid w:val="00D1044C"/>
    <w:rsid w:val="00D1091E"/>
    <w:rsid w:val="00D110F6"/>
    <w:rsid w:val="00D111CE"/>
    <w:rsid w:val="00D111F7"/>
    <w:rsid w:val="00D11299"/>
    <w:rsid w:val="00D11400"/>
    <w:rsid w:val="00D11505"/>
    <w:rsid w:val="00D11553"/>
    <w:rsid w:val="00D11D74"/>
    <w:rsid w:val="00D12210"/>
    <w:rsid w:val="00D122AD"/>
    <w:rsid w:val="00D12348"/>
    <w:rsid w:val="00D123BB"/>
    <w:rsid w:val="00D12451"/>
    <w:rsid w:val="00D124EB"/>
    <w:rsid w:val="00D1267B"/>
    <w:rsid w:val="00D12AB1"/>
    <w:rsid w:val="00D12AFA"/>
    <w:rsid w:val="00D12CE1"/>
    <w:rsid w:val="00D12FF6"/>
    <w:rsid w:val="00D135DB"/>
    <w:rsid w:val="00D1370C"/>
    <w:rsid w:val="00D13767"/>
    <w:rsid w:val="00D13CD2"/>
    <w:rsid w:val="00D13DA2"/>
    <w:rsid w:val="00D13DD2"/>
    <w:rsid w:val="00D13FB5"/>
    <w:rsid w:val="00D13FF7"/>
    <w:rsid w:val="00D14447"/>
    <w:rsid w:val="00D144EC"/>
    <w:rsid w:val="00D1484D"/>
    <w:rsid w:val="00D14B3D"/>
    <w:rsid w:val="00D1509D"/>
    <w:rsid w:val="00D15280"/>
    <w:rsid w:val="00D1552B"/>
    <w:rsid w:val="00D15AC8"/>
    <w:rsid w:val="00D15FCC"/>
    <w:rsid w:val="00D1636D"/>
    <w:rsid w:val="00D164DD"/>
    <w:rsid w:val="00D16BCD"/>
    <w:rsid w:val="00D16C75"/>
    <w:rsid w:val="00D16D07"/>
    <w:rsid w:val="00D16DC6"/>
    <w:rsid w:val="00D16E7A"/>
    <w:rsid w:val="00D175FB"/>
    <w:rsid w:val="00D1767B"/>
    <w:rsid w:val="00D1770A"/>
    <w:rsid w:val="00D177A9"/>
    <w:rsid w:val="00D17A05"/>
    <w:rsid w:val="00D17BB9"/>
    <w:rsid w:val="00D17DBF"/>
    <w:rsid w:val="00D20122"/>
    <w:rsid w:val="00D201BF"/>
    <w:rsid w:val="00D208E2"/>
    <w:rsid w:val="00D20F32"/>
    <w:rsid w:val="00D21181"/>
    <w:rsid w:val="00D21237"/>
    <w:rsid w:val="00D2123C"/>
    <w:rsid w:val="00D21306"/>
    <w:rsid w:val="00D21729"/>
    <w:rsid w:val="00D2198E"/>
    <w:rsid w:val="00D21B8D"/>
    <w:rsid w:val="00D21E82"/>
    <w:rsid w:val="00D21F1A"/>
    <w:rsid w:val="00D2210B"/>
    <w:rsid w:val="00D2210E"/>
    <w:rsid w:val="00D22239"/>
    <w:rsid w:val="00D2227B"/>
    <w:rsid w:val="00D22405"/>
    <w:rsid w:val="00D2264E"/>
    <w:rsid w:val="00D22B1B"/>
    <w:rsid w:val="00D22C65"/>
    <w:rsid w:val="00D232E0"/>
    <w:rsid w:val="00D235DD"/>
    <w:rsid w:val="00D239B7"/>
    <w:rsid w:val="00D23A1A"/>
    <w:rsid w:val="00D23B8D"/>
    <w:rsid w:val="00D23F44"/>
    <w:rsid w:val="00D24263"/>
    <w:rsid w:val="00D24341"/>
    <w:rsid w:val="00D2445C"/>
    <w:rsid w:val="00D24956"/>
    <w:rsid w:val="00D24D4D"/>
    <w:rsid w:val="00D24E7A"/>
    <w:rsid w:val="00D24FCE"/>
    <w:rsid w:val="00D2564F"/>
    <w:rsid w:val="00D25CD9"/>
    <w:rsid w:val="00D25D7A"/>
    <w:rsid w:val="00D25DEE"/>
    <w:rsid w:val="00D25E4E"/>
    <w:rsid w:val="00D26092"/>
    <w:rsid w:val="00D26591"/>
    <w:rsid w:val="00D2668E"/>
    <w:rsid w:val="00D26A45"/>
    <w:rsid w:val="00D26CB2"/>
    <w:rsid w:val="00D26F5F"/>
    <w:rsid w:val="00D2763C"/>
    <w:rsid w:val="00D2790F"/>
    <w:rsid w:val="00D27A42"/>
    <w:rsid w:val="00D27B23"/>
    <w:rsid w:val="00D27BF3"/>
    <w:rsid w:val="00D27DBF"/>
    <w:rsid w:val="00D3001A"/>
    <w:rsid w:val="00D30115"/>
    <w:rsid w:val="00D3030B"/>
    <w:rsid w:val="00D30405"/>
    <w:rsid w:val="00D30711"/>
    <w:rsid w:val="00D3088B"/>
    <w:rsid w:val="00D30C86"/>
    <w:rsid w:val="00D3162E"/>
    <w:rsid w:val="00D31672"/>
    <w:rsid w:val="00D31901"/>
    <w:rsid w:val="00D31A3B"/>
    <w:rsid w:val="00D31E1B"/>
    <w:rsid w:val="00D31F54"/>
    <w:rsid w:val="00D31F8D"/>
    <w:rsid w:val="00D3222D"/>
    <w:rsid w:val="00D3239A"/>
    <w:rsid w:val="00D3239B"/>
    <w:rsid w:val="00D325D2"/>
    <w:rsid w:val="00D32634"/>
    <w:rsid w:val="00D32642"/>
    <w:rsid w:val="00D326A2"/>
    <w:rsid w:val="00D32726"/>
    <w:rsid w:val="00D3274D"/>
    <w:rsid w:val="00D32B08"/>
    <w:rsid w:val="00D32BF4"/>
    <w:rsid w:val="00D33170"/>
    <w:rsid w:val="00D3321B"/>
    <w:rsid w:val="00D338FA"/>
    <w:rsid w:val="00D33A5B"/>
    <w:rsid w:val="00D33C7B"/>
    <w:rsid w:val="00D341F8"/>
    <w:rsid w:val="00D34B2B"/>
    <w:rsid w:val="00D3543E"/>
    <w:rsid w:val="00D3560F"/>
    <w:rsid w:val="00D35A66"/>
    <w:rsid w:val="00D35AEE"/>
    <w:rsid w:val="00D35EA7"/>
    <w:rsid w:val="00D3630F"/>
    <w:rsid w:val="00D36335"/>
    <w:rsid w:val="00D36635"/>
    <w:rsid w:val="00D36733"/>
    <w:rsid w:val="00D367A4"/>
    <w:rsid w:val="00D369B2"/>
    <w:rsid w:val="00D36CDA"/>
    <w:rsid w:val="00D36DDB"/>
    <w:rsid w:val="00D37648"/>
    <w:rsid w:val="00D376F4"/>
    <w:rsid w:val="00D3774C"/>
    <w:rsid w:val="00D37798"/>
    <w:rsid w:val="00D37AB7"/>
    <w:rsid w:val="00D40222"/>
    <w:rsid w:val="00D40983"/>
    <w:rsid w:val="00D4111C"/>
    <w:rsid w:val="00D41205"/>
    <w:rsid w:val="00D41299"/>
    <w:rsid w:val="00D41391"/>
    <w:rsid w:val="00D41830"/>
    <w:rsid w:val="00D41D40"/>
    <w:rsid w:val="00D4209D"/>
    <w:rsid w:val="00D42789"/>
    <w:rsid w:val="00D428AA"/>
    <w:rsid w:val="00D4293D"/>
    <w:rsid w:val="00D42984"/>
    <w:rsid w:val="00D42B1D"/>
    <w:rsid w:val="00D42B41"/>
    <w:rsid w:val="00D42B4A"/>
    <w:rsid w:val="00D42D1A"/>
    <w:rsid w:val="00D43105"/>
    <w:rsid w:val="00D432D4"/>
    <w:rsid w:val="00D434C3"/>
    <w:rsid w:val="00D439C7"/>
    <w:rsid w:val="00D43A36"/>
    <w:rsid w:val="00D4402C"/>
    <w:rsid w:val="00D4410E"/>
    <w:rsid w:val="00D44187"/>
    <w:rsid w:val="00D44DFB"/>
    <w:rsid w:val="00D44F43"/>
    <w:rsid w:val="00D45124"/>
    <w:rsid w:val="00D4539F"/>
    <w:rsid w:val="00D4593D"/>
    <w:rsid w:val="00D459ED"/>
    <w:rsid w:val="00D45AA4"/>
    <w:rsid w:val="00D45C47"/>
    <w:rsid w:val="00D46056"/>
    <w:rsid w:val="00D46072"/>
    <w:rsid w:val="00D462CC"/>
    <w:rsid w:val="00D467E9"/>
    <w:rsid w:val="00D467FA"/>
    <w:rsid w:val="00D46F51"/>
    <w:rsid w:val="00D4702D"/>
    <w:rsid w:val="00D470A5"/>
    <w:rsid w:val="00D4773A"/>
    <w:rsid w:val="00D477FC"/>
    <w:rsid w:val="00D4789B"/>
    <w:rsid w:val="00D47A16"/>
    <w:rsid w:val="00D47AA8"/>
    <w:rsid w:val="00D47C91"/>
    <w:rsid w:val="00D50213"/>
    <w:rsid w:val="00D50274"/>
    <w:rsid w:val="00D50817"/>
    <w:rsid w:val="00D50A33"/>
    <w:rsid w:val="00D50C8B"/>
    <w:rsid w:val="00D51214"/>
    <w:rsid w:val="00D51776"/>
    <w:rsid w:val="00D51B36"/>
    <w:rsid w:val="00D5208D"/>
    <w:rsid w:val="00D5226B"/>
    <w:rsid w:val="00D52516"/>
    <w:rsid w:val="00D5256E"/>
    <w:rsid w:val="00D52A1B"/>
    <w:rsid w:val="00D52F34"/>
    <w:rsid w:val="00D53383"/>
    <w:rsid w:val="00D537A9"/>
    <w:rsid w:val="00D53C6B"/>
    <w:rsid w:val="00D53E66"/>
    <w:rsid w:val="00D54297"/>
    <w:rsid w:val="00D543E2"/>
    <w:rsid w:val="00D54448"/>
    <w:rsid w:val="00D545AE"/>
    <w:rsid w:val="00D54B31"/>
    <w:rsid w:val="00D54B7C"/>
    <w:rsid w:val="00D54E25"/>
    <w:rsid w:val="00D55052"/>
    <w:rsid w:val="00D551AA"/>
    <w:rsid w:val="00D551DF"/>
    <w:rsid w:val="00D55397"/>
    <w:rsid w:val="00D55473"/>
    <w:rsid w:val="00D55494"/>
    <w:rsid w:val="00D55570"/>
    <w:rsid w:val="00D5583E"/>
    <w:rsid w:val="00D55B18"/>
    <w:rsid w:val="00D55CA9"/>
    <w:rsid w:val="00D55E67"/>
    <w:rsid w:val="00D56025"/>
    <w:rsid w:val="00D563FA"/>
    <w:rsid w:val="00D56ED5"/>
    <w:rsid w:val="00D56F44"/>
    <w:rsid w:val="00D57099"/>
    <w:rsid w:val="00D571B7"/>
    <w:rsid w:val="00D5734F"/>
    <w:rsid w:val="00D573B8"/>
    <w:rsid w:val="00D574B5"/>
    <w:rsid w:val="00D576E0"/>
    <w:rsid w:val="00D57B8C"/>
    <w:rsid w:val="00D57D83"/>
    <w:rsid w:val="00D57E7D"/>
    <w:rsid w:val="00D57FE3"/>
    <w:rsid w:val="00D60031"/>
    <w:rsid w:val="00D600B5"/>
    <w:rsid w:val="00D604A8"/>
    <w:rsid w:val="00D60B6E"/>
    <w:rsid w:val="00D611E0"/>
    <w:rsid w:val="00D61466"/>
    <w:rsid w:val="00D616BD"/>
    <w:rsid w:val="00D6185F"/>
    <w:rsid w:val="00D61AD6"/>
    <w:rsid w:val="00D620C7"/>
    <w:rsid w:val="00D6212F"/>
    <w:rsid w:val="00D622D7"/>
    <w:rsid w:val="00D624B4"/>
    <w:rsid w:val="00D62950"/>
    <w:rsid w:val="00D629D5"/>
    <w:rsid w:val="00D6309F"/>
    <w:rsid w:val="00D630A2"/>
    <w:rsid w:val="00D63524"/>
    <w:rsid w:val="00D63563"/>
    <w:rsid w:val="00D635B2"/>
    <w:rsid w:val="00D6362F"/>
    <w:rsid w:val="00D637F2"/>
    <w:rsid w:val="00D63E0C"/>
    <w:rsid w:val="00D6437A"/>
    <w:rsid w:val="00D644BD"/>
    <w:rsid w:val="00D644E4"/>
    <w:rsid w:val="00D6463D"/>
    <w:rsid w:val="00D647E6"/>
    <w:rsid w:val="00D649EC"/>
    <w:rsid w:val="00D64ADD"/>
    <w:rsid w:val="00D64B10"/>
    <w:rsid w:val="00D64C78"/>
    <w:rsid w:val="00D64F8B"/>
    <w:rsid w:val="00D6526D"/>
    <w:rsid w:val="00D652B1"/>
    <w:rsid w:val="00D652D3"/>
    <w:rsid w:val="00D6532E"/>
    <w:rsid w:val="00D655A3"/>
    <w:rsid w:val="00D65D87"/>
    <w:rsid w:val="00D65D8E"/>
    <w:rsid w:val="00D66023"/>
    <w:rsid w:val="00D66239"/>
    <w:rsid w:val="00D6668D"/>
    <w:rsid w:val="00D66743"/>
    <w:rsid w:val="00D66764"/>
    <w:rsid w:val="00D66834"/>
    <w:rsid w:val="00D6691E"/>
    <w:rsid w:val="00D66A8C"/>
    <w:rsid w:val="00D66C41"/>
    <w:rsid w:val="00D66F27"/>
    <w:rsid w:val="00D67317"/>
    <w:rsid w:val="00D67382"/>
    <w:rsid w:val="00D6739F"/>
    <w:rsid w:val="00D6747A"/>
    <w:rsid w:val="00D678DC"/>
    <w:rsid w:val="00D67A01"/>
    <w:rsid w:val="00D70145"/>
    <w:rsid w:val="00D706AA"/>
    <w:rsid w:val="00D70EC1"/>
    <w:rsid w:val="00D7132C"/>
    <w:rsid w:val="00D7135A"/>
    <w:rsid w:val="00D71B72"/>
    <w:rsid w:val="00D71BA2"/>
    <w:rsid w:val="00D71D64"/>
    <w:rsid w:val="00D720BE"/>
    <w:rsid w:val="00D725E8"/>
    <w:rsid w:val="00D726EA"/>
    <w:rsid w:val="00D7277D"/>
    <w:rsid w:val="00D72A85"/>
    <w:rsid w:val="00D72A9C"/>
    <w:rsid w:val="00D72DD3"/>
    <w:rsid w:val="00D72FDB"/>
    <w:rsid w:val="00D730A8"/>
    <w:rsid w:val="00D7340B"/>
    <w:rsid w:val="00D73417"/>
    <w:rsid w:val="00D737C6"/>
    <w:rsid w:val="00D7382A"/>
    <w:rsid w:val="00D73A70"/>
    <w:rsid w:val="00D73AA5"/>
    <w:rsid w:val="00D73B4B"/>
    <w:rsid w:val="00D73BEE"/>
    <w:rsid w:val="00D73C99"/>
    <w:rsid w:val="00D73E05"/>
    <w:rsid w:val="00D73F65"/>
    <w:rsid w:val="00D73FC9"/>
    <w:rsid w:val="00D74025"/>
    <w:rsid w:val="00D748DE"/>
    <w:rsid w:val="00D74B0F"/>
    <w:rsid w:val="00D74B26"/>
    <w:rsid w:val="00D74B36"/>
    <w:rsid w:val="00D74C20"/>
    <w:rsid w:val="00D753E6"/>
    <w:rsid w:val="00D758BB"/>
    <w:rsid w:val="00D75C51"/>
    <w:rsid w:val="00D75C72"/>
    <w:rsid w:val="00D75C79"/>
    <w:rsid w:val="00D75DCB"/>
    <w:rsid w:val="00D75ED9"/>
    <w:rsid w:val="00D761C5"/>
    <w:rsid w:val="00D762F1"/>
    <w:rsid w:val="00D76855"/>
    <w:rsid w:val="00D76A1E"/>
    <w:rsid w:val="00D76FAE"/>
    <w:rsid w:val="00D7747E"/>
    <w:rsid w:val="00D77497"/>
    <w:rsid w:val="00D775A9"/>
    <w:rsid w:val="00D77A5A"/>
    <w:rsid w:val="00D77BA9"/>
    <w:rsid w:val="00D77CDA"/>
    <w:rsid w:val="00D77E8D"/>
    <w:rsid w:val="00D77F1A"/>
    <w:rsid w:val="00D77FB2"/>
    <w:rsid w:val="00D80056"/>
    <w:rsid w:val="00D802E9"/>
    <w:rsid w:val="00D80305"/>
    <w:rsid w:val="00D80884"/>
    <w:rsid w:val="00D80AD2"/>
    <w:rsid w:val="00D80CB7"/>
    <w:rsid w:val="00D80D1C"/>
    <w:rsid w:val="00D80DD1"/>
    <w:rsid w:val="00D80DD6"/>
    <w:rsid w:val="00D813DD"/>
    <w:rsid w:val="00D81955"/>
    <w:rsid w:val="00D81A6A"/>
    <w:rsid w:val="00D82950"/>
    <w:rsid w:val="00D82C56"/>
    <w:rsid w:val="00D831DA"/>
    <w:rsid w:val="00D832BD"/>
    <w:rsid w:val="00D833D3"/>
    <w:rsid w:val="00D836BD"/>
    <w:rsid w:val="00D83725"/>
    <w:rsid w:val="00D83A87"/>
    <w:rsid w:val="00D83C43"/>
    <w:rsid w:val="00D84D38"/>
    <w:rsid w:val="00D85216"/>
    <w:rsid w:val="00D85370"/>
    <w:rsid w:val="00D854BD"/>
    <w:rsid w:val="00D8577E"/>
    <w:rsid w:val="00D8589E"/>
    <w:rsid w:val="00D859AD"/>
    <w:rsid w:val="00D859B5"/>
    <w:rsid w:val="00D85EDC"/>
    <w:rsid w:val="00D85F35"/>
    <w:rsid w:val="00D86066"/>
    <w:rsid w:val="00D8665C"/>
    <w:rsid w:val="00D866AB"/>
    <w:rsid w:val="00D86AB0"/>
    <w:rsid w:val="00D86CF5"/>
    <w:rsid w:val="00D871ED"/>
    <w:rsid w:val="00D8721F"/>
    <w:rsid w:val="00D873A5"/>
    <w:rsid w:val="00D87D3C"/>
    <w:rsid w:val="00D87DC7"/>
    <w:rsid w:val="00D901B2"/>
    <w:rsid w:val="00D904CC"/>
    <w:rsid w:val="00D90750"/>
    <w:rsid w:val="00D907C7"/>
    <w:rsid w:val="00D91079"/>
    <w:rsid w:val="00D9145D"/>
    <w:rsid w:val="00D91664"/>
    <w:rsid w:val="00D919E9"/>
    <w:rsid w:val="00D91C9A"/>
    <w:rsid w:val="00D91E44"/>
    <w:rsid w:val="00D91F8A"/>
    <w:rsid w:val="00D92058"/>
    <w:rsid w:val="00D92201"/>
    <w:rsid w:val="00D922BC"/>
    <w:rsid w:val="00D92575"/>
    <w:rsid w:val="00D92638"/>
    <w:rsid w:val="00D92928"/>
    <w:rsid w:val="00D92963"/>
    <w:rsid w:val="00D92978"/>
    <w:rsid w:val="00D92A3A"/>
    <w:rsid w:val="00D92BA6"/>
    <w:rsid w:val="00D92FD9"/>
    <w:rsid w:val="00D92FDB"/>
    <w:rsid w:val="00D9311F"/>
    <w:rsid w:val="00D9352C"/>
    <w:rsid w:val="00D93D4E"/>
    <w:rsid w:val="00D94396"/>
    <w:rsid w:val="00D944EE"/>
    <w:rsid w:val="00D94DBC"/>
    <w:rsid w:val="00D94F40"/>
    <w:rsid w:val="00D95A57"/>
    <w:rsid w:val="00D95B68"/>
    <w:rsid w:val="00D95CA8"/>
    <w:rsid w:val="00D95EDD"/>
    <w:rsid w:val="00D95F6D"/>
    <w:rsid w:val="00D96128"/>
    <w:rsid w:val="00D96561"/>
    <w:rsid w:val="00D96AE3"/>
    <w:rsid w:val="00D96C6D"/>
    <w:rsid w:val="00D96F8E"/>
    <w:rsid w:val="00D96FB7"/>
    <w:rsid w:val="00D97061"/>
    <w:rsid w:val="00D97253"/>
    <w:rsid w:val="00D974CF"/>
    <w:rsid w:val="00D979D3"/>
    <w:rsid w:val="00DA0029"/>
    <w:rsid w:val="00DA0191"/>
    <w:rsid w:val="00DA035A"/>
    <w:rsid w:val="00DA06C9"/>
    <w:rsid w:val="00DA07D8"/>
    <w:rsid w:val="00DA0886"/>
    <w:rsid w:val="00DA0A06"/>
    <w:rsid w:val="00DA142E"/>
    <w:rsid w:val="00DA16BE"/>
    <w:rsid w:val="00DA172B"/>
    <w:rsid w:val="00DA1ADE"/>
    <w:rsid w:val="00DA1C2D"/>
    <w:rsid w:val="00DA1F26"/>
    <w:rsid w:val="00DA1FFD"/>
    <w:rsid w:val="00DA20E0"/>
    <w:rsid w:val="00DA23A5"/>
    <w:rsid w:val="00DA26E4"/>
    <w:rsid w:val="00DA2986"/>
    <w:rsid w:val="00DA2A1A"/>
    <w:rsid w:val="00DA2BC5"/>
    <w:rsid w:val="00DA326E"/>
    <w:rsid w:val="00DA32D7"/>
    <w:rsid w:val="00DA34B8"/>
    <w:rsid w:val="00DA3667"/>
    <w:rsid w:val="00DA3675"/>
    <w:rsid w:val="00DA3766"/>
    <w:rsid w:val="00DA3A81"/>
    <w:rsid w:val="00DA3B1E"/>
    <w:rsid w:val="00DA3E39"/>
    <w:rsid w:val="00DA3E58"/>
    <w:rsid w:val="00DA4823"/>
    <w:rsid w:val="00DA4C22"/>
    <w:rsid w:val="00DA5277"/>
    <w:rsid w:val="00DA56DD"/>
    <w:rsid w:val="00DA5994"/>
    <w:rsid w:val="00DA5BFA"/>
    <w:rsid w:val="00DA5E78"/>
    <w:rsid w:val="00DA60B1"/>
    <w:rsid w:val="00DA623E"/>
    <w:rsid w:val="00DA6318"/>
    <w:rsid w:val="00DA68ED"/>
    <w:rsid w:val="00DA68F3"/>
    <w:rsid w:val="00DA698E"/>
    <w:rsid w:val="00DA6CB9"/>
    <w:rsid w:val="00DA6E9A"/>
    <w:rsid w:val="00DA73A1"/>
    <w:rsid w:val="00DA75BC"/>
    <w:rsid w:val="00DA782A"/>
    <w:rsid w:val="00DA7A91"/>
    <w:rsid w:val="00DB0301"/>
    <w:rsid w:val="00DB0912"/>
    <w:rsid w:val="00DB0DF3"/>
    <w:rsid w:val="00DB0F36"/>
    <w:rsid w:val="00DB114D"/>
    <w:rsid w:val="00DB1297"/>
    <w:rsid w:val="00DB1854"/>
    <w:rsid w:val="00DB19BC"/>
    <w:rsid w:val="00DB1D02"/>
    <w:rsid w:val="00DB1E46"/>
    <w:rsid w:val="00DB1F34"/>
    <w:rsid w:val="00DB2000"/>
    <w:rsid w:val="00DB232F"/>
    <w:rsid w:val="00DB234D"/>
    <w:rsid w:val="00DB2387"/>
    <w:rsid w:val="00DB28DF"/>
    <w:rsid w:val="00DB2A0B"/>
    <w:rsid w:val="00DB2BF5"/>
    <w:rsid w:val="00DB2D82"/>
    <w:rsid w:val="00DB2ED0"/>
    <w:rsid w:val="00DB2F27"/>
    <w:rsid w:val="00DB327A"/>
    <w:rsid w:val="00DB332A"/>
    <w:rsid w:val="00DB3A1A"/>
    <w:rsid w:val="00DB3E5E"/>
    <w:rsid w:val="00DB41E0"/>
    <w:rsid w:val="00DB4226"/>
    <w:rsid w:val="00DB444B"/>
    <w:rsid w:val="00DB4454"/>
    <w:rsid w:val="00DB4C60"/>
    <w:rsid w:val="00DB4CC3"/>
    <w:rsid w:val="00DB4E75"/>
    <w:rsid w:val="00DB5171"/>
    <w:rsid w:val="00DB5863"/>
    <w:rsid w:val="00DB592F"/>
    <w:rsid w:val="00DB5A08"/>
    <w:rsid w:val="00DB5E6F"/>
    <w:rsid w:val="00DB6313"/>
    <w:rsid w:val="00DB6588"/>
    <w:rsid w:val="00DB6590"/>
    <w:rsid w:val="00DB65DC"/>
    <w:rsid w:val="00DB6F64"/>
    <w:rsid w:val="00DB719F"/>
    <w:rsid w:val="00DB71D4"/>
    <w:rsid w:val="00DB7262"/>
    <w:rsid w:val="00DB7392"/>
    <w:rsid w:val="00DB7502"/>
    <w:rsid w:val="00DB75EE"/>
    <w:rsid w:val="00DB7677"/>
    <w:rsid w:val="00DB7786"/>
    <w:rsid w:val="00DB7A13"/>
    <w:rsid w:val="00DB7AE3"/>
    <w:rsid w:val="00DB7DE4"/>
    <w:rsid w:val="00DC0105"/>
    <w:rsid w:val="00DC11CB"/>
    <w:rsid w:val="00DC143E"/>
    <w:rsid w:val="00DC2434"/>
    <w:rsid w:val="00DC2528"/>
    <w:rsid w:val="00DC2ABD"/>
    <w:rsid w:val="00DC2D53"/>
    <w:rsid w:val="00DC2E20"/>
    <w:rsid w:val="00DC316F"/>
    <w:rsid w:val="00DC3270"/>
    <w:rsid w:val="00DC3383"/>
    <w:rsid w:val="00DC35A0"/>
    <w:rsid w:val="00DC3646"/>
    <w:rsid w:val="00DC3924"/>
    <w:rsid w:val="00DC3C47"/>
    <w:rsid w:val="00DC3DE4"/>
    <w:rsid w:val="00DC3DF9"/>
    <w:rsid w:val="00DC4257"/>
    <w:rsid w:val="00DC4308"/>
    <w:rsid w:val="00DC46F2"/>
    <w:rsid w:val="00DC4814"/>
    <w:rsid w:val="00DC48CD"/>
    <w:rsid w:val="00DC556D"/>
    <w:rsid w:val="00DC55F8"/>
    <w:rsid w:val="00DC5865"/>
    <w:rsid w:val="00DC5C28"/>
    <w:rsid w:val="00DC5C9A"/>
    <w:rsid w:val="00DC5D62"/>
    <w:rsid w:val="00DC5F05"/>
    <w:rsid w:val="00DC6427"/>
    <w:rsid w:val="00DC6445"/>
    <w:rsid w:val="00DC66A2"/>
    <w:rsid w:val="00DC6960"/>
    <w:rsid w:val="00DC6D0F"/>
    <w:rsid w:val="00DC6F7B"/>
    <w:rsid w:val="00DC6F89"/>
    <w:rsid w:val="00DC6FE4"/>
    <w:rsid w:val="00DC71A6"/>
    <w:rsid w:val="00DC7210"/>
    <w:rsid w:val="00DC74F3"/>
    <w:rsid w:val="00DC7CD4"/>
    <w:rsid w:val="00DD008E"/>
    <w:rsid w:val="00DD014D"/>
    <w:rsid w:val="00DD0847"/>
    <w:rsid w:val="00DD0B73"/>
    <w:rsid w:val="00DD0B98"/>
    <w:rsid w:val="00DD0C38"/>
    <w:rsid w:val="00DD0DDE"/>
    <w:rsid w:val="00DD0DFC"/>
    <w:rsid w:val="00DD0E87"/>
    <w:rsid w:val="00DD0FC4"/>
    <w:rsid w:val="00DD12FC"/>
    <w:rsid w:val="00DD1311"/>
    <w:rsid w:val="00DD1A95"/>
    <w:rsid w:val="00DD1AAA"/>
    <w:rsid w:val="00DD1EB3"/>
    <w:rsid w:val="00DD1EE2"/>
    <w:rsid w:val="00DD1F60"/>
    <w:rsid w:val="00DD1F90"/>
    <w:rsid w:val="00DD212E"/>
    <w:rsid w:val="00DD23A4"/>
    <w:rsid w:val="00DD2763"/>
    <w:rsid w:val="00DD2C92"/>
    <w:rsid w:val="00DD35E5"/>
    <w:rsid w:val="00DD392D"/>
    <w:rsid w:val="00DD3A74"/>
    <w:rsid w:val="00DD3BA9"/>
    <w:rsid w:val="00DD3DF6"/>
    <w:rsid w:val="00DD43E8"/>
    <w:rsid w:val="00DD4449"/>
    <w:rsid w:val="00DD4656"/>
    <w:rsid w:val="00DD480E"/>
    <w:rsid w:val="00DD4C09"/>
    <w:rsid w:val="00DD4CA6"/>
    <w:rsid w:val="00DD4D8B"/>
    <w:rsid w:val="00DD4EE2"/>
    <w:rsid w:val="00DD4F0A"/>
    <w:rsid w:val="00DD50C3"/>
    <w:rsid w:val="00DD54A5"/>
    <w:rsid w:val="00DD58A1"/>
    <w:rsid w:val="00DD5A3E"/>
    <w:rsid w:val="00DD5A6D"/>
    <w:rsid w:val="00DD5F57"/>
    <w:rsid w:val="00DD6038"/>
    <w:rsid w:val="00DD605F"/>
    <w:rsid w:val="00DD631C"/>
    <w:rsid w:val="00DD638F"/>
    <w:rsid w:val="00DD6C72"/>
    <w:rsid w:val="00DD6DA4"/>
    <w:rsid w:val="00DD6F88"/>
    <w:rsid w:val="00DD7600"/>
    <w:rsid w:val="00DD7867"/>
    <w:rsid w:val="00DD7CE7"/>
    <w:rsid w:val="00DD7DD6"/>
    <w:rsid w:val="00DE0564"/>
    <w:rsid w:val="00DE05E3"/>
    <w:rsid w:val="00DE09A1"/>
    <w:rsid w:val="00DE0B8A"/>
    <w:rsid w:val="00DE0C72"/>
    <w:rsid w:val="00DE0F38"/>
    <w:rsid w:val="00DE0FFC"/>
    <w:rsid w:val="00DE184C"/>
    <w:rsid w:val="00DE1932"/>
    <w:rsid w:val="00DE1B63"/>
    <w:rsid w:val="00DE1E56"/>
    <w:rsid w:val="00DE1FAF"/>
    <w:rsid w:val="00DE209D"/>
    <w:rsid w:val="00DE215E"/>
    <w:rsid w:val="00DE2407"/>
    <w:rsid w:val="00DE275C"/>
    <w:rsid w:val="00DE2967"/>
    <w:rsid w:val="00DE296F"/>
    <w:rsid w:val="00DE2C5A"/>
    <w:rsid w:val="00DE2EB7"/>
    <w:rsid w:val="00DE32C3"/>
    <w:rsid w:val="00DE355C"/>
    <w:rsid w:val="00DE3754"/>
    <w:rsid w:val="00DE39E4"/>
    <w:rsid w:val="00DE3CDD"/>
    <w:rsid w:val="00DE437D"/>
    <w:rsid w:val="00DE44CE"/>
    <w:rsid w:val="00DE44D5"/>
    <w:rsid w:val="00DE4518"/>
    <w:rsid w:val="00DE4766"/>
    <w:rsid w:val="00DE4887"/>
    <w:rsid w:val="00DE49ED"/>
    <w:rsid w:val="00DE4FE4"/>
    <w:rsid w:val="00DE4FFC"/>
    <w:rsid w:val="00DE516F"/>
    <w:rsid w:val="00DE53C1"/>
    <w:rsid w:val="00DE59C8"/>
    <w:rsid w:val="00DE5A38"/>
    <w:rsid w:val="00DE5AE9"/>
    <w:rsid w:val="00DE5B9C"/>
    <w:rsid w:val="00DE5BBA"/>
    <w:rsid w:val="00DE5BC4"/>
    <w:rsid w:val="00DE6328"/>
    <w:rsid w:val="00DE6558"/>
    <w:rsid w:val="00DE68AE"/>
    <w:rsid w:val="00DE68BB"/>
    <w:rsid w:val="00DE6F3C"/>
    <w:rsid w:val="00DE701D"/>
    <w:rsid w:val="00DE70D0"/>
    <w:rsid w:val="00DE7683"/>
    <w:rsid w:val="00DE7935"/>
    <w:rsid w:val="00DF0006"/>
    <w:rsid w:val="00DF0564"/>
    <w:rsid w:val="00DF0720"/>
    <w:rsid w:val="00DF086E"/>
    <w:rsid w:val="00DF0A44"/>
    <w:rsid w:val="00DF0BE1"/>
    <w:rsid w:val="00DF0D92"/>
    <w:rsid w:val="00DF0DA5"/>
    <w:rsid w:val="00DF0EC0"/>
    <w:rsid w:val="00DF0F3A"/>
    <w:rsid w:val="00DF10BB"/>
    <w:rsid w:val="00DF12ED"/>
    <w:rsid w:val="00DF12FB"/>
    <w:rsid w:val="00DF1386"/>
    <w:rsid w:val="00DF19D6"/>
    <w:rsid w:val="00DF1A9B"/>
    <w:rsid w:val="00DF1DA3"/>
    <w:rsid w:val="00DF2413"/>
    <w:rsid w:val="00DF2638"/>
    <w:rsid w:val="00DF2B51"/>
    <w:rsid w:val="00DF2EA5"/>
    <w:rsid w:val="00DF3132"/>
    <w:rsid w:val="00DF3162"/>
    <w:rsid w:val="00DF32E7"/>
    <w:rsid w:val="00DF3475"/>
    <w:rsid w:val="00DF34B1"/>
    <w:rsid w:val="00DF3988"/>
    <w:rsid w:val="00DF3B97"/>
    <w:rsid w:val="00DF3D13"/>
    <w:rsid w:val="00DF3DF7"/>
    <w:rsid w:val="00DF3ECD"/>
    <w:rsid w:val="00DF41F2"/>
    <w:rsid w:val="00DF42FF"/>
    <w:rsid w:val="00DF43AE"/>
    <w:rsid w:val="00DF474B"/>
    <w:rsid w:val="00DF4890"/>
    <w:rsid w:val="00DF4999"/>
    <w:rsid w:val="00DF4AFB"/>
    <w:rsid w:val="00DF4D38"/>
    <w:rsid w:val="00DF4FCA"/>
    <w:rsid w:val="00DF52DB"/>
    <w:rsid w:val="00DF531B"/>
    <w:rsid w:val="00DF5543"/>
    <w:rsid w:val="00DF5675"/>
    <w:rsid w:val="00DF56CA"/>
    <w:rsid w:val="00DF5A11"/>
    <w:rsid w:val="00DF5FEF"/>
    <w:rsid w:val="00DF623B"/>
    <w:rsid w:val="00DF6764"/>
    <w:rsid w:val="00DF67D5"/>
    <w:rsid w:val="00DF68AB"/>
    <w:rsid w:val="00DF6BA0"/>
    <w:rsid w:val="00DF6C02"/>
    <w:rsid w:val="00DF6EB1"/>
    <w:rsid w:val="00DF7534"/>
    <w:rsid w:val="00DF7644"/>
    <w:rsid w:val="00DF7682"/>
    <w:rsid w:val="00DF77F6"/>
    <w:rsid w:val="00DF7986"/>
    <w:rsid w:val="00DF7C5C"/>
    <w:rsid w:val="00DF7E7F"/>
    <w:rsid w:val="00DF7EF0"/>
    <w:rsid w:val="00E0008F"/>
    <w:rsid w:val="00E00180"/>
    <w:rsid w:val="00E001F1"/>
    <w:rsid w:val="00E002B1"/>
    <w:rsid w:val="00E00304"/>
    <w:rsid w:val="00E00595"/>
    <w:rsid w:val="00E006C8"/>
    <w:rsid w:val="00E00877"/>
    <w:rsid w:val="00E00957"/>
    <w:rsid w:val="00E00B17"/>
    <w:rsid w:val="00E00C2E"/>
    <w:rsid w:val="00E00C75"/>
    <w:rsid w:val="00E01170"/>
    <w:rsid w:val="00E0146F"/>
    <w:rsid w:val="00E018C7"/>
    <w:rsid w:val="00E01C49"/>
    <w:rsid w:val="00E01D51"/>
    <w:rsid w:val="00E01D7D"/>
    <w:rsid w:val="00E01DD6"/>
    <w:rsid w:val="00E01F19"/>
    <w:rsid w:val="00E02068"/>
    <w:rsid w:val="00E024D3"/>
    <w:rsid w:val="00E02619"/>
    <w:rsid w:val="00E02A32"/>
    <w:rsid w:val="00E02ABB"/>
    <w:rsid w:val="00E02B57"/>
    <w:rsid w:val="00E02D52"/>
    <w:rsid w:val="00E02D89"/>
    <w:rsid w:val="00E02FC5"/>
    <w:rsid w:val="00E031F8"/>
    <w:rsid w:val="00E03286"/>
    <w:rsid w:val="00E036C6"/>
    <w:rsid w:val="00E03D3C"/>
    <w:rsid w:val="00E03F27"/>
    <w:rsid w:val="00E03F3F"/>
    <w:rsid w:val="00E041CB"/>
    <w:rsid w:val="00E04263"/>
    <w:rsid w:val="00E049B1"/>
    <w:rsid w:val="00E049C2"/>
    <w:rsid w:val="00E04C9B"/>
    <w:rsid w:val="00E04EF8"/>
    <w:rsid w:val="00E050DE"/>
    <w:rsid w:val="00E0529D"/>
    <w:rsid w:val="00E055AB"/>
    <w:rsid w:val="00E05739"/>
    <w:rsid w:val="00E0576F"/>
    <w:rsid w:val="00E05B3B"/>
    <w:rsid w:val="00E05B8C"/>
    <w:rsid w:val="00E05C15"/>
    <w:rsid w:val="00E05D52"/>
    <w:rsid w:val="00E05F18"/>
    <w:rsid w:val="00E0609F"/>
    <w:rsid w:val="00E067A1"/>
    <w:rsid w:val="00E068C8"/>
    <w:rsid w:val="00E06969"/>
    <w:rsid w:val="00E06D1D"/>
    <w:rsid w:val="00E0730D"/>
    <w:rsid w:val="00E07507"/>
    <w:rsid w:val="00E0759A"/>
    <w:rsid w:val="00E076E1"/>
    <w:rsid w:val="00E07709"/>
    <w:rsid w:val="00E07754"/>
    <w:rsid w:val="00E0776D"/>
    <w:rsid w:val="00E07C42"/>
    <w:rsid w:val="00E07D9E"/>
    <w:rsid w:val="00E10131"/>
    <w:rsid w:val="00E10902"/>
    <w:rsid w:val="00E10B95"/>
    <w:rsid w:val="00E10CF2"/>
    <w:rsid w:val="00E10F68"/>
    <w:rsid w:val="00E1169B"/>
    <w:rsid w:val="00E11E32"/>
    <w:rsid w:val="00E12653"/>
    <w:rsid w:val="00E12877"/>
    <w:rsid w:val="00E12A1D"/>
    <w:rsid w:val="00E12D28"/>
    <w:rsid w:val="00E13540"/>
    <w:rsid w:val="00E137ED"/>
    <w:rsid w:val="00E13AA4"/>
    <w:rsid w:val="00E13B8D"/>
    <w:rsid w:val="00E14198"/>
    <w:rsid w:val="00E14653"/>
    <w:rsid w:val="00E14853"/>
    <w:rsid w:val="00E14A75"/>
    <w:rsid w:val="00E14E64"/>
    <w:rsid w:val="00E14FF5"/>
    <w:rsid w:val="00E152D1"/>
    <w:rsid w:val="00E1574B"/>
    <w:rsid w:val="00E15BDA"/>
    <w:rsid w:val="00E15F44"/>
    <w:rsid w:val="00E16789"/>
    <w:rsid w:val="00E16ACC"/>
    <w:rsid w:val="00E16BDB"/>
    <w:rsid w:val="00E16D69"/>
    <w:rsid w:val="00E1728E"/>
    <w:rsid w:val="00E17385"/>
    <w:rsid w:val="00E17396"/>
    <w:rsid w:val="00E175B7"/>
    <w:rsid w:val="00E177A1"/>
    <w:rsid w:val="00E17855"/>
    <w:rsid w:val="00E17D7F"/>
    <w:rsid w:val="00E20038"/>
    <w:rsid w:val="00E20202"/>
    <w:rsid w:val="00E20233"/>
    <w:rsid w:val="00E20368"/>
    <w:rsid w:val="00E206B4"/>
    <w:rsid w:val="00E207C8"/>
    <w:rsid w:val="00E2093A"/>
    <w:rsid w:val="00E20A33"/>
    <w:rsid w:val="00E20CD7"/>
    <w:rsid w:val="00E20D9C"/>
    <w:rsid w:val="00E2109A"/>
    <w:rsid w:val="00E2121C"/>
    <w:rsid w:val="00E21296"/>
    <w:rsid w:val="00E21653"/>
    <w:rsid w:val="00E216EC"/>
    <w:rsid w:val="00E2173C"/>
    <w:rsid w:val="00E21B70"/>
    <w:rsid w:val="00E21D72"/>
    <w:rsid w:val="00E21E1C"/>
    <w:rsid w:val="00E220AA"/>
    <w:rsid w:val="00E2210F"/>
    <w:rsid w:val="00E222F1"/>
    <w:rsid w:val="00E22572"/>
    <w:rsid w:val="00E2298D"/>
    <w:rsid w:val="00E22A6D"/>
    <w:rsid w:val="00E23095"/>
    <w:rsid w:val="00E235F3"/>
    <w:rsid w:val="00E23988"/>
    <w:rsid w:val="00E2426B"/>
    <w:rsid w:val="00E242A8"/>
    <w:rsid w:val="00E243FE"/>
    <w:rsid w:val="00E245FE"/>
    <w:rsid w:val="00E2470D"/>
    <w:rsid w:val="00E24C40"/>
    <w:rsid w:val="00E24CC3"/>
    <w:rsid w:val="00E24FB7"/>
    <w:rsid w:val="00E25165"/>
    <w:rsid w:val="00E25626"/>
    <w:rsid w:val="00E2566D"/>
    <w:rsid w:val="00E25A9D"/>
    <w:rsid w:val="00E25BD5"/>
    <w:rsid w:val="00E25C12"/>
    <w:rsid w:val="00E25DE7"/>
    <w:rsid w:val="00E25E0B"/>
    <w:rsid w:val="00E25E93"/>
    <w:rsid w:val="00E25EF8"/>
    <w:rsid w:val="00E25F58"/>
    <w:rsid w:val="00E264CA"/>
    <w:rsid w:val="00E269BB"/>
    <w:rsid w:val="00E26A7D"/>
    <w:rsid w:val="00E26B2C"/>
    <w:rsid w:val="00E26FD6"/>
    <w:rsid w:val="00E27002"/>
    <w:rsid w:val="00E270F4"/>
    <w:rsid w:val="00E272EF"/>
    <w:rsid w:val="00E2769C"/>
    <w:rsid w:val="00E277E5"/>
    <w:rsid w:val="00E27902"/>
    <w:rsid w:val="00E301AC"/>
    <w:rsid w:val="00E301CB"/>
    <w:rsid w:val="00E30223"/>
    <w:rsid w:val="00E305E6"/>
    <w:rsid w:val="00E305FA"/>
    <w:rsid w:val="00E30777"/>
    <w:rsid w:val="00E30AC9"/>
    <w:rsid w:val="00E30AFD"/>
    <w:rsid w:val="00E30C13"/>
    <w:rsid w:val="00E30E0D"/>
    <w:rsid w:val="00E3110B"/>
    <w:rsid w:val="00E31148"/>
    <w:rsid w:val="00E31195"/>
    <w:rsid w:val="00E3119C"/>
    <w:rsid w:val="00E314F3"/>
    <w:rsid w:val="00E31825"/>
    <w:rsid w:val="00E31967"/>
    <w:rsid w:val="00E31AA3"/>
    <w:rsid w:val="00E31B5D"/>
    <w:rsid w:val="00E31B82"/>
    <w:rsid w:val="00E31C13"/>
    <w:rsid w:val="00E31EDC"/>
    <w:rsid w:val="00E31F0A"/>
    <w:rsid w:val="00E3202F"/>
    <w:rsid w:val="00E32B6F"/>
    <w:rsid w:val="00E32C2F"/>
    <w:rsid w:val="00E32EB3"/>
    <w:rsid w:val="00E33283"/>
    <w:rsid w:val="00E33681"/>
    <w:rsid w:val="00E33925"/>
    <w:rsid w:val="00E3397D"/>
    <w:rsid w:val="00E34313"/>
    <w:rsid w:val="00E34728"/>
    <w:rsid w:val="00E34777"/>
    <w:rsid w:val="00E34AAE"/>
    <w:rsid w:val="00E34DCA"/>
    <w:rsid w:val="00E34F2A"/>
    <w:rsid w:val="00E35358"/>
    <w:rsid w:val="00E35514"/>
    <w:rsid w:val="00E3583A"/>
    <w:rsid w:val="00E35851"/>
    <w:rsid w:val="00E35F3F"/>
    <w:rsid w:val="00E3629E"/>
    <w:rsid w:val="00E364AB"/>
    <w:rsid w:val="00E36504"/>
    <w:rsid w:val="00E36689"/>
    <w:rsid w:val="00E36862"/>
    <w:rsid w:val="00E3689A"/>
    <w:rsid w:val="00E36AAE"/>
    <w:rsid w:val="00E36BA1"/>
    <w:rsid w:val="00E36D55"/>
    <w:rsid w:val="00E37156"/>
    <w:rsid w:val="00E37505"/>
    <w:rsid w:val="00E37527"/>
    <w:rsid w:val="00E378CA"/>
    <w:rsid w:val="00E404AD"/>
    <w:rsid w:val="00E40864"/>
    <w:rsid w:val="00E40900"/>
    <w:rsid w:val="00E40C9F"/>
    <w:rsid w:val="00E40F9F"/>
    <w:rsid w:val="00E410B2"/>
    <w:rsid w:val="00E41671"/>
    <w:rsid w:val="00E41741"/>
    <w:rsid w:val="00E41986"/>
    <w:rsid w:val="00E41D04"/>
    <w:rsid w:val="00E41D1E"/>
    <w:rsid w:val="00E41DF0"/>
    <w:rsid w:val="00E41F69"/>
    <w:rsid w:val="00E42281"/>
    <w:rsid w:val="00E42444"/>
    <w:rsid w:val="00E4254A"/>
    <w:rsid w:val="00E427F3"/>
    <w:rsid w:val="00E42844"/>
    <w:rsid w:val="00E42846"/>
    <w:rsid w:val="00E4293A"/>
    <w:rsid w:val="00E42AB2"/>
    <w:rsid w:val="00E42BFE"/>
    <w:rsid w:val="00E43391"/>
    <w:rsid w:val="00E436C3"/>
    <w:rsid w:val="00E43ADC"/>
    <w:rsid w:val="00E43B0A"/>
    <w:rsid w:val="00E43B9C"/>
    <w:rsid w:val="00E43CBF"/>
    <w:rsid w:val="00E44B7E"/>
    <w:rsid w:val="00E44CC0"/>
    <w:rsid w:val="00E44F72"/>
    <w:rsid w:val="00E45054"/>
    <w:rsid w:val="00E450A8"/>
    <w:rsid w:val="00E450CF"/>
    <w:rsid w:val="00E45195"/>
    <w:rsid w:val="00E4534E"/>
    <w:rsid w:val="00E4545C"/>
    <w:rsid w:val="00E4548B"/>
    <w:rsid w:val="00E457BB"/>
    <w:rsid w:val="00E45BD5"/>
    <w:rsid w:val="00E4664C"/>
    <w:rsid w:val="00E4685D"/>
    <w:rsid w:val="00E468E9"/>
    <w:rsid w:val="00E469EF"/>
    <w:rsid w:val="00E46B1A"/>
    <w:rsid w:val="00E46BC4"/>
    <w:rsid w:val="00E47000"/>
    <w:rsid w:val="00E472CB"/>
    <w:rsid w:val="00E473CD"/>
    <w:rsid w:val="00E474E2"/>
    <w:rsid w:val="00E478BE"/>
    <w:rsid w:val="00E5003F"/>
    <w:rsid w:val="00E500A7"/>
    <w:rsid w:val="00E50138"/>
    <w:rsid w:val="00E50832"/>
    <w:rsid w:val="00E50A5F"/>
    <w:rsid w:val="00E50BF9"/>
    <w:rsid w:val="00E51A26"/>
    <w:rsid w:val="00E51C04"/>
    <w:rsid w:val="00E51C48"/>
    <w:rsid w:val="00E51D0B"/>
    <w:rsid w:val="00E51EB4"/>
    <w:rsid w:val="00E5244A"/>
    <w:rsid w:val="00E52801"/>
    <w:rsid w:val="00E52821"/>
    <w:rsid w:val="00E52A26"/>
    <w:rsid w:val="00E52E0F"/>
    <w:rsid w:val="00E52F2C"/>
    <w:rsid w:val="00E53015"/>
    <w:rsid w:val="00E53370"/>
    <w:rsid w:val="00E537A8"/>
    <w:rsid w:val="00E53859"/>
    <w:rsid w:val="00E538E3"/>
    <w:rsid w:val="00E53F71"/>
    <w:rsid w:val="00E54460"/>
    <w:rsid w:val="00E54846"/>
    <w:rsid w:val="00E54936"/>
    <w:rsid w:val="00E54A1B"/>
    <w:rsid w:val="00E54AB3"/>
    <w:rsid w:val="00E54AD6"/>
    <w:rsid w:val="00E54B9F"/>
    <w:rsid w:val="00E54EB9"/>
    <w:rsid w:val="00E54EE4"/>
    <w:rsid w:val="00E5519C"/>
    <w:rsid w:val="00E5545E"/>
    <w:rsid w:val="00E55528"/>
    <w:rsid w:val="00E557DE"/>
    <w:rsid w:val="00E5582E"/>
    <w:rsid w:val="00E55881"/>
    <w:rsid w:val="00E55922"/>
    <w:rsid w:val="00E55C7A"/>
    <w:rsid w:val="00E55E45"/>
    <w:rsid w:val="00E55FB3"/>
    <w:rsid w:val="00E5701A"/>
    <w:rsid w:val="00E5701F"/>
    <w:rsid w:val="00E576B0"/>
    <w:rsid w:val="00E577EA"/>
    <w:rsid w:val="00E57D01"/>
    <w:rsid w:val="00E60242"/>
    <w:rsid w:val="00E60802"/>
    <w:rsid w:val="00E60900"/>
    <w:rsid w:val="00E6092B"/>
    <w:rsid w:val="00E60D30"/>
    <w:rsid w:val="00E60FED"/>
    <w:rsid w:val="00E61163"/>
    <w:rsid w:val="00E6132E"/>
    <w:rsid w:val="00E617C4"/>
    <w:rsid w:val="00E6197E"/>
    <w:rsid w:val="00E61A78"/>
    <w:rsid w:val="00E61AF1"/>
    <w:rsid w:val="00E61BBA"/>
    <w:rsid w:val="00E61C24"/>
    <w:rsid w:val="00E62193"/>
    <w:rsid w:val="00E62345"/>
    <w:rsid w:val="00E6239A"/>
    <w:rsid w:val="00E628BF"/>
    <w:rsid w:val="00E62ADC"/>
    <w:rsid w:val="00E62D0F"/>
    <w:rsid w:val="00E62EC7"/>
    <w:rsid w:val="00E6377F"/>
    <w:rsid w:val="00E63B53"/>
    <w:rsid w:val="00E63FA5"/>
    <w:rsid w:val="00E64676"/>
    <w:rsid w:val="00E64746"/>
    <w:rsid w:val="00E647FA"/>
    <w:rsid w:val="00E64949"/>
    <w:rsid w:val="00E64CAD"/>
    <w:rsid w:val="00E6503B"/>
    <w:rsid w:val="00E651F9"/>
    <w:rsid w:val="00E657DC"/>
    <w:rsid w:val="00E65826"/>
    <w:rsid w:val="00E65BE0"/>
    <w:rsid w:val="00E65CA7"/>
    <w:rsid w:val="00E65D57"/>
    <w:rsid w:val="00E65D85"/>
    <w:rsid w:val="00E661C5"/>
    <w:rsid w:val="00E6651F"/>
    <w:rsid w:val="00E66712"/>
    <w:rsid w:val="00E668D8"/>
    <w:rsid w:val="00E66B38"/>
    <w:rsid w:val="00E671E6"/>
    <w:rsid w:val="00E672AE"/>
    <w:rsid w:val="00E673B6"/>
    <w:rsid w:val="00E67622"/>
    <w:rsid w:val="00E67779"/>
    <w:rsid w:val="00E677AE"/>
    <w:rsid w:val="00E67884"/>
    <w:rsid w:val="00E67AD6"/>
    <w:rsid w:val="00E67B99"/>
    <w:rsid w:val="00E67F8F"/>
    <w:rsid w:val="00E705A5"/>
    <w:rsid w:val="00E70693"/>
    <w:rsid w:val="00E7103C"/>
    <w:rsid w:val="00E710E3"/>
    <w:rsid w:val="00E712B1"/>
    <w:rsid w:val="00E71BCC"/>
    <w:rsid w:val="00E71DA9"/>
    <w:rsid w:val="00E71DB7"/>
    <w:rsid w:val="00E71E6F"/>
    <w:rsid w:val="00E71FEF"/>
    <w:rsid w:val="00E727F5"/>
    <w:rsid w:val="00E728E1"/>
    <w:rsid w:val="00E72901"/>
    <w:rsid w:val="00E72B8B"/>
    <w:rsid w:val="00E735CD"/>
    <w:rsid w:val="00E73635"/>
    <w:rsid w:val="00E7387A"/>
    <w:rsid w:val="00E74389"/>
    <w:rsid w:val="00E74510"/>
    <w:rsid w:val="00E74722"/>
    <w:rsid w:val="00E74E72"/>
    <w:rsid w:val="00E74F37"/>
    <w:rsid w:val="00E74F5C"/>
    <w:rsid w:val="00E74FFE"/>
    <w:rsid w:val="00E7526C"/>
    <w:rsid w:val="00E75315"/>
    <w:rsid w:val="00E754BC"/>
    <w:rsid w:val="00E756CE"/>
    <w:rsid w:val="00E75A35"/>
    <w:rsid w:val="00E75B88"/>
    <w:rsid w:val="00E75D69"/>
    <w:rsid w:val="00E7603E"/>
    <w:rsid w:val="00E76062"/>
    <w:rsid w:val="00E7638D"/>
    <w:rsid w:val="00E763D5"/>
    <w:rsid w:val="00E764FA"/>
    <w:rsid w:val="00E76804"/>
    <w:rsid w:val="00E76B45"/>
    <w:rsid w:val="00E77012"/>
    <w:rsid w:val="00E77152"/>
    <w:rsid w:val="00E772C9"/>
    <w:rsid w:val="00E7737D"/>
    <w:rsid w:val="00E778A3"/>
    <w:rsid w:val="00E77AD6"/>
    <w:rsid w:val="00E77B5E"/>
    <w:rsid w:val="00E77C09"/>
    <w:rsid w:val="00E77ECC"/>
    <w:rsid w:val="00E77F19"/>
    <w:rsid w:val="00E801F2"/>
    <w:rsid w:val="00E80225"/>
    <w:rsid w:val="00E8039D"/>
    <w:rsid w:val="00E80AD1"/>
    <w:rsid w:val="00E81003"/>
    <w:rsid w:val="00E81134"/>
    <w:rsid w:val="00E8127C"/>
    <w:rsid w:val="00E812C2"/>
    <w:rsid w:val="00E81324"/>
    <w:rsid w:val="00E816DA"/>
    <w:rsid w:val="00E81898"/>
    <w:rsid w:val="00E81D6F"/>
    <w:rsid w:val="00E81E45"/>
    <w:rsid w:val="00E81ED2"/>
    <w:rsid w:val="00E8225E"/>
    <w:rsid w:val="00E823EB"/>
    <w:rsid w:val="00E823F6"/>
    <w:rsid w:val="00E82A9E"/>
    <w:rsid w:val="00E83632"/>
    <w:rsid w:val="00E83947"/>
    <w:rsid w:val="00E83A3B"/>
    <w:rsid w:val="00E83C6D"/>
    <w:rsid w:val="00E840A1"/>
    <w:rsid w:val="00E841B4"/>
    <w:rsid w:val="00E84218"/>
    <w:rsid w:val="00E845F8"/>
    <w:rsid w:val="00E847C7"/>
    <w:rsid w:val="00E848C4"/>
    <w:rsid w:val="00E848F7"/>
    <w:rsid w:val="00E84BF6"/>
    <w:rsid w:val="00E8503C"/>
    <w:rsid w:val="00E85662"/>
    <w:rsid w:val="00E85818"/>
    <w:rsid w:val="00E85A32"/>
    <w:rsid w:val="00E85B55"/>
    <w:rsid w:val="00E85D38"/>
    <w:rsid w:val="00E85F3B"/>
    <w:rsid w:val="00E86251"/>
    <w:rsid w:val="00E8670F"/>
    <w:rsid w:val="00E86880"/>
    <w:rsid w:val="00E8695B"/>
    <w:rsid w:val="00E86A55"/>
    <w:rsid w:val="00E870DE"/>
    <w:rsid w:val="00E87118"/>
    <w:rsid w:val="00E87119"/>
    <w:rsid w:val="00E8769F"/>
    <w:rsid w:val="00E878D4"/>
    <w:rsid w:val="00E87A8D"/>
    <w:rsid w:val="00E87F39"/>
    <w:rsid w:val="00E90355"/>
    <w:rsid w:val="00E90619"/>
    <w:rsid w:val="00E90732"/>
    <w:rsid w:val="00E9074C"/>
    <w:rsid w:val="00E908F0"/>
    <w:rsid w:val="00E90928"/>
    <w:rsid w:val="00E90EB5"/>
    <w:rsid w:val="00E90F0C"/>
    <w:rsid w:val="00E910E4"/>
    <w:rsid w:val="00E91148"/>
    <w:rsid w:val="00E9123F"/>
    <w:rsid w:val="00E916D6"/>
    <w:rsid w:val="00E9198D"/>
    <w:rsid w:val="00E91CA3"/>
    <w:rsid w:val="00E91D0D"/>
    <w:rsid w:val="00E920C3"/>
    <w:rsid w:val="00E9251B"/>
    <w:rsid w:val="00E92650"/>
    <w:rsid w:val="00E92BBC"/>
    <w:rsid w:val="00E92D59"/>
    <w:rsid w:val="00E931B1"/>
    <w:rsid w:val="00E93585"/>
    <w:rsid w:val="00E935B9"/>
    <w:rsid w:val="00E93974"/>
    <w:rsid w:val="00E93A28"/>
    <w:rsid w:val="00E93C65"/>
    <w:rsid w:val="00E93C78"/>
    <w:rsid w:val="00E93D1C"/>
    <w:rsid w:val="00E93E04"/>
    <w:rsid w:val="00E93E8C"/>
    <w:rsid w:val="00E942C0"/>
    <w:rsid w:val="00E944E8"/>
    <w:rsid w:val="00E946FD"/>
    <w:rsid w:val="00E94BAA"/>
    <w:rsid w:val="00E94F3A"/>
    <w:rsid w:val="00E950C9"/>
    <w:rsid w:val="00E9576C"/>
    <w:rsid w:val="00E95BB1"/>
    <w:rsid w:val="00E95D02"/>
    <w:rsid w:val="00E96011"/>
    <w:rsid w:val="00E961EC"/>
    <w:rsid w:val="00E96972"/>
    <w:rsid w:val="00E96A95"/>
    <w:rsid w:val="00E96B7B"/>
    <w:rsid w:val="00E96BD2"/>
    <w:rsid w:val="00E96C6D"/>
    <w:rsid w:val="00E96CDC"/>
    <w:rsid w:val="00E96D9D"/>
    <w:rsid w:val="00E96DA7"/>
    <w:rsid w:val="00E96E14"/>
    <w:rsid w:val="00E96F0B"/>
    <w:rsid w:val="00E96F3F"/>
    <w:rsid w:val="00E970EE"/>
    <w:rsid w:val="00E977B4"/>
    <w:rsid w:val="00E9781B"/>
    <w:rsid w:val="00EA008E"/>
    <w:rsid w:val="00EA00AB"/>
    <w:rsid w:val="00EA0547"/>
    <w:rsid w:val="00EA0737"/>
    <w:rsid w:val="00EA0772"/>
    <w:rsid w:val="00EA0B79"/>
    <w:rsid w:val="00EA0EC1"/>
    <w:rsid w:val="00EA0EEE"/>
    <w:rsid w:val="00EA1311"/>
    <w:rsid w:val="00EA14A7"/>
    <w:rsid w:val="00EA15C4"/>
    <w:rsid w:val="00EA15FC"/>
    <w:rsid w:val="00EA1C93"/>
    <w:rsid w:val="00EA1DAB"/>
    <w:rsid w:val="00EA1EA5"/>
    <w:rsid w:val="00EA1F7A"/>
    <w:rsid w:val="00EA1FE6"/>
    <w:rsid w:val="00EA2137"/>
    <w:rsid w:val="00EA2540"/>
    <w:rsid w:val="00EA27CD"/>
    <w:rsid w:val="00EA27D7"/>
    <w:rsid w:val="00EA295B"/>
    <w:rsid w:val="00EA2A07"/>
    <w:rsid w:val="00EA2A20"/>
    <w:rsid w:val="00EA3508"/>
    <w:rsid w:val="00EA3998"/>
    <w:rsid w:val="00EA3E0A"/>
    <w:rsid w:val="00EA3E0D"/>
    <w:rsid w:val="00EA3FAE"/>
    <w:rsid w:val="00EA4127"/>
    <w:rsid w:val="00EA4183"/>
    <w:rsid w:val="00EA432E"/>
    <w:rsid w:val="00EA437F"/>
    <w:rsid w:val="00EA4431"/>
    <w:rsid w:val="00EA4506"/>
    <w:rsid w:val="00EA47A3"/>
    <w:rsid w:val="00EA4CE4"/>
    <w:rsid w:val="00EA4D80"/>
    <w:rsid w:val="00EA4F3E"/>
    <w:rsid w:val="00EA5109"/>
    <w:rsid w:val="00EA5563"/>
    <w:rsid w:val="00EA5E1D"/>
    <w:rsid w:val="00EA5FD1"/>
    <w:rsid w:val="00EA6296"/>
    <w:rsid w:val="00EA6356"/>
    <w:rsid w:val="00EA64A6"/>
    <w:rsid w:val="00EA6557"/>
    <w:rsid w:val="00EA65EF"/>
    <w:rsid w:val="00EA6910"/>
    <w:rsid w:val="00EA6B46"/>
    <w:rsid w:val="00EA6C05"/>
    <w:rsid w:val="00EA6CCF"/>
    <w:rsid w:val="00EA7281"/>
    <w:rsid w:val="00EA7BCB"/>
    <w:rsid w:val="00EA7BEE"/>
    <w:rsid w:val="00EA7CF0"/>
    <w:rsid w:val="00EB02F5"/>
    <w:rsid w:val="00EB045D"/>
    <w:rsid w:val="00EB08F4"/>
    <w:rsid w:val="00EB0AC9"/>
    <w:rsid w:val="00EB0C7D"/>
    <w:rsid w:val="00EB0E85"/>
    <w:rsid w:val="00EB1415"/>
    <w:rsid w:val="00EB1424"/>
    <w:rsid w:val="00EB15BD"/>
    <w:rsid w:val="00EB15C0"/>
    <w:rsid w:val="00EB1707"/>
    <w:rsid w:val="00EB18E0"/>
    <w:rsid w:val="00EB1FF9"/>
    <w:rsid w:val="00EB233C"/>
    <w:rsid w:val="00EB24C7"/>
    <w:rsid w:val="00EB277B"/>
    <w:rsid w:val="00EB2A20"/>
    <w:rsid w:val="00EB2A41"/>
    <w:rsid w:val="00EB2BED"/>
    <w:rsid w:val="00EB2C00"/>
    <w:rsid w:val="00EB30A3"/>
    <w:rsid w:val="00EB30F9"/>
    <w:rsid w:val="00EB3462"/>
    <w:rsid w:val="00EB350D"/>
    <w:rsid w:val="00EB3743"/>
    <w:rsid w:val="00EB3BB6"/>
    <w:rsid w:val="00EB3BEC"/>
    <w:rsid w:val="00EB4420"/>
    <w:rsid w:val="00EB4462"/>
    <w:rsid w:val="00EB454C"/>
    <w:rsid w:val="00EB48CE"/>
    <w:rsid w:val="00EB4B1F"/>
    <w:rsid w:val="00EB4B2F"/>
    <w:rsid w:val="00EB5489"/>
    <w:rsid w:val="00EB560D"/>
    <w:rsid w:val="00EB5628"/>
    <w:rsid w:val="00EB5670"/>
    <w:rsid w:val="00EB5726"/>
    <w:rsid w:val="00EB5B8F"/>
    <w:rsid w:val="00EB5D78"/>
    <w:rsid w:val="00EB5DF7"/>
    <w:rsid w:val="00EB5F53"/>
    <w:rsid w:val="00EB627C"/>
    <w:rsid w:val="00EB6328"/>
    <w:rsid w:val="00EB65C2"/>
    <w:rsid w:val="00EB66A7"/>
    <w:rsid w:val="00EB66E5"/>
    <w:rsid w:val="00EB6C16"/>
    <w:rsid w:val="00EB6E4C"/>
    <w:rsid w:val="00EB6F13"/>
    <w:rsid w:val="00EB6F47"/>
    <w:rsid w:val="00EB7203"/>
    <w:rsid w:val="00EB76BC"/>
    <w:rsid w:val="00EB78FC"/>
    <w:rsid w:val="00EB79C5"/>
    <w:rsid w:val="00EB7A44"/>
    <w:rsid w:val="00EB7B8E"/>
    <w:rsid w:val="00EB7FFA"/>
    <w:rsid w:val="00EC0125"/>
    <w:rsid w:val="00EC036D"/>
    <w:rsid w:val="00EC0432"/>
    <w:rsid w:val="00EC0950"/>
    <w:rsid w:val="00EC0A7B"/>
    <w:rsid w:val="00EC0E39"/>
    <w:rsid w:val="00EC10FB"/>
    <w:rsid w:val="00EC143A"/>
    <w:rsid w:val="00EC14E8"/>
    <w:rsid w:val="00EC1911"/>
    <w:rsid w:val="00EC1AF7"/>
    <w:rsid w:val="00EC1B8D"/>
    <w:rsid w:val="00EC262B"/>
    <w:rsid w:val="00EC2747"/>
    <w:rsid w:val="00EC2861"/>
    <w:rsid w:val="00EC2900"/>
    <w:rsid w:val="00EC296B"/>
    <w:rsid w:val="00EC2BCB"/>
    <w:rsid w:val="00EC2C6D"/>
    <w:rsid w:val="00EC3A78"/>
    <w:rsid w:val="00EC48E8"/>
    <w:rsid w:val="00EC4AD5"/>
    <w:rsid w:val="00EC4C2B"/>
    <w:rsid w:val="00EC5601"/>
    <w:rsid w:val="00EC5C6A"/>
    <w:rsid w:val="00EC5C7C"/>
    <w:rsid w:val="00EC5D2A"/>
    <w:rsid w:val="00EC5DFF"/>
    <w:rsid w:val="00EC62EE"/>
    <w:rsid w:val="00EC6327"/>
    <w:rsid w:val="00EC6756"/>
    <w:rsid w:val="00EC68A7"/>
    <w:rsid w:val="00EC6A64"/>
    <w:rsid w:val="00EC6A82"/>
    <w:rsid w:val="00EC75D2"/>
    <w:rsid w:val="00EC7625"/>
    <w:rsid w:val="00EC7C0B"/>
    <w:rsid w:val="00ED007E"/>
    <w:rsid w:val="00ED031C"/>
    <w:rsid w:val="00ED082F"/>
    <w:rsid w:val="00ED1007"/>
    <w:rsid w:val="00ED12FF"/>
    <w:rsid w:val="00ED15F6"/>
    <w:rsid w:val="00ED193F"/>
    <w:rsid w:val="00ED1E25"/>
    <w:rsid w:val="00ED2066"/>
    <w:rsid w:val="00ED2115"/>
    <w:rsid w:val="00ED22C5"/>
    <w:rsid w:val="00ED2536"/>
    <w:rsid w:val="00ED260A"/>
    <w:rsid w:val="00ED263B"/>
    <w:rsid w:val="00ED2AF7"/>
    <w:rsid w:val="00ED2BF1"/>
    <w:rsid w:val="00ED2F0D"/>
    <w:rsid w:val="00ED2F5C"/>
    <w:rsid w:val="00ED3132"/>
    <w:rsid w:val="00ED31D2"/>
    <w:rsid w:val="00ED32BC"/>
    <w:rsid w:val="00ED3815"/>
    <w:rsid w:val="00ED3971"/>
    <w:rsid w:val="00ED39A7"/>
    <w:rsid w:val="00ED3AF8"/>
    <w:rsid w:val="00ED3CC6"/>
    <w:rsid w:val="00ED4097"/>
    <w:rsid w:val="00ED4217"/>
    <w:rsid w:val="00ED439C"/>
    <w:rsid w:val="00ED458A"/>
    <w:rsid w:val="00ED46D5"/>
    <w:rsid w:val="00ED4A28"/>
    <w:rsid w:val="00ED4C67"/>
    <w:rsid w:val="00ED4FB3"/>
    <w:rsid w:val="00ED50EE"/>
    <w:rsid w:val="00ED5979"/>
    <w:rsid w:val="00ED5B7C"/>
    <w:rsid w:val="00ED60D2"/>
    <w:rsid w:val="00ED6180"/>
    <w:rsid w:val="00ED6414"/>
    <w:rsid w:val="00ED6854"/>
    <w:rsid w:val="00ED6A4A"/>
    <w:rsid w:val="00ED6A8F"/>
    <w:rsid w:val="00ED6E82"/>
    <w:rsid w:val="00ED6EA1"/>
    <w:rsid w:val="00ED7435"/>
    <w:rsid w:val="00ED74E8"/>
    <w:rsid w:val="00ED76BD"/>
    <w:rsid w:val="00ED776A"/>
    <w:rsid w:val="00ED7790"/>
    <w:rsid w:val="00ED7975"/>
    <w:rsid w:val="00ED7B7B"/>
    <w:rsid w:val="00EE0125"/>
    <w:rsid w:val="00EE01DC"/>
    <w:rsid w:val="00EE02FD"/>
    <w:rsid w:val="00EE03D4"/>
    <w:rsid w:val="00EE03EE"/>
    <w:rsid w:val="00EE0760"/>
    <w:rsid w:val="00EE0906"/>
    <w:rsid w:val="00EE0945"/>
    <w:rsid w:val="00EE0A20"/>
    <w:rsid w:val="00EE0D1C"/>
    <w:rsid w:val="00EE0E28"/>
    <w:rsid w:val="00EE0F24"/>
    <w:rsid w:val="00EE0FDD"/>
    <w:rsid w:val="00EE103C"/>
    <w:rsid w:val="00EE124C"/>
    <w:rsid w:val="00EE130F"/>
    <w:rsid w:val="00EE147C"/>
    <w:rsid w:val="00EE1623"/>
    <w:rsid w:val="00EE17EB"/>
    <w:rsid w:val="00EE1D3E"/>
    <w:rsid w:val="00EE20B0"/>
    <w:rsid w:val="00EE258A"/>
    <w:rsid w:val="00EE26D8"/>
    <w:rsid w:val="00EE294E"/>
    <w:rsid w:val="00EE2968"/>
    <w:rsid w:val="00EE2971"/>
    <w:rsid w:val="00EE2A61"/>
    <w:rsid w:val="00EE2AA8"/>
    <w:rsid w:val="00EE2CF1"/>
    <w:rsid w:val="00EE2D01"/>
    <w:rsid w:val="00EE2D27"/>
    <w:rsid w:val="00EE3390"/>
    <w:rsid w:val="00EE3583"/>
    <w:rsid w:val="00EE3605"/>
    <w:rsid w:val="00EE371C"/>
    <w:rsid w:val="00EE417D"/>
    <w:rsid w:val="00EE41F1"/>
    <w:rsid w:val="00EE4207"/>
    <w:rsid w:val="00EE44FE"/>
    <w:rsid w:val="00EE46A6"/>
    <w:rsid w:val="00EE46CF"/>
    <w:rsid w:val="00EE4818"/>
    <w:rsid w:val="00EE48BD"/>
    <w:rsid w:val="00EE4917"/>
    <w:rsid w:val="00EE4B12"/>
    <w:rsid w:val="00EE5C00"/>
    <w:rsid w:val="00EE5C21"/>
    <w:rsid w:val="00EE5CFD"/>
    <w:rsid w:val="00EE5E1A"/>
    <w:rsid w:val="00EE64CE"/>
    <w:rsid w:val="00EE68B7"/>
    <w:rsid w:val="00EE6B54"/>
    <w:rsid w:val="00EE6E34"/>
    <w:rsid w:val="00EE6E77"/>
    <w:rsid w:val="00EE6ED9"/>
    <w:rsid w:val="00EE71F9"/>
    <w:rsid w:val="00EE7598"/>
    <w:rsid w:val="00EE77B8"/>
    <w:rsid w:val="00EE78BB"/>
    <w:rsid w:val="00EE7956"/>
    <w:rsid w:val="00EE7C17"/>
    <w:rsid w:val="00EE7F1C"/>
    <w:rsid w:val="00EE7F3A"/>
    <w:rsid w:val="00EF007E"/>
    <w:rsid w:val="00EF0316"/>
    <w:rsid w:val="00EF0685"/>
    <w:rsid w:val="00EF0EEA"/>
    <w:rsid w:val="00EF0F62"/>
    <w:rsid w:val="00EF16A2"/>
    <w:rsid w:val="00EF1991"/>
    <w:rsid w:val="00EF2020"/>
    <w:rsid w:val="00EF2313"/>
    <w:rsid w:val="00EF25D2"/>
    <w:rsid w:val="00EF2641"/>
    <w:rsid w:val="00EF2B64"/>
    <w:rsid w:val="00EF2DB3"/>
    <w:rsid w:val="00EF2E5B"/>
    <w:rsid w:val="00EF30B9"/>
    <w:rsid w:val="00EF332F"/>
    <w:rsid w:val="00EF3CCF"/>
    <w:rsid w:val="00EF3E2C"/>
    <w:rsid w:val="00EF3E7F"/>
    <w:rsid w:val="00EF3FB1"/>
    <w:rsid w:val="00EF3FE4"/>
    <w:rsid w:val="00EF3FF5"/>
    <w:rsid w:val="00EF4126"/>
    <w:rsid w:val="00EF466A"/>
    <w:rsid w:val="00EF47DC"/>
    <w:rsid w:val="00EF5042"/>
    <w:rsid w:val="00EF532E"/>
    <w:rsid w:val="00EF547F"/>
    <w:rsid w:val="00EF5A3A"/>
    <w:rsid w:val="00EF5FC0"/>
    <w:rsid w:val="00EF6542"/>
    <w:rsid w:val="00EF68E1"/>
    <w:rsid w:val="00EF6D0C"/>
    <w:rsid w:val="00EF6D4E"/>
    <w:rsid w:val="00EF6E22"/>
    <w:rsid w:val="00EF6F85"/>
    <w:rsid w:val="00EF6F96"/>
    <w:rsid w:val="00EF7002"/>
    <w:rsid w:val="00EF7AA2"/>
    <w:rsid w:val="00EF7AAD"/>
    <w:rsid w:val="00EF7E89"/>
    <w:rsid w:val="00F0000A"/>
    <w:rsid w:val="00F000D2"/>
    <w:rsid w:val="00F000D4"/>
    <w:rsid w:val="00F0010E"/>
    <w:rsid w:val="00F00460"/>
    <w:rsid w:val="00F009AB"/>
    <w:rsid w:val="00F00D1A"/>
    <w:rsid w:val="00F00D3C"/>
    <w:rsid w:val="00F01267"/>
    <w:rsid w:val="00F01308"/>
    <w:rsid w:val="00F01701"/>
    <w:rsid w:val="00F01803"/>
    <w:rsid w:val="00F0195C"/>
    <w:rsid w:val="00F01ABC"/>
    <w:rsid w:val="00F01D09"/>
    <w:rsid w:val="00F01D71"/>
    <w:rsid w:val="00F01DD5"/>
    <w:rsid w:val="00F01EF8"/>
    <w:rsid w:val="00F022DE"/>
    <w:rsid w:val="00F023DA"/>
    <w:rsid w:val="00F026E1"/>
    <w:rsid w:val="00F029C4"/>
    <w:rsid w:val="00F02D71"/>
    <w:rsid w:val="00F02F50"/>
    <w:rsid w:val="00F0342B"/>
    <w:rsid w:val="00F0358D"/>
    <w:rsid w:val="00F035C3"/>
    <w:rsid w:val="00F037B9"/>
    <w:rsid w:val="00F03921"/>
    <w:rsid w:val="00F0394C"/>
    <w:rsid w:val="00F039F7"/>
    <w:rsid w:val="00F03DBC"/>
    <w:rsid w:val="00F040C1"/>
    <w:rsid w:val="00F04427"/>
    <w:rsid w:val="00F0461D"/>
    <w:rsid w:val="00F0478E"/>
    <w:rsid w:val="00F04B11"/>
    <w:rsid w:val="00F04CA2"/>
    <w:rsid w:val="00F04CE5"/>
    <w:rsid w:val="00F054EC"/>
    <w:rsid w:val="00F05813"/>
    <w:rsid w:val="00F0598B"/>
    <w:rsid w:val="00F060D3"/>
    <w:rsid w:val="00F06133"/>
    <w:rsid w:val="00F06182"/>
    <w:rsid w:val="00F062E4"/>
    <w:rsid w:val="00F06425"/>
    <w:rsid w:val="00F0656E"/>
    <w:rsid w:val="00F065F0"/>
    <w:rsid w:val="00F06C08"/>
    <w:rsid w:val="00F06D4D"/>
    <w:rsid w:val="00F06F39"/>
    <w:rsid w:val="00F0748C"/>
    <w:rsid w:val="00F0788E"/>
    <w:rsid w:val="00F07DBC"/>
    <w:rsid w:val="00F10061"/>
    <w:rsid w:val="00F10080"/>
    <w:rsid w:val="00F10130"/>
    <w:rsid w:val="00F1046F"/>
    <w:rsid w:val="00F104A2"/>
    <w:rsid w:val="00F10685"/>
    <w:rsid w:val="00F10BAD"/>
    <w:rsid w:val="00F10BD6"/>
    <w:rsid w:val="00F10DAB"/>
    <w:rsid w:val="00F10E1E"/>
    <w:rsid w:val="00F112AC"/>
    <w:rsid w:val="00F11753"/>
    <w:rsid w:val="00F11768"/>
    <w:rsid w:val="00F117D1"/>
    <w:rsid w:val="00F11EDD"/>
    <w:rsid w:val="00F122A7"/>
    <w:rsid w:val="00F1253D"/>
    <w:rsid w:val="00F12642"/>
    <w:rsid w:val="00F12919"/>
    <w:rsid w:val="00F12A95"/>
    <w:rsid w:val="00F12D1A"/>
    <w:rsid w:val="00F13228"/>
    <w:rsid w:val="00F132CD"/>
    <w:rsid w:val="00F13644"/>
    <w:rsid w:val="00F13BC5"/>
    <w:rsid w:val="00F13D0A"/>
    <w:rsid w:val="00F13E85"/>
    <w:rsid w:val="00F14112"/>
    <w:rsid w:val="00F1466D"/>
    <w:rsid w:val="00F148C6"/>
    <w:rsid w:val="00F14A7A"/>
    <w:rsid w:val="00F14A81"/>
    <w:rsid w:val="00F14C68"/>
    <w:rsid w:val="00F14E8D"/>
    <w:rsid w:val="00F14F98"/>
    <w:rsid w:val="00F150EA"/>
    <w:rsid w:val="00F15152"/>
    <w:rsid w:val="00F1522A"/>
    <w:rsid w:val="00F152C4"/>
    <w:rsid w:val="00F156BE"/>
    <w:rsid w:val="00F156EC"/>
    <w:rsid w:val="00F15999"/>
    <w:rsid w:val="00F16342"/>
    <w:rsid w:val="00F16499"/>
    <w:rsid w:val="00F167AF"/>
    <w:rsid w:val="00F1687C"/>
    <w:rsid w:val="00F16AC7"/>
    <w:rsid w:val="00F16CAF"/>
    <w:rsid w:val="00F16D74"/>
    <w:rsid w:val="00F16FA6"/>
    <w:rsid w:val="00F171AC"/>
    <w:rsid w:val="00F178FA"/>
    <w:rsid w:val="00F179B7"/>
    <w:rsid w:val="00F179BE"/>
    <w:rsid w:val="00F17CCE"/>
    <w:rsid w:val="00F17DC0"/>
    <w:rsid w:val="00F20016"/>
    <w:rsid w:val="00F201F5"/>
    <w:rsid w:val="00F206CE"/>
    <w:rsid w:val="00F20B03"/>
    <w:rsid w:val="00F20BBC"/>
    <w:rsid w:val="00F20E8C"/>
    <w:rsid w:val="00F21295"/>
    <w:rsid w:val="00F21328"/>
    <w:rsid w:val="00F2146E"/>
    <w:rsid w:val="00F21640"/>
    <w:rsid w:val="00F220EA"/>
    <w:rsid w:val="00F22236"/>
    <w:rsid w:val="00F22C28"/>
    <w:rsid w:val="00F22EFB"/>
    <w:rsid w:val="00F23334"/>
    <w:rsid w:val="00F233CC"/>
    <w:rsid w:val="00F233E0"/>
    <w:rsid w:val="00F2342C"/>
    <w:rsid w:val="00F23536"/>
    <w:rsid w:val="00F23833"/>
    <w:rsid w:val="00F23AA3"/>
    <w:rsid w:val="00F24150"/>
    <w:rsid w:val="00F2453D"/>
    <w:rsid w:val="00F24EAF"/>
    <w:rsid w:val="00F253BA"/>
    <w:rsid w:val="00F25726"/>
    <w:rsid w:val="00F259A3"/>
    <w:rsid w:val="00F2605B"/>
    <w:rsid w:val="00F266FC"/>
    <w:rsid w:val="00F2670F"/>
    <w:rsid w:val="00F268F4"/>
    <w:rsid w:val="00F26954"/>
    <w:rsid w:val="00F26A07"/>
    <w:rsid w:val="00F26B79"/>
    <w:rsid w:val="00F26BD0"/>
    <w:rsid w:val="00F26E9C"/>
    <w:rsid w:val="00F271E9"/>
    <w:rsid w:val="00F274C3"/>
    <w:rsid w:val="00F27514"/>
    <w:rsid w:val="00F27548"/>
    <w:rsid w:val="00F27AA1"/>
    <w:rsid w:val="00F27B28"/>
    <w:rsid w:val="00F27BE7"/>
    <w:rsid w:val="00F27FCA"/>
    <w:rsid w:val="00F3036C"/>
    <w:rsid w:val="00F3048D"/>
    <w:rsid w:val="00F305E0"/>
    <w:rsid w:val="00F3089C"/>
    <w:rsid w:val="00F3091B"/>
    <w:rsid w:val="00F30A0F"/>
    <w:rsid w:val="00F30E83"/>
    <w:rsid w:val="00F30F88"/>
    <w:rsid w:val="00F3100F"/>
    <w:rsid w:val="00F31132"/>
    <w:rsid w:val="00F31A9B"/>
    <w:rsid w:val="00F31DDC"/>
    <w:rsid w:val="00F31E61"/>
    <w:rsid w:val="00F31E7D"/>
    <w:rsid w:val="00F327C5"/>
    <w:rsid w:val="00F32D90"/>
    <w:rsid w:val="00F32ED7"/>
    <w:rsid w:val="00F32F71"/>
    <w:rsid w:val="00F333B7"/>
    <w:rsid w:val="00F33625"/>
    <w:rsid w:val="00F33964"/>
    <w:rsid w:val="00F33A02"/>
    <w:rsid w:val="00F33A84"/>
    <w:rsid w:val="00F33B46"/>
    <w:rsid w:val="00F33C46"/>
    <w:rsid w:val="00F33CAA"/>
    <w:rsid w:val="00F33DF9"/>
    <w:rsid w:val="00F34411"/>
    <w:rsid w:val="00F34527"/>
    <w:rsid w:val="00F34700"/>
    <w:rsid w:val="00F34A46"/>
    <w:rsid w:val="00F34FEB"/>
    <w:rsid w:val="00F35011"/>
    <w:rsid w:val="00F3526F"/>
    <w:rsid w:val="00F35490"/>
    <w:rsid w:val="00F355AC"/>
    <w:rsid w:val="00F35BBD"/>
    <w:rsid w:val="00F36486"/>
    <w:rsid w:val="00F369C7"/>
    <w:rsid w:val="00F36F21"/>
    <w:rsid w:val="00F374C2"/>
    <w:rsid w:val="00F40193"/>
    <w:rsid w:val="00F40325"/>
    <w:rsid w:val="00F40350"/>
    <w:rsid w:val="00F405AE"/>
    <w:rsid w:val="00F40D50"/>
    <w:rsid w:val="00F40E6B"/>
    <w:rsid w:val="00F41699"/>
    <w:rsid w:val="00F41726"/>
    <w:rsid w:val="00F419A3"/>
    <w:rsid w:val="00F41AA6"/>
    <w:rsid w:val="00F41C05"/>
    <w:rsid w:val="00F42049"/>
    <w:rsid w:val="00F42254"/>
    <w:rsid w:val="00F42472"/>
    <w:rsid w:val="00F42589"/>
    <w:rsid w:val="00F42938"/>
    <w:rsid w:val="00F42D7F"/>
    <w:rsid w:val="00F42E5D"/>
    <w:rsid w:val="00F42EE9"/>
    <w:rsid w:val="00F42FA8"/>
    <w:rsid w:val="00F43259"/>
    <w:rsid w:val="00F435E8"/>
    <w:rsid w:val="00F436F6"/>
    <w:rsid w:val="00F437D5"/>
    <w:rsid w:val="00F43860"/>
    <w:rsid w:val="00F438B5"/>
    <w:rsid w:val="00F43D22"/>
    <w:rsid w:val="00F43DF9"/>
    <w:rsid w:val="00F43E2A"/>
    <w:rsid w:val="00F4428A"/>
    <w:rsid w:val="00F4442A"/>
    <w:rsid w:val="00F446D6"/>
    <w:rsid w:val="00F448FE"/>
    <w:rsid w:val="00F4498E"/>
    <w:rsid w:val="00F44CE3"/>
    <w:rsid w:val="00F44E52"/>
    <w:rsid w:val="00F4500A"/>
    <w:rsid w:val="00F45123"/>
    <w:rsid w:val="00F45458"/>
    <w:rsid w:val="00F45576"/>
    <w:rsid w:val="00F4566F"/>
    <w:rsid w:val="00F45696"/>
    <w:rsid w:val="00F45808"/>
    <w:rsid w:val="00F45DC6"/>
    <w:rsid w:val="00F46302"/>
    <w:rsid w:val="00F46357"/>
    <w:rsid w:val="00F46510"/>
    <w:rsid w:val="00F46677"/>
    <w:rsid w:val="00F4673F"/>
    <w:rsid w:val="00F468D3"/>
    <w:rsid w:val="00F46A06"/>
    <w:rsid w:val="00F474E4"/>
    <w:rsid w:val="00F476B8"/>
    <w:rsid w:val="00F47855"/>
    <w:rsid w:val="00F47C64"/>
    <w:rsid w:val="00F47C7E"/>
    <w:rsid w:val="00F47D27"/>
    <w:rsid w:val="00F47E13"/>
    <w:rsid w:val="00F47F21"/>
    <w:rsid w:val="00F502ED"/>
    <w:rsid w:val="00F5055B"/>
    <w:rsid w:val="00F50A7F"/>
    <w:rsid w:val="00F50DF0"/>
    <w:rsid w:val="00F51000"/>
    <w:rsid w:val="00F51118"/>
    <w:rsid w:val="00F51507"/>
    <w:rsid w:val="00F516EE"/>
    <w:rsid w:val="00F51D7D"/>
    <w:rsid w:val="00F52075"/>
    <w:rsid w:val="00F52630"/>
    <w:rsid w:val="00F52790"/>
    <w:rsid w:val="00F527B8"/>
    <w:rsid w:val="00F529B3"/>
    <w:rsid w:val="00F52D78"/>
    <w:rsid w:val="00F52FFE"/>
    <w:rsid w:val="00F53159"/>
    <w:rsid w:val="00F534FD"/>
    <w:rsid w:val="00F53D1A"/>
    <w:rsid w:val="00F53F46"/>
    <w:rsid w:val="00F542A6"/>
    <w:rsid w:val="00F54659"/>
    <w:rsid w:val="00F5487F"/>
    <w:rsid w:val="00F55380"/>
    <w:rsid w:val="00F553F8"/>
    <w:rsid w:val="00F554F6"/>
    <w:rsid w:val="00F55729"/>
    <w:rsid w:val="00F55A58"/>
    <w:rsid w:val="00F55E5F"/>
    <w:rsid w:val="00F55FD1"/>
    <w:rsid w:val="00F562EB"/>
    <w:rsid w:val="00F563AA"/>
    <w:rsid w:val="00F568A0"/>
    <w:rsid w:val="00F568F1"/>
    <w:rsid w:val="00F56A03"/>
    <w:rsid w:val="00F56BE6"/>
    <w:rsid w:val="00F56FE6"/>
    <w:rsid w:val="00F572AC"/>
    <w:rsid w:val="00F5759F"/>
    <w:rsid w:val="00F575C0"/>
    <w:rsid w:val="00F57697"/>
    <w:rsid w:val="00F57DE2"/>
    <w:rsid w:val="00F57F5C"/>
    <w:rsid w:val="00F600CF"/>
    <w:rsid w:val="00F60117"/>
    <w:rsid w:val="00F6015B"/>
    <w:rsid w:val="00F603D2"/>
    <w:rsid w:val="00F607E8"/>
    <w:rsid w:val="00F60988"/>
    <w:rsid w:val="00F609A1"/>
    <w:rsid w:val="00F60AD6"/>
    <w:rsid w:val="00F60CC7"/>
    <w:rsid w:val="00F610F8"/>
    <w:rsid w:val="00F61510"/>
    <w:rsid w:val="00F6153E"/>
    <w:rsid w:val="00F61548"/>
    <w:rsid w:val="00F6160A"/>
    <w:rsid w:val="00F61620"/>
    <w:rsid w:val="00F6170B"/>
    <w:rsid w:val="00F61952"/>
    <w:rsid w:val="00F61A26"/>
    <w:rsid w:val="00F61ED5"/>
    <w:rsid w:val="00F61FAD"/>
    <w:rsid w:val="00F621CF"/>
    <w:rsid w:val="00F62A6E"/>
    <w:rsid w:val="00F62B8F"/>
    <w:rsid w:val="00F62D27"/>
    <w:rsid w:val="00F62E09"/>
    <w:rsid w:val="00F63142"/>
    <w:rsid w:val="00F63807"/>
    <w:rsid w:val="00F63BBE"/>
    <w:rsid w:val="00F6422E"/>
    <w:rsid w:val="00F64CED"/>
    <w:rsid w:val="00F654C2"/>
    <w:rsid w:val="00F6576D"/>
    <w:rsid w:val="00F65A39"/>
    <w:rsid w:val="00F65C40"/>
    <w:rsid w:val="00F65C8F"/>
    <w:rsid w:val="00F662A0"/>
    <w:rsid w:val="00F66878"/>
    <w:rsid w:val="00F66955"/>
    <w:rsid w:val="00F66AE3"/>
    <w:rsid w:val="00F66F3E"/>
    <w:rsid w:val="00F67228"/>
    <w:rsid w:val="00F679E5"/>
    <w:rsid w:val="00F67E84"/>
    <w:rsid w:val="00F70537"/>
    <w:rsid w:val="00F70AD4"/>
    <w:rsid w:val="00F70D7D"/>
    <w:rsid w:val="00F70F10"/>
    <w:rsid w:val="00F711B9"/>
    <w:rsid w:val="00F711F3"/>
    <w:rsid w:val="00F7134D"/>
    <w:rsid w:val="00F71467"/>
    <w:rsid w:val="00F7149C"/>
    <w:rsid w:val="00F715E9"/>
    <w:rsid w:val="00F717D9"/>
    <w:rsid w:val="00F71ACF"/>
    <w:rsid w:val="00F71C6B"/>
    <w:rsid w:val="00F71F5D"/>
    <w:rsid w:val="00F725E4"/>
    <w:rsid w:val="00F72858"/>
    <w:rsid w:val="00F730AB"/>
    <w:rsid w:val="00F736F3"/>
    <w:rsid w:val="00F73D66"/>
    <w:rsid w:val="00F73E14"/>
    <w:rsid w:val="00F73FF6"/>
    <w:rsid w:val="00F74179"/>
    <w:rsid w:val="00F7425F"/>
    <w:rsid w:val="00F74510"/>
    <w:rsid w:val="00F748E9"/>
    <w:rsid w:val="00F74991"/>
    <w:rsid w:val="00F74CAC"/>
    <w:rsid w:val="00F74F7A"/>
    <w:rsid w:val="00F75009"/>
    <w:rsid w:val="00F75161"/>
    <w:rsid w:val="00F754A9"/>
    <w:rsid w:val="00F75772"/>
    <w:rsid w:val="00F75D70"/>
    <w:rsid w:val="00F75F40"/>
    <w:rsid w:val="00F75F8F"/>
    <w:rsid w:val="00F75F91"/>
    <w:rsid w:val="00F76001"/>
    <w:rsid w:val="00F7600A"/>
    <w:rsid w:val="00F7603C"/>
    <w:rsid w:val="00F76276"/>
    <w:rsid w:val="00F76791"/>
    <w:rsid w:val="00F76B3C"/>
    <w:rsid w:val="00F772ED"/>
    <w:rsid w:val="00F7735F"/>
    <w:rsid w:val="00F779AF"/>
    <w:rsid w:val="00F77B4A"/>
    <w:rsid w:val="00F77F8A"/>
    <w:rsid w:val="00F80181"/>
    <w:rsid w:val="00F80283"/>
    <w:rsid w:val="00F8030A"/>
    <w:rsid w:val="00F80BB1"/>
    <w:rsid w:val="00F80EF3"/>
    <w:rsid w:val="00F80F08"/>
    <w:rsid w:val="00F8103F"/>
    <w:rsid w:val="00F8126A"/>
    <w:rsid w:val="00F81539"/>
    <w:rsid w:val="00F81637"/>
    <w:rsid w:val="00F81703"/>
    <w:rsid w:val="00F81922"/>
    <w:rsid w:val="00F81A23"/>
    <w:rsid w:val="00F81A28"/>
    <w:rsid w:val="00F81C28"/>
    <w:rsid w:val="00F81DE5"/>
    <w:rsid w:val="00F825DA"/>
    <w:rsid w:val="00F827DB"/>
    <w:rsid w:val="00F8282A"/>
    <w:rsid w:val="00F82CD1"/>
    <w:rsid w:val="00F82CF5"/>
    <w:rsid w:val="00F82E46"/>
    <w:rsid w:val="00F834C4"/>
    <w:rsid w:val="00F835B6"/>
    <w:rsid w:val="00F8372C"/>
    <w:rsid w:val="00F839CD"/>
    <w:rsid w:val="00F83B9F"/>
    <w:rsid w:val="00F83C49"/>
    <w:rsid w:val="00F83DC9"/>
    <w:rsid w:val="00F842D1"/>
    <w:rsid w:val="00F843FC"/>
    <w:rsid w:val="00F844B5"/>
    <w:rsid w:val="00F844D4"/>
    <w:rsid w:val="00F84741"/>
    <w:rsid w:val="00F85101"/>
    <w:rsid w:val="00F855DB"/>
    <w:rsid w:val="00F85664"/>
    <w:rsid w:val="00F859A2"/>
    <w:rsid w:val="00F85AC0"/>
    <w:rsid w:val="00F85BE1"/>
    <w:rsid w:val="00F85E44"/>
    <w:rsid w:val="00F85F63"/>
    <w:rsid w:val="00F8628B"/>
    <w:rsid w:val="00F8656C"/>
    <w:rsid w:val="00F86D80"/>
    <w:rsid w:val="00F86E20"/>
    <w:rsid w:val="00F86E66"/>
    <w:rsid w:val="00F86FAA"/>
    <w:rsid w:val="00F8704F"/>
    <w:rsid w:val="00F87CA6"/>
    <w:rsid w:val="00F90094"/>
    <w:rsid w:val="00F9014C"/>
    <w:rsid w:val="00F901A5"/>
    <w:rsid w:val="00F90215"/>
    <w:rsid w:val="00F906BC"/>
    <w:rsid w:val="00F9090A"/>
    <w:rsid w:val="00F90D13"/>
    <w:rsid w:val="00F911C7"/>
    <w:rsid w:val="00F91244"/>
    <w:rsid w:val="00F91312"/>
    <w:rsid w:val="00F91527"/>
    <w:rsid w:val="00F916E8"/>
    <w:rsid w:val="00F91782"/>
    <w:rsid w:val="00F91DB2"/>
    <w:rsid w:val="00F92107"/>
    <w:rsid w:val="00F922A0"/>
    <w:rsid w:val="00F922FE"/>
    <w:rsid w:val="00F924FE"/>
    <w:rsid w:val="00F9269D"/>
    <w:rsid w:val="00F92837"/>
    <w:rsid w:val="00F92953"/>
    <w:rsid w:val="00F929DC"/>
    <w:rsid w:val="00F92A14"/>
    <w:rsid w:val="00F92A6E"/>
    <w:rsid w:val="00F92C41"/>
    <w:rsid w:val="00F930B9"/>
    <w:rsid w:val="00F934DB"/>
    <w:rsid w:val="00F9356E"/>
    <w:rsid w:val="00F9357B"/>
    <w:rsid w:val="00F938C6"/>
    <w:rsid w:val="00F93A57"/>
    <w:rsid w:val="00F93BA5"/>
    <w:rsid w:val="00F93BDA"/>
    <w:rsid w:val="00F93C6B"/>
    <w:rsid w:val="00F93F54"/>
    <w:rsid w:val="00F93F85"/>
    <w:rsid w:val="00F94B2C"/>
    <w:rsid w:val="00F95018"/>
    <w:rsid w:val="00F9505F"/>
    <w:rsid w:val="00F95556"/>
    <w:rsid w:val="00F956AA"/>
    <w:rsid w:val="00F95809"/>
    <w:rsid w:val="00F958F5"/>
    <w:rsid w:val="00F95C23"/>
    <w:rsid w:val="00F960EF"/>
    <w:rsid w:val="00F96685"/>
    <w:rsid w:val="00F96857"/>
    <w:rsid w:val="00F96AD0"/>
    <w:rsid w:val="00F96C29"/>
    <w:rsid w:val="00F96D0F"/>
    <w:rsid w:val="00F96EDA"/>
    <w:rsid w:val="00F97125"/>
    <w:rsid w:val="00F9716F"/>
    <w:rsid w:val="00F97434"/>
    <w:rsid w:val="00F974FD"/>
    <w:rsid w:val="00F97B01"/>
    <w:rsid w:val="00F97D28"/>
    <w:rsid w:val="00F97D4C"/>
    <w:rsid w:val="00F97E8B"/>
    <w:rsid w:val="00FA00E5"/>
    <w:rsid w:val="00FA04B8"/>
    <w:rsid w:val="00FA0550"/>
    <w:rsid w:val="00FA05AE"/>
    <w:rsid w:val="00FA094D"/>
    <w:rsid w:val="00FA0B59"/>
    <w:rsid w:val="00FA0C31"/>
    <w:rsid w:val="00FA0D7F"/>
    <w:rsid w:val="00FA0FF7"/>
    <w:rsid w:val="00FA1097"/>
    <w:rsid w:val="00FA15BA"/>
    <w:rsid w:val="00FA1741"/>
    <w:rsid w:val="00FA1911"/>
    <w:rsid w:val="00FA1B71"/>
    <w:rsid w:val="00FA1D9B"/>
    <w:rsid w:val="00FA2154"/>
    <w:rsid w:val="00FA2278"/>
    <w:rsid w:val="00FA2350"/>
    <w:rsid w:val="00FA2726"/>
    <w:rsid w:val="00FA299A"/>
    <w:rsid w:val="00FA2A80"/>
    <w:rsid w:val="00FA3013"/>
    <w:rsid w:val="00FA3340"/>
    <w:rsid w:val="00FA3441"/>
    <w:rsid w:val="00FA34F7"/>
    <w:rsid w:val="00FA3F75"/>
    <w:rsid w:val="00FA403B"/>
    <w:rsid w:val="00FA44DC"/>
    <w:rsid w:val="00FA458A"/>
    <w:rsid w:val="00FA4D4A"/>
    <w:rsid w:val="00FA4EA1"/>
    <w:rsid w:val="00FA502B"/>
    <w:rsid w:val="00FA5097"/>
    <w:rsid w:val="00FA5290"/>
    <w:rsid w:val="00FA581F"/>
    <w:rsid w:val="00FA5B84"/>
    <w:rsid w:val="00FA5EE6"/>
    <w:rsid w:val="00FA6165"/>
    <w:rsid w:val="00FA640A"/>
    <w:rsid w:val="00FA64A4"/>
    <w:rsid w:val="00FA6AC9"/>
    <w:rsid w:val="00FA6B32"/>
    <w:rsid w:val="00FA6EB9"/>
    <w:rsid w:val="00FA7622"/>
    <w:rsid w:val="00FA7747"/>
    <w:rsid w:val="00FA7810"/>
    <w:rsid w:val="00FA781A"/>
    <w:rsid w:val="00FA78B9"/>
    <w:rsid w:val="00FA7E48"/>
    <w:rsid w:val="00FA7ED9"/>
    <w:rsid w:val="00FA7F23"/>
    <w:rsid w:val="00FB0264"/>
    <w:rsid w:val="00FB09FD"/>
    <w:rsid w:val="00FB0A67"/>
    <w:rsid w:val="00FB0F9A"/>
    <w:rsid w:val="00FB11E6"/>
    <w:rsid w:val="00FB11FB"/>
    <w:rsid w:val="00FB1617"/>
    <w:rsid w:val="00FB1AC8"/>
    <w:rsid w:val="00FB1B0D"/>
    <w:rsid w:val="00FB1DFD"/>
    <w:rsid w:val="00FB1ED4"/>
    <w:rsid w:val="00FB200C"/>
    <w:rsid w:val="00FB21B0"/>
    <w:rsid w:val="00FB23FE"/>
    <w:rsid w:val="00FB2524"/>
    <w:rsid w:val="00FB2A8E"/>
    <w:rsid w:val="00FB2AF1"/>
    <w:rsid w:val="00FB2E6C"/>
    <w:rsid w:val="00FB2F92"/>
    <w:rsid w:val="00FB3063"/>
    <w:rsid w:val="00FB3382"/>
    <w:rsid w:val="00FB39BF"/>
    <w:rsid w:val="00FB3D3B"/>
    <w:rsid w:val="00FB3D65"/>
    <w:rsid w:val="00FB3D91"/>
    <w:rsid w:val="00FB41A1"/>
    <w:rsid w:val="00FB4559"/>
    <w:rsid w:val="00FB4571"/>
    <w:rsid w:val="00FB47D0"/>
    <w:rsid w:val="00FB49B2"/>
    <w:rsid w:val="00FB4A4C"/>
    <w:rsid w:val="00FB4E61"/>
    <w:rsid w:val="00FB4FE3"/>
    <w:rsid w:val="00FB521F"/>
    <w:rsid w:val="00FB53AF"/>
    <w:rsid w:val="00FB53D1"/>
    <w:rsid w:val="00FB5994"/>
    <w:rsid w:val="00FB59A8"/>
    <w:rsid w:val="00FB5C58"/>
    <w:rsid w:val="00FB6083"/>
    <w:rsid w:val="00FB665D"/>
    <w:rsid w:val="00FB6715"/>
    <w:rsid w:val="00FB6795"/>
    <w:rsid w:val="00FB67C4"/>
    <w:rsid w:val="00FB6A0B"/>
    <w:rsid w:val="00FB6B17"/>
    <w:rsid w:val="00FB6B8A"/>
    <w:rsid w:val="00FB6C94"/>
    <w:rsid w:val="00FB6D7A"/>
    <w:rsid w:val="00FB7270"/>
    <w:rsid w:val="00FB72DA"/>
    <w:rsid w:val="00FB7337"/>
    <w:rsid w:val="00FB73FE"/>
    <w:rsid w:val="00FB779B"/>
    <w:rsid w:val="00FB7A63"/>
    <w:rsid w:val="00FB7F5E"/>
    <w:rsid w:val="00FC00B3"/>
    <w:rsid w:val="00FC01C5"/>
    <w:rsid w:val="00FC02D9"/>
    <w:rsid w:val="00FC04DD"/>
    <w:rsid w:val="00FC0503"/>
    <w:rsid w:val="00FC0567"/>
    <w:rsid w:val="00FC07A9"/>
    <w:rsid w:val="00FC10A9"/>
    <w:rsid w:val="00FC148D"/>
    <w:rsid w:val="00FC1564"/>
    <w:rsid w:val="00FC1C8E"/>
    <w:rsid w:val="00FC1FD2"/>
    <w:rsid w:val="00FC2219"/>
    <w:rsid w:val="00FC24E5"/>
    <w:rsid w:val="00FC2835"/>
    <w:rsid w:val="00FC291B"/>
    <w:rsid w:val="00FC2B7E"/>
    <w:rsid w:val="00FC2EC5"/>
    <w:rsid w:val="00FC2FC7"/>
    <w:rsid w:val="00FC3137"/>
    <w:rsid w:val="00FC31E5"/>
    <w:rsid w:val="00FC33CD"/>
    <w:rsid w:val="00FC33E4"/>
    <w:rsid w:val="00FC3457"/>
    <w:rsid w:val="00FC3462"/>
    <w:rsid w:val="00FC34A5"/>
    <w:rsid w:val="00FC37B5"/>
    <w:rsid w:val="00FC3F0E"/>
    <w:rsid w:val="00FC44B6"/>
    <w:rsid w:val="00FC4505"/>
    <w:rsid w:val="00FC4677"/>
    <w:rsid w:val="00FC472E"/>
    <w:rsid w:val="00FC4765"/>
    <w:rsid w:val="00FC47FA"/>
    <w:rsid w:val="00FC4972"/>
    <w:rsid w:val="00FC4C45"/>
    <w:rsid w:val="00FC51CA"/>
    <w:rsid w:val="00FC5366"/>
    <w:rsid w:val="00FC59A0"/>
    <w:rsid w:val="00FC59C7"/>
    <w:rsid w:val="00FC5BEE"/>
    <w:rsid w:val="00FC5BFB"/>
    <w:rsid w:val="00FC5E58"/>
    <w:rsid w:val="00FC5F3F"/>
    <w:rsid w:val="00FC5FE2"/>
    <w:rsid w:val="00FC617C"/>
    <w:rsid w:val="00FC6221"/>
    <w:rsid w:val="00FC6237"/>
    <w:rsid w:val="00FC6244"/>
    <w:rsid w:val="00FC6365"/>
    <w:rsid w:val="00FC647F"/>
    <w:rsid w:val="00FC67F0"/>
    <w:rsid w:val="00FC6F82"/>
    <w:rsid w:val="00FC6FE2"/>
    <w:rsid w:val="00FC71CC"/>
    <w:rsid w:val="00FC753C"/>
    <w:rsid w:val="00FC75D6"/>
    <w:rsid w:val="00FC79D8"/>
    <w:rsid w:val="00FC7C1C"/>
    <w:rsid w:val="00FC7D20"/>
    <w:rsid w:val="00FC7D99"/>
    <w:rsid w:val="00FC7FDC"/>
    <w:rsid w:val="00FD0062"/>
    <w:rsid w:val="00FD02F6"/>
    <w:rsid w:val="00FD03C1"/>
    <w:rsid w:val="00FD0411"/>
    <w:rsid w:val="00FD0466"/>
    <w:rsid w:val="00FD0478"/>
    <w:rsid w:val="00FD0510"/>
    <w:rsid w:val="00FD0850"/>
    <w:rsid w:val="00FD08DC"/>
    <w:rsid w:val="00FD0E63"/>
    <w:rsid w:val="00FD1008"/>
    <w:rsid w:val="00FD133C"/>
    <w:rsid w:val="00FD1532"/>
    <w:rsid w:val="00FD15A8"/>
    <w:rsid w:val="00FD15F7"/>
    <w:rsid w:val="00FD1D59"/>
    <w:rsid w:val="00FD2222"/>
    <w:rsid w:val="00FD261F"/>
    <w:rsid w:val="00FD26A6"/>
    <w:rsid w:val="00FD27E0"/>
    <w:rsid w:val="00FD2E8D"/>
    <w:rsid w:val="00FD2EF1"/>
    <w:rsid w:val="00FD2F01"/>
    <w:rsid w:val="00FD2F77"/>
    <w:rsid w:val="00FD3354"/>
    <w:rsid w:val="00FD33BD"/>
    <w:rsid w:val="00FD3520"/>
    <w:rsid w:val="00FD356A"/>
    <w:rsid w:val="00FD3682"/>
    <w:rsid w:val="00FD374A"/>
    <w:rsid w:val="00FD38A8"/>
    <w:rsid w:val="00FD3AE4"/>
    <w:rsid w:val="00FD3DC6"/>
    <w:rsid w:val="00FD410E"/>
    <w:rsid w:val="00FD4332"/>
    <w:rsid w:val="00FD4466"/>
    <w:rsid w:val="00FD453C"/>
    <w:rsid w:val="00FD4AB1"/>
    <w:rsid w:val="00FD5B4C"/>
    <w:rsid w:val="00FD5C0E"/>
    <w:rsid w:val="00FD5DC0"/>
    <w:rsid w:val="00FD633F"/>
    <w:rsid w:val="00FD664A"/>
    <w:rsid w:val="00FD6A78"/>
    <w:rsid w:val="00FD6C02"/>
    <w:rsid w:val="00FD6C31"/>
    <w:rsid w:val="00FD6C78"/>
    <w:rsid w:val="00FD6D10"/>
    <w:rsid w:val="00FD6DFC"/>
    <w:rsid w:val="00FD6E01"/>
    <w:rsid w:val="00FD7331"/>
    <w:rsid w:val="00FD7341"/>
    <w:rsid w:val="00FD73F7"/>
    <w:rsid w:val="00FD7815"/>
    <w:rsid w:val="00FD7C75"/>
    <w:rsid w:val="00FD7D17"/>
    <w:rsid w:val="00FD7D86"/>
    <w:rsid w:val="00FD7DFA"/>
    <w:rsid w:val="00FD7F9A"/>
    <w:rsid w:val="00FE004A"/>
    <w:rsid w:val="00FE05ED"/>
    <w:rsid w:val="00FE068E"/>
    <w:rsid w:val="00FE136C"/>
    <w:rsid w:val="00FE1738"/>
    <w:rsid w:val="00FE1C18"/>
    <w:rsid w:val="00FE1D44"/>
    <w:rsid w:val="00FE1EBB"/>
    <w:rsid w:val="00FE2074"/>
    <w:rsid w:val="00FE2677"/>
    <w:rsid w:val="00FE2911"/>
    <w:rsid w:val="00FE2955"/>
    <w:rsid w:val="00FE2DA9"/>
    <w:rsid w:val="00FE2E20"/>
    <w:rsid w:val="00FE3018"/>
    <w:rsid w:val="00FE35AC"/>
    <w:rsid w:val="00FE3D04"/>
    <w:rsid w:val="00FE3E03"/>
    <w:rsid w:val="00FE3E37"/>
    <w:rsid w:val="00FE403C"/>
    <w:rsid w:val="00FE4432"/>
    <w:rsid w:val="00FE466A"/>
    <w:rsid w:val="00FE477A"/>
    <w:rsid w:val="00FE4914"/>
    <w:rsid w:val="00FE4CA2"/>
    <w:rsid w:val="00FE4CB7"/>
    <w:rsid w:val="00FE4CDF"/>
    <w:rsid w:val="00FE50E5"/>
    <w:rsid w:val="00FE5326"/>
    <w:rsid w:val="00FE5340"/>
    <w:rsid w:val="00FE53B1"/>
    <w:rsid w:val="00FE5638"/>
    <w:rsid w:val="00FE592A"/>
    <w:rsid w:val="00FE5C72"/>
    <w:rsid w:val="00FE5D5B"/>
    <w:rsid w:val="00FE636E"/>
    <w:rsid w:val="00FE6727"/>
    <w:rsid w:val="00FE6B6B"/>
    <w:rsid w:val="00FE6DDA"/>
    <w:rsid w:val="00FE72F5"/>
    <w:rsid w:val="00FE759C"/>
    <w:rsid w:val="00FE7E09"/>
    <w:rsid w:val="00FE7F5C"/>
    <w:rsid w:val="00FF00CC"/>
    <w:rsid w:val="00FF02EB"/>
    <w:rsid w:val="00FF0B32"/>
    <w:rsid w:val="00FF0DF5"/>
    <w:rsid w:val="00FF0F7F"/>
    <w:rsid w:val="00FF130B"/>
    <w:rsid w:val="00FF134A"/>
    <w:rsid w:val="00FF1433"/>
    <w:rsid w:val="00FF167B"/>
    <w:rsid w:val="00FF18EE"/>
    <w:rsid w:val="00FF1C68"/>
    <w:rsid w:val="00FF1CCD"/>
    <w:rsid w:val="00FF1CCF"/>
    <w:rsid w:val="00FF1F81"/>
    <w:rsid w:val="00FF20D5"/>
    <w:rsid w:val="00FF21E5"/>
    <w:rsid w:val="00FF23CC"/>
    <w:rsid w:val="00FF29A6"/>
    <w:rsid w:val="00FF2BB4"/>
    <w:rsid w:val="00FF3143"/>
    <w:rsid w:val="00FF326A"/>
    <w:rsid w:val="00FF3A57"/>
    <w:rsid w:val="00FF3AFD"/>
    <w:rsid w:val="00FF3C07"/>
    <w:rsid w:val="00FF40EC"/>
    <w:rsid w:val="00FF416F"/>
    <w:rsid w:val="00FF466C"/>
    <w:rsid w:val="00FF516F"/>
    <w:rsid w:val="00FF5246"/>
    <w:rsid w:val="00FF543F"/>
    <w:rsid w:val="00FF5532"/>
    <w:rsid w:val="00FF55AC"/>
    <w:rsid w:val="00FF57AF"/>
    <w:rsid w:val="00FF5979"/>
    <w:rsid w:val="00FF5C50"/>
    <w:rsid w:val="00FF5CC3"/>
    <w:rsid w:val="00FF6B4C"/>
    <w:rsid w:val="00FF6C19"/>
    <w:rsid w:val="00FF6C81"/>
    <w:rsid w:val="00FF70AF"/>
    <w:rsid w:val="00FF7188"/>
    <w:rsid w:val="00FF727D"/>
    <w:rsid w:val="00FF731B"/>
    <w:rsid w:val="00FF74CD"/>
    <w:rsid w:val="00FF74EE"/>
    <w:rsid w:val="00FF754E"/>
    <w:rsid w:val="00FF7686"/>
    <w:rsid w:val="00FF77D3"/>
    <w:rsid w:val="00FF787D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2B1068"/>
  <w15:docId w15:val="{8EDB7836-3A0F-461A-92A7-7DFCD4F5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iPriority="0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iPriority="0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iPriority="0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4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80555B"/>
    <w:pPr>
      <w:keepNext/>
      <w:numPr>
        <w:numId w:val="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555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0555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0555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2716E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1">
    <w:name w:val="Heading 2 Char1"/>
    <w:link w:val="Heading2"/>
    <w:uiPriority w:val="99"/>
    <w:locked/>
    <w:rsid w:val="00E31AA3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uiPriority w:val="99"/>
    <w:semiHidden/>
    <w:locked/>
    <w:rsid w:val="0032716E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uiPriority w:val="99"/>
    <w:semiHidden/>
    <w:locked/>
    <w:rsid w:val="0032716E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uiPriority w:val="99"/>
    <w:semiHidden/>
    <w:locked/>
    <w:rsid w:val="0032716E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uiPriority w:val="99"/>
    <w:semiHidden/>
    <w:locked/>
    <w:rsid w:val="0032716E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uiPriority w:val="99"/>
    <w:semiHidden/>
    <w:locked/>
    <w:rsid w:val="0032716E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locked/>
    <w:rsid w:val="0032716E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uiPriority w:val="99"/>
    <w:semiHidden/>
    <w:locked/>
    <w:rsid w:val="0032716E"/>
    <w:rPr>
      <w:rFonts w:ascii="Cambria" w:hAnsi="Cambria" w:cs="Angsana New"/>
    </w:rPr>
  </w:style>
  <w:style w:type="character" w:customStyle="1" w:styleId="Heading2Char">
    <w:name w:val="Heading 2 Char"/>
    <w:uiPriority w:val="99"/>
    <w:locked/>
    <w:rsid w:val="00C35575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styleId="Header">
    <w:name w:val="header"/>
    <w:basedOn w:val="Normal"/>
    <w:link w:val="Head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32716E"/>
    <w:rPr>
      <w:rFonts w:ascii="Arial" w:hAnsi="Arial" w:cs="Times New Roman"/>
      <w:sz w:val="22"/>
      <w:szCs w:val="22"/>
    </w:rPr>
  </w:style>
  <w:style w:type="character" w:customStyle="1" w:styleId="AAAddress">
    <w:name w:val="AA Address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80555B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80555B"/>
    <w:pPr>
      <w:tabs>
        <w:tab w:val="center" w:pos="4536"/>
        <w:tab w:val="right" w:pos="9072"/>
      </w:tabs>
    </w:pPr>
    <w:rPr>
      <w:sz w:val="22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32716E"/>
    <w:rPr>
      <w:rFonts w:ascii="Arial" w:hAnsi="Arial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80555B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80555B"/>
    <w:pPr>
      <w:tabs>
        <w:tab w:val="clear" w:pos="907"/>
        <w:tab w:val="left" w:pos="284"/>
        <w:tab w:val="num" w:pos="926"/>
      </w:tabs>
      <w:ind w:left="284" w:hanging="284"/>
    </w:pPr>
  </w:style>
  <w:style w:type="paragraph" w:styleId="ListBullet2">
    <w:name w:val="List Bullet 2"/>
    <w:basedOn w:val="Normal"/>
    <w:uiPriority w:val="99"/>
    <w:rsid w:val="0080555B"/>
    <w:pPr>
      <w:tabs>
        <w:tab w:val="left" w:pos="567"/>
        <w:tab w:val="num" w:pos="1209"/>
      </w:tabs>
      <w:ind w:left="851" w:hanging="284"/>
    </w:pPr>
  </w:style>
  <w:style w:type="paragraph" w:styleId="ListBullet3">
    <w:name w:val="List Bullet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80555B"/>
    <w:pPr>
      <w:tabs>
        <w:tab w:val="num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80555B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80555B"/>
    <w:pPr>
      <w:tabs>
        <w:tab w:val="left" w:pos="567"/>
        <w:tab w:val="num" w:pos="643"/>
      </w:tabs>
      <w:ind w:left="851" w:hanging="284"/>
    </w:pPr>
  </w:style>
  <w:style w:type="paragraph" w:styleId="ListNumber3">
    <w:name w:val="List Number 3"/>
    <w:basedOn w:val="Normal"/>
    <w:uiPriority w:val="99"/>
    <w:rsid w:val="0080555B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80555B"/>
    <w:pPr>
      <w:ind w:left="284"/>
    </w:pPr>
  </w:style>
  <w:style w:type="paragraph" w:customStyle="1" w:styleId="AAFrameAddress">
    <w:name w:val="AA Frame Address"/>
    <w:basedOn w:val="Heading1"/>
    <w:uiPriority w:val="99"/>
    <w:rsid w:val="0080555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80555B"/>
    <w:pPr>
      <w:tabs>
        <w:tab w:val="left" w:pos="1418"/>
        <w:tab w:val="num" w:pos="1492"/>
      </w:tabs>
      <w:ind w:left="1418" w:hanging="284"/>
    </w:pPr>
  </w:style>
  <w:style w:type="paragraph" w:styleId="ListNumber4">
    <w:name w:val="List Number 4"/>
    <w:basedOn w:val="Normal"/>
    <w:uiPriority w:val="99"/>
    <w:rsid w:val="0080555B"/>
    <w:pPr>
      <w:tabs>
        <w:tab w:val="num" w:pos="1209"/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80555B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80555B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80555B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80555B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80555B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80555B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80555B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80555B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80555B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80555B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80555B"/>
    <w:pPr>
      <w:ind w:left="851"/>
    </w:pPr>
  </w:style>
  <w:style w:type="paragraph" w:styleId="TOC5">
    <w:name w:val="toc 5"/>
    <w:basedOn w:val="Normal"/>
    <w:next w:val="Normal"/>
    <w:uiPriority w:val="99"/>
    <w:semiHidden/>
    <w:rsid w:val="0080555B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80555B"/>
    <w:pPr>
      <w:ind w:left="1418"/>
    </w:pPr>
  </w:style>
  <w:style w:type="paragraph" w:styleId="TOC7">
    <w:name w:val="toc 7"/>
    <w:basedOn w:val="Normal"/>
    <w:next w:val="Normal"/>
    <w:semiHidden/>
    <w:rsid w:val="0080555B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80555B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80555B"/>
    <w:pPr>
      <w:ind w:left="2268"/>
    </w:pPr>
  </w:style>
  <w:style w:type="paragraph" w:styleId="TableofFigures">
    <w:name w:val="table of figures"/>
    <w:basedOn w:val="Normal"/>
    <w:next w:val="Normal"/>
    <w:semiHidden/>
    <w:rsid w:val="0080555B"/>
    <w:pPr>
      <w:ind w:left="567" w:hanging="567"/>
    </w:pPr>
  </w:style>
  <w:style w:type="paragraph" w:styleId="ListBullet5">
    <w:name w:val="List Bullet 5"/>
    <w:basedOn w:val="Normal"/>
    <w:rsid w:val="0080555B"/>
    <w:pPr>
      <w:tabs>
        <w:tab w:val="left" w:pos="1418"/>
        <w:tab w:val="num" w:pos="1492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1"/>
    <w:uiPriority w:val="99"/>
    <w:rsid w:val="0080555B"/>
    <w:pPr>
      <w:spacing w:after="120"/>
    </w:pPr>
    <w:rPr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F85AC0"/>
    <w:rPr>
      <w:rFonts w:ascii="Arial" w:hAnsi="Arial" w:cs="Times New Roman"/>
      <w:sz w:val="18"/>
      <w:szCs w:val="18"/>
    </w:rPr>
  </w:style>
  <w:style w:type="character" w:customStyle="1" w:styleId="BodyTextChar">
    <w:name w:val="Body Text Char"/>
    <w:aliases w:val="bt Char,body text Char,Body Char"/>
    <w:locked/>
    <w:rsid w:val="0032716E"/>
    <w:rPr>
      <w:rFonts w:ascii="Arial" w:hAnsi="Arial" w:cs="Times New Roman"/>
      <w:sz w:val="22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rsid w:val="0080555B"/>
    <w:pPr>
      <w:ind w:firstLine="284"/>
    </w:pPr>
    <w:rPr>
      <w:sz w:val="22"/>
      <w:szCs w:val="22"/>
    </w:r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Indent">
    <w:name w:val="Body Text Indent"/>
    <w:aliases w:val="i"/>
    <w:basedOn w:val="Normal"/>
    <w:link w:val="BodyTextIndentChar"/>
    <w:uiPriority w:val="99"/>
    <w:rsid w:val="0080555B"/>
    <w:pPr>
      <w:spacing w:after="120"/>
      <w:ind w:left="283"/>
    </w:pPr>
    <w:rPr>
      <w:sz w:val="22"/>
      <w:szCs w:val="22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80555B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32716E"/>
    <w:rPr>
      <w:rFonts w:ascii="Arial" w:hAnsi="Arial" w:cs="Times New Roman"/>
      <w:sz w:val="22"/>
      <w:szCs w:val="22"/>
    </w:rPr>
  </w:style>
  <w:style w:type="character" w:styleId="Strong">
    <w:name w:val="Strong"/>
    <w:uiPriority w:val="22"/>
    <w:qFormat/>
    <w:rsid w:val="0080555B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80555B"/>
    <w:pPr>
      <w:numPr>
        <w:numId w:val="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80555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80555B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80555B"/>
    <w:pPr>
      <w:numPr>
        <w:numId w:val="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80555B"/>
    <w:pPr>
      <w:numPr>
        <w:numId w:val="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80555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80555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80555B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80555B"/>
    <w:pPr>
      <w:framePr w:h="443" w:wrap="around" w:y="8223"/>
    </w:pPr>
  </w:style>
  <w:style w:type="paragraph" w:customStyle="1" w:styleId="a">
    <w:name w:val="¢éÍ¤ÇÒ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80555B"/>
    <w:pPr>
      <w:numPr>
        <w:numId w:val="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80555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80555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80555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80555B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80555B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2">
    <w:name w:val="Body Text 2"/>
    <w:basedOn w:val="Normal"/>
    <w:link w:val="BodyText2Char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locked/>
    <w:rsid w:val="0032716E"/>
    <w:rPr>
      <w:rFonts w:ascii="Arial" w:hAnsi="Arial" w:cs="Times New Roman"/>
      <w:sz w:val="22"/>
      <w:szCs w:val="22"/>
    </w:rPr>
  </w:style>
  <w:style w:type="paragraph" w:customStyle="1" w:styleId="3">
    <w:name w:val="µÒÃÒ§3ªèÍ§"/>
    <w:basedOn w:val="Normal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0">
    <w:name w:val="ºÇ¡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rsid w:val="0080555B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32716E"/>
    <w:rPr>
      <w:rFonts w:ascii="Arial" w:hAnsi="Arial" w:cs="Times New Roman"/>
      <w:sz w:val="20"/>
      <w:szCs w:val="20"/>
    </w:rPr>
  </w:style>
  <w:style w:type="paragraph" w:customStyle="1" w:styleId="a1">
    <w:name w:val="???????"/>
    <w:basedOn w:val="Normal"/>
    <w:rsid w:val="008055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075BF9"/>
    <w:rPr>
      <w:rFonts w:ascii="Times New Roman" w:hAnsi="Times New Roman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75BF9"/>
    <w:rPr>
      <w:sz w:val="18"/>
    </w:rPr>
  </w:style>
  <w:style w:type="table" w:styleId="TableGrid">
    <w:name w:val="Table Grid"/>
    <w:basedOn w:val="TableNormal"/>
    <w:uiPriority w:val="39"/>
    <w:rsid w:val="009B50C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96512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0" w:right="-133" w:hanging="540"/>
      <w:jc w:val="both"/>
    </w:pPr>
    <w:rPr>
      <w:rFonts w:ascii="Angsana New" w:hAnsi="Angsana New"/>
      <w:b/>
      <w:bCs/>
      <w:i/>
      <w:iCs/>
      <w:sz w:val="30"/>
      <w:szCs w:val="30"/>
      <w:lang w:val="en-US" w:eastAsia="en-US"/>
    </w:rPr>
  </w:style>
  <w:style w:type="character" w:customStyle="1" w:styleId="AccPolicyHeadingChar">
    <w:name w:val="Acc Policy Heading Char"/>
    <w:link w:val="AccPolicyHeading"/>
    <w:locked/>
    <w:rsid w:val="0096512A"/>
    <w:rPr>
      <w:rFonts w:ascii="Angsana New" w:hAnsi="Angsana New" w:cs="Angsana New"/>
      <w:b/>
      <w:bCs/>
      <w:i/>
      <w:iCs/>
      <w:sz w:val="30"/>
      <w:szCs w:val="30"/>
      <w:lang w:val="en-US" w:eastAsia="en-US" w:bidi="th-TH"/>
    </w:rPr>
  </w:style>
  <w:style w:type="paragraph" w:styleId="BodyTextIndent2">
    <w:name w:val="Body Text Indent 2"/>
    <w:basedOn w:val="Normal"/>
    <w:link w:val="BodyTextIndent2Char"/>
    <w:uiPriority w:val="99"/>
    <w:rsid w:val="006662E5"/>
    <w:pPr>
      <w:spacing w:after="120" w:line="480" w:lineRule="auto"/>
      <w:ind w:left="360"/>
    </w:pPr>
    <w:rPr>
      <w:sz w:val="22"/>
      <w:szCs w:val="22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32716E"/>
    <w:rPr>
      <w:rFonts w:ascii="Arial" w:hAnsi="Arial" w:cs="Times New Roman"/>
      <w:sz w:val="22"/>
      <w:szCs w:val="22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E31A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E839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customStyle="1" w:styleId="a2">
    <w:name w:val="ลบ"/>
    <w:basedOn w:val="Normal"/>
    <w:uiPriority w:val="99"/>
    <w:rsid w:val="008E6A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30">
    <w:name w:val="?????3????"/>
    <w:basedOn w:val="Normal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cs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164E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customStyle="1" w:styleId="acctmergecolhdg">
    <w:name w:val="acct merge col hdg"/>
    <w:aliases w:val="mh"/>
    <w:basedOn w:val="Normal"/>
    <w:rsid w:val="005861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E">
    <w:name w:val="ª×èÍºÃÔÉÑ· E"/>
    <w:basedOn w:val="Normal"/>
    <w:uiPriority w:val="99"/>
    <w:rsid w:val="0014335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3">
    <w:name w:val="ข้อความ"/>
    <w:basedOn w:val="Normal"/>
    <w:uiPriority w:val="99"/>
    <w:rsid w:val="00B02401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cs="BrowalliaUPC"/>
      <w:sz w:val="30"/>
      <w:szCs w:val="30"/>
      <w:lang w:val="th-TH" w:eastAsia="th-TH"/>
    </w:rPr>
  </w:style>
  <w:style w:type="paragraph" w:customStyle="1" w:styleId="31">
    <w:name w:val="ตาราง3ช่อง"/>
    <w:basedOn w:val="Normal"/>
    <w:uiPriority w:val="99"/>
    <w:rsid w:val="001C0EF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 w:cs="Times New Roman"/>
      <w:sz w:val="22"/>
      <w:szCs w:val="22"/>
      <w:lang w:val="th-TH" w:eastAsia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414F7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3B7C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4223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813AC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cs="Times New Roman"/>
      <w:sz w:val="22"/>
      <w:szCs w:val="20"/>
      <w:lang w:val="en-GB" w:bidi="ar-SA"/>
    </w:rPr>
  </w:style>
  <w:style w:type="paragraph" w:customStyle="1" w:styleId="zDistnHeader">
    <w:name w:val="zDistnHeader"/>
    <w:basedOn w:val="Normal"/>
    <w:next w:val="Normal"/>
    <w:uiPriority w:val="99"/>
    <w:rsid w:val="00177DB9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520" w:line="260" w:lineRule="atLeast"/>
    </w:pPr>
    <w:rPr>
      <w:sz w:val="22"/>
      <w:szCs w:val="22"/>
      <w:lang w:val="en-GB"/>
    </w:rPr>
  </w:style>
  <w:style w:type="paragraph" w:customStyle="1" w:styleId="a4">
    <w:name w:val="??"/>
    <w:basedOn w:val="Normal"/>
    <w:uiPriority w:val="99"/>
    <w:rsid w:val="00AB0C9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character" w:styleId="CommentReference">
    <w:name w:val="annotation reference"/>
    <w:uiPriority w:val="99"/>
    <w:rsid w:val="00C7104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71042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32716E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10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2716E"/>
    <w:rPr>
      <w:rFonts w:ascii="Arial" w:hAnsi="Arial" w:cs="Times New Roman"/>
      <w:b/>
      <w:bCs/>
      <w:sz w:val="25"/>
      <w:szCs w:val="25"/>
    </w:rPr>
  </w:style>
  <w:style w:type="paragraph" w:customStyle="1" w:styleId="a5">
    <w:name w:val="???"/>
    <w:basedOn w:val="Normal"/>
    <w:uiPriority w:val="99"/>
    <w:rsid w:val="004C60D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cs="Times New Roman"/>
      <w:sz w:val="22"/>
      <w:szCs w:val="22"/>
      <w:lang w:val="th-TH"/>
    </w:rPr>
  </w:style>
  <w:style w:type="character" w:customStyle="1" w:styleId="BodyTextChar2">
    <w:name w:val="Body Text Char2"/>
    <w:aliases w:val="bt Char2,body text Char2,Body Char2,Body Char Char"/>
    <w:uiPriority w:val="99"/>
    <w:rsid w:val="00AB33A5"/>
    <w:rPr>
      <w:rFonts w:ascii="Arial" w:hAnsi="Arial" w:cs="Angsana New"/>
      <w:sz w:val="18"/>
      <w:szCs w:val="18"/>
      <w:lang w:val="en-US" w:eastAsia="en-US" w:bidi="th-TH"/>
    </w:rPr>
  </w:style>
  <w:style w:type="paragraph" w:styleId="DocumentMap">
    <w:name w:val="Document Map"/>
    <w:basedOn w:val="Normal"/>
    <w:link w:val="DocumentMapChar"/>
    <w:uiPriority w:val="99"/>
    <w:semiHidden/>
    <w:rsid w:val="00A273E6"/>
    <w:pPr>
      <w:spacing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locked/>
    <w:rsid w:val="00A273E6"/>
    <w:rPr>
      <w:rFonts w:ascii="Tahoma" w:hAnsi="Tahoma" w:cs="Times New Roman"/>
      <w:sz w:val="16"/>
    </w:rPr>
  </w:style>
  <w:style w:type="paragraph" w:customStyle="1" w:styleId="cent">
    <w:name w:val="&amp;cent"/>
    <w:basedOn w:val="Normal"/>
    <w:uiPriority w:val="99"/>
    <w:rsid w:val="006124A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styleId="Revision">
    <w:name w:val="Revision"/>
    <w:hidden/>
    <w:uiPriority w:val="99"/>
    <w:semiHidden/>
    <w:rsid w:val="005F4788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rsid w:val="005452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Angsana New" w:eastAsia="MS Mincho" w:hAnsi="Angsana New"/>
      <w:sz w:val="28"/>
      <w:szCs w:val="28"/>
      <w:lang w:eastAsia="ja-JP"/>
    </w:rPr>
  </w:style>
  <w:style w:type="paragraph" w:customStyle="1" w:styleId="acctmainheading">
    <w:name w:val="acct main heading"/>
    <w:aliases w:val="am"/>
    <w:basedOn w:val="Normal"/>
    <w:uiPriority w:val="99"/>
    <w:rsid w:val="002860E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cs="Times New Roman"/>
      <w:b/>
      <w:sz w:val="28"/>
      <w:szCs w:val="20"/>
      <w:lang w:val="en-GB" w:bidi="ar-SA"/>
    </w:rPr>
  </w:style>
  <w:style w:type="paragraph" w:customStyle="1" w:styleId="a6">
    <w:name w:val="อักขระ"/>
    <w:basedOn w:val="Normal"/>
    <w:uiPriority w:val="99"/>
    <w:rsid w:val="009B3C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349B1"/>
    <w:pPr>
      <w:ind w:left="720"/>
    </w:pPr>
    <w:rPr>
      <w:szCs w:val="22"/>
    </w:rPr>
  </w:style>
  <w:style w:type="character" w:customStyle="1" w:styleId="CharChar0">
    <w:name w:val="Char Char"/>
    <w:uiPriority w:val="99"/>
    <w:rsid w:val="00B349B1"/>
    <w:rPr>
      <w:rFonts w:ascii="Arial" w:hAnsi="Arial" w:cs="Times New Roman"/>
      <w:b/>
      <w:bCs/>
      <w:sz w:val="18"/>
      <w:szCs w:val="18"/>
      <w:lang w:val="en-US" w:eastAsia="en-US" w:bidi="th-TH"/>
    </w:rPr>
  </w:style>
  <w:style w:type="paragraph" w:customStyle="1" w:styleId="E0">
    <w:name w:val="»¡E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CharChar1">
    <w:name w:val="อักขระ อักขระ อักขระ Char Char อักขระ1"/>
    <w:basedOn w:val="Normal"/>
    <w:uiPriority w:val="99"/>
    <w:rsid w:val="00B349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FootnoteText">
    <w:name w:val="footnote text"/>
    <w:aliases w:val="ft"/>
    <w:basedOn w:val="Normal"/>
    <w:link w:val="FootnoteTextChar"/>
    <w:semiHidden/>
    <w:locked/>
    <w:rsid w:val="009B466D"/>
    <w:pPr>
      <w:spacing w:line="240" w:lineRule="auto"/>
    </w:pPr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9B466D"/>
    <w:rPr>
      <w:rFonts w:ascii="Arial" w:hAnsi="Arial" w:cs="Times New Roman"/>
      <w:sz w:val="25"/>
      <w:szCs w:val="25"/>
    </w:rPr>
  </w:style>
  <w:style w:type="character" w:styleId="FootnoteReference">
    <w:name w:val="footnote reference"/>
    <w:uiPriority w:val="99"/>
    <w:semiHidden/>
    <w:locked/>
    <w:rsid w:val="009B466D"/>
    <w:rPr>
      <w:rFonts w:cs="Times New Roman"/>
      <w:vertAlign w:val="superscript"/>
    </w:rPr>
  </w:style>
  <w:style w:type="paragraph" w:customStyle="1" w:styleId="Default">
    <w:name w:val="Default"/>
    <w:rsid w:val="00DD1F90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C4E2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2C4E22"/>
    <w:rPr>
      <w:rFonts w:ascii="Angsana New" w:eastAsia="Calibri" w:hAnsi="Angsana New"/>
      <w:i/>
      <w:iCs/>
      <w:sz w:val="30"/>
      <w:szCs w:val="30"/>
    </w:rPr>
  </w:style>
  <w:style w:type="character" w:customStyle="1" w:styleId="HTMLPreformattedChar">
    <w:name w:val="HTML Preformatted Char"/>
    <w:link w:val="HTMLPreformatted"/>
    <w:uiPriority w:val="99"/>
    <w:semiHidden/>
    <w:rsid w:val="006D5E66"/>
    <w:rPr>
      <w:rFonts w:ascii="Courier New" w:eastAsia="Calibri" w:hAnsi="Courier New" w:cs="Courier New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MacroTextChar">
    <w:name w:val="Macro Text Char"/>
    <w:link w:val="MacroText"/>
    <w:uiPriority w:val="99"/>
    <w:semiHidden/>
    <w:rsid w:val="006D5E66"/>
    <w:rPr>
      <w:rFonts w:ascii="Courier New" w:hAnsi="Courier New" w:cs="Times New Roman"/>
      <w:lang w:val="en-AU" w:eastAsia="en-US" w:bidi="ar-SA"/>
    </w:rPr>
  </w:style>
  <w:style w:type="paragraph" w:styleId="MacroText">
    <w:name w:val="macro"/>
    <w:link w:val="MacroTextChar"/>
    <w:uiPriority w:val="99"/>
    <w:semiHidden/>
    <w:unhideWhenUsed/>
    <w:locked/>
    <w:rsid w:val="006D5E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paragraph" w:styleId="Signature">
    <w:name w:val="Signature"/>
    <w:basedOn w:val="Normal"/>
    <w:link w:val="SignatureChar"/>
    <w:uiPriority w:val="99"/>
    <w:semiHidden/>
    <w:unhideWhenUsed/>
    <w:locked/>
    <w:rsid w:val="006D5E66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semiHidden/>
    <w:rsid w:val="006D5E66"/>
    <w:rPr>
      <w:rFonts w:ascii="Arial" w:hAnsi="Arial" w:cs="Times New Roman"/>
      <w:sz w:val="18"/>
      <w:szCs w:val="18"/>
    </w:rPr>
  </w:style>
  <w:style w:type="character" w:customStyle="1" w:styleId="PlainTextChar">
    <w:name w:val="Plain Text Char"/>
    <w:link w:val="PlainText"/>
    <w:uiPriority w:val="99"/>
    <w:rsid w:val="006D5E66"/>
    <w:rPr>
      <w:rFonts w:ascii="Consolas" w:hAnsi="Consolas"/>
      <w:sz w:val="21"/>
      <w:szCs w:val="26"/>
    </w:rPr>
  </w:style>
  <w:style w:type="paragraph" w:styleId="PlainText">
    <w:name w:val="Plain Text"/>
    <w:basedOn w:val="Normal"/>
    <w:link w:val="PlainTextChar"/>
    <w:uiPriority w:val="99"/>
    <w:unhideWhenUsed/>
    <w:locked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paragraph" w:customStyle="1" w:styleId="E1">
    <w:name w:val="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2">
    <w:name w:val="?????????? E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5">
    <w:name w:val="5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b/>
      <w:bCs/>
      <w:sz w:val="10"/>
      <w:szCs w:val="10"/>
      <w:lang w:val="th-TH"/>
    </w:rPr>
  </w:style>
  <w:style w:type="paragraph" w:customStyle="1" w:styleId="T0">
    <w:name w:val="????? 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7">
    <w:name w:val="Åº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Graphic">
    <w:name w:val="Graphic"/>
    <w:basedOn w:val="Signature"/>
    <w:uiPriority w:val="99"/>
    <w:rsid w:val="006D5E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acctdividends">
    <w:name w:val="acct dividends"/>
    <w:aliases w:val="a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">
    <w:name w:val="acct indent"/>
    <w:aliases w:val="ai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6D5E6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num" w:pos="0"/>
        <w:tab w:val="num" w:pos="576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6D5E6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6D5E66"/>
    <w:pPr>
      <w:keepLines/>
      <w:spacing w:line="240" w:lineRule="atLeast"/>
      <w:ind w:left="0" w:hanging="1134"/>
    </w:pPr>
    <w:rPr>
      <w:sz w:val="22"/>
    </w:rPr>
  </w:style>
  <w:style w:type="paragraph" w:customStyle="1" w:styleId="block2">
    <w:name w:val="block2"/>
    <w:aliases w:val="b2"/>
    <w:basedOn w:val="block"/>
    <w:uiPriority w:val="99"/>
    <w:rsid w:val="006D5E66"/>
    <w:pPr>
      <w:ind w:left="1134"/>
    </w:pPr>
    <w:rPr>
      <w:rFonts w:ascii="Times New Roman" w:hAnsi="Times New Roman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6D5E66"/>
    <w:pPr>
      <w:spacing w:after="0"/>
    </w:pPr>
    <w:rPr>
      <w:rFonts w:ascii="Times New Roman" w:hAnsi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6D5E66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6D5E6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6D5E66"/>
    <w:rPr>
      <w:rFonts w:ascii="Times New Roman" w:hAnsi="Times New Roman"/>
    </w:rPr>
  </w:style>
  <w:style w:type="paragraph" w:customStyle="1" w:styleId="zreportaddinfo">
    <w:name w:val="zreport addinfo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6D5E6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6D5E6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6D5E6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6D5E66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">
    <w:name w:val="nine pt normal"/>
    <w:aliases w:val="9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heading">
    <w:name w:val="heading"/>
    <w:aliases w:val="h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6D5E66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6D5E66"/>
  </w:style>
  <w:style w:type="paragraph" w:customStyle="1" w:styleId="nineptheadingcentredbold">
    <w:name w:val="nine pt heading centred bold"/>
    <w:aliases w:val="9hc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6D5E66"/>
    <w:pPr>
      <w:ind w:left="-57" w:right="-57"/>
    </w:pPr>
  </w:style>
  <w:style w:type="paragraph" w:customStyle="1" w:styleId="nineptnormalheading">
    <w:name w:val="nine pt normal heading"/>
    <w:aliases w:val="9nh"/>
    <w:basedOn w:val="nineptnormal"/>
    <w:uiPriority w:val="99"/>
    <w:rsid w:val="006D5E66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6D5E6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6D5E66"/>
    <w:rPr>
      <w:i/>
      <w:iCs/>
    </w:rPr>
  </w:style>
  <w:style w:type="paragraph" w:customStyle="1" w:styleId="Normalheading">
    <w:name w:val="Normal heading"/>
    <w:aliases w:val="nh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6D5E66"/>
    <w:pPr>
      <w:tabs>
        <w:tab w:val="clear" w:pos="227"/>
        <w:tab w:val="clear" w:pos="284"/>
        <w:tab w:val="clear" w:pos="454"/>
        <w:tab w:val="clear" w:pos="680"/>
        <w:tab w:val="clear" w:pos="926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6D5E66"/>
    <w:pPr>
      <w:tabs>
        <w:tab w:val="clear" w:pos="227"/>
        <w:tab w:val="clear" w:pos="454"/>
        <w:tab w:val="clear" w:pos="567"/>
        <w:tab w:val="clear" w:pos="907"/>
        <w:tab w:val="clear" w:pos="1209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">
    <w:name w:val="Body Text Indent italic"/>
    <w:aliases w:val="iital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6D5E6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6D5E66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bullet">
    <w:name w:val="nine pt normal bullet"/>
    <w:aliases w:val="9nb"/>
    <w:basedOn w:val="nineptnormal"/>
    <w:uiPriority w:val="99"/>
    <w:rsid w:val="006D5E66"/>
    <w:pPr>
      <w:tabs>
        <w:tab w:val="num" w:pos="284"/>
      </w:tabs>
      <w:ind w:left="284" w:hanging="284"/>
    </w:pPr>
  </w:style>
  <w:style w:type="paragraph" w:customStyle="1" w:styleId="ninepttabletextblock">
    <w:name w:val="nine pt table text block"/>
    <w:aliases w:val="9ttbk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6D5E6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6D5E66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6D5E6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6D5E66"/>
    <w:pPr>
      <w:ind w:left="1134" w:hanging="567"/>
    </w:pPr>
    <w:rPr>
      <w:rFonts w:ascii="Times New Roman" w:hAnsi="Times New Roman"/>
    </w:rPr>
  </w:style>
  <w:style w:type="paragraph" w:customStyle="1" w:styleId="blocklist2">
    <w:name w:val="block list2"/>
    <w:aliases w:val="blist2"/>
    <w:basedOn w:val="blocklist"/>
    <w:uiPriority w:val="99"/>
    <w:rsid w:val="006D5E6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6D5E66"/>
    <w:pPr>
      <w:keepNext/>
      <w:keepLines/>
      <w:spacing w:before="70"/>
    </w:pPr>
    <w:rPr>
      <w:rFonts w:ascii="Times New Roman" w:hAnsi="Times New Roman"/>
      <w:b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6D5E66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6D5E66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">
    <w:name w:val="heading bold italic"/>
    <w:aliases w:val="hbi"/>
    <w:basedOn w:val="heading"/>
    <w:uiPriority w:val="99"/>
    <w:rsid w:val="006D5E66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6D5E6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6D5E6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6D5E66"/>
    <w:pPr>
      <w:numPr>
        <w:numId w:val="7"/>
      </w:numPr>
      <w:tabs>
        <w:tab w:val="clear" w:pos="340"/>
      </w:tabs>
      <w:spacing w:after="0"/>
      <w:ind w:left="284" w:firstLine="0"/>
    </w:pPr>
  </w:style>
  <w:style w:type="paragraph" w:customStyle="1" w:styleId="blockbullet">
    <w:name w:val="block bullet"/>
    <w:aliases w:val="bb"/>
    <w:basedOn w:val="block"/>
    <w:uiPriority w:val="99"/>
    <w:rsid w:val="006D5E66"/>
    <w:pPr>
      <w:numPr>
        <w:numId w:val="8"/>
      </w:numPr>
      <w:tabs>
        <w:tab w:val="num" w:pos="907"/>
      </w:tabs>
      <w:ind w:left="907"/>
    </w:pPr>
    <w:rPr>
      <w:rFonts w:ascii="Times New Roman" w:hAnsi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6D5E6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6D5E66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6D5E66"/>
    <w:pPr>
      <w:jc w:val="center"/>
    </w:pPr>
  </w:style>
  <w:style w:type="paragraph" w:customStyle="1" w:styleId="eightptnormalheading">
    <w:name w:val="eight pt normal heading"/>
    <w:aliases w:val="8nh"/>
    <w:basedOn w:val="eightptnormal"/>
    <w:uiPriority w:val="99"/>
    <w:rsid w:val="006D5E66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6D5E66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6D5E6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6D5E6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6D5E66"/>
    <w:pPr>
      <w:spacing w:after="200"/>
    </w:pPr>
  </w:style>
  <w:style w:type="paragraph" w:customStyle="1" w:styleId="eightptblock">
    <w:name w:val="eight pt block"/>
    <w:aliases w:val="8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tabs2">
    <w:name w:val="eight pt column tabs2"/>
    <w:aliases w:val="a82"/>
    <w:basedOn w:val="eightptnormal"/>
    <w:uiPriority w:val="99"/>
    <w:rsid w:val="006D5E6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6D5E6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">
    <w:name w:val="block indent"/>
    <w:aliases w:val="bi"/>
    <w:basedOn w:val="block"/>
    <w:uiPriority w:val="99"/>
    <w:rsid w:val="006D5E66"/>
    <w:pPr>
      <w:ind w:left="737" w:hanging="170"/>
    </w:pPr>
    <w:rPr>
      <w:rFonts w:ascii="Times New Roman" w:hAnsi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6D5E66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6D5E6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6D5E6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6D5E66"/>
    <w:rPr>
      <w:i/>
      <w:iCs/>
    </w:rPr>
  </w:style>
  <w:style w:type="paragraph" w:customStyle="1" w:styleId="nineptblock">
    <w:name w:val="nine pt block"/>
    <w:aliases w:val="9b"/>
    <w:basedOn w:val="nineptnormal"/>
    <w:uiPriority w:val="99"/>
    <w:rsid w:val="006D5E6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6D5E6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6D5E6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6D5E6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6D5E66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6D5E6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6D5E6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6D5E6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6D5E6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6D5E66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6D5E66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6D5E6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6D5E66"/>
    <w:pPr>
      <w:spacing w:after="180"/>
    </w:pPr>
    <w:rPr>
      <w:i/>
    </w:rPr>
  </w:style>
  <w:style w:type="paragraph" w:customStyle="1" w:styleId="nineptbodytextheading">
    <w:name w:val="nine pt body text heading"/>
    <w:aliases w:val="9bth"/>
    <w:basedOn w:val="Footer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6D5E6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6D5E6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6D5E6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6D5E6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6D5E6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6D5E6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6D5E66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6D5E66"/>
    <w:pPr>
      <w:ind w:left="907" w:hanging="340"/>
    </w:pPr>
    <w:rPr>
      <w:rFonts w:ascii="Times New Roman" w:hAnsi="Times New Roman"/>
    </w:rPr>
  </w:style>
  <w:style w:type="paragraph" w:customStyle="1" w:styleId="List3i">
    <w:name w:val="List 3i"/>
    <w:aliases w:val="3i"/>
    <w:basedOn w:val="List2i"/>
    <w:uiPriority w:val="99"/>
    <w:rsid w:val="006D5E6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6D5E6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6D5E66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6D5E66"/>
    <w:pPr>
      <w:tabs>
        <w:tab w:val="decimal" w:pos="794"/>
      </w:tabs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6D5E6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6D5E66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6D5E6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6D5E66"/>
    <w:pPr>
      <w:numPr>
        <w:numId w:val="9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6D5E66"/>
    <w:rPr>
      <w:rFonts w:ascii="Angsana New" w:eastAsia="Calibri" w:hAnsi="Angsana New" w:cs="Times New Roman"/>
      <w:i/>
      <w:iCs/>
      <w:sz w:val="16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6D5E66"/>
    <w:pPr>
      <w:ind w:left="1138" w:right="389"/>
      <w:jc w:val="both"/>
    </w:pPr>
    <w:rPr>
      <w:sz w:val="16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6D5E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6D5E66"/>
    <w:pPr>
      <w:spacing w:after="0" w:line="440" w:lineRule="exact"/>
      <w:jc w:val="center"/>
    </w:pPr>
    <w:rPr>
      <w:sz w:val="32"/>
      <w:u w:val="none"/>
    </w:rPr>
  </w:style>
  <w:style w:type="paragraph" w:customStyle="1" w:styleId="Text">
    <w:name w:val="Text"/>
    <w:uiPriority w:val="99"/>
    <w:rsid w:val="006D5E66"/>
    <w:pPr>
      <w:spacing w:before="240" w:line="260" w:lineRule="atLeast"/>
    </w:pPr>
    <w:rPr>
      <w:rFonts w:cs="Times New Roman"/>
      <w:noProof/>
      <w:sz w:val="22"/>
      <w:lang w:bidi="ar-SA"/>
    </w:rPr>
  </w:style>
  <w:style w:type="character" w:customStyle="1" w:styleId="AccPolicyHeadingCharChar">
    <w:name w:val="Acc Policy Heading Char Char"/>
    <w:uiPriority w:val="99"/>
    <w:rsid w:val="006D5E66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6D5E66"/>
    <w:rPr>
      <w:rFonts w:ascii="Times New Roman" w:hAnsi="Times New Roman" w:cs="Times New Roman" w:hint="default"/>
      <w:sz w:val="29"/>
      <w:szCs w:val="29"/>
    </w:rPr>
  </w:style>
  <w:style w:type="character" w:customStyle="1" w:styleId="hps">
    <w:name w:val="hps"/>
    <w:rsid w:val="006D5E66"/>
    <w:rPr>
      <w:rFonts w:ascii="Times New Roman" w:hAnsi="Times New Roman" w:cs="Times New Roman" w:hint="default"/>
    </w:rPr>
  </w:style>
  <w:style w:type="character" w:customStyle="1" w:styleId="gt-icon-text1">
    <w:name w:val="gt-icon-text1"/>
    <w:uiPriority w:val="99"/>
    <w:rsid w:val="006D5E66"/>
    <w:rPr>
      <w:rFonts w:ascii="Times New Roman" w:hAnsi="Times New Roman" w:cs="Times New Roman" w:hint="default"/>
    </w:rPr>
  </w:style>
  <w:style w:type="character" w:customStyle="1" w:styleId="shorttext">
    <w:name w:val="short_text"/>
    <w:rsid w:val="006D5E66"/>
    <w:rPr>
      <w:rFonts w:ascii="Times New Roman" w:hAnsi="Times New Roman" w:cs="Times New Roman" w:hint="default"/>
    </w:rPr>
  </w:style>
  <w:style w:type="character" w:customStyle="1" w:styleId="longtext">
    <w:name w:val="long_text"/>
    <w:uiPriority w:val="99"/>
    <w:rsid w:val="006D5E66"/>
    <w:rPr>
      <w:rFonts w:ascii="Times New Roman" w:hAnsi="Times New Roman" w:cs="Times New Roman" w:hint="default"/>
    </w:rPr>
  </w:style>
  <w:style w:type="character" w:customStyle="1" w:styleId="pp-place-title6">
    <w:name w:val="pp-place-title6"/>
    <w:rsid w:val="006D5E66"/>
    <w:rPr>
      <w:b/>
      <w:bCs/>
      <w:sz w:val="37"/>
      <w:szCs w:val="37"/>
    </w:rPr>
  </w:style>
  <w:style w:type="character" w:customStyle="1" w:styleId="Heading5Char1">
    <w:name w:val="Heading 5 Char1"/>
    <w:rsid w:val="006D5E66"/>
    <w:rPr>
      <w:rFonts w:ascii="Times New Roman" w:eastAsia="Times New Roman" w:hAnsi="Times New Roman" w:cs="EucrosiaUPC" w:hint="default"/>
      <w:b/>
      <w:bCs/>
      <w:sz w:val="32"/>
      <w:szCs w:val="32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6D5E66"/>
    <w:pPr>
      <w:spacing w:after="13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6D5E66"/>
    <w:rPr>
      <w:b w:val="0"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6D5E66"/>
    <w:pPr>
      <w:spacing w:after="0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6D5E66"/>
    <w:pPr>
      <w:spacing w:after="80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6D5E66"/>
    <w:pPr>
      <w:jc w:val="center"/>
    </w:pPr>
    <w:rPr>
      <w:bCs w:val="0"/>
    </w:rPr>
  </w:style>
  <w:style w:type="paragraph" w:customStyle="1" w:styleId="Normalheadingcentred">
    <w:name w:val="Normal heading centred"/>
    <w:aliases w:val="nhc"/>
    <w:basedOn w:val="Normalheading"/>
    <w:uiPriority w:val="99"/>
    <w:rsid w:val="006D5E66"/>
    <w:pPr>
      <w:jc w:val="center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6D5E66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6D5E66"/>
    <w:pPr>
      <w:ind w:left="992" w:hanging="425"/>
    </w:p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6D5E66"/>
    <w:pPr>
      <w:spacing w:after="0"/>
    </w:pPr>
  </w:style>
  <w:style w:type="paragraph" w:customStyle="1" w:styleId="eightptblocknosp">
    <w:name w:val="eight pt block no sp"/>
    <w:aliases w:val="8bn"/>
    <w:basedOn w:val="eightptblock"/>
    <w:uiPriority w:val="99"/>
    <w:rsid w:val="006D5E66"/>
    <w:pPr>
      <w:spacing w:after="0"/>
    </w:pPr>
  </w:style>
  <w:style w:type="paragraph" w:customStyle="1" w:styleId="blockindentnosp">
    <w:name w:val="block indent no sp"/>
    <w:aliases w:val="bin,binn,block + indent"/>
    <w:basedOn w:val="blockindent"/>
    <w:uiPriority w:val="99"/>
    <w:rsid w:val="006D5E66"/>
    <w:pPr>
      <w:spacing w:after="0"/>
    </w:pPr>
  </w:style>
  <w:style w:type="paragraph" w:customStyle="1" w:styleId="eightptbodytextheading">
    <w:name w:val="eight pt body text heading"/>
    <w:aliases w:val="8h"/>
    <w:basedOn w:val="eightptbodytext"/>
    <w:uiPriority w:val="99"/>
    <w:rsid w:val="006D5E66"/>
    <w:rPr>
      <w:b/>
      <w:bCs/>
    </w:r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6D5E6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6D5E66"/>
    <w:pPr>
      <w:jc w:val="center"/>
    </w:p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6D5E66"/>
    <w:pPr>
      <w:keepNext/>
      <w:keepLines/>
      <w:spacing w:before="130" w:after="130"/>
    </w:pPr>
    <w:rPr>
      <w:b/>
      <w:bCs/>
      <w:i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6D5E66"/>
    <w:rPr>
      <w:b w:val="0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6D5E66"/>
    <w:pPr>
      <w:spacing w:after="0"/>
    </w:pPr>
  </w:style>
  <w:style w:type="paragraph" w:customStyle="1" w:styleId="nineptbodytext">
    <w:name w:val="nine pt body text"/>
    <w:aliases w:val="9bt"/>
    <w:basedOn w:val="nineptnormal"/>
    <w:uiPriority w:val="99"/>
    <w:rsid w:val="006D5E66"/>
    <w:pPr>
      <w:spacing w:after="220"/>
    </w:pPr>
  </w:style>
  <w:style w:type="paragraph" w:customStyle="1" w:styleId="ninebtbodytextcentred">
    <w:name w:val="nine bt body text centred"/>
    <w:aliases w:val="9btc"/>
    <w:basedOn w:val="nineptbodytext"/>
    <w:uiPriority w:val="99"/>
    <w:rsid w:val="006D5E66"/>
    <w:pPr>
      <w:spacing w:after="180"/>
      <w:jc w:val="center"/>
    </w:p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6D5E66"/>
    <w:pPr>
      <w:spacing w:after="80"/>
    </w:p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6D5E66"/>
    <w:pPr>
      <w:spacing w:before="80" w:after="80"/>
    </w:pPr>
  </w:style>
  <w:style w:type="paragraph" w:customStyle="1" w:styleId="nineptbodytextbullet">
    <w:name w:val="nine pt body text bullet"/>
    <w:aliases w:val="9btb"/>
    <w:basedOn w:val="nineptbodytext"/>
    <w:uiPriority w:val="99"/>
    <w:rsid w:val="006D5E66"/>
    <w:pPr>
      <w:tabs>
        <w:tab w:val="num" w:pos="284"/>
      </w:tabs>
      <w:spacing w:after="180"/>
      <w:ind w:left="284" w:hanging="284"/>
    </w:pPr>
  </w:style>
  <w:style w:type="paragraph" w:customStyle="1" w:styleId="nineptheading">
    <w:name w:val="nine pt heading"/>
    <w:aliases w:val="9h"/>
    <w:basedOn w:val="nineptbodytext"/>
    <w:uiPriority w:val="99"/>
    <w:rsid w:val="006D5E66"/>
    <w:rPr>
      <w:b/>
      <w:bCs/>
    </w:rPr>
  </w:style>
  <w:style w:type="paragraph" w:customStyle="1" w:styleId="nineptheadingcentred">
    <w:name w:val="nine pt heading centred"/>
    <w:aliases w:val="9hc"/>
    <w:basedOn w:val="nineptheading"/>
    <w:uiPriority w:val="99"/>
    <w:rsid w:val="006D5E66"/>
    <w:pPr>
      <w:jc w:val="center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6D5E66"/>
    <w:pPr>
      <w:tabs>
        <w:tab w:val="num" w:pos="652"/>
      </w:tabs>
      <w:ind w:left="652" w:hanging="227"/>
    </w:pPr>
  </w:style>
  <w:style w:type="character" w:customStyle="1" w:styleId="FootnoteTextChar1">
    <w:name w:val="Footnote Text Char1"/>
    <w:aliases w:val="ft Char1"/>
    <w:uiPriority w:val="99"/>
    <w:semiHidden/>
    <w:rsid w:val="00CC6FAB"/>
    <w:rPr>
      <w:rFonts w:ascii="Arial" w:hAnsi="Arial"/>
      <w:szCs w:val="25"/>
    </w:rPr>
  </w:style>
  <w:style w:type="character" w:customStyle="1" w:styleId="BodyTextIndentChar1">
    <w:name w:val="Body Text Indent Char1"/>
    <w:aliases w:val="i Char1"/>
    <w:uiPriority w:val="99"/>
    <w:semiHidden/>
    <w:rsid w:val="00CC6FAB"/>
    <w:rPr>
      <w:rFonts w:ascii="Arial" w:hAnsi="Arial"/>
      <w:sz w:val="18"/>
      <w:szCs w:val="22"/>
    </w:rPr>
  </w:style>
  <w:style w:type="paragraph" w:styleId="BlockText">
    <w:name w:val="Block Text"/>
    <w:basedOn w:val="Normal"/>
    <w:uiPriority w:val="99"/>
    <w:semiHidden/>
    <w:unhideWhenUsed/>
    <w:locked/>
    <w:rsid w:val="00CC6F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styleId="Hyperlink">
    <w:name w:val="Hyperlink"/>
    <w:uiPriority w:val="99"/>
    <w:semiHidden/>
    <w:unhideWhenUsed/>
    <w:locked/>
    <w:rsid w:val="000C18E1"/>
    <w:rPr>
      <w:strike w:val="0"/>
      <w:dstrike w:val="0"/>
      <w:color w:val="797979"/>
      <w:u w:val="none"/>
      <w:effect w:val="none"/>
    </w:rPr>
  </w:style>
  <w:style w:type="character" w:styleId="Emphasis">
    <w:name w:val="Emphasis"/>
    <w:uiPriority w:val="20"/>
    <w:qFormat/>
    <w:rsid w:val="00F827DB"/>
    <w:rPr>
      <w:b/>
      <w:bCs/>
      <w:i w:val="0"/>
      <w:iCs w:val="0"/>
    </w:rPr>
  </w:style>
  <w:style w:type="character" w:customStyle="1" w:styleId="st1">
    <w:name w:val="st1"/>
    <w:basedOn w:val="DefaultParagraphFont"/>
    <w:rsid w:val="00F827DB"/>
  </w:style>
  <w:style w:type="paragraph" w:customStyle="1" w:styleId="ColorfulList-Accent11">
    <w:name w:val="Colorful List - Accent 11"/>
    <w:basedOn w:val="Normal"/>
    <w:uiPriority w:val="99"/>
    <w:qFormat/>
    <w:rsid w:val="001C2AB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720"/>
    </w:pPr>
    <w:rPr>
      <w:rFonts w:ascii="Calibri" w:hAnsi="Calibri"/>
      <w:sz w:val="22"/>
      <w:szCs w:val="28"/>
    </w:rPr>
  </w:style>
  <w:style w:type="paragraph" w:customStyle="1" w:styleId="Denomination2">
    <w:name w:val="Denomination2"/>
    <w:basedOn w:val="Normal"/>
    <w:uiPriority w:val="99"/>
    <w:rsid w:val="00651EE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13"/>
      <w:jc w:val="right"/>
    </w:pPr>
    <w:rPr>
      <w:rFonts w:ascii="Times New Roman" w:hAnsi="Times New Roman"/>
      <w:lang w:val="en-GB"/>
    </w:rPr>
  </w:style>
  <w:style w:type="paragraph" w:styleId="NoSpacing">
    <w:name w:val="No Spacing"/>
    <w:uiPriority w:val="1"/>
    <w:qFormat/>
    <w:rsid w:val="002A1F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457A8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8F3BF5"/>
    <w:rPr>
      <w:rFonts w:ascii="Arial" w:hAnsi="Arial" w:cs="Times New Roman"/>
      <w:sz w:val="22"/>
      <w:lang w:val="en-GB" w:eastAsia="x-none" w:bidi="ar-SA"/>
    </w:rPr>
  </w:style>
  <w:style w:type="table" w:customStyle="1" w:styleId="TableGrid1">
    <w:name w:val="Table Grid1"/>
    <w:basedOn w:val="TableNormal"/>
    <w:next w:val="TableGrid"/>
    <w:uiPriority w:val="39"/>
    <w:rsid w:val="007E0AE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3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8"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0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Props1.xml><?xml version="1.0" encoding="utf-8"?>
<ds:datastoreItem xmlns:ds="http://schemas.openxmlformats.org/officeDocument/2006/customXml" ds:itemID="{43CFD157-3B9C-497E-8122-0521366BD0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8E179-7771-4C33-9B29-DDDD0DD03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FCB5C-21D2-4231-A644-13AE3E52D1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C04090-1625-4084-8C70-F83B7D5AA0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6853</TotalTime>
  <Pages>10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GPSC</vt:lpstr>
    </vt:vector>
  </TitlesOfParts>
  <Company>KPMG</Company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GPSC</dc:title>
  <dc:subject/>
  <dc:creator>Napat, Rattanapairoj</dc:creator>
  <cp:keywords/>
  <dc:description/>
  <cp:lastModifiedBy>Kanvara, Pochanatsrichai</cp:lastModifiedBy>
  <cp:revision>395</cp:revision>
  <cp:lastPrinted>2025-11-03T10:35:00Z</cp:lastPrinted>
  <dcterms:created xsi:type="dcterms:W3CDTF">2023-04-17T09:10:00Z</dcterms:created>
  <dcterms:modified xsi:type="dcterms:W3CDTF">2025-11-10T03:15:00Z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GrammarlyDocumentId">
    <vt:lpwstr>90aebfc9e5168d36fd8027d6eb06ef95f6d6dfd7c3bb0c4fcfae706da08c03d3</vt:lpwstr>
  </property>
  <property fmtid="{D5CDD505-2E9C-101B-9397-08002B2CF9AE}" pid="4" name="ContentTypeId">
    <vt:lpwstr>0x010100FC3C573FF70E394A86433F5E112C33AA</vt:lpwstr>
  </property>
</Properties>
</file>