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985BB" w14:textId="77777777" w:rsidR="00FB1617" w:rsidRPr="00A06AE5" w:rsidRDefault="00FB1617" w:rsidP="002D7B29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52"/>
          <w:szCs w:val="52"/>
        </w:rPr>
      </w:pPr>
      <w:bookmarkStart w:id="0" w:name="SubTitle"/>
    </w:p>
    <w:p w14:paraId="459C2CCD" w14:textId="77777777" w:rsidR="00FB1617" w:rsidRPr="00A06AE5" w:rsidRDefault="00FB1617" w:rsidP="002D7B29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52"/>
          <w:szCs w:val="52"/>
        </w:rPr>
      </w:pPr>
    </w:p>
    <w:p w14:paraId="136F9475" w14:textId="77777777" w:rsidR="00FB1617" w:rsidRPr="00A06AE5" w:rsidRDefault="00FB1617" w:rsidP="002D7B29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52"/>
          <w:szCs w:val="52"/>
        </w:rPr>
      </w:pPr>
    </w:p>
    <w:p w14:paraId="3A9F1A21" w14:textId="045DD957" w:rsidR="00FB1617" w:rsidRPr="00A06AE5" w:rsidRDefault="00FB1617" w:rsidP="000F4AC2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52"/>
          <w:szCs w:val="52"/>
        </w:rPr>
      </w:pPr>
    </w:p>
    <w:p w14:paraId="04BA44BA" w14:textId="77777777" w:rsidR="00FB1617" w:rsidRPr="00A06AE5" w:rsidRDefault="00FB1617" w:rsidP="002D7B29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52"/>
          <w:szCs w:val="52"/>
        </w:rPr>
      </w:pPr>
    </w:p>
    <w:p w14:paraId="722EAA44" w14:textId="77777777" w:rsidR="00BC0093" w:rsidRPr="00A06AE5" w:rsidRDefault="00BC0093" w:rsidP="00A06AE5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52"/>
          <w:szCs w:val="52"/>
        </w:rPr>
      </w:pPr>
    </w:p>
    <w:p w14:paraId="68FD3064" w14:textId="77777777" w:rsidR="00736DF7" w:rsidRDefault="00062273" w:rsidP="0004302A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  <w:r w:rsidRPr="00062273">
        <w:rPr>
          <w:rFonts w:ascii="Angsana New" w:hAnsi="Angsana New"/>
          <w:b/>
          <w:bCs/>
          <w:sz w:val="52"/>
          <w:szCs w:val="52"/>
          <w:cs/>
        </w:rPr>
        <w:t>บริษัท พีเอ็มซี เลเบิล แมททีเรียลส์ จำกัด</w:t>
      </w:r>
      <w:r w:rsidR="005C636B" w:rsidRPr="00B847D1">
        <w:rPr>
          <w:rFonts w:ascii="Angsana New" w:hAnsi="Angsana New"/>
          <w:b/>
          <w:bCs/>
          <w:sz w:val="52"/>
          <w:szCs w:val="52"/>
          <w:cs/>
        </w:rPr>
        <w:t xml:space="preserve"> </w:t>
      </w:r>
      <w:r w:rsidR="006946A6">
        <w:rPr>
          <w:rFonts w:ascii="Angsana New" w:hAnsi="Angsana New"/>
          <w:b/>
          <w:bCs/>
          <w:sz w:val="52"/>
          <w:szCs w:val="52"/>
        </w:rPr>
        <w:t>(</w:t>
      </w:r>
      <w:r w:rsidR="00D22239">
        <w:rPr>
          <w:rFonts w:ascii="Angsana New" w:hAnsi="Angsana New" w:hint="cs"/>
          <w:b/>
          <w:bCs/>
          <w:sz w:val="52"/>
          <w:szCs w:val="52"/>
          <w:cs/>
        </w:rPr>
        <w:t>มหาชน</w:t>
      </w:r>
      <w:r w:rsidR="006946A6">
        <w:rPr>
          <w:rFonts w:ascii="Angsana New" w:hAnsi="Angsana New"/>
          <w:b/>
          <w:bCs/>
          <w:sz w:val="52"/>
          <w:szCs w:val="52"/>
        </w:rPr>
        <w:t>)</w:t>
      </w:r>
      <w:r w:rsidR="00D22239">
        <w:rPr>
          <w:rFonts w:ascii="Angsana New" w:hAnsi="Angsana New" w:hint="cs"/>
          <w:b/>
          <w:bCs/>
          <w:sz w:val="52"/>
          <w:szCs w:val="52"/>
          <w:cs/>
        </w:rPr>
        <w:t xml:space="preserve"> </w:t>
      </w:r>
    </w:p>
    <w:p w14:paraId="5050376D" w14:textId="750C03DD" w:rsidR="00FB1617" w:rsidRDefault="00D92978" w:rsidP="0004302A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  <w:r w:rsidRPr="00D92978">
        <w:rPr>
          <w:rFonts w:ascii="Angsana New" w:hAnsi="Angsana New"/>
          <w:b/>
          <w:bCs/>
          <w:sz w:val="52"/>
          <w:szCs w:val="52"/>
          <w:cs/>
        </w:rPr>
        <w:t>และบริษัทย่อย</w:t>
      </w:r>
    </w:p>
    <w:p w14:paraId="2B317C8A" w14:textId="77777777" w:rsidR="00D92978" w:rsidRPr="0004302A" w:rsidRDefault="00D92978" w:rsidP="000F4AC2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30"/>
          <w:szCs w:val="30"/>
        </w:rPr>
      </w:pPr>
    </w:p>
    <w:bookmarkEnd w:id="0"/>
    <w:p w14:paraId="306B3142" w14:textId="77777777" w:rsidR="00704BC0" w:rsidRPr="00B847D1" w:rsidRDefault="00704BC0" w:rsidP="00704BC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B847D1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</w:p>
    <w:p w14:paraId="42A75C37" w14:textId="631E32DD" w:rsidR="001D55D1" w:rsidRPr="00CA706A" w:rsidRDefault="007E43CE" w:rsidP="001D55D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</w:t>
      </w:r>
      <w:r w:rsidR="0025391F" w:rsidRPr="00B847D1">
        <w:rPr>
          <w:rFonts w:ascii="Angsana New" w:hAnsi="Angsana New" w:cs="Angsana New"/>
          <w:b w:val="0"/>
          <w:bCs w:val="0"/>
          <w:sz w:val="32"/>
          <w:szCs w:val="32"/>
          <w:cs/>
        </w:rPr>
        <w:t>สาม</w:t>
      </w:r>
      <w:r w:rsidR="0025391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เดือนและ</w:t>
      </w:r>
      <w:r w:rsidR="001C1202" w:rsidRPr="001C120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เก้าเดือนสิ้นสุดวันที่ </w:t>
      </w:r>
      <w:r w:rsidR="00FC4972" w:rsidRPr="00FC4972">
        <w:rPr>
          <w:rFonts w:ascii="Angsana New" w:hAnsi="Angsana New" w:cs="Angsana New"/>
          <w:b w:val="0"/>
          <w:bCs w:val="0"/>
          <w:sz w:val="32"/>
          <w:szCs w:val="32"/>
        </w:rPr>
        <w:t>30</w:t>
      </w:r>
      <w:r w:rsidR="001C1202" w:rsidRPr="001C120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กันยายน </w:t>
      </w:r>
      <w:r>
        <w:rPr>
          <w:rFonts w:ascii="Angsana New" w:hAnsi="Angsana New" w:cs="Angsana New"/>
          <w:b w:val="0"/>
          <w:bCs w:val="0"/>
          <w:sz w:val="32"/>
          <w:szCs w:val="32"/>
        </w:rPr>
        <w:t>2568</w:t>
      </w:r>
    </w:p>
    <w:p w14:paraId="04E532DE" w14:textId="77777777" w:rsidR="00704BC0" w:rsidRPr="00B847D1" w:rsidRDefault="00704BC0" w:rsidP="00704BC0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B847D1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67DD123D" w14:textId="77777777" w:rsidR="00246D6F" w:rsidRPr="00B847D1" w:rsidRDefault="00246D6F" w:rsidP="00246D6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B847D1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B847D1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271192B7" w14:textId="77777777" w:rsidR="00D11D74" w:rsidRPr="00B847D1" w:rsidRDefault="00D11D74" w:rsidP="000F4AC2">
      <w:pPr>
        <w:pStyle w:val="ReportHeading1"/>
        <w:framePr w:w="0" w:hRule="auto" w:hSpace="0" w:wrap="auto" w:vAnchor="margin" w:hAnchor="text" w:xAlign="left" w:yAlign="inline"/>
        <w:widowControl w:val="0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836472D" w14:textId="77777777" w:rsidR="00092DC5" w:rsidRPr="00B847D1" w:rsidRDefault="00092DC5" w:rsidP="000F4AC2">
      <w:pPr>
        <w:pStyle w:val="ReportHeading1"/>
        <w:framePr w:w="0" w:hRule="auto" w:hSpace="0" w:wrap="auto" w:vAnchor="margin" w:hAnchor="text" w:xAlign="left" w:yAlign="inline"/>
        <w:widowControl w:val="0"/>
        <w:tabs>
          <w:tab w:val="left" w:pos="540"/>
        </w:tabs>
        <w:spacing w:line="240" w:lineRule="auto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</w:p>
    <w:p w14:paraId="05557B3E" w14:textId="77777777" w:rsidR="00903F12" w:rsidRPr="00B847D1" w:rsidRDefault="00903F12" w:rsidP="000F4AC2">
      <w:pPr>
        <w:pStyle w:val="ReportHeading1"/>
        <w:framePr w:w="0" w:hRule="auto" w:hSpace="0" w:wrap="auto" w:vAnchor="margin" w:hAnchor="text" w:xAlign="left" w:yAlign="inline"/>
        <w:widowControl w:val="0"/>
        <w:tabs>
          <w:tab w:val="left" w:pos="540"/>
          <w:tab w:val="left" w:pos="3735"/>
        </w:tabs>
        <w:spacing w:line="240" w:lineRule="auto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3B65B099" w14:textId="77777777" w:rsidR="0092640E" w:rsidRPr="00B847D1" w:rsidRDefault="0092640E" w:rsidP="002D7B29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  <w:cs/>
        </w:rPr>
        <w:sectPr w:rsidR="0092640E" w:rsidRPr="00B847D1" w:rsidSect="0041506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nextColumn"/>
          <w:pgSz w:w="11909" w:h="16834" w:code="9"/>
          <w:pgMar w:top="691" w:right="1152" w:bottom="576" w:left="1152" w:header="720" w:footer="720" w:gutter="0"/>
          <w:paperSrc w:first="7" w:other="7"/>
          <w:pgNumType w:start="2"/>
          <w:cols w:space="720"/>
          <w:docGrid w:linePitch="360"/>
        </w:sectPr>
      </w:pPr>
    </w:p>
    <w:p w14:paraId="4734A477" w14:textId="77777777" w:rsidR="004C5FC5" w:rsidRPr="00B847D1" w:rsidRDefault="004C5FC5" w:rsidP="002D7B29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9963CA0" w14:textId="77777777" w:rsidR="00E2470D" w:rsidRDefault="00E2470D" w:rsidP="002D7B29">
      <w:pPr>
        <w:widowControl w:val="0"/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3A0A656" w14:textId="77777777" w:rsidR="00C17DBE" w:rsidRPr="00B847D1" w:rsidRDefault="00C17DBE" w:rsidP="002D7B29">
      <w:pPr>
        <w:widowControl w:val="0"/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519ED68" w14:textId="77777777" w:rsidR="00F76B3C" w:rsidRPr="00B847D1" w:rsidRDefault="00F76B3C" w:rsidP="002D7B29">
      <w:pPr>
        <w:widowControl w:val="0"/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EB5A984" w14:textId="77777777" w:rsidR="00EB7203" w:rsidRPr="00B847D1" w:rsidRDefault="00EB7203" w:rsidP="002D7B29">
      <w:pPr>
        <w:widowControl w:val="0"/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A34F4AA" w14:textId="77777777" w:rsidR="00EB7203" w:rsidRPr="00B847D1" w:rsidRDefault="00EB7203" w:rsidP="002D7B29">
      <w:pPr>
        <w:widowControl w:val="0"/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C9ACAB7" w14:textId="77777777" w:rsidR="00EB7203" w:rsidRDefault="00EB7203" w:rsidP="002D7B29">
      <w:pPr>
        <w:widowControl w:val="0"/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95FA7B8" w14:textId="77777777" w:rsidR="00C23266" w:rsidRDefault="00C232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2"/>
          <w:szCs w:val="32"/>
          <w:cs/>
        </w:rPr>
      </w:pPr>
    </w:p>
    <w:p w14:paraId="75B2247E" w14:textId="77777777" w:rsidR="00C23266" w:rsidRDefault="00C23266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E2EF021" w14:textId="77777777" w:rsidR="00C23266" w:rsidRDefault="00C23266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9BF13A7" w14:textId="77777777" w:rsidR="00C23266" w:rsidRDefault="00C23266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3261DC90" w14:textId="77777777" w:rsidR="00C23266" w:rsidRDefault="00C23266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F57538E" w14:textId="77777777" w:rsidR="00C23266" w:rsidRDefault="00C23266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42D6739" w14:textId="77777777" w:rsidR="00C23266" w:rsidRDefault="00C23266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CDDBA44" w14:textId="77777777" w:rsidR="00C23266" w:rsidRDefault="00C23266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13FA443" w14:textId="77777777" w:rsidR="008678B9" w:rsidRDefault="008678B9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18D64D9" w14:textId="77777777" w:rsidR="008678B9" w:rsidRDefault="008678B9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862AFBF" w14:textId="77777777" w:rsidR="008678B9" w:rsidRDefault="008678B9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CFD2734" w14:textId="77777777" w:rsidR="008678B9" w:rsidRDefault="008678B9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6D5B030" w14:textId="77777777" w:rsidR="008678B9" w:rsidRPr="00962557" w:rsidRDefault="008678B9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ED4E10D" w14:textId="77777777" w:rsidR="008678B9" w:rsidRDefault="008678B9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7CA91BA" w14:textId="77777777" w:rsidR="004C5FC5" w:rsidRPr="00B847D1" w:rsidRDefault="004C5FC5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  <w:r w:rsidRPr="00B847D1">
        <w:rPr>
          <w:rFonts w:ascii="Angsana New" w:hAnsi="Angsana New"/>
          <w:b/>
          <w:bCs/>
          <w:sz w:val="32"/>
          <w:szCs w:val="32"/>
          <w:cs/>
        </w:rPr>
        <w:t>รายงาน</w:t>
      </w:r>
      <w:r w:rsidR="00BB67C1" w:rsidRPr="00B847D1">
        <w:rPr>
          <w:rFonts w:ascii="Angsana New" w:hAnsi="Angsana New"/>
          <w:b/>
          <w:bCs/>
          <w:sz w:val="32"/>
          <w:szCs w:val="32"/>
          <w:cs/>
        </w:rPr>
        <w:t>การสอบทานข้อมูลทางการเงินระหว่างกาลโดย</w:t>
      </w:r>
      <w:r w:rsidRPr="00B847D1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11457CE4" w14:textId="77777777" w:rsidR="00FE1D44" w:rsidRPr="000A6514" w:rsidRDefault="00FE1D44" w:rsidP="001706CD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1D4F505" w14:textId="66571DA1" w:rsidR="00620A24" w:rsidRPr="00B847D1" w:rsidRDefault="00620A24" w:rsidP="001E42BE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B847D1">
        <w:rPr>
          <w:rFonts w:ascii="Angsana New" w:hAnsi="Angsana New"/>
          <w:b/>
          <w:bCs/>
          <w:sz w:val="30"/>
          <w:szCs w:val="30"/>
          <w:cs/>
        </w:rPr>
        <w:t>เสนอ คณะกรรมการ</w:t>
      </w:r>
      <w:r w:rsidR="00062273" w:rsidRPr="00062273">
        <w:rPr>
          <w:rFonts w:ascii="Angsana New" w:hAnsi="Angsana New"/>
          <w:b/>
          <w:bCs/>
          <w:sz w:val="30"/>
          <w:szCs w:val="30"/>
          <w:cs/>
        </w:rPr>
        <w:t>บริษัท พีเอ็มซี เลเบิล แมททีเรียลส์ จำกัด</w:t>
      </w:r>
      <w:r w:rsidR="006946A6">
        <w:rPr>
          <w:rFonts w:ascii="Angsana New" w:hAnsi="Angsana New"/>
          <w:b/>
          <w:bCs/>
          <w:sz w:val="30"/>
          <w:szCs w:val="30"/>
        </w:rPr>
        <w:t xml:space="preserve"> (</w:t>
      </w:r>
      <w:r w:rsidR="006946A6">
        <w:rPr>
          <w:rFonts w:ascii="Angsana New" w:hAnsi="Angsana New" w:hint="cs"/>
          <w:b/>
          <w:bCs/>
          <w:sz w:val="30"/>
          <w:szCs w:val="30"/>
          <w:cs/>
        </w:rPr>
        <w:t>มหาชน</w:t>
      </w:r>
      <w:r w:rsidR="006946A6">
        <w:rPr>
          <w:rFonts w:ascii="Angsana New" w:hAnsi="Angsana New"/>
          <w:b/>
          <w:bCs/>
          <w:sz w:val="30"/>
          <w:szCs w:val="30"/>
        </w:rPr>
        <w:t>)</w:t>
      </w:r>
    </w:p>
    <w:p w14:paraId="56B87534" w14:textId="77777777" w:rsidR="0005625C" w:rsidRPr="000A6514" w:rsidRDefault="0005625C" w:rsidP="000E704C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EA74DCB" w14:textId="0471283C" w:rsidR="0025391F" w:rsidRPr="00B847D1" w:rsidRDefault="0025391F" w:rsidP="002539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  <w:cs/>
        </w:rPr>
        <w:t>ข้าพเจ้าได้สอบทานงบฐานะการเงินรวมและงบฐานะการเงินเฉพาะ</w:t>
      </w:r>
      <w:r w:rsidRPr="00C27FD8">
        <w:rPr>
          <w:rFonts w:ascii="Angsana New" w:hAnsi="Angsana New"/>
          <w:sz w:val="30"/>
          <w:szCs w:val="30"/>
          <w:cs/>
        </w:rPr>
        <w:t>กิจการ</w:t>
      </w:r>
      <w:r w:rsidRPr="00C27FD8">
        <w:rPr>
          <w:rFonts w:ascii="Angsana New" w:hAnsi="Angsana New"/>
          <w:sz w:val="30"/>
          <w:szCs w:val="30"/>
        </w:rPr>
        <w:t xml:space="preserve"> </w:t>
      </w:r>
      <w:r w:rsidRPr="00C27FD8">
        <w:rPr>
          <w:rFonts w:ascii="Angsana New" w:hAnsi="Angsana New"/>
          <w:sz w:val="30"/>
          <w:szCs w:val="30"/>
          <w:cs/>
        </w:rPr>
        <w:t xml:space="preserve">ณ วันที่ </w:t>
      </w:r>
      <w:r w:rsidR="001C1202">
        <w:rPr>
          <w:rFonts w:ascii="Angsana New" w:hAnsi="Angsana New"/>
          <w:sz w:val="30"/>
          <w:szCs w:val="30"/>
        </w:rPr>
        <w:t>30</w:t>
      </w:r>
      <w:r w:rsidR="001C1202" w:rsidRPr="008F2E64">
        <w:rPr>
          <w:rFonts w:ascii="Angsana New" w:hAnsi="Angsana New"/>
          <w:sz w:val="30"/>
          <w:szCs w:val="30"/>
        </w:rPr>
        <w:t xml:space="preserve"> </w:t>
      </w:r>
      <w:r w:rsidR="001C1202">
        <w:rPr>
          <w:rFonts w:ascii="Angsana New" w:hAnsi="Angsana New" w:hint="cs"/>
          <w:sz w:val="30"/>
          <w:szCs w:val="30"/>
          <w:cs/>
        </w:rPr>
        <w:t>กันยายน</w:t>
      </w:r>
      <w:r w:rsidR="001C1202" w:rsidRPr="00C27FD8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2568</w:t>
      </w:r>
      <w:r w:rsidRPr="00C27FD8">
        <w:rPr>
          <w:rFonts w:ascii="Angsana New" w:hAnsi="Angsana New" w:hint="cs"/>
          <w:sz w:val="30"/>
          <w:szCs w:val="30"/>
          <w:cs/>
        </w:rPr>
        <w:t xml:space="preserve"> </w:t>
      </w:r>
      <w:r w:rsidRPr="00C27FD8">
        <w:rPr>
          <w:rFonts w:ascii="Angsana New" w:hAnsi="Angsana New"/>
          <w:sz w:val="30"/>
          <w:szCs w:val="30"/>
          <w:cs/>
        </w:rPr>
        <w:t>งบ</w:t>
      </w:r>
      <w:r w:rsidRPr="00B847D1">
        <w:rPr>
          <w:rFonts w:ascii="Angsana New" w:hAnsi="Angsana New"/>
          <w:sz w:val="30"/>
          <w:szCs w:val="30"/>
          <w:cs/>
        </w:rPr>
        <w:t>กำไร</w:t>
      </w:r>
      <w:r w:rsidRPr="00B169CE">
        <w:rPr>
          <w:rFonts w:ascii="Angsana New" w:hAnsi="Angsana New"/>
          <w:spacing w:val="2"/>
          <w:sz w:val="30"/>
          <w:szCs w:val="30"/>
          <w:cs/>
        </w:rPr>
        <w:t>ขาดทุนรวมและงบกำไรขาดทุนเฉพาะกิจการ งบกำไรขาดทุนเบ็ดเสร็จรวมและงบกำไรขาดทุนเบ็ดเสร็จเฉพาะกิจการ</w:t>
      </w:r>
      <w:r w:rsidRPr="006A54D0">
        <w:rPr>
          <w:rFonts w:ascii="Angsana New" w:hAnsi="Angsana New"/>
          <w:sz w:val="30"/>
          <w:szCs w:val="30"/>
          <w:cs/>
        </w:rPr>
        <w:t xml:space="preserve"> </w:t>
      </w:r>
      <w:r w:rsidRPr="00606BCD">
        <w:rPr>
          <w:rFonts w:ascii="Angsana New" w:hAnsi="Angsana New"/>
          <w:sz w:val="30"/>
          <w:szCs w:val="30"/>
          <w:cs/>
        </w:rPr>
        <w:t>สำหรับงวด</w:t>
      </w:r>
      <w:r w:rsidRPr="00255C56">
        <w:rPr>
          <w:rFonts w:ascii="Angsana New" w:hAnsi="Angsana New"/>
          <w:sz w:val="30"/>
          <w:szCs w:val="30"/>
          <w:cs/>
        </w:rPr>
        <w:t>สามเดือนและ</w:t>
      </w:r>
      <w:r w:rsidR="001C1202">
        <w:rPr>
          <w:rFonts w:ascii="Angsana New" w:hAnsi="Angsana New" w:hint="cs"/>
          <w:sz w:val="30"/>
          <w:szCs w:val="30"/>
          <w:cs/>
        </w:rPr>
        <w:t>เก้า</w:t>
      </w:r>
      <w:r w:rsidR="001C1202" w:rsidRPr="00255C56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1C1202" w:rsidRPr="00255C56">
        <w:rPr>
          <w:rFonts w:ascii="Angsana New" w:hAnsi="Angsana New"/>
          <w:sz w:val="30"/>
          <w:szCs w:val="30"/>
        </w:rPr>
        <w:t>30</w:t>
      </w:r>
      <w:r w:rsidR="001C1202" w:rsidRPr="00255C56">
        <w:rPr>
          <w:rFonts w:ascii="Angsana New" w:hAnsi="Angsana New"/>
          <w:sz w:val="30"/>
          <w:szCs w:val="30"/>
          <w:cs/>
        </w:rPr>
        <w:t xml:space="preserve"> </w:t>
      </w:r>
      <w:r w:rsidR="001C1202">
        <w:rPr>
          <w:rFonts w:ascii="Angsana New" w:hAnsi="Angsana New" w:hint="cs"/>
          <w:sz w:val="30"/>
          <w:szCs w:val="30"/>
          <w:cs/>
        </w:rPr>
        <w:t>กันยายน</w:t>
      </w:r>
      <w:r w:rsidR="001C1202" w:rsidRPr="00255C56">
        <w:rPr>
          <w:rFonts w:ascii="Angsana New" w:hAnsi="Angsana New"/>
          <w:sz w:val="30"/>
          <w:szCs w:val="30"/>
          <w:cs/>
        </w:rPr>
        <w:t xml:space="preserve"> </w:t>
      </w:r>
      <w:r w:rsidRPr="00255C56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8</w:t>
      </w:r>
      <w:r w:rsidRPr="00255C56">
        <w:rPr>
          <w:rFonts w:ascii="Angsana New" w:hAnsi="Angsana New"/>
          <w:sz w:val="30"/>
          <w:szCs w:val="30"/>
        </w:rPr>
        <w:t xml:space="preserve"> </w:t>
      </w:r>
      <w:r w:rsidRPr="00255C56">
        <w:rPr>
          <w:rFonts w:ascii="Angsana New" w:hAnsi="Angsana New"/>
          <w:sz w:val="30"/>
          <w:szCs w:val="30"/>
          <w:cs/>
        </w:rPr>
        <w:t>งบการเปลี่ยนแปลงส่วนของผู้ถือหุ้นรวมและงบการ</w:t>
      </w:r>
      <w:r w:rsidRPr="00255C56">
        <w:rPr>
          <w:rFonts w:ascii="Angsana New" w:hAnsi="Angsana New"/>
          <w:spacing w:val="-4"/>
          <w:sz w:val="30"/>
          <w:szCs w:val="30"/>
          <w:cs/>
        </w:rPr>
        <w:t>เปลี่ยนแปลง</w:t>
      </w:r>
      <w:r w:rsidR="00236048">
        <w:rPr>
          <w:rFonts w:ascii="Angsana New" w:hAnsi="Angsana New"/>
          <w:spacing w:val="-4"/>
          <w:sz w:val="30"/>
          <w:szCs w:val="30"/>
        </w:rPr>
        <w:br/>
      </w:r>
      <w:r w:rsidRPr="00255C56">
        <w:rPr>
          <w:rFonts w:ascii="Angsana New" w:hAnsi="Angsana New"/>
          <w:spacing w:val="-4"/>
          <w:sz w:val="30"/>
          <w:szCs w:val="30"/>
          <w:cs/>
        </w:rPr>
        <w:t>ส่วนของผู้ถือหุ้นเฉพาะกิจการ และงบกระแ</w:t>
      </w:r>
      <w:r w:rsidRPr="00255C56">
        <w:rPr>
          <w:rFonts w:ascii="Angsana New" w:hAnsi="Angsana New" w:hint="cs"/>
          <w:spacing w:val="-4"/>
          <w:sz w:val="30"/>
          <w:szCs w:val="30"/>
          <w:cs/>
        </w:rPr>
        <w:t>ส</w:t>
      </w:r>
      <w:r w:rsidRPr="00255C56">
        <w:rPr>
          <w:rFonts w:ascii="Angsana New" w:hAnsi="Angsana New"/>
          <w:spacing w:val="-4"/>
          <w:sz w:val="30"/>
          <w:szCs w:val="30"/>
          <w:cs/>
        </w:rPr>
        <w:t>เงินสดรวมและงบกระแสเงินสดเฉพาะกิจการ</w:t>
      </w:r>
      <w:r w:rsidRPr="00255C56">
        <w:rPr>
          <w:rFonts w:ascii="Angsana New" w:hAnsi="Angsana New"/>
          <w:spacing w:val="-4"/>
          <w:sz w:val="30"/>
          <w:szCs w:val="30"/>
        </w:rPr>
        <w:t xml:space="preserve"> </w:t>
      </w:r>
      <w:r w:rsidRPr="00255C56">
        <w:rPr>
          <w:rFonts w:ascii="Angsana New" w:hAnsi="Angsana New"/>
          <w:spacing w:val="-4"/>
          <w:sz w:val="30"/>
          <w:szCs w:val="30"/>
          <w:cs/>
        </w:rPr>
        <w:t>สำหรับงว</w:t>
      </w:r>
      <w:r w:rsidRPr="00255C56">
        <w:rPr>
          <w:rFonts w:ascii="Angsana New" w:hAnsi="Angsana New" w:hint="cs"/>
          <w:spacing w:val="-4"/>
          <w:sz w:val="30"/>
          <w:szCs w:val="30"/>
          <w:cs/>
        </w:rPr>
        <w:t>ด</w:t>
      </w:r>
      <w:r w:rsidR="001C1202">
        <w:rPr>
          <w:rFonts w:ascii="Angsana New" w:hAnsi="Angsana New" w:hint="cs"/>
          <w:spacing w:val="-4"/>
          <w:sz w:val="30"/>
          <w:szCs w:val="30"/>
          <w:cs/>
        </w:rPr>
        <w:t>เก้า</w:t>
      </w:r>
      <w:r w:rsidR="001C1202" w:rsidRPr="00255C56">
        <w:rPr>
          <w:rFonts w:ascii="Angsana New" w:hAnsi="Angsana New"/>
          <w:spacing w:val="-4"/>
          <w:sz w:val="30"/>
          <w:szCs w:val="30"/>
          <w:cs/>
        </w:rPr>
        <w:t>เดือน</w:t>
      </w:r>
      <w:r w:rsidR="001C1202" w:rsidRPr="00255C56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1C1202" w:rsidRPr="00255C56">
        <w:rPr>
          <w:rFonts w:ascii="Angsana New" w:hAnsi="Angsana New"/>
          <w:sz w:val="30"/>
          <w:szCs w:val="30"/>
        </w:rPr>
        <w:t>30</w:t>
      </w:r>
      <w:r w:rsidR="001C1202" w:rsidRPr="00255C56">
        <w:rPr>
          <w:rFonts w:ascii="Angsana New" w:hAnsi="Angsana New" w:hint="cs"/>
          <w:sz w:val="30"/>
          <w:szCs w:val="30"/>
          <w:cs/>
        </w:rPr>
        <w:t xml:space="preserve"> </w:t>
      </w:r>
      <w:r w:rsidR="001C1202">
        <w:rPr>
          <w:rFonts w:ascii="Angsana New" w:hAnsi="Angsana New" w:hint="cs"/>
          <w:sz w:val="30"/>
          <w:szCs w:val="30"/>
          <w:cs/>
        </w:rPr>
        <w:t>กันยายน</w:t>
      </w:r>
      <w:r w:rsidRPr="00255C56">
        <w:rPr>
          <w:rFonts w:ascii="Angsana New" w:hAnsi="Angsana New" w:hint="cs"/>
          <w:sz w:val="30"/>
          <w:szCs w:val="30"/>
          <w:cs/>
        </w:rPr>
        <w:t xml:space="preserve"> </w:t>
      </w:r>
      <w:r w:rsidRPr="00255C56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8</w:t>
      </w:r>
      <w:r w:rsidRPr="00255C56">
        <w:rPr>
          <w:rFonts w:ascii="Angsana New" w:hAnsi="Angsana New" w:hint="cs"/>
          <w:sz w:val="30"/>
          <w:szCs w:val="30"/>
          <w:cs/>
        </w:rPr>
        <w:t xml:space="preserve"> </w:t>
      </w:r>
      <w:r w:rsidRPr="00255C56">
        <w:rPr>
          <w:rFonts w:ascii="Angsana New" w:hAnsi="Angsana New"/>
          <w:sz w:val="30"/>
          <w:szCs w:val="30"/>
          <w:cs/>
        </w:rPr>
        <w:t>และหมายเหตุประกอบงบการเงินแบบย่อ (</w:t>
      </w:r>
      <w:r w:rsidRPr="00255C56">
        <w:rPr>
          <w:rFonts w:ascii="Angsana New" w:hAnsi="Angsana New"/>
          <w:sz w:val="30"/>
          <w:szCs w:val="30"/>
        </w:rPr>
        <w:t>“</w:t>
      </w:r>
      <w:r w:rsidRPr="00255C56">
        <w:rPr>
          <w:rFonts w:ascii="Angsana New" w:hAnsi="Angsana New"/>
          <w:sz w:val="30"/>
          <w:szCs w:val="30"/>
          <w:cs/>
        </w:rPr>
        <w:t>ข้อมูลทางการเงิ</w:t>
      </w:r>
      <w:r w:rsidRPr="00255C56">
        <w:rPr>
          <w:rFonts w:ascii="Angsana New" w:hAnsi="Angsana New" w:hint="cs"/>
          <w:sz w:val="30"/>
          <w:szCs w:val="30"/>
          <w:cs/>
        </w:rPr>
        <w:t>น</w:t>
      </w:r>
      <w:r w:rsidRPr="00255C56">
        <w:rPr>
          <w:rFonts w:ascii="Angsana New" w:hAnsi="Angsana New"/>
          <w:sz w:val="30"/>
          <w:szCs w:val="30"/>
          <w:cs/>
        </w:rPr>
        <w:t>ระหว่างกาล</w:t>
      </w:r>
      <w:r w:rsidRPr="00255C56">
        <w:rPr>
          <w:rFonts w:ascii="Angsana New" w:hAnsi="Angsana New"/>
          <w:sz w:val="30"/>
          <w:szCs w:val="30"/>
        </w:rPr>
        <w:t>”</w:t>
      </w:r>
      <w:r w:rsidRPr="00255C56">
        <w:rPr>
          <w:rFonts w:ascii="Angsana New" w:hAnsi="Angsana New"/>
          <w:sz w:val="30"/>
          <w:szCs w:val="30"/>
          <w:cs/>
        </w:rPr>
        <w:t>) ของบริษัท พีเอ็มซี</w:t>
      </w:r>
      <w:r w:rsidRPr="002B7E0D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255C56">
        <w:rPr>
          <w:rFonts w:ascii="Angsana New" w:hAnsi="Angsana New"/>
          <w:sz w:val="30"/>
          <w:szCs w:val="30"/>
          <w:cs/>
        </w:rPr>
        <w:t>เลเบิล แมททีเรียลส์ จำกัด</w:t>
      </w:r>
      <w:r w:rsidRPr="00255C56">
        <w:rPr>
          <w:rFonts w:ascii="Angsana New" w:hAnsi="Angsana New"/>
          <w:sz w:val="30"/>
          <w:szCs w:val="30"/>
        </w:rPr>
        <w:t xml:space="preserve"> (</w:t>
      </w:r>
      <w:r w:rsidRPr="00255C56">
        <w:rPr>
          <w:rFonts w:ascii="Angsana New" w:hAnsi="Angsana New" w:hint="cs"/>
          <w:sz w:val="30"/>
          <w:szCs w:val="30"/>
          <w:cs/>
        </w:rPr>
        <w:t>มหาชน</w:t>
      </w:r>
      <w:r w:rsidRPr="00255C56">
        <w:rPr>
          <w:rFonts w:ascii="Angsana New" w:hAnsi="Angsana New"/>
          <w:sz w:val="30"/>
          <w:szCs w:val="30"/>
        </w:rPr>
        <w:t>)</w:t>
      </w:r>
      <w:r w:rsidRPr="00255C56">
        <w:rPr>
          <w:rFonts w:ascii="Angsana New" w:hAnsi="Angsana New" w:hint="cs"/>
          <w:sz w:val="30"/>
          <w:szCs w:val="30"/>
          <w:cs/>
        </w:rPr>
        <w:t xml:space="preserve"> </w:t>
      </w:r>
      <w:r w:rsidRPr="00255C56">
        <w:rPr>
          <w:rFonts w:ascii="Angsana New" w:hAnsi="Angsana New"/>
          <w:sz w:val="30"/>
          <w:szCs w:val="30"/>
          <w:cs/>
        </w:rPr>
        <w:t xml:space="preserve">และบริษัทย่อย และของเฉพาะบริษัท พีเอ็มซี เลเบิล แมททีเรียลส์ จำกัด </w:t>
      </w:r>
      <w:r w:rsidRPr="00255C56">
        <w:rPr>
          <w:rFonts w:ascii="Angsana New" w:hAnsi="Angsana New"/>
          <w:sz w:val="30"/>
          <w:szCs w:val="30"/>
        </w:rPr>
        <w:t>(</w:t>
      </w:r>
      <w:r w:rsidRPr="00255C56">
        <w:rPr>
          <w:rFonts w:ascii="Angsana New" w:hAnsi="Angsana New" w:hint="cs"/>
          <w:sz w:val="30"/>
          <w:szCs w:val="30"/>
          <w:cs/>
        </w:rPr>
        <w:t>มหาชน</w:t>
      </w:r>
      <w:r w:rsidRPr="00255C56">
        <w:rPr>
          <w:rFonts w:ascii="Angsana New" w:hAnsi="Angsana New"/>
          <w:sz w:val="30"/>
          <w:szCs w:val="30"/>
        </w:rPr>
        <w:t>)</w:t>
      </w:r>
      <w:r w:rsidRPr="00255C56">
        <w:rPr>
          <w:rFonts w:ascii="Angsana New" w:hAnsi="Angsana New" w:hint="cs"/>
          <w:sz w:val="30"/>
          <w:szCs w:val="30"/>
          <w:cs/>
        </w:rPr>
        <w:t xml:space="preserve"> </w:t>
      </w:r>
      <w:r w:rsidRPr="00255C56">
        <w:rPr>
          <w:rFonts w:ascii="Angsana New" w:hAnsi="Angsana New"/>
          <w:sz w:val="30"/>
          <w:szCs w:val="30"/>
          <w:cs/>
        </w:rPr>
        <w:t>ตามลำดับ</w:t>
      </w:r>
      <w:r w:rsidRPr="003A791E">
        <w:rPr>
          <w:rFonts w:ascii="Angsana New" w:hAnsi="Angsana New"/>
          <w:sz w:val="30"/>
          <w:szCs w:val="30"/>
        </w:rPr>
        <w:t xml:space="preserve"> </w:t>
      </w:r>
      <w:r w:rsidRPr="003A791E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Pr="00B847D1">
        <w:rPr>
          <w:rFonts w:ascii="Angsana New" w:hAnsi="Angsana New"/>
          <w:sz w:val="30"/>
          <w:szCs w:val="30"/>
          <w:cs/>
        </w:rPr>
        <w:t>นำเสนอข้อมูลทางการเงินระหว่างกาลเหล่านี้ตามมาตรฐาน</w:t>
      </w:r>
      <w:r>
        <w:rPr>
          <w:rFonts w:ascii="Angsana New" w:hAnsi="Angsana New"/>
          <w:sz w:val="30"/>
          <w:szCs w:val="30"/>
        </w:rPr>
        <w:br/>
      </w:r>
      <w:r w:rsidRPr="00B847D1">
        <w:rPr>
          <w:rFonts w:ascii="Angsana New" w:hAnsi="Angsana New"/>
          <w:sz w:val="30"/>
          <w:szCs w:val="30"/>
          <w:cs/>
        </w:rPr>
        <w:t>การบัญชี</w:t>
      </w:r>
      <w:r>
        <w:rPr>
          <w:rFonts w:ascii="Angsana New" w:hAnsi="Angsana New"/>
          <w:sz w:val="30"/>
          <w:szCs w:val="30"/>
        </w:rPr>
        <w:t xml:space="preserve"> </w:t>
      </w:r>
      <w:r w:rsidRPr="00B847D1">
        <w:rPr>
          <w:rFonts w:ascii="Angsana New" w:hAnsi="Angsana New"/>
          <w:sz w:val="30"/>
          <w:szCs w:val="30"/>
          <w:cs/>
        </w:rPr>
        <w:t xml:space="preserve">ฉบับที่ </w:t>
      </w:r>
      <w:r>
        <w:rPr>
          <w:rFonts w:ascii="Angsana New" w:hAnsi="Angsana New"/>
          <w:sz w:val="30"/>
          <w:szCs w:val="30"/>
        </w:rPr>
        <w:t>34</w:t>
      </w:r>
      <w:r>
        <w:rPr>
          <w:rFonts w:ascii="Angsana New" w:hAnsi="Angsana New"/>
          <w:sz w:val="30"/>
          <w:szCs w:val="30"/>
          <w:cs/>
        </w:rPr>
        <w:t xml:space="preserve"> เรื่อง </w:t>
      </w:r>
      <w:r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B847D1">
        <w:rPr>
          <w:rFonts w:ascii="Angsana New" w:hAnsi="Angsana New"/>
          <w:sz w:val="30"/>
          <w:szCs w:val="30"/>
          <w:cs/>
        </w:rPr>
        <w:t xml:space="preserve">การเงินระหว่างกาล </w:t>
      </w:r>
      <w:r w:rsidRPr="003A791E">
        <w:rPr>
          <w:rFonts w:ascii="Angsana New" w:hAnsi="Angsana New"/>
          <w:spacing w:val="-4"/>
          <w:sz w:val="30"/>
          <w:szCs w:val="30"/>
          <w:cs/>
        </w:rPr>
        <w:t>ส่วนข้าพเจ้าเป็</w:t>
      </w:r>
      <w:r w:rsidRPr="003A791E">
        <w:rPr>
          <w:rFonts w:ascii="Angsana New" w:hAnsi="Angsana New" w:hint="cs"/>
          <w:spacing w:val="-4"/>
          <w:sz w:val="30"/>
          <w:szCs w:val="30"/>
          <w:cs/>
        </w:rPr>
        <w:t>น</w:t>
      </w:r>
      <w:r w:rsidRPr="003A791E">
        <w:rPr>
          <w:rFonts w:ascii="Angsana New" w:hAnsi="Angsana New"/>
          <w:spacing w:val="-4"/>
          <w:sz w:val="30"/>
          <w:szCs w:val="30"/>
          <w:cs/>
        </w:rPr>
        <w:t>ผู้รับผิดชอบในการให้ข้อสรุป</w:t>
      </w:r>
      <w:r w:rsidRPr="00255C56">
        <w:rPr>
          <w:rFonts w:ascii="Angsana New" w:hAnsi="Angsana New"/>
          <w:sz w:val="30"/>
          <w:szCs w:val="30"/>
          <w:cs/>
        </w:rPr>
        <w:t>เกี่ยวกับข้อมูลทางการเงินระหว่างกาลดังกล่าวจากผลการสอบทานของข้าพเจ้า</w:t>
      </w:r>
    </w:p>
    <w:p w14:paraId="444D8C1F" w14:textId="77777777" w:rsidR="00620A24" w:rsidRPr="00EA6356" w:rsidRDefault="00620A24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6E054824" w14:textId="77777777" w:rsidR="00620A24" w:rsidRPr="00B847D1" w:rsidRDefault="00620A24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B847D1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5BAD86D6" w14:textId="0309DAD0" w:rsidR="00620A24" w:rsidRPr="000A6514" w:rsidRDefault="00620A24" w:rsidP="00E06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2B1AA007" w14:textId="4A0C9C77" w:rsidR="00620A24" w:rsidRDefault="00620A24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B847D1">
        <w:rPr>
          <w:rFonts w:ascii="Angsana New" w:hAnsi="Angsana New"/>
          <w:sz w:val="30"/>
          <w:szCs w:val="30"/>
        </w:rPr>
        <w:t xml:space="preserve"> </w:t>
      </w:r>
      <w:r w:rsidRPr="00B847D1">
        <w:rPr>
          <w:rFonts w:ascii="Angsana New" w:hAnsi="Angsana New"/>
          <w:sz w:val="30"/>
          <w:szCs w:val="30"/>
          <w:cs/>
        </w:rPr>
        <w:t>รหัส</w:t>
      </w:r>
      <w:r w:rsidRPr="00B847D1">
        <w:rPr>
          <w:rFonts w:ascii="Angsana New" w:hAnsi="Angsana New"/>
          <w:sz w:val="30"/>
          <w:szCs w:val="30"/>
        </w:rPr>
        <w:t xml:space="preserve"> </w:t>
      </w:r>
      <w:r w:rsidR="00522BF0">
        <w:rPr>
          <w:rFonts w:ascii="Angsana New" w:hAnsi="Angsana New"/>
          <w:sz w:val="30"/>
          <w:szCs w:val="30"/>
        </w:rPr>
        <w:t>241</w:t>
      </w:r>
      <w:r w:rsidR="009B5232" w:rsidRPr="009B5232">
        <w:rPr>
          <w:rFonts w:ascii="Angsana New" w:hAnsi="Angsana New"/>
          <w:sz w:val="30"/>
          <w:szCs w:val="30"/>
        </w:rPr>
        <w:t>0</w:t>
      </w:r>
      <w:r w:rsidRPr="00B847D1">
        <w:rPr>
          <w:rFonts w:ascii="Angsana New" w:hAnsi="Angsana New"/>
          <w:sz w:val="30"/>
          <w:szCs w:val="30"/>
        </w:rPr>
        <w:t xml:space="preserve"> “</w:t>
      </w:r>
      <w:r w:rsidRPr="00B847D1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</w:t>
      </w:r>
      <w:r w:rsidR="00EF0F62">
        <w:rPr>
          <w:rFonts w:ascii="Angsana New" w:hAnsi="Angsana New"/>
          <w:sz w:val="30"/>
          <w:szCs w:val="30"/>
          <w:cs/>
        </w:rPr>
        <w:br/>
      </w:r>
      <w:r w:rsidRPr="00B847D1">
        <w:rPr>
          <w:rFonts w:ascii="Angsana New" w:hAnsi="Angsana New"/>
          <w:sz w:val="30"/>
          <w:szCs w:val="30"/>
          <w:cs/>
        </w:rPr>
        <w:t>โดยผู้สอบบัญชีรับอนุญาตของกิจการ</w:t>
      </w:r>
      <w:r w:rsidRPr="00B847D1">
        <w:rPr>
          <w:rFonts w:ascii="Angsana New" w:hAnsi="Angsana New"/>
          <w:sz w:val="30"/>
          <w:szCs w:val="30"/>
        </w:rPr>
        <w:t>”</w:t>
      </w:r>
      <w:r w:rsidRPr="00B847D1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B847D1">
        <w:rPr>
          <w:rFonts w:ascii="Angsana New" w:hAnsi="Angsana New"/>
          <w:sz w:val="30"/>
          <w:szCs w:val="30"/>
        </w:rPr>
        <w:t xml:space="preserve"> </w:t>
      </w:r>
      <w:r w:rsidRPr="00B847D1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B847D1">
        <w:rPr>
          <w:rFonts w:ascii="Angsana New" w:hAnsi="Angsana New"/>
          <w:sz w:val="30"/>
          <w:szCs w:val="30"/>
        </w:rPr>
        <w:t xml:space="preserve"> </w:t>
      </w:r>
      <w:r w:rsidRPr="00B847D1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520054" w:rsidRPr="00B847D1">
        <w:rPr>
          <w:rFonts w:ascii="Angsana New" w:hAnsi="Angsana New"/>
          <w:sz w:val="30"/>
          <w:szCs w:val="30"/>
        </w:rPr>
        <w:t xml:space="preserve"> </w:t>
      </w:r>
      <w:r w:rsidRPr="00B847D1">
        <w:rPr>
          <w:rFonts w:ascii="Angsana New" w:hAnsi="Angsana New"/>
          <w:sz w:val="30"/>
          <w:szCs w:val="30"/>
          <w:cs/>
        </w:rPr>
        <w:t>ซึ่งอาจพบได้จากการตรวจสอบ</w:t>
      </w:r>
      <w:r w:rsidRPr="00B847D1">
        <w:rPr>
          <w:rFonts w:ascii="Angsana New" w:hAnsi="Angsana New"/>
          <w:sz w:val="30"/>
          <w:szCs w:val="30"/>
        </w:rPr>
        <w:t xml:space="preserve"> </w:t>
      </w:r>
      <w:r w:rsidRPr="00B847D1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3779EFAE" w14:textId="77777777" w:rsidR="005714DE" w:rsidRDefault="005714DE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60EC783" w14:textId="77777777" w:rsidR="00DB2BF5" w:rsidRDefault="00DB2B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5BECB675" w14:textId="6184FDF0" w:rsidR="00A70780" w:rsidRDefault="00A707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  <w:sectPr w:rsidR="00A70780" w:rsidSect="00DB2BF5">
          <w:footerReference w:type="default" r:id="rId17"/>
          <w:type w:val="continuous"/>
          <w:pgSz w:w="11909" w:h="16834" w:code="9"/>
          <w:pgMar w:top="691" w:right="1152" w:bottom="576" w:left="1152" w:header="720" w:footer="720" w:gutter="0"/>
          <w:paperSrc w:first="7" w:other="7"/>
          <w:pgNumType w:start="2"/>
          <w:cols w:space="720"/>
          <w:titlePg/>
          <w:docGrid w:linePitch="360"/>
        </w:sectPr>
      </w:pPr>
    </w:p>
    <w:p w14:paraId="586609E6" w14:textId="77777777" w:rsidR="005714DE" w:rsidRPr="00B847D1" w:rsidRDefault="005714DE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B847D1">
        <w:rPr>
          <w:rFonts w:ascii="Angsana New" w:hAnsi="Angsana New"/>
          <w:i/>
          <w:iCs/>
          <w:sz w:val="30"/>
          <w:szCs w:val="30"/>
          <w:cs/>
        </w:rPr>
        <w:lastRenderedPageBreak/>
        <w:t>ข้อสรุป</w:t>
      </w:r>
    </w:p>
    <w:p w14:paraId="5D96A514" w14:textId="77777777" w:rsidR="005714DE" w:rsidRPr="000A6514" w:rsidRDefault="005714DE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7747D903" w14:textId="19749159" w:rsidR="005714DE" w:rsidRPr="00B847D1" w:rsidRDefault="005714DE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 ไม่ไ</w:t>
      </w:r>
      <w:r>
        <w:rPr>
          <w:rFonts w:ascii="Angsana New" w:hAnsi="Angsana New"/>
          <w:sz w:val="30"/>
          <w:szCs w:val="30"/>
          <w:cs/>
        </w:rPr>
        <w:t xml:space="preserve">ด้จัดทำขึ้นตามมาตรฐานการบัญชี </w:t>
      </w:r>
      <w:r>
        <w:rPr>
          <w:rFonts w:ascii="Angsana New" w:hAnsi="Angsana New"/>
          <w:sz w:val="30"/>
          <w:szCs w:val="30"/>
          <w:cs/>
        </w:rPr>
        <w:br/>
      </w:r>
      <w:r w:rsidRPr="00B847D1">
        <w:rPr>
          <w:rFonts w:ascii="Angsana New" w:hAnsi="Angsana New"/>
          <w:sz w:val="30"/>
          <w:szCs w:val="30"/>
          <w:cs/>
        </w:rPr>
        <w:t xml:space="preserve">ฉบับที่ </w:t>
      </w:r>
      <w:r w:rsidR="00522BF0">
        <w:rPr>
          <w:rFonts w:ascii="Angsana New" w:hAnsi="Angsana New"/>
          <w:sz w:val="30"/>
          <w:szCs w:val="30"/>
        </w:rPr>
        <w:t>34</w:t>
      </w:r>
      <w:r w:rsidR="009F099F">
        <w:rPr>
          <w:rFonts w:ascii="Angsana New" w:hAnsi="Angsana New"/>
          <w:sz w:val="30"/>
          <w:szCs w:val="30"/>
        </w:rPr>
        <w:t xml:space="preserve"> </w:t>
      </w:r>
      <w:r w:rsidRPr="00B847D1">
        <w:rPr>
          <w:rFonts w:ascii="Angsana New" w:hAnsi="Angsana New"/>
          <w:sz w:val="30"/>
          <w:szCs w:val="30"/>
          <w:cs/>
        </w:rPr>
        <w:t xml:space="preserve">เรื่อง </w:t>
      </w:r>
      <w:r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B847D1">
        <w:rPr>
          <w:rFonts w:ascii="Angsana New" w:hAnsi="Angsana New"/>
          <w:sz w:val="30"/>
          <w:szCs w:val="30"/>
          <w:cs/>
        </w:rPr>
        <w:t>การเงินระหว่างกาล</w:t>
      </w:r>
      <w:r w:rsidRPr="00B847D1">
        <w:rPr>
          <w:rFonts w:ascii="Angsana New" w:hAnsi="Angsana New"/>
          <w:sz w:val="30"/>
          <w:szCs w:val="30"/>
        </w:rPr>
        <w:t xml:space="preserve"> </w:t>
      </w:r>
      <w:r w:rsidRPr="00B847D1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1A5D45BF" w14:textId="77777777" w:rsidR="00DF3132" w:rsidRDefault="00DF3132" w:rsidP="00620A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07497B65" w14:textId="77777777" w:rsidR="00536C0D" w:rsidRDefault="00536C0D" w:rsidP="00620A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290F7E5A" w14:textId="77777777" w:rsidR="00536C0D" w:rsidRDefault="00536C0D" w:rsidP="00620A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526F0010" w14:textId="77777777" w:rsidR="00536C0D" w:rsidRPr="00B847D1" w:rsidRDefault="00536C0D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  <w:cs/>
        </w:rPr>
        <w:t>(</w:t>
      </w:r>
      <w:r w:rsidR="00B41A6C">
        <w:rPr>
          <w:rFonts w:ascii="Angsana New" w:hAnsi="Angsana New" w:hint="cs"/>
          <w:sz w:val="30"/>
          <w:szCs w:val="30"/>
          <w:cs/>
        </w:rPr>
        <w:t>ดุษณีย์ ยิ้มสุวรรณ</w:t>
      </w:r>
      <w:r w:rsidRPr="00B847D1">
        <w:rPr>
          <w:rFonts w:ascii="Angsana New" w:hAnsi="Angsana New"/>
          <w:sz w:val="30"/>
          <w:szCs w:val="30"/>
          <w:cs/>
        </w:rPr>
        <w:t>)</w:t>
      </w:r>
    </w:p>
    <w:p w14:paraId="07623697" w14:textId="77777777" w:rsidR="00536C0D" w:rsidRPr="00B847D1" w:rsidRDefault="00536C0D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0016CC41" w14:textId="5986BB9E" w:rsidR="00BA31E5" w:rsidRDefault="00536C0D" w:rsidP="00BA31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  <w:cs/>
        </w:rPr>
        <w:t xml:space="preserve">เลขทะเบียน </w:t>
      </w:r>
      <w:r w:rsidR="00522BF0">
        <w:rPr>
          <w:rFonts w:ascii="Angsana New" w:hAnsi="Angsana New"/>
          <w:sz w:val="30"/>
          <w:szCs w:val="30"/>
        </w:rPr>
        <w:t>1</w:t>
      </w:r>
      <w:r w:rsidR="009B5232" w:rsidRPr="009B5232">
        <w:rPr>
          <w:rFonts w:ascii="Angsana New" w:hAnsi="Angsana New"/>
          <w:sz w:val="30"/>
          <w:szCs w:val="30"/>
        </w:rPr>
        <w:t>0</w:t>
      </w:r>
      <w:r w:rsidR="00522BF0">
        <w:rPr>
          <w:rFonts w:ascii="Angsana New" w:hAnsi="Angsana New"/>
          <w:sz w:val="30"/>
          <w:szCs w:val="30"/>
        </w:rPr>
        <w:t>235</w:t>
      </w:r>
    </w:p>
    <w:p w14:paraId="61CD1989" w14:textId="77777777" w:rsidR="00BA31E5" w:rsidRDefault="00BA31E5" w:rsidP="00BA31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8660953" w14:textId="05A68F1E" w:rsidR="00536C0D" w:rsidRPr="00B847D1" w:rsidRDefault="00536C0D" w:rsidP="00BA31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7D80AB63" w14:textId="77777777" w:rsidR="00536C0D" w:rsidRPr="00060F61" w:rsidRDefault="00536C0D" w:rsidP="001E42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  <w:r w:rsidRPr="00060F61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2629EF74" w14:textId="5DA1B796" w:rsidR="00CA7714" w:rsidRPr="00760EC4" w:rsidRDefault="00122BC7" w:rsidP="00CA7714">
      <w:pPr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>13</w:t>
      </w:r>
      <w:r w:rsidR="001C1202">
        <w:rPr>
          <w:rFonts w:ascii="Angsana New" w:hAnsi="Angsana New"/>
          <w:sz w:val="30"/>
          <w:szCs w:val="30"/>
        </w:rPr>
        <w:t xml:space="preserve"> </w:t>
      </w:r>
      <w:r w:rsidR="001C1202">
        <w:rPr>
          <w:rFonts w:ascii="Angsana New" w:hAnsi="Angsana New" w:hint="cs"/>
          <w:sz w:val="30"/>
          <w:szCs w:val="30"/>
          <w:cs/>
        </w:rPr>
        <w:t>พฤศจิกายน</w:t>
      </w:r>
      <w:r w:rsidR="001C1202" w:rsidRPr="00A70780">
        <w:rPr>
          <w:rFonts w:ascii="Angsana New" w:hAnsi="Angsana New" w:hint="cs"/>
          <w:sz w:val="30"/>
          <w:szCs w:val="30"/>
          <w:cs/>
        </w:rPr>
        <w:t xml:space="preserve"> </w:t>
      </w:r>
      <w:r w:rsidR="007E43CE">
        <w:rPr>
          <w:rFonts w:ascii="Angsana New" w:hAnsi="Angsana New"/>
          <w:sz w:val="30"/>
          <w:szCs w:val="30"/>
        </w:rPr>
        <w:t>2568</w:t>
      </w:r>
    </w:p>
    <w:p w14:paraId="311CDCAF" w14:textId="77777777" w:rsidR="00B72E44" w:rsidRPr="00B72E44" w:rsidRDefault="00B72E44" w:rsidP="00B72E44">
      <w:pPr>
        <w:rPr>
          <w:rFonts w:ascii="Angsana New" w:hAnsi="Angsana New"/>
          <w:sz w:val="30"/>
          <w:szCs w:val="30"/>
        </w:rPr>
      </w:pPr>
    </w:p>
    <w:p w14:paraId="3B4AE710" w14:textId="77777777" w:rsidR="00B72E44" w:rsidRPr="00B72E44" w:rsidRDefault="00B72E44" w:rsidP="00B72E44">
      <w:pPr>
        <w:rPr>
          <w:rFonts w:ascii="Angsana New" w:hAnsi="Angsana New"/>
          <w:sz w:val="30"/>
          <w:szCs w:val="30"/>
        </w:rPr>
      </w:pPr>
    </w:p>
    <w:p w14:paraId="4E708335" w14:textId="77777777" w:rsidR="003C3662" w:rsidRPr="00325FF4" w:rsidRDefault="003C3662" w:rsidP="00884DF4">
      <w:pPr>
        <w:pStyle w:val="IndexHeading1"/>
        <w:widowControl w:val="0"/>
        <w:spacing w:after="0" w:line="240" w:lineRule="auto"/>
        <w:ind w:left="1350" w:hanging="1350"/>
        <w:jc w:val="thaiDistribute"/>
        <w:outlineLvl w:val="0"/>
        <w:rPr>
          <w:rFonts w:asciiTheme="majorBidi" w:hAnsiTheme="majorBidi"/>
          <w:szCs w:val="18"/>
        </w:rPr>
      </w:pPr>
    </w:p>
    <w:sectPr w:rsidR="003C3662" w:rsidRPr="00325FF4" w:rsidSect="00884DF4">
      <w:headerReference w:type="default" r:id="rId18"/>
      <w:pgSz w:w="11909" w:h="16834" w:code="9"/>
      <w:pgMar w:top="691" w:right="1152" w:bottom="576" w:left="1152" w:header="720" w:footer="720" w:gutter="0"/>
      <w:paperSrc w:first="7" w:other="7"/>
      <w:pgNumType w:start="1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B8F1A" w14:textId="77777777" w:rsidR="000318A8" w:rsidRDefault="000318A8">
      <w:r>
        <w:separator/>
      </w:r>
    </w:p>
  </w:endnote>
  <w:endnote w:type="continuationSeparator" w:id="0">
    <w:p w14:paraId="4E16B3B1" w14:textId="77777777" w:rsidR="000318A8" w:rsidRDefault="00031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43EA4" w14:textId="77777777" w:rsidR="00414479" w:rsidRDefault="004144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CC4D5" w14:textId="77777777" w:rsidR="003A791E" w:rsidRDefault="003A791E">
    <w:pPr>
      <w:pStyle w:val="Footer"/>
      <w:jc w:val="center"/>
    </w:pPr>
  </w:p>
  <w:p w14:paraId="67A80308" w14:textId="77777777" w:rsidR="003A791E" w:rsidRDefault="003A79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1C441" w14:textId="77777777" w:rsidR="00414479" w:rsidRDefault="0041447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5E4AF" w14:textId="2E244115" w:rsidR="003A791E" w:rsidRPr="00C620EF" w:rsidRDefault="003A791E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93D5B" w14:textId="77777777" w:rsidR="000318A8" w:rsidRDefault="000318A8">
      <w:r>
        <w:separator/>
      </w:r>
    </w:p>
  </w:footnote>
  <w:footnote w:type="continuationSeparator" w:id="0">
    <w:p w14:paraId="523A1F37" w14:textId="77777777" w:rsidR="000318A8" w:rsidRDefault="00031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5D098" w14:textId="77777777" w:rsidR="00414479" w:rsidRDefault="004144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E7706" w14:textId="77777777" w:rsidR="003A791E" w:rsidRPr="00241A98" w:rsidRDefault="003A791E" w:rsidP="00DC5865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D90F5" w14:textId="20477809" w:rsidR="00CB714E" w:rsidRPr="00E9198D" w:rsidRDefault="00CB714E">
    <w:pPr>
      <w:pStyle w:val="Header"/>
      <w:rPr>
        <w:rFonts w:asciiTheme="majorBidi" w:hAnsiTheme="majorBidi" w:cstheme="majorBidi"/>
        <w:sz w:val="32"/>
        <w:szCs w:val="32"/>
      </w:rPr>
    </w:pPr>
  </w:p>
  <w:p w14:paraId="70D4A8F0" w14:textId="2961FDD1" w:rsidR="00CB714E" w:rsidRPr="00E9198D" w:rsidRDefault="00CB714E">
    <w:pPr>
      <w:pStyle w:val="Header"/>
      <w:rPr>
        <w:rFonts w:asciiTheme="majorBidi" w:hAnsiTheme="majorBidi" w:cstheme="majorBidi"/>
        <w:sz w:val="32"/>
        <w:szCs w:val="32"/>
      </w:rPr>
    </w:pPr>
  </w:p>
  <w:p w14:paraId="2F5313DE" w14:textId="212DF66E" w:rsidR="00CB714E" w:rsidRPr="00E9198D" w:rsidRDefault="00CB714E">
    <w:pPr>
      <w:pStyle w:val="Header"/>
      <w:rPr>
        <w:rFonts w:asciiTheme="majorBidi" w:hAnsiTheme="majorBidi" w:cstheme="majorBidi"/>
        <w:sz w:val="32"/>
        <w:szCs w:val="32"/>
      </w:rPr>
    </w:pPr>
  </w:p>
  <w:p w14:paraId="00AA4D89" w14:textId="77777777" w:rsidR="00CB714E" w:rsidRPr="00E9198D" w:rsidRDefault="00CB714E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6C418" w14:textId="545E955E" w:rsidR="00606C0E" w:rsidRDefault="003A791E" w:rsidP="00F1687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062273">
      <w:rPr>
        <w:rFonts w:ascii="Angsana New" w:hAnsi="Angsana New"/>
        <w:b/>
        <w:bCs/>
        <w:sz w:val="32"/>
        <w:szCs w:val="32"/>
        <w:cs/>
      </w:rPr>
      <w:t>บริษัท พีเอ็มซี เลเบิล แมททีเรียลส์ จำกัด</w:t>
    </w:r>
    <w:r w:rsidR="006F3E38">
      <w:rPr>
        <w:rFonts w:ascii="Angsana New" w:hAnsi="Angsana New"/>
        <w:b/>
        <w:bCs/>
        <w:sz w:val="32"/>
        <w:szCs w:val="32"/>
      </w:rPr>
      <w:t xml:space="preserve"> (</w:t>
    </w:r>
    <w:r w:rsidR="006F3E38">
      <w:rPr>
        <w:rFonts w:ascii="Angsana New" w:hAnsi="Angsana New" w:hint="cs"/>
        <w:b/>
        <w:bCs/>
        <w:sz w:val="32"/>
        <w:szCs w:val="32"/>
        <w:cs/>
      </w:rPr>
      <w:t>มหาชน</w:t>
    </w:r>
    <w:r w:rsidR="006F3E38">
      <w:rPr>
        <w:rFonts w:ascii="Angsana New" w:hAnsi="Angsana New"/>
        <w:b/>
        <w:bCs/>
        <w:sz w:val="32"/>
        <w:szCs w:val="32"/>
      </w:rPr>
      <w:t>)</w:t>
    </w:r>
    <w:r w:rsidRPr="00A443A3">
      <w:rPr>
        <w:rFonts w:ascii="Angsana New" w:hAnsi="Angsana New"/>
        <w:b/>
        <w:bCs/>
        <w:sz w:val="32"/>
        <w:szCs w:val="32"/>
        <w:cs/>
      </w:rPr>
      <w:t xml:space="preserve"> </w:t>
    </w:r>
    <w:r w:rsidR="00606C0E" w:rsidRPr="00606C0E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76AC9BE5" w14:textId="77777777" w:rsidR="003A791E" w:rsidRPr="00A443A3" w:rsidRDefault="003A791E" w:rsidP="00F1687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A443A3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41CB79ED" w14:textId="225FA04E" w:rsidR="003A791E" w:rsidRDefault="006F3E38" w:rsidP="00241A98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bidi="th-TH"/>
      </w:rPr>
    </w:pPr>
    <w:r w:rsidRPr="006F3E38">
      <w:rPr>
        <w:rFonts w:ascii="Angsana New" w:hAnsi="Angsana New" w:cs="Angsana New"/>
        <w:bCs/>
        <w:sz w:val="32"/>
        <w:szCs w:val="32"/>
        <w:cs/>
        <w:lang w:bidi="th-TH"/>
      </w:rPr>
      <w:t>สำหรับงวด</w:t>
    </w:r>
    <w:r w:rsidR="00700DF9" w:rsidRPr="00D32EDD">
      <w:rPr>
        <w:rFonts w:asciiTheme="majorBidi" w:hAnsiTheme="majorBidi" w:cstheme="majorBidi"/>
        <w:bCs/>
        <w:sz w:val="32"/>
        <w:szCs w:val="32"/>
        <w:cs/>
      </w:rPr>
      <w:t>สามเดือน</w:t>
    </w:r>
    <w:r w:rsidR="00700DF9">
      <w:rPr>
        <w:rFonts w:asciiTheme="majorBidi" w:hAnsiTheme="majorBidi" w:cstheme="majorBidi" w:hint="cs"/>
        <w:bCs/>
        <w:sz w:val="32"/>
        <w:szCs w:val="32"/>
        <w:cs/>
        <w:lang w:bidi="th-TH"/>
      </w:rPr>
      <w:t>และ</w:t>
    </w:r>
    <w:r w:rsidR="00F201F5">
      <w:rPr>
        <w:rFonts w:ascii="Angsana New" w:hAnsi="Angsana New" w:cs="Angsana New" w:hint="cs"/>
        <w:bCs/>
        <w:sz w:val="32"/>
        <w:szCs w:val="32"/>
        <w:cs/>
        <w:lang w:bidi="th-TH"/>
      </w:rPr>
      <w:t>เก้า</w:t>
    </w:r>
    <w:r w:rsidR="00F201F5" w:rsidRPr="006F3E38">
      <w:rPr>
        <w:rFonts w:ascii="Angsana New" w:hAnsi="Angsana New" w:cs="Angsana New"/>
        <w:bCs/>
        <w:sz w:val="32"/>
        <w:szCs w:val="32"/>
        <w:cs/>
        <w:lang w:bidi="th-TH"/>
      </w:rPr>
      <w:t xml:space="preserve">เดือนสิ้นสุดวันที่ </w:t>
    </w:r>
    <w:r w:rsidR="00F201F5">
      <w:rPr>
        <w:rFonts w:ascii="Angsana New" w:hAnsi="Angsana New" w:cs="Angsana New"/>
        <w:bCs/>
        <w:sz w:val="32"/>
        <w:szCs w:val="32"/>
        <w:lang w:val="en-US" w:bidi="th-TH"/>
      </w:rPr>
      <w:t>30</w:t>
    </w:r>
    <w:r w:rsidR="00F201F5" w:rsidRPr="006F3E38">
      <w:rPr>
        <w:rFonts w:ascii="Angsana New" w:hAnsi="Angsana New" w:cs="Angsana New"/>
        <w:bCs/>
        <w:sz w:val="32"/>
        <w:szCs w:val="32"/>
        <w:cs/>
        <w:lang w:bidi="th-TH"/>
      </w:rPr>
      <w:t xml:space="preserve"> </w:t>
    </w:r>
    <w:r w:rsidR="00F201F5">
      <w:rPr>
        <w:rFonts w:ascii="Angsana New" w:hAnsi="Angsana New" w:cs="Angsana New" w:hint="cs"/>
        <w:bCs/>
        <w:sz w:val="32"/>
        <w:szCs w:val="32"/>
        <w:cs/>
        <w:lang w:bidi="th-TH"/>
      </w:rPr>
      <w:t>กันยายน</w:t>
    </w:r>
    <w:r w:rsidR="00F201F5" w:rsidRPr="006F3E38">
      <w:rPr>
        <w:rFonts w:ascii="Angsana New" w:hAnsi="Angsana New" w:cs="Angsana New"/>
        <w:bCs/>
        <w:sz w:val="32"/>
        <w:szCs w:val="32"/>
        <w:cs/>
        <w:lang w:bidi="th-TH"/>
      </w:rPr>
      <w:t xml:space="preserve"> </w:t>
    </w:r>
    <w:r w:rsidR="00522BF0">
      <w:rPr>
        <w:rFonts w:ascii="Angsana New" w:hAnsi="Angsana New" w:cs="Angsana New"/>
        <w:bCs/>
        <w:sz w:val="32"/>
        <w:szCs w:val="32"/>
        <w:lang w:val="en-US" w:bidi="th-TH"/>
      </w:rPr>
      <w:t>256</w:t>
    </w:r>
    <w:r w:rsidR="00F554F6">
      <w:rPr>
        <w:rFonts w:ascii="Angsana New" w:hAnsi="Angsana New" w:cs="Angsana New"/>
        <w:bCs/>
        <w:sz w:val="32"/>
        <w:szCs w:val="32"/>
        <w:lang w:val="en-US" w:bidi="th-TH"/>
      </w:rPr>
      <w:t>8</w:t>
    </w:r>
    <w:r w:rsidRPr="006F3E38">
      <w:rPr>
        <w:rFonts w:ascii="Angsana New" w:hAnsi="Angsana New" w:cs="Angsana New"/>
        <w:bCs/>
        <w:sz w:val="32"/>
        <w:szCs w:val="32"/>
        <w:cs/>
        <w:lang w:bidi="th-TH"/>
      </w:rPr>
      <w:t xml:space="preserve"> (ไม่ได้ตรวจสอบ)</w:t>
    </w:r>
  </w:p>
  <w:p w14:paraId="5D1CADE0" w14:textId="77777777" w:rsidR="006F3E38" w:rsidRPr="00241A98" w:rsidRDefault="006F3E38" w:rsidP="00241A98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572A5"/>
    <w:multiLevelType w:val="hybridMultilevel"/>
    <w:tmpl w:val="8A9E3630"/>
    <w:lvl w:ilvl="0" w:tplc="8D2E8C7A">
      <w:start w:val="5"/>
      <w:numFmt w:val="decimal"/>
      <w:pStyle w:val="blockbullet"/>
      <w:lvlText w:val="%1"/>
      <w:lvlJc w:val="left"/>
      <w:pPr>
        <w:tabs>
          <w:tab w:val="num" w:pos="7020"/>
        </w:tabs>
        <w:ind w:left="7020" w:hanging="495"/>
      </w:pPr>
    </w:lvl>
    <w:lvl w:ilvl="1" w:tplc="04090019">
      <w:start w:val="1"/>
      <w:numFmt w:val="lowerLetter"/>
      <w:lvlText w:val="%2."/>
      <w:lvlJc w:val="left"/>
      <w:pPr>
        <w:tabs>
          <w:tab w:val="num" w:pos="7605"/>
        </w:tabs>
        <w:ind w:left="760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8325"/>
        </w:tabs>
        <w:ind w:left="8325" w:hanging="180"/>
      </w:pPr>
    </w:lvl>
    <w:lvl w:ilvl="3" w:tplc="0409000F">
      <w:start w:val="1"/>
      <w:numFmt w:val="decimal"/>
      <w:lvlText w:val="%4."/>
      <w:lvlJc w:val="left"/>
      <w:pPr>
        <w:tabs>
          <w:tab w:val="num" w:pos="9045"/>
        </w:tabs>
        <w:ind w:left="904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9765"/>
        </w:tabs>
        <w:ind w:left="976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10485"/>
        </w:tabs>
        <w:ind w:left="10485" w:hanging="180"/>
      </w:pPr>
    </w:lvl>
    <w:lvl w:ilvl="6" w:tplc="0409000F">
      <w:start w:val="1"/>
      <w:numFmt w:val="decimal"/>
      <w:lvlText w:val="%7."/>
      <w:lvlJc w:val="left"/>
      <w:pPr>
        <w:tabs>
          <w:tab w:val="num" w:pos="11205"/>
        </w:tabs>
        <w:ind w:left="1120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1925"/>
        </w:tabs>
        <w:ind w:left="1192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2645"/>
        </w:tabs>
        <w:ind w:left="12645" w:hanging="180"/>
      </w:pPr>
    </w:lvl>
  </w:abstractNum>
  <w:abstractNum w:abstractNumId="1" w15:restartNumberingAfterBreak="0">
    <w:nsid w:val="09D9694B"/>
    <w:multiLevelType w:val="multilevel"/>
    <w:tmpl w:val="8C6A40E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color w:val="auto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3" w15:restartNumberingAfterBreak="0">
    <w:nsid w:val="29490217"/>
    <w:multiLevelType w:val="hybridMultilevel"/>
    <w:tmpl w:val="5ECA036E"/>
    <w:lvl w:ilvl="0" w:tplc="57B05A0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 w:val="0"/>
        <w:sz w:val="30"/>
        <w:szCs w:val="30"/>
      </w:rPr>
    </w:lvl>
    <w:lvl w:ilvl="1" w:tplc="51F0F3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FA5A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F67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6E53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984E3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CF0F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5E4C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AB2E3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7" w15:restartNumberingAfterBreak="0">
    <w:nsid w:val="4CF93CCC"/>
    <w:multiLevelType w:val="hybridMultilevel"/>
    <w:tmpl w:val="A50ADAF8"/>
    <w:lvl w:ilvl="0" w:tplc="932698B8">
      <w:start w:val="4"/>
      <w:numFmt w:val="decimal"/>
      <w:pStyle w:val="BodyTextbullet"/>
      <w:lvlText w:val="%1"/>
      <w:lvlJc w:val="left"/>
      <w:pPr>
        <w:tabs>
          <w:tab w:val="num" w:pos="405"/>
        </w:tabs>
        <w:ind w:left="405" w:hanging="360"/>
      </w:pPr>
    </w:lvl>
    <w:lvl w:ilvl="1" w:tplc="6F8EFA8E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D82EF730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6E8ED896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6E52B464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C029DEA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A6A22FA4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125C953A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7DFC8C94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8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9" w15:restartNumberingAfterBreak="0">
    <w:nsid w:val="73863273"/>
    <w:multiLevelType w:val="singleLevel"/>
    <w:tmpl w:val="3AC4EF86"/>
    <w:lvl w:ilvl="0">
      <w:start w:val="1"/>
      <w:numFmt w:val="bullet"/>
      <w:pStyle w:val="acctindenttabsnospaceafter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num w:numId="1" w16cid:durableId="2019386887">
    <w:abstractNumId w:val="5"/>
  </w:num>
  <w:num w:numId="2" w16cid:durableId="668406646">
    <w:abstractNumId w:val="2"/>
  </w:num>
  <w:num w:numId="3" w16cid:durableId="1414620518">
    <w:abstractNumId w:val="8"/>
  </w:num>
  <w:num w:numId="4" w16cid:durableId="307976867">
    <w:abstractNumId w:val="4"/>
  </w:num>
  <w:num w:numId="5" w16cid:durableId="72051061">
    <w:abstractNumId w:val="6"/>
  </w:num>
  <w:num w:numId="6" w16cid:durableId="1313481603">
    <w:abstractNumId w:val="3"/>
  </w:num>
  <w:num w:numId="7" w16cid:durableId="84419276">
    <w:abstractNumId w:val="9"/>
  </w:num>
  <w:num w:numId="8" w16cid:durableId="61525532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610561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627893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001"/>
    <w:rsid w:val="00000165"/>
    <w:rsid w:val="00000548"/>
    <w:rsid w:val="00000861"/>
    <w:rsid w:val="00000923"/>
    <w:rsid w:val="00000C60"/>
    <w:rsid w:val="00000CD1"/>
    <w:rsid w:val="00000D76"/>
    <w:rsid w:val="00000E06"/>
    <w:rsid w:val="000011E9"/>
    <w:rsid w:val="00001219"/>
    <w:rsid w:val="000017C1"/>
    <w:rsid w:val="00001A4D"/>
    <w:rsid w:val="00001D7D"/>
    <w:rsid w:val="000021B4"/>
    <w:rsid w:val="00002342"/>
    <w:rsid w:val="00002885"/>
    <w:rsid w:val="0000296D"/>
    <w:rsid w:val="00002AD1"/>
    <w:rsid w:val="00002DBE"/>
    <w:rsid w:val="00002FED"/>
    <w:rsid w:val="0000312F"/>
    <w:rsid w:val="0000321E"/>
    <w:rsid w:val="000033B8"/>
    <w:rsid w:val="000034C5"/>
    <w:rsid w:val="00003B47"/>
    <w:rsid w:val="00003DEE"/>
    <w:rsid w:val="00004074"/>
    <w:rsid w:val="0000471B"/>
    <w:rsid w:val="00004836"/>
    <w:rsid w:val="000048E7"/>
    <w:rsid w:val="00004DAD"/>
    <w:rsid w:val="000057BC"/>
    <w:rsid w:val="00005801"/>
    <w:rsid w:val="00005805"/>
    <w:rsid w:val="0000598B"/>
    <w:rsid w:val="00005ACB"/>
    <w:rsid w:val="00005C53"/>
    <w:rsid w:val="000065D6"/>
    <w:rsid w:val="00006D22"/>
    <w:rsid w:val="00006EFA"/>
    <w:rsid w:val="00007365"/>
    <w:rsid w:val="000073A2"/>
    <w:rsid w:val="000073B5"/>
    <w:rsid w:val="00007636"/>
    <w:rsid w:val="000076C1"/>
    <w:rsid w:val="0000770B"/>
    <w:rsid w:val="000078C2"/>
    <w:rsid w:val="000079BE"/>
    <w:rsid w:val="00007F50"/>
    <w:rsid w:val="00010055"/>
    <w:rsid w:val="000105C1"/>
    <w:rsid w:val="000107A4"/>
    <w:rsid w:val="00010EB4"/>
    <w:rsid w:val="00011341"/>
    <w:rsid w:val="00011502"/>
    <w:rsid w:val="00011638"/>
    <w:rsid w:val="00011B3F"/>
    <w:rsid w:val="00011B4D"/>
    <w:rsid w:val="00012655"/>
    <w:rsid w:val="0001266C"/>
    <w:rsid w:val="00012733"/>
    <w:rsid w:val="00012922"/>
    <w:rsid w:val="00013296"/>
    <w:rsid w:val="00013608"/>
    <w:rsid w:val="0001368B"/>
    <w:rsid w:val="000136A0"/>
    <w:rsid w:val="000138A2"/>
    <w:rsid w:val="00013ABF"/>
    <w:rsid w:val="00013E57"/>
    <w:rsid w:val="0001429C"/>
    <w:rsid w:val="000143EE"/>
    <w:rsid w:val="0001448A"/>
    <w:rsid w:val="000144B5"/>
    <w:rsid w:val="000145F2"/>
    <w:rsid w:val="000147D7"/>
    <w:rsid w:val="00014873"/>
    <w:rsid w:val="000148C2"/>
    <w:rsid w:val="00014906"/>
    <w:rsid w:val="00014C99"/>
    <w:rsid w:val="00015365"/>
    <w:rsid w:val="000155EF"/>
    <w:rsid w:val="00015790"/>
    <w:rsid w:val="000157E9"/>
    <w:rsid w:val="00015B88"/>
    <w:rsid w:val="00015F94"/>
    <w:rsid w:val="000162B6"/>
    <w:rsid w:val="00016D3F"/>
    <w:rsid w:val="000170B1"/>
    <w:rsid w:val="0001742B"/>
    <w:rsid w:val="000175F2"/>
    <w:rsid w:val="00017994"/>
    <w:rsid w:val="00017DFE"/>
    <w:rsid w:val="0002037A"/>
    <w:rsid w:val="0002041D"/>
    <w:rsid w:val="00020624"/>
    <w:rsid w:val="0002071F"/>
    <w:rsid w:val="000207FD"/>
    <w:rsid w:val="000209B0"/>
    <w:rsid w:val="00020A24"/>
    <w:rsid w:val="00020B51"/>
    <w:rsid w:val="00020BBB"/>
    <w:rsid w:val="00020C85"/>
    <w:rsid w:val="00020F08"/>
    <w:rsid w:val="000212A3"/>
    <w:rsid w:val="000216B4"/>
    <w:rsid w:val="000216FD"/>
    <w:rsid w:val="00021F6C"/>
    <w:rsid w:val="00021F71"/>
    <w:rsid w:val="0002244A"/>
    <w:rsid w:val="000229E6"/>
    <w:rsid w:val="00022B8B"/>
    <w:rsid w:val="00022CAB"/>
    <w:rsid w:val="00022D62"/>
    <w:rsid w:val="00022E0D"/>
    <w:rsid w:val="0002311F"/>
    <w:rsid w:val="00023253"/>
    <w:rsid w:val="00023372"/>
    <w:rsid w:val="000237EC"/>
    <w:rsid w:val="000239B1"/>
    <w:rsid w:val="00023A5B"/>
    <w:rsid w:val="000240CA"/>
    <w:rsid w:val="000241DE"/>
    <w:rsid w:val="000242F5"/>
    <w:rsid w:val="000243A7"/>
    <w:rsid w:val="000245D8"/>
    <w:rsid w:val="000248CE"/>
    <w:rsid w:val="000249EB"/>
    <w:rsid w:val="00024C74"/>
    <w:rsid w:val="000252A4"/>
    <w:rsid w:val="00025F82"/>
    <w:rsid w:val="00026002"/>
    <w:rsid w:val="00026327"/>
    <w:rsid w:val="00026453"/>
    <w:rsid w:val="000265C7"/>
    <w:rsid w:val="0002669E"/>
    <w:rsid w:val="000267FE"/>
    <w:rsid w:val="00026A21"/>
    <w:rsid w:val="00026BCA"/>
    <w:rsid w:val="00026C9B"/>
    <w:rsid w:val="00027713"/>
    <w:rsid w:val="00027BE0"/>
    <w:rsid w:val="00027D3A"/>
    <w:rsid w:val="00027FA1"/>
    <w:rsid w:val="0003013C"/>
    <w:rsid w:val="000304F9"/>
    <w:rsid w:val="0003062D"/>
    <w:rsid w:val="00030B4E"/>
    <w:rsid w:val="00030B84"/>
    <w:rsid w:val="00030C88"/>
    <w:rsid w:val="00031441"/>
    <w:rsid w:val="000316F9"/>
    <w:rsid w:val="000318A8"/>
    <w:rsid w:val="000321FD"/>
    <w:rsid w:val="000324E3"/>
    <w:rsid w:val="000325DD"/>
    <w:rsid w:val="0003274C"/>
    <w:rsid w:val="000327D2"/>
    <w:rsid w:val="000329FC"/>
    <w:rsid w:val="00032CA5"/>
    <w:rsid w:val="00032DF6"/>
    <w:rsid w:val="0003303F"/>
    <w:rsid w:val="000331CA"/>
    <w:rsid w:val="0003332B"/>
    <w:rsid w:val="00033652"/>
    <w:rsid w:val="00033902"/>
    <w:rsid w:val="00033FF2"/>
    <w:rsid w:val="0003416B"/>
    <w:rsid w:val="0003497B"/>
    <w:rsid w:val="000349F2"/>
    <w:rsid w:val="00034AF2"/>
    <w:rsid w:val="00034ECE"/>
    <w:rsid w:val="00035B85"/>
    <w:rsid w:val="0003637C"/>
    <w:rsid w:val="0003641B"/>
    <w:rsid w:val="000368A5"/>
    <w:rsid w:val="00036B25"/>
    <w:rsid w:val="0003704C"/>
    <w:rsid w:val="00037138"/>
    <w:rsid w:val="0003739B"/>
    <w:rsid w:val="0003772C"/>
    <w:rsid w:val="00037AB0"/>
    <w:rsid w:val="00037BE6"/>
    <w:rsid w:val="00037F97"/>
    <w:rsid w:val="000403FB"/>
    <w:rsid w:val="00040FE3"/>
    <w:rsid w:val="00041093"/>
    <w:rsid w:val="000413E4"/>
    <w:rsid w:val="0004149F"/>
    <w:rsid w:val="00041522"/>
    <w:rsid w:val="000417C8"/>
    <w:rsid w:val="00041D3E"/>
    <w:rsid w:val="00041F0D"/>
    <w:rsid w:val="00042181"/>
    <w:rsid w:val="000424BB"/>
    <w:rsid w:val="0004260A"/>
    <w:rsid w:val="0004263A"/>
    <w:rsid w:val="000427E2"/>
    <w:rsid w:val="00042803"/>
    <w:rsid w:val="00042B94"/>
    <w:rsid w:val="00042BEE"/>
    <w:rsid w:val="00042C5F"/>
    <w:rsid w:val="00042ED8"/>
    <w:rsid w:val="00042FFA"/>
    <w:rsid w:val="0004302A"/>
    <w:rsid w:val="0004304A"/>
    <w:rsid w:val="0004305E"/>
    <w:rsid w:val="000433B2"/>
    <w:rsid w:val="00043418"/>
    <w:rsid w:val="0004351B"/>
    <w:rsid w:val="000436DA"/>
    <w:rsid w:val="00043C71"/>
    <w:rsid w:val="00043D57"/>
    <w:rsid w:val="00043F74"/>
    <w:rsid w:val="0004405A"/>
    <w:rsid w:val="00044150"/>
    <w:rsid w:val="000441DD"/>
    <w:rsid w:val="00044279"/>
    <w:rsid w:val="00044750"/>
    <w:rsid w:val="0004476C"/>
    <w:rsid w:val="00044A5C"/>
    <w:rsid w:val="00044C14"/>
    <w:rsid w:val="00044D4D"/>
    <w:rsid w:val="00044DF0"/>
    <w:rsid w:val="00044E44"/>
    <w:rsid w:val="00045829"/>
    <w:rsid w:val="0004582E"/>
    <w:rsid w:val="00045879"/>
    <w:rsid w:val="00045B2C"/>
    <w:rsid w:val="00045BFA"/>
    <w:rsid w:val="00046026"/>
    <w:rsid w:val="00046044"/>
    <w:rsid w:val="000465C6"/>
    <w:rsid w:val="0004672A"/>
    <w:rsid w:val="0004708C"/>
    <w:rsid w:val="00047116"/>
    <w:rsid w:val="0004722F"/>
    <w:rsid w:val="00047267"/>
    <w:rsid w:val="000472EA"/>
    <w:rsid w:val="00047446"/>
    <w:rsid w:val="000474F8"/>
    <w:rsid w:val="000475F7"/>
    <w:rsid w:val="00047C0D"/>
    <w:rsid w:val="00047E37"/>
    <w:rsid w:val="0005037D"/>
    <w:rsid w:val="0005064E"/>
    <w:rsid w:val="00050C8F"/>
    <w:rsid w:val="00050CD7"/>
    <w:rsid w:val="00050D4E"/>
    <w:rsid w:val="00051274"/>
    <w:rsid w:val="00051307"/>
    <w:rsid w:val="0005176A"/>
    <w:rsid w:val="0005178E"/>
    <w:rsid w:val="00052019"/>
    <w:rsid w:val="00052038"/>
    <w:rsid w:val="0005209A"/>
    <w:rsid w:val="00052B1B"/>
    <w:rsid w:val="00052CB0"/>
    <w:rsid w:val="00052E6E"/>
    <w:rsid w:val="0005300C"/>
    <w:rsid w:val="00053036"/>
    <w:rsid w:val="0005306B"/>
    <w:rsid w:val="000539C5"/>
    <w:rsid w:val="00053D8A"/>
    <w:rsid w:val="00053EAC"/>
    <w:rsid w:val="000545E9"/>
    <w:rsid w:val="00054653"/>
    <w:rsid w:val="00054848"/>
    <w:rsid w:val="000548FE"/>
    <w:rsid w:val="000553CD"/>
    <w:rsid w:val="00055541"/>
    <w:rsid w:val="0005572E"/>
    <w:rsid w:val="000557D5"/>
    <w:rsid w:val="00055806"/>
    <w:rsid w:val="0005599D"/>
    <w:rsid w:val="00055B17"/>
    <w:rsid w:val="00055D22"/>
    <w:rsid w:val="00055D62"/>
    <w:rsid w:val="00055D8C"/>
    <w:rsid w:val="00055E11"/>
    <w:rsid w:val="00055F33"/>
    <w:rsid w:val="0005625C"/>
    <w:rsid w:val="00056273"/>
    <w:rsid w:val="0005635E"/>
    <w:rsid w:val="000563BD"/>
    <w:rsid w:val="00056530"/>
    <w:rsid w:val="00056748"/>
    <w:rsid w:val="0005687C"/>
    <w:rsid w:val="00056D91"/>
    <w:rsid w:val="00056EB2"/>
    <w:rsid w:val="000573A8"/>
    <w:rsid w:val="000575EF"/>
    <w:rsid w:val="00057847"/>
    <w:rsid w:val="00057880"/>
    <w:rsid w:val="00060146"/>
    <w:rsid w:val="000602C1"/>
    <w:rsid w:val="00060826"/>
    <w:rsid w:val="000609F1"/>
    <w:rsid w:val="00060F61"/>
    <w:rsid w:val="00061097"/>
    <w:rsid w:val="00061533"/>
    <w:rsid w:val="000615C5"/>
    <w:rsid w:val="0006187A"/>
    <w:rsid w:val="000619EA"/>
    <w:rsid w:val="00061D16"/>
    <w:rsid w:val="00062166"/>
    <w:rsid w:val="00062273"/>
    <w:rsid w:val="00062593"/>
    <w:rsid w:val="00062CA6"/>
    <w:rsid w:val="00062D04"/>
    <w:rsid w:val="00062F05"/>
    <w:rsid w:val="00062F15"/>
    <w:rsid w:val="000631F7"/>
    <w:rsid w:val="000636D2"/>
    <w:rsid w:val="000637C2"/>
    <w:rsid w:val="00063CC0"/>
    <w:rsid w:val="000642DB"/>
    <w:rsid w:val="0006437D"/>
    <w:rsid w:val="0006439B"/>
    <w:rsid w:val="000643EC"/>
    <w:rsid w:val="00064505"/>
    <w:rsid w:val="00064D8E"/>
    <w:rsid w:val="00064FC7"/>
    <w:rsid w:val="000651AD"/>
    <w:rsid w:val="00065392"/>
    <w:rsid w:val="00065529"/>
    <w:rsid w:val="0006580A"/>
    <w:rsid w:val="0006603F"/>
    <w:rsid w:val="0006687E"/>
    <w:rsid w:val="0006693C"/>
    <w:rsid w:val="00066BAA"/>
    <w:rsid w:val="00066D1B"/>
    <w:rsid w:val="000672B6"/>
    <w:rsid w:val="00067576"/>
    <w:rsid w:val="00067A1E"/>
    <w:rsid w:val="00067D80"/>
    <w:rsid w:val="00067DE3"/>
    <w:rsid w:val="00067E88"/>
    <w:rsid w:val="00070684"/>
    <w:rsid w:val="00070964"/>
    <w:rsid w:val="00070A3F"/>
    <w:rsid w:val="00070B0D"/>
    <w:rsid w:val="00070CA2"/>
    <w:rsid w:val="00070EBA"/>
    <w:rsid w:val="00071022"/>
    <w:rsid w:val="0007111B"/>
    <w:rsid w:val="00071254"/>
    <w:rsid w:val="000712F0"/>
    <w:rsid w:val="0007163A"/>
    <w:rsid w:val="00071770"/>
    <w:rsid w:val="0007190D"/>
    <w:rsid w:val="00071919"/>
    <w:rsid w:val="00071985"/>
    <w:rsid w:val="00071AD3"/>
    <w:rsid w:val="00071B24"/>
    <w:rsid w:val="00071BB0"/>
    <w:rsid w:val="00071F1D"/>
    <w:rsid w:val="000722E1"/>
    <w:rsid w:val="00072499"/>
    <w:rsid w:val="0007251D"/>
    <w:rsid w:val="000726D0"/>
    <w:rsid w:val="00072A61"/>
    <w:rsid w:val="00072B4B"/>
    <w:rsid w:val="00072C08"/>
    <w:rsid w:val="000734AE"/>
    <w:rsid w:val="0007374E"/>
    <w:rsid w:val="00073B1B"/>
    <w:rsid w:val="000742B6"/>
    <w:rsid w:val="000743FA"/>
    <w:rsid w:val="000746AA"/>
    <w:rsid w:val="000746C7"/>
    <w:rsid w:val="000747FC"/>
    <w:rsid w:val="00074A44"/>
    <w:rsid w:val="00074B2F"/>
    <w:rsid w:val="00074D1F"/>
    <w:rsid w:val="00074ED5"/>
    <w:rsid w:val="00074F97"/>
    <w:rsid w:val="0007536A"/>
    <w:rsid w:val="00075550"/>
    <w:rsid w:val="00075733"/>
    <w:rsid w:val="000757B6"/>
    <w:rsid w:val="00075AAD"/>
    <w:rsid w:val="00075B0E"/>
    <w:rsid w:val="00075BCC"/>
    <w:rsid w:val="00075BF9"/>
    <w:rsid w:val="00075DA4"/>
    <w:rsid w:val="00075E8D"/>
    <w:rsid w:val="00075EBE"/>
    <w:rsid w:val="00076614"/>
    <w:rsid w:val="000767A4"/>
    <w:rsid w:val="00076B98"/>
    <w:rsid w:val="00076D68"/>
    <w:rsid w:val="00076E16"/>
    <w:rsid w:val="00076E60"/>
    <w:rsid w:val="00076E96"/>
    <w:rsid w:val="00077215"/>
    <w:rsid w:val="00077C2B"/>
    <w:rsid w:val="0008027A"/>
    <w:rsid w:val="000809DA"/>
    <w:rsid w:val="00080AD9"/>
    <w:rsid w:val="00080C4B"/>
    <w:rsid w:val="00081589"/>
    <w:rsid w:val="000815B0"/>
    <w:rsid w:val="00081A53"/>
    <w:rsid w:val="000825FB"/>
    <w:rsid w:val="00082751"/>
    <w:rsid w:val="00082755"/>
    <w:rsid w:val="0008281D"/>
    <w:rsid w:val="00082844"/>
    <w:rsid w:val="0008289E"/>
    <w:rsid w:val="00082A96"/>
    <w:rsid w:val="00082A98"/>
    <w:rsid w:val="00082B2F"/>
    <w:rsid w:val="00082D12"/>
    <w:rsid w:val="000830AC"/>
    <w:rsid w:val="00083106"/>
    <w:rsid w:val="00083286"/>
    <w:rsid w:val="0008354C"/>
    <w:rsid w:val="000837A8"/>
    <w:rsid w:val="00083927"/>
    <w:rsid w:val="0008398C"/>
    <w:rsid w:val="00083A5D"/>
    <w:rsid w:val="00083F15"/>
    <w:rsid w:val="00083FEC"/>
    <w:rsid w:val="000843FE"/>
    <w:rsid w:val="000844CE"/>
    <w:rsid w:val="0008491A"/>
    <w:rsid w:val="00084B2C"/>
    <w:rsid w:val="00084DB3"/>
    <w:rsid w:val="00084E80"/>
    <w:rsid w:val="00084EF2"/>
    <w:rsid w:val="00085156"/>
    <w:rsid w:val="00085160"/>
    <w:rsid w:val="00085339"/>
    <w:rsid w:val="000858E2"/>
    <w:rsid w:val="0008596E"/>
    <w:rsid w:val="00085AAC"/>
    <w:rsid w:val="00085D56"/>
    <w:rsid w:val="000863A0"/>
    <w:rsid w:val="000865D3"/>
    <w:rsid w:val="000865DA"/>
    <w:rsid w:val="0008682F"/>
    <w:rsid w:val="00086B6F"/>
    <w:rsid w:val="00086D7B"/>
    <w:rsid w:val="0008713C"/>
    <w:rsid w:val="0008714A"/>
    <w:rsid w:val="000877F7"/>
    <w:rsid w:val="00087894"/>
    <w:rsid w:val="00087938"/>
    <w:rsid w:val="000879E4"/>
    <w:rsid w:val="000879F0"/>
    <w:rsid w:val="00087A5F"/>
    <w:rsid w:val="00087ABA"/>
    <w:rsid w:val="00087B4B"/>
    <w:rsid w:val="00087C33"/>
    <w:rsid w:val="00087C67"/>
    <w:rsid w:val="00087E85"/>
    <w:rsid w:val="00087FF0"/>
    <w:rsid w:val="000902C5"/>
    <w:rsid w:val="000903C4"/>
    <w:rsid w:val="00090608"/>
    <w:rsid w:val="00090624"/>
    <w:rsid w:val="00090761"/>
    <w:rsid w:val="00090BDC"/>
    <w:rsid w:val="00090BE0"/>
    <w:rsid w:val="00090EBA"/>
    <w:rsid w:val="00090F48"/>
    <w:rsid w:val="000910FC"/>
    <w:rsid w:val="00091139"/>
    <w:rsid w:val="0009115C"/>
    <w:rsid w:val="00091409"/>
    <w:rsid w:val="000918E0"/>
    <w:rsid w:val="00091EF6"/>
    <w:rsid w:val="00092684"/>
    <w:rsid w:val="00092725"/>
    <w:rsid w:val="00092884"/>
    <w:rsid w:val="00092909"/>
    <w:rsid w:val="00092922"/>
    <w:rsid w:val="00092993"/>
    <w:rsid w:val="00092B88"/>
    <w:rsid w:val="00092DC5"/>
    <w:rsid w:val="000937E0"/>
    <w:rsid w:val="0009381F"/>
    <w:rsid w:val="0009387A"/>
    <w:rsid w:val="00093A86"/>
    <w:rsid w:val="00093B94"/>
    <w:rsid w:val="00093BC4"/>
    <w:rsid w:val="00093FBA"/>
    <w:rsid w:val="00094185"/>
    <w:rsid w:val="000943BB"/>
    <w:rsid w:val="00094483"/>
    <w:rsid w:val="000946A4"/>
    <w:rsid w:val="000946BA"/>
    <w:rsid w:val="000946C9"/>
    <w:rsid w:val="000946E9"/>
    <w:rsid w:val="00094854"/>
    <w:rsid w:val="00094991"/>
    <w:rsid w:val="00094A96"/>
    <w:rsid w:val="00094AEE"/>
    <w:rsid w:val="00094CFA"/>
    <w:rsid w:val="00094FDF"/>
    <w:rsid w:val="000952B7"/>
    <w:rsid w:val="0009546C"/>
    <w:rsid w:val="000954AD"/>
    <w:rsid w:val="0009551E"/>
    <w:rsid w:val="00095789"/>
    <w:rsid w:val="00095793"/>
    <w:rsid w:val="00095AFB"/>
    <w:rsid w:val="00095B2E"/>
    <w:rsid w:val="00096847"/>
    <w:rsid w:val="00096A93"/>
    <w:rsid w:val="00096BA5"/>
    <w:rsid w:val="00096D54"/>
    <w:rsid w:val="00096E25"/>
    <w:rsid w:val="00097160"/>
    <w:rsid w:val="0009722D"/>
    <w:rsid w:val="00097457"/>
    <w:rsid w:val="0009764D"/>
    <w:rsid w:val="00097A8D"/>
    <w:rsid w:val="00097CCB"/>
    <w:rsid w:val="00097D9F"/>
    <w:rsid w:val="00097F99"/>
    <w:rsid w:val="000A05DE"/>
    <w:rsid w:val="000A0F47"/>
    <w:rsid w:val="000A1080"/>
    <w:rsid w:val="000A1467"/>
    <w:rsid w:val="000A1844"/>
    <w:rsid w:val="000A1914"/>
    <w:rsid w:val="000A1B16"/>
    <w:rsid w:val="000A1E09"/>
    <w:rsid w:val="000A1ED8"/>
    <w:rsid w:val="000A2033"/>
    <w:rsid w:val="000A2038"/>
    <w:rsid w:val="000A28AB"/>
    <w:rsid w:val="000A28DB"/>
    <w:rsid w:val="000A29B3"/>
    <w:rsid w:val="000A29E8"/>
    <w:rsid w:val="000A2ADE"/>
    <w:rsid w:val="000A2CA5"/>
    <w:rsid w:val="000A2F04"/>
    <w:rsid w:val="000A2FD8"/>
    <w:rsid w:val="000A310F"/>
    <w:rsid w:val="000A314C"/>
    <w:rsid w:val="000A3354"/>
    <w:rsid w:val="000A3DCC"/>
    <w:rsid w:val="000A41C2"/>
    <w:rsid w:val="000A467B"/>
    <w:rsid w:val="000A48C6"/>
    <w:rsid w:val="000A48D6"/>
    <w:rsid w:val="000A4BF4"/>
    <w:rsid w:val="000A4CE5"/>
    <w:rsid w:val="000A510F"/>
    <w:rsid w:val="000A5783"/>
    <w:rsid w:val="000A59A7"/>
    <w:rsid w:val="000A5C86"/>
    <w:rsid w:val="000A5CAD"/>
    <w:rsid w:val="000A5DC4"/>
    <w:rsid w:val="000A5E28"/>
    <w:rsid w:val="000A635B"/>
    <w:rsid w:val="000A6514"/>
    <w:rsid w:val="000A66D5"/>
    <w:rsid w:val="000A6C2D"/>
    <w:rsid w:val="000A6D9A"/>
    <w:rsid w:val="000A6F35"/>
    <w:rsid w:val="000A727E"/>
    <w:rsid w:val="000A7342"/>
    <w:rsid w:val="000A7517"/>
    <w:rsid w:val="000A7B52"/>
    <w:rsid w:val="000A7B59"/>
    <w:rsid w:val="000A7CCD"/>
    <w:rsid w:val="000A7D06"/>
    <w:rsid w:val="000A7E10"/>
    <w:rsid w:val="000A7EEE"/>
    <w:rsid w:val="000B0085"/>
    <w:rsid w:val="000B0127"/>
    <w:rsid w:val="000B0681"/>
    <w:rsid w:val="000B07DD"/>
    <w:rsid w:val="000B0B54"/>
    <w:rsid w:val="000B0ED8"/>
    <w:rsid w:val="000B0EE1"/>
    <w:rsid w:val="000B1689"/>
    <w:rsid w:val="000B1A00"/>
    <w:rsid w:val="000B1A6D"/>
    <w:rsid w:val="000B1CF8"/>
    <w:rsid w:val="000B2123"/>
    <w:rsid w:val="000B2338"/>
    <w:rsid w:val="000B2484"/>
    <w:rsid w:val="000B24E7"/>
    <w:rsid w:val="000B269B"/>
    <w:rsid w:val="000B2816"/>
    <w:rsid w:val="000B287F"/>
    <w:rsid w:val="000B28DF"/>
    <w:rsid w:val="000B2B90"/>
    <w:rsid w:val="000B3127"/>
    <w:rsid w:val="000B31E2"/>
    <w:rsid w:val="000B31EA"/>
    <w:rsid w:val="000B37DC"/>
    <w:rsid w:val="000B3C65"/>
    <w:rsid w:val="000B45C8"/>
    <w:rsid w:val="000B4917"/>
    <w:rsid w:val="000B49D8"/>
    <w:rsid w:val="000B4B7F"/>
    <w:rsid w:val="000B4B90"/>
    <w:rsid w:val="000B4F88"/>
    <w:rsid w:val="000B518C"/>
    <w:rsid w:val="000B54CF"/>
    <w:rsid w:val="000B5853"/>
    <w:rsid w:val="000B5CB6"/>
    <w:rsid w:val="000B6070"/>
    <w:rsid w:val="000B6083"/>
    <w:rsid w:val="000B634F"/>
    <w:rsid w:val="000B6388"/>
    <w:rsid w:val="000B6638"/>
    <w:rsid w:val="000B70C9"/>
    <w:rsid w:val="000B73B0"/>
    <w:rsid w:val="000B7509"/>
    <w:rsid w:val="000B7612"/>
    <w:rsid w:val="000B7627"/>
    <w:rsid w:val="000B77F4"/>
    <w:rsid w:val="000B7ACE"/>
    <w:rsid w:val="000B7F5D"/>
    <w:rsid w:val="000C0076"/>
    <w:rsid w:val="000C0955"/>
    <w:rsid w:val="000C0990"/>
    <w:rsid w:val="000C0AF1"/>
    <w:rsid w:val="000C0D71"/>
    <w:rsid w:val="000C0DC1"/>
    <w:rsid w:val="000C0E2D"/>
    <w:rsid w:val="000C0EDA"/>
    <w:rsid w:val="000C18E1"/>
    <w:rsid w:val="000C24DE"/>
    <w:rsid w:val="000C2530"/>
    <w:rsid w:val="000C25A1"/>
    <w:rsid w:val="000C261C"/>
    <w:rsid w:val="000C297F"/>
    <w:rsid w:val="000C2A00"/>
    <w:rsid w:val="000C2EB3"/>
    <w:rsid w:val="000C2F71"/>
    <w:rsid w:val="000C30CB"/>
    <w:rsid w:val="000C32DE"/>
    <w:rsid w:val="000C3308"/>
    <w:rsid w:val="000C4123"/>
    <w:rsid w:val="000C46F9"/>
    <w:rsid w:val="000C4976"/>
    <w:rsid w:val="000C4EF6"/>
    <w:rsid w:val="000C54DC"/>
    <w:rsid w:val="000C5751"/>
    <w:rsid w:val="000C5E7F"/>
    <w:rsid w:val="000C5F00"/>
    <w:rsid w:val="000C63C4"/>
    <w:rsid w:val="000C65FE"/>
    <w:rsid w:val="000C6813"/>
    <w:rsid w:val="000C7179"/>
    <w:rsid w:val="000C72C9"/>
    <w:rsid w:val="000C7436"/>
    <w:rsid w:val="000C7714"/>
    <w:rsid w:val="000C7818"/>
    <w:rsid w:val="000C79D7"/>
    <w:rsid w:val="000D01FF"/>
    <w:rsid w:val="000D021A"/>
    <w:rsid w:val="000D02BA"/>
    <w:rsid w:val="000D03CE"/>
    <w:rsid w:val="000D0559"/>
    <w:rsid w:val="000D0589"/>
    <w:rsid w:val="000D0DBF"/>
    <w:rsid w:val="000D1767"/>
    <w:rsid w:val="000D18E6"/>
    <w:rsid w:val="000D1E1A"/>
    <w:rsid w:val="000D204B"/>
    <w:rsid w:val="000D232D"/>
    <w:rsid w:val="000D2401"/>
    <w:rsid w:val="000D297E"/>
    <w:rsid w:val="000D2AE2"/>
    <w:rsid w:val="000D2C0F"/>
    <w:rsid w:val="000D327A"/>
    <w:rsid w:val="000D32A1"/>
    <w:rsid w:val="000D3585"/>
    <w:rsid w:val="000D3860"/>
    <w:rsid w:val="000D3CE8"/>
    <w:rsid w:val="000D4006"/>
    <w:rsid w:val="000D46D9"/>
    <w:rsid w:val="000D4A42"/>
    <w:rsid w:val="000D4A4D"/>
    <w:rsid w:val="000D4C64"/>
    <w:rsid w:val="000D4EFE"/>
    <w:rsid w:val="000D4F7B"/>
    <w:rsid w:val="000D5170"/>
    <w:rsid w:val="000D5D4F"/>
    <w:rsid w:val="000D6503"/>
    <w:rsid w:val="000D680E"/>
    <w:rsid w:val="000D6979"/>
    <w:rsid w:val="000D6ABE"/>
    <w:rsid w:val="000D6B9A"/>
    <w:rsid w:val="000D6C39"/>
    <w:rsid w:val="000D6DC1"/>
    <w:rsid w:val="000D7052"/>
    <w:rsid w:val="000D70BE"/>
    <w:rsid w:val="000D73E3"/>
    <w:rsid w:val="000D742C"/>
    <w:rsid w:val="000D7638"/>
    <w:rsid w:val="000D77CE"/>
    <w:rsid w:val="000D7A44"/>
    <w:rsid w:val="000D7BC8"/>
    <w:rsid w:val="000E02C9"/>
    <w:rsid w:val="000E049E"/>
    <w:rsid w:val="000E0846"/>
    <w:rsid w:val="000E0F78"/>
    <w:rsid w:val="000E127D"/>
    <w:rsid w:val="000E1950"/>
    <w:rsid w:val="000E1A6F"/>
    <w:rsid w:val="000E1AB9"/>
    <w:rsid w:val="000E1C5B"/>
    <w:rsid w:val="000E1F9E"/>
    <w:rsid w:val="000E26E9"/>
    <w:rsid w:val="000E289F"/>
    <w:rsid w:val="000E293D"/>
    <w:rsid w:val="000E2BE8"/>
    <w:rsid w:val="000E2C38"/>
    <w:rsid w:val="000E2F0D"/>
    <w:rsid w:val="000E30FC"/>
    <w:rsid w:val="000E3573"/>
    <w:rsid w:val="000E35E2"/>
    <w:rsid w:val="000E36FF"/>
    <w:rsid w:val="000E394F"/>
    <w:rsid w:val="000E3BE8"/>
    <w:rsid w:val="000E3D2D"/>
    <w:rsid w:val="000E434C"/>
    <w:rsid w:val="000E4C4F"/>
    <w:rsid w:val="000E4E91"/>
    <w:rsid w:val="000E512B"/>
    <w:rsid w:val="000E53DD"/>
    <w:rsid w:val="000E5556"/>
    <w:rsid w:val="000E5667"/>
    <w:rsid w:val="000E5CEB"/>
    <w:rsid w:val="000E5F8F"/>
    <w:rsid w:val="000E6033"/>
    <w:rsid w:val="000E6098"/>
    <w:rsid w:val="000E613D"/>
    <w:rsid w:val="000E6C66"/>
    <w:rsid w:val="000E6CFE"/>
    <w:rsid w:val="000E6D5D"/>
    <w:rsid w:val="000E6EF2"/>
    <w:rsid w:val="000E704C"/>
    <w:rsid w:val="000E7169"/>
    <w:rsid w:val="000E728E"/>
    <w:rsid w:val="000E73A3"/>
    <w:rsid w:val="000E7D8F"/>
    <w:rsid w:val="000F00D3"/>
    <w:rsid w:val="000F05BC"/>
    <w:rsid w:val="000F0745"/>
    <w:rsid w:val="000F0780"/>
    <w:rsid w:val="000F0B6D"/>
    <w:rsid w:val="000F0D5E"/>
    <w:rsid w:val="000F106D"/>
    <w:rsid w:val="000F13C8"/>
    <w:rsid w:val="000F1A33"/>
    <w:rsid w:val="000F1A62"/>
    <w:rsid w:val="000F1B78"/>
    <w:rsid w:val="000F1C6C"/>
    <w:rsid w:val="000F1CB0"/>
    <w:rsid w:val="000F1DA0"/>
    <w:rsid w:val="000F207F"/>
    <w:rsid w:val="000F2275"/>
    <w:rsid w:val="000F23B9"/>
    <w:rsid w:val="000F26D8"/>
    <w:rsid w:val="000F30A0"/>
    <w:rsid w:val="000F339C"/>
    <w:rsid w:val="000F386A"/>
    <w:rsid w:val="000F3A7E"/>
    <w:rsid w:val="000F40AF"/>
    <w:rsid w:val="000F42B3"/>
    <w:rsid w:val="000F478E"/>
    <w:rsid w:val="000F4858"/>
    <w:rsid w:val="000F4A8D"/>
    <w:rsid w:val="000F4AC2"/>
    <w:rsid w:val="000F4C12"/>
    <w:rsid w:val="000F4D06"/>
    <w:rsid w:val="000F4E24"/>
    <w:rsid w:val="000F51E9"/>
    <w:rsid w:val="000F568A"/>
    <w:rsid w:val="000F577F"/>
    <w:rsid w:val="000F5B36"/>
    <w:rsid w:val="000F6293"/>
    <w:rsid w:val="000F640A"/>
    <w:rsid w:val="000F651D"/>
    <w:rsid w:val="000F65F7"/>
    <w:rsid w:val="000F69BE"/>
    <w:rsid w:val="000F6DC0"/>
    <w:rsid w:val="000F7554"/>
    <w:rsid w:val="000F7759"/>
    <w:rsid w:val="000F7BB0"/>
    <w:rsid w:val="00100090"/>
    <w:rsid w:val="001008DD"/>
    <w:rsid w:val="0010095B"/>
    <w:rsid w:val="00100CD7"/>
    <w:rsid w:val="00101A46"/>
    <w:rsid w:val="00101B71"/>
    <w:rsid w:val="00101BF5"/>
    <w:rsid w:val="00101F45"/>
    <w:rsid w:val="001021F6"/>
    <w:rsid w:val="00102505"/>
    <w:rsid w:val="0010286A"/>
    <w:rsid w:val="00102C76"/>
    <w:rsid w:val="00103278"/>
    <w:rsid w:val="0010353C"/>
    <w:rsid w:val="00103B48"/>
    <w:rsid w:val="00103D53"/>
    <w:rsid w:val="00103D77"/>
    <w:rsid w:val="00103E59"/>
    <w:rsid w:val="00103EC8"/>
    <w:rsid w:val="00104960"/>
    <w:rsid w:val="001049D2"/>
    <w:rsid w:val="00104D5D"/>
    <w:rsid w:val="00104E18"/>
    <w:rsid w:val="00104E9B"/>
    <w:rsid w:val="00104F54"/>
    <w:rsid w:val="00105001"/>
    <w:rsid w:val="00105614"/>
    <w:rsid w:val="001058A9"/>
    <w:rsid w:val="00105A9F"/>
    <w:rsid w:val="001063EB"/>
    <w:rsid w:val="001063F9"/>
    <w:rsid w:val="00106821"/>
    <w:rsid w:val="001069DE"/>
    <w:rsid w:val="00106A2B"/>
    <w:rsid w:val="00106BDF"/>
    <w:rsid w:val="00106BF7"/>
    <w:rsid w:val="0010721B"/>
    <w:rsid w:val="001076CD"/>
    <w:rsid w:val="00107CE6"/>
    <w:rsid w:val="00110210"/>
    <w:rsid w:val="0011077C"/>
    <w:rsid w:val="00110859"/>
    <w:rsid w:val="0011092B"/>
    <w:rsid w:val="00110AC5"/>
    <w:rsid w:val="00110BA5"/>
    <w:rsid w:val="00110C11"/>
    <w:rsid w:val="00111030"/>
    <w:rsid w:val="00111323"/>
    <w:rsid w:val="001115CB"/>
    <w:rsid w:val="0011165F"/>
    <w:rsid w:val="00111760"/>
    <w:rsid w:val="001117DC"/>
    <w:rsid w:val="00111B06"/>
    <w:rsid w:val="00111BB0"/>
    <w:rsid w:val="00111CDD"/>
    <w:rsid w:val="00111E0F"/>
    <w:rsid w:val="00111FB1"/>
    <w:rsid w:val="00112288"/>
    <w:rsid w:val="00112619"/>
    <w:rsid w:val="001129E4"/>
    <w:rsid w:val="00112BC1"/>
    <w:rsid w:val="0011324C"/>
    <w:rsid w:val="0011338B"/>
    <w:rsid w:val="001135ED"/>
    <w:rsid w:val="0011372A"/>
    <w:rsid w:val="00113B83"/>
    <w:rsid w:val="00114099"/>
    <w:rsid w:val="0011417F"/>
    <w:rsid w:val="0011485E"/>
    <w:rsid w:val="00114954"/>
    <w:rsid w:val="00114C40"/>
    <w:rsid w:val="001152EA"/>
    <w:rsid w:val="00115539"/>
    <w:rsid w:val="00115656"/>
    <w:rsid w:val="00115833"/>
    <w:rsid w:val="00115872"/>
    <w:rsid w:val="00115A3C"/>
    <w:rsid w:val="00115DB2"/>
    <w:rsid w:val="00116202"/>
    <w:rsid w:val="001163D9"/>
    <w:rsid w:val="001164FE"/>
    <w:rsid w:val="0011685B"/>
    <w:rsid w:val="00116CAC"/>
    <w:rsid w:val="00116F1E"/>
    <w:rsid w:val="001170AA"/>
    <w:rsid w:val="001173FE"/>
    <w:rsid w:val="00117458"/>
    <w:rsid w:val="00117D51"/>
    <w:rsid w:val="0012016F"/>
    <w:rsid w:val="0012024D"/>
    <w:rsid w:val="00120258"/>
    <w:rsid w:val="00120927"/>
    <w:rsid w:val="00120C03"/>
    <w:rsid w:val="00120D65"/>
    <w:rsid w:val="00120EB9"/>
    <w:rsid w:val="0012114F"/>
    <w:rsid w:val="001214C8"/>
    <w:rsid w:val="001218DB"/>
    <w:rsid w:val="00121C20"/>
    <w:rsid w:val="00121C93"/>
    <w:rsid w:val="00121CF3"/>
    <w:rsid w:val="0012204E"/>
    <w:rsid w:val="001221CA"/>
    <w:rsid w:val="001223E7"/>
    <w:rsid w:val="001227B6"/>
    <w:rsid w:val="001227DB"/>
    <w:rsid w:val="001228CE"/>
    <w:rsid w:val="00122BC7"/>
    <w:rsid w:val="00122BE0"/>
    <w:rsid w:val="00122C22"/>
    <w:rsid w:val="00122F6F"/>
    <w:rsid w:val="00123102"/>
    <w:rsid w:val="001233A4"/>
    <w:rsid w:val="00123501"/>
    <w:rsid w:val="00123558"/>
    <w:rsid w:val="0012377A"/>
    <w:rsid w:val="001237CE"/>
    <w:rsid w:val="0012392B"/>
    <w:rsid w:val="001239EC"/>
    <w:rsid w:val="00123A04"/>
    <w:rsid w:val="00123AF3"/>
    <w:rsid w:val="00123D25"/>
    <w:rsid w:val="00123DF2"/>
    <w:rsid w:val="00124504"/>
    <w:rsid w:val="00124BFF"/>
    <w:rsid w:val="00125098"/>
    <w:rsid w:val="00125196"/>
    <w:rsid w:val="00125241"/>
    <w:rsid w:val="001255FA"/>
    <w:rsid w:val="00125A38"/>
    <w:rsid w:val="00125BC3"/>
    <w:rsid w:val="00126295"/>
    <w:rsid w:val="0012659B"/>
    <w:rsid w:val="0012663F"/>
    <w:rsid w:val="0012674E"/>
    <w:rsid w:val="00126780"/>
    <w:rsid w:val="00126866"/>
    <w:rsid w:val="00126D67"/>
    <w:rsid w:val="00126F66"/>
    <w:rsid w:val="00126F7F"/>
    <w:rsid w:val="001273F8"/>
    <w:rsid w:val="0012758E"/>
    <w:rsid w:val="00127A12"/>
    <w:rsid w:val="00127D07"/>
    <w:rsid w:val="00127DC9"/>
    <w:rsid w:val="00127DF3"/>
    <w:rsid w:val="00127E8A"/>
    <w:rsid w:val="00127F6C"/>
    <w:rsid w:val="00127FA2"/>
    <w:rsid w:val="001301A0"/>
    <w:rsid w:val="00130341"/>
    <w:rsid w:val="00130405"/>
    <w:rsid w:val="001304CD"/>
    <w:rsid w:val="0013068E"/>
    <w:rsid w:val="00130BEA"/>
    <w:rsid w:val="00130C12"/>
    <w:rsid w:val="00130FD6"/>
    <w:rsid w:val="00131123"/>
    <w:rsid w:val="001311E0"/>
    <w:rsid w:val="00131306"/>
    <w:rsid w:val="00131346"/>
    <w:rsid w:val="00131437"/>
    <w:rsid w:val="001314D8"/>
    <w:rsid w:val="00131DCD"/>
    <w:rsid w:val="0013226C"/>
    <w:rsid w:val="001322BD"/>
    <w:rsid w:val="00132671"/>
    <w:rsid w:val="001326B9"/>
    <w:rsid w:val="001326F3"/>
    <w:rsid w:val="0013286C"/>
    <w:rsid w:val="00132F50"/>
    <w:rsid w:val="00133010"/>
    <w:rsid w:val="0013307E"/>
    <w:rsid w:val="00133166"/>
    <w:rsid w:val="001338B4"/>
    <w:rsid w:val="00133F7C"/>
    <w:rsid w:val="00134289"/>
    <w:rsid w:val="001342A0"/>
    <w:rsid w:val="00134414"/>
    <w:rsid w:val="00134502"/>
    <w:rsid w:val="001348CB"/>
    <w:rsid w:val="00135191"/>
    <w:rsid w:val="001352C5"/>
    <w:rsid w:val="0013532C"/>
    <w:rsid w:val="00135566"/>
    <w:rsid w:val="001355C9"/>
    <w:rsid w:val="001359A9"/>
    <w:rsid w:val="00135D94"/>
    <w:rsid w:val="00135EB8"/>
    <w:rsid w:val="0013657B"/>
    <w:rsid w:val="0013657E"/>
    <w:rsid w:val="001368B2"/>
    <w:rsid w:val="00136B75"/>
    <w:rsid w:val="00136D55"/>
    <w:rsid w:val="00136D59"/>
    <w:rsid w:val="00136F6E"/>
    <w:rsid w:val="00136FC2"/>
    <w:rsid w:val="0013700F"/>
    <w:rsid w:val="001374E7"/>
    <w:rsid w:val="00137573"/>
    <w:rsid w:val="001376AF"/>
    <w:rsid w:val="00137763"/>
    <w:rsid w:val="001378B1"/>
    <w:rsid w:val="00137BBC"/>
    <w:rsid w:val="00137BF9"/>
    <w:rsid w:val="00140157"/>
    <w:rsid w:val="00140205"/>
    <w:rsid w:val="00140292"/>
    <w:rsid w:val="001409E6"/>
    <w:rsid w:val="00140FED"/>
    <w:rsid w:val="00141737"/>
    <w:rsid w:val="00141823"/>
    <w:rsid w:val="00141AC2"/>
    <w:rsid w:val="00141C0B"/>
    <w:rsid w:val="00141C26"/>
    <w:rsid w:val="00141D23"/>
    <w:rsid w:val="00141D3D"/>
    <w:rsid w:val="00141ECA"/>
    <w:rsid w:val="00142307"/>
    <w:rsid w:val="00142597"/>
    <w:rsid w:val="00142608"/>
    <w:rsid w:val="00142641"/>
    <w:rsid w:val="00142A61"/>
    <w:rsid w:val="00142D21"/>
    <w:rsid w:val="00142E15"/>
    <w:rsid w:val="00142FC6"/>
    <w:rsid w:val="0014335B"/>
    <w:rsid w:val="001434F6"/>
    <w:rsid w:val="00143514"/>
    <w:rsid w:val="00143699"/>
    <w:rsid w:val="001436A6"/>
    <w:rsid w:val="00143CAA"/>
    <w:rsid w:val="00143CCB"/>
    <w:rsid w:val="00143F19"/>
    <w:rsid w:val="00143F40"/>
    <w:rsid w:val="0014442E"/>
    <w:rsid w:val="001446BF"/>
    <w:rsid w:val="0014474B"/>
    <w:rsid w:val="00144A5F"/>
    <w:rsid w:val="00144CFB"/>
    <w:rsid w:val="00144FF1"/>
    <w:rsid w:val="00145014"/>
    <w:rsid w:val="001452B6"/>
    <w:rsid w:val="0014532A"/>
    <w:rsid w:val="00145355"/>
    <w:rsid w:val="00145674"/>
    <w:rsid w:val="00145ECA"/>
    <w:rsid w:val="00146587"/>
    <w:rsid w:val="0014673E"/>
    <w:rsid w:val="00146ABD"/>
    <w:rsid w:val="001472FB"/>
    <w:rsid w:val="001474B0"/>
    <w:rsid w:val="00147879"/>
    <w:rsid w:val="00147A3C"/>
    <w:rsid w:val="001504BB"/>
    <w:rsid w:val="00150546"/>
    <w:rsid w:val="001505B4"/>
    <w:rsid w:val="00150A70"/>
    <w:rsid w:val="00150B52"/>
    <w:rsid w:val="00150DAA"/>
    <w:rsid w:val="00150FA3"/>
    <w:rsid w:val="0015121A"/>
    <w:rsid w:val="00151365"/>
    <w:rsid w:val="0015149E"/>
    <w:rsid w:val="00151589"/>
    <w:rsid w:val="0015158D"/>
    <w:rsid w:val="0015177F"/>
    <w:rsid w:val="00151803"/>
    <w:rsid w:val="00151975"/>
    <w:rsid w:val="00151A16"/>
    <w:rsid w:val="00151CB7"/>
    <w:rsid w:val="0015203C"/>
    <w:rsid w:val="001522EB"/>
    <w:rsid w:val="00152494"/>
    <w:rsid w:val="00152637"/>
    <w:rsid w:val="00152B30"/>
    <w:rsid w:val="00152DBE"/>
    <w:rsid w:val="00152ED8"/>
    <w:rsid w:val="001530D5"/>
    <w:rsid w:val="00153648"/>
    <w:rsid w:val="00153961"/>
    <w:rsid w:val="00153CDC"/>
    <w:rsid w:val="00153EB4"/>
    <w:rsid w:val="00153FFC"/>
    <w:rsid w:val="00154065"/>
    <w:rsid w:val="001542A6"/>
    <w:rsid w:val="00154400"/>
    <w:rsid w:val="00154473"/>
    <w:rsid w:val="001547B3"/>
    <w:rsid w:val="00154AAC"/>
    <w:rsid w:val="0015554F"/>
    <w:rsid w:val="001556E8"/>
    <w:rsid w:val="00155853"/>
    <w:rsid w:val="00155C03"/>
    <w:rsid w:val="001562E9"/>
    <w:rsid w:val="001565BA"/>
    <w:rsid w:val="0015677A"/>
    <w:rsid w:val="00156990"/>
    <w:rsid w:val="00156A40"/>
    <w:rsid w:val="00156F87"/>
    <w:rsid w:val="00157005"/>
    <w:rsid w:val="0015727D"/>
    <w:rsid w:val="001572EA"/>
    <w:rsid w:val="00157511"/>
    <w:rsid w:val="001575CD"/>
    <w:rsid w:val="0015776A"/>
    <w:rsid w:val="00157802"/>
    <w:rsid w:val="0015788B"/>
    <w:rsid w:val="00157982"/>
    <w:rsid w:val="00157B68"/>
    <w:rsid w:val="00157F2C"/>
    <w:rsid w:val="001605BD"/>
    <w:rsid w:val="00160A01"/>
    <w:rsid w:val="001612F1"/>
    <w:rsid w:val="00161367"/>
    <w:rsid w:val="00161458"/>
    <w:rsid w:val="00161505"/>
    <w:rsid w:val="001615EB"/>
    <w:rsid w:val="001615ED"/>
    <w:rsid w:val="001616E3"/>
    <w:rsid w:val="00161A7D"/>
    <w:rsid w:val="00161BA6"/>
    <w:rsid w:val="00161D59"/>
    <w:rsid w:val="0016220E"/>
    <w:rsid w:val="00162BCD"/>
    <w:rsid w:val="00163223"/>
    <w:rsid w:val="0016351A"/>
    <w:rsid w:val="00163522"/>
    <w:rsid w:val="00163868"/>
    <w:rsid w:val="00163875"/>
    <w:rsid w:val="001638CC"/>
    <w:rsid w:val="00163E2D"/>
    <w:rsid w:val="00163F39"/>
    <w:rsid w:val="00164428"/>
    <w:rsid w:val="001645BB"/>
    <w:rsid w:val="00164C1A"/>
    <w:rsid w:val="00164E8C"/>
    <w:rsid w:val="00164EA1"/>
    <w:rsid w:val="001650F7"/>
    <w:rsid w:val="00165397"/>
    <w:rsid w:val="001655E2"/>
    <w:rsid w:val="00165A5A"/>
    <w:rsid w:val="00166405"/>
    <w:rsid w:val="001665BA"/>
    <w:rsid w:val="001665F6"/>
    <w:rsid w:val="001668BF"/>
    <w:rsid w:val="001668DC"/>
    <w:rsid w:val="00166ADE"/>
    <w:rsid w:val="001670B6"/>
    <w:rsid w:val="001670C0"/>
    <w:rsid w:val="001675BD"/>
    <w:rsid w:val="001676FF"/>
    <w:rsid w:val="00167931"/>
    <w:rsid w:val="0016794F"/>
    <w:rsid w:val="00167A0C"/>
    <w:rsid w:val="00167A86"/>
    <w:rsid w:val="00167B46"/>
    <w:rsid w:val="00167B4E"/>
    <w:rsid w:val="00167DA2"/>
    <w:rsid w:val="001706CD"/>
    <w:rsid w:val="00170781"/>
    <w:rsid w:val="001707C3"/>
    <w:rsid w:val="001711ED"/>
    <w:rsid w:val="0017144E"/>
    <w:rsid w:val="00171706"/>
    <w:rsid w:val="0017187D"/>
    <w:rsid w:val="00171B29"/>
    <w:rsid w:val="00171B68"/>
    <w:rsid w:val="00171B99"/>
    <w:rsid w:val="00171D46"/>
    <w:rsid w:val="00171F71"/>
    <w:rsid w:val="001722B5"/>
    <w:rsid w:val="00172A99"/>
    <w:rsid w:val="00172D28"/>
    <w:rsid w:val="00172E21"/>
    <w:rsid w:val="00172FB8"/>
    <w:rsid w:val="001732D7"/>
    <w:rsid w:val="0017398D"/>
    <w:rsid w:val="001739EE"/>
    <w:rsid w:val="00173C16"/>
    <w:rsid w:val="0017415C"/>
    <w:rsid w:val="00174261"/>
    <w:rsid w:val="00174457"/>
    <w:rsid w:val="00174A21"/>
    <w:rsid w:val="00174A43"/>
    <w:rsid w:val="00174ACD"/>
    <w:rsid w:val="00174C20"/>
    <w:rsid w:val="0017525D"/>
    <w:rsid w:val="0017544C"/>
    <w:rsid w:val="0017584B"/>
    <w:rsid w:val="00175CE4"/>
    <w:rsid w:val="00175D7C"/>
    <w:rsid w:val="00175E07"/>
    <w:rsid w:val="00175EF2"/>
    <w:rsid w:val="00176074"/>
    <w:rsid w:val="00176168"/>
    <w:rsid w:val="00176191"/>
    <w:rsid w:val="00176288"/>
    <w:rsid w:val="00176803"/>
    <w:rsid w:val="001768BD"/>
    <w:rsid w:val="00176E13"/>
    <w:rsid w:val="00176EEB"/>
    <w:rsid w:val="00176FC2"/>
    <w:rsid w:val="001771CB"/>
    <w:rsid w:val="001777F9"/>
    <w:rsid w:val="001778BA"/>
    <w:rsid w:val="001779C5"/>
    <w:rsid w:val="00177DB9"/>
    <w:rsid w:val="001801B9"/>
    <w:rsid w:val="00180274"/>
    <w:rsid w:val="00180981"/>
    <w:rsid w:val="00180A5F"/>
    <w:rsid w:val="00180E2B"/>
    <w:rsid w:val="00180ED4"/>
    <w:rsid w:val="00180F2F"/>
    <w:rsid w:val="00181018"/>
    <w:rsid w:val="00181023"/>
    <w:rsid w:val="00181093"/>
    <w:rsid w:val="0018124E"/>
    <w:rsid w:val="00181457"/>
    <w:rsid w:val="00181781"/>
    <w:rsid w:val="001817CD"/>
    <w:rsid w:val="00181A6B"/>
    <w:rsid w:val="00181A91"/>
    <w:rsid w:val="00182238"/>
    <w:rsid w:val="0018240D"/>
    <w:rsid w:val="001829D6"/>
    <w:rsid w:val="00182A49"/>
    <w:rsid w:val="0018335E"/>
    <w:rsid w:val="001835EB"/>
    <w:rsid w:val="00183955"/>
    <w:rsid w:val="00183B3B"/>
    <w:rsid w:val="00183DB0"/>
    <w:rsid w:val="001846DE"/>
    <w:rsid w:val="00184B2B"/>
    <w:rsid w:val="00184B64"/>
    <w:rsid w:val="00184B6C"/>
    <w:rsid w:val="00184C1A"/>
    <w:rsid w:val="00184E34"/>
    <w:rsid w:val="001850A8"/>
    <w:rsid w:val="00185245"/>
    <w:rsid w:val="00185379"/>
    <w:rsid w:val="001856C0"/>
    <w:rsid w:val="00185E2D"/>
    <w:rsid w:val="00185EE7"/>
    <w:rsid w:val="00186175"/>
    <w:rsid w:val="001861BB"/>
    <w:rsid w:val="001863CA"/>
    <w:rsid w:val="001866E7"/>
    <w:rsid w:val="00186A79"/>
    <w:rsid w:val="00186DBE"/>
    <w:rsid w:val="00187062"/>
    <w:rsid w:val="001871A3"/>
    <w:rsid w:val="00187323"/>
    <w:rsid w:val="001873B6"/>
    <w:rsid w:val="001875AA"/>
    <w:rsid w:val="00187BA6"/>
    <w:rsid w:val="00187DC8"/>
    <w:rsid w:val="00187E0C"/>
    <w:rsid w:val="00187F61"/>
    <w:rsid w:val="001904B0"/>
    <w:rsid w:val="00190602"/>
    <w:rsid w:val="00190AB1"/>
    <w:rsid w:val="00190D6D"/>
    <w:rsid w:val="00190E6B"/>
    <w:rsid w:val="00191233"/>
    <w:rsid w:val="0019135C"/>
    <w:rsid w:val="00191442"/>
    <w:rsid w:val="00191AE3"/>
    <w:rsid w:val="00191DAF"/>
    <w:rsid w:val="00191E1B"/>
    <w:rsid w:val="00191E4B"/>
    <w:rsid w:val="00191E70"/>
    <w:rsid w:val="0019234F"/>
    <w:rsid w:val="00192672"/>
    <w:rsid w:val="001929C3"/>
    <w:rsid w:val="00192D56"/>
    <w:rsid w:val="00192FF6"/>
    <w:rsid w:val="00193092"/>
    <w:rsid w:val="001933A2"/>
    <w:rsid w:val="001935E4"/>
    <w:rsid w:val="001942FA"/>
    <w:rsid w:val="00194520"/>
    <w:rsid w:val="0019453F"/>
    <w:rsid w:val="0019461E"/>
    <w:rsid w:val="00194852"/>
    <w:rsid w:val="001949C9"/>
    <w:rsid w:val="001953C3"/>
    <w:rsid w:val="001955AA"/>
    <w:rsid w:val="00195629"/>
    <w:rsid w:val="00195B3E"/>
    <w:rsid w:val="00195D07"/>
    <w:rsid w:val="00195D37"/>
    <w:rsid w:val="00195DC1"/>
    <w:rsid w:val="001963CA"/>
    <w:rsid w:val="001965BD"/>
    <w:rsid w:val="001966B9"/>
    <w:rsid w:val="00196ABC"/>
    <w:rsid w:val="00196B63"/>
    <w:rsid w:val="00196B79"/>
    <w:rsid w:val="00196BAC"/>
    <w:rsid w:val="00196C18"/>
    <w:rsid w:val="00196EC4"/>
    <w:rsid w:val="001974B5"/>
    <w:rsid w:val="0019754B"/>
    <w:rsid w:val="001976E3"/>
    <w:rsid w:val="00197746"/>
    <w:rsid w:val="00197822"/>
    <w:rsid w:val="0019787F"/>
    <w:rsid w:val="00197BBF"/>
    <w:rsid w:val="00197C55"/>
    <w:rsid w:val="00197C7D"/>
    <w:rsid w:val="001A0154"/>
    <w:rsid w:val="001A0292"/>
    <w:rsid w:val="001A0487"/>
    <w:rsid w:val="001A0597"/>
    <w:rsid w:val="001A063D"/>
    <w:rsid w:val="001A0961"/>
    <w:rsid w:val="001A0976"/>
    <w:rsid w:val="001A0B8E"/>
    <w:rsid w:val="001A0D52"/>
    <w:rsid w:val="001A1117"/>
    <w:rsid w:val="001A1556"/>
    <w:rsid w:val="001A2087"/>
    <w:rsid w:val="001A2312"/>
    <w:rsid w:val="001A2456"/>
    <w:rsid w:val="001A252A"/>
    <w:rsid w:val="001A25F7"/>
    <w:rsid w:val="001A2A29"/>
    <w:rsid w:val="001A2DDF"/>
    <w:rsid w:val="001A371B"/>
    <w:rsid w:val="001A3787"/>
    <w:rsid w:val="001A3BF2"/>
    <w:rsid w:val="001A3CB2"/>
    <w:rsid w:val="001A3CF7"/>
    <w:rsid w:val="001A3DF6"/>
    <w:rsid w:val="001A4043"/>
    <w:rsid w:val="001A41F2"/>
    <w:rsid w:val="001A4507"/>
    <w:rsid w:val="001A49CE"/>
    <w:rsid w:val="001A4CB2"/>
    <w:rsid w:val="001A4DFB"/>
    <w:rsid w:val="001A5172"/>
    <w:rsid w:val="001A54B0"/>
    <w:rsid w:val="001A567D"/>
    <w:rsid w:val="001A5786"/>
    <w:rsid w:val="001A579C"/>
    <w:rsid w:val="001A5880"/>
    <w:rsid w:val="001A5AE6"/>
    <w:rsid w:val="001A5CE3"/>
    <w:rsid w:val="001A5D56"/>
    <w:rsid w:val="001A5D92"/>
    <w:rsid w:val="001A6124"/>
    <w:rsid w:val="001A61D6"/>
    <w:rsid w:val="001A63CF"/>
    <w:rsid w:val="001A65D0"/>
    <w:rsid w:val="001A6766"/>
    <w:rsid w:val="001A6861"/>
    <w:rsid w:val="001A68F1"/>
    <w:rsid w:val="001A6AD0"/>
    <w:rsid w:val="001A718E"/>
    <w:rsid w:val="001A78B3"/>
    <w:rsid w:val="001A7AA8"/>
    <w:rsid w:val="001A7CD4"/>
    <w:rsid w:val="001A7DA9"/>
    <w:rsid w:val="001A7EEC"/>
    <w:rsid w:val="001B02A8"/>
    <w:rsid w:val="001B02FD"/>
    <w:rsid w:val="001B0308"/>
    <w:rsid w:val="001B037C"/>
    <w:rsid w:val="001B0490"/>
    <w:rsid w:val="001B059A"/>
    <w:rsid w:val="001B06CB"/>
    <w:rsid w:val="001B0849"/>
    <w:rsid w:val="001B0AC1"/>
    <w:rsid w:val="001B0BFB"/>
    <w:rsid w:val="001B0E56"/>
    <w:rsid w:val="001B141F"/>
    <w:rsid w:val="001B184C"/>
    <w:rsid w:val="001B1AC5"/>
    <w:rsid w:val="001B1FA1"/>
    <w:rsid w:val="001B2264"/>
    <w:rsid w:val="001B2316"/>
    <w:rsid w:val="001B27C7"/>
    <w:rsid w:val="001B28FF"/>
    <w:rsid w:val="001B2B4D"/>
    <w:rsid w:val="001B3390"/>
    <w:rsid w:val="001B34A3"/>
    <w:rsid w:val="001B3756"/>
    <w:rsid w:val="001B37B8"/>
    <w:rsid w:val="001B39CF"/>
    <w:rsid w:val="001B3A18"/>
    <w:rsid w:val="001B3C8A"/>
    <w:rsid w:val="001B3DB7"/>
    <w:rsid w:val="001B3F2F"/>
    <w:rsid w:val="001B40EA"/>
    <w:rsid w:val="001B4721"/>
    <w:rsid w:val="001B4C34"/>
    <w:rsid w:val="001B4FB3"/>
    <w:rsid w:val="001B4FC7"/>
    <w:rsid w:val="001B5005"/>
    <w:rsid w:val="001B502E"/>
    <w:rsid w:val="001B51E8"/>
    <w:rsid w:val="001B56B6"/>
    <w:rsid w:val="001B57B9"/>
    <w:rsid w:val="001B58DC"/>
    <w:rsid w:val="001B60BA"/>
    <w:rsid w:val="001B621F"/>
    <w:rsid w:val="001B625C"/>
    <w:rsid w:val="001B63CC"/>
    <w:rsid w:val="001B654D"/>
    <w:rsid w:val="001B6A32"/>
    <w:rsid w:val="001B6D99"/>
    <w:rsid w:val="001B7173"/>
    <w:rsid w:val="001B7178"/>
    <w:rsid w:val="001B7355"/>
    <w:rsid w:val="001B74ED"/>
    <w:rsid w:val="001B7528"/>
    <w:rsid w:val="001B777B"/>
    <w:rsid w:val="001B7C01"/>
    <w:rsid w:val="001C0194"/>
    <w:rsid w:val="001C0234"/>
    <w:rsid w:val="001C08AC"/>
    <w:rsid w:val="001C09CB"/>
    <w:rsid w:val="001C09EE"/>
    <w:rsid w:val="001C0A21"/>
    <w:rsid w:val="001C0DA8"/>
    <w:rsid w:val="001C0E77"/>
    <w:rsid w:val="001C0EF4"/>
    <w:rsid w:val="001C0F66"/>
    <w:rsid w:val="001C0F94"/>
    <w:rsid w:val="001C10D9"/>
    <w:rsid w:val="001C1202"/>
    <w:rsid w:val="001C13FC"/>
    <w:rsid w:val="001C169E"/>
    <w:rsid w:val="001C16BC"/>
    <w:rsid w:val="001C1941"/>
    <w:rsid w:val="001C1965"/>
    <w:rsid w:val="001C1C0B"/>
    <w:rsid w:val="001C1CAF"/>
    <w:rsid w:val="001C254B"/>
    <w:rsid w:val="001C2A00"/>
    <w:rsid w:val="001C2AB1"/>
    <w:rsid w:val="001C2EC7"/>
    <w:rsid w:val="001C326E"/>
    <w:rsid w:val="001C3706"/>
    <w:rsid w:val="001C3925"/>
    <w:rsid w:val="001C3BA0"/>
    <w:rsid w:val="001C3D4C"/>
    <w:rsid w:val="001C3DA2"/>
    <w:rsid w:val="001C4011"/>
    <w:rsid w:val="001C4550"/>
    <w:rsid w:val="001C4680"/>
    <w:rsid w:val="001C4BAE"/>
    <w:rsid w:val="001C4BC1"/>
    <w:rsid w:val="001C516F"/>
    <w:rsid w:val="001C52B6"/>
    <w:rsid w:val="001C5514"/>
    <w:rsid w:val="001C57C8"/>
    <w:rsid w:val="001C5847"/>
    <w:rsid w:val="001C5B94"/>
    <w:rsid w:val="001C5DF2"/>
    <w:rsid w:val="001C60FF"/>
    <w:rsid w:val="001C61D0"/>
    <w:rsid w:val="001C62A9"/>
    <w:rsid w:val="001C6550"/>
    <w:rsid w:val="001C6ACD"/>
    <w:rsid w:val="001C70BD"/>
    <w:rsid w:val="001C70F0"/>
    <w:rsid w:val="001C74A1"/>
    <w:rsid w:val="001C7899"/>
    <w:rsid w:val="001C7C18"/>
    <w:rsid w:val="001C7D93"/>
    <w:rsid w:val="001C7F34"/>
    <w:rsid w:val="001D01C6"/>
    <w:rsid w:val="001D0339"/>
    <w:rsid w:val="001D03C3"/>
    <w:rsid w:val="001D0B9B"/>
    <w:rsid w:val="001D0BCA"/>
    <w:rsid w:val="001D0CBB"/>
    <w:rsid w:val="001D0D17"/>
    <w:rsid w:val="001D121A"/>
    <w:rsid w:val="001D1786"/>
    <w:rsid w:val="001D195B"/>
    <w:rsid w:val="001D1981"/>
    <w:rsid w:val="001D1B46"/>
    <w:rsid w:val="001D1E77"/>
    <w:rsid w:val="001D1F1A"/>
    <w:rsid w:val="001D1F7B"/>
    <w:rsid w:val="001D2399"/>
    <w:rsid w:val="001D2833"/>
    <w:rsid w:val="001D356D"/>
    <w:rsid w:val="001D4018"/>
    <w:rsid w:val="001D4032"/>
    <w:rsid w:val="001D43FF"/>
    <w:rsid w:val="001D450F"/>
    <w:rsid w:val="001D4647"/>
    <w:rsid w:val="001D49C6"/>
    <w:rsid w:val="001D4AAF"/>
    <w:rsid w:val="001D4C00"/>
    <w:rsid w:val="001D4E17"/>
    <w:rsid w:val="001D5319"/>
    <w:rsid w:val="001D53E3"/>
    <w:rsid w:val="001D55D1"/>
    <w:rsid w:val="001D583D"/>
    <w:rsid w:val="001D5AFB"/>
    <w:rsid w:val="001D5DA3"/>
    <w:rsid w:val="001D6038"/>
    <w:rsid w:val="001D6340"/>
    <w:rsid w:val="001D6547"/>
    <w:rsid w:val="001D6729"/>
    <w:rsid w:val="001D6E9E"/>
    <w:rsid w:val="001D70F5"/>
    <w:rsid w:val="001D71AC"/>
    <w:rsid w:val="001D728D"/>
    <w:rsid w:val="001D760D"/>
    <w:rsid w:val="001D7739"/>
    <w:rsid w:val="001D7788"/>
    <w:rsid w:val="001D7867"/>
    <w:rsid w:val="001D7B34"/>
    <w:rsid w:val="001D7FAD"/>
    <w:rsid w:val="001E000C"/>
    <w:rsid w:val="001E0486"/>
    <w:rsid w:val="001E055C"/>
    <w:rsid w:val="001E085D"/>
    <w:rsid w:val="001E08D6"/>
    <w:rsid w:val="001E0DA5"/>
    <w:rsid w:val="001E102F"/>
    <w:rsid w:val="001E10EE"/>
    <w:rsid w:val="001E14B1"/>
    <w:rsid w:val="001E162C"/>
    <w:rsid w:val="001E1B6A"/>
    <w:rsid w:val="001E1B88"/>
    <w:rsid w:val="001E23B5"/>
    <w:rsid w:val="001E2431"/>
    <w:rsid w:val="001E246E"/>
    <w:rsid w:val="001E256A"/>
    <w:rsid w:val="001E2DC5"/>
    <w:rsid w:val="001E3184"/>
    <w:rsid w:val="001E329F"/>
    <w:rsid w:val="001E3773"/>
    <w:rsid w:val="001E37CE"/>
    <w:rsid w:val="001E38AE"/>
    <w:rsid w:val="001E3B8A"/>
    <w:rsid w:val="001E3BD2"/>
    <w:rsid w:val="001E3DB7"/>
    <w:rsid w:val="001E42BE"/>
    <w:rsid w:val="001E4649"/>
    <w:rsid w:val="001E49E1"/>
    <w:rsid w:val="001E4F73"/>
    <w:rsid w:val="001E5A9A"/>
    <w:rsid w:val="001E5ADB"/>
    <w:rsid w:val="001E5F91"/>
    <w:rsid w:val="001E5FB2"/>
    <w:rsid w:val="001E61A4"/>
    <w:rsid w:val="001E6689"/>
    <w:rsid w:val="001E6832"/>
    <w:rsid w:val="001E6DF7"/>
    <w:rsid w:val="001E6E96"/>
    <w:rsid w:val="001E6EC6"/>
    <w:rsid w:val="001E72B9"/>
    <w:rsid w:val="001E74DB"/>
    <w:rsid w:val="001E763B"/>
    <w:rsid w:val="001E76CB"/>
    <w:rsid w:val="001E79AE"/>
    <w:rsid w:val="001E7A2C"/>
    <w:rsid w:val="001E7C21"/>
    <w:rsid w:val="001E7C36"/>
    <w:rsid w:val="001E7DB3"/>
    <w:rsid w:val="001E7DC9"/>
    <w:rsid w:val="001E7F67"/>
    <w:rsid w:val="001F02D9"/>
    <w:rsid w:val="001F04AF"/>
    <w:rsid w:val="001F0C48"/>
    <w:rsid w:val="001F0FD8"/>
    <w:rsid w:val="001F177D"/>
    <w:rsid w:val="001F195F"/>
    <w:rsid w:val="001F1D77"/>
    <w:rsid w:val="001F2145"/>
    <w:rsid w:val="001F214D"/>
    <w:rsid w:val="001F2487"/>
    <w:rsid w:val="001F288A"/>
    <w:rsid w:val="001F3043"/>
    <w:rsid w:val="001F3253"/>
    <w:rsid w:val="001F328E"/>
    <w:rsid w:val="001F3684"/>
    <w:rsid w:val="001F37F1"/>
    <w:rsid w:val="001F3A82"/>
    <w:rsid w:val="001F3ABF"/>
    <w:rsid w:val="001F3D2F"/>
    <w:rsid w:val="001F3DF6"/>
    <w:rsid w:val="001F40D7"/>
    <w:rsid w:val="001F415C"/>
    <w:rsid w:val="001F43F1"/>
    <w:rsid w:val="001F46E1"/>
    <w:rsid w:val="001F4B17"/>
    <w:rsid w:val="001F4DC3"/>
    <w:rsid w:val="001F50D2"/>
    <w:rsid w:val="001F52C4"/>
    <w:rsid w:val="001F554E"/>
    <w:rsid w:val="001F599A"/>
    <w:rsid w:val="001F5A98"/>
    <w:rsid w:val="001F5DA4"/>
    <w:rsid w:val="001F5F4F"/>
    <w:rsid w:val="001F6311"/>
    <w:rsid w:val="001F65A1"/>
    <w:rsid w:val="001F6D8A"/>
    <w:rsid w:val="001F6DB2"/>
    <w:rsid w:val="001F71E7"/>
    <w:rsid w:val="001F723D"/>
    <w:rsid w:val="001F72F3"/>
    <w:rsid w:val="001F7535"/>
    <w:rsid w:val="001F784D"/>
    <w:rsid w:val="001F7C7E"/>
    <w:rsid w:val="001F7CA1"/>
    <w:rsid w:val="002002BA"/>
    <w:rsid w:val="00200370"/>
    <w:rsid w:val="002011A9"/>
    <w:rsid w:val="00201269"/>
    <w:rsid w:val="002016C7"/>
    <w:rsid w:val="00201B9A"/>
    <w:rsid w:val="0020243A"/>
    <w:rsid w:val="0020246A"/>
    <w:rsid w:val="0020247A"/>
    <w:rsid w:val="0020264E"/>
    <w:rsid w:val="0020292F"/>
    <w:rsid w:val="00202E11"/>
    <w:rsid w:val="00202E40"/>
    <w:rsid w:val="00202F35"/>
    <w:rsid w:val="002032DA"/>
    <w:rsid w:val="002034FF"/>
    <w:rsid w:val="00203995"/>
    <w:rsid w:val="002039DB"/>
    <w:rsid w:val="00204628"/>
    <w:rsid w:val="0020465E"/>
    <w:rsid w:val="00204B41"/>
    <w:rsid w:val="00204CB4"/>
    <w:rsid w:val="00204EBD"/>
    <w:rsid w:val="00205A52"/>
    <w:rsid w:val="00205AAB"/>
    <w:rsid w:val="00205CE9"/>
    <w:rsid w:val="00205DEC"/>
    <w:rsid w:val="00205DF8"/>
    <w:rsid w:val="00205E9D"/>
    <w:rsid w:val="00205FB0"/>
    <w:rsid w:val="002062D3"/>
    <w:rsid w:val="0020630A"/>
    <w:rsid w:val="00206359"/>
    <w:rsid w:val="002063D8"/>
    <w:rsid w:val="002065FC"/>
    <w:rsid w:val="00206607"/>
    <w:rsid w:val="00206BA7"/>
    <w:rsid w:val="00206D13"/>
    <w:rsid w:val="00207B97"/>
    <w:rsid w:val="0021001C"/>
    <w:rsid w:val="00210334"/>
    <w:rsid w:val="0021036C"/>
    <w:rsid w:val="0021078E"/>
    <w:rsid w:val="00210835"/>
    <w:rsid w:val="00210AC9"/>
    <w:rsid w:val="002110CC"/>
    <w:rsid w:val="00211119"/>
    <w:rsid w:val="00211221"/>
    <w:rsid w:val="002113B9"/>
    <w:rsid w:val="00211BAB"/>
    <w:rsid w:val="00211BC8"/>
    <w:rsid w:val="00211F77"/>
    <w:rsid w:val="00212289"/>
    <w:rsid w:val="0021261A"/>
    <w:rsid w:val="002128D3"/>
    <w:rsid w:val="00212E4A"/>
    <w:rsid w:val="00212E7C"/>
    <w:rsid w:val="002133EB"/>
    <w:rsid w:val="0021348B"/>
    <w:rsid w:val="002134AD"/>
    <w:rsid w:val="0021350A"/>
    <w:rsid w:val="00213B00"/>
    <w:rsid w:val="00214146"/>
    <w:rsid w:val="00214358"/>
    <w:rsid w:val="00214482"/>
    <w:rsid w:val="002144C3"/>
    <w:rsid w:val="00214566"/>
    <w:rsid w:val="002146CE"/>
    <w:rsid w:val="00214BE3"/>
    <w:rsid w:val="00214E2A"/>
    <w:rsid w:val="00215253"/>
    <w:rsid w:val="002152F0"/>
    <w:rsid w:val="00215AE9"/>
    <w:rsid w:val="00215B36"/>
    <w:rsid w:val="002161FF"/>
    <w:rsid w:val="00216313"/>
    <w:rsid w:val="0021661B"/>
    <w:rsid w:val="0021690E"/>
    <w:rsid w:val="0021694B"/>
    <w:rsid w:val="00216B02"/>
    <w:rsid w:val="00216D33"/>
    <w:rsid w:val="00216D60"/>
    <w:rsid w:val="00216D76"/>
    <w:rsid w:val="002175C5"/>
    <w:rsid w:val="0021767E"/>
    <w:rsid w:val="00217684"/>
    <w:rsid w:val="00217792"/>
    <w:rsid w:val="0021787C"/>
    <w:rsid w:val="00217E6E"/>
    <w:rsid w:val="00220524"/>
    <w:rsid w:val="00220DE1"/>
    <w:rsid w:val="0022134B"/>
    <w:rsid w:val="0022159F"/>
    <w:rsid w:val="00221EA0"/>
    <w:rsid w:val="00221FB4"/>
    <w:rsid w:val="00221FC3"/>
    <w:rsid w:val="002221F7"/>
    <w:rsid w:val="0022234A"/>
    <w:rsid w:val="0022258C"/>
    <w:rsid w:val="00222943"/>
    <w:rsid w:val="00223213"/>
    <w:rsid w:val="002239B2"/>
    <w:rsid w:val="00223C59"/>
    <w:rsid w:val="00223F8A"/>
    <w:rsid w:val="00224030"/>
    <w:rsid w:val="002243C9"/>
    <w:rsid w:val="00224796"/>
    <w:rsid w:val="002249C1"/>
    <w:rsid w:val="00224F9C"/>
    <w:rsid w:val="002251EB"/>
    <w:rsid w:val="002255A3"/>
    <w:rsid w:val="002255E6"/>
    <w:rsid w:val="00225822"/>
    <w:rsid w:val="00225987"/>
    <w:rsid w:val="00225A3A"/>
    <w:rsid w:val="00225C73"/>
    <w:rsid w:val="00225E02"/>
    <w:rsid w:val="00225E0E"/>
    <w:rsid w:val="002264D8"/>
    <w:rsid w:val="00226683"/>
    <w:rsid w:val="002267B5"/>
    <w:rsid w:val="00226802"/>
    <w:rsid w:val="00226C96"/>
    <w:rsid w:val="00226CA5"/>
    <w:rsid w:val="00226D1B"/>
    <w:rsid w:val="00226DF5"/>
    <w:rsid w:val="00226F53"/>
    <w:rsid w:val="002270E5"/>
    <w:rsid w:val="0022722A"/>
    <w:rsid w:val="002273B6"/>
    <w:rsid w:val="00227929"/>
    <w:rsid w:val="0022794B"/>
    <w:rsid w:val="00227C14"/>
    <w:rsid w:val="00227E32"/>
    <w:rsid w:val="00227F0D"/>
    <w:rsid w:val="00227FDE"/>
    <w:rsid w:val="002301B2"/>
    <w:rsid w:val="00230238"/>
    <w:rsid w:val="00230246"/>
    <w:rsid w:val="002303B1"/>
    <w:rsid w:val="0023082C"/>
    <w:rsid w:val="0023102E"/>
    <w:rsid w:val="0023122A"/>
    <w:rsid w:val="002312D2"/>
    <w:rsid w:val="00231C30"/>
    <w:rsid w:val="00231CE3"/>
    <w:rsid w:val="00232625"/>
    <w:rsid w:val="00232746"/>
    <w:rsid w:val="0023288B"/>
    <w:rsid w:val="00232942"/>
    <w:rsid w:val="00233225"/>
    <w:rsid w:val="002334FD"/>
    <w:rsid w:val="00233606"/>
    <w:rsid w:val="002336C7"/>
    <w:rsid w:val="002338BF"/>
    <w:rsid w:val="00233B9B"/>
    <w:rsid w:val="00233CBA"/>
    <w:rsid w:val="00233FF5"/>
    <w:rsid w:val="002340B1"/>
    <w:rsid w:val="00234517"/>
    <w:rsid w:val="00234555"/>
    <w:rsid w:val="002345C9"/>
    <w:rsid w:val="002347D3"/>
    <w:rsid w:val="00234BAC"/>
    <w:rsid w:val="00234E6C"/>
    <w:rsid w:val="0023503B"/>
    <w:rsid w:val="0023514B"/>
    <w:rsid w:val="002353E4"/>
    <w:rsid w:val="00235CD5"/>
    <w:rsid w:val="00236048"/>
    <w:rsid w:val="00236327"/>
    <w:rsid w:val="00236722"/>
    <w:rsid w:val="002367EC"/>
    <w:rsid w:val="00236B8A"/>
    <w:rsid w:val="002371FE"/>
    <w:rsid w:val="00237226"/>
    <w:rsid w:val="00237543"/>
    <w:rsid w:val="002376A2"/>
    <w:rsid w:val="00237F46"/>
    <w:rsid w:val="00240004"/>
    <w:rsid w:val="002400BD"/>
    <w:rsid w:val="002400E4"/>
    <w:rsid w:val="002401A8"/>
    <w:rsid w:val="002404D8"/>
    <w:rsid w:val="00240797"/>
    <w:rsid w:val="00240DF7"/>
    <w:rsid w:val="00240FF2"/>
    <w:rsid w:val="00241142"/>
    <w:rsid w:val="0024128C"/>
    <w:rsid w:val="00241359"/>
    <w:rsid w:val="0024172D"/>
    <w:rsid w:val="00241A98"/>
    <w:rsid w:val="00242019"/>
    <w:rsid w:val="0024278B"/>
    <w:rsid w:val="0024294C"/>
    <w:rsid w:val="00242C0E"/>
    <w:rsid w:val="00242E45"/>
    <w:rsid w:val="00243040"/>
    <w:rsid w:val="00243B05"/>
    <w:rsid w:val="00243C6B"/>
    <w:rsid w:val="00243CA3"/>
    <w:rsid w:val="00243F7B"/>
    <w:rsid w:val="00243F8F"/>
    <w:rsid w:val="002440B6"/>
    <w:rsid w:val="0024436E"/>
    <w:rsid w:val="002446BC"/>
    <w:rsid w:val="00244BED"/>
    <w:rsid w:val="00244E35"/>
    <w:rsid w:val="002453C9"/>
    <w:rsid w:val="00245462"/>
    <w:rsid w:val="002455E5"/>
    <w:rsid w:val="002457C6"/>
    <w:rsid w:val="00245A3E"/>
    <w:rsid w:val="00245AC5"/>
    <w:rsid w:val="00245F71"/>
    <w:rsid w:val="00245F9F"/>
    <w:rsid w:val="00246175"/>
    <w:rsid w:val="0024661F"/>
    <w:rsid w:val="002467B0"/>
    <w:rsid w:val="002468C1"/>
    <w:rsid w:val="00246BAF"/>
    <w:rsid w:val="00246BDA"/>
    <w:rsid w:val="00246BDB"/>
    <w:rsid w:val="00246D6F"/>
    <w:rsid w:val="00246EDE"/>
    <w:rsid w:val="002475B1"/>
    <w:rsid w:val="0024773D"/>
    <w:rsid w:val="002478BB"/>
    <w:rsid w:val="00247B14"/>
    <w:rsid w:val="00247C05"/>
    <w:rsid w:val="00247F27"/>
    <w:rsid w:val="00250297"/>
    <w:rsid w:val="002502DD"/>
    <w:rsid w:val="0025035E"/>
    <w:rsid w:val="00250791"/>
    <w:rsid w:val="002508A0"/>
    <w:rsid w:val="00250934"/>
    <w:rsid w:val="00250CCD"/>
    <w:rsid w:val="00251150"/>
    <w:rsid w:val="00251248"/>
    <w:rsid w:val="002513AF"/>
    <w:rsid w:val="002514DF"/>
    <w:rsid w:val="0025154A"/>
    <w:rsid w:val="00251614"/>
    <w:rsid w:val="00251673"/>
    <w:rsid w:val="0025171B"/>
    <w:rsid w:val="00251728"/>
    <w:rsid w:val="002519F4"/>
    <w:rsid w:val="00251A6E"/>
    <w:rsid w:val="00251BEC"/>
    <w:rsid w:val="002525F1"/>
    <w:rsid w:val="00252C60"/>
    <w:rsid w:val="00252DF0"/>
    <w:rsid w:val="00252F0C"/>
    <w:rsid w:val="00252F47"/>
    <w:rsid w:val="002531C6"/>
    <w:rsid w:val="00253459"/>
    <w:rsid w:val="00253592"/>
    <w:rsid w:val="002536B0"/>
    <w:rsid w:val="0025391F"/>
    <w:rsid w:val="0025392F"/>
    <w:rsid w:val="002539B4"/>
    <w:rsid w:val="002539C6"/>
    <w:rsid w:val="00253A6D"/>
    <w:rsid w:val="00253BD0"/>
    <w:rsid w:val="00253DBC"/>
    <w:rsid w:val="00254100"/>
    <w:rsid w:val="002549EB"/>
    <w:rsid w:val="00254A8F"/>
    <w:rsid w:val="00254B5B"/>
    <w:rsid w:val="00254C6A"/>
    <w:rsid w:val="00254D13"/>
    <w:rsid w:val="00254DC8"/>
    <w:rsid w:val="00255246"/>
    <w:rsid w:val="002554E4"/>
    <w:rsid w:val="00255783"/>
    <w:rsid w:val="00255C2B"/>
    <w:rsid w:val="00255C56"/>
    <w:rsid w:val="00255CA4"/>
    <w:rsid w:val="00256B44"/>
    <w:rsid w:val="00256C03"/>
    <w:rsid w:val="00256CEF"/>
    <w:rsid w:val="002571B5"/>
    <w:rsid w:val="002575A1"/>
    <w:rsid w:val="0025795E"/>
    <w:rsid w:val="00257973"/>
    <w:rsid w:val="00257B8E"/>
    <w:rsid w:val="002604C4"/>
    <w:rsid w:val="002606EE"/>
    <w:rsid w:val="002609AE"/>
    <w:rsid w:val="002609E3"/>
    <w:rsid w:val="00260A7D"/>
    <w:rsid w:val="00260C47"/>
    <w:rsid w:val="00260FAB"/>
    <w:rsid w:val="002614E5"/>
    <w:rsid w:val="0026164D"/>
    <w:rsid w:val="00261920"/>
    <w:rsid w:val="00261B3B"/>
    <w:rsid w:val="00261DAD"/>
    <w:rsid w:val="00261DB1"/>
    <w:rsid w:val="00261F82"/>
    <w:rsid w:val="00262128"/>
    <w:rsid w:val="00262463"/>
    <w:rsid w:val="00262494"/>
    <w:rsid w:val="002629FA"/>
    <w:rsid w:val="00262B96"/>
    <w:rsid w:val="00262C92"/>
    <w:rsid w:val="00262DD5"/>
    <w:rsid w:val="00262E81"/>
    <w:rsid w:val="002630A8"/>
    <w:rsid w:val="00263217"/>
    <w:rsid w:val="0026321F"/>
    <w:rsid w:val="002632F2"/>
    <w:rsid w:val="0026379A"/>
    <w:rsid w:val="00263974"/>
    <w:rsid w:val="0026405E"/>
    <w:rsid w:val="002644D7"/>
    <w:rsid w:val="002646BC"/>
    <w:rsid w:val="00264D42"/>
    <w:rsid w:val="002650B8"/>
    <w:rsid w:val="00265254"/>
    <w:rsid w:val="00265693"/>
    <w:rsid w:val="00265844"/>
    <w:rsid w:val="00265A44"/>
    <w:rsid w:val="00265A82"/>
    <w:rsid w:val="00265CC8"/>
    <w:rsid w:val="00265D6E"/>
    <w:rsid w:val="00265FD1"/>
    <w:rsid w:val="002661F4"/>
    <w:rsid w:val="00266267"/>
    <w:rsid w:val="0026649E"/>
    <w:rsid w:val="00266D46"/>
    <w:rsid w:val="00266F68"/>
    <w:rsid w:val="002673FB"/>
    <w:rsid w:val="00267563"/>
    <w:rsid w:val="0026772A"/>
    <w:rsid w:val="0026787C"/>
    <w:rsid w:val="002679A5"/>
    <w:rsid w:val="00267FA4"/>
    <w:rsid w:val="00270225"/>
    <w:rsid w:val="00270A37"/>
    <w:rsid w:val="00270E4F"/>
    <w:rsid w:val="00270FCC"/>
    <w:rsid w:val="0027111F"/>
    <w:rsid w:val="0027118A"/>
    <w:rsid w:val="002717BE"/>
    <w:rsid w:val="002717F4"/>
    <w:rsid w:val="00271A9F"/>
    <w:rsid w:val="00271AA5"/>
    <w:rsid w:val="00271BD5"/>
    <w:rsid w:val="00271F35"/>
    <w:rsid w:val="00271F38"/>
    <w:rsid w:val="002722B2"/>
    <w:rsid w:val="00272324"/>
    <w:rsid w:val="002728D3"/>
    <w:rsid w:val="0027293D"/>
    <w:rsid w:val="00272956"/>
    <w:rsid w:val="00272C6B"/>
    <w:rsid w:val="00272D63"/>
    <w:rsid w:val="00273474"/>
    <w:rsid w:val="0027361A"/>
    <w:rsid w:val="002740EC"/>
    <w:rsid w:val="002741B2"/>
    <w:rsid w:val="002741F8"/>
    <w:rsid w:val="002744A5"/>
    <w:rsid w:val="0027450B"/>
    <w:rsid w:val="0027466F"/>
    <w:rsid w:val="002747CA"/>
    <w:rsid w:val="00274B36"/>
    <w:rsid w:val="00274C17"/>
    <w:rsid w:val="00274E0A"/>
    <w:rsid w:val="00274EF2"/>
    <w:rsid w:val="00274FBF"/>
    <w:rsid w:val="00274FEB"/>
    <w:rsid w:val="0027524B"/>
    <w:rsid w:val="0027585D"/>
    <w:rsid w:val="0027594E"/>
    <w:rsid w:val="00275B8E"/>
    <w:rsid w:val="00275D12"/>
    <w:rsid w:val="00275D77"/>
    <w:rsid w:val="00275E1D"/>
    <w:rsid w:val="00275F3B"/>
    <w:rsid w:val="00275F58"/>
    <w:rsid w:val="00275F89"/>
    <w:rsid w:val="00276025"/>
    <w:rsid w:val="00276254"/>
    <w:rsid w:val="00276526"/>
    <w:rsid w:val="00276995"/>
    <w:rsid w:val="00276A74"/>
    <w:rsid w:val="00276AB5"/>
    <w:rsid w:val="00276B04"/>
    <w:rsid w:val="00276B94"/>
    <w:rsid w:val="00276D91"/>
    <w:rsid w:val="00276F13"/>
    <w:rsid w:val="00277140"/>
    <w:rsid w:val="002777CE"/>
    <w:rsid w:val="002777F0"/>
    <w:rsid w:val="002778CB"/>
    <w:rsid w:val="00277E8F"/>
    <w:rsid w:val="00277F77"/>
    <w:rsid w:val="002802EB"/>
    <w:rsid w:val="00280489"/>
    <w:rsid w:val="002804C8"/>
    <w:rsid w:val="002809F5"/>
    <w:rsid w:val="00280AFE"/>
    <w:rsid w:val="00281036"/>
    <w:rsid w:val="00281073"/>
    <w:rsid w:val="0028116F"/>
    <w:rsid w:val="00281284"/>
    <w:rsid w:val="002819CB"/>
    <w:rsid w:val="00281B16"/>
    <w:rsid w:val="00281EAE"/>
    <w:rsid w:val="00282065"/>
    <w:rsid w:val="0028210B"/>
    <w:rsid w:val="00282166"/>
    <w:rsid w:val="002821F5"/>
    <w:rsid w:val="002822FC"/>
    <w:rsid w:val="00282468"/>
    <w:rsid w:val="002825FF"/>
    <w:rsid w:val="0028277A"/>
    <w:rsid w:val="00282F65"/>
    <w:rsid w:val="00283155"/>
    <w:rsid w:val="0028330E"/>
    <w:rsid w:val="00283483"/>
    <w:rsid w:val="00283518"/>
    <w:rsid w:val="002835FB"/>
    <w:rsid w:val="002837DE"/>
    <w:rsid w:val="00283F14"/>
    <w:rsid w:val="00283FCC"/>
    <w:rsid w:val="002840D2"/>
    <w:rsid w:val="00284499"/>
    <w:rsid w:val="002847A7"/>
    <w:rsid w:val="00284974"/>
    <w:rsid w:val="00284C27"/>
    <w:rsid w:val="002850D0"/>
    <w:rsid w:val="00285350"/>
    <w:rsid w:val="00285772"/>
    <w:rsid w:val="00285896"/>
    <w:rsid w:val="00285956"/>
    <w:rsid w:val="00285B11"/>
    <w:rsid w:val="00285C37"/>
    <w:rsid w:val="00285E52"/>
    <w:rsid w:val="002860EC"/>
    <w:rsid w:val="002861C4"/>
    <w:rsid w:val="00286617"/>
    <w:rsid w:val="002866FB"/>
    <w:rsid w:val="0028677D"/>
    <w:rsid w:val="00286C31"/>
    <w:rsid w:val="00286D95"/>
    <w:rsid w:val="00287052"/>
    <w:rsid w:val="002873CD"/>
    <w:rsid w:val="0028772E"/>
    <w:rsid w:val="0028787D"/>
    <w:rsid w:val="00287CE6"/>
    <w:rsid w:val="00287F4B"/>
    <w:rsid w:val="00290537"/>
    <w:rsid w:val="0029091C"/>
    <w:rsid w:val="00290A8C"/>
    <w:rsid w:val="00290CE0"/>
    <w:rsid w:val="00290E9E"/>
    <w:rsid w:val="0029104D"/>
    <w:rsid w:val="002911EC"/>
    <w:rsid w:val="00291502"/>
    <w:rsid w:val="00291811"/>
    <w:rsid w:val="002918B0"/>
    <w:rsid w:val="00291A61"/>
    <w:rsid w:val="00291AA8"/>
    <w:rsid w:val="00291F67"/>
    <w:rsid w:val="00292404"/>
    <w:rsid w:val="00292793"/>
    <w:rsid w:val="00292895"/>
    <w:rsid w:val="00292979"/>
    <w:rsid w:val="00292B00"/>
    <w:rsid w:val="00292CCB"/>
    <w:rsid w:val="00292E07"/>
    <w:rsid w:val="00292E7F"/>
    <w:rsid w:val="00293130"/>
    <w:rsid w:val="0029333E"/>
    <w:rsid w:val="002938D4"/>
    <w:rsid w:val="00293B13"/>
    <w:rsid w:val="00293BC8"/>
    <w:rsid w:val="00293C61"/>
    <w:rsid w:val="00293E8C"/>
    <w:rsid w:val="00293F36"/>
    <w:rsid w:val="00294125"/>
    <w:rsid w:val="00294157"/>
    <w:rsid w:val="002941A1"/>
    <w:rsid w:val="002946D5"/>
    <w:rsid w:val="00294917"/>
    <w:rsid w:val="00294D95"/>
    <w:rsid w:val="002950E0"/>
    <w:rsid w:val="0029545E"/>
    <w:rsid w:val="00295594"/>
    <w:rsid w:val="002957E1"/>
    <w:rsid w:val="00295D02"/>
    <w:rsid w:val="00295ECD"/>
    <w:rsid w:val="00296000"/>
    <w:rsid w:val="0029601A"/>
    <w:rsid w:val="00296119"/>
    <w:rsid w:val="00296279"/>
    <w:rsid w:val="00296506"/>
    <w:rsid w:val="002965E6"/>
    <w:rsid w:val="002969BA"/>
    <w:rsid w:val="002969EE"/>
    <w:rsid w:val="002972FD"/>
    <w:rsid w:val="00297382"/>
    <w:rsid w:val="002974CC"/>
    <w:rsid w:val="00297C0A"/>
    <w:rsid w:val="00297D28"/>
    <w:rsid w:val="00297DE1"/>
    <w:rsid w:val="002A0016"/>
    <w:rsid w:val="002A016B"/>
    <w:rsid w:val="002A058A"/>
    <w:rsid w:val="002A08C6"/>
    <w:rsid w:val="002A0ED1"/>
    <w:rsid w:val="002A1448"/>
    <w:rsid w:val="002A145C"/>
    <w:rsid w:val="002A160B"/>
    <w:rsid w:val="002A1B39"/>
    <w:rsid w:val="002A1F29"/>
    <w:rsid w:val="002A2039"/>
    <w:rsid w:val="002A2103"/>
    <w:rsid w:val="002A23B7"/>
    <w:rsid w:val="002A2422"/>
    <w:rsid w:val="002A2505"/>
    <w:rsid w:val="002A2579"/>
    <w:rsid w:val="002A27F5"/>
    <w:rsid w:val="002A2D24"/>
    <w:rsid w:val="002A2D86"/>
    <w:rsid w:val="002A2F1C"/>
    <w:rsid w:val="002A3880"/>
    <w:rsid w:val="002A39DF"/>
    <w:rsid w:val="002A3FF2"/>
    <w:rsid w:val="002A471E"/>
    <w:rsid w:val="002A4AC5"/>
    <w:rsid w:val="002A4BA1"/>
    <w:rsid w:val="002A50E0"/>
    <w:rsid w:val="002A51E2"/>
    <w:rsid w:val="002A5693"/>
    <w:rsid w:val="002A5915"/>
    <w:rsid w:val="002A5AFB"/>
    <w:rsid w:val="002A5D43"/>
    <w:rsid w:val="002A6310"/>
    <w:rsid w:val="002A640E"/>
    <w:rsid w:val="002A6639"/>
    <w:rsid w:val="002A6958"/>
    <w:rsid w:val="002A6F25"/>
    <w:rsid w:val="002A7A18"/>
    <w:rsid w:val="002A7EDE"/>
    <w:rsid w:val="002A7F88"/>
    <w:rsid w:val="002B0114"/>
    <w:rsid w:val="002B026F"/>
    <w:rsid w:val="002B0296"/>
    <w:rsid w:val="002B02EE"/>
    <w:rsid w:val="002B0789"/>
    <w:rsid w:val="002B086A"/>
    <w:rsid w:val="002B0BE5"/>
    <w:rsid w:val="002B108C"/>
    <w:rsid w:val="002B11B6"/>
    <w:rsid w:val="002B1358"/>
    <w:rsid w:val="002B13B4"/>
    <w:rsid w:val="002B13EA"/>
    <w:rsid w:val="002B1902"/>
    <w:rsid w:val="002B1B86"/>
    <w:rsid w:val="002B1BA4"/>
    <w:rsid w:val="002B1BCF"/>
    <w:rsid w:val="002B1E1D"/>
    <w:rsid w:val="002B1EEC"/>
    <w:rsid w:val="002B220C"/>
    <w:rsid w:val="002B24FB"/>
    <w:rsid w:val="002B2508"/>
    <w:rsid w:val="002B25DA"/>
    <w:rsid w:val="002B2B95"/>
    <w:rsid w:val="002B2C0B"/>
    <w:rsid w:val="002B2FAC"/>
    <w:rsid w:val="002B3043"/>
    <w:rsid w:val="002B335B"/>
    <w:rsid w:val="002B3464"/>
    <w:rsid w:val="002B3493"/>
    <w:rsid w:val="002B35E0"/>
    <w:rsid w:val="002B3907"/>
    <w:rsid w:val="002B392A"/>
    <w:rsid w:val="002B3AAA"/>
    <w:rsid w:val="002B3CD2"/>
    <w:rsid w:val="002B3D61"/>
    <w:rsid w:val="002B3DC3"/>
    <w:rsid w:val="002B4198"/>
    <w:rsid w:val="002B4B2C"/>
    <w:rsid w:val="002B4B89"/>
    <w:rsid w:val="002B4D16"/>
    <w:rsid w:val="002B4ECE"/>
    <w:rsid w:val="002B54E0"/>
    <w:rsid w:val="002B560F"/>
    <w:rsid w:val="002B5815"/>
    <w:rsid w:val="002B58DD"/>
    <w:rsid w:val="002B5A87"/>
    <w:rsid w:val="002B5AA0"/>
    <w:rsid w:val="002B5D0C"/>
    <w:rsid w:val="002B5D49"/>
    <w:rsid w:val="002B5D8E"/>
    <w:rsid w:val="002B5E21"/>
    <w:rsid w:val="002B5F64"/>
    <w:rsid w:val="002B5FAA"/>
    <w:rsid w:val="002B630D"/>
    <w:rsid w:val="002B636C"/>
    <w:rsid w:val="002B65B3"/>
    <w:rsid w:val="002B660F"/>
    <w:rsid w:val="002B66AC"/>
    <w:rsid w:val="002B66ED"/>
    <w:rsid w:val="002B6941"/>
    <w:rsid w:val="002B6AE6"/>
    <w:rsid w:val="002B6BC7"/>
    <w:rsid w:val="002B6BD8"/>
    <w:rsid w:val="002B6BF2"/>
    <w:rsid w:val="002B7334"/>
    <w:rsid w:val="002B7691"/>
    <w:rsid w:val="002B7776"/>
    <w:rsid w:val="002B7DA2"/>
    <w:rsid w:val="002B7E0D"/>
    <w:rsid w:val="002C0122"/>
    <w:rsid w:val="002C0204"/>
    <w:rsid w:val="002C034B"/>
    <w:rsid w:val="002C0A5A"/>
    <w:rsid w:val="002C0D0F"/>
    <w:rsid w:val="002C0FD5"/>
    <w:rsid w:val="002C15ED"/>
    <w:rsid w:val="002C1E28"/>
    <w:rsid w:val="002C1EC4"/>
    <w:rsid w:val="002C1FD5"/>
    <w:rsid w:val="002C20F5"/>
    <w:rsid w:val="002C24B1"/>
    <w:rsid w:val="002C2910"/>
    <w:rsid w:val="002C2BD7"/>
    <w:rsid w:val="002C3384"/>
    <w:rsid w:val="002C33C7"/>
    <w:rsid w:val="002C3770"/>
    <w:rsid w:val="002C3864"/>
    <w:rsid w:val="002C3E2B"/>
    <w:rsid w:val="002C3F9F"/>
    <w:rsid w:val="002C3FBC"/>
    <w:rsid w:val="002C4070"/>
    <w:rsid w:val="002C407E"/>
    <w:rsid w:val="002C414C"/>
    <w:rsid w:val="002C434D"/>
    <w:rsid w:val="002C442E"/>
    <w:rsid w:val="002C4436"/>
    <w:rsid w:val="002C4E22"/>
    <w:rsid w:val="002C5E9F"/>
    <w:rsid w:val="002C61EC"/>
    <w:rsid w:val="002C63FC"/>
    <w:rsid w:val="002C654A"/>
    <w:rsid w:val="002C66D4"/>
    <w:rsid w:val="002C6715"/>
    <w:rsid w:val="002C6E0A"/>
    <w:rsid w:val="002C6E98"/>
    <w:rsid w:val="002C6F54"/>
    <w:rsid w:val="002C72DF"/>
    <w:rsid w:val="002C7852"/>
    <w:rsid w:val="002C786C"/>
    <w:rsid w:val="002C7990"/>
    <w:rsid w:val="002C7AC4"/>
    <w:rsid w:val="002C7B0C"/>
    <w:rsid w:val="002D0312"/>
    <w:rsid w:val="002D0351"/>
    <w:rsid w:val="002D0664"/>
    <w:rsid w:val="002D0899"/>
    <w:rsid w:val="002D0C03"/>
    <w:rsid w:val="002D1086"/>
    <w:rsid w:val="002D1529"/>
    <w:rsid w:val="002D1650"/>
    <w:rsid w:val="002D16E7"/>
    <w:rsid w:val="002D1828"/>
    <w:rsid w:val="002D1EAC"/>
    <w:rsid w:val="002D203E"/>
    <w:rsid w:val="002D23A1"/>
    <w:rsid w:val="002D27AF"/>
    <w:rsid w:val="002D27BA"/>
    <w:rsid w:val="002D2ABB"/>
    <w:rsid w:val="002D2BFB"/>
    <w:rsid w:val="002D31C0"/>
    <w:rsid w:val="002D3481"/>
    <w:rsid w:val="002D37EC"/>
    <w:rsid w:val="002D3881"/>
    <w:rsid w:val="002D38DE"/>
    <w:rsid w:val="002D3938"/>
    <w:rsid w:val="002D3A80"/>
    <w:rsid w:val="002D3D3D"/>
    <w:rsid w:val="002D3DCE"/>
    <w:rsid w:val="002D4140"/>
    <w:rsid w:val="002D45A3"/>
    <w:rsid w:val="002D4C9C"/>
    <w:rsid w:val="002D4DF6"/>
    <w:rsid w:val="002D4F3F"/>
    <w:rsid w:val="002D4F7E"/>
    <w:rsid w:val="002D50DE"/>
    <w:rsid w:val="002D51F9"/>
    <w:rsid w:val="002D5456"/>
    <w:rsid w:val="002D5675"/>
    <w:rsid w:val="002D5777"/>
    <w:rsid w:val="002D57B0"/>
    <w:rsid w:val="002D6029"/>
    <w:rsid w:val="002D61A3"/>
    <w:rsid w:val="002D636D"/>
    <w:rsid w:val="002D642F"/>
    <w:rsid w:val="002D67BD"/>
    <w:rsid w:val="002D67D0"/>
    <w:rsid w:val="002D6D57"/>
    <w:rsid w:val="002D72DF"/>
    <w:rsid w:val="002D7466"/>
    <w:rsid w:val="002D7657"/>
    <w:rsid w:val="002D770E"/>
    <w:rsid w:val="002D785E"/>
    <w:rsid w:val="002D78C6"/>
    <w:rsid w:val="002D79AF"/>
    <w:rsid w:val="002D7B29"/>
    <w:rsid w:val="002E00A6"/>
    <w:rsid w:val="002E039F"/>
    <w:rsid w:val="002E0511"/>
    <w:rsid w:val="002E06FC"/>
    <w:rsid w:val="002E0B36"/>
    <w:rsid w:val="002E0B87"/>
    <w:rsid w:val="002E0BDE"/>
    <w:rsid w:val="002E1324"/>
    <w:rsid w:val="002E1339"/>
    <w:rsid w:val="002E1564"/>
    <w:rsid w:val="002E1D46"/>
    <w:rsid w:val="002E2795"/>
    <w:rsid w:val="002E2DA4"/>
    <w:rsid w:val="002E3376"/>
    <w:rsid w:val="002E3AC8"/>
    <w:rsid w:val="002E3AE6"/>
    <w:rsid w:val="002E4047"/>
    <w:rsid w:val="002E444F"/>
    <w:rsid w:val="002E472F"/>
    <w:rsid w:val="002E4C96"/>
    <w:rsid w:val="002E5338"/>
    <w:rsid w:val="002E555F"/>
    <w:rsid w:val="002E5881"/>
    <w:rsid w:val="002E5E19"/>
    <w:rsid w:val="002E6483"/>
    <w:rsid w:val="002E650D"/>
    <w:rsid w:val="002E6AE0"/>
    <w:rsid w:val="002E6C8B"/>
    <w:rsid w:val="002E6D8B"/>
    <w:rsid w:val="002E71E6"/>
    <w:rsid w:val="002E7DCC"/>
    <w:rsid w:val="002F010E"/>
    <w:rsid w:val="002F02D1"/>
    <w:rsid w:val="002F0361"/>
    <w:rsid w:val="002F06DB"/>
    <w:rsid w:val="002F0774"/>
    <w:rsid w:val="002F08C0"/>
    <w:rsid w:val="002F0CFF"/>
    <w:rsid w:val="002F0D9F"/>
    <w:rsid w:val="002F0EE8"/>
    <w:rsid w:val="002F1434"/>
    <w:rsid w:val="002F15AE"/>
    <w:rsid w:val="002F176A"/>
    <w:rsid w:val="002F1B1C"/>
    <w:rsid w:val="002F1EFD"/>
    <w:rsid w:val="002F1F6E"/>
    <w:rsid w:val="002F20FD"/>
    <w:rsid w:val="002F278B"/>
    <w:rsid w:val="002F2A77"/>
    <w:rsid w:val="002F2BD1"/>
    <w:rsid w:val="002F2CA8"/>
    <w:rsid w:val="002F2CFB"/>
    <w:rsid w:val="002F3178"/>
    <w:rsid w:val="002F3943"/>
    <w:rsid w:val="002F3975"/>
    <w:rsid w:val="002F3D79"/>
    <w:rsid w:val="002F40BE"/>
    <w:rsid w:val="002F421F"/>
    <w:rsid w:val="002F4314"/>
    <w:rsid w:val="002F43B9"/>
    <w:rsid w:val="002F43CA"/>
    <w:rsid w:val="002F4563"/>
    <w:rsid w:val="002F4ADF"/>
    <w:rsid w:val="002F4D8F"/>
    <w:rsid w:val="002F52F0"/>
    <w:rsid w:val="002F55A0"/>
    <w:rsid w:val="002F58E6"/>
    <w:rsid w:val="002F5E77"/>
    <w:rsid w:val="002F5FD5"/>
    <w:rsid w:val="002F671B"/>
    <w:rsid w:val="002F67C0"/>
    <w:rsid w:val="002F68C9"/>
    <w:rsid w:val="002F6F1D"/>
    <w:rsid w:val="002F7002"/>
    <w:rsid w:val="002F72C5"/>
    <w:rsid w:val="002F74B5"/>
    <w:rsid w:val="002F78CD"/>
    <w:rsid w:val="002F799F"/>
    <w:rsid w:val="002F79D7"/>
    <w:rsid w:val="002F7EC0"/>
    <w:rsid w:val="003006D3"/>
    <w:rsid w:val="00300BE5"/>
    <w:rsid w:val="00300DFC"/>
    <w:rsid w:val="0030105F"/>
    <w:rsid w:val="0030149C"/>
    <w:rsid w:val="0030171F"/>
    <w:rsid w:val="00301CA6"/>
    <w:rsid w:val="00301E9B"/>
    <w:rsid w:val="0030221A"/>
    <w:rsid w:val="00302523"/>
    <w:rsid w:val="00302604"/>
    <w:rsid w:val="00302607"/>
    <w:rsid w:val="00302ACB"/>
    <w:rsid w:val="00302F1B"/>
    <w:rsid w:val="003030CD"/>
    <w:rsid w:val="00303224"/>
    <w:rsid w:val="003032AF"/>
    <w:rsid w:val="0030378D"/>
    <w:rsid w:val="003038DA"/>
    <w:rsid w:val="00303E58"/>
    <w:rsid w:val="003042F8"/>
    <w:rsid w:val="0030453A"/>
    <w:rsid w:val="00304739"/>
    <w:rsid w:val="00304850"/>
    <w:rsid w:val="00304A1D"/>
    <w:rsid w:val="00304C4D"/>
    <w:rsid w:val="00305120"/>
    <w:rsid w:val="00305150"/>
    <w:rsid w:val="003051B2"/>
    <w:rsid w:val="0030568E"/>
    <w:rsid w:val="003058C6"/>
    <w:rsid w:val="00305989"/>
    <w:rsid w:val="00305A34"/>
    <w:rsid w:val="00305C07"/>
    <w:rsid w:val="00305E25"/>
    <w:rsid w:val="0030605B"/>
    <w:rsid w:val="003065E5"/>
    <w:rsid w:val="003065E6"/>
    <w:rsid w:val="00306A27"/>
    <w:rsid w:val="00306DAF"/>
    <w:rsid w:val="00306ED3"/>
    <w:rsid w:val="00307012"/>
    <w:rsid w:val="003076CD"/>
    <w:rsid w:val="00307830"/>
    <w:rsid w:val="00307A28"/>
    <w:rsid w:val="00307B04"/>
    <w:rsid w:val="00307B09"/>
    <w:rsid w:val="00307FD7"/>
    <w:rsid w:val="003100C2"/>
    <w:rsid w:val="003101B0"/>
    <w:rsid w:val="003101E4"/>
    <w:rsid w:val="00310610"/>
    <w:rsid w:val="00310629"/>
    <w:rsid w:val="00310C0B"/>
    <w:rsid w:val="00310D51"/>
    <w:rsid w:val="00310D5F"/>
    <w:rsid w:val="00310E0F"/>
    <w:rsid w:val="00311029"/>
    <w:rsid w:val="003112AB"/>
    <w:rsid w:val="00311340"/>
    <w:rsid w:val="003113B8"/>
    <w:rsid w:val="0031144C"/>
    <w:rsid w:val="00311647"/>
    <w:rsid w:val="003117D6"/>
    <w:rsid w:val="0031187A"/>
    <w:rsid w:val="00311DD1"/>
    <w:rsid w:val="0031213C"/>
    <w:rsid w:val="00312982"/>
    <w:rsid w:val="00312A5D"/>
    <w:rsid w:val="00312A85"/>
    <w:rsid w:val="003130B5"/>
    <w:rsid w:val="003131F5"/>
    <w:rsid w:val="003133E7"/>
    <w:rsid w:val="003134B2"/>
    <w:rsid w:val="003138A9"/>
    <w:rsid w:val="00313D24"/>
    <w:rsid w:val="00313ECB"/>
    <w:rsid w:val="003147AF"/>
    <w:rsid w:val="00314819"/>
    <w:rsid w:val="00314C26"/>
    <w:rsid w:val="003150A9"/>
    <w:rsid w:val="00315100"/>
    <w:rsid w:val="003152CE"/>
    <w:rsid w:val="0031547C"/>
    <w:rsid w:val="00315618"/>
    <w:rsid w:val="003158D9"/>
    <w:rsid w:val="00315B6B"/>
    <w:rsid w:val="00316438"/>
    <w:rsid w:val="003168FE"/>
    <w:rsid w:val="0031691D"/>
    <w:rsid w:val="00317461"/>
    <w:rsid w:val="00317675"/>
    <w:rsid w:val="00317C09"/>
    <w:rsid w:val="00317DC2"/>
    <w:rsid w:val="00317F62"/>
    <w:rsid w:val="0032076C"/>
    <w:rsid w:val="003207F9"/>
    <w:rsid w:val="003209CC"/>
    <w:rsid w:val="00320ECE"/>
    <w:rsid w:val="00321209"/>
    <w:rsid w:val="003214B2"/>
    <w:rsid w:val="0032152C"/>
    <w:rsid w:val="00321BDB"/>
    <w:rsid w:val="00321F70"/>
    <w:rsid w:val="0032205A"/>
    <w:rsid w:val="00322382"/>
    <w:rsid w:val="003223B9"/>
    <w:rsid w:val="00322B9D"/>
    <w:rsid w:val="00323183"/>
    <w:rsid w:val="0032345E"/>
    <w:rsid w:val="00323773"/>
    <w:rsid w:val="00323B9C"/>
    <w:rsid w:val="00323BCB"/>
    <w:rsid w:val="00323F19"/>
    <w:rsid w:val="00324055"/>
    <w:rsid w:val="0032418A"/>
    <w:rsid w:val="003248D2"/>
    <w:rsid w:val="003251F9"/>
    <w:rsid w:val="0032568E"/>
    <w:rsid w:val="00325690"/>
    <w:rsid w:val="00325708"/>
    <w:rsid w:val="00325B37"/>
    <w:rsid w:val="00325C4A"/>
    <w:rsid w:val="00325C6F"/>
    <w:rsid w:val="00325DCB"/>
    <w:rsid w:val="00325DF9"/>
    <w:rsid w:val="00325FF4"/>
    <w:rsid w:val="00326114"/>
    <w:rsid w:val="0032615E"/>
    <w:rsid w:val="00326570"/>
    <w:rsid w:val="00326617"/>
    <w:rsid w:val="003266AA"/>
    <w:rsid w:val="003267B9"/>
    <w:rsid w:val="0032681D"/>
    <w:rsid w:val="00326AE8"/>
    <w:rsid w:val="00326C9D"/>
    <w:rsid w:val="00326D8E"/>
    <w:rsid w:val="0032716E"/>
    <w:rsid w:val="00327607"/>
    <w:rsid w:val="0032794E"/>
    <w:rsid w:val="00327BE9"/>
    <w:rsid w:val="00327F90"/>
    <w:rsid w:val="003307BA"/>
    <w:rsid w:val="003307E3"/>
    <w:rsid w:val="00330B8C"/>
    <w:rsid w:val="0033113E"/>
    <w:rsid w:val="00331205"/>
    <w:rsid w:val="00331564"/>
    <w:rsid w:val="00331BD1"/>
    <w:rsid w:val="00331C41"/>
    <w:rsid w:val="00331CD3"/>
    <w:rsid w:val="00331D1E"/>
    <w:rsid w:val="00331FDC"/>
    <w:rsid w:val="003325E4"/>
    <w:rsid w:val="00332B67"/>
    <w:rsid w:val="00333318"/>
    <w:rsid w:val="0033340E"/>
    <w:rsid w:val="00333559"/>
    <w:rsid w:val="00333C99"/>
    <w:rsid w:val="00333D0F"/>
    <w:rsid w:val="003340BB"/>
    <w:rsid w:val="003341BA"/>
    <w:rsid w:val="003341F5"/>
    <w:rsid w:val="00334310"/>
    <w:rsid w:val="00334593"/>
    <w:rsid w:val="00334B66"/>
    <w:rsid w:val="00334BAC"/>
    <w:rsid w:val="00334D7C"/>
    <w:rsid w:val="00334D95"/>
    <w:rsid w:val="003350EB"/>
    <w:rsid w:val="003356B3"/>
    <w:rsid w:val="00335761"/>
    <w:rsid w:val="00335A61"/>
    <w:rsid w:val="00335AA5"/>
    <w:rsid w:val="00335B80"/>
    <w:rsid w:val="00335D90"/>
    <w:rsid w:val="00335E72"/>
    <w:rsid w:val="00335E8C"/>
    <w:rsid w:val="00336721"/>
    <w:rsid w:val="00336758"/>
    <w:rsid w:val="00336765"/>
    <w:rsid w:val="00336A69"/>
    <w:rsid w:val="00336CF9"/>
    <w:rsid w:val="00337E17"/>
    <w:rsid w:val="0034055D"/>
    <w:rsid w:val="003409AE"/>
    <w:rsid w:val="00341592"/>
    <w:rsid w:val="0034188B"/>
    <w:rsid w:val="00341B6A"/>
    <w:rsid w:val="00341F49"/>
    <w:rsid w:val="00342234"/>
    <w:rsid w:val="003424EC"/>
    <w:rsid w:val="00342CAD"/>
    <w:rsid w:val="00342E0A"/>
    <w:rsid w:val="00342F88"/>
    <w:rsid w:val="00343848"/>
    <w:rsid w:val="00343893"/>
    <w:rsid w:val="00343C88"/>
    <w:rsid w:val="003440BC"/>
    <w:rsid w:val="00344136"/>
    <w:rsid w:val="0034420B"/>
    <w:rsid w:val="0034484D"/>
    <w:rsid w:val="00344B44"/>
    <w:rsid w:val="00344B92"/>
    <w:rsid w:val="00344C3D"/>
    <w:rsid w:val="00344DE6"/>
    <w:rsid w:val="00344DF8"/>
    <w:rsid w:val="00344FA9"/>
    <w:rsid w:val="00344FAB"/>
    <w:rsid w:val="00345587"/>
    <w:rsid w:val="003455D9"/>
    <w:rsid w:val="00345915"/>
    <w:rsid w:val="00345B4C"/>
    <w:rsid w:val="00345F27"/>
    <w:rsid w:val="00346B87"/>
    <w:rsid w:val="00346C7E"/>
    <w:rsid w:val="00347085"/>
    <w:rsid w:val="0034785A"/>
    <w:rsid w:val="003505DB"/>
    <w:rsid w:val="003510CC"/>
    <w:rsid w:val="00351308"/>
    <w:rsid w:val="00351596"/>
    <w:rsid w:val="00351915"/>
    <w:rsid w:val="00351C82"/>
    <w:rsid w:val="00351DBA"/>
    <w:rsid w:val="00351E6C"/>
    <w:rsid w:val="00352164"/>
    <w:rsid w:val="00352530"/>
    <w:rsid w:val="0035282F"/>
    <w:rsid w:val="00352951"/>
    <w:rsid w:val="00352CED"/>
    <w:rsid w:val="003532A2"/>
    <w:rsid w:val="0035336B"/>
    <w:rsid w:val="00353483"/>
    <w:rsid w:val="00353713"/>
    <w:rsid w:val="00353A3E"/>
    <w:rsid w:val="00353A4B"/>
    <w:rsid w:val="00353D53"/>
    <w:rsid w:val="00353ED6"/>
    <w:rsid w:val="00354287"/>
    <w:rsid w:val="00354296"/>
    <w:rsid w:val="003548F1"/>
    <w:rsid w:val="00354996"/>
    <w:rsid w:val="003549D9"/>
    <w:rsid w:val="00354CC4"/>
    <w:rsid w:val="003552B2"/>
    <w:rsid w:val="0035545C"/>
    <w:rsid w:val="003554B4"/>
    <w:rsid w:val="00355B9D"/>
    <w:rsid w:val="00356503"/>
    <w:rsid w:val="00356736"/>
    <w:rsid w:val="0035674C"/>
    <w:rsid w:val="00356984"/>
    <w:rsid w:val="00356BB1"/>
    <w:rsid w:val="00356C33"/>
    <w:rsid w:val="00356D7B"/>
    <w:rsid w:val="00356E97"/>
    <w:rsid w:val="00357034"/>
    <w:rsid w:val="003571CE"/>
    <w:rsid w:val="0035722C"/>
    <w:rsid w:val="003574CE"/>
    <w:rsid w:val="00357529"/>
    <w:rsid w:val="00357789"/>
    <w:rsid w:val="00357EBF"/>
    <w:rsid w:val="003601DC"/>
    <w:rsid w:val="0036080B"/>
    <w:rsid w:val="00360822"/>
    <w:rsid w:val="0036086B"/>
    <w:rsid w:val="00360B8D"/>
    <w:rsid w:val="00360E6F"/>
    <w:rsid w:val="00360F4E"/>
    <w:rsid w:val="0036100E"/>
    <w:rsid w:val="003611FE"/>
    <w:rsid w:val="00361297"/>
    <w:rsid w:val="00361358"/>
    <w:rsid w:val="0036154E"/>
    <w:rsid w:val="00361578"/>
    <w:rsid w:val="00361841"/>
    <w:rsid w:val="003619DF"/>
    <w:rsid w:val="00362060"/>
    <w:rsid w:val="003621FC"/>
    <w:rsid w:val="00362424"/>
    <w:rsid w:val="00362442"/>
    <w:rsid w:val="003624E6"/>
    <w:rsid w:val="00362CD2"/>
    <w:rsid w:val="00362DD7"/>
    <w:rsid w:val="00363003"/>
    <w:rsid w:val="003633D5"/>
    <w:rsid w:val="00363EC5"/>
    <w:rsid w:val="00363F65"/>
    <w:rsid w:val="00364204"/>
    <w:rsid w:val="003642E9"/>
    <w:rsid w:val="00364A04"/>
    <w:rsid w:val="00364D7B"/>
    <w:rsid w:val="00365285"/>
    <w:rsid w:val="00365836"/>
    <w:rsid w:val="00365996"/>
    <w:rsid w:val="00365BC2"/>
    <w:rsid w:val="003663C0"/>
    <w:rsid w:val="003663EB"/>
    <w:rsid w:val="0036668B"/>
    <w:rsid w:val="00366793"/>
    <w:rsid w:val="0036687B"/>
    <w:rsid w:val="00366B87"/>
    <w:rsid w:val="00366BB8"/>
    <w:rsid w:val="00366D5A"/>
    <w:rsid w:val="00366F65"/>
    <w:rsid w:val="00366FBD"/>
    <w:rsid w:val="00367037"/>
    <w:rsid w:val="003673F7"/>
    <w:rsid w:val="003676EA"/>
    <w:rsid w:val="00367807"/>
    <w:rsid w:val="00367876"/>
    <w:rsid w:val="00367A41"/>
    <w:rsid w:val="00367B1A"/>
    <w:rsid w:val="00367C9D"/>
    <w:rsid w:val="00367D1A"/>
    <w:rsid w:val="00367DA3"/>
    <w:rsid w:val="00367FB9"/>
    <w:rsid w:val="00370181"/>
    <w:rsid w:val="0037033B"/>
    <w:rsid w:val="003705F3"/>
    <w:rsid w:val="00370702"/>
    <w:rsid w:val="00370783"/>
    <w:rsid w:val="00370B4C"/>
    <w:rsid w:val="00370F88"/>
    <w:rsid w:val="00370FD5"/>
    <w:rsid w:val="00370FE2"/>
    <w:rsid w:val="00371603"/>
    <w:rsid w:val="00371971"/>
    <w:rsid w:val="00371A44"/>
    <w:rsid w:val="00371E50"/>
    <w:rsid w:val="00371EB9"/>
    <w:rsid w:val="0037228B"/>
    <w:rsid w:val="00372389"/>
    <w:rsid w:val="00372441"/>
    <w:rsid w:val="00372B63"/>
    <w:rsid w:val="00372BDB"/>
    <w:rsid w:val="00372D87"/>
    <w:rsid w:val="00372D90"/>
    <w:rsid w:val="00372E04"/>
    <w:rsid w:val="00372E80"/>
    <w:rsid w:val="00373163"/>
    <w:rsid w:val="00373810"/>
    <w:rsid w:val="003739BA"/>
    <w:rsid w:val="00373FB3"/>
    <w:rsid w:val="00374107"/>
    <w:rsid w:val="003754EF"/>
    <w:rsid w:val="003754F4"/>
    <w:rsid w:val="003759BE"/>
    <w:rsid w:val="00375A58"/>
    <w:rsid w:val="00375BE0"/>
    <w:rsid w:val="00375D09"/>
    <w:rsid w:val="00375D23"/>
    <w:rsid w:val="00375D28"/>
    <w:rsid w:val="00376246"/>
    <w:rsid w:val="0037630B"/>
    <w:rsid w:val="003764B9"/>
    <w:rsid w:val="0037659F"/>
    <w:rsid w:val="003768AB"/>
    <w:rsid w:val="00376E3A"/>
    <w:rsid w:val="00376F57"/>
    <w:rsid w:val="0037746B"/>
    <w:rsid w:val="003774EB"/>
    <w:rsid w:val="003776E6"/>
    <w:rsid w:val="00377CC4"/>
    <w:rsid w:val="0038017F"/>
    <w:rsid w:val="003805C8"/>
    <w:rsid w:val="003805CC"/>
    <w:rsid w:val="0038064B"/>
    <w:rsid w:val="00380C4C"/>
    <w:rsid w:val="00381126"/>
    <w:rsid w:val="0038156F"/>
    <w:rsid w:val="003815DA"/>
    <w:rsid w:val="0038167F"/>
    <w:rsid w:val="00381852"/>
    <w:rsid w:val="003818A8"/>
    <w:rsid w:val="003819E7"/>
    <w:rsid w:val="00381C3A"/>
    <w:rsid w:val="00381E3A"/>
    <w:rsid w:val="00381E62"/>
    <w:rsid w:val="00382939"/>
    <w:rsid w:val="00382AE9"/>
    <w:rsid w:val="00382AF5"/>
    <w:rsid w:val="00382DEA"/>
    <w:rsid w:val="00382FBC"/>
    <w:rsid w:val="003831FF"/>
    <w:rsid w:val="0038328E"/>
    <w:rsid w:val="0038352F"/>
    <w:rsid w:val="0038375B"/>
    <w:rsid w:val="0038389F"/>
    <w:rsid w:val="003838DF"/>
    <w:rsid w:val="00383BAD"/>
    <w:rsid w:val="00383E1C"/>
    <w:rsid w:val="00383F69"/>
    <w:rsid w:val="003840B0"/>
    <w:rsid w:val="003842B4"/>
    <w:rsid w:val="003845CE"/>
    <w:rsid w:val="00384A83"/>
    <w:rsid w:val="00384ABF"/>
    <w:rsid w:val="003850F4"/>
    <w:rsid w:val="003852A6"/>
    <w:rsid w:val="003857BB"/>
    <w:rsid w:val="00385DEA"/>
    <w:rsid w:val="0038602B"/>
    <w:rsid w:val="00386549"/>
    <w:rsid w:val="003867E5"/>
    <w:rsid w:val="00386864"/>
    <w:rsid w:val="00386F01"/>
    <w:rsid w:val="0038724C"/>
    <w:rsid w:val="003872DB"/>
    <w:rsid w:val="00387559"/>
    <w:rsid w:val="0038757B"/>
    <w:rsid w:val="00387859"/>
    <w:rsid w:val="00387983"/>
    <w:rsid w:val="00387CEB"/>
    <w:rsid w:val="00387D54"/>
    <w:rsid w:val="00390270"/>
    <w:rsid w:val="003903F2"/>
    <w:rsid w:val="003905C2"/>
    <w:rsid w:val="003906F7"/>
    <w:rsid w:val="00390860"/>
    <w:rsid w:val="00390874"/>
    <w:rsid w:val="00390BCD"/>
    <w:rsid w:val="003911E7"/>
    <w:rsid w:val="0039124D"/>
    <w:rsid w:val="003912B1"/>
    <w:rsid w:val="00391417"/>
    <w:rsid w:val="00391448"/>
    <w:rsid w:val="003915E0"/>
    <w:rsid w:val="0039168D"/>
    <w:rsid w:val="0039180C"/>
    <w:rsid w:val="00391A36"/>
    <w:rsid w:val="00391AD3"/>
    <w:rsid w:val="00391B4E"/>
    <w:rsid w:val="00392009"/>
    <w:rsid w:val="00392038"/>
    <w:rsid w:val="0039229D"/>
    <w:rsid w:val="00392480"/>
    <w:rsid w:val="003924F6"/>
    <w:rsid w:val="003925C8"/>
    <w:rsid w:val="00392712"/>
    <w:rsid w:val="00392750"/>
    <w:rsid w:val="003929F2"/>
    <w:rsid w:val="00392B7B"/>
    <w:rsid w:val="00392E0C"/>
    <w:rsid w:val="00393093"/>
    <w:rsid w:val="00393193"/>
    <w:rsid w:val="00393275"/>
    <w:rsid w:val="003932A0"/>
    <w:rsid w:val="00393824"/>
    <w:rsid w:val="003938C6"/>
    <w:rsid w:val="00393BEE"/>
    <w:rsid w:val="00393C57"/>
    <w:rsid w:val="00393EF7"/>
    <w:rsid w:val="0039406E"/>
    <w:rsid w:val="00394374"/>
    <w:rsid w:val="0039499A"/>
    <w:rsid w:val="003949A0"/>
    <w:rsid w:val="00394A21"/>
    <w:rsid w:val="00394B6E"/>
    <w:rsid w:val="00394B9F"/>
    <w:rsid w:val="00394F39"/>
    <w:rsid w:val="003952DB"/>
    <w:rsid w:val="0039532F"/>
    <w:rsid w:val="00395A15"/>
    <w:rsid w:val="00395A40"/>
    <w:rsid w:val="00395C1B"/>
    <w:rsid w:val="00395F00"/>
    <w:rsid w:val="00395FA4"/>
    <w:rsid w:val="00396188"/>
    <w:rsid w:val="00396522"/>
    <w:rsid w:val="00396704"/>
    <w:rsid w:val="003968D0"/>
    <w:rsid w:val="00396B42"/>
    <w:rsid w:val="00396CA3"/>
    <w:rsid w:val="00396F98"/>
    <w:rsid w:val="0039702A"/>
    <w:rsid w:val="0039708F"/>
    <w:rsid w:val="0039715E"/>
    <w:rsid w:val="0039717E"/>
    <w:rsid w:val="00397BD0"/>
    <w:rsid w:val="00397D97"/>
    <w:rsid w:val="00397E9E"/>
    <w:rsid w:val="003A01AA"/>
    <w:rsid w:val="003A044D"/>
    <w:rsid w:val="003A0533"/>
    <w:rsid w:val="003A06AE"/>
    <w:rsid w:val="003A0919"/>
    <w:rsid w:val="003A0B33"/>
    <w:rsid w:val="003A0BA7"/>
    <w:rsid w:val="003A0CFF"/>
    <w:rsid w:val="003A0E04"/>
    <w:rsid w:val="003A10FC"/>
    <w:rsid w:val="003A128A"/>
    <w:rsid w:val="003A1737"/>
    <w:rsid w:val="003A1C77"/>
    <w:rsid w:val="003A1DAF"/>
    <w:rsid w:val="003A1FFB"/>
    <w:rsid w:val="003A20B0"/>
    <w:rsid w:val="003A24E7"/>
    <w:rsid w:val="003A2547"/>
    <w:rsid w:val="003A268B"/>
    <w:rsid w:val="003A2A37"/>
    <w:rsid w:val="003A2B97"/>
    <w:rsid w:val="003A2FC8"/>
    <w:rsid w:val="003A3085"/>
    <w:rsid w:val="003A3263"/>
    <w:rsid w:val="003A3C51"/>
    <w:rsid w:val="003A44AC"/>
    <w:rsid w:val="003A4830"/>
    <w:rsid w:val="003A4B5D"/>
    <w:rsid w:val="003A5339"/>
    <w:rsid w:val="003A57B1"/>
    <w:rsid w:val="003A57B6"/>
    <w:rsid w:val="003A5826"/>
    <w:rsid w:val="003A5840"/>
    <w:rsid w:val="003A5B9B"/>
    <w:rsid w:val="003A5E75"/>
    <w:rsid w:val="003A6296"/>
    <w:rsid w:val="003A68F0"/>
    <w:rsid w:val="003A6A6B"/>
    <w:rsid w:val="003A6C60"/>
    <w:rsid w:val="003A6D72"/>
    <w:rsid w:val="003A6E65"/>
    <w:rsid w:val="003A700F"/>
    <w:rsid w:val="003A765B"/>
    <w:rsid w:val="003A78C8"/>
    <w:rsid w:val="003A791E"/>
    <w:rsid w:val="003A7932"/>
    <w:rsid w:val="003A7AA2"/>
    <w:rsid w:val="003A7F18"/>
    <w:rsid w:val="003B0041"/>
    <w:rsid w:val="003B014D"/>
    <w:rsid w:val="003B01A2"/>
    <w:rsid w:val="003B01FE"/>
    <w:rsid w:val="003B03DC"/>
    <w:rsid w:val="003B0BF9"/>
    <w:rsid w:val="003B0D8B"/>
    <w:rsid w:val="003B14DD"/>
    <w:rsid w:val="003B16E0"/>
    <w:rsid w:val="003B1810"/>
    <w:rsid w:val="003B18C1"/>
    <w:rsid w:val="003B1BFA"/>
    <w:rsid w:val="003B23F1"/>
    <w:rsid w:val="003B2A1D"/>
    <w:rsid w:val="003B2AF6"/>
    <w:rsid w:val="003B2C22"/>
    <w:rsid w:val="003B2C96"/>
    <w:rsid w:val="003B2DA1"/>
    <w:rsid w:val="003B2EF9"/>
    <w:rsid w:val="003B2F1E"/>
    <w:rsid w:val="003B35CB"/>
    <w:rsid w:val="003B39C6"/>
    <w:rsid w:val="003B3A47"/>
    <w:rsid w:val="003B42A6"/>
    <w:rsid w:val="003B42F1"/>
    <w:rsid w:val="003B4615"/>
    <w:rsid w:val="003B4791"/>
    <w:rsid w:val="003B47E0"/>
    <w:rsid w:val="003B4837"/>
    <w:rsid w:val="003B4981"/>
    <w:rsid w:val="003B4F4B"/>
    <w:rsid w:val="003B5048"/>
    <w:rsid w:val="003B507D"/>
    <w:rsid w:val="003B5838"/>
    <w:rsid w:val="003B5B40"/>
    <w:rsid w:val="003B5EAD"/>
    <w:rsid w:val="003B62AC"/>
    <w:rsid w:val="003B6455"/>
    <w:rsid w:val="003B646D"/>
    <w:rsid w:val="003B6570"/>
    <w:rsid w:val="003B69F1"/>
    <w:rsid w:val="003B6B53"/>
    <w:rsid w:val="003B6C20"/>
    <w:rsid w:val="003B6D64"/>
    <w:rsid w:val="003B760D"/>
    <w:rsid w:val="003B7710"/>
    <w:rsid w:val="003B78E4"/>
    <w:rsid w:val="003B7A0A"/>
    <w:rsid w:val="003B7ABC"/>
    <w:rsid w:val="003B7B22"/>
    <w:rsid w:val="003B7C4B"/>
    <w:rsid w:val="003C0000"/>
    <w:rsid w:val="003C00DC"/>
    <w:rsid w:val="003C02BF"/>
    <w:rsid w:val="003C074D"/>
    <w:rsid w:val="003C09E3"/>
    <w:rsid w:val="003C09E4"/>
    <w:rsid w:val="003C0B1C"/>
    <w:rsid w:val="003C0C45"/>
    <w:rsid w:val="003C0E5B"/>
    <w:rsid w:val="003C120B"/>
    <w:rsid w:val="003C12AE"/>
    <w:rsid w:val="003C13D7"/>
    <w:rsid w:val="003C143B"/>
    <w:rsid w:val="003C1644"/>
    <w:rsid w:val="003C175D"/>
    <w:rsid w:val="003C183F"/>
    <w:rsid w:val="003C19FD"/>
    <w:rsid w:val="003C2102"/>
    <w:rsid w:val="003C217C"/>
    <w:rsid w:val="003C2890"/>
    <w:rsid w:val="003C2B61"/>
    <w:rsid w:val="003C30CB"/>
    <w:rsid w:val="003C32EF"/>
    <w:rsid w:val="003C3662"/>
    <w:rsid w:val="003C3B83"/>
    <w:rsid w:val="003C3CEE"/>
    <w:rsid w:val="003C3F77"/>
    <w:rsid w:val="003C4124"/>
    <w:rsid w:val="003C4349"/>
    <w:rsid w:val="003C4677"/>
    <w:rsid w:val="003C47DF"/>
    <w:rsid w:val="003C48D4"/>
    <w:rsid w:val="003C4FE6"/>
    <w:rsid w:val="003C52FC"/>
    <w:rsid w:val="003C5395"/>
    <w:rsid w:val="003C5666"/>
    <w:rsid w:val="003C5736"/>
    <w:rsid w:val="003C58A3"/>
    <w:rsid w:val="003C58C2"/>
    <w:rsid w:val="003C5956"/>
    <w:rsid w:val="003C5B79"/>
    <w:rsid w:val="003C5E30"/>
    <w:rsid w:val="003C676F"/>
    <w:rsid w:val="003C681B"/>
    <w:rsid w:val="003C6E78"/>
    <w:rsid w:val="003C7176"/>
    <w:rsid w:val="003C7349"/>
    <w:rsid w:val="003C74A7"/>
    <w:rsid w:val="003C75BC"/>
    <w:rsid w:val="003C784A"/>
    <w:rsid w:val="003C789A"/>
    <w:rsid w:val="003C79A4"/>
    <w:rsid w:val="003C7D5D"/>
    <w:rsid w:val="003C7DDD"/>
    <w:rsid w:val="003C7F69"/>
    <w:rsid w:val="003C7FBB"/>
    <w:rsid w:val="003C7FC3"/>
    <w:rsid w:val="003D00EB"/>
    <w:rsid w:val="003D0169"/>
    <w:rsid w:val="003D0347"/>
    <w:rsid w:val="003D06CB"/>
    <w:rsid w:val="003D07E2"/>
    <w:rsid w:val="003D0FE6"/>
    <w:rsid w:val="003D101A"/>
    <w:rsid w:val="003D1501"/>
    <w:rsid w:val="003D175F"/>
    <w:rsid w:val="003D1C53"/>
    <w:rsid w:val="003D1D03"/>
    <w:rsid w:val="003D1F6C"/>
    <w:rsid w:val="003D2193"/>
    <w:rsid w:val="003D23A6"/>
    <w:rsid w:val="003D2422"/>
    <w:rsid w:val="003D285F"/>
    <w:rsid w:val="003D3708"/>
    <w:rsid w:val="003D38EB"/>
    <w:rsid w:val="003D3E9C"/>
    <w:rsid w:val="003D4953"/>
    <w:rsid w:val="003D4D57"/>
    <w:rsid w:val="003D4DC6"/>
    <w:rsid w:val="003D51F0"/>
    <w:rsid w:val="003D576F"/>
    <w:rsid w:val="003D59EC"/>
    <w:rsid w:val="003D5C4E"/>
    <w:rsid w:val="003D60A9"/>
    <w:rsid w:val="003D618B"/>
    <w:rsid w:val="003D6289"/>
    <w:rsid w:val="003D6D64"/>
    <w:rsid w:val="003D6D9A"/>
    <w:rsid w:val="003D6E75"/>
    <w:rsid w:val="003D70DB"/>
    <w:rsid w:val="003D7441"/>
    <w:rsid w:val="003D7D7B"/>
    <w:rsid w:val="003E086B"/>
    <w:rsid w:val="003E0B4F"/>
    <w:rsid w:val="003E0BEB"/>
    <w:rsid w:val="003E0BF2"/>
    <w:rsid w:val="003E0DAD"/>
    <w:rsid w:val="003E0F36"/>
    <w:rsid w:val="003E1216"/>
    <w:rsid w:val="003E12EA"/>
    <w:rsid w:val="003E133F"/>
    <w:rsid w:val="003E1CD2"/>
    <w:rsid w:val="003E1E53"/>
    <w:rsid w:val="003E278E"/>
    <w:rsid w:val="003E2C91"/>
    <w:rsid w:val="003E2E93"/>
    <w:rsid w:val="003E2F2A"/>
    <w:rsid w:val="003E2F74"/>
    <w:rsid w:val="003E328E"/>
    <w:rsid w:val="003E3406"/>
    <w:rsid w:val="003E34DD"/>
    <w:rsid w:val="003E3836"/>
    <w:rsid w:val="003E383A"/>
    <w:rsid w:val="003E38BE"/>
    <w:rsid w:val="003E461E"/>
    <w:rsid w:val="003E47A2"/>
    <w:rsid w:val="003E4AE5"/>
    <w:rsid w:val="003E5161"/>
    <w:rsid w:val="003E5233"/>
    <w:rsid w:val="003E5933"/>
    <w:rsid w:val="003E5A31"/>
    <w:rsid w:val="003E5DBB"/>
    <w:rsid w:val="003E5F40"/>
    <w:rsid w:val="003E601F"/>
    <w:rsid w:val="003E60B1"/>
    <w:rsid w:val="003E632F"/>
    <w:rsid w:val="003E6522"/>
    <w:rsid w:val="003E66D7"/>
    <w:rsid w:val="003E68B8"/>
    <w:rsid w:val="003E6B47"/>
    <w:rsid w:val="003E6B6F"/>
    <w:rsid w:val="003E6D58"/>
    <w:rsid w:val="003E6DAF"/>
    <w:rsid w:val="003E6EE4"/>
    <w:rsid w:val="003E73A5"/>
    <w:rsid w:val="003E74A7"/>
    <w:rsid w:val="003E7741"/>
    <w:rsid w:val="003E7AF6"/>
    <w:rsid w:val="003E7B84"/>
    <w:rsid w:val="003E7D0B"/>
    <w:rsid w:val="003E7E59"/>
    <w:rsid w:val="003E7EBA"/>
    <w:rsid w:val="003E7FEB"/>
    <w:rsid w:val="003F0953"/>
    <w:rsid w:val="003F0F16"/>
    <w:rsid w:val="003F1018"/>
    <w:rsid w:val="003F162F"/>
    <w:rsid w:val="003F1649"/>
    <w:rsid w:val="003F16F3"/>
    <w:rsid w:val="003F1743"/>
    <w:rsid w:val="003F1CBD"/>
    <w:rsid w:val="003F1DEF"/>
    <w:rsid w:val="003F212A"/>
    <w:rsid w:val="003F2525"/>
    <w:rsid w:val="003F292E"/>
    <w:rsid w:val="003F30BA"/>
    <w:rsid w:val="003F32F8"/>
    <w:rsid w:val="003F3324"/>
    <w:rsid w:val="003F3689"/>
    <w:rsid w:val="003F3800"/>
    <w:rsid w:val="003F42B1"/>
    <w:rsid w:val="003F42E3"/>
    <w:rsid w:val="003F4466"/>
    <w:rsid w:val="003F47A5"/>
    <w:rsid w:val="003F4996"/>
    <w:rsid w:val="003F49D5"/>
    <w:rsid w:val="003F4B59"/>
    <w:rsid w:val="003F4E33"/>
    <w:rsid w:val="003F50D7"/>
    <w:rsid w:val="003F50E3"/>
    <w:rsid w:val="003F5255"/>
    <w:rsid w:val="003F533A"/>
    <w:rsid w:val="003F546F"/>
    <w:rsid w:val="003F55D0"/>
    <w:rsid w:val="003F562C"/>
    <w:rsid w:val="003F567E"/>
    <w:rsid w:val="003F5958"/>
    <w:rsid w:val="003F59E1"/>
    <w:rsid w:val="003F5A3A"/>
    <w:rsid w:val="003F5A90"/>
    <w:rsid w:val="003F5CF3"/>
    <w:rsid w:val="003F5DC7"/>
    <w:rsid w:val="003F5F90"/>
    <w:rsid w:val="003F6049"/>
    <w:rsid w:val="003F6117"/>
    <w:rsid w:val="003F61B7"/>
    <w:rsid w:val="003F65E3"/>
    <w:rsid w:val="003F6639"/>
    <w:rsid w:val="003F69A4"/>
    <w:rsid w:val="003F69B5"/>
    <w:rsid w:val="003F6AE8"/>
    <w:rsid w:val="003F6ED4"/>
    <w:rsid w:val="003F6FE5"/>
    <w:rsid w:val="003F7309"/>
    <w:rsid w:val="003F7353"/>
    <w:rsid w:val="003F7603"/>
    <w:rsid w:val="003F78B7"/>
    <w:rsid w:val="003F78F9"/>
    <w:rsid w:val="003F7B13"/>
    <w:rsid w:val="003F7B30"/>
    <w:rsid w:val="003F7DFE"/>
    <w:rsid w:val="003F7F3D"/>
    <w:rsid w:val="0040049A"/>
    <w:rsid w:val="00400598"/>
    <w:rsid w:val="004007FA"/>
    <w:rsid w:val="00400998"/>
    <w:rsid w:val="00401066"/>
    <w:rsid w:val="00401141"/>
    <w:rsid w:val="00401369"/>
    <w:rsid w:val="00401508"/>
    <w:rsid w:val="00401692"/>
    <w:rsid w:val="00401715"/>
    <w:rsid w:val="004018B5"/>
    <w:rsid w:val="00401B02"/>
    <w:rsid w:val="00401DEF"/>
    <w:rsid w:val="00401ED1"/>
    <w:rsid w:val="00401F7F"/>
    <w:rsid w:val="00401FA0"/>
    <w:rsid w:val="00402085"/>
    <w:rsid w:val="00402156"/>
    <w:rsid w:val="00402302"/>
    <w:rsid w:val="00402354"/>
    <w:rsid w:val="0040235C"/>
    <w:rsid w:val="00402396"/>
    <w:rsid w:val="004024FB"/>
    <w:rsid w:val="00402997"/>
    <w:rsid w:val="004029E4"/>
    <w:rsid w:val="00402C5F"/>
    <w:rsid w:val="0040301C"/>
    <w:rsid w:val="00403411"/>
    <w:rsid w:val="00403489"/>
    <w:rsid w:val="0040350B"/>
    <w:rsid w:val="00403878"/>
    <w:rsid w:val="0040396C"/>
    <w:rsid w:val="00403994"/>
    <w:rsid w:val="00403BF5"/>
    <w:rsid w:val="00404246"/>
    <w:rsid w:val="004043F0"/>
    <w:rsid w:val="004046B5"/>
    <w:rsid w:val="00404ACB"/>
    <w:rsid w:val="00404D0B"/>
    <w:rsid w:val="0040505B"/>
    <w:rsid w:val="0040506C"/>
    <w:rsid w:val="00405115"/>
    <w:rsid w:val="0040530A"/>
    <w:rsid w:val="00405B64"/>
    <w:rsid w:val="00405D83"/>
    <w:rsid w:val="00405DC1"/>
    <w:rsid w:val="004060C4"/>
    <w:rsid w:val="004067AD"/>
    <w:rsid w:val="00406974"/>
    <w:rsid w:val="00406CB7"/>
    <w:rsid w:val="00406E77"/>
    <w:rsid w:val="004070E8"/>
    <w:rsid w:val="00407677"/>
    <w:rsid w:val="00407B7F"/>
    <w:rsid w:val="00407BE8"/>
    <w:rsid w:val="00407FC7"/>
    <w:rsid w:val="00410054"/>
    <w:rsid w:val="0041039A"/>
    <w:rsid w:val="00410470"/>
    <w:rsid w:val="00410889"/>
    <w:rsid w:val="004111FE"/>
    <w:rsid w:val="004113EC"/>
    <w:rsid w:val="00411E8B"/>
    <w:rsid w:val="004123D7"/>
    <w:rsid w:val="0041248E"/>
    <w:rsid w:val="004124C2"/>
    <w:rsid w:val="004127C6"/>
    <w:rsid w:val="00413300"/>
    <w:rsid w:val="0041330B"/>
    <w:rsid w:val="0041337B"/>
    <w:rsid w:val="00413436"/>
    <w:rsid w:val="0041372F"/>
    <w:rsid w:val="00413778"/>
    <w:rsid w:val="004138F7"/>
    <w:rsid w:val="004139E1"/>
    <w:rsid w:val="004139EA"/>
    <w:rsid w:val="0041402E"/>
    <w:rsid w:val="00414258"/>
    <w:rsid w:val="00414414"/>
    <w:rsid w:val="00414479"/>
    <w:rsid w:val="00414629"/>
    <w:rsid w:val="00414755"/>
    <w:rsid w:val="00414D6D"/>
    <w:rsid w:val="00414F7E"/>
    <w:rsid w:val="00415001"/>
    <w:rsid w:val="00415044"/>
    <w:rsid w:val="0041506C"/>
    <w:rsid w:val="0041513A"/>
    <w:rsid w:val="0041517E"/>
    <w:rsid w:val="004156F6"/>
    <w:rsid w:val="0041579B"/>
    <w:rsid w:val="004159B7"/>
    <w:rsid w:val="00416081"/>
    <w:rsid w:val="00416188"/>
    <w:rsid w:val="004166B2"/>
    <w:rsid w:val="00416AF9"/>
    <w:rsid w:val="00416D70"/>
    <w:rsid w:val="00416DAF"/>
    <w:rsid w:val="00417068"/>
    <w:rsid w:val="004175C8"/>
    <w:rsid w:val="004176D5"/>
    <w:rsid w:val="00417722"/>
    <w:rsid w:val="00417E35"/>
    <w:rsid w:val="00417F94"/>
    <w:rsid w:val="0042036B"/>
    <w:rsid w:val="00420719"/>
    <w:rsid w:val="00420F76"/>
    <w:rsid w:val="00420FF9"/>
    <w:rsid w:val="00421051"/>
    <w:rsid w:val="00421301"/>
    <w:rsid w:val="004215D2"/>
    <w:rsid w:val="004216A0"/>
    <w:rsid w:val="004217C3"/>
    <w:rsid w:val="00421992"/>
    <w:rsid w:val="004219D7"/>
    <w:rsid w:val="00421C11"/>
    <w:rsid w:val="00421C52"/>
    <w:rsid w:val="00421D46"/>
    <w:rsid w:val="00421FCE"/>
    <w:rsid w:val="00422986"/>
    <w:rsid w:val="0042298A"/>
    <w:rsid w:val="00422AB5"/>
    <w:rsid w:val="00422C9A"/>
    <w:rsid w:val="00422D32"/>
    <w:rsid w:val="00422E23"/>
    <w:rsid w:val="00422EA1"/>
    <w:rsid w:val="0042315D"/>
    <w:rsid w:val="004233FE"/>
    <w:rsid w:val="00423784"/>
    <w:rsid w:val="004237CD"/>
    <w:rsid w:val="00423936"/>
    <w:rsid w:val="00423A39"/>
    <w:rsid w:val="00423A8F"/>
    <w:rsid w:val="00423C01"/>
    <w:rsid w:val="0042420A"/>
    <w:rsid w:val="0042428C"/>
    <w:rsid w:val="00424572"/>
    <w:rsid w:val="004247AF"/>
    <w:rsid w:val="0042493F"/>
    <w:rsid w:val="004255FB"/>
    <w:rsid w:val="004256C6"/>
    <w:rsid w:val="00425793"/>
    <w:rsid w:val="00425C5B"/>
    <w:rsid w:val="00425D2E"/>
    <w:rsid w:val="00425E7F"/>
    <w:rsid w:val="00425F32"/>
    <w:rsid w:val="00426151"/>
    <w:rsid w:val="00426350"/>
    <w:rsid w:val="00426400"/>
    <w:rsid w:val="004264EF"/>
    <w:rsid w:val="004269B1"/>
    <w:rsid w:val="00427215"/>
    <w:rsid w:val="00427223"/>
    <w:rsid w:val="00427228"/>
    <w:rsid w:val="0042754B"/>
    <w:rsid w:val="00427A0D"/>
    <w:rsid w:val="00427A66"/>
    <w:rsid w:val="00427DAD"/>
    <w:rsid w:val="004301B6"/>
    <w:rsid w:val="0043042B"/>
    <w:rsid w:val="00430FC7"/>
    <w:rsid w:val="004311AC"/>
    <w:rsid w:val="0043165C"/>
    <w:rsid w:val="004317A4"/>
    <w:rsid w:val="00431910"/>
    <w:rsid w:val="004319EC"/>
    <w:rsid w:val="00431BF1"/>
    <w:rsid w:val="00431E22"/>
    <w:rsid w:val="00431E6F"/>
    <w:rsid w:val="00432215"/>
    <w:rsid w:val="004326A9"/>
    <w:rsid w:val="00432877"/>
    <w:rsid w:val="004329DC"/>
    <w:rsid w:val="00432E6F"/>
    <w:rsid w:val="0043306B"/>
    <w:rsid w:val="0043307E"/>
    <w:rsid w:val="00433339"/>
    <w:rsid w:val="0043348B"/>
    <w:rsid w:val="004334E1"/>
    <w:rsid w:val="004338A3"/>
    <w:rsid w:val="0043397D"/>
    <w:rsid w:val="00433E71"/>
    <w:rsid w:val="00433F4B"/>
    <w:rsid w:val="00433F77"/>
    <w:rsid w:val="004343B9"/>
    <w:rsid w:val="004344AA"/>
    <w:rsid w:val="004344C3"/>
    <w:rsid w:val="0043452E"/>
    <w:rsid w:val="00434614"/>
    <w:rsid w:val="0043461E"/>
    <w:rsid w:val="00434697"/>
    <w:rsid w:val="004348BD"/>
    <w:rsid w:val="004348E2"/>
    <w:rsid w:val="00434A0E"/>
    <w:rsid w:val="00434D94"/>
    <w:rsid w:val="00435047"/>
    <w:rsid w:val="00435235"/>
    <w:rsid w:val="00435291"/>
    <w:rsid w:val="004353F1"/>
    <w:rsid w:val="0043557A"/>
    <w:rsid w:val="00435789"/>
    <w:rsid w:val="00435998"/>
    <w:rsid w:val="00435B1E"/>
    <w:rsid w:val="00435FBA"/>
    <w:rsid w:val="00436078"/>
    <w:rsid w:val="0043654E"/>
    <w:rsid w:val="0043690E"/>
    <w:rsid w:val="00436BBD"/>
    <w:rsid w:val="0043708D"/>
    <w:rsid w:val="004372E8"/>
    <w:rsid w:val="00437C3D"/>
    <w:rsid w:val="00437E67"/>
    <w:rsid w:val="00440013"/>
    <w:rsid w:val="00440048"/>
    <w:rsid w:val="00440701"/>
    <w:rsid w:val="00440B6D"/>
    <w:rsid w:val="004411C5"/>
    <w:rsid w:val="0044153B"/>
    <w:rsid w:val="00441546"/>
    <w:rsid w:val="0044155E"/>
    <w:rsid w:val="0044195B"/>
    <w:rsid w:val="00441D59"/>
    <w:rsid w:val="00441FA1"/>
    <w:rsid w:val="0044205F"/>
    <w:rsid w:val="00442460"/>
    <w:rsid w:val="004424E6"/>
    <w:rsid w:val="00442884"/>
    <w:rsid w:val="00442958"/>
    <w:rsid w:val="00442ECE"/>
    <w:rsid w:val="004432B9"/>
    <w:rsid w:val="0044343B"/>
    <w:rsid w:val="0044395D"/>
    <w:rsid w:val="004439EF"/>
    <w:rsid w:val="00443B35"/>
    <w:rsid w:val="00443E11"/>
    <w:rsid w:val="0044450D"/>
    <w:rsid w:val="00444BBD"/>
    <w:rsid w:val="00444BDB"/>
    <w:rsid w:val="0044525B"/>
    <w:rsid w:val="004455CC"/>
    <w:rsid w:val="00445B97"/>
    <w:rsid w:val="00445D4E"/>
    <w:rsid w:val="00445E04"/>
    <w:rsid w:val="00445E80"/>
    <w:rsid w:val="00446019"/>
    <w:rsid w:val="004460EB"/>
    <w:rsid w:val="004461F0"/>
    <w:rsid w:val="004464C8"/>
    <w:rsid w:val="00446932"/>
    <w:rsid w:val="00446AFC"/>
    <w:rsid w:val="0044753F"/>
    <w:rsid w:val="004475D2"/>
    <w:rsid w:val="00447702"/>
    <w:rsid w:val="00447ACE"/>
    <w:rsid w:val="00447AE3"/>
    <w:rsid w:val="00447BDE"/>
    <w:rsid w:val="004506B3"/>
    <w:rsid w:val="00450822"/>
    <w:rsid w:val="004508B1"/>
    <w:rsid w:val="00450A61"/>
    <w:rsid w:val="00450A9D"/>
    <w:rsid w:val="0045112A"/>
    <w:rsid w:val="004520E1"/>
    <w:rsid w:val="00452105"/>
    <w:rsid w:val="0045239F"/>
    <w:rsid w:val="00452C2C"/>
    <w:rsid w:val="0045304C"/>
    <w:rsid w:val="004532B0"/>
    <w:rsid w:val="00453818"/>
    <w:rsid w:val="00453C12"/>
    <w:rsid w:val="00453E07"/>
    <w:rsid w:val="00453E12"/>
    <w:rsid w:val="00453F7C"/>
    <w:rsid w:val="00454BB6"/>
    <w:rsid w:val="00454BCB"/>
    <w:rsid w:val="00454C81"/>
    <w:rsid w:val="00454E91"/>
    <w:rsid w:val="004551CB"/>
    <w:rsid w:val="0045543C"/>
    <w:rsid w:val="0045547B"/>
    <w:rsid w:val="00455A36"/>
    <w:rsid w:val="00455A9B"/>
    <w:rsid w:val="00455AA1"/>
    <w:rsid w:val="00455AEA"/>
    <w:rsid w:val="00455BCB"/>
    <w:rsid w:val="00455F49"/>
    <w:rsid w:val="0045612B"/>
    <w:rsid w:val="00456226"/>
    <w:rsid w:val="0045666F"/>
    <w:rsid w:val="004566F5"/>
    <w:rsid w:val="00456790"/>
    <w:rsid w:val="004567B5"/>
    <w:rsid w:val="00456B05"/>
    <w:rsid w:val="00457081"/>
    <w:rsid w:val="00457161"/>
    <w:rsid w:val="004573B4"/>
    <w:rsid w:val="00457797"/>
    <w:rsid w:val="004578F4"/>
    <w:rsid w:val="00457A3A"/>
    <w:rsid w:val="00457AFE"/>
    <w:rsid w:val="00457EB1"/>
    <w:rsid w:val="00460413"/>
    <w:rsid w:val="00460436"/>
    <w:rsid w:val="00460489"/>
    <w:rsid w:val="004604B9"/>
    <w:rsid w:val="004604C2"/>
    <w:rsid w:val="004605F8"/>
    <w:rsid w:val="00460871"/>
    <w:rsid w:val="004608D6"/>
    <w:rsid w:val="00460BD9"/>
    <w:rsid w:val="00460C03"/>
    <w:rsid w:val="00460C19"/>
    <w:rsid w:val="00460CA4"/>
    <w:rsid w:val="004611C8"/>
    <w:rsid w:val="004612BD"/>
    <w:rsid w:val="00461315"/>
    <w:rsid w:val="004613F1"/>
    <w:rsid w:val="00461471"/>
    <w:rsid w:val="0046181A"/>
    <w:rsid w:val="00461A89"/>
    <w:rsid w:val="00461D1D"/>
    <w:rsid w:val="00461ECC"/>
    <w:rsid w:val="00461F81"/>
    <w:rsid w:val="004620CC"/>
    <w:rsid w:val="004620DA"/>
    <w:rsid w:val="0046225B"/>
    <w:rsid w:val="004626C0"/>
    <w:rsid w:val="00462979"/>
    <w:rsid w:val="00462B6A"/>
    <w:rsid w:val="00462B7E"/>
    <w:rsid w:val="00462D4E"/>
    <w:rsid w:val="00463223"/>
    <w:rsid w:val="004635EC"/>
    <w:rsid w:val="004639F6"/>
    <w:rsid w:val="00463F78"/>
    <w:rsid w:val="0046473D"/>
    <w:rsid w:val="00464BED"/>
    <w:rsid w:val="00464C16"/>
    <w:rsid w:val="00464D53"/>
    <w:rsid w:val="00464E8F"/>
    <w:rsid w:val="00464F5D"/>
    <w:rsid w:val="00464F81"/>
    <w:rsid w:val="00465701"/>
    <w:rsid w:val="00465D20"/>
    <w:rsid w:val="00465E9C"/>
    <w:rsid w:val="004662F7"/>
    <w:rsid w:val="004663F6"/>
    <w:rsid w:val="004665A8"/>
    <w:rsid w:val="0046698F"/>
    <w:rsid w:val="004669DE"/>
    <w:rsid w:val="00466C10"/>
    <w:rsid w:val="00466D95"/>
    <w:rsid w:val="00466DCB"/>
    <w:rsid w:val="00466E8F"/>
    <w:rsid w:val="004670BB"/>
    <w:rsid w:val="00467BD6"/>
    <w:rsid w:val="00467FF4"/>
    <w:rsid w:val="00470368"/>
    <w:rsid w:val="004704A3"/>
    <w:rsid w:val="00470972"/>
    <w:rsid w:val="00470AB0"/>
    <w:rsid w:val="00470EAD"/>
    <w:rsid w:val="00471019"/>
    <w:rsid w:val="00471135"/>
    <w:rsid w:val="0047122D"/>
    <w:rsid w:val="004714CE"/>
    <w:rsid w:val="004715E5"/>
    <w:rsid w:val="0047167A"/>
    <w:rsid w:val="00471974"/>
    <w:rsid w:val="00472129"/>
    <w:rsid w:val="00472774"/>
    <w:rsid w:val="00472CC2"/>
    <w:rsid w:val="00472D72"/>
    <w:rsid w:val="00472D7F"/>
    <w:rsid w:val="00472EC4"/>
    <w:rsid w:val="00473101"/>
    <w:rsid w:val="004737C9"/>
    <w:rsid w:val="004737FB"/>
    <w:rsid w:val="00473E8A"/>
    <w:rsid w:val="00473FCC"/>
    <w:rsid w:val="0047404E"/>
    <w:rsid w:val="004741C1"/>
    <w:rsid w:val="00474622"/>
    <w:rsid w:val="004748F4"/>
    <w:rsid w:val="00474959"/>
    <w:rsid w:val="00474A0F"/>
    <w:rsid w:val="00474C00"/>
    <w:rsid w:val="00474F63"/>
    <w:rsid w:val="0047530E"/>
    <w:rsid w:val="0047539D"/>
    <w:rsid w:val="00475426"/>
    <w:rsid w:val="0047556A"/>
    <w:rsid w:val="0047556E"/>
    <w:rsid w:val="00475A6B"/>
    <w:rsid w:val="00475D5B"/>
    <w:rsid w:val="00475F2A"/>
    <w:rsid w:val="00476095"/>
    <w:rsid w:val="004760A3"/>
    <w:rsid w:val="00476324"/>
    <w:rsid w:val="00476920"/>
    <w:rsid w:val="00476AA7"/>
    <w:rsid w:val="00476EA9"/>
    <w:rsid w:val="00476F48"/>
    <w:rsid w:val="00476FEA"/>
    <w:rsid w:val="00477138"/>
    <w:rsid w:val="00477141"/>
    <w:rsid w:val="004771D0"/>
    <w:rsid w:val="00477948"/>
    <w:rsid w:val="00477954"/>
    <w:rsid w:val="0047798E"/>
    <w:rsid w:val="00477D74"/>
    <w:rsid w:val="004807A1"/>
    <w:rsid w:val="00480814"/>
    <w:rsid w:val="00480A97"/>
    <w:rsid w:val="00480BD3"/>
    <w:rsid w:val="0048127A"/>
    <w:rsid w:val="0048129F"/>
    <w:rsid w:val="004812A2"/>
    <w:rsid w:val="004813E4"/>
    <w:rsid w:val="0048149C"/>
    <w:rsid w:val="004818EF"/>
    <w:rsid w:val="00481982"/>
    <w:rsid w:val="004824C4"/>
    <w:rsid w:val="0048267E"/>
    <w:rsid w:val="00482E94"/>
    <w:rsid w:val="00482F04"/>
    <w:rsid w:val="00482F76"/>
    <w:rsid w:val="00483057"/>
    <w:rsid w:val="0048334E"/>
    <w:rsid w:val="00483495"/>
    <w:rsid w:val="004836D3"/>
    <w:rsid w:val="00483837"/>
    <w:rsid w:val="00483AC1"/>
    <w:rsid w:val="00483F88"/>
    <w:rsid w:val="00484245"/>
    <w:rsid w:val="00484275"/>
    <w:rsid w:val="004845F7"/>
    <w:rsid w:val="00484922"/>
    <w:rsid w:val="00484B56"/>
    <w:rsid w:val="00484C0E"/>
    <w:rsid w:val="0048549B"/>
    <w:rsid w:val="004854DA"/>
    <w:rsid w:val="00485587"/>
    <w:rsid w:val="004855BC"/>
    <w:rsid w:val="004855E1"/>
    <w:rsid w:val="0048574A"/>
    <w:rsid w:val="00485FC2"/>
    <w:rsid w:val="00485FEE"/>
    <w:rsid w:val="0048605F"/>
    <w:rsid w:val="00486079"/>
    <w:rsid w:val="004861BB"/>
    <w:rsid w:val="0048633D"/>
    <w:rsid w:val="004864E9"/>
    <w:rsid w:val="00486A94"/>
    <w:rsid w:val="00486AED"/>
    <w:rsid w:val="00486B8F"/>
    <w:rsid w:val="00487103"/>
    <w:rsid w:val="00487126"/>
    <w:rsid w:val="0048751D"/>
    <w:rsid w:val="00487B99"/>
    <w:rsid w:val="00487BE3"/>
    <w:rsid w:val="00487C22"/>
    <w:rsid w:val="00487C8D"/>
    <w:rsid w:val="00487E25"/>
    <w:rsid w:val="00487F93"/>
    <w:rsid w:val="004901AB"/>
    <w:rsid w:val="004903ED"/>
    <w:rsid w:val="00490DF6"/>
    <w:rsid w:val="00490E0F"/>
    <w:rsid w:val="00490EF3"/>
    <w:rsid w:val="00490FBC"/>
    <w:rsid w:val="00490FE0"/>
    <w:rsid w:val="004910CF"/>
    <w:rsid w:val="004912D4"/>
    <w:rsid w:val="004913C9"/>
    <w:rsid w:val="0049149A"/>
    <w:rsid w:val="00491781"/>
    <w:rsid w:val="004918E8"/>
    <w:rsid w:val="004919C9"/>
    <w:rsid w:val="00491B37"/>
    <w:rsid w:val="00491EFE"/>
    <w:rsid w:val="00492366"/>
    <w:rsid w:val="004923C4"/>
    <w:rsid w:val="0049257F"/>
    <w:rsid w:val="00492A2F"/>
    <w:rsid w:val="00492AA8"/>
    <w:rsid w:val="00492ABA"/>
    <w:rsid w:val="00492DCA"/>
    <w:rsid w:val="004930B1"/>
    <w:rsid w:val="00493102"/>
    <w:rsid w:val="0049325F"/>
    <w:rsid w:val="00493688"/>
    <w:rsid w:val="00493AAC"/>
    <w:rsid w:val="00493EEC"/>
    <w:rsid w:val="00494180"/>
    <w:rsid w:val="0049433B"/>
    <w:rsid w:val="00494D64"/>
    <w:rsid w:val="00495115"/>
    <w:rsid w:val="00495271"/>
    <w:rsid w:val="00495482"/>
    <w:rsid w:val="00495527"/>
    <w:rsid w:val="00495737"/>
    <w:rsid w:val="004957B3"/>
    <w:rsid w:val="00495818"/>
    <w:rsid w:val="0049587D"/>
    <w:rsid w:val="00495CE7"/>
    <w:rsid w:val="00495D6D"/>
    <w:rsid w:val="004960D5"/>
    <w:rsid w:val="0049615C"/>
    <w:rsid w:val="004961A4"/>
    <w:rsid w:val="00496640"/>
    <w:rsid w:val="0049690B"/>
    <w:rsid w:val="00496A84"/>
    <w:rsid w:val="00496AED"/>
    <w:rsid w:val="00496C9E"/>
    <w:rsid w:val="00496D64"/>
    <w:rsid w:val="004971C5"/>
    <w:rsid w:val="00497727"/>
    <w:rsid w:val="00497744"/>
    <w:rsid w:val="0049784D"/>
    <w:rsid w:val="004A05FA"/>
    <w:rsid w:val="004A0967"/>
    <w:rsid w:val="004A0EC1"/>
    <w:rsid w:val="004A0FCA"/>
    <w:rsid w:val="004A113F"/>
    <w:rsid w:val="004A13D8"/>
    <w:rsid w:val="004A16D2"/>
    <w:rsid w:val="004A18EF"/>
    <w:rsid w:val="004A1AA7"/>
    <w:rsid w:val="004A1DA9"/>
    <w:rsid w:val="004A1EF3"/>
    <w:rsid w:val="004A2142"/>
    <w:rsid w:val="004A2665"/>
    <w:rsid w:val="004A28B5"/>
    <w:rsid w:val="004A2A30"/>
    <w:rsid w:val="004A2B1E"/>
    <w:rsid w:val="004A2B85"/>
    <w:rsid w:val="004A2C4B"/>
    <w:rsid w:val="004A2D51"/>
    <w:rsid w:val="004A2E69"/>
    <w:rsid w:val="004A2EA2"/>
    <w:rsid w:val="004A312B"/>
    <w:rsid w:val="004A35C6"/>
    <w:rsid w:val="004A384E"/>
    <w:rsid w:val="004A3F1D"/>
    <w:rsid w:val="004A4444"/>
    <w:rsid w:val="004A44A7"/>
    <w:rsid w:val="004A45B0"/>
    <w:rsid w:val="004A4666"/>
    <w:rsid w:val="004A48A6"/>
    <w:rsid w:val="004A490A"/>
    <w:rsid w:val="004A4AA3"/>
    <w:rsid w:val="004A4CF9"/>
    <w:rsid w:val="004A4DA6"/>
    <w:rsid w:val="004A4DBB"/>
    <w:rsid w:val="004A52CD"/>
    <w:rsid w:val="004A561A"/>
    <w:rsid w:val="004A56B4"/>
    <w:rsid w:val="004A5861"/>
    <w:rsid w:val="004A5919"/>
    <w:rsid w:val="004A5977"/>
    <w:rsid w:val="004A5CC5"/>
    <w:rsid w:val="004A632D"/>
    <w:rsid w:val="004A6334"/>
    <w:rsid w:val="004A65F7"/>
    <w:rsid w:val="004A664E"/>
    <w:rsid w:val="004A6671"/>
    <w:rsid w:val="004A66FC"/>
    <w:rsid w:val="004A6B08"/>
    <w:rsid w:val="004A6BBF"/>
    <w:rsid w:val="004A6C77"/>
    <w:rsid w:val="004A6C84"/>
    <w:rsid w:val="004A7C3C"/>
    <w:rsid w:val="004A7EBE"/>
    <w:rsid w:val="004B0185"/>
    <w:rsid w:val="004B029F"/>
    <w:rsid w:val="004B0953"/>
    <w:rsid w:val="004B0978"/>
    <w:rsid w:val="004B0D70"/>
    <w:rsid w:val="004B1053"/>
    <w:rsid w:val="004B1798"/>
    <w:rsid w:val="004B1823"/>
    <w:rsid w:val="004B198E"/>
    <w:rsid w:val="004B1C9A"/>
    <w:rsid w:val="004B1D24"/>
    <w:rsid w:val="004B1E8A"/>
    <w:rsid w:val="004B2063"/>
    <w:rsid w:val="004B226C"/>
    <w:rsid w:val="004B27B8"/>
    <w:rsid w:val="004B28EB"/>
    <w:rsid w:val="004B2FF0"/>
    <w:rsid w:val="004B321F"/>
    <w:rsid w:val="004B32B4"/>
    <w:rsid w:val="004B33C8"/>
    <w:rsid w:val="004B3523"/>
    <w:rsid w:val="004B361D"/>
    <w:rsid w:val="004B3733"/>
    <w:rsid w:val="004B383D"/>
    <w:rsid w:val="004B39B5"/>
    <w:rsid w:val="004B3D62"/>
    <w:rsid w:val="004B42F2"/>
    <w:rsid w:val="004B43AF"/>
    <w:rsid w:val="004B44CD"/>
    <w:rsid w:val="004B45A7"/>
    <w:rsid w:val="004B4983"/>
    <w:rsid w:val="004B4AF3"/>
    <w:rsid w:val="004B4B1B"/>
    <w:rsid w:val="004B4DD4"/>
    <w:rsid w:val="004B4DFF"/>
    <w:rsid w:val="004B5C44"/>
    <w:rsid w:val="004B6234"/>
    <w:rsid w:val="004B6541"/>
    <w:rsid w:val="004B6F76"/>
    <w:rsid w:val="004B70A1"/>
    <w:rsid w:val="004B7188"/>
    <w:rsid w:val="004B7277"/>
    <w:rsid w:val="004B765C"/>
    <w:rsid w:val="004B7794"/>
    <w:rsid w:val="004B7F18"/>
    <w:rsid w:val="004B7F1F"/>
    <w:rsid w:val="004C04F8"/>
    <w:rsid w:val="004C06BE"/>
    <w:rsid w:val="004C0B43"/>
    <w:rsid w:val="004C0CFC"/>
    <w:rsid w:val="004C0D8D"/>
    <w:rsid w:val="004C0E2E"/>
    <w:rsid w:val="004C14B8"/>
    <w:rsid w:val="004C1A57"/>
    <w:rsid w:val="004C1CAD"/>
    <w:rsid w:val="004C1F35"/>
    <w:rsid w:val="004C2AC9"/>
    <w:rsid w:val="004C2B0E"/>
    <w:rsid w:val="004C3346"/>
    <w:rsid w:val="004C339C"/>
    <w:rsid w:val="004C34CB"/>
    <w:rsid w:val="004C36D7"/>
    <w:rsid w:val="004C3763"/>
    <w:rsid w:val="004C3BFF"/>
    <w:rsid w:val="004C3E4D"/>
    <w:rsid w:val="004C3F86"/>
    <w:rsid w:val="004C4035"/>
    <w:rsid w:val="004C455E"/>
    <w:rsid w:val="004C47F1"/>
    <w:rsid w:val="004C4B1F"/>
    <w:rsid w:val="004C4C2F"/>
    <w:rsid w:val="004C4C7C"/>
    <w:rsid w:val="004C4D72"/>
    <w:rsid w:val="004C4F33"/>
    <w:rsid w:val="004C513B"/>
    <w:rsid w:val="004C550A"/>
    <w:rsid w:val="004C5A56"/>
    <w:rsid w:val="004C5A84"/>
    <w:rsid w:val="004C5B0A"/>
    <w:rsid w:val="004C5FC5"/>
    <w:rsid w:val="004C6080"/>
    <w:rsid w:val="004C60D9"/>
    <w:rsid w:val="004C67ED"/>
    <w:rsid w:val="004C6AB8"/>
    <w:rsid w:val="004C6D47"/>
    <w:rsid w:val="004C701B"/>
    <w:rsid w:val="004C713F"/>
    <w:rsid w:val="004C7328"/>
    <w:rsid w:val="004C743B"/>
    <w:rsid w:val="004C75EF"/>
    <w:rsid w:val="004C77C2"/>
    <w:rsid w:val="004C7A01"/>
    <w:rsid w:val="004C7DC6"/>
    <w:rsid w:val="004C7E84"/>
    <w:rsid w:val="004D00CF"/>
    <w:rsid w:val="004D06DA"/>
    <w:rsid w:val="004D07AC"/>
    <w:rsid w:val="004D0898"/>
    <w:rsid w:val="004D0DB4"/>
    <w:rsid w:val="004D0E93"/>
    <w:rsid w:val="004D1439"/>
    <w:rsid w:val="004D1BE3"/>
    <w:rsid w:val="004D1BF1"/>
    <w:rsid w:val="004D1E1C"/>
    <w:rsid w:val="004D1FD1"/>
    <w:rsid w:val="004D2417"/>
    <w:rsid w:val="004D2637"/>
    <w:rsid w:val="004D2760"/>
    <w:rsid w:val="004D27FF"/>
    <w:rsid w:val="004D2895"/>
    <w:rsid w:val="004D2AE9"/>
    <w:rsid w:val="004D311B"/>
    <w:rsid w:val="004D33AB"/>
    <w:rsid w:val="004D3A68"/>
    <w:rsid w:val="004D4334"/>
    <w:rsid w:val="004D45D4"/>
    <w:rsid w:val="004D4BF2"/>
    <w:rsid w:val="004D4C00"/>
    <w:rsid w:val="004D4D83"/>
    <w:rsid w:val="004D4EE8"/>
    <w:rsid w:val="004D4FA9"/>
    <w:rsid w:val="004D53BA"/>
    <w:rsid w:val="004D53C7"/>
    <w:rsid w:val="004D5422"/>
    <w:rsid w:val="004D561E"/>
    <w:rsid w:val="004D57A5"/>
    <w:rsid w:val="004D5C95"/>
    <w:rsid w:val="004D5D90"/>
    <w:rsid w:val="004D67BB"/>
    <w:rsid w:val="004D6DDF"/>
    <w:rsid w:val="004D72CB"/>
    <w:rsid w:val="004D72FD"/>
    <w:rsid w:val="004D741F"/>
    <w:rsid w:val="004D7724"/>
    <w:rsid w:val="004D7A49"/>
    <w:rsid w:val="004D7BDD"/>
    <w:rsid w:val="004D7C02"/>
    <w:rsid w:val="004D7F4D"/>
    <w:rsid w:val="004E06A7"/>
    <w:rsid w:val="004E06B7"/>
    <w:rsid w:val="004E107C"/>
    <w:rsid w:val="004E11EE"/>
    <w:rsid w:val="004E13D5"/>
    <w:rsid w:val="004E1AE4"/>
    <w:rsid w:val="004E1B74"/>
    <w:rsid w:val="004E1B90"/>
    <w:rsid w:val="004E1DF9"/>
    <w:rsid w:val="004E2C5B"/>
    <w:rsid w:val="004E31A9"/>
    <w:rsid w:val="004E3242"/>
    <w:rsid w:val="004E353E"/>
    <w:rsid w:val="004E386A"/>
    <w:rsid w:val="004E3AC1"/>
    <w:rsid w:val="004E3EC6"/>
    <w:rsid w:val="004E3F2A"/>
    <w:rsid w:val="004E4182"/>
    <w:rsid w:val="004E43A3"/>
    <w:rsid w:val="004E4843"/>
    <w:rsid w:val="004E48C5"/>
    <w:rsid w:val="004E4C59"/>
    <w:rsid w:val="004E5326"/>
    <w:rsid w:val="004E54B7"/>
    <w:rsid w:val="004E5A59"/>
    <w:rsid w:val="004E5C85"/>
    <w:rsid w:val="004E5DF8"/>
    <w:rsid w:val="004E5E38"/>
    <w:rsid w:val="004E69D0"/>
    <w:rsid w:val="004E6A75"/>
    <w:rsid w:val="004E6B6A"/>
    <w:rsid w:val="004E6E0A"/>
    <w:rsid w:val="004E6E0F"/>
    <w:rsid w:val="004E7252"/>
    <w:rsid w:val="004E72C0"/>
    <w:rsid w:val="004E78EF"/>
    <w:rsid w:val="004E7B53"/>
    <w:rsid w:val="004F053A"/>
    <w:rsid w:val="004F07DC"/>
    <w:rsid w:val="004F0BBF"/>
    <w:rsid w:val="004F0BE6"/>
    <w:rsid w:val="004F0D86"/>
    <w:rsid w:val="004F0D95"/>
    <w:rsid w:val="004F1829"/>
    <w:rsid w:val="004F1888"/>
    <w:rsid w:val="004F1A6C"/>
    <w:rsid w:val="004F1B1D"/>
    <w:rsid w:val="004F1EE0"/>
    <w:rsid w:val="004F1F05"/>
    <w:rsid w:val="004F1F8C"/>
    <w:rsid w:val="004F2509"/>
    <w:rsid w:val="004F2640"/>
    <w:rsid w:val="004F26F9"/>
    <w:rsid w:val="004F2B68"/>
    <w:rsid w:val="004F34CB"/>
    <w:rsid w:val="004F36DC"/>
    <w:rsid w:val="004F37DD"/>
    <w:rsid w:val="004F38CD"/>
    <w:rsid w:val="004F3B49"/>
    <w:rsid w:val="004F3C76"/>
    <w:rsid w:val="004F3E79"/>
    <w:rsid w:val="004F43F8"/>
    <w:rsid w:val="004F44D7"/>
    <w:rsid w:val="004F46DF"/>
    <w:rsid w:val="004F4729"/>
    <w:rsid w:val="004F482B"/>
    <w:rsid w:val="004F4AFD"/>
    <w:rsid w:val="004F4B3D"/>
    <w:rsid w:val="004F4E6D"/>
    <w:rsid w:val="004F5044"/>
    <w:rsid w:val="004F52AB"/>
    <w:rsid w:val="004F5404"/>
    <w:rsid w:val="004F563E"/>
    <w:rsid w:val="004F5F2A"/>
    <w:rsid w:val="004F63F5"/>
    <w:rsid w:val="004F64DA"/>
    <w:rsid w:val="004F6A0B"/>
    <w:rsid w:val="004F704E"/>
    <w:rsid w:val="004F704F"/>
    <w:rsid w:val="004F71AB"/>
    <w:rsid w:val="004F7214"/>
    <w:rsid w:val="00500139"/>
    <w:rsid w:val="00500181"/>
    <w:rsid w:val="0050077B"/>
    <w:rsid w:val="00500962"/>
    <w:rsid w:val="00500A50"/>
    <w:rsid w:val="00500A5E"/>
    <w:rsid w:val="00500BAA"/>
    <w:rsid w:val="00500C81"/>
    <w:rsid w:val="00500C9A"/>
    <w:rsid w:val="00500D23"/>
    <w:rsid w:val="00500D4B"/>
    <w:rsid w:val="00500FAC"/>
    <w:rsid w:val="00500FEA"/>
    <w:rsid w:val="005018F5"/>
    <w:rsid w:val="00501D38"/>
    <w:rsid w:val="00501F22"/>
    <w:rsid w:val="005026A5"/>
    <w:rsid w:val="00502724"/>
    <w:rsid w:val="00502832"/>
    <w:rsid w:val="0050286C"/>
    <w:rsid w:val="00502B7E"/>
    <w:rsid w:val="00502C20"/>
    <w:rsid w:val="00502C79"/>
    <w:rsid w:val="00503285"/>
    <w:rsid w:val="005034F6"/>
    <w:rsid w:val="00503E39"/>
    <w:rsid w:val="00503F30"/>
    <w:rsid w:val="00504045"/>
    <w:rsid w:val="0050419E"/>
    <w:rsid w:val="00504553"/>
    <w:rsid w:val="0050468F"/>
    <w:rsid w:val="00504D7E"/>
    <w:rsid w:val="00504E3A"/>
    <w:rsid w:val="00504E8F"/>
    <w:rsid w:val="00504FAF"/>
    <w:rsid w:val="005050EF"/>
    <w:rsid w:val="00505139"/>
    <w:rsid w:val="00505250"/>
    <w:rsid w:val="0050557D"/>
    <w:rsid w:val="00505781"/>
    <w:rsid w:val="00505AAE"/>
    <w:rsid w:val="00505CC1"/>
    <w:rsid w:val="00505D8A"/>
    <w:rsid w:val="00505FC6"/>
    <w:rsid w:val="00506100"/>
    <w:rsid w:val="005061F7"/>
    <w:rsid w:val="0050623F"/>
    <w:rsid w:val="0050631E"/>
    <w:rsid w:val="005065D5"/>
    <w:rsid w:val="0050662E"/>
    <w:rsid w:val="005068F6"/>
    <w:rsid w:val="00506999"/>
    <w:rsid w:val="00506BFD"/>
    <w:rsid w:val="00506DCA"/>
    <w:rsid w:val="00506FFB"/>
    <w:rsid w:val="00507097"/>
    <w:rsid w:val="005072B4"/>
    <w:rsid w:val="0050758B"/>
    <w:rsid w:val="00507893"/>
    <w:rsid w:val="00507B38"/>
    <w:rsid w:val="00507CE0"/>
    <w:rsid w:val="0051022C"/>
    <w:rsid w:val="00510373"/>
    <w:rsid w:val="005105AE"/>
    <w:rsid w:val="0051083B"/>
    <w:rsid w:val="00510B12"/>
    <w:rsid w:val="00510B4D"/>
    <w:rsid w:val="00510CD0"/>
    <w:rsid w:val="005110B2"/>
    <w:rsid w:val="005113DA"/>
    <w:rsid w:val="005114EF"/>
    <w:rsid w:val="005117D9"/>
    <w:rsid w:val="00511838"/>
    <w:rsid w:val="00511E93"/>
    <w:rsid w:val="00511E99"/>
    <w:rsid w:val="0051270C"/>
    <w:rsid w:val="0051274C"/>
    <w:rsid w:val="00512793"/>
    <w:rsid w:val="005129B6"/>
    <w:rsid w:val="00512AC2"/>
    <w:rsid w:val="00512C44"/>
    <w:rsid w:val="00512CC1"/>
    <w:rsid w:val="00512D2C"/>
    <w:rsid w:val="00513388"/>
    <w:rsid w:val="00513B6B"/>
    <w:rsid w:val="00513D21"/>
    <w:rsid w:val="00513F72"/>
    <w:rsid w:val="00513F97"/>
    <w:rsid w:val="005142C1"/>
    <w:rsid w:val="00514A17"/>
    <w:rsid w:val="00514B24"/>
    <w:rsid w:val="00514B8A"/>
    <w:rsid w:val="00514D8C"/>
    <w:rsid w:val="00514DD7"/>
    <w:rsid w:val="00515124"/>
    <w:rsid w:val="00515207"/>
    <w:rsid w:val="005152DD"/>
    <w:rsid w:val="00515586"/>
    <w:rsid w:val="005155C9"/>
    <w:rsid w:val="00515FE9"/>
    <w:rsid w:val="005160CB"/>
    <w:rsid w:val="005163EC"/>
    <w:rsid w:val="0051640F"/>
    <w:rsid w:val="0051682D"/>
    <w:rsid w:val="00516ACC"/>
    <w:rsid w:val="00516C1C"/>
    <w:rsid w:val="00517208"/>
    <w:rsid w:val="005177EC"/>
    <w:rsid w:val="00517908"/>
    <w:rsid w:val="00517D4F"/>
    <w:rsid w:val="00520054"/>
    <w:rsid w:val="00520115"/>
    <w:rsid w:val="00520523"/>
    <w:rsid w:val="00520572"/>
    <w:rsid w:val="005206BB"/>
    <w:rsid w:val="00520932"/>
    <w:rsid w:val="00520CD1"/>
    <w:rsid w:val="00520DF9"/>
    <w:rsid w:val="005210F9"/>
    <w:rsid w:val="00521217"/>
    <w:rsid w:val="005217DF"/>
    <w:rsid w:val="00521931"/>
    <w:rsid w:val="0052196D"/>
    <w:rsid w:val="00521A5E"/>
    <w:rsid w:val="005223FA"/>
    <w:rsid w:val="0052264E"/>
    <w:rsid w:val="00522717"/>
    <w:rsid w:val="00522889"/>
    <w:rsid w:val="0052292C"/>
    <w:rsid w:val="00522BF0"/>
    <w:rsid w:val="00522D01"/>
    <w:rsid w:val="00522F35"/>
    <w:rsid w:val="00522F97"/>
    <w:rsid w:val="00523095"/>
    <w:rsid w:val="0052310C"/>
    <w:rsid w:val="005232AF"/>
    <w:rsid w:val="005233FC"/>
    <w:rsid w:val="005234B1"/>
    <w:rsid w:val="00523983"/>
    <w:rsid w:val="00523FE6"/>
    <w:rsid w:val="005244A2"/>
    <w:rsid w:val="005246D0"/>
    <w:rsid w:val="005246E1"/>
    <w:rsid w:val="00524905"/>
    <w:rsid w:val="00524A46"/>
    <w:rsid w:val="00524AB8"/>
    <w:rsid w:val="0052512A"/>
    <w:rsid w:val="0052515A"/>
    <w:rsid w:val="005255C9"/>
    <w:rsid w:val="005255F2"/>
    <w:rsid w:val="00525A85"/>
    <w:rsid w:val="00525B2A"/>
    <w:rsid w:val="00525C38"/>
    <w:rsid w:val="00525D86"/>
    <w:rsid w:val="00526454"/>
    <w:rsid w:val="00526C94"/>
    <w:rsid w:val="0052703B"/>
    <w:rsid w:val="005273D1"/>
    <w:rsid w:val="0052742F"/>
    <w:rsid w:val="005275C4"/>
    <w:rsid w:val="005276A7"/>
    <w:rsid w:val="005279A2"/>
    <w:rsid w:val="00527A5B"/>
    <w:rsid w:val="00527B6B"/>
    <w:rsid w:val="00527DC6"/>
    <w:rsid w:val="00527E3F"/>
    <w:rsid w:val="00530132"/>
    <w:rsid w:val="005302A0"/>
    <w:rsid w:val="00530763"/>
    <w:rsid w:val="00530ACD"/>
    <w:rsid w:val="00530B1C"/>
    <w:rsid w:val="00530C58"/>
    <w:rsid w:val="00530CEB"/>
    <w:rsid w:val="00530E2C"/>
    <w:rsid w:val="0053102E"/>
    <w:rsid w:val="005313D3"/>
    <w:rsid w:val="0053187E"/>
    <w:rsid w:val="00531EEF"/>
    <w:rsid w:val="005324DA"/>
    <w:rsid w:val="0053263F"/>
    <w:rsid w:val="00532915"/>
    <w:rsid w:val="005329AD"/>
    <w:rsid w:val="00532B0A"/>
    <w:rsid w:val="00532C5C"/>
    <w:rsid w:val="00532E77"/>
    <w:rsid w:val="00533109"/>
    <w:rsid w:val="005331F1"/>
    <w:rsid w:val="005332BA"/>
    <w:rsid w:val="00533321"/>
    <w:rsid w:val="005334A9"/>
    <w:rsid w:val="00533847"/>
    <w:rsid w:val="00533D3C"/>
    <w:rsid w:val="00533EF4"/>
    <w:rsid w:val="00534091"/>
    <w:rsid w:val="0053440C"/>
    <w:rsid w:val="005344AF"/>
    <w:rsid w:val="0053467F"/>
    <w:rsid w:val="005346AE"/>
    <w:rsid w:val="0053475F"/>
    <w:rsid w:val="00534A7C"/>
    <w:rsid w:val="00534D01"/>
    <w:rsid w:val="00534DBC"/>
    <w:rsid w:val="00534EF5"/>
    <w:rsid w:val="00534FBE"/>
    <w:rsid w:val="0053507E"/>
    <w:rsid w:val="005351D9"/>
    <w:rsid w:val="005357CD"/>
    <w:rsid w:val="00535A55"/>
    <w:rsid w:val="00535BBA"/>
    <w:rsid w:val="00535CB6"/>
    <w:rsid w:val="00535F57"/>
    <w:rsid w:val="00536814"/>
    <w:rsid w:val="005369D0"/>
    <w:rsid w:val="005369D4"/>
    <w:rsid w:val="00536C0D"/>
    <w:rsid w:val="00536D89"/>
    <w:rsid w:val="0053727D"/>
    <w:rsid w:val="0053750F"/>
    <w:rsid w:val="005376EB"/>
    <w:rsid w:val="00537C7A"/>
    <w:rsid w:val="00537CE3"/>
    <w:rsid w:val="00537DEC"/>
    <w:rsid w:val="00537E59"/>
    <w:rsid w:val="005400C9"/>
    <w:rsid w:val="0054013B"/>
    <w:rsid w:val="00540194"/>
    <w:rsid w:val="00540391"/>
    <w:rsid w:val="0054053B"/>
    <w:rsid w:val="005405AB"/>
    <w:rsid w:val="0054060D"/>
    <w:rsid w:val="0054073C"/>
    <w:rsid w:val="00540AF3"/>
    <w:rsid w:val="00540C33"/>
    <w:rsid w:val="00540D7D"/>
    <w:rsid w:val="00540EC9"/>
    <w:rsid w:val="0054103F"/>
    <w:rsid w:val="005411FE"/>
    <w:rsid w:val="005413F5"/>
    <w:rsid w:val="005416A4"/>
    <w:rsid w:val="005416C2"/>
    <w:rsid w:val="00541F47"/>
    <w:rsid w:val="00542269"/>
    <w:rsid w:val="00542392"/>
    <w:rsid w:val="00542638"/>
    <w:rsid w:val="00542971"/>
    <w:rsid w:val="00542AC9"/>
    <w:rsid w:val="00542B8C"/>
    <w:rsid w:val="00542FCA"/>
    <w:rsid w:val="00543139"/>
    <w:rsid w:val="0054344D"/>
    <w:rsid w:val="005434CF"/>
    <w:rsid w:val="0054357B"/>
    <w:rsid w:val="00543736"/>
    <w:rsid w:val="005439F6"/>
    <w:rsid w:val="00543E79"/>
    <w:rsid w:val="00543EB0"/>
    <w:rsid w:val="00544034"/>
    <w:rsid w:val="005441AA"/>
    <w:rsid w:val="00544241"/>
    <w:rsid w:val="005443B4"/>
    <w:rsid w:val="005446BF"/>
    <w:rsid w:val="00544972"/>
    <w:rsid w:val="005449CF"/>
    <w:rsid w:val="00544AC3"/>
    <w:rsid w:val="00545211"/>
    <w:rsid w:val="0054541E"/>
    <w:rsid w:val="0054549C"/>
    <w:rsid w:val="00545751"/>
    <w:rsid w:val="005457A8"/>
    <w:rsid w:val="00545B37"/>
    <w:rsid w:val="00545CE4"/>
    <w:rsid w:val="00545D2D"/>
    <w:rsid w:val="00545D9F"/>
    <w:rsid w:val="00545E78"/>
    <w:rsid w:val="00546027"/>
    <w:rsid w:val="005460C1"/>
    <w:rsid w:val="0054636B"/>
    <w:rsid w:val="0054636C"/>
    <w:rsid w:val="005469C9"/>
    <w:rsid w:val="005469EB"/>
    <w:rsid w:val="005469F1"/>
    <w:rsid w:val="00546A9D"/>
    <w:rsid w:val="00546B56"/>
    <w:rsid w:val="00546B7E"/>
    <w:rsid w:val="00546C8A"/>
    <w:rsid w:val="00546CBE"/>
    <w:rsid w:val="00546DD5"/>
    <w:rsid w:val="00546E50"/>
    <w:rsid w:val="0054705F"/>
    <w:rsid w:val="00547084"/>
    <w:rsid w:val="005473C3"/>
    <w:rsid w:val="00547CBB"/>
    <w:rsid w:val="005500F7"/>
    <w:rsid w:val="005501BB"/>
    <w:rsid w:val="0055038D"/>
    <w:rsid w:val="005505F0"/>
    <w:rsid w:val="00550C39"/>
    <w:rsid w:val="0055146E"/>
    <w:rsid w:val="00551670"/>
    <w:rsid w:val="0055189D"/>
    <w:rsid w:val="005518DD"/>
    <w:rsid w:val="00551C01"/>
    <w:rsid w:val="00551CB6"/>
    <w:rsid w:val="00551CDF"/>
    <w:rsid w:val="00551D9C"/>
    <w:rsid w:val="00551F27"/>
    <w:rsid w:val="00551F62"/>
    <w:rsid w:val="0055203B"/>
    <w:rsid w:val="00552090"/>
    <w:rsid w:val="00552142"/>
    <w:rsid w:val="00552341"/>
    <w:rsid w:val="00552713"/>
    <w:rsid w:val="00552E87"/>
    <w:rsid w:val="00552F46"/>
    <w:rsid w:val="005534BF"/>
    <w:rsid w:val="0055372B"/>
    <w:rsid w:val="005537A3"/>
    <w:rsid w:val="00553948"/>
    <w:rsid w:val="00553B02"/>
    <w:rsid w:val="005542DC"/>
    <w:rsid w:val="00554396"/>
    <w:rsid w:val="0055447A"/>
    <w:rsid w:val="0055468B"/>
    <w:rsid w:val="00554D91"/>
    <w:rsid w:val="0055569D"/>
    <w:rsid w:val="005557CF"/>
    <w:rsid w:val="005559E3"/>
    <w:rsid w:val="00555C24"/>
    <w:rsid w:val="00556198"/>
    <w:rsid w:val="005562CB"/>
    <w:rsid w:val="00556391"/>
    <w:rsid w:val="00556A2B"/>
    <w:rsid w:val="00556F71"/>
    <w:rsid w:val="00556F8F"/>
    <w:rsid w:val="00557933"/>
    <w:rsid w:val="00557975"/>
    <w:rsid w:val="00557A8C"/>
    <w:rsid w:val="00560223"/>
    <w:rsid w:val="00560375"/>
    <w:rsid w:val="005606C7"/>
    <w:rsid w:val="0056091F"/>
    <w:rsid w:val="00560EA1"/>
    <w:rsid w:val="00560FE1"/>
    <w:rsid w:val="0056137B"/>
    <w:rsid w:val="005619B7"/>
    <w:rsid w:val="00561E4C"/>
    <w:rsid w:val="00562117"/>
    <w:rsid w:val="005623DA"/>
    <w:rsid w:val="0056253C"/>
    <w:rsid w:val="00562F3C"/>
    <w:rsid w:val="0056334C"/>
    <w:rsid w:val="005633E1"/>
    <w:rsid w:val="00563AF9"/>
    <w:rsid w:val="005643E4"/>
    <w:rsid w:val="00564647"/>
    <w:rsid w:val="005646D4"/>
    <w:rsid w:val="00564B97"/>
    <w:rsid w:val="00564EF3"/>
    <w:rsid w:val="00565016"/>
    <w:rsid w:val="005651B2"/>
    <w:rsid w:val="005651D8"/>
    <w:rsid w:val="00565233"/>
    <w:rsid w:val="0056527D"/>
    <w:rsid w:val="00565334"/>
    <w:rsid w:val="0056535E"/>
    <w:rsid w:val="00565767"/>
    <w:rsid w:val="00565780"/>
    <w:rsid w:val="00565CCA"/>
    <w:rsid w:val="00565CCE"/>
    <w:rsid w:val="00565CFA"/>
    <w:rsid w:val="005662D1"/>
    <w:rsid w:val="00566503"/>
    <w:rsid w:val="0056653C"/>
    <w:rsid w:val="00566CA1"/>
    <w:rsid w:val="00566D72"/>
    <w:rsid w:val="00566DD7"/>
    <w:rsid w:val="00566E1D"/>
    <w:rsid w:val="00566EAC"/>
    <w:rsid w:val="005672B2"/>
    <w:rsid w:val="005674FA"/>
    <w:rsid w:val="00567616"/>
    <w:rsid w:val="0056766C"/>
    <w:rsid w:val="0056799A"/>
    <w:rsid w:val="005679E8"/>
    <w:rsid w:val="00567A9A"/>
    <w:rsid w:val="00567B68"/>
    <w:rsid w:val="00567DD9"/>
    <w:rsid w:val="00567FAF"/>
    <w:rsid w:val="005701DE"/>
    <w:rsid w:val="005704D7"/>
    <w:rsid w:val="00570532"/>
    <w:rsid w:val="00570574"/>
    <w:rsid w:val="00570640"/>
    <w:rsid w:val="00570920"/>
    <w:rsid w:val="00570AF9"/>
    <w:rsid w:val="00570BCA"/>
    <w:rsid w:val="00571148"/>
    <w:rsid w:val="005714DE"/>
    <w:rsid w:val="0057196D"/>
    <w:rsid w:val="00571AE9"/>
    <w:rsid w:val="00571C08"/>
    <w:rsid w:val="00571CC4"/>
    <w:rsid w:val="00572200"/>
    <w:rsid w:val="005726F3"/>
    <w:rsid w:val="00572B47"/>
    <w:rsid w:val="00572D42"/>
    <w:rsid w:val="00572D58"/>
    <w:rsid w:val="00572F65"/>
    <w:rsid w:val="00573006"/>
    <w:rsid w:val="0057302B"/>
    <w:rsid w:val="005730A1"/>
    <w:rsid w:val="00573298"/>
    <w:rsid w:val="0057350C"/>
    <w:rsid w:val="00573A77"/>
    <w:rsid w:val="00573AF0"/>
    <w:rsid w:val="00574002"/>
    <w:rsid w:val="005744D2"/>
    <w:rsid w:val="00575062"/>
    <w:rsid w:val="005752F4"/>
    <w:rsid w:val="0057554C"/>
    <w:rsid w:val="00575569"/>
    <w:rsid w:val="005756DE"/>
    <w:rsid w:val="00575739"/>
    <w:rsid w:val="00575A8F"/>
    <w:rsid w:val="005760C1"/>
    <w:rsid w:val="00576AB2"/>
    <w:rsid w:val="00576C5D"/>
    <w:rsid w:val="00576D97"/>
    <w:rsid w:val="00576DA1"/>
    <w:rsid w:val="0057706E"/>
    <w:rsid w:val="0057716B"/>
    <w:rsid w:val="00577224"/>
    <w:rsid w:val="00577383"/>
    <w:rsid w:val="005775BD"/>
    <w:rsid w:val="005800AA"/>
    <w:rsid w:val="005800C9"/>
    <w:rsid w:val="0058055E"/>
    <w:rsid w:val="0058057A"/>
    <w:rsid w:val="005805C4"/>
    <w:rsid w:val="00580747"/>
    <w:rsid w:val="00580ADD"/>
    <w:rsid w:val="00580BEE"/>
    <w:rsid w:val="00580BF4"/>
    <w:rsid w:val="00580D5E"/>
    <w:rsid w:val="00580E5A"/>
    <w:rsid w:val="0058109F"/>
    <w:rsid w:val="00581273"/>
    <w:rsid w:val="005813FF"/>
    <w:rsid w:val="005814EE"/>
    <w:rsid w:val="0058165F"/>
    <w:rsid w:val="005817AD"/>
    <w:rsid w:val="00581A14"/>
    <w:rsid w:val="00581C0C"/>
    <w:rsid w:val="0058296A"/>
    <w:rsid w:val="00583009"/>
    <w:rsid w:val="0058321C"/>
    <w:rsid w:val="00583314"/>
    <w:rsid w:val="00583A6E"/>
    <w:rsid w:val="00583EA3"/>
    <w:rsid w:val="00583F0F"/>
    <w:rsid w:val="00583FDE"/>
    <w:rsid w:val="005840AB"/>
    <w:rsid w:val="0058410D"/>
    <w:rsid w:val="005841BE"/>
    <w:rsid w:val="0058436C"/>
    <w:rsid w:val="00584940"/>
    <w:rsid w:val="00584C3A"/>
    <w:rsid w:val="0058535D"/>
    <w:rsid w:val="00585809"/>
    <w:rsid w:val="00585972"/>
    <w:rsid w:val="005859C2"/>
    <w:rsid w:val="005859CB"/>
    <w:rsid w:val="00585AF7"/>
    <w:rsid w:val="00585C0A"/>
    <w:rsid w:val="0058613D"/>
    <w:rsid w:val="00586159"/>
    <w:rsid w:val="005861E3"/>
    <w:rsid w:val="00586A88"/>
    <w:rsid w:val="00586CBC"/>
    <w:rsid w:val="00586D9F"/>
    <w:rsid w:val="00586EAA"/>
    <w:rsid w:val="0058702E"/>
    <w:rsid w:val="005870DF"/>
    <w:rsid w:val="005871E5"/>
    <w:rsid w:val="005873E1"/>
    <w:rsid w:val="005874CB"/>
    <w:rsid w:val="005876A0"/>
    <w:rsid w:val="005876C7"/>
    <w:rsid w:val="005876E7"/>
    <w:rsid w:val="00587791"/>
    <w:rsid w:val="00587957"/>
    <w:rsid w:val="00587D54"/>
    <w:rsid w:val="00587DBB"/>
    <w:rsid w:val="00590355"/>
    <w:rsid w:val="005904DA"/>
    <w:rsid w:val="00590504"/>
    <w:rsid w:val="00590755"/>
    <w:rsid w:val="00590795"/>
    <w:rsid w:val="00590827"/>
    <w:rsid w:val="0059093B"/>
    <w:rsid w:val="00590A7D"/>
    <w:rsid w:val="00590AC0"/>
    <w:rsid w:val="005915BA"/>
    <w:rsid w:val="005916D7"/>
    <w:rsid w:val="005917D0"/>
    <w:rsid w:val="00591A9A"/>
    <w:rsid w:val="00591C56"/>
    <w:rsid w:val="00591EE3"/>
    <w:rsid w:val="00592478"/>
    <w:rsid w:val="0059269F"/>
    <w:rsid w:val="0059270F"/>
    <w:rsid w:val="005927F6"/>
    <w:rsid w:val="00592941"/>
    <w:rsid w:val="00592BA8"/>
    <w:rsid w:val="00592FF4"/>
    <w:rsid w:val="0059358E"/>
    <w:rsid w:val="0059415A"/>
    <w:rsid w:val="00594426"/>
    <w:rsid w:val="005944F2"/>
    <w:rsid w:val="00594688"/>
    <w:rsid w:val="00594AFA"/>
    <w:rsid w:val="00594BD0"/>
    <w:rsid w:val="00594C3D"/>
    <w:rsid w:val="00594C79"/>
    <w:rsid w:val="00594EEF"/>
    <w:rsid w:val="0059547E"/>
    <w:rsid w:val="00595A25"/>
    <w:rsid w:val="00595D3C"/>
    <w:rsid w:val="00595D48"/>
    <w:rsid w:val="00596A60"/>
    <w:rsid w:val="00596C74"/>
    <w:rsid w:val="00597576"/>
    <w:rsid w:val="00597721"/>
    <w:rsid w:val="00597992"/>
    <w:rsid w:val="005A011D"/>
    <w:rsid w:val="005A018D"/>
    <w:rsid w:val="005A0BFD"/>
    <w:rsid w:val="005A1832"/>
    <w:rsid w:val="005A1870"/>
    <w:rsid w:val="005A18AE"/>
    <w:rsid w:val="005A1EB4"/>
    <w:rsid w:val="005A22B8"/>
    <w:rsid w:val="005A2B7B"/>
    <w:rsid w:val="005A2F4D"/>
    <w:rsid w:val="005A31B0"/>
    <w:rsid w:val="005A3B58"/>
    <w:rsid w:val="005A3FEB"/>
    <w:rsid w:val="005A4010"/>
    <w:rsid w:val="005A4067"/>
    <w:rsid w:val="005A4281"/>
    <w:rsid w:val="005A4573"/>
    <w:rsid w:val="005A4AE3"/>
    <w:rsid w:val="005A4B93"/>
    <w:rsid w:val="005A4CB3"/>
    <w:rsid w:val="005A4EDC"/>
    <w:rsid w:val="005A4F75"/>
    <w:rsid w:val="005A4FAA"/>
    <w:rsid w:val="005A54AF"/>
    <w:rsid w:val="005A57F4"/>
    <w:rsid w:val="005A59EA"/>
    <w:rsid w:val="005A6213"/>
    <w:rsid w:val="005A6321"/>
    <w:rsid w:val="005A6945"/>
    <w:rsid w:val="005A6B36"/>
    <w:rsid w:val="005A6FCF"/>
    <w:rsid w:val="005A70E6"/>
    <w:rsid w:val="005A726B"/>
    <w:rsid w:val="005A73D7"/>
    <w:rsid w:val="005A743E"/>
    <w:rsid w:val="005A7645"/>
    <w:rsid w:val="005A769C"/>
    <w:rsid w:val="005A78C6"/>
    <w:rsid w:val="005A78ED"/>
    <w:rsid w:val="005A7D3F"/>
    <w:rsid w:val="005A7F93"/>
    <w:rsid w:val="005A7FFA"/>
    <w:rsid w:val="005B007D"/>
    <w:rsid w:val="005B019F"/>
    <w:rsid w:val="005B0288"/>
    <w:rsid w:val="005B03A2"/>
    <w:rsid w:val="005B0542"/>
    <w:rsid w:val="005B073A"/>
    <w:rsid w:val="005B0824"/>
    <w:rsid w:val="005B0E7C"/>
    <w:rsid w:val="005B0EB7"/>
    <w:rsid w:val="005B14A6"/>
    <w:rsid w:val="005B1CCB"/>
    <w:rsid w:val="005B1E27"/>
    <w:rsid w:val="005B1FD9"/>
    <w:rsid w:val="005B2107"/>
    <w:rsid w:val="005B259B"/>
    <w:rsid w:val="005B2E5F"/>
    <w:rsid w:val="005B3294"/>
    <w:rsid w:val="005B32DC"/>
    <w:rsid w:val="005B33F5"/>
    <w:rsid w:val="005B3E36"/>
    <w:rsid w:val="005B3E46"/>
    <w:rsid w:val="005B3F6B"/>
    <w:rsid w:val="005B3F94"/>
    <w:rsid w:val="005B40CD"/>
    <w:rsid w:val="005B4311"/>
    <w:rsid w:val="005B43E0"/>
    <w:rsid w:val="005B45D5"/>
    <w:rsid w:val="005B47A6"/>
    <w:rsid w:val="005B4C62"/>
    <w:rsid w:val="005B5008"/>
    <w:rsid w:val="005B512B"/>
    <w:rsid w:val="005B5408"/>
    <w:rsid w:val="005B55E0"/>
    <w:rsid w:val="005B5757"/>
    <w:rsid w:val="005B57DC"/>
    <w:rsid w:val="005B5B36"/>
    <w:rsid w:val="005B5ED9"/>
    <w:rsid w:val="005B69A0"/>
    <w:rsid w:val="005B6A2D"/>
    <w:rsid w:val="005B6C5A"/>
    <w:rsid w:val="005B72B8"/>
    <w:rsid w:val="005B733A"/>
    <w:rsid w:val="005B7966"/>
    <w:rsid w:val="005B7B57"/>
    <w:rsid w:val="005C04BF"/>
    <w:rsid w:val="005C0598"/>
    <w:rsid w:val="005C0900"/>
    <w:rsid w:val="005C0AED"/>
    <w:rsid w:val="005C0E23"/>
    <w:rsid w:val="005C13CE"/>
    <w:rsid w:val="005C1603"/>
    <w:rsid w:val="005C1668"/>
    <w:rsid w:val="005C1A25"/>
    <w:rsid w:val="005C1CC7"/>
    <w:rsid w:val="005C1E0A"/>
    <w:rsid w:val="005C2150"/>
    <w:rsid w:val="005C22E5"/>
    <w:rsid w:val="005C246D"/>
    <w:rsid w:val="005C24D8"/>
    <w:rsid w:val="005C2500"/>
    <w:rsid w:val="005C251C"/>
    <w:rsid w:val="005C2564"/>
    <w:rsid w:val="005C2607"/>
    <w:rsid w:val="005C280C"/>
    <w:rsid w:val="005C2832"/>
    <w:rsid w:val="005C298B"/>
    <w:rsid w:val="005C29ED"/>
    <w:rsid w:val="005C2F8C"/>
    <w:rsid w:val="005C2FDE"/>
    <w:rsid w:val="005C3064"/>
    <w:rsid w:val="005C3357"/>
    <w:rsid w:val="005C35C5"/>
    <w:rsid w:val="005C3675"/>
    <w:rsid w:val="005C377B"/>
    <w:rsid w:val="005C39D9"/>
    <w:rsid w:val="005C39E7"/>
    <w:rsid w:val="005C3E83"/>
    <w:rsid w:val="005C409D"/>
    <w:rsid w:val="005C4254"/>
    <w:rsid w:val="005C4401"/>
    <w:rsid w:val="005C448F"/>
    <w:rsid w:val="005C44BF"/>
    <w:rsid w:val="005C4579"/>
    <w:rsid w:val="005C4A04"/>
    <w:rsid w:val="005C4A44"/>
    <w:rsid w:val="005C4A6D"/>
    <w:rsid w:val="005C4B0B"/>
    <w:rsid w:val="005C4ED6"/>
    <w:rsid w:val="005C5212"/>
    <w:rsid w:val="005C5C55"/>
    <w:rsid w:val="005C636B"/>
    <w:rsid w:val="005C6BB9"/>
    <w:rsid w:val="005C6BD7"/>
    <w:rsid w:val="005C6E2C"/>
    <w:rsid w:val="005C7187"/>
    <w:rsid w:val="005C7479"/>
    <w:rsid w:val="005C7B98"/>
    <w:rsid w:val="005C7D09"/>
    <w:rsid w:val="005C7EBE"/>
    <w:rsid w:val="005D02D5"/>
    <w:rsid w:val="005D093A"/>
    <w:rsid w:val="005D0AB7"/>
    <w:rsid w:val="005D0AEE"/>
    <w:rsid w:val="005D0AFE"/>
    <w:rsid w:val="005D0B37"/>
    <w:rsid w:val="005D0D88"/>
    <w:rsid w:val="005D0EAE"/>
    <w:rsid w:val="005D0F61"/>
    <w:rsid w:val="005D1158"/>
    <w:rsid w:val="005D1235"/>
    <w:rsid w:val="005D17C7"/>
    <w:rsid w:val="005D1953"/>
    <w:rsid w:val="005D19CF"/>
    <w:rsid w:val="005D1F0A"/>
    <w:rsid w:val="005D2181"/>
    <w:rsid w:val="005D2345"/>
    <w:rsid w:val="005D27A5"/>
    <w:rsid w:val="005D285B"/>
    <w:rsid w:val="005D2906"/>
    <w:rsid w:val="005D2D16"/>
    <w:rsid w:val="005D2F3F"/>
    <w:rsid w:val="005D470C"/>
    <w:rsid w:val="005D4930"/>
    <w:rsid w:val="005D4C5F"/>
    <w:rsid w:val="005D4EA1"/>
    <w:rsid w:val="005D5356"/>
    <w:rsid w:val="005D64F3"/>
    <w:rsid w:val="005D6647"/>
    <w:rsid w:val="005D6998"/>
    <w:rsid w:val="005D6AA7"/>
    <w:rsid w:val="005D6B04"/>
    <w:rsid w:val="005D6ECD"/>
    <w:rsid w:val="005D7492"/>
    <w:rsid w:val="005D751A"/>
    <w:rsid w:val="005D76A2"/>
    <w:rsid w:val="005D7C09"/>
    <w:rsid w:val="005D7C35"/>
    <w:rsid w:val="005D7DD2"/>
    <w:rsid w:val="005D7F3A"/>
    <w:rsid w:val="005E0718"/>
    <w:rsid w:val="005E07F0"/>
    <w:rsid w:val="005E0C42"/>
    <w:rsid w:val="005E12CF"/>
    <w:rsid w:val="005E1997"/>
    <w:rsid w:val="005E19F4"/>
    <w:rsid w:val="005E1C16"/>
    <w:rsid w:val="005E1DA1"/>
    <w:rsid w:val="005E203E"/>
    <w:rsid w:val="005E2511"/>
    <w:rsid w:val="005E253A"/>
    <w:rsid w:val="005E2844"/>
    <w:rsid w:val="005E2949"/>
    <w:rsid w:val="005E29F8"/>
    <w:rsid w:val="005E2D13"/>
    <w:rsid w:val="005E2FFC"/>
    <w:rsid w:val="005E30EB"/>
    <w:rsid w:val="005E3260"/>
    <w:rsid w:val="005E33D6"/>
    <w:rsid w:val="005E34F6"/>
    <w:rsid w:val="005E3626"/>
    <w:rsid w:val="005E371A"/>
    <w:rsid w:val="005E3CBC"/>
    <w:rsid w:val="005E3DC2"/>
    <w:rsid w:val="005E3F0F"/>
    <w:rsid w:val="005E4001"/>
    <w:rsid w:val="005E41EC"/>
    <w:rsid w:val="005E4206"/>
    <w:rsid w:val="005E43C9"/>
    <w:rsid w:val="005E44CE"/>
    <w:rsid w:val="005E47E0"/>
    <w:rsid w:val="005E4B93"/>
    <w:rsid w:val="005E529F"/>
    <w:rsid w:val="005E52BC"/>
    <w:rsid w:val="005E53A0"/>
    <w:rsid w:val="005E5535"/>
    <w:rsid w:val="005E5DF9"/>
    <w:rsid w:val="005E614A"/>
    <w:rsid w:val="005E648E"/>
    <w:rsid w:val="005E664B"/>
    <w:rsid w:val="005E7371"/>
    <w:rsid w:val="005F0366"/>
    <w:rsid w:val="005F08C5"/>
    <w:rsid w:val="005F0C29"/>
    <w:rsid w:val="005F0EA6"/>
    <w:rsid w:val="005F10B1"/>
    <w:rsid w:val="005F154C"/>
    <w:rsid w:val="005F1B50"/>
    <w:rsid w:val="005F250F"/>
    <w:rsid w:val="005F259E"/>
    <w:rsid w:val="005F26A0"/>
    <w:rsid w:val="005F285D"/>
    <w:rsid w:val="005F2988"/>
    <w:rsid w:val="005F29A7"/>
    <w:rsid w:val="005F29D2"/>
    <w:rsid w:val="005F2AF1"/>
    <w:rsid w:val="005F2B4E"/>
    <w:rsid w:val="005F2C5A"/>
    <w:rsid w:val="005F2EC3"/>
    <w:rsid w:val="005F2F01"/>
    <w:rsid w:val="005F3023"/>
    <w:rsid w:val="005F3477"/>
    <w:rsid w:val="005F3540"/>
    <w:rsid w:val="005F36E1"/>
    <w:rsid w:val="005F3C9E"/>
    <w:rsid w:val="005F3D4A"/>
    <w:rsid w:val="005F4592"/>
    <w:rsid w:val="005F46E7"/>
    <w:rsid w:val="005F4788"/>
    <w:rsid w:val="005F4B90"/>
    <w:rsid w:val="005F50AE"/>
    <w:rsid w:val="005F51DD"/>
    <w:rsid w:val="005F5338"/>
    <w:rsid w:val="005F596E"/>
    <w:rsid w:val="005F5C3D"/>
    <w:rsid w:val="005F61C2"/>
    <w:rsid w:val="005F61D6"/>
    <w:rsid w:val="005F648F"/>
    <w:rsid w:val="005F64EE"/>
    <w:rsid w:val="005F65C4"/>
    <w:rsid w:val="005F65C6"/>
    <w:rsid w:val="005F6A39"/>
    <w:rsid w:val="005F6A8F"/>
    <w:rsid w:val="005F6AC7"/>
    <w:rsid w:val="005F6D12"/>
    <w:rsid w:val="005F6DA0"/>
    <w:rsid w:val="005F6F75"/>
    <w:rsid w:val="005F7291"/>
    <w:rsid w:val="005F75FE"/>
    <w:rsid w:val="005F79A4"/>
    <w:rsid w:val="005F7B18"/>
    <w:rsid w:val="0060008F"/>
    <w:rsid w:val="006002CD"/>
    <w:rsid w:val="0060035A"/>
    <w:rsid w:val="00600464"/>
    <w:rsid w:val="0060073D"/>
    <w:rsid w:val="006007E9"/>
    <w:rsid w:val="00600D8F"/>
    <w:rsid w:val="00600E0D"/>
    <w:rsid w:val="0060117D"/>
    <w:rsid w:val="00601255"/>
    <w:rsid w:val="006012C0"/>
    <w:rsid w:val="006013A0"/>
    <w:rsid w:val="006017F1"/>
    <w:rsid w:val="00601E1A"/>
    <w:rsid w:val="00602016"/>
    <w:rsid w:val="0060211A"/>
    <w:rsid w:val="006021B7"/>
    <w:rsid w:val="006021C5"/>
    <w:rsid w:val="0060242F"/>
    <w:rsid w:val="006024CB"/>
    <w:rsid w:val="00602F6B"/>
    <w:rsid w:val="00602F7C"/>
    <w:rsid w:val="00603046"/>
    <w:rsid w:val="0060328F"/>
    <w:rsid w:val="0060354B"/>
    <w:rsid w:val="00603A65"/>
    <w:rsid w:val="00603AD2"/>
    <w:rsid w:val="00603E1D"/>
    <w:rsid w:val="006041CB"/>
    <w:rsid w:val="00604260"/>
    <w:rsid w:val="006044B2"/>
    <w:rsid w:val="006046A6"/>
    <w:rsid w:val="006046CF"/>
    <w:rsid w:val="00604805"/>
    <w:rsid w:val="00604E88"/>
    <w:rsid w:val="00604F74"/>
    <w:rsid w:val="006054A2"/>
    <w:rsid w:val="0060566B"/>
    <w:rsid w:val="0060578C"/>
    <w:rsid w:val="0060587B"/>
    <w:rsid w:val="00605A75"/>
    <w:rsid w:val="00605B2D"/>
    <w:rsid w:val="00605F07"/>
    <w:rsid w:val="00605FA3"/>
    <w:rsid w:val="006060DB"/>
    <w:rsid w:val="006061AC"/>
    <w:rsid w:val="006064F3"/>
    <w:rsid w:val="0060660D"/>
    <w:rsid w:val="0060670E"/>
    <w:rsid w:val="0060686C"/>
    <w:rsid w:val="00606874"/>
    <w:rsid w:val="00606A75"/>
    <w:rsid w:val="00606BCD"/>
    <w:rsid w:val="00606C0E"/>
    <w:rsid w:val="00606FCA"/>
    <w:rsid w:val="00607067"/>
    <w:rsid w:val="0060717F"/>
    <w:rsid w:val="00607268"/>
    <w:rsid w:val="00607275"/>
    <w:rsid w:val="0060758C"/>
    <w:rsid w:val="006077F0"/>
    <w:rsid w:val="006077F3"/>
    <w:rsid w:val="00607EDD"/>
    <w:rsid w:val="00607F1C"/>
    <w:rsid w:val="00610063"/>
    <w:rsid w:val="00610190"/>
    <w:rsid w:val="00610840"/>
    <w:rsid w:val="00610846"/>
    <w:rsid w:val="006109C5"/>
    <w:rsid w:val="00610B1A"/>
    <w:rsid w:val="00610C30"/>
    <w:rsid w:val="0061117C"/>
    <w:rsid w:val="006111F5"/>
    <w:rsid w:val="00611644"/>
    <w:rsid w:val="006118CC"/>
    <w:rsid w:val="00611B05"/>
    <w:rsid w:val="00611BE4"/>
    <w:rsid w:val="00611C2C"/>
    <w:rsid w:val="00611FF0"/>
    <w:rsid w:val="00612022"/>
    <w:rsid w:val="006124AD"/>
    <w:rsid w:val="00612DA4"/>
    <w:rsid w:val="00612E0B"/>
    <w:rsid w:val="00612F23"/>
    <w:rsid w:val="00612F48"/>
    <w:rsid w:val="006134E9"/>
    <w:rsid w:val="00613AA8"/>
    <w:rsid w:val="00613AEF"/>
    <w:rsid w:val="00613C9E"/>
    <w:rsid w:val="00613DA8"/>
    <w:rsid w:val="00613F12"/>
    <w:rsid w:val="00614251"/>
    <w:rsid w:val="00614554"/>
    <w:rsid w:val="00614634"/>
    <w:rsid w:val="00614ACC"/>
    <w:rsid w:val="00614C79"/>
    <w:rsid w:val="00614C7F"/>
    <w:rsid w:val="00615258"/>
    <w:rsid w:val="00615395"/>
    <w:rsid w:val="006153F1"/>
    <w:rsid w:val="00615621"/>
    <w:rsid w:val="0061571B"/>
    <w:rsid w:val="00615797"/>
    <w:rsid w:val="006159BF"/>
    <w:rsid w:val="00615B7F"/>
    <w:rsid w:val="00615BB4"/>
    <w:rsid w:val="00615EB7"/>
    <w:rsid w:val="0061642E"/>
    <w:rsid w:val="006165AD"/>
    <w:rsid w:val="00616834"/>
    <w:rsid w:val="0061694D"/>
    <w:rsid w:val="00616B22"/>
    <w:rsid w:val="00616CD8"/>
    <w:rsid w:val="00617D13"/>
    <w:rsid w:val="00620501"/>
    <w:rsid w:val="006209B1"/>
    <w:rsid w:val="00620A24"/>
    <w:rsid w:val="006211E7"/>
    <w:rsid w:val="00621230"/>
    <w:rsid w:val="006212FB"/>
    <w:rsid w:val="0062152C"/>
    <w:rsid w:val="00621725"/>
    <w:rsid w:val="00621744"/>
    <w:rsid w:val="00621EA8"/>
    <w:rsid w:val="0062200D"/>
    <w:rsid w:val="0062216C"/>
    <w:rsid w:val="00622749"/>
    <w:rsid w:val="0062280F"/>
    <w:rsid w:val="006228F0"/>
    <w:rsid w:val="00622F02"/>
    <w:rsid w:val="0062347D"/>
    <w:rsid w:val="00623525"/>
    <w:rsid w:val="00623755"/>
    <w:rsid w:val="0062387A"/>
    <w:rsid w:val="00623BE2"/>
    <w:rsid w:val="00623BF0"/>
    <w:rsid w:val="00623C34"/>
    <w:rsid w:val="006240AC"/>
    <w:rsid w:val="00624602"/>
    <w:rsid w:val="0062470E"/>
    <w:rsid w:val="00624969"/>
    <w:rsid w:val="00624B40"/>
    <w:rsid w:val="00624E5F"/>
    <w:rsid w:val="00624E9E"/>
    <w:rsid w:val="0062510F"/>
    <w:rsid w:val="006251D1"/>
    <w:rsid w:val="0062528C"/>
    <w:rsid w:val="00625449"/>
    <w:rsid w:val="0062551B"/>
    <w:rsid w:val="0062565F"/>
    <w:rsid w:val="00625875"/>
    <w:rsid w:val="006258F9"/>
    <w:rsid w:val="006259F4"/>
    <w:rsid w:val="00625A3D"/>
    <w:rsid w:val="00625C20"/>
    <w:rsid w:val="00625E64"/>
    <w:rsid w:val="00625F33"/>
    <w:rsid w:val="006262B5"/>
    <w:rsid w:val="00626724"/>
    <w:rsid w:val="006269FB"/>
    <w:rsid w:val="006274A9"/>
    <w:rsid w:val="006275A8"/>
    <w:rsid w:val="00627885"/>
    <w:rsid w:val="006279A2"/>
    <w:rsid w:val="00627A94"/>
    <w:rsid w:val="00627AB2"/>
    <w:rsid w:val="00627B38"/>
    <w:rsid w:val="00627D92"/>
    <w:rsid w:val="00630150"/>
    <w:rsid w:val="00630208"/>
    <w:rsid w:val="006302F5"/>
    <w:rsid w:val="00630380"/>
    <w:rsid w:val="0063052E"/>
    <w:rsid w:val="006307F2"/>
    <w:rsid w:val="00630922"/>
    <w:rsid w:val="00630FDF"/>
    <w:rsid w:val="00630FF4"/>
    <w:rsid w:val="006310DA"/>
    <w:rsid w:val="00631302"/>
    <w:rsid w:val="0063134B"/>
    <w:rsid w:val="006316DC"/>
    <w:rsid w:val="00631A2D"/>
    <w:rsid w:val="00631B0C"/>
    <w:rsid w:val="00631E5E"/>
    <w:rsid w:val="006320BF"/>
    <w:rsid w:val="00632271"/>
    <w:rsid w:val="00632449"/>
    <w:rsid w:val="00632487"/>
    <w:rsid w:val="006324F2"/>
    <w:rsid w:val="006328ED"/>
    <w:rsid w:val="006328F7"/>
    <w:rsid w:val="00632A21"/>
    <w:rsid w:val="00632AD3"/>
    <w:rsid w:val="00632D8A"/>
    <w:rsid w:val="00632F40"/>
    <w:rsid w:val="00632F85"/>
    <w:rsid w:val="00633018"/>
    <w:rsid w:val="0063320F"/>
    <w:rsid w:val="006336A5"/>
    <w:rsid w:val="006336CC"/>
    <w:rsid w:val="00633858"/>
    <w:rsid w:val="006339A1"/>
    <w:rsid w:val="00633C85"/>
    <w:rsid w:val="00633F19"/>
    <w:rsid w:val="00634255"/>
    <w:rsid w:val="00634634"/>
    <w:rsid w:val="006349F6"/>
    <w:rsid w:val="00635115"/>
    <w:rsid w:val="006353E0"/>
    <w:rsid w:val="00635623"/>
    <w:rsid w:val="006358FC"/>
    <w:rsid w:val="00635A7A"/>
    <w:rsid w:val="00635BF2"/>
    <w:rsid w:val="00635CA5"/>
    <w:rsid w:val="00635CFE"/>
    <w:rsid w:val="00636169"/>
    <w:rsid w:val="006363EB"/>
    <w:rsid w:val="00636C4C"/>
    <w:rsid w:val="006372C0"/>
    <w:rsid w:val="006372D6"/>
    <w:rsid w:val="00637341"/>
    <w:rsid w:val="0063773C"/>
    <w:rsid w:val="006378A6"/>
    <w:rsid w:val="006378D9"/>
    <w:rsid w:val="00637AC4"/>
    <w:rsid w:val="00640004"/>
    <w:rsid w:val="0064007A"/>
    <w:rsid w:val="006406A2"/>
    <w:rsid w:val="00640722"/>
    <w:rsid w:val="006409D3"/>
    <w:rsid w:val="00640A7E"/>
    <w:rsid w:val="00640D79"/>
    <w:rsid w:val="00640E2D"/>
    <w:rsid w:val="00640E33"/>
    <w:rsid w:val="00640E62"/>
    <w:rsid w:val="0064139C"/>
    <w:rsid w:val="00641424"/>
    <w:rsid w:val="0064150B"/>
    <w:rsid w:val="00641692"/>
    <w:rsid w:val="00641F30"/>
    <w:rsid w:val="0064215F"/>
    <w:rsid w:val="006421DD"/>
    <w:rsid w:val="00642444"/>
    <w:rsid w:val="00642765"/>
    <w:rsid w:val="006429D3"/>
    <w:rsid w:val="0064356B"/>
    <w:rsid w:val="00643840"/>
    <w:rsid w:val="00643A0E"/>
    <w:rsid w:val="00643A45"/>
    <w:rsid w:val="00643ABE"/>
    <w:rsid w:val="00643B90"/>
    <w:rsid w:val="00643CBA"/>
    <w:rsid w:val="00643D1F"/>
    <w:rsid w:val="00643F78"/>
    <w:rsid w:val="00644793"/>
    <w:rsid w:val="00644819"/>
    <w:rsid w:val="00644B1B"/>
    <w:rsid w:val="00644C6C"/>
    <w:rsid w:val="00644CC8"/>
    <w:rsid w:val="00644EF7"/>
    <w:rsid w:val="00644F11"/>
    <w:rsid w:val="006450DB"/>
    <w:rsid w:val="006450EE"/>
    <w:rsid w:val="00645130"/>
    <w:rsid w:val="0064520C"/>
    <w:rsid w:val="00645325"/>
    <w:rsid w:val="006455DD"/>
    <w:rsid w:val="006456DF"/>
    <w:rsid w:val="0064585C"/>
    <w:rsid w:val="00645B46"/>
    <w:rsid w:val="00645E38"/>
    <w:rsid w:val="00645F7A"/>
    <w:rsid w:val="006460C7"/>
    <w:rsid w:val="00646392"/>
    <w:rsid w:val="0064661F"/>
    <w:rsid w:val="006468E7"/>
    <w:rsid w:val="006469BD"/>
    <w:rsid w:val="00646A91"/>
    <w:rsid w:val="00646BCF"/>
    <w:rsid w:val="00646CC6"/>
    <w:rsid w:val="00646CD3"/>
    <w:rsid w:val="00646F53"/>
    <w:rsid w:val="006473DF"/>
    <w:rsid w:val="006474A7"/>
    <w:rsid w:val="0064751D"/>
    <w:rsid w:val="0064791C"/>
    <w:rsid w:val="00647A60"/>
    <w:rsid w:val="00647B00"/>
    <w:rsid w:val="00647DC3"/>
    <w:rsid w:val="00647E74"/>
    <w:rsid w:val="0065012B"/>
    <w:rsid w:val="00650260"/>
    <w:rsid w:val="0065059A"/>
    <w:rsid w:val="00650ADE"/>
    <w:rsid w:val="00650CE3"/>
    <w:rsid w:val="00650DFE"/>
    <w:rsid w:val="006512EE"/>
    <w:rsid w:val="00651313"/>
    <w:rsid w:val="00651320"/>
    <w:rsid w:val="00651453"/>
    <w:rsid w:val="00651568"/>
    <w:rsid w:val="00651CC3"/>
    <w:rsid w:val="00651EEB"/>
    <w:rsid w:val="006523DA"/>
    <w:rsid w:val="00652557"/>
    <w:rsid w:val="0065270A"/>
    <w:rsid w:val="00652C22"/>
    <w:rsid w:val="00652F4D"/>
    <w:rsid w:val="006532A4"/>
    <w:rsid w:val="00653AAD"/>
    <w:rsid w:val="00653AB6"/>
    <w:rsid w:val="00653C06"/>
    <w:rsid w:val="00653E53"/>
    <w:rsid w:val="006544A6"/>
    <w:rsid w:val="0065488F"/>
    <w:rsid w:val="00654B17"/>
    <w:rsid w:val="00654C48"/>
    <w:rsid w:val="00654EEE"/>
    <w:rsid w:val="00654F2F"/>
    <w:rsid w:val="00655058"/>
    <w:rsid w:val="006555AF"/>
    <w:rsid w:val="00655BFA"/>
    <w:rsid w:val="00655F4E"/>
    <w:rsid w:val="00655FB7"/>
    <w:rsid w:val="006561BF"/>
    <w:rsid w:val="00656462"/>
    <w:rsid w:val="00656821"/>
    <w:rsid w:val="00656B1C"/>
    <w:rsid w:val="00656B4C"/>
    <w:rsid w:val="00657072"/>
    <w:rsid w:val="00657082"/>
    <w:rsid w:val="006570CD"/>
    <w:rsid w:val="00657129"/>
    <w:rsid w:val="006573DF"/>
    <w:rsid w:val="006575CC"/>
    <w:rsid w:val="00657AC3"/>
    <w:rsid w:val="00657AFB"/>
    <w:rsid w:val="0066033B"/>
    <w:rsid w:val="00660542"/>
    <w:rsid w:val="006607E6"/>
    <w:rsid w:val="00660AA3"/>
    <w:rsid w:val="00660BD5"/>
    <w:rsid w:val="00660CE9"/>
    <w:rsid w:val="0066118F"/>
    <w:rsid w:val="00661935"/>
    <w:rsid w:val="00661C88"/>
    <w:rsid w:val="00661DE2"/>
    <w:rsid w:val="00661DE9"/>
    <w:rsid w:val="00661EE3"/>
    <w:rsid w:val="00662259"/>
    <w:rsid w:val="006622D7"/>
    <w:rsid w:val="006624E1"/>
    <w:rsid w:val="006626A1"/>
    <w:rsid w:val="006628E5"/>
    <w:rsid w:val="0066299B"/>
    <w:rsid w:val="00662A32"/>
    <w:rsid w:val="00662D24"/>
    <w:rsid w:val="0066359E"/>
    <w:rsid w:val="00663687"/>
    <w:rsid w:val="006640BE"/>
    <w:rsid w:val="00664600"/>
    <w:rsid w:val="00664742"/>
    <w:rsid w:val="00664784"/>
    <w:rsid w:val="00664911"/>
    <w:rsid w:val="00664A30"/>
    <w:rsid w:val="00664BFB"/>
    <w:rsid w:val="00665451"/>
    <w:rsid w:val="00665C5A"/>
    <w:rsid w:val="00665DD9"/>
    <w:rsid w:val="006660A5"/>
    <w:rsid w:val="006661AD"/>
    <w:rsid w:val="006661E4"/>
    <w:rsid w:val="006662E5"/>
    <w:rsid w:val="006663B8"/>
    <w:rsid w:val="00666417"/>
    <w:rsid w:val="00666496"/>
    <w:rsid w:val="006664CA"/>
    <w:rsid w:val="006667AD"/>
    <w:rsid w:val="00666C15"/>
    <w:rsid w:val="00666D3E"/>
    <w:rsid w:val="00666E28"/>
    <w:rsid w:val="006671CC"/>
    <w:rsid w:val="00667395"/>
    <w:rsid w:val="00667445"/>
    <w:rsid w:val="0066788C"/>
    <w:rsid w:val="00667994"/>
    <w:rsid w:val="00670272"/>
    <w:rsid w:val="00670358"/>
    <w:rsid w:val="00670359"/>
    <w:rsid w:val="0067061E"/>
    <w:rsid w:val="0067071E"/>
    <w:rsid w:val="006708E9"/>
    <w:rsid w:val="00670992"/>
    <w:rsid w:val="00670B23"/>
    <w:rsid w:val="00670D86"/>
    <w:rsid w:val="00670FBC"/>
    <w:rsid w:val="00671302"/>
    <w:rsid w:val="006714CE"/>
    <w:rsid w:val="00671BD8"/>
    <w:rsid w:val="00671D13"/>
    <w:rsid w:val="0067270A"/>
    <w:rsid w:val="00672801"/>
    <w:rsid w:val="006729E6"/>
    <w:rsid w:val="00672A91"/>
    <w:rsid w:val="00672C8E"/>
    <w:rsid w:val="00673218"/>
    <w:rsid w:val="006733AD"/>
    <w:rsid w:val="0067342B"/>
    <w:rsid w:val="006735BE"/>
    <w:rsid w:val="00673AF6"/>
    <w:rsid w:val="00673C50"/>
    <w:rsid w:val="00674192"/>
    <w:rsid w:val="006741FF"/>
    <w:rsid w:val="00674313"/>
    <w:rsid w:val="00674489"/>
    <w:rsid w:val="006746DE"/>
    <w:rsid w:val="0067479E"/>
    <w:rsid w:val="00674B20"/>
    <w:rsid w:val="0067521C"/>
    <w:rsid w:val="006753BC"/>
    <w:rsid w:val="00675592"/>
    <w:rsid w:val="00675800"/>
    <w:rsid w:val="00675891"/>
    <w:rsid w:val="00675918"/>
    <w:rsid w:val="00675A4B"/>
    <w:rsid w:val="00675FC0"/>
    <w:rsid w:val="00675FFF"/>
    <w:rsid w:val="006760A0"/>
    <w:rsid w:val="00676362"/>
    <w:rsid w:val="00676BCB"/>
    <w:rsid w:val="00676BDD"/>
    <w:rsid w:val="00676E34"/>
    <w:rsid w:val="00676FC6"/>
    <w:rsid w:val="006770A2"/>
    <w:rsid w:val="0067737D"/>
    <w:rsid w:val="00677712"/>
    <w:rsid w:val="00677730"/>
    <w:rsid w:val="0067774B"/>
    <w:rsid w:val="00677803"/>
    <w:rsid w:val="006779E5"/>
    <w:rsid w:val="00677AB1"/>
    <w:rsid w:val="00677C58"/>
    <w:rsid w:val="00677E78"/>
    <w:rsid w:val="00677F47"/>
    <w:rsid w:val="00680297"/>
    <w:rsid w:val="006806C0"/>
    <w:rsid w:val="006807B4"/>
    <w:rsid w:val="00680925"/>
    <w:rsid w:val="00680CF0"/>
    <w:rsid w:val="00680E0C"/>
    <w:rsid w:val="00680E72"/>
    <w:rsid w:val="00680F1F"/>
    <w:rsid w:val="00680F3F"/>
    <w:rsid w:val="0068122B"/>
    <w:rsid w:val="00681B19"/>
    <w:rsid w:val="00681B40"/>
    <w:rsid w:val="00681C44"/>
    <w:rsid w:val="00682107"/>
    <w:rsid w:val="006825D7"/>
    <w:rsid w:val="006829A7"/>
    <w:rsid w:val="00682CAB"/>
    <w:rsid w:val="00683302"/>
    <w:rsid w:val="0068373E"/>
    <w:rsid w:val="00683A0A"/>
    <w:rsid w:val="00683A8B"/>
    <w:rsid w:val="00683D83"/>
    <w:rsid w:val="00683D9E"/>
    <w:rsid w:val="00683ED6"/>
    <w:rsid w:val="006840E8"/>
    <w:rsid w:val="006843EE"/>
    <w:rsid w:val="0068450B"/>
    <w:rsid w:val="006845BE"/>
    <w:rsid w:val="00684654"/>
    <w:rsid w:val="0068489F"/>
    <w:rsid w:val="00684A1B"/>
    <w:rsid w:val="00684CF9"/>
    <w:rsid w:val="00684EAB"/>
    <w:rsid w:val="00684F47"/>
    <w:rsid w:val="0068509A"/>
    <w:rsid w:val="006850B0"/>
    <w:rsid w:val="0068561E"/>
    <w:rsid w:val="00685981"/>
    <w:rsid w:val="00685B6A"/>
    <w:rsid w:val="006861E1"/>
    <w:rsid w:val="0068631F"/>
    <w:rsid w:val="006863DB"/>
    <w:rsid w:val="0068694B"/>
    <w:rsid w:val="00686BA5"/>
    <w:rsid w:val="0068712C"/>
    <w:rsid w:val="0068766D"/>
    <w:rsid w:val="006878CB"/>
    <w:rsid w:val="00687942"/>
    <w:rsid w:val="006879CA"/>
    <w:rsid w:val="006879F8"/>
    <w:rsid w:val="00687DC6"/>
    <w:rsid w:val="00687DCB"/>
    <w:rsid w:val="00690071"/>
    <w:rsid w:val="006900DA"/>
    <w:rsid w:val="00690409"/>
    <w:rsid w:val="0069059D"/>
    <w:rsid w:val="00690613"/>
    <w:rsid w:val="00690673"/>
    <w:rsid w:val="00690845"/>
    <w:rsid w:val="0069091E"/>
    <w:rsid w:val="00690988"/>
    <w:rsid w:val="00690A4E"/>
    <w:rsid w:val="006911F8"/>
    <w:rsid w:val="0069120D"/>
    <w:rsid w:val="006915D6"/>
    <w:rsid w:val="00691638"/>
    <w:rsid w:val="00691C9F"/>
    <w:rsid w:val="00691FC5"/>
    <w:rsid w:val="00692678"/>
    <w:rsid w:val="00692688"/>
    <w:rsid w:val="00692AE8"/>
    <w:rsid w:val="00692BA0"/>
    <w:rsid w:val="00692C13"/>
    <w:rsid w:val="00692ECA"/>
    <w:rsid w:val="00692ED6"/>
    <w:rsid w:val="00692F46"/>
    <w:rsid w:val="006930FC"/>
    <w:rsid w:val="00693113"/>
    <w:rsid w:val="00693631"/>
    <w:rsid w:val="00693750"/>
    <w:rsid w:val="00693BFB"/>
    <w:rsid w:val="00693F1D"/>
    <w:rsid w:val="006943BB"/>
    <w:rsid w:val="00694412"/>
    <w:rsid w:val="006946A6"/>
    <w:rsid w:val="00694885"/>
    <w:rsid w:val="00694A90"/>
    <w:rsid w:val="00694FC2"/>
    <w:rsid w:val="00695054"/>
    <w:rsid w:val="0069510B"/>
    <w:rsid w:val="0069530E"/>
    <w:rsid w:val="00695349"/>
    <w:rsid w:val="00695488"/>
    <w:rsid w:val="006959D0"/>
    <w:rsid w:val="00695C71"/>
    <w:rsid w:val="00695D2E"/>
    <w:rsid w:val="00696147"/>
    <w:rsid w:val="006962E0"/>
    <w:rsid w:val="00696479"/>
    <w:rsid w:val="0069671A"/>
    <w:rsid w:val="006967D1"/>
    <w:rsid w:val="00697027"/>
    <w:rsid w:val="0069716D"/>
    <w:rsid w:val="00697277"/>
    <w:rsid w:val="00697580"/>
    <w:rsid w:val="006975AC"/>
    <w:rsid w:val="0069785D"/>
    <w:rsid w:val="006A0081"/>
    <w:rsid w:val="006A0A2E"/>
    <w:rsid w:val="006A0AF6"/>
    <w:rsid w:val="006A0B41"/>
    <w:rsid w:val="006A0B8F"/>
    <w:rsid w:val="006A0D06"/>
    <w:rsid w:val="006A0DC8"/>
    <w:rsid w:val="006A1938"/>
    <w:rsid w:val="006A19DE"/>
    <w:rsid w:val="006A215A"/>
    <w:rsid w:val="006A2236"/>
    <w:rsid w:val="006A2686"/>
    <w:rsid w:val="006A2705"/>
    <w:rsid w:val="006A299C"/>
    <w:rsid w:val="006A29D1"/>
    <w:rsid w:val="006A2D7C"/>
    <w:rsid w:val="006A2FAD"/>
    <w:rsid w:val="006A34C4"/>
    <w:rsid w:val="006A34E1"/>
    <w:rsid w:val="006A35D3"/>
    <w:rsid w:val="006A3618"/>
    <w:rsid w:val="006A369B"/>
    <w:rsid w:val="006A370E"/>
    <w:rsid w:val="006A37ED"/>
    <w:rsid w:val="006A3ED8"/>
    <w:rsid w:val="006A3FAD"/>
    <w:rsid w:val="006A46EE"/>
    <w:rsid w:val="006A4806"/>
    <w:rsid w:val="006A488D"/>
    <w:rsid w:val="006A4FF0"/>
    <w:rsid w:val="006A4FF3"/>
    <w:rsid w:val="006A51CE"/>
    <w:rsid w:val="006A54D0"/>
    <w:rsid w:val="006A5F30"/>
    <w:rsid w:val="006A5FC0"/>
    <w:rsid w:val="006A635A"/>
    <w:rsid w:val="006A676C"/>
    <w:rsid w:val="006A6DAD"/>
    <w:rsid w:val="006A732B"/>
    <w:rsid w:val="006A7510"/>
    <w:rsid w:val="006A7918"/>
    <w:rsid w:val="006A7D68"/>
    <w:rsid w:val="006A7D90"/>
    <w:rsid w:val="006A7FD2"/>
    <w:rsid w:val="006B02AF"/>
    <w:rsid w:val="006B02FB"/>
    <w:rsid w:val="006B03C8"/>
    <w:rsid w:val="006B0697"/>
    <w:rsid w:val="006B0BD9"/>
    <w:rsid w:val="006B0BDE"/>
    <w:rsid w:val="006B0D01"/>
    <w:rsid w:val="006B0D0E"/>
    <w:rsid w:val="006B100D"/>
    <w:rsid w:val="006B14BB"/>
    <w:rsid w:val="006B169D"/>
    <w:rsid w:val="006B1ADE"/>
    <w:rsid w:val="006B1B4E"/>
    <w:rsid w:val="006B1D1D"/>
    <w:rsid w:val="006B1D3A"/>
    <w:rsid w:val="006B21D2"/>
    <w:rsid w:val="006B2361"/>
    <w:rsid w:val="006B2571"/>
    <w:rsid w:val="006B27F5"/>
    <w:rsid w:val="006B299C"/>
    <w:rsid w:val="006B2D20"/>
    <w:rsid w:val="006B2EB6"/>
    <w:rsid w:val="006B301F"/>
    <w:rsid w:val="006B3422"/>
    <w:rsid w:val="006B39CC"/>
    <w:rsid w:val="006B3B88"/>
    <w:rsid w:val="006B409F"/>
    <w:rsid w:val="006B42D5"/>
    <w:rsid w:val="006B47B1"/>
    <w:rsid w:val="006B4908"/>
    <w:rsid w:val="006B4A26"/>
    <w:rsid w:val="006B4EAF"/>
    <w:rsid w:val="006B4EDE"/>
    <w:rsid w:val="006B5045"/>
    <w:rsid w:val="006B5267"/>
    <w:rsid w:val="006B562D"/>
    <w:rsid w:val="006B564F"/>
    <w:rsid w:val="006B5659"/>
    <w:rsid w:val="006B5A8A"/>
    <w:rsid w:val="006B5C5D"/>
    <w:rsid w:val="006B5E64"/>
    <w:rsid w:val="006B5F16"/>
    <w:rsid w:val="006B5FF3"/>
    <w:rsid w:val="006B604A"/>
    <w:rsid w:val="006B6147"/>
    <w:rsid w:val="006B61BF"/>
    <w:rsid w:val="006B6686"/>
    <w:rsid w:val="006B6C6F"/>
    <w:rsid w:val="006B6DE8"/>
    <w:rsid w:val="006B6FCB"/>
    <w:rsid w:val="006B722B"/>
    <w:rsid w:val="006B7396"/>
    <w:rsid w:val="006B7570"/>
    <w:rsid w:val="006B783B"/>
    <w:rsid w:val="006B7BFE"/>
    <w:rsid w:val="006B7C27"/>
    <w:rsid w:val="006B7CF9"/>
    <w:rsid w:val="006C00CD"/>
    <w:rsid w:val="006C0114"/>
    <w:rsid w:val="006C09AE"/>
    <w:rsid w:val="006C0AB5"/>
    <w:rsid w:val="006C0DF2"/>
    <w:rsid w:val="006C0F7C"/>
    <w:rsid w:val="006C0FBF"/>
    <w:rsid w:val="006C1009"/>
    <w:rsid w:val="006C10D4"/>
    <w:rsid w:val="006C1139"/>
    <w:rsid w:val="006C12C3"/>
    <w:rsid w:val="006C1AB8"/>
    <w:rsid w:val="006C1E89"/>
    <w:rsid w:val="006C1F34"/>
    <w:rsid w:val="006C1FE5"/>
    <w:rsid w:val="006C1FFA"/>
    <w:rsid w:val="006C20C9"/>
    <w:rsid w:val="006C22D0"/>
    <w:rsid w:val="006C230B"/>
    <w:rsid w:val="006C231B"/>
    <w:rsid w:val="006C285F"/>
    <w:rsid w:val="006C28A1"/>
    <w:rsid w:val="006C2962"/>
    <w:rsid w:val="006C2B8C"/>
    <w:rsid w:val="006C2B93"/>
    <w:rsid w:val="006C2EF4"/>
    <w:rsid w:val="006C3068"/>
    <w:rsid w:val="006C3230"/>
    <w:rsid w:val="006C3679"/>
    <w:rsid w:val="006C3BF7"/>
    <w:rsid w:val="006C3C5D"/>
    <w:rsid w:val="006C3D52"/>
    <w:rsid w:val="006C43CB"/>
    <w:rsid w:val="006C4407"/>
    <w:rsid w:val="006C45EA"/>
    <w:rsid w:val="006C4728"/>
    <w:rsid w:val="006C4936"/>
    <w:rsid w:val="006C4B98"/>
    <w:rsid w:val="006C4CD3"/>
    <w:rsid w:val="006C4D11"/>
    <w:rsid w:val="006C4DF9"/>
    <w:rsid w:val="006C4EB0"/>
    <w:rsid w:val="006C4ED3"/>
    <w:rsid w:val="006C55F3"/>
    <w:rsid w:val="006C56EC"/>
    <w:rsid w:val="006C5877"/>
    <w:rsid w:val="006C5A66"/>
    <w:rsid w:val="006C5C51"/>
    <w:rsid w:val="006C6385"/>
    <w:rsid w:val="006C68B5"/>
    <w:rsid w:val="006C6E6C"/>
    <w:rsid w:val="006C6F4F"/>
    <w:rsid w:val="006C6FE5"/>
    <w:rsid w:val="006C7118"/>
    <w:rsid w:val="006C7271"/>
    <w:rsid w:val="006C741C"/>
    <w:rsid w:val="006C7B03"/>
    <w:rsid w:val="006D0076"/>
    <w:rsid w:val="006D061A"/>
    <w:rsid w:val="006D0706"/>
    <w:rsid w:val="006D0F50"/>
    <w:rsid w:val="006D12A8"/>
    <w:rsid w:val="006D19D7"/>
    <w:rsid w:val="006D21E3"/>
    <w:rsid w:val="006D227C"/>
    <w:rsid w:val="006D249D"/>
    <w:rsid w:val="006D264C"/>
    <w:rsid w:val="006D2900"/>
    <w:rsid w:val="006D2A8B"/>
    <w:rsid w:val="006D2ABE"/>
    <w:rsid w:val="006D317A"/>
    <w:rsid w:val="006D343D"/>
    <w:rsid w:val="006D346E"/>
    <w:rsid w:val="006D3C7A"/>
    <w:rsid w:val="006D43AE"/>
    <w:rsid w:val="006D4478"/>
    <w:rsid w:val="006D45B2"/>
    <w:rsid w:val="006D469C"/>
    <w:rsid w:val="006D46D8"/>
    <w:rsid w:val="006D4E8D"/>
    <w:rsid w:val="006D556E"/>
    <w:rsid w:val="006D558C"/>
    <w:rsid w:val="006D565A"/>
    <w:rsid w:val="006D5CF7"/>
    <w:rsid w:val="006D5DC4"/>
    <w:rsid w:val="006D5DE6"/>
    <w:rsid w:val="006D5E66"/>
    <w:rsid w:val="006D603E"/>
    <w:rsid w:val="006D6310"/>
    <w:rsid w:val="006D6977"/>
    <w:rsid w:val="006D6B0E"/>
    <w:rsid w:val="006D6CF3"/>
    <w:rsid w:val="006D7023"/>
    <w:rsid w:val="006D7145"/>
    <w:rsid w:val="006D7278"/>
    <w:rsid w:val="006D7288"/>
    <w:rsid w:val="006D7481"/>
    <w:rsid w:val="006D751A"/>
    <w:rsid w:val="006D758F"/>
    <w:rsid w:val="006D75F6"/>
    <w:rsid w:val="006D763F"/>
    <w:rsid w:val="006D7E0D"/>
    <w:rsid w:val="006E0315"/>
    <w:rsid w:val="006E0767"/>
    <w:rsid w:val="006E076A"/>
    <w:rsid w:val="006E0C0F"/>
    <w:rsid w:val="006E0C7A"/>
    <w:rsid w:val="006E0F14"/>
    <w:rsid w:val="006E0F46"/>
    <w:rsid w:val="006E12CB"/>
    <w:rsid w:val="006E13A9"/>
    <w:rsid w:val="006E1534"/>
    <w:rsid w:val="006E1720"/>
    <w:rsid w:val="006E17BA"/>
    <w:rsid w:val="006E1827"/>
    <w:rsid w:val="006E18CB"/>
    <w:rsid w:val="006E1C81"/>
    <w:rsid w:val="006E1F3C"/>
    <w:rsid w:val="006E215B"/>
    <w:rsid w:val="006E2398"/>
    <w:rsid w:val="006E23AD"/>
    <w:rsid w:val="006E2414"/>
    <w:rsid w:val="006E2469"/>
    <w:rsid w:val="006E2537"/>
    <w:rsid w:val="006E2612"/>
    <w:rsid w:val="006E294D"/>
    <w:rsid w:val="006E3008"/>
    <w:rsid w:val="006E344F"/>
    <w:rsid w:val="006E358F"/>
    <w:rsid w:val="006E3A29"/>
    <w:rsid w:val="006E3B53"/>
    <w:rsid w:val="006E3CCB"/>
    <w:rsid w:val="006E43CC"/>
    <w:rsid w:val="006E4409"/>
    <w:rsid w:val="006E508D"/>
    <w:rsid w:val="006E509F"/>
    <w:rsid w:val="006E54C6"/>
    <w:rsid w:val="006E5BA1"/>
    <w:rsid w:val="006E62D7"/>
    <w:rsid w:val="006E63C5"/>
    <w:rsid w:val="006E6516"/>
    <w:rsid w:val="006E65B1"/>
    <w:rsid w:val="006E68D5"/>
    <w:rsid w:val="006E6B18"/>
    <w:rsid w:val="006E6BFB"/>
    <w:rsid w:val="006E7507"/>
    <w:rsid w:val="006E7582"/>
    <w:rsid w:val="006E75D4"/>
    <w:rsid w:val="006E768A"/>
    <w:rsid w:val="006E7697"/>
    <w:rsid w:val="006E793A"/>
    <w:rsid w:val="006E79AA"/>
    <w:rsid w:val="006E7ABB"/>
    <w:rsid w:val="006E7CE8"/>
    <w:rsid w:val="006E7D7E"/>
    <w:rsid w:val="006F016C"/>
    <w:rsid w:val="006F0239"/>
    <w:rsid w:val="006F0297"/>
    <w:rsid w:val="006F03B2"/>
    <w:rsid w:val="006F0719"/>
    <w:rsid w:val="006F0B53"/>
    <w:rsid w:val="006F0C8C"/>
    <w:rsid w:val="006F0E37"/>
    <w:rsid w:val="006F11A1"/>
    <w:rsid w:val="006F17CB"/>
    <w:rsid w:val="006F1926"/>
    <w:rsid w:val="006F1BA5"/>
    <w:rsid w:val="006F1CB5"/>
    <w:rsid w:val="006F1D02"/>
    <w:rsid w:val="006F1D18"/>
    <w:rsid w:val="006F1D5A"/>
    <w:rsid w:val="006F1E02"/>
    <w:rsid w:val="006F1E95"/>
    <w:rsid w:val="006F1ECB"/>
    <w:rsid w:val="006F24EA"/>
    <w:rsid w:val="006F25C3"/>
    <w:rsid w:val="006F2877"/>
    <w:rsid w:val="006F2B24"/>
    <w:rsid w:val="006F2E0B"/>
    <w:rsid w:val="006F3047"/>
    <w:rsid w:val="006F30C1"/>
    <w:rsid w:val="006F30DD"/>
    <w:rsid w:val="006F32BD"/>
    <w:rsid w:val="006F35DE"/>
    <w:rsid w:val="006F38EC"/>
    <w:rsid w:val="006F3909"/>
    <w:rsid w:val="006F3E38"/>
    <w:rsid w:val="006F4C36"/>
    <w:rsid w:val="006F4C9F"/>
    <w:rsid w:val="006F4D32"/>
    <w:rsid w:val="006F5142"/>
    <w:rsid w:val="006F519A"/>
    <w:rsid w:val="006F542E"/>
    <w:rsid w:val="006F547B"/>
    <w:rsid w:val="006F55B4"/>
    <w:rsid w:val="006F59E1"/>
    <w:rsid w:val="006F5B04"/>
    <w:rsid w:val="006F5B6F"/>
    <w:rsid w:val="006F5C52"/>
    <w:rsid w:val="006F5F02"/>
    <w:rsid w:val="006F6039"/>
    <w:rsid w:val="006F674B"/>
    <w:rsid w:val="006F683A"/>
    <w:rsid w:val="006F7167"/>
    <w:rsid w:val="006F74D4"/>
    <w:rsid w:val="006F762D"/>
    <w:rsid w:val="006F7694"/>
    <w:rsid w:val="006F770F"/>
    <w:rsid w:val="006F77EF"/>
    <w:rsid w:val="006F79EA"/>
    <w:rsid w:val="006F7BD9"/>
    <w:rsid w:val="006F7D76"/>
    <w:rsid w:val="006F7E1A"/>
    <w:rsid w:val="006F7EA7"/>
    <w:rsid w:val="0070001E"/>
    <w:rsid w:val="00700576"/>
    <w:rsid w:val="007006F9"/>
    <w:rsid w:val="00700DF9"/>
    <w:rsid w:val="00700F21"/>
    <w:rsid w:val="00701028"/>
    <w:rsid w:val="0070135D"/>
    <w:rsid w:val="007013D3"/>
    <w:rsid w:val="00701462"/>
    <w:rsid w:val="00701762"/>
    <w:rsid w:val="00701775"/>
    <w:rsid w:val="00701E9D"/>
    <w:rsid w:val="00701F15"/>
    <w:rsid w:val="00702071"/>
    <w:rsid w:val="007021E8"/>
    <w:rsid w:val="00702F93"/>
    <w:rsid w:val="00703110"/>
    <w:rsid w:val="007035C6"/>
    <w:rsid w:val="00703B00"/>
    <w:rsid w:val="00704004"/>
    <w:rsid w:val="007043DC"/>
    <w:rsid w:val="007043FB"/>
    <w:rsid w:val="00704712"/>
    <w:rsid w:val="007048E8"/>
    <w:rsid w:val="00704902"/>
    <w:rsid w:val="00704968"/>
    <w:rsid w:val="00704BC0"/>
    <w:rsid w:val="00704C97"/>
    <w:rsid w:val="00704D07"/>
    <w:rsid w:val="00704DE6"/>
    <w:rsid w:val="00704FA4"/>
    <w:rsid w:val="0070512B"/>
    <w:rsid w:val="0070524C"/>
    <w:rsid w:val="00705359"/>
    <w:rsid w:val="007056CD"/>
    <w:rsid w:val="007056DA"/>
    <w:rsid w:val="00705ADE"/>
    <w:rsid w:val="00705BCB"/>
    <w:rsid w:val="00705DC0"/>
    <w:rsid w:val="007068AD"/>
    <w:rsid w:val="00706A30"/>
    <w:rsid w:val="00706B34"/>
    <w:rsid w:val="00706C27"/>
    <w:rsid w:val="00706F7A"/>
    <w:rsid w:val="007073AB"/>
    <w:rsid w:val="00707672"/>
    <w:rsid w:val="00707B3F"/>
    <w:rsid w:val="00707C26"/>
    <w:rsid w:val="00710055"/>
    <w:rsid w:val="0071041D"/>
    <w:rsid w:val="0071051A"/>
    <w:rsid w:val="0071062B"/>
    <w:rsid w:val="00710919"/>
    <w:rsid w:val="00710FC5"/>
    <w:rsid w:val="00711071"/>
    <w:rsid w:val="00711190"/>
    <w:rsid w:val="00711345"/>
    <w:rsid w:val="007119FF"/>
    <w:rsid w:val="007121AE"/>
    <w:rsid w:val="0071225B"/>
    <w:rsid w:val="007123ED"/>
    <w:rsid w:val="007125CA"/>
    <w:rsid w:val="00712D83"/>
    <w:rsid w:val="00712F07"/>
    <w:rsid w:val="00712FD4"/>
    <w:rsid w:val="00713679"/>
    <w:rsid w:val="00713DCF"/>
    <w:rsid w:val="00713F16"/>
    <w:rsid w:val="007140DF"/>
    <w:rsid w:val="0071423E"/>
    <w:rsid w:val="00714659"/>
    <w:rsid w:val="007147BA"/>
    <w:rsid w:val="00714A11"/>
    <w:rsid w:val="007151CB"/>
    <w:rsid w:val="007152D8"/>
    <w:rsid w:val="00715500"/>
    <w:rsid w:val="007157C5"/>
    <w:rsid w:val="0071585A"/>
    <w:rsid w:val="00715917"/>
    <w:rsid w:val="00715A02"/>
    <w:rsid w:val="00715A1C"/>
    <w:rsid w:val="00715D4F"/>
    <w:rsid w:val="007168F9"/>
    <w:rsid w:val="00716983"/>
    <w:rsid w:val="00716AD2"/>
    <w:rsid w:val="00716C0E"/>
    <w:rsid w:val="00716FC2"/>
    <w:rsid w:val="007174D2"/>
    <w:rsid w:val="0071779C"/>
    <w:rsid w:val="00717940"/>
    <w:rsid w:val="00717A70"/>
    <w:rsid w:val="00717DB5"/>
    <w:rsid w:val="00717FC6"/>
    <w:rsid w:val="0072004B"/>
    <w:rsid w:val="007208E0"/>
    <w:rsid w:val="00720A39"/>
    <w:rsid w:val="00720CD8"/>
    <w:rsid w:val="00720EB8"/>
    <w:rsid w:val="0072120B"/>
    <w:rsid w:val="0072130D"/>
    <w:rsid w:val="00721324"/>
    <w:rsid w:val="00721773"/>
    <w:rsid w:val="00721777"/>
    <w:rsid w:val="00721858"/>
    <w:rsid w:val="007218DA"/>
    <w:rsid w:val="0072195C"/>
    <w:rsid w:val="00721DC7"/>
    <w:rsid w:val="0072231B"/>
    <w:rsid w:val="00722594"/>
    <w:rsid w:val="007227EE"/>
    <w:rsid w:val="00722F21"/>
    <w:rsid w:val="00722FE9"/>
    <w:rsid w:val="007230F2"/>
    <w:rsid w:val="00723810"/>
    <w:rsid w:val="0072390A"/>
    <w:rsid w:val="00723C74"/>
    <w:rsid w:val="00723E87"/>
    <w:rsid w:val="00724489"/>
    <w:rsid w:val="007244D3"/>
    <w:rsid w:val="0072454F"/>
    <w:rsid w:val="00724795"/>
    <w:rsid w:val="00724C40"/>
    <w:rsid w:val="00725446"/>
    <w:rsid w:val="0072579B"/>
    <w:rsid w:val="00725890"/>
    <w:rsid w:val="007259D7"/>
    <w:rsid w:val="00725B21"/>
    <w:rsid w:val="00725CB5"/>
    <w:rsid w:val="00726060"/>
    <w:rsid w:val="00726512"/>
    <w:rsid w:val="007266AD"/>
    <w:rsid w:val="00726AFD"/>
    <w:rsid w:val="00726B82"/>
    <w:rsid w:val="00726D1E"/>
    <w:rsid w:val="00726F98"/>
    <w:rsid w:val="0072703C"/>
    <w:rsid w:val="00727CCC"/>
    <w:rsid w:val="007303E9"/>
    <w:rsid w:val="00730441"/>
    <w:rsid w:val="007307F2"/>
    <w:rsid w:val="00730C7C"/>
    <w:rsid w:val="00730CD8"/>
    <w:rsid w:val="00731204"/>
    <w:rsid w:val="007316D2"/>
    <w:rsid w:val="00731A48"/>
    <w:rsid w:val="00731DA8"/>
    <w:rsid w:val="00731E73"/>
    <w:rsid w:val="007322C6"/>
    <w:rsid w:val="00732BB2"/>
    <w:rsid w:val="00732D97"/>
    <w:rsid w:val="00733169"/>
    <w:rsid w:val="00733225"/>
    <w:rsid w:val="0073349F"/>
    <w:rsid w:val="007335CB"/>
    <w:rsid w:val="00733B48"/>
    <w:rsid w:val="00733D37"/>
    <w:rsid w:val="0073400B"/>
    <w:rsid w:val="007340AE"/>
    <w:rsid w:val="00734195"/>
    <w:rsid w:val="0073440A"/>
    <w:rsid w:val="00734959"/>
    <w:rsid w:val="00734C66"/>
    <w:rsid w:val="00735099"/>
    <w:rsid w:val="00735376"/>
    <w:rsid w:val="0073555F"/>
    <w:rsid w:val="007356E4"/>
    <w:rsid w:val="0073591F"/>
    <w:rsid w:val="00735AEA"/>
    <w:rsid w:val="0073609D"/>
    <w:rsid w:val="00736374"/>
    <w:rsid w:val="00736C81"/>
    <w:rsid w:val="00736DF7"/>
    <w:rsid w:val="007371AC"/>
    <w:rsid w:val="007372D7"/>
    <w:rsid w:val="00737AF0"/>
    <w:rsid w:val="00737DAA"/>
    <w:rsid w:val="00737FC7"/>
    <w:rsid w:val="0074002D"/>
    <w:rsid w:val="00740243"/>
    <w:rsid w:val="007402FA"/>
    <w:rsid w:val="00740663"/>
    <w:rsid w:val="00740745"/>
    <w:rsid w:val="00740A11"/>
    <w:rsid w:val="00740A6A"/>
    <w:rsid w:val="00740CAE"/>
    <w:rsid w:val="00740D56"/>
    <w:rsid w:val="00740E62"/>
    <w:rsid w:val="00740E83"/>
    <w:rsid w:val="007413E1"/>
    <w:rsid w:val="0074166E"/>
    <w:rsid w:val="00741C09"/>
    <w:rsid w:val="00741D00"/>
    <w:rsid w:val="00741ED3"/>
    <w:rsid w:val="00741FA1"/>
    <w:rsid w:val="007420BD"/>
    <w:rsid w:val="007420C2"/>
    <w:rsid w:val="0074249E"/>
    <w:rsid w:val="00742903"/>
    <w:rsid w:val="0074297F"/>
    <w:rsid w:val="007432FD"/>
    <w:rsid w:val="00743704"/>
    <w:rsid w:val="00743A42"/>
    <w:rsid w:val="00743B12"/>
    <w:rsid w:val="0074402B"/>
    <w:rsid w:val="00744496"/>
    <w:rsid w:val="007445B3"/>
    <w:rsid w:val="00744DE6"/>
    <w:rsid w:val="007450AB"/>
    <w:rsid w:val="0074536C"/>
    <w:rsid w:val="0074537F"/>
    <w:rsid w:val="007456F6"/>
    <w:rsid w:val="00745C27"/>
    <w:rsid w:val="00745DA5"/>
    <w:rsid w:val="00745EB8"/>
    <w:rsid w:val="00746069"/>
    <w:rsid w:val="00746093"/>
    <w:rsid w:val="0074651F"/>
    <w:rsid w:val="007466DB"/>
    <w:rsid w:val="00746759"/>
    <w:rsid w:val="007467A0"/>
    <w:rsid w:val="007467C6"/>
    <w:rsid w:val="007468A4"/>
    <w:rsid w:val="007469A8"/>
    <w:rsid w:val="00746FE8"/>
    <w:rsid w:val="007474D9"/>
    <w:rsid w:val="007475D1"/>
    <w:rsid w:val="007478EF"/>
    <w:rsid w:val="00747901"/>
    <w:rsid w:val="00747952"/>
    <w:rsid w:val="007479A5"/>
    <w:rsid w:val="007479A7"/>
    <w:rsid w:val="00747A68"/>
    <w:rsid w:val="00747BE5"/>
    <w:rsid w:val="00747D3B"/>
    <w:rsid w:val="00750006"/>
    <w:rsid w:val="00750089"/>
    <w:rsid w:val="00750405"/>
    <w:rsid w:val="00750650"/>
    <w:rsid w:val="007506CC"/>
    <w:rsid w:val="00750866"/>
    <w:rsid w:val="007508D2"/>
    <w:rsid w:val="00750913"/>
    <w:rsid w:val="0075098D"/>
    <w:rsid w:val="007509A1"/>
    <w:rsid w:val="00750E88"/>
    <w:rsid w:val="00750EB3"/>
    <w:rsid w:val="0075136A"/>
    <w:rsid w:val="007514C0"/>
    <w:rsid w:val="007517F6"/>
    <w:rsid w:val="00751918"/>
    <w:rsid w:val="00751A89"/>
    <w:rsid w:val="00751AF5"/>
    <w:rsid w:val="00751B61"/>
    <w:rsid w:val="0075218C"/>
    <w:rsid w:val="00752515"/>
    <w:rsid w:val="007525EC"/>
    <w:rsid w:val="007529FE"/>
    <w:rsid w:val="00752D82"/>
    <w:rsid w:val="00752EDA"/>
    <w:rsid w:val="00752F2C"/>
    <w:rsid w:val="00753489"/>
    <w:rsid w:val="0075353B"/>
    <w:rsid w:val="007535B7"/>
    <w:rsid w:val="007538D7"/>
    <w:rsid w:val="00753A01"/>
    <w:rsid w:val="00753AEC"/>
    <w:rsid w:val="00753BCB"/>
    <w:rsid w:val="00753E77"/>
    <w:rsid w:val="0075427F"/>
    <w:rsid w:val="007549BE"/>
    <w:rsid w:val="007549D8"/>
    <w:rsid w:val="00754C05"/>
    <w:rsid w:val="00754C41"/>
    <w:rsid w:val="0075574D"/>
    <w:rsid w:val="00756773"/>
    <w:rsid w:val="00756826"/>
    <w:rsid w:val="007569DC"/>
    <w:rsid w:val="00756A96"/>
    <w:rsid w:val="00756AC0"/>
    <w:rsid w:val="00756AE5"/>
    <w:rsid w:val="00756C72"/>
    <w:rsid w:val="00756DA5"/>
    <w:rsid w:val="00756E6F"/>
    <w:rsid w:val="00756F07"/>
    <w:rsid w:val="00756F62"/>
    <w:rsid w:val="007573AE"/>
    <w:rsid w:val="00757594"/>
    <w:rsid w:val="00757789"/>
    <w:rsid w:val="00757DB9"/>
    <w:rsid w:val="00757F7B"/>
    <w:rsid w:val="0076003D"/>
    <w:rsid w:val="0076083E"/>
    <w:rsid w:val="0076119C"/>
    <w:rsid w:val="007613F9"/>
    <w:rsid w:val="007618F0"/>
    <w:rsid w:val="007619DD"/>
    <w:rsid w:val="00761B73"/>
    <w:rsid w:val="00762100"/>
    <w:rsid w:val="0076224C"/>
    <w:rsid w:val="007623A8"/>
    <w:rsid w:val="0076241B"/>
    <w:rsid w:val="0076260B"/>
    <w:rsid w:val="00762AF1"/>
    <w:rsid w:val="00762E78"/>
    <w:rsid w:val="00762FC6"/>
    <w:rsid w:val="007630CD"/>
    <w:rsid w:val="00763292"/>
    <w:rsid w:val="0076396A"/>
    <w:rsid w:val="007639E1"/>
    <w:rsid w:val="00763F17"/>
    <w:rsid w:val="00763F79"/>
    <w:rsid w:val="00764150"/>
    <w:rsid w:val="00765569"/>
    <w:rsid w:val="007655C4"/>
    <w:rsid w:val="00765702"/>
    <w:rsid w:val="007658E4"/>
    <w:rsid w:val="00765AB0"/>
    <w:rsid w:val="00765CDF"/>
    <w:rsid w:val="00765DD1"/>
    <w:rsid w:val="007661ED"/>
    <w:rsid w:val="00766462"/>
    <w:rsid w:val="00766A28"/>
    <w:rsid w:val="00766A9E"/>
    <w:rsid w:val="00766AD1"/>
    <w:rsid w:val="00766D46"/>
    <w:rsid w:val="00766E02"/>
    <w:rsid w:val="0076710F"/>
    <w:rsid w:val="00767242"/>
    <w:rsid w:val="0076726E"/>
    <w:rsid w:val="00767519"/>
    <w:rsid w:val="00767AEB"/>
    <w:rsid w:val="00767B66"/>
    <w:rsid w:val="00767B89"/>
    <w:rsid w:val="0077017D"/>
    <w:rsid w:val="007704E9"/>
    <w:rsid w:val="007707D2"/>
    <w:rsid w:val="00770A8D"/>
    <w:rsid w:val="00770CE2"/>
    <w:rsid w:val="00770FC6"/>
    <w:rsid w:val="00771C60"/>
    <w:rsid w:val="00771D5D"/>
    <w:rsid w:val="00771D6B"/>
    <w:rsid w:val="00771DE7"/>
    <w:rsid w:val="00771EDC"/>
    <w:rsid w:val="00772146"/>
    <w:rsid w:val="007722CF"/>
    <w:rsid w:val="00772341"/>
    <w:rsid w:val="0077243E"/>
    <w:rsid w:val="007725B7"/>
    <w:rsid w:val="00772655"/>
    <w:rsid w:val="00772657"/>
    <w:rsid w:val="00772AF2"/>
    <w:rsid w:val="00772BAF"/>
    <w:rsid w:val="00772D63"/>
    <w:rsid w:val="00772E32"/>
    <w:rsid w:val="00772F45"/>
    <w:rsid w:val="007732A4"/>
    <w:rsid w:val="007734C5"/>
    <w:rsid w:val="0077361D"/>
    <w:rsid w:val="00773668"/>
    <w:rsid w:val="00773893"/>
    <w:rsid w:val="00773D23"/>
    <w:rsid w:val="00773FE1"/>
    <w:rsid w:val="007747DC"/>
    <w:rsid w:val="007748F4"/>
    <w:rsid w:val="00774928"/>
    <w:rsid w:val="00774DD8"/>
    <w:rsid w:val="007756EA"/>
    <w:rsid w:val="00775BFA"/>
    <w:rsid w:val="00775C02"/>
    <w:rsid w:val="00775F4F"/>
    <w:rsid w:val="0077609A"/>
    <w:rsid w:val="00776103"/>
    <w:rsid w:val="00776215"/>
    <w:rsid w:val="0077627C"/>
    <w:rsid w:val="007762D2"/>
    <w:rsid w:val="0077636A"/>
    <w:rsid w:val="0077688A"/>
    <w:rsid w:val="00776B1E"/>
    <w:rsid w:val="00776B28"/>
    <w:rsid w:val="0077710C"/>
    <w:rsid w:val="007777B8"/>
    <w:rsid w:val="00777957"/>
    <w:rsid w:val="00777A4F"/>
    <w:rsid w:val="00777E74"/>
    <w:rsid w:val="0078028A"/>
    <w:rsid w:val="0078063F"/>
    <w:rsid w:val="00780795"/>
    <w:rsid w:val="0078080B"/>
    <w:rsid w:val="00780A4C"/>
    <w:rsid w:val="00780BA4"/>
    <w:rsid w:val="00780C06"/>
    <w:rsid w:val="00780F98"/>
    <w:rsid w:val="0078108F"/>
    <w:rsid w:val="007812D6"/>
    <w:rsid w:val="007818AE"/>
    <w:rsid w:val="00781BB3"/>
    <w:rsid w:val="00782038"/>
    <w:rsid w:val="00782205"/>
    <w:rsid w:val="0078223B"/>
    <w:rsid w:val="00782A62"/>
    <w:rsid w:val="00782D8B"/>
    <w:rsid w:val="00782F39"/>
    <w:rsid w:val="007832E5"/>
    <w:rsid w:val="0078330D"/>
    <w:rsid w:val="007836FD"/>
    <w:rsid w:val="00783814"/>
    <w:rsid w:val="00783A19"/>
    <w:rsid w:val="00783D6C"/>
    <w:rsid w:val="007841FF"/>
    <w:rsid w:val="00784426"/>
    <w:rsid w:val="007845C5"/>
    <w:rsid w:val="007845F4"/>
    <w:rsid w:val="00784786"/>
    <w:rsid w:val="00784B51"/>
    <w:rsid w:val="00784B9A"/>
    <w:rsid w:val="00784BF0"/>
    <w:rsid w:val="00784CA1"/>
    <w:rsid w:val="00784F3E"/>
    <w:rsid w:val="0078526C"/>
    <w:rsid w:val="00785484"/>
    <w:rsid w:val="0078571E"/>
    <w:rsid w:val="00785729"/>
    <w:rsid w:val="00785B29"/>
    <w:rsid w:val="00785B65"/>
    <w:rsid w:val="00786537"/>
    <w:rsid w:val="0078655C"/>
    <w:rsid w:val="007868E8"/>
    <w:rsid w:val="007869E3"/>
    <w:rsid w:val="00786A4D"/>
    <w:rsid w:val="00786E9A"/>
    <w:rsid w:val="00787004"/>
    <w:rsid w:val="007875A6"/>
    <w:rsid w:val="00787684"/>
    <w:rsid w:val="00787B6B"/>
    <w:rsid w:val="00787BF3"/>
    <w:rsid w:val="00787E72"/>
    <w:rsid w:val="00790503"/>
    <w:rsid w:val="0079059D"/>
    <w:rsid w:val="00790969"/>
    <w:rsid w:val="0079110C"/>
    <w:rsid w:val="0079147C"/>
    <w:rsid w:val="00791B3E"/>
    <w:rsid w:val="00791C3D"/>
    <w:rsid w:val="0079201A"/>
    <w:rsid w:val="00792476"/>
    <w:rsid w:val="0079275A"/>
    <w:rsid w:val="007929F1"/>
    <w:rsid w:val="00792B36"/>
    <w:rsid w:val="00792D29"/>
    <w:rsid w:val="00793386"/>
    <w:rsid w:val="00793495"/>
    <w:rsid w:val="007936C1"/>
    <w:rsid w:val="00793738"/>
    <w:rsid w:val="007937EB"/>
    <w:rsid w:val="00793FCC"/>
    <w:rsid w:val="007941B0"/>
    <w:rsid w:val="00794350"/>
    <w:rsid w:val="00794388"/>
    <w:rsid w:val="007947A0"/>
    <w:rsid w:val="007947BA"/>
    <w:rsid w:val="00794A1B"/>
    <w:rsid w:val="00794C0D"/>
    <w:rsid w:val="00794CBD"/>
    <w:rsid w:val="00794F84"/>
    <w:rsid w:val="007952A8"/>
    <w:rsid w:val="00795B51"/>
    <w:rsid w:val="00795D77"/>
    <w:rsid w:val="00795E7A"/>
    <w:rsid w:val="0079644F"/>
    <w:rsid w:val="00796514"/>
    <w:rsid w:val="007966D4"/>
    <w:rsid w:val="0079684C"/>
    <w:rsid w:val="00796929"/>
    <w:rsid w:val="00796C7F"/>
    <w:rsid w:val="00796D17"/>
    <w:rsid w:val="00797740"/>
    <w:rsid w:val="007A00E6"/>
    <w:rsid w:val="007A056A"/>
    <w:rsid w:val="007A05CB"/>
    <w:rsid w:val="007A06A8"/>
    <w:rsid w:val="007A0777"/>
    <w:rsid w:val="007A077F"/>
    <w:rsid w:val="007A0B31"/>
    <w:rsid w:val="007A0C58"/>
    <w:rsid w:val="007A0C92"/>
    <w:rsid w:val="007A0ECC"/>
    <w:rsid w:val="007A1714"/>
    <w:rsid w:val="007A1A13"/>
    <w:rsid w:val="007A2027"/>
    <w:rsid w:val="007A21BB"/>
    <w:rsid w:val="007A2422"/>
    <w:rsid w:val="007A2512"/>
    <w:rsid w:val="007A327A"/>
    <w:rsid w:val="007A345A"/>
    <w:rsid w:val="007A3ABD"/>
    <w:rsid w:val="007A3AD8"/>
    <w:rsid w:val="007A3BB7"/>
    <w:rsid w:val="007A3FF4"/>
    <w:rsid w:val="007A433C"/>
    <w:rsid w:val="007A4540"/>
    <w:rsid w:val="007A48DE"/>
    <w:rsid w:val="007A4ECA"/>
    <w:rsid w:val="007A4ECD"/>
    <w:rsid w:val="007A53E7"/>
    <w:rsid w:val="007A5672"/>
    <w:rsid w:val="007A56CA"/>
    <w:rsid w:val="007A592A"/>
    <w:rsid w:val="007A5999"/>
    <w:rsid w:val="007A5C12"/>
    <w:rsid w:val="007A5DDD"/>
    <w:rsid w:val="007A5DF2"/>
    <w:rsid w:val="007A5F49"/>
    <w:rsid w:val="007A5FD3"/>
    <w:rsid w:val="007A6CEA"/>
    <w:rsid w:val="007A6FE2"/>
    <w:rsid w:val="007A7223"/>
    <w:rsid w:val="007A775F"/>
    <w:rsid w:val="007A7F61"/>
    <w:rsid w:val="007B0437"/>
    <w:rsid w:val="007B0A66"/>
    <w:rsid w:val="007B0A90"/>
    <w:rsid w:val="007B0B94"/>
    <w:rsid w:val="007B0D79"/>
    <w:rsid w:val="007B15B3"/>
    <w:rsid w:val="007B18D5"/>
    <w:rsid w:val="007B1A70"/>
    <w:rsid w:val="007B1F74"/>
    <w:rsid w:val="007B204D"/>
    <w:rsid w:val="007B2446"/>
    <w:rsid w:val="007B2524"/>
    <w:rsid w:val="007B2599"/>
    <w:rsid w:val="007B2770"/>
    <w:rsid w:val="007B2800"/>
    <w:rsid w:val="007B2E81"/>
    <w:rsid w:val="007B3094"/>
    <w:rsid w:val="007B3305"/>
    <w:rsid w:val="007B36E4"/>
    <w:rsid w:val="007B3D4F"/>
    <w:rsid w:val="007B3F98"/>
    <w:rsid w:val="007B4161"/>
    <w:rsid w:val="007B46E9"/>
    <w:rsid w:val="007B47A5"/>
    <w:rsid w:val="007B556A"/>
    <w:rsid w:val="007B5C18"/>
    <w:rsid w:val="007B5F48"/>
    <w:rsid w:val="007B5FD8"/>
    <w:rsid w:val="007B6E10"/>
    <w:rsid w:val="007B6E7D"/>
    <w:rsid w:val="007B700D"/>
    <w:rsid w:val="007B772A"/>
    <w:rsid w:val="007B7AA4"/>
    <w:rsid w:val="007B7CC0"/>
    <w:rsid w:val="007B7DFF"/>
    <w:rsid w:val="007C00F6"/>
    <w:rsid w:val="007C0407"/>
    <w:rsid w:val="007C06AE"/>
    <w:rsid w:val="007C07C7"/>
    <w:rsid w:val="007C09AA"/>
    <w:rsid w:val="007C1423"/>
    <w:rsid w:val="007C176E"/>
    <w:rsid w:val="007C17A7"/>
    <w:rsid w:val="007C18E7"/>
    <w:rsid w:val="007C1AA6"/>
    <w:rsid w:val="007C28CB"/>
    <w:rsid w:val="007C2ADB"/>
    <w:rsid w:val="007C2F2F"/>
    <w:rsid w:val="007C3110"/>
    <w:rsid w:val="007C3234"/>
    <w:rsid w:val="007C34D0"/>
    <w:rsid w:val="007C36A9"/>
    <w:rsid w:val="007C37B2"/>
    <w:rsid w:val="007C3B01"/>
    <w:rsid w:val="007C3D44"/>
    <w:rsid w:val="007C3EEE"/>
    <w:rsid w:val="007C3F59"/>
    <w:rsid w:val="007C404B"/>
    <w:rsid w:val="007C41C5"/>
    <w:rsid w:val="007C444F"/>
    <w:rsid w:val="007C4603"/>
    <w:rsid w:val="007C4884"/>
    <w:rsid w:val="007C4A34"/>
    <w:rsid w:val="007C4B7B"/>
    <w:rsid w:val="007C54F1"/>
    <w:rsid w:val="007C56D6"/>
    <w:rsid w:val="007C5ACD"/>
    <w:rsid w:val="007C5B2B"/>
    <w:rsid w:val="007C5F07"/>
    <w:rsid w:val="007C6264"/>
    <w:rsid w:val="007C62D4"/>
    <w:rsid w:val="007C6324"/>
    <w:rsid w:val="007C642F"/>
    <w:rsid w:val="007C685A"/>
    <w:rsid w:val="007C69A3"/>
    <w:rsid w:val="007C6ACE"/>
    <w:rsid w:val="007C6F37"/>
    <w:rsid w:val="007C7182"/>
    <w:rsid w:val="007C7506"/>
    <w:rsid w:val="007C77FC"/>
    <w:rsid w:val="007C7F21"/>
    <w:rsid w:val="007C7F3E"/>
    <w:rsid w:val="007C7F97"/>
    <w:rsid w:val="007D002B"/>
    <w:rsid w:val="007D00A4"/>
    <w:rsid w:val="007D05D0"/>
    <w:rsid w:val="007D0A79"/>
    <w:rsid w:val="007D0BD1"/>
    <w:rsid w:val="007D1377"/>
    <w:rsid w:val="007D186D"/>
    <w:rsid w:val="007D1891"/>
    <w:rsid w:val="007D1AA7"/>
    <w:rsid w:val="007D1C1B"/>
    <w:rsid w:val="007D38DC"/>
    <w:rsid w:val="007D38DE"/>
    <w:rsid w:val="007D3C44"/>
    <w:rsid w:val="007D3ED3"/>
    <w:rsid w:val="007D40DD"/>
    <w:rsid w:val="007D40ED"/>
    <w:rsid w:val="007D4112"/>
    <w:rsid w:val="007D4483"/>
    <w:rsid w:val="007D4801"/>
    <w:rsid w:val="007D489B"/>
    <w:rsid w:val="007D49A9"/>
    <w:rsid w:val="007D4A12"/>
    <w:rsid w:val="007D4B2A"/>
    <w:rsid w:val="007D4DDB"/>
    <w:rsid w:val="007D4F08"/>
    <w:rsid w:val="007D520C"/>
    <w:rsid w:val="007D56FC"/>
    <w:rsid w:val="007D5C90"/>
    <w:rsid w:val="007D5D3C"/>
    <w:rsid w:val="007D64C3"/>
    <w:rsid w:val="007D64F1"/>
    <w:rsid w:val="007D65BD"/>
    <w:rsid w:val="007D68D9"/>
    <w:rsid w:val="007D6E32"/>
    <w:rsid w:val="007D6E95"/>
    <w:rsid w:val="007D6F57"/>
    <w:rsid w:val="007D6F98"/>
    <w:rsid w:val="007D747C"/>
    <w:rsid w:val="007D74AE"/>
    <w:rsid w:val="007D7A1C"/>
    <w:rsid w:val="007D7D6F"/>
    <w:rsid w:val="007D7E64"/>
    <w:rsid w:val="007D7E78"/>
    <w:rsid w:val="007E015D"/>
    <w:rsid w:val="007E038A"/>
    <w:rsid w:val="007E048E"/>
    <w:rsid w:val="007E0588"/>
    <w:rsid w:val="007E07C8"/>
    <w:rsid w:val="007E09D7"/>
    <w:rsid w:val="007E0AEB"/>
    <w:rsid w:val="007E0B8B"/>
    <w:rsid w:val="007E0CB5"/>
    <w:rsid w:val="007E0F05"/>
    <w:rsid w:val="007E0FB8"/>
    <w:rsid w:val="007E10CB"/>
    <w:rsid w:val="007E1241"/>
    <w:rsid w:val="007E141A"/>
    <w:rsid w:val="007E15F4"/>
    <w:rsid w:val="007E169B"/>
    <w:rsid w:val="007E1864"/>
    <w:rsid w:val="007E1A27"/>
    <w:rsid w:val="007E1B0A"/>
    <w:rsid w:val="007E2344"/>
    <w:rsid w:val="007E2466"/>
    <w:rsid w:val="007E24BB"/>
    <w:rsid w:val="007E2983"/>
    <w:rsid w:val="007E2A53"/>
    <w:rsid w:val="007E2B6A"/>
    <w:rsid w:val="007E2D53"/>
    <w:rsid w:val="007E2F89"/>
    <w:rsid w:val="007E3077"/>
    <w:rsid w:val="007E3410"/>
    <w:rsid w:val="007E3462"/>
    <w:rsid w:val="007E3589"/>
    <w:rsid w:val="007E38BD"/>
    <w:rsid w:val="007E3BB9"/>
    <w:rsid w:val="007E3C97"/>
    <w:rsid w:val="007E3FE7"/>
    <w:rsid w:val="007E430B"/>
    <w:rsid w:val="007E4398"/>
    <w:rsid w:val="007E43CE"/>
    <w:rsid w:val="007E4A55"/>
    <w:rsid w:val="007E4B1E"/>
    <w:rsid w:val="007E4B70"/>
    <w:rsid w:val="007E4C30"/>
    <w:rsid w:val="007E4C79"/>
    <w:rsid w:val="007E4C99"/>
    <w:rsid w:val="007E4DEA"/>
    <w:rsid w:val="007E5464"/>
    <w:rsid w:val="007E5F85"/>
    <w:rsid w:val="007E6093"/>
    <w:rsid w:val="007E62F9"/>
    <w:rsid w:val="007E63AD"/>
    <w:rsid w:val="007E643C"/>
    <w:rsid w:val="007E6682"/>
    <w:rsid w:val="007E66F2"/>
    <w:rsid w:val="007E6826"/>
    <w:rsid w:val="007E69A4"/>
    <w:rsid w:val="007E6A9B"/>
    <w:rsid w:val="007E722C"/>
    <w:rsid w:val="007E7277"/>
    <w:rsid w:val="007E73DA"/>
    <w:rsid w:val="007E746C"/>
    <w:rsid w:val="007E768C"/>
    <w:rsid w:val="007E7A53"/>
    <w:rsid w:val="007E7F10"/>
    <w:rsid w:val="007F0359"/>
    <w:rsid w:val="007F0395"/>
    <w:rsid w:val="007F059D"/>
    <w:rsid w:val="007F07ED"/>
    <w:rsid w:val="007F0A23"/>
    <w:rsid w:val="007F0AB3"/>
    <w:rsid w:val="007F0BE8"/>
    <w:rsid w:val="007F0C01"/>
    <w:rsid w:val="007F0C15"/>
    <w:rsid w:val="007F0FA9"/>
    <w:rsid w:val="007F0FDD"/>
    <w:rsid w:val="007F11CA"/>
    <w:rsid w:val="007F123C"/>
    <w:rsid w:val="007F1336"/>
    <w:rsid w:val="007F1396"/>
    <w:rsid w:val="007F1429"/>
    <w:rsid w:val="007F199C"/>
    <w:rsid w:val="007F19C9"/>
    <w:rsid w:val="007F1B1B"/>
    <w:rsid w:val="007F1B2C"/>
    <w:rsid w:val="007F1D30"/>
    <w:rsid w:val="007F2172"/>
    <w:rsid w:val="007F25A4"/>
    <w:rsid w:val="007F2D36"/>
    <w:rsid w:val="007F3318"/>
    <w:rsid w:val="007F3803"/>
    <w:rsid w:val="007F3AEA"/>
    <w:rsid w:val="007F3C2D"/>
    <w:rsid w:val="007F3F1E"/>
    <w:rsid w:val="007F3F4C"/>
    <w:rsid w:val="007F406C"/>
    <w:rsid w:val="007F42A2"/>
    <w:rsid w:val="007F4434"/>
    <w:rsid w:val="007F4642"/>
    <w:rsid w:val="007F49FD"/>
    <w:rsid w:val="007F4EAB"/>
    <w:rsid w:val="007F502F"/>
    <w:rsid w:val="007F505C"/>
    <w:rsid w:val="007F54A6"/>
    <w:rsid w:val="007F5600"/>
    <w:rsid w:val="007F577A"/>
    <w:rsid w:val="007F5A8D"/>
    <w:rsid w:val="007F5D46"/>
    <w:rsid w:val="007F6430"/>
    <w:rsid w:val="007F6854"/>
    <w:rsid w:val="007F6E43"/>
    <w:rsid w:val="007F73B3"/>
    <w:rsid w:val="007F75C0"/>
    <w:rsid w:val="007F7682"/>
    <w:rsid w:val="007F77C2"/>
    <w:rsid w:val="007F7D42"/>
    <w:rsid w:val="007F7F09"/>
    <w:rsid w:val="007F7F46"/>
    <w:rsid w:val="0080015D"/>
    <w:rsid w:val="00800A91"/>
    <w:rsid w:val="008012A1"/>
    <w:rsid w:val="00801340"/>
    <w:rsid w:val="00801502"/>
    <w:rsid w:val="008017A3"/>
    <w:rsid w:val="008018E4"/>
    <w:rsid w:val="00801BE2"/>
    <w:rsid w:val="00802336"/>
    <w:rsid w:val="008024A3"/>
    <w:rsid w:val="0080281E"/>
    <w:rsid w:val="00802934"/>
    <w:rsid w:val="00802970"/>
    <w:rsid w:val="0080301B"/>
    <w:rsid w:val="00803098"/>
    <w:rsid w:val="0080346E"/>
    <w:rsid w:val="00803498"/>
    <w:rsid w:val="008035CE"/>
    <w:rsid w:val="00804349"/>
    <w:rsid w:val="00804358"/>
    <w:rsid w:val="00804362"/>
    <w:rsid w:val="00804693"/>
    <w:rsid w:val="00804A89"/>
    <w:rsid w:val="00804C35"/>
    <w:rsid w:val="0080555B"/>
    <w:rsid w:val="00805768"/>
    <w:rsid w:val="0080583B"/>
    <w:rsid w:val="008063D6"/>
    <w:rsid w:val="00806951"/>
    <w:rsid w:val="008069DA"/>
    <w:rsid w:val="00806A78"/>
    <w:rsid w:val="00806C63"/>
    <w:rsid w:val="00806F89"/>
    <w:rsid w:val="008074CE"/>
    <w:rsid w:val="0080764A"/>
    <w:rsid w:val="00807A48"/>
    <w:rsid w:val="00807B32"/>
    <w:rsid w:val="00810625"/>
    <w:rsid w:val="00810738"/>
    <w:rsid w:val="00810891"/>
    <w:rsid w:val="00810898"/>
    <w:rsid w:val="00810AFD"/>
    <w:rsid w:val="00811286"/>
    <w:rsid w:val="00811410"/>
    <w:rsid w:val="0081161B"/>
    <w:rsid w:val="0081173F"/>
    <w:rsid w:val="00811ABA"/>
    <w:rsid w:val="00811AD1"/>
    <w:rsid w:val="00811B1A"/>
    <w:rsid w:val="00811D99"/>
    <w:rsid w:val="00811E08"/>
    <w:rsid w:val="00811F13"/>
    <w:rsid w:val="00812070"/>
    <w:rsid w:val="00812072"/>
    <w:rsid w:val="008120FD"/>
    <w:rsid w:val="008122B6"/>
    <w:rsid w:val="008124DD"/>
    <w:rsid w:val="00812727"/>
    <w:rsid w:val="00812BB8"/>
    <w:rsid w:val="00812CC8"/>
    <w:rsid w:val="00812DCC"/>
    <w:rsid w:val="00812EE3"/>
    <w:rsid w:val="00813108"/>
    <w:rsid w:val="0081327A"/>
    <w:rsid w:val="0081387C"/>
    <w:rsid w:val="00813AC4"/>
    <w:rsid w:val="00813CF0"/>
    <w:rsid w:val="00813F1D"/>
    <w:rsid w:val="00813FEA"/>
    <w:rsid w:val="00814030"/>
    <w:rsid w:val="00814138"/>
    <w:rsid w:val="00814139"/>
    <w:rsid w:val="00814343"/>
    <w:rsid w:val="008145FA"/>
    <w:rsid w:val="00814F8E"/>
    <w:rsid w:val="00815C41"/>
    <w:rsid w:val="00815CA7"/>
    <w:rsid w:val="0081616A"/>
    <w:rsid w:val="0081640A"/>
    <w:rsid w:val="008165FB"/>
    <w:rsid w:val="00816C34"/>
    <w:rsid w:val="00816C87"/>
    <w:rsid w:val="00816CFB"/>
    <w:rsid w:val="00816D27"/>
    <w:rsid w:val="008173C8"/>
    <w:rsid w:val="00817506"/>
    <w:rsid w:val="00820056"/>
    <w:rsid w:val="0082014B"/>
    <w:rsid w:val="00820175"/>
    <w:rsid w:val="0082035B"/>
    <w:rsid w:val="008203DC"/>
    <w:rsid w:val="00820418"/>
    <w:rsid w:val="00820592"/>
    <w:rsid w:val="008207B9"/>
    <w:rsid w:val="008208AD"/>
    <w:rsid w:val="008208EB"/>
    <w:rsid w:val="008208F4"/>
    <w:rsid w:val="00820B22"/>
    <w:rsid w:val="00820F0F"/>
    <w:rsid w:val="00820FEF"/>
    <w:rsid w:val="0082114E"/>
    <w:rsid w:val="0082127A"/>
    <w:rsid w:val="008219B3"/>
    <w:rsid w:val="00821DC0"/>
    <w:rsid w:val="00821E87"/>
    <w:rsid w:val="00822097"/>
    <w:rsid w:val="008225A7"/>
    <w:rsid w:val="00822698"/>
    <w:rsid w:val="00822D90"/>
    <w:rsid w:val="00822F36"/>
    <w:rsid w:val="008230B0"/>
    <w:rsid w:val="0082331D"/>
    <w:rsid w:val="008235EE"/>
    <w:rsid w:val="0082373F"/>
    <w:rsid w:val="008238E1"/>
    <w:rsid w:val="00823BCD"/>
    <w:rsid w:val="00823CD5"/>
    <w:rsid w:val="00824266"/>
    <w:rsid w:val="00824845"/>
    <w:rsid w:val="0082494D"/>
    <w:rsid w:val="00824E47"/>
    <w:rsid w:val="00825160"/>
    <w:rsid w:val="00825205"/>
    <w:rsid w:val="0082536A"/>
    <w:rsid w:val="00825394"/>
    <w:rsid w:val="00825506"/>
    <w:rsid w:val="00825569"/>
    <w:rsid w:val="008256D0"/>
    <w:rsid w:val="00825A0C"/>
    <w:rsid w:val="00825A78"/>
    <w:rsid w:val="00825AF0"/>
    <w:rsid w:val="00825B0B"/>
    <w:rsid w:val="00825B78"/>
    <w:rsid w:val="00825E67"/>
    <w:rsid w:val="0082607B"/>
    <w:rsid w:val="0082623E"/>
    <w:rsid w:val="008262F5"/>
    <w:rsid w:val="0082638F"/>
    <w:rsid w:val="008265D2"/>
    <w:rsid w:val="00826A95"/>
    <w:rsid w:val="00826B2B"/>
    <w:rsid w:val="00827031"/>
    <w:rsid w:val="0082704A"/>
    <w:rsid w:val="008270CA"/>
    <w:rsid w:val="00827502"/>
    <w:rsid w:val="00827510"/>
    <w:rsid w:val="00827513"/>
    <w:rsid w:val="00827613"/>
    <w:rsid w:val="00827667"/>
    <w:rsid w:val="008276B0"/>
    <w:rsid w:val="0082797E"/>
    <w:rsid w:val="00827999"/>
    <w:rsid w:val="00827DF5"/>
    <w:rsid w:val="00827FD1"/>
    <w:rsid w:val="0083001C"/>
    <w:rsid w:val="0083011D"/>
    <w:rsid w:val="00830648"/>
    <w:rsid w:val="00830726"/>
    <w:rsid w:val="00830738"/>
    <w:rsid w:val="0083077D"/>
    <w:rsid w:val="0083085B"/>
    <w:rsid w:val="00830A70"/>
    <w:rsid w:val="00830CB6"/>
    <w:rsid w:val="0083129B"/>
    <w:rsid w:val="0083149C"/>
    <w:rsid w:val="00831580"/>
    <w:rsid w:val="008316B2"/>
    <w:rsid w:val="00831825"/>
    <w:rsid w:val="00831909"/>
    <w:rsid w:val="00831C3E"/>
    <w:rsid w:val="00832093"/>
    <w:rsid w:val="008320B9"/>
    <w:rsid w:val="00832204"/>
    <w:rsid w:val="0083265F"/>
    <w:rsid w:val="00832A71"/>
    <w:rsid w:val="00832EF9"/>
    <w:rsid w:val="008332AE"/>
    <w:rsid w:val="0083371B"/>
    <w:rsid w:val="008340DD"/>
    <w:rsid w:val="008343E7"/>
    <w:rsid w:val="008345C3"/>
    <w:rsid w:val="008349E8"/>
    <w:rsid w:val="00834A83"/>
    <w:rsid w:val="00834ABE"/>
    <w:rsid w:val="00834DC0"/>
    <w:rsid w:val="00834F41"/>
    <w:rsid w:val="008358CA"/>
    <w:rsid w:val="00835B73"/>
    <w:rsid w:val="00835D8D"/>
    <w:rsid w:val="00835EEA"/>
    <w:rsid w:val="0083629C"/>
    <w:rsid w:val="0083636D"/>
    <w:rsid w:val="00836399"/>
    <w:rsid w:val="00836578"/>
    <w:rsid w:val="008366B7"/>
    <w:rsid w:val="0083712C"/>
    <w:rsid w:val="008371A1"/>
    <w:rsid w:val="008374B1"/>
    <w:rsid w:val="00837B76"/>
    <w:rsid w:val="00837E5E"/>
    <w:rsid w:val="00837F6D"/>
    <w:rsid w:val="008401D5"/>
    <w:rsid w:val="00840532"/>
    <w:rsid w:val="00840980"/>
    <w:rsid w:val="00841472"/>
    <w:rsid w:val="00841603"/>
    <w:rsid w:val="0084164E"/>
    <w:rsid w:val="00841D0B"/>
    <w:rsid w:val="00841DAD"/>
    <w:rsid w:val="00842033"/>
    <w:rsid w:val="00842465"/>
    <w:rsid w:val="0084284B"/>
    <w:rsid w:val="008428E5"/>
    <w:rsid w:val="00842A94"/>
    <w:rsid w:val="00842C22"/>
    <w:rsid w:val="00842C82"/>
    <w:rsid w:val="008430F5"/>
    <w:rsid w:val="008434E0"/>
    <w:rsid w:val="0084381B"/>
    <w:rsid w:val="00843B8F"/>
    <w:rsid w:val="00843C08"/>
    <w:rsid w:val="00843D84"/>
    <w:rsid w:val="00844066"/>
    <w:rsid w:val="00844431"/>
    <w:rsid w:val="008448A1"/>
    <w:rsid w:val="00844998"/>
    <w:rsid w:val="00844D16"/>
    <w:rsid w:val="00844E00"/>
    <w:rsid w:val="00844FC8"/>
    <w:rsid w:val="00845324"/>
    <w:rsid w:val="00845575"/>
    <w:rsid w:val="00845DB5"/>
    <w:rsid w:val="008461F4"/>
    <w:rsid w:val="0084663E"/>
    <w:rsid w:val="008468B7"/>
    <w:rsid w:val="00846CEB"/>
    <w:rsid w:val="00846F0F"/>
    <w:rsid w:val="008475E2"/>
    <w:rsid w:val="00847622"/>
    <w:rsid w:val="008477CA"/>
    <w:rsid w:val="008477D9"/>
    <w:rsid w:val="0084796D"/>
    <w:rsid w:val="00847BE4"/>
    <w:rsid w:val="00847D0F"/>
    <w:rsid w:val="00847D55"/>
    <w:rsid w:val="00847D5B"/>
    <w:rsid w:val="00847DDE"/>
    <w:rsid w:val="00847EDE"/>
    <w:rsid w:val="00847FCF"/>
    <w:rsid w:val="0085015E"/>
    <w:rsid w:val="00850223"/>
    <w:rsid w:val="0085025A"/>
    <w:rsid w:val="0085034A"/>
    <w:rsid w:val="00850407"/>
    <w:rsid w:val="00850A2F"/>
    <w:rsid w:val="00850DBC"/>
    <w:rsid w:val="00851351"/>
    <w:rsid w:val="008518CF"/>
    <w:rsid w:val="00851931"/>
    <w:rsid w:val="00851C4B"/>
    <w:rsid w:val="00851D56"/>
    <w:rsid w:val="00851D9E"/>
    <w:rsid w:val="008520B9"/>
    <w:rsid w:val="0085224D"/>
    <w:rsid w:val="008524F0"/>
    <w:rsid w:val="0085294D"/>
    <w:rsid w:val="00852C35"/>
    <w:rsid w:val="00852DA2"/>
    <w:rsid w:val="00852E85"/>
    <w:rsid w:val="00852FA8"/>
    <w:rsid w:val="008535A9"/>
    <w:rsid w:val="008538A5"/>
    <w:rsid w:val="00853C76"/>
    <w:rsid w:val="00853DEC"/>
    <w:rsid w:val="0085441C"/>
    <w:rsid w:val="00854462"/>
    <w:rsid w:val="00854563"/>
    <w:rsid w:val="00854986"/>
    <w:rsid w:val="0085499D"/>
    <w:rsid w:val="00854DDF"/>
    <w:rsid w:val="00854E60"/>
    <w:rsid w:val="008550B4"/>
    <w:rsid w:val="00855332"/>
    <w:rsid w:val="008554E1"/>
    <w:rsid w:val="00855BEC"/>
    <w:rsid w:val="00855FBF"/>
    <w:rsid w:val="0085608A"/>
    <w:rsid w:val="0085649D"/>
    <w:rsid w:val="0085660E"/>
    <w:rsid w:val="0085686A"/>
    <w:rsid w:val="00856ADC"/>
    <w:rsid w:val="00856AE7"/>
    <w:rsid w:val="00856BFE"/>
    <w:rsid w:val="00856DA8"/>
    <w:rsid w:val="0085739D"/>
    <w:rsid w:val="008573BB"/>
    <w:rsid w:val="008575CF"/>
    <w:rsid w:val="0085767B"/>
    <w:rsid w:val="008578DD"/>
    <w:rsid w:val="00857C20"/>
    <w:rsid w:val="00857D03"/>
    <w:rsid w:val="0086021C"/>
    <w:rsid w:val="008604CA"/>
    <w:rsid w:val="008604E7"/>
    <w:rsid w:val="0086057E"/>
    <w:rsid w:val="00860B10"/>
    <w:rsid w:val="00860CAC"/>
    <w:rsid w:val="00861B92"/>
    <w:rsid w:val="00861DCA"/>
    <w:rsid w:val="00861DDB"/>
    <w:rsid w:val="00862096"/>
    <w:rsid w:val="008621E5"/>
    <w:rsid w:val="0086249C"/>
    <w:rsid w:val="008626EA"/>
    <w:rsid w:val="00862ABA"/>
    <w:rsid w:val="00862E2A"/>
    <w:rsid w:val="00862F4F"/>
    <w:rsid w:val="00862F74"/>
    <w:rsid w:val="008632B6"/>
    <w:rsid w:val="00863471"/>
    <w:rsid w:val="00863553"/>
    <w:rsid w:val="008635FB"/>
    <w:rsid w:val="0086370B"/>
    <w:rsid w:val="00863A51"/>
    <w:rsid w:val="00863B01"/>
    <w:rsid w:val="00863E2E"/>
    <w:rsid w:val="00863ECD"/>
    <w:rsid w:val="00863F30"/>
    <w:rsid w:val="008644D5"/>
    <w:rsid w:val="0086497C"/>
    <w:rsid w:val="00864E02"/>
    <w:rsid w:val="00865052"/>
    <w:rsid w:val="008652F7"/>
    <w:rsid w:val="008654D4"/>
    <w:rsid w:val="00865685"/>
    <w:rsid w:val="008657F6"/>
    <w:rsid w:val="00865962"/>
    <w:rsid w:val="008659B7"/>
    <w:rsid w:val="00865D87"/>
    <w:rsid w:val="00865F97"/>
    <w:rsid w:val="00865FE3"/>
    <w:rsid w:val="0086683F"/>
    <w:rsid w:val="00866A27"/>
    <w:rsid w:val="00866AE2"/>
    <w:rsid w:val="00866CF1"/>
    <w:rsid w:val="0086719C"/>
    <w:rsid w:val="00867760"/>
    <w:rsid w:val="008678B9"/>
    <w:rsid w:val="0087035A"/>
    <w:rsid w:val="008706D0"/>
    <w:rsid w:val="0087070B"/>
    <w:rsid w:val="00870B25"/>
    <w:rsid w:val="00870EEC"/>
    <w:rsid w:val="0087103C"/>
    <w:rsid w:val="00871278"/>
    <w:rsid w:val="0087162B"/>
    <w:rsid w:val="008717AD"/>
    <w:rsid w:val="00871A8B"/>
    <w:rsid w:val="00871B92"/>
    <w:rsid w:val="00871CD0"/>
    <w:rsid w:val="008724FA"/>
    <w:rsid w:val="008727FA"/>
    <w:rsid w:val="00872B3F"/>
    <w:rsid w:val="00872D50"/>
    <w:rsid w:val="00872EB3"/>
    <w:rsid w:val="00872FCB"/>
    <w:rsid w:val="00873147"/>
    <w:rsid w:val="0087339E"/>
    <w:rsid w:val="0087353B"/>
    <w:rsid w:val="0087363C"/>
    <w:rsid w:val="00873691"/>
    <w:rsid w:val="00873CB4"/>
    <w:rsid w:val="00873DD0"/>
    <w:rsid w:val="00873F5B"/>
    <w:rsid w:val="00873F61"/>
    <w:rsid w:val="0087434D"/>
    <w:rsid w:val="00874CF7"/>
    <w:rsid w:val="00874E15"/>
    <w:rsid w:val="00875296"/>
    <w:rsid w:val="008754D8"/>
    <w:rsid w:val="008756E4"/>
    <w:rsid w:val="008757B7"/>
    <w:rsid w:val="00875842"/>
    <w:rsid w:val="00876121"/>
    <w:rsid w:val="00876234"/>
    <w:rsid w:val="008762A5"/>
    <w:rsid w:val="00876422"/>
    <w:rsid w:val="008764D1"/>
    <w:rsid w:val="00876EEC"/>
    <w:rsid w:val="00876F2A"/>
    <w:rsid w:val="008770ED"/>
    <w:rsid w:val="0087732A"/>
    <w:rsid w:val="0087755A"/>
    <w:rsid w:val="0088014B"/>
    <w:rsid w:val="0088024A"/>
    <w:rsid w:val="00880348"/>
    <w:rsid w:val="00880526"/>
    <w:rsid w:val="0088063F"/>
    <w:rsid w:val="00880D02"/>
    <w:rsid w:val="0088156D"/>
    <w:rsid w:val="0088164F"/>
    <w:rsid w:val="0088182B"/>
    <w:rsid w:val="00881ACE"/>
    <w:rsid w:val="00881DFA"/>
    <w:rsid w:val="008820D2"/>
    <w:rsid w:val="00882120"/>
    <w:rsid w:val="00882B35"/>
    <w:rsid w:val="00882BE5"/>
    <w:rsid w:val="00882D10"/>
    <w:rsid w:val="00882FCD"/>
    <w:rsid w:val="00883C0A"/>
    <w:rsid w:val="00884167"/>
    <w:rsid w:val="008842E6"/>
    <w:rsid w:val="00884540"/>
    <w:rsid w:val="008847DF"/>
    <w:rsid w:val="00884935"/>
    <w:rsid w:val="00884A45"/>
    <w:rsid w:val="00884A6E"/>
    <w:rsid w:val="00884B01"/>
    <w:rsid w:val="00884B9A"/>
    <w:rsid w:val="00884DF4"/>
    <w:rsid w:val="00884FBD"/>
    <w:rsid w:val="008850DA"/>
    <w:rsid w:val="00885165"/>
    <w:rsid w:val="00885172"/>
    <w:rsid w:val="00885248"/>
    <w:rsid w:val="008852C5"/>
    <w:rsid w:val="00885478"/>
    <w:rsid w:val="008855B1"/>
    <w:rsid w:val="00885718"/>
    <w:rsid w:val="008858D9"/>
    <w:rsid w:val="00885A41"/>
    <w:rsid w:val="00885A89"/>
    <w:rsid w:val="00885B27"/>
    <w:rsid w:val="00885CB4"/>
    <w:rsid w:val="00885D0A"/>
    <w:rsid w:val="00885D91"/>
    <w:rsid w:val="0088610A"/>
    <w:rsid w:val="0088650D"/>
    <w:rsid w:val="00886588"/>
    <w:rsid w:val="00886C18"/>
    <w:rsid w:val="00886ED0"/>
    <w:rsid w:val="00886F35"/>
    <w:rsid w:val="0088713B"/>
    <w:rsid w:val="008871C8"/>
    <w:rsid w:val="008872CD"/>
    <w:rsid w:val="00887B82"/>
    <w:rsid w:val="00887BF2"/>
    <w:rsid w:val="0089007E"/>
    <w:rsid w:val="008901B4"/>
    <w:rsid w:val="00890382"/>
    <w:rsid w:val="0089038C"/>
    <w:rsid w:val="00890477"/>
    <w:rsid w:val="008909EE"/>
    <w:rsid w:val="00890A6D"/>
    <w:rsid w:val="00891425"/>
    <w:rsid w:val="00891589"/>
    <w:rsid w:val="00891887"/>
    <w:rsid w:val="008919BC"/>
    <w:rsid w:val="00891A02"/>
    <w:rsid w:val="00891F26"/>
    <w:rsid w:val="008923EC"/>
    <w:rsid w:val="00892426"/>
    <w:rsid w:val="008924A7"/>
    <w:rsid w:val="008924C9"/>
    <w:rsid w:val="008926CE"/>
    <w:rsid w:val="00892947"/>
    <w:rsid w:val="00892993"/>
    <w:rsid w:val="00892A6F"/>
    <w:rsid w:val="00892C99"/>
    <w:rsid w:val="00893011"/>
    <w:rsid w:val="0089302E"/>
    <w:rsid w:val="00893D94"/>
    <w:rsid w:val="00893D9A"/>
    <w:rsid w:val="00893EBA"/>
    <w:rsid w:val="0089446C"/>
    <w:rsid w:val="008946E9"/>
    <w:rsid w:val="008950A4"/>
    <w:rsid w:val="008954C2"/>
    <w:rsid w:val="008956FD"/>
    <w:rsid w:val="00895B78"/>
    <w:rsid w:val="00895E53"/>
    <w:rsid w:val="00895E5E"/>
    <w:rsid w:val="00896192"/>
    <w:rsid w:val="008961C6"/>
    <w:rsid w:val="00896259"/>
    <w:rsid w:val="00896572"/>
    <w:rsid w:val="00896799"/>
    <w:rsid w:val="008967EB"/>
    <w:rsid w:val="0089682B"/>
    <w:rsid w:val="00896AA1"/>
    <w:rsid w:val="00897097"/>
    <w:rsid w:val="008970FF"/>
    <w:rsid w:val="0089716E"/>
    <w:rsid w:val="0089719B"/>
    <w:rsid w:val="008971F4"/>
    <w:rsid w:val="00897313"/>
    <w:rsid w:val="0089732C"/>
    <w:rsid w:val="008978FB"/>
    <w:rsid w:val="008979B6"/>
    <w:rsid w:val="00897F5B"/>
    <w:rsid w:val="00897FEC"/>
    <w:rsid w:val="008A02A4"/>
    <w:rsid w:val="008A02DE"/>
    <w:rsid w:val="008A0356"/>
    <w:rsid w:val="008A05E3"/>
    <w:rsid w:val="008A0EA4"/>
    <w:rsid w:val="008A161B"/>
    <w:rsid w:val="008A1929"/>
    <w:rsid w:val="008A1D4D"/>
    <w:rsid w:val="008A1E88"/>
    <w:rsid w:val="008A1EA7"/>
    <w:rsid w:val="008A21A1"/>
    <w:rsid w:val="008A21B7"/>
    <w:rsid w:val="008A258E"/>
    <w:rsid w:val="008A25C7"/>
    <w:rsid w:val="008A275A"/>
    <w:rsid w:val="008A282C"/>
    <w:rsid w:val="008A2E15"/>
    <w:rsid w:val="008A318F"/>
    <w:rsid w:val="008A3314"/>
    <w:rsid w:val="008A348E"/>
    <w:rsid w:val="008A3563"/>
    <w:rsid w:val="008A3626"/>
    <w:rsid w:val="008A3972"/>
    <w:rsid w:val="008A39C2"/>
    <w:rsid w:val="008A39C7"/>
    <w:rsid w:val="008A3A6C"/>
    <w:rsid w:val="008A3F12"/>
    <w:rsid w:val="008A40C5"/>
    <w:rsid w:val="008A4604"/>
    <w:rsid w:val="008A4658"/>
    <w:rsid w:val="008A4AB2"/>
    <w:rsid w:val="008A4F84"/>
    <w:rsid w:val="008A52B1"/>
    <w:rsid w:val="008A554C"/>
    <w:rsid w:val="008A58D6"/>
    <w:rsid w:val="008A5A86"/>
    <w:rsid w:val="008A5B4E"/>
    <w:rsid w:val="008A6091"/>
    <w:rsid w:val="008A60BB"/>
    <w:rsid w:val="008A667C"/>
    <w:rsid w:val="008A66F9"/>
    <w:rsid w:val="008A7617"/>
    <w:rsid w:val="008A7953"/>
    <w:rsid w:val="008A7995"/>
    <w:rsid w:val="008A7BD7"/>
    <w:rsid w:val="008A7C9F"/>
    <w:rsid w:val="008A7E92"/>
    <w:rsid w:val="008A7EB5"/>
    <w:rsid w:val="008B0273"/>
    <w:rsid w:val="008B0300"/>
    <w:rsid w:val="008B0854"/>
    <w:rsid w:val="008B089E"/>
    <w:rsid w:val="008B0B91"/>
    <w:rsid w:val="008B0F65"/>
    <w:rsid w:val="008B1108"/>
    <w:rsid w:val="008B194D"/>
    <w:rsid w:val="008B19B3"/>
    <w:rsid w:val="008B1AAB"/>
    <w:rsid w:val="008B2113"/>
    <w:rsid w:val="008B2130"/>
    <w:rsid w:val="008B2724"/>
    <w:rsid w:val="008B2D85"/>
    <w:rsid w:val="008B2E83"/>
    <w:rsid w:val="008B3084"/>
    <w:rsid w:val="008B31C2"/>
    <w:rsid w:val="008B330E"/>
    <w:rsid w:val="008B35A1"/>
    <w:rsid w:val="008B37C9"/>
    <w:rsid w:val="008B3868"/>
    <w:rsid w:val="008B3ABE"/>
    <w:rsid w:val="008B3E67"/>
    <w:rsid w:val="008B4225"/>
    <w:rsid w:val="008B422D"/>
    <w:rsid w:val="008B43B4"/>
    <w:rsid w:val="008B4921"/>
    <w:rsid w:val="008B4F31"/>
    <w:rsid w:val="008B50C3"/>
    <w:rsid w:val="008B5381"/>
    <w:rsid w:val="008B5957"/>
    <w:rsid w:val="008B5AF0"/>
    <w:rsid w:val="008B5CA4"/>
    <w:rsid w:val="008B64C4"/>
    <w:rsid w:val="008B65EC"/>
    <w:rsid w:val="008B6719"/>
    <w:rsid w:val="008B68A1"/>
    <w:rsid w:val="008B68D4"/>
    <w:rsid w:val="008B6B6C"/>
    <w:rsid w:val="008B6EF7"/>
    <w:rsid w:val="008B700C"/>
    <w:rsid w:val="008B75A2"/>
    <w:rsid w:val="008B7A85"/>
    <w:rsid w:val="008C003E"/>
    <w:rsid w:val="008C014C"/>
    <w:rsid w:val="008C07C9"/>
    <w:rsid w:val="008C07CF"/>
    <w:rsid w:val="008C1B2A"/>
    <w:rsid w:val="008C1C08"/>
    <w:rsid w:val="008C214A"/>
    <w:rsid w:val="008C229A"/>
    <w:rsid w:val="008C231A"/>
    <w:rsid w:val="008C26EF"/>
    <w:rsid w:val="008C287C"/>
    <w:rsid w:val="008C2B40"/>
    <w:rsid w:val="008C2C71"/>
    <w:rsid w:val="008C2CB9"/>
    <w:rsid w:val="008C2D44"/>
    <w:rsid w:val="008C3662"/>
    <w:rsid w:val="008C3C5D"/>
    <w:rsid w:val="008C3DA4"/>
    <w:rsid w:val="008C4064"/>
    <w:rsid w:val="008C4212"/>
    <w:rsid w:val="008C4428"/>
    <w:rsid w:val="008C46E0"/>
    <w:rsid w:val="008C4A6B"/>
    <w:rsid w:val="008C518D"/>
    <w:rsid w:val="008C5286"/>
    <w:rsid w:val="008C569F"/>
    <w:rsid w:val="008C579F"/>
    <w:rsid w:val="008C57A5"/>
    <w:rsid w:val="008C59CB"/>
    <w:rsid w:val="008C5B07"/>
    <w:rsid w:val="008C5BF5"/>
    <w:rsid w:val="008C5C2F"/>
    <w:rsid w:val="008C5ED6"/>
    <w:rsid w:val="008C5F1C"/>
    <w:rsid w:val="008C6004"/>
    <w:rsid w:val="008C610A"/>
    <w:rsid w:val="008C611D"/>
    <w:rsid w:val="008C614E"/>
    <w:rsid w:val="008C62CB"/>
    <w:rsid w:val="008C6576"/>
    <w:rsid w:val="008C687A"/>
    <w:rsid w:val="008C7058"/>
    <w:rsid w:val="008C70E2"/>
    <w:rsid w:val="008C73B6"/>
    <w:rsid w:val="008C7575"/>
    <w:rsid w:val="008C7B16"/>
    <w:rsid w:val="008C7B85"/>
    <w:rsid w:val="008C7C1C"/>
    <w:rsid w:val="008C7DF7"/>
    <w:rsid w:val="008C7EC9"/>
    <w:rsid w:val="008D05D7"/>
    <w:rsid w:val="008D08FB"/>
    <w:rsid w:val="008D090D"/>
    <w:rsid w:val="008D0E45"/>
    <w:rsid w:val="008D1B36"/>
    <w:rsid w:val="008D20E2"/>
    <w:rsid w:val="008D241F"/>
    <w:rsid w:val="008D2763"/>
    <w:rsid w:val="008D29C6"/>
    <w:rsid w:val="008D2C41"/>
    <w:rsid w:val="008D2E81"/>
    <w:rsid w:val="008D3174"/>
    <w:rsid w:val="008D332A"/>
    <w:rsid w:val="008D3478"/>
    <w:rsid w:val="008D363F"/>
    <w:rsid w:val="008D37FB"/>
    <w:rsid w:val="008D3A8C"/>
    <w:rsid w:val="008D3CFC"/>
    <w:rsid w:val="008D47EE"/>
    <w:rsid w:val="008D47F3"/>
    <w:rsid w:val="008D4D51"/>
    <w:rsid w:val="008D5149"/>
    <w:rsid w:val="008D536C"/>
    <w:rsid w:val="008D5495"/>
    <w:rsid w:val="008D6038"/>
    <w:rsid w:val="008D6824"/>
    <w:rsid w:val="008D6A54"/>
    <w:rsid w:val="008D6F9D"/>
    <w:rsid w:val="008D7294"/>
    <w:rsid w:val="008D72FA"/>
    <w:rsid w:val="008D75D2"/>
    <w:rsid w:val="008D77EC"/>
    <w:rsid w:val="008D7938"/>
    <w:rsid w:val="008D7B8F"/>
    <w:rsid w:val="008D7C14"/>
    <w:rsid w:val="008D7EBB"/>
    <w:rsid w:val="008D7FD2"/>
    <w:rsid w:val="008E026C"/>
    <w:rsid w:val="008E031F"/>
    <w:rsid w:val="008E0339"/>
    <w:rsid w:val="008E04B3"/>
    <w:rsid w:val="008E05F1"/>
    <w:rsid w:val="008E07A8"/>
    <w:rsid w:val="008E0B0C"/>
    <w:rsid w:val="008E0D0C"/>
    <w:rsid w:val="008E0F65"/>
    <w:rsid w:val="008E0FB6"/>
    <w:rsid w:val="008E10E6"/>
    <w:rsid w:val="008E138D"/>
    <w:rsid w:val="008E16FB"/>
    <w:rsid w:val="008E1A8E"/>
    <w:rsid w:val="008E238D"/>
    <w:rsid w:val="008E25A9"/>
    <w:rsid w:val="008E2915"/>
    <w:rsid w:val="008E2AEF"/>
    <w:rsid w:val="008E2BF7"/>
    <w:rsid w:val="008E2F5B"/>
    <w:rsid w:val="008E326D"/>
    <w:rsid w:val="008E3396"/>
    <w:rsid w:val="008E34B4"/>
    <w:rsid w:val="008E3830"/>
    <w:rsid w:val="008E3A22"/>
    <w:rsid w:val="008E3A90"/>
    <w:rsid w:val="008E3B9A"/>
    <w:rsid w:val="008E403E"/>
    <w:rsid w:val="008E416D"/>
    <w:rsid w:val="008E4372"/>
    <w:rsid w:val="008E4528"/>
    <w:rsid w:val="008E5119"/>
    <w:rsid w:val="008E51DB"/>
    <w:rsid w:val="008E51EA"/>
    <w:rsid w:val="008E52C0"/>
    <w:rsid w:val="008E53C7"/>
    <w:rsid w:val="008E56D5"/>
    <w:rsid w:val="008E5ABF"/>
    <w:rsid w:val="008E5F6A"/>
    <w:rsid w:val="008E61FA"/>
    <w:rsid w:val="008E6247"/>
    <w:rsid w:val="008E691D"/>
    <w:rsid w:val="008E69E7"/>
    <w:rsid w:val="008E6A8E"/>
    <w:rsid w:val="008E6E1E"/>
    <w:rsid w:val="008E6E7F"/>
    <w:rsid w:val="008E6F5A"/>
    <w:rsid w:val="008E7170"/>
    <w:rsid w:val="008E7471"/>
    <w:rsid w:val="008E74C9"/>
    <w:rsid w:val="008E784C"/>
    <w:rsid w:val="008E7B30"/>
    <w:rsid w:val="008E7D2F"/>
    <w:rsid w:val="008E7E8F"/>
    <w:rsid w:val="008F027B"/>
    <w:rsid w:val="008F0305"/>
    <w:rsid w:val="008F04A2"/>
    <w:rsid w:val="008F0661"/>
    <w:rsid w:val="008F0CD4"/>
    <w:rsid w:val="008F0E46"/>
    <w:rsid w:val="008F0EEB"/>
    <w:rsid w:val="008F0FD6"/>
    <w:rsid w:val="008F10FE"/>
    <w:rsid w:val="008F1161"/>
    <w:rsid w:val="008F16FA"/>
    <w:rsid w:val="008F1794"/>
    <w:rsid w:val="008F17C1"/>
    <w:rsid w:val="008F1C03"/>
    <w:rsid w:val="008F1D75"/>
    <w:rsid w:val="008F1E46"/>
    <w:rsid w:val="008F20B7"/>
    <w:rsid w:val="008F25B2"/>
    <w:rsid w:val="008F25F8"/>
    <w:rsid w:val="008F2829"/>
    <w:rsid w:val="008F28EC"/>
    <w:rsid w:val="008F29A4"/>
    <w:rsid w:val="008F29CF"/>
    <w:rsid w:val="008F2C63"/>
    <w:rsid w:val="008F2D0F"/>
    <w:rsid w:val="008F2E64"/>
    <w:rsid w:val="008F2EA2"/>
    <w:rsid w:val="008F2F1E"/>
    <w:rsid w:val="008F2F7D"/>
    <w:rsid w:val="008F3119"/>
    <w:rsid w:val="008F3195"/>
    <w:rsid w:val="008F33DF"/>
    <w:rsid w:val="008F360A"/>
    <w:rsid w:val="008F365C"/>
    <w:rsid w:val="008F3660"/>
    <w:rsid w:val="008F367C"/>
    <w:rsid w:val="008F36BC"/>
    <w:rsid w:val="008F3999"/>
    <w:rsid w:val="008F3BF5"/>
    <w:rsid w:val="008F3C0E"/>
    <w:rsid w:val="008F3D03"/>
    <w:rsid w:val="008F40FF"/>
    <w:rsid w:val="008F486F"/>
    <w:rsid w:val="008F49F1"/>
    <w:rsid w:val="008F5096"/>
    <w:rsid w:val="008F56B6"/>
    <w:rsid w:val="008F5F6A"/>
    <w:rsid w:val="008F5FC2"/>
    <w:rsid w:val="008F6392"/>
    <w:rsid w:val="008F6508"/>
    <w:rsid w:val="008F6626"/>
    <w:rsid w:val="008F6AEF"/>
    <w:rsid w:val="008F6B00"/>
    <w:rsid w:val="008F7150"/>
    <w:rsid w:val="008F7217"/>
    <w:rsid w:val="008F73A9"/>
    <w:rsid w:val="008F7524"/>
    <w:rsid w:val="008F761C"/>
    <w:rsid w:val="008F7640"/>
    <w:rsid w:val="008F7BBE"/>
    <w:rsid w:val="008F7CF1"/>
    <w:rsid w:val="008F7D32"/>
    <w:rsid w:val="008F7D68"/>
    <w:rsid w:val="008F7F25"/>
    <w:rsid w:val="00900198"/>
    <w:rsid w:val="0090065E"/>
    <w:rsid w:val="00900B50"/>
    <w:rsid w:val="00900C85"/>
    <w:rsid w:val="00900FF0"/>
    <w:rsid w:val="00901050"/>
    <w:rsid w:val="009015C4"/>
    <w:rsid w:val="00901679"/>
    <w:rsid w:val="0090176B"/>
    <w:rsid w:val="009018C4"/>
    <w:rsid w:val="0090196C"/>
    <w:rsid w:val="00901C88"/>
    <w:rsid w:val="00902EC9"/>
    <w:rsid w:val="00902FB6"/>
    <w:rsid w:val="00903001"/>
    <w:rsid w:val="0090309F"/>
    <w:rsid w:val="009032D3"/>
    <w:rsid w:val="00903490"/>
    <w:rsid w:val="009035EE"/>
    <w:rsid w:val="00903622"/>
    <w:rsid w:val="00903852"/>
    <w:rsid w:val="00903F12"/>
    <w:rsid w:val="00904067"/>
    <w:rsid w:val="00904264"/>
    <w:rsid w:val="0090443F"/>
    <w:rsid w:val="009044EE"/>
    <w:rsid w:val="009045E0"/>
    <w:rsid w:val="0090475A"/>
    <w:rsid w:val="00904B4B"/>
    <w:rsid w:val="00905089"/>
    <w:rsid w:val="00905386"/>
    <w:rsid w:val="0090542C"/>
    <w:rsid w:val="00905516"/>
    <w:rsid w:val="00905710"/>
    <w:rsid w:val="0090589B"/>
    <w:rsid w:val="00905A65"/>
    <w:rsid w:val="00905AB4"/>
    <w:rsid w:val="00905C0B"/>
    <w:rsid w:val="00905CF4"/>
    <w:rsid w:val="00905ED2"/>
    <w:rsid w:val="0090661D"/>
    <w:rsid w:val="00906634"/>
    <w:rsid w:val="00906702"/>
    <w:rsid w:val="009068C4"/>
    <w:rsid w:val="00906F86"/>
    <w:rsid w:val="00906FD7"/>
    <w:rsid w:val="009077A0"/>
    <w:rsid w:val="00907B0F"/>
    <w:rsid w:val="00907F9E"/>
    <w:rsid w:val="009105B4"/>
    <w:rsid w:val="009109EB"/>
    <w:rsid w:val="00910A49"/>
    <w:rsid w:val="00910F93"/>
    <w:rsid w:val="00910FF6"/>
    <w:rsid w:val="00911014"/>
    <w:rsid w:val="00911631"/>
    <w:rsid w:val="00911840"/>
    <w:rsid w:val="00911A21"/>
    <w:rsid w:val="00911A40"/>
    <w:rsid w:val="00912172"/>
    <w:rsid w:val="0091247D"/>
    <w:rsid w:val="00912538"/>
    <w:rsid w:val="009129A1"/>
    <w:rsid w:val="00912C95"/>
    <w:rsid w:val="00912F86"/>
    <w:rsid w:val="00913139"/>
    <w:rsid w:val="0091316D"/>
    <w:rsid w:val="009131BA"/>
    <w:rsid w:val="00913440"/>
    <w:rsid w:val="00913609"/>
    <w:rsid w:val="00913653"/>
    <w:rsid w:val="009137BE"/>
    <w:rsid w:val="00913917"/>
    <w:rsid w:val="00913A16"/>
    <w:rsid w:val="00913A43"/>
    <w:rsid w:val="00913EC8"/>
    <w:rsid w:val="00913EC9"/>
    <w:rsid w:val="00913F1B"/>
    <w:rsid w:val="009147FA"/>
    <w:rsid w:val="0091486D"/>
    <w:rsid w:val="00914D4C"/>
    <w:rsid w:val="0091518D"/>
    <w:rsid w:val="009160CB"/>
    <w:rsid w:val="009162CC"/>
    <w:rsid w:val="00916412"/>
    <w:rsid w:val="00916498"/>
    <w:rsid w:val="009168D2"/>
    <w:rsid w:val="00916B6F"/>
    <w:rsid w:val="00917140"/>
    <w:rsid w:val="00917753"/>
    <w:rsid w:val="00917BF6"/>
    <w:rsid w:val="00917F45"/>
    <w:rsid w:val="00917F8B"/>
    <w:rsid w:val="009200BA"/>
    <w:rsid w:val="00920149"/>
    <w:rsid w:val="009201F4"/>
    <w:rsid w:val="00920595"/>
    <w:rsid w:val="0092063C"/>
    <w:rsid w:val="009208EA"/>
    <w:rsid w:val="00920A7A"/>
    <w:rsid w:val="00920C5D"/>
    <w:rsid w:val="00920D70"/>
    <w:rsid w:val="00920DE9"/>
    <w:rsid w:val="009211AB"/>
    <w:rsid w:val="00921461"/>
    <w:rsid w:val="00921483"/>
    <w:rsid w:val="009216AE"/>
    <w:rsid w:val="00921726"/>
    <w:rsid w:val="009217D6"/>
    <w:rsid w:val="009218A3"/>
    <w:rsid w:val="00921BBC"/>
    <w:rsid w:val="00921CAA"/>
    <w:rsid w:val="00922A4E"/>
    <w:rsid w:val="00922B5A"/>
    <w:rsid w:val="00922E99"/>
    <w:rsid w:val="00922EB7"/>
    <w:rsid w:val="009232DE"/>
    <w:rsid w:val="00923610"/>
    <w:rsid w:val="00924293"/>
    <w:rsid w:val="0092437F"/>
    <w:rsid w:val="0092456C"/>
    <w:rsid w:val="00924820"/>
    <w:rsid w:val="00924B58"/>
    <w:rsid w:val="00924F81"/>
    <w:rsid w:val="009251A1"/>
    <w:rsid w:val="00926144"/>
    <w:rsid w:val="009261C8"/>
    <w:rsid w:val="009261CD"/>
    <w:rsid w:val="00926264"/>
    <w:rsid w:val="00926281"/>
    <w:rsid w:val="0092640E"/>
    <w:rsid w:val="0092646A"/>
    <w:rsid w:val="00926580"/>
    <w:rsid w:val="009265BA"/>
    <w:rsid w:val="00926743"/>
    <w:rsid w:val="009275FC"/>
    <w:rsid w:val="00927827"/>
    <w:rsid w:val="00927CC9"/>
    <w:rsid w:val="00927EC4"/>
    <w:rsid w:val="00927F0E"/>
    <w:rsid w:val="009304E6"/>
    <w:rsid w:val="009305D3"/>
    <w:rsid w:val="0093078A"/>
    <w:rsid w:val="009308EC"/>
    <w:rsid w:val="00930AE8"/>
    <w:rsid w:val="00930BE0"/>
    <w:rsid w:val="00930CA1"/>
    <w:rsid w:val="00930FDB"/>
    <w:rsid w:val="009310BB"/>
    <w:rsid w:val="00931777"/>
    <w:rsid w:val="009318A9"/>
    <w:rsid w:val="00931967"/>
    <w:rsid w:val="00931A64"/>
    <w:rsid w:val="00931B81"/>
    <w:rsid w:val="00931E4A"/>
    <w:rsid w:val="00932B00"/>
    <w:rsid w:val="00932F91"/>
    <w:rsid w:val="00933061"/>
    <w:rsid w:val="00933099"/>
    <w:rsid w:val="009333C1"/>
    <w:rsid w:val="00933460"/>
    <w:rsid w:val="00933732"/>
    <w:rsid w:val="00933AA5"/>
    <w:rsid w:val="00933C40"/>
    <w:rsid w:val="00933CB2"/>
    <w:rsid w:val="009341C0"/>
    <w:rsid w:val="009341F8"/>
    <w:rsid w:val="00934413"/>
    <w:rsid w:val="009345EC"/>
    <w:rsid w:val="009346AC"/>
    <w:rsid w:val="0093493A"/>
    <w:rsid w:val="00934A42"/>
    <w:rsid w:val="00934C5C"/>
    <w:rsid w:val="00934FEB"/>
    <w:rsid w:val="009351E3"/>
    <w:rsid w:val="0093527C"/>
    <w:rsid w:val="009352BE"/>
    <w:rsid w:val="009352D7"/>
    <w:rsid w:val="00935999"/>
    <w:rsid w:val="00935CC8"/>
    <w:rsid w:val="00935FB0"/>
    <w:rsid w:val="0093661A"/>
    <w:rsid w:val="00936973"/>
    <w:rsid w:val="00936ABE"/>
    <w:rsid w:val="00936B09"/>
    <w:rsid w:val="00936B2B"/>
    <w:rsid w:val="00936D73"/>
    <w:rsid w:val="00936FA8"/>
    <w:rsid w:val="0093722D"/>
    <w:rsid w:val="0093723E"/>
    <w:rsid w:val="009377E2"/>
    <w:rsid w:val="00937950"/>
    <w:rsid w:val="00937A2C"/>
    <w:rsid w:val="00937A4B"/>
    <w:rsid w:val="00937ADB"/>
    <w:rsid w:val="00937BCD"/>
    <w:rsid w:val="00937FB0"/>
    <w:rsid w:val="00940496"/>
    <w:rsid w:val="009406A0"/>
    <w:rsid w:val="00940916"/>
    <w:rsid w:val="00940A5C"/>
    <w:rsid w:val="009410A2"/>
    <w:rsid w:val="00941317"/>
    <w:rsid w:val="009413A0"/>
    <w:rsid w:val="00941812"/>
    <w:rsid w:val="009418A5"/>
    <w:rsid w:val="009418B1"/>
    <w:rsid w:val="009418FF"/>
    <w:rsid w:val="00941B71"/>
    <w:rsid w:val="00942155"/>
    <w:rsid w:val="009425D4"/>
    <w:rsid w:val="009425FA"/>
    <w:rsid w:val="00943047"/>
    <w:rsid w:val="009431E6"/>
    <w:rsid w:val="009434C5"/>
    <w:rsid w:val="009436FE"/>
    <w:rsid w:val="00943911"/>
    <w:rsid w:val="00943E55"/>
    <w:rsid w:val="00944073"/>
    <w:rsid w:val="00944268"/>
    <w:rsid w:val="009445F4"/>
    <w:rsid w:val="00944745"/>
    <w:rsid w:val="009448A3"/>
    <w:rsid w:val="00944B39"/>
    <w:rsid w:val="00944F8A"/>
    <w:rsid w:val="00945728"/>
    <w:rsid w:val="00945811"/>
    <w:rsid w:val="00945A19"/>
    <w:rsid w:val="00946276"/>
    <w:rsid w:val="0094635B"/>
    <w:rsid w:val="009464B5"/>
    <w:rsid w:val="00946766"/>
    <w:rsid w:val="009469C0"/>
    <w:rsid w:val="00946D45"/>
    <w:rsid w:val="0094735D"/>
    <w:rsid w:val="00947616"/>
    <w:rsid w:val="0094781F"/>
    <w:rsid w:val="009478FF"/>
    <w:rsid w:val="0094795E"/>
    <w:rsid w:val="00947A66"/>
    <w:rsid w:val="0095028E"/>
    <w:rsid w:val="0095030E"/>
    <w:rsid w:val="00950409"/>
    <w:rsid w:val="0095078A"/>
    <w:rsid w:val="009509E7"/>
    <w:rsid w:val="00950D1E"/>
    <w:rsid w:val="00950E34"/>
    <w:rsid w:val="00950F1A"/>
    <w:rsid w:val="00950FC3"/>
    <w:rsid w:val="009512DD"/>
    <w:rsid w:val="00951459"/>
    <w:rsid w:val="00951711"/>
    <w:rsid w:val="00951F04"/>
    <w:rsid w:val="009525E8"/>
    <w:rsid w:val="00952A24"/>
    <w:rsid w:val="00952B30"/>
    <w:rsid w:val="00952B40"/>
    <w:rsid w:val="0095300C"/>
    <w:rsid w:val="009532D7"/>
    <w:rsid w:val="009534C3"/>
    <w:rsid w:val="00953CE7"/>
    <w:rsid w:val="0095427E"/>
    <w:rsid w:val="0095434B"/>
    <w:rsid w:val="00954497"/>
    <w:rsid w:val="00954574"/>
    <w:rsid w:val="00954818"/>
    <w:rsid w:val="00954A2F"/>
    <w:rsid w:val="00954E26"/>
    <w:rsid w:val="00955371"/>
    <w:rsid w:val="00955F7B"/>
    <w:rsid w:val="0095600B"/>
    <w:rsid w:val="009561F2"/>
    <w:rsid w:val="0095652B"/>
    <w:rsid w:val="00956750"/>
    <w:rsid w:val="009567BF"/>
    <w:rsid w:val="00956805"/>
    <w:rsid w:val="00956986"/>
    <w:rsid w:val="00956DD9"/>
    <w:rsid w:val="0095709F"/>
    <w:rsid w:val="00957171"/>
    <w:rsid w:val="00957529"/>
    <w:rsid w:val="009578CB"/>
    <w:rsid w:val="00957E8C"/>
    <w:rsid w:val="0096024A"/>
    <w:rsid w:val="00960576"/>
    <w:rsid w:val="0096063E"/>
    <w:rsid w:val="00960752"/>
    <w:rsid w:val="00960816"/>
    <w:rsid w:val="00961598"/>
    <w:rsid w:val="00961BE0"/>
    <w:rsid w:val="00961C35"/>
    <w:rsid w:val="00961D1A"/>
    <w:rsid w:val="00962347"/>
    <w:rsid w:val="00962557"/>
    <w:rsid w:val="00962654"/>
    <w:rsid w:val="009626E9"/>
    <w:rsid w:val="0096292C"/>
    <w:rsid w:val="00962AAF"/>
    <w:rsid w:val="00962B02"/>
    <w:rsid w:val="00962E71"/>
    <w:rsid w:val="00962F01"/>
    <w:rsid w:val="0096307D"/>
    <w:rsid w:val="0096313A"/>
    <w:rsid w:val="00963294"/>
    <w:rsid w:val="00963591"/>
    <w:rsid w:val="00963726"/>
    <w:rsid w:val="009638FC"/>
    <w:rsid w:val="00963C6B"/>
    <w:rsid w:val="009648CB"/>
    <w:rsid w:val="0096512A"/>
    <w:rsid w:val="0096523B"/>
    <w:rsid w:val="00965291"/>
    <w:rsid w:val="00965331"/>
    <w:rsid w:val="00965C20"/>
    <w:rsid w:val="00965D24"/>
    <w:rsid w:val="00965EE3"/>
    <w:rsid w:val="00965EE7"/>
    <w:rsid w:val="009660E0"/>
    <w:rsid w:val="009662C2"/>
    <w:rsid w:val="0096644F"/>
    <w:rsid w:val="00966ED5"/>
    <w:rsid w:val="00967056"/>
    <w:rsid w:val="00967065"/>
    <w:rsid w:val="00967220"/>
    <w:rsid w:val="00967279"/>
    <w:rsid w:val="009672BA"/>
    <w:rsid w:val="00967709"/>
    <w:rsid w:val="00967A5F"/>
    <w:rsid w:val="00967C86"/>
    <w:rsid w:val="00967CC5"/>
    <w:rsid w:val="00967DE1"/>
    <w:rsid w:val="00967E57"/>
    <w:rsid w:val="00967E6C"/>
    <w:rsid w:val="00970236"/>
    <w:rsid w:val="0097044F"/>
    <w:rsid w:val="00970581"/>
    <w:rsid w:val="009705D9"/>
    <w:rsid w:val="00970997"/>
    <w:rsid w:val="00970BA8"/>
    <w:rsid w:val="00970C9B"/>
    <w:rsid w:val="00970EB5"/>
    <w:rsid w:val="00971150"/>
    <w:rsid w:val="009722F9"/>
    <w:rsid w:val="0097242E"/>
    <w:rsid w:val="009735B4"/>
    <w:rsid w:val="009735F3"/>
    <w:rsid w:val="00973C62"/>
    <w:rsid w:val="0097449A"/>
    <w:rsid w:val="00974764"/>
    <w:rsid w:val="00974A43"/>
    <w:rsid w:val="00974A66"/>
    <w:rsid w:val="00975973"/>
    <w:rsid w:val="0097610A"/>
    <w:rsid w:val="00976149"/>
    <w:rsid w:val="0097632C"/>
    <w:rsid w:val="00976974"/>
    <w:rsid w:val="00976F15"/>
    <w:rsid w:val="00977155"/>
    <w:rsid w:val="0097748A"/>
    <w:rsid w:val="009774FA"/>
    <w:rsid w:val="00977F88"/>
    <w:rsid w:val="00980311"/>
    <w:rsid w:val="0098053C"/>
    <w:rsid w:val="009807B3"/>
    <w:rsid w:val="009808DD"/>
    <w:rsid w:val="0098094F"/>
    <w:rsid w:val="00980954"/>
    <w:rsid w:val="00980A03"/>
    <w:rsid w:val="00980AD9"/>
    <w:rsid w:val="00980CA5"/>
    <w:rsid w:val="00980EFC"/>
    <w:rsid w:val="00980F0B"/>
    <w:rsid w:val="00981461"/>
    <w:rsid w:val="0098162B"/>
    <w:rsid w:val="009818E0"/>
    <w:rsid w:val="009819FA"/>
    <w:rsid w:val="00981A0F"/>
    <w:rsid w:val="0098204D"/>
    <w:rsid w:val="00982665"/>
    <w:rsid w:val="00982917"/>
    <w:rsid w:val="00982A46"/>
    <w:rsid w:val="00982B6D"/>
    <w:rsid w:val="00982E36"/>
    <w:rsid w:val="00983112"/>
    <w:rsid w:val="00983410"/>
    <w:rsid w:val="00983703"/>
    <w:rsid w:val="0098371E"/>
    <w:rsid w:val="009837E5"/>
    <w:rsid w:val="00983AC0"/>
    <w:rsid w:val="00983B2C"/>
    <w:rsid w:val="00983D12"/>
    <w:rsid w:val="00983FEC"/>
    <w:rsid w:val="009840FA"/>
    <w:rsid w:val="009846A5"/>
    <w:rsid w:val="009846F7"/>
    <w:rsid w:val="00984AC9"/>
    <w:rsid w:val="00984C34"/>
    <w:rsid w:val="00984D54"/>
    <w:rsid w:val="00984EDD"/>
    <w:rsid w:val="00984FCD"/>
    <w:rsid w:val="0098574D"/>
    <w:rsid w:val="00985881"/>
    <w:rsid w:val="00985995"/>
    <w:rsid w:val="00985A2A"/>
    <w:rsid w:val="00985F04"/>
    <w:rsid w:val="00985F99"/>
    <w:rsid w:val="00986189"/>
    <w:rsid w:val="0098642C"/>
    <w:rsid w:val="00986723"/>
    <w:rsid w:val="00986802"/>
    <w:rsid w:val="0098681B"/>
    <w:rsid w:val="00986960"/>
    <w:rsid w:val="00986B23"/>
    <w:rsid w:val="00986FA7"/>
    <w:rsid w:val="0098715C"/>
    <w:rsid w:val="0098721D"/>
    <w:rsid w:val="009873A9"/>
    <w:rsid w:val="009873AB"/>
    <w:rsid w:val="009877C9"/>
    <w:rsid w:val="009878C4"/>
    <w:rsid w:val="00987A15"/>
    <w:rsid w:val="00987BB1"/>
    <w:rsid w:val="00987D56"/>
    <w:rsid w:val="00987FB3"/>
    <w:rsid w:val="00990242"/>
    <w:rsid w:val="0099035A"/>
    <w:rsid w:val="009906CC"/>
    <w:rsid w:val="0099071F"/>
    <w:rsid w:val="0099075F"/>
    <w:rsid w:val="00990999"/>
    <w:rsid w:val="009909DD"/>
    <w:rsid w:val="00990A4C"/>
    <w:rsid w:val="00990AB2"/>
    <w:rsid w:val="00990DF7"/>
    <w:rsid w:val="00990FC2"/>
    <w:rsid w:val="009911C7"/>
    <w:rsid w:val="00991309"/>
    <w:rsid w:val="00991476"/>
    <w:rsid w:val="009916B2"/>
    <w:rsid w:val="00991786"/>
    <w:rsid w:val="00991B17"/>
    <w:rsid w:val="00991CC1"/>
    <w:rsid w:val="00992173"/>
    <w:rsid w:val="00992478"/>
    <w:rsid w:val="0099258C"/>
    <w:rsid w:val="009927B1"/>
    <w:rsid w:val="00992E23"/>
    <w:rsid w:val="00992E5C"/>
    <w:rsid w:val="009938D6"/>
    <w:rsid w:val="009939B4"/>
    <w:rsid w:val="00994A33"/>
    <w:rsid w:val="0099500E"/>
    <w:rsid w:val="00995063"/>
    <w:rsid w:val="009956A8"/>
    <w:rsid w:val="0099570D"/>
    <w:rsid w:val="0099595D"/>
    <w:rsid w:val="009959A7"/>
    <w:rsid w:val="00995A16"/>
    <w:rsid w:val="00995CE9"/>
    <w:rsid w:val="00995D3D"/>
    <w:rsid w:val="00995FED"/>
    <w:rsid w:val="0099602C"/>
    <w:rsid w:val="00996336"/>
    <w:rsid w:val="00996411"/>
    <w:rsid w:val="009967E2"/>
    <w:rsid w:val="00996942"/>
    <w:rsid w:val="00996C0F"/>
    <w:rsid w:val="00996E64"/>
    <w:rsid w:val="00996EB0"/>
    <w:rsid w:val="0099711B"/>
    <w:rsid w:val="009971D9"/>
    <w:rsid w:val="0099754C"/>
    <w:rsid w:val="0099774D"/>
    <w:rsid w:val="00997905"/>
    <w:rsid w:val="009979E5"/>
    <w:rsid w:val="00997D32"/>
    <w:rsid w:val="009A0284"/>
    <w:rsid w:val="009A0452"/>
    <w:rsid w:val="009A0624"/>
    <w:rsid w:val="009A095B"/>
    <w:rsid w:val="009A0A66"/>
    <w:rsid w:val="009A0AA0"/>
    <w:rsid w:val="009A0B01"/>
    <w:rsid w:val="009A0DF9"/>
    <w:rsid w:val="009A0E63"/>
    <w:rsid w:val="009A1233"/>
    <w:rsid w:val="009A1326"/>
    <w:rsid w:val="009A1441"/>
    <w:rsid w:val="009A14DA"/>
    <w:rsid w:val="009A18CB"/>
    <w:rsid w:val="009A1F55"/>
    <w:rsid w:val="009A22F3"/>
    <w:rsid w:val="009A2790"/>
    <w:rsid w:val="009A2E0D"/>
    <w:rsid w:val="009A3159"/>
    <w:rsid w:val="009A31AB"/>
    <w:rsid w:val="009A321E"/>
    <w:rsid w:val="009A3298"/>
    <w:rsid w:val="009A3897"/>
    <w:rsid w:val="009A3A12"/>
    <w:rsid w:val="009A3A35"/>
    <w:rsid w:val="009A3FDE"/>
    <w:rsid w:val="009A45F4"/>
    <w:rsid w:val="009A48DC"/>
    <w:rsid w:val="009A490E"/>
    <w:rsid w:val="009A4A9A"/>
    <w:rsid w:val="009A4BEB"/>
    <w:rsid w:val="009A4C2B"/>
    <w:rsid w:val="009A4DDB"/>
    <w:rsid w:val="009A4F60"/>
    <w:rsid w:val="009A567A"/>
    <w:rsid w:val="009A5863"/>
    <w:rsid w:val="009A59F8"/>
    <w:rsid w:val="009A5A85"/>
    <w:rsid w:val="009A5BD6"/>
    <w:rsid w:val="009A5D3E"/>
    <w:rsid w:val="009A5D82"/>
    <w:rsid w:val="009A5EC5"/>
    <w:rsid w:val="009A600B"/>
    <w:rsid w:val="009A6271"/>
    <w:rsid w:val="009A662A"/>
    <w:rsid w:val="009A6CBF"/>
    <w:rsid w:val="009A716E"/>
    <w:rsid w:val="009A72C5"/>
    <w:rsid w:val="009A7406"/>
    <w:rsid w:val="009A7487"/>
    <w:rsid w:val="009A7E70"/>
    <w:rsid w:val="009A7F9B"/>
    <w:rsid w:val="009B0060"/>
    <w:rsid w:val="009B08B8"/>
    <w:rsid w:val="009B09DE"/>
    <w:rsid w:val="009B0DA5"/>
    <w:rsid w:val="009B0EC4"/>
    <w:rsid w:val="009B10A0"/>
    <w:rsid w:val="009B10BF"/>
    <w:rsid w:val="009B136F"/>
    <w:rsid w:val="009B13CF"/>
    <w:rsid w:val="009B1800"/>
    <w:rsid w:val="009B1888"/>
    <w:rsid w:val="009B1D87"/>
    <w:rsid w:val="009B22AD"/>
    <w:rsid w:val="009B23A0"/>
    <w:rsid w:val="009B29C3"/>
    <w:rsid w:val="009B2C2F"/>
    <w:rsid w:val="009B2D6A"/>
    <w:rsid w:val="009B2E0C"/>
    <w:rsid w:val="009B309B"/>
    <w:rsid w:val="009B30E2"/>
    <w:rsid w:val="009B3165"/>
    <w:rsid w:val="009B31DA"/>
    <w:rsid w:val="009B36FE"/>
    <w:rsid w:val="009B375B"/>
    <w:rsid w:val="009B3AB0"/>
    <w:rsid w:val="009B3C5C"/>
    <w:rsid w:val="009B3FCE"/>
    <w:rsid w:val="009B410A"/>
    <w:rsid w:val="009B414A"/>
    <w:rsid w:val="009B466D"/>
    <w:rsid w:val="009B4775"/>
    <w:rsid w:val="009B4CD5"/>
    <w:rsid w:val="009B4EE7"/>
    <w:rsid w:val="009B50C4"/>
    <w:rsid w:val="009B5232"/>
    <w:rsid w:val="009B54C5"/>
    <w:rsid w:val="009B5698"/>
    <w:rsid w:val="009B585C"/>
    <w:rsid w:val="009B5AB1"/>
    <w:rsid w:val="009B5BA7"/>
    <w:rsid w:val="009B5F7B"/>
    <w:rsid w:val="009B6166"/>
    <w:rsid w:val="009B625E"/>
    <w:rsid w:val="009B62B7"/>
    <w:rsid w:val="009B62EC"/>
    <w:rsid w:val="009B66B8"/>
    <w:rsid w:val="009B6742"/>
    <w:rsid w:val="009B678F"/>
    <w:rsid w:val="009B6AB1"/>
    <w:rsid w:val="009B6BB2"/>
    <w:rsid w:val="009B7656"/>
    <w:rsid w:val="009B7FF3"/>
    <w:rsid w:val="009C00B1"/>
    <w:rsid w:val="009C0335"/>
    <w:rsid w:val="009C0623"/>
    <w:rsid w:val="009C0682"/>
    <w:rsid w:val="009C0849"/>
    <w:rsid w:val="009C0967"/>
    <w:rsid w:val="009C0C12"/>
    <w:rsid w:val="009C0D38"/>
    <w:rsid w:val="009C10D9"/>
    <w:rsid w:val="009C1317"/>
    <w:rsid w:val="009C1480"/>
    <w:rsid w:val="009C15FF"/>
    <w:rsid w:val="009C1654"/>
    <w:rsid w:val="009C1889"/>
    <w:rsid w:val="009C1B25"/>
    <w:rsid w:val="009C1B33"/>
    <w:rsid w:val="009C1CEF"/>
    <w:rsid w:val="009C2481"/>
    <w:rsid w:val="009C2929"/>
    <w:rsid w:val="009C2D32"/>
    <w:rsid w:val="009C31BE"/>
    <w:rsid w:val="009C322C"/>
    <w:rsid w:val="009C35E9"/>
    <w:rsid w:val="009C3A20"/>
    <w:rsid w:val="009C3BA3"/>
    <w:rsid w:val="009C4188"/>
    <w:rsid w:val="009C43C1"/>
    <w:rsid w:val="009C498C"/>
    <w:rsid w:val="009C49B6"/>
    <w:rsid w:val="009C4BF8"/>
    <w:rsid w:val="009C4DA9"/>
    <w:rsid w:val="009C4DE6"/>
    <w:rsid w:val="009C4FAC"/>
    <w:rsid w:val="009C522B"/>
    <w:rsid w:val="009C538D"/>
    <w:rsid w:val="009C5476"/>
    <w:rsid w:val="009C55A5"/>
    <w:rsid w:val="009C5927"/>
    <w:rsid w:val="009C59CF"/>
    <w:rsid w:val="009C59F2"/>
    <w:rsid w:val="009C6102"/>
    <w:rsid w:val="009C6BE9"/>
    <w:rsid w:val="009C6D13"/>
    <w:rsid w:val="009C6F66"/>
    <w:rsid w:val="009C6FA1"/>
    <w:rsid w:val="009C6FA3"/>
    <w:rsid w:val="009C73EF"/>
    <w:rsid w:val="009C7432"/>
    <w:rsid w:val="009C74C9"/>
    <w:rsid w:val="009C7598"/>
    <w:rsid w:val="009C7672"/>
    <w:rsid w:val="009C77BD"/>
    <w:rsid w:val="009C7930"/>
    <w:rsid w:val="009C7A62"/>
    <w:rsid w:val="009C7A9C"/>
    <w:rsid w:val="009D01B6"/>
    <w:rsid w:val="009D02C5"/>
    <w:rsid w:val="009D0304"/>
    <w:rsid w:val="009D06D9"/>
    <w:rsid w:val="009D09D5"/>
    <w:rsid w:val="009D0ED9"/>
    <w:rsid w:val="009D195D"/>
    <w:rsid w:val="009D1B86"/>
    <w:rsid w:val="009D2125"/>
    <w:rsid w:val="009D2A34"/>
    <w:rsid w:val="009D2E9E"/>
    <w:rsid w:val="009D3128"/>
    <w:rsid w:val="009D312E"/>
    <w:rsid w:val="009D3353"/>
    <w:rsid w:val="009D36A2"/>
    <w:rsid w:val="009D36D3"/>
    <w:rsid w:val="009D438E"/>
    <w:rsid w:val="009D4435"/>
    <w:rsid w:val="009D4614"/>
    <w:rsid w:val="009D4F66"/>
    <w:rsid w:val="009D512C"/>
    <w:rsid w:val="009D5269"/>
    <w:rsid w:val="009D52D9"/>
    <w:rsid w:val="009D53FD"/>
    <w:rsid w:val="009D59FB"/>
    <w:rsid w:val="009D5F16"/>
    <w:rsid w:val="009D5F9B"/>
    <w:rsid w:val="009D5FA1"/>
    <w:rsid w:val="009D600B"/>
    <w:rsid w:val="009D6348"/>
    <w:rsid w:val="009D6685"/>
    <w:rsid w:val="009D6857"/>
    <w:rsid w:val="009D68EF"/>
    <w:rsid w:val="009D69D1"/>
    <w:rsid w:val="009D6D26"/>
    <w:rsid w:val="009D70D5"/>
    <w:rsid w:val="009D7115"/>
    <w:rsid w:val="009D716D"/>
    <w:rsid w:val="009D7583"/>
    <w:rsid w:val="009D75E7"/>
    <w:rsid w:val="009D77D6"/>
    <w:rsid w:val="009D7818"/>
    <w:rsid w:val="009D7922"/>
    <w:rsid w:val="009D7CB1"/>
    <w:rsid w:val="009D7CB5"/>
    <w:rsid w:val="009E006F"/>
    <w:rsid w:val="009E0574"/>
    <w:rsid w:val="009E06A1"/>
    <w:rsid w:val="009E06E3"/>
    <w:rsid w:val="009E0730"/>
    <w:rsid w:val="009E0A45"/>
    <w:rsid w:val="009E0CBD"/>
    <w:rsid w:val="009E12C4"/>
    <w:rsid w:val="009E1457"/>
    <w:rsid w:val="009E145E"/>
    <w:rsid w:val="009E163C"/>
    <w:rsid w:val="009E183B"/>
    <w:rsid w:val="009E19BF"/>
    <w:rsid w:val="009E1A98"/>
    <w:rsid w:val="009E21E0"/>
    <w:rsid w:val="009E2640"/>
    <w:rsid w:val="009E26C4"/>
    <w:rsid w:val="009E276A"/>
    <w:rsid w:val="009E283F"/>
    <w:rsid w:val="009E2BF4"/>
    <w:rsid w:val="009E2E80"/>
    <w:rsid w:val="009E3345"/>
    <w:rsid w:val="009E35EA"/>
    <w:rsid w:val="009E3760"/>
    <w:rsid w:val="009E3830"/>
    <w:rsid w:val="009E3943"/>
    <w:rsid w:val="009E3AB9"/>
    <w:rsid w:val="009E3BAA"/>
    <w:rsid w:val="009E3E98"/>
    <w:rsid w:val="009E3F33"/>
    <w:rsid w:val="009E3FE3"/>
    <w:rsid w:val="009E400A"/>
    <w:rsid w:val="009E4172"/>
    <w:rsid w:val="009E439F"/>
    <w:rsid w:val="009E4982"/>
    <w:rsid w:val="009E4B88"/>
    <w:rsid w:val="009E4C50"/>
    <w:rsid w:val="009E4CED"/>
    <w:rsid w:val="009E58BA"/>
    <w:rsid w:val="009E5BD2"/>
    <w:rsid w:val="009E5D06"/>
    <w:rsid w:val="009E665E"/>
    <w:rsid w:val="009E68AC"/>
    <w:rsid w:val="009E69AD"/>
    <w:rsid w:val="009E747A"/>
    <w:rsid w:val="009E754B"/>
    <w:rsid w:val="009E79FF"/>
    <w:rsid w:val="009E7C7D"/>
    <w:rsid w:val="009E7CB4"/>
    <w:rsid w:val="009E7F08"/>
    <w:rsid w:val="009E7F41"/>
    <w:rsid w:val="009F0913"/>
    <w:rsid w:val="009F099F"/>
    <w:rsid w:val="009F0BCB"/>
    <w:rsid w:val="009F1338"/>
    <w:rsid w:val="009F17C2"/>
    <w:rsid w:val="009F1B7B"/>
    <w:rsid w:val="009F1C2C"/>
    <w:rsid w:val="009F23EC"/>
    <w:rsid w:val="009F2979"/>
    <w:rsid w:val="009F32B0"/>
    <w:rsid w:val="009F34FB"/>
    <w:rsid w:val="009F365B"/>
    <w:rsid w:val="009F3711"/>
    <w:rsid w:val="009F38E3"/>
    <w:rsid w:val="009F3A9A"/>
    <w:rsid w:val="009F3B84"/>
    <w:rsid w:val="009F3C05"/>
    <w:rsid w:val="009F3DC7"/>
    <w:rsid w:val="009F4287"/>
    <w:rsid w:val="009F42B5"/>
    <w:rsid w:val="009F49DD"/>
    <w:rsid w:val="009F4C17"/>
    <w:rsid w:val="009F4F50"/>
    <w:rsid w:val="009F50EE"/>
    <w:rsid w:val="009F5193"/>
    <w:rsid w:val="009F5198"/>
    <w:rsid w:val="009F5B91"/>
    <w:rsid w:val="009F5D1F"/>
    <w:rsid w:val="009F5E07"/>
    <w:rsid w:val="009F5F4A"/>
    <w:rsid w:val="009F5FC4"/>
    <w:rsid w:val="009F622B"/>
    <w:rsid w:val="009F6261"/>
    <w:rsid w:val="009F63F0"/>
    <w:rsid w:val="009F6517"/>
    <w:rsid w:val="009F68E7"/>
    <w:rsid w:val="009F69DC"/>
    <w:rsid w:val="009F6A28"/>
    <w:rsid w:val="009F6AE6"/>
    <w:rsid w:val="009F6EF5"/>
    <w:rsid w:val="009F6F51"/>
    <w:rsid w:val="009F70A1"/>
    <w:rsid w:val="009F7232"/>
    <w:rsid w:val="009F742A"/>
    <w:rsid w:val="009F7492"/>
    <w:rsid w:val="009F77F5"/>
    <w:rsid w:val="009F79A1"/>
    <w:rsid w:val="009F7B63"/>
    <w:rsid w:val="009F7BE8"/>
    <w:rsid w:val="009F7C80"/>
    <w:rsid w:val="00A0008E"/>
    <w:rsid w:val="00A003A2"/>
    <w:rsid w:val="00A004AD"/>
    <w:rsid w:val="00A00716"/>
    <w:rsid w:val="00A00BA0"/>
    <w:rsid w:val="00A00C96"/>
    <w:rsid w:val="00A01083"/>
    <w:rsid w:val="00A0112A"/>
    <w:rsid w:val="00A011DA"/>
    <w:rsid w:val="00A01291"/>
    <w:rsid w:val="00A016EF"/>
    <w:rsid w:val="00A0188F"/>
    <w:rsid w:val="00A019EC"/>
    <w:rsid w:val="00A01F63"/>
    <w:rsid w:val="00A02064"/>
    <w:rsid w:val="00A020C8"/>
    <w:rsid w:val="00A0262C"/>
    <w:rsid w:val="00A02741"/>
    <w:rsid w:val="00A02746"/>
    <w:rsid w:val="00A0295A"/>
    <w:rsid w:val="00A02964"/>
    <w:rsid w:val="00A02C10"/>
    <w:rsid w:val="00A02E30"/>
    <w:rsid w:val="00A02EB1"/>
    <w:rsid w:val="00A02EE3"/>
    <w:rsid w:val="00A03095"/>
    <w:rsid w:val="00A03445"/>
    <w:rsid w:val="00A034F3"/>
    <w:rsid w:val="00A0389F"/>
    <w:rsid w:val="00A03C61"/>
    <w:rsid w:val="00A042B0"/>
    <w:rsid w:val="00A04323"/>
    <w:rsid w:val="00A043C2"/>
    <w:rsid w:val="00A043DE"/>
    <w:rsid w:val="00A044CF"/>
    <w:rsid w:val="00A0471A"/>
    <w:rsid w:val="00A04FB0"/>
    <w:rsid w:val="00A0519D"/>
    <w:rsid w:val="00A052D7"/>
    <w:rsid w:val="00A05418"/>
    <w:rsid w:val="00A057AF"/>
    <w:rsid w:val="00A0594A"/>
    <w:rsid w:val="00A06089"/>
    <w:rsid w:val="00A0614C"/>
    <w:rsid w:val="00A06416"/>
    <w:rsid w:val="00A06648"/>
    <w:rsid w:val="00A06AE5"/>
    <w:rsid w:val="00A06B34"/>
    <w:rsid w:val="00A06C1A"/>
    <w:rsid w:val="00A06CC6"/>
    <w:rsid w:val="00A06F4A"/>
    <w:rsid w:val="00A06F77"/>
    <w:rsid w:val="00A072D9"/>
    <w:rsid w:val="00A07401"/>
    <w:rsid w:val="00A07737"/>
    <w:rsid w:val="00A077EC"/>
    <w:rsid w:val="00A078C6"/>
    <w:rsid w:val="00A07A80"/>
    <w:rsid w:val="00A07EFD"/>
    <w:rsid w:val="00A10078"/>
    <w:rsid w:val="00A1049F"/>
    <w:rsid w:val="00A10724"/>
    <w:rsid w:val="00A10889"/>
    <w:rsid w:val="00A108B7"/>
    <w:rsid w:val="00A10BEA"/>
    <w:rsid w:val="00A10F11"/>
    <w:rsid w:val="00A1153E"/>
    <w:rsid w:val="00A11702"/>
    <w:rsid w:val="00A11A88"/>
    <w:rsid w:val="00A11C1B"/>
    <w:rsid w:val="00A11FEA"/>
    <w:rsid w:val="00A121B9"/>
    <w:rsid w:val="00A13265"/>
    <w:rsid w:val="00A133C5"/>
    <w:rsid w:val="00A133F5"/>
    <w:rsid w:val="00A135EE"/>
    <w:rsid w:val="00A137E5"/>
    <w:rsid w:val="00A13911"/>
    <w:rsid w:val="00A13D14"/>
    <w:rsid w:val="00A144F0"/>
    <w:rsid w:val="00A14524"/>
    <w:rsid w:val="00A14F6E"/>
    <w:rsid w:val="00A1513A"/>
    <w:rsid w:val="00A1513C"/>
    <w:rsid w:val="00A15933"/>
    <w:rsid w:val="00A1599F"/>
    <w:rsid w:val="00A15CE0"/>
    <w:rsid w:val="00A15F3D"/>
    <w:rsid w:val="00A160B5"/>
    <w:rsid w:val="00A16248"/>
    <w:rsid w:val="00A165C8"/>
    <w:rsid w:val="00A16777"/>
    <w:rsid w:val="00A168DC"/>
    <w:rsid w:val="00A1696F"/>
    <w:rsid w:val="00A169B6"/>
    <w:rsid w:val="00A16AA3"/>
    <w:rsid w:val="00A16E83"/>
    <w:rsid w:val="00A17040"/>
    <w:rsid w:val="00A171B1"/>
    <w:rsid w:val="00A17277"/>
    <w:rsid w:val="00A173BE"/>
    <w:rsid w:val="00A174D3"/>
    <w:rsid w:val="00A17D82"/>
    <w:rsid w:val="00A17FBD"/>
    <w:rsid w:val="00A17FC3"/>
    <w:rsid w:val="00A20CF1"/>
    <w:rsid w:val="00A20F14"/>
    <w:rsid w:val="00A2129C"/>
    <w:rsid w:val="00A2160E"/>
    <w:rsid w:val="00A216F1"/>
    <w:rsid w:val="00A21721"/>
    <w:rsid w:val="00A21B06"/>
    <w:rsid w:val="00A21CAE"/>
    <w:rsid w:val="00A21CC1"/>
    <w:rsid w:val="00A221F5"/>
    <w:rsid w:val="00A2231E"/>
    <w:rsid w:val="00A2285F"/>
    <w:rsid w:val="00A229B6"/>
    <w:rsid w:val="00A22A13"/>
    <w:rsid w:val="00A23178"/>
    <w:rsid w:val="00A23238"/>
    <w:rsid w:val="00A232BD"/>
    <w:rsid w:val="00A2331C"/>
    <w:rsid w:val="00A2332D"/>
    <w:rsid w:val="00A2353E"/>
    <w:rsid w:val="00A23691"/>
    <w:rsid w:val="00A2376C"/>
    <w:rsid w:val="00A239D7"/>
    <w:rsid w:val="00A23CAD"/>
    <w:rsid w:val="00A23CC9"/>
    <w:rsid w:val="00A24415"/>
    <w:rsid w:val="00A2448E"/>
    <w:rsid w:val="00A244C3"/>
    <w:rsid w:val="00A24C95"/>
    <w:rsid w:val="00A24D38"/>
    <w:rsid w:val="00A25062"/>
    <w:rsid w:val="00A2564F"/>
    <w:rsid w:val="00A2576C"/>
    <w:rsid w:val="00A25842"/>
    <w:rsid w:val="00A25FE4"/>
    <w:rsid w:val="00A2631D"/>
    <w:rsid w:val="00A26329"/>
    <w:rsid w:val="00A2640E"/>
    <w:rsid w:val="00A26E0E"/>
    <w:rsid w:val="00A26F1C"/>
    <w:rsid w:val="00A2704A"/>
    <w:rsid w:val="00A270C9"/>
    <w:rsid w:val="00A27103"/>
    <w:rsid w:val="00A272AB"/>
    <w:rsid w:val="00A27301"/>
    <w:rsid w:val="00A273E6"/>
    <w:rsid w:val="00A27518"/>
    <w:rsid w:val="00A27553"/>
    <w:rsid w:val="00A27876"/>
    <w:rsid w:val="00A2795A"/>
    <w:rsid w:val="00A27BC3"/>
    <w:rsid w:val="00A27CE7"/>
    <w:rsid w:val="00A301A9"/>
    <w:rsid w:val="00A301FD"/>
    <w:rsid w:val="00A303F6"/>
    <w:rsid w:val="00A30667"/>
    <w:rsid w:val="00A30779"/>
    <w:rsid w:val="00A30BD6"/>
    <w:rsid w:val="00A30BFC"/>
    <w:rsid w:val="00A310AB"/>
    <w:rsid w:val="00A310E0"/>
    <w:rsid w:val="00A31194"/>
    <w:rsid w:val="00A31234"/>
    <w:rsid w:val="00A3171E"/>
    <w:rsid w:val="00A317AA"/>
    <w:rsid w:val="00A3181A"/>
    <w:rsid w:val="00A3186C"/>
    <w:rsid w:val="00A31D35"/>
    <w:rsid w:val="00A31E4D"/>
    <w:rsid w:val="00A31F16"/>
    <w:rsid w:val="00A31FEE"/>
    <w:rsid w:val="00A3235F"/>
    <w:rsid w:val="00A32810"/>
    <w:rsid w:val="00A334B8"/>
    <w:rsid w:val="00A33670"/>
    <w:rsid w:val="00A33ACB"/>
    <w:rsid w:val="00A33ACF"/>
    <w:rsid w:val="00A33AD5"/>
    <w:rsid w:val="00A33EF0"/>
    <w:rsid w:val="00A33FC0"/>
    <w:rsid w:val="00A3472C"/>
    <w:rsid w:val="00A347EB"/>
    <w:rsid w:val="00A347F8"/>
    <w:rsid w:val="00A348C0"/>
    <w:rsid w:val="00A34BF2"/>
    <w:rsid w:val="00A34D95"/>
    <w:rsid w:val="00A34F6A"/>
    <w:rsid w:val="00A35706"/>
    <w:rsid w:val="00A3580A"/>
    <w:rsid w:val="00A3597D"/>
    <w:rsid w:val="00A35A04"/>
    <w:rsid w:val="00A35A4E"/>
    <w:rsid w:val="00A35A98"/>
    <w:rsid w:val="00A35D92"/>
    <w:rsid w:val="00A35E30"/>
    <w:rsid w:val="00A35F71"/>
    <w:rsid w:val="00A3604D"/>
    <w:rsid w:val="00A361F3"/>
    <w:rsid w:val="00A36406"/>
    <w:rsid w:val="00A366F8"/>
    <w:rsid w:val="00A36A2D"/>
    <w:rsid w:val="00A36CF6"/>
    <w:rsid w:val="00A36D02"/>
    <w:rsid w:val="00A36F58"/>
    <w:rsid w:val="00A36F5A"/>
    <w:rsid w:val="00A37046"/>
    <w:rsid w:val="00A3704A"/>
    <w:rsid w:val="00A3714F"/>
    <w:rsid w:val="00A371A1"/>
    <w:rsid w:val="00A37287"/>
    <w:rsid w:val="00A373E4"/>
    <w:rsid w:val="00A3797A"/>
    <w:rsid w:val="00A379BC"/>
    <w:rsid w:val="00A37D20"/>
    <w:rsid w:val="00A37F65"/>
    <w:rsid w:val="00A40030"/>
    <w:rsid w:val="00A4029D"/>
    <w:rsid w:val="00A40663"/>
    <w:rsid w:val="00A40ACC"/>
    <w:rsid w:val="00A4186B"/>
    <w:rsid w:val="00A419F3"/>
    <w:rsid w:val="00A41A4E"/>
    <w:rsid w:val="00A41D68"/>
    <w:rsid w:val="00A41E65"/>
    <w:rsid w:val="00A42023"/>
    <w:rsid w:val="00A4230F"/>
    <w:rsid w:val="00A42372"/>
    <w:rsid w:val="00A425E9"/>
    <w:rsid w:val="00A4290D"/>
    <w:rsid w:val="00A42AF3"/>
    <w:rsid w:val="00A42E1C"/>
    <w:rsid w:val="00A4306C"/>
    <w:rsid w:val="00A43202"/>
    <w:rsid w:val="00A4332A"/>
    <w:rsid w:val="00A43590"/>
    <w:rsid w:val="00A43646"/>
    <w:rsid w:val="00A438CE"/>
    <w:rsid w:val="00A43ABE"/>
    <w:rsid w:val="00A43BCC"/>
    <w:rsid w:val="00A43FB3"/>
    <w:rsid w:val="00A44052"/>
    <w:rsid w:val="00A440BC"/>
    <w:rsid w:val="00A4436B"/>
    <w:rsid w:val="00A443A3"/>
    <w:rsid w:val="00A443F6"/>
    <w:rsid w:val="00A44577"/>
    <w:rsid w:val="00A446F4"/>
    <w:rsid w:val="00A44B88"/>
    <w:rsid w:val="00A44BD7"/>
    <w:rsid w:val="00A44C9A"/>
    <w:rsid w:val="00A45230"/>
    <w:rsid w:val="00A455CA"/>
    <w:rsid w:val="00A45BE0"/>
    <w:rsid w:val="00A46107"/>
    <w:rsid w:val="00A461D8"/>
    <w:rsid w:val="00A4655B"/>
    <w:rsid w:val="00A465DA"/>
    <w:rsid w:val="00A4676D"/>
    <w:rsid w:val="00A46EC4"/>
    <w:rsid w:val="00A471E4"/>
    <w:rsid w:val="00A474FB"/>
    <w:rsid w:val="00A47512"/>
    <w:rsid w:val="00A47F13"/>
    <w:rsid w:val="00A501D3"/>
    <w:rsid w:val="00A50783"/>
    <w:rsid w:val="00A509F0"/>
    <w:rsid w:val="00A50CA1"/>
    <w:rsid w:val="00A50D1B"/>
    <w:rsid w:val="00A50EA5"/>
    <w:rsid w:val="00A50F0E"/>
    <w:rsid w:val="00A5101C"/>
    <w:rsid w:val="00A51427"/>
    <w:rsid w:val="00A51537"/>
    <w:rsid w:val="00A519A3"/>
    <w:rsid w:val="00A51FFD"/>
    <w:rsid w:val="00A521BE"/>
    <w:rsid w:val="00A52203"/>
    <w:rsid w:val="00A525C5"/>
    <w:rsid w:val="00A52735"/>
    <w:rsid w:val="00A52777"/>
    <w:rsid w:val="00A5299A"/>
    <w:rsid w:val="00A529B5"/>
    <w:rsid w:val="00A52DF4"/>
    <w:rsid w:val="00A52EAE"/>
    <w:rsid w:val="00A53701"/>
    <w:rsid w:val="00A537BB"/>
    <w:rsid w:val="00A53885"/>
    <w:rsid w:val="00A53EC5"/>
    <w:rsid w:val="00A53FCF"/>
    <w:rsid w:val="00A5403B"/>
    <w:rsid w:val="00A540B8"/>
    <w:rsid w:val="00A54255"/>
    <w:rsid w:val="00A543F5"/>
    <w:rsid w:val="00A54431"/>
    <w:rsid w:val="00A54540"/>
    <w:rsid w:val="00A54644"/>
    <w:rsid w:val="00A5484D"/>
    <w:rsid w:val="00A54A42"/>
    <w:rsid w:val="00A55576"/>
    <w:rsid w:val="00A55DA5"/>
    <w:rsid w:val="00A56089"/>
    <w:rsid w:val="00A561FC"/>
    <w:rsid w:val="00A56252"/>
    <w:rsid w:val="00A562FF"/>
    <w:rsid w:val="00A564AF"/>
    <w:rsid w:val="00A56647"/>
    <w:rsid w:val="00A56CF1"/>
    <w:rsid w:val="00A56EB8"/>
    <w:rsid w:val="00A5726F"/>
    <w:rsid w:val="00A57318"/>
    <w:rsid w:val="00A574EE"/>
    <w:rsid w:val="00A57695"/>
    <w:rsid w:val="00A57722"/>
    <w:rsid w:val="00A57A01"/>
    <w:rsid w:val="00A57A71"/>
    <w:rsid w:val="00A57FA3"/>
    <w:rsid w:val="00A602FD"/>
    <w:rsid w:val="00A603AC"/>
    <w:rsid w:val="00A60540"/>
    <w:rsid w:val="00A608D7"/>
    <w:rsid w:val="00A60953"/>
    <w:rsid w:val="00A60ADF"/>
    <w:rsid w:val="00A60EC6"/>
    <w:rsid w:val="00A612A6"/>
    <w:rsid w:val="00A6163E"/>
    <w:rsid w:val="00A61D86"/>
    <w:rsid w:val="00A62107"/>
    <w:rsid w:val="00A6225A"/>
    <w:rsid w:val="00A624F1"/>
    <w:rsid w:val="00A62823"/>
    <w:rsid w:val="00A62A12"/>
    <w:rsid w:val="00A62DAC"/>
    <w:rsid w:val="00A6316B"/>
    <w:rsid w:val="00A631AB"/>
    <w:rsid w:val="00A6331F"/>
    <w:rsid w:val="00A63569"/>
    <w:rsid w:val="00A63889"/>
    <w:rsid w:val="00A638D6"/>
    <w:rsid w:val="00A63ACC"/>
    <w:rsid w:val="00A63E29"/>
    <w:rsid w:val="00A6422F"/>
    <w:rsid w:val="00A64559"/>
    <w:rsid w:val="00A64A43"/>
    <w:rsid w:val="00A64FEE"/>
    <w:rsid w:val="00A6525B"/>
    <w:rsid w:val="00A65312"/>
    <w:rsid w:val="00A65556"/>
    <w:rsid w:val="00A65A1A"/>
    <w:rsid w:val="00A65B9D"/>
    <w:rsid w:val="00A65BB9"/>
    <w:rsid w:val="00A65E4F"/>
    <w:rsid w:val="00A65FD5"/>
    <w:rsid w:val="00A663D3"/>
    <w:rsid w:val="00A67092"/>
    <w:rsid w:val="00A6744E"/>
    <w:rsid w:val="00A6762D"/>
    <w:rsid w:val="00A67740"/>
    <w:rsid w:val="00A67A53"/>
    <w:rsid w:val="00A67EC7"/>
    <w:rsid w:val="00A67F83"/>
    <w:rsid w:val="00A705D5"/>
    <w:rsid w:val="00A70780"/>
    <w:rsid w:val="00A70A35"/>
    <w:rsid w:val="00A70C45"/>
    <w:rsid w:val="00A713F6"/>
    <w:rsid w:val="00A71509"/>
    <w:rsid w:val="00A716D1"/>
    <w:rsid w:val="00A71735"/>
    <w:rsid w:val="00A7180E"/>
    <w:rsid w:val="00A720FA"/>
    <w:rsid w:val="00A72273"/>
    <w:rsid w:val="00A723B1"/>
    <w:rsid w:val="00A726BF"/>
    <w:rsid w:val="00A72822"/>
    <w:rsid w:val="00A72874"/>
    <w:rsid w:val="00A72940"/>
    <w:rsid w:val="00A729BE"/>
    <w:rsid w:val="00A72CFF"/>
    <w:rsid w:val="00A72F1B"/>
    <w:rsid w:val="00A73119"/>
    <w:rsid w:val="00A73413"/>
    <w:rsid w:val="00A73467"/>
    <w:rsid w:val="00A73535"/>
    <w:rsid w:val="00A73657"/>
    <w:rsid w:val="00A7382A"/>
    <w:rsid w:val="00A739B2"/>
    <w:rsid w:val="00A73B42"/>
    <w:rsid w:val="00A73FDA"/>
    <w:rsid w:val="00A74953"/>
    <w:rsid w:val="00A74C0C"/>
    <w:rsid w:val="00A74CA5"/>
    <w:rsid w:val="00A74DAD"/>
    <w:rsid w:val="00A74F41"/>
    <w:rsid w:val="00A750EE"/>
    <w:rsid w:val="00A754BE"/>
    <w:rsid w:val="00A755BE"/>
    <w:rsid w:val="00A755EF"/>
    <w:rsid w:val="00A75632"/>
    <w:rsid w:val="00A75A4A"/>
    <w:rsid w:val="00A75A73"/>
    <w:rsid w:val="00A75D32"/>
    <w:rsid w:val="00A766C8"/>
    <w:rsid w:val="00A766CC"/>
    <w:rsid w:val="00A766FE"/>
    <w:rsid w:val="00A769D6"/>
    <w:rsid w:val="00A76C70"/>
    <w:rsid w:val="00A76EE4"/>
    <w:rsid w:val="00A772F5"/>
    <w:rsid w:val="00A77434"/>
    <w:rsid w:val="00A774AF"/>
    <w:rsid w:val="00A77A27"/>
    <w:rsid w:val="00A77BC6"/>
    <w:rsid w:val="00A77C3B"/>
    <w:rsid w:val="00A8028B"/>
    <w:rsid w:val="00A80334"/>
    <w:rsid w:val="00A80841"/>
    <w:rsid w:val="00A808F9"/>
    <w:rsid w:val="00A80909"/>
    <w:rsid w:val="00A80BE4"/>
    <w:rsid w:val="00A80C81"/>
    <w:rsid w:val="00A80F97"/>
    <w:rsid w:val="00A81572"/>
    <w:rsid w:val="00A81DC7"/>
    <w:rsid w:val="00A81ED6"/>
    <w:rsid w:val="00A81F3B"/>
    <w:rsid w:val="00A8203E"/>
    <w:rsid w:val="00A821DB"/>
    <w:rsid w:val="00A8254F"/>
    <w:rsid w:val="00A8278B"/>
    <w:rsid w:val="00A827F1"/>
    <w:rsid w:val="00A8282A"/>
    <w:rsid w:val="00A82E7B"/>
    <w:rsid w:val="00A8334A"/>
    <w:rsid w:val="00A83407"/>
    <w:rsid w:val="00A83486"/>
    <w:rsid w:val="00A836FD"/>
    <w:rsid w:val="00A83725"/>
    <w:rsid w:val="00A838E5"/>
    <w:rsid w:val="00A848E8"/>
    <w:rsid w:val="00A84B20"/>
    <w:rsid w:val="00A84BA6"/>
    <w:rsid w:val="00A84E2D"/>
    <w:rsid w:val="00A852DD"/>
    <w:rsid w:val="00A853C8"/>
    <w:rsid w:val="00A853D2"/>
    <w:rsid w:val="00A85C65"/>
    <w:rsid w:val="00A86269"/>
    <w:rsid w:val="00A86353"/>
    <w:rsid w:val="00A8637C"/>
    <w:rsid w:val="00A86518"/>
    <w:rsid w:val="00A866CE"/>
    <w:rsid w:val="00A869A0"/>
    <w:rsid w:val="00A86CBA"/>
    <w:rsid w:val="00A86D5B"/>
    <w:rsid w:val="00A87042"/>
    <w:rsid w:val="00A87CB6"/>
    <w:rsid w:val="00A9028F"/>
    <w:rsid w:val="00A90328"/>
    <w:rsid w:val="00A904F4"/>
    <w:rsid w:val="00A9055F"/>
    <w:rsid w:val="00A90C71"/>
    <w:rsid w:val="00A90CB8"/>
    <w:rsid w:val="00A90FA3"/>
    <w:rsid w:val="00A91130"/>
    <w:rsid w:val="00A912D4"/>
    <w:rsid w:val="00A914A5"/>
    <w:rsid w:val="00A91796"/>
    <w:rsid w:val="00A917BB"/>
    <w:rsid w:val="00A918C4"/>
    <w:rsid w:val="00A91925"/>
    <w:rsid w:val="00A91B10"/>
    <w:rsid w:val="00A91B69"/>
    <w:rsid w:val="00A91D0F"/>
    <w:rsid w:val="00A91EE9"/>
    <w:rsid w:val="00A922EF"/>
    <w:rsid w:val="00A924A4"/>
    <w:rsid w:val="00A92559"/>
    <w:rsid w:val="00A92AAA"/>
    <w:rsid w:val="00A92C53"/>
    <w:rsid w:val="00A92E1E"/>
    <w:rsid w:val="00A93175"/>
    <w:rsid w:val="00A934E7"/>
    <w:rsid w:val="00A9356A"/>
    <w:rsid w:val="00A9362D"/>
    <w:rsid w:val="00A93978"/>
    <w:rsid w:val="00A93DE5"/>
    <w:rsid w:val="00A943E1"/>
    <w:rsid w:val="00A950E7"/>
    <w:rsid w:val="00A95291"/>
    <w:rsid w:val="00A9550E"/>
    <w:rsid w:val="00A9566A"/>
    <w:rsid w:val="00A958FC"/>
    <w:rsid w:val="00A95A2F"/>
    <w:rsid w:val="00A95B2B"/>
    <w:rsid w:val="00A95D46"/>
    <w:rsid w:val="00A9629B"/>
    <w:rsid w:val="00A96351"/>
    <w:rsid w:val="00A963D0"/>
    <w:rsid w:val="00A96762"/>
    <w:rsid w:val="00A9687C"/>
    <w:rsid w:val="00A96AB8"/>
    <w:rsid w:val="00A96CCB"/>
    <w:rsid w:val="00A971AB"/>
    <w:rsid w:val="00A973FB"/>
    <w:rsid w:val="00A977FB"/>
    <w:rsid w:val="00AA05E5"/>
    <w:rsid w:val="00AA0868"/>
    <w:rsid w:val="00AA0BFA"/>
    <w:rsid w:val="00AA11A3"/>
    <w:rsid w:val="00AA1433"/>
    <w:rsid w:val="00AA177E"/>
    <w:rsid w:val="00AA1869"/>
    <w:rsid w:val="00AA1ADC"/>
    <w:rsid w:val="00AA1C78"/>
    <w:rsid w:val="00AA1E5D"/>
    <w:rsid w:val="00AA2939"/>
    <w:rsid w:val="00AA2A2D"/>
    <w:rsid w:val="00AA2BCC"/>
    <w:rsid w:val="00AA300D"/>
    <w:rsid w:val="00AA34C4"/>
    <w:rsid w:val="00AA35B6"/>
    <w:rsid w:val="00AA37E9"/>
    <w:rsid w:val="00AA3D55"/>
    <w:rsid w:val="00AA3EE2"/>
    <w:rsid w:val="00AA4496"/>
    <w:rsid w:val="00AA44D4"/>
    <w:rsid w:val="00AA45D8"/>
    <w:rsid w:val="00AA475C"/>
    <w:rsid w:val="00AA47E3"/>
    <w:rsid w:val="00AA48BF"/>
    <w:rsid w:val="00AA4B72"/>
    <w:rsid w:val="00AA4BD1"/>
    <w:rsid w:val="00AA4C6E"/>
    <w:rsid w:val="00AA4CEE"/>
    <w:rsid w:val="00AA4DCA"/>
    <w:rsid w:val="00AA502C"/>
    <w:rsid w:val="00AA59E3"/>
    <w:rsid w:val="00AA5A61"/>
    <w:rsid w:val="00AA5AE2"/>
    <w:rsid w:val="00AA5F01"/>
    <w:rsid w:val="00AA5FFD"/>
    <w:rsid w:val="00AA616A"/>
    <w:rsid w:val="00AA634D"/>
    <w:rsid w:val="00AA66CE"/>
    <w:rsid w:val="00AA69F4"/>
    <w:rsid w:val="00AA6AEB"/>
    <w:rsid w:val="00AA6B10"/>
    <w:rsid w:val="00AA6DBC"/>
    <w:rsid w:val="00AA7991"/>
    <w:rsid w:val="00AA7E39"/>
    <w:rsid w:val="00AB0338"/>
    <w:rsid w:val="00AB0640"/>
    <w:rsid w:val="00AB0BBB"/>
    <w:rsid w:val="00AB0C69"/>
    <w:rsid w:val="00AB0C9F"/>
    <w:rsid w:val="00AB0FC8"/>
    <w:rsid w:val="00AB121A"/>
    <w:rsid w:val="00AB123F"/>
    <w:rsid w:val="00AB12C8"/>
    <w:rsid w:val="00AB1329"/>
    <w:rsid w:val="00AB1840"/>
    <w:rsid w:val="00AB189D"/>
    <w:rsid w:val="00AB1914"/>
    <w:rsid w:val="00AB1A59"/>
    <w:rsid w:val="00AB1D06"/>
    <w:rsid w:val="00AB1FB5"/>
    <w:rsid w:val="00AB2249"/>
    <w:rsid w:val="00AB2352"/>
    <w:rsid w:val="00AB23B1"/>
    <w:rsid w:val="00AB2426"/>
    <w:rsid w:val="00AB245D"/>
    <w:rsid w:val="00AB2713"/>
    <w:rsid w:val="00AB2848"/>
    <w:rsid w:val="00AB2AE4"/>
    <w:rsid w:val="00AB2CBC"/>
    <w:rsid w:val="00AB3096"/>
    <w:rsid w:val="00AB31C2"/>
    <w:rsid w:val="00AB31E2"/>
    <w:rsid w:val="00AB32EB"/>
    <w:rsid w:val="00AB33A5"/>
    <w:rsid w:val="00AB350B"/>
    <w:rsid w:val="00AB366F"/>
    <w:rsid w:val="00AB3688"/>
    <w:rsid w:val="00AB3794"/>
    <w:rsid w:val="00AB37F2"/>
    <w:rsid w:val="00AB3D15"/>
    <w:rsid w:val="00AB4464"/>
    <w:rsid w:val="00AB453C"/>
    <w:rsid w:val="00AB4A0F"/>
    <w:rsid w:val="00AB508C"/>
    <w:rsid w:val="00AB533E"/>
    <w:rsid w:val="00AB54FB"/>
    <w:rsid w:val="00AB577D"/>
    <w:rsid w:val="00AB57AB"/>
    <w:rsid w:val="00AB5D93"/>
    <w:rsid w:val="00AB5EA2"/>
    <w:rsid w:val="00AB628A"/>
    <w:rsid w:val="00AB6508"/>
    <w:rsid w:val="00AB6A25"/>
    <w:rsid w:val="00AB6C30"/>
    <w:rsid w:val="00AB6D33"/>
    <w:rsid w:val="00AB6D46"/>
    <w:rsid w:val="00AB6DFE"/>
    <w:rsid w:val="00AB6EB5"/>
    <w:rsid w:val="00AB7442"/>
    <w:rsid w:val="00AB7582"/>
    <w:rsid w:val="00AB7C74"/>
    <w:rsid w:val="00AB7C81"/>
    <w:rsid w:val="00AB7EF1"/>
    <w:rsid w:val="00AC0041"/>
    <w:rsid w:val="00AC005A"/>
    <w:rsid w:val="00AC00FF"/>
    <w:rsid w:val="00AC024A"/>
    <w:rsid w:val="00AC0498"/>
    <w:rsid w:val="00AC04E0"/>
    <w:rsid w:val="00AC0818"/>
    <w:rsid w:val="00AC0BDF"/>
    <w:rsid w:val="00AC0E5F"/>
    <w:rsid w:val="00AC112B"/>
    <w:rsid w:val="00AC1518"/>
    <w:rsid w:val="00AC1555"/>
    <w:rsid w:val="00AC167B"/>
    <w:rsid w:val="00AC1DCE"/>
    <w:rsid w:val="00AC1E9A"/>
    <w:rsid w:val="00AC1EB7"/>
    <w:rsid w:val="00AC1EDA"/>
    <w:rsid w:val="00AC229B"/>
    <w:rsid w:val="00AC23D1"/>
    <w:rsid w:val="00AC26AD"/>
    <w:rsid w:val="00AC2A3E"/>
    <w:rsid w:val="00AC2A92"/>
    <w:rsid w:val="00AC3098"/>
    <w:rsid w:val="00AC325B"/>
    <w:rsid w:val="00AC389B"/>
    <w:rsid w:val="00AC38BC"/>
    <w:rsid w:val="00AC38CE"/>
    <w:rsid w:val="00AC3AE6"/>
    <w:rsid w:val="00AC3AED"/>
    <w:rsid w:val="00AC3F45"/>
    <w:rsid w:val="00AC40BD"/>
    <w:rsid w:val="00AC4176"/>
    <w:rsid w:val="00AC41D8"/>
    <w:rsid w:val="00AC4304"/>
    <w:rsid w:val="00AC4518"/>
    <w:rsid w:val="00AC4777"/>
    <w:rsid w:val="00AC486D"/>
    <w:rsid w:val="00AC4A64"/>
    <w:rsid w:val="00AC4DA6"/>
    <w:rsid w:val="00AC5045"/>
    <w:rsid w:val="00AC5344"/>
    <w:rsid w:val="00AC534D"/>
    <w:rsid w:val="00AC549E"/>
    <w:rsid w:val="00AC54DE"/>
    <w:rsid w:val="00AC5706"/>
    <w:rsid w:val="00AC5BD5"/>
    <w:rsid w:val="00AC5C0A"/>
    <w:rsid w:val="00AC623F"/>
    <w:rsid w:val="00AC63EF"/>
    <w:rsid w:val="00AC6944"/>
    <w:rsid w:val="00AC6BCE"/>
    <w:rsid w:val="00AC6C94"/>
    <w:rsid w:val="00AC6E0A"/>
    <w:rsid w:val="00AC6E41"/>
    <w:rsid w:val="00AC6F9A"/>
    <w:rsid w:val="00AC7128"/>
    <w:rsid w:val="00AC71C6"/>
    <w:rsid w:val="00AC72D6"/>
    <w:rsid w:val="00AC7508"/>
    <w:rsid w:val="00AC7D12"/>
    <w:rsid w:val="00AC7EF2"/>
    <w:rsid w:val="00AD01A9"/>
    <w:rsid w:val="00AD0293"/>
    <w:rsid w:val="00AD0628"/>
    <w:rsid w:val="00AD0A25"/>
    <w:rsid w:val="00AD0F87"/>
    <w:rsid w:val="00AD11E1"/>
    <w:rsid w:val="00AD13EF"/>
    <w:rsid w:val="00AD16D1"/>
    <w:rsid w:val="00AD1BA3"/>
    <w:rsid w:val="00AD1C91"/>
    <w:rsid w:val="00AD1CC0"/>
    <w:rsid w:val="00AD20AC"/>
    <w:rsid w:val="00AD217D"/>
    <w:rsid w:val="00AD27CB"/>
    <w:rsid w:val="00AD27DC"/>
    <w:rsid w:val="00AD2923"/>
    <w:rsid w:val="00AD2AF1"/>
    <w:rsid w:val="00AD2C53"/>
    <w:rsid w:val="00AD2D8B"/>
    <w:rsid w:val="00AD32B5"/>
    <w:rsid w:val="00AD3336"/>
    <w:rsid w:val="00AD33C4"/>
    <w:rsid w:val="00AD3460"/>
    <w:rsid w:val="00AD3518"/>
    <w:rsid w:val="00AD3586"/>
    <w:rsid w:val="00AD3619"/>
    <w:rsid w:val="00AD367F"/>
    <w:rsid w:val="00AD370C"/>
    <w:rsid w:val="00AD382B"/>
    <w:rsid w:val="00AD38FB"/>
    <w:rsid w:val="00AD39CC"/>
    <w:rsid w:val="00AD39E9"/>
    <w:rsid w:val="00AD3EBE"/>
    <w:rsid w:val="00AD4036"/>
    <w:rsid w:val="00AD44F5"/>
    <w:rsid w:val="00AD4C1D"/>
    <w:rsid w:val="00AD4C41"/>
    <w:rsid w:val="00AD5120"/>
    <w:rsid w:val="00AD53DF"/>
    <w:rsid w:val="00AD56DF"/>
    <w:rsid w:val="00AD58CC"/>
    <w:rsid w:val="00AD5B27"/>
    <w:rsid w:val="00AD65B6"/>
    <w:rsid w:val="00AD68AB"/>
    <w:rsid w:val="00AD68BA"/>
    <w:rsid w:val="00AD6B33"/>
    <w:rsid w:val="00AD6C10"/>
    <w:rsid w:val="00AD6F46"/>
    <w:rsid w:val="00AD7455"/>
    <w:rsid w:val="00AD7709"/>
    <w:rsid w:val="00AD776F"/>
    <w:rsid w:val="00AD77B4"/>
    <w:rsid w:val="00AD77F5"/>
    <w:rsid w:val="00AD786F"/>
    <w:rsid w:val="00AD7910"/>
    <w:rsid w:val="00AD7A05"/>
    <w:rsid w:val="00AD7A4B"/>
    <w:rsid w:val="00AD7AB9"/>
    <w:rsid w:val="00AD7D68"/>
    <w:rsid w:val="00AE0429"/>
    <w:rsid w:val="00AE0C52"/>
    <w:rsid w:val="00AE10FC"/>
    <w:rsid w:val="00AE1141"/>
    <w:rsid w:val="00AE143A"/>
    <w:rsid w:val="00AE1538"/>
    <w:rsid w:val="00AE1B37"/>
    <w:rsid w:val="00AE21BE"/>
    <w:rsid w:val="00AE28D4"/>
    <w:rsid w:val="00AE2E2A"/>
    <w:rsid w:val="00AE3212"/>
    <w:rsid w:val="00AE3226"/>
    <w:rsid w:val="00AE37A7"/>
    <w:rsid w:val="00AE392B"/>
    <w:rsid w:val="00AE3936"/>
    <w:rsid w:val="00AE3D81"/>
    <w:rsid w:val="00AE406B"/>
    <w:rsid w:val="00AE40AB"/>
    <w:rsid w:val="00AE411B"/>
    <w:rsid w:val="00AE4862"/>
    <w:rsid w:val="00AE490D"/>
    <w:rsid w:val="00AE4B9A"/>
    <w:rsid w:val="00AE4D71"/>
    <w:rsid w:val="00AE4F6D"/>
    <w:rsid w:val="00AE4FFB"/>
    <w:rsid w:val="00AE52C6"/>
    <w:rsid w:val="00AE52C9"/>
    <w:rsid w:val="00AE531D"/>
    <w:rsid w:val="00AE5472"/>
    <w:rsid w:val="00AE54BF"/>
    <w:rsid w:val="00AE5899"/>
    <w:rsid w:val="00AE5980"/>
    <w:rsid w:val="00AE5C27"/>
    <w:rsid w:val="00AE5D76"/>
    <w:rsid w:val="00AE6010"/>
    <w:rsid w:val="00AE6051"/>
    <w:rsid w:val="00AE6089"/>
    <w:rsid w:val="00AE6344"/>
    <w:rsid w:val="00AE69FF"/>
    <w:rsid w:val="00AE6A68"/>
    <w:rsid w:val="00AE6B35"/>
    <w:rsid w:val="00AE7571"/>
    <w:rsid w:val="00AE780F"/>
    <w:rsid w:val="00AE7887"/>
    <w:rsid w:val="00AE7A71"/>
    <w:rsid w:val="00AE7FB0"/>
    <w:rsid w:val="00AF00C2"/>
    <w:rsid w:val="00AF0178"/>
    <w:rsid w:val="00AF06DD"/>
    <w:rsid w:val="00AF0D98"/>
    <w:rsid w:val="00AF0EC5"/>
    <w:rsid w:val="00AF137D"/>
    <w:rsid w:val="00AF14FF"/>
    <w:rsid w:val="00AF1663"/>
    <w:rsid w:val="00AF1BDB"/>
    <w:rsid w:val="00AF1CE7"/>
    <w:rsid w:val="00AF1D32"/>
    <w:rsid w:val="00AF2156"/>
    <w:rsid w:val="00AF2438"/>
    <w:rsid w:val="00AF256D"/>
    <w:rsid w:val="00AF27F9"/>
    <w:rsid w:val="00AF3118"/>
    <w:rsid w:val="00AF3228"/>
    <w:rsid w:val="00AF3239"/>
    <w:rsid w:val="00AF3271"/>
    <w:rsid w:val="00AF34E6"/>
    <w:rsid w:val="00AF35CF"/>
    <w:rsid w:val="00AF397B"/>
    <w:rsid w:val="00AF3DB3"/>
    <w:rsid w:val="00AF4058"/>
    <w:rsid w:val="00AF40E9"/>
    <w:rsid w:val="00AF44A3"/>
    <w:rsid w:val="00AF44CD"/>
    <w:rsid w:val="00AF54C7"/>
    <w:rsid w:val="00AF580C"/>
    <w:rsid w:val="00AF5B12"/>
    <w:rsid w:val="00AF5C38"/>
    <w:rsid w:val="00AF5C3E"/>
    <w:rsid w:val="00AF5F7F"/>
    <w:rsid w:val="00AF5FEC"/>
    <w:rsid w:val="00AF61E5"/>
    <w:rsid w:val="00AF696C"/>
    <w:rsid w:val="00AF6DB9"/>
    <w:rsid w:val="00AF6FF2"/>
    <w:rsid w:val="00AF768E"/>
    <w:rsid w:val="00AF76FC"/>
    <w:rsid w:val="00B00028"/>
    <w:rsid w:val="00B0048B"/>
    <w:rsid w:val="00B0069A"/>
    <w:rsid w:val="00B00885"/>
    <w:rsid w:val="00B00903"/>
    <w:rsid w:val="00B00A3E"/>
    <w:rsid w:val="00B00B44"/>
    <w:rsid w:val="00B00CFA"/>
    <w:rsid w:val="00B00E8F"/>
    <w:rsid w:val="00B010C8"/>
    <w:rsid w:val="00B010E7"/>
    <w:rsid w:val="00B01744"/>
    <w:rsid w:val="00B01B86"/>
    <w:rsid w:val="00B01C9D"/>
    <w:rsid w:val="00B01D14"/>
    <w:rsid w:val="00B01E2B"/>
    <w:rsid w:val="00B01FC4"/>
    <w:rsid w:val="00B021A6"/>
    <w:rsid w:val="00B02401"/>
    <w:rsid w:val="00B025E2"/>
    <w:rsid w:val="00B0293F"/>
    <w:rsid w:val="00B02FCA"/>
    <w:rsid w:val="00B03374"/>
    <w:rsid w:val="00B0338E"/>
    <w:rsid w:val="00B03628"/>
    <w:rsid w:val="00B0384A"/>
    <w:rsid w:val="00B03BAA"/>
    <w:rsid w:val="00B046F0"/>
    <w:rsid w:val="00B049CE"/>
    <w:rsid w:val="00B04C26"/>
    <w:rsid w:val="00B05604"/>
    <w:rsid w:val="00B058FE"/>
    <w:rsid w:val="00B05CA8"/>
    <w:rsid w:val="00B05CF3"/>
    <w:rsid w:val="00B05E07"/>
    <w:rsid w:val="00B06379"/>
    <w:rsid w:val="00B06851"/>
    <w:rsid w:val="00B06CA7"/>
    <w:rsid w:val="00B06D3D"/>
    <w:rsid w:val="00B06F07"/>
    <w:rsid w:val="00B07249"/>
    <w:rsid w:val="00B072DD"/>
    <w:rsid w:val="00B07428"/>
    <w:rsid w:val="00B0744C"/>
    <w:rsid w:val="00B0745E"/>
    <w:rsid w:val="00B07822"/>
    <w:rsid w:val="00B07843"/>
    <w:rsid w:val="00B078EB"/>
    <w:rsid w:val="00B07933"/>
    <w:rsid w:val="00B07A9C"/>
    <w:rsid w:val="00B07BA8"/>
    <w:rsid w:val="00B07BB7"/>
    <w:rsid w:val="00B07F12"/>
    <w:rsid w:val="00B100CE"/>
    <w:rsid w:val="00B101F5"/>
    <w:rsid w:val="00B1033C"/>
    <w:rsid w:val="00B10388"/>
    <w:rsid w:val="00B1081E"/>
    <w:rsid w:val="00B10ACA"/>
    <w:rsid w:val="00B10C8B"/>
    <w:rsid w:val="00B111B5"/>
    <w:rsid w:val="00B1154B"/>
    <w:rsid w:val="00B11B16"/>
    <w:rsid w:val="00B11C3B"/>
    <w:rsid w:val="00B11C57"/>
    <w:rsid w:val="00B11CCA"/>
    <w:rsid w:val="00B11D34"/>
    <w:rsid w:val="00B11F0F"/>
    <w:rsid w:val="00B1204A"/>
    <w:rsid w:val="00B12B5B"/>
    <w:rsid w:val="00B12C44"/>
    <w:rsid w:val="00B12C99"/>
    <w:rsid w:val="00B12E7F"/>
    <w:rsid w:val="00B13324"/>
    <w:rsid w:val="00B13461"/>
    <w:rsid w:val="00B1376E"/>
    <w:rsid w:val="00B140D5"/>
    <w:rsid w:val="00B141CF"/>
    <w:rsid w:val="00B143C6"/>
    <w:rsid w:val="00B14A48"/>
    <w:rsid w:val="00B14A89"/>
    <w:rsid w:val="00B14B74"/>
    <w:rsid w:val="00B14C1B"/>
    <w:rsid w:val="00B14F88"/>
    <w:rsid w:val="00B15330"/>
    <w:rsid w:val="00B1592E"/>
    <w:rsid w:val="00B16200"/>
    <w:rsid w:val="00B16901"/>
    <w:rsid w:val="00B169CE"/>
    <w:rsid w:val="00B169E6"/>
    <w:rsid w:val="00B16BE6"/>
    <w:rsid w:val="00B16D75"/>
    <w:rsid w:val="00B16F2C"/>
    <w:rsid w:val="00B172B7"/>
    <w:rsid w:val="00B178F7"/>
    <w:rsid w:val="00B2002A"/>
    <w:rsid w:val="00B20498"/>
    <w:rsid w:val="00B206B7"/>
    <w:rsid w:val="00B206ED"/>
    <w:rsid w:val="00B20AA3"/>
    <w:rsid w:val="00B20B0A"/>
    <w:rsid w:val="00B20FDC"/>
    <w:rsid w:val="00B215BC"/>
    <w:rsid w:val="00B21964"/>
    <w:rsid w:val="00B2198E"/>
    <w:rsid w:val="00B21EB8"/>
    <w:rsid w:val="00B21FD5"/>
    <w:rsid w:val="00B22215"/>
    <w:rsid w:val="00B2235C"/>
    <w:rsid w:val="00B22733"/>
    <w:rsid w:val="00B227C3"/>
    <w:rsid w:val="00B22869"/>
    <w:rsid w:val="00B22975"/>
    <w:rsid w:val="00B22A6E"/>
    <w:rsid w:val="00B22A80"/>
    <w:rsid w:val="00B22DE3"/>
    <w:rsid w:val="00B234E1"/>
    <w:rsid w:val="00B23768"/>
    <w:rsid w:val="00B23B32"/>
    <w:rsid w:val="00B23DD5"/>
    <w:rsid w:val="00B23F80"/>
    <w:rsid w:val="00B2441F"/>
    <w:rsid w:val="00B24785"/>
    <w:rsid w:val="00B247B4"/>
    <w:rsid w:val="00B24C8D"/>
    <w:rsid w:val="00B24D50"/>
    <w:rsid w:val="00B24EC4"/>
    <w:rsid w:val="00B25047"/>
    <w:rsid w:val="00B250AA"/>
    <w:rsid w:val="00B25337"/>
    <w:rsid w:val="00B25364"/>
    <w:rsid w:val="00B2546B"/>
    <w:rsid w:val="00B25A37"/>
    <w:rsid w:val="00B25F06"/>
    <w:rsid w:val="00B25F7A"/>
    <w:rsid w:val="00B266D1"/>
    <w:rsid w:val="00B267A1"/>
    <w:rsid w:val="00B26A14"/>
    <w:rsid w:val="00B26AF8"/>
    <w:rsid w:val="00B27388"/>
    <w:rsid w:val="00B27884"/>
    <w:rsid w:val="00B303DE"/>
    <w:rsid w:val="00B30691"/>
    <w:rsid w:val="00B307A7"/>
    <w:rsid w:val="00B307D5"/>
    <w:rsid w:val="00B3089B"/>
    <w:rsid w:val="00B3091B"/>
    <w:rsid w:val="00B3096F"/>
    <w:rsid w:val="00B30A64"/>
    <w:rsid w:val="00B30FE9"/>
    <w:rsid w:val="00B310D7"/>
    <w:rsid w:val="00B31291"/>
    <w:rsid w:val="00B313B3"/>
    <w:rsid w:val="00B314C2"/>
    <w:rsid w:val="00B31513"/>
    <w:rsid w:val="00B315C9"/>
    <w:rsid w:val="00B3166E"/>
    <w:rsid w:val="00B31A16"/>
    <w:rsid w:val="00B31F80"/>
    <w:rsid w:val="00B31F86"/>
    <w:rsid w:val="00B32390"/>
    <w:rsid w:val="00B32692"/>
    <w:rsid w:val="00B32703"/>
    <w:rsid w:val="00B32E4A"/>
    <w:rsid w:val="00B33090"/>
    <w:rsid w:val="00B33294"/>
    <w:rsid w:val="00B33314"/>
    <w:rsid w:val="00B3355D"/>
    <w:rsid w:val="00B335C2"/>
    <w:rsid w:val="00B3389C"/>
    <w:rsid w:val="00B338D8"/>
    <w:rsid w:val="00B339F0"/>
    <w:rsid w:val="00B33DDA"/>
    <w:rsid w:val="00B33EFF"/>
    <w:rsid w:val="00B33F18"/>
    <w:rsid w:val="00B34018"/>
    <w:rsid w:val="00B340D6"/>
    <w:rsid w:val="00B34367"/>
    <w:rsid w:val="00B344BC"/>
    <w:rsid w:val="00B347DF"/>
    <w:rsid w:val="00B3482D"/>
    <w:rsid w:val="00B34904"/>
    <w:rsid w:val="00B349B1"/>
    <w:rsid w:val="00B349C4"/>
    <w:rsid w:val="00B34B14"/>
    <w:rsid w:val="00B34B2B"/>
    <w:rsid w:val="00B34B55"/>
    <w:rsid w:val="00B34C49"/>
    <w:rsid w:val="00B34F84"/>
    <w:rsid w:val="00B350F7"/>
    <w:rsid w:val="00B3554E"/>
    <w:rsid w:val="00B35553"/>
    <w:rsid w:val="00B356CC"/>
    <w:rsid w:val="00B358A3"/>
    <w:rsid w:val="00B35C1F"/>
    <w:rsid w:val="00B35CB0"/>
    <w:rsid w:val="00B35FC1"/>
    <w:rsid w:val="00B36040"/>
    <w:rsid w:val="00B3606C"/>
    <w:rsid w:val="00B360D0"/>
    <w:rsid w:val="00B3610A"/>
    <w:rsid w:val="00B3647C"/>
    <w:rsid w:val="00B364DE"/>
    <w:rsid w:val="00B36577"/>
    <w:rsid w:val="00B36637"/>
    <w:rsid w:val="00B3663C"/>
    <w:rsid w:val="00B366AF"/>
    <w:rsid w:val="00B36A84"/>
    <w:rsid w:val="00B36C15"/>
    <w:rsid w:val="00B36D11"/>
    <w:rsid w:val="00B36D30"/>
    <w:rsid w:val="00B36F7C"/>
    <w:rsid w:val="00B36FA7"/>
    <w:rsid w:val="00B3724A"/>
    <w:rsid w:val="00B37388"/>
    <w:rsid w:val="00B374A0"/>
    <w:rsid w:val="00B37832"/>
    <w:rsid w:val="00B37D06"/>
    <w:rsid w:val="00B37EC9"/>
    <w:rsid w:val="00B40198"/>
    <w:rsid w:val="00B401ED"/>
    <w:rsid w:val="00B402EC"/>
    <w:rsid w:val="00B40928"/>
    <w:rsid w:val="00B40BA3"/>
    <w:rsid w:val="00B40EED"/>
    <w:rsid w:val="00B41361"/>
    <w:rsid w:val="00B4144B"/>
    <w:rsid w:val="00B41A6C"/>
    <w:rsid w:val="00B41DEA"/>
    <w:rsid w:val="00B41F96"/>
    <w:rsid w:val="00B42294"/>
    <w:rsid w:val="00B429D7"/>
    <w:rsid w:val="00B42BDF"/>
    <w:rsid w:val="00B42D5D"/>
    <w:rsid w:val="00B43053"/>
    <w:rsid w:val="00B435C2"/>
    <w:rsid w:val="00B43B49"/>
    <w:rsid w:val="00B43E4E"/>
    <w:rsid w:val="00B44174"/>
    <w:rsid w:val="00B443C4"/>
    <w:rsid w:val="00B44600"/>
    <w:rsid w:val="00B44E5D"/>
    <w:rsid w:val="00B44F75"/>
    <w:rsid w:val="00B44F7A"/>
    <w:rsid w:val="00B45439"/>
    <w:rsid w:val="00B454A0"/>
    <w:rsid w:val="00B45769"/>
    <w:rsid w:val="00B4580A"/>
    <w:rsid w:val="00B45A72"/>
    <w:rsid w:val="00B46EF9"/>
    <w:rsid w:val="00B4721F"/>
    <w:rsid w:val="00B474F3"/>
    <w:rsid w:val="00B47585"/>
    <w:rsid w:val="00B476E6"/>
    <w:rsid w:val="00B477AB"/>
    <w:rsid w:val="00B478D7"/>
    <w:rsid w:val="00B47ECE"/>
    <w:rsid w:val="00B50388"/>
    <w:rsid w:val="00B503A9"/>
    <w:rsid w:val="00B50A85"/>
    <w:rsid w:val="00B50D46"/>
    <w:rsid w:val="00B50DA9"/>
    <w:rsid w:val="00B50EF2"/>
    <w:rsid w:val="00B50F4B"/>
    <w:rsid w:val="00B51321"/>
    <w:rsid w:val="00B51620"/>
    <w:rsid w:val="00B517CE"/>
    <w:rsid w:val="00B518C3"/>
    <w:rsid w:val="00B51AAF"/>
    <w:rsid w:val="00B5204C"/>
    <w:rsid w:val="00B520D6"/>
    <w:rsid w:val="00B521FA"/>
    <w:rsid w:val="00B522F7"/>
    <w:rsid w:val="00B52827"/>
    <w:rsid w:val="00B52AA9"/>
    <w:rsid w:val="00B52AD6"/>
    <w:rsid w:val="00B52CEC"/>
    <w:rsid w:val="00B52DE5"/>
    <w:rsid w:val="00B52F4D"/>
    <w:rsid w:val="00B530F8"/>
    <w:rsid w:val="00B53331"/>
    <w:rsid w:val="00B53371"/>
    <w:rsid w:val="00B53490"/>
    <w:rsid w:val="00B534AA"/>
    <w:rsid w:val="00B5373C"/>
    <w:rsid w:val="00B53E55"/>
    <w:rsid w:val="00B54279"/>
    <w:rsid w:val="00B542D1"/>
    <w:rsid w:val="00B54488"/>
    <w:rsid w:val="00B5457F"/>
    <w:rsid w:val="00B5474E"/>
    <w:rsid w:val="00B54CFF"/>
    <w:rsid w:val="00B550F9"/>
    <w:rsid w:val="00B554B3"/>
    <w:rsid w:val="00B5556F"/>
    <w:rsid w:val="00B55F61"/>
    <w:rsid w:val="00B55F97"/>
    <w:rsid w:val="00B56333"/>
    <w:rsid w:val="00B56839"/>
    <w:rsid w:val="00B56923"/>
    <w:rsid w:val="00B569BB"/>
    <w:rsid w:val="00B569CB"/>
    <w:rsid w:val="00B56DAA"/>
    <w:rsid w:val="00B5712A"/>
    <w:rsid w:val="00B57382"/>
    <w:rsid w:val="00B573BA"/>
    <w:rsid w:val="00B57529"/>
    <w:rsid w:val="00B579EA"/>
    <w:rsid w:val="00B57FBF"/>
    <w:rsid w:val="00B610D6"/>
    <w:rsid w:val="00B619B2"/>
    <w:rsid w:val="00B61A38"/>
    <w:rsid w:val="00B61B71"/>
    <w:rsid w:val="00B62242"/>
    <w:rsid w:val="00B624B7"/>
    <w:rsid w:val="00B625E0"/>
    <w:rsid w:val="00B628A8"/>
    <w:rsid w:val="00B62A2B"/>
    <w:rsid w:val="00B62FB2"/>
    <w:rsid w:val="00B6307F"/>
    <w:rsid w:val="00B63360"/>
    <w:rsid w:val="00B634AC"/>
    <w:rsid w:val="00B63737"/>
    <w:rsid w:val="00B63B6E"/>
    <w:rsid w:val="00B63C41"/>
    <w:rsid w:val="00B63FC6"/>
    <w:rsid w:val="00B63FE7"/>
    <w:rsid w:val="00B64219"/>
    <w:rsid w:val="00B64619"/>
    <w:rsid w:val="00B6474A"/>
    <w:rsid w:val="00B648E8"/>
    <w:rsid w:val="00B6490B"/>
    <w:rsid w:val="00B6491A"/>
    <w:rsid w:val="00B64D91"/>
    <w:rsid w:val="00B64E63"/>
    <w:rsid w:val="00B652DA"/>
    <w:rsid w:val="00B65534"/>
    <w:rsid w:val="00B65653"/>
    <w:rsid w:val="00B65956"/>
    <w:rsid w:val="00B65DE6"/>
    <w:rsid w:val="00B66018"/>
    <w:rsid w:val="00B66026"/>
    <w:rsid w:val="00B662A3"/>
    <w:rsid w:val="00B66529"/>
    <w:rsid w:val="00B66680"/>
    <w:rsid w:val="00B6670B"/>
    <w:rsid w:val="00B66C08"/>
    <w:rsid w:val="00B675BF"/>
    <w:rsid w:val="00B67A05"/>
    <w:rsid w:val="00B67F5D"/>
    <w:rsid w:val="00B70394"/>
    <w:rsid w:val="00B708FA"/>
    <w:rsid w:val="00B7099A"/>
    <w:rsid w:val="00B70BEC"/>
    <w:rsid w:val="00B70ED0"/>
    <w:rsid w:val="00B71112"/>
    <w:rsid w:val="00B71415"/>
    <w:rsid w:val="00B7184B"/>
    <w:rsid w:val="00B71A5B"/>
    <w:rsid w:val="00B71F82"/>
    <w:rsid w:val="00B72243"/>
    <w:rsid w:val="00B725F9"/>
    <w:rsid w:val="00B729F3"/>
    <w:rsid w:val="00B72A05"/>
    <w:rsid w:val="00B72BBE"/>
    <w:rsid w:val="00B72E44"/>
    <w:rsid w:val="00B730A6"/>
    <w:rsid w:val="00B73165"/>
    <w:rsid w:val="00B732B5"/>
    <w:rsid w:val="00B7331A"/>
    <w:rsid w:val="00B7336F"/>
    <w:rsid w:val="00B7371F"/>
    <w:rsid w:val="00B737D5"/>
    <w:rsid w:val="00B7446D"/>
    <w:rsid w:val="00B74719"/>
    <w:rsid w:val="00B7472F"/>
    <w:rsid w:val="00B74762"/>
    <w:rsid w:val="00B749D9"/>
    <w:rsid w:val="00B753BA"/>
    <w:rsid w:val="00B75D2E"/>
    <w:rsid w:val="00B75D91"/>
    <w:rsid w:val="00B760D3"/>
    <w:rsid w:val="00B760FD"/>
    <w:rsid w:val="00B763FA"/>
    <w:rsid w:val="00B76504"/>
    <w:rsid w:val="00B769F2"/>
    <w:rsid w:val="00B76CAC"/>
    <w:rsid w:val="00B76CD9"/>
    <w:rsid w:val="00B76D2C"/>
    <w:rsid w:val="00B76ED5"/>
    <w:rsid w:val="00B77382"/>
    <w:rsid w:val="00B77584"/>
    <w:rsid w:val="00B77612"/>
    <w:rsid w:val="00B803C8"/>
    <w:rsid w:val="00B805B0"/>
    <w:rsid w:val="00B805C6"/>
    <w:rsid w:val="00B80604"/>
    <w:rsid w:val="00B8092A"/>
    <w:rsid w:val="00B80A8E"/>
    <w:rsid w:val="00B80DED"/>
    <w:rsid w:val="00B8104A"/>
    <w:rsid w:val="00B81539"/>
    <w:rsid w:val="00B81615"/>
    <w:rsid w:val="00B82144"/>
    <w:rsid w:val="00B824A2"/>
    <w:rsid w:val="00B8250F"/>
    <w:rsid w:val="00B827D3"/>
    <w:rsid w:val="00B82A2A"/>
    <w:rsid w:val="00B82EC0"/>
    <w:rsid w:val="00B831C5"/>
    <w:rsid w:val="00B83389"/>
    <w:rsid w:val="00B83570"/>
    <w:rsid w:val="00B83986"/>
    <w:rsid w:val="00B83B6C"/>
    <w:rsid w:val="00B83CA7"/>
    <w:rsid w:val="00B84253"/>
    <w:rsid w:val="00B845F8"/>
    <w:rsid w:val="00B847D1"/>
    <w:rsid w:val="00B84C38"/>
    <w:rsid w:val="00B84DC0"/>
    <w:rsid w:val="00B851F9"/>
    <w:rsid w:val="00B8547A"/>
    <w:rsid w:val="00B85612"/>
    <w:rsid w:val="00B85757"/>
    <w:rsid w:val="00B859D8"/>
    <w:rsid w:val="00B85E49"/>
    <w:rsid w:val="00B85EB2"/>
    <w:rsid w:val="00B8623A"/>
    <w:rsid w:val="00B86292"/>
    <w:rsid w:val="00B8630E"/>
    <w:rsid w:val="00B86438"/>
    <w:rsid w:val="00B8648A"/>
    <w:rsid w:val="00B86847"/>
    <w:rsid w:val="00B86957"/>
    <w:rsid w:val="00B872C6"/>
    <w:rsid w:val="00B873E0"/>
    <w:rsid w:val="00B8762A"/>
    <w:rsid w:val="00B87A92"/>
    <w:rsid w:val="00B87DFA"/>
    <w:rsid w:val="00B87FAE"/>
    <w:rsid w:val="00B9017C"/>
    <w:rsid w:val="00B9027E"/>
    <w:rsid w:val="00B90369"/>
    <w:rsid w:val="00B904FA"/>
    <w:rsid w:val="00B9058D"/>
    <w:rsid w:val="00B9060B"/>
    <w:rsid w:val="00B907E1"/>
    <w:rsid w:val="00B9082D"/>
    <w:rsid w:val="00B90BF1"/>
    <w:rsid w:val="00B90DC2"/>
    <w:rsid w:val="00B90FD6"/>
    <w:rsid w:val="00B91319"/>
    <w:rsid w:val="00B91CD2"/>
    <w:rsid w:val="00B91CEB"/>
    <w:rsid w:val="00B9205A"/>
    <w:rsid w:val="00B922EE"/>
    <w:rsid w:val="00B9264D"/>
    <w:rsid w:val="00B92714"/>
    <w:rsid w:val="00B92B7A"/>
    <w:rsid w:val="00B92BDB"/>
    <w:rsid w:val="00B92D58"/>
    <w:rsid w:val="00B9320D"/>
    <w:rsid w:val="00B93636"/>
    <w:rsid w:val="00B938FB"/>
    <w:rsid w:val="00B939EA"/>
    <w:rsid w:val="00B93B6B"/>
    <w:rsid w:val="00B93B73"/>
    <w:rsid w:val="00B93E36"/>
    <w:rsid w:val="00B9403C"/>
    <w:rsid w:val="00B94135"/>
    <w:rsid w:val="00B94265"/>
    <w:rsid w:val="00B946EC"/>
    <w:rsid w:val="00B94750"/>
    <w:rsid w:val="00B94825"/>
    <w:rsid w:val="00B94AA5"/>
    <w:rsid w:val="00B94BC3"/>
    <w:rsid w:val="00B950B5"/>
    <w:rsid w:val="00B953F7"/>
    <w:rsid w:val="00B956D5"/>
    <w:rsid w:val="00B957AA"/>
    <w:rsid w:val="00B9591B"/>
    <w:rsid w:val="00B95D00"/>
    <w:rsid w:val="00B962DC"/>
    <w:rsid w:val="00B96494"/>
    <w:rsid w:val="00B965FF"/>
    <w:rsid w:val="00B96BC3"/>
    <w:rsid w:val="00B96D2A"/>
    <w:rsid w:val="00B971D6"/>
    <w:rsid w:val="00B973BF"/>
    <w:rsid w:val="00B97444"/>
    <w:rsid w:val="00B975DD"/>
    <w:rsid w:val="00B97DF6"/>
    <w:rsid w:val="00B97E15"/>
    <w:rsid w:val="00B97E77"/>
    <w:rsid w:val="00B97F1F"/>
    <w:rsid w:val="00BA00C7"/>
    <w:rsid w:val="00BA0205"/>
    <w:rsid w:val="00BA0616"/>
    <w:rsid w:val="00BA12F6"/>
    <w:rsid w:val="00BA13B8"/>
    <w:rsid w:val="00BA142C"/>
    <w:rsid w:val="00BA168E"/>
    <w:rsid w:val="00BA169E"/>
    <w:rsid w:val="00BA186F"/>
    <w:rsid w:val="00BA1CE9"/>
    <w:rsid w:val="00BA1EDA"/>
    <w:rsid w:val="00BA2043"/>
    <w:rsid w:val="00BA2176"/>
    <w:rsid w:val="00BA2259"/>
    <w:rsid w:val="00BA2416"/>
    <w:rsid w:val="00BA242A"/>
    <w:rsid w:val="00BA26BB"/>
    <w:rsid w:val="00BA28F7"/>
    <w:rsid w:val="00BA2F3A"/>
    <w:rsid w:val="00BA302D"/>
    <w:rsid w:val="00BA31E5"/>
    <w:rsid w:val="00BA331D"/>
    <w:rsid w:val="00BA337B"/>
    <w:rsid w:val="00BA3447"/>
    <w:rsid w:val="00BA4103"/>
    <w:rsid w:val="00BA41F9"/>
    <w:rsid w:val="00BA421D"/>
    <w:rsid w:val="00BA4450"/>
    <w:rsid w:val="00BA44A6"/>
    <w:rsid w:val="00BA46FB"/>
    <w:rsid w:val="00BA4A2F"/>
    <w:rsid w:val="00BA4C72"/>
    <w:rsid w:val="00BA4F4B"/>
    <w:rsid w:val="00BA567D"/>
    <w:rsid w:val="00BA56C1"/>
    <w:rsid w:val="00BA5F73"/>
    <w:rsid w:val="00BA6155"/>
    <w:rsid w:val="00BA6415"/>
    <w:rsid w:val="00BA6499"/>
    <w:rsid w:val="00BA6614"/>
    <w:rsid w:val="00BA68ED"/>
    <w:rsid w:val="00BA6B8D"/>
    <w:rsid w:val="00BA6BDA"/>
    <w:rsid w:val="00BA6CB9"/>
    <w:rsid w:val="00BA7177"/>
    <w:rsid w:val="00BA71A8"/>
    <w:rsid w:val="00BA7200"/>
    <w:rsid w:val="00BA72B1"/>
    <w:rsid w:val="00BA7349"/>
    <w:rsid w:val="00BA7407"/>
    <w:rsid w:val="00BA7852"/>
    <w:rsid w:val="00BA78A5"/>
    <w:rsid w:val="00BA79ED"/>
    <w:rsid w:val="00BA7AAC"/>
    <w:rsid w:val="00BA7B6A"/>
    <w:rsid w:val="00BA7C06"/>
    <w:rsid w:val="00BA7F6F"/>
    <w:rsid w:val="00BA7FC0"/>
    <w:rsid w:val="00BB016D"/>
    <w:rsid w:val="00BB0D6F"/>
    <w:rsid w:val="00BB134F"/>
    <w:rsid w:val="00BB139F"/>
    <w:rsid w:val="00BB13BF"/>
    <w:rsid w:val="00BB1F9C"/>
    <w:rsid w:val="00BB2015"/>
    <w:rsid w:val="00BB215A"/>
    <w:rsid w:val="00BB219C"/>
    <w:rsid w:val="00BB2335"/>
    <w:rsid w:val="00BB253C"/>
    <w:rsid w:val="00BB2707"/>
    <w:rsid w:val="00BB2957"/>
    <w:rsid w:val="00BB299A"/>
    <w:rsid w:val="00BB29DC"/>
    <w:rsid w:val="00BB2DBB"/>
    <w:rsid w:val="00BB2ED4"/>
    <w:rsid w:val="00BB2F27"/>
    <w:rsid w:val="00BB2F5C"/>
    <w:rsid w:val="00BB31E2"/>
    <w:rsid w:val="00BB3395"/>
    <w:rsid w:val="00BB374E"/>
    <w:rsid w:val="00BB3762"/>
    <w:rsid w:val="00BB3840"/>
    <w:rsid w:val="00BB3A08"/>
    <w:rsid w:val="00BB3B34"/>
    <w:rsid w:val="00BB3CBA"/>
    <w:rsid w:val="00BB3F2D"/>
    <w:rsid w:val="00BB4039"/>
    <w:rsid w:val="00BB4365"/>
    <w:rsid w:val="00BB443F"/>
    <w:rsid w:val="00BB45C0"/>
    <w:rsid w:val="00BB466F"/>
    <w:rsid w:val="00BB47B5"/>
    <w:rsid w:val="00BB4B1F"/>
    <w:rsid w:val="00BB4B80"/>
    <w:rsid w:val="00BB4BA5"/>
    <w:rsid w:val="00BB4BD9"/>
    <w:rsid w:val="00BB4D0E"/>
    <w:rsid w:val="00BB4F62"/>
    <w:rsid w:val="00BB51D8"/>
    <w:rsid w:val="00BB5426"/>
    <w:rsid w:val="00BB5A99"/>
    <w:rsid w:val="00BB5D2E"/>
    <w:rsid w:val="00BB603A"/>
    <w:rsid w:val="00BB67C1"/>
    <w:rsid w:val="00BB67CD"/>
    <w:rsid w:val="00BB69DE"/>
    <w:rsid w:val="00BB6CB4"/>
    <w:rsid w:val="00BB6DAD"/>
    <w:rsid w:val="00BB70D1"/>
    <w:rsid w:val="00BB7673"/>
    <w:rsid w:val="00BC0093"/>
    <w:rsid w:val="00BC009E"/>
    <w:rsid w:val="00BC03B6"/>
    <w:rsid w:val="00BC0903"/>
    <w:rsid w:val="00BC09B1"/>
    <w:rsid w:val="00BC0A12"/>
    <w:rsid w:val="00BC0CB3"/>
    <w:rsid w:val="00BC0FF3"/>
    <w:rsid w:val="00BC10EC"/>
    <w:rsid w:val="00BC1264"/>
    <w:rsid w:val="00BC145A"/>
    <w:rsid w:val="00BC1681"/>
    <w:rsid w:val="00BC1857"/>
    <w:rsid w:val="00BC1EA8"/>
    <w:rsid w:val="00BC1FF9"/>
    <w:rsid w:val="00BC20A4"/>
    <w:rsid w:val="00BC21B0"/>
    <w:rsid w:val="00BC2207"/>
    <w:rsid w:val="00BC2305"/>
    <w:rsid w:val="00BC24B0"/>
    <w:rsid w:val="00BC2509"/>
    <w:rsid w:val="00BC2653"/>
    <w:rsid w:val="00BC2723"/>
    <w:rsid w:val="00BC2731"/>
    <w:rsid w:val="00BC27B4"/>
    <w:rsid w:val="00BC28A7"/>
    <w:rsid w:val="00BC2EE5"/>
    <w:rsid w:val="00BC32DC"/>
    <w:rsid w:val="00BC3458"/>
    <w:rsid w:val="00BC3A86"/>
    <w:rsid w:val="00BC3B4B"/>
    <w:rsid w:val="00BC411B"/>
    <w:rsid w:val="00BC444F"/>
    <w:rsid w:val="00BC4B5C"/>
    <w:rsid w:val="00BC4D7A"/>
    <w:rsid w:val="00BC51F5"/>
    <w:rsid w:val="00BC5286"/>
    <w:rsid w:val="00BC54AF"/>
    <w:rsid w:val="00BC5522"/>
    <w:rsid w:val="00BC56D6"/>
    <w:rsid w:val="00BC5759"/>
    <w:rsid w:val="00BC5956"/>
    <w:rsid w:val="00BC5A6A"/>
    <w:rsid w:val="00BC5A7C"/>
    <w:rsid w:val="00BC5F8C"/>
    <w:rsid w:val="00BC5FC7"/>
    <w:rsid w:val="00BC5FD5"/>
    <w:rsid w:val="00BC60D9"/>
    <w:rsid w:val="00BC619A"/>
    <w:rsid w:val="00BC61B6"/>
    <w:rsid w:val="00BC6235"/>
    <w:rsid w:val="00BC638E"/>
    <w:rsid w:val="00BC64A0"/>
    <w:rsid w:val="00BC6580"/>
    <w:rsid w:val="00BC67D4"/>
    <w:rsid w:val="00BC6922"/>
    <w:rsid w:val="00BC695C"/>
    <w:rsid w:val="00BC6E2A"/>
    <w:rsid w:val="00BC724A"/>
    <w:rsid w:val="00BC733E"/>
    <w:rsid w:val="00BC7383"/>
    <w:rsid w:val="00BC770C"/>
    <w:rsid w:val="00BC7721"/>
    <w:rsid w:val="00BC7A02"/>
    <w:rsid w:val="00BC7AE7"/>
    <w:rsid w:val="00BC7B08"/>
    <w:rsid w:val="00BC7E06"/>
    <w:rsid w:val="00BD0304"/>
    <w:rsid w:val="00BD06A6"/>
    <w:rsid w:val="00BD0711"/>
    <w:rsid w:val="00BD07D3"/>
    <w:rsid w:val="00BD0B64"/>
    <w:rsid w:val="00BD0D2A"/>
    <w:rsid w:val="00BD0E00"/>
    <w:rsid w:val="00BD0FFD"/>
    <w:rsid w:val="00BD1380"/>
    <w:rsid w:val="00BD1705"/>
    <w:rsid w:val="00BD1F78"/>
    <w:rsid w:val="00BD252C"/>
    <w:rsid w:val="00BD2C4D"/>
    <w:rsid w:val="00BD2F73"/>
    <w:rsid w:val="00BD304D"/>
    <w:rsid w:val="00BD352A"/>
    <w:rsid w:val="00BD35A7"/>
    <w:rsid w:val="00BD3652"/>
    <w:rsid w:val="00BD3EEC"/>
    <w:rsid w:val="00BD3FBB"/>
    <w:rsid w:val="00BD3FE2"/>
    <w:rsid w:val="00BD43BC"/>
    <w:rsid w:val="00BD4478"/>
    <w:rsid w:val="00BD46F5"/>
    <w:rsid w:val="00BD489B"/>
    <w:rsid w:val="00BD4BDD"/>
    <w:rsid w:val="00BD50BA"/>
    <w:rsid w:val="00BD527E"/>
    <w:rsid w:val="00BD54CB"/>
    <w:rsid w:val="00BD5726"/>
    <w:rsid w:val="00BD5A1F"/>
    <w:rsid w:val="00BD605A"/>
    <w:rsid w:val="00BD65B9"/>
    <w:rsid w:val="00BD66B5"/>
    <w:rsid w:val="00BD675E"/>
    <w:rsid w:val="00BD6A36"/>
    <w:rsid w:val="00BD6D1C"/>
    <w:rsid w:val="00BD6E2B"/>
    <w:rsid w:val="00BD6EC5"/>
    <w:rsid w:val="00BD6F65"/>
    <w:rsid w:val="00BD708C"/>
    <w:rsid w:val="00BD7181"/>
    <w:rsid w:val="00BD723D"/>
    <w:rsid w:val="00BD77DB"/>
    <w:rsid w:val="00BD793D"/>
    <w:rsid w:val="00BD7B1B"/>
    <w:rsid w:val="00BD7B3E"/>
    <w:rsid w:val="00BD7E95"/>
    <w:rsid w:val="00BE046E"/>
    <w:rsid w:val="00BE0585"/>
    <w:rsid w:val="00BE0A00"/>
    <w:rsid w:val="00BE0A2B"/>
    <w:rsid w:val="00BE0AA8"/>
    <w:rsid w:val="00BE0D50"/>
    <w:rsid w:val="00BE0E4D"/>
    <w:rsid w:val="00BE10AE"/>
    <w:rsid w:val="00BE10E5"/>
    <w:rsid w:val="00BE1277"/>
    <w:rsid w:val="00BE12C5"/>
    <w:rsid w:val="00BE12FD"/>
    <w:rsid w:val="00BE142B"/>
    <w:rsid w:val="00BE1A02"/>
    <w:rsid w:val="00BE1EC1"/>
    <w:rsid w:val="00BE2150"/>
    <w:rsid w:val="00BE22C0"/>
    <w:rsid w:val="00BE250F"/>
    <w:rsid w:val="00BE2836"/>
    <w:rsid w:val="00BE2A88"/>
    <w:rsid w:val="00BE2B6B"/>
    <w:rsid w:val="00BE2C1D"/>
    <w:rsid w:val="00BE33EF"/>
    <w:rsid w:val="00BE35AC"/>
    <w:rsid w:val="00BE3BBA"/>
    <w:rsid w:val="00BE3C30"/>
    <w:rsid w:val="00BE3E59"/>
    <w:rsid w:val="00BE424C"/>
    <w:rsid w:val="00BE4309"/>
    <w:rsid w:val="00BE4336"/>
    <w:rsid w:val="00BE443C"/>
    <w:rsid w:val="00BE4576"/>
    <w:rsid w:val="00BE482F"/>
    <w:rsid w:val="00BE4BAE"/>
    <w:rsid w:val="00BE4C7A"/>
    <w:rsid w:val="00BE4F00"/>
    <w:rsid w:val="00BE5427"/>
    <w:rsid w:val="00BE56B3"/>
    <w:rsid w:val="00BE5DC4"/>
    <w:rsid w:val="00BE5E3E"/>
    <w:rsid w:val="00BE5E78"/>
    <w:rsid w:val="00BE5F0B"/>
    <w:rsid w:val="00BE6370"/>
    <w:rsid w:val="00BE6D43"/>
    <w:rsid w:val="00BE6EFB"/>
    <w:rsid w:val="00BE706A"/>
    <w:rsid w:val="00BE719A"/>
    <w:rsid w:val="00BE74CD"/>
    <w:rsid w:val="00BE779E"/>
    <w:rsid w:val="00BE7ED7"/>
    <w:rsid w:val="00BF005B"/>
    <w:rsid w:val="00BF0507"/>
    <w:rsid w:val="00BF050E"/>
    <w:rsid w:val="00BF09E3"/>
    <w:rsid w:val="00BF09F5"/>
    <w:rsid w:val="00BF0B10"/>
    <w:rsid w:val="00BF0B8C"/>
    <w:rsid w:val="00BF0C2D"/>
    <w:rsid w:val="00BF128D"/>
    <w:rsid w:val="00BF1657"/>
    <w:rsid w:val="00BF16DE"/>
    <w:rsid w:val="00BF1D7E"/>
    <w:rsid w:val="00BF264A"/>
    <w:rsid w:val="00BF2741"/>
    <w:rsid w:val="00BF2BF8"/>
    <w:rsid w:val="00BF3030"/>
    <w:rsid w:val="00BF33C0"/>
    <w:rsid w:val="00BF3536"/>
    <w:rsid w:val="00BF3FB9"/>
    <w:rsid w:val="00BF442E"/>
    <w:rsid w:val="00BF47D4"/>
    <w:rsid w:val="00BF4919"/>
    <w:rsid w:val="00BF4994"/>
    <w:rsid w:val="00BF4A7E"/>
    <w:rsid w:val="00BF4AAB"/>
    <w:rsid w:val="00BF4DD3"/>
    <w:rsid w:val="00BF4E98"/>
    <w:rsid w:val="00BF50B3"/>
    <w:rsid w:val="00BF5488"/>
    <w:rsid w:val="00BF5ACF"/>
    <w:rsid w:val="00BF5F48"/>
    <w:rsid w:val="00BF634F"/>
    <w:rsid w:val="00BF657A"/>
    <w:rsid w:val="00BF6A2E"/>
    <w:rsid w:val="00BF6EF7"/>
    <w:rsid w:val="00BF6FC7"/>
    <w:rsid w:val="00BF6FEF"/>
    <w:rsid w:val="00BF70A2"/>
    <w:rsid w:val="00BF74F1"/>
    <w:rsid w:val="00BF7831"/>
    <w:rsid w:val="00C000C5"/>
    <w:rsid w:val="00C006F5"/>
    <w:rsid w:val="00C00960"/>
    <w:rsid w:val="00C00C51"/>
    <w:rsid w:val="00C00C8E"/>
    <w:rsid w:val="00C00D3E"/>
    <w:rsid w:val="00C0118A"/>
    <w:rsid w:val="00C0181F"/>
    <w:rsid w:val="00C01850"/>
    <w:rsid w:val="00C018B7"/>
    <w:rsid w:val="00C01946"/>
    <w:rsid w:val="00C019A7"/>
    <w:rsid w:val="00C01E66"/>
    <w:rsid w:val="00C02189"/>
    <w:rsid w:val="00C022E4"/>
    <w:rsid w:val="00C027F4"/>
    <w:rsid w:val="00C029F4"/>
    <w:rsid w:val="00C02D60"/>
    <w:rsid w:val="00C02D8D"/>
    <w:rsid w:val="00C0329B"/>
    <w:rsid w:val="00C0347B"/>
    <w:rsid w:val="00C0357B"/>
    <w:rsid w:val="00C036B4"/>
    <w:rsid w:val="00C036EC"/>
    <w:rsid w:val="00C039FF"/>
    <w:rsid w:val="00C03F08"/>
    <w:rsid w:val="00C03FE8"/>
    <w:rsid w:val="00C04504"/>
    <w:rsid w:val="00C04564"/>
    <w:rsid w:val="00C0468C"/>
    <w:rsid w:val="00C04DE0"/>
    <w:rsid w:val="00C050B5"/>
    <w:rsid w:val="00C05309"/>
    <w:rsid w:val="00C055F1"/>
    <w:rsid w:val="00C05682"/>
    <w:rsid w:val="00C05E05"/>
    <w:rsid w:val="00C05ED6"/>
    <w:rsid w:val="00C05F4B"/>
    <w:rsid w:val="00C06401"/>
    <w:rsid w:val="00C064DD"/>
    <w:rsid w:val="00C0684C"/>
    <w:rsid w:val="00C0693B"/>
    <w:rsid w:val="00C06D17"/>
    <w:rsid w:val="00C06DF9"/>
    <w:rsid w:val="00C06E1C"/>
    <w:rsid w:val="00C07358"/>
    <w:rsid w:val="00C074A1"/>
    <w:rsid w:val="00C074E0"/>
    <w:rsid w:val="00C0756E"/>
    <w:rsid w:val="00C07660"/>
    <w:rsid w:val="00C076E5"/>
    <w:rsid w:val="00C0791A"/>
    <w:rsid w:val="00C07A80"/>
    <w:rsid w:val="00C07DE4"/>
    <w:rsid w:val="00C101CD"/>
    <w:rsid w:val="00C103D8"/>
    <w:rsid w:val="00C106AA"/>
    <w:rsid w:val="00C107B6"/>
    <w:rsid w:val="00C10A19"/>
    <w:rsid w:val="00C10AC5"/>
    <w:rsid w:val="00C10AED"/>
    <w:rsid w:val="00C110FF"/>
    <w:rsid w:val="00C115FA"/>
    <w:rsid w:val="00C11859"/>
    <w:rsid w:val="00C11B19"/>
    <w:rsid w:val="00C11C33"/>
    <w:rsid w:val="00C11EAA"/>
    <w:rsid w:val="00C12288"/>
    <w:rsid w:val="00C12315"/>
    <w:rsid w:val="00C123F9"/>
    <w:rsid w:val="00C128C1"/>
    <w:rsid w:val="00C1301C"/>
    <w:rsid w:val="00C1310F"/>
    <w:rsid w:val="00C132C1"/>
    <w:rsid w:val="00C1358C"/>
    <w:rsid w:val="00C1373D"/>
    <w:rsid w:val="00C13C47"/>
    <w:rsid w:val="00C13CA8"/>
    <w:rsid w:val="00C13DA8"/>
    <w:rsid w:val="00C14344"/>
    <w:rsid w:val="00C14389"/>
    <w:rsid w:val="00C14450"/>
    <w:rsid w:val="00C1448E"/>
    <w:rsid w:val="00C14B20"/>
    <w:rsid w:val="00C1518A"/>
    <w:rsid w:val="00C15476"/>
    <w:rsid w:val="00C15B30"/>
    <w:rsid w:val="00C15C08"/>
    <w:rsid w:val="00C15E7C"/>
    <w:rsid w:val="00C1622B"/>
    <w:rsid w:val="00C163EB"/>
    <w:rsid w:val="00C166FD"/>
    <w:rsid w:val="00C16709"/>
    <w:rsid w:val="00C16A7C"/>
    <w:rsid w:val="00C16D60"/>
    <w:rsid w:val="00C16E46"/>
    <w:rsid w:val="00C16EE9"/>
    <w:rsid w:val="00C1701E"/>
    <w:rsid w:val="00C170A5"/>
    <w:rsid w:val="00C174A0"/>
    <w:rsid w:val="00C1754A"/>
    <w:rsid w:val="00C17679"/>
    <w:rsid w:val="00C1778D"/>
    <w:rsid w:val="00C1779D"/>
    <w:rsid w:val="00C17C6B"/>
    <w:rsid w:val="00C17DBE"/>
    <w:rsid w:val="00C17DDA"/>
    <w:rsid w:val="00C17FAB"/>
    <w:rsid w:val="00C20103"/>
    <w:rsid w:val="00C201A1"/>
    <w:rsid w:val="00C203AB"/>
    <w:rsid w:val="00C2067B"/>
    <w:rsid w:val="00C206A6"/>
    <w:rsid w:val="00C20776"/>
    <w:rsid w:val="00C209A5"/>
    <w:rsid w:val="00C209BC"/>
    <w:rsid w:val="00C20A3A"/>
    <w:rsid w:val="00C20B00"/>
    <w:rsid w:val="00C20C12"/>
    <w:rsid w:val="00C20CF4"/>
    <w:rsid w:val="00C20E97"/>
    <w:rsid w:val="00C21234"/>
    <w:rsid w:val="00C217DA"/>
    <w:rsid w:val="00C21944"/>
    <w:rsid w:val="00C22228"/>
    <w:rsid w:val="00C2237C"/>
    <w:rsid w:val="00C2238F"/>
    <w:rsid w:val="00C225BB"/>
    <w:rsid w:val="00C22906"/>
    <w:rsid w:val="00C22C6D"/>
    <w:rsid w:val="00C22C7D"/>
    <w:rsid w:val="00C22D50"/>
    <w:rsid w:val="00C22D87"/>
    <w:rsid w:val="00C22E39"/>
    <w:rsid w:val="00C23032"/>
    <w:rsid w:val="00C23097"/>
    <w:rsid w:val="00C23126"/>
    <w:rsid w:val="00C23208"/>
    <w:rsid w:val="00C23266"/>
    <w:rsid w:val="00C23B2E"/>
    <w:rsid w:val="00C23F99"/>
    <w:rsid w:val="00C245A7"/>
    <w:rsid w:val="00C2473A"/>
    <w:rsid w:val="00C24B75"/>
    <w:rsid w:val="00C24D40"/>
    <w:rsid w:val="00C24DBA"/>
    <w:rsid w:val="00C2509E"/>
    <w:rsid w:val="00C250E6"/>
    <w:rsid w:val="00C2511F"/>
    <w:rsid w:val="00C253FA"/>
    <w:rsid w:val="00C254BB"/>
    <w:rsid w:val="00C25593"/>
    <w:rsid w:val="00C255A9"/>
    <w:rsid w:val="00C255AB"/>
    <w:rsid w:val="00C25AE5"/>
    <w:rsid w:val="00C25CA6"/>
    <w:rsid w:val="00C267CF"/>
    <w:rsid w:val="00C26999"/>
    <w:rsid w:val="00C26A13"/>
    <w:rsid w:val="00C26C3B"/>
    <w:rsid w:val="00C26C97"/>
    <w:rsid w:val="00C26D3E"/>
    <w:rsid w:val="00C270B3"/>
    <w:rsid w:val="00C27224"/>
    <w:rsid w:val="00C27E58"/>
    <w:rsid w:val="00C27E9E"/>
    <w:rsid w:val="00C27FD8"/>
    <w:rsid w:val="00C303B4"/>
    <w:rsid w:val="00C304EE"/>
    <w:rsid w:val="00C305E6"/>
    <w:rsid w:val="00C30722"/>
    <w:rsid w:val="00C307BD"/>
    <w:rsid w:val="00C307F4"/>
    <w:rsid w:val="00C3085C"/>
    <w:rsid w:val="00C308C0"/>
    <w:rsid w:val="00C30C81"/>
    <w:rsid w:val="00C30CE4"/>
    <w:rsid w:val="00C31A4F"/>
    <w:rsid w:val="00C32686"/>
    <w:rsid w:val="00C32D2C"/>
    <w:rsid w:val="00C32D91"/>
    <w:rsid w:val="00C32F1F"/>
    <w:rsid w:val="00C330CB"/>
    <w:rsid w:val="00C33313"/>
    <w:rsid w:val="00C33CCC"/>
    <w:rsid w:val="00C33D7B"/>
    <w:rsid w:val="00C3404B"/>
    <w:rsid w:val="00C344E9"/>
    <w:rsid w:val="00C3475A"/>
    <w:rsid w:val="00C34983"/>
    <w:rsid w:val="00C349E4"/>
    <w:rsid w:val="00C34A4E"/>
    <w:rsid w:val="00C35013"/>
    <w:rsid w:val="00C35252"/>
    <w:rsid w:val="00C35411"/>
    <w:rsid w:val="00C35575"/>
    <w:rsid w:val="00C356FD"/>
    <w:rsid w:val="00C357BB"/>
    <w:rsid w:val="00C357E3"/>
    <w:rsid w:val="00C3582B"/>
    <w:rsid w:val="00C35BD4"/>
    <w:rsid w:val="00C35C9C"/>
    <w:rsid w:val="00C35E78"/>
    <w:rsid w:val="00C3602A"/>
    <w:rsid w:val="00C3676C"/>
    <w:rsid w:val="00C36BF1"/>
    <w:rsid w:val="00C36C28"/>
    <w:rsid w:val="00C36F3F"/>
    <w:rsid w:val="00C372B8"/>
    <w:rsid w:val="00C3750F"/>
    <w:rsid w:val="00C400E4"/>
    <w:rsid w:val="00C40228"/>
    <w:rsid w:val="00C402B9"/>
    <w:rsid w:val="00C403CD"/>
    <w:rsid w:val="00C405F0"/>
    <w:rsid w:val="00C40638"/>
    <w:rsid w:val="00C40925"/>
    <w:rsid w:val="00C40FF2"/>
    <w:rsid w:val="00C41127"/>
    <w:rsid w:val="00C412DB"/>
    <w:rsid w:val="00C41533"/>
    <w:rsid w:val="00C41891"/>
    <w:rsid w:val="00C41899"/>
    <w:rsid w:val="00C41A82"/>
    <w:rsid w:val="00C423A1"/>
    <w:rsid w:val="00C42855"/>
    <w:rsid w:val="00C42BBF"/>
    <w:rsid w:val="00C431AA"/>
    <w:rsid w:val="00C432A2"/>
    <w:rsid w:val="00C43306"/>
    <w:rsid w:val="00C4342B"/>
    <w:rsid w:val="00C437CA"/>
    <w:rsid w:val="00C437E1"/>
    <w:rsid w:val="00C43954"/>
    <w:rsid w:val="00C43B14"/>
    <w:rsid w:val="00C43B9C"/>
    <w:rsid w:val="00C43C03"/>
    <w:rsid w:val="00C43D13"/>
    <w:rsid w:val="00C43EA5"/>
    <w:rsid w:val="00C442E0"/>
    <w:rsid w:val="00C44353"/>
    <w:rsid w:val="00C44599"/>
    <w:rsid w:val="00C4464A"/>
    <w:rsid w:val="00C44924"/>
    <w:rsid w:val="00C44C84"/>
    <w:rsid w:val="00C44E70"/>
    <w:rsid w:val="00C455DE"/>
    <w:rsid w:val="00C45B28"/>
    <w:rsid w:val="00C46140"/>
    <w:rsid w:val="00C46390"/>
    <w:rsid w:val="00C46567"/>
    <w:rsid w:val="00C469AF"/>
    <w:rsid w:val="00C469D9"/>
    <w:rsid w:val="00C47209"/>
    <w:rsid w:val="00C4751C"/>
    <w:rsid w:val="00C476AB"/>
    <w:rsid w:val="00C47BCE"/>
    <w:rsid w:val="00C50418"/>
    <w:rsid w:val="00C50F7A"/>
    <w:rsid w:val="00C510C9"/>
    <w:rsid w:val="00C5122A"/>
    <w:rsid w:val="00C5178A"/>
    <w:rsid w:val="00C51B5B"/>
    <w:rsid w:val="00C52229"/>
    <w:rsid w:val="00C52696"/>
    <w:rsid w:val="00C52830"/>
    <w:rsid w:val="00C52CDE"/>
    <w:rsid w:val="00C536BE"/>
    <w:rsid w:val="00C538D8"/>
    <w:rsid w:val="00C53E88"/>
    <w:rsid w:val="00C53F61"/>
    <w:rsid w:val="00C545F3"/>
    <w:rsid w:val="00C54646"/>
    <w:rsid w:val="00C54820"/>
    <w:rsid w:val="00C54F4A"/>
    <w:rsid w:val="00C55423"/>
    <w:rsid w:val="00C55432"/>
    <w:rsid w:val="00C554D5"/>
    <w:rsid w:val="00C55828"/>
    <w:rsid w:val="00C55AA1"/>
    <w:rsid w:val="00C56467"/>
    <w:rsid w:val="00C565B7"/>
    <w:rsid w:val="00C567DD"/>
    <w:rsid w:val="00C56862"/>
    <w:rsid w:val="00C5701B"/>
    <w:rsid w:val="00C57117"/>
    <w:rsid w:val="00C57317"/>
    <w:rsid w:val="00C5753F"/>
    <w:rsid w:val="00C5770E"/>
    <w:rsid w:val="00C5786C"/>
    <w:rsid w:val="00C57A5D"/>
    <w:rsid w:val="00C57A69"/>
    <w:rsid w:val="00C57DC7"/>
    <w:rsid w:val="00C57EFC"/>
    <w:rsid w:val="00C60129"/>
    <w:rsid w:val="00C601C8"/>
    <w:rsid w:val="00C602E4"/>
    <w:rsid w:val="00C6098A"/>
    <w:rsid w:val="00C60AAE"/>
    <w:rsid w:val="00C61BA6"/>
    <w:rsid w:val="00C61D8A"/>
    <w:rsid w:val="00C620EF"/>
    <w:rsid w:val="00C62276"/>
    <w:rsid w:val="00C62344"/>
    <w:rsid w:val="00C62359"/>
    <w:rsid w:val="00C623B8"/>
    <w:rsid w:val="00C62B2A"/>
    <w:rsid w:val="00C62C55"/>
    <w:rsid w:val="00C63064"/>
    <w:rsid w:val="00C63281"/>
    <w:rsid w:val="00C637D8"/>
    <w:rsid w:val="00C63995"/>
    <w:rsid w:val="00C63B75"/>
    <w:rsid w:val="00C63E72"/>
    <w:rsid w:val="00C63EA5"/>
    <w:rsid w:val="00C6422D"/>
    <w:rsid w:val="00C64AC2"/>
    <w:rsid w:val="00C64C10"/>
    <w:rsid w:val="00C64DEC"/>
    <w:rsid w:val="00C654C9"/>
    <w:rsid w:val="00C65543"/>
    <w:rsid w:val="00C65ED4"/>
    <w:rsid w:val="00C66018"/>
    <w:rsid w:val="00C664C7"/>
    <w:rsid w:val="00C6653D"/>
    <w:rsid w:val="00C665D2"/>
    <w:rsid w:val="00C66956"/>
    <w:rsid w:val="00C66A70"/>
    <w:rsid w:val="00C66E09"/>
    <w:rsid w:val="00C677D7"/>
    <w:rsid w:val="00C679BB"/>
    <w:rsid w:val="00C679F8"/>
    <w:rsid w:val="00C67B39"/>
    <w:rsid w:val="00C7063F"/>
    <w:rsid w:val="00C7068D"/>
    <w:rsid w:val="00C706E9"/>
    <w:rsid w:val="00C708FA"/>
    <w:rsid w:val="00C70AC4"/>
    <w:rsid w:val="00C70BF8"/>
    <w:rsid w:val="00C70EC8"/>
    <w:rsid w:val="00C70EE6"/>
    <w:rsid w:val="00C70FE3"/>
    <w:rsid w:val="00C71042"/>
    <w:rsid w:val="00C71060"/>
    <w:rsid w:val="00C710A4"/>
    <w:rsid w:val="00C7163B"/>
    <w:rsid w:val="00C71743"/>
    <w:rsid w:val="00C71775"/>
    <w:rsid w:val="00C71E8D"/>
    <w:rsid w:val="00C7218E"/>
    <w:rsid w:val="00C725A0"/>
    <w:rsid w:val="00C726CD"/>
    <w:rsid w:val="00C7289F"/>
    <w:rsid w:val="00C72B8C"/>
    <w:rsid w:val="00C72D13"/>
    <w:rsid w:val="00C72E07"/>
    <w:rsid w:val="00C72E16"/>
    <w:rsid w:val="00C72F76"/>
    <w:rsid w:val="00C733F2"/>
    <w:rsid w:val="00C734D3"/>
    <w:rsid w:val="00C736D7"/>
    <w:rsid w:val="00C7372D"/>
    <w:rsid w:val="00C7387A"/>
    <w:rsid w:val="00C73A22"/>
    <w:rsid w:val="00C73A2D"/>
    <w:rsid w:val="00C73D15"/>
    <w:rsid w:val="00C73EDC"/>
    <w:rsid w:val="00C742DB"/>
    <w:rsid w:val="00C74600"/>
    <w:rsid w:val="00C74615"/>
    <w:rsid w:val="00C747CB"/>
    <w:rsid w:val="00C74ADE"/>
    <w:rsid w:val="00C74B33"/>
    <w:rsid w:val="00C74B65"/>
    <w:rsid w:val="00C74CA0"/>
    <w:rsid w:val="00C74F46"/>
    <w:rsid w:val="00C751BE"/>
    <w:rsid w:val="00C7556E"/>
    <w:rsid w:val="00C7589B"/>
    <w:rsid w:val="00C76968"/>
    <w:rsid w:val="00C76B30"/>
    <w:rsid w:val="00C76E13"/>
    <w:rsid w:val="00C76E56"/>
    <w:rsid w:val="00C77074"/>
    <w:rsid w:val="00C77288"/>
    <w:rsid w:val="00C7736C"/>
    <w:rsid w:val="00C7749C"/>
    <w:rsid w:val="00C77627"/>
    <w:rsid w:val="00C77D10"/>
    <w:rsid w:val="00C77D1F"/>
    <w:rsid w:val="00C77E04"/>
    <w:rsid w:val="00C77F10"/>
    <w:rsid w:val="00C80056"/>
    <w:rsid w:val="00C807E6"/>
    <w:rsid w:val="00C80801"/>
    <w:rsid w:val="00C80896"/>
    <w:rsid w:val="00C80BA5"/>
    <w:rsid w:val="00C80C76"/>
    <w:rsid w:val="00C80E34"/>
    <w:rsid w:val="00C80EC1"/>
    <w:rsid w:val="00C81E77"/>
    <w:rsid w:val="00C81EE4"/>
    <w:rsid w:val="00C82108"/>
    <w:rsid w:val="00C8257F"/>
    <w:rsid w:val="00C82728"/>
    <w:rsid w:val="00C82A00"/>
    <w:rsid w:val="00C82D59"/>
    <w:rsid w:val="00C82DE9"/>
    <w:rsid w:val="00C83190"/>
    <w:rsid w:val="00C835C4"/>
    <w:rsid w:val="00C83839"/>
    <w:rsid w:val="00C83984"/>
    <w:rsid w:val="00C83D61"/>
    <w:rsid w:val="00C843AF"/>
    <w:rsid w:val="00C84504"/>
    <w:rsid w:val="00C84592"/>
    <w:rsid w:val="00C845C9"/>
    <w:rsid w:val="00C846CE"/>
    <w:rsid w:val="00C846FA"/>
    <w:rsid w:val="00C84C3E"/>
    <w:rsid w:val="00C84CFE"/>
    <w:rsid w:val="00C84D31"/>
    <w:rsid w:val="00C84F6A"/>
    <w:rsid w:val="00C851B2"/>
    <w:rsid w:val="00C852C2"/>
    <w:rsid w:val="00C85578"/>
    <w:rsid w:val="00C85B9E"/>
    <w:rsid w:val="00C8606B"/>
    <w:rsid w:val="00C861DC"/>
    <w:rsid w:val="00C861E7"/>
    <w:rsid w:val="00C86263"/>
    <w:rsid w:val="00C86707"/>
    <w:rsid w:val="00C86724"/>
    <w:rsid w:val="00C8693A"/>
    <w:rsid w:val="00C86F87"/>
    <w:rsid w:val="00C87028"/>
    <w:rsid w:val="00C874B4"/>
    <w:rsid w:val="00C877AC"/>
    <w:rsid w:val="00C879D5"/>
    <w:rsid w:val="00C87BF1"/>
    <w:rsid w:val="00C87D5F"/>
    <w:rsid w:val="00C87F86"/>
    <w:rsid w:val="00C9006C"/>
    <w:rsid w:val="00C90084"/>
    <w:rsid w:val="00C90471"/>
    <w:rsid w:val="00C9053C"/>
    <w:rsid w:val="00C90B39"/>
    <w:rsid w:val="00C90F54"/>
    <w:rsid w:val="00C90FBD"/>
    <w:rsid w:val="00C9143B"/>
    <w:rsid w:val="00C91639"/>
    <w:rsid w:val="00C918C0"/>
    <w:rsid w:val="00C91CE0"/>
    <w:rsid w:val="00C92103"/>
    <w:rsid w:val="00C92832"/>
    <w:rsid w:val="00C92898"/>
    <w:rsid w:val="00C92D21"/>
    <w:rsid w:val="00C92D8F"/>
    <w:rsid w:val="00C93035"/>
    <w:rsid w:val="00C930C8"/>
    <w:rsid w:val="00C9321A"/>
    <w:rsid w:val="00C93247"/>
    <w:rsid w:val="00C9339D"/>
    <w:rsid w:val="00C933ED"/>
    <w:rsid w:val="00C935AF"/>
    <w:rsid w:val="00C939E1"/>
    <w:rsid w:val="00C93AD0"/>
    <w:rsid w:val="00C93ADE"/>
    <w:rsid w:val="00C93CE1"/>
    <w:rsid w:val="00C94088"/>
    <w:rsid w:val="00C94259"/>
    <w:rsid w:val="00C94796"/>
    <w:rsid w:val="00C94AD2"/>
    <w:rsid w:val="00C94F82"/>
    <w:rsid w:val="00C9544F"/>
    <w:rsid w:val="00C954C0"/>
    <w:rsid w:val="00C95653"/>
    <w:rsid w:val="00C962C3"/>
    <w:rsid w:val="00C9673B"/>
    <w:rsid w:val="00C9674E"/>
    <w:rsid w:val="00C96E80"/>
    <w:rsid w:val="00C972DB"/>
    <w:rsid w:val="00C9750F"/>
    <w:rsid w:val="00C97588"/>
    <w:rsid w:val="00C97684"/>
    <w:rsid w:val="00C976F8"/>
    <w:rsid w:val="00C97AD1"/>
    <w:rsid w:val="00C97E05"/>
    <w:rsid w:val="00C97E96"/>
    <w:rsid w:val="00CA02B2"/>
    <w:rsid w:val="00CA03BE"/>
    <w:rsid w:val="00CA04FD"/>
    <w:rsid w:val="00CA0537"/>
    <w:rsid w:val="00CA05BA"/>
    <w:rsid w:val="00CA0998"/>
    <w:rsid w:val="00CA0D3F"/>
    <w:rsid w:val="00CA0E23"/>
    <w:rsid w:val="00CA0F9F"/>
    <w:rsid w:val="00CA10C9"/>
    <w:rsid w:val="00CA1131"/>
    <w:rsid w:val="00CA1228"/>
    <w:rsid w:val="00CA150A"/>
    <w:rsid w:val="00CA156D"/>
    <w:rsid w:val="00CA17AF"/>
    <w:rsid w:val="00CA1A5C"/>
    <w:rsid w:val="00CA1C07"/>
    <w:rsid w:val="00CA1D59"/>
    <w:rsid w:val="00CA200F"/>
    <w:rsid w:val="00CA28EF"/>
    <w:rsid w:val="00CA29D5"/>
    <w:rsid w:val="00CA29E4"/>
    <w:rsid w:val="00CA2CC1"/>
    <w:rsid w:val="00CA2D19"/>
    <w:rsid w:val="00CA302A"/>
    <w:rsid w:val="00CA3359"/>
    <w:rsid w:val="00CA33D5"/>
    <w:rsid w:val="00CA3955"/>
    <w:rsid w:val="00CA39DC"/>
    <w:rsid w:val="00CA3B28"/>
    <w:rsid w:val="00CA3E94"/>
    <w:rsid w:val="00CA3F46"/>
    <w:rsid w:val="00CA3FE3"/>
    <w:rsid w:val="00CA4305"/>
    <w:rsid w:val="00CA45A1"/>
    <w:rsid w:val="00CA4705"/>
    <w:rsid w:val="00CA47F2"/>
    <w:rsid w:val="00CA485E"/>
    <w:rsid w:val="00CA48BF"/>
    <w:rsid w:val="00CA5543"/>
    <w:rsid w:val="00CA59D6"/>
    <w:rsid w:val="00CA59E5"/>
    <w:rsid w:val="00CA5A2A"/>
    <w:rsid w:val="00CA5CA6"/>
    <w:rsid w:val="00CA5D80"/>
    <w:rsid w:val="00CA631E"/>
    <w:rsid w:val="00CA64BC"/>
    <w:rsid w:val="00CA6824"/>
    <w:rsid w:val="00CA68AE"/>
    <w:rsid w:val="00CA6A04"/>
    <w:rsid w:val="00CA6A31"/>
    <w:rsid w:val="00CA6DEB"/>
    <w:rsid w:val="00CA706A"/>
    <w:rsid w:val="00CA7221"/>
    <w:rsid w:val="00CA74F4"/>
    <w:rsid w:val="00CA7714"/>
    <w:rsid w:val="00CB0704"/>
    <w:rsid w:val="00CB087A"/>
    <w:rsid w:val="00CB0D1B"/>
    <w:rsid w:val="00CB0F8B"/>
    <w:rsid w:val="00CB14BC"/>
    <w:rsid w:val="00CB1698"/>
    <w:rsid w:val="00CB1968"/>
    <w:rsid w:val="00CB1ABB"/>
    <w:rsid w:val="00CB1B49"/>
    <w:rsid w:val="00CB1E3E"/>
    <w:rsid w:val="00CB2124"/>
    <w:rsid w:val="00CB2243"/>
    <w:rsid w:val="00CB23CE"/>
    <w:rsid w:val="00CB2511"/>
    <w:rsid w:val="00CB264F"/>
    <w:rsid w:val="00CB2B42"/>
    <w:rsid w:val="00CB3648"/>
    <w:rsid w:val="00CB38C0"/>
    <w:rsid w:val="00CB38D7"/>
    <w:rsid w:val="00CB38DD"/>
    <w:rsid w:val="00CB3A82"/>
    <w:rsid w:val="00CB3CFD"/>
    <w:rsid w:val="00CB432E"/>
    <w:rsid w:val="00CB4B2E"/>
    <w:rsid w:val="00CB4DD5"/>
    <w:rsid w:val="00CB4E10"/>
    <w:rsid w:val="00CB4E4B"/>
    <w:rsid w:val="00CB4F3A"/>
    <w:rsid w:val="00CB4F7F"/>
    <w:rsid w:val="00CB54BE"/>
    <w:rsid w:val="00CB59AF"/>
    <w:rsid w:val="00CB5A6F"/>
    <w:rsid w:val="00CB5B58"/>
    <w:rsid w:val="00CB5E74"/>
    <w:rsid w:val="00CB606D"/>
    <w:rsid w:val="00CB6177"/>
    <w:rsid w:val="00CB654D"/>
    <w:rsid w:val="00CB6981"/>
    <w:rsid w:val="00CB6AC6"/>
    <w:rsid w:val="00CB6C4C"/>
    <w:rsid w:val="00CB6C71"/>
    <w:rsid w:val="00CB6D9D"/>
    <w:rsid w:val="00CB6EB9"/>
    <w:rsid w:val="00CB6F67"/>
    <w:rsid w:val="00CB714E"/>
    <w:rsid w:val="00CB7755"/>
    <w:rsid w:val="00CB7A06"/>
    <w:rsid w:val="00CB7A0F"/>
    <w:rsid w:val="00CC05CB"/>
    <w:rsid w:val="00CC05E4"/>
    <w:rsid w:val="00CC0775"/>
    <w:rsid w:val="00CC0B09"/>
    <w:rsid w:val="00CC10AE"/>
    <w:rsid w:val="00CC110B"/>
    <w:rsid w:val="00CC11A3"/>
    <w:rsid w:val="00CC190A"/>
    <w:rsid w:val="00CC197C"/>
    <w:rsid w:val="00CC1AB6"/>
    <w:rsid w:val="00CC1E45"/>
    <w:rsid w:val="00CC1E56"/>
    <w:rsid w:val="00CC20B3"/>
    <w:rsid w:val="00CC219C"/>
    <w:rsid w:val="00CC253D"/>
    <w:rsid w:val="00CC26DA"/>
    <w:rsid w:val="00CC291C"/>
    <w:rsid w:val="00CC2BDD"/>
    <w:rsid w:val="00CC2F2A"/>
    <w:rsid w:val="00CC354F"/>
    <w:rsid w:val="00CC3588"/>
    <w:rsid w:val="00CC3719"/>
    <w:rsid w:val="00CC3B32"/>
    <w:rsid w:val="00CC3DE0"/>
    <w:rsid w:val="00CC4263"/>
    <w:rsid w:val="00CC4998"/>
    <w:rsid w:val="00CC49AA"/>
    <w:rsid w:val="00CC4E98"/>
    <w:rsid w:val="00CC4EDB"/>
    <w:rsid w:val="00CC5137"/>
    <w:rsid w:val="00CC52BC"/>
    <w:rsid w:val="00CC52E6"/>
    <w:rsid w:val="00CC53B4"/>
    <w:rsid w:val="00CC548E"/>
    <w:rsid w:val="00CC6011"/>
    <w:rsid w:val="00CC6326"/>
    <w:rsid w:val="00CC645D"/>
    <w:rsid w:val="00CC64C5"/>
    <w:rsid w:val="00CC67D9"/>
    <w:rsid w:val="00CC6DC5"/>
    <w:rsid w:val="00CC6F27"/>
    <w:rsid w:val="00CC6FAB"/>
    <w:rsid w:val="00CC71FF"/>
    <w:rsid w:val="00CC75D5"/>
    <w:rsid w:val="00CC77E3"/>
    <w:rsid w:val="00CC79E6"/>
    <w:rsid w:val="00CC7E57"/>
    <w:rsid w:val="00CD0754"/>
    <w:rsid w:val="00CD075B"/>
    <w:rsid w:val="00CD0C7C"/>
    <w:rsid w:val="00CD0F15"/>
    <w:rsid w:val="00CD15DE"/>
    <w:rsid w:val="00CD1B89"/>
    <w:rsid w:val="00CD1E45"/>
    <w:rsid w:val="00CD2032"/>
    <w:rsid w:val="00CD24BD"/>
    <w:rsid w:val="00CD2741"/>
    <w:rsid w:val="00CD2C68"/>
    <w:rsid w:val="00CD2C80"/>
    <w:rsid w:val="00CD2CCF"/>
    <w:rsid w:val="00CD2EDA"/>
    <w:rsid w:val="00CD337B"/>
    <w:rsid w:val="00CD33F6"/>
    <w:rsid w:val="00CD3468"/>
    <w:rsid w:val="00CD356F"/>
    <w:rsid w:val="00CD3738"/>
    <w:rsid w:val="00CD3891"/>
    <w:rsid w:val="00CD3A0F"/>
    <w:rsid w:val="00CD3C7F"/>
    <w:rsid w:val="00CD3F2F"/>
    <w:rsid w:val="00CD407F"/>
    <w:rsid w:val="00CD417D"/>
    <w:rsid w:val="00CD45CB"/>
    <w:rsid w:val="00CD4706"/>
    <w:rsid w:val="00CD502D"/>
    <w:rsid w:val="00CD529D"/>
    <w:rsid w:val="00CD5478"/>
    <w:rsid w:val="00CD58AD"/>
    <w:rsid w:val="00CD5C40"/>
    <w:rsid w:val="00CD5DFE"/>
    <w:rsid w:val="00CD602D"/>
    <w:rsid w:val="00CD61A6"/>
    <w:rsid w:val="00CD637C"/>
    <w:rsid w:val="00CD642A"/>
    <w:rsid w:val="00CD6618"/>
    <w:rsid w:val="00CD69A4"/>
    <w:rsid w:val="00CD6D9E"/>
    <w:rsid w:val="00CD72B8"/>
    <w:rsid w:val="00CD75FB"/>
    <w:rsid w:val="00CD7B18"/>
    <w:rsid w:val="00CD7BC2"/>
    <w:rsid w:val="00CD7DD6"/>
    <w:rsid w:val="00CD7F84"/>
    <w:rsid w:val="00CE0023"/>
    <w:rsid w:val="00CE021F"/>
    <w:rsid w:val="00CE0352"/>
    <w:rsid w:val="00CE0498"/>
    <w:rsid w:val="00CE057D"/>
    <w:rsid w:val="00CE070A"/>
    <w:rsid w:val="00CE0804"/>
    <w:rsid w:val="00CE090F"/>
    <w:rsid w:val="00CE0ADC"/>
    <w:rsid w:val="00CE0C38"/>
    <w:rsid w:val="00CE0F89"/>
    <w:rsid w:val="00CE0F8D"/>
    <w:rsid w:val="00CE166A"/>
    <w:rsid w:val="00CE19F7"/>
    <w:rsid w:val="00CE1BDF"/>
    <w:rsid w:val="00CE1FC1"/>
    <w:rsid w:val="00CE21F1"/>
    <w:rsid w:val="00CE242F"/>
    <w:rsid w:val="00CE24D6"/>
    <w:rsid w:val="00CE24E6"/>
    <w:rsid w:val="00CE25FE"/>
    <w:rsid w:val="00CE2FE2"/>
    <w:rsid w:val="00CE3682"/>
    <w:rsid w:val="00CE3698"/>
    <w:rsid w:val="00CE3E9C"/>
    <w:rsid w:val="00CE453C"/>
    <w:rsid w:val="00CE4755"/>
    <w:rsid w:val="00CE47E7"/>
    <w:rsid w:val="00CE4BC8"/>
    <w:rsid w:val="00CE4CF9"/>
    <w:rsid w:val="00CE5020"/>
    <w:rsid w:val="00CE5171"/>
    <w:rsid w:val="00CE59CE"/>
    <w:rsid w:val="00CE60F2"/>
    <w:rsid w:val="00CE6278"/>
    <w:rsid w:val="00CE6340"/>
    <w:rsid w:val="00CE6629"/>
    <w:rsid w:val="00CE6BCC"/>
    <w:rsid w:val="00CE7340"/>
    <w:rsid w:val="00CE7423"/>
    <w:rsid w:val="00CE76D0"/>
    <w:rsid w:val="00CE789C"/>
    <w:rsid w:val="00CE79A7"/>
    <w:rsid w:val="00CE7A84"/>
    <w:rsid w:val="00CE7E84"/>
    <w:rsid w:val="00CF0110"/>
    <w:rsid w:val="00CF0751"/>
    <w:rsid w:val="00CF086D"/>
    <w:rsid w:val="00CF0A92"/>
    <w:rsid w:val="00CF0CA9"/>
    <w:rsid w:val="00CF0DED"/>
    <w:rsid w:val="00CF0EC1"/>
    <w:rsid w:val="00CF1129"/>
    <w:rsid w:val="00CF1640"/>
    <w:rsid w:val="00CF1B14"/>
    <w:rsid w:val="00CF1B3D"/>
    <w:rsid w:val="00CF1C86"/>
    <w:rsid w:val="00CF1D57"/>
    <w:rsid w:val="00CF1EF2"/>
    <w:rsid w:val="00CF2010"/>
    <w:rsid w:val="00CF22CC"/>
    <w:rsid w:val="00CF2359"/>
    <w:rsid w:val="00CF2A89"/>
    <w:rsid w:val="00CF2BF3"/>
    <w:rsid w:val="00CF2E07"/>
    <w:rsid w:val="00CF313B"/>
    <w:rsid w:val="00CF31C7"/>
    <w:rsid w:val="00CF3D78"/>
    <w:rsid w:val="00CF3E38"/>
    <w:rsid w:val="00CF3E75"/>
    <w:rsid w:val="00CF40CC"/>
    <w:rsid w:val="00CF42F9"/>
    <w:rsid w:val="00CF4383"/>
    <w:rsid w:val="00CF43E8"/>
    <w:rsid w:val="00CF4D00"/>
    <w:rsid w:val="00CF4D63"/>
    <w:rsid w:val="00CF4EA1"/>
    <w:rsid w:val="00CF526A"/>
    <w:rsid w:val="00CF54B6"/>
    <w:rsid w:val="00CF5FED"/>
    <w:rsid w:val="00CF6559"/>
    <w:rsid w:val="00CF68CC"/>
    <w:rsid w:val="00CF6D85"/>
    <w:rsid w:val="00CF6F86"/>
    <w:rsid w:val="00CF70BC"/>
    <w:rsid w:val="00CF75C7"/>
    <w:rsid w:val="00CF75FE"/>
    <w:rsid w:val="00CF7649"/>
    <w:rsid w:val="00D000AF"/>
    <w:rsid w:val="00D0016C"/>
    <w:rsid w:val="00D0050C"/>
    <w:rsid w:val="00D00600"/>
    <w:rsid w:val="00D0086C"/>
    <w:rsid w:val="00D00F01"/>
    <w:rsid w:val="00D010FC"/>
    <w:rsid w:val="00D0129B"/>
    <w:rsid w:val="00D016A0"/>
    <w:rsid w:val="00D0175A"/>
    <w:rsid w:val="00D018BA"/>
    <w:rsid w:val="00D01963"/>
    <w:rsid w:val="00D01B66"/>
    <w:rsid w:val="00D01D14"/>
    <w:rsid w:val="00D01E0B"/>
    <w:rsid w:val="00D01EBE"/>
    <w:rsid w:val="00D02028"/>
    <w:rsid w:val="00D020DB"/>
    <w:rsid w:val="00D022C8"/>
    <w:rsid w:val="00D02333"/>
    <w:rsid w:val="00D024DB"/>
    <w:rsid w:val="00D026E6"/>
    <w:rsid w:val="00D02823"/>
    <w:rsid w:val="00D02A67"/>
    <w:rsid w:val="00D02B43"/>
    <w:rsid w:val="00D02B6D"/>
    <w:rsid w:val="00D02EB9"/>
    <w:rsid w:val="00D03062"/>
    <w:rsid w:val="00D030F2"/>
    <w:rsid w:val="00D036E9"/>
    <w:rsid w:val="00D0371B"/>
    <w:rsid w:val="00D03F6A"/>
    <w:rsid w:val="00D040CA"/>
    <w:rsid w:val="00D04155"/>
    <w:rsid w:val="00D0495A"/>
    <w:rsid w:val="00D0499F"/>
    <w:rsid w:val="00D04B6D"/>
    <w:rsid w:val="00D04EBF"/>
    <w:rsid w:val="00D05195"/>
    <w:rsid w:val="00D05252"/>
    <w:rsid w:val="00D053C3"/>
    <w:rsid w:val="00D054D0"/>
    <w:rsid w:val="00D05587"/>
    <w:rsid w:val="00D05640"/>
    <w:rsid w:val="00D05952"/>
    <w:rsid w:val="00D05C4B"/>
    <w:rsid w:val="00D05CE2"/>
    <w:rsid w:val="00D05F25"/>
    <w:rsid w:val="00D06182"/>
    <w:rsid w:val="00D061D0"/>
    <w:rsid w:val="00D0620A"/>
    <w:rsid w:val="00D062C8"/>
    <w:rsid w:val="00D06C72"/>
    <w:rsid w:val="00D06D7E"/>
    <w:rsid w:val="00D07064"/>
    <w:rsid w:val="00D071D5"/>
    <w:rsid w:val="00D07320"/>
    <w:rsid w:val="00D0749E"/>
    <w:rsid w:val="00D07F6A"/>
    <w:rsid w:val="00D1001E"/>
    <w:rsid w:val="00D1044C"/>
    <w:rsid w:val="00D1091E"/>
    <w:rsid w:val="00D110F6"/>
    <w:rsid w:val="00D111CE"/>
    <w:rsid w:val="00D111F7"/>
    <w:rsid w:val="00D11299"/>
    <w:rsid w:val="00D11400"/>
    <w:rsid w:val="00D11505"/>
    <w:rsid w:val="00D11553"/>
    <w:rsid w:val="00D11D74"/>
    <w:rsid w:val="00D12210"/>
    <w:rsid w:val="00D122AD"/>
    <w:rsid w:val="00D12348"/>
    <w:rsid w:val="00D123BB"/>
    <w:rsid w:val="00D12451"/>
    <w:rsid w:val="00D124EB"/>
    <w:rsid w:val="00D1267B"/>
    <w:rsid w:val="00D12AB1"/>
    <w:rsid w:val="00D12AFA"/>
    <w:rsid w:val="00D12CE1"/>
    <w:rsid w:val="00D12FF6"/>
    <w:rsid w:val="00D135DB"/>
    <w:rsid w:val="00D1370C"/>
    <w:rsid w:val="00D13767"/>
    <w:rsid w:val="00D13CD2"/>
    <w:rsid w:val="00D13DA2"/>
    <w:rsid w:val="00D13DD2"/>
    <w:rsid w:val="00D13FB5"/>
    <w:rsid w:val="00D13FF7"/>
    <w:rsid w:val="00D14447"/>
    <w:rsid w:val="00D144EC"/>
    <w:rsid w:val="00D1484D"/>
    <w:rsid w:val="00D14B3D"/>
    <w:rsid w:val="00D1509D"/>
    <w:rsid w:val="00D15280"/>
    <w:rsid w:val="00D1552B"/>
    <w:rsid w:val="00D15AC8"/>
    <w:rsid w:val="00D15FCC"/>
    <w:rsid w:val="00D1636D"/>
    <w:rsid w:val="00D164DD"/>
    <w:rsid w:val="00D16BCD"/>
    <w:rsid w:val="00D16C75"/>
    <w:rsid w:val="00D16D07"/>
    <w:rsid w:val="00D16DC6"/>
    <w:rsid w:val="00D16E7A"/>
    <w:rsid w:val="00D175FB"/>
    <w:rsid w:val="00D1767B"/>
    <w:rsid w:val="00D1770A"/>
    <w:rsid w:val="00D177A9"/>
    <w:rsid w:val="00D17A05"/>
    <w:rsid w:val="00D17BB9"/>
    <w:rsid w:val="00D17DBF"/>
    <w:rsid w:val="00D20122"/>
    <w:rsid w:val="00D201BF"/>
    <w:rsid w:val="00D208E2"/>
    <w:rsid w:val="00D20F32"/>
    <w:rsid w:val="00D21181"/>
    <w:rsid w:val="00D21237"/>
    <w:rsid w:val="00D2123C"/>
    <w:rsid w:val="00D21306"/>
    <w:rsid w:val="00D21729"/>
    <w:rsid w:val="00D2198E"/>
    <w:rsid w:val="00D21B8D"/>
    <w:rsid w:val="00D21E82"/>
    <w:rsid w:val="00D21F1A"/>
    <w:rsid w:val="00D2210B"/>
    <w:rsid w:val="00D2210E"/>
    <w:rsid w:val="00D22239"/>
    <w:rsid w:val="00D2227B"/>
    <w:rsid w:val="00D22405"/>
    <w:rsid w:val="00D2264E"/>
    <w:rsid w:val="00D22B1B"/>
    <w:rsid w:val="00D22C65"/>
    <w:rsid w:val="00D232E0"/>
    <w:rsid w:val="00D235DD"/>
    <w:rsid w:val="00D239B7"/>
    <w:rsid w:val="00D23A1A"/>
    <w:rsid w:val="00D23B8D"/>
    <w:rsid w:val="00D23F44"/>
    <w:rsid w:val="00D24263"/>
    <w:rsid w:val="00D24341"/>
    <w:rsid w:val="00D2445C"/>
    <w:rsid w:val="00D24956"/>
    <w:rsid w:val="00D24D4D"/>
    <w:rsid w:val="00D24E7A"/>
    <w:rsid w:val="00D24FCE"/>
    <w:rsid w:val="00D2564F"/>
    <w:rsid w:val="00D25CD9"/>
    <w:rsid w:val="00D25D7A"/>
    <w:rsid w:val="00D25DEE"/>
    <w:rsid w:val="00D25E4E"/>
    <w:rsid w:val="00D26092"/>
    <w:rsid w:val="00D26591"/>
    <w:rsid w:val="00D2668E"/>
    <w:rsid w:val="00D26A45"/>
    <w:rsid w:val="00D26CB2"/>
    <w:rsid w:val="00D26F5F"/>
    <w:rsid w:val="00D2763C"/>
    <w:rsid w:val="00D2790F"/>
    <w:rsid w:val="00D27A42"/>
    <w:rsid w:val="00D27B23"/>
    <w:rsid w:val="00D27BF3"/>
    <w:rsid w:val="00D27DBF"/>
    <w:rsid w:val="00D3001A"/>
    <w:rsid w:val="00D30115"/>
    <w:rsid w:val="00D3030B"/>
    <w:rsid w:val="00D30405"/>
    <w:rsid w:val="00D30711"/>
    <w:rsid w:val="00D3088B"/>
    <w:rsid w:val="00D30C86"/>
    <w:rsid w:val="00D3162E"/>
    <w:rsid w:val="00D31672"/>
    <w:rsid w:val="00D31901"/>
    <w:rsid w:val="00D31A3B"/>
    <w:rsid w:val="00D31E1B"/>
    <w:rsid w:val="00D31F54"/>
    <w:rsid w:val="00D31F8D"/>
    <w:rsid w:val="00D3222D"/>
    <w:rsid w:val="00D3239A"/>
    <w:rsid w:val="00D3239B"/>
    <w:rsid w:val="00D325D2"/>
    <w:rsid w:val="00D32634"/>
    <w:rsid w:val="00D32642"/>
    <w:rsid w:val="00D326A2"/>
    <w:rsid w:val="00D32726"/>
    <w:rsid w:val="00D3274D"/>
    <w:rsid w:val="00D32B08"/>
    <w:rsid w:val="00D32BF4"/>
    <w:rsid w:val="00D33170"/>
    <w:rsid w:val="00D3321B"/>
    <w:rsid w:val="00D338FA"/>
    <w:rsid w:val="00D33A5B"/>
    <w:rsid w:val="00D33C7B"/>
    <w:rsid w:val="00D341F8"/>
    <w:rsid w:val="00D34B2B"/>
    <w:rsid w:val="00D3543E"/>
    <w:rsid w:val="00D3560F"/>
    <w:rsid w:val="00D35A66"/>
    <w:rsid w:val="00D35AEE"/>
    <w:rsid w:val="00D35EA7"/>
    <w:rsid w:val="00D3630F"/>
    <w:rsid w:val="00D36335"/>
    <w:rsid w:val="00D36635"/>
    <w:rsid w:val="00D36733"/>
    <w:rsid w:val="00D367A4"/>
    <w:rsid w:val="00D369B2"/>
    <w:rsid w:val="00D36CDA"/>
    <w:rsid w:val="00D36DDB"/>
    <w:rsid w:val="00D37648"/>
    <w:rsid w:val="00D376F4"/>
    <w:rsid w:val="00D3774C"/>
    <w:rsid w:val="00D37798"/>
    <w:rsid w:val="00D37AB7"/>
    <w:rsid w:val="00D40222"/>
    <w:rsid w:val="00D40983"/>
    <w:rsid w:val="00D4111C"/>
    <w:rsid w:val="00D41205"/>
    <w:rsid w:val="00D41299"/>
    <w:rsid w:val="00D41391"/>
    <w:rsid w:val="00D41830"/>
    <w:rsid w:val="00D41D40"/>
    <w:rsid w:val="00D4209D"/>
    <w:rsid w:val="00D42789"/>
    <w:rsid w:val="00D428AA"/>
    <w:rsid w:val="00D4293D"/>
    <w:rsid w:val="00D42984"/>
    <w:rsid w:val="00D42B1D"/>
    <w:rsid w:val="00D42B41"/>
    <w:rsid w:val="00D42B4A"/>
    <w:rsid w:val="00D42D1A"/>
    <w:rsid w:val="00D43105"/>
    <w:rsid w:val="00D432D4"/>
    <w:rsid w:val="00D434C3"/>
    <w:rsid w:val="00D439C7"/>
    <w:rsid w:val="00D43A36"/>
    <w:rsid w:val="00D4402C"/>
    <w:rsid w:val="00D4410E"/>
    <w:rsid w:val="00D44187"/>
    <w:rsid w:val="00D44DFB"/>
    <w:rsid w:val="00D44F43"/>
    <w:rsid w:val="00D45124"/>
    <w:rsid w:val="00D4539F"/>
    <w:rsid w:val="00D4593D"/>
    <w:rsid w:val="00D459ED"/>
    <w:rsid w:val="00D45AA4"/>
    <w:rsid w:val="00D45C47"/>
    <w:rsid w:val="00D46056"/>
    <w:rsid w:val="00D46072"/>
    <w:rsid w:val="00D462CC"/>
    <w:rsid w:val="00D467E9"/>
    <w:rsid w:val="00D467FA"/>
    <w:rsid w:val="00D46F51"/>
    <w:rsid w:val="00D4702D"/>
    <w:rsid w:val="00D470A5"/>
    <w:rsid w:val="00D4773A"/>
    <w:rsid w:val="00D477FC"/>
    <w:rsid w:val="00D4789B"/>
    <w:rsid w:val="00D47A16"/>
    <w:rsid w:val="00D47AA8"/>
    <w:rsid w:val="00D47C91"/>
    <w:rsid w:val="00D50213"/>
    <w:rsid w:val="00D50274"/>
    <w:rsid w:val="00D50817"/>
    <w:rsid w:val="00D50A33"/>
    <w:rsid w:val="00D50C8B"/>
    <w:rsid w:val="00D51214"/>
    <w:rsid w:val="00D51776"/>
    <w:rsid w:val="00D51B36"/>
    <w:rsid w:val="00D5208D"/>
    <w:rsid w:val="00D5226B"/>
    <w:rsid w:val="00D52516"/>
    <w:rsid w:val="00D5256E"/>
    <w:rsid w:val="00D52A1B"/>
    <w:rsid w:val="00D52F34"/>
    <w:rsid w:val="00D53383"/>
    <w:rsid w:val="00D537A9"/>
    <w:rsid w:val="00D53C6B"/>
    <w:rsid w:val="00D53E66"/>
    <w:rsid w:val="00D54297"/>
    <w:rsid w:val="00D543E2"/>
    <w:rsid w:val="00D54448"/>
    <w:rsid w:val="00D545AE"/>
    <w:rsid w:val="00D54B31"/>
    <w:rsid w:val="00D54B7C"/>
    <w:rsid w:val="00D54E25"/>
    <w:rsid w:val="00D55052"/>
    <w:rsid w:val="00D551AA"/>
    <w:rsid w:val="00D551DF"/>
    <w:rsid w:val="00D55397"/>
    <w:rsid w:val="00D55473"/>
    <w:rsid w:val="00D55494"/>
    <w:rsid w:val="00D55570"/>
    <w:rsid w:val="00D5583E"/>
    <w:rsid w:val="00D55B18"/>
    <w:rsid w:val="00D55CA9"/>
    <w:rsid w:val="00D55E67"/>
    <w:rsid w:val="00D56025"/>
    <w:rsid w:val="00D563FA"/>
    <w:rsid w:val="00D56ED5"/>
    <w:rsid w:val="00D56F44"/>
    <w:rsid w:val="00D57099"/>
    <w:rsid w:val="00D571B7"/>
    <w:rsid w:val="00D5734F"/>
    <w:rsid w:val="00D573B8"/>
    <w:rsid w:val="00D574B5"/>
    <w:rsid w:val="00D576E0"/>
    <w:rsid w:val="00D57B8C"/>
    <w:rsid w:val="00D57D83"/>
    <w:rsid w:val="00D57E7D"/>
    <w:rsid w:val="00D57FE3"/>
    <w:rsid w:val="00D60031"/>
    <w:rsid w:val="00D600B5"/>
    <w:rsid w:val="00D604A8"/>
    <w:rsid w:val="00D60B6E"/>
    <w:rsid w:val="00D611E0"/>
    <w:rsid w:val="00D61466"/>
    <w:rsid w:val="00D616BD"/>
    <w:rsid w:val="00D6185F"/>
    <w:rsid w:val="00D61AD6"/>
    <w:rsid w:val="00D620C7"/>
    <w:rsid w:val="00D6212F"/>
    <w:rsid w:val="00D622D7"/>
    <w:rsid w:val="00D624B4"/>
    <w:rsid w:val="00D62950"/>
    <w:rsid w:val="00D629D5"/>
    <w:rsid w:val="00D6309F"/>
    <w:rsid w:val="00D630A2"/>
    <w:rsid w:val="00D63524"/>
    <w:rsid w:val="00D63563"/>
    <w:rsid w:val="00D635B2"/>
    <w:rsid w:val="00D6362F"/>
    <w:rsid w:val="00D637F2"/>
    <w:rsid w:val="00D63E0C"/>
    <w:rsid w:val="00D6437A"/>
    <w:rsid w:val="00D644BD"/>
    <w:rsid w:val="00D644E4"/>
    <w:rsid w:val="00D6463D"/>
    <w:rsid w:val="00D647E6"/>
    <w:rsid w:val="00D649EC"/>
    <w:rsid w:val="00D64ADD"/>
    <w:rsid w:val="00D64B10"/>
    <w:rsid w:val="00D64C78"/>
    <w:rsid w:val="00D64F8B"/>
    <w:rsid w:val="00D6526D"/>
    <w:rsid w:val="00D652B1"/>
    <w:rsid w:val="00D652D3"/>
    <w:rsid w:val="00D6532E"/>
    <w:rsid w:val="00D655A3"/>
    <w:rsid w:val="00D65D87"/>
    <w:rsid w:val="00D65D8E"/>
    <w:rsid w:val="00D66023"/>
    <w:rsid w:val="00D66239"/>
    <w:rsid w:val="00D6668D"/>
    <w:rsid w:val="00D66743"/>
    <w:rsid w:val="00D66764"/>
    <w:rsid w:val="00D66834"/>
    <w:rsid w:val="00D6691E"/>
    <w:rsid w:val="00D66A8C"/>
    <w:rsid w:val="00D66C41"/>
    <w:rsid w:val="00D66F27"/>
    <w:rsid w:val="00D67317"/>
    <w:rsid w:val="00D67382"/>
    <w:rsid w:val="00D6739F"/>
    <w:rsid w:val="00D6747A"/>
    <w:rsid w:val="00D678DC"/>
    <w:rsid w:val="00D67A01"/>
    <w:rsid w:val="00D70145"/>
    <w:rsid w:val="00D706AA"/>
    <w:rsid w:val="00D70EC1"/>
    <w:rsid w:val="00D7132C"/>
    <w:rsid w:val="00D7135A"/>
    <w:rsid w:val="00D71B72"/>
    <w:rsid w:val="00D71BA2"/>
    <w:rsid w:val="00D71D64"/>
    <w:rsid w:val="00D720BE"/>
    <w:rsid w:val="00D725E8"/>
    <w:rsid w:val="00D726EA"/>
    <w:rsid w:val="00D7277D"/>
    <w:rsid w:val="00D72A85"/>
    <w:rsid w:val="00D72A9C"/>
    <w:rsid w:val="00D72DD3"/>
    <w:rsid w:val="00D72FDB"/>
    <w:rsid w:val="00D730A8"/>
    <w:rsid w:val="00D7340B"/>
    <w:rsid w:val="00D73417"/>
    <w:rsid w:val="00D737C6"/>
    <w:rsid w:val="00D7382A"/>
    <w:rsid w:val="00D73A70"/>
    <w:rsid w:val="00D73AA5"/>
    <w:rsid w:val="00D73B4B"/>
    <w:rsid w:val="00D73BEE"/>
    <w:rsid w:val="00D73C99"/>
    <w:rsid w:val="00D73E05"/>
    <w:rsid w:val="00D73F65"/>
    <w:rsid w:val="00D73FC9"/>
    <w:rsid w:val="00D74025"/>
    <w:rsid w:val="00D748DE"/>
    <w:rsid w:val="00D74B0F"/>
    <w:rsid w:val="00D74B26"/>
    <w:rsid w:val="00D74B36"/>
    <w:rsid w:val="00D74C20"/>
    <w:rsid w:val="00D753E6"/>
    <w:rsid w:val="00D758BB"/>
    <w:rsid w:val="00D75C51"/>
    <w:rsid w:val="00D75C72"/>
    <w:rsid w:val="00D75C79"/>
    <w:rsid w:val="00D75DCB"/>
    <w:rsid w:val="00D75ED9"/>
    <w:rsid w:val="00D761C5"/>
    <w:rsid w:val="00D762F1"/>
    <w:rsid w:val="00D76855"/>
    <w:rsid w:val="00D76A1E"/>
    <w:rsid w:val="00D76FAE"/>
    <w:rsid w:val="00D7747E"/>
    <w:rsid w:val="00D77497"/>
    <w:rsid w:val="00D775A9"/>
    <w:rsid w:val="00D77A5A"/>
    <w:rsid w:val="00D77BA9"/>
    <w:rsid w:val="00D77CDA"/>
    <w:rsid w:val="00D77E8D"/>
    <w:rsid w:val="00D77F1A"/>
    <w:rsid w:val="00D77FB2"/>
    <w:rsid w:val="00D80056"/>
    <w:rsid w:val="00D802E9"/>
    <w:rsid w:val="00D80305"/>
    <w:rsid w:val="00D80884"/>
    <w:rsid w:val="00D80AD2"/>
    <w:rsid w:val="00D80CB7"/>
    <w:rsid w:val="00D80D1C"/>
    <w:rsid w:val="00D80DD1"/>
    <w:rsid w:val="00D80DD6"/>
    <w:rsid w:val="00D813DD"/>
    <w:rsid w:val="00D81955"/>
    <w:rsid w:val="00D81A6A"/>
    <w:rsid w:val="00D82950"/>
    <w:rsid w:val="00D82C56"/>
    <w:rsid w:val="00D831DA"/>
    <w:rsid w:val="00D832BD"/>
    <w:rsid w:val="00D833D3"/>
    <w:rsid w:val="00D836BD"/>
    <w:rsid w:val="00D83725"/>
    <w:rsid w:val="00D83A87"/>
    <w:rsid w:val="00D83C43"/>
    <w:rsid w:val="00D84D38"/>
    <w:rsid w:val="00D85216"/>
    <w:rsid w:val="00D85370"/>
    <w:rsid w:val="00D854BD"/>
    <w:rsid w:val="00D8577E"/>
    <w:rsid w:val="00D8589E"/>
    <w:rsid w:val="00D859AD"/>
    <w:rsid w:val="00D859B5"/>
    <w:rsid w:val="00D85EDC"/>
    <w:rsid w:val="00D85F35"/>
    <w:rsid w:val="00D86066"/>
    <w:rsid w:val="00D8665C"/>
    <w:rsid w:val="00D866AB"/>
    <w:rsid w:val="00D86AB0"/>
    <w:rsid w:val="00D86CF5"/>
    <w:rsid w:val="00D871ED"/>
    <w:rsid w:val="00D8721F"/>
    <w:rsid w:val="00D873A5"/>
    <w:rsid w:val="00D87D3C"/>
    <w:rsid w:val="00D87DC7"/>
    <w:rsid w:val="00D901B2"/>
    <w:rsid w:val="00D904CC"/>
    <w:rsid w:val="00D90750"/>
    <w:rsid w:val="00D907C7"/>
    <w:rsid w:val="00D91079"/>
    <w:rsid w:val="00D9145D"/>
    <w:rsid w:val="00D91664"/>
    <w:rsid w:val="00D919E9"/>
    <w:rsid w:val="00D91C9A"/>
    <w:rsid w:val="00D91E44"/>
    <w:rsid w:val="00D91F8A"/>
    <w:rsid w:val="00D92058"/>
    <w:rsid w:val="00D92201"/>
    <w:rsid w:val="00D922BC"/>
    <w:rsid w:val="00D92575"/>
    <w:rsid w:val="00D92638"/>
    <w:rsid w:val="00D92928"/>
    <w:rsid w:val="00D92963"/>
    <w:rsid w:val="00D92978"/>
    <w:rsid w:val="00D92A3A"/>
    <w:rsid w:val="00D92BA6"/>
    <w:rsid w:val="00D92FD9"/>
    <w:rsid w:val="00D92FDB"/>
    <w:rsid w:val="00D9311F"/>
    <w:rsid w:val="00D9352C"/>
    <w:rsid w:val="00D93D4E"/>
    <w:rsid w:val="00D94396"/>
    <w:rsid w:val="00D944EE"/>
    <w:rsid w:val="00D94DBC"/>
    <w:rsid w:val="00D94F40"/>
    <w:rsid w:val="00D95A57"/>
    <w:rsid w:val="00D95B68"/>
    <w:rsid w:val="00D95CA8"/>
    <w:rsid w:val="00D95EDD"/>
    <w:rsid w:val="00D95F6D"/>
    <w:rsid w:val="00D96128"/>
    <w:rsid w:val="00D96561"/>
    <w:rsid w:val="00D96AE3"/>
    <w:rsid w:val="00D96C6D"/>
    <w:rsid w:val="00D96F8E"/>
    <w:rsid w:val="00D96FB7"/>
    <w:rsid w:val="00D97061"/>
    <w:rsid w:val="00D97253"/>
    <w:rsid w:val="00D974CF"/>
    <w:rsid w:val="00D979D3"/>
    <w:rsid w:val="00DA0029"/>
    <w:rsid w:val="00DA0191"/>
    <w:rsid w:val="00DA035A"/>
    <w:rsid w:val="00DA06C9"/>
    <w:rsid w:val="00DA07D8"/>
    <w:rsid w:val="00DA0886"/>
    <w:rsid w:val="00DA0A06"/>
    <w:rsid w:val="00DA142E"/>
    <w:rsid w:val="00DA16BE"/>
    <w:rsid w:val="00DA172B"/>
    <w:rsid w:val="00DA1ADE"/>
    <w:rsid w:val="00DA1C2D"/>
    <w:rsid w:val="00DA1F26"/>
    <w:rsid w:val="00DA1FFD"/>
    <w:rsid w:val="00DA20E0"/>
    <w:rsid w:val="00DA23A5"/>
    <w:rsid w:val="00DA26E4"/>
    <w:rsid w:val="00DA2986"/>
    <w:rsid w:val="00DA2A1A"/>
    <w:rsid w:val="00DA2BC5"/>
    <w:rsid w:val="00DA326E"/>
    <w:rsid w:val="00DA32D7"/>
    <w:rsid w:val="00DA34B8"/>
    <w:rsid w:val="00DA3667"/>
    <w:rsid w:val="00DA3675"/>
    <w:rsid w:val="00DA3766"/>
    <w:rsid w:val="00DA3A81"/>
    <w:rsid w:val="00DA3B1E"/>
    <w:rsid w:val="00DA3E39"/>
    <w:rsid w:val="00DA3E58"/>
    <w:rsid w:val="00DA4823"/>
    <w:rsid w:val="00DA4C22"/>
    <w:rsid w:val="00DA5277"/>
    <w:rsid w:val="00DA56DD"/>
    <w:rsid w:val="00DA5994"/>
    <w:rsid w:val="00DA5BFA"/>
    <w:rsid w:val="00DA5E78"/>
    <w:rsid w:val="00DA60B1"/>
    <w:rsid w:val="00DA623E"/>
    <w:rsid w:val="00DA6318"/>
    <w:rsid w:val="00DA68ED"/>
    <w:rsid w:val="00DA68F3"/>
    <w:rsid w:val="00DA698E"/>
    <w:rsid w:val="00DA6CB9"/>
    <w:rsid w:val="00DA6E9A"/>
    <w:rsid w:val="00DA73A1"/>
    <w:rsid w:val="00DA75BC"/>
    <w:rsid w:val="00DA782A"/>
    <w:rsid w:val="00DA7A91"/>
    <w:rsid w:val="00DB0301"/>
    <w:rsid w:val="00DB0912"/>
    <w:rsid w:val="00DB0DF3"/>
    <w:rsid w:val="00DB0F36"/>
    <w:rsid w:val="00DB114D"/>
    <w:rsid w:val="00DB1297"/>
    <w:rsid w:val="00DB1854"/>
    <w:rsid w:val="00DB19BC"/>
    <w:rsid w:val="00DB1D02"/>
    <w:rsid w:val="00DB1E46"/>
    <w:rsid w:val="00DB1F34"/>
    <w:rsid w:val="00DB2000"/>
    <w:rsid w:val="00DB232F"/>
    <w:rsid w:val="00DB234D"/>
    <w:rsid w:val="00DB2387"/>
    <w:rsid w:val="00DB28DF"/>
    <w:rsid w:val="00DB2A0B"/>
    <w:rsid w:val="00DB2BF5"/>
    <w:rsid w:val="00DB2D82"/>
    <w:rsid w:val="00DB2ED0"/>
    <w:rsid w:val="00DB2F27"/>
    <w:rsid w:val="00DB327A"/>
    <w:rsid w:val="00DB332A"/>
    <w:rsid w:val="00DB3A1A"/>
    <w:rsid w:val="00DB3E5E"/>
    <w:rsid w:val="00DB41E0"/>
    <w:rsid w:val="00DB4226"/>
    <w:rsid w:val="00DB444B"/>
    <w:rsid w:val="00DB4454"/>
    <w:rsid w:val="00DB4C60"/>
    <w:rsid w:val="00DB4CC3"/>
    <w:rsid w:val="00DB4E75"/>
    <w:rsid w:val="00DB5171"/>
    <w:rsid w:val="00DB5863"/>
    <w:rsid w:val="00DB592F"/>
    <w:rsid w:val="00DB5A08"/>
    <w:rsid w:val="00DB5E6F"/>
    <w:rsid w:val="00DB6313"/>
    <w:rsid w:val="00DB6588"/>
    <w:rsid w:val="00DB6590"/>
    <w:rsid w:val="00DB65DC"/>
    <w:rsid w:val="00DB6F64"/>
    <w:rsid w:val="00DB719F"/>
    <w:rsid w:val="00DB71D4"/>
    <w:rsid w:val="00DB7262"/>
    <w:rsid w:val="00DB7392"/>
    <w:rsid w:val="00DB7502"/>
    <w:rsid w:val="00DB75EE"/>
    <w:rsid w:val="00DB7677"/>
    <w:rsid w:val="00DB7786"/>
    <w:rsid w:val="00DB7A13"/>
    <w:rsid w:val="00DB7AE3"/>
    <w:rsid w:val="00DB7DE4"/>
    <w:rsid w:val="00DC0105"/>
    <w:rsid w:val="00DC11CB"/>
    <w:rsid w:val="00DC143E"/>
    <w:rsid w:val="00DC2434"/>
    <w:rsid w:val="00DC2528"/>
    <w:rsid w:val="00DC2ABD"/>
    <w:rsid w:val="00DC2D53"/>
    <w:rsid w:val="00DC2E20"/>
    <w:rsid w:val="00DC316F"/>
    <w:rsid w:val="00DC3270"/>
    <w:rsid w:val="00DC3383"/>
    <w:rsid w:val="00DC35A0"/>
    <w:rsid w:val="00DC3646"/>
    <w:rsid w:val="00DC3924"/>
    <w:rsid w:val="00DC3C47"/>
    <w:rsid w:val="00DC3DE4"/>
    <w:rsid w:val="00DC3DF9"/>
    <w:rsid w:val="00DC4257"/>
    <w:rsid w:val="00DC4308"/>
    <w:rsid w:val="00DC46F2"/>
    <w:rsid w:val="00DC4814"/>
    <w:rsid w:val="00DC48CD"/>
    <w:rsid w:val="00DC556D"/>
    <w:rsid w:val="00DC55F8"/>
    <w:rsid w:val="00DC5865"/>
    <w:rsid w:val="00DC5C28"/>
    <w:rsid w:val="00DC5C9A"/>
    <w:rsid w:val="00DC5D62"/>
    <w:rsid w:val="00DC5F05"/>
    <w:rsid w:val="00DC6427"/>
    <w:rsid w:val="00DC6445"/>
    <w:rsid w:val="00DC66A2"/>
    <w:rsid w:val="00DC6960"/>
    <w:rsid w:val="00DC6D0F"/>
    <w:rsid w:val="00DC6F7B"/>
    <w:rsid w:val="00DC6F89"/>
    <w:rsid w:val="00DC6FE4"/>
    <w:rsid w:val="00DC71A6"/>
    <w:rsid w:val="00DC7210"/>
    <w:rsid w:val="00DC74F3"/>
    <w:rsid w:val="00DC7CD4"/>
    <w:rsid w:val="00DD008E"/>
    <w:rsid w:val="00DD014D"/>
    <w:rsid w:val="00DD0847"/>
    <w:rsid w:val="00DD0B73"/>
    <w:rsid w:val="00DD0B98"/>
    <w:rsid w:val="00DD0C38"/>
    <w:rsid w:val="00DD0DDE"/>
    <w:rsid w:val="00DD0DFC"/>
    <w:rsid w:val="00DD0E87"/>
    <w:rsid w:val="00DD0FC4"/>
    <w:rsid w:val="00DD12FC"/>
    <w:rsid w:val="00DD1311"/>
    <w:rsid w:val="00DD1A95"/>
    <w:rsid w:val="00DD1AAA"/>
    <w:rsid w:val="00DD1EB3"/>
    <w:rsid w:val="00DD1EE2"/>
    <w:rsid w:val="00DD1F60"/>
    <w:rsid w:val="00DD1F90"/>
    <w:rsid w:val="00DD212E"/>
    <w:rsid w:val="00DD23A4"/>
    <w:rsid w:val="00DD2763"/>
    <w:rsid w:val="00DD2C92"/>
    <w:rsid w:val="00DD35E5"/>
    <w:rsid w:val="00DD392D"/>
    <w:rsid w:val="00DD3A74"/>
    <w:rsid w:val="00DD3BA9"/>
    <w:rsid w:val="00DD3DF6"/>
    <w:rsid w:val="00DD43E8"/>
    <w:rsid w:val="00DD4449"/>
    <w:rsid w:val="00DD4656"/>
    <w:rsid w:val="00DD480E"/>
    <w:rsid w:val="00DD4C09"/>
    <w:rsid w:val="00DD4CA6"/>
    <w:rsid w:val="00DD4D8B"/>
    <w:rsid w:val="00DD4EE2"/>
    <w:rsid w:val="00DD4F0A"/>
    <w:rsid w:val="00DD50C3"/>
    <w:rsid w:val="00DD54A5"/>
    <w:rsid w:val="00DD58A1"/>
    <w:rsid w:val="00DD5A3E"/>
    <w:rsid w:val="00DD5A6D"/>
    <w:rsid w:val="00DD5F57"/>
    <w:rsid w:val="00DD6038"/>
    <w:rsid w:val="00DD605F"/>
    <w:rsid w:val="00DD631C"/>
    <w:rsid w:val="00DD638F"/>
    <w:rsid w:val="00DD6C72"/>
    <w:rsid w:val="00DD6DA4"/>
    <w:rsid w:val="00DD6F88"/>
    <w:rsid w:val="00DD7600"/>
    <w:rsid w:val="00DD7867"/>
    <w:rsid w:val="00DD7CE7"/>
    <w:rsid w:val="00DD7DD6"/>
    <w:rsid w:val="00DE0564"/>
    <w:rsid w:val="00DE05E3"/>
    <w:rsid w:val="00DE09A1"/>
    <w:rsid w:val="00DE0B8A"/>
    <w:rsid w:val="00DE0C72"/>
    <w:rsid w:val="00DE0F38"/>
    <w:rsid w:val="00DE0FFC"/>
    <w:rsid w:val="00DE184C"/>
    <w:rsid w:val="00DE1932"/>
    <w:rsid w:val="00DE1B63"/>
    <w:rsid w:val="00DE1E56"/>
    <w:rsid w:val="00DE1FAF"/>
    <w:rsid w:val="00DE209D"/>
    <w:rsid w:val="00DE215E"/>
    <w:rsid w:val="00DE2407"/>
    <w:rsid w:val="00DE275C"/>
    <w:rsid w:val="00DE2967"/>
    <w:rsid w:val="00DE296F"/>
    <w:rsid w:val="00DE2C5A"/>
    <w:rsid w:val="00DE2EB7"/>
    <w:rsid w:val="00DE32C3"/>
    <w:rsid w:val="00DE355C"/>
    <w:rsid w:val="00DE3754"/>
    <w:rsid w:val="00DE39E4"/>
    <w:rsid w:val="00DE3CDD"/>
    <w:rsid w:val="00DE437D"/>
    <w:rsid w:val="00DE44CE"/>
    <w:rsid w:val="00DE44D5"/>
    <w:rsid w:val="00DE4518"/>
    <w:rsid w:val="00DE4766"/>
    <w:rsid w:val="00DE4887"/>
    <w:rsid w:val="00DE49ED"/>
    <w:rsid w:val="00DE4FE4"/>
    <w:rsid w:val="00DE4FFC"/>
    <w:rsid w:val="00DE516F"/>
    <w:rsid w:val="00DE53C1"/>
    <w:rsid w:val="00DE59C8"/>
    <w:rsid w:val="00DE5A38"/>
    <w:rsid w:val="00DE5AE9"/>
    <w:rsid w:val="00DE5B9C"/>
    <w:rsid w:val="00DE5BBA"/>
    <w:rsid w:val="00DE5BC4"/>
    <w:rsid w:val="00DE6328"/>
    <w:rsid w:val="00DE6558"/>
    <w:rsid w:val="00DE68AE"/>
    <w:rsid w:val="00DE68BB"/>
    <w:rsid w:val="00DE6F3C"/>
    <w:rsid w:val="00DE701D"/>
    <w:rsid w:val="00DE70D0"/>
    <w:rsid w:val="00DE7683"/>
    <w:rsid w:val="00DE7935"/>
    <w:rsid w:val="00DF0006"/>
    <w:rsid w:val="00DF0564"/>
    <w:rsid w:val="00DF0720"/>
    <w:rsid w:val="00DF086E"/>
    <w:rsid w:val="00DF0A44"/>
    <w:rsid w:val="00DF0BE1"/>
    <w:rsid w:val="00DF0D92"/>
    <w:rsid w:val="00DF0DA5"/>
    <w:rsid w:val="00DF0EC0"/>
    <w:rsid w:val="00DF0F3A"/>
    <w:rsid w:val="00DF10BB"/>
    <w:rsid w:val="00DF12ED"/>
    <w:rsid w:val="00DF12FB"/>
    <w:rsid w:val="00DF1386"/>
    <w:rsid w:val="00DF19D6"/>
    <w:rsid w:val="00DF1A9B"/>
    <w:rsid w:val="00DF1DA3"/>
    <w:rsid w:val="00DF2413"/>
    <w:rsid w:val="00DF2638"/>
    <w:rsid w:val="00DF2B51"/>
    <w:rsid w:val="00DF2EA5"/>
    <w:rsid w:val="00DF3132"/>
    <w:rsid w:val="00DF3162"/>
    <w:rsid w:val="00DF32E7"/>
    <w:rsid w:val="00DF3475"/>
    <w:rsid w:val="00DF34B1"/>
    <w:rsid w:val="00DF3988"/>
    <w:rsid w:val="00DF3B97"/>
    <w:rsid w:val="00DF3D13"/>
    <w:rsid w:val="00DF3DF7"/>
    <w:rsid w:val="00DF3ECD"/>
    <w:rsid w:val="00DF41F2"/>
    <w:rsid w:val="00DF42FF"/>
    <w:rsid w:val="00DF43AE"/>
    <w:rsid w:val="00DF474B"/>
    <w:rsid w:val="00DF4890"/>
    <w:rsid w:val="00DF4999"/>
    <w:rsid w:val="00DF4AFB"/>
    <w:rsid w:val="00DF4D38"/>
    <w:rsid w:val="00DF4FCA"/>
    <w:rsid w:val="00DF52DB"/>
    <w:rsid w:val="00DF531B"/>
    <w:rsid w:val="00DF5543"/>
    <w:rsid w:val="00DF5675"/>
    <w:rsid w:val="00DF56CA"/>
    <w:rsid w:val="00DF5A11"/>
    <w:rsid w:val="00DF5FEF"/>
    <w:rsid w:val="00DF623B"/>
    <w:rsid w:val="00DF6764"/>
    <w:rsid w:val="00DF67D5"/>
    <w:rsid w:val="00DF68AB"/>
    <w:rsid w:val="00DF6BA0"/>
    <w:rsid w:val="00DF6C02"/>
    <w:rsid w:val="00DF6EB1"/>
    <w:rsid w:val="00DF7534"/>
    <w:rsid w:val="00DF7644"/>
    <w:rsid w:val="00DF7682"/>
    <w:rsid w:val="00DF77F6"/>
    <w:rsid w:val="00DF7986"/>
    <w:rsid w:val="00DF7C5C"/>
    <w:rsid w:val="00DF7E7F"/>
    <w:rsid w:val="00DF7EF0"/>
    <w:rsid w:val="00E0008F"/>
    <w:rsid w:val="00E00180"/>
    <w:rsid w:val="00E001F1"/>
    <w:rsid w:val="00E002B1"/>
    <w:rsid w:val="00E00304"/>
    <w:rsid w:val="00E00595"/>
    <w:rsid w:val="00E006C8"/>
    <w:rsid w:val="00E00877"/>
    <w:rsid w:val="00E00957"/>
    <w:rsid w:val="00E00B17"/>
    <w:rsid w:val="00E00C2E"/>
    <w:rsid w:val="00E00C75"/>
    <w:rsid w:val="00E01170"/>
    <w:rsid w:val="00E0146F"/>
    <w:rsid w:val="00E018C7"/>
    <w:rsid w:val="00E01C49"/>
    <w:rsid w:val="00E01D51"/>
    <w:rsid w:val="00E01D7D"/>
    <w:rsid w:val="00E01DD6"/>
    <w:rsid w:val="00E01F19"/>
    <w:rsid w:val="00E02068"/>
    <w:rsid w:val="00E024D3"/>
    <w:rsid w:val="00E02619"/>
    <w:rsid w:val="00E02A32"/>
    <w:rsid w:val="00E02ABB"/>
    <w:rsid w:val="00E02B57"/>
    <w:rsid w:val="00E02D52"/>
    <w:rsid w:val="00E02D89"/>
    <w:rsid w:val="00E02FC5"/>
    <w:rsid w:val="00E031F8"/>
    <w:rsid w:val="00E03286"/>
    <w:rsid w:val="00E036C6"/>
    <w:rsid w:val="00E03D3C"/>
    <w:rsid w:val="00E03F27"/>
    <w:rsid w:val="00E03F3F"/>
    <w:rsid w:val="00E041CB"/>
    <w:rsid w:val="00E04263"/>
    <w:rsid w:val="00E049B1"/>
    <w:rsid w:val="00E049C2"/>
    <w:rsid w:val="00E04C9B"/>
    <w:rsid w:val="00E04EF8"/>
    <w:rsid w:val="00E050DE"/>
    <w:rsid w:val="00E0529D"/>
    <w:rsid w:val="00E055AB"/>
    <w:rsid w:val="00E05739"/>
    <w:rsid w:val="00E0576F"/>
    <w:rsid w:val="00E05B3B"/>
    <w:rsid w:val="00E05B8C"/>
    <w:rsid w:val="00E05C15"/>
    <w:rsid w:val="00E05D52"/>
    <w:rsid w:val="00E05F18"/>
    <w:rsid w:val="00E0609F"/>
    <w:rsid w:val="00E067A1"/>
    <w:rsid w:val="00E068C8"/>
    <w:rsid w:val="00E06969"/>
    <w:rsid w:val="00E06D1D"/>
    <w:rsid w:val="00E0730D"/>
    <w:rsid w:val="00E07507"/>
    <w:rsid w:val="00E0759A"/>
    <w:rsid w:val="00E076E1"/>
    <w:rsid w:val="00E07709"/>
    <w:rsid w:val="00E07754"/>
    <w:rsid w:val="00E0776D"/>
    <w:rsid w:val="00E07C42"/>
    <w:rsid w:val="00E07D9E"/>
    <w:rsid w:val="00E10131"/>
    <w:rsid w:val="00E10902"/>
    <w:rsid w:val="00E10B95"/>
    <w:rsid w:val="00E10CF2"/>
    <w:rsid w:val="00E10F68"/>
    <w:rsid w:val="00E1169B"/>
    <w:rsid w:val="00E11E32"/>
    <w:rsid w:val="00E12653"/>
    <w:rsid w:val="00E12877"/>
    <w:rsid w:val="00E12A1D"/>
    <w:rsid w:val="00E12D28"/>
    <w:rsid w:val="00E13540"/>
    <w:rsid w:val="00E137ED"/>
    <w:rsid w:val="00E13AA4"/>
    <w:rsid w:val="00E13B8D"/>
    <w:rsid w:val="00E14198"/>
    <w:rsid w:val="00E14653"/>
    <w:rsid w:val="00E14853"/>
    <w:rsid w:val="00E14A75"/>
    <w:rsid w:val="00E14E64"/>
    <w:rsid w:val="00E14FF5"/>
    <w:rsid w:val="00E152D1"/>
    <w:rsid w:val="00E1574B"/>
    <w:rsid w:val="00E15BDA"/>
    <w:rsid w:val="00E15F44"/>
    <w:rsid w:val="00E16789"/>
    <w:rsid w:val="00E16ACC"/>
    <w:rsid w:val="00E16BDB"/>
    <w:rsid w:val="00E16D69"/>
    <w:rsid w:val="00E1728E"/>
    <w:rsid w:val="00E17385"/>
    <w:rsid w:val="00E17396"/>
    <w:rsid w:val="00E175B7"/>
    <w:rsid w:val="00E177A1"/>
    <w:rsid w:val="00E17855"/>
    <w:rsid w:val="00E17D7F"/>
    <w:rsid w:val="00E20038"/>
    <w:rsid w:val="00E20202"/>
    <w:rsid w:val="00E20233"/>
    <w:rsid w:val="00E20368"/>
    <w:rsid w:val="00E206B4"/>
    <w:rsid w:val="00E207C8"/>
    <w:rsid w:val="00E2093A"/>
    <w:rsid w:val="00E20A33"/>
    <w:rsid w:val="00E20CD7"/>
    <w:rsid w:val="00E20D9C"/>
    <w:rsid w:val="00E2109A"/>
    <w:rsid w:val="00E2121C"/>
    <w:rsid w:val="00E21296"/>
    <w:rsid w:val="00E21653"/>
    <w:rsid w:val="00E216EC"/>
    <w:rsid w:val="00E2173C"/>
    <w:rsid w:val="00E21B70"/>
    <w:rsid w:val="00E21D72"/>
    <w:rsid w:val="00E21E1C"/>
    <w:rsid w:val="00E220AA"/>
    <w:rsid w:val="00E2210F"/>
    <w:rsid w:val="00E222F1"/>
    <w:rsid w:val="00E22572"/>
    <w:rsid w:val="00E2298D"/>
    <w:rsid w:val="00E22A6D"/>
    <w:rsid w:val="00E23095"/>
    <w:rsid w:val="00E235F3"/>
    <w:rsid w:val="00E23988"/>
    <w:rsid w:val="00E2426B"/>
    <w:rsid w:val="00E242A8"/>
    <w:rsid w:val="00E243FE"/>
    <w:rsid w:val="00E245FE"/>
    <w:rsid w:val="00E2470D"/>
    <w:rsid w:val="00E24C40"/>
    <w:rsid w:val="00E24CC3"/>
    <w:rsid w:val="00E24FB7"/>
    <w:rsid w:val="00E25165"/>
    <w:rsid w:val="00E25626"/>
    <w:rsid w:val="00E2566D"/>
    <w:rsid w:val="00E25A9D"/>
    <w:rsid w:val="00E25BD5"/>
    <w:rsid w:val="00E25C12"/>
    <w:rsid w:val="00E25DE7"/>
    <w:rsid w:val="00E25E0B"/>
    <w:rsid w:val="00E25E93"/>
    <w:rsid w:val="00E25EF8"/>
    <w:rsid w:val="00E25F58"/>
    <w:rsid w:val="00E264CA"/>
    <w:rsid w:val="00E269BB"/>
    <w:rsid w:val="00E26A7D"/>
    <w:rsid w:val="00E26B2C"/>
    <w:rsid w:val="00E26FD6"/>
    <w:rsid w:val="00E27002"/>
    <w:rsid w:val="00E270F4"/>
    <w:rsid w:val="00E272EF"/>
    <w:rsid w:val="00E2769C"/>
    <w:rsid w:val="00E277E5"/>
    <w:rsid w:val="00E27902"/>
    <w:rsid w:val="00E301AC"/>
    <w:rsid w:val="00E301CB"/>
    <w:rsid w:val="00E30223"/>
    <w:rsid w:val="00E305E6"/>
    <w:rsid w:val="00E305FA"/>
    <w:rsid w:val="00E30777"/>
    <w:rsid w:val="00E30AC9"/>
    <w:rsid w:val="00E30AFD"/>
    <w:rsid w:val="00E30C13"/>
    <w:rsid w:val="00E30E0D"/>
    <w:rsid w:val="00E3110B"/>
    <w:rsid w:val="00E31148"/>
    <w:rsid w:val="00E31195"/>
    <w:rsid w:val="00E3119C"/>
    <w:rsid w:val="00E314F3"/>
    <w:rsid w:val="00E31825"/>
    <w:rsid w:val="00E31967"/>
    <w:rsid w:val="00E31AA3"/>
    <w:rsid w:val="00E31B5D"/>
    <w:rsid w:val="00E31B82"/>
    <w:rsid w:val="00E31C13"/>
    <w:rsid w:val="00E31EDC"/>
    <w:rsid w:val="00E31F0A"/>
    <w:rsid w:val="00E3202F"/>
    <w:rsid w:val="00E32B6F"/>
    <w:rsid w:val="00E32C2F"/>
    <w:rsid w:val="00E32EB3"/>
    <w:rsid w:val="00E33283"/>
    <w:rsid w:val="00E33681"/>
    <w:rsid w:val="00E33925"/>
    <w:rsid w:val="00E3397D"/>
    <w:rsid w:val="00E34313"/>
    <w:rsid w:val="00E34728"/>
    <w:rsid w:val="00E34777"/>
    <w:rsid w:val="00E34AAE"/>
    <w:rsid w:val="00E34DCA"/>
    <w:rsid w:val="00E34F2A"/>
    <w:rsid w:val="00E35358"/>
    <w:rsid w:val="00E35514"/>
    <w:rsid w:val="00E3583A"/>
    <w:rsid w:val="00E35851"/>
    <w:rsid w:val="00E35F3F"/>
    <w:rsid w:val="00E3629E"/>
    <w:rsid w:val="00E364AB"/>
    <w:rsid w:val="00E36504"/>
    <w:rsid w:val="00E36689"/>
    <w:rsid w:val="00E36862"/>
    <w:rsid w:val="00E3689A"/>
    <w:rsid w:val="00E36AAE"/>
    <w:rsid w:val="00E36BA1"/>
    <w:rsid w:val="00E36D55"/>
    <w:rsid w:val="00E37156"/>
    <w:rsid w:val="00E37505"/>
    <w:rsid w:val="00E37527"/>
    <w:rsid w:val="00E378CA"/>
    <w:rsid w:val="00E404AD"/>
    <w:rsid w:val="00E40864"/>
    <w:rsid w:val="00E40900"/>
    <w:rsid w:val="00E40C9F"/>
    <w:rsid w:val="00E40F9F"/>
    <w:rsid w:val="00E410B2"/>
    <w:rsid w:val="00E41671"/>
    <w:rsid w:val="00E41741"/>
    <w:rsid w:val="00E41986"/>
    <w:rsid w:val="00E41D04"/>
    <w:rsid w:val="00E41D1E"/>
    <w:rsid w:val="00E41DF0"/>
    <w:rsid w:val="00E41F69"/>
    <w:rsid w:val="00E42281"/>
    <w:rsid w:val="00E42444"/>
    <w:rsid w:val="00E4254A"/>
    <w:rsid w:val="00E427F3"/>
    <w:rsid w:val="00E42844"/>
    <w:rsid w:val="00E42846"/>
    <w:rsid w:val="00E4293A"/>
    <w:rsid w:val="00E42AB2"/>
    <w:rsid w:val="00E42BFE"/>
    <w:rsid w:val="00E43391"/>
    <w:rsid w:val="00E436C3"/>
    <w:rsid w:val="00E43ADC"/>
    <w:rsid w:val="00E43B0A"/>
    <w:rsid w:val="00E43B9C"/>
    <w:rsid w:val="00E43CBF"/>
    <w:rsid w:val="00E44B7E"/>
    <w:rsid w:val="00E44CC0"/>
    <w:rsid w:val="00E44F72"/>
    <w:rsid w:val="00E45054"/>
    <w:rsid w:val="00E450A8"/>
    <w:rsid w:val="00E450CF"/>
    <w:rsid w:val="00E45195"/>
    <w:rsid w:val="00E4534E"/>
    <w:rsid w:val="00E4545C"/>
    <w:rsid w:val="00E4548B"/>
    <w:rsid w:val="00E457BB"/>
    <w:rsid w:val="00E45BD5"/>
    <w:rsid w:val="00E4664C"/>
    <w:rsid w:val="00E4685D"/>
    <w:rsid w:val="00E468E9"/>
    <w:rsid w:val="00E469EF"/>
    <w:rsid w:val="00E46B1A"/>
    <w:rsid w:val="00E46BC4"/>
    <w:rsid w:val="00E47000"/>
    <w:rsid w:val="00E472CB"/>
    <w:rsid w:val="00E473CD"/>
    <w:rsid w:val="00E474E2"/>
    <w:rsid w:val="00E478BE"/>
    <w:rsid w:val="00E5003F"/>
    <w:rsid w:val="00E500A7"/>
    <w:rsid w:val="00E50138"/>
    <w:rsid w:val="00E50832"/>
    <w:rsid w:val="00E50A5F"/>
    <w:rsid w:val="00E50BF9"/>
    <w:rsid w:val="00E51A26"/>
    <w:rsid w:val="00E51C04"/>
    <w:rsid w:val="00E51C48"/>
    <w:rsid w:val="00E51D0B"/>
    <w:rsid w:val="00E51EB4"/>
    <w:rsid w:val="00E5244A"/>
    <w:rsid w:val="00E52801"/>
    <w:rsid w:val="00E52821"/>
    <w:rsid w:val="00E52A26"/>
    <w:rsid w:val="00E52E0F"/>
    <w:rsid w:val="00E52F2C"/>
    <w:rsid w:val="00E53015"/>
    <w:rsid w:val="00E53370"/>
    <w:rsid w:val="00E537A8"/>
    <w:rsid w:val="00E53859"/>
    <w:rsid w:val="00E538E3"/>
    <w:rsid w:val="00E53F71"/>
    <w:rsid w:val="00E54460"/>
    <w:rsid w:val="00E54846"/>
    <w:rsid w:val="00E54936"/>
    <w:rsid w:val="00E54A1B"/>
    <w:rsid w:val="00E54AB3"/>
    <w:rsid w:val="00E54AD6"/>
    <w:rsid w:val="00E54B9F"/>
    <w:rsid w:val="00E54EB9"/>
    <w:rsid w:val="00E54EE4"/>
    <w:rsid w:val="00E5519C"/>
    <w:rsid w:val="00E5545E"/>
    <w:rsid w:val="00E55528"/>
    <w:rsid w:val="00E557DE"/>
    <w:rsid w:val="00E5582E"/>
    <w:rsid w:val="00E55881"/>
    <w:rsid w:val="00E55922"/>
    <w:rsid w:val="00E55C7A"/>
    <w:rsid w:val="00E55E45"/>
    <w:rsid w:val="00E55FB3"/>
    <w:rsid w:val="00E5701A"/>
    <w:rsid w:val="00E5701F"/>
    <w:rsid w:val="00E576B0"/>
    <w:rsid w:val="00E577EA"/>
    <w:rsid w:val="00E57D01"/>
    <w:rsid w:val="00E60242"/>
    <w:rsid w:val="00E60802"/>
    <w:rsid w:val="00E60900"/>
    <w:rsid w:val="00E6092B"/>
    <w:rsid w:val="00E60D30"/>
    <w:rsid w:val="00E60FED"/>
    <w:rsid w:val="00E61163"/>
    <w:rsid w:val="00E6132E"/>
    <w:rsid w:val="00E617C4"/>
    <w:rsid w:val="00E6197E"/>
    <w:rsid w:val="00E61A78"/>
    <w:rsid w:val="00E61AF1"/>
    <w:rsid w:val="00E61BBA"/>
    <w:rsid w:val="00E61C24"/>
    <w:rsid w:val="00E62193"/>
    <w:rsid w:val="00E62345"/>
    <w:rsid w:val="00E6239A"/>
    <w:rsid w:val="00E628BF"/>
    <w:rsid w:val="00E62ADC"/>
    <w:rsid w:val="00E62D0F"/>
    <w:rsid w:val="00E62EC7"/>
    <w:rsid w:val="00E6377F"/>
    <w:rsid w:val="00E63B53"/>
    <w:rsid w:val="00E63FA5"/>
    <w:rsid w:val="00E64676"/>
    <w:rsid w:val="00E64746"/>
    <w:rsid w:val="00E647FA"/>
    <w:rsid w:val="00E64949"/>
    <w:rsid w:val="00E64CAD"/>
    <w:rsid w:val="00E6503B"/>
    <w:rsid w:val="00E651F9"/>
    <w:rsid w:val="00E657DC"/>
    <w:rsid w:val="00E65826"/>
    <w:rsid w:val="00E65BE0"/>
    <w:rsid w:val="00E65CA7"/>
    <w:rsid w:val="00E65D57"/>
    <w:rsid w:val="00E65D85"/>
    <w:rsid w:val="00E661C5"/>
    <w:rsid w:val="00E6651F"/>
    <w:rsid w:val="00E66712"/>
    <w:rsid w:val="00E668D8"/>
    <w:rsid w:val="00E66B38"/>
    <w:rsid w:val="00E671E6"/>
    <w:rsid w:val="00E672AE"/>
    <w:rsid w:val="00E673B6"/>
    <w:rsid w:val="00E67622"/>
    <w:rsid w:val="00E67779"/>
    <w:rsid w:val="00E677AE"/>
    <w:rsid w:val="00E67884"/>
    <w:rsid w:val="00E67AD6"/>
    <w:rsid w:val="00E67B99"/>
    <w:rsid w:val="00E67F8F"/>
    <w:rsid w:val="00E705A5"/>
    <w:rsid w:val="00E70693"/>
    <w:rsid w:val="00E7103C"/>
    <w:rsid w:val="00E710E3"/>
    <w:rsid w:val="00E712B1"/>
    <w:rsid w:val="00E71BCC"/>
    <w:rsid w:val="00E71DA9"/>
    <w:rsid w:val="00E71DB7"/>
    <w:rsid w:val="00E71E6F"/>
    <w:rsid w:val="00E71FEF"/>
    <w:rsid w:val="00E727F5"/>
    <w:rsid w:val="00E728E1"/>
    <w:rsid w:val="00E72901"/>
    <w:rsid w:val="00E72B8B"/>
    <w:rsid w:val="00E735CD"/>
    <w:rsid w:val="00E73635"/>
    <w:rsid w:val="00E7387A"/>
    <w:rsid w:val="00E74389"/>
    <w:rsid w:val="00E74510"/>
    <w:rsid w:val="00E74722"/>
    <w:rsid w:val="00E74E72"/>
    <w:rsid w:val="00E74F37"/>
    <w:rsid w:val="00E74F5C"/>
    <w:rsid w:val="00E74FFE"/>
    <w:rsid w:val="00E7526C"/>
    <w:rsid w:val="00E75315"/>
    <w:rsid w:val="00E754BC"/>
    <w:rsid w:val="00E756CE"/>
    <w:rsid w:val="00E75A35"/>
    <w:rsid w:val="00E75B88"/>
    <w:rsid w:val="00E75D69"/>
    <w:rsid w:val="00E7603E"/>
    <w:rsid w:val="00E76062"/>
    <w:rsid w:val="00E7638D"/>
    <w:rsid w:val="00E763D5"/>
    <w:rsid w:val="00E764FA"/>
    <w:rsid w:val="00E76804"/>
    <w:rsid w:val="00E76B45"/>
    <w:rsid w:val="00E77012"/>
    <w:rsid w:val="00E77152"/>
    <w:rsid w:val="00E772C9"/>
    <w:rsid w:val="00E7737D"/>
    <w:rsid w:val="00E778A3"/>
    <w:rsid w:val="00E77AD6"/>
    <w:rsid w:val="00E77B5E"/>
    <w:rsid w:val="00E77C09"/>
    <w:rsid w:val="00E77ECC"/>
    <w:rsid w:val="00E77F19"/>
    <w:rsid w:val="00E801F2"/>
    <w:rsid w:val="00E80225"/>
    <w:rsid w:val="00E8039D"/>
    <w:rsid w:val="00E80AD1"/>
    <w:rsid w:val="00E81003"/>
    <w:rsid w:val="00E81134"/>
    <w:rsid w:val="00E8127C"/>
    <w:rsid w:val="00E812C2"/>
    <w:rsid w:val="00E81324"/>
    <w:rsid w:val="00E816DA"/>
    <w:rsid w:val="00E81898"/>
    <w:rsid w:val="00E81D6F"/>
    <w:rsid w:val="00E81E45"/>
    <w:rsid w:val="00E81ED2"/>
    <w:rsid w:val="00E8225E"/>
    <w:rsid w:val="00E823EB"/>
    <w:rsid w:val="00E823F6"/>
    <w:rsid w:val="00E82A9E"/>
    <w:rsid w:val="00E83632"/>
    <w:rsid w:val="00E83947"/>
    <w:rsid w:val="00E83A3B"/>
    <w:rsid w:val="00E83C6D"/>
    <w:rsid w:val="00E840A1"/>
    <w:rsid w:val="00E841B4"/>
    <w:rsid w:val="00E84218"/>
    <w:rsid w:val="00E845F8"/>
    <w:rsid w:val="00E847C7"/>
    <w:rsid w:val="00E848C4"/>
    <w:rsid w:val="00E848F7"/>
    <w:rsid w:val="00E84BF6"/>
    <w:rsid w:val="00E8503C"/>
    <w:rsid w:val="00E85662"/>
    <w:rsid w:val="00E85818"/>
    <w:rsid w:val="00E85A32"/>
    <w:rsid w:val="00E85B55"/>
    <w:rsid w:val="00E85D38"/>
    <w:rsid w:val="00E85F3B"/>
    <w:rsid w:val="00E86251"/>
    <w:rsid w:val="00E8670F"/>
    <w:rsid w:val="00E86880"/>
    <w:rsid w:val="00E8695B"/>
    <w:rsid w:val="00E86A55"/>
    <w:rsid w:val="00E870DE"/>
    <w:rsid w:val="00E87118"/>
    <w:rsid w:val="00E87119"/>
    <w:rsid w:val="00E8769F"/>
    <w:rsid w:val="00E878D4"/>
    <w:rsid w:val="00E87A8D"/>
    <w:rsid w:val="00E87F39"/>
    <w:rsid w:val="00E90355"/>
    <w:rsid w:val="00E90619"/>
    <w:rsid w:val="00E90732"/>
    <w:rsid w:val="00E9074C"/>
    <w:rsid w:val="00E908F0"/>
    <w:rsid w:val="00E90928"/>
    <w:rsid w:val="00E90EB5"/>
    <w:rsid w:val="00E90F0C"/>
    <w:rsid w:val="00E910E4"/>
    <w:rsid w:val="00E91148"/>
    <w:rsid w:val="00E9123F"/>
    <w:rsid w:val="00E916D6"/>
    <w:rsid w:val="00E9198D"/>
    <w:rsid w:val="00E91CA3"/>
    <w:rsid w:val="00E91D0D"/>
    <w:rsid w:val="00E920C3"/>
    <w:rsid w:val="00E9251B"/>
    <w:rsid w:val="00E92650"/>
    <w:rsid w:val="00E92BBC"/>
    <w:rsid w:val="00E92D59"/>
    <w:rsid w:val="00E931B1"/>
    <w:rsid w:val="00E93585"/>
    <w:rsid w:val="00E935B9"/>
    <w:rsid w:val="00E93974"/>
    <w:rsid w:val="00E93A28"/>
    <w:rsid w:val="00E93C65"/>
    <w:rsid w:val="00E93C78"/>
    <w:rsid w:val="00E93D1C"/>
    <w:rsid w:val="00E93E04"/>
    <w:rsid w:val="00E93E8C"/>
    <w:rsid w:val="00E942C0"/>
    <w:rsid w:val="00E944E8"/>
    <w:rsid w:val="00E946FD"/>
    <w:rsid w:val="00E94BAA"/>
    <w:rsid w:val="00E94F3A"/>
    <w:rsid w:val="00E950C9"/>
    <w:rsid w:val="00E9576C"/>
    <w:rsid w:val="00E95BB1"/>
    <w:rsid w:val="00E95D02"/>
    <w:rsid w:val="00E96011"/>
    <w:rsid w:val="00E961EC"/>
    <w:rsid w:val="00E96972"/>
    <w:rsid w:val="00E96A95"/>
    <w:rsid w:val="00E96B7B"/>
    <w:rsid w:val="00E96BD2"/>
    <w:rsid w:val="00E96C6D"/>
    <w:rsid w:val="00E96CDC"/>
    <w:rsid w:val="00E96D9D"/>
    <w:rsid w:val="00E96DA7"/>
    <w:rsid w:val="00E96E14"/>
    <w:rsid w:val="00E96F0B"/>
    <w:rsid w:val="00E96F3F"/>
    <w:rsid w:val="00E970EE"/>
    <w:rsid w:val="00E977B4"/>
    <w:rsid w:val="00E9781B"/>
    <w:rsid w:val="00EA008E"/>
    <w:rsid w:val="00EA00AB"/>
    <w:rsid w:val="00EA0547"/>
    <w:rsid w:val="00EA0737"/>
    <w:rsid w:val="00EA0772"/>
    <w:rsid w:val="00EA0B79"/>
    <w:rsid w:val="00EA0EC1"/>
    <w:rsid w:val="00EA0EEE"/>
    <w:rsid w:val="00EA1311"/>
    <w:rsid w:val="00EA14A7"/>
    <w:rsid w:val="00EA15C4"/>
    <w:rsid w:val="00EA15FC"/>
    <w:rsid w:val="00EA1C93"/>
    <w:rsid w:val="00EA1DAB"/>
    <w:rsid w:val="00EA1EA5"/>
    <w:rsid w:val="00EA1F7A"/>
    <w:rsid w:val="00EA1FE6"/>
    <w:rsid w:val="00EA2137"/>
    <w:rsid w:val="00EA2540"/>
    <w:rsid w:val="00EA27CD"/>
    <w:rsid w:val="00EA27D7"/>
    <w:rsid w:val="00EA295B"/>
    <w:rsid w:val="00EA2A07"/>
    <w:rsid w:val="00EA2A20"/>
    <w:rsid w:val="00EA3508"/>
    <w:rsid w:val="00EA3998"/>
    <w:rsid w:val="00EA3E0A"/>
    <w:rsid w:val="00EA3E0D"/>
    <w:rsid w:val="00EA3FAE"/>
    <w:rsid w:val="00EA4127"/>
    <w:rsid w:val="00EA4183"/>
    <w:rsid w:val="00EA432E"/>
    <w:rsid w:val="00EA437F"/>
    <w:rsid w:val="00EA4431"/>
    <w:rsid w:val="00EA4506"/>
    <w:rsid w:val="00EA47A3"/>
    <w:rsid w:val="00EA4CE4"/>
    <w:rsid w:val="00EA4D80"/>
    <w:rsid w:val="00EA4F3E"/>
    <w:rsid w:val="00EA5109"/>
    <w:rsid w:val="00EA5563"/>
    <w:rsid w:val="00EA5E1D"/>
    <w:rsid w:val="00EA5FD1"/>
    <w:rsid w:val="00EA6296"/>
    <w:rsid w:val="00EA6356"/>
    <w:rsid w:val="00EA64A6"/>
    <w:rsid w:val="00EA6557"/>
    <w:rsid w:val="00EA65EF"/>
    <w:rsid w:val="00EA6910"/>
    <w:rsid w:val="00EA6B46"/>
    <w:rsid w:val="00EA6C05"/>
    <w:rsid w:val="00EA6CCF"/>
    <w:rsid w:val="00EA7281"/>
    <w:rsid w:val="00EA7BCB"/>
    <w:rsid w:val="00EA7BEE"/>
    <w:rsid w:val="00EA7CF0"/>
    <w:rsid w:val="00EB02F5"/>
    <w:rsid w:val="00EB045D"/>
    <w:rsid w:val="00EB08F4"/>
    <w:rsid w:val="00EB0AC9"/>
    <w:rsid w:val="00EB0C7D"/>
    <w:rsid w:val="00EB0E85"/>
    <w:rsid w:val="00EB1415"/>
    <w:rsid w:val="00EB1424"/>
    <w:rsid w:val="00EB15BD"/>
    <w:rsid w:val="00EB15C0"/>
    <w:rsid w:val="00EB1707"/>
    <w:rsid w:val="00EB18E0"/>
    <w:rsid w:val="00EB1FF9"/>
    <w:rsid w:val="00EB233C"/>
    <w:rsid w:val="00EB24C7"/>
    <w:rsid w:val="00EB277B"/>
    <w:rsid w:val="00EB2A20"/>
    <w:rsid w:val="00EB2A41"/>
    <w:rsid w:val="00EB2BED"/>
    <w:rsid w:val="00EB2C00"/>
    <w:rsid w:val="00EB30A3"/>
    <w:rsid w:val="00EB30F9"/>
    <w:rsid w:val="00EB3462"/>
    <w:rsid w:val="00EB350D"/>
    <w:rsid w:val="00EB3743"/>
    <w:rsid w:val="00EB3BB6"/>
    <w:rsid w:val="00EB3BEC"/>
    <w:rsid w:val="00EB4420"/>
    <w:rsid w:val="00EB4462"/>
    <w:rsid w:val="00EB454C"/>
    <w:rsid w:val="00EB48CE"/>
    <w:rsid w:val="00EB4B1F"/>
    <w:rsid w:val="00EB4B2F"/>
    <w:rsid w:val="00EB5489"/>
    <w:rsid w:val="00EB560D"/>
    <w:rsid w:val="00EB5628"/>
    <w:rsid w:val="00EB5670"/>
    <w:rsid w:val="00EB5726"/>
    <w:rsid w:val="00EB5B8F"/>
    <w:rsid w:val="00EB5D78"/>
    <w:rsid w:val="00EB5DF7"/>
    <w:rsid w:val="00EB5F53"/>
    <w:rsid w:val="00EB627C"/>
    <w:rsid w:val="00EB6328"/>
    <w:rsid w:val="00EB65C2"/>
    <w:rsid w:val="00EB66A7"/>
    <w:rsid w:val="00EB66E5"/>
    <w:rsid w:val="00EB6C16"/>
    <w:rsid w:val="00EB6E4C"/>
    <w:rsid w:val="00EB6F13"/>
    <w:rsid w:val="00EB6F47"/>
    <w:rsid w:val="00EB7203"/>
    <w:rsid w:val="00EB76BC"/>
    <w:rsid w:val="00EB78FC"/>
    <w:rsid w:val="00EB79C5"/>
    <w:rsid w:val="00EB7A44"/>
    <w:rsid w:val="00EB7B8E"/>
    <w:rsid w:val="00EB7FFA"/>
    <w:rsid w:val="00EC0125"/>
    <w:rsid w:val="00EC036D"/>
    <w:rsid w:val="00EC0432"/>
    <w:rsid w:val="00EC0950"/>
    <w:rsid w:val="00EC0A7B"/>
    <w:rsid w:val="00EC0E39"/>
    <w:rsid w:val="00EC10FB"/>
    <w:rsid w:val="00EC143A"/>
    <w:rsid w:val="00EC14E8"/>
    <w:rsid w:val="00EC1911"/>
    <w:rsid w:val="00EC1AF7"/>
    <w:rsid w:val="00EC1B8D"/>
    <w:rsid w:val="00EC262B"/>
    <w:rsid w:val="00EC2747"/>
    <w:rsid w:val="00EC2861"/>
    <w:rsid w:val="00EC2900"/>
    <w:rsid w:val="00EC296B"/>
    <w:rsid w:val="00EC2BCB"/>
    <w:rsid w:val="00EC2C6D"/>
    <w:rsid w:val="00EC3A78"/>
    <w:rsid w:val="00EC48E8"/>
    <w:rsid w:val="00EC4AD5"/>
    <w:rsid w:val="00EC4C2B"/>
    <w:rsid w:val="00EC5601"/>
    <w:rsid w:val="00EC5C6A"/>
    <w:rsid w:val="00EC5C7C"/>
    <w:rsid w:val="00EC5D2A"/>
    <w:rsid w:val="00EC5DFF"/>
    <w:rsid w:val="00EC62EE"/>
    <w:rsid w:val="00EC6327"/>
    <w:rsid w:val="00EC6756"/>
    <w:rsid w:val="00EC68A7"/>
    <w:rsid w:val="00EC6A64"/>
    <w:rsid w:val="00EC6A82"/>
    <w:rsid w:val="00EC75D2"/>
    <w:rsid w:val="00EC7625"/>
    <w:rsid w:val="00EC7C0B"/>
    <w:rsid w:val="00ED007E"/>
    <w:rsid w:val="00ED031C"/>
    <w:rsid w:val="00ED082F"/>
    <w:rsid w:val="00ED1007"/>
    <w:rsid w:val="00ED12FF"/>
    <w:rsid w:val="00ED15F6"/>
    <w:rsid w:val="00ED193F"/>
    <w:rsid w:val="00ED1E25"/>
    <w:rsid w:val="00ED2066"/>
    <w:rsid w:val="00ED2115"/>
    <w:rsid w:val="00ED22C5"/>
    <w:rsid w:val="00ED2536"/>
    <w:rsid w:val="00ED260A"/>
    <w:rsid w:val="00ED263B"/>
    <w:rsid w:val="00ED2AF7"/>
    <w:rsid w:val="00ED2BF1"/>
    <w:rsid w:val="00ED2F0D"/>
    <w:rsid w:val="00ED2F5C"/>
    <w:rsid w:val="00ED3132"/>
    <w:rsid w:val="00ED31D2"/>
    <w:rsid w:val="00ED32BC"/>
    <w:rsid w:val="00ED3815"/>
    <w:rsid w:val="00ED3971"/>
    <w:rsid w:val="00ED39A7"/>
    <w:rsid w:val="00ED3AF8"/>
    <w:rsid w:val="00ED3CC6"/>
    <w:rsid w:val="00ED4097"/>
    <w:rsid w:val="00ED4217"/>
    <w:rsid w:val="00ED439C"/>
    <w:rsid w:val="00ED458A"/>
    <w:rsid w:val="00ED46D5"/>
    <w:rsid w:val="00ED4A28"/>
    <w:rsid w:val="00ED4C67"/>
    <w:rsid w:val="00ED4FB3"/>
    <w:rsid w:val="00ED50EE"/>
    <w:rsid w:val="00ED5979"/>
    <w:rsid w:val="00ED5B7C"/>
    <w:rsid w:val="00ED60D2"/>
    <w:rsid w:val="00ED6180"/>
    <w:rsid w:val="00ED6414"/>
    <w:rsid w:val="00ED6854"/>
    <w:rsid w:val="00ED6A4A"/>
    <w:rsid w:val="00ED6A8F"/>
    <w:rsid w:val="00ED6E82"/>
    <w:rsid w:val="00ED6EA1"/>
    <w:rsid w:val="00ED7435"/>
    <w:rsid w:val="00ED74E8"/>
    <w:rsid w:val="00ED76BD"/>
    <w:rsid w:val="00ED776A"/>
    <w:rsid w:val="00ED7790"/>
    <w:rsid w:val="00ED7975"/>
    <w:rsid w:val="00ED7B7B"/>
    <w:rsid w:val="00EE0125"/>
    <w:rsid w:val="00EE01DC"/>
    <w:rsid w:val="00EE02FD"/>
    <w:rsid w:val="00EE03D4"/>
    <w:rsid w:val="00EE03EE"/>
    <w:rsid w:val="00EE0760"/>
    <w:rsid w:val="00EE0906"/>
    <w:rsid w:val="00EE0945"/>
    <w:rsid w:val="00EE0A20"/>
    <w:rsid w:val="00EE0D1C"/>
    <w:rsid w:val="00EE0E28"/>
    <w:rsid w:val="00EE0F24"/>
    <w:rsid w:val="00EE0FDD"/>
    <w:rsid w:val="00EE103C"/>
    <w:rsid w:val="00EE124C"/>
    <w:rsid w:val="00EE130F"/>
    <w:rsid w:val="00EE147C"/>
    <w:rsid w:val="00EE1623"/>
    <w:rsid w:val="00EE17EB"/>
    <w:rsid w:val="00EE1D3E"/>
    <w:rsid w:val="00EE20B0"/>
    <w:rsid w:val="00EE258A"/>
    <w:rsid w:val="00EE26D8"/>
    <w:rsid w:val="00EE294E"/>
    <w:rsid w:val="00EE2968"/>
    <w:rsid w:val="00EE2971"/>
    <w:rsid w:val="00EE2A61"/>
    <w:rsid w:val="00EE2AA8"/>
    <w:rsid w:val="00EE2CF1"/>
    <w:rsid w:val="00EE2D01"/>
    <w:rsid w:val="00EE2D27"/>
    <w:rsid w:val="00EE3390"/>
    <w:rsid w:val="00EE3583"/>
    <w:rsid w:val="00EE3605"/>
    <w:rsid w:val="00EE371C"/>
    <w:rsid w:val="00EE417D"/>
    <w:rsid w:val="00EE41F1"/>
    <w:rsid w:val="00EE4207"/>
    <w:rsid w:val="00EE44FE"/>
    <w:rsid w:val="00EE46A6"/>
    <w:rsid w:val="00EE46CF"/>
    <w:rsid w:val="00EE4818"/>
    <w:rsid w:val="00EE48BD"/>
    <w:rsid w:val="00EE4917"/>
    <w:rsid w:val="00EE4B12"/>
    <w:rsid w:val="00EE5C00"/>
    <w:rsid w:val="00EE5C21"/>
    <w:rsid w:val="00EE5CFD"/>
    <w:rsid w:val="00EE5E1A"/>
    <w:rsid w:val="00EE64CE"/>
    <w:rsid w:val="00EE68B7"/>
    <w:rsid w:val="00EE6B54"/>
    <w:rsid w:val="00EE6E34"/>
    <w:rsid w:val="00EE6E77"/>
    <w:rsid w:val="00EE6ED9"/>
    <w:rsid w:val="00EE71F9"/>
    <w:rsid w:val="00EE7598"/>
    <w:rsid w:val="00EE77B8"/>
    <w:rsid w:val="00EE78BB"/>
    <w:rsid w:val="00EE7956"/>
    <w:rsid w:val="00EE7C17"/>
    <w:rsid w:val="00EE7F1C"/>
    <w:rsid w:val="00EE7F3A"/>
    <w:rsid w:val="00EF007E"/>
    <w:rsid w:val="00EF0316"/>
    <w:rsid w:val="00EF0685"/>
    <w:rsid w:val="00EF0EEA"/>
    <w:rsid w:val="00EF0F62"/>
    <w:rsid w:val="00EF16A2"/>
    <w:rsid w:val="00EF1991"/>
    <w:rsid w:val="00EF2020"/>
    <w:rsid w:val="00EF2313"/>
    <w:rsid w:val="00EF25D2"/>
    <w:rsid w:val="00EF2641"/>
    <w:rsid w:val="00EF2B64"/>
    <w:rsid w:val="00EF2DB3"/>
    <w:rsid w:val="00EF2E5B"/>
    <w:rsid w:val="00EF30B9"/>
    <w:rsid w:val="00EF332F"/>
    <w:rsid w:val="00EF3CCF"/>
    <w:rsid w:val="00EF3E2C"/>
    <w:rsid w:val="00EF3E7F"/>
    <w:rsid w:val="00EF3FB1"/>
    <w:rsid w:val="00EF3FE4"/>
    <w:rsid w:val="00EF3FF5"/>
    <w:rsid w:val="00EF4126"/>
    <w:rsid w:val="00EF466A"/>
    <w:rsid w:val="00EF47DC"/>
    <w:rsid w:val="00EF5042"/>
    <w:rsid w:val="00EF532E"/>
    <w:rsid w:val="00EF547F"/>
    <w:rsid w:val="00EF5A3A"/>
    <w:rsid w:val="00EF5FC0"/>
    <w:rsid w:val="00EF6542"/>
    <w:rsid w:val="00EF68E1"/>
    <w:rsid w:val="00EF6D0C"/>
    <w:rsid w:val="00EF6D4E"/>
    <w:rsid w:val="00EF6E22"/>
    <w:rsid w:val="00EF6F85"/>
    <w:rsid w:val="00EF6F96"/>
    <w:rsid w:val="00EF7002"/>
    <w:rsid w:val="00EF7AA2"/>
    <w:rsid w:val="00EF7AAD"/>
    <w:rsid w:val="00EF7E89"/>
    <w:rsid w:val="00F0000A"/>
    <w:rsid w:val="00F000D2"/>
    <w:rsid w:val="00F000D4"/>
    <w:rsid w:val="00F0010E"/>
    <w:rsid w:val="00F00460"/>
    <w:rsid w:val="00F009AB"/>
    <w:rsid w:val="00F00D1A"/>
    <w:rsid w:val="00F00D3C"/>
    <w:rsid w:val="00F01267"/>
    <w:rsid w:val="00F01308"/>
    <w:rsid w:val="00F01701"/>
    <w:rsid w:val="00F01803"/>
    <w:rsid w:val="00F0195C"/>
    <w:rsid w:val="00F01ABC"/>
    <w:rsid w:val="00F01D09"/>
    <w:rsid w:val="00F01D71"/>
    <w:rsid w:val="00F01DD5"/>
    <w:rsid w:val="00F01EF8"/>
    <w:rsid w:val="00F022DE"/>
    <w:rsid w:val="00F023DA"/>
    <w:rsid w:val="00F026E1"/>
    <w:rsid w:val="00F029C4"/>
    <w:rsid w:val="00F02D71"/>
    <w:rsid w:val="00F02F50"/>
    <w:rsid w:val="00F0342B"/>
    <w:rsid w:val="00F0358D"/>
    <w:rsid w:val="00F035C3"/>
    <w:rsid w:val="00F037B9"/>
    <w:rsid w:val="00F03921"/>
    <w:rsid w:val="00F0394C"/>
    <w:rsid w:val="00F039F7"/>
    <w:rsid w:val="00F03DBC"/>
    <w:rsid w:val="00F040C1"/>
    <w:rsid w:val="00F04427"/>
    <w:rsid w:val="00F0461D"/>
    <w:rsid w:val="00F0478E"/>
    <w:rsid w:val="00F04B11"/>
    <w:rsid w:val="00F04CA2"/>
    <w:rsid w:val="00F04CE5"/>
    <w:rsid w:val="00F054EC"/>
    <w:rsid w:val="00F05813"/>
    <w:rsid w:val="00F0598B"/>
    <w:rsid w:val="00F060D3"/>
    <w:rsid w:val="00F06133"/>
    <w:rsid w:val="00F06182"/>
    <w:rsid w:val="00F062E4"/>
    <w:rsid w:val="00F06425"/>
    <w:rsid w:val="00F0656E"/>
    <w:rsid w:val="00F065F0"/>
    <w:rsid w:val="00F06C08"/>
    <w:rsid w:val="00F06D4D"/>
    <w:rsid w:val="00F06F39"/>
    <w:rsid w:val="00F0748C"/>
    <w:rsid w:val="00F0788E"/>
    <w:rsid w:val="00F07DBC"/>
    <w:rsid w:val="00F10061"/>
    <w:rsid w:val="00F10080"/>
    <w:rsid w:val="00F10130"/>
    <w:rsid w:val="00F1046F"/>
    <w:rsid w:val="00F104A2"/>
    <w:rsid w:val="00F10685"/>
    <w:rsid w:val="00F10BAD"/>
    <w:rsid w:val="00F10BD6"/>
    <w:rsid w:val="00F10DAB"/>
    <w:rsid w:val="00F10E1E"/>
    <w:rsid w:val="00F112AC"/>
    <w:rsid w:val="00F11753"/>
    <w:rsid w:val="00F11768"/>
    <w:rsid w:val="00F117D1"/>
    <w:rsid w:val="00F11EDD"/>
    <w:rsid w:val="00F122A7"/>
    <w:rsid w:val="00F1253D"/>
    <w:rsid w:val="00F12642"/>
    <w:rsid w:val="00F12919"/>
    <w:rsid w:val="00F12A95"/>
    <w:rsid w:val="00F12D1A"/>
    <w:rsid w:val="00F13228"/>
    <w:rsid w:val="00F132CD"/>
    <w:rsid w:val="00F13644"/>
    <w:rsid w:val="00F13BC5"/>
    <w:rsid w:val="00F13D0A"/>
    <w:rsid w:val="00F13E85"/>
    <w:rsid w:val="00F14112"/>
    <w:rsid w:val="00F1466D"/>
    <w:rsid w:val="00F148C6"/>
    <w:rsid w:val="00F14A7A"/>
    <w:rsid w:val="00F14A81"/>
    <w:rsid w:val="00F14C68"/>
    <w:rsid w:val="00F14E8D"/>
    <w:rsid w:val="00F14F98"/>
    <w:rsid w:val="00F150EA"/>
    <w:rsid w:val="00F15152"/>
    <w:rsid w:val="00F1522A"/>
    <w:rsid w:val="00F152C4"/>
    <w:rsid w:val="00F156BE"/>
    <w:rsid w:val="00F156EC"/>
    <w:rsid w:val="00F15999"/>
    <w:rsid w:val="00F16342"/>
    <w:rsid w:val="00F16499"/>
    <w:rsid w:val="00F167AF"/>
    <w:rsid w:val="00F1687C"/>
    <w:rsid w:val="00F16AC7"/>
    <w:rsid w:val="00F16CAF"/>
    <w:rsid w:val="00F16D74"/>
    <w:rsid w:val="00F16FA6"/>
    <w:rsid w:val="00F171AC"/>
    <w:rsid w:val="00F178FA"/>
    <w:rsid w:val="00F179B7"/>
    <w:rsid w:val="00F179BE"/>
    <w:rsid w:val="00F17CCE"/>
    <w:rsid w:val="00F17DC0"/>
    <w:rsid w:val="00F20016"/>
    <w:rsid w:val="00F201F5"/>
    <w:rsid w:val="00F206CE"/>
    <w:rsid w:val="00F20B03"/>
    <w:rsid w:val="00F20BBC"/>
    <w:rsid w:val="00F20E8C"/>
    <w:rsid w:val="00F21295"/>
    <w:rsid w:val="00F21328"/>
    <w:rsid w:val="00F2146E"/>
    <w:rsid w:val="00F21640"/>
    <w:rsid w:val="00F220EA"/>
    <w:rsid w:val="00F22236"/>
    <w:rsid w:val="00F22C28"/>
    <w:rsid w:val="00F22EFB"/>
    <w:rsid w:val="00F23334"/>
    <w:rsid w:val="00F233CC"/>
    <w:rsid w:val="00F233E0"/>
    <w:rsid w:val="00F2342C"/>
    <w:rsid w:val="00F23536"/>
    <w:rsid w:val="00F23833"/>
    <w:rsid w:val="00F23AA3"/>
    <w:rsid w:val="00F24150"/>
    <w:rsid w:val="00F2453D"/>
    <w:rsid w:val="00F24EAF"/>
    <w:rsid w:val="00F253BA"/>
    <w:rsid w:val="00F25726"/>
    <w:rsid w:val="00F259A3"/>
    <w:rsid w:val="00F2605B"/>
    <w:rsid w:val="00F266FC"/>
    <w:rsid w:val="00F2670F"/>
    <w:rsid w:val="00F268F4"/>
    <w:rsid w:val="00F26954"/>
    <w:rsid w:val="00F26A07"/>
    <w:rsid w:val="00F26B79"/>
    <w:rsid w:val="00F26BD0"/>
    <w:rsid w:val="00F26E9C"/>
    <w:rsid w:val="00F271E9"/>
    <w:rsid w:val="00F274C3"/>
    <w:rsid w:val="00F27514"/>
    <w:rsid w:val="00F27548"/>
    <w:rsid w:val="00F27AA1"/>
    <w:rsid w:val="00F27B28"/>
    <w:rsid w:val="00F27BE7"/>
    <w:rsid w:val="00F27FCA"/>
    <w:rsid w:val="00F3036C"/>
    <w:rsid w:val="00F3048D"/>
    <w:rsid w:val="00F305E0"/>
    <w:rsid w:val="00F3089C"/>
    <w:rsid w:val="00F3091B"/>
    <w:rsid w:val="00F30A0F"/>
    <w:rsid w:val="00F30E83"/>
    <w:rsid w:val="00F30F88"/>
    <w:rsid w:val="00F3100F"/>
    <w:rsid w:val="00F31132"/>
    <w:rsid w:val="00F31A9B"/>
    <w:rsid w:val="00F31DDC"/>
    <w:rsid w:val="00F31E61"/>
    <w:rsid w:val="00F31E7D"/>
    <w:rsid w:val="00F327C5"/>
    <w:rsid w:val="00F32D90"/>
    <w:rsid w:val="00F32ED7"/>
    <w:rsid w:val="00F32F71"/>
    <w:rsid w:val="00F333B7"/>
    <w:rsid w:val="00F33625"/>
    <w:rsid w:val="00F33964"/>
    <w:rsid w:val="00F33A02"/>
    <w:rsid w:val="00F33A84"/>
    <w:rsid w:val="00F33B46"/>
    <w:rsid w:val="00F33C46"/>
    <w:rsid w:val="00F33CAA"/>
    <w:rsid w:val="00F33DF9"/>
    <w:rsid w:val="00F34411"/>
    <w:rsid w:val="00F34527"/>
    <w:rsid w:val="00F34700"/>
    <w:rsid w:val="00F34A46"/>
    <w:rsid w:val="00F34FEB"/>
    <w:rsid w:val="00F35011"/>
    <w:rsid w:val="00F3526F"/>
    <w:rsid w:val="00F35490"/>
    <w:rsid w:val="00F355AC"/>
    <w:rsid w:val="00F35BBD"/>
    <w:rsid w:val="00F36486"/>
    <w:rsid w:val="00F369C7"/>
    <w:rsid w:val="00F36F21"/>
    <w:rsid w:val="00F374C2"/>
    <w:rsid w:val="00F40193"/>
    <w:rsid w:val="00F40325"/>
    <w:rsid w:val="00F40350"/>
    <w:rsid w:val="00F405AE"/>
    <w:rsid w:val="00F40D50"/>
    <w:rsid w:val="00F40E6B"/>
    <w:rsid w:val="00F41699"/>
    <w:rsid w:val="00F41726"/>
    <w:rsid w:val="00F419A3"/>
    <w:rsid w:val="00F41AA6"/>
    <w:rsid w:val="00F41C05"/>
    <w:rsid w:val="00F42049"/>
    <w:rsid w:val="00F42254"/>
    <w:rsid w:val="00F42472"/>
    <w:rsid w:val="00F42589"/>
    <w:rsid w:val="00F42938"/>
    <w:rsid w:val="00F42D7F"/>
    <w:rsid w:val="00F42E5D"/>
    <w:rsid w:val="00F42EE9"/>
    <w:rsid w:val="00F42FA8"/>
    <w:rsid w:val="00F43259"/>
    <w:rsid w:val="00F435E8"/>
    <w:rsid w:val="00F436F6"/>
    <w:rsid w:val="00F437D5"/>
    <w:rsid w:val="00F43860"/>
    <w:rsid w:val="00F438B5"/>
    <w:rsid w:val="00F43D22"/>
    <w:rsid w:val="00F43DF9"/>
    <w:rsid w:val="00F43E2A"/>
    <w:rsid w:val="00F4428A"/>
    <w:rsid w:val="00F4442A"/>
    <w:rsid w:val="00F446D6"/>
    <w:rsid w:val="00F448FE"/>
    <w:rsid w:val="00F4498E"/>
    <w:rsid w:val="00F44CE3"/>
    <w:rsid w:val="00F44E52"/>
    <w:rsid w:val="00F4500A"/>
    <w:rsid w:val="00F45123"/>
    <w:rsid w:val="00F45458"/>
    <w:rsid w:val="00F45576"/>
    <w:rsid w:val="00F4566F"/>
    <w:rsid w:val="00F45696"/>
    <w:rsid w:val="00F45808"/>
    <w:rsid w:val="00F45DC6"/>
    <w:rsid w:val="00F46302"/>
    <w:rsid w:val="00F46357"/>
    <w:rsid w:val="00F46510"/>
    <w:rsid w:val="00F46677"/>
    <w:rsid w:val="00F4673F"/>
    <w:rsid w:val="00F468D3"/>
    <w:rsid w:val="00F46A06"/>
    <w:rsid w:val="00F474E4"/>
    <w:rsid w:val="00F476B8"/>
    <w:rsid w:val="00F47855"/>
    <w:rsid w:val="00F47C64"/>
    <w:rsid w:val="00F47C7E"/>
    <w:rsid w:val="00F47D27"/>
    <w:rsid w:val="00F47E13"/>
    <w:rsid w:val="00F47F21"/>
    <w:rsid w:val="00F502ED"/>
    <w:rsid w:val="00F5055B"/>
    <w:rsid w:val="00F50A7F"/>
    <w:rsid w:val="00F50DF0"/>
    <w:rsid w:val="00F51000"/>
    <w:rsid w:val="00F51118"/>
    <w:rsid w:val="00F51507"/>
    <w:rsid w:val="00F516EE"/>
    <w:rsid w:val="00F51D7D"/>
    <w:rsid w:val="00F52075"/>
    <w:rsid w:val="00F52630"/>
    <w:rsid w:val="00F52790"/>
    <w:rsid w:val="00F527B8"/>
    <w:rsid w:val="00F529B3"/>
    <w:rsid w:val="00F52D78"/>
    <w:rsid w:val="00F52FFE"/>
    <w:rsid w:val="00F53159"/>
    <w:rsid w:val="00F534FD"/>
    <w:rsid w:val="00F53D1A"/>
    <w:rsid w:val="00F53F46"/>
    <w:rsid w:val="00F542A6"/>
    <w:rsid w:val="00F54659"/>
    <w:rsid w:val="00F5487F"/>
    <w:rsid w:val="00F55380"/>
    <w:rsid w:val="00F553F8"/>
    <w:rsid w:val="00F554F6"/>
    <w:rsid w:val="00F55729"/>
    <w:rsid w:val="00F55A58"/>
    <w:rsid w:val="00F55E5F"/>
    <w:rsid w:val="00F55FD1"/>
    <w:rsid w:val="00F562EB"/>
    <w:rsid w:val="00F563AA"/>
    <w:rsid w:val="00F568A0"/>
    <w:rsid w:val="00F568F1"/>
    <w:rsid w:val="00F56A03"/>
    <w:rsid w:val="00F56BE6"/>
    <w:rsid w:val="00F56FE6"/>
    <w:rsid w:val="00F572AC"/>
    <w:rsid w:val="00F5759F"/>
    <w:rsid w:val="00F575C0"/>
    <w:rsid w:val="00F57697"/>
    <w:rsid w:val="00F57DE2"/>
    <w:rsid w:val="00F57F5C"/>
    <w:rsid w:val="00F600CF"/>
    <w:rsid w:val="00F60117"/>
    <w:rsid w:val="00F6015B"/>
    <w:rsid w:val="00F603D2"/>
    <w:rsid w:val="00F607E8"/>
    <w:rsid w:val="00F60988"/>
    <w:rsid w:val="00F609A1"/>
    <w:rsid w:val="00F60AD6"/>
    <w:rsid w:val="00F60CC7"/>
    <w:rsid w:val="00F610F8"/>
    <w:rsid w:val="00F61510"/>
    <w:rsid w:val="00F6153E"/>
    <w:rsid w:val="00F61548"/>
    <w:rsid w:val="00F6160A"/>
    <w:rsid w:val="00F61620"/>
    <w:rsid w:val="00F6170B"/>
    <w:rsid w:val="00F61952"/>
    <w:rsid w:val="00F61A26"/>
    <w:rsid w:val="00F61ED5"/>
    <w:rsid w:val="00F61FAD"/>
    <w:rsid w:val="00F621CF"/>
    <w:rsid w:val="00F62A6E"/>
    <w:rsid w:val="00F62B8F"/>
    <w:rsid w:val="00F62D27"/>
    <w:rsid w:val="00F62E09"/>
    <w:rsid w:val="00F63142"/>
    <w:rsid w:val="00F63807"/>
    <w:rsid w:val="00F63BBE"/>
    <w:rsid w:val="00F6422E"/>
    <w:rsid w:val="00F64CED"/>
    <w:rsid w:val="00F654C2"/>
    <w:rsid w:val="00F6576D"/>
    <w:rsid w:val="00F65A39"/>
    <w:rsid w:val="00F65C40"/>
    <w:rsid w:val="00F65C8F"/>
    <w:rsid w:val="00F662A0"/>
    <w:rsid w:val="00F66878"/>
    <w:rsid w:val="00F66955"/>
    <w:rsid w:val="00F66AE3"/>
    <w:rsid w:val="00F66F3E"/>
    <w:rsid w:val="00F67228"/>
    <w:rsid w:val="00F679E5"/>
    <w:rsid w:val="00F67E84"/>
    <w:rsid w:val="00F70537"/>
    <w:rsid w:val="00F70AD4"/>
    <w:rsid w:val="00F70D7D"/>
    <w:rsid w:val="00F70F10"/>
    <w:rsid w:val="00F711B9"/>
    <w:rsid w:val="00F711F3"/>
    <w:rsid w:val="00F7134D"/>
    <w:rsid w:val="00F71467"/>
    <w:rsid w:val="00F7149C"/>
    <w:rsid w:val="00F715E9"/>
    <w:rsid w:val="00F717D9"/>
    <w:rsid w:val="00F71ACF"/>
    <w:rsid w:val="00F71C6B"/>
    <w:rsid w:val="00F71F5D"/>
    <w:rsid w:val="00F725E4"/>
    <w:rsid w:val="00F72858"/>
    <w:rsid w:val="00F730AB"/>
    <w:rsid w:val="00F736F3"/>
    <w:rsid w:val="00F73D66"/>
    <w:rsid w:val="00F73E14"/>
    <w:rsid w:val="00F73FF6"/>
    <w:rsid w:val="00F74179"/>
    <w:rsid w:val="00F7425F"/>
    <w:rsid w:val="00F74510"/>
    <w:rsid w:val="00F748E9"/>
    <w:rsid w:val="00F74991"/>
    <w:rsid w:val="00F74CAC"/>
    <w:rsid w:val="00F74F7A"/>
    <w:rsid w:val="00F75009"/>
    <w:rsid w:val="00F75161"/>
    <w:rsid w:val="00F754A9"/>
    <w:rsid w:val="00F75772"/>
    <w:rsid w:val="00F75D70"/>
    <w:rsid w:val="00F75F40"/>
    <w:rsid w:val="00F75F8F"/>
    <w:rsid w:val="00F75F91"/>
    <w:rsid w:val="00F76001"/>
    <w:rsid w:val="00F7600A"/>
    <w:rsid w:val="00F7603C"/>
    <w:rsid w:val="00F76276"/>
    <w:rsid w:val="00F76791"/>
    <w:rsid w:val="00F76B3C"/>
    <w:rsid w:val="00F772ED"/>
    <w:rsid w:val="00F7735F"/>
    <w:rsid w:val="00F779AF"/>
    <w:rsid w:val="00F77B4A"/>
    <w:rsid w:val="00F77F8A"/>
    <w:rsid w:val="00F80181"/>
    <w:rsid w:val="00F80283"/>
    <w:rsid w:val="00F8030A"/>
    <w:rsid w:val="00F80BB1"/>
    <w:rsid w:val="00F80EF3"/>
    <w:rsid w:val="00F80F08"/>
    <w:rsid w:val="00F8103F"/>
    <w:rsid w:val="00F8126A"/>
    <w:rsid w:val="00F81539"/>
    <w:rsid w:val="00F81637"/>
    <w:rsid w:val="00F81703"/>
    <w:rsid w:val="00F81922"/>
    <w:rsid w:val="00F81A23"/>
    <w:rsid w:val="00F81A28"/>
    <w:rsid w:val="00F81C28"/>
    <w:rsid w:val="00F81DE5"/>
    <w:rsid w:val="00F825DA"/>
    <w:rsid w:val="00F827DB"/>
    <w:rsid w:val="00F8282A"/>
    <w:rsid w:val="00F82CD1"/>
    <w:rsid w:val="00F82CF5"/>
    <w:rsid w:val="00F82E46"/>
    <w:rsid w:val="00F834C4"/>
    <w:rsid w:val="00F835B6"/>
    <w:rsid w:val="00F8372C"/>
    <w:rsid w:val="00F839CD"/>
    <w:rsid w:val="00F83B9F"/>
    <w:rsid w:val="00F83C49"/>
    <w:rsid w:val="00F83DC9"/>
    <w:rsid w:val="00F842D1"/>
    <w:rsid w:val="00F843FC"/>
    <w:rsid w:val="00F844B5"/>
    <w:rsid w:val="00F844D4"/>
    <w:rsid w:val="00F84741"/>
    <w:rsid w:val="00F85101"/>
    <w:rsid w:val="00F855DB"/>
    <w:rsid w:val="00F85664"/>
    <w:rsid w:val="00F859A2"/>
    <w:rsid w:val="00F85AC0"/>
    <w:rsid w:val="00F85BE1"/>
    <w:rsid w:val="00F85E44"/>
    <w:rsid w:val="00F85F63"/>
    <w:rsid w:val="00F8628B"/>
    <w:rsid w:val="00F8656C"/>
    <w:rsid w:val="00F86D80"/>
    <w:rsid w:val="00F86E20"/>
    <w:rsid w:val="00F86E66"/>
    <w:rsid w:val="00F86FAA"/>
    <w:rsid w:val="00F8704F"/>
    <w:rsid w:val="00F87CA6"/>
    <w:rsid w:val="00F90094"/>
    <w:rsid w:val="00F9014C"/>
    <w:rsid w:val="00F901A5"/>
    <w:rsid w:val="00F90215"/>
    <w:rsid w:val="00F906BC"/>
    <w:rsid w:val="00F9090A"/>
    <w:rsid w:val="00F90D13"/>
    <w:rsid w:val="00F911C7"/>
    <w:rsid w:val="00F91244"/>
    <w:rsid w:val="00F91312"/>
    <w:rsid w:val="00F91527"/>
    <w:rsid w:val="00F916E8"/>
    <w:rsid w:val="00F91782"/>
    <w:rsid w:val="00F91DB2"/>
    <w:rsid w:val="00F92107"/>
    <w:rsid w:val="00F922A0"/>
    <w:rsid w:val="00F922FE"/>
    <w:rsid w:val="00F924FE"/>
    <w:rsid w:val="00F9269D"/>
    <w:rsid w:val="00F92837"/>
    <w:rsid w:val="00F92953"/>
    <w:rsid w:val="00F929DC"/>
    <w:rsid w:val="00F92A14"/>
    <w:rsid w:val="00F92A6E"/>
    <w:rsid w:val="00F92C41"/>
    <w:rsid w:val="00F930B9"/>
    <w:rsid w:val="00F934DB"/>
    <w:rsid w:val="00F9356E"/>
    <w:rsid w:val="00F9357B"/>
    <w:rsid w:val="00F938C6"/>
    <w:rsid w:val="00F93A57"/>
    <w:rsid w:val="00F93BA5"/>
    <w:rsid w:val="00F93BDA"/>
    <w:rsid w:val="00F93C6B"/>
    <w:rsid w:val="00F93F54"/>
    <w:rsid w:val="00F93F85"/>
    <w:rsid w:val="00F94B2C"/>
    <w:rsid w:val="00F95018"/>
    <w:rsid w:val="00F9505F"/>
    <w:rsid w:val="00F95556"/>
    <w:rsid w:val="00F956AA"/>
    <w:rsid w:val="00F95809"/>
    <w:rsid w:val="00F958F5"/>
    <w:rsid w:val="00F95C23"/>
    <w:rsid w:val="00F960EF"/>
    <w:rsid w:val="00F96685"/>
    <w:rsid w:val="00F96857"/>
    <w:rsid w:val="00F96AD0"/>
    <w:rsid w:val="00F96C29"/>
    <w:rsid w:val="00F96D0F"/>
    <w:rsid w:val="00F96EDA"/>
    <w:rsid w:val="00F97125"/>
    <w:rsid w:val="00F9716F"/>
    <w:rsid w:val="00F97434"/>
    <w:rsid w:val="00F974FD"/>
    <w:rsid w:val="00F97B01"/>
    <w:rsid w:val="00F97D28"/>
    <w:rsid w:val="00F97D4C"/>
    <w:rsid w:val="00F97E8B"/>
    <w:rsid w:val="00FA00E5"/>
    <w:rsid w:val="00FA04B8"/>
    <w:rsid w:val="00FA0550"/>
    <w:rsid w:val="00FA05AE"/>
    <w:rsid w:val="00FA094D"/>
    <w:rsid w:val="00FA0B59"/>
    <w:rsid w:val="00FA0C31"/>
    <w:rsid w:val="00FA0D7F"/>
    <w:rsid w:val="00FA0FF7"/>
    <w:rsid w:val="00FA1097"/>
    <w:rsid w:val="00FA15BA"/>
    <w:rsid w:val="00FA1741"/>
    <w:rsid w:val="00FA1911"/>
    <w:rsid w:val="00FA1B71"/>
    <w:rsid w:val="00FA1D9B"/>
    <w:rsid w:val="00FA2154"/>
    <w:rsid w:val="00FA2278"/>
    <w:rsid w:val="00FA2350"/>
    <w:rsid w:val="00FA2726"/>
    <w:rsid w:val="00FA299A"/>
    <w:rsid w:val="00FA2A80"/>
    <w:rsid w:val="00FA3013"/>
    <w:rsid w:val="00FA3340"/>
    <w:rsid w:val="00FA3441"/>
    <w:rsid w:val="00FA34F7"/>
    <w:rsid w:val="00FA3F75"/>
    <w:rsid w:val="00FA403B"/>
    <w:rsid w:val="00FA44DC"/>
    <w:rsid w:val="00FA458A"/>
    <w:rsid w:val="00FA4D4A"/>
    <w:rsid w:val="00FA4EA1"/>
    <w:rsid w:val="00FA502B"/>
    <w:rsid w:val="00FA5097"/>
    <w:rsid w:val="00FA5290"/>
    <w:rsid w:val="00FA581F"/>
    <w:rsid w:val="00FA5B84"/>
    <w:rsid w:val="00FA5EE6"/>
    <w:rsid w:val="00FA6165"/>
    <w:rsid w:val="00FA640A"/>
    <w:rsid w:val="00FA64A4"/>
    <w:rsid w:val="00FA6AC9"/>
    <w:rsid w:val="00FA6B32"/>
    <w:rsid w:val="00FA6EB9"/>
    <w:rsid w:val="00FA7622"/>
    <w:rsid w:val="00FA7747"/>
    <w:rsid w:val="00FA7810"/>
    <w:rsid w:val="00FA781A"/>
    <w:rsid w:val="00FA78B9"/>
    <w:rsid w:val="00FA7E48"/>
    <w:rsid w:val="00FA7ED9"/>
    <w:rsid w:val="00FA7F23"/>
    <w:rsid w:val="00FB0264"/>
    <w:rsid w:val="00FB09FD"/>
    <w:rsid w:val="00FB0A67"/>
    <w:rsid w:val="00FB0F9A"/>
    <w:rsid w:val="00FB11E6"/>
    <w:rsid w:val="00FB11FB"/>
    <w:rsid w:val="00FB1617"/>
    <w:rsid w:val="00FB1AC8"/>
    <w:rsid w:val="00FB1B0D"/>
    <w:rsid w:val="00FB1DFD"/>
    <w:rsid w:val="00FB1ED4"/>
    <w:rsid w:val="00FB200C"/>
    <w:rsid w:val="00FB21B0"/>
    <w:rsid w:val="00FB23FE"/>
    <w:rsid w:val="00FB2524"/>
    <w:rsid w:val="00FB2A8E"/>
    <w:rsid w:val="00FB2AF1"/>
    <w:rsid w:val="00FB2E6C"/>
    <w:rsid w:val="00FB2F92"/>
    <w:rsid w:val="00FB3063"/>
    <w:rsid w:val="00FB3382"/>
    <w:rsid w:val="00FB39BF"/>
    <w:rsid w:val="00FB3D3B"/>
    <w:rsid w:val="00FB3D65"/>
    <w:rsid w:val="00FB3D91"/>
    <w:rsid w:val="00FB41A1"/>
    <w:rsid w:val="00FB4559"/>
    <w:rsid w:val="00FB4571"/>
    <w:rsid w:val="00FB47D0"/>
    <w:rsid w:val="00FB49B2"/>
    <w:rsid w:val="00FB4A4C"/>
    <w:rsid w:val="00FB4E61"/>
    <w:rsid w:val="00FB4FE3"/>
    <w:rsid w:val="00FB521F"/>
    <w:rsid w:val="00FB53AF"/>
    <w:rsid w:val="00FB53D1"/>
    <w:rsid w:val="00FB5994"/>
    <w:rsid w:val="00FB59A8"/>
    <w:rsid w:val="00FB5C58"/>
    <w:rsid w:val="00FB6083"/>
    <w:rsid w:val="00FB665D"/>
    <w:rsid w:val="00FB6715"/>
    <w:rsid w:val="00FB6795"/>
    <w:rsid w:val="00FB67C4"/>
    <w:rsid w:val="00FB6A0B"/>
    <w:rsid w:val="00FB6B17"/>
    <w:rsid w:val="00FB6B8A"/>
    <w:rsid w:val="00FB6C94"/>
    <w:rsid w:val="00FB6D7A"/>
    <w:rsid w:val="00FB7270"/>
    <w:rsid w:val="00FB72DA"/>
    <w:rsid w:val="00FB7337"/>
    <w:rsid w:val="00FB73FE"/>
    <w:rsid w:val="00FB779B"/>
    <w:rsid w:val="00FB7A63"/>
    <w:rsid w:val="00FB7F5E"/>
    <w:rsid w:val="00FC00B3"/>
    <w:rsid w:val="00FC01C5"/>
    <w:rsid w:val="00FC02D9"/>
    <w:rsid w:val="00FC04DD"/>
    <w:rsid w:val="00FC0503"/>
    <w:rsid w:val="00FC0567"/>
    <w:rsid w:val="00FC07A9"/>
    <w:rsid w:val="00FC10A9"/>
    <w:rsid w:val="00FC148D"/>
    <w:rsid w:val="00FC1564"/>
    <w:rsid w:val="00FC1C8E"/>
    <w:rsid w:val="00FC1FD2"/>
    <w:rsid w:val="00FC2219"/>
    <w:rsid w:val="00FC24E5"/>
    <w:rsid w:val="00FC2835"/>
    <w:rsid w:val="00FC291B"/>
    <w:rsid w:val="00FC2B7E"/>
    <w:rsid w:val="00FC2EC5"/>
    <w:rsid w:val="00FC2FC7"/>
    <w:rsid w:val="00FC3137"/>
    <w:rsid w:val="00FC31E5"/>
    <w:rsid w:val="00FC33CD"/>
    <w:rsid w:val="00FC33E4"/>
    <w:rsid w:val="00FC3457"/>
    <w:rsid w:val="00FC3462"/>
    <w:rsid w:val="00FC34A5"/>
    <w:rsid w:val="00FC37B5"/>
    <w:rsid w:val="00FC3F0E"/>
    <w:rsid w:val="00FC44B6"/>
    <w:rsid w:val="00FC4505"/>
    <w:rsid w:val="00FC4677"/>
    <w:rsid w:val="00FC472E"/>
    <w:rsid w:val="00FC4765"/>
    <w:rsid w:val="00FC47FA"/>
    <w:rsid w:val="00FC4972"/>
    <w:rsid w:val="00FC4C45"/>
    <w:rsid w:val="00FC51CA"/>
    <w:rsid w:val="00FC5366"/>
    <w:rsid w:val="00FC59A0"/>
    <w:rsid w:val="00FC59C7"/>
    <w:rsid w:val="00FC5BEE"/>
    <w:rsid w:val="00FC5BFB"/>
    <w:rsid w:val="00FC5E58"/>
    <w:rsid w:val="00FC5F3F"/>
    <w:rsid w:val="00FC5FE2"/>
    <w:rsid w:val="00FC617C"/>
    <w:rsid w:val="00FC6221"/>
    <w:rsid w:val="00FC6237"/>
    <w:rsid w:val="00FC6244"/>
    <w:rsid w:val="00FC6365"/>
    <w:rsid w:val="00FC647F"/>
    <w:rsid w:val="00FC67F0"/>
    <w:rsid w:val="00FC6F82"/>
    <w:rsid w:val="00FC6FE2"/>
    <w:rsid w:val="00FC71CC"/>
    <w:rsid w:val="00FC753C"/>
    <w:rsid w:val="00FC75D6"/>
    <w:rsid w:val="00FC79D8"/>
    <w:rsid w:val="00FC7C1C"/>
    <w:rsid w:val="00FC7D20"/>
    <w:rsid w:val="00FC7D99"/>
    <w:rsid w:val="00FC7FDC"/>
    <w:rsid w:val="00FD0062"/>
    <w:rsid w:val="00FD02F6"/>
    <w:rsid w:val="00FD03C1"/>
    <w:rsid w:val="00FD0411"/>
    <w:rsid w:val="00FD0466"/>
    <w:rsid w:val="00FD0478"/>
    <w:rsid w:val="00FD0510"/>
    <w:rsid w:val="00FD0850"/>
    <w:rsid w:val="00FD08DC"/>
    <w:rsid w:val="00FD0E63"/>
    <w:rsid w:val="00FD1008"/>
    <w:rsid w:val="00FD133C"/>
    <w:rsid w:val="00FD1532"/>
    <w:rsid w:val="00FD15A8"/>
    <w:rsid w:val="00FD15F7"/>
    <w:rsid w:val="00FD1D59"/>
    <w:rsid w:val="00FD2222"/>
    <w:rsid w:val="00FD261F"/>
    <w:rsid w:val="00FD26A6"/>
    <w:rsid w:val="00FD27E0"/>
    <w:rsid w:val="00FD2E8D"/>
    <w:rsid w:val="00FD2EF1"/>
    <w:rsid w:val="00FD2F01"/>
    <w:rsid w:val="00FD2F77"/>
    <w:rsid w:val="00FD3354"/>
    <w:rsid w:val="00FD33BD"/>
    <w:rsid w:val="00FD3520"/>
    <w:rsid w:val="00FD356A"/>
    <w:rsid w:val="00FD3682"/>
    <w:rsid w:val="00FD374A"/>
    <w:rsid w:val="00FD38A8"/>
    <w:rsid w:val="00FD3AE4"/>
    <w:rsid w:val="00FD3DC6"/>
    <w:rsid w:val="00FD410E"/>
    <w:rsid w:val="00FD4332"/>
    <w:rsid w:val="00FD4466"/>
    <w:rsid w:val="00FD453C"/>
    <w:rsid w:val="00FD4AB1"/>
    <w:rsid w:val="00FD5B4C"/>
    <w:rsid w:val="00FD5C0E"/>
    <w:rsid w:val="00FD5DC0"/>
    <w:rsid w:val="00FD633F"/>
    <w:rsid w:val="00FD664A"/>
    <w:rsid w:val="00FD6A78"/>
    <w:rsid w:val="00FD6C02"/>
    <w:rsid w:val="00FD6C31"/>
    <w:rsid w:val="00FD6C78"/>
    <w:rsid w:val="00FD6D10"/>
    <w:rsid w:val="00FD6DFC"/>
    <w:rsid w:val="00FD6E01"/>
    <w:rsid w:val="00FD7331"/>
    <w:rsid w:val="00FD7341"/>
    <w:rsid w:val="00FD73F7"/>
    <w:rsid w:val="00FD7815"/>
    <w:rsid w:val="00FD7C75"/>
    <w:rsid w:val="00FD7D17"/>
    <w:rsid w:val="00FD7D86"/>
    <w:rsid w:val="00FD7DFA"/>
    <w:rsid w:val="00FD7F9A"/>
    <w:rsid w:val="00FE004A"/>
    <w:rsid w:val="00FE05ED"/>
    <w:rsid w:val="00FE068E"/>
    <w:rsid w:val="00FE136C"/>
    <w:rsid w:val="00FE1738"/>
    <w:rsid w:val="00FE1C18"/>
    <w:rsid w:val="00FE1D44"/>
    <w:rsid w:val="00FE1EBB"/>
    <w:rsid w:val="00FE2074"/>
    <w:rsid w:val="00FE2677"/>
    <w:rsid w:val="00FE2911"/>
    <w:rsid w:val="00FE2955"/>
    <w:rsid w:val="00FE2DA9"/>
    <w:rsid w:val="00FE2E20"/>
    <w:rsid w:val="00FE3018"/>
    <w:rsid w:val="00FE35AC"/>
    <w:rsid w:val="00FE3D04"/>
    <w:rsid w:val="00FE3E03"/>
    <w:rsid w:val="00FE3E37"/>
    <w:rsid w:val="00FE403C"/>
    <w:rsid w:val="00FE4432"/>
    <w:rsid w:val="00FE466A"/>
    <w:rsid w:val="00FE477A"/>
    <w:rsid w:val="00FE4914"/>
    <w:rsid w:val="00FE4CA2"/>
    <w:rsid w:val="00FE4CB7"/>
    <w:rsid w:val="00FE4CDF"/>
    <w:rsid w:val="00FE50E5"/>
    <w:rsid w:val="00FE5326"/>
    <w:rsid w:val="00FE5340"/>
    <w:rsid w:val="00FE53B1"/>
    <w:rsid w:val="00FE5638"/>
    <w:rsid w:val="00FE592A"/>
    <w:rsid w:val="00FE5C72"/>
    <w:rsid w:val="00FE5D5B"/>
    <w:rsid w:val="00FE636E"/>
    <w:rsid w:val="00FE6727"/>
    <w:rsid w:val="00FE6B6B"/>
    <w:rsid w:val="00FE6DDA"/>
    <w:rsid w:val="00FE72F5"/>
    <w:rsid w:val="00FE759C"/>
    <w:rsid w:val="00FE7E09"/>
    <w:rsid w:val="00FE7F5C"/>
    <w:rsid w:val="00FF00CC"/>
    <w:rsid w:val="00FF02EB"/>
    <w:rsid w:val="00FF0B32"/>
    <w:rsid w:val="00FF0DF5"/>
    <w:rsid w:val="00FF0F7F"/>
    <w:rsid w:val="00FF130B"/>
    <w:rsid w:val="00FF134A"/>
    <w:rsid w:val="00FF1433"/>
    <w:rsid w:val="00FF167B"/>
    <w:rsid w:val="00FF18EE"/>
    <w:rsid w:val="00FF1C68"/>
    <w:rsid w:val="00FF1CCD"/>
    <w:rsid w:val="00FF1CCF"/>
    <w:rsid w:val="00FF1F81"/>
    <w:rsid w:val="00FF20D5"/>
    <w:rsid w:val="00FF21E5"/>
    <w:rsid w:val="00FF23CC"/>
    <w:rsid w:val="00FF29A6"/>
    <w:rsid w:val="00FF2BB4"/>
    <w:rsid w:val="00FF3143"/>
    <w:rsid w:val="00FF326A"/>
    <w:rsid w:val="00FF3A57"/>
    <w:rsid w:val="00FF3AFD"/>
    <w:rsid w:val="00FF3C07"/>
    <w:rsid w:val="00FF40EC"/>
    <w:rsid w:val="00FF416F"/>
    <w:rsid w:val="00FF466C"/>
    <w:rsid w:val="00FF516F"/>
    <w:rsid w:val="00FF5246"/>
    <w:rsid w:val="00FF543F"/>
    <w:rsid w:val="00FF5532"/>
    <w:rsid w:val="00FF55AC"/>
    <w:rsid w:val="00FF57AF"/>
    <w:rsid w:val="00FF5979"/>
    <w:rsid w:val="00FF5C50"/>
    <w:rsid w:val="00FF5CC3"/>
    <w:rsid w:val="00FF6B4C"/>
    <w:rsid w:val="00FF6C19"/>
    <w:rsid w:val="00FF6C81"/>
    <w:rsid w:val="00FF70AF"/>
    <w:rsid w:val="00FF7188"/>
    <w:rsid w:val="00FF727D"/>
    <w:rsid w:val="00FF731B"/>
    <w:rsid w:val="00FF74CD"/>
    <w:rsid w:val="00FF74EE"/>
    <w:rsid w:val="00FF754E"/>
    <w:rsid w:val="00FF7686"/>
    <w:rsid w:val="00FF77D3"/>
    <w:rsid w:val="00FF787D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2B1068"/>
  <w15:docId w15:val="{8EDB7836-3A0F-461A-92A7-7DFCD4F5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iPriority="0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iPriority="0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iPriority="0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14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80555B"/>
    <w:pPr>
      <w:keepNext/>
      <w:numPr>
        <w:numId w:val="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80555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555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ascii="Cambria" w:hAnsi="Cambria"/>
      <w:b/>
      <w:bCs/>
      <w:sz w:val="33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0555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2716E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1">
    <w:name w:val="Heading 2 Char1"/>
    <w:link w:val="Heading2"/>
    <w:uiPriority w:val="99"/>
    <w:locked/>
    <w:rsid w:val="00E31AA3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uiPriority w:val="99"/>
    <w:semiHidden/>
    <w:locked/>
    <w:rsid w:val="0032716E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uiPriority w:val="99"/>
    <w:semiHidden/>
    <w:locked/>
    <w:rsid w:val="0032716E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uiPriority w:val="99"/>
    <w:semiHidden/>
    <w:locked/>
    <w:rsid w:val="0032716E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uiPriority w:val="99"/>
    <w:semiHidden/>
    <w:locked/>
    <w:rsid w:val="0032716E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uiPriority w:val="99"/>
    <w:semiHidden/>
    <w:locked/>
    <w:rsid w:val="0032716E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locked/>
    <w:rsid w:val="0032716E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uiPriority w:val="99"/>
    <w:semiHidden/>
    <w:locked/>
    <w:rsid w:val="0032716E"/>
    <w:rPr>
      <w:rFonts w:ascii="Cambria" w:hAnsi="Cambria" w:cs="Angsana New"/>
    </w:rPr>
  </w:style>
  <w:style w:type="character" w:customStyle="1" w:styleId="Heading2Char">
    <w:name w:val="Heading 2 Char"/>
    <w:uiPriority w:val="99"/>
    <w:locked/>
    <w:rsid w:val="00C35575"/>
    <w:rPr>
      <w:rFonts w:ascii="Arial" w:hAnsi="Arial" w:cs="Times New Roman"/>
      <w:b/>
      <w:bCs/>
      <w:sz w:val="18"/>
      <w:szCs w:val="18"/>
      <w:lang w:val="en-US" w:eastAsia="en-US" w:bidi="th-TH"/>
    </w:rPr>
  </w:style>
  <w:style w:type="paragraph" w:styleId="Header">
    <w:name w:val="header"/>
    <w:basedOn w:val="Normal"/>
    <w:link w:val="HeaderChar"/>
    <w:uiPriority w:val="99"/>
    <w:rsid w:val="0080555B"/>
    <w:pPr>
      <w:tabs>
        <w:tab w:val="center" w:pos="4536"/>
        <w:tab w:val="right" w:pos="9072"/>
      </w:tabs>
    </w:pPr>
    <w:rPr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32716E"/>
    <w:rPr>
      <w:rFonts w:ascii="Arial" w:hAnsi="Arial" w:cs="Times New Roman"/>
      <w:sz w:val="22"/>
      <w:szCs w:val="22"/>
    </w:rPr>
  </w:style>
  <w:style w:type="character" w:customStyle="1" w:styleId="AAAddress">
    <w:name w:val="AA Address"/>
    <w:uiPriority w:val="99"/>
    <w:rsid w:val="0080555B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80555B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80555B"/>
    <w:pPr>
      <w:tabs>
        <w:tab w:val="center" w:pos="4536"/>
        <w:tab w:val="right" w:pos="9072"/>
      </w:tabs>
    </w:pPr>
    <w:rPr>
      <w:sz w:val="22"/>
      <w:szCs w:val="22"/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32716E"/>
    <w:rPr>
      <w:rFonts w:ascii="Arial" w:hAnsi="Arial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80555B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80555B"/>
    <w:pPr>
      <w:tabs>
        <w:tab w:val="clear" w:pos="907"/>
        <w:tab w:val="left" w:pos="284"/>
        <w:tab w:val="num" w:pos="926"/>
      </w:tabs>
      <w:ind w:left="284" w:hanging="284"/>
    </w:pPr>
  </w:style>
  <w:style w:type="paragraph" w:styleId="ListBullet2">
    <w:name w:val="List Bullet 2"/>
    <w:basedOn w:val="Normal"/>
    <w:uiPriority w:val="99"/>
    <w:rsid w:val="0080555B"/>
    <w:pPr>
      <w:tabs>
        <w:tab w:val="left" w:pos="567"/>
        <w:tab w:val="num" w:pos="1209"/>
      </w:tabs>
      <w:ind w:left="851" w:hanging="284"/>
    </w:pPr>
  </w:style>
  <w:style w:type="paragraph" w:styleId="ListBullet3">
    <w:name w:val="List Bullet 3"/>
    <w:basedOn w:val="Normal"/>
    <w:uiPriority w:val="99"/>
    <w:rsid w:val="0080555B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80555B"/>
    <w:pPr>
      <w:tabs>
        <w:tab w:val="num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80555B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80555B"/>
    <w:pPr>
      <w:tabs>
        <w:tab w:val="left" w:pos="567"/>
        <w:tab w:val="num" w:pos="643"/>
      </w:tabs>
      <w:ind w:left="851" w:hanging="284"/>
    </w:pPr>
  </w:style>
  <w:style w:type="paragraph" w:styleId="ListNumber3">
    <w:name w:val="List Number 3"/>
    <w:basedOn w:val="Normal"/>
    <w:uiPriority w:val="99"/>
    <w:rsid w:val="0080555B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80555B"/>
    <w:pPr>
      <w:ind w:left="284"/>
    </w:pPr>
  </w:style>
  <w:style w:type="paragraph" w:customStyle="1" w:styleId="AAFrameAddress">
    <w:name w:val="AA Frame Address"/>
    <w:basedOn w:val="Heading1"/>
    <w:uiPriority w:val="99"/>
    <w:rsid w:val="0080555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80555B"/>
    <w:pPr>
      <w:tabs>
        <w:tab w:val="left" w:pos="1418"/>
        <w:tab w:val="num" w:pos="1492"/>
      </w:tabs>
      <w:ind w:left="1418" w:hanging="284"/>
    </w:pPr>
  </w:style>
  <w:style w:type="paragraph" w:styleId="ListNumber4">
    <w:name w:val="List Number 4"/>
    <w:basedOn w:val="Normal"/>
    <w:uiPriority w:val="99"/>
    <w:rsid w:val="0080555B"/>
    <w:pPr>
      <w:tabs>
        <w:tab w:val="num" w:pos="1209"/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semiHidden/>
    <w:rsid w:val="0080555B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80555B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80555B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80555B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80555B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80555B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80555B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80555B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80555B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80555B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80555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80555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80555B"/>
    <w:pPr>
      <w:ind w:left="851"/>
    </w:pPr>
  </w:style>
  <w:style w:type="paragraph" w:styleId="TOC5">
    <w:name w:val="toc 5"/>
    <w:basedOn w:val="Normal"/>
    <w:next w:val="Normal"/>
    <w:uiPriority w:val="99"/>
    <w:semiHidden/>
    <w:rsid w:val="0080555B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80555B"/>
    <w:pPr>
      <w:ind w:left="1418"/>
    </w:pPr>
  </w:style>
  <w:style w:type="paragraph" w:styleId="TOC7">
    <w:name w:val="toc 7"/>
    <w:basedOn w:val="Normal"/>
    <w:next w:val="Normal"/>
    <w:semiHidden/>
    <w:rsid w:val="0080555B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80555B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80555B"/>
    <w:pPr>
      <w:ind w:left="2268"/>
    </w:pPr>
  </w:style>
  <w:style w:type="paragraph" w:styleId="TableofFigures">
    <w:name w:val="table of figures"/>
    <w:basedOn w:val="Normal"/>
    <w:next w:val="Normal"/>
    <w:semiHidden/>
    <w:rsid w:val="0080555B"/>
    <w:pPr>
      <w:ind w:left="567" w:hanging="567"/>
    </w:pPr>
  </w:style>
  <w:style w:type="paragraph" w:styleId="ListBullet5">
    <w:name w:val="List Bullet 5"/>
    <w:basedOn w:val="Normal"/>
    <w:rsid w:val="0080555B"/>
    <w:pPr>
      <w:tabs>
        <w:tab w:val="left" w:pos="1418"/>
        <w:tab w:val="num" w:pos="1492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1"/>
    <w:uiPriority w:val="99"/>
    <w:rsid w:val="0080555B"/>
    <w:pPr>
      <w:spacing w:after="120"/>
    </w:pPr>
    <w:rPr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F85AC0"/>
    <w:rPr>
      <w:rFonts w:ascii="Arial" w:hAnsi="Arial" w:cs="Times New Roman"/>
      <w:sz w:val="18"/>
      <w:szCs w:val="18"/>
    </w:rPr>
  </w:style>
  <w:style w:type="character" w:customStyle="1" w:styleId="BodyTextChar">
    <w:name w:val="Body Text Char"/>
    <w:aliases w:val="bt Char,body text Char,Body Char"/>
    <w:locked/>
    <w:rsid w:val="0032716E"/>
    <w:rPr>
      <w:rFonts w:ascii="Arial" w:hAnsi="Arial" w:cs="Times New Roman"/>
      <w:sz w:val="22"/>
      <w:szCs w:val="22"/>
    </w:rPr>
  </w:style>
  <w:style w:type="paragraph" w:styleId="BodyTextFirstIndent">
    <w:name w:val="Body Text First Indent"/>
    <w:basedOn w:val="BodyText"/>
    <w:link w:val="BodyTextFirstIndentChar"/>
    <w:uiPriority w:val="99"/>
    <w:rsid w:val="0080555B"/>
    <w:pPr>
      <w:ind w:firstLine="284"/>
    </w:pPr>
    <w:rPr>
      <w:sz w:val="22"/>
      <w:szCs w:val="22"/>
    </w:rPr>
  </w:style>
  <w:style w:type="character" w:customStyle="1" w:styleId="BodyTextFirstIndentChar">
    <w:name w:val="Body Text First Indent Char"/>
    <w:link w:val="BodyTextFirstIndent"/>
    <w:uiPriority w:val="99"/>
    <w:semiHidden/>
    <w:locked/>
    <w:rsid w:val="0032716E"/>
    <w:rPr>
      <w:rFonts w:ascii="Arial" w:hAnsi="Arial" w:cs="Times New Roman"/>
      <w:sz w:val="22"/>
      <w:szCs w:val="22"/>
    </w:rPr>
  </w:style>
  <w:style w:type="paragraph" w:styleId="BodyTextIndent">
    <w:name w:val="Body Text Indent"/>
    <w:aliases w:val="i"/>
    <w:basedOn w:val="Normal"/>
    <w:link w:val="BodyTextIndentChar"/>
    <w:uiPriority w:val="99"/>
    <w:rsid w:val="0080555B"/>
    <w:pPr>
      <w:spacing w:after="120"/>
      <w:ind w:left="283"/>
    </w:pPr>
    <w:rPr>
      <w:sz w:val="22"/>
      <w:szCs w:val="22"/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semiHidden/>
    <w:locked/>
    <w:rsid w:val="0032716E"/>
    <w:rPr>
      <w:rFonts w:ascii="Arial" w:hAnsi="Arial" w:cs="Times New Roman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80555B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semiHidden/>
    <w:locked/>
    <w:rsid w:val="0032716E"/>
    <w:rPr>
      <w:rFonts w:ascii="Arial" w:hAnsi="Arial" w:cs="Times New Roman"/>
      <w:sz w:val="22"/>
      <w:szCs w:val="22"/>
    </w:rPr>
  </w:style>
  <w:style w:type="character" w:styleId="Strong">
    <w:name w:val="Strong"/>
    <w:uiPriority w:val="22"/>
    <w:qFormat/>
    <w:rsid w:val="0080555B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80555B"/>
    <w:pPr>
      <w:numPr>
        <w:numId w:val="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80555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80555B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80555B"/>
    <w:pPr>
      <w:numPr>
        <w:numId w:val="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80555B"/>
    <w:pPr>
      <w:numPr>
        <w:numId w:val="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80555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80555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80555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80555B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80555B"/>
    <w:pPr>
      <w:framePr w:h="443" w:wrap="around" w:y="8223"/>
    </w:pPr>
  </w:style>
  <w:style w:type="paragraph" w:customStyle="1" w:styleId="a">
    <w:name w:val="¢éÍ¤ÇÒÁ"/>
    <w:basedOn w:val="Normal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80555B"/>
    <w:pPr>
      <w:numPr>
        <w:numId w:val="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80555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80555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80555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80555B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80555B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2">
    <w:name w:val="Body Text 2"/>
    <w:basedOn w:val="Normal"/>
    <w:link w:val="BodyText2Char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locked/>
    <w:rsid w:val="0032716E"/>
    <w:rPr>
      <w:rFonts w:ascii="Arial" w:hAnsi="Arial" w:cs="Times New Roman"/>
      <w:sz w:val="22"/>
      <w:szCs w:val="22"/>
    </w:rPr>
  </w:style>
  <w:style w:type="paragraph" w:customStyle="1" w:styleId="3">
    <w:name w:val="µÒÃÒ§3ªèÍ§"/>
    <w:basedOn w:val="Normal"/>
    <w:uiPriority w:val="99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0">
    <w:name w:val="ºÇ¡"/>
    <w:basedOn w:val="Normal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character" w:styleId="PageNumber">
    <w:name w:val="page number"/>
    <w:rsid w:val="0080555B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32716E"/>
    <w:rPr>
      <w:rFonts w:ascii="Arial" w:hAnsi="Arial" w:cs="Times New Roman"/>
      <w:sz w:val="20"/>
      <w:szCs w:val="20"/>
    </w:rPr>
  </w:style>
  <w:style w:type="paragraph" w:customStyle="1" w:styleId="a1">
    <w:name w:val="???????"/>
    <w:basedOn w:val="Normal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075BF9"/>
    <w:rPr>
      <w:rFonts w:ascii="Times New Roman" w:hAnsi="Times New Roman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75BF9"/>
    <w:rPr>
      <w:sz w:val="18"/>
    </w:rPr>
  </w:style>
  <w:style w:type="table" w:styleId="TableGrid">
    <w:name w:val="Table Grid"/>
    <w:basedOn w:val="TableNormal"/>
    <w:uiPriority w:val="39"/>
    <w:rsid w:val="009B50C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96512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0" w:right="-133" w:hanging="540"/>
      <w:jc w:val="both"/>
    </w:pPr>
    <w:rPr>
      <w:rFonts w:ascii="Angsana New" w:hAnsi="Angsana New"/>
      <w:b/>
      <w:bCs/>
      <w:i/>
      <w:iCs/>
      <w:sz w:val="30"/>
      <w:szCs w:val="30"/>
      <w:lang w:val="en-US" w:eastAsia="en-US"/>
    </w:rPr>
  </w:style>
  <w:style w:type="character" w:customStyle="1" w:styleId="AccPolicyHeadingChar">
    <w:name w:val="Acc Policy Heading Char"/>
    <w:link w:val="AccPolicyHeading"/>
    <w:locked/>
    <w:rsid w:val="0096512A"/>
    <w:rPr>
      <w:rFonts w:ascii="Angsana New" w:hAnsi="Angsana New" w:cs="Angsana New"/>
      <w:b/>
      <w:bCs/>
      <w:i/>
      <w:iCs/>
      <w:sz w:val="30"/>
      <w:szCs w:val="30"/>
      <w:lang w:val="en-US" w:eastAsia="en-US" w:bidi="th-TH"/>
    </w:rPr>
  </w:style>
  <w:style w:type="paragraph" w:styleId="BodyTextIndent2">
    <w:name w:val="Body Text Indent 2"/>
    <w:basedOn w:val="Normal"/>
    <w:link w:val="BodyTextIndent2Char"/>
    <w:uiPriority w:val="99"/>
    <w:rsid w:val="006662E5"/>
    <w:pPr>
      <w:spacing w:after="120" w:line="480" w:lineRule="auto"/>
      <w:ind w:left="360"/>
    </w:pPr>
    <w:rPr>
      <w:sz w:val="22"/>
      <w:szCs w:val="22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32716E"/>
    <w:rPr>
      <w:rFonts w:ascii="Arial" w:hAnsi="Arial" w:cs="Times New Roman"/>
      <w:sz w:val="22"/>
      <w:szCs w:val="22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E31A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cs="Times New Roman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E839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2">
    <w:name w:val="ลบ"/>
    <w:basedOn w:val="Normal"/>
    <w:uiPriority w:val="99"/>
    <w:rsid w:val="008E6A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30">
    <w:name w:val="?????3????"/>
    <w:basedOn w:val="Normal"/>
    <w:rsid w:val="00164EA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cs="Times New Roman"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164EA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paragraph" w:customStyle="1" w:styleId="acctmergecolhdg">
    <w:name w:val="acct merge col hdg"/>
    <w:aliases w:val="mh"/>
    <w:basedOn w:val="Normal"/>
    <w:rsid w:val="005861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E">
    <w:name w:val="ª×èÍºÃÔÉÑ· E"/>
    <w:basedOn w:val="Normal"/>
    <w:uiPriority w:val="99"/>
    <w:rsid w:val="001433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3">
    <w:name w:val="ข้อความ"/>
    <w:basedOn w:val="Normal"/>
    <w:uiPriority w:val="99"/>
    <w:rsid w:val="00B02401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cs="BrowalliaUPC"/>
      <w:sz w:val="30"/>
      <w:szCs w:val="30"/>
      <w:lang w:val="th-TH" w:eastAsia="th-TH"/>
    </w:rPr>
  </w:style>
  <w:style w:type="paragraph" w:customStyle="1" w:styleId="31">
    <w:name w:val="ตาราง3ช่อง"/>
    <w:basedOn w:val="Normal"/>
    <w:uiPriority w:val="99"/>
    <w:rsid w:val="001C0EF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 w:cs="Times New Roman"/>
      <w:sz w:val="22"/>
      <w:szCs w:val="22"/>
      <w:lang w:val="th-TH" w:eastAsia="th-TH"/>
    </w:rPr>
  </w:style>
  <w:style w:type="paragraph" w:customStyle="1" w:styleId="CharChar">
    <w:name w:val="อักขระ อักขระ อักขระ Char Char อักขระ"/>
    <w:basedOn w:val="Normal"/>
    <w:uiPriority w:val="99"/>
    <w:rsid w:val="00414F7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3B7C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4223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813AC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cs="Times New Roman"/>
      <w:sz w:val="22"/>
      <w:szCs w:val="20"/>
      <w:lang w:val="en-GB" w:bidi="ar-SA"/>
    </w:rPr>
  </w:style>
  <w:style w:type="paragraph" w:customStyle="1" w:styleId="zDistnHeader">
    <w:name w:val="zDistnHeader"/>
    <w:basedOn w:val="Normal"/>
    <w:next w:val="Normal"/>
    <w:uiPriority w:val="99"/>
    <w:rsid w:val="00177DB9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520" w:line="260" w:lineRule="atLeast"/>
    </w:pPr>
    <w:rPr>
      <w:sz w:val="22"/>
      <w:szCs w:val="22"/>
      <w:lang w:val="en-GB"/>
    </w:rPr>
  </w:style>
  <w:style w:type="paragraph" w:customStyle="1" w:styleId="a4">
    <w:name w:val="??"/>
    <w:basedOn w:val="Normal"/>
    <w:uiPriority w:val="99"/>
    <w:rsid w:val="00AB0C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character" w:styleId="CommentReference">
    <w:name w:val="annotation reference"/>
    <w:uiPriority w:val="99"/>
    <w:rsid w:val="00C7104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71042"/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32716E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10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2716E"/>
    <w:rPr>
      <w:rFonts w:ascii="Arial" w:hAnsi="Arial" w:cs="Times New Roman"/>
      <w:b/>
      <w:bCs/>
      <w:sz w:val="25"/>
      <w:szCs w:val="25"/>
    </w:rPr>
  </w:style>
  <w:style w:type="paragraph" w:customStyle="1" w:styleId="a5">
    <w:name w:val="???"/>
    <w:basedOn w:val="Normal"/>
    <w:uiPriority w:val="99"/>
    <w:rsid w:val="004C60D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cs="Times New Roman"/>
      <w:sz w:val="22"/>
      <w:szCs w:val="22"/>
      <w:lang w:val="th-TH"/>
    </w:rPr>
  </w:style>
  <w:style w:type="character" w:customStyle="1" w:styleId="BodyTextChar2">
    <w:name w:val="Body Text Char2"/>
    <w:aliases w:val="bt Char2,body text Char2,Body Char2,Body Char Char"/>
    <w:uiPriority w:val="99"/>
    <w:rsid w:val="00AB33A5"/>
    <w:rPr>
      <w:rFonts w:ascii="Arial" w:hAnsi="Arial" w:cs="Angsana New"/>
      <w:sz w:val="18"/>
      <w:szCs w:val="18"/>
      <w:lang w:val="en-US" w:eastAsia="en-US" w:bidi="th-TH"/>
    </w:rPr>
  </w:style>
  <w:style w:type="paragraph" w:styleId="DocumentMap">
    <w:name w:val="Document Map"/>
    <w:basedOn w:val="Normal"/>
    <w:link w:val="DocumentMapChar"/>
    <w:uiPriority w:val="99"/>
    <w:semiHidden/>
    <w:rsid w:val="00A273E6"/>
    <w:pPr>
      <w:spacing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locked/>
    <w:rsid w:val="00A273E6"/>
    <w:rPr>
      <w:rFonts w:ascii="Tahoma" w:hAnsi="Tahoma" w:cs="Times New Roman"/>
      <w:sz w:val="16"/>
    </w:rPr>
  </w:style>
  <w:style w:type="paragraph" w:customStyle="1" w:styleId="cent">
    <w:name w:val="&amp;cent"/>
    <w:basedOn w:val="Normal"/>
    <w:uiPriority w:val="99"/>
    <w:rsid w:val="006124A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eastAsia="MS Mincho" w:hAnsi="Times New Roman" w:cs="Times New Roman"/>
      <w:sz w:val="30"/>
      <w:szCs w:val="30"/>
      <w:lang w:eastAsia="ja-JP"/>
    </w:rPr>
  </w:style>
  <w:style w:type="paragraph" w:styleId="Revision">
    <w:name w:val="Revision"/>
    <w:hidden/>
    <w:uiPriority w:val="99"/>
    <w:semiHidden/>
    <w:rsid w:val="005F4788"/>
    <w:rPr>
      <w:rFonts w:ascii="Arial" w:hAnsi="Arial"/>
      <w:sz w:val="18"/>
      <w:szCs w:val="22"/>
    </w:rPr>
  </w:style>
  <w:style w:type="paragraph" w:styleId="NormalWeb">
    <w:name w:val="Normal (Web)"/>
    <w:basedOn w:val="Normal"/>
    <w:uiPriority w:val="99"/>
    <w:rsid w:val="005452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Angsana New" w:eastAsia="MS Mincho" w:hAnsi="Angsana New"/>
      <w:sz w:val="28"/>
      <w:szCs w:val="28"/>
      <w:lang w:eastAsia="ja-JP"/>
    </w:rPr>
  </w:style>
  <w:style w:type="paragraph" w:customStyle="1" w:styleId="acctmainheading">
    <w:name w:val="acct main heading"/>
    <w:aliases w:val="am"/>
    <w:basedOn w:val="Normal"/>
    <w:uiPriority w:val="99"/>
    <w:rsid w:val="002860E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cs="Times New Roman"/>
      <w:b/>
      <w:sz w:val="28"/>
      <w:szCs w:val="20"/>
      <w:lang w:val="en-GB" w:bidi="ar-SA"/>
    </w:rPr>
  </w:style>
  <w:style w:type="paragraph" w:customStyle="1" w:styleId="a6">
    <w:name w:val="อักขระ"/>
    <w:basedOn w:val="Normal"/>
    <w:uiPriority w:val="99"/>
    <w:rsid w:val="009B3C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349B1"/>
    <w:pPr>
      <w:ind w:left="720"/>
    </w:pPr>
    <w:rPr>
      <w:szCs w:val="22"/>
    </w:rPr>
  </w:style>
  <w:style w:type="character" w:customStyle="1" w:styleId="CharChar0">
    <w:name w:val="Char Char"/>
    <w:uiPriority w:val="99"/>
    <w:rsid w:val="00B349B1"/>
    <w:rPr>
      <w:rFonts w:ascii="Arial" w:hAnsi="Arial" w:cs="Times New Roman"/>
      <w:b/>
      <w:bCs/>
      <w:sz w:val="18"/>
      <w:szCs w:val="18"/>
      <w:lang w:val="en-US" w:eastAsia="en-US" w:bidi="th-TH"/>
    </w:rPr>
  </w:style>
  <w:style w:type="paragraph" w:customStyle="1" w:styleId="E0">
    <w:name w:val="»¡E"/>
    <w:basedOn w:val="Normal"/>
    <w:uiPriority w:val="99"/>
    <w:rsid w:val="00B349B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CharChar1">
    <w:name w:val="อักขระ อักขระ อักขระ Char Char อักขระ1"/>
    <w:basedOn w:val="Normal"/>
    <w:uiPriority w:val="99"/>
    <w:rsid w:val="00B349B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FootnoteText">
    <w:name w:val="footnote text"/>
    <w:aliases w:val="ft"/>
    <w:basedOn w:val="Normal"/>
    <w:link w:val="FootnoteTextChar"/>
    <w:semiHidden/>
    <w:locked/>
    <w:rsid w:val="009B466D"/>
    <w:pPr>
      <w:spacing w:line="240" w:lineRule="auto"/>
    </w:pPr>
    <w:rPr>
      <w:sz w:val="25"/>
      <w:szCs w:val="25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sid w:val="009B466D"/>
    <w:rPr>
      <w:rFonts w:ascii="Arial" w:hAnsi="Arial" w:cs="Times New Roman"/>
      <w:sz w:val="25"/>
      <w:szCs w:val="25"/>
    </w:rPr>
  </w:style>
  <w:style w:type="character" w:styleId="FootnoteReference">
    <w:name w:val="footnote reference"/>
    <w:uiPriority w:val="99"/>
    <w:semiHidden/>
    <w:locked/>
    <w:rsid w:val="009B466D"/>
    <w:rPr>
      <w:rFonts w:cs="Times New Roman"/>
      <w:vertAlign w:val="superscript"/>
    </w:rPr>
  </w:style>
  <w:style w:type="paragraph" w:customStyle="1" w:styleId="Default">
    <w:name w:val="Default"/>
    <w:rsid w:val="00DD1F90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C4E2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2C4E22"/>
    <w:rPr>
      <w:rFonts w:ascii="Angsana New" w:eastAsia="Calibri" w:hAnsi="Angsana New"/>
      <w:i/>
      <w:iCs/>
      <w:sz w:val="30"/>
      <w:szCs w:val="30"/>
    </w:rPr>
  </w:style>
  <w:style w:type="character" w:customStyle="1" w:styleId="HTMLPreformattedChar">
    <w:name w:val="HTML Preformatted Char"/>
    <w:link w:val="HTMLPreformatted"/>
    <w:uiPriority w:val="99"/>
    <w:semiHidden/>
    <w:rsid w:val="006D5E66"/>
    <w:rPr>
      <w:rFonts w:ascii="Courier New" w:eastAsia="Calibri" w:hAnsi="Courier New" w:cs="Courier New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locked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MacroTextChar">
    <w:name w:val="Macro Text Char"/>
    <w:link w:val="MacroText"/>
    <w:uiPriority w:val="99"/>
    <w:semiHidden/>
    <w:rsid w:val="006D5E66"/>
    <w:rPr>
      <w:rFonts w:ascii="Courier New" w:hAnsi="Courier New" w:cs="Times New Roman"/>
      <w:lang w:val="en-AU" w:eastAsia="en-US" w:bidi="ar-SA"/>
    </w:rPr>
  </w:style>
  <w:style w:type="paragraph" w:styleId="MacroText">
    <w:name w:val="macro"/>
    <w:link w:val="MacroTextChar"/>
    <w:uiPriority w:val="99"/>
    <w:semiHidden/>
    <w:unhideWhenUsed/>
    <w:locked/>
    <w:rsid w:val="006D5E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paragraph" w:styleId="Signature">
    <w:name w:val="Signature"/>
    <w:basedOn w:val="Normal"/>
    <w:link w:val="SignatureChar"/>
    <w:uiPriority w:val="99"/>
    <w:semiHidden/>
    <w:unhideWhenUsed/>
    <w:locked/>
    <w:rsid w:val="006D5E66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semiHidden/>
    <w:rsid w:val="006D5E66"/>
    <w:rPr>
      <w:rFonts w:ascii="Arial" w:hAnsi="Arial" w:cs="Times New Roman"/>
      <w:sz w:val="18"/>
      <w:szCs w:val="18"/>
    </w:rPr>
  </w:style>
  <w:style w:type="character" w:customStyle="1" w:styleId="PlainTextChar">
    <w:name w:val="Plain Text Char"/>
    <w:link w:val="PlainText"/>
    <w:uiPriority w:val="99"/>
    <w:rsid w:val="006D5E66"/>
    <w:rPr>
      <w:rFonts w:ascii="Consolas" w:hAnsi="Consolas"/>
      <w:sz w:val="21"/>
      <w:szCs w:val="26"/>
    </w:rPr>
  </w:style>
  <w:style w:type="paragraph" w:styleId="PlainText">
    <w:name w:val="Plain Text"/>
    <w:basedOn w:val="Normal"/>
    <w:link w:val="PlainTextChar"/>
    <w:uiPriority w:val="99"/>
    <w:unhideWhenUsed/>
    <w:locked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  <w:lang w:val="x-none" w:eastAsia="x-none"/>
    </w:rPr>
  </w:style>
  <w:style w:type="paragraph" w:customStyle="1" w:styleId="E1">
    <w:name w:val="?????? E"/>
    <w:basedOn w:val="Normal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E2">
    <w:name w:val="?????????? E"/>
    <w:basedOn w:val="Normal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5">
    <w:name w:val="5"/>
    <w:basedOn w:val="Normal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b/>
      <w:bCs/>
      <w:sz w:val="10"/>
      <w:szCs w:val="10"/>
      <w:lang w:val="th-TH"/>
    </w:rPr>
  </w:style>
  <w:style w:type="paragraph" w:customStyle="1" w:styleId="T0">
    <w:name w:val="????? T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7">
    <w:name w:val="Åº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Graphic">
    <w:name w:val="Graphic"/>
    <w:basedOn w:val="Signature"/>
    <w:uiPriority w:val="99"/>
    <w:rsid w:val="006D5E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6D5E66"/>
    <w:pPr>
      <w:spacing w:after="0"/>
    </w:pPr>
    <w:rPr>
      <w:rFonts w:ascii="Times New Roman" w:hAnsi="Times New Roman"/>
    </w:rPr>
  </w:style>
  <w:style w:type="paragraph" w:customStyle="1" w:styleId="acctdividends">
    <w:name w:val="acct dividends"/>
    <w:aliases w:val="ad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">
    <w:name w:val="acct indent"/>
    <w:aliases w:val="ai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6D5E6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num" w:pos="0"/>
        <w:tab w:val="num" w:pos="576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6D5E6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6D5E6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6D5E6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6D5E66"/>
    <w:pPr>
      <w:keepLines/>
      <w:spacing w:line="240" w:lineRule="atLeast"/>
      <w:ind w:left="0" w:hanging="1134"/>
    </w:pPr>
    <w:rPr>
      <w:sz w:val="22"/>
    </w:rPr>
  </w:style>
  <w:style w:type="paragraph" w:customStyle="1" w:styleId="block2">
    <w:name w:val="block2"/>
    <w:aliases w:val="b2"/>
    <w:basedOn w:val="block"/>
    <w:uiPriority w:val="99"/>
    <w:rsid w:val="006D5E66"/>
    <w:pPr>
      <w:ind w:left="1134"/>
    </w:pPr>
    <w:rPr>
      <w:rFonts w:ascii="Times New Roman" w:hAnsi="Times New Roman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6D5E66"/>
    <w:pPr>
      <w:spacing w:after="0"/>
    </w:pPr>
    <w:rPr>
      <w:rFonts w:ascii="Times New Roman" w:hAnsi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6D5E66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6D5E6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6D5E66"/>
    <w:rPr>
      <w:rFonts w:ascii="Times New Roman" w:hAnsi="Times New Roman"/>
    </w:rPr>
  </w:style>
  <w:style w:type="paragraph" w:customStyle="1" w:styleId="zreportaddinfo">
    <w:name w:val="zreport addinfo"/>
    <w:basedOn w:val="Normal"/>
    <w:uiPriority w:val="99"/>
    <w:rsid w:val="006D5E6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6D5E6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6D5E6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6D5E6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6D5E66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6D5E6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">
    <w:name w:val="nine pt normal"/>
    <w:aliases w:val="9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heading">
    <w:name w:val="heading"/>
    <w:aliases w:val="h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6D5E66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6D5E66"/>
  </w:style>
  <w:style w:type="paragraph" w:customStyle="1" w:styleId="nineptheadingcentredbold">
    <w:name w:val="nine pt heading centred bold"/>
    <w:aliases w:val="9hcb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6D5E66"/>
    <w:pPr>
      <w:ind w:left="-57" w:right="-57"/>
    </w:pPr>
  </w:style>
  <w:style w:type="paragraph" w:customStyle="1" w:styleId="nineptnormalheading">
    <w:name w:val="nine pt normal heading"/>
    <w:aliases w:val="9nh"/>
    <w:basedOn w:val="nineptnormal"/>
    <w:uiPriority w:val="99"/>
    <w:rsid w:val="006D5E66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6D5E6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6D5E66"/>
    <w:rPr>
      <w:i/>
      <w:iCs/>
    </w:rPr>
  </w:style>
  <w:style w:type="paragraph" w:customStyle="1" w:styleId="Normalheading">
    <w:name w:val="Normal heading"/>
    <w:aliases w:val="nh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6D5E66"/>
    <w:pPr>
      <w:tabs>
        <w:tab w:val="clear" w:pos="227"/>
        <w:tab w:val="clear" w:pos="284"/>
        <w:tab w:val="clear" w:pos="454"/>
        <w:tab w:val="clear" w:pos="680"/>
        <w:tab w:val="clear" w:pos="926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6D5E66"/>
    <w:pPr>
      <w:tabs>
        <w:tab w:val="clear" w:pos="227"/>
        <w:tab w:val="clear" w:pos="454"/>
        <w:tab w:val="clear" w:pos="567"/>
        <w:tab w:val="clear" w:pos="907"/>
        <w:tab w:val="clear" w:pos="1209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6D5E66"/>
    <w:pPr>
      <w:tabs>
        <w:tab w:val="clear" w:pos="227"/>
        <w:tab w:val="clear" w:pos="454"/>
        <w:tab w:val="clear" w:pos="567"/>
        <w:tab w:val="clear" w:pos="907"/>
        <w:tab w:val="clear" w:pos="1209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">
    <w:name w:val="Body Text Indent italic"/>
    <w:aliases w:val="iital"/>
    <w:basedOn w:val="BodyTextInden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6D5E6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6D5E66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bullet">
    <w:name w:val="nine pt normal bullet"/>
    <w:aliases w:val="9nb"/>
    <w:basedOn w:val="nineptnormal"/>
    <w:uiPriority w:val="99"/>
    <w:rsid w:val="006D5E66"/>
    <w:pPr>
      <w:tabs>
        <w:tab w:val="num" w:pos="284"/>
      </w:tabs>
      <w:ind w:left="284" w:hanging="284"/>
    </w:pPr>
  </w:style>
  <w:style w:type="paragraph" w:customStyle="1" w:styleId="ninepttabletextblock">
    <w:name w:val="nine pt table text block"/>
    <w:aliases w:val="9ttbk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6D5E6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6D5E66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6D5E6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6D5E66"/>
    <w:pPr>
      <w:ind w:left="1134" w:hanging="567"/>
    </w:pPr>
    <w:rPr>
      <w:rFonts w:ascii="Times New Roman" w:hAnsi="Times New Roman"/>
    </w:rPr>
  </w:style>
  <w:style w:type="paragraph" w:customStyle="1" w:styleId="blocklist2">
    <w:name w:val="block list2"/>
    <w:aliases w:val="blist2"/>
    <w:basedOn w:val="blocklist"/>
    <w:uiPriority w:val="99"/>
    <w:rsid w:val="006D5E6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6D5E66"/>
    <w:pPr>
      <w:keepNext/>
      <w:keepLines/>
      <w:spacing w:before="70"/>
    </w:pPr>
    <w:rPr>
      <w:rFonts w:ascii="Times New Roman" w:hAnsi="Times New Roman"/>
      <w:b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6D5E66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6D5E66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">
    <w:name w:val="heading bold italic"/>
    <w:aliases w:val="hbi"/>
    <w:basedOn w:val="heading"/>
    <w:uiPriority w:val="99"/>
    <w:rsid w:val="006D5E66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6D5E6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6D5E6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6D5E6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6D5E66"/>
    <w:pPr>
      <w:numPr>
        <w:numId w:val="7"/>
      </w:numPr>
      <w:tabs>
        <w:tab w:val="clear" w:pos="340"/>
      </w:tabs>
      <w:spacing w:after="0"/>
      <w:ind w:left="284" w:firstLine="0"/>
    </w:pPr>
  </w:style>
  <w:style w:type="paragraph" w:customStyle="1" w:styleId="blockbullet">
    <w:name w:val="block bullet"/>
    <w:aliases w:val="bb"/>
    <w:basedOn w:val="block"/>
    <w:uiPriority w:val="99"/>
    <w:rsid w:val="006D5E66"/>
    <w:pPr>
      <w:numPr>
        <w:numId w:val="8"/>
      </w:numPr>
      <w:tabs>
        <w:tab w:val="num" w:pos="907"/>
      </w:tabs>
      <w:ind w:left="907"/>
    </w:pPr>
    <w:rPr>
      <w:rFonts w:ascii="Times New Roman" w:hAnsi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6D5E6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6D5E66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6D5E66"/>
    <w:pPr>
      <w:jc w:val="center"/>
    </w:pPr>
  </w:style>
  <w:style w:type="paragraph" w:customStyle="1" w:styleId="eightptnormalheading">
    <w:name w:val="eight pt normal heading"/>
    <w:aliases w:val="8nh"/>
    <w:basedOn w:val="eightptnormal"/>
    <w:uiPriority w:val="99"/>
    <w:rsid w:val="006D5E66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6D5E66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6D5E6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6D5E6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6D5E66"/>
    <w:pPr>
      <w:spacing w:after="200"/>
    </w:pPr>
  </w:style>
  <w:style w:type="paragraph" w:customStyle="1" w:styleId="eightptblock">
    <w:name w:val="eight pt block"/>
    <w:aliases w:val="8b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tabs2">
    <w:name w:val="eight pt column tabs2"/>
    <w:aliases w:val="a82"/>
    <w:basedOn w:val="eightptnormal"/>
    <w:uiPriority w:val="99"/>
    <w:rsid w:val="006D5E6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6D5E6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">
    <w:name w:val="block indent"/>
    <w:aliases w:val="bi"/>
    <w:basedOn w:val="block"/>
    <w:uiPriority w:val="99"/>
    <w:rsid w:val="006D5E66"/>
    <w:pPr>
      <w:ind w:left="737" w:hanging="170"/>
    </w:pPr>
    <w:rPr>
      <w:rFonts w:ascii="Times New Roman" w:hAnsi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6D5E66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6D5E6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6D5E6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6D5E66"/>
    <w:rPr>
      <w:i/>
      <w:iCs/>
    </w:rPr>
  </w:style>
  <w:style w:type="paragraph" w:customStyle="1" w:styleId="nineptblock">
    <w:name w:val="nine pt block"/>
    <w:aliases w:val="9b"/>
    <w:basedOn w:val="nineptnormal"/>
    <w:uiPriority w:val="99"/>
    <w:rsid w:val="006D5E6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6D5E6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6D5E6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6D5E6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6D5E66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6D5E6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6D5E6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uiPriority w:val="99"/>
    <w:rsid w:val="006D5E6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6D5E6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6D5E66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6D5E66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6D5E6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6D5E66"/>
    <w:pPr>
      <w:spacing w:after="180"/>
    </w:pPr>
    <w:rPr>
      <w:i/>
    </w:rPr>
  </w:style>
  <w:style w:type="paragraph" w:customStyle="1" w:styleId="nineptbodytextheading">
    <w:name w:val="nine pt body text heading"/>
    <w:aliases w:val="9bth"/>
    <w:basedOn w:val="Footer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 w:val="18"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6D5E6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6D5E6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6D5E6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6D5E6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6D5E6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6D5E6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6D5E66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6D5E66"/>
    <w:pPr>
      <w:ind w:left="907" w:hanging="340"/>
    </w:pPr>
    <w:rPr>
      <w:rFonts w:ascii="Times New Roman" w:hAnsi="Times New Roman"/>
    </w:rPr>
  </w:style>
  <w:style w:type="paragraph" w:customStyle="1" w:styleId="List3i">
    <w:name w:val="List 3i"/>
    <w:aliases w:val="3i"/>
    <w:basedOn w:val="List2i"/>
    <w:uiPriority w:val="99"/>
    <w:rsid w:val="006D5E6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6D5E6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6D5E66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6D5E66"/>
    <w:pPr>
      <w:tabs>
        <w:tab w:val="decimal" w:pos="794"/>
      </w:tabs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6D5E6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6D5E66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6D5E6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6D5E66"/>
    <w:pPr>
      <w:numPr>
        <w:numId w:val="9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character" w:customStyle="1" w:styleId="AccPolicyalternativeChar">
    <w:name w:val="Acc Policy alternative Char"/>
    <w:link w:val="AccPolicyalternative"/>
    <w:uiPriority w:val="99"/>
    <w:locked/>
    <w:rsid w:val="006D5E66"/>
    <w:rPr>
      <w:rFonts w:ascii="Angsana New" w:eastAsia="Calibri" w:hAnsi="Angsana New" w:cs="Times New Roman"/>
      <w:i/>
      <w:iCs/>
      <w:sz w:val="16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6D5E66"/>
    <w:pPr>
      <w:ind w:left="1138" w:right="389"/>
      <w:jc w:val="both"/>
    </w:pPr>
    <w:rPr>
      <w:sz w:val="16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6D5E6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6D5E66"/>
    <w:pPr>
      <w:spacing w:after="0" w:line="440" w:lineRule="exact"/>
      <w:jc w:val="center"/>
    </w:pPr>
    <w:rPr>
      <w:sz w:val="32"/>
      <w:u w:val="none"/>
    </w:rPr>
  </w:style>
  <w:style w:type="paragraph" w:customStyle="1" w:styleId="Text">
    <w:name w:val="Text"/>
    <w:uiPriority w:val="99"/>
    <w:rsid w:val="006D5E66"/>
    <w:pPr>
      <w:spacing w:before="240" w:line="260" w:lineRule="atLeast"/>
    </w:pPr>
    <w:rPr>
      <w:rFonts w:cs="Times New Roman"/>
      <w:noProof/>
      <w:sz w:val="22"/>
      <w:lang w:bidi="ar-SA"/>
    </w:rPr>
  </w:style>
  <w:style w:type="character" w:customStyle="1" w:styleId="AccPolicyHeadingCharChar">
    <w:name w:val="Acc Policy Heading Char Char"/>
    <w:uiPriority w:val="99"/>
    <w:rsid w:val="006D5E66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6D5E66"/>
    <w:rPr>
      <w:rFonts w:ascii="Times New Roman" w:hAnsi="Times New Roman" w:cs="Times New Roman" w:hint="default"/>
      <w:sz w:val="29"/>
      <w:szCs w:val="29"/>
    </w:rPr>
  </w:style>
  <w:style w:type="character" w:customStyle="1" w:styleId="hps">
    <w:name w:val="hps"/>
    <w:rsid w:val="006D5E66"/>
    <w:rPr>
      <w:rFonts w:ascii="Times New Roman" w:hAnsi="Times New Roman" w:cs="Times New Roman" w:hint="default"/>
    </w:rPr>
  </w:style>
  <w:style w:type="character" w:customStyle="1" w:styleId="gt-icon-text1">
    <w:name w:val="gt-icon-text1"/>
    <w:uiPriority w:val="99"/>
    <w:rsid w:val="006D5E66"/>
    <w:rPr>
      <w:rFonts w:ascii="Times New Roman" w:hAnsi="Times New Roman" w:cs="Times New Roman" w:hint="default"/>
    </w:rPr>
  </w:style>
  <w:style w:type="character" w:customStyle="1" w:styleId="shorttext">
    <w:name w:val="short_text"/>
    <w:rsid w:val="006D5E66"/>
    <w:rPr>
      <w:rFonts w:ascii="Times New Roman" w:hAnsi="Times New Roman" w:cs="Times New Roman" w:hint="default"/>
    </w:rPr>
  </w:style>
  <w:style w:type="character" w:customStyle="1" w:styleId="longtext">
    <w:name w:val="long_text"/>
    <w:uiPriority w:val="99"/>
    <w:rsid w:val="006D5E66"/>
    <w:rPr>
      <w:rFonts w:ascii="Times New Roman" w:hAnsi="Times New Roman" w:cs="Times New Roman" w:hint="default"/>
    </w:rPr>
  </w:style>
  <w:style w:type="character" w:customStyle="1" w:styleId="pp-place-title6">
    <w:name w:val="pp-place-title6"/>
    <w:rsid w:val="006D5E66"/>
    <w:rPr>
      <w:b/>
      <w:bCs/>
      <w:sz w:val="37"/>
      <w:szCs w:val="37"/>
    </w:rPr>
  </w:style>
  <w:style w:type="character" w:customStyle="1" w:styleId="Heading5Char1">
    <w:name w:val="Heading 5 Char1"/>
    <w:rsid w:val="006D5E66"/>
    <w:rPr>
      <w:rFonts w:ascii="Times New Roman" w:eastAsia="Times New Roman" w:hAnsi="Times New Roman" w:cs="EucrosiaUPC" w:hint="default"/>
      <w:b/>
      <w:bCs/>
      <w:sz w:val="32"/>
      <w:szCs w:val="32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6D5E66"/>
    <w:pPr>
      <w:spacing w:after="13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6D5E66"/>
    <w:rPr>
      <w:b w:val="0"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6D5E66"/>
    <w:pPr>
      <w:spacing w:after="0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6D5E66"/>
    <w:pPr>
      <w:spacing w:after="80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6D5E66"/>
    <w:pPr>
      <w:jc w:val="center"/>
    </w:pPr>
    <w:rPr>
      <w:bCs w:val="0"/>
    </w:rPr>
  </w:style>
  <w:style w:type="paragraph" w:customStyle="1" w:styleId="Normalheadingcentred">
    <w:name w:val="Normal heading centred"/>
    <w:aliases w:val="nhc"/>
    <w:basedOn w:val="Normalheading"/>
    <w:uiPriority w:val="99"/>
    <w:rsid w:val="006D5E66"/>
    <w:pPr>
      <w:jc w:val="center"/>
    </w:pPr>
  </w:style>
  <w:style w:type="paragraph" w:customStyle="1" w:styleId="acctindentnospaceafter">
    <w:name w:val="acct indent no space after"/>
    <w:aliases w:val="ain"/>
    <w:basedOn w:val="acctindent"/>
    <w:uiPriority w:val="99"/>
    <w:rsid w:val="006D5E66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6D5E66"/>
    <w:pPr>
      <w:ind w:left="992" w:hanging="425"/>
    </w:p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6D5E66"/>
    <w:pPr>
      <w:spacing w:after="0"/>
    </w:pPr>
  </w:style>
  <w:style w:type="paragraph" w:customStyle="1" w:styleId="eightptblocknosp">
    <w:name w:val="eight pt block no sp"/>
    <w:aliases w:val="8bn"/>
    <w:basedOn w:val="eightptblock"/>
    <w:uiPriority w:val="99"/>
    <w:rsid w:val="006D5E66"/>
    <w:pPr>
      <w:spacing w:after="0"/>
    </w:pPr>
  </w:style>
  <w:style w:type="paragraph" w:customStyle="1" w:styleId="blockindentnosp">
    <w:name w:val="block indent no sp"/>
    <w:aliases w:val="bin,binn,block + indent"/>
    <w:basedOn w:val="blockindent"/>
    <w:uiPriority w:val="99"/>
    <w:rsid w:val="006D5E66"/>
    <w:pPr>
      <w:spacing w:after="0"/>
    </w:pPr>
  </w:style>
  <w:style w:type="paragraph" w:customStyle="1" w:styleId="eightptbodytextheading">
    <w:name w:val="eight pt body text heading"/>
    <w:aliases w:val="8h"/>
    <w:basedOn w:val="eightptbodytext"/>
    <w:uiPriority w:val="99"/>
    <w:rsid w:val="006D5E66"/>
    <w:rPr>
      <w:b/>
      <w:bCs/>
    </w:r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6D5E6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6D5E66"/>
    <w:pPr>
      <w:jc w:val="center"/>
    </w:p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6D5E66"/>
    <w:pPr>
      <w:keepNext/>
      <w:keepLines/>
      <w:spacing w:before="130" w:after="130"/>
    </w:pPr>
    <w:rPr>
      <w:b/>
      <w:bCs/>
      <w:i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6D5E66"/>
    <w:rPr>
      <w:b w:val="0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6D5E66"/>
    <w:pPr>
      <w:spacing w:after="0"/>
    </w:pPr>
  </w:style>
  <w:style w:type="paragraph" w:customStyle="1" w:styleId="nineptbodytext">
    <w:name w:val="nine pt body text"/>
    <w:aliases w:val="9bt"/>
    <w:basedOn w:val="nineptnormal"/>
    <w:uiPriority w:val="99"/>
    <w:rsid w:val="006D5E66"/>
    <w:pPr>
      <w:spacing w:after="220"/>
    </w:pPr>
  </w:style>
  <w:style w:type="paragraph" w:customStyle="1" w:styleId="ninebtbodytextcentred">
    <w:name w:val="nine bt body text centred"/>
    <w:aliases w:val="9btc"/>
    <w:basedOn w:val="nineptbodytext"/>
    <w:uiPriority w:val="99"/>
    <w:rsid w:val="006D5E66"/>
    <w:pPr>
      <w:spacing w:after="180"/>
      <w:jc w:val="center"/>
    </w:p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6D5E66"/>
    <w:pPr>
      <w:spacing w:after="80"/>
    </w:p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6D5E66"/>
    <w:pPr>
      <w:spacing w:before="80" w:after="80"/>
    </w:pPr>
  </w:style>
  <w:style w:type="paragraph" w:customStyle="1" w:styleId="nineptbodytextbullet">
    <w:name w:val="nine pt body text bullet"/>
    <w:aliases w:val="9btb"/>
    <w:basedOn w:val="nineptbodytext"/>
    <w:uiPriority w:val="99"/>
    <w:rsid w:val="006D5E66"/>
    <w:pPr>
      <w:tabs>
        <w:tab w:val="num" w:pos="284"/>
      </w:tabs>
      <w:spacing w:after="180"/>
      <w:ind w:left="284" w:hanging="284"/>
    </w:pPr>
  </w:style>
  <w:style w:type="paragraph" w:customStyle="1" w:styleId="nineptheading">
    <w:name w:val="nine pt heading"/>
    <w:aliases w:val="9h"/>
    <w:basedOn w:val="nineptbodytext"/>
    <w:uiPriority w:val="99"/>
    <w:rsid w:val="006D5E66"/>
    <w:rPr>
      <w:b/>
      <w:bCs/>
    </w:rPr>
  </w:style>
  <w:style w:type="paragraph" w:customStyle="1" w:styleId="nineptheadingcentred">
    <w:name w:val="nine pt heading centred"/>
    <w:aliases w:val="9hc"/>
    <w:basedOn w:val="nineptheading"/>
    <w:uiPriority w:val="99"/>
    <w:rsid w:val="006D5E66"/>
    <w:pPr>
      <w:jc w:val="center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6D5E66"/>
    <w:pPr>
      <w:tabs>
        <w:tab w:val="num" w:pos="652"/>
      </w:tabs>
      <w:ind w:left="652" w:hanging="227"/>
    </w:pPr>
  </w:style>
  <w:style w:type="character" w:customStyle="1" w:styleId="FootnoteTextChar1">
    <w:name w:val="Footnote Text Char1"/>
    <w:aliases w:val="ft Char1"/>
    <w:uiPriority w:val="99"/>
    <w:semiHidden/>
    <w:rsid w:val="00CC6FAB"/>
    <w:rPr>
      <w:rFonts w:ascii="Arial" w:hAnsi="Arial"/>
      <w:szCs w:val="25"/>
    </w:rPr>
  </w:style>
  <w:style w:type="character" w:customStyle="1" w:styleId="BodyTextIndentChar1">
    <w:name w:val="Body Text Indent Char1"/>
    <w:aliases w:val="i Char1"/>
    <w:uiPriority w:val="99"/>
    <w:semiHidden/>
    <w:rsid w:val="00CC6FAB"/>
    <w:rPr>
      <w:rFonts w:ascii="Arial" w:hAnsi="Arial"/>
      <w:sz w:val="18"/>
      <w:szCs w:val="22"/>
    </w:rPr>
  </w:style>
  <w:style w:type="paragraph" w:styleId="BlockText">
    <w:name w:val="Block Text"/>
    <w:basedOn w:val="Normal"/>
    <w:uiPriority w:val="99"/>
    <w:semiHidden/>
    <w:unhideWhenUsed/>
    <w:locked/>
    <w:rsid w:val="00CC6F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styleId="Hyperlink">
    <w:name w:val="Hyperlink"/>
    <w:uiPriority w:val="99"/>
    <w:semiHidden/>
    <w:unhideWhenUsed/>
    <w:locked/>
    <w:rsid w:val="000C18E1"/>
    <w:rPr>
      <w:strike w:val="0"/>
      <w:dstrike w:val="0"/>
      <w:color w:val="797979"/>
      <w:u w:val="none"/>
      <w:effect w:val="none"/>
    </w:rPr>
  </w:style>
  <w:style w:type="character" w:styleId="Emphasis">
    <w:name w:val="Emphasis"/>
    <w:uiPriority w:val="20"/>
    <w:qFormat/>
    <w:rsid w:val="00F827DB"/>
    <w:rPr>
      <w:b/>
      <w:bCs/>
      <w:i w:val="0"/>
      <w:iCs w:val="0"/>
    </w:rPr>
  </w:style>
  <w:style w:type="character" w:customStyle="1" w:styleId="st1">
    <w:name w:val="st1"/>
    <w:basedOn w:val="DefaultParagraphFont"/>
    <w:rsid w:val="00F827DB"/>
  </w:style>
  <w:style w:type="paragraph" w:customStyle="1" w:styleId="ColorfulList-Accent11">
    <w:name w:val="Colorful List - Accent 11"/>
    <w:basedOn w:val="Normal"/>
    <w:uiPriority w:val="99"/>
    <w:qFormat/>
    <w:rsid w:val="001C2AB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720"/>
    </w:pPr>
    <w:rPr>
      <w:rFonts w:ascii="Calibri" w:hAnsi="Calibri"/>
      <w:sz w:val="22"/>
      <w:szCs w:val="28"/>
    </w:rPr>
  </w:style>
  <w:style w:type="paragraph" w:customStyle="1" w:styleId="Denomination2">
    <w:name w:val="Denomination2"/>
    <w:basedOn w:val="Normal"/>
    <w:uiPriority w:val="99"/>
    <w:rsid w:val="00651E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13"/>
      <w:jc w:val="right"/>
    </w:pPr>
    <w:rPr>
      <w:rFonts w:ascii="Times New Roman" w:hAnsi="Times New Roman"/>
      <w:lang w:val="en-GB"/>
    </w:rPr>
  </w:style>
  <w:style w:type="paragraph" w:styleId="NoSpacing">
    <w:name w:val="No Spacing"/>
    <w:uiPriority w:val="1"/>
    <w:qFormat/>
    <w:rsid w:val="002A1F2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5457A8"/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8F3BF5"/>
    <w:rPr>
      <w:rFonts w:ascii="Arial" w:hAnsi="Arial" w:cs="Times New Roman"/>
      <w:sz w:val="22"/>
      <w:lang w:val="en-GB" w:eastAsia="x-none" w:bidi="ar-SA"/>
    </w:rPr>
  </w:style>
  <w:style w:type="table" w:customStyle="1" w:styleId="TableGrid1">
    <w:name w:val="Table Grid1"/>
    <w:basedOn w:val="TableNormal"/>
    <w:next w:val="TableGrid"/>
    <w:uiPriority w:val="39"/>
    <w:rsid w:val="007E0AE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0043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0048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Props1.xml><?xml version="1.0" encoding="utf-8"?>
<ds:datastoreItem xmlns:ds="http://schemas.openxmlformats.org/officeDocument/2006/customXml" ds:itemID="{43CFD157-3B9C-497E-8122-0521366BD0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48E179-7771-4C33-9B29-DDDD0DD03F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FCB5C-21D2-4231-A644-13AE3E52D1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C04090-1625-4084-8C70-F83B7D5AA03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6852</TotalTime>
  <Pages>3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GPSC</vt:lpstr>
    </vt:vector>
  </TitlesOfParts>
  <Company>KPMG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GPSC</dc:title>
  <dc:subject/>
  <dc:creator>Napat, Rattanapairoj</dc:creator>
  <cp:keywords/>
  <dc:description/>
  <cp:lastModifiedBy>Kanvara, Pochanatsrichai</cp:lastModifiedBy>
  <cp:revision>395</cp:revision>
  <cp:lastPrinted>2025-11-03T10:35:00Z</cp:lastPrinted>
  <dcterms:created xsi:type="dcterms:W3CDTF">2023-04-17T09:10:00Z</dcterms:created>
  <dcterms:modified xsi:type="dcterms:W3CDTF">2025-11-10T03:17:00Z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GrammarlyDocumentId">
    <vt:lpwstr>90aebfc9e5168d36fd8027d6eb06ef95f6d6dfd7c3bb0c4fcfae706da08c03d3</vt:lpwstr>
  </property>
  <property fmtid="{D5CDD505-2E9C-101B-9397-08002B2CF9AE}" pid="4" name="ContentTypeId">
    <vt:lpwstr>0x010100FC3C573FF70E394A86433F5E112C33AA</vt:lpwstr>
  </property>
</Properties>
</file>