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A0C8C" w14:textId="185C56B8" w:rsidR="00364E2E" w:rsidRDefault="00364E2E" w:rsidP="00E63C22">
      <w:pPr>
        <w:pStyle w:val="IndexHeading1"/>
        <w:spacing w:after="0" w:line="240" w:lineRule="atLeast"/>
        <w:ind w:left="720" w:hanging="720"/>
        <w:outlineLvl w:val="0"/>
        <w:rPr>
          <w:shd w:val="clear" w:color="auto" w:fill="FFFFFF"/>
        </w:rPr>
      </w:pPr>
      <w:bookmarkStart w:id="0" w:name="_Hlk8317926"/>
      <w:bookmarkStart w:id="1" w:name="_Hlk8317957"/>
      <w:r w:rsidRPr="00E90A3A">
        <w:t>Note</w:t>
      </w:r>
      <w:r w:rsidRPr="00E90A3A">
        <w:tab/>
      </w:r>
      <w:r w:rsidRPr="00E90A3A">
        <w:rPr>
          <w:shd w:val="clear" w:color="auto" w:fill="FFFFFF"/>
        </w:rPr>
        <w:t>Contents</w:t>
      </w:r>
      <w:r w:rsidR="00AC60AD" w:rsidRPr="00E90A3A">
        <w:rPr>
          <w:shd w:val="clear" w:color="auto" w:fill="FFFFFF"/>
        </w:rPr>
        <w:t xml:space="preserve"> </w:t>
      </w:r>
    </w:p>
    <w:p w14:paraId="29778E10" w14:textId="00B34B59" w:rsidR="00473BE0" w:rsidRDefault="00473BE0">
      <w:pPr>
        <w:spacing w:line="240" w:lineRule="auto"/>
        <w:rPr>
          <w:b/>
          <w:lang w:val="en-AU"/>
        </w:rPr>
      </w:pPr>
    </w:p>
    <w:p w14:paraId="789CFE4D" w14:textId="354507D9" w:rsidR="00235A0F" w:rsidRPr="00E90A3A" w:rsidRDefault="00235A0F" w:rsidP="00C34C7B">
      <w:pPr>
        <w:pStyle w:val="index"/>
        <w:shd w:val="clear" w:color="auto" w:fill="FFFFFF"/>
        <w:tabs>
          <w:tab w:val="num" w:pos="1170"/>
        </w:tabs>
        <w:spacing w:after="0" w:line="240" w:lineRule="atLeast"/>
        <w:ind w:left="1170" w:hanging="1170"/>
        <w:outlineLvl w:val="0"/>
      </w:pPr>
      <w:r w:rsidRPr="00E90A3A">
        <w:t>Basis of preparation of the interim financial statements</w:t>
      </w:r>
    </w:p>
    <w:p w14:paraId="70B2D984" w14:textId="20620300" w:rsidR="00782212" w:rsidRDefault="00782212" w:rsidP="00782212">
      <w:pPr>
        <w:pStyle w:val="index"/>
        <w:shd w:val="clear" w:color="auto" w:fill="FFFFFF"/>
        <w:tabs>
          <w:tab w:val="num" w:pos="1170"/>
        </w:tabs>
        <w:spacing w:after="0" w:line="240" w:lineRule="atLeast"/>
        <w:ind w:left="1170" w:hanging="1170"/>
        <w:outlineLvl w:val="0"/>
      </w:pPr>
      <w:r w:rsidRPr="00D47C83">
        <w:t>Related parties</w:t>
      </w:r>
    </w:p>
    <w:p w14:paraId="6B19D231" w14:textId="5E01C5E3" w:rsidR="0044575D" w:rsidRPr="005A5CFB" w:rsidRDefault="005A5CFB" w:rsidP="00782212">
      <w:pPr>
        <w:pStyle w:val="index"/>
        <w:shd w:val="clear" w:color="auto" w:fill="FFFFFF"/>
        <w:tabs>
          <w:tab w:val="num" w:pos="1170"/>
        </w:tabs>
        <w:spacing w:after="0" w:line="240" w:lineRule="atLeast"/>
        <w:ind w:left="1170" w:hanging="1170"/>
        <w:outlineLvl w:val="0"/>
      </w:pPr>
      <w:bookmarkStart w:id="2" w:name="_Hlk204938798"/>
      <w:r>
        <w:rPr>
          <w:rFonts w:cs="Angsana New"/>
          <w:lang w:val="en-US" w:bidi="th-TH"/>
        </w:rPr>
        <w:t>Property, plant and equipment</w:t>
      </w:r>
    </w:p>
    <w:bookmarkEnd w:id="2"/>
    <w:p w14:paraId="30F666ED" w14:textId="33825519" w:rsidR="00295FA1" w:rsidRDefault="005A5CFB" w:rsidP="005A5CFB">
      <w:pPr>
        <w:pStyle w:val="index"/>
        <w:shd w:val="clear" w:color="auto" w:fill="FFFFFF"/>
        <w:tabs>
          <w:tab w:val="num" w:pos="1170"/>
        </w:tabs>
        <w:spacing w:after="0" w:line="240" w:lineRule="atLeast"/>
        <w:ind w:left="1170" w:hanging="1170"/>
        <w:outlineLvl w:val="0"/>
      </w:pPr>
      <w:r>
        <w:t>Loans from financial institutions</w:t>
      </w:r>
      <w:bookmarkStart w:id="3" w:name="_Hlk204938736"/>
    </w:p>
    <w:bookmarkEnd w:id="3"/>
    <w:p w14:paraId="56137155" w14:textId="55658FC7" w:rsidR="007573A3" w:rsidRDefault="0097305A" w:rsidP="00F30C41">
      <w:pPr>
        <w:pStyle w:val="index"/>
        <w:shd w:val="clear" w:color="auto" w:fill="FFFFFF"/>
        <w:tabs>
          <w:tab w:val="num" w:pos="1170"/>
        </w:tabs>
        <w:spacing w:after="0" w:line="240" w:lineRule="atLeast"/>
        <w:ind w:left="1170" w:hanging="1170"/>
        <w:outlineLvl w:val="0"/>
      </w:pPr>
      <w:r w:rsidRPr="00FA61E5">
        <w:t>S</w:t>
      </w:r>
      <w:r w:rsidR="009B0FE2" w:rsidRPr="00FA61E5">
        <w:t>egment</w:t>
      </w:r>
      <w:r w:rsidRPr="00FA61E5">
        <w:t xml:space="preserve"> </w:t>
      </w:r>
      <w:r w:rsidR="00E64DE6" w:rsidRPr="00FA61E5">
        <w:t>information</w:t>
      </w:r>
      <w:r w:rsidR="001C4C47" w:rsidRPr="001C4C47">
        <w:t xml:space="preserve"> and disaggregation of revenue</w:t>
      </w:r>
    </w:p>
    <w:p w14:paraId="5AAF7358" w14:textId="0D0320E2" w:rsidR="005A5CFB" w:rsidRDefault="005A5CFB" w:rsidP="00F30C41">
      <w:pPr>
        <w:pStyle w:val="index"/>
        <w:shd w:val="clear" w:color="auto" w:fill="FFFFFF"/>
        <w:tabs>
          <w:tab w:val="num" w:pos="1170"/>
        </w:tabs>
        <w:spacing w:after="0" w:line="240" w:lineRule="atLeast"/>
        <w:ind w:left="1170" w:hanging="1170"/>
        <w:outlineLvl w:val="0"/>
      </w:pPr>
      <w:r>
        <w:t>Share capital</w:t>
      </w:r>
    </w:p>
    <w:p w14:paraId="4B9381D5" w14:textId="223EFF3A" w:rsidR="005A5CFB" w:rsidRDefault="005A5CFB" w:rsidP="00F30C41">
      <w:pPr>
        <w:pStyle w:val="index"/>
        <w:shd w:val="clear" w:color="auto" w:fill="FFFFFF"/>
        <w:tabs>
          <w:tab w:val="num" w:pos="1170"/>
        </w:tabs>
        <w:spacing w:after="0" w:line="240" w:lineRule="atLeast"/>
        <w:ind w:left="1170" w:hanging="1170"/>
        <w:outlineLvl w:val="0"/>
      </w:pPr>
      <w:r>
        <w:t>Dividends</w:t>
      </w:r>
    </w:p>
    <w:p w14:paraId="3BC40C45" w14:textId="77777777" w:rsidR="00F44248" w:rsidRDefault="00F44248" w:rsidP="00F44248">
      <w:pPr>
        <w:pStyle w:val="index"/>
        <w:shd w:val="clear" w:color="auto" w:fill="FFFFFF"/>
        <w:tabs>
          <w:tab w:val="num" w:pos="1170"/>
        </w:tabs>
        <w:spacing w:after="0" w:line="240" w:lineRule="atLeast"/>
        <w:ind w:left="1170" w:hanging="1170"/>
        <w:outlineLvl w:val="0"/>
      </w:pPr>
      <w:r>
        <w:t>Basic earning</w:t>
      </w:r>
      <w:r>
        <w:rPr>
          <w:rFonts w:cstheme="minorBidi"/>
          <w:lang w:val="en-US" w:bidi="th-TH"/>
        </w:rPr>
        <w:t xml:space="preserve"> per share</w:t>
      </w:r>
    </w:p>
    <w:p w14:paraId="2BB98A8A" w14:textId="56F13EEB" w:rsidR="00CD4666" w:rsidRDefault="00D47C83" w:rsidP="00634A62">
      <w:pPr>
        <w:pStyle w:val="index"/>
        <w:shd w:val="clear" w:color="auto" w:fill="FFFFFF"/>
        <w:tabs>
          <w:tab w:val="num" w:pos="1170"/>
        </w:tabs>
        <w:spacing w:after="0" w:line="240" w:lineRule="atLeast"/>
        <w:ind w:left="1170" w:hanging="1170"/>
        <w:outlineLvl w:val="0"/>
      </w:pPr>
      <w:r w:rsidRPr="00FA61E5">
        <w:t>Financial instruments</w:t>
      </w:r>
    </w:p>
    <w:p w14:paraId="63CB61EE" w14:textId="77777777" w:rsidR="00FE288D" w:rsidRDefault="006E27BD" w:rsidP="00FE288D">
      <w:pPr>
        <w:pStyle w:val="index"/>
        <w:shd w:val="clear" w:color="auto" w:fill="FFFFFF"/>
        <w:tabs>
          <w:tab w:val="num" w:pos="1170"/>
        </w:tabs>
        <w:spacing w:after="0" w:line="240" w:lineRule="atLeast"/>
        <w:ind w:left="1170" w:hanging="1170"/>
        <w:outlineLvl w:val="0"/>
      </w:pPr>
      <w:r w:rsidRPr="00FA61E5">
        <w:t>Commi</w:t>
      </w:r>
      <w:r w:rsidR="00424013" w:rsidRPr="00FA61E5">
        <w:t>tments with non-related parties</w:t>
      </w:r>
    </w:p>
    <w:p w14:paraId="62FCA396" w14:textId="1D46BEAA" w:rsidR="004611FD" w:rsidRPr="00F30C41" w:rsidRDefault="00F30C41" w:rsidP="000F6EE2">
      <w:pPr>
        <w:pStyle w:val="index"/>
        <w:shd w:val="clear" w:color="auto" w:fill="FFFFFF"/>
        <w:tabs>
          <w:tab w:val="num" w:pos="1170"/>
        </w:tabs>
        <w:spacing w:after="0" w:line="240" w:lineRule="atLeast"/>
        <w:ind w:left="1170" w:hanging="1170"/>
        <w:outlineLvl w:val="0"/>
      </w:pPr>
      <w:r>
        <w:t>Events after the reporting period</w:t>
      </w:r>
    </w:p>
    <w:p w14:paraId="111CACC1" w14:textId="77777777" w:rsidR="004611FD" w:rsidRPr="00E90A3A" w:rsidRDefault="004611FD" w:rsidP="004611FD">
      <w:pPr>
        <w:rPr>
          <w:lang w:val="en-AU"/>
        </w:rPr>
      </w:pPr>
    </w:p>
    <w:p w14:paraId="141C13E0" w14:textId="77777777" w:rsidR="004611FD" w:rsidRPr="00E90A3A" w:rsidRDefault="004611FD" w:rsidP="004611FD">
      <w:pPr>
        <w:rPr>
          <w:lang w:val="en-AU"/>
        </w:rPr>
      </w:pPr>
    </w:p>
    <w:p w14:paraId="14332EDA" w14:textId="77777777" w:rsidR="004611FD" w:rsidRPr="00E90A3A" w:rsidRDefault="004611FD" w:rsidP="004611FD">
      <w:pPr>
        <w:rPr>
          <w:lang w:val="en-AU"/>
        </w:rPr>
      </w:pPr>
    </w:p>
    <w:p w14:paraId="0A9916B3" w14:textId="77777777" w:rsidR="004611FD" w:rsidRPr="00E90A3A" w:rsidRDefault="004611FD" w:rsidP="004611FD">
      <w:pPr>
        <w:rPr>
          <w:lang w:val="en-AU"/>
        </w:rPr>
      </w:pPr>
    </w:p>
    <w:p w14:paraId="2E0878AA" w14:textId="77777777" w:rsidR="004611FD" w:rsidRPr="00E90A3A" w:rsidRDefault="004611FD" w:rsidP="004611FD">
      <w:pPr>
        <w:rPr>
          <w:lang w:val="en-AU"/>
        </w:rPr>
      </w:pPr>
    </w:p>
    <w:p w14:paraId="1609EEF9" w14:textId="77777777" w:rsidR="004611FD" w:rsidRPr="00E90A3A" w:rsidRDefault="004611FD" w:rsidP="004611FD">
      <w:pPr>
        <w:rPr>
          <w:lang w:val="en-AU"/>
        </w:rPr>
      </w:pPr>
    </w:p>
    <w:p w14:paraId="16217870" w14:textId="77777777" w:rsidR="004611FD" w:rsidRPr="00E90A3A" w:rsidRDefault="004611FD" w:rsidP="004611FD">
      <w:pPr>
        <w:rPr>
          <w:lang w:val="en-AU"/>
        </w:rPr>
      </w:pPr>
    </w:p>
    <w:p w14:paraId="1D161A16" w14:textId="77777777" w:rsidR="004611FD" w:rsidRPr="00E90A3A" w:rsidRDefault="004611FD" w:rsidP="004611FD">
      <w:pPr>
        <w:rPr>
          <w:lang w:val="en-AU"/>
        </w:rPr>
      </w:pPr>
    </w:p>
    <w:p w14:paraId="73F376B6" w14:textId="77777777" w:rsidR="004611FD" w:rsidRPr="00E90A3A" w:rsidRDefault="004611FD" w:rsidP="004611FD">
      <w:pPr>
        <w:rPr>
          <w:lang w:val="en-AU"/>
        </w:rPr>
      </w:pPr>
    </w:p>
    <w:p w14:paraId="5E1E1136" w14:textId="77777777" w:rsidR="004611FD" w:rsidRPr="00E90A3A" w:rsidRDefault="004611FD" w:rsidP="004611FD">
      <w:pPr>
        <w:rPr>
          <w:lang w:val="en-AU"/>
        </w:rPr>
      </w:pPr>
    </w:p>
    <w:p w14:paraId="42873070" w14:textId="77777777" w:rsidR="004611FD" w:rsidRPr="00E90A3A" w:rsidRDefault="004611FD" w:rsidP="004611FD">
      <w:pPr>
        <w:rPr>
          <w:lang w:val="en-AU"/>
        </w:rPr>
      </w:pPr>
    </w:p>
    <w:p w14:paraId="3D7CDD88" w14:textId="77777777" w:rsidR="00464A79" w:rsidRDefault="004611FD" w:rsidP="004611FD">
      <w:pPr>
        <w:tabs>
          <w:tab w:val="center" w:pos="4801"/>
        </w:tabs>
        <w:rPr>
          <w:lang w:val="en-AU"/>
        </w:rPr>
      </w:pPr>
      <w:r w:rsidRPr="00E90A3A">
        <w:rPr>
          <w:lang w:val="en-AU"/>
        </w:rPr>
        <w:tab/>
      </w:r>
    </w:p>
    <w:p w14:paraId="63DCA003" w14:textId="77777777" w:rsidR="005E0DBC" w:rsidRPr="005E0DBC" w:rsidRDefault="005E0DBC" w:rsidP="005E0DBC">
      <w:pPr>
        <w:rPr>
          <w:lang w:val="en-AU"/>
        </w:rPr>
      </w:pPr>
    </w:p>
    <w:p w14:paraId="1694CADF" w14:textId="77777777" w:rsidR="005E0DBC" w:rsidRPr="005E0DBC" w:rsidRDefault="005E0DBC" w:rsidP="005E0DBC">
      <w:pPr>
        <w:rPr>
          <w:lang w:val="en-AU"/>
        </w:rPr>
      </w:pPr>
    </w:p>
    <w:p w14:paraId="1F87F338" w14:textId="77777777" w:rsidR="005E0DBC" w:rsidRPr="005E0DBC" w:rsidRDefault="005E0DBC" w:rsidP="005E0DBC">
      <w:pPr>
        <w:rPr>
          <w:lang w:val="en-AU"/>
        </w:rPr>
      </w:pPr>
    </w:p>
    <w:p w14:paraId="034A0E99" w14:textId="77777777" w:rsidR="005E0DBC" w:rsidRPr="005E0DBC" w:rsidRDefault="005E0DBC" w:rsidP="005E0DBC">
      <w:pPr>
        <w:rPr>
          <w:lang w:val="en-AU"/>
        </w:rPr>
      </w:pPr>
    </w:p>
    <w:p w14:paraId="75F3FA04" w14:textId="77777777" w:rsidR="005E0DBC" w:rsidRPr="005E0DBC" w:rsidRDefault="005E0DBC" w:rsidP="005E0DBC">
      <w:pPr>
        <w:rPr>
          <w:lang w:val="en-AU"/>
        </w:rPr>
      </w:pPr>
    </w:p>
    <w:p w14:paraId="3355DB94" w14:textId="77777777" w:rsidR="005E0DBC" w:rsidRPr="005E0DBC" w:rsidRDefault="005E0DBC" w:rsidP="005E0DBC">
      <w:pPr>
        <w:rPr>
          <w:lang w:val="en-AU"/>
        </w:rPr>
      </w:pPr>
    </w:p>
    <w:p w14:paraId="3EDD370B" w14:textId="77777777" w:rsidR="005E0DBC" w:rsidRPr="005E0DBC" w:rsidRDefault="005E0DBC" w:rsidP="005E0DBC">
      <w:pPr>
        <w:rPr>
          <w:lang w:val="en-AU"/>
        </w:rPr>
      </w:pPr>
    </w:p>
    <w:p w14:paraId="4BAA8005" w14:textId="77777777" w:rsidR="005E0DBC" w:rsidRPr="005E0DBC" w:rsidRDefault="005E0DBC" w:rsidP="005E0DBC">
      <w:pPr>
        <w:rPr>
          <w:lang w:val="en-AU"/>
        </w:rPr>
      </w:pPr>
    </w:p>
    <w:p w14:paraId="3C002127" w14:textId="77777777" w:rsidR="005E0DBC" w:rsidRPr="005E0DBC" w:rsidRDefault="005E0DBC" w:rsidP="005E0DBC">
      <w:pPr>
        <w:rPr>
          <w:lang w:val="en-AU"/>
        </w:rPr>
      </w:pPr>
    </w:p>
    <w:p w14:paraId="0BA666CC" w14:textId="77777777" w:rsidR="005E0DBC" w:rsidRPr="005E0DBC" w:rsidRDefault="005E0DBC" w:rsidP="005E0DBC">
      <w:pPr>
        <w:rPr>
          <w:lang w:val="en-AU"/>
        </w:rPr>
      </w:pPr>
    </w:p>
    <w:p w14:paraId="0015E745" w14:textId="77777777" w:rsidR="005E0DBC" w:rsidRPr="005E0DBC" w:rsidRDefault="005E0DBC" w:rsidP="005E0DBC">
      <w:pPr>
        <w:rPr>
          <w:lang w:val="en-AU"/>
        </w:rPr>
      </w:pPr>
    </w:p>
    <w:p w14:paraId="7454E02F" w14:textId="77777777" w:rsidR="005E0DBC" w:rsidRPr="005E0DBC" w:rsidRDefault="005E0DBC" w:rsidP="005E0DBC">
      <w:pPr>
        <w:rPr>
          <w:lang w:val="en-AU"/>
        </w:rPr>
      </w:pPr>
    </w:p>
    <w:p w14:paraId="0864B2CE" w14:textId="77777777" w:rsidR="005E0DBC" w:rsidRPr="005E0DBC" w:rsidRDefault="005E0DBC" w:rsidP="005E0DBC">
      <w:pPr>
        <w:rPr>
          <w:lang w:val="en-AU"/>
        </w:rPr>
      </w:pPr>
    </w:p>
    <w:p w14:paraId="2FD8C64D" w14:textId="77777777" w:rsidR="005E0DBC" w:rsidRPr="005E0DBC" w:rsidRDefault="005E0DBC" w:rsidP="005E0DBC">
      <w:pPr>
        <w:rPr>
          <w:lang w:val="en-AU"/>
        </w:rPr>
      </w:pPr>
    </w:p>
    <w:p w14:paraId="67326933" w14:textId="77777777" w:rsidR="005E0DBC" w:rsidRPr="005E0DBC" w:rsidRDefault="005E0DBC" w:rsidP="005E0DBC">
      <w:pPr>
        <w:rPr>
          <w:lang w:val="en-AU"/>
        </w:rPr>
      </w:pPr>
    </w:p>
    <w:p w14:paraId="1217D64A" w14:textId="77777777" w:rsidR="005E0DBC" w:rsidRPr="005E0DBC" w:rsidRDefault="005E0DBC" w:rsidP="005E0DBC">
      <w:pPr>
        <w:rPr>
          <w:lang w:val="en-AU"/>
        </w:rPr>
      </w:pPr>
    </w:p>
    <w:p w14:paraId="71DA89D1" w14:textId="77777777" w:rsidR="005E0DBC" w:rsidRPr="005E0DBC" w:rsidRDefault="005E0DBC" w:rsidP="005E0DBC">
      <w:pPr>
        <w:rPr>
          <w:lang w:val="en-AU"/>
        </w:rPr>
      </w:pPr>
    </w:p>
    <w:p w14:paraId="7E9F7AED" w14:textId="77777777" w:rsidR="005E0DBC" w:rsidRPr="005E0DBC" w:rsidRDefault="005E0DBC" w:rsidP="005E0DBC">
      <w:pPr>
        <w:rPr>
          <w:lang w:val="en-AU"/>
        </w:rPr>
      </w:pPr>
    </w:p>
    <w:p w14:paraId="5B3A94EE" w14:textId="77777777" w:rsidR="005E0DBC" w:rsidRPr="005E0DBC" w:rsidRDefault="005E0DBC" w:rsidP="005E0DBC">
      <w:pPr>
        <w:rPr>
          <w:lang w:val="en-AU"/>
        </w:rPr>
      </w:pPr>
    </w:p>
    <w:p w14:paraId="7F557851" w14:textId="77777777" w:rsidR="005E0DBC" w:rsidRDefault="005E0DBC" w:rsidP="005E0DBC">
      <w:pPr>
        <w:rPr>
          <w:lang w:val="en-AU"/>
        </w:rPr>
      </w:pPr>
    </w:p>
    <w:p w14:paraId="3821B80B" w14:textId="53124089" w:rsidR="005E0DBC" w:rsidRDefault="005E0DBC" w:rsidP="005E0DBC">
      <w:pPr>
        <w:tabs>
          <w:tab w:val="left" w:pos="6448"/>
        </w:tabs>
        <w:rPr>
          <w:lang w:val="en-AU"/>
        </w:rPr>
      </w:pPr>
      <w:r>
        <w:rPr>
          <w:lang w:val="en-AU"/>
        </w:rPr>
        <w:tab/>
      </w:r>
    </w:p>
    <w:p w14:paraId="6CFFB647" w14:textId="77777777" w:rsidR="005E0DBC" w:rsidRDefault="005E0DBC" w:rsidP="005E0DBC">
      <w:pPr>
        <w:rPr>
          <w:lang w:val="en-AU"/>
        </w:rPr>
      </w:pPr>
    </w:p>
    <w:p w14:paraId="575A2123" w14:textId="77777777" w:rsidR="005E0DBC" w:rsidRPr="005E0DBC" w:rsidRDefault="005E0DBC" w:rsidP="005E0DBC">
      <w:pPr>
        <w:rPr>
          <w:lang w:val="en-AU"/>
        </w:rPr>
        <w:sectPr w:rsidR="005E0DBC" w:rsidRPr="005E0DBC" w:rsidSect="00452A2D">
          <w:headerReference w:type="default" r:id="rId11"/>
          <w:footerReference w:type="default" r:id="rId12"/>
          <w:pgSz w:w="11907" w:h="16840"/>
          <w:pgMar w:top="691" w:right="1152" w:bottom="576" w:left="1152" w:header="720" w:footer="720" w:gutter="0"/>
          <w:pgNumType w:start="16"/>
          <w:cols w:space="720"/>
        </w:sectPr>
      </w:pPr>
    </w:p>
    <w:p w14:paraId="37B61D7F" w14:textId="77777777" w:rsidR="001458EB" w:rsidRPr="00E90A3A" w:rsidRDefault="001458EB" w:rsidP="004A7DD4">
      <w:pPr>
        <w:spacing w:line="240" w:lineRule="auto"/>
        <w:ind w:left="540"/>
        <w:jc w:val="both"/>
      </w:pPr>
      <w:r w:rsidRPr="004A7DD4">
        <w:rPr>
          <w:spacing w:val="-2"/>
        </w:rPr>
        <w:lastRenderedPageBreak/>
        <w:t>These</w:t>
      </w:r>
      <w:r w:rsidRPr="00E90A3A">
        <w:t xml:space="preserve"> notes form an integral part of the interim financial statements.</w:t>
      </w:r>
    </w:p>
    <w:p w14:paraId="60966C8C" w14:textId="77777777" w:rsidR="004C33A5" w:rsidRPr="008E4F7A" w:rsidRDefault="004C33A5" w:rsidP="00AD2594">
      <w:pPr>
        <w:spacing w:line="240" w:lineRule="atLeast"/>
        <w:ind w:left="547" w:right="108"/>
        <w:rPr>
          <w:sz w:val="18"/>
          <w:szCs w:val="18"/>
        </w:rPr>
      </w:pPr>
    </w:p>
    <w:p w14:paraId="61C1F369" w14:textId="45ABAB97" w:rsidR="00AE60B3" w:rsidRPr="007A338B" w:rsidRDefault="00524333" w:rsidP="007A338B">
      <w:pPr>
        <w:spacing w:line="240" w:lineRule="auto"/>
        <w:ind w:left="540"/>
        <w:jc w:val="both"/>
      </w:pPr>
      <w:r w:rsidRPr="007A338B">
        <w:t>The interim financial statements issued for Thai regulatory reporting purposes are prepared in the Thai language. These English language financial statements have been prepared from the Thai language</w:t>
      </w:r>
      <w:r w:rsidR="001963A9" w:rsidRPr="007A338B">
        <w:t xml:space="preserve"> statutory</w:t>
      </w:r>
      <w:r w:rsidRPr="007A338B">
        <w:t xml:space="preserve"> financial statements and were approved and authorised for issue by the Board of Directors on </w:t>
      </w:r>
      <w:r w:rsidR="005A5CFB">
        <w:t>13</w:t>
      </w:r>
      <w:r w:rsidR="00C93901" w:rsidRPr="007A338B">
        <w:t xml:space="preserve"> </w:t>
      </w:r>
      <w:r w:rsidR="00F44248" w:rsidRPr="000A5DEA">
        <w:rPr>
          <w:spacing w:val="-6"/>
        </w:rPr>
        <w:t>August</w:t>
      </w:r>
      <w:r w:rsidR="0046525D" w:rsidRPr="007A338B">
        <w:t xml:space="preserve"> </w:t>
      </w:r>
      <w:r w:rsidR="00476863">
        <w:t>2025</w:t>
      </w:r>
      <w:r w:rsidR="0046525D" w:rsidRPr="007A338B">
        <w:t>.</w:t>
      </w:r>
    </w:p>
    <w:p w14:paraId="70E23FD9" w14:textId="5BE1CA70" w:rsidR="00AE60B3" w:rsidRPr="00F60134" w:rsidRDefault="00AE60B3" w:rsidP="00F30C41">
      <w:pPr>
        <w:pStyle w:val="Heading1"/>
        <w:numPr>
          <w:ilvl w:val="0"/>
          <w:numId w:val="0"/>
        </w:numPr>
        <w:spacing w:before="0" w:after="0" w:line="240" w:lineRule="atLeast"/>
        <w:ind w:left="547" w:right="108"/>
        <w:rPr>
          <w:lang w:val="en-US"/>
        </w:rPr>
      </w:pPr>
    </w:p>
    <w:p w14:paraId="50EF911A" w14:textId="268D2991" w:rsidR="00AE60B3" w:rsidRPr="00AE60B3" w:rsidRDefault="00A8345D" w:rsidP="00AE60B3">
      <w:pPr>
        <w:pStyle w:val="Heading1"/>
        <w:numPr>
          <w:ilvl w:val="0"/>
          <w:numId w:val="41"/>
        </w:numPr>
        <w:spacing w:before="0" w:after="0" w:line="240" w:lineRule="atLeast"/>
        <w:ind w:right="108"/>
      </w:pPr>
      <w:r w:rsidRPr="00623E85">
        <w:t>Basis of preparation of the interim financial statements</w:t>
      </w:r>
    </w:p>
    <w:p w14:paraId="0F9BB6D6" w14:textId="77777777" w:rsidR="00EE2CC0" w:rsidRPr="008E4F7A" w:rsidRDefault="00EE2CC0" w:rsidP="00AD2594">
      <w:pPr>
        <w:pStyle w:val="BodyText"/>
        <w:spacing w:after="0" w:line="240" w:lineRule="atLeast"/>
        <w:ind w:left="540" w:right="108"/>
        <w:jc w:val="both"/>
        <w:rPr>
          <w:sz w:val="18"/>
          <w:szCs w:val="18"/>
        </w:rPr>
      </w:pPr>
    </w:p>
    <w:p w14:paraId="13443A39" w14:textId="5AB23969" w:rsidR="00FE6B8B" w:rsidRPr="00AC51E0" w:rsidRDefault="0026283D" w:rsidP="004A7DD4">
      <w:pPr>
        <w:spacing w:line="240" w:lineRule="auto"/>
        <w:ind w:left="540"/>
        <w:jc w:val="both"/>
      </w:pPr>
      <w:r w:rsidRPr="00AC51E0">
        <w:t xml:space="preserve">The interim financial statements are presented in the same format as the annual financial statements </w:t>
      </w:r>
      <w:r w:rsidR="0077106C" w:rsidRPr="00AC51E0">
        <w:rPr>
          <w:spacing w:val="-4"/>
        </w:rPr>
        <w:t xml:space="preserve">together with </w:t>
      </w:r>
      <w:r w:rsidRPr="00AC51E0">
        <w:rPr>
          <w:spacing w:val="-4"/>
        </w:rPr>
        <w:t>notes to the interim financial statements on a condensed basis (“interim financial</w:t>
      </w:r>
      <w:r w:rsidR="0077106C" w:rsidRPr="00AC51E0">
        <w:rPr>
          <w:spacing w:val="-4"/>
        </w:rPr>
        <w:t xml:space="preserve"> </w:t>
      </w:r>
      <w:r w:rsidRPr="00AC51E0">
        <w:rPr>
          <w:spacing w:val="-4"/>
        </w:rPr>
        <w:t>statements”)</w:t>
      </w:r>
      <w:r w:rsidRPr="00AC51E0">
        <w:t xml:space="preserve"> in accordance with Thai Accounting Standard (TAS) No. 34 </w:t>
      </w:r>
      <w:r w:rsidRPr="00AC51E0">
        <w:rPr>
          <w:i/>
          <w:iCs/>
        </w:rPr>
        <w:t>Interim Financial Reporting</w:t>
      </w:r>
      <w:r w:rsidR="00210B4F">
        <w:rPr>
          <w:i/>
          <w:iCs/>
        </w:rPr>
        <w:t xml:space="preserve"> </w:t>
      </w:r>
      <w:r w:rsidR="00210B4F" w:rsidRPr="00210B4F">
        <w:t>and</w:t>
      </w:r>
      <w:r w:rsidRPr="00AC51E0">
        <w:t xml:space="preserve"> guidelines promulgated by the Federation of Accounting Professions</w:t>
      </w:r>
      <w:r w:rsidR="00774DF1">
        <w:t xml:space="preserve"> and applicable rules and regulations of the Thai Securities and Exchange Commission</w:t>
      </w:r>
      <w:r w:rsidRPr="00AC51E0">
        <w:t>.</w:t>
      </w:r>
      <w:r w:rsidR="00534E6B" w:rsidRPr="00AC51E0">
        <w:t xml:space="preserve"> The interim financial statements focus on </w:t>
      </w:r>
      <w:r w:rsidR="00534E6B" w:rsidRPr="00AC51E0">
        <w:rPr>
          <w:spacing w:val="-2"/>
        </w:rPr>
        <w:t xml:space="preserve">new activities, </w:t>
      </w:r>
      <w:r w:rsidR="00CE55C8" w:rsidRPr="00AC51E0">
        <w:rPr>
          <w:spacing w:val="-2"/>
        </w:rPr>
        <w:t>events,</w:t>
      </w:r>
      <w:r w:rsidR="00534E6B" w:rsidRPr="00AC51E0">
        <w:rPr>
          <w:spacing w:val="-2"/>
        </w:rPr>
        <w:t xml:space="preserve"> and circumstances to avoid repetition of information previously reported in annual</w:t>
      </w:r>
      <w:r w:rsidR="00534E6B" w:rsidRPr="00AC51E0">
        <w:t xml:space="preserve"> </w:t>
      </w:r>
      <w:r w:rsidR="00534E6B" w:rsidRPr="00AC51E0">
        <w:rPr>
          <w:spacing w:val="-2"/>
        </w:rPr>
        <w:t>financial statements. Accordingly, these interim financial statements should be read in conjunction with</w:t>
      </w:r>
      <w:r w:rsidR="00534E6B" w:rsidRPr="00AC51E0">
        <w:t xml:space="preserve"> the financial statements of the Company and its subsidiaries for the year ended 31 December </w:t>
      </w:r>
      <w:r w:rsidR="00476863">
        <w:t>2024</w:t>
      </w:r>
      <w:r w:rsidR="00534E6B" w:rsidRPr="00AC51E0">
        <w:t>.</w:t>
      </w:r>
    </w:p>
    <w:p w14:paraId="4E29E77E" w14:textId="77777777" w:rsidR="0047263B" w:rsidRPr="008E4F7A" w:rsidRDefault="0047263B" w:rsidP="0047263B">
      <w:pPr>
        <w:spacing w:line="240" w:lineRule="atLeast"/>
        <w:ind w:left="540" w:right="108"/>
        <w:jc w:val="both"/>
        <w:rPr>
          <w:sz w:val="18"/>
          <w:szCs w:val="18"/>
        </w:rPr>
      </w:pPr>
    </w:p>
    <w:p w14:paraId="028DE207" w14:textId="07626CEF" w:rsidR="00065A0F" w:rsidRDefault="00065A0F" w:rsidP="004A7DD4">
      <w:pPr>
        <w:spacing w:line="240" w:lineRule="auto"/>
        <w:ind w:left="540"/>
        <w:jc w:val="both"/>
        <w:rPr>
          <w:rFonts w:cs="Angsana New"/>
          <w:lang w:val="en-US" w:bidi="th-TH"/>
        </w:rPr>
      </w:pPr>
      <w:r w:rsidRPr="00150B6C">
        <w:t xml:space="preserve">In preparing these interim financial statements, judgements and estimates are made by management in </w:t>
      </w:r>
      <w:r w:rsidRPr="00111434">
        <w:rPr>
          <w:spacing w:val="-4"/>
        </w:rPr>
        <w:t>applying the Group’s accounting policies. Actual results may differ from these estimates.</w:t>
      </w:r>
      <w:r w:rsidR="00111434" w:rsidRPr="00111434">
        <w:rPr>
          <w:spacing w:val="-4"/>
        </w:rPr>
        <w:t xml:space="preserve"> </w:t>
      </w:r>
      <w:r w:rsidRPr="00111434">
        <w:rPr>
          <w:spacing w:val="-4"/>
        </w:rPr>
        <w:t>The accounting</w:t>
      </w:r>
      <w:r w:rsidRPr="00150B6C">
        <w:t xml:space="preserve"> policies, methods of computation and the key sources of estimation uncertainty were the same as those that described in the financial statements for the year ended 31 December </w:t>
      </w:r>
      <w:r w:rsidR="00476863">
        <w:t>2024</w:t>
      </w:r>
      <w:r>
        <w:rPr>
          <w:rFonts w:cs="Angsana New"/>
          <w:lang w:val="en-US" w:bidi="th-TH"/>
        </w:rPr>
        <w:t>.</w:t>
      </w:r>
    </w:p>
    <w:p w14:paraId="5AEB76F0" w14:textId="163EBEEA" w:rsidR="00FE30BE" w:rsidRPr="008E4F7A" w:rsidRDefault="00FE30BE" w:rsidP="004A7DD4">
      <w:pPr>
        <w:spacing w:line="240" w:lineRule="auto"/>
        <w:ind w:left="540"/>
        <w:jc w:val="both"/>
        <w:rPr>
          <w:rFonts w:cs="Angsana New"/>
          <w:sz w:val="18"/>
          <w:szCs w:val="16"/>
          <w:lang w:val="en-US" w:bidi="th-TH"/>
        </w:rPr>
      </w:pPr>
    </w:p>
    <w:p w14:paraId="0007EBDA" w14:textId="32F81108" w:rsidR="003724B2" w:rsidRPr="00623E85" w:rsidRDefault="005C1E8C" w:rsidP="007E0034">
      <w:pPr>
        <w:pStyle w:val="Heading1"/>
        <w:numPr>
          <w:ilvl w:val="0"/>
          <w:numId w:val="41"/>
        </w:numPr>
        <w:spacing w:before="0" w:after="0" w:line="240" w:lineRule="atLeast"/>
        <w:ind w:right="108"/>
      </w:pPr>
      <w:r w:rsidRPr="00623E85">
        <w:t>Related parties</w:t>
      </w:r>
    </w:p>
    <w:p w14:paraId="797AD841" w14:textId="658B2A94" w:rsidR="00E53BF5" w:rsidRPr="008E4F7A" w:rsidRDefault="00E53BF5">
      <w:pPr>
        <w:spacing w:line="240" w:lineRule="auto"/>
        <w:rPr>
          <w:sz w:val="18"/>
          <w:szCs w:val="18"/>
        </w:rPr>
      </w:pPr>
    </w:p>
    <w:p w14:paraId="7D920220" w14:textId="37446FEE" w:rsidR="008F19C2" w:rsidRPr="00091B98" w:rsidRDefault="008F19C2" w:rsidP="00091B98">
      <w:pPr>
        <w:spacing w:line="240" w:lineRule="auto"/>
        <w:ind w:left="540"/>
        <w:jc w:val="both"/>
      </w:pPr>
      <w:r w:rsidRPr="00D56BFC">
        <w:rPr>
          <w:spacing w:val="-2"/>
        </w:rPr>
        <w:t>Relationships with subsidiaries, key management personnel and other related parties</w:t>
      </w:r>
      <w:r w:rsidR="00091B98" w:rsidRPr="00D56BFC">
        <w:rPr>
          <w:rFonts w:cs="Angsana New"/>
          <w:spacing w:val="-2"/>
          <w:lang w:val="en-US" w:bidi="th-TH"/>
        </w:rPr>
        <w:t>,</w:t>
      </w:r>
      <w:r w:rsidRPr="00D56BFC">
        <w:rPr>
          <w:spacing w:val="-2"/>
        </w:rPr>
        <w:t xml:space="preserve"> and pricing policies</w:t>
      </w:r>
      <w:r w:rsidR="00091B98" w:rsidRPr="00091B98">
        <w:t xml:space="preserve"> for each type of transaction</w:t>
      </w:r>
      <w:r w:rsidRPr="00091B98">
        <w:t xml:space="preserve"> have</w:t>
      </w:r>
      <w:r w:rsidR="008E0515" w:rsidRPr="00091B98">
        <w:t xml:space="preserve"> no</w:t>
      </w:r>
      <w:r w:rsidRPr="00091B98">
        <w:t xml:space="preserve"> material changes during the period</w:t>
      </w:r>
      <w:r w:rsidR="008E0515" w:rsidRPr="00091B98">
        <w:t>.</w:t>
      </w:r>
    </w:p>
    <w:p w14:paraId="72E3BADD" w14:textId="77777777" w:rsidR="008F19C2" w:rsidRPr="008E4F7A" w:rsidRDefault="008F19C2">
      <w:pPr>
        <w:spacing w:line="240" w:lineRule="auto"/>
        <w:rPr>
          <w:sz w:val="18"/>
          <w:szCs w:val="18"/>
        </w:rPr>
      </w:pPr>
    </w:p>
    <w:tbl>
      <w:tblPr>
        <w:tblW w:w="9197" w:type="dxa"/>
        <w:tblInd w:w="450" w:type="dxa"/>
        <w:tblLayout w:type="fixed"/>
        <w:tblLook w:val="0000" w:firstRow="0" w:lastRow="0" w:firstColumn="0" w:lastColumn="0" w:noHBand="0" w:noVBand="0"/>
      </w:tblPr>
      <w:tblGrid>
        <w:gridCol w:w="3747"/>
        <w:gridCol w:w="1159"/>
        <w:gridCol w:w="269"/>
        <w:gridCol w:w="1164"/>
        <w:gridCol w:w="269"/>
        <w:gridCol w:w="1155"/>
        <w:gridCol w:w="270"/>
        <w:gridCol w:w="1164"/>
      </w:tblGrid>
      <w:tr w:rsidR="00EB02E2" w:rsidRPr="001A3152" w14:paraId="72B8F722" w14:textId="77777777" w:rsidTr="00C861F3">
        <w:trPr>
          <w:trHeight w:val="529"/>
          <w:tblHeader/>
        </w:trPr>
        <w:tc>
          <w:tcPr>
            <w:tcW w:w="2037" w:type="pct"/>
          </w:tcPr>
          <w:p w14:paraId="6505282B" w14:textId="59C6C8FE" w:rsidR="00081957" w:rsidRPr="001A3152" w:rsidRDefault="00325767" w:rsidP="006314BB">
            <w:pPr>
              <w:ind w:left="166" w:right="-110" w:hanging="166"/>
              <w:rPr>
                <w:szCs w:val="22"/>
              </w:rPr>
            </w:pPr>
            <w:r w:rsidRPr="001A3152">
              <w:rPr>
                <w:b/>
                <w:bCs/>
                <w:i/>
                <w:iCs/>
                <w:szCs w:val="22"/>
              </w:rPr>
              <w:t xml:space="preserve">Significant transactions with </w:t>
            </w:r>
            <w:r w:rsidR="00515915" w:rsidRPr="001A3152">
              <w:rPr>
                <w:b/>
                <w:bCs/>
                <w:i/>
                <w:iCs/>
                <w:szCs w:val="22"/>
              </w:rPr>
              <w:br/>
            </w:r>
            <w:r w:rsidRPr="001A3152">
              <w:rPr>
                <w:b/>
                <w:bCs/>
                <w:i/>
                <w:iCs/>
                <w:szCs w:val="22"/>
              </w:rPr>
              <w:t>related parties</w:t>
            </w:r>
          </w:p>
        </w:tc>
        <w:tc>
          <w:tcPr>
            <w:tcW w:w="1409" w:type="pct"/>
            <w:gridSpan w:val="3"/>
          </w:tcPr>
          <w:p w14:paraId="58A738A1" w14:textId="77777777" w:rsidR="00D415AB" w:rsidRPr="001A3152" w:rsidRDefault="00D415AB" w:rsidP="00D415AB">
            <w:pPr>
              <w:pStyle w:val="acctmergecolhdg"/>
              <w:spacing w:line="240" w:lineRule="atLeast"/>
              <w:rPr>
                <w:szCs w:val="22"/>
              </w:rPr>
            </w:pPr>
            <w:r w:rsidRPr="001A3152">
              <w:rPr>
                <w:szCs w:val="22"/>
              </w:rPr>
              <w:t xml:space="preserve">Consolidated </w:t>
            </w:r>
          </w:p>
          <w:p w14:paraId="11E2F4CE" w14:textId="22345148" w:rsidR="00081957" w:rsidRPr="001A3152" w:rsidRDefault="00D415AB" w:rsidP="00D415AB">
            <w:pPr>
              <w:jc w:val="center"/>
              <w:rPr>
                <w:b/>
                <w:bCs/>
                <w:szCs w:val="22"/>
              </w:rPr>
            </w:pPr>
            <w:r w:rsidRPr="001A3152">
              <w:rPr>
                <w:b/>
                <w:bCs/>
                <w:szCs w:val="22"/>
              </w:rPr>
              <w:t>financial statements</w:t>
            </w:r>
          </w:p>
        </w:tc>
        <w:tc>
          <w:tcPr>
            <w:tcW w:w="146" w:type="pct"/>
          </w:tcPr>
          <w:p w14:paraId="4AD64DFD" w14:textId="77777777" w:rsidR="00081957" w:rsidRPr="001A3152" w:rsidRDefault="00081957" w:rsidP="00A05A07">
            <w:pPr>
              <w:jc w:val="center"/>
              <w:rPr>
                <w:b/>
                <w:bCs/>
                <w:szCs w:val="22"/>
              </w:rPr>
            </w:pPr>
          </w:p>
        </w:tc>
        <w:tc>
          <w:tcPr>
            <w:tcW w:w="1408" w:type="pct"/>
            <w:gridSpan w:val="3"/>
          </w:tcPr>
          <w:p w14:paraId="325ADD5B" w14:textId="77777777" w:rsidR="00D415AB" w:rsidRPr="001A3152" w:rsidRDefault="00D415AB" w:rsidP="00D415AB">
            <w:pPr>
              <w:pStyle w:val="acctmergecolhdg"/>
              <w:spacing w:line="240" w:lineRule="atLeast"/>
              <w:rPr>
                <w:szCs w:val="22"/>
              </w:rPr>
            </w:pPr>
            <w:r w:rsidRPr="001A3152">
              <w:rPr>
                <w:szCs w:val="22"/>
              </w:rPr>
              <w:t xml:space="preserve">Separate </w:t>
            </w:r>
          </w:p>
          <w:p w14:paraId="1A7AC3DF" w14:textId="62EAB69C" w:rsidR="00081957" w:rsidRPr="001A3152" w:rsidRDefault="00D415AB" w:rsidP="00D415AB">
            <w:pPr>
              <w:jc w:val="center"/>
              <w:rPr>
                <w:b/>
                <w:bCs/>
                <w:szCs w:val="22"/>
              </w:rPr>
            </w:pPr>
            <w:r w:rsidRPr="001A3152">
              <w:rPr>
                <w:b/>
                <w:bCs/>
                <w:szCs w:val="22"/>
              </w:rPr>
              <w:t>financial statements</w:t>
            </w:r>
          </w:p>
        </w:tc>
      </w:tr>
      <w:tr w:rsidR="00F44248" w:rsidRPr="001A3152" w14:paraId="1832FD2C" w14:textId="77777777" w:rsidTr="00C861F3">
        <w:trPr>
          <w:trHeight w:val="251"/>
          <w:tblHeader/>
        </w:trPr>
        <w:tc>
          <w:tcPr>
            <w:tcW w:w="2037" w:type="pct"/>
          </w:tcPr>
          <w:p w14:paraId="3CEDCB3D" w14:textId="65227D33" w:rsidR="00F44248" w:rsidRPr="001A3152" w:rsidRDefault="00F44248" w:rsidP="00F44248">
            <w:pPr>
              <w:spacing w:line="240" w:lineRule="atLeast"/>
              <w:ind w:right="-110"/>
              <w:rPr>
                <w:spacing w:val="-4"/>
                <w:szCs w:val="22"/>
                <w:rtl/>
                <w:cs/>
              </w:rPr>
            </w:pPr>
            <w:r>
              <w:rPr>
                <w:b/>
                <w:bCs/>
                <w:i/>
                <w:iCs/>
                <w:szCs w:val="22"/>
              </w:rPr>
              <w:t>Six</w:t>
            </w:r>
            <w:r w:rsidRPr="00AF6A71">
              <w:rPr>
                <w:b/>
                <w:bCs/>
                <w:i/>
                <w:iCs/>
                <w:szCs w:val="22"/>
              </w:rPr>
              <w:t>-month period ended 3</w:t>
            </w:r>
            <w:r>
              <w:rPr>
                <w:b/>
                <w:bCs/>
                <w:i/>
                <w:iCs/>
                <w:szCs w:val="22"/>
              </w:rPr>
              <w:t>0 June</w:t>
            </w:r>
          </w:p>
        </w:tc>
        <w:tc>
          <w:tcPr>
            <w:tcW w:w="630" w:type="pct"/>
            <w:vAlign w:val="bottom"/>
          </w:tcPr>
          <w:p w14:paraId="099AAE9E" w14:textId="66B93A87" w:rsidR="00F44248" w:rsidRPr="001A3152" w:rsidRDefault="00F44248" w:rsidP="00F44248">
            <w:pPr>
              <w:ind w:left="-79" w:right="-155"/>
              <w:jc w:val="center"/>
              <w:rPr>
                <w:szCs w:val="22"/>
              </w:rPr>
            </w:pPr>
            <w:r>
              <w:rPr>
                <w:szCs w:val="22"/>
              </w:rPr>
              <w:t>2025</w:t>
            </w:r>
          </w:p>
        </w:tc>
        <w:tc>
          <w:tcPr>
            <w:tcW w:w="146" w:type="pct"/>
          </w:tcPr>
          <w:p w14:paraId="0E299381" w14:textId="77777777" w:rsidR="00F44248" w:rsidRPr="001A3152" w:rsidRDefault="00F44248" w:rsidP="00F44248">
            <w:pPr>
              <w:jc w:val="center"/>
              <w:rPr>
                <w:szCs w:val="22"/>
              </w:rPr>
            </w:pPr>
          </w:p>
        </w:tc>
        <w:tc>
          <w:tcPr>
            <w:tcW w:w="633" w:type="pct"/>
          </w:tcPr>
          <w:p w14:paraId="6C0C86DD" w14:textId="38871BD2" w:rsidR="00F44248" w:rsidRPr="001A3152" w:rsidRDefault="00F44248" w:rsidP="00F44248">
            <w:pPr>
              <w:ind w:left="-147" w:right="-155"/>
              <w:jc w:val="center"/>
              <w:rPr>
                <w:szCs w:val="22"/>
              </w:rPr>
            </w:pPr>
            <w:r>
              <w:rPr>
                <w:szCs w:val="22"/>
              </w:rPr>
              <w:t>2024</w:t>
            </w:r>
          </w:p>
        </w:tc>
        <w:tc>
          <w:tcPr>
            <w:tcW w:w="146" w:type="pct"/>
          </w:tcPr>
          <w:p w14:paraId="379EC5AB" w14:textId="77777777" w:rsidR="00F44248" w:rsidRPr="001A3152" w:rsidRDefault="00F44248" w:rsidP="00F44248">
            <w:pPr>
              <w:jc w:val="center"/>
              <w:rPr>
                <w:szCs w:val="22"/>
              </w:rPr>
            </w:pPr>
          </w:p>
        </w:tc>
        <w:tc>
          <w:tcPr>
            <w:tcW w:w="628" w:type="pct"/>
            <w:vAlign w:val="bottom"/>
          </w:tcPr>
          <w:p w14:paraId="611214D9" w14:textId="1084AE93" w:rsidR="00F44248" w:rsidRPr="001A3152" w:rsidRDefault="00F44248" w:rsidP="00F44248">
            <w:pPr>
              <w:ind w:left="-147" w:right="-87" w:firstLine="90"/>
              <w:jc w:val="center"/>
              <w:rPr>
                <w:szCs w:val="22"/>
              </w:rPr>
            </w:pPr>
            <w:r>
              <w:rPr>
                <w:szCs w:val="22"/>
              </w:rPr>
              <w:t>2025</w:t>
            </w:r>
          </w:p>
        </w:tc>
        <w:tc>
          <w:tcPr>
            <w:tcW w:w="147" w:type="pct"/>
          </w:tcPr>
          <w:p w14:paraId="0DB6BFF9" w14:textId="77777777" w:rsidR="00F44248" w:rsidRPr="001A3152" w:rsidRDefault="00F44248" w:rsidP="00F44248">
            <w:pPr>
              <w:jc w:val="center"/>
              <w:rPr>
                <w:szCs w:val="22"/>
              </w:rPr>
            </w:pPr>
          </w:p>
        </w:tc>
        <w:tc>
          <w:tcPr>
            <w:tcW w:w="633" w:type="pct"/>
          </w:tcPr>
          <w:p w14:paraId="36EF5F97" w14:textId="543E01F4" w:rsidR="00F44248" w:rsidRPr="001A3152" w:rsidRDefault="00F44248" w:rsidP="00F44248">
            <w:pPr>
              <w:ind w:right="-98" w:hanging="126"/>
              <w:jc w:val="center"/>
              <w:rPr>
                <w:szCs w:val="22"/>
              </w:rPr>
            </w:pPr>
            <w:r>
              <w:rPr>
                <w:szCs w:val="22"/>
              </w:rPr>
              <w:t>2024</w:t>
            </w:r>
          </w:p>
        </w:tc>
      </w:tr>
      <w:tr w:rsidR="00081957" w:rsidRPr="001A3152" w14:paraId="7FFF0ECE" w14:textId="77777777" w:rsidTr="00C861F3">
        <w:trPr>
          <w:trHeight w:val="60"/>
          <w:tblHeader/>
        </w:trPr>
        <w:tc>
          <w:tcPr>
            <w:tcW w:w="2037" w:type="pct"/>
          </w:tcPr>
          <w:p w14:paraId="7727483D" w14:textId="77777777" w:rsidR="00081957" w:rsidRPr="001A3152" w:rsidRDefault="00081957" w:rsidP="00A05A07">
            <w:pPr>
              <w:pStyle w:val="BodyText"/>
              <w:spacing w:after="0" w:line="240" w:lineRule="auto"/>
              <w:ind w:right="-131"/>
              <w:jc w:val="both"/>
              <w:rPr>
                <w:b/>
                <w:bCs/>
                <w:szCs w:val="22"/>
                <w:lang w:val="en-US"/>
              </w:rPr>
            </w:pPr>
          </w:p>
        </w:tc>
        <w:tc>
          <w:tcPr>
            <w:tcW w:w="2963" w:type="pct"/>
            <w:gridSpan w:val="7"/>
          </w:tcPr>
          <w:p w14:paraId="390B4266" w14:textId="19C25BA3" w:rsidR="00081957" w:rsidRPr="001A3152" w:rsidRDefault="00942D0A" w:rsidP="00D415AB">
            <w:pPr>
              <w:pStyle w:val="acctfourfigures"/>
              <w:spacing w:line="240" w:lineRule="atLeast"/>
              <w:jc w:val="center"/>
              <w:rPr>
                <w:i/>
                <w:iCs/>
                <w:szCs w:val="22"/>
              </w:rPr>
            </w:pPr>
            <w:r w:rsidRPr="001A3152">
              <w:rPr>
                <w:i/>
                <w:iCs/>
                <w:szCs w:val="22"/>
              </w:rPr>
              <w:t>(</w:t>
            </w:r>
            <w:r w:rsidR="00D415AB" w:rsidRPr="001A3152">
              <w:rPr>
                <w:i/>
                <w:iCs/>
                <w:szCs w:val="22"/>
              </w:rPr>
              <w:t>in thousand Baht</w:t>
            </w:r>
            <w:r w:rsidRPr="001A3152">
              <w:rPr>
                <w:i/>
                <w:iCs/>
                <w:szCs w:val="22"/>
              </w:rPr>
              <w:t>)</w:t>
            </w:r>
          </w:p>
        </w:tc>
      </w:tr>
      <w:tr w:rsidR="00EB02E2" w:rsidRPr="001A3152" w14:paraId="4938591E" w14:textId="77777777" w:rsidTr="00C861F3">
        <w:tc>
          <w:tcPr>
            <w:tcW w:w="2037" w:type="pct"/>
          </w:tcPr>
          <w:p w14:paraId="76E7E72C" w14:textId="6D10A33A" w:rsidR="00081957" w:rsidRPr="001A3152" w:rsidRDefault="00F83CC8" w:rsidP="00A05A07">
            <w:pPr>
              <w:pStyle w:val="a"/>
              <w:widowControl w:val="0"/>
              <w:tabs>
                <w:tab w:val="clear" w:pos="1080"/>
              </w:tabs>
              <w:jc w:val="thaiDistribute"/>
              <w:rPr>
                <w:rFonts w:ascii="Times New Roman" w:hAnsi="Times New Roman" w:cs="Times New Roman"/>
                <w:b/>
                <w:bCs/>
                <w:sz w:val="22"/>
                <w:szCs w:val="22"/>
                <w:cs/>
                <w:lang w:val="en-GB"/>
              </w:rPr>
            </w:pPr>
            <w:bookmarkStart w:id="5" w:name="_Hlk7542813"/>
            <w:r w:rsidRPr="001A3152">
              <w:rPr>
                <w:rFonts w:ascii="Times New Roman" w:hAnsi="Times New Roman" w:cs="Times New Roman"/>
                <w:b/>
                <w:bCs/>
                <w:sz w:val="22"/>
                <w:szCs w:val="22"/>
                <w:lang w:val="en-GB"/>
              </w:rPr>
              <w:t>P</w:t>
            </w:r>
            <w:r w:rsidRPr="001A3152">
              <w:rPr>
                <w:rFonts w:ascii="Times New Roman" w:hAnsi="Times New Roman" w:cs="Times New Roman"/>
                <w:b/>
                <w:bCs/>
                <w:sz w:val="22"/>
                <w:szCs w:val="22"/>
                <w:cs/>
                <w:lang w:val="en-GB"/>
              </w:rPr>
              <w:t>arent</w:t>
            </w:r>
            <w:r w:rsidR="00F07439">
              <w:rPr>
                <w:rFonts w:ascii="Times New Roman" w:hAnsi="Times New Roman" w:cs="Times New Roman"/>
                <w:b/>
                <w:bCs/>
                <w:sz w:val="22"/>
                <w:szCs w:val="22"/>
                <w:lang w:val="en-GB"/>
              </w:rPr>
              <w:t xml:space="preserve"> of the Group</w:t>
            </w:r>
          </w:p>
        </w:tc>
        <w:tc>
          <w:tcPr>
            <w:tcW w:w="630" w:type="pct"/>
            <w:vAlign w:val="bottom"/>
          </w:tcPr>
          <w:p w14:paraId="399C8A61" w14:textId="77777777" w:rsidR="00081957" w:rsidRPr="000108AF" w:rsidDel="008D2C41" w:rsidRDefault="00081957" w:rsidP="000108AF">
            <w:pPr>
              <w:pStyle w:val="BodyText"/>
              <w:tabs>
                <w:tab w:val="decimal" w:pos="890"/>
              </w:tabs>
              <w:spacing w:after="0" w:line="240" w:lineRule="auto"/>
              <w:ind w:left="-115" w:right="-109"/>
              <w:rPr>
                <w:szCs w:val="22"/>
                <w:lang w:val="en-US"/>
              </w:rPr>
            </w:pPr>
          </w:p>
        </w:tc>
        <w:tc>
          <w:tcPr>
            <w:tcW w:w="146" w:type="pct"/>
            <w:vAlign w:val="bottom"/>
          </w:tcPr>
          <w:p w14:paraId="45758DC5" w14:textId="77777777" w:rsidR="00081957" w:rsidRPr="000108AF" w:rsidRDefault="00081957" w:rsidP="000108AF">
            <w:pPr>
              <w:pStyle w:val="BodyText"/>
              <w:tabs>
                <w:tab w:val="left" w:pos="930"/>
                <w:tab w:val="decimal" w:pos="980"/>
              </w:tabs>
              <w:spacing w:after="0" w:line="240" w:lineRule="auto"/>
              <w:ind w:left="-115" w:right="71"/>
              <w:rPr>
                <w:szCs w:val="22"/>
                <w:lang w:val="en-US"/>
              </w:rPr>
            </w:pPr>
          </w:p>
        </w:tc>
        <w:tc>
          <w:tcPr>
            <w:tcW w:w="633" w:type="pct"/>
            <w:vAlign w:val="bottom"/>
          </w:tcPr>
          <w:p w14:paraId="49CC92EF" w14:textId="77777777" w:rsidR="00081957" w:rsidRPr="000108AF" w:rsidDel="008D2C41" w:rsidRDefault="00081957" w:rsidP="000108AF">
            <w:pPr>
              <w:pStyle w:val="BodyText"/>
              <w:tabs>
                <w:tab w:val="decimal" w:pos="880"/>
              </w:tabs>
              <w:spacing w:after="0" w:line="240" w:lineRule="auto"/>
              <w:ind w:left="-115" w:right="-109"/>
              <w:rPr>
                <w:szCs w:val="22"/>
                <w:lang w:val="en-US"/>
              </w:rPr>
            </w:pPr>
          </w:p>
        </w:tc>
        <w:tc>
          <w:tcPr>
            <w:tcW w:w="146" w:type="pct"/>
            <w:vAlign w:val="bottom"/>
          </w:tcPr>
          <w:p w14:paraId="482DC8E5" w14:textId="77777777" w:rsidR="00081957" w:rsidRPr="000108AF" w:rsidRDefault="00081957" w:rsidP="000108AF">
            <w:pPr>
              <w:pStyle w:val="BodyText"/>
              <w:tabs>
                <w:tab w:val="left" w:pos="930"/>
                <w:tab w:val="decimal" w:pos="980"/>
              </w:tabs>
              <w:spacing w:after="0" w:line="240" w:lineRule="auto"/>
              <w:ind w:left="-115" w:right="71"/>
              <w:rPr>
                <w:szCs w:val="22"/>
                <w:lang w:val="en-US"/>
              </w:rPr>
            </w:pPr>
          </w:p>
        </w:tc>
        <w:tc>
          <w:tcPr>
            <w:tcW w:w="628" w:type="pct"/>
            <w:vAlign w:val="bottom"/>
          </w:tcPr>
          <w:p w14:paraId="1F80CC84" w14:textId="77777777" w:rsidR="00081957" w:rsidRPr="000108AF" w:rsidDel="008D2C41" w:rsidRDefault="00081957" w:rsidP="000108AF">
            <w:pPr>
              <w:pStyle w:val="BodyText"/>
              <w:tabs>
                <w:tab w:val="decimal" w:pos="880"/>
              </w:tabs>
              <w:spacing w:after="0" w:line="240" w:lineRule="auto"/>
              <w:ind w:left="-115" w:right="-20"/>
              <w:rPr>
                <w:szCs w:val="22"/>
                <w:lang w:val="en-US"/>
              </w:rPr>
            </w:pPr>
          </w:p>
        </w:tc>
        <w:tc>
          <w:tcPr>
            <w:tcW w:w="147" w:type="pct"/>
            <w:vAlign w:val="bottom"/>
          </w:tcPr>
          <w:p w14:paraId="2B3296D5" w14:textId="77777777" w:rsidR="00081957" w:rsidRPr="000108AF" w:rsidRDefault="00081957" w:rsidP="000108AF">
            <w:pPr>
              <w:pStyle w:val="BodyText"/>
              <w:tabs>
                <w:tab w:val="left" w:pos="930"/>
                <w:tab w:val="decimal" w:pos="980"/>
              </w:tabs>
              <w:spacing w:after="0" w:line="240" w:lineRule="auto"/>
              <w:ind w:left="-115" w:right="71"/>
              <w:rPr>
                <w:szCs w:val="22"/>
                <w:lang w:val="en-US"/>
              </w:rPr>
            </w:pPr>
          </w:p>
        </w:tc>
        <w:tc>
          <w:tcPr>
            <w:tcW w:w="633" w:type="pct"/>
            <w:vAlign w:val="bottom"/>
          </w:tcPr>
          <w:p w14:paraId="4ED129AB" w14:textId="77777777" w:rsidR="00081957" w:rsidRPr="000108AF" w:rsidDel="008D2C41" w:rsidRDefault="00081957" w:rsidP="000108AF">
            <w:pPr>
              <w:pStyle w:val="BodyText"/>
              <w:tabs>
                <w:tab w:val="decimal" w:pos="880"/>
              </w:tabs>
              <w:spacing w:after="0" w:line="240" w:lineRule="auto"/>
              <w:ind w:left="-115" w:right="70"/>
              <w:rPr>
                <w:szCs w:val="22"/>
                <w:lang w:val="en-US"/>
              </w:rPr>
            </w:pPr>
          </w:p>
        </w:tc>
      </w:tr>
      <w:tr w:rsidR="00882020" w:rsidRPr="001A3152" w14:paraId="12CC05D3" w14:textId="77777777" w:rsidTr="00C861F3">
        <w:tc>
          <w:tcPr>
            <w:tcW w:w="2037" w:type="pct"/>
          </w:tcPr>
          <w:p w14:paraId="11BF9F21" w14:textId="66E8450A" w:rsidR="00882020" w:rsidRPr="001A3152" w:rsidRDefault="00882020" w:rsidP="00882020">
            <w:pPr>
              <w:spacing w:line="240" w:lineRule="atLeast"/>
              <w:rPr>
                <w:szCs w:val="22"/>
                <w:rtl/>
                <w:cs/>
              </w:rPr>
            </w:pPr>
            <w:r w:rsidRPr="001A3152">
              <w:rPr>
                <w:szCs w:val="22"/>
              </w:rPr>
              <w:t>Revenue from sale of goods</w:t>
            </w:r>
          </w:p>
        </w:tc>
        <w:tc>
          <w:tcPr>
            <w:tcW w:w="630" w:type="pct"/>
          </w:tcPr>
          <w:p w14:paraId="7F48768C" w14:textId="3F4F08EF" w:rsidR="00882020" w:rsidRPr="00F570EC" w:rsidDel="008D2C41" w:rsidRDefault="005A5CFB" w:rsidP="00F570EC">
            <w:pPr>
              <w:pStyle w:val="BodyText"/>
              <w:tabs>
                <w:tab w:val="decimal" w:pos="940"/>
              </w:tabs>
              <w:spacing w:after="0" w:line="240" w:lineRule="auto"/>
              <w:ind w:left="-115" w:right="-109"/>
              <w:rPr>
                <w:szCs w:val="22"/>
                <w:lang w:val="en-US"/>
              </w:rPr>
            </w:pPr>
            <w:r>
              <w:rPr>
                <w:szCs w:val="22"/>
                <w:lang w:val="en-US"/>
              </w:rPr>
              <w:t>12</w:t>
            </w:r>
          </w:p>
        </w:tc>
        <w:tc>
          <w:tcPr>
            <w:tcW w:w="146" w:type="pct"/>
          </w:tcPr>
          <w:p w14:paraId="19F8D697"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7A4D30E6" w14:textId="10B326D3" w:rsidR="00882020" w:rsidRPr="008A6E85" w:rsidDel="008D2C41" w:rsidRDefault="00F44248" w:rsidP="00F570EC">
            <w:pPr>
              <w:pStyle w:val="BodyText"/>
              <w:tabs>
                <w:tab w:val="decimal" w:pos="950"/>
              </w:tabs>
              <w:spacing w:after="0" w:line="240" w:lineRule="auto"/>
              <w:ind w:left="-115" w:right="-109"/>
              <w:rPr>
                <w:szCs w:val="22"/>
                <w:lang w:val="en-GB"/>
              </w:rPr>
            </w:pPr>
            <w:r>
              <w:rPr>
                <w:szCs w:val="22"/>
                <w:lang w:val="en-GB"/>
              </w:rPr>
              <w:t>6</w:t>
            </w:r>
          </w:p>
        </w:tc>
        <w:tc>
          <w:tcPr>
            <w:tcW w:w="146" w:type="pct"/>
          </w:tcPr>
          <w:p w14:paraId="7E59E3C8"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28" w:type="pct"/>
          </w:tcPr>
          <w:p w14:paraId="59847627" w14:textId="3A9AFA37" w:rsidR="00882020" w:rsidRPr="00F570EC" w:rsidDel="008D2C41" w:rsidRDefault="005A5CFB" w:rsidP="00F570EC">
            <w:pPr>
              <w:pStyle w:val="BodyText"/>
              <w:tabs>
                <w:tab w:val="decimal" w:pos="940"/>
              </w:tabs>
              <w:spacing w:after="0" w:line="240" w:lineRule="auto"/>
              <w:ind w:left="-115" w:right="-80"/>
              <w:rPr>
                <w:szCs w:val="22"/>
                <w:cs/>
                <w:lang w:val="en-US" w:bidi="th-TH"/>
              </w:rPr>
            </w:pPr>
            <w:r>
              <w:rPr>
                <w:szCs w:val="22"/>
                <w:lang w:val="en-US" w:bidi="th-TH"/>
              </w:rPr>
              <w:t>12</w:t>
            </w:r>
          </w:p>
        </w:tc>
        <w:tc>
          <w:tcPr>
            <w:tcW w:w="147" w:type="pct"/>
          </w:tcPr>
          <w:p w14:paraId="49B591CE" w14:textId="77777777" w:rsidR="00882020" w:rsidRPr="009D42BC"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55A76B4B" w14:textId="43E51C4F" w:rsidR="00882020" w:rsidRPr="009D42BC" w:rsidDel="008D2C41" w:rsidRDefault="00F44248" w:rsidP="006523B0">
            <w:pPr>
              <w:pStyle w:val="BodyText"/>
              <w:tabs>
                <w:tab w:val="decimal" w:pos="960"/>
              </w:tabs>
              <w:spacing w:after="0" w:line="240" w:lineRule="auto"/>
              <w:ind w:left="-115" w:right="-90"/>
              <w:rPr>
                <w:szCs w:val="22"/>
                <w:lang w:val="en-GB"/>
              </w:rPr>
            </w:pPr>
            <w:r>
              <w:rPr>
                <w:szCs w:val="22"/>
                <w:lang w:val="en-GB"/>
              </w:rPr>
              <w:t>6</w:t>
            </w:r>
          </w:p>
        </w:tc>
      </w:tr>
      <w:tr w:rsidR="00882020" w:rsidRPr="000759D6" w14:paraId="61B63A8A" w14:textId="77777777" w:rsidTr="00C861F3">
        <w:tc>
          <w:tcPr>
            <w:tcW w:w="2037" w:type="pct"/>
          </w:tcPr>
          <w:p w14:paraId="4F36ACA9" w14:textId="77777777" w:rsidR="00882020" w:rsidRPr="000759D6" w:rsidRDefault="00882020" w:rsidP="00882020">
            <w:pPr>
              <w:spacing w:line="240" w:lineRule="atLeast"/>
              <w:rPr>
                <w:sz w:val="18"/>
                <w:szCs w:val="18"/>
                <w:highlight w:val="cyan"/>
              </w:rPr>
            </w:pPr>
          </w:p>
        </w:tc>
        <w:tc>
          <w:tcPr>
            <w:tcW w:w="630" w:type="pct"/>
            <w:vAlign w:val="bottom"/>
          </w:tcPr>
          <w:p w14:paraId="7F8AA40F" w14:textId="77777777" w:rsidR="00882020" w:rsidRPr="00F570EC" w:rsidDel="008D2C41" w:rsidRDefault="00882020" w:rsidP="00F570EC">
            <w:pPr>
              <w:pStyle w:val="BodyText"/>
              <w:tabs>
                <w:tab w:val="decimal" w:pos="940"/>
              </w:tabs>
              <w:spacing w:after="0" w:line="240" w:lineRule="auto"/>
              <w:ind w:left="-115" w:right="-109"/>
              <w:rPr>
                <w:szCs w:val="22"/>
                <w:lang w:val="en-US"/>
              </w:rPr>
            </w:pPr>
          </w:p>
        </w:tc>
        <w:tc>
          <w:tcPr>
            <w:tcW w:w="146" w:type="pct"/>
            <w:vAlign w:val="bottom"/>
          </w:tcPr>
          <w:p w14:paraId="04C4DD65" w14:textId="77777777" w:rsidR="00882020" w:rsidRPr="000759D6" w:rsidRDefault="00882020" w:rsidP="00882020">
            <w:pPr>
              <w:pStyle w:val="BodyText"/>
              <w:tabs>
                <w:tab w:val="left" w:pos="930"/>
                <w:tab w:val="decimal" w:pos="980"/>
              </w:tabs>
              <w:spacing w:after="0" w:line="240" w:lineRule="auto"/>
              <w:ind w:left="-115" w:right="71"/>
              <w:rPr>
                <w:sz w:val="18"/>
                <w:szCs w:val="18"/>
                <w:lang w:val="en-GB"/>
              </w:rPr>
            </w:pPr>
          </w:p>
        </w:tc>
        <w:tc>
          <w:tcPr>
            <w:tcW w:w="633" w:type="pct"/>
            <w:vAlign w:val="bottom"/>
          </w:tcPr>
          <w:p w14:paraId="0F6E2E9B" w14:textId="77777777" w:rsidR="00882020" w:rsidRPr="00F570EC" w:rsidDel="008D2C41" w:rsidRDefault="00882020" w:rsidP="00F570EC">
            <w:pPr>
              <w:pStyle w:val="BodyText"/>
              <w:tabs>
                <w:tab w:val="decimal" w:pos="950"/>
              </w:tabs>
              <w:spacing w:after="0" w:line="240" w:lineRule="auto"/>
              <w:ind w:left="-115" w:right="-109"/>
              <w:rPr>
                <w:szCs w:val="22"/>
                <w:lang w:val="en-GB"/>
              </w:rPr>
            </w:pPr>
          </w:p>
        </w:tc>
        <w:tc>
          <w:tcPr>
            <w:tcW w:w="146" w:type="pct"/>
            <w:vAlign w:val="bottom"/>
          </w:tcPr>
          <w:p w14:paraId="10FEABA8" w14:textId="77777777" w:rsidR="00882020" w:rsidRPr="000759D6" w:rsidRDefault="00882020" w:rsidP="00882020">
            <w:pPr>
              <w:pStyle w:val="BodyText"/>
              <w:tabs>
                <w:tab w:val="left" w:pos="930"/>
                <w:tab w:val="decimal" w:pos="980"/>
              </w:tabs>
              <w:spacing w:after="0" w:line="240" w:lineRule="auto"/>
              <w:ind w:left="-115" w:right="71"/>
              <w:rPr>
                <w:sz w:val="18"/>
                <w:szCs w:val="18"/>
                <w:lang w:val="en-GB"/>
              </w:rPr>
            </w:pPr>
          </w:p>
        </w:tc>
        <w:tc>
          <w:tcPr>
            <w:tcW w:w="628" w:type="pct"/>
            <w:vAlign w:val="bottom"/>
          </w:tcPr>
          <w:p w14:paraId="150BFA1D" w14:textId="77777777" w:rsidR="00882020" w:rsidRPr="00F570EC" w:rsidDel="008D2C41" w:rsidRDefault="00882020" w:rsidP="00F570EC">
            <w:pPr>
              <w:pStyle w:val="BodyText"/>
              <w:tabs>
                <w:tab w:val="decimal" w:pos="940"/>
              </w:tabs>
              <w:spacing w:after="0" w:line="240" w:lineRule="auto"/>
              <w:ind w:left="-115" w:right="-80"/>
              <w:rPr>
                <w:szCs w:val="22"/>
                <w:lang w:val="en-US"/>
              </w:rPr>
            </w:pPr>
          </w:p>
        </w:tc>
        <w:tc>
          <w:tcPr>
            <w:tcW w:w="147" w:type="pct"/>
            <w:vAlign w:val="bottom"/>
          </w:tcPr>
          <w:p w14:paraId="0786F937" w14:textId="77777777" w:rsidR="00882020" w:rsidRPr="000759D6" w:rsidRDefault="00882020" w:rsidP="00882020">
            <w:pPr>
              <w:pStyle w:val="BodyText"/>
              <w:tabs>
                <w:tab w:val="left" w:pos="930"/>
                <w:tab w:val="decimal" w:pos="980"/>
              </w:tabs>
              <w:spacing w:after="0" w:line="240" w:lineRule="auto"/>
              <w:ind w:left="-115" w:right="71"/>
              <w:rPr>
                <w:sz w:val="18"/>
                <w:szCs w:val="18"/>
                <w:lang w:val="en-GB"/>
              </w:rPr>
            </w:pPr>
          </w:p>
        </w:tc>
        <w:tc>
          <w:tcPr>
            <w:tcW w:w="633" w:type="pct"/>
            <w:vAlign w:val="bottom"/>
          </w:tcPr>
          <w:p w14:paraId="60135BD1" w14:textId="77777777" w:rsidR="00882020" w:rsidRPr="006523B0" w:rsidDel="008D2C41" w:rsidRDefault="00882020" w:rsidP="006523B0">
            <w:pPr>
              <w:pStyle w:val="BodyText"/>
              <w:tabs>
                <w:tab w:val="decimal" w:pos="960"/>
              </w:tabs>
              <w:spacing w:after="0" w:line="240" w:lineRule="auto"/>
              <w:ind w:left="-115" w:right="-90"/>
              <w:rPr>
                <w:szCs w:val="22"/>
                <w:lang w:val="en-GB"/>
              </w:rPr>
            </w:pPr>
          </w:p>
        </w:tc>
      </w:tr>
      <w:tr w:rsidR="00882020" w:rsidRPr="001A3152" w14:paraId="2F87C19C" w14:textId="77777777" w:rsidTr="00C861F3">
        <w:tc>
          <w:tcPr>
            <w:tcW w:w="2037" w:type="pct"/>
          </w:tcPr>
          <w:p w14:paraId="2F55AFB9" w14:textId="041D4C52" w:rsidR="00882020" w:rsidRPr="001A3152" w:rsidRDefault="00882020" w:rsidP="00882020">
            <w:pPr>
              <w:spacing w:line="240" w:lineRule="atLeast"/>
              <w:rPr>
                <w:szCs w:val="22"/>
                <w:highlight w:val="cyan"/>
              </w:rPr>
            </w:pPr>
            <w:r w:rsidRPr="001A3152">
              <w:rPr>
                <w:b/>
                <w:bCs/>
                <w:szCs w:val="22"/>
              </w:rPr>
              <w:t>Subsidiaries</w:t>
            </w:r>
          </w:p>
        </w:tc>
        <w:tc>
          <w:tcPr>
            <w:tcW w:w="630" w:type="pct"/>
            <w:vAlign w:val="bottom"/>
          </w:tcPr>
          <w:p w14:paraId="05432826" w14:textId="542A535E" w:rsidR="00882020" w:rsidRPr="00F570EC" w:rsidDel="008D2C41" w:rsidRDefault="00882020" w:rsidP="00F570EC">
            <w:pPr>
              <w:pStyle w:val="BodyText"/>
              <w:tabs>
                <w:tab w:val="decimal" w:pos="940"/>
              </w:tabs>
              <w:spacing w:after="0" w:line="240" w:lineRule="auto"/>
              <w:ind w:left="-115" w:right="-109"/>
              <w:rPr>
                <w:szCs w:val="22"/>
                <w:lang w:val="en-US"/>
              </w:rPr>
            </w:pPr>
          </w:p>
        </w:tc>
        <w:tc>
          <w:tcPr>
            <w:tcW w:w="146" w:type="pct"/>
            <w:vAlign w:val="bottom"/>
          </w:tcPr>
          <w:p w14:paraId="7C67E868" w14:textId="77777777" w:rsidR="00882020" w:rsidRPr="000108AF" w:rsidRDefault="00882020" w:rsidP="00882020">
            <w:pPr>
              <w:pStyle w:val="BodyText"/>
              <w:tabs>
                <w:tab w:val="left" w:pos="930"/>
                <w:tab w:val="decimal" w:pos="980"/>
              </w:tabs>
              <w:spacing w:after="0" w:line="240" w:lineRule="auto"/>
              <w:ind w:left="-115" w:right="71"/>
              <w:rPr>
                <w:szCs w:val="22"/>
                <w:lang w:val="en-GB"/>
              </w:rPr>
            </w:pPr>
          </w:p>
        </w:tc>
        <w:tc>
          <w:tcPr>
            <w:tcW w:w="633" w:type="pct"/>
            <w:vAlign w:val="bottom"/>
          </w:tcPr>
          <w:p w14:paraId="394BDD3C" w14:textId="77777777" w:rsidR="00882020" w:rsidRPr="000108AF" w:rsidDel="008D2C41" w:rsidRDefault="00882020" w:rsidP="00F570EC">
            <w:pPr>
              <w:pStyle w:val="BodyText"/>
              <w:tabs>
                <w:tab w:val="decimal" w:pos="950"/>
              </w:tabs>
              <w:spacing w:after="0" w:line="240" w:lineRule="auto"/>
              <w:ind w:left="-115" w:right="-109"/>
              <w:rPr>
                <w:szCs w:val="22"/>
                <w:lang w:val="en-GB"/>
              </w:rPr>
            </w:pPr>
          </w:p>
        </w:tc>
        <w:tc>
          <w:tcPr>
            <w:tcW w:w="146" w:type="pct"/>
            <w:vAlign w:val="bottom"/>
          </w:tcPr>
          <w:p w14:paraId="2E731F97" w14:textId="77777777" w:rsidR="00882020" w:rsidRPr="000108AF" w:rsidRDefault="00882020" w:rsidP="00882020">
            <w:pPr>
              <w:pStyle w:val="BodyText"/>
              <w:tabs>
                <w:tab w:val="left" w:pos="930"/>
                <w:tab w:val="decimal" w:pos="980"/>
              </w:tabs>
              <w:spacing w:after="0" w:line="240" w:lineRule="auto"/>
              <w:ind w:left="-115" w:right="71"/>
              <w:rPr>
                <w:szCs w:val="22"/>
                <w:lang w:val="en-GB"/>
              </w:rPr>
            </w:pPr>
          </w:p>
        </w:tc>
        <w:tc>
          <w:tcPr>
            <w:tcW w:w="628" w:type="pct"/>
            <w:vAlign w:val="bottom"/>
          </w:tcPr>
          <w:p w14:paraId="118FA0B3" w14:textId="77777777" w:rsidR="00882020" w:rsidRPr="00F570EC" w:rsidDel="008D2C41" w:rsidRDefault="00882020" w:rsidP="00F570EC">
            <w:pPr>
              <w:pStyle w:val="BodyText"/>
              <w:tabs>
                <w:tab w:val="decimal" w:pos="940"/>
              </w:tabs>
              <w:spacing w:after="0" w:line="240" w:lineRule="auto"/>
              <w:ind w:left="-115" w:right="-80"/>
              <w:rPr>
                <w:szCs w:val="22"/>
                <w:lang w:val="en-US"/>
              </w:rPr>
            </w:pPr>
          </w:p>
        </w:tc>
        <w:tc>
          <w:tcPr>
            <w:tcW w:w="147" w:type="pct"/>
            <w:vAlign w:val="bottom"/>
          </w:tcPr>
          <w:p w14:paraId="4E14B962" w14:textId="77777777" w:rsidR="00882020" w:rsidRPr="000108AF" w:rsidRDefault="00882020" w:rsidP="00882020">
            <w:pPr>
              <w:pStyle w:val="BodyText"/>
              <w:tabs>
                <w:tab w:val="left" w:pos="930"/>
                <w:tab w:val="decimal" w:pos="980"/>
              </w:tabs>
              <w:spacing w:after="0" w:line="240" w:lineRule="auto"/>
              <w:ind w:left="-115" w:right="71"/>
              <w:rPr>
                <w:szCs w:val="22"/>
                <w:lang w:val="en-GB"/>
              </w:rPr>
            </w:pPr>
          </w:p>
        </w:tc>
        <w:tc>
          <w:tcPr>
            <w:tcW w:w="633" w:type="pct"/>
            <w:vAlign w:val="bottom"/>
          </w:tcPr>
          <w:p w14:paraId="0C18D3F3" w14:textId="77777777" w:rsidR="00882020" w:rsidRPr="000108AF" w:rsidDel="008D2C41" w:rsidRDefault="00882020" w:rsidP="006523B0">
            <w:pPr>
              <w:pStyle w:val="BodyText"/>
              <w:tabs>
                <w:tab w:val="decimal" w:pos="960"/>
              </w:tabs>
              <w:spacing w:after="0" w:line="240" w:lineRule="auto"/>
              <w:ind w:left="-115" w:right="-90"/>
              <w:rPr>
                <w:szCs w:val="22"/>
                <w:lang w:val="en-GB"/>
              </w:rPr>
            </w:pPr>
          </w:p>
        </w:tc>
      </w:tr>
      <w:tr w:rsidR="00882020" w:rsidRPr="001A3152" w14:paraId="1303F402" w14:textId="77777777" w:rsidTr="00C861F3">
        <w:tc>
          <w:tcPr>
            <w:tcW w:w="2037" w:type="pct"/>
          </w:tcPr>
          <w:p w14:paraId="2078A2BC" w14:textId="1A19D04E" w:rsidR="00882020" w:rsidRPr="001A3152" w:rsidRDefault="00882020" w:rsidP="00882020">
            <w:pPr>
              <w:spacing w:line="240" w:lineRule="atLeast"/>
              <w:rPr>
                <w:szCs w:val="22"/>
                <w:highlight w:val="cyan"/>
              </w:rPr>
            </w:pPr>
            <w:r w:rsidRPr="001A3152">
              <w:rPr>
                <w:szCs w:val="22"/>
              </w:rPr>
              <w:t>Revenue from sale of goods</w:t>
            </w:r>
          </w:p>
        </w:tc>
        <w:tc>
          <w:tcPr>
            <w:tcW w:w="630" w:type="pct"/>
          </w:tcPr>
          <w:p w14:paraId="4F07C5D6" w14:textId="667DE865" w:rsidR="00882020" w:rsidRPr="00F570EC" w:rsidDel="008D2C41" w:rsidRDefault="005A5CFB" w:rsidP="00F570EC">
            <w:pPr>
              <w:pStyle w:val="BodyText"/>
              <w:tabs>
                <w:tab w:val="decimal" w:pos="940"/>
              </w:tabs>
              <w:spacing w:after="0" w:line="240" w:lineRule="auto"/>
              <w:ind w:left="-115" w:right="-109"/>
              <w:rPr>
                <w:szCs w:val="22"/>
                <w:lang w:val="en-US"/>
              </w:rPr>
            </w:pPr>
            <w:r>
              <w:rPr>
                <w:szCs w:val="22"/>
                <w:lang w:val="en-US"/>
              </w:rPr>
              <w:t>-</w:t>
            </w:r>
          </w:p>
        </w:tc>
        <w:tc>
          <w:tcPr>
            <w:tcW w:w="146" w:type="pct"/>
          </w:tcPr>
          <w:p w14:paraId="783D7DC7"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6A0F2FBB" w14:textId="2AECE7D5" w:rsidR="00882020" w:rsidRPr="008A6E85" w:rsidDel="008D2C41" w:rsidRDefault="00AB45F6" w:rsidP="00F570EC">
            <w:pPr>
              <w:pStyle w:val="BodyText"/>
              <w:tabs>
                <w:tab w:val="decimal" w:pos="950"/>
              </w:tabs>
              <w:spacing w:after="0" w:line="240" w:lineRule="auto"/>
              <w:ind w:left="-115" w:right="-109"/>
              <w:rPr>
                <w:szCs w:val="22"/>
                <w:lang w:val="en-GB"/>
              </w:rPr>
            </w:pPr>
            <w:r>
              <w:rPr>
                <w:szCs w:val="22"/>
                <w:lang w:val="en-GB"/>
              </w:rPr>
              <w:t>-</w:t>
            </w:r>
          </w:p>
        </w:tc>
        <w:tc>
          <w:tcPr>
            <w:tcW w:w="146" w:type="pct"/>
          </w:tcPr>
          <w:p w14:paraId="63A6FD43"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28" w:type="pct"/>
          </w:tcPr>
          <w:p w14:paraId="184ED580" w14:textId="16425419" w:rsidR="00882020" w:rsidRPr="00F570EC" w:rsidDel="008D2C41" w:rsidRDefault="005A5CFB" w:rsidP="00F570EC">
            <w:pPr>
              <w:pStyle w:val="BodyText"/>
              <w:tabs>
                <w:tab w:val="decimal" w:pos="940"/>
              </w:tabs>
              <w:spacing w:after="0" w:line="240" w:lineRule="auto"/>
              <w:ind w:left="-115" w:right="-80"/>
              <w:rPr>
                <w:szCs w:val="22"/>
                <w:lang w:val="en-US"/>
              </w:rPr>
            </w:pPr>
            <w:r>
              <w:rPr>
                <w:szCs w:val="22"/>
                <w:lang w:val="en-US"/>
              </w:rPr>
              <w:t>51,945</w:t>
            </w:r>
          </w:p>
        </w:tc>
        <w:tc>
          <w:tcPr>
            <w:tcW w:w="147" w:type="pct"/>
          </w:tcPr>
          <w:p w14:paraId="23614108"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650885DA" w14:textId="4AD7E0DC" w:rsidR="00882020" w:rsidRPr="008A6E85" w:rsidDel="008D2C41" w:rsidRDefault="00F44248" w:rsidP="006523B0">
            <w:pPr>
              <w:pStyle w:val="BodyText"/>
              <w:tabs>
                <w:tab w:val="decimal" w:pos="960"/>
              </w:tabs>
              <w:spacing w:after="0" w:line="240" w:lineRule="auto"/>
              <w:ind w:left="-115" w:right="-90"/>
              <w:rPr>
                <w:szCs w:val="22"/>
                <w:lang w:val="en-GB"/>
              </w:rPr>
            </w:pPr>
            <w:r w:rsidRPr="0073640B">
              <w:rPr>
                <w:szCs w:val="22"/>
                <w:lang w:val="en-GB"/>
              </w:rPr>
              <w:t>48,511</w:t>
            </w:r>
          </w:p>
        </w:tc>
      </w:tr>
      <w:tr w:rsidR="00882020" w:rsidRPr="001A3152" w14:paraId="37D54792" w14:textId="77777777" w:rsidTr="00C861F3">
        <w:tc>
          <w:tcPr>
            <w:tcW w:w="2037" w:type="pct"/>
          </w:tcPr>
          <w:p w14:paraId="2B91894F" w14:textId="2FCDF7DD" w:rsidR="00882020" w:rsidRPr="001A3152" w:rsidRDefault="00882020" w:rsidP="00882020">
            <w:pPr>
              <w:spacing w:line="240" w:lineRule="atLeast"/>
              <w:rPr>
                <w:szCs w:val="22"/>
              </w:rPr>
            </w:pPr>
            <w:r w:rsidRPr="001A3152">
              <w:rPr>
                <w:szCs w:val="22"/>
              </w:rPr>
              <w:t xml:space="preserve">Other income </w:t>
            </w:r>
          </w:p>
        </w:tc>
        <w:tc>
          <w:tcPr>
            <w:tcW w:w="630" w:type="pct"/>
          </w:tcPr>
          <w:p w14:paraId="094D57B8" w14:textId="0749516C" w:rsidR="00882020" w:rsidRPr="00F570EC" w:rsidDel="008D2C41" w:rsidRDefault="005A5CFB" w:rsidP="00F570EC">
            <w:pPr>
              <w:pStyle w:val="BodyText"/>
              <w:tabs>
                <w:tab w:val="decimal" w:pos="940"/>
              </w:tabs>
              <w:spacing w:after="0" w:line="240" w:lineRule="auto"/>
              <w:ind w:left="-115" w:right="-109"/>
              <w:rPr>
                <w:szCs w:val="22"/>
                <w:lang w:val="en-US"/>
              </w:rPr>
            </w:pPr>
            <w:r>
              <w:rPr>
                <w:szCs w:val="22"/>
                <w:lang w:val="en-US"/>
              </w:rPr>
              <w:t>-</w:t>
            </w:r>
          </w:p>
        </w:tc>
        <w:tc>
          <w:tcPr>
            <w:tcW w:w="146" w:type="pct"/>
          </w:tcPr>
          <w:p w14:paraId="772AF446"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45EA17BE" w14:textId="5D86AF51" w:rsidR="00882020" w:rsidRPr="008A6E85" w:rsidDel="008D2C41" w:rsidRDefault="00AB45F6" w:rsidP="00F570EC">
            <w:pPr>
              <w:pStyle w:val="BodyText"/>
              <w:tabs>
                <w:tab w:val="decimal" w:pos="950"/>
              </w:tabs>
              <w:spacing w:after="0" w:line="240" w:lineRule="auto"/>
              <w:ind w:left="-115" w:right="-109"/>
              <w:rPr>
                <w:szCs w:val="22"/>
                <w:lang w:val="en-GB"/>
              </w:rPr>
            </w:pPr>
            <w:r>
              <w:rPr>
                <w:szCs w:val="22"/>
                <w:lang w:val="en-GB"/>
              </w:rPr>
              <w:t>-</w:t>
            </w:r>
          </w:p>
        </w:tc>
        <w:tc>
          <w:tcPr>
            <w:tcW w:w="146" w:type="pct"/>
          </w:tcPr>
          <w:p w14:paraId="409DA6AB"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28" w:type="pct"/>
          </w:tcPr>
          <w:p w14:paraId="7B0FD55E" w14:textId="7EA4032E" w:rsidR="00882020" w:rsidRPr="00F570EC" w:rsidDel="008D2C41" w:rsidRDefault="005A5CFB" w:rsidP="00F570EC">
            <w:pPr>
              <w:pStyle w:val="BodyText"/>
              <w:tabs>
                <w:tab w:val="decimal" w:pos="940"/>
              </w:tabs>
              <w:spacing w:after="0" w:line="240" w:lineRule="auto"/>
              <w:ind w:left="-115" w:right="-80"/>
              <w:rPr>
                <w:szCs w:val="22"/>
                <w:lang w:val="en-US"/>
              </w:rPr>
            </w:pPr>
            <w:r>
              <w:rPr>
                <w:szCs w:val="22"/>
                <w:lang w:val="en-US"/>
              </w:rPr>
              <w:t>92</w:t>
            </w:r>
          </w:p>
        </w:tc>
        <w:tc>
          <w:tcPr>
            <w:tcW w:w="147" w:type="pct"/>
          </w:tcPr>
          <w:p w14:paraId="297982E4" w14:textId="77777777" w:rsidR="00882020" w:rsidRPr="008A6E85" w:rsidRDefault="00882020" w:rsidP="00882020">
            <w:pPr>
              <w:pStyle w:val="BodyText"/>
              <w:tabs>
                <w:tab w:val="left" w:pos="930"/>
                <w:tab w:val="decimal" w:pos="980"/>
              </w:tabs>
              <w:spacing w:after="0" w:line="240" w:lineRule="auto"/>
              <w:ind w:left="-115" w:right="71"/>
              <w:rPr>
                <w:szCs w:val="22"/>
                <w:lang w:val="en-GB"/>
              </w:rPr>
            </w:pPr>
          </w:p>
        </w:tc>
        <w:tc>
          <w:tcPr>
            <w:tcW w:w="633" w:type="pct"/>
          </w:tcPr>
          <w:p w14:paraId="359F3587" w14:textId="3791CBC1" w:rsidR="00882020" w:rsidRPr="008A6E85" w:rsidDel="008D2C41" w:rsidRDefault="00F44248" w:rsidP="006523B0">
            <w:pPr>
              <w:pStyle w:val="BodyText"/>
              <w:tabs>
                <w:tab w:val="decimal" w:pos="960"/>
              </w:tabs>
              <w:spacing w:after="0" w:line="240" w:lineRule="auto"/>
              <w:ind w:left="-115" w:right="-90"/>
              <w:rPr>
                <w:szCs w:val="22"/>
                <w:lang w:val="en-GB"/>
              </w:rPr>
            </w:pPr>
            <w:r>
              <w:rPr>
                <w:szCs w:val="22"/>
                <w:lang w:val="en-GB"/>
              </w:rPr>
              <w:t>140</w:t>
            </w:r>
          </w:p>
        </w:tc>
      </w:tr>
      <w:tr w:rsidR="00882020" w:rsidRPr="000759D6" w14:paraId="13AA421A" w14:textId="77777777" w:rsidTr="00C861F3">
        <w:tc>
          <w:tcPr>
            <w:tcW w:w="2037" w:type="pct"/>
          </w:tcPr>
          <w:p w14:paraId="2726A4AA" w14:textId="77777777" w:rsidR="00882020" w:rsidRPr="00F570EC" w:rsidRDefault="00882020" w:rsidP="00882020">
            <w:pPr>
              <w:spacing w:line="240" w:lineRule="atLeast"/>
              <w:rPr>
                <w:b/>
                <w:bCs/>
                <w:szCs w:val="22"/>
              </w:rPr>
            </w:pPr>
          </w:p>
        </w:tc>
        <w:tc>
          <w:tcPr>
            <w:tcW w:w="630" w:type="pct"/>
            <w:vAlign w:val="bottom"/>
          </w:tcPr>
          <w:p w14:paraId="1087C74E" w14:textId="77777777" w:rsidR="00882020" w:rsidRPr="00F570EC" w:rsidDel="008D2C41" w:rsidRDefault="00882020" w:rsidP="00882020">
            <w:pPr>
              <w:pStyle w:val="BodyText"/>
              <w:tabs>
                <w:tab w:val="decimal" w:pos="890"/>
              </w:tabs>
              <w:spacing w:after="0" w:line="240" w:lineRule="auto"/>
              <w:ind w:left="-115" w:right="-109"/>
              <w:rPr>
                <w:szCs w:val="22"/>
                <w:lang w:val="en-US"/>
              </w:rPr>
            </w:pPr>
          </w:p>
        </w:tc>
        <w:tc>
          <w:tcPr>
            <w:tcW w:w="146" w:type="pct"/>
            <w:vAlign w:val="bottom"/>
          </w:tcPr>
          <w:p w14:paraId="43F5C1FE" w14:textId="77777777" w:rsidR="00882020" w:rsidRPr="00F570EC" w:rsidRDefault="00882020" w:rsidP="00882020">
            <w:pPr>
              <w:pStyle w:val="BodyText"/>
              <w:tabs>
                <w:tab w:val="left" w:pos="930"/>
                <w:tab w:val="decimal" w:pos="980"/>
              </w:tabs>
              <w:spacing w:after="0" w:line="240" w:lineRule="auto"/>
              <w:ind w:left="-115" w:right="71"/>
              <w:rPr>
                <w:szCs w:val="22"/>
                <w:lang w:val="en-US"/>
              </w:rPr>
            </w:pPr>
          </w:p>
        </w:tc>
        <w:tc>
          <w:tcPr>
            <w:tcW w:w="633" w:type="pct"/>
            <w:vAlign w:val="bottom"/>
          </w:tcPr>
          <w:p w14:paraId="46201220" w14:textId="77777777" w:rsidR="00882020" w:rsidRPr="00F570EC" w:rsidDel="008D2C41" w:rsidRDefault="00882020" w:rsidP="00882020">
            <w:pPr>
              <w:pStyle w:val="BodyText"/>
              <w:tabs>
                <w:tab w:val="decimal" w:pos="880"/>
              </w:tabs>
              <w:spacing w:after="0" w:line="240" w:lineRule="auto"/>
              <w:ind w:left="-115" w:right="-109"/>
              <w:rPr>
                <w:szCs w:val="22"/>
                <w:lang w:val="en-US"/>
              </w:rPr>
            </w:pPr>
          </w:p>
        </w:tc>
        <w:tc>
          <w:tcPr>
            <w:tcW w:w="146" w:type="pct"/>
            <w:vAlign w:val="bottom"/>
          </w:tcPr>
          <w:p w14:paraId="57644232" w14:textId="77777777" w:rsidR="00882020" w:rsidRPr="00F570EC" w:rsidRDefault="00882020" w:rsidP="00882020">
            <w:pPr>
              <w:pStyle w:val="BodyText"/>
              <w:tabs>
                <w:tab w:val="left" w:pos="930"/>
                <w:tab w:val="decimal" w:pos="980"/>
              </w:tabs>
              <w:spacing w:after="0" w:line="240" w:lineRule="auto"/>
              <w:ind w:left="-115" w:right="71"/>
              <w:rPr>
                <w:szCs w:val="22"/>
                <w:lang w:val="en-US"/>
              </w:rPr>
            </w:pPr>
          </w:p>
        </w:tc>
        <w:tc>
          <w:tcPr>
            <w:tcW w:w="628" w:type="pct"/>
            <w:vAlign w:val="bottom"/>
          </w:tcPr>
          <w:p w14:paraId="3C4C5992" w14:textId="77777777" w:rsidR="00882020" w:rsidRPr="00F570EC" w:rsidDel="008D2C41" w:rsidRDefault="00882020" w:rsidP="00F570EC">
            <w:pPr>
              <w:pStyle w:val="BodyText"/>
              <w:tabs>
                <w:tab w:val="decimal" w:pos="940"/>
              </w:tabs>
              <w:spacing w:after="0" w:line="240" w:lineRule="auto"/>
              <w:ind w:left="-115" w:right="-80"/>
              <w:rPr>
                <w:szCs w:val="22"/>
                <w:lang w:val="en-US"/>
              </w:rPr>
            </w:pPr>
          </w:p>
        </w:tc>
        <w:tc>
          <w:tcPr>
            <w:tcW w:w="147" w:type="pct"/>
            <w:vAlign w:val="bottom"/>
          </w:tcPr>
          <w:p w14:paraId="581514F9" w14:textId="77777777" w:rsidR="00882020" w:rsidRPr="00F570EC" w:rsidRDefault="00882020" w:rsidP="00882020">
            <w:pPr>
              <w:pStyle w:val="BodyText"/>
              <w:tabs>
                <w:tab w:val="left" w:pos="930"/>
                <w:tab w:val="decimal" w:pos="980"/>
              </w:tabs>
              <w:spacing w:after="0" w:line="240" w:lineRule="auto"/>
              <w:ind w:left="-115" w:right="71"/>
              <w:rPr>
                <w:szCs w:val="22"/>
                <w:lang w:val="en-US"/>
              </w:rPr>
            </w:pPr>
          </w:p>
        </w:tc>
        <w:tc>
          <w:tcPr>
            <w:tcW w:w="633" w:type="pct"/>
            <w:vAlign w:val="bottom"/>
          </w:tcPr>
          <w:p w14:paraId="3BD2739E" w14:textId="77777777" w:rsidR="00882020" w:rsidRPr="00F570EC" w:rsidDel="008D2C41" w:rsidRDefault="00882020" w:rsidP="00882020">
            <w:pPr>
              <w:pStyle w:val="BodyText"/>
              <w:tabs>
                <w:tab w:val="decimal" w:pos="960"/>
              </w:tabs>
              <w:spacing w:after="0" w:line="240" w:lineRule="auto"/>
              <w:ind w:left="-115" w:right="70"/>
              <w:rPr>
                <w:szCs w:val="22"/>
                <w:lang w:val="en-US"/>
              </w:rPr>
            </w:pPr>
          </w:p>
        </w:tc>
      </w:tr>
      <w:tr w:rsidR="00882020" w:rsidRPr="001A3152" w14:paraId="509FDFAA" w14:textId="77777777" w:rsidTr="00C861F3">
        <w:tc>
          <w:tcPr>
            <w:tcW w:w="2037" w:type="pct"/>
          </w:tcPr>
          <w:p w14:paraId="4A9A9289" w14:textId="434BE10D" w:rsidR="00882020" w:rsidRPr="001A3152" w:rsidRDefault="00882020" w:rsidP="00882020">
            <w:pPr>
              <w:spacing w:line="240" w:lineRule="atLeast"/>
              <w:rPr>
                <w:b/>
                <w:bCs/>
                <w:szCs w:val="22"/>
                <w:rtl/>
                <w:cs/>
              </w:rPr>
            </w:pPr>
            <w:r w:rsidRPr="001A3152">
              <w:rPr>
                <w:b/>
                <w:bCs/>
                <w:szCs w:val="22"/>
              </w:rPr>
              <w:t>Other related parties</w:t>
            </w:r>
          </w:p>
        </w:tc>
        <w:tc>
          <w:tcPr>
            <w:tcW w:w="630" w:type="pct"/>
            <w:vAlign w:val="bottom"/>
          </w:tcPr>
          <w:p w14:paraId="26F46C23" w14:textId="77777777" w:rsidR="00882020" w:rsidRPr="000108AF" w:rsidDel="008D2C41" w:rsidRDefault="00882020" w:rsidP="00882020">
            <w:pPr>
              <w:pStyle w:val="BodyText"/>
              <w:tabs>
                <w:tab w:val="decimal" w:pos="890"/>
              </w:tabs>
              <w:spacing w:after="0" w:line="240" w:lineRule="auto"/>
              <w:ind w:left="-115" w:right="-109"/>
              <w:rPr>
                <w:szCs w:val="22"/>
                <w:lang w:val="en-US"/>
              </w:rPr>
            </w:pPr>
          </w:p>
        </w:tc>
        <w:tc>
          <w:tcPr>
            <w:tcW w:w="146" w:type="pct"/>
            <w:vAlign w:val="bottom"/>
          </w:tcPr>
          <w:p w14:paraId="09E53071" w14:textId="77777777" w:rsidR="00882020" w:rsidRPr="000108AF" w:rsidRDefault="00882020" w:rsidP="00882020">
            <w:pPr>
              <w:pStyle w:val="BodyText"/>
              <w:tabs>
                <w:tab w:val="left" w:pos="930"/>
                <w:tab w:val="decimal" w:pos="980"/>
              </w:tabs>
              <w:spacing w:after="0" w:line="240" w:lineRule="auto"/>
              <w:ind w:left="-115" w:right="71"/>
              <w:rPr>
                <w:szCs w:val="22"/>
                <w:lang w:val="en-US"/>
              </w:rPr>
            </w:pPr>
          </w:p>
        </w:tc>
        <w:tc>
          <w:tcPr>
            <w:tcW w:w="633" w:type="pct"/>
            <w:vAlign w:val="bottom"/>
          </w:tcPr>
          <w:p w14:paraId="38801B98" w14:textId="77777777" w:rsidR="00882020" w:rsidRPr="000108AF" w:rsidDel="008D2C41" w:rsidRDefault="00882020" w:rsidP="00882020">
            <w:pPr>
              <w:pStyle w:val="BodyText"/>
              <w:tabs>
                <w:tab w:val="decimal" w:pos="880"/>
              </w:tabs>
              <w:spacing w:after="0" w:line="240" w:lineRule="auto"/>
              <w:ind w:left="-115" w:right="-109"/>
              <w:rPr>
                <w:szCs w:val="22"/>
                <w:lang w:val="en-US"/>
              </w:rPr>
            </w:pPr>
          </w:p>
        </w:tc>
        <w:tc>
          <w:tcPr>
            <w:tcW w:w="146" w:type="pct"/>
            <w:vAlign w:val="bottom"/>
          </w:tcPr>
          <w:p w14:paraId="25AF6711" w14:textId="77777777" w:rsidR="00882020" w:rsidRPr="000108AF" w:rsidRDefault="00882020" w:rsidP="00882020">
            <w:pPr>
              <w:pStyle w:val="BodyText"/>
              <w:tabs>
                <w:tab w:val="left" w:pos="930"/>
                <w:tab w:val="decimal" w:pos="980"/>
              </w:tabs>
              <w:spacing w:after="0" w:line="240" w:lineRule="auto"/>
              <w:ind w:left="-115" w:right="71"/>
              <w:rPr>
                <w:szCs w:val="22"/>
                <w:lang w:val="en-US"/>
              </w:rPr>
            </w:pPr>
          </w:p>
        </w:tc>
        <w:tc>
          <w:tcPr>
            <w:tcW w:w="628" w:type="pct"/>
            <w:vAlign w:val="bottom"/>
          </w:tcPr>
          <w:p w14:paraId="5511D0A4" w14:textId="77777777" w:rsidR="00882020" w:rsidRPr="000108AF" w:rsidDel="008D2C41" w:rsidRDefault="00882020" w:rsidP="00882020">
            <w:pPr>
              <w:pStyle w:val="BodyText"/>
              <w:tabs>
                <w:tab w:val="decimal" w:pos="880"/>
              </w:tabs>
              <w:spacing w:after="0" w:line="240" w:lineRule="auto"/>
              <w:ind w:left="-115" w:right="-20"/>
              <w:rPr>
                <w:szCs w:val="22"/>
                <w:lang w:val="en-US"/>
              </w:rPr>
            </w:pPr>
          </w:p>
        </w:tc>
        <w:tc>
          <w:tcPr>
            <w:tcW w:w="147" w:type="pct"/>
            <w:vAlign w:val="bottom"/>
          </w:tcPr>
          <w:p w14:paraId="277DF8C6" w14:textId="77777777" w:rsidR="00882020" w:rsidRPr="000108AF" w:rsidRDefault="00882020" w:rsidP="00882020">
            <w:pPr>
              <w:pStyle w:val="BodyText"/>
              <w:tabs>
                <w:tab w:val="left" w:pos="930"/>
                <w:tab w:val="decimal" w:pos="980"/>
              </w:tabs>
              <w:spacing w:after="0" w:line="240" w:lineRule="auto"/>
              <w:ind w:left="-115" w:right="71"/>
              <w:rPr>
                <w:szCs w:val="22"/>
                <w:lang w:val="en-US"/>
              </w:rPr>
            </w:pPr>
          </w:p>
        </w:tc>
        <w:tc>
          <w:tcPr>
            <w:tcW w:w="633" w:type="pct"/>
            <w:vAlign w:val="bottom"/>
          </w:tcPr>
          <w:p w14:paraId="26BD8B90" w14:textId="77777777" w:rsidR="00882020" w:rsidRPr="000108AF" w:rsidDel="008D2C41" w:rsidRDefault="00882020" w:rsidP="00882020">
            <w:pPr>
              <w:pStyle w:val="BodyText"/>
              <w:tabs>
                <w:tab w:val="decimal" w:pos="960"/>
              </w:tabs>
              <w:spacing w:after="0" w:line="240" w:lineRule="auto"/>
              <w:ind w:left="-115" w:right="70"/>
              <w:rPr>
                <w:szCs w:val="22"/>
                <w:lang w:val="en-US"/>
              </w:rPr>
            </w:pPr>
          </w:p>
        </w:tc>
      </w:tr>
      <w:tr w:rsidR="00F44248" w:rsidRPr="001A3152" w14:paraId="3A8F5A10" w14:textId="77777777" w:rsidTr="00C861F3">
        <w:tc>
          <w:tcPr>
            <w:tcW w:w="2037" w:type="pct"/>
          </w:tcPr>
          <w:p w14:paraId="71035884" w14:textId="61E2B323" w:rsidR="00F44248" w:rsidRPr="001A3152" w:rsidRDefault="00F44248" w:rsidP="00F44248">
            <w:pPr>
              <w:spacing w:line="240" w:lineRule="atLeast"/>
              <w:rPr>
                <w:szCs w:val="22"/>
                <w:rtl/>
                <w:cs/>
              </w:rPr>
            </w:pPr>
            <w:r w:rsidRPr="001A3152">
              <w:rPr>
                <w:szCs w:val="22"/>
              </w:rPr>
              <w:t>Revenue from sale of goods</w:t>
            </w:r>
          </w:p>
        </w:tc>
        <w:tc>
          <w:tcPr>
            <w:tcW w:w="630" w:type="pct"/>
          </w:tcPr>
          <w:p w14:paraId="2867A3AF" w14:textId="73A67B61" w:rsidR="00F44248" w:rsidRPr="008A6E85" w:rsidDel="008D2C41" w:rsidRDefault="005A5CFB" w:rsidP="00F44248">
            <w:pPr>
              <w:pStyle w:val="BodyText"/>
              <w:tabs>
                <w:tab w:val="decimal" w:pos="940"/>
              </w:tabs>
              <w:spacing w:after="0" w:line="240" w:lineRule="auto"/>
              <w:ind w:left="-115" w:right="-109"/>
              <w:rPr>
                <w:szCs w:val="22"/>
                <w:lang w:val="en-US"/>
              </w:rPr>
            </w:pPr>
            <w:r>
              <w:rPr>
                <w:szCs w:val="22"/>
                <w:lang w:val="en-US"/>
              </w:rPr>
              <w:t>32,455</w:t>
            </w:r>
          </w:p>
        </w:tc>
        <w:tc>
          <w:tcPr>
            <w:tcW w:w="146" w:type="pct"/>
          </w:tcPr>
          <w:p w14:paraId="2AFF416C" w14:textId="77777777" w:rsidR="00F44248" w:rsidRPr="008A6E85" w:rsidRDefault="00F44248" w:rsidP="00F44248">
            <w:pPr>
              <w:pStyle w:val="BodyText"/>
              <w:tabs>
                <w:tab w:val="left" w:pos="930"/>
                <w:tab w:val="decimal" w:pos="980"/>
              </w:tabs>
              <w:spacing w:after="0" w:line="240" w:lineRule="auto"/>
              <w:ind w:left="-115" w:right="71"/>
              <w:rPr>
                <w:szCs w:val="22"/>
                <w:lang w:val="en-GB"/>
              </w:rPr>
            </w:pPr>
          </w:p>
        </w:tc>
        <w:tc>
          <w:tcPr>
            <w:tcW w:w="633" w:type="pct"/>
          </w:tcPr>
          <w:p w14:paraId="1D7DA5B4" w14:textId="4AAC55DB" w:rsidR="00F44248" w:rsidRPr="008A6E85" w:rsidDel="008D2C41" w:rsidRDefault="00F44248" w:rsidP="00F44248">
            <w:pPr>
              <w:pStyle w:val="BodyText"/>
              <w:tabs>
                <w:tab w:val="decimal" w:pos="950"/>
              </w:tabs>
              <w:spacing w:after="0" w:line="240" w:lineRule="auto"/>
              <w:ind w:left="-115" w:right="-109"/>
              <w:rPr>
                <w:szCs w:val="22"/>
                <w:lang w:val="en-GB"/>
              </w:rPr>
            </w:pPr>
            <w:r w:rsidRPr="008714CB">
              <w:rPr>
                <w:szCs w:val="22"/>
                <w:lang w:val="en-US"/>
              </w:rPr>
              <w:t>9,512</w:t>
            </w:r>
          </w:p>
        </w:tc>
        <w:tc>
          <w:tcPr>
            <w:tcW w:w="146" w:type="pct"/>
          </w:tcPr>
          <w:p w14:paraId="784A9938" w14:textId="77777777" w:rsidR="00F44248" w:rsidRPr="008A6E85" w:rsidRDefault="00F44248" w:rsidP="00F44248">
            <w:pPr>
              <w:pStyle w:val="BodyText"/>
              <w:tabs>
                <w:tab w:val="left" w:pos="930"/>
                <w:tab w:val="decimal" w:pos="980"/>
              </w:tabs>
              <w:spacing w:after="0" w:line="240" w:lineRule="auto"/>
              <w:ind w:left="-115" w:right="71"/>
              <w:rPr>
                <w:szCs w:val="22"/>
                <w:lang w:val="en-GB"/>
              </w:rPr>
            </w:pPr>
          </w:p>
        </w:tc>
        <w:tc>
          <w:tcPr>
            <w:tcW w:w="628" w:type="pct"/>
          </w:tcPr>
          <w:p w14:paraId="60E4E756" w14:textId="471CF2ED" w:rsidR="00F44248" w:rsidRPr="008A6E85" w:rsidDel="008D2C41" w:rsidRDefault="005A5CFB" w:rsidP="00F44248">
            <w:pPr>
              <w:pStyle w:val="BodyText"/>
              <w:tabs>
                <w:tab w:val="decimal" w:pos="940"/>
              </w:tabs>
              <w:spacing w:after="0" w:line="240" w:lineRule="auto"/>
              <w:ind w:left="-115" w:right="-80"/>
              <w:rPr>
                <w:szCs w:val="22"/>
                <w:lang w:val="en-US"/>
              </w:rPr>
            </w:pPr>
            <w:r>
              <w:rPr>
                <w:szCs w:val="22"/>
                <w:lang w:val="en-US"/>
              </w:rPr>
              <w:t>32,455</w:t>
            </w:r>
          </w:p>
        </w:tc>
        <w:tc>
          <w:tcPr>
            <w:tcW w:w="147" w:type="pct"/>
          </w:tcPr>
          <w:p w14:paraId="488BC0F5" w14:textId="77777777" w:rsidR="00F44248" w:rsidRPr="008A6E85" w:rsidRDefault="00F44248" w:rsidP="00F44248">
            <w:pPr>
              <w:pStyle w:val="BodyText"/>
              <w:tabs>
                <w:tab w:val="left" w:pos="930"/>
                <w:tab w:val="decimal" w:pos="980"/>
              </w:tabs>
              <w:spacing w:after="0" w:line="240" w:lineRule="auto"/>
              <w:ind w:left="-115" w:right="71"/>
              <w:rPr>
                <w:szCs w:val="22"/>
                <w:lang w:val="en-GB"/>
              </w:rPr>
            </w:pPr>
          </w:p>
        </w:tc>
        <w:tc>
          <w:tcPr>
            <w:tcW w:w="633" w:type="pct"/>
          </w:tcPr>
          <w:p w14:paraId="3476545E" w14:textId="5DA7FBFE" w:rsidR="00F44248" w:rsidRPr="008A6E85" w:rsidDel="008D2C41" w:rsidRDefault="00F44248" w:rsidP="00F44248">
            <w:pPr>
              <w:pStyle w:val="BodyText"/>
              <w:tabs>
                <w:tab w:val="decimal" w:pos="950"/>
              </w:tabs>
              <w:spacing w:after="0" w:line="240" w:lineRule="auto"/>
              <w:ind w:left="-115" w:right="-90"/>
              <w:rPr>
                <w:szCs w:val="22"/>
                <w:lang w:val="en-GB"/>
              </w:rPr>
            </w:pPr>
            <w:r w:rsidRPr="008714CB">
              <w:rPr>
                <w:szCs w:val="22"/>
                <w:lang w:val="en-US"/>
              </w:rPr>
              <w:t>9,512</w:t>
            </w:r>
          </w:p>
        </w:tc>
      </w:tr>
      <w:tr w:rsidR="00F44248" w:rsidRPr="001A3152" w14:paraId="37888F3A" w14:textId="77777777" w:rsidTr="00C861F3">
        <w:tc>
          <w:tcPr>
            <w:tcW w:w="2037" w:type="pct"/>
          </w:tcPr>
          <w:p w14:paraId="288499FE" w14:textId="42ADBA99" w:rsidR="00F44248" w:rsidRPr="001A3152" w:rsidRDefault="00F44248" w:rsidP="00F44248">
            <w:pPr>
              <w:spacing w:line="240" w:lineRule="atLeast"/>
              <w:rPr>
                <w:szCs w:val="22"/>
              </w:rPr>
            </w:pPr>
            <w:r w:rsidRPr="00F816A5">
              <w:rPr>
                <w:szCs w:val="22"/>
              </w:rPr>
              <w:t>Other income</w:t>
            </w:r>
          </w:p>
        </w:tc>
        <w:tc>
          <w:tcPr>
            <w:tcW w:w="630" w:type="pct"/>
          </w:tcPr>
          <w:p w14:paraId="02147022" w14:textId="54D8403B" w:rsidR="00F44248" w:rsidRDefault="005A5CFB" w:rsidP="00F44248">
            <w:pPr>
              <w:pStyle w:val="BodyText"/>
              <w:tabs>
                <w:tab w:val="decimal" w:pos="940"/>
              </w:tabs>
              <w:spacing w:after="0" w:line="240" w:lineRule="auto"/>
              <w:ind w:left="-115" w:right="-109"/>
              <w:rPr>
                <w:szCs w:val="22"/>
                <w:lang w:val="en-US"/>
              </w:rPr>
            </w:pPr>
            <w:r>
              <w:rPr>
                <w:szCs w:val="22"/>
                <w:lang w:val="en-US"/>
              </w:rPr>
              <w:t>-</w:t>
            </w:r>
          </w:p>
        </w:tc>
        <w:tc>
          <w:tcPr>
            <w:tcW w:w="146" w:type="pct"/>
          </w:tcPr>
          <w:p w14:paraId="651E6712" w14:textId="77777777" w:rsidR="00F44248" w:rsidRPr="008A6E85" w:rsidRDefault="00F44248" w:rsidP="00F44248">
            <w:pPr>
              <w:pStyle w:val="BodyText"/>
              <w:tabs>
                <w:tab w:val="left" w:pos="930"/>
                <w:tab w:val="decimal" w:pos="980"/>
              </w:tabs>
              <w:spacing w:after="0" w:line="240" w:lineRule="auto"/>
              <w:ind w:left="-115" w:right="71"/>
              <w:rPr>
                <w:szCs w:val="22"/>
                <w:lang w:val="en-GB"/>
              </w:rPr>
            </w:pPr>
          </w:p>
        </w:tc>
        <w:tc>
          <w:tcPr>
            <w:tcW w:w="633" w:type="pct"/>
          </w:tcPr>
          <w:p w14:paraId="5A650983" w14:textId="50669012" w:rsidR="00F44248" w:rsidRDefault="00F44248" w:rsidP="00F44248">
            <w:pPr>
              <w:pStyle w:val="BodyText"/>
              <w:tabs>
                <w:tab w:val="decimal" w:pos="950"/>
              </w:tabs>
              <w:spacing w:after="0" w:line="240" w:lineRule="auto"/>
              <w:ind w:left="-115" w:right="-109"/>
              <w:rPr>
                <w:szCs w:val="22"/>
                <w:lang w:val="en-US"/>
              </w:rPr>
            </w:pPr>
            <w:r>
              <w:rPr>
                <w:szCs w:val="22"/>
                <w:lang w:val="en-US"/>
              </w:rPr>
              <w:t>34</w:t>
            </w:r>
          </w:p>
        </w:tc>
        <w:tc>
          <w:tcPr>
            <w:tcW w:w="146" w:type="pct"/>
          </w:tcPr>
          <w:p w14:paraId="712ACD9D" w14:textId="77777777" w:rsidR="00F44248" w:rsidRPr="008A6E85" w:rsidRDefault="00F44248" w:rsidP="00F44248">
            <w:pPr>
              <w:pStyle w:val="BodyText"/>
              <w:tabs>
                <w:tab w:val="left" w:pos="930"/>
                <w:tab w:val="decimal" w:pos="980"/>
              </w:tabs>
              <w:spacing w:after="0" w:line="240" w:lineRule="auto"/>
              <w:ind w:left="-115" w:right="71"/>
              <w:rPr>
                <w:szCs w:val="22"/>
                <w:lang w:val="en-GB"/>
              </w:rPr>
            </w:pPr>
          </w:p>
        </w:tc>
        <w:tc>
          <w:tcPr>
            <w:tcW w:w="628" w:type="pct"/>
          </w:tcPr>
          <w:p w14:paraId="121EF6E0" w14:textId="3CA03A9A" w:rsidR="00F44248" w:rsidRDefault="005A5CFB" w:rsidP="00F44248">
            <w:pPr>
              <w:pStyle w:val="BodyText"/>
              <w:tabs>
                <w:tab w:val="decimal" w:pos="940"/>
              </w:tabs>
              <w:spacing w:after="0" w:line="240" w:lineRule="auto"/>
              <w:ind w:left="-115" w:right="-80"/>
              <w:rPr>
                <w:szCs w:val="22"/>
                <w:lang w:val="en-US"/>
              </w:rPr>
            </w:pPr>
            <w:r>
              <w:rPr>
                <w:szCs w:val="22"/>
                <w:lang w:val="en-US"/>
              </w:rPr>
              <w:t>-</w:t>
            </w:r>
          </w:p>
        </w:tc>
        <w:tc>
          <w:tcPr>
            <w:tcW w:w="147" w:type="pct"/>
          </w:tcPr>
          <w:p w14:paraId="48F1A626" w14:textId="77777777" w:rsidR="00F44248" w:rsidRPr="008A6E85" w:rsidRDefault="00F44248" w:rsidP="00F44248">
            <w:pPr>
              <w:pStyle w:val="BodyText"/>
              <w:tabs>
                <w:tab w:val="left" w:pos="930"/>
                <w:tab w:val="decimal" w:pos="980"/>
              </w:tabs>
              <w:spacing w:after="0" w:line="240" w:lineRule="auto"/>
              <w:ind w:left="-115" w:right="71"/>
              <w:rPr>
                <w:szCs w:val="22"/>
                <w:lang w:val="en-GB"/>
              </w:rPr>
            </w:pPr>
          </w:p>
        </w:tc>
        <w:tc>
          <w:tcPr>
            <w:tcW w:w="633" w:type="pct"/>
          </w:tcPr>
          <w:p w14:paraId="797FD12C" w14:textId="107B3A4F" w:rsidR="00F44248" w:rsidRDefault="00F44248" w:rsidP="00F44248">
            <w:pPr>
              <w:pStyle w:val="BodyText"/>
              <w:tabs>
                <w:tab w:val="decimal" w:pos="950"/>
              </w:tabs>
              <w:spacing w:after="0" w:line="240" w:lineRule="auto"/>
              <w:ind w:left="-115" w:right="-90"/>
              <w:rPr>
                <w:szCs w:val="22"/>
                <w:lang w:val="en-US"/>
              </w:rPr>
            </w:pPr>
            <w:r>
              <w:rPr>
                <w:szCs w:val="22"/>
                <w:lang w:val="en-US"/>
              </w:rPr>
              <w:t>34</w:t>
            </w:r>
          </w:p>
        </w:tc>
      </w:tr>
      <w:tr w:rsidR="00F44248" w:rsidRPr="001A3152" w14:paraId="6C643C10" w14:textId="77777777" w:rsidTr="00C861F3">
        <w:tc>
          <w:tcPr>
            <w:tcW w:w="2037" w:type="pct"/>
          </w:tcPr>
          <w:p w14:paraId="1737022B" w14:textId="0376D235" w:rsidR="00F44248" w:rsidRPr="001A3152" w:rsidRDefault="00F44248" w:rsidP="00F44248">
            <w:pPr>
              <w:spacing w:line="240" w:lineRule="atLeast"/>
              <w:rPr>
                <w:szCs w:val="22"/>
                <w:rtl/>
                <w:cs/>
              </w:rPr>
            </w:pPr>
            <w:r w:rsidRPr="001A3152">
              <w:rPr>
                <w:szCs w:val="22"/>
              </w:rPr>
              <w:t>Administrative expenses</w:t>
            </w:r>
          </w:p>
        </w:tc>
        <w:tc>
          <w:tcPr>
            <w:tcW w:w="630" w:type="pct"/>
          </w:tcPr>
          <w:p w14:paraId="345AD9C7" w14:textId="30F53742" w:rsidR="00F44248" w:rsidRPr="008A6E85" w:rsidDel="008D2C41" w:rsidRDefault="005A5CFB" w:rsidP="00F44248">
            <w:pPr>
              <w:pStyle w:val="BodyText"/>
              <w:tabs>
                <w:tab w:val="decimal" w:pos="940"/>
              </w:tabs>
              <w:spacing w:after="0" w:line="240" w:lineRule="auto"/>
              <w:ind w:right="-109"/>
              <w:rPr>
                <w:szCs w:val="22"/>
                <w:lang w:val="en-US"/>
              </w:rPr>
            </w:pPr>
            <w:r>
              <w:rPr>
                <w:szCs w:val="22"/>
                <w:lang w:val="en-US"/>
              </w:rPr>
              <w:t>1,044</w:t>
            </w:r>
          </w:p>
        </w:tc>
        <w:tc>
          <w:tcPr>
            <w:tcW w:w="146" w:type="pct"/>
          </w:tcPr>
          <w:p w14:paraId="1C617CF0" w14:textId="77777777" w:rsidR="00F44248" w:rsidRPr="008A6E85" w:rsidRDefault="00F44248" w:rsidP="00F44248">
            <w:pPr>
              <w:pStyle w:val="BodyText"/>
              <w:tabs>
                <w:tab w:val="left" w:pos="930"/>
                <w:tab w:val="decimal" w:pos="980"/>
              </w:tabs>
              <w:spacing w:after="0" w:line="240" w:lineRule="auto"/>
              <w:ind w:left="-115" w:right="71"/>
              <w:rPr>
                <w:szCs w:val="22"/>
                <w:lang w:val="en-GB"/>
              </w:rPr>
            </w:pPr>
          </w:p>
        </w:tc>
        <w:tc>
          <w:tcPr>
            <w:tcW w:w="633" w:type="pct"/>
          </w:tcPr>
          <w:p w14:paraId="6302CE44" w14:textId="09B1D065" w:rsidR="00F44248" w:rsidRPr="008A6E85" w:rsidDel="008D2C41" w:rsidRDefault="00F44248" w:rsidP="00F44248">
            <w:pPr>
              <w:pStyle w:val="BodyText"/>
              <w:tabs>
                <w:tab w:val="decimal" w:pos="950"/>
              </w:tabs>
              <w:spacing w:after="0" w:line="240" w:lineRule="auto"/>
              <w:ind w:left="-115" w:right="-109"/>
              <w:rPr>
                <w:szCs w:val="22"/>
                <w:lang w:val="en-GB"/>
              </w:rPr>
            </w:pPr>
            <w:r w:rsidRPr="001B10AC">
              <w:rPr>
                <w:szCs w:val="22"/>
                <w:lang w:val="en-US"/>
              </w:rPr>
              <w:t>698</w:t>
            </w:r>
          </w:p>
        </w:tc>
        <w:tc>
          <w:tcPr>
            <w:tcW w:w="146" w:type="pct"/>
          </w:tcPr>
          <w:p w14:paraId="7DAFE0B0" w14:textId="77777777" w:rsidR="00F44248" w:rsidRPr="008A6E85" w:rsidRDefault="00F44248" w:rsidP="00F44248">
            <w:pPr>
              <w:pStyle w:val="BodyText"/>
              <w:tabs>
                <w:tab w:val="left" w:pos="930"/>
                <w:tab w:val="decimal" w:pos="980"/>
              </w:tabs>
              <w:spacing w:after="0" w:line="240" w:lineRule="auto"/>
              <w:ind w:left="-115" w:right="71"/>
              <w:rPr>
                <w:szCs w:val="22"/>
                <w:lang w:val="en-GB"/>
              </w:rPr>
            </w:pPr>
          </w:p>
        </w:tc>
        <w:tc>
          <w:tcPr>
            <w:tcW w:w="628" w:type="pct"/>
          </w:tcPr>
          <w:p w14:paraId="5F4BC5E8" w14:textId="309E08AA" w:rsidR="00F44248" w:rsidRPr="008A6E85" w:rsidDel="008D2C41" w:rsidRDefault="005A5CFB" w:rsidP="00F44248">
            <w:pPr>
              <w:pStyle w:val="BodyText"/>
              <w:tabs>
                <w:tab w:val="decimal" w:pos="940"/>
              </w:tabs>
              <w:spacing w:after="0" w:line="240" w:lineRule="auto"/>
              <w:ind w:left="-115" w:right="-80"/>
              <w:rPr>
                <w:szCs w:val="22"/>
                <w:lang w:val="en-US"/>
              </w:rPr>
            </w:pPr>
            <w:r>
              <w:rPr>
                <w:szCs w:val="22"/>
                <w:lang w:val="en-US"/>
              </w:rPr>
              <w:t>1,044</w:t>
            </w:r>
          </w:p>
        </w:tc>
        <w:tc>
          <w:tcPr>
            <w:tcW w:w="147" w:type="pct"/>
          </w:tcPr>
          <w:p w14:paraId="78F44CCA" w14:textId="77777777" w:rsidR="00F44248" w:rsidRPr="008A6E85" w:rsidRDefault="00F44248" w:rsidP="00F44248">
            <w:pPr>
              <w:pStyle w:val="BodyText"/>
              <w:tabs>
                <w:tab w:val="left" w:pos="930"/>
                <w:tab w:val="decimal" w:pos="980"/>
              </w:tabs>
              <w:spacing w:after="0" w:line="240" w:lineRule="auto"/>
              <w:ind w:left="-115" w:right="71"/>
              <w:rPr>
                <w:szCs w:val="22"/>
                <w:lang w:val="en-GB"/>
              </w:rPr>
            </w:pPr>
          </w:p>
        </w:tc>
        <w:tc>
          <w:tcPr>
            <w:tcW w:w="633" w:type="pct"/>
          </w:tcPr>
          <w:p w14:paraId="4F32D6B8" w14:textId="6278A5EA" w:rsidR="00F44248" w:rsidRPr="008A6E85" w:rsidDel="008D2C41" w:rsidRDefault="00F44248" w:rsidP="00F44248">
            <w:pPr>
              <w:pStyle w:val="BodyText"/>
              <w:tabs>
                <w:tab w:val="decimal" w:pos="950"/>
              </w:tabs>
              <w:spacing w:after="0" w:line="240" w:lineRule="auto"/>
              <w:ind w:left="-115" w:right="-90"/>
              <w:rPr>
                <w:szCs w:val="22"/>
                <w:lang w:val="en-GB"/>
              </w:rPr>
            </w:pPr>
            <w:r w:rsidRPr="001B10AC">
              <w:rPr>
                <w:szCs w:val="22"/>
                <w:lang w:val="en-US"/>
              </w:rPr>
              <w:t>698</w:t>
            </w:r>
          </w:p>
        </w:tc>
      </w:tr>
      <w:tr w:rsidR="00AB45F6" w:rsidRPr="001A3152" w14:paraId="160FA694" w14:textId="77777777" w:rsidTr="00C861F3">
        <w:tc>
          <w:tcPr>
            <w:tcW w:w="2037" w:type="pct"/>
          </w:tcPr>
          <w:p w14:paraId="2C13FF06" w14:textId="77777777" w:rsidR="00AB45F6" w:rsidRPr="001A3152" w:rsidRDefault="00AB45F6" w:rsidP="00AB45F6">
            <w:pPr>
              <w:pStyle w:val="a"/>
              <w:widowControl w:val="0"/>
              <w:tabs>
                <w:tab w:val="clear" w:pos="1080"/>
              </w:tabs>
              <w:jc w:val="thaiDistribute"/>
              <w:rPr>
                <w:rFonts w:ascii="Times New Roman" w:hAnsi="Times New Roman" w:cs="Times New Roman"/>
                <w:sz w:val="22"/>
                <w:szCs w:val="22"/>
                <w:cs/>
              </w:rPr>
            </w:pPr>
          </w:p>
        </w:tc>
        <w:tc>
          <w:tcPr>
            <w:tcW w:w="630" w:type="pct"/>
            <w:vAlign w:val="bottom"/>
          </w:tcPr>
          <w:p w14:paraId="162B450D" w14:textId="77777777" w:rsidR="00AB45F6" w:rsidRPr="008A6E85" w:rsidDel="008D2C41" w:rsidRDefault="00AB45F6" w:rsidP="00AB45F6">
            <w:pPr>
              <w:pStyle w:val="BodyText"/>
              <w:tabs>
                <w:tab w:val="decimal" w:pos="940"/>
              </w:tabs>
              <w:spacing w:after="0" w:line="240" w:lineRule="auto"/>
              <w:ind w:left="-115" w:right="-109"/>
              <w:rPr>
                <w:szCs w:val="22"/>
                <w:lang w:val="en-US"/>
              </w:rPr>
            </w:pPr>
          </w:p>
        </w:tc>
        <w:tc>
          <w:tcPr>
            <w:tcW w:w="146" w:type="pct"/>
            <w:vAlign w:val="bottom"/>
          </w:tcPr>
          <w:p w14:paraId="1504BC39" w14:textId="77777777" w:rsidR="00AB45F6" w:rsidRPr="008A6E85" w:rsidRDefault="00AB45F6" w:rsidP="00AB45F6">
            <w:pPr>
              <w:pStyle w:val="BodyText"/>
              <w:tabs>
                <w:tab w:val="left" w:pos="930"/>
                <w:tab w:val="decimal" w:pos="980"/>
              </w:tabs>
              <w:spacing w:after="0" w:line="240" w:lineRule="auto"/>
              <w:ind w:left="-115" w:right="71"/>
              <w:rPr>
                <w:szCs w:val="22"/>
                <w:lang w:val="en-US"/>
              </w:rPr>
            </w:pPr>
          </w:p>
        </w:tc>
        <w:tc>
          <w:tcPr>
            <w:tcW w:w="633" w:type="pct"/>
            <w:vAlign w:val="bottom"/>
          </w:tcPr>
          <w:p w14:paraId="71B58888" w14:textId="77777777" w:rsidR="00AB45F6" w:rsidRPr="008A6E85" w:rsidDel="008D2C41" w:rsidRDefault="00AB45F6" w:rsidP="00AB45F6">
            <w:pPr>
              <w:pStyle w:val="BodyText"/>
              <w:tabs>
                <w:tab w:val="decimal" w:pos="950"/>
              </w:tabs>
              <w:spacing w:after="0" w:line="240" w:lineRule="auto"/>
              <w:ind w:left="-115" w:right="-109"/>
              <w:rPr>
                <w:szCs w:val="22"/>
                <w:lang w:val="en-US"/>
              </w:rPr>
            </w:pPr>
          </w:p>
        </w:tc>
        <w:tc>
          <w:tcPr>
            <w:tcW w:w="146" w:type="pct"/>
            <w:vAlign w:val="bottom"/>
          </w:tcPr>
          <w:p w14:paraId="5C43C197" w14:textId="77777777" w:rsidR="00AB45F6" w:rsidRPr="008A6E85" w:rsidRDefault="00AB45F6" w:rsidP="00AB45F6">
            <w:pPr>
              <w:pStyle w:val="BodyText"/>
              <w:tabs>
                <w:tab w:val="left" w:pos="930"/>
                <w:tab w:val="decimal" w:pos="980"/>
              </w:tabs>
              <w:spacing w:after="0" w:line="240" w:lineRule="auto"/>
              <w:ind w:left="-115" w:right="71"/>
              <w:rPr>
                <w:szCs w:val="22"/>
                <w:lang w:val="en-US"/>
              </w:rPr>
            </w:pPr>
          </w:p>
        </w:tc>
        <w:tc>
          <w:tcPr>
            <w:tcW w:w="628" w:type="pct"/>
            <w:vAlign w:val="bottom"/>
          </w:tcPr>
          <w:p w14:paraId="2E66A52F" w14:textId="77777777" w:rsidR="00AB45F6" w:rsidRPr="008A6E85" w:rsidDel="008D2C41" w:rsidRDefault="00AB45F6" w:rsidP="00AB45F6">
            <w:pPr>
              <w:pStyle w:val="BodyText"/>
              <w:tabs>
                <w:tab w:val="decimal" w:pos="940"/>
              </w:tabs>
              <w:spacing w:after="0" w:line="240" w:lineRule="auto"/>
              <w:ind w:left="-115" w:right="-80"/>
              <w:rPr>
                <w:szCs w:val="22"/>
                <w:lang w:val="en-US"/>
              </w:rPr>
            </w:pPr>
          </w:p>
        </w:tc>
        <w:tc>
          <w:tcPr>
            <w:tcW w:w="147" w:type="pct"/>
            <w:vAlign w:val="bottom"/>
          </w:tcPr>
          <w:p w14:paraId="32DBC20F" w14:textId="77777777" w:rsidR="00AB45F6" w:rsidRPr="008A6E85" w:rsidRDefault="00AB45F6" w:rsidP="00AB45F6">
            <w:pPr>
              <w:pStyle w:val="BodyText"/>
              <w:tabs>
                <w:tab w:val="left" w:pos="930"/>
                <w:tab w:val="decimal" w:pos="980"/>
              </w:tabs>
              <w:spacing w:after="0" w:line="240" w:lineRule="auto"/>
              <w:ind w:left="-115" w:right="71"/>
              <w:rPr>
                <w:szCs w:val="22"/>
                <w:lang w:val="en-US"/>
              </w:rPr>
            </w:pPr>
          </w:p>
        </w:tc>
        <w:tc>
          <w:tcPr>
            <w:tcW w:w="633" w:type="pct"/>
            <w:vAlign w:val="bottom"/>
          </w:tcPr>
          <w:p w14:paraId="33B085F4" w14:textId="77777777" w:rsidR="00AB45F6" w:rsidRPr="008A6E85" w:rsidDel="008D2C41" w:rsidRDefault="00AB45F6" w:rsidP="00AB45F6">
            <w:pPr>
              <w:pStyle w:val="BodyText"/>
              <w:tabs>
                <w:tab w:val="decimal" w:pos="950"/>
              </w:tabs>
              <w:spacing w:after="0" w:line="240" w:lineRule="auto"/>
              <w:ind w:left="-115" w:right="-90"/>
              <w:rPr>
                <w:szCs w:val="22"/>
                <w:lang w:val="en-US"/>
              </w:rPr>
            </w:pPr>
          </w:p>
        </w:tc>
      </w:tr>
      <w:tr w:rsidR="00AB45F6" w:rsidRPr="001A3152" w14:paraId="31B70AEB" w14:textId="77777777" w:rsidTr="00C861F3">
        <w:tc>
          <w:tcPr>
            <w:tcW w:w="2037" w:type="pct"/>
          </w:tcPr>
          <w:p w14:paraId="6E5ABA7F" w14:textId="5D753180" w:rsidR="00AB45F6" w:rsidRPr="001A3152" w:rsidRDefault="00AB45F6" w:rsidP="00AB45F6">
            <w:pPr>
              <w:pStyle w:val="a"/>
              <w:widowControl w:val="0"/>
              <w:tabs>
                <w:tab w:val="clear" w:pos="1080"/>
              </w:tabs>
              <w:jc w:val="thaiDistribute"/>
              <w:rPr>
                <w:rFonts w:ascii="Times New Roman" w:hAnsi="Times New Roman" w:cs="Times New Roman"/>
                <w:b/>
                <w:bCs/>
                <w:sz w:val="22"/>
                <w:szCs w:val="22"/>
                <w:cs/>
              </w:rPr>
            </w:pPr>
            <w:r w:rsidRPr="001A3152">
              <w:rPr>
                <w:rFonts w:ascii="Times New Roman" w:hAnsi="Times New Roman" w:cs="Times New Roman"/>
                <w:b/>
                <w:bCs/>
                <w:sz w:val="22"/>
                <w:szCs w:val="22"/>
                <w:cs/>
              </w:rPr>
              <w:t>Key management personnel</w:t>
            </w:r>
          </w:p>
        </w:tc>
        <w:tc>
          <w:tcPr>
            <w:tcW w:w="630" w:type="pct"/>
            <w:vAlign w:val="bottom"/>
          </w:tcPr>
          <w:p w14:paraId="29B18BA8" w14:textId="77777777" w:rsidR="00AB45F6" w:rsidRPr="00664A2C" w:rsidDel="008D2C41" w:rsidRDefault="00AB45F6" w:rsidP="00AB45F6">
            <w:pPr>
              <w:pStyle w:val="BodyText"/>
              <w:tabs>
                <w:tab w:val="decimal" w:pos="940"/>
              </w:tabs>
              <w:spacing w:after="0" w:line="240" w:lineRule="auto"/>
              <w:ind w:left="-115" w:right="-109"/>
              <w:rPr>
                <w:szCs w:val="22"/>
                <w:highlight w:val="yellow"/>
                <w:lang w:val="en-US"/>
              </w:rPr>
            </w:pPr>
          </w:p>
        </w:tc>
        <w:tc>
          <w:tcPr>
            <w:tcW w:w="146" w:type="pct"/>
            <w:vAlign w:val="bottom"/>
          </w:tcPr>
          <w:p w14:paraId="1B4766B4" w14:textId="77777777" w:rsidR="00AB45F6" w:rsidRPr="000108AF" w:rsidRDefault="00AB45F6" w:rsidP="00AB45F6">
            <w:pPr>
              <w:pStyle w:val="BodyText"/>
              <w:tabs>
                <w:tab w:val="left" w:pos="930"/>
                <w:tab w:val="decimal" w:pos="980"/>
              </w:tabs>
              <w:spacing w:after="0" w:line="240" w:lineRule="auto"/>
              <w:ind w:left="-115" w:right="71"/>
              <w:rPr>
                <w:szCs w:val="22"/>
                <w:lang w:val="en-US"/>
              </w:rPr>
            </w:pPr>
          </w:p>
        </w:tc>
        <w:tc>
          <w:tcPr>
            <w:tcW w:w="633" w:type="pct"/>
            <w:vAlign w:val="bottom"/>
          </w:tcPr>
          <w:p w14:paraId="1D3BC37C" w14:textId="77777777" w:rsidR="00AB45F6" w:rsidRPr="000108AF" w:rsidDel="008D2C41" w:rsidRDefault="00AB45F6" w:rsidP="00AB45F6">
            <w:pPr>
              <w:pStyle w:val="BodyText"/>
              <w:tabs>
                <w:tab w:val="decimal" w:pos="950"/>
              </w:tabs>
              <w:spacing w:after="0" w:line="240" w:lineRule="auto"/>
              <w:ind w:left="-115" w:right="-109"/>
              <w:rPr>
                <w:szCs w:val="22"/>
                <w:lang w:val="en-US"/>
              </w:rPr>
            </w:pPr>
          </w:p>
        </w:tc>
        <w:tc>
          <w:tcPr>
            <w:tcW w:w="146" w:type="pct"/>
            <w:vAlign w:val="bottom"/>
          </w:tcPr>
          <w:p w14:paraId="18C73973" w14:textId="77777777" w:rsidR="00AB45F6" w:rsidRPr="000108AF" w:rsidRDefault="00AB45F6" w:rsidP="00AB45F6">
            <w:pPr>
              <w:pStyle w:val="BodyText"/>
              <w:tabs>
                <w:tab w:val="left" w:pos="930"/>
                <w:tab w:val="decimal" w:pos="980"/>
              </w:tabs>
              <w:spacing w:after="0" w:line="240" w:lineRule="auto"/>
              <w:ind w:left="-115" w:right="71"/>
              <w:rPr>
                <w:szCs w:val="22"/>
                <w:lang w:val="en-US"/>
              </w:rPr>
            </w:pPr>
          </w:p>
        </w:tc>
        <w:tc>
          <w:tcPr>
            <w:tcW w:w="628" w:type="pct"/>
            <w:vAlign w:val="bottom"/>
          </w:tcPr>
          <w:p w14:paraId="2DF3BC9B" w14:textId="77777777" w:rsidR="00AB45F6" w:rsidRPr="00664A2C" w:rsidDel="008D2C41" w:rsidRDefault="00AB45F6" w:rsidP="00AB45F6">
            <w:pPr>
              <w:pStyle w:val="BodyText"/>
              <w:tabs>
                <w:tab w:val="decimal" w:pos="940"/>
              </w:tabs>
              <w:spacing w:after="0" w:line="240" w:lineRule="auto"/>
              <w:ind w:left="-115" w:right="-80"/>
              <w:rPr>
                <w:szCs w:val="22"/>
                <w:highlight w:val="yellow"/>
                <w:lang w:val="en-US"/>
              </w:rPr>
            </w:pPr>
          </w:p>
        </w:tc>
        <w:tc>
          <w:tcPr>
            <w:tcW w:w="147" w:type="pct"/>
            <w:vAlign w:val="bottom"/>
          </w:tcPr>
          <w:p w14:paraId="7A975940" w14:textId="77777777" w:rsidR="00AB45F6" w:rsidRPr="000108AF" w:rsidRDefault="00AB45F6" w:rsidP="00AB45F6">
            <w:pPr>
              <w:pStyle w:val="BodyText"/>
              <w:tabs>
                <w:tab w:val="left" w:pos="930"/>
                <w:tab w:val="decimal" w:pos="980"/>
              </w:tabs>
              <w:spacing w:after="0" w:line="240" w:lineRule="auto"/>
              <w:ind w:left="-115" w:right="71"/>
              <w:rPr>
                <w:szCs w:val="22"/>
                <w:lang w:val="en-US"/>
              </w:rPr>
            </w:pPr>
          </w:p>
        </w:tc>
        <w:tc>
          <w:tcPr>
            <w:tcW w:w="633" w:type="pct"/>
            <w:vAlign w:val="bottom"/>
          </w:tcPr>
          <w:p w14:paraId="1B47EF61" w14:textId="77777777" w:rsidR="00AB45F6" w:rsidRPr="000108AF" w:rsidDel="008D2C41" w:rsidRDefault="00AB45F6" w:rsidP="00AB45F6">
            <w:pPr>
              <w:pStyle w:val="BodyText"/>
              <w:tabs>
                <w:tab w:val="decimal" w:pos="950"/>
              </w:tabs>
              <w:spacing w:after="0" w:line="240" w:lineRule="auto"/>
              <w:ind w:left="-115" w:right="-90"/>
              <w:rPr>
                <w:szCs w:val="22"/>
                <w:lang w:val="en-US"/>
              </w:rPr>
            </w:pPr>
          </w:p>
        </w:tc>
      </w:tr>
      <w:tr w:rsidR="00F44248" w:rsidRPr="001A3152" w14:paraId="50B36A00" w14:textId="77777777" w:rsidTr="00C861F3">
        <w:tc>
          <w:tcPr>
            <w:tcW w:w="2037" w:type="pct"/>
          </w:tcPr>
          <w:p w14:paraId="3EB3B0B9" w14:textId="2E9A1526" w:rsidR="00F44248" w:rsidRPr="00F570EC" w:rsidRDefault="00F44248" w:rsidP="00F44248">
            <w:pPr>
              <w:ind w:left="540" w:hanging="540"/>
              <w:rPr>
                <w:szCs w:val="22"/>
              </w:rPr>
            </w:pPr>
            <w:r w:rsidRPr="00F570EC">
              <w:rPr>
                <w:szCs w:val="22"/>
              </w:rPr>
              <w:t>Consulting fee</w:t>
            </w:r>
          </w:p>
        </w:tc>
        <w:tc>
          <w:tcPr>
            <w:tcW w:w="630" w:type="pct"/>
          </w:tcPr>
          <w:p w14:paraId="0E8F78B6" w14:textId="7544D1F2" w:rsidR="00F44248" w:rsidRPr="000B0C6B" w:rsidDel="008D2C41" w:rsidRDefault="005A5CFB" w:rsidP="00F44248">
            <w:pPr>
              <w:pStyle w:val="BodyText"/>
              <w:tabs>
                <w:tab w:val="decimal" w:pos="940"/>
              </w:tabs>
              <w:spacing w:after="0" w:line="240" w:lineRule="auto"/>
              <w:ind w:left="-115" w:right="-109"/>
              <w:rPr>
                <w:szCs w:val="22"/>
                <w:lang w:val="en-GB"/>
              </w:rPr>
            </w:pPr>
            <w:r>
              <w:rPr>
                <w:szCs w:val="22"/>
                <w:lang w:val="en-GB"/>
              </w:rPr>
              <w:t>83</w:t>
            </w:r>
          </w:p>
        </w:tc>
        <w:tc>
          <w:tcPr>
            <w:tcW w:w="146" w:type="pct"/>
          </w:tcPr>
          <w:p w14:paraId="311686E1" w14:textId="77777777" w:rsidR="00F44248" w:rsidRPr="009D42BC" w:rsidRDefault="00F44248" w:rsidP="00F44248">
            <w:pPr>
              <w:pStyle w:val="BodyText"/>
              <w:tabs>
                <w:tab w:val="left" w:pos="930"/>
                <w:tab w:val="decimal" w:pos="980"/>
              </w:tabs>
              <w:spacing w:after="0" w:line="240" w:lineRule="auto"/>
              <w:ind w:left="-115" w:right="71"/>
              <w:rPr>
                <w:szCs w:val="22"/>
                <w:lang w:val="en-GB"/>
              </w:rPr>
            </w:pPr>
          </w:p>
        </w:tc>
        <w:tc>
          <w:tcPr>
            <w:tcW w:w="633" w:type="pct"/>
          </w:tcPr>
          <w:p w14:paraId="48413862" w14:textId="7B363AB5" w:rsidR="00F44248" w:rsidRPr="009D42BC" w:rsidDel="008D2C41" w:rsidRDefault="00F44248" w:rsidP="00F44248">
            <w:pPr>
              <w:pStyle w:val="BodyText"/>
              <w:tabs>
                <w:tab w:val="decimal" w:pos="950"/>
              </w:tabs>
              <w:spacing w:after="0" w:line="240" w:lineRule="auto"/>
              <w:ind w:left="-115" w:right="-109"/>
              <w:rPr>
                <w:szCs w:val="22"/>
                <w:lang w:val="en-GB"/>
              </w:rPr>
            </w:pPr>
            <w:r>
              <w:rPr>
                <w:szCs w:val="22"/>
                <w:lang w:val="en-GB"/>
              </w:rPr>
              <w:t>49</w:t>
            </w:r>
          </w:p>
        </w:tc>
        <w:tc>
          <w:tcPr>
            <w:tcW w:w="146" w:type="pct"/>
          </w:tcPr>
          <w:p w14:paraId="091CEEDB" w14:textId="77777777" w:rsidR="00F44248" w:rsidRPr="009D42BC" w:rsidRDefault="00F44248" w:rsidP="00F44248">
            <w:pPr>
              <w:pStyle w:val="BodyText"/>
              <w:tabs>
                <w:tab w:val="left" w:pos="930"/>
                <w:tab w:val="decimal" w:pos="980"/>
              </w:tabs>
              <w:spacing w:after="0" w:line="240" w:lineRule="auto"/>
              <w:ind w:left="-115" w:right="71"/>
              <w:rPr>
                <w:szCs w:val="22"/>
                <w:lang w:val="en-GB"/>
              </w:rPr>
            </w:pPr>
          </w:p>
        </w:tc>
        <w:tc>
          <w:tcPr>
            <w:tcW w:w="628" w:type="pct"/>
          </w:tcPr>
          <w:p w14:paraId="36040693" w14:textId="6A58C992" w:rsidR="00F44248" w:rsidRPr="000B0C6B" w:rsidDel="008D2C41" w:rsidRDefault="005A5CFB" w:rsidP="00F44248">
            <w:pPr>
              <w:pStyle w:val="BodyText"/>
              <w:tabs>
                <w:tab w:val="decimal" w:pos="940"/>
              </w:tabs>
              <w:spacing w:after="0" w:line="240" w:lineRule="auto"/>
              <w:ind w:left="-115" w:right="-80"/>
              <w:rPr>
                <w:szCs w:val="22"/>
                <w:lang w:val="en-GB"/>
              </w:rPr>
            </w:pPr>
            <w:r>
              <w:rPr>
                <w:szCs w:val="22"/>
                <w:lang w:val="en-GB"/>
              </w:rPr>
              <w:t>-</w:t>
            </w:r>
          </w:p>
        </w:tc>
        <w:tc>
          <w:tcPr>
            <w:tcW w:w="147" w:type="pct"/>
          </w:tcPr>
          <w:p w14:paraId="537D0606" w14:textId="77777777" w:rsidR="00F44248" w:rsidRPr="009D42BC" w:rsidRDefault="00F44248" w:rsidP="00F44248">
            <w:pPr>
              <w:pStyle w:val="BodyText"/>
              <w:tabs>
                <w:tab w:val="left" w:pos="930"/>
                <w:tab w:val="decimal" w:pos="980"/>
              </w:tabs>
              <w:spacing w:after="0" w:line="240" w:lineRule="auto"/>
              <w:ind w:left="-115" w:right="71"/>
              <w:rPr>
                <w:szCs w:val="22"/>
                <w:lang w:val="en-GB"/>
              </w:rPr>
            </w:pPr>
          </w:p>
        </w:tc>
        <w:tc>
          <w:tcPr>
            <w:tcW w:w="633" w:type="pct"/>
          </w:tcPr>
          <w:p w14:paraId="7E5CFF19" w14:textId="3C860768" w:rsidR="00F44248" w:rsidRPr="009D42BC" w:rsidDel="008D2C41" w:rsidRDefault="00F44248" w:rsidP="00F44248">
            <w:pPr>
              <w:pStyle w:val="BodyText"/>
              <w:tabs>
                <w:tab w:val="decimal" w:pos="950"/>
              </w:tabs>
              <w:spacing w:after="0" w:line="240" w:lineRule="auto"/>
              <w:ind w:left="-115" w:right="-90"/>
              <w:rPr>
                <w:szCs w:val="22"/>
                <w:lang w:val="en-GB"/>
              </w:rPr>
            </w:pPr>
            <w:r w:rsidRPr="000B0C6B">
              <w:rPr>
                <w:szCs w:val="22"/>
                <w:lang w:val="en-GB"/>
              </w:rPr>
              <w:t>-</w:t>
            </w:r>
          </w:p>
        </w:tc>
      </w:tr>
      <w:tr w:rsidR="00F44248" w:rsidRPr="001A3152" w14:paraId="2BD74980" w14:textId="77777777" w:rsidTr="00C861F3">
        <w:tc>
          <w:tcPr>
            <w:tcW w:w="2037" w:type="pct"/>
          </w:tcPr>
          <w:p w14:paraId="7176336F" w14:textId="45429020" w:rsidR="00F44248" w:rsidRPr="001A3152" w:rsidRDefault="00F44248" w:rsidP="00F44248">
            <w:pPr>
              <w:ind w:left="540" w:hanging="540"/>
              <w:rPr>
                <w:spacing w:val="-6"/>
                <w:szCs w:val="22"/>
                <w:rtl/>
                <w:cs/>
              </w:rPr>
            </w:pPr>
            <w:r w:rsidRPr="001A3152">
              <w:rPr>
                <w:spacing w:val="-6"/>
                <w:szCs w:val="22"/>
              </w:rPr>
              <w:t>Key management personnel compensation</w:t>
            </w:r>
          </w:p>
        </w:tc>
        <w:tc>
          <w:tcPr>
            <w:tcW w:w="630" w:type="pct"/>
          </w:tcPr>
          <w:p w14:paraId="5EA027F4" w14:textId="34268202" w:rsidR="00F44248" w:rsidRPr="000B0C6B" w:rsidDel="008D2C41" w:rsidRDefault="00F44248" w:rsidP="00F44248">
            <w:pPr>
              <w:pStyle w:val="BodyText"/>
              <w:tabs>
                <w:tab w:val="decimal" w:pos="940"/>
              </w:tabs>
              <w:spacing w:after="0" w:line="240" w:lineRule="auto"/>
              <w:ind w:left="-115" w:right="-109"/>
              <w:rPr>
                <w:szCs w:val="22"/>
                <w:lang w:val="en-GB"/>
              </w:rPr>
            </w:pPr>
          </w:p>
        </w:tc>
        <w:tc>
          <w:tcPr>
            <w:tcW w:w="146" w:type="pct"/>
          </w:tcPr>
          <w:p w14:paraId="41299495" w14:textId="77777777" w:rsidR="00F44248" w:rsidRPr="009D42BC" w:rsidRDefault="00F44248" w:rsidP="00F44248">
            <w:pPr>
              <w:pStyle w:val="BodyText"/>
              <w:tabs>
                <w:tab w:val="left" w:pos="930"/>
                <w:tab w:val="decimal" w:pos="980"/>
              </w:tabs>
              <w:spacing w:after="0" w:line="240" w:lineRule="auto"/>
              <w:ind w:left="-115" w:right="71"/>
              <w:rPr>
                <w:szCs w:val="22"/>
                <w:lang w:val="en-GB"/>
              </w:rPr>
            </w:pPr>
          </w:p>
        </w:tc>
        <w:tc>
          <w:tcPr>
            <w:tcW w:w="633" w:type="pct"/>
          </w:tcPr>
          <w:p w14:paraId="7335E2E8" w14:textId="77777777" w:rsidR="00F44248" w:rsidRPr="009D42BC" w:rsidDel="008D2C41" w:rsidRDefault="00F44248" w:rsidP="00F44248">
            <w:pPr>
              <w:pStyle w:val="BodyText"/>
              <w:tabs>
                <w:tab w:val="decimal" w:pos="950"/>
              </w:tabs>
              <w:spacing w:after="0" w:line="240" w:lineRule="auto"/>
              <w:ind w:left="-115" w:right="-109"/>
              <w:rPr>
                <w:szCs w:val="22"/>
                <w:lang w:val="en-GB"/>
              </w:rPr>
            </w:pPr>
          </w:p>
        </w:tc>
        <w:tc>
          <w:tcPr>
            <w:tcW w:w="146" w:type="pct"/>
          </w:tcPr>
          <w:p w14:paraId="754EC2C2" w14:textId="77777777" w:rsidR="00F44248" w:rsidRPr="009D42BC" w:rsidRDefault="00F44248" w:rsidP="00F44248">
            <w:pPr>
              <w:pStyle w:val="BodyText"/>
              <w:tabs>
                <w:tab w:val="left" w:pos="930"/>
                <w:tab w:val="decimal" w:pos="980"/>
              </w:tabs>
              <w:spacing w:after="0" w:line="240" w:lineRule="auto"/>
              <w:ind w:left="-115" w:right="71"/>
              <w:rPr>
                <w:szCs w:val="22"/>
                <w:lang w:val="en-GB"/>
              </w:rPr>
            </w:pPr>
          </w:p>
        </w:tc>
        <w:tc>
          <w:tcPr>
            <w:tcW w:w="628" w:type="pct"/>
          </w:tcPr>
          <w:p w14:paraId="69927CA4" w14:textId="7BE6EA33" w:rsidR="00F44248" w:rsidRPr="000B0C6B" w:rsidDel="008D2C41" w:rsidRDefault="00F44248" w:rsidP="00F44248">
            <w:pPr>
              <w:pStyle w:val="BodyText"/>
              <w:tabs>
                <w:tab w:val="decimal" w:pos="940"/>
              </w:tabs>
              <w:spacing w:after="0" w:line="240" w:lineRule="auto"/>
              <w:ind w:left="-115" w:right="-80"/>
              <w:rPr>
                <w:szCs w:val="22"/>
                <w:lang w:val="en-GB"/>
              </w:rPr>
            </w:pPr>
          </w:p>
        </w:tc>
        <w:tc>
          <w:tcPr>
            <w:tcW w:w="147" w:type="pct"/>
          </w:tcPr>
          <w:p w14:paraId="33C49CA2" w14:textId="77777777" w:rsidR="00F44248" w:rsidRPr="009D42BC" w:rsidRDefault="00F44248" w:rsidP="00F44248">
            <w:pPr>
              <w:pStyle w:val="BodyText"/>
              <w:tabs>
                <w:tab w:val="left" w:pos="930"/>
                <w:tab w:val="decimal" w:pos="980"/>
              </w:tabs>
              <w:spacing w:after="0" w:line="240" w:lineRule="auto"/>
              <w:ind w:left="-115" w:right="71"/>
              <w:rPr>
                <w:szCs w:val="22"/>
                <w:lang w:val="en-GB"/>
              </w:rPr>
            </w:pPr>
          </w:p>
        </w:tc>
        <w:tc>
          <w:tcPr>
            <w:tcW w:w="633" w:type="pct"/>
          </w:tcPr>
          <w:p w14:paraId="18B9D2C3" w14:textId="77777777" w:rsidR="00F44248" w:rsidRPr="009D42BC" w:rsidDel="008D2C41" w:rsidRDefault="00F44248" w:rsidP="00F44248">
            <w:pPr>
              <w:pStyle w:val="BodyText"/>
              <w:tabs>
                <w:tab w:val="decimal" w:pos="950"/>
              </w:tabs>
              <w:spacing w:after="0" w:line="240" w:lineRule="auto"/>
              <w:ind w:left="-115" w:right="-90"/>
              <w:rPr>
                <w:szCs w:val="22"/>
                <w:lang w:val="en-GB"/>
              </w:rPr>
            </w:pPr>
          </w:p>
        </w:tc>
      </w:tr>
      <w:tr w:rsidR="00F44248" w:rsidRPr="001A3152" w14:paraId="50902C16" w14:textId="77777777" w:rsidTr="00C861F3">
        <w:tc>
          <w:tcPr>
            <w:tcW w:w="2037" w:type="pct"/>
          </w:tcPr>
          <w:p w14:paraId="7D2B71FD" w14:textId="55FDA196" w:rsidR="00F44248" w:rsidRPr="001A3152" w:rsidRDefault="00F44248" w:rsidP="00F44248">
            <w:pPr>
              <w:spacing w:line="240" w:lineRule="atLeast"/>
              <w:ind w:left="160"/>
              <w:rPr>
                <w:szCs w:val="22"/>
                <w:rtl/>
                <w:cs/>
              </w:rPr>
            </w:pPr>
            <w:r w:rsidRPr="001A3152">
              <w:rPr>
                <w:szCs w:val="22"/>
              </w:rPr>
              <w:t>Short-term employee benefits</w:t>
            </w:r>
          </w:p>
        </w:tc>
        <w:tc>
          <w:tcPr>
            <w:tcW w:w="630" w:type="pct"/>
          </w:tcPr>
          <w:p w14:paraId="06C0E37C" w14:textId="519CB9A6" w:rsidR="00F44248" w:rsidRPr="000B0C6B" w:rsidDel="008D2C41" w:rsidRDefault="005A5CFB" w:rsidP="00F44248">
            <w:pPr>
              <w:pStyle w:val="BodyText"/>
              <w:tabs>
                <w:tab w:val="decimal" w:pos="940"/>
              </w:tabs>
              <w:spacing w:after="0" w:line="240" w:lineRule="auto"/>
              <w:ind w:left="-115" w:right="-109"/>
              <w:rPr>
                <w:szCs w:val="22"/>
                <w:lang w:val="en-GB"/>
              </w:rPr>
            </w:pPr>
            <w:r>
              <w:rPr>
                <w:szCs w:val="22"/>
                <w:lang w:val="en-GB"/>
              </w:rPr>
              <w:t>7,538</w:t>
            </w:r>
          </w:p>
        </w:tc>
        <w:tc>
          <w:tcPr>
            <w:tcW w:w="146" w:type="pct"/>
          </w:tcPr>
          <w:p w14:paraId="30E3C72B"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33" w:type="pct"/>
          </w:tcPr>
          <w:p w14:paraId="2D5C7C29" w14:textId="6A771E19" w:rsidR="00F44248" w:rsidRPr="008A6E85" w:rsidDel="008D2C41" w:rsidRDefault="00F44248" w:rsidP="00F44248">
            <w:pPr>
              <w:pStyle w:val="BodyText"/>
              <w:tabs>
                <w:tab w:val="decimal" w:pos="950"/>
              </w:tabs>
              <w:spacing w:after="0" w:line="240" w:lineRule="auto"/>
              <w:ind w:left="-115" w:right="-109"/>
              <w:rPr>
                <w:szCs w:val="22"/>
                <w:lang w:val="en-GB"/>
              </w:rPr>
            </w:pPr>
            <w:r w:rsidRPr="008877FE">
              <w:rPr>
                <w:szCs w:val="22"/>
                <w:lang w:val="en-GB"/>
              </w:rPr>
              <w:t>7,3</w:t>
            </w:r>
            <w:r>
              <w:rPr>
                <w:szCs w:val="22"/>
                <w:lang w:val="en-GB"/>
              </w:rPr>
              <w:t>80</w:t>
            </w:r>
          </w:p>
        </w:tc>
        <w:tc>
          <w:tcPr>
            <w:tcW w:w="146" w:type="pct"/>
          </w:tcPr>
          <w:p w14:paraId="50140BEF"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28" w:type="pct"/>
          </w:tcPr>
          <w:p w14:paraId="2C1A9DE7" w14:textId="2C4C7A88" w:rsidR="00F44248" w:rsidRPr="000B0C6B" w:rsidDel="008D2C41" w:rsidRDefault="005A5CFB" w:rsidP="00F44248">
            <w:pPr>
              <w:pStyle w:val="BodyText"/>
              <w:tabs>
                <w:tab w:val="decimal" w:pos="940"/>
              </w:tabs>
              <w:spacing w:after="0" w:line="240" w:lineRule="auto"/>
              <w:ind w:left="-115" w:right="-80"/>
              <w:rPr>
                <w:szCs w:val="22"/>
                <w:lang w:val="en-GB"/>
              </w:rPr>
            </w:pPr>
            <w:r>
              <w:rPr>
                <w:szCs w:val="22"/>
                <w:lang w:val="en-GB"/>
              </w:rPr>
              <w:t>7,253</w:t>
            </w:r>
          </w:p>
        </w:tc>
        <w:tc>
          <w:tcPr>
            <w:tcW w:w="147" w:type="pct"/>
          </w:tcPr>
          <w:p w14:paraId="142864BD"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33" w:type="pct"/>
          </w:tcPr>
          <w:p w14:paraId="6CAD5484" w14:textId="7CD6ED6E" w:rsidR="00F44248" w:rsidRPr="008A6E85" w:rsidDel="008D2C41" w:rsidRDefault="00F44248" w:rsidP="00F44248">
            <w:pPr>
              <w:pStyle w:val="BodyText"/>
              <w:tabs>
                <w:tab w:val="decimal" w:pos="950"/>
              </w:tabs>
              <w:spacing w:after="0" w:line="240" w:lineRule="auto"/>
              <w:ind w:left="-115" w:right="-90"/>
              <w:rPr>
                <w:szCs w:val="22"/>
                <w:lang w:val="en-GB"/>
              </w:rPr>
            </w:pPr>
            <w:r w:rsidRPr="008877FE">
              <w:rPr>
                <w:szCs w:val="22"/>
                <w:lang w:val="en-GB"/>
              </w:rPr>
              <w:t>6,875</w:t>
            </w:r>
          </w:p>
        </w:tc>
      </w:tr>
      <w:tr w:rsidR="00F44248" w:rsidRPr="001A3152" w14:paraId="22664E88" w14:textId="77777777" w:rsidTr="00C861F3">
        <w:tc>
          <w:tcPr>
            <w:tcW w:w="2037" w:type="pct"/>
          </w:tcPr>
          <w:p w14:paraId="45F823A1" w14:textId="6EFF973C" w:rsidR="00F44248" w:rsidRPr="001A3152" w:rsidRDefault="00F44248" w:rsidP="00F44248">
            <w:pPr>
              <w:spacing w:line="240" w:lineRule="atLeast"/>
              <w:ind w:left="160"/>
              <w:rPr>
                <w:szCs w:val="22"/>
                <w:rtl/>
                <w:cs/>
              </w:rPr>
            </w:pPr>
            <w:r w:rsidRPr="001A3152">
              <w:rPr>
                <w:szCs w:val="22"/>
              </w:rPr>
              <w:t>Post-employment benefit</w:t>
            </w:r>
            <w:r>
              <w:rPr>
                <w:szCs w:val="22"/>
              </w:rPr>
              <w:t>s</w:t>
            </w:r>
          </w:p>
        </w:tc>
        <w:tc>
          <w:tcPr>
            <w:tcW w:w="630" w:type="pct"/>
          </w:tcPr>
          <w:p w14:paraId="5B7BB6F2" w14:textId="47FD401F" w:rsidR="00F44248" w:rsidRPr="000B0C6B" w:rsidDel="008D2C41" w:rsidRDefault="005A5CFB" w:rsidP="00F44248">
            <w:pPr>
              <w:pStyle w:val="BodyText"/>
              <w:tabs>
                <w:tab w:val="decimal" w:pos="940"/>
              </w:tabs>
              <w:spacing w:after="0" w:line="240" w:lineRule="auto"/>
              <w:ind w:right="-109"/>
              <w:rPr>
                <w:szCs w:val="22"/>
                <w:lang w:val="en-GB"/>
              </w:rPr>
            </w:pPr>
            <w:r>
              <w:rPr>
                <w:szCs w:val="22"/>
                <w:lang w:val="en-GB"/>
              </w:rPr>
              <w:t>639</w:t>
            </w:r>
          </w:p>
        </w:tc>
        <w:tc>
          <w:tcPr>
            <w:tcW w:w="146" w:type="pct"/>
          </w:tcPr>
          <w:p w14:paraId="34264B7D"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33" w:type="pct"/>
          </w:tcPr>
          <w:p w14:paraId="3C2AD1A1" w14:textId="76CA9818" w:rsidR="00F44248" w:rsidRPr="008A6E85" w:rsidDel="008D2C41" w:rsidRDefault="00F44248" w:rsidP="00F44248">
            <w:pPr>
              <w:pStyle w:val="BodyText"/>
              <w:tabs>
                <w:tab w:val="decimal" w:pos="950"/>
              </w:tabs>
              <w:spacing w:after="0" w:line="240" w:lineRule="auto"/>
              <w:ind w:left="-115" w:right="-109"/>
              <w:rPr>
                <w:szCs w:val="22"/>
                <w:lang w:val="en-GB"/>
              </w:rPr>
            </w:pPr>
            <w:r w:rsidRPr="008877FE">
              <w:rPr>
                <w:szCs w:val="22"/>
                <w:lang w:val="en-GB"/>
              </w:rPr>
              <w:t>567</w:t>
            </w:r>
          </w:p>
        </w:tc>
        <w:tc>
          <w:tcPr>
            <w:tcW w:w="146" w:type="pct"/>
          </w:tcPr>
          <w:p w14:paraId="51B8D173"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28" w:type="pct"/>
          </w:tcPr>
          <w:p w14:paraId="3A47F8F4" w14:textId="052115D8" w:rsidR="00F44248" w:rsidRPr="000B0C6B" w:rsidDel="008D2C41" w:rsidRDefault="005A5CFB" w:rsidP="00F44248">
            <w:pPr>
              <w:pStyle w:val="BodyText"/>
              <w:tabs>
                <w:tab w:val="decimal" w:pos="940"/>
              </w:tabs>
              <w:spacing w:after="0" w:line="240" w:lineRule="auto"/>
              <w:ind w:left="-115" w:right="-80"/>
              <w:rPr>
                <w:szCs w:val="22"/>
                <w:lang w:val="en-GB"/>
              </w:rPr>
            </w:pPr>
            <w:r>
              <w:rPr>
                <w:szCs w:val="22"/>
                <w:lang w:val="en-GB"/>
              </w:rPr>
              <w:t>613</w:t>
            </w:r>
          </w:p>
        </w:tc>
        <w:tc>
          <w:tcPr>
            <w:tcW w:w="147" w:type="pct"/>
          </w:tcPr>
          <w:p w14:paraId="762669C0"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33" w:type="pct"/>
          </w:tcPr>
          <w:p w14:paraId="3AB3E509" w14:textId="5C5F99A8" w:rsidR="00F44248" w:rsidRPr="008A6E85" w:rsidDel="008D2C41" w:rsidRDefault="00F44248" w:rsidP="00F44248">
            <w:pPr>
              <w:pStyle w:val="BodyText"/>
              <w:tabs>
                <w:tab w:val="decimal" w:pos="950"/>
              </w:tabs>
              <w:spacing w:after="0" w:line="240" w:lineRule="auto"/>
              <w:ind w:left="-115" w:right="-90"/>
              <w:rPr>
                <w:szCs w:val="22"/>
                <w:lang w:val="en-GB"/>
              </w:rPr>
            </w:pPr>
            <w:r w:rsidRPr="008877FE">
              <w:rPr>
                <w:szCs w:val="22"/>
                <w:lang w:val="en-GB"/>
              </w:rPr>
              <w:t>530</w:t>
            </w:r>
          </w:p>
        </w:tc>
      </w:tr>
      <w:tr w:rsidR="00F44248" w:rsidRPr="001A3152" w14:paraId="1C0F9D94" w14:textId="77777777" w:rsidTr="00C861F3">
        <w:tc>
          <w:tcPr>
            <w:tcW w:w="2037" w:type="pct"/>
          </w:tcPr>
          <w:p w14:paraId="7D52C4C7" w14:textId="5E59D5DA" w:rsidR="00F44248" w:rsidRPr="001A3152" w:rsidRDefault="00F44248" w:rsidP="00F44248">
            <w:pPr>
              <w:spacing w:line="240" w:lineRule="atLeast"/>
              <w:ind w:left="160"/>
              <w:rPr>
                <w:szCs w:val="22"/>
              </w:rPr>
            </w:pPr>
            <w:r w:rsidRPr="001A3152">
              <w:rPr>
                <w:szCs w:val="22"/>
              </w:rPr>
              <w:t>Other benefit</w:t>
            </w:r>
            <w:r>
              <w:rPr>
                <w:szCs w:val="22"/>
              </w:rPr>
              <w:t>s</w:t>
            </w:r>
          </w:p>
        </w:tc>
        <w:tc>
          <w:tcPr>
            <w:tcW w:w="630" w:type="pct"/>
            <w:tcBorders>
              <w:bottom w:val="single" w:sz="4" w:space="0" w:color="auto"/>
            </w:tcBorders>
          </w:tcPr>
          <w:p w14:paraId="6B5406CB" w14:textId="4806342E" w:rsidR="00F44248" w:rsidRPr="000B0C6B" w:rsidDel="008D2C41" w:rsidRDefault="005A5CFB" w:rsidP="00F44248">
            <w:pPr>
              <w:pStyle w:val="BodyText"/>
              <w:tabs>
                <w:tab w:val="decimal" w:pos="940"/>
              </w:tabs>
              <w:spacing w:after="0" w:line="240" w:lineRule="auto"/>
              <w:ind w:left="-115" w:right="-109"/>
              <w:rPr>
                <w:szCs w:val="22"/>
                <w:lang w:val="en-GB"/>
              </w:rPr>
            </w:pPr>
            <w:r>
              <w:rPr>
                <w:szCs w:val="22"/>
                <w:lang w:val="en-GB"/>
              </w:rPr>
              <w:t>874</w:t>
            </w:r>
          </w:p>
        </w:tc>
        <w:tc>
          <w:tcPr>
            <w:tcW w:w="146" w:type="pct"/>
          </w:tcPr>
          <w:p w14:paraId="1195875F"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33" w:type="pct"/>
            <w:tcBorders>
              <w:bottom w:val="single" w:sz="4" w:space="0" w:color="auto"/>
            </w:tcBorders>
          </w:tcPr>
          <w:p w14:paraId="3076F119" w14:textId="5539C9F4" w:rsidR="00F44248" w:rsidRPr="008A6E85" w:rsidDel="008D2C41" w:rsidRDefault="00F44248" w:rsidP="00F44248">
            <w:pPr>
              <w:pStyle w:val="BodyText"/>
              <w:tabs>
                <w:tab w:val="decimal" w:pos="950"/>
              </w:tabs>
              <w:spacing w:after="0" w:line="240" w:lineRule="auto"/>
              <w:ind w:left="-115" w:right="-109"/>
              <w:rPr>
                <w:szCs w:val="22"/>
                <w:lang w:val="en-GB"/>
              </w:rPr>
            </w:pPr>
            <w:r w:rsidRPr="008877FE">
              <w:rPr>
                <w:szCs w:val="22"/>
                <w:lang w:val="en-GB"/>
              </w:rPr>
              <w:t>896</w:t>
            </w:r>
          </w:p>
        </w:tc>
        <w:tc>
          <w:tcPr>
            <w:tcW w:w="146" w:type="pct"/>
          </w:tcPr>
          <w:p w14:paraId="5E0C1EA7"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28" w:type="pct"/>
            <w:tcBorders>
              <w:bottom w:val="single" w:sz="4" w:space="0" w:color="auto"/>
            </w:tcBorders>
          </w:tcPr>
          <w:p w14:paraId="1200CCF4" w14:textId="7E08576B" w:rsidR="00F44248" w:rsidRPr="000B0C6B" w:rsidDel="008D2C41" w:rsidRDefault="005A5CFB" w:rsidP="00F44248">
            <w:pPr>
              <w:pStyle w:val="BodyText"/>
              <w:tabs>
                <w:tab w:val="decimal" w:pos="940"/>
              </w:tabs>
              <w:spacing w:after="0" w:line="240" w:lineRule="auto"/>
              <w:ind w:left="-115" w:right="-80"/>
              <w:rPr>
                <w:szCs w:val="22"/>
                <w:lang w:val="en-GB"/>
              </w:rPr>
            </w:pPr>
            <w:r>
              <w:rPr>
                <w:szCs w:val="22"/>
                <w:lang w:val="en-GB"/>
              </w:rPr>
              <w:t>874</w:t>
            </w:r>
          </w:p>
        </w:tc>
        <w:tc>
          <w:tcPr>
            <w:tcW w:w="147" w:type="pct"/>
          </w:tcPr>
          <w:p w14:paraId="43C36FC7"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33" w:type="pct"/>
            <w:tcBorders>
              <w:bottom w:val="single" w:sz="4" w:space="0" w:color="auto"/>
            </w:tcBorders>
          </w:tcPr>
          <w:p w14:paraId="3BA3F58B" w14:textId="5A96B63E" w:rsidR="00F44248" w:rsidRPr="008A6E85" w:rsidDel="008D2C41" w:rsidRDefault="00F44248" w:rsidP="00F44248">
            <w:pPr>
              <w:pStyle w:val="BodyText"/>
              <w:tabs>
                <w:tab w:val="decimal" w:pos="950"/>
              </w:tabs>
              <w:spacing w:after="0" w:line="240" w:lineRule="auto"/>
              <w:ind w:left="-115" w:right="-90"/>
              <w:rPr>
                <w:szCs w:val="22"/>
                <w:lang w:val="en-GB"/>
              </w:rPr>
            </w:pPr>
            <w:r w:rsidRPr="008877FE">
              <w:rPr>
                <w:szCs w:val="22"/>
                <w:lang w:val="en-GB"/>
              </w:rPr>
              <w:t>896</w:t>
            </w:r>
          </w:p>
        </w:tc>
      </w:tr>
      <w:tr w:rsidR="00F44248" w:rsidRPr="001A3152" w14:paraId="097186B9" w14:textId="77777777" w:rsidTr="00C861F3">
        <w:tc>
          <w:tcPr>
            <w:tcW w:w="2037" w:type="pct"/>
          </w:tcPr>
          <w:p w14:paraId="07B8367A" w14:textId="33C7D1E0" w:rsidR="00F44248" w:rsidRPr="008947A5" w:rsidRDefault="00F44248" w:rsidP="00F44248">
            <w:pPr>
              <w:spacing w:line="240" w:lineRule="atLeast"/>
              <w:ind w:left="160"/>
              <w:rPr>
                <w:szCs w:val="22"/>
              </w:rPr>
            </w:pPr>
            <w:r w:rsidRPr="008947A5">
              <w:rPr>
                <w:szCs w:val="22"/>
              </w:rPr>
              <w:t>Total key management</w:t>
            </w:r>
          </w:p>
        </w:tc>
        <w:tc>
          <w:tcPr>
            <w:tcW w:w="630" w:type="pct"/>
            <w:tcBorders>
              <w:top w:val="single" w:sz="4" w:space="0" w:color="auto"/>
            </w:tcBorders>
          </w:tcPr>
          <w:p w14:paraId="410EAD47" w14:textId="77777777" w:rsidR="00F44248" w:rsidRPr="008A6E85" w:rsidRDefault="00F44248" w:rsidP="00F44248">
            <w:pPr>
              <w:pStyle w:val="BodyText"/>
              <w:tabs>
                <w:tab w:val="decimal" w:pos="940"/>
              </w:tabs>
              <w:spacing w:after="0" w:line="240" w:lineRule="auto"/>
              <w:ind w:left="-115" w:right="-109"/>
              <w:rPr>
                <w:szCs w:val="22"/>
                <w:lang w:val="en-GB"/>
              </w:rPr>
            </w:pPr>
          </w:p>
        </w:tc>
        <w:tc>
          <w:tcPr>
            <w:tcW w:w="146" w:type="pct"/>
          </w:tcPr>
          <w:p w14:paraId="6B1A5727"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33" w:type="pct"/>
            <w:tcBorders>
              <w:top w:val="single" w:sz="4" w:space="0" w:color="auto"/>
            </w:tcBorders>
          </w:tcPr>
          <w:p w14:paraId="6C8E759E" w14:textId="77777777" w:rsidR="00F44248" w:rsidRPr="008A6E85" w:rsidRDefault="00F44248" w:rsidP="00F44248">
            <w:pPr>
              <w:pStyle w:val="BodyText"/>
              <w:tabs>
                <w:tab w:val="decimal" w:pos="950"/>
              </w:tabs>
              <w:spacing w:after="0" w:line="240" w:lineRule="auto"/>
              <w:ind w:left="-115" w:right="-109"/>
              <w:rPr>
                <w:szCs w:val="22"/>
                <w:lang w:val="en-US"/>
              </w:rPr>
            </w:pPr>
          </w:p>
        </w:tc>
        <w:tc>
          <w:tcPr>
            <w:tcW w:w="146" w:type="pct"/>
          </w:tcPr>
          <w:p w14:paraId="30431161"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28" w:type="pct"/>
            <w:tcBorders>
              <w:top w:val="single" w:sz="4" w:space="0" w:color="auto"/>
            </w:tcBorders>
          </w:tcPr>
          <w:p w14:paraId="17FE8E22" w14:textId="77777777" w:rsidR="00F44248" w:rsidRPr="000B0C6B" w:rsidRDefault="00F44248" w:rsidP="00F44248">
            <w:pPr>
              <w:pStyle w:val="BodyText"/>
              <w:tabs>
                <w:tab w:val="decimal" w:pos="940"/>
              </w:tabs>
              <w:spacing w:after="0" w:line="240" w:lineRule="auto"/>
              <w:ind w:left="-115" w:right="-80"/>
              <w:rPr>
                <w:szCs w:val="22"/>
                <w:lang w:val="en-GB"/>
              </w:rPr>
            </w:pPr>
          </w:p>
        </w:tc>
        <w:tc>
          <w:tcPr>
            <w:tcW w:w="147" w:type="pct"/>
          </w:tcPr>
          <w:p w14:paraId="1B9F644D"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33" w:type="pct"/>
            <w:tcBorders>
              <w:top w:val="single" w:sz="4" w:space="0" w:color="auto"/>
            </w:tcBorders>
          </w:tcPr>
          <w:p w14:paraId="4CD7AF6B" w14:textId="77777777" w:rsidR="00F44248" w:rsidRPr="008A6E85" w:rsidRDefault="00F44248" w:rsidP="00F44248">
            <w:pPr>
              <w:pStyle w:val="BodyText"/>
              <w:tabs>
                <w:tab w:val="decimal" w:pos="950"/>
              </w:tabs>
              <w:spacing w:after="0" w:line="240" w:lineRule="auto"/>
              <w:ind w:left="-115" w:right="-90"/>
              <w:rPr>
                <w:szCs w:val="22"/>
                <w:lang w:val="en-US"/>
              </w:rPr>
            </w:pPr>
          </w:p>
        </w:tc>
      </w:tr>
      <w:tr w:rsidR="00F44248" w:rsidRPr="001A3152" w14:paraId="44878CBF" w14:textId="77777777" w:rsidTr="00C861F3">
        <w:tc>
          <w:tcPr>
            <w:tcW w:w="2037" w:type="pct"/>
          </w:tcPr>
          <w:p w14:paraId="2FCF6E4B" w14:textId="1C9F0A6E" w:rsidR="00F44248" w:rsidRPr="008947A5" w:rsidRDefault="00F44248" w:rsidP="00F44248">
            <w:pPr>
              <w:spacing w:line="240" w:lineRule="atLeast"/>
              <w:ind w:firstLine="340"/>
              <w:rPr>
                <w:szCs w:val="22"/>
              </w:rPr>
            </w:pPr>
            <w:r w:rsidRPr="008947A5">
              <w:rPr>
                <w:szCs w:val="22"/>
              </w:rPr>
              <w:t>personnel compensation</w:t>
            </w:r>
          </w:p>
        </w:tc>
        <w:tc>
          <w:tcPr>
            <w:tcW w:w="630" w:type="pct"/>
            <w:tcBorders>
              <w:bottom w:val="double" w:sz="4" w:space="0" w:color="auto"/>
            </w:tcBorders>
          </w:tcPr>
          <w:p w14:paraId="43C70E95" w14:textId="2EED8D77" w:rsidR="00F44248" w:rsidRPr="008A6E85" w:rsidRDefault="005A5CFB" w:rsidP="00F44248">
            <w:pPr>
              <w:pStyle w:val="BodyText"/>
              <w:tabs>
                <w:tab w:val="decimal" w:pos="940"/>
              </w:tabs>
              <w:spacing w:after="0" w:line="240" w:lineRule="auto"/>
              <w:ind w:left="-115" w:right="-109"/>
              <w:rPr>
                <w:szCs w:val="22"/>
                <w:lang w:val="en-GB"/>
              </w:rPr>
            </w:pPr>
            <w:r>
              <w:rPr>
                <w:szCs w:val="22"/>
                <w:lang w:val="en-GB"/>
              </w:rPr>
              <w:t>9,051</w:t>
            </w:r>
          </w:p>
        </w:tc>
        <w:tc>
          <w:tcPr>
            <w:tcW w:w="146" w:type="pct"/>
          </w:tcPr>
          <w:p w14:paraId="46875414"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33" w:type="pct"/>
            <w:tcBorders>
              <w:bottom w:val="double" w:sz="4" w:space="0" w:color="auto"/>
            </w:tcBorders>
          </w:tcPr>
          <w:p w14:paraId="50B156F6" w14:textId="25056B96" w:rsidR="00F44248" w:rsidRPr="008A6E85" w:rsidRDefault="00F44248" w:rsidP="00F44248">
            <w:pPr>
              <w:pStyle w:val="BodyText"/>
              <w:tabs>
                <w:tab w:val="decimal" w:pos="950"/>
              </w:tabs>
              <w:spacing w:after="0" w:line="240" w:lineRule="auto"/>
              <w:ind w:left="-115" w:right="-109"/>
              <w:rPr>
                <w:szCs w:val="22"/>
                <w:lang w:val="en-US"/>
              </w:rPr>
            </w:pPr>
            <w:r w:rsidRPr="008877FE">
              <w:rPr>
                <w:szCs w:val="22"/>
                <w:lang w:val="en-GB"/>
              </w:rPr>
              <w:t>8,8</w:t>
            </w:r>
            <w:r>
              <w:rPr>
                <w:szCs w:val="22"/>
                <w:lang w:val="en-GB"/>
              </w:rPr>
              <w:t>43</w:t>
            </w:r>
          </w:p>
        </w:tc>
        <w:tc>
          <w:tcPr>
            <w:tcW w:w="146" w:type="pct"/>
          </w:tcPr>
          <w:p w14:paraId="3E61F116"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28" w:type="pct"/>
            <w:tcBorders>
              <w:bottom w:val="double" w:sz="4" w:space="0" w:color="auto"/>
            </w:tcBorders>
          </w:tcPr>
          <w:p w14:paraId="4E6AAB0A" w14:textId="603165F9" w:rsidR="00F44248" w:rsidRPr="008A6E85" w:rsidRDefault="005A5CFB" w:rsidP="00F44248">
            <w:pPr>
              <w:pStyle w:val="BodyText"/>
              <w:tabs>
                <w:tab w:val="decimal" w:pos="940"/>
              </w:tabs>
              <w:spacing w:after="0" w:line="240" w:lineRule="auto"/>
              <w:ind w:left="-115" w:right="-80"/>
              <w:rPr>
                <w:szCs w:val="22"/>
                <w:lang w:val="en-GB"/>
              </w:rPr>
            </w:pPr>
            <w:r>
              <w:rPr>
                <w:szCs w:val="22"/>
                <w:lang w:val="en-GB"/>
              </w:rPr>
              <w:t>8,740</w:t>
            </w:r>
          </w:p>
        </w:tc>
        <w:tc>
          <w:tcPr>
            <w:tcW w:w="147" w:type="pct"/>
          </w:tcPr>
          <w:p w14:paraId="6D307480" w14:textId="77777777" w:rsidR="00F44248" w:rsidRPr="008A6E85" w:rsidRDefault="00F44248" w:rsidP="00F44248">
            <w:pPr>
              <w:pStyle w:val="BodyText"/>
              <w:tabs>
                <w:tab w:val="decimal" w:pos="955"/>
              </w:tabs>
              <w:spacing w:after="0" w:line="240" w:lineRule="auto"/>
              <w:ind w:left="-115" w:right="-109"/>
              <w:rPr>
                <w:szCs w:val="22"/>
                <w:lang w:val="en-GB"/>
              </w:rPr>
            </w:pPr>
          </w:p>
        </w:tc>
        <w:tc>
          <w:tcPr>
            <w:tcW w:w="633" w:type="pct"/>
            <w:tcBorders>
              <w:bottom w:val="double" w:sz="4" w:space="0" w:color="auto"/>
            </w:tcBorders>
          </w:tcPr>
          <w:p w14:paraId="76F2327B" w14:textId="62DA5E29" w:rsidR="00F44248" w:rsidRPr="008A6E85" w:rsidRDefault="00F44248" w:rsidP="00F44248">
            <w:pPr>
              <w:pStyle w:val="BodyText"/>
              <w:tabs>
                <w:tab w:val="decimal" w:pos="950"/>
              </w:tabs>
              <w:spacing w:after="0" w:line="240" w:lineRule="auto"/>
              <w:ind w:left="-115" w:right="-90"/>
              <w:rPr>
                <w:szCs w:val="22"/>
                <w:lang w:val="en-US"/>
              </w:rPr>
            </w:pPr>
            <w:r w:rsidRPr="008877FE">
              <w:rPr>
                <w:szCs w:val="22"/>
                <w:lang w:val="en-GB"/>
              </w:rPr>
              <w:t>8,301</w:t>
            </w:r>
          </w:p>
        </w:tc>
      </w:tr>
    </w:tbl>
    <w:p w14:paraId="0091295B" w14:textId="4ED23984" w:rsidR="00C861F3" w:rsidRPr="00C861F3" w:rsidRDefault="00C861F3">
      <w:pPr>
        <w:rPr>
          <w:lang w:val="en-US"/>
        </w:rPr>
      </w:pPr>
      <w:bookmarkStart w:id="6" w:name="_Hlk7548910"/>
    </w:p>
    <w:tbl>
      <w:tblPr>
        <w:tblW w:w="9178" w:type="dxa"/>
        <w:tblInd w:w="450" w:type="dxa"/>
        <w:tblLayout w:type="fixed"/>
        <w:tblCellMar>
          <w:left w:w="79" w:type="dxa"/>
          <w:right w:w="79" w:type="dxa"/>
        </w:tblCellMar>
        <w:tblLook w:val="0000" w:firstRow="0" w:lastRow="0" w:firstColumn="0" w:lastColumn="0" w:noHBand="0" w:noVBand="0"/>
      </w:tblPr>
      <w:tblGrid>
        <w:gridCol w:w="3779"/>
        <w:gridCol w:w="1142"/>
        <w:gridCol w:w="204"/>
        <w:gridCol w:w="1171"/>
        <w:gridCol w:w="213"/>
        <w:gridCol w:w="1226"/>
        <w:gridCol w:w="272"/>
        <w:gridCol w:w="1171"/>
      </w:tblGrid>
      <w:tr w:rsidR="00882020" w:rsidRPr="001A3152" w14:paraId="55234133" w14:textId="77777777" w:rsidTr="00C861F3">
        <w:trPr>
          <w:cantSplit/>
          <w:tblHeader/>
        </w:trPr>
        <w:tc>
          <w:tcPr>
            <w:tcW w:w="2059" w:type="pct"/>
            <w:vAlign w:val="bottom"/>
          </w:tcPr>
          <w:p w14:paraId="2E79C8B6" w14:textId="77B1F1AB" w:rsidR="00882020" w:rsidRPr="00034BDF" w:rsidRDefault="00882020" w:rsidP="00882020">
            <w:pPr>
              <w:pStyle w:val="acctmergecolhdg"/>
              <w:spacing w:line="240" w:lineRule="atLeast"/>
              <w:rPr>
                <w:szCs w:val="22"/>
                <w:lang w:val="en-US"/>
              </w:rPr>
            </w:pPr>
          </w:p>
        </w:tc>
        <w:tc>
          <w:tcPr>
            <w:tcW w:w="1371" w:type="pct"/>
            <w:gridSpan w:val="3"/>
          </w:tcPr>
          <w:p w14:paraId="509156DA" w14:textId="1458D1EA" w:rsidR="00882020" w:rsidRPr="001A3152" w:rsidRDefault="00882020" w:rsidP="00882020">
            <w:pPr>
              <w:pStyle w:val="acctmergecolhdg"/>
              <w:spacing w:line="240" w:lineRule="atLeast"/>
              <w:rPr>
                <w:szCs w:val="22"/>
              </w:rPr>
            </w:pPr>
            <w:r w:rsidRPr="001A3152">
              <w:rPr>
                <w:szCs w:val="22"/>
              </w:rPr>
              <w:t xml:space="preserve">Consolidated </w:t>
            </w:r>
          </w:p>
          <w:p w14:paraId="72BDC5F4" w14:textId="35E570A9" w:rsidR="00882020" w:rsidRPr="001A3152" w:rsidRDefault="00882020" w:rsidP="00882020">
            <w:pPr>
              <w:pStyle w:val="acctmergecolhdg"/>
              <w:spacing w:line="240" w:lineRule="atLeast"/>
              <w:rPr>
                <w:szCs w:val="22"/>
              </w:rPr>
            </w:pPr>
            <w:r w:rsidRPr="001A3152">
              <w:rPr>
                <w:szCs w:val="22"/>
              </w:rPr>
              <w:t>financial statements</w:t>
            </w:r>
          </w:p>
        </w:tc>
        <w:tc>
          <w:tcPr>
            <w:tcW w:w="116" w:type="pct"/>
          </w:tcPr>
          <w:p w14:paraId="75601CE5" w14:textId="77777777" w:rsidR="00882020" w:rsidRPr="001A3152" w:rsidRDefault="00882020" w:rsidP="00882020">
            <w:pPr>
              <w:pStyle w:val="acctmergecolhdg"/>
              <w:spacing w:line="240" w:lineRule="atLeast"/>
              <w:rPr>
                <w:szCs w:val="22"/>
              </w:rPr>
            </w:pPr>
          </w:p>
        </w:tc>
        <w:tc>
          <w:tcPr>
            <w:tcW w:w="1454" w:type="pct"/>
            <w:gridSpan w:val="3"/>
          </w:tcPr>
          <w:p w14:paraId="034175C1" w14:textId="77777777" w:rsidR="00882020" w:rsidRPr="001A3152" w:rsidRDefault="00882020" w:rsidP="00882020">
            <w:pPr>
              <w:pStyle w:val="acctmergecolhdg"/>
              <w:spacing w:line="240" w:lineRule="atLeast"/>
              <w:rPr>
                <w:szCs w:val="22"/>
              </w:rPr>
            </w:pPr>
            <w:r w:rsidRPr="001A3152">
              <w:rPr>
                <w:szCs w:val="22"/>
              </w:rPr>
              <w:t xml:space="preserve">Separate </w:t>
            </w:r>
          </w:p>
          <w:p w14:paraId="014F2AA2" w14:textId="10D2B513" w:rsidR="00882020" w:rsidRPr="001A3152" w:rsidRDefault="00882020" w:rsidP="00882020">
            <w:pPr>
              <w:pStyle w:val="acctmergecolhdg"/>
              <w:spacing w:line="240" w:lineRule="atLeast"/>
              <w:rPr>
                <w:szCs w:val="22"/>
              </w:rPr>
            </w:pPr>
            <w:r w:rsidRPr="001A3152">
              <w:rPr>
                <w:szCs w:val="22"/>
              </w:rPr>
              <w:t>financial statements</w:t>
            </w:r>
          </w:p>
        </w:tc>
      </w:tr>
      <w:bookmarkEnd w:id="6"/>
      <w:tr w:rsidR="00C861F3" w:rsidRPr="001A3152" w14:paraId="77846D6C" w14:textId="77777777" w:rsidTr="00C861F3">
        <w:trPr>
          <w:cantSplit/>
          <w:tblHeader/>
        </w:trPr>
        <w:tc>
          <w:tcPr>
            <w:tcW w:w="2059" w:type="pct"/>
          </w:tcPr>
          <w:p w14:paraId="00AE6142" w14:textId="65DC8AED" w:rsidR="00C861F3" w:rsidRPr="00E52E8A" w:rsidRDefault="00C861F3" w:rsidP="00C861F3">
            <w:pPr>
              <w:pStyle w:val="acctmergecolhdg"/>
              <w:spacing w:line="240" w:lineRule="atLeast"/>
              <w:jc w:val="left"/>
              <w:rPr>
                <w:szCs w:val="22"/>
              </w:rPr>
            </w:pPr>
            <w:r w:rsidRPr="00E52E8A">
              <w:rPr>
                <w:i/>
                <w:iCs/>
                <w:szCs w:val="22"/>
                <w:lang w:val="en-US"/>
              </w:rPr>
              <w:t>Balances with related parties as at</w:t>
            </w:r>
          </w:p>
        </w:tc>
        <w:tc>
          <w:tcPr>
            <w:tcW w:w="733" w:type="pct"/>
            <w:gridSpan w:val="2"/>
            <w:vAlign w:val="center"/>
          </w:tcPr>
          <w:p w14:paraId="7391A8CF" w14:textId="461386E8" w:rsidR="00C861F3" w:rsidRPr="001A3152" w:rsidRDefault="00F44248" w:rsidP="00C861F3">
            <w:pPr>
              <w:pStyle w:val="acctmergecolhdg"/>
              <w:spacing w:line="240" w:lineRule="atLeast"/>
              <w:ind w:left="-77" w:right="97"/>
              <w:rPr>
                <w:b w:val="0"/>
                <w:bCs/>
                <w:szCs w:val="22"/>
              </w:rPr>
            </w:pPr>
            <w:r w:rsidRPr="001A3152">
              <w:rPr>
                <w:b w:val="0"/>
                <w:bCs/>
                <w:spacing w:val="-4"/>
                <w:szCs w:val="22"/>
              </w:rPr>
              <w:t>3</w:t>
            </w:r>
            <w:r>
              <w:rPr>
                <w:b w:val="0"/>
                <w:bCs/>
                <w:spacing w:val="-4"/>
                <w:szCs w:val="22"/>
              </w:rPr>
              <w:t>0</w:t>
            </w:r>
            <w:r>
              <w:rPr>
                <w:b w:val="0"/>
                <w:bCs/>
                <w:spacing w:val="-4"/>
                <w:szCs w:val="22"/>
                <w:lang w:val="en-US" w:bidi="th-TH"/>
              </w:rPr>
              <w:t xml:space="preserve"> June</w:t>
            </w:r>
          </w:p>
        </w:tc>
        <w:tc>
          <w:tcPr>
            <w:tcW w:w="638" w:type="pct"/>
            <w:vAlign w:val="center"/>
          </w:tcPr>
          <w:p w14:paraId="360606BC" w14:textId="072794E3" w:rsidR="00C861F3" w:rsidRPr="001A3152" w:rsidRDefault="00C861F3" w:rsidP="00C861F3">
            <w:pPr>
              <w:pStyle w:val="acctmergecolhdg"/>
              <w:spacing w:line="240" w:lineRule="atLeast"/>
              <w:ind w:left="-80" w:right="-76"/>
              <w:rPr>
                <w:b w:val="0"/>
                <w:bCs/>
                <w:szCs w:val="22"/>
              </w:rPr>
            </w:pPr>
            <w:r w:rsidRPr="001A3152">
              <w:rPr>
                <w:b w:val="0"/>
                <w:bCs/>
                <w:spacing w:val="-4"/>
                <w:szCs w:val="22"/>
              </w:rPr>
              <w:t>31 December</w:t>
            </w:r>
          </w:p>
        </w:tc>
        <w:tc>
          <w:tcPr>
            <w:tcW w:w="116" w:type="pct"/>
            <w:vAlign w:val="center"/>
          </w:tcPr>
          <w:p w14:paraId="203D25C0" w14:textId="77777777" w:rsidR="00C861F3" w:rsidRPr="001A3152" w:rsidRDefault="00C861F3" w:rsidP="00882020">
            <w:pPr>
              <w:pStyle w:val="acctmergecolhdg"/>
              <w:spacing w:line="240" w:lineRule="atLeast"/>
              <w:rPr>
                <w:b w:val="0"/>
                <w:bCs/>
                <w:szCs w:val="22"/>
              </w:rPr>
            </w:pPr>
          </w:p>
        </w:tc>
        <w:tc>
          <w:tcPr>
            <w:tcW w:w="816" w:type="pct"/>
            <w:gridSpan w:val="2"/>
            <w:vAlign w:val="center"/>
          </w:tcPr>
          <w:p w14:paraId="35ADE859" w14:textId="755C1B35" w:rsidR="00C861F3" w:rsidRPr="001A3152" w:rsidRDefault="00F44248" w:rsidP="00C861F3">
            <w:pPr>
              <w:pStyle w:val="acctmergecolhdg"/>
              <w:spacing w:line="240" w:lineRule="atLeast"/>
              <w:ind w:left="-107" w:right="187" w:firstLine="90"/>
              <w:rPr>
                <w:b w:val="0"/>
                <w:bCs/>
                <w:szCs w:val="22"/>
              </w:rPr>
            </w:pPr>
            <w:r w:rsidRPr="001A3152">
              <w:rPr>
                <w:b w:val="0"/>
                <w:bCs/>
                <w:spacing w:val="-4"/>
                <w:szCs w:val="22"/>
              </w:rPr>
              <w:t>3</w:t>
            </w:r>
            <w:r>
              <w:rPr>
                <w:b w:val="0"/>
                <w:bCs/>
                <w:spacing w:val="-4"/>
                <w:szCs w:val="22"/>
              </w:rPr>
              <w:t>0</w:t>
            </w:r>
            <w:r>
              <w:rPr>
                <w:b w:val="0"/>
                <w:bCs/>
                <w:spacing w:val="-4"/>
                <w:szCs w:val="22"/>
                <w:lang w:val="en-US" w:bidi="th-TH"/>
              </w:rPr>
              <w:t xml:space="preserve"> June</w:t>
            </w:r>
          </w:p>
        </w:tc>
        <w:tc>
          <w:tcPr>
            <w:tcW w:w="638" w:type="pct"/>
            <w:vAlign w:val="center"/>
          </w:tcPr>
          <w:p w14:paraId="6BB7715A" w14:textId="12C01380" w:rsidR="00C861F3" w:rsidRPr="00C861F3" w:rsidRDefault="00C861F3" w:rsidP="00C861F3">
            <w:pPr>
              <w:pStyle w:val="acctmergecolhdg"/>
              <w:spacing w:line="240" w:lineRule="atLeast"/>
              <w:ind w:left="-80" w:right="-76"/>
              <w:rPr>
                <w:b w:val="0"/>
                <w:bCs/>
                <w:spacing w:val="-2"/>
                <w:szCs w:val="22"/>
              </w:rPr>
            </w:pPr>
            <w:r w:rsidRPr="00C861F3">
              <w:rPr>
                <w:b w:val="0"/>
                <w:bCs/>
                <w:spacing w:val="-2"/>
                <w:szCs w:val="22"/>
                <w:lang w:bidi="th-TH"/>
              </w:rPr>
              <w:t>31 December</w:t>
            </w:r>
          </w:p>
        </w:tc>
      </w:tr>
      <w:tr w:rsidR="00882020" w:rsidRPr="001A3152" w14:paraId="2ECA9247" w14:textId="77777777" w:rsidTr="00C861F3">
        <w:trPr>
          <w:cantSplit/>
          <w:tblHeader/>
        </w:trPr>
        <w:tc>
          <w:tcPr>
            <w:tcW w:w="2059" w:type="pct"/>
          </w:tcPr>
          <w:p w14:paraId="1C5BE553" w14:textId="17ABBF0D" w:rsidR="00882020" w:rsidRPr="00E52E8A" w:rsidRDefault="00882020" w:rsidP="00882020">
            <w:pPr>
              <w:pStyle w:val="acctmergecolhdg"/>
              <w:spacing w:line="240" w:lineRule="atLeast"/>
              <w:rPr>
                <w:szCs w:val="22"/>
              </w:rPr>
            </w:pPr>
          </w:p>
        </w:tc>
        <w:tc>
          <w:tcPr>
            <w:tcW w:w="622" w:type="pct"/>
            <w:vAlign w:val="center"/>
          </w:tcPr>
          <w:p w14:paraId="5AD48B89" w14:textId="5BC8C7E5" w:rsidR="00882020" w:rsidRPr="001A3152" w:rsidRDefault="00476863" w:rsidP="00882020">
            <w:pPr>
              <w:pStyle w:val="acctmergecolhdg"/>
              <w:spacing w:line="240" w:lineRule="atLeast"/>
              <w:rPr>
                <w:b w:val="0"/>
                <w:bCs/>
                <w:szCs w:val="22"/>
              </w:rPr>
            </w:pPr>
            <w:r>
              <w:rPr>
                <w:b w:val="0"/>
                <w:bCs/>
                <w:szCs w:val="22"/>
              </w:rPr>
              <w:t>2025</w:t>
            </w:r>
          </w:p>
        </w:tc>
        <w:tc>
          <w:tcPr>
            <w:tcW w:w="111" w:type="pct"/>
            <w:vAlign w:val="center"/>
          </w:tcPr>
          <w:p w14:paraId="26F9ED93" w14:textId="77777777" w:rsidR="00882020" w:rsidRPr="001A3152" w:rsidRDefault="00882020" w:rsidP="00882020">
            <w:pPr>
              <w:pStyle w:val="acctmergecolhdg"/>
              <w:spacing w:line="240" w:lineRule="atLeast"/>
              <w:rPr>
                <w:b w:val="0"/>
                <w:bCs/>
                <w:szCs w:val="22"/>
              </w:rPr>
            </w:pPr>
          </w:p>
        </w:tc>
        <w:tc>
          <w:tcPr>
            <w:tcW w:w="638" w:type="pct"/>
            <w:vAlign w:val="center"/>
          </w:tcPr>
          <w:p w14:paraId="5D1BDBF8" w14:textId="7C968737" w:rsidR="00882020" w:rsidRPr="001A3152" w:rsidRDefault="00476863" w:rsidP="00882020">
            <w:pPr>
              <w:pStyle w:val="acctmergecolhdg"/>
              <w:spacing w:line="240" w:lineRule="atLeast"/>
              <w:rPr>
                <w:b w:val="0"/>
                <w:bCs/>
                <w:spacing w:val="-12"/>
                <w:szCs w:val="22"/>
              </w:rPr>
            </w:pPr>
            <w:r>
              <w:rPr>
                <w:b w:val="0"/>
                <w:bCs/>
                <w:szCs w:val="22"/>
              </w:rPr>
              <w:t>2024</w:t>
            </w:r>
          </w:p>
        </w:tc>
        <w:tc>
          <w:tcPr>
            <w:tcW w:w="116" w:type="pct"/>
            <w:vAlign w:val="center"/>
          </w:tcPr>
          <w:p w14:paraId="10D2A272" w14:textId="77777777" w:rsidR="00882020" w:rsidRPr="001A3152" w:rsidRDefault="00882020" w:rsidP="00882020">
            <w:pPr>
              <w:pStyle w:val="acctmergecolhdg"/>
              <w:spacing w:line="240" w:lineRule="atLeast"/>
              <w:rPr>
                <w:b w:val="0"/>
                <w:bCs/>
                <w:szCs w:val="22"/>
              </w:rPr>
            </w:pPr>
          </w:p>
        </w:tc>
        <w:tc>
          <w:tcPr>
            <w:tcW w:w="668" w:type="pct"/>
            <w:vAlign w:val="center"/>
          </w:tcPr>
          <w:p w14:paraId="7BAEB1B9" w14:textId="403EA149" w:rsidR="00882020" w:rsidRPr="001A3152" w:rsidRDefault="00476863" w:rsidP="00882020">
            <w:pPr>
              <w:pStyle w:val="acctmergecolhdg"/>
              <w:spacing w:line="240" w:lineRule="atLeast"/>
              <w:rPr>
                <w:b w:val="0"/>
                <w:bCs/>
                <w:szCs w:val="22"/>
              </w:rPr>
            </w:pPr>
            <w:r>
              <w:rPr>
                <w:b w:val="0"/>
                <w:bCs/>
                <w:szCs w:val="22"/>
              </w:rPr>
              <w:t>2025</w:t>
            </w:r>
          </w:p>
        </w:tc>
        <w:tc>
          <w:tcPr>
            <w:tcW w:w="148" w:type="pct"/>
            <w:vAlign w:val="center"/>
          </w:tcPr>
          <w:p w14:paraId="77E4FCE4" w14:textId="77777777" w:rsidR="00882020" w:rsidRPr="001A3152" w:rsidRDefault="00882020" w:rsidP="00882020">
            <w:pPr>
              <w:pStyle w:val="acctmergecolhdg"/>
              <w:spacing w:line="240" w:lineRule="atLeast"/>
              <w:rPr>
                <w:b w:val="0"/>
                <w:bCs/>
                <w:szCs w:val="22"/>
              </w:rPr>
            </w:pPr>
          </w:p>
        </w:tc>
        <w:tc>
          <w:tcPr>
            <w:tcW w:w="638" w:type="pct"/>
            <w:vAlign w:val="center"/>
          </w:tcPr>
          <w:p w14:paraId="26C6AC3E" w14:textId="43453F91" w:rsidR="00882020" w:rsidRPr="001A3152" w:rsidRDefault="00476863" w:rsidP="00882020">
            <w:pPr>
              <w:pStyle w:val="acctmergecolhdg"/>
              <w:spacing w:line="240" w:lineRule="atLeast"/>
              <w:rPr>
                <w:b w:val="0"/>
                <w:bCs/>
                <w:spacing w:val="-12"/>
                <w:szCs w:val="22"/>
              </w:rPr>
            </w:pPr>
            <w:r>
              <w:rPr>
                <w:b w:val="0"/>
                <w:bCs/>
                <w:szCs w:val="22"/>
              </w:rPr>
              <w:t>2024</w:t>
            </w:r>
          </w:p>
        </w:tc>
      </w:tr>
      <w:tr w:rsidR="00882020" w:rsidRPr="001A3152" w14:paraId="41880122" w14:textId="77777777" w:rsidTr="00C861F3">
        <w:trPr>
          <w:cantSplit/>
          <w:tblHeader/>
        </w:trPr>
        <w:tc>
          <w:tcPr>
            <w:tcW w:w="2059" w:type="pct"/>
          </w:tcPr>
          <w:p w14:paraId="2676CD3D" w14:textId="36BCC91F" w:rsidR="00882020" w:rsidRPr="001A3152" w:rsidRDefault="00882020" w:rsidP="00882020">
            <w:pPr>
              <w:pStyle w:val="acctfourfigures"/>
              <w:tabs>
                <w:tab w:val="clear" w:pos="765"/>
              </w:tabs>
              <w:spacing w:line="240" w:lineRule="atLeast"/>
              <w:ind w:left="-75" w:right="-75"/>
              <w:jc w:val="center"/>
              <w:rPr>
                <w:i/>
                <w:iCs/>
                <w:szCs w:val="22"/>
              </w:rPr>
            </w:pPr>
          </w:p>
        </w:tc>
        <w:tc>
          <w:tcPr>
            <w:tcW w:w="2941" w:type="pct"/>
            <w:gridSpan w:val="7"/>
          </w:tcPr>
          <w:p w14:paraId="5B720DCB" w14:textId="2AB3FA0E" w:rsidR="00882020" w:rsidRPr="001A3152" w:rsidRDefault="00882020" w:rsidP="00882020">
            <w:pPr>
              <w:pStyle w:val="acctfourfigures"/>
              <w:tabs>
                <w:tab w:val="clear" w:pos="765"/>
              </w:tabs>
              <w:spacing w:line="240" w:lineRule="atLeast"/>
              <w:ind w:left="-75" w:right="-75"/>
              <w:jc w:val="center"/>
              <w:rPr>
                <w:i/>
                <w:iCs/>
                <w:szCs w:val="22"/>
              </w:rPr>
            </w:pPr>
            <w:r w:rsidRPr="001A3152">
              <w:rPr>
                <w:i/>
                <w:iCs/>
                <w:szCs w:val="22"/>
              </w:rPr>
              <w:t>(in thousand Baht)</w:t>
            </w:r>
          </w:p>
        </w:tc>
      </w:tr>
      <w:tr w:rsidR="00882020" w:rsidRPr="001A3152" w14:paraId="76D1DC27" w14:textId="77777777" w:rsidTr="00C861F3">
        <w:trPr>
          <w:cantSplit/>
        </w:trPr>
        <w:tc>
          <w:tcPr>
            <w:tcW w:w="2059" w:type="pct"/>
          </w:tcPr>
          <w:p w14:paraId="0EEE48BD" w14:textId="4C78ABFC" w:rsidR="00882020" w:rsidRPr="001A3152" w:rsidRDefault="00882020" w:rsidP="00882020">
            <w:pPr>
              <w:spacing w:line="240" w:lineRule="atLeast"/>
              <w:rPr>
                <w:szCs w:val="22"/>
              </w:rPr>
            </w:pPr>
            <w:r w:rsidRPr="001A3152">
              <w:rPr>
                <w:b/>
                <w:bCs/>
                <w:i/>
                <w:iCs/>
                <w:szCs w:val="22"/>
                <w:lang w:val="en-US"/>
              </w:rPr>
              <w:t xml:space="preserve">Trade </w:t>
            </w:r>
            <w:r w:rsidRPr="001A3152">
              <w:rPr>
                <w:b/>
                <w:bCs/>
                <w:i/>
                <w:iCs/>
                <w:szCs w:val="22"/>
              </w:rPr>
              <w:t>accounts</w:t>
            </w:r>
            <w:r w:rsidRPr="001A3152">
              <w:rPr>
                <w:b/>
                <w:bCs/>
                <w:i/>
                <w:iCs/>
                <w:szCs w:val="22"/>
                <w:lang w:val="en-US"/>
              </w:rPr>
              <w:t xml:space="preserve"> receivables</w:t>
            </w:r>
          </w:p>
        </w:tc>
        <w:tc>
          <w:tcPr>
            <w:tcW w:w="622" w:type="pct"/>
            <w:vAlign w:val="bottom"/>
          </w:tcPr>
          <w:p w14:paraId="35D43EEE" w14:textId="36AC66BE" w:rsidR="00882020" w:rsidRPr="00A43BE2" w:rsidRDefault="00882020" w:rsidP="00882020">
            <w:pPr>
              <w:pStyle w:val="acctfourfigures"/>
              <w:tabs>
                <w:tab w:val="clear" w:pos="765"/>
              </w:tabs>
              <w:spacing w:line="240" w:lineRule="atLeast"/>
              <w:ind w:right="77"/>
              <w:jc w:val="right"/>
              <w:rPr>
                <w:szCs w:val="22"/>
              </w:rPr>
            </w:pPr>
          </w:p>
        </w:tc>
        <w:tc>
          <w:tcPr>
            <w:tcW w:w="111" w:type="pct"/>
            <w:vAlign w:val="bottom"/>
          </w:tcPr>
          <w:p w14:paraId="2A7F0B6D"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38" w:type="pct"/>
            <w:vAlign w:val="bottom"/>
          </w:tcPr>
          <w:p w14:paraId="66E61BB4" w14:textId="4002F0EB" w:rsidR="00882020" w:rsidRPr="00A43BE2" w:rsidRDefault="00882020" w:rsidP="00882020">
            <w:pPr>
              <w:pStyle w:val="acctfourfigures"/>
              <w:tabs>
                <w:tab w:val="clear" w:pos="765"/>
              </w:tabs>
              <w:spacing w:line="240" w:lineRule="atLeast"/>
              <w:ind w:right="-139"/>
              <w:jc w:val="right"/>
              <w:rPr>
                <w:szCs w:val="22"/>
              </w:rPr>
            </w:pPr>
          </w:p>
        </w:tc>
        <w:tc>
          <w:tcPr>
            <w:tcW w:w="116" w:type="pct"/>
            <w:vAlign w:val="bottom"/>
          </w:tcPr>
          <w:p w14:paraId="24C1B0B1"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68" w:type="pct"/>
            <w:vAlign w:val="bottom"/>
          </w:tcPr>
          <w:p w14:paraId="35A44A26" w14:textId="4023FF38" w:rsidR="00882020" w:rsidRPr="00A43BE2" w:rsidRDefault="00882020" w:rsidP="00882020">
            <w:pPr>
              <w:pStyle w:val="acctfourfigures"/>
              <w:tabs>
                <w:tab w:val="clear" w:pos="765"/>
              </w:tabs>
              <w:spacing w:line="240" w:lineRule="atLeast"/>
              <w:ind w:right="41"/>
              <w:jc w:val="right"/>
              <w:rPr>
                <w:szCs w:val="22"/>
              </w:rPr>
            </w:pPr>
          </w:p>
        </w:tc>
        <w:tc>
          <w:tcPr>
            <w:tcW w:w="148" w:type="pct"/>
            <w:vAlign w:val="bottom"/>
          </w:tcPr>
          <w:p w14:paraId="7ABD5118"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38" w:type="pct"/>
            <w:vAlign w:val="bottom"/>
          </w:tcPr>
          <w:p w14:paraId="4BDCF5E3" w14:textId="18EFBCA0" w:rsidR="00882020" w:rsidRPr="00A43BE2" w:rsidRDefault="00882020" w:rsidP="00882020">
            <w:pPr>
              <w:pStyle w:val="acctfourfigures"/>
              <w:tabs>
                <w:tab w:val="clear" w:pos="765"/>
              </w:tabs>
              <w:spacing w:line="240" w:lineRule="atLeast"/>
              <w:ind w:right="104"/>
              <w:jc w:val="right"/>
              <w:rPr>
                <w:szCs w:val="22"/>
              </w:rPr>
            </w:pPr>
          </w:p>
        </w:tc>
      </w:tr>
      <w:tr w:rsidR="00882020" w:rsidRPr="001A3152" w14:paraId="6D0B9C24" w14:textId="77777777" w:rsidTr="00C861F3">
        <w:trPr>
          <w:cantSplit/>
        </w:trPr>
        <w:tc>
          <w:tcPr>
            <w:tcW w:w="2059" w:type="pct"/>
          </w:tcPr>
          <w:p w14:paraId="2B67CBD5" w14:textId="696265B2" w:rsidR="00882020" w:rsidRPr="001A3152" w:rsidRDefault="00882020" w:rsidP="00882020">
            <w:pPr>
              <w:spacing w:line="240" w:lineRule="atLeast"/>
              <w:rPr>
                <w:b/>
                <w:bCs/>
                <w:i/>
                <w:iCs/>
                <w:szCs w:val="22"/>
                <w:lang w:val="en-US"/>
              </w:rPr>
            </w:pPr>
            <w:r w:rsidRPr="001A3152">
              <w:rPr>
                <w:b/>
                <w:bCs/>
                <w:szCs w:val="22"/>
              </w:rPr>
              <w:t>P</w:t>
            </w:r>
            <w:r w:rsidRPr="001A3152">
              <w:rPr>
                <w:b/>
                <w:bCs/>
                <w:szCs w:val="22"/>
                <w:cs/>
              </w:rPr>
              <w:t>arent</w:t>
            </w:r>
            <w:r w:rsidR="00F07439">
              <w:rPr>
                <w:b/>
                <w:bCs/>
                <w:szCs w:val="22"/>
              </w:rPr>
              <w:t xml:space="preserve"> of the Group</w:t>
            </w:r>
          </w:p>
        </w:tc>
        <w:tc>
          <w:tcPr>
            <w:tcW w:w="622" w:type="pct"/>
            <w:vAlign w:val="bottom"/>
          </w:tcPr>
          <w:p w14:paraId="480361FA" w14:textId="77777777" w:rsidR="00882020" w:rsidRPr="00A43BE2" w:rsidRDefault="00882020" w:rsidP="00882020">
            <w:pPr>
              <w:pStyle w:val="acctfourfigures"/>
              <w:tabs>
                <w:tab w:val="clear" w:pos="765"/>
              </w:tabs>
              <w:spacing w:line="240" w:lineRule="atLeast"/>
              <w:ind w:right="77"/>
              <w:jc w:val="right"/>
              <w:rPr>
                <w:szCs w:val="22"/>
              </w:rPr>
            </w:pPr>
          </w:p>
        </w:tc>
        <w:tc>
          <w:tcPr>
            <w:tcW w:w="111" w:type="pct"/>
            <w:vAlign w:val="bottom"/>
          </w:tcPr>
          <w:p w14:paraId="44D2851E"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38" w:type="pct"/>
            <w:vAlign w:val="bottom"/>
          </w:tcPr>
          <w:p w14:paraId="5B49ACCF" w14:textId="77777777" w:rsidR="00882020" w:rsidRPr="00A43BE2" w:rsidRDefault="00882020" w:rsidP="00882020">
            <w:pPr>
              <w:pStyle w:val="acctfourfigures"/>
              <w:tabs>
                <w:tab w:val="clear" w:pos="765"/>
              </w:tabs>
              <w:spacing w:line="240" w:lineRule="atLeast"/>
              <w:ind w:right="-139"/>
              <w:jc w:val="right"/>
              <w:rPr>
                <w:szCs w:val="22"/>
              </w:rPr>
            </w:pPr>
          </w:p>
        </w:tc>
        <w:tc>
          <w:tcPr>
            <w:tcW w:w="116" w:type="pct"/>
            <w:vAlign w:val="bottom"/>
          </w:tcPr>
          <w:p w14:paraId="34776408"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68" w:type="pct"/>
            <w:vAlign w:val="bottom"/>
          </w:tcPr>
          <w:p w14:paraId="634550C9" w14:textId="77777777" w:rsidR="00882020" w:rsidRPr="00A43BE2" w:rsidRDefault="00882020" w:rsidP="00882020">
            <w:pPr>
              <w:pStyle w:val="acctfourfigures"/>
              <w:tabs>
                <w:tab w:val="clear" w:pos="765"/>
              </w:tabs>
              <w:spacing w:line="240" w:lineRule="atLeast"/>
              <w:ind w:right="41"/>
              <w:jc w:val="right"/>
              <w:rPr>
                <w:szCs w:val="22"/>
              </w:rPr>
            </w:pPr>
          </w:p>
        </w:tc>
        <w:tc>
          <w:tcPr>
            <w:tcW w:w="148" w:type="pct"/>
            <w:vAlign w:val="bottom"/>
          </w:tcPr>
          <w:p w14:paraId="75390C9A" w14:textId="77777777" w:rsidR="00882020" w:rsidRPr="00A43BE2" w:rsidRDefault="00882020" w:rsidP="00882020">
            <w:pPr>
              <w:pStyle w:val="acctfourfigures"/>
              <w:tabs>
                <w:tab w:val="clear" w:pos="765"/>
                <w:tab w:val="decimal" w:pos="911"/>
              </w:tabs>
              <w:spacing w:line="240" w:lineRule="atLeast"/>
              <w:jc w:val="right"/>
              <w:rPr>
                <w:szCs w:val="22"/>
              </w:rPr>
            </w:pPr>
          </w:p>
        </w:tc>
        <w:tc>
          <w:tcPr>
            <w:tcW w:w="638" w:type="pct"/>
            <w:vAlign w:val="bottom"/>
          </w:tcPr>
          <w:p w14:paraId="28A56B21" w14:textId="77777777" w:rsidR="00882020" w:rsidRPr="00A43BE2" w:rsidRDefault="00882020" w:rsidP="00882020">
            <w:pPr>
              <w:pStyle w:val="acctfourfigures"/>
              <w:tabs>
                <w:tab w:val="clear" w:pos="765"/>
              </w:tabs>
              <w:spacing w:line="240" w:lineRule="atLeast"/>
              <w:ind w:right="104"/>
              <w:jc w:val="right"/>
              <w:rPr>
                <w:szCs w:val="22"/>
              </w:rPr>
            </w:pPr>
          </w:p>
        </w:tc>
      </w:tr>
      <w:tr w:rsidR="008D3BAF" w:rsidRPr="001A3152" w14:paraId="7BF35AFD" w14:textId="77777777" w:rsidTr="00C861F3">
        <w:trPr>
          <w:cantSplit/>
        </w:trPr>
        <w:tc>
          <w:tcPr>
            <w:tcW w:w="2059" w:type="pct"/>
          </w:tcPr>
          <w:p w14:paraId="2A8F9275" w14:textId="6496DB91" w:rsidR="008D3BAF" w:rsidRPr="001A3152" w:rsidRDefault="008D3BAF" w:rsidP="008D3BAF">
            <w:pPr>
              <w:spacing w:line="240" w:lineRule="atLeast"/>
              <w:rPr>
                <w:b/>
                <w:bCs/>
                <w:szCs w:val="22"/>
              </w:rPr>
            </w:pPr>
            <w:r w:rsidRPr="001A3152">
              <w:rPr>
                <w:szCs w:val="22"/>
              </w:rPr>
              <w:t>Selic Corp Public Company Limited</w:t>
            </w:r>
          </w:p>
        </w:tc>
        <w:tc>
          <w:tcPr>
            <w:tcW w:w="622" w:type="pct"/>
          </w:tcPr>
          <w:p w14:paraId="60F2545D" w14:textId="7A4E5F82" w:rsidR="008D3BAF" w:rsidRPr="006523B0" w:rsidRDefault="00506946" w:rsidP="008D3BAF">
            <w:pPr>
              <w:pStyle w:val="BodyText"/>
              <w:tabs>
                <w:tab w:val="decimal" w:pos="940"/>
              </w:tabs>
              <w:spacing w:after="0" w:line="240" w:lineRule="auto"/>
              <w:ind w:left="-115" w:right="-109"/>
              <w:rPr>
                <w:szCs w:val="22"/>
                <w:lang w:val="en-GB"/>
              </w:rPr>
            </w:pPr>
            <w:r>
              <w:rPr>
                <w:szCs w:val="22"/>
                <w:lang w:val="en-GB"/>
              </w:rPr>
              <w:t>6</w:t>
            </w:r>
          </w:p>
        </w:tc>
        <w:tc>
          <w:tcPr>
            <w:tcW w:w="111" w:type="pct"/>
          </w:tcPr>
          <w:p w14:paraId="4B9B6706"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23CC38F5" w14:textId="5F071415" w:rsidR="008D3BAF" w:rsidRPr="006523B0" w:rsidRDefault="008D3BAF" w:rsidP="008D3BAF">
            <w:pPr>
              <w:pStyle w:val="BodyText"/>
              <w:tabs>
                <w:tab w:val="decimal" w:pos="1010"/>
              </w:tabs>
              <w:spacing w:after="0" w:line="240" w:lineRule="auto"/>
              <w:ind w:left="-115" w:right="-109"/>
              <w:rPr>
                <w:szCs w:val="22"/>
                <w:lang w:val="en-GB"/>
              </w:rPr>
            </w:pPr>
            <w:r>
              <w:rPr>
                <w:szCs w:val="22"/>
                <w:lang w:val="en-GB"/>
              </w:rPr>
              <w:t>3</w:t>
            </w:r>
          </w:p>
        </w:tc>
        <w:tc>
          <w:tcPr>
            <w:tcW w:w="116" w:type="pct"/>
          </w:tcPr>
          <w:p w14:paraId="6CB1D86E"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7DC8F476" w14:textId="2BB2FEF4" w:rsidR="008D3BAF" w:rsidRPr="008A6E85" w:rsidRDefault="00506946" w:rsidP="008D3BAF">
            <w:pPr>
              <w:pStyle w:val="acctfourfigures"/>
              <w:tabs>
                <w:tab w:val="clear" w:pos="765"/>
                <w:tab w:val="decimal" w:pos="1062"/>
              </w:tabs>
              <w:spacing w:line="240" w:lineRule="atLeast"/>
              <w:ind w:left="-110" w:right="-80"/>
              <w:rPr>
                <w:szCs w:val="22"/>
              </w:rPr>
            </w:pPr>
            <w:r>
              <w:rPr>
                <w:szCs w:val="22"/>
              </w:rPr>
              <w:t>6</w:t>
            </w:r>
          </w:p>
        </w:tc>
        <w:tc>
          <w:tcPr>
            <w:tcW w:w="148" w:type="pct"/>
          </w:tcPr>
          <w:p w14:paraId="2157407D"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2B51CB5C" w14:textId="05EF1566" w:rsidR="008D3BAF" w:rsidRPr="00CE55C8" w:rsidRDefault="008D3BAF" w:rsidP="008D3BAF">
            <w:pPr>
              <w:pStyle w:val="acctfourfigures"/>
              <w:tabs>
                <w:tab w:val="clear" w:pos="765"/>
                <w:tab w:val="decimal" w:pos="1004"/>
              </w:tabs>
              <w:spacing w:line="240" w:lineRule="atLeast"/>
              <w:ind w:right="-80"/>
              <w:jc w:val="both"/>
              <w:rPr>
                <w:szCs w:val="22"/>
              </w:rPr>
            </w:pPr>
            <w:r>
              <w:rPr>
                <w:szCs w:val="22"/>
              </w:rPr>
              <w:t>3</w:t>
            </w:r>
          </w:p>
        </w:tc>
      </w:tr>
      <w:tr w:rsidR="008D3BAF" w:rsidRPr="001A3152" w14:paraId="55359021" w14:textId="77777777" w:rsidTr="00C861F3">
        <w:trPr>
          <w:cantSplit/>
        </w:trPr>
        <w:tc>
          <w:tcPr>
            <w:tcW w:w="2059" w:type="pct"/>
          </w:tcPr>
          <w:p w14:paraId="2897CEC3" w14:textId="77777777" w:rsidR="008D3BAF" w:rsidRPr="001A3152" w:rsidRDefault="008D3BAF" w:rsidP="008D3BAF">
            <w:pPr>
              <w:spacing w:line="240" w:lineRule="atLeast"/>
              <w:rPr>
                <w:szCs w:val="22"/>
              </w:rPr>
            </w:pPr>
          </w:p>
        </w:tc>
        <w:tc>
          <w:tcPr>
            <w:tcW w:w="622" w:type="pct"/>
          </w:tcPr>
          <w:p w14:paraId="62E3C623" w14:textId="77777777" w:rsidR="008D3BAF" w:rsidRPr="008A6E85" w:rsidRDefault="008D3BAF" w:rsidP="008D3BAF">
            <w:pPr>
              <w:pStyle w:val="acctfourfigures"/>
              <w:tabs>
                <w:tab w:val="clear" w:pos="765"/>
              </w:tabs>
              <w:spacing w:line="240" w:lineRule="atLeast"/>
              <w:ind w:right="77"/>
              <w:jc w:val="right"/>
              <w:rPr>
                <w:szCs w:val="22"/>
              </w:rPr>
            </w:pPr>
          </w:p>
        </w:tc>
        <w:tc>
          <w:tcPr>
            <w:tcW w:w="111" w:type="pct"/>
          </w:tcPr>
          <w:p w14:paraId="57350880"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289403E6" w14:textId="77777777" w:rsidR="008D3BAF" w:rsidRPr="008A6E85" w:rsidRDefault="008D3BAF" w:rsidP="008D3BAF">
            <w:pPr>
              <w:pStyle w:val="acctfourfigures"/>
              <w:tabs>
                <w:tab w:val="clear" w:pos="765"/>
                <w:tab w:val="decimal" w:pos="1010"/>
              </w:tabs>
              <w:spacing w:line="240" w:lineRule="atLeast"/>
              <w:ind w:right="66"/>
              <w:jc w:val="right"/>
              <w:rPr>
                <w:szCs w:val="22"/>
              </w:rPr>
            </w:pPr>
          </w:p>
        </w:tc>
        <w:tc>
          <w:tcPr>
            <w:tcW w:w="116" w:type="pct"/>
          </w:tcPr>
          <w:p w14:paraId="51664986"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5C1F71A5" w14:textId="77777777" w:rsidR="008D3BAF" w:rsidRPr="008A6E85" w:rsidRDefault="008D3BAF" w:rsidP="008D3BAF">
            <w:pPr>
              <w:pStyle w:val="acctfourfigures"/>
              <w:tabs>
                <w:tab w:val="clear" w:pos="765"/>
                <w:tab w:val="decimal" w:pos="1062"/>
              </w:tabs>
              <w:spacing w:line="240" w:lineRule="atLeast"/>
              <w:ind w:left="-110" w:right="-80"/>
              <w:rPr>
                <w:szCs w:val="22"/>
              </w:rPr>
            </w:pPr>
          </w:p>
        </w:tc>
        <w:tc>
          <w:tcPr>
            <w:tcW w:w="148" w:type="pct"/>
          </w:tcPr>
          <w:p w14:paraId="3D57AA39"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672A1A08" w14:textId="77777777" w:rsidR="008D3BAF" w:rsidRPr="008A6E85" w:rsidRDefault="008D3BAF" w:rsidP="008D3BAF">
            <w:pPr>
              <w:pStyle w:val="acctfourfigures"/>
              <w:tabs>
                <w:tab w:val="clear" w:pos="765"/>
                <w:tab w:val="decimal" w:pos="1004"/>
              </w:tabs>
              <w:spacing w:line="240" w:lineRule="atLeast"/>
              <w:ind w:right="-80"/>
              <w:jc w:val="both"/>
              <w:rPr>
                <w:szCs w:val="22"/>
              </w:rPr>
            </w:pPr>
          </w:p>
        </w:tc>
      </w:tr>
      <w:tr w:rsidR="008D3BAF" w:rsidRPr="001A3152" w14:paraId="3BFA4A47" w14:textId="77777777" w:rsidTr="00C861F3">
        <w:trPr>
          <w:cantSplit/>
        </w:trPr>
        <w:tc>
          <w:tcPr>
            <w:tcW w:w="2059" w:type="pct"/>
          </w:tcPr>
          <w:p w14:paraId="3DC5FBF3" w14:textId="669D38AF" w:rsidR="008D3BAF" w:rsidRPr="001A3152" w:rsidRDefault="008D3BAF" w:rsidP="008D3BAF">
            <w:pPr>
              <w:spacing w:line="240" w:lineRule="atLeast"/>
              <w:rPr>
                <w:b/>
                <w:bCs/>
                <w:szCs w:val="22"/>
              </w:rPr>
            </w:pPr>
            <w:r w:rsidRPr="001A3152">
              <w:rPr>
                <w:b/>
                <w:bCs/>
                <w:szCs w:val="22"/>
              </w:rPr>
              <w:t>Subsidiar</w:t>
            </w:r>
            <w:r>
              <w:rPr>
                <w:b/>
                <w:bCs/>
                <w:szCs w:val="22"/>
              </w:rPr>
              <w:t>ies</w:t>
            </w:r>
          </w:p>
        </w:tc>
        <w:tc>
          <w:tcPr>
            <w:tcW w:w="622" w:type="pct"/>
          </w:tcPr>
          <w:p w14:paraId="6F5F5FDB" w14:textId="77777777" w:rsidR="008D3BAF" w:rsidRPr="008A6E85" w:rsidRDefault="008D3BAF" w:rsidP="008D3BAF">
            <w:pPr>
              <w:pStyle w:val="acctfourfigures"/>
              <w:tabs>
                <w:tab w:val="clear" w:pos="765"/>
              </w:tabs>
              <w:spacing w:line="240" w:lineRule="atLeast"/>
              <w:ind w:right="77"/>
              <w:jc w:val="right"/>
              <w:rPr>
                <w:szCs w:val="22"/>
              </w:rPr>
            </w:pPr>
          </w:p>
        </w:tc>
        <w:tc>
          <w:tcPr>
            <w:tcW w:w="111" w:type="pct"/>
          </w:tcPr>
          <w:p w14:paraId="38ED58CF"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0474C79B" w14:textId="77777777" w:rsidR="008D3BAF" w:rsidRPr="008A6E85" w:rsidRDefault="008D3BAF" w:rsidP="008D3BAF">
            <w:pPr>
              <w:pStyle w:val="acctfourfigures"/>
              <w:tabs>
                <w:tab w:val="clear" w:pos="765"/>
                <w:tab w:val="decimal" w:pos="1010"/>
              </w:tabs>
              <w:spacing w:line="240" w:lineRule="atLeast"/>
              <w:ind w:right="66"/>
              <w:jc w:val="right"/>
              <w:rPr>
                <w:szCs w:val="22"/>
              </w:rPr>
            </w:pPr>
          </w:p>
        </w:tc>
        <w:tc>
          <w:tcPr>
            <w:tcW w:w="116" w:type="pct"/>
          </w:tcPr>
          <w:p w14:paraId="0F1A46F3"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7E20903F" w14:textId="77777777" w:rsidR="008D3BAF" w:rsidRPr="008A6E85" w:rsidRDefault="008D3BAF" w:rsidP="008D3BAF">
            <w:pPr>
              <w:pStyle w:val="acctfourfigures"/>
              <w:tabs>
                <w:tab w:val="clear" w:pos="765"/>
                <w:tab w:val="decimal" w:pos="1062"/>
              </w:tabs>
              <w:spacing w:line="240" w:lineRule="atLeast"/>
              <w:ind w:left="-110" w:right="-80"/>
              <w:rPr>
                <w:szCs w:val="22"/>
              </w:rPr>
            </w:pPr>
          </w:p>
        </w:tc>
        <w:tc>
          <w:tcPr>
            <w:tcW w:w="148" w:type="pct"/>
          </w:tcPr>
          <w:p w14:paraId="424AB507"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470F9600" w14:textId="77777777" w:rsidR="008D3BAF" w:rsidRPr="008A6E85" w:rsidRDefault="008D3BAF" w:rsidP="008D3BAF">
            <w:pPr>
              <w:pStyle w:val="acctfourfigures"/>
              <w:tabs>
                <w:tab w:val="clear" w:pos="765"/>
                <w:tab w:val="decimal" w:pos="1004"/>
              </w:tabs>
              <w:spacing w:line="240" w:lineRule="atLeast"/>
              <w:ind w:right="-80"/>
              <w:jc w:val="both"/>
              <w:rPr>
                <w:szCs w:val="22"/>
              </w:rPr>
            </w:pPr>
          </w:p>
        </w:tc>
      </w:tr>
      <w:tr w:rsidR="008D3BAF" w:rsidRPr="001A3152" w14:paraId="3BEC5818" w14:textId="77777777" w:rsidTr="00C861F3">
        <w:trPr>
          <w:cantSplit/>
        </w:trPr>
        <w:tc>
          <w:tcPr>
            <w:tcW w:w="2059" w:type="pct"/>
          </w:tcPr>
          <w:p w14:paraId="25BB6975" w14:textId="40211B89" w:rsidR="008D3BAF" w:rsidRPr="001A3152" w:rsidRDefault="008D3BAF" w:rsidP="008D3BAF">
            <w:pPr>
              <w:spacing w:line="240" w:lineRule="atLeast"/>
              <w:rPr>
                <w:spacing w:val="-8"/>
                <w:szCs w:val="22"/>
              </w:rPr>
            </w:pPr>
            <w:r w:rsidRPr="001A3152">
              <w:rPr>
                <w:spacing w:val="-8"/>
                <w:szCs w:val="22"/>
              </w:rPr>
              <w:t>PMC Label Materials (Malaysia) Sdn. Bhd.</w:t>
            </w:r>
          </w:p>
        </w:tc>
        <w:tc>
          <w:tcPr>
            <w:tcW w:w="622" w:type="pct"/>
          </w:tcPr>
          <w:p w14:paraId="14B55193" w14:textId="0CEBB2E1" w:rsidR="008D3BAF" w:rsidRPr="006523B0" w:rsidRDefault="00506946" w:rsidP="008D3BAF">
            <w:pPr>
              <w:pStyle w:val="BodyText"/>
              <w:tabs>
                <w:tab w:val="decimal" w:pos="940"/>
              </w:tabs>
              <w:spacing w:after="0" w:line="240" w:lineRule="auto"/>
              <w:ind w:left="-115" w:right="-109"/>
              <w:rPr>
                <w:szCs w:val="22"/>
                <w:lang w:val="en-GB"/>
              </w:rPr>
            </w:pPr>
            <w:r>
              <w:rPr>
                <w:szCs w:val="22"/>
                <w:lang w:val="en-GB"/>
              </w:rPr>
              <w:t>-</w:t>
            </w:r>
          </w:p>
        </w:tc>
        <w:tc>
          <w:tcPr>
            <w:tcW w:w="111" w:type="pct"/>
          </w:tcPr>
          <w:p w14:paraId="0B0734EB"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2E85DDE9" w14:textId="2D9A5D8B" w:rsidR="008D3BAF" w:rsidRPr="008A6E85" w:rsidRDefault="008D3BAF" w:rsidP="008D3BAF">
            <w:pPr>
              <w:pStyle w:val="acctfourfigures"/>
              <w:tabs>
                <w:tab w:val="clear" w:pos="765"/>
                <w:tab w:val="decimal" w:pos="1010"/>
              </w:tabs>
              <w:spacing w:line="240" w:lineRule="atLeast"/>
              <w:ind w:right="66"/>
              <w:jc w:val="right"/>
              <w:rPr>
                <w:szCs w:val="22"/>
                <w:lang w:val="en-US" w:bidi="th-TH"/>
              </w:rPr>
            </w:pPr>
            <w:r>
              <w:rPr>
                <w:szCs w:val="22"/>
                <w:lang w:val="en-US" w:bidi="th-TH"/>
              </w:rPr>
              <w:t>-</w:t>
            </w:r>
          </w:p>
        </w:tc>
        <w:tc>
          <w:tcPr>
            <w:tcW w:w="116" w:type="pct"/>
          </w:tcPr>
          <w:p w14:paraId="609EF282"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4CCA4E47" w14:textId="77313A08" w:rsidR="008D3BAF" w:rsidRPr="008A6E85" w:rsidRDefault="00506946" w:rsidP="008D3BAF">
            <w:pPr>
              <w:pStyle w:val="acctfourfigures"/>
              <w:tabs>
                <w:tab w:val="clear" w:pos="765"/>
                <w:tab w:val="decimal" w:pos="1062"/>
              </w:tabs>
              <w:spacing w:line="240" w:lineRule="atLeast"/>
              <w:ind w:left="-110" w:right="-80"/>
              <w:rPr>
                <w:szCs w:val="22"/>
                <w:lang w:val="en-US"/>
              </w:rPr>
            </w:pPr>
            <w:r>
              <w:rPr>
                <w:szCs w:val="22"/>
                <w:lang w:val="en-US"/>
              </w:rPr>
              <w:t>36,304</w:t>
            </w:r>
          </w:p>
        </w:tc>
        <w:tc>
          <w:tcPr>
            <w:tcW w:w="148" w:type="pct"/>
          </w:tcPr>
          <w:p w14:paraId="0829C699"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45B49607" w14:textId="40149E6E" w:rsidR="008D3BAF" w:rsidRPr="008A6E85" w:rsidRDefault="008D3BAF" w:rsidP="008D3BAF">
            <w:pPr>
              <w:pStyle w:val="acctfourfigures"/>
              <w:tabs>
                <w:tab w:val="clear" w:pos="765"/>
                <w:tab w:val="decimal" w:pos="1004"/>
              </w:tabs>
              <w:spacing w:line="240" w:lineRule="atLeast"/>
              <w:ind w:right="-80"/>
              <w:jc w:val="both"/>
              <w:rPr>
                <w:szCs w:val="22"/>
              </w:rPr>
            </w:pPr>
            <w:r w:rsidRPr="00292DF4">
              <w:rPr>
                <w:szCs w:val="22"/>
              </w:rPr>
              <w:t>34,647</w:t>
            </w:r>
          </w:p>
        </w:tc>
      </w:tr>
      <w:tr w:rsidR="008D3BAF" w:rsidRPr="001A3152" w14:paraId="04DDC172" w14:textId="77777777" w:rsidTr="00C861F3">
        <w:trPr>
          <w:cantSplit/>
        </w:trPr>
        <w:tc>
          <w:tcPr>
            <w:tcW w:w="2059" w:type="pct"/>
          </w:tcPr>
          <w:p w14:paraId="7F3DFC14" w14:textId="48D9E717" w:rsidR="008D3BAF" w:rsidRPr="001A3152" w:rsidRDefault="008D3BAF" w:rsidP="008D3BAF">
            <w:pPr>
              <w:spacing w:line="240" w:lineRule="atLeast"/>
              <w:rPr>
                <w:szCs w:val="22"/>
              </w:rPr>
            </w:pPr>
            <w:r w:rsidRPr="000A5363">
              <w:rPr>
                <w:szCs w:val="22"/>
              </w:rPr>
              <w:t xml:space="preserve">PMC Label Materials </w:t>
            </w:r>
            <w:proofErr w:type="spellStart"/>
            <w:r w:rsidRPr="000A5363">
              <w:rPr>
                <w:szCs w:val="22"/>
              </w:rPr>
              <w:t>Pte.</w:t>
            </w:r>
            <w:proofErr w:type="spellEnd"/>
            <w:r w:rsidRPr="000A5363">
              <w:rPr>
                <w:szCs w:val="22"/>
              </w:rPr>
              <w:t xml:space="preserve"> Ltd.</w:t>
            </w:r>
          </w:p>
        </w:tc>
        <w:tc>
          <w:tcPr>
            <w:tcW w:w="622" w:type="pct"/>
          </w:tcPr>
          <w:p w14:paraId="07FC77B1" w14:textId="493A2C37" w:rsidR="008D3BAF" w:rsidRPr="006523B0" w:rsidRDefault="00506946" w:rsidP="008D3BAF">
            <w:pPr>
              <w:pStyle w:val="BodyText"/>
              <w:tabs>
                <w:tab w:val="decimal" w:pos="940"/>
              </w:tabs>
              <w:spacing w:after="0" w:line="240" w:lineRule="auto"/>
              <w:ind w:left="-115" w:right="-109"/>
              <w:rPr>
                <w:szCs w:val="22"/>
                <w:lang w:val="en-GB"/>
              </w:rPr>
            </w:pPr>
            <w:r>
              <w:rPr>
                <w:szCs w:val="22"/>
                <w:lang w:val="en-GB"/>
              </w:rPr>
              <w:t>-</w:t>
            </w:r>
          </w:p>
        </w:tc>
        <w:tc>
          <w:tcPr>
            <w:tcW w:w="111" w:type="pct"/>
          </w:tcPr>
          <w:p w14:paraId="7B886E7B"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3C0352D4" w14:textId="16037743" w:rsidR="008D3BAF" w:rsidRPr="008A6E85" w:rsidRDefault="008D3BAF" w:rsidP="008D3BAF">
            <w:pPr>
              <w:pStyle w:val="acctfourfigures"/>
              <w:tabs>
                <w:tab w:val="clear" w:pos="765"/>
                <w:tab w:val="decimal" w:pos="1010"/>
              </w:tabs>
              <w:spacing w:line="240" w:lineRule="atLeast"/>
              <w:ind w:right="66"/>
              <w:jc w:val="right"/>
              <w:rPr>
                <w:szCs w:val="22"/>
                <w:lang w:val="en-US" w:bidi="th-TH"/>
              </w:rPr>
            </w:pPr>
            <w:r>
              <w:rPr>
                <w:szCs w:val="22"/>
                <w:lang w:val="en-US" w:bidi="th-TH"/>
              </w:rPr>
              <w:t>-</w:t>
            </w:r>
          </w:p>
        </w:tc>
        <w:tc>
          <w:tcPr>
            <w:tcW w:w="116" w:type="pct"/>
          </w:tcPr>
          <w:p w14:paraId="668D6974"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5A136A32" w14:textId="368C4350" w:rsidR="008D3BAF" w:rsidRPr="008A6E85" w:rsidRDefault="00506946" w:rsidP="008D3BAF">
            <w:pPr>
              <w:pStyle w:val="acctfourfigures"/>
              <w:tabs>
                <w:tab w:val="clear" w:pos="765"/>
                <w:tab w:val="decimal" w:pos="1062"/>
              </w:tabs>
              <w:spacing w:line="240" w:lineRule="atLeast"/>
              <w:ind w:left="-110" w:right="-80"/>
              <w:rPr>
                <w:szCs w:val="22"/>
                <w:lang w:val="en-US"/>
              </w:rPr>
            </w:pPr>
            <w:r>
              <w:rPr>
                <w:szCs w:val="22"/>
                <w:lang w:val="en-US"/>
              </w:rPr>
              <w:t>-</w:t>
            </w:r>
          </w:p>
        </w:tc>
        <w:tc>
          <w:tcPr>
            <w:tcW w:w="148" w:type="pct"/>
          </w:tcPr>
          <w:p w14:paraId="35DDDEF3"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1BBEE181" w14:textId="720EBA86" w:rsidR="008D3BAF" w:rsidRPr="008A6E85" w:rsidRDefault="008D3BAF" w:rsidP="008D3BAF">
            <w:pPr>
              <w:pStyle w:val="acctfourfigures"/>
              <w:tabs>
                <w:tab w:val="clear" w:pos="765"/>
                <w:tab w:val="decimal" w:pos="1004"/>
              </w:tabs>
              <w:spacing w:line="240" w:lineRule="atLeast"/>
              <w:ind w:right="-80"/>
              <w:jc w:val="both"/>
              <w:rPr>
                <w:szCs w:val="22"/>
              </w:rPr>
            </w:pPr>
            <w:r w:rsidRPr="00292DF4">
              <w:rPr>
                <w:szCs w:val="22"/>
              </w:rPr>
              <w:t>144</w:t>
            </w:r>
          </w:p>
        </w:tc>
      </w:tr>
      <w:tr w:rsidR="008D3BAF" w:rsidRPr="001A3152" w14:paraId="61AED850" w14:textId="77777777" w:rsidTr="00C861F3">
        <w:trPr>
          <w:cantSplit/>
        </w:trPr>
        <w:tc>
          <w:tcPr>
            <w:tcW w:w="2059" w:type="pct"/>
          </w:tcPr>
          <w:p w14:paraId="23281FE1" w14:textId="77777777" w:rsidR="008D3BAF" w:rsidRPr="001A3152" w:rsidRDefault="008D3BAF" w:rsidP="008D3BAF">
            <w:pPr>
              <w:spacing w:line="240" w:lineRule="atLeast"/>
              <w:rPr>
                <w:szCs w:val="22"/>
              </w:rPr>
            </w:pPr>
          </w:p>
        </w:tc>
        <w:tc>
          <w:tcPr>
            <w:tcW w:w="622" w:type="pct"/>
          </w:tcPr>
          <w:p w14:paraId="555BCDFC" w14:textId="77777777" w:rsidR="008D3BAF" w:rsidRPr="006523B0" w:rsidRDefault="008D3BAF" w:rsidP="008D3BAF">
            <w:pPr>
              <w:pStyle w:val="BodyText"/>
              <w:tabs>
                <w:tab w:val="decimal" w:pos="940"/>
              </w:tabs>
              <w:spacing w:after="0" w:line="240" w:lineRule="auto"/>
              <w:ind w:left="-115" w:right="-109"/>
              <w:rPr>
                <w:szCs w:val="22"/>
                <w:lang w:val="en-GB"/>
              </w:rPr>
            </w:pPr>
          </w:p>
        </w:tc>
        <w:tc>
          <w:tcPr>
            <w:tcW w:w="111" w:type="pct"/>
          </w:tcPr>
          <w:p w14:paraId="3DFA0ED2"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tcPr>
          <w:p w14:paraId="3D1752B3" w14:textId="77777777" w:rsidR="008D3BAF" w:rsidRPr="008A6E85" w:rsidRDefault="008D3BAF" w:rsidP="008D3BAF">
            <w:pPr>
              <w:pStyle w:val="acctfourfigures"/>
              <w:tabs>
                <w:tab w:val="clear" w:pos="765"/>
                <w:tab w:val="decimal" w:pos="1010"/>
              </w:tabs>
              <w:spacing w:line="240" w:lineRule="atLeast"/>
              <w:ind w:right="66"/>
              <w:jc w:val="right"/>
              <w:rPr>
                <w:szCs w:val="22"/>
                <w:lang w:val="en-US" w:bidi="th-TH"/>
              </w:rPr>
            </w:pPr>
          </w:p>
        </w:tc>
        <w:tc>
          <w:tcPr>
            <w:tcW w:w="116" w:type="pct"/>
          </w:tcPr>
          <w:p w14:paraId="42CC70A6"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68" w:type="pct"/>
          </w:tcPr>
          <w:p w14:paraId="380A5F0E" w14:textId="77777777" w:rsidR="008D3BAF" w:rsidRPr="008A6E85" w:rsidRDefault="008D3BAF" w:rsidP="008D3BAF">
            <w:pPr>
              <w:pStyle w:val="acctfourfigures"/>
              <w:tabs>
                <w:tab w:val="clear" w:pos="765"/>
                <w:tab w:val="decimal" w:pos="1062"/>
              </w:tabs>
              <w:spacing w:line="240" w:lineRule="atLeast"/>
              <w:ind w:left="-110" w:right="-80"/>
              <w:rPr>
                <w:szCs w:val="22"/>
                <w:lang w:val="en-US"/>
              </w:rPr>
            </w:pPr>
          </w:p>
        </w:tc>
        <w:tc>
          <w:tcPr>
            <w:tcW w:w="148" w:type="pct"/>
          </w:tcPr>
          <w:p w14:paraId="00ED7242" w14:textId="77777777" w:rsidR="008D3BAF" w:rsidRPr="008A6E85"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3044FD1C" w14:textId="77777777" w:rsidR="008D3BAF" w:rsidRPr="008A6E85" w:rsidRDefault="008D3BAF" w:rsidP="008D3BAF">
            <w:pPr>
              <w:pStyle w:val="acctfourfigures"/>
              <w:tabs>
                <w:tab w:val="clear" w:pos="765"/>
                <w:tab w:val="decimal" w:pos="1004"/>
              </w:tabs>
              <w:spacing w:line="240" w:lineRule="atLeast"/>
              <w:ind w:right="-80"/>
              <w:jc w:val="both"/>
              <w:rPr>
                <w:szCs w:val="22"/>
              </w:rPr>
            </w:pPr>
          </w:p>
        </w:tc>
      </w:tr>
      <w:tr w:rsidR="008D3BAF" w:rsidRPr="001A3152" w14:paraId="77D0C587" w14:textId="77777777" w:rsidTr="008D3BAF">
        <w:trPr>
          <w:cantSplit/>
        </w:trPr>
        <w:tc>
          <w:tcPr>
            <w:tcW w:w="2059" w:type="pct"/>
          </w:tcPr>
          <w:p w14:paraId="004AE54D" w14:textId="0F0A6E57" w:rsidR="008D3BAF" w:rsidRPr="001A3152" w:rsidRDefault="008D3BAF" w:rsidP="008D3BAF">
            <w:pPr>
              <w:spacing w:line="240" w:lineRule="atLeast"/>
              <w:rPr>
                <w:b/>
                <w:bCs/>
                <w:szCs w:val="22"/>
              </w:rPr>
            </w:pPr>
            <w:r w:rsidRPr="001A3152">
              <w:rPr>
                <w:b/>
                <w:bCs/>
                <w:szCs w:val="22"/>
              </w:rPr>
              <w:t>Other related part</w:t>
            </w:r>
            <w:r>
              <w:rPr>
                <w:b/>
                <w:bCs/>
                <w:szCs w:val="22"/>
              </w:rPr>
              <w:t>y</w:t>
            </w:r>
          </w:p>
        </w:tc>
        <w:tc>
          <w:tcPr>
            <w:tcW w:w="622" w:type="pct"/>
          </w:tcPr>
          <w:p w14:paraId="544B58F2" w14:textId="77777777" w:rsidR="008D3BAF" w:rsidRPr="006523B0" w:rsidRDefault="008D3BAF" w:rsidP="008D3BAF">
            <w:pPr>
              <w:pStyle w:val="BodyText"/>
              <w:tabs>
                <w:tab w:val="decimal" w:pos="940"/>
              </w:tabs>
              <w:spacing w:after="0" w:line="240" w:lineRule="auto"/>
              <w:ind w:left="-115" w:right="-109"/>
              <w:rPr>
                <w:szCs w:val="22"/>
                <w:lang w:val="en-GB"/>
              </w:rPr>
            </w:pPr>
          </w:p>
        </w:tc>
        <w:tc>
          <w:tcPr>
            <w:tcW w:w="111" w:type="pct"/>
          </w:tcPr>
          <w:p w14:paraId="69A01F90" w14:textId="77777777" w:rsidR="008D3BAF" w:rsidRPr="009D42BC" w:rsidRDefault="008D3BAF" w:rsidP="008D3BAF">
            <w:pPr>
              <w:pStyle w:val="acctfourfigures"/>
              <w:tabs>
                <w:tab w:val="clear" w:pos="765"/>
                <w:tab w:val="decimal" w:pos="911"/>
              </w:tabs>
              <w:spacing w:line="240" w:lineRule="atLeast"/>
              <w:jc w:val="right"/>
              <w:rPr>
                <w:szCs w:val="22"/>
              </w:rPr>
            </w:pPr>
          </w:p>
        </w:tc>
        <w:tc>
          <w:tcPr>
            <w:tcW w:w="638" w:type="pct"/>
          </w:tcPr>
          <w:p w14:paraId="3EE7B739" w14:textId="77777777" w:rsidR="008D3BAF" w:rsidRPr="009D42BC" w:rsidRDefault="008D3BAF" w:rsidP="008D3BAF">
            <w:pPr>
              <w:pStyle w:val="acctfourfigures"/>
              <w:tabs>
                <w:tab w:val="clear" w:pos="765"/>
                <w:tab w:val="decimal" w:pos="1010"/>
              </w:tabs>
              <w:spacing w:line="240" w:lineRule="atLeast"/>
              <w:ind w:right="66"/>
              <w:jc w:val="right"/>
              <w:rPr>
                <w:b/>
                <w:bCs/>
                <w:szCs w:val="22"/>
              </w:rPr>
            </w:pPr>
          </w:p>
        </w:tc>
        <w:tc>
          <w:tcPr>
            <w:tcW w:w="116" w:type="pct"/>
          </w:tcPr>
          <w:p w14:paraId="5A6CCC5D" w14:textId="77777777" w:rsidR="008D3BAF" w:rsidRPr="009D42BC" w:rsidRDefault="008D3BAF" w:rsidP="008D3BAF">
            <w:pPr>
              <w:pStyle w:val="acctfourfigures"/>
              <w:tabs>
                <w:tab w:val="clear" w:pos="765"/>
                <w:tab w:val="decimal" w:pos="911"/>
              </w:tabs>
              <w:spacing w:line="240" w:lineRule="atLeast"/>
              <w:jc w:val="right"/>
              <w:rPr>
                <w:szCs w:val="22"/>
              </w:rPr>
            </w:pPr>
          </w:p>
        </w:tc>
        <w:tc>
          <w:tcPr>
            <w:tcW w:w="668" w:type="pct"/>
          </w:tcPr>
          <w:p w14:paraId="1AE8F0A4" w14:textId="77777777" w:rsidR="008D3BAF" w:rsidRPr="00935323" w:rsidRDefault="008D3BAF" w:rsidP="008D3BAF">
            <w:pPr>
              <w:pStyle w:val="acctfourfigures"/>
              <w:tabs>
                <w:tab w:val="clear" w:pos="765"/>
                <w:tab w:val="decimal" w:pos="1062"/>
              </w:tabs>
              <w:spacing w:line="240" w:lineRule="atLeast"/>
              <w:ind w:left="-110" w:right="-80"/>
              <w:rPr>
                <w:b/>
                <w:bCs/>
                <w:szCs w:val="22"/>
                <w:highlight w:val="yellow"/>
              </w:rPr>
            </w:pPr>
          </w:p>
        </w:tc>
        <w:tc>
          <w:tcPr>
            <w:tcW w:w="148" w:type="pct"/>
          </w:tcPr>
          <w:p w14:paraId="756489C8" w14:textId="77777777" w:rsidR="008D3BAF" w:rsidRPr="009D42BC"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2D06C56E" w14:textId="77777777" w:rsidR="008D3BAF" w:rsidRPr="009D42BC" w:rsidRDefault="008D3BAF" w:rsidP="008D3BAF">
            <w:pPr>
              <w:pStyle w:val="acctfourfigures"/>
              <w:tabs>
                <w:tab w:val="clear" w:pos="765"/>
                <w:tab w:val="decimal" w:pos="1004"/>
              </w:tabs>
              <w:spacing w:line="240" w:lineRule="atLeast"/>
              <w:ind w:right="-80"/>
              <w:jc w:val="both"/>
              <w:rPr>
                <w:b/>
                <w:bCs/>
                <w:szCs w:val="22"/>
                <w:lang w:val="en-US"/>
              </w:rPr>
            </w:pPr>
          </w:p>
        </w:tc>
      </w:tr>
      <w:tr w:rsidR="008D3BAF" w:rsidRPr="001A3152" w14:paraId="52194510" w14:textId="77777777" w:rsidTr="008D3BAF">
        <w:trPr>
          <w:cantSplit/>
        </w:trPr>
        <w:tc>
          <w:tcPr>
            <w:tcW w:w="2059" w:type="pct"/>
          </w:tcPr>
          <w:p w14:paraId="21380298" w14:textId="3B694A6C" w:rsidR="008D3BAF" w:rsidRPr="001A3152" w:rsidRDefault="008D3BAF" w:rsidP="008D3BAF">
            <w:pPr>
              <w:pStyle w:val="acctfourfigures"/>
              <w:spacing w:line="240" w:lineRule="atLeast"/>
              <w:rPr>
                <w:b/>
                <w:bCs/>
                <w:i/>
                <w:iCs/>
                <w:szCs w:val="22"/>
                <w:cs/>
              </w:rPr>
            </w:pPr>
            <w:r w:rsidRPr="001A3152">
              <w:rPr>
                <w:szCs w:val="22"/>
              </w:rPr>
              <w:t>Selic Australia Pty Ltd</w:t>
            </w:r>
          </w:p>
        </w:tc>
        <w:tc>
          <w:tcPr>
            <w:tcW w:w="622" w:type="pct"/>
          </w:tcPr>
          <w:p w14:paraId="7CC8568F" w14:textId="5BF33112" w:rsidR="008D3BAF" w:rsidRPr="008D3BAF" w:rsidRDefault="00506946" w:rsidP="008D3BAF">
            <w:pPr>
              <w:pStyle w:val="BodyText"/>
              <w:tabs>
                <w:tab w:val="decimal" w:pos="940"/>
              </w:tabs>
              <w:spacing w:after="0" w:line="240" w:lineRule="auto"/>
              <w:ind w:left="-115" w:right="-109"/>
              <w:rPr>
                <w:bCs/>
                <w:szCs w:val="22"/>
                <w:lang w:val="en-GB"/>
              </w:rPr>
            </w:pPr>
            <w:r>
              <w:rPr>
                <w:bCs/>
                <w:szCs w:val="22"/>
                <w:lang w:val="en-GB"/>
              </w:rPr>
              <w:t>10,641</w:t>
            </w:r>
          </w:p>
        </w:tc>
        <w:tc>
          <w:tcPr>
            <w:tcW w:w="111" w:type="pct"/>
          </w:tcPr>
          <w:p w14:paraId="2CADA7E2" w14:textId="77777777" w:rsidR="008D3BAF" w:rsidRPr="008D3BAF" w:rsidRDefault="008D3BAF" w:rsidP="008D3BAF">
            <w:pPr>
              <w:pStyle w:val="acctmergecolhdg"/>
              <w:spacing w:line="240" w:lineRule="atLeast"/>
              <w:jc w:val="right"/>
              <w:rPr>
                <w:b w:val="0"/>
                <w:bCs/>
                <w:spacing w:val="-4"/>
                <w:szCs w:val="22"/>
              </w:rPr>
            </w:pPr>
          </w:p>
        </w:tc>
        <w:tc>
          <w:tcPr>
            <w:tcW w:w="638" w:type="pct"/>
            <w:vAlign w:val="bottom"/>
          </w:tcPr>
          <w:p w14:paraId="1D0E4D5D" w14:textId="16190AD8" w:rsidR="008D3BAF" w:rsidRPr="008D3BAF" w:rsidRDefault="008D3BAF" w:rsidP="008D3BAF">
            <w:pPr>
              <w:pStyle w:val="acctmergecolhdg"/>
              <w:tabs>
                <w:tab w:val="decimal" w:pos="1010"/>
              </w:tabs>
              <w:spacing w:line="240" w:lineRule="atLeast"/>
              <w:ind w:left="-75" w:right="66"/>
              <w:jc w:val="right"/>
              <w:rPr>
                <w:b w:val="0"/>
                <w:bCs/>
                <w:szCs w:val="22"/>
              </w:rPr>
            </w:pPr>
            <w:r w:rsidRPr="008D3BAF">
              <w:rPr>
                <w:b w:val="0"/>
                <w:bCs/>
                <w:szCs w:val="22"/>
                <w:lang w:val="en-US"/>
              </w:rPr>
              <w:t>10,355</w:t>
            </w:r>
          </w:p>
        </w:tc>
        <w:tc>
          <w:tcPr>
            <w:tcW w:w="116" w:type="pct"/>
          </w:tcPr>
          <w:p w14:paraId="48BAAE78" w14:textId="77777777" w:rsidR="008D3BAF" w:rsidRPr="008D3BAF" w:rsidRDefault="008D3BAF" w:rsidP="008D3BAF">
            <w:pPr>
              <w:pStyle w:val="acctmergecolhdg"/>
              <w:tabs>
                <w:tab w:val="decimal" w:pos="1007"/>
              </w:tabs>
              <w:spacing w:line="240" w:lineRule="atLeast"/>
              <w:ind w:right="-139"/>
              <w:jc w:val="right"/>
              <w:rPr>
                <w:b w:val="0"/>
                <w:bCs/>
                <w:szCs w:val="22"/>
              </w:rPr>
            </w:pPr>
          </w:p>
        </w:tc>
        <w:tc>
          <w:tcPr>
            <w:tcW w:w="668" w:type="pct"/>
          </w:tcPr>
          <w:p w14:paraId="3CC40896" w14:textId="1F85D5B4" w:rsidR="008D3BAF" w:rsidRPr="008D3BAF" w:rsidRDefault="00506946" w:rsidP="008D3BAF">
            <w:pPr>
              <w:pStyle w:val="acctmergecolhdg"/>
              <w:tabs>
                <w:tab w:val="decimal" w:pos="1062"/>
              </w:tabs>
              <w:spacing w:line="240" w:lineRule="atLeast"/>
              <w:ind w:left="-110" w:right="-80"/>
              <w:jc w:val="left"/>
              <w:rPr>
                <w:b w:val="0"/>
                <w:bCs/>
                <w:szCs w:val="22"/>
              </w:rPr>
            </w:pPr>
            <w:r>
              <w:rPr>
                <w:b w:val="0"/>
                <w:bCs/>
                <w:szCs w:val="22"/>
              </w:rPr>
              <w:t>10,641</w:t>
            </w:r>
          </w:p>
        </w:tc>
        <w:tc>
          <w:tcPr>
            <w:tcW w:w="148" w:type="pct"/>
          </w:tcPr>
          <w:p w14:paraId="478A37E9" w14:textId="77777777" w:rsidR="008D3BAF" w:rsidRPr="008D3BAF" w:rsidRDefault="008D3BAF" w:rsidP="008D3BAF">
            <w:pPr>
              <w:pStyle w:val="acctmergecolhdg"/>
              <w:spacing w:line="240" w:lineRule="atLeast"/>
              <w:ind w:left="195" w:right="104"/>
              <w:jc w:val="right"/>
              <w:rPr>
                <w:b w:val="0"/>
                <w:bCs/>
                <w:spacing w:val="-4"/>
                <w:szCs w:val="22"/>
              </w:rPr>
            </w:pPr>
          </w:p>
        </w:tc>
        <w:tc>
          <w:tcPr>
            <w:tcW w:w="638" w:type="pct"/>
            <w:vAlign w:val="bottom"/>
          </w:tcPr>
          <w:p w14:paraId="1C8FC22F" w14:textId="3A169B58" w:rsidR="008D3BAF" w:rsidRPr="008D3BAF" w:rsidRDefault="008D3BAF" w:rsidP="008D3BAF">
            <w:pPr>
              <w:pStyle w:val="acctmergecolhdg"/>
              <w:tabs>
                <w:tab w:val="decimal" w:pos="1004"/>
              </w:tabs>
              <w:spacing w:line="240" w:lineRule="atLeast"/>
              <w:ind w:left="-75" w:right="-80"/>
              <w:jc w:val="both"/>
              <w:rPr>
                <w:b w:val="0"/>
                <w:bCs/>
                <w:szCs w:val="22"/>
              </w:rPr>
            </w:pPr>
            <w:r w:rsidRPr="008D3BAF">
              <w:rPr>
                <w:b w:val="0"/>
                <w:bCs/>
                <w:szCs w:val="22"/>
                <w:lang w:val="en-US"/>
              </w:rPr>
              <w:t>10,355</w:t>
            </w:r>
          </w:p>
        </w:tc>
      </w:tr>
      <w:tr w:rsidR="008D3BAF" w:rsidRPr="001A3152" w14:paraId="0904FC2E" w14:textId="77777777" w:rsidTr="008D3BAF">
        <w:trPr>
          <w:cantSplit/>
        </w:trPr>
        <w:tc>
          <w:tcPr>
            <w:tcW w:w="2059" w:type="pct"/>
          </w:tcPr>
          <w:p w14:paraId="56AD89FD" w14:textId="3338625F" w:rsidR="008D3BAF" w:rsidRPr="001A3152" w:rsidRDefault="008D3BAF" w:rsidP="008D3BAF">
            <w:pPr>
              <w:pStyle w:val="acctfourfigures"/>
              <w:spacing w:line="240" w:lineRule="atLeast"/>
              <w:rPr>
                <w:szCs w:val="22"/>
              </w:rPr>
            </w:pPr>
            <w:r w:rsidRPr="00720717">
              <w:rPr>
                <w:szCs w:val="22"/>
              </w:rPr>
              <w:t>DVK Healthcare Co., Ltd.</w:t>
            </w:r>
          </w:p>
        </w:tc>
        <w:tc>
          <w:tcPr>
            <w:tcW w:w="622" w:type="pct"/>
            <w:tcBorders>
              <w:bottom w:val="single" w:sz="4" w:space="0" w:color="auto"/>
            </w:tcBorders>
          </w:tcPr>
          <w:p w14:paraId="5A939676" w14:textId="79858AB6" w:rsidR="008D3BAF" w:rsidRPr="008D3BAF" w:rsidRDefault="00506946" w:rsidP="008D3BAF">
            <w:pPr>
              <w:pStyle w:val="BodyText"/>
              <w:tabs>
                <w:tab w:val="decimal" w:pos="940"/>
              </w:tabs>
              <w:spacing w:after="0" w:line="240" w:lineRule="auto"/>
              <w:ind w:left="-115" w:right="-109"/>
              <w:rPr>
                <w:bCs/>
                <w:szCs w:val="22"/>
                <w:lang w:val="en-GB"/>
              </w:rPr>
            </w:pPr>
            <w:r>
              <w:rPr>
                <w:bCs/>
                <w:szCs w:val="22"/>
                <w:lang w:val="en-GB"/>
              </w:rPr>
              <w:t>2,614</w:t>
            </w:r>
          </w:p>
        </w:tc>
        <w:tc>
          <w:tcPr>
            <w:tcW w:w="111" w:type="pct"/>
          </w:tcPr>
          <w:p w14:paraId="6B0007C1" w14:textId="77777777" w:rsidR="008D3BAF" w:rsidRPr="008D3BAF" w:rsidRDefault="008D3BAF" w:rsidP="008D3BAF">
            <w:pPr>
              <w:pStyle w:val="acctmergecolhdg"/>
              <w:spacing w:line="240" w:lineRule="atLeast"/>
              <w:jc w:val="right"/>
              <w:rPr>
                <w:b w:val="0"/>
                <w:bCs/>
                <w:spacing w:val="-4"/>
                <w:szCs w:val="22"/>
              </w:rPr>
            </w:pPr>
          </w:p>
        </w:tc>
        <w:tc>
          <w:tcPr>
            <w:tcW w:w="638" w:type="pct"/>
            <w:tcBorders>
              <w:bottom w:val="single" w:sz="4" w:space="0" w:color="auto"/>
            </w:tcBorders>
            <w:vAlign w:val="bottom"/>
          </w:tcPr>
          <w:p w14:paraId="7B365D9D" w14:textId="59C1AB54" w:rsidR="008D3BAF" w:rsidRPr="008D3BAF" w:rsidRDefault="008D3BAF" w:rsidP="008D3BAF">
            <w:pPr>
              <w:pStyle w:val="acctmergecolhdg"/>
              <w:tabs>
                <w:tab w:val="decimal" w:pos="1010"/>
              </w:tabs>
              <w:spacing w:line="240" w:lineRule="atLeast"/>
              <w:ind w:left="-75" w:right="66"/>
              <w:jc w:val="right"/>
              <w:rPr>
                <w:b w:val="0"/>
                <w:bCs/>
                <w:szCs w:val="22"/>
              </w:rPr>
            </w:pPr>
            <w:r w:rsidRPr="008D3BAF">
              <w:rPr>
                <w:b w:val="0"/>
                <w:bCs/>
                <w:szCs w:val="22"/>
                <w:lang w:val="en-US"/>
              </w:rPr>
              <w:t>2,436</w:t>
            </w:r>
          </w:p>
        </w:tc>
        <w:tc>
          <w:tcPr>
            <w:tcW w:w="116" w:type="pct"/>
          </w:tcPr>
          <w:p w14:paraId="6FB23C74" w14:textId="77777777" w:rsidR="008D3BAF" w:rsidRPr="008D3BAF" w:rsidRDefault="008D3BAF" w:rsidP="008D3BAF">
            <w:pPr>
              <w:pStyle w:val="acctmergecolhdg"/>
              <w:tabs>
                <w:tab w:val="decimal" w:pos="1007"/>
              </w:tabs>
              <w:spacing w:line="240" w:lineRule="atLeast"/>
              <w:ind w:right="-139"/>
              <w:jc w:val="right"/>
              <w:rPr>
                <w:b w:val="0"/>
                <w:bCs/>
                <w:szCs w:val="22"/>
              </w:rPr>
            </w:pPr>
          </w:p>
        </w:tc>
        <w:tc>
          <w:tcPr>
            <w:tcW w:w="668" w:type="pct"/>
            <w:tcBorders>
              <w:bottom w:val="single" w:sz="4" w:space="0" w:color="auto"/>
            </w:tcBorders>
          </w:tcPr>
          <w:p w14:paraId="23C6280D" w14:textId="2397010A" w:rsidR="008D3BAF" w:rsidRPr="008D3BAF" w:rsidRDefault="00506946" w:rsidP="008D3BAF">
            <w:pPr>
              <w:pStyle w:val="acctmergecolhdg"/>
              <w:tabs>
                <w:tab w:val="decimal" w:pos="1062"/>
              </w:tabs>
              <w:spacing w:line="240" w:lineRule="atLeast"/>
              <w:ind w:left="-110" w:right="-80"/>
              <w:jc w:val="left"/>
              <w:rPr>
                <w:b w:val="0"/>
                <w:bCs/>
                <w:szCs w:val="22"/>
              </w:rPr>
            </w:pPr>
            <w:r>
              <w:rPr>
                <w:b w:val="0"/>
                <w:bCs/>
                <w:szCs w:val="22"/>
              </w:rPr>
              <w:t>2,614</w:t>
            </w:r>
          </w:p>
        </w:tc>
        <w:tc>
          <w:tcPr>
            <w:tcW w:w="148" w:type="pct"/>
          </w:tcPr>
          <w:p w14:paraId="03FB4295" w14:textId="77777777" w:rsidR="008D3BAF" w:rsidRPr="008D3BAF" w:rsidRDefault="008D3BAF" w:rsidP="008D3BAF">
            <w:pPr>
              <w:pStyle w:val="acctmergecolhdg"/>
              <w:spacing w:line="240" w:lineRule="atLeast"/>
              <w:ind w:left="195" w:right="104"/>
              <w:jc w:val="right"/>
              <w:rPr>
                <w:b w:val="0"/>
                <w:bCs/>
                <w:spacing w:val="-4"/>
                <w:szCs w:val="22"/>
              </w:rPr>
            </w:pPr>
          </w:p>
        </w:tc>
        <w:tc>
          <w:tcPr>
            <w:tcW w:w="638" w:type="pct"/>
            <w:tcBorders>
              <w:bottom w:val="single" w:sz="4" w:space="0" w:color="auto"/>
            </w:tcBorders>
            <w:vAlign w:val="bottom"/>
          </w:tcPr>
          <w:p w14:paraId="59360905" w14:textId="105251C5" w:rsidR="008D3BAF" w:rsidRPr="008D3BAF" w:rsidRDefault="008D3BAF" w:rsidP="008D3BAF">
            <w:pPr>
              <w:pStyle w:val="acctmergecolhdg"/>
              <w:tabs>
                <w:tab w:val="decimal" w:pos="1004"/>
              </w:tabs>
              <w:spacing w:line="240" w:lineRule="atLeast"/>
              <w:ind w:left="-75" w:right="-80"/>
              <w:jc w:val="both"/>
              <w:rPr>
                <w:b w:val="0"/>
                <w:bCs/>
                <w:szCs w:val="22"/>
              </w:rPr>
            </w:pPr>
            <w:r w:rsidRPr="008D3BAF">
              <w:rPr>
                <w:b w:val="0"/>
                <w:bCs/>
                <w:szCs w:val="22"/>
                <w:lang w:val="en-US"/>
              </w:rPr>
              <w:t>2,436</w:t>
            </w:r>
          </w:p>
        </w:tc>
      </w:tr>
      <w:tr w:rsidR="008D3BAF" w:rsidRPr="001A3152" w14:paraId="1E0CAE39" w14:textId="77777777" w:rsidTr="00C861F3">
        <w:trPr>
          <w:cantSplit/>
        </w:trPr>
        <w:tc>
          <w:tcPr>
            <w:tcW w:w="2059" w:type="pct"/>
          </w:tcPr>
          <w:p w14:paraId="44A627CE" w14:textId="57456627" w:rsidR="008D3BAF" w:rsidRPr="001A3152" w:rsidRDefault="008D3BAF" w:rsidP="008D3BAF">
            <w:pPr>
              <w:pStyle w:val="acctfourfigures"/>
              <w:tabs>
                <w:tab w:val="clear" w:pos="765"/>
                <w:tab w:val="decimal" w:pos="460"/>
              </w:tabs>
              <w:spacing w:line="240" w:lineRule="atLeast"/>
              <w:rPr>
                <w:szCs w:val="22"/>
              </w:rPr>
            </w:pPr>
            <w:r w:rsidRPr="001A3152">
              <w:rPr>
                <w:b/>
                <w:bCs/>
                <w:szCs w:val="22"/>
              </w:rPr>
              <w:t>Total</w:t>
            </w:r>
          </w:p>
        </w:tc>
        <w:tc>
          <w:tcPr>
            <w:tcW w:w="622" w:type="pct"/>
            <w:tcBorders>
              <w:top w:val="single" w:sz="4" w:space="0" w:color="auto"/>
              <w:bottom w:val="double" w:sz="4" w:space="0" w:color="auto"/>
            </w:tcBorders>
          </w:tcPr>
          <w:p w14:paraId="3551F595" w14:textId="179A44A9" w:rsidR="008D3BAF" w:rsidRPr="008A6E85" w:rsidRDefault="00506946" w:rsidP="008D3BAF">
            <w:pPr>
              <w:pStyle w:val="BodyText"/>
              <w:tabs>
                <w:tab w:val="decimal" w:pos="940"/>
              </w:tabs>
              <w:spacing w:after="0" w:line="240" w:lineRule="auto"/>
              <w:ind w:left="-115" w:right="-109"/>
              <w:rPr>
                <w:b/>
                <w:bCs/>
                <w:szCs w:val="22"/>
              </w:rPr>
            </w:pPr>
            <w:r>
              <w:rPr>
                <w:b/>
                <w:bCs/>
                <w:szCs w:val="22"/>
              </w:rPr>
              <w:t>13,261</w:t>
            </w:r>
          </w:p>
        </w:tc>
        <w:tc>
          <w:tcPr>
            <w:tcW w:w="111" w:type="pct"/>
          </w:tcPr>
          <w:p w14:paraId="2447369D" w14:textId="77777777" w:rsidR="008D3BAF" w:rsidRPr="008A6E85" w:rsidRDefault="008D3BAF" w:rsidP="008D3BAF">
            <w:pPr>
              <w:pStyle w:val="acctfourfigures"/>
              <w:tabs>
                <w:tab w:val="clear" w:pos="765"/>
                <w:tab w:val="decimal" w:pos="900"/>
                <w:tab w:val="decimal" w:pos="1020"/>
              </w:tabs>
              <w:spacing w:line="240" w:lineRule="atLeast"/>
              <w:ind w:right="140"/>
              <w:jc w:val="right"/>
              <w:rPr>
                <w:b/>
                <w:bCs/>
                <w:szCs w:val="22"/>
              </w:rPr>
            </w:pPr>
          </w:p>
        </w:tc>
        <w:tc>
          <w:tcPr>
            <w:tcW w:w="638" w:type="pct"/>
            <w:tcBorders>
              <w:top w:val="single" w:sz="4" w:space="0" w:color="auto"/>
              <w:bottom w:val="double" w:sz="4" w:space="0" w:color="auto"/>
            </w:tcBorders>
            <w:vAlign w:val="bottom"/>
          </w:tcPr>
          <w:p w14:paraId="5B06E493" w14:textId="75D68B75" w:rsidR="008D3BAF" w:rsidRPr="008A6E85" w:rsidRDefault="008D3BAF" w:rsidP="008D3BAF">
            <w:pPr>
              <w:pStyle w:val="acctfourfigures"/>
              <w:tabs>
                <w:tab w:val="clear" w:pos="765"/>
                <w:tab w:val="decimal" w:pos="1010"/>
              </w:tabs>
              <w:spacing w:line="240" w:lineRule="atLeast"/>
              <w:ind w:right="66"/>
              <w:jc w:val="right"/>
              <w:rPr>
                <w:b/>
                <w:bCs/>
                <w:szCs w:val="22"/>
              </w:rPr>
            </w:pPr>
            <w:r w:rsidRPr="00292DF4">
              <w:rPr>
                <w:b/>
                <w:bCs/>
                <w:szCs w:val="22"/>
              </w:rPr>
              <w:t>12,794</w:t>
            </w:r>
          </w:p>
        </w:tc>
        <w:tc>
          <w:tcPr>
            <w:tcW w:w="116" w:type="pct"/>
          </w:tcPr>
          <w:p w14:paraId="327BB671" w14:textId="77777777" w:rsidR="008D3BAF" w:rsidRPr="008A6E85" w:rsidRDefault="008D3BAF" w:rsidP="008D3BAF">
            <w:pPr>
              <w:pStyle w:val="acctfourfigures"/>
              <w:tabs>
                <w:tab w:val="clear" w:pos="765"/>
                <w:tab w:val="decimal" w:pos="900"/>
                <w:tab w:val="decimal" w:pos="1020"/>
              </w:tabs>
              <w:spacing w:line="240" w:lineRule="atLeast"/>
              <w:ind w:right="-139"/>
              <w:jc w:val="right"/>
              <w:rPr>
                <w:b/>
                <w:bCs/>
                <w:szCs w:val="22"/>
              </w:rPr>
            </w:pPr>
          </w:p>
        </w:tc>
        <w:tc>
          <w:tcPr>
            <w:tcW w:w="668" w:type="pct"/>
            <w:tcBorders>
              <w:top w:val="single" w:sz="4" w:space="0" w:color="auto"/>
              <w:bottom w:val="double" w:sz="4" w:space="0" w:color="auto"/>
            </w:tcBorders>
          </w:tcPr>
          <w:p w14:paraId="4F12DB20" w14:textId="29AF5EED" w:rsidR="008D3BAF" w:rsidRPr="008A6E85" w:rsidRDefault="00506946" w:rsidP="008D3BAF">
            <w:pPr>
              <w:pStyle w:val="acctfourfigures"/>
              <w:tabs>
                <w:tab w:val="clear" w:pos="765"/>
                <w:tab w:val="decimal" w:pos="1062"/>
              </w:tabs>
              <w:spacing w:line="240" w:lineRule="atLeast"/>
              <w:ind w:left="-110" w:right="-80"/>
              <w:rPr>
                <w:b/>
                <w:bCs/>
                <w:szCs w:val="22"/>
              </w:rPr>
            </w:pPr>
            <w:r>
              <w:rPr>
                <w:b/>
                <w:bCs/>
                <w:szCs w:val="22"/>
              </w:rPr>
              <w:t>49,565</w:t>
            </w:r>
          </w:p>
        </w:tc>
        <w:tc>
          <w:tcPr>
            <w:tcW w:w="148" w:type="pct"/>
          </w:tcPr>
          <w:p w14:paraId="216D3ECE" w14:textId="77777777" w:rsidR="008D3BAF" w:rsidRPr="008A6E85" w:rsidRDefault="008D3BAF" w:rsidP="008D3BAF">
            <w:pPr>
              <w:pStyle w:val="acctfourfigures"/>
              <w:tabs>
                <w:tab w:val="clear" w:pos="765"/>
                <w:tab w:val="decimal" w:pos="900"/>
                <w:tab w:val="decimal" w:pos="1020"/>
              </w:tabs>
              <w:spacing w:line="240" w:lineRule="atLeast"/>
              <w:ind w:right="104"/>
              <w:jc w:val="right"/>
              <w:rPr>
                <w:b/>
                <w:bCs/>
                <w:szCs w:val="22"/>
              </w:rPr>
            </w:pPr>
          </w:p>
        </w:tc>
        <w:tc>
          <w:tcPr>
            <w:tcW w:w="638" w:type="pct"/>
            <w:tcBorders>
              <w:top w:val="single" w:sz="4" w:space="0" w:color="auto"/>
              <w:bottom w:val="double" w:sz="4" w:space="0" w:color="auto"/>
            </w:tcBorders>
            <w:vAlign w:val="bottom"/>
          </w:tcPr>
          <w:p w14:paraId="770F390D" w14:textId="41179B07" w:rsidR="008D3BAF" w:rsidRPr="008A6E85" w:rsidRDefault="008D3BAF" w:rsidP="008D3BAF">
            <w:pPr>
              <w:pStyle w:val="acctfourfigures"/>
              <w:tabs>
                <w:tab w:val="clear" w:pos="765"/>
                <w:tab w:val="decimal" w:pos="1004"/>
              </w:tabs>
              <w:spacing w:line="240" w:lineRule="atLeast"/>
              <w:ind w:right="-80"/>
              <w:jc w:val="both"/>
              <w:rPr>
                <w:b/>
                <w:bCs/>
                <w:szCs w:val="22"/>
              </w:rPr>
            </w:pPr>
            <w:r w:rsidRPr="00292DF4">
              <w:rPr>
                <w:b/>
                <w:bCs/>
                <w:szCs w:val="22"/>
              </w:rPr>
              <w:t>47,585</w:t>
            </w:r>
          </w:p>
        </w:tc>
      </w:tr>
      <w:tr w:rsidR="008D3BAF" w:rsidRPr="001A3152" w14:paraId="63ED236D" w14:textId="77777777" w:rsidTr="00C861F3">
        <w:trPr>
          <w:cantSplit/>
        </w:trPr>
        <w:tc>
          <w:tcPr>
            <w:tcW w:w="2059" w:type="pct"/>
          </w:tcPr>
          <w:p w14:paraId="4DF0572D" w14:textId="77777777" w:rsidR="008D3BAF" w:rsidRPr="001A3152" w:rsidRDefault="008D3BAF" w:rsidP="008D3BAF">
            <w:pPr>
              <w:pStyle w:val="acctfourfigures"/>
              <w:tabs>
                <w:tab w:val="clear" w:pos="765"/>
                <w:tab w:val="decimal" w:pos="460"/>
              </w:tabs>
              <w:spacing w:line="240" w:lineRule="atLeast"/>
              <w:rPr>
                <w:b/>
                <w:bCs/>
                <w:szCs w:val="22"/>
              </w:rPr>
            </w:pPr>
          </w:p>
        </w:tc>
        <w:tc>
          <w:tcPr>
            <w:tcW w:w="622" w:type="pct"/>
            <w:tcBorders>
              <w:top w:val="double" w:sz="4" w:space="0" w:color="auto"/>
            </w:tcBorders>
            <w:vAlign w:val="bottom"/>
          </w:tcPr>
          <w:p w14:paraId="184D4699" w14:textId="77777777" w:rsidR="008D3BAF" w:rsidRPr="008A6E85" w:rsidRDefault="008D3BAF" w:rsidP="008D3BAF">
            <w:pPr>
              <w:pStyle w:val="acctmergecolhdg"/>
              <w:tabs>
                <w:tab w:val="decimal" w:pos="1020"/>
              </w:tabs>
              <w:spacing w:line="240" w:lineRule="atLeast"/>
              <w:ind w:right="77" w:hanging="82"/>
              <w:jc w:val="right"/>
              <w:rPr>
                <w:b w:val="0"/>
                <w:bCs/>
                <w:spacing w:val="-6"/>
                <w:szCs w:val="22"/>
              </w:rPr>
            </w:pPr>
          </w:p>
        </w:tc>
        <w:tc>
          <w:tcPr>
            <w:tcW w:w="111" w:type="pct"/>
            <w:vAlign w:val="bottom"/>
          </w:tcPr>
          <w:p w14:paraId="679A089D" w14:textId="77777777" w:rsidR="008D3BAF" w:rsidRPr="008A6E85" w:rsidRDefault="008D3BAF" w:rsidP="008D3BAF">
            <w:pPr>
              <w:pStyle w:val="acctmergecolhdg"/>
              <w:spacing w:line="240" w:lineRule="atLeast"/>
              <w:jc w:val="right"/>
              <w:rPr>
                <w:b w:val="0"/>
                <w:bCs/>
                <w:spacing w:val="-4"/>
                <w:szCs w:val="22"/>
              </w:rPr>
            </w:pPr>
          </w:p>
        </w:tc>
        <w:tc>
          <w:tcPr>
            <w:tcW w:w="638" w:type="pct"/>
            <w:tcBorders>
              <w:top w:val="double" w:sz="4" w:space="0" w:color="auto"/>
            </w:tcBorders>
            <w:vAlign w:val="bottom"/>
          </w:tcPr>
          <w:p w14:paraId="1B494F3F" w14:textId="77777777" w:rsidR="008D3BAF" w:rsidRPr="008A6E85" w:rsidRDefault="008D3BAF" w:rsidP="008D3BAF">
            <w:pPr>
              <w:pStyle w:val="acctmergecolhdg"/>
              <w:tabs>
                <w:tab w:val="decimal" w:pos="850"/>
                <w:tab w:val="decimal" w:pos="1010"/>
              </w:tabs>
              <w:spacing w:line="240" w:lineRule="atLeast"/>
              <w:ind w:left="-75" w:right="66"/>
              <w:jc w:val="right"/>
              <w:rPr>
                <w:b w:val="0"/>
                <w:bCs/>
                <w:spacing w:val="-4"/>
                <w:szCs w:val="22"/>
              </w:rPr>
            </w:pPr>
          </w:p>
        </w:tc>
        <w:tc>
          <w:tcPr>
            <w:tcW w:w="116" w:type="pct"/>
            <w:vAlign w:val="bottom"/>
          </w:tcPr>
          <w:p w14:paraId="6671E00D" w14:textId="77777777" w:rsidR="008D3BAF" w:rsidRPr="008A6E85" w:rsidRDefault="008D3BAF" w:rsidP="008D3BAF">
            <w:pPr>
              <w:pStyle w:val="acctmergecolhdg"/>
              <w:tabs>
                <w:tab w:val="decimal" w:pos="1007"/>
              </w:tabs>
              <w:spacing w:line="240" w:lineRule="atLeast"/>
              <w:ind w:right="-139"/>
              <w:jc w:val="right"/>
              <w:rPr>
                <w:b w:val="0"/>
                <w:bCs/>
                <w:szCs w:val="22"/>
              </w:rPr>
            </w:pPr>
          </w:p>
        </w:tc>
        <w:tc>
          <w:tcPr>
            <w:tcW w:w="668" w:type="pct"/>
            <w:tcBorders>
              <w:top w:val="double" w:sz="4" w:space="0" w:color="auto"/>
            </w:tcBorders>
            <w:vAlign w:val="bottom"/>
          </w:tcPr>
          <w:p w14:paraId="39AD4D75" w14:textId="77777777" w:rsidR="008D3BAF" w:rsidRPr="008A6E85" w:rsidRDefault="008D3BAF" w:rsidP="008D3BAF">
            <w:pPr>
              <w:pStyle w:val="acctmergecolhdg"/>
              <w:tabs>
                <w:tab w:val="decimal" w:pos="1062"/>
              </w:tabs>
              <w:spacing w:line="240" w:lineRule="atLeast"/>
              <w:ind w:left="-110" w:right="-80"/>
              <w:jc w:val="left"/>
              <w:rPr>
                <w:b w:val="0"/>
                <w:bCs/>
                <w:szCs w:val="22"/>
              </w:rPr>
            </w:pPr>
          </w:p>
        </w:tc>
        <w:tc>
          <w:tcPr>
            <w:tcW w:w="148" w:type="pct"/>
            <w:vAlign w:val="bottom"/>
          </w:tcPr>
          <w:p w14:paraId="48814936" w14:textId="77777777" w:rsidR="008D3BAF" w:rsidRPr="008A6E85" w:rsidRDefault="008D3BAF" w:rsidP="008D3BAF">
            <w:pPr>
              <w:pStyle w:val="acctmergecolhdg"/>
              <w:spacing w:line="240" w:lineRule="atLeast"/>
              <w:ind w:left="195" w:right="104"/>
              <w:jc w:val="right"/>
              <w:rPr>
                <w:b w:val="0"/>
                <w:bCs/>
                <w:spacing w:val="-4"/>
                <w:szCs w:val="22"/>
              </w:rPr>
            </w:pPr>
          </w:p>
        </w:tc>
        <w:tc>
          <w:tcPr>
            <w:tcW w:w="638" w:type="pct"/>
            <w:tcBorders>
              <w:top w:val="double" w:sz="4" w:space="0" w:color="auto"/>
            </w:tcBorders>
            <w:vAlign w:val="bottom"/>
          </w:tcPr>
          <w:p w14:paraId="22E26FF1" w14:textId="77777777" w:rsidR="008D3BAF" w:rsidRPr="008A6E85" w:rsidRDefault="008D3BAF" w:rsidP="008D3BAF">
            <w:pPr>
              <w:pStyle w:val="acctmergecolhdg"/>
              <w:tabs>
                <w:tab w:val="decimal" w:pos="1004"/>
              </w:tabs>
              <w:spacing w:line="240" w:lineRule="atLeast"/>
              <w:ind w:left="-75" w:right="-80"/>
              <w:jc w:val="both"/>
              <w:rPr>
                <w:b w:val="0"/>
                <w:bCs/>
                <w:spacing w:val="-4"/>
                <w:szCs w:val="22"/>
              </w:rPr>
            </w:pPr>
          </w:p>
        </w:tc>
      </w:tr>
      <w:tr w:rsidR="008D3BAF" w:rsidRPr="001A3152" w14:paraId="188367ED" w14:textId="77777777" w:rsidTr="00C861F3">
        <w:trPr>
          <w:cantSplit/>
        </w:trPr>
        <w:tc>
          <w:tcPr>
            <w:tcW w:w="2059" w:type="pct"/>
          </w:tcPr>
          <w:p w14:paraId="763D8900" w14:textId="5E04BD22" w:rsidR="008D3BAF" w:rsidRPr="001A3152" w:rsidRDefault="008D3BAF" w:rsidP="008D3BAF">
            <w:pPr>
              <w:pStyle w:val="acctfourfigures"/>
              <w:spacing w:line="240" w:lineRule="atLeast"/>
              <w:rPr>
                <w:szCs w:val="22"/>
              </w:rPr>
            </w:pPr>
            <w:r w:rsidRPr="001A3152">
              <w:rPr>
                <w:b/>
                <w:bCs/>
                <w:i/>
                <w:iCs/>
                <w:szCs w:val="22"/>
                <w:cs/>
              </w:rPr>
              <w:t>Other current receivables</w:t>
            </w:r>
          </w:p>
        </w:tc>
        <w:tc>
          <w:tcPr>
            <w:tcW w:w="622" w:type="pct"/>
            <w:vAlign w:val="bottom"/>
          </w:tcPr>
          <w:p w14:paraId="31BDBA44" w14:textId="34FC75DA" w:rsidR="008D3BAF" w:rsidRPr="00935323" w:rsidRDefault="008D3BAF" w:rsidP="008D3BAF">
            <w:pPr>
              <w:pStyle w:val="acctmergecolhdg"/>
              <w:tabs>
                <w:tab w:val="decimal" w:pos="1020"/>
              </w:tabs>
              <w:spacing w:line="240" w:lineRule="atLeast"/>
              <w:ind w:right="77" w:hanging="82"/>
              <w:jc w:val="right"/>
              <w:rPr>
                <w:b w:val="0"/>
                <w:bCs/>
                <w:spacing w:val="-6"/>
                <w:szCs w:val="22"/>
                <w:highlight w:val="yellow"/>
              </w:rPr>
            </w:pPr>
          </w:p>
        </w:tc>
        <w:tc>
          <w:tcPr>
            <w:tcW w:w="111" w:type="pct"/>
            <w:vAlign w:val="bottom"/>
          </w:tcPr>
          <w:p w14:paraId="569F8085" w14:textId="77777777" w:rsidR="008D3BAF" w:rsidRPr="00A43BE2" w:rsidRDefault="008D3BAF" w:rsidP="008D3BAF">
            <w:pPr>
              <w:pStyle w:val="acctmergecolhdg"/>
              <w:spacing w:line="240" w:lineRule="atLeast"/>
              <w:jc w:val="right"/>
              <w:rPr>
                <w:b w:val="0"/>
                <w:bCs/>
                <w:spacing w:val="-4"/>
                <w:szCs w:val="22"/>
              </w:rPr>
            </w:pPr>
          </w:p>
        </w:tc>
        <w:tc>
          <w:tcPr>
            <w:tcW w:w="638" w:type="pct"/>
            <w:vAlign w:val="bottom"/>
          </w:tcPr>
          <w:p w14:paraId="40124289" w14:textId="17F88B15" w:rsidR="008D3BAF" w:rsidRPr="00A43BE2" w:rsidRDefault="008D3BAF" w:rsidP="008D3BAF">
            <w:pPr>
              <w:pStyle w:val="acctmergecolhdg"/>
              <w:tabs>
                <w:tab w:val="decimal" w:pos="850"/>
                <w:tab w:val="decimal" w:pos="1010"/>
              </w:tabs>
              <w:spacing w:line="240" w:lineRule="atLeast"/>
              <w:ind w:left="-75" w:right="66"/>
              <w:jc w:val="right"/>
              <w:rPr>
                <w:b w:val="0"/>
                <w:bCs/>
                <w:spacing w:val="-4"/>
                <w:szCs w:val="22"/>
              </w:rPr>
            </w:pPr>
          </w:p>
        </w:tc>
        <w:tc>
          <w:tcPr>
            <w:tcW w:w="116" w:type="pct"/>
            <w:vAlign w:val="bottom"/>
          </w:tcPr>
          <w:p w14:paraId="178F61E8" w14:textId="77777777" w:rsidR="008D3BAF" w:rsidRPr="00A43BE2" w:rsidRDefault="008D3BAF" w:rsidP="008D3BAF">
            <w:pPr>
              <w:pStyle w:val="acctmergecolhdg"/>
              <w:tabs>
                <w:tab w:val="decimal" w:pos="1007"/>
              </w:tabs>
              <w:spacing w:line="240" w:lineRule="atLeast"/>
              <w:ind w:right="-139"/>
              <w:jc w:val="right"/>
              <w:rPr>
                <w:b w:val="0"/>
                <w:bCs/>
                <w:szCs w:val="22"/>
              </w:rPr>
            </w:pPr>
          </w:p>
        </w:tc>
        <w:tc>
          <w:tcPr>
            <w:tcW w:w="668" w:type="pct"/>
            <w:vAlign w:val="bottom"/>
          </w:tcPr>
          <w:p w14:paraId="72ABB67A" w14:textId="141580BD" w:rsidR="008D3BAF" w:rsidRPr="00935323" w:rsidRDefault="008D3BAF" w:rsidP="008D3BAF">
            <w:pPr>
              <w:pStyle w:val="acctmergecolhdg"/>
              <w:tabs>
                <w:tab w:val="decimal" w:pos="1062"/>
              </w:tabs>
              <w:spacing w:line="240" w:lineRule="atLeast"/>
              <w:ind w:left="-110" w:right="-80"/>
              <w:jc w:val="left"/>
              <w:rPr>
                <w:b w:val="0"/>
                <w:bCs/>
                <w:szCs w:val="22"/>
                <w:highlight w:val="yellow"/>
              </w:rPr>
            </w:pPr>
          </w:p>
        </w:tc>
        <w:tc>
          <w:tcPr>
            <w:tcW w:w="148" w:type="pct"/>
            <w:vAlign w:val="bottom"/>
          </w:tcPr>
          <w:p w14:paraId="4084652D" w14:textId="77777777" w:rsidR="008D3BAF" w:rsidRPr="00A43BE2" w:rsidRDefault="008D3BAF" w:rsidP="008D3BAF">
            <w:pPr>
              <w:pStyle w:val="acctmergecolhdg"/>
              <w:spacing w:line="240" w:lineRule="atLeast"/>
              <w:ind w:left="195" w:right="104"/>
              <w:jc w:val="right"/>
              <w:rPr>
                <w:b w:val="0"/>
                <w:bCs/>
                <w:spacing w:val="-4"/>
                <w:szCs w:val="22"/>
              </w:rPr>
            </w:pPr>
          </w:p>
        </w:tc>
        <w:tc>
          <w:tcPr>
            <w:tcW w:w="638" w:type="pct"/>
            <w:vAlign w:val="bottom"/>
          </w:tcPr>
          <w:p w14:paraId="322A36C1" w14:textId="454C1D86" w:rsidR="008D3BAF" w:rsidRPr="00A43BE2" w:rsidRDefault="008D3BAF" w:rsidP="008D3BAF">
            <w:pPr>
              <w:pStyle w:val="acctmergecolhdg"/>
              <w:tabs>
                <w:tab w:val="decimal" w:pos="1004"/>
              </w:tabs>
              <w:spacing w:line="240" w:lineRule="atLeast"/>
              <w:ind w:left="-75" w:right="-80"/>
              <w:jc w:val="both"/>
              <w:rPr>
                <w:b w:val="0"/>
                <w:bCs/>
                <w:spacing w:val="-4"/>
                <w:szCs w:val="22"/>
              </w:rPr>
            </w:pPr>
          </w:p>
        </w:tc>
      </w:tr>
      <w:tr w:rsidR="008D3BAF" w:rsidRPr="001A3152" w14:paraId="208AEF83" w14:textId="77777777" w:rsidTr="00C861F3">
        <w:trPr>
          <w:cantSplit/>
        </w:trPr>
        <w:tc>
          <w:tcPr>
            <w:tcW w:w="2059" w:type="pct"/>
          </w:tcPr>
          <w:p w14:paraId="62D0F529" w14:textId="027765B1" w:rsidR="008D3BAF" w:rsidRPr="001A3152" w:rsidRDefault="008D3BAF" w:rsidP="008D3BAF">
            <w:pPr>
              <w:spacing w:line="240" w:lineRule="atLeast"/>
              <w:rPr>
                <w:b/>
                <w:bCs/>
                <w:szCs w:val="22"/>
              </w:rPr>
            </w:pPr>
            <w:r w:rsidRPr="001A3152">
              <w:rPr>
                <w:b/>
                <w:bCs/>
                <w:szCs w:val="22"/>
              </w:rPr>
              <w:t>Subsidiaries</w:t>
            </w:r>
          </w:p>
        </w:tc>
        <w:tc>
          <w:tcPr>
            <w:tcW w:w="622" w:type="pct"/>
            <w:vAlign w:val="bottom"/>
          </w:tcPr>
          <w:p w14:paraId="055A12EB" w14:textId="355CA3AA" w:rsidR="008D3BAF" w:rsidRPr="00935323" w:rsidRDefault="008D3BAF" w:rsidP="008D3BAF">
            <w:pPr>
              <w:pStyle w:val="acctfourfigures"/>
              <w:tabs>
                <w:tab w:val="clear" w:pos="765"/>
                <w:tab w:val="decimal" w:pos="1020"/>
              </w:tabs>
              <w:spacing w:line="240" w:lineRule="atLeast"/>
              <w:ind w:right="77"/>
              <w:jc w:val="right"/>
              <w:rPr>
                <w:szCs w:val="22"/>
                <w:highlight w:val="yellow"/>
              </w:rPr>
            </w:pPr>
          </w:p>
        </w:tc>
        <w:tc>
          <w:tcPr>
            <w:tcW w:w="111" w:type="pct"/>
            <w:vAlign w:val="bottom"/>
          </w:tcPr>
          <w:p w14:paraId="6B947FDC" w14:textId="77777777" w:rsidR="008D3BAF" w:rsidRPr="00A43BE2" w:rsidRDefault="008D3BAF" w:rsidP="008D3BAF">
            <w:pPr>
              <w:pStyle w:val="acctfourfigures"/>
              <w:tabs>
                <w:tab w:val="clear" w:pos="765"/>
                <w:tab w:val="decimal" w:pos="911"/>
              </w:tabs>
              <w:spacing w:line="240" w:lineRule="atLeast"/>
              <w:jc w:val="right"/>
              <w:rPr>
                <w:szCs w:val="22"/>
              </w:rPr>
            </w:pPr>
          </w:p>
        </w:tc>
        <w:tc>
          <w:tcPr>
            <w:tcW w:w="638" w:type="pct"/>
            <w:vAlign w:val="bottom"/>
          </w:tcPr>
          <w:p w14:paraId="3AFA077E" w14:textId="0DA9A7A1" w:rsidR="008D3BAF" w:rsidRPr="00A43BE2" w:rsidRDefault="008D3BAF" w:rsidP="008D3BAF">
            <w:pPr>
              <w:pStyle w:val="acctfourfigures"/>
              <w:tabs>
                <w:tab w:val="clear" w:pos="765"/>
                <w:tab w:val="decimal" w:pos="850"/>
                <w:tab w:val="decimal" w:pos="1010"/>
              </w:tabs>
              <w:spacing w:line="240" w:lineRule="atLeast"/>
              <w:ind w:right="66"/>
              <w:jc w:val="right"/>
              <w:rPr>
                <w:szCs w:val="22"/>
              </w:rPr>
            </w:pPr>
          </w:p>
        </w:tc>
        <w:tc>
          <w:tcPr>
            <w:tcW w:w="116" w:type="pct"/>
            <w:vAlign w:val="bottom"/>
          </w:tcPr>
          <w:p w14:paraId="24FE4E42" w14:textId="77777777" w:rsidR="008D3BAF" w:rsidRPr="00A43BE2" w:rsidRDefault="008D3BAF" w:rsidP="008D3BAF">
            <w:pPr>
              <w:pStyle w:val="acctfourfigures"/>
              <w:tabs>
                <w:tab w:val="clear" w:pos="765"/>
                <w:tab w:val="decimal" w:pos="911"/>
                <w:tab w:val="decimal" w:pos="1007"/>
              </w:tabs>
              <w:spacing w:line="240" w:lineRule="atLeast"/>
              <w:ind w:right="-139"/>
              <w:jc w:val="right"/>
              <w:rPr>
                <w:szCs w:val="22"/>
              </w:rPr>
            </w:pPr>
          </w:p>
        </w:tc>
        <w:tc>
          <w:tcPr>
            <w:tcW w:w="668" w:type="pct"/>
            <w:vAlign w:val="bottom"/>
          </w:tcPr>
          <w:p w14:paraId="4B0CF984" w14:textId="791655DE" w:rsidR="008D3BAF" w:rsidRPr="00935323" w:rsidRDefault="008D3BAF" w:rsidP="008D3BAF">
            <w:pPr>
              <w:pStyle w:val="acctfourfigures"/>
              <w:tabs>
                <w:tab w:val="clear" w:pos="765"/>
                <w:tab w:val="decimal" w:pos="1062"/>
              </w:tabs>
              <w:spacing w:line="240" w:lineRule="atLeast"/>
              <w:ind w:left="-110" w:right="-80"/>
              <w:rPr>
                <w:szCs w:val="22"/>
                <w:highlight w:val="yellow"/>
              </w:rPr>
            </w:pPr>
          </w:p>
        </w:tc>
        <w:tc>
          <w:tcPr>
            <w:tcW w:w="148" w:type="pct"/>
            <w:vAlign w:val="bottom"/>
          </w:tcPr>
          <w:p w14:paraId="4BCD17FE" w14:textId="77777777" w:rsidR="008D3BAF" w:rsidRPr="00A43BE2" w:rsidRDefault="008D3BAF" w:rsidP="008D3BAF">
            <w:pPr>
              <w:pStyle w:val="acctfourfigures"/>
              <w:tabs>
                <w:tab w:val="clear" w:pos="765"/>
              </w:tabs>
              <w:spacing w:line="240" w:lineRule="atLeast"/>
              <w:ind w:right="104"/>
              <w:jc w:val="right"/>
              <w:rPr>
                <w:szCs w:val="22"/>
              </w:rPr>
            </w:pPr>
          </w:p>
        </w:tc>
        <w:tc>
          <w:tcPr>
            <w:tcW w:w="638" w:type="pct"/>
            <w:vAlign w:val="bottom"/>
          </w:tcPr>
          <w:p w14:paraId="161E395A" w14:textId="398A674C" w:rsidR="008D3BAF" w:rsidRPr="00A43BE2" w:rsidRDefault="008D3BAF" w:rsidP="008D3BAF">
            <w:pPr>
              <w:pStyle w:val="acctfourfigures"/>
              <w:tabs>
                <w:tab w:val="clear" w:pos="765"/>
                <w:tab w:val="decimal" w:pos="1004"/>
              </w:tabs>
              <w:spacing w:line="240" w:lineRule="atLeast"/>
              <w:ind w:right="-80"/>
              <w:jc w:val="both"/>
              <w:rPr>
                <w:szCs w:val="22"/>
              </w:rPr>
            </w:pPr>
          </w:p>
        </w:tc>
      </w:tr>
      <w:tr w:rsidR="00276705" w:rsidRPr="001A3152" w14:paraId="5ADC3B17" w14:textId="77777777" w:rsidTr="00F12082">
        <w:trPr>
          <w:cantSplit/>
        </w:trPr>
        <w:tc>
          <w:tcPr>
            <w:tcW w:w="2059" w:type="pct"/>
          </w:tcPr>
          <w:p w14:paraId="44FD09DE" w14:textId="6CBBCB2E" w:rsidR="00276705" w:rsidRPr="001A3152" w:rsidRDefault="00276705" w:rsidP="00276705">
            <w:pPr>
              <w:spacing w:line="240" w:lineRule="atLeast"/>
              <w:rPr>
                <w:szCs w:val="22"/>
              </w:rPr>
            </w:pPr>
            <w:r w:rsidRPr="001A3152">
              <w:rPr>
                <w:spacing w:val="-8"/>
                <w:szCs w:val="22"/>
              </w:rPr>
              <w:t>PMC Label Materials (Malaysia) Sdn. Bhd.</w:t>
            </w:r>
          </w:p>
        </w:tc>
        <w:tc>
          <w:tcPr>
            <w:tcW w:w="622" w:type="pct"/>
          </w:tcPr>
          <w:p w14:paraId="3A7073AC" w14:textId="47D97E3E" w:rsidR="00276705" w:rsidRPr="00276705" w:rsidRDefault="00506946" w:rsidP="00276705">
            <w:pPr>
              <w:pStyle w:val="BodyText"/>
              <w:tabs>
                <w:tab w:val="decimal" w:pos="940"/>
              </w:tabs>
              <w:spacing w:after="0" w:line="240" w:lineRule="auto"/>
              <w:ind w:left="-115" w:right="-109"/>
              <w:rPr>
                <w:szCs w:val="22"/>
                <w:lang w:val="en-GB"/>
              </w:rPr>
            </w:pPr>
            <w:r>
              <w:rPr>
                <w:szCs w:val="22"/>
                <w:lang w:val="en-GB"/>
              </w:rPr>
              <w:t>-</w:t>
            </w:r>
          </w:p>
        </w:tc>
        <w:tc>
          <w:tcPr>
            <w:tcW w:w="111" w:type="pct"/>
          </w:tcPr>
          <w:p w14:paraId="07126827"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tcPr>
          <w:p w14:paraId="68324B66" w14:textId="3AF0B57C" w:rsidR="00276705" w:rsidRPr="00276705" w:rsidRDefault="00276705" w:rsidP="00276705">
            <w:pPr>
              <w:widowControl w:val="0"/>
              <w:tabs>
                <w:tab w:val="decimal" w:pos="1010"/>
              </w:tabs>
              <w:spacing w:line="240" w:lineRule="auto"/>
              <w:ind w:left="-115" w:right="66"/>
              <w:jc w:val="right"/>
              <w:rPr>
                <w:szCs w:val="22"/>
              </w:rPr>
            </w:pPr>
            <w:r w:rsidRPr="00276705">
              <w:rPr>
                <w:szCs w:val="22"/>
              </w:rPr>
              <w:t>-</w:t>
            </w:r>
          </w:p>
        </w:tc>
        <w:tc>
          <w:tcPr>
            <w:tcW w:w="116" w:type="pct"/>
          </w:tcPr>
          <w:p w14:paraId="6C8380D6"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0BF28A75" w14:textId="30A87FF4" w:rsidR="00276705" w:rsidRPr="00276705" w:rsidRDefault="00506946" w:rsidP="00276705">
            <w:pPr>
              <w:pStyle w:val="acctfourfigures"/>
              <w:tabs>
                <w:tab w:val="clear" w:pos="765"/>
                <w:tab w:val="decimal" w:pos="1062"/>
              </w:tabs>
              <w:spacing w:line="240" w:lineRule="atLeast"/>
              <w:ind w:left="-110" w:right="-80"/>
              <w:rPr>
                <w:szCs w:val="22"/>
              </w:rPr>
            </w:pPr>
            <w:r>
              <w:rPr>
                <w:szCs w:val="22"/>
              </w:rPr>
              <w:t>29</w:t>
            </w:r>
          </w:p>
        </w:tc>
        <w:tc>
          <w:tcPr>
            <w:tcW w:w="148" w:type="pct"/>
          </w:tcPr>
          <w:p w14:paraId="72B64F97"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571850AF" w14:textId="62CE8C37" w:rsidR="00276705" w:rsidRPr="00276705" w:rsidRDefault="00276705" w:rsidP="00276705">
            <w:pPr>
              <w:pStyle w:val="acctfourfigures"/>
              <w:tabs>
                <w:tab w:val="clear" w:pos="765"/>
                <w:tab w:val="decimal" w:pos="1004"/>
              </w:tabs>
              <w:spacing w:line="240" w:lineRule="atLeast"/>
              <w:ind w:right="-80"/>
              <w:jc w:val="both"/>
              <w:rPr>
                <w:szCs w:val="22"/>
              </w:rPr>
            </w:pPr>
            <w:r w:rsidRPr="00276705">
              <w:rPr>
                <w:szCs w:val="22"/>
              </w:rPr>
              <w:t>14</w:t>
            </w:r>
          </w:p>
        </w:tc>
      </w:tr>
      <w:tr w:rsidR="00276705" w:rsidRPr="001A3152" w14:paraId="6809A93F" w14:textId="77777777" w:rsidTr="00F12082">
        <w:trPr>
          <w:cantSplit/>
        </w:trPr>
        <w:tc>
          <w:tcPr>
            <w:tcW w:w="2059" w:type="pct"/>
          </w:tcPr>
          <w:p w14:paraId="162039BB" w14:textId="56F94295" w:rsidR="00276705" w:rsidRPr="001A3152" w:rsidRDefault="00276705" w:rsidP="00276705">
            <w:pPr>
              <w:spacing w:line="240" w:lineRule="atLeast"/>
              <w:rPr>
                <w:szCs w:val="22"/>
              </w:rPr>
            </w:pPr>
            <w:r w:rsidRPr="001A3152">
              <w:rPr>
                <w:szCs w:val="22"/>
              </w:rPr>
              <w:t xml:space="preserve">PMC Label Materials </w:t>
            </w:r>
            <w:proofErr w:type="spellStart"/>
            <w:r w:rsidRPr="001A3152">
              <w:rPr>
                <w:szCs w:val="22"/>
              </w:rPr>
              <w:t>Pte.</w:t>
            </w:r>
            <w:proofErr w:type="spellEnd"/>
            <w:r w:rsidRPr="001A3152">
              <w:rPr>
                <w:szCs w:val="22"/>
              </w:rPr>
              <w:t xml:space="preserve"> Ltd.</w:t>
            </w:r>
          </w:p>
        </w:tc>
        <w:tc>
          <w:tcPr>
            <w:tcW w:w="622" w:type="pct"/>
          </w:tcPr>
          <w:p w14:paraId="6D5389AE" w14:textId="7DCCE9AF" w:rsidR="00276705" w:rsidRPr="00276705" w:rsidRDefault="00506946" w:rsidP="00276705">
            <w:pPr>
              <w:pStyle w:val="BodyText"/>
              <w:tabs>
                <w:tab w:val="decimal" w:pos="940"/>
              </w:tabs>
              <w:spacing w:after="0" w:line="240" w:lineRule="auto"/>
              <w:ind w:left="-115" w:right="-109"/>
              <w:rPr>
                <w:szCs w:val="22"/>
                <w:lang w:val="en-GB"/>
              </w:rPr>
            </w:pPr>
            <w:r>
              <w:rPr>
                <w:szCs w:val="22"/>
                <w:lang w:val="en-GB"/>
              </w:rPr>
              <w:t>-</w:t>
            </w:r>
          </w:p>
        </w:tc>
        <w:tc>
          <w:tcPr>
            <w:tcW w:w="111" w:type="pct"/>
          </w:tcPr>
          <w:p w14:paraId="38D5D4BE"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tcPr>
          <w:p w14:paraId="7E4F52AA" w14:textId="3F6F20AD" w:rsidR="00276705" w:rsidRPr="00276705" w:rsidRDefault="00276705" w:rsidP="00276705">
            <w:pPr>
              <w:pStyle w:val="acctfourfigures"/>
              <w:tabs>
                <w:tab w:val="clear" w:pos="765"/>
                <w:tab w:val="decimal" w:pos="1010"/>
              </w:tabs>
              <w:spacing w:line="240" w:lineRule="atLeast"/>
              <w:ind w:right="66"/>
              <w:jc w:val="right"/>
              <w:rPr>
                <w:szCs w:val="22"/>
                <w:lang w:val="en-US" w:bidi="th-TH"/>
              </w:rPr>
            </w:pPr>
            <w:r w:rsidRPr="00276705">
              <w:rPr>
                <w:szCs w:val="22"/>
                <w:lang w:val="en-US" w:bidi="th-TH"/>
              </w:rPr>
              <w:t>-</w:t>
            </w:r>
          </w:p>
        </w:tc>
        <w:tc>
          <w:tcPr>
            <w:tcW w:w="116" w:type="pct"/>
          </w:tcPr>
          <w:p w14:paraId="44233533"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15BCBFAB" w14:textId="4B418576" w:rsidR="00276705" w:rsidRPr="00276705" w:rsidRDefault="00506946" w:rsidP="00276705">
            <w:pPr>
              <w:pStyle w:val="acctfourfigures"/>
              <w:tabs>
                <w:tab w:val="clear" w:pos="765"/>
                <w:tab w:val="decimal" w:pos="1062"/>
              </w:tabs>
              <w:spacing w:line="240" w:lineRule="atLeast"/>
              <w:ind w:left="-110" w:right="-80"/>
              <w:rPr>
                <w:szCs w:val="22"/>
              </w:rPr>
            </w:pPr>
            <w:r>
              <w:rPr>
                <w:szCs w:val="22"/>
              </w:rPr>
              <w:t>-</w:t>
            </w:r>
          </w:p>
        </w:tc>
        <w:tc>
          <w:tcPr>
            <w:tcW w:w="148" w:type="pct"/>
          </w:tcPr>
          <w:p w14:paraId="0511CA4F"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168ADB3E" w14:textId="28E60C06" w:rsidR="00276705" w:rsidRPr="00276705" w:rsidRDefault="00276705" w:rsidP="00276705">
            <w:pPr>
              <w:pStyle w:val="acctmergecolhdg"/>
              <w:tabs>
                <w:tab w:val="decimal" w:pos="1004"/>
              </w:tabs>
              <w:spacing w:line="240" w:lineRule="atLeast"/>
              <w:ind w:left="-75" w:right="-80"/>
              <w:jc w:val="both"/>
              <w:rPr>
                <w:b w:val="0"/>
                <w:szCs w:val="22"/>
                <w:lang w:val="en-US"/>
              </w:rPr>
            </w:pPr>
            <w:r w:rsidRPr="00276705">
              <w:rPr>
                <w:b w:val="0"/>
                <w:szCs w:val="22"/>
              </w:rPr>
              <w:t>10</w:t>
            </w:r>
          </w:p>
        </w:tc>
      </w:tr>
      <w:tr w:rsidR="00276705" w:rsidRPr="001A3152" w14:paraId="646FDC79" w14:textId="77777777" w:rsidTr="00F12082">
        <w:trPr>
          <w:cantSplit/>
          <w:trHeight w:val="92"/>
        </w:trPr>
        <w:tc>
          <w:tcPr>
            <w:tcW w:w="2059" w:type="pct"/>
          </w:tcPr>
          <w:p w14:paraId="742D8163" w14:textId="77777777" w:rsidR="00276705" w:rsidRPr="001A3152" w:rsidRDefault="00276705" w:rsidP="00276705">
            <w:pPr>
              <w:spacing w:line="240" w:lineRule="atLeast"/>
              <w:rPr>
                <w:szCs w:val="22"/>
              </w:rPr>
            </w:pPr>
          </w:p>
        </w:tc>
        <w:tc>
          <w:tcPr>
            <w:tcW w:w="622" w:type="pct"/>
          </w:tcPr>
          <w:p w14:paraId="10C9B5B8" w14:textId="77777777" w:rsidR="00276705" w:rsidRPr="00276705" w:rsidRDefault="00276705" w:rsidP="00276705">
            <w:pPr>
              <w:pStyle w:val="BodyText"/>
              <w:tabs>
                <w:tab w:val="decimal" w:pos="940"/>
              </w:tabs>
              <w:spacing w:after="0" w:line="240" w:lineRule="auto"/>
              <w:ind w:left="-115" w:right="-109"/>
              <w:rPr>
                <w:szCs w:val="22"/>
                <w:lang w:val="en-GB"/>
              </w:rPr>
            </w:pPr>
          </w:p>
        </w:tc>
        <w:tc>
          <w:tcPr>
            <w:tcW w:w="111" w:type="pct"/>
          </w:tcPr>
          <w:p w14:paraId="254D05F9"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tcPr>
          <w:p w14:paraId="16EAE8CB" w14:textId="77777777" w:rsidR="00276705" w:rsidRPr="00276705" w:rsidRDefault="00276705" w:rsidP="00276705">
            <w:pPr>
              <w:pStyle w:val="acctfourfigures"/>
              <w:tabs>
                <w:tab w:val="clear" w:pos="765"/>
                <w:tab w:val="decimal" w:pos="1010"/>
              </w:tabs>
              <w:spacing w:line="240" w:lineRule="atLeast"/>
              <w:ind w:right="66"/>
              <w:jc w:val="right"/>
              <w:rPr>
                <w:szCs w:val="22"/>
              </w:rPr>
            </w:pPr>
          </w:p>
        </w:tc>
        <w:tc>
          <w:tcPr>
            <w:tcW w:w="116" w:type="pct"/>
          </w:tcPr>
          <w:p w14:paraId="4CF16439"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639ECC8D" w14:textId="77777777" w:rsidR="00276705" w:rsidRPr="00276705" w:rsidRDefault="00276705" w:rsidP="00276705">
            <w:pPr>
              <w:pStyle w:val="acctfourfigures"/>
              <w:tabs>
                <w:tab w:val="clear" w:pos="765"/>
                <w:tab w:val="decimal" w:pos="1062"/>
              </w:tabs>
              <w:spacing w:line="240" w:lineRule="atLeast"/>
              <w:ind w:left="-110" w:right="-80"/>
              <w:rPr>
                <w:szCs w:val="22"/>
              </w:rPr>
            </w:pPr>
          </w:p>
        </w:tc>
        <w:tc>
          <w:tcPr>
            <w:tcW w:w="148" w:type="pct"/>
          </w:tcPr>
          <w:p w14:paraId="5E1A2200"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2B973F9B" w14:textId="77777777" w:rsidR="00276705" w:rsidRPr="00276705" w:rsidRDefault="00276705" w:rsidP="00276705">
            <w:pPr>
              <w:pStyle w:val="acctmergecolhdg"/>
              <w:tabs>
                <w:tab w:val="decimal" w:pos="1004"/>
              </w:tabs>
              <w:spacing w:line="240" w:lineRule="atLeast"/>
              <w:ind w:left="-75" w:right="-80"/>
              <w:jc w:val="both"/>
              <w:rPr>
                <w:b w:val="0"/>
                <w:szCs w:val="22"/>
              </w:rPr>
            </w:pPr>
          </w:p>
        </w:tc>
      </w:tr>
      <w:tr w:rsidR="00276705" w:rsidRPr="001A3152" w14:paraId="5B31BFFF" w14:textId="77777777" w:rsidTr="00F12082">
        <w:trPr>
          <w:cantSplit/>
        </w:trPr>
        <w:tc>
          <w:tcPr>
            <w:tcW w:w="2059" w:type="pct"/>
          </w:tcPr>
          <w:p w14:paraId="3922428E" w14:textId="7E249BE8" w:rsidR="00276705" w:rsidRPr="001A3152" w:rsidRDefault="00276705" w:rsidP="00276705">
            <w:pPr>
              <w:spacing w:line="240" w:lineRule="atLeast"/>
              <w:rPr>
                <w:szCs w:val="22"/>
              </w:rPr>
            </w:pPr>
            <w:r w:rsidRPr="001A3152">
              <w:rPr>
                <w:b/>
                <w:bCs/>
                <w:szCs w:val="22"/>
              </w:rPr>
              <w:t>Other related part</w:t>
            </w:r>
            <w:r>
              <w:rPr>
                <w:b/>
                <w:bCs/>
                <w:szCs w:val="22"/>
              </w:rPr>
              <w:t>y</w:t>
            </w:r>
          </w:p>
        </w:tc>
        <w:tc>
          <w:tcPr>
            <w:tcW w:w="622" w:type="pct"/>
          </w:tcPr>
          <w:p w14:paraId="72600624" w14:textId="77777777" w:rsidR="00276705" w:rsidRPr="00276705" w:rsidRDefault="00276705" w:rsidP="00276705">
            <w:pPr>
              <w:pStyle w:val="BodyText"/>
              <w:tabs>
                <w:tab w:val="decimal" w:pos="940"/>
              </w:tabs>
              <w:spacing w:after="0" w:line="240" w:lineRule="auto"/>
              <w:ind w:left="-115" w:right="-109"/>
              <w:rPr>
                <w:szCs w:val="22"/>
                <w:lang w:val="en-GB"/>
              </w:rPr>
            </w:pPr>
          </w:p>
        </w:tc>
        <w:tc>
          <w:tcPr>
            <w:tcW w:w="111" w:type="pct"/>
          </w:tcPr>
          <w:p w14:paraId="68D89AFF"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tcPr>
          <w:p w14:paraId="58BF15A8" w14:textId="77777777" w:rsidR="00276705" w:rsidRPr="00276705" w:rsidRDefault="00276705" w:rsidP="00276705">
            <w:pPr>
              <w:pStyle w:val="acctfourfigures"/>
              <w:tabs>
                <w:tab w:val="clear" w:pos="765"/>
                <w:tab w:val="decimal" w:pos="1010"/>
              </w:tabs>
              <w:spacing w:line="240" w:lineRule="atLeast"/>
              <w:ind w:right="66"/>
              <w:jc w:val="right"/>
              <w:rPr>
                <w:szCs w:val="22"/>
              </w:rPr>
            </w:pPr>
          </w:p>
        </w:tc>
        <w:tc>
          <w:tcPr>
            <w:tcW w:w="116" w:type="pct"/>
          </w:tcPr>
          <w:p w14:paraId="35AEB2E3"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0A1174AD" w14:textId="77777777" w:rsidR="00276705" w:rsidRPr="00276705" w:rsidRDefault="00276705" w:rsidP="00276705">
            <w:pPr>
              <w:pStyle w:val="acctfourfigures"/>
              <w:tabs>
                <w:tab w:val="clear" w:pos="765"/>
                <w:tab w:val="decimal" w:pos="1062"/>
              </w:tabs>
              <w:spacing w:line="240" w:lineRule="atLeast"/>
              <w:ind w:left="-110" w:right="-80"/>
              <w:rPr>
                <w:szCs w:val="22"/>
              </w:rPr>
            </w:pPr>
          </w:p>
        </w:tc>
        <w:tc>
          <w:tcPr>
            <w:tcW w:w="148" w:type="pct"/>
          </w:tcPr>
          <w:p w14:paraId="5AB5CBE4"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0B5BC8C4" w14:textId="77777777" w:rsidR="00276705" w:rsidRPr="00276705" w:rsidRDefault="00276705" w:rsidP="00276705">
            <w:pPr>
              <w:pStyle w:val="acctmergecolhdg"/>
              <w:tabs>
                <w:tab w:val="decimal" w:pos="1004"/>
              </w:tabs>
              <w:spacing w:line="240" w:lineRule="atLeast"/>
              <w:ind w:left="-75" w:right="-80"/>
              <w:jc w:val="both"/>
              <w:rPr>
                <w:b w:val="0"/>
                <w:szCs w:val="22"/>
              </w:rPr>
            </w:pPr>
          </w:p>
        </w:tc>
      </w:tr>
      <w:tr w:rsidR="00276705" w:rsidRPr="001A3152" w14:paraId="03114049" w14:textId="77777777" w:rsidTr="00F12082">
        <w:trPr>
          <w:cantSplit/>
        </w:trPr>
        <w:tc>
          <w:tcPr>
            <w:tcW w:w="2059" w:type="pct"/>
          </w:tcPr>
          <w:p w14:paraId="28A53ED7" w14:textId="5C67210C" w:rsidR="00276705" w:rsidRPr="00BB39CA" w:rsidRDefault="00276705" w:rsidP="00276705">
            <w:pPr>
              <w:pStyle w:val="acctfourfigures"/>
              <w:spacing w:line="240" w:lineRule="atLeast"/>
              <w:rPr>
                <w:szCs w:val="22"/>
              </w:rPr>
            </w:pPr>
            <w:r w:rsidRPr="00292DF4">
              <w:rPr>
                <w:szCs w:val="22"/>
                <w:lang w:val="en-US"/>
              </w:rPr>
              <w:t>Selic Australia Pty Ltd</w:t>
            </w:r>
          </w:p>
        </w:tc>
        <w:tc>
          <w:tcPr>
            <w:tcW w:w="622" w:type="pct"/>
          </w:tcPr>
          <w:p w14:paraId="6668745A" w14:textId="2BA9E732" w:rsidR="00276705" w:rsidRPr="00276705" w:rsidRDefault="00506946" w:rsidP="00276705">
            <w:pPr>
              <w:pStyle w:val="BodyText"/>
              <w:tabs>
                <w:tab w:val="decimal" w:pos="940"/>
              </w:tabs>
              <w:spacing w:after="0" w:line="240" w:lineRule="auto"/>
              <w:ind w:left="-115" w:right="-109"/>
              <w:rPr>
                <w:szCs w:val="22"/>
                <w:lang w:val="en-GB"/>
              </w:rPr>
            </w:pPr>
            <w:r>
              <w:rPr>
                <w:szCs w:val="22"/>
                <w:lang w:val="en-GB"/>
              </w:rPr>
              <w:t>-</w:t>
            </w:r>
          </w:p>
        </w:tc>
        <w:tc>
          <w:tcPr>
            <w:tcW w:w="111" w:type="pct"/>
          </w:tcPr>
          <w:p w14:paraId="50448E04" w14:textId="77777777" w:rsidR="00276705" w:rsidRPr="00276705" w:rsidRDefault="00276705" w:rsidP="00276705">
            <w:pPr>
              <w:pStyle w:val="acctfourfigures"/>
              <w:tabs>
                <w:tab w:val="clear" w:pos="765"/>
                <w:tab w:val="decimal" w:pos="911"/>
              </w:tabs>
              <w:spacing w:line="240" w:lineRule="atLeast"/>
              <w:jc w:val="right"/>
              <w:rPr>
                <w:szCs w:val="22"/>
              </w:rPr>
            </w:pPr>
          </w:p>
        </w:tc>
        <w:tc>
          <w:tcPr>
            <w:tcW w:w="638" w:type="pct"/>
            <w:vAlign w:val="bottom"/>
          </w:tcPr>
          <w:p w14:paraId="710909D0" w14:textId="586779B3" w:rsidR="00276705" w:rsidRPr="00276705" w:rsidRDefault="00276705" w:rsidP="00276705">
            <w:pPr>
              <w:pStyle w:val="acctfourfigures"/>
              <w:tabs>
                <w:tab w:val="clear" w:pos="765"/>
                <w:tab w:val="decimal" w:pos="1010"/>
              </w:tabs>
              <w:spacing w:line="240" w:lineRule="atLeast"/>
              <w:ind w:right="66"/>
              <w:jc w:val="right"/>
              <w:rPr>
                <w:szCs w:val="22"/>
              </w:rPr>
            </w:pPr>
            <w:r w:rsidRPr="00276705">
              <w:rPr>
                <w:szCs w:val="22"/>
              </w:rPr>
              <w:t>10</w:t>
            </w:r>
          </w:p>
        </w:tc>
        <w:tc>
          <w:tcPr>
            <w:tcW w:w="116" w:type="pct"/>
          </w:tcPr>
          <w:p w14:paraId="02CA7304" w14:textId="77777777" w:rsidR="00276705" w:rsidRPr="0027670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Pr>
          <w:p w14:paraId="2BAB1D12" w14:textId="3589DA20" w:rsidR="00276705" w:rsidRPr="00276705" w:rsidRDefault="00CB7F62" w:rsidP="00276705">
            <w:pPr>
              <w:pStyle w:val="acctfourfigures"/>
              <w:tabs>
                <w:tab w:val="clear" w:pos="765"/>
                <w:tab w:val="decimal" w:pos="1062"/>
              </w:tabs>
              <w:spacing w:line="240" w:lineRule="atLeast"/>
              <w:ind w:left="-110" w:right="-80"/>
              <w:rPr>
                <w:szCs w:val="22"/>
              </w:rPr>
            </w:pPr>
            <w:r>
              <w:rPr>
                <w:szCs w:val="22"/>
              </w:rPr>
              <w:t>-</w:t>
            </w:r>
          </w:p>
        </w:tc>
        <w:tc>
          <w:tcPr>
            <w:tcW w:w="148" w:type="pct"/>
          </w:tcPr>
          <w:p w14:paraId="5E87135B" w14:textId="77777777" w:rsidR="00276705" w:rsidRPr="00276705" w:rsidRDefault="00276705" w:rsidP="00276705">
            <w:pPr>
              <w:pStyle w:val="acctfourfigures"/>
              <w:tabs>
                <w:tab w:val="clear" w:pos="765"/>
              </w:tabs>
              <w:spacing w:line="240" w:lineRule="atLeast"/>
              <w:ind w:right="104"/>
              <w:jc w:val="right"/>
              <w:rPr>
                <w:szCs w:val="22"/>
              </w:rPr>
            </w:pPr>
          </w:p>
        </w:tc>
        <w:tc>
          <w:tcPr>
            <w:tcW w:w="638" w:type="pct"/>
            <w:vAlign w:val="bottom"/>
          </w:tcPr>
          <w:p w14:paraId="7EFE7667" w14:textId="0DA34345" w:rsidR="00276705" w:rsidRPr="00276705" w:rsidRDefault="00276705" w:rsidP="00276705">
            <w:pPr>
              <w:pStyle w:val="acctmergecolhdg"/>
              <w:tabs>
                <w:tab w:val="decimal" w:pos="1004"/>
              </w:tabs>
              <w:spacing w:line="240" w:lineRule="atLeast"/>
              <w:ind w:left="-75" w:right="-80"/>
              <w:jc w:val="both"/>
              <w:rPr>
                <w:b w:val="0"/>
                <w:szCs w:val="22"/>
              </w:rPr>
            </w:pPr>
            <w:r w:rsidRPr="00276705">
              <w:rPr>
                <w:b w:val="0"/>
                <w:szCs w:val="22"/>
              </w:rPr>
              <w:t>10</w:t>
            </w:r>
          </w:p>
        </w:tc>
      </w:tr>
      <w:tr w:rsidR="00276705" w:rsidRPr="001A3152" w14:paraId="635E5F71" w14:textId="77777777" w:rsidTr="00E20AE4">
        <w:trPr>
          <w:cantSplit/>
        </w:trPr>
        <w:tc>
          <w:tcPr>
            <w:tcW w:w="2059" w:type="pct"/>
          </w:tcPr>
          <w:p w14:paraId="614B74FF" w14:textId="102343B1" w:rsidR="00276705" w:rsidRPr="001A3152" w:rsidRDefault="00276705" w:rsidP="00276705">
            <w:pPr>
              <w:spacing w:line="240" w:lineRule="atLeast"/>
              <w:rPr>
                <w:szCs w:val="22"/>
              </w:rPr>
            </w:pPr>
            <w:r w:rsidRPr="0070100B">
              <w:rPr>
                <w:b/>
                <w:bCs/>
                <w:szCs w:val="22"/>
              </w:rPr>
              <w:t>Total</w:t>
            </w:r>
          </w:p>
        </w:tc>
        <w:tc>
          <w:tcPr>
            <w:tcW w:w="622" w:type="pct"/>
            <w:tcBorders>
              <w:top w:val="single" w:sz="4" w:space="0" w:color="auto"/>
              <w:bottom w:val="double" w:sz="4" w:space="0" w:color="auto"/>
            </w:tcBorders>
          </w:tcPr>
          <w:p w14:paraId="26D442F0" w14:textId="30172F26" w:rsidR="00276705" w:rsidRPr="00BC09FD" w:rsidRDefault="00506946" w:rsidP="00276705">
            <w:pPr>
              <w:pStyle w:val="BodyText"/>
              <w:tabs>
                <w:tab w:val="decimal" w:pos="940"/>
              </w:tabs>
              <w:spacing w:after="0" w:line="240" w:lineRule="auto"/>
              <w:ind w:left="-115" w:right="-109"/>
              <w:rPr>
                <w:b/>
                <w:bCs/>
                <w:szCs w:val="22"/>
              </w:rPr>
            </w:pPr>
            <w:r>
              <w:rPr>
                <w:b/>
                <w:bCs/>
                <w:szCs w:val="22"/>
              </w:rPr>
              <w:t>-</w:t>
            </w:r>
          </w:p>
        </w:tc>
        <w:tc>
          <w:tcPr>
            <w:tcW w:w="111" w:type="pct"/>
          </w:tcPr>
          <w:p w14:paraId="3818C508" w14:textId="77777777" w:rsidR="00276705" w:rsidRPr="00BC09FD" w:rsidRDefault="00276705" w:rsidP="00276705">
            <w:pPr>
              <w:pStyle w:val="acctfourfigures"/>
              <w:tabs>
                <w:tab w:val="clear" w:pos="765"/>
                <w:tab w:val="decimal" w:pos="911"/>
              </w:tabs>
              <w:spacing w:line="240" w:lineRule="atLeast"/>
              <w:jc w:val="right"/>
              <w:rPr>
                <w:b/>
                <w:bCs/>
                <w:szCs w:val="22"/>
              </w:rPr>
            </w:pPr>
          </w:p>
        </w:tc>
        <w:tc>
          <w:tcPr>
            <w:tcW w:w="638" w:type="pct"/>
            <w:tcBorders>
              <w:top w:val="single" w:sz="4" w:space="0" w:color="auto"/>
              <w:bottom w:val="double" w:sz="4" w:space="0" w:color="auto"/>
            </w:tcBorders>
            <w:vAlign w:val="bottom"/>
          </w:tcPr>
          <w:p w14:paraId="294BA790" w14:textId="14B4BD71" w:rsidR="00276705" w:rsidRPr="00BC09FD" w:rsidRDefault="00276705" w:rsidP="00276705">
            <w:pPr>
              <w:pStyle w:val="acctfourfigures"/>
              <w:tabs>
                <w:tab w:val="clear" w:pos="765"/>
                <w:tab w:val="decimal" w:pos="1010"/>
              </w:tabs>
              <w:spacing w:line="240" w:lineRule="atLeast"/>
              <w:ind w:right="-80"/>
              <w:rPr>
                <w:b/>
                <w:bCs/>
                <w:szCs w:val="22"/>
              </w:rPr>
            </w:pPr>
            <w:r w:rsidRPr="00292DF4">
              <w:rPr>
                <w:b/>
                <w:bCs/>
                <w:szCs w:val="22"/>
              </w:rPr>
              <w:t>10</w:t>
            </w:r>
          </w:p>
        </w:tc>
        <w:tc>
          <w:tcPr>
            <w:tcW w:w="116" w:type="pct"/>
          </w:tcPr>
          <w:p w14:paraId="5668091E" w14:textId="77777777" w:rsidR="00276705" w:rsidRPr="008A6E8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Borders>
              <w:top w:val="single" w:sz="4" w:space="0" w:color="auto"/>
              <w:bottom w:val="double" w:sz="4" w:space="0" w:color="auto"/>
            </w:tcBorders>
          </w:tcPr>
          <w:p w14:paraId="70329A83" w14:textId="058CB263" w:rsidR="00276705" w:rsidRPr="00BC09FD" w:rsidRDefault="00CB7F62" w:rsidP="00276705">
            <w:pPr>
              <w:pStyle w:val="acctfourfigures"/>
              <w:tabs>
                <w:tab w:val="clear" w:pos="765"/>
                <w:tab w:val="decimal" w:pos="1062"/>
              </w:tabs>
              <w:spacing w:line="240" w:lineRule="atLeast"/>
              <w:ind w:left="-110" w:right="-80"/>
              <w:rPr>
                <w:b/>
                <w:bCs/>
                <w:szCs w:val="22"/>
              </w:rPr>
            </w:pPr>
            <w:r>
              <w:rPr>
                <w:b/>
                <w:bCs/>
                <w:szCs w:val="22"/>
              </w:rPr>
              <w:t>29</w:t>
            </w:r>
          </w:p>
        </w:tc>
        <w:tc>
          <w:tcPr>
            <w:tcW w:w="148" w:type="pct"/>
          </w:tcPr>
          <w:p w14:paraId="605E92E4" w14:textId="77777777" w:rsidR="00276705" w:rsidRPr="008A6E85" w:rsidRDefault="00276705" w:rsidP="00276705">
            <w:pPr>
              <w:pStyle w:val="acctfourfigures"/>
              <w:tabs>
                <w:tab w:val="clear" w:pos="765"/>
              </w:tabs>
              <w:spacing w:line="240" w:lineRule="atLeast"/>
              <w:ind w:right="104"/>
              <w:jc w:val="right"/>
              <w:rPr>
                <w:szCs w:val="22"/>
              </w:rPr>
            </w:pPr>
          </w:p>
        </w:tc>
        <w:tc>
          <w:tcPr>
            <w:tcW w:w="638" w:type="pct"/>
            <w:tcBorders>
              <w:top w:val="single" w:sz="4" w:space="0" w:color="auto"/>
              <w:bottom w:val="double" w:sz="4" w:space="0" w:color="auto"/>
            </w:tcBorders>
            <w:vAlign w:val="bottom"/>
          </w:tcPr>
          <w:p w14:paraId="2736260C" w14:textId="4B58704D" w:rsidR="00276705" w:rsidRPr="003476BF" w:rsidRDefault="00276705" w:rsidP="00276705">
            <w:pPr>
              <w:pStyle w:val="acctfourfigures"/>
              <w:tabs>
                <w:tab w:val="clear" w:pos="765"/>
                <w:tab w:val="decimal" w:pos="1004"/>
              </w:tabs>
              <w:spacing w:line="240" w:lineRule="atLeast"/>
              <w:ind w:right="-80"/>
              <w:jc w:val="both"/>
              <w:rPr>
                <w:b/>
                <w:bCs/>
                <w:szCs w:val="22"/>
              </w:rPr>
            </w:pPr>
            <w:r w:rsidRPr="00292DF4">
              <w:rPr>
                <w:b/>
                <w:bCs/>
                <w:szCs w:val="22"/>
              </w:rPr>
              <w:t>34</w:t>
            </w:r>
          </w:p>
        </w:tc>
      </w:tr>
      <w:tr w:rsidR="00276705" w:rsidRPr="001A3152" w14:paraId="6DBD1A33" w14:textId="77777777" w:rsidTr="00C861F3">
        <w:trPr>
          <w:cantSplit/>
        </w:trPr>
        <w:tc>
          <w:tcPr>
            <w:tcW w:w="2059" w:type="pct"/>
          </w:tcPr>
          <w:p w14:paraId="22FB01AC" w14:textId="77777777" w:rsidR="00276705" w:rsidRPr="001A3152" w:rsidRDefault="00276705" w:rsidP="00276705">
            <w:pPr>
              <w:spacing w:line="240" w:lineRule="atLeast"/>
              <w:rPr>
                <w:b/>
                <w:bCs/>
                <w:szCs w:val="22"/>
              </w:rPr>
            </w:pPr>
          </w:p>
        </w:tc>
        <w:tc>
          <w:tcPr>
            <w:tcW w:w="622" w:type="pct"/>
            <w:tcBorders>
              <w:top w:val="double" w:sz="4" w:space="0" w:color="auto"/>
            </w:tcBorders>
            <w:vAlign w:val="bottom"/>
          </w:tcPr>
          <w:p w14:paraId="127BD756" w14:textId="77777777" w:rsidR="00276705" w:rsidRPr="008A6E85" w:rsidRDefault="00276705" w:rsidP="00276705">
            <w:pPr>
              <w:pStyle w:val="acctfourfigures"/>
              <w:tabs>
                <w:tab w:val="clear" w:pos="765"/>
                <w:tab w:val="decimal" w:pos="1020"/>
              </w:tabs>
              <w:spacing w:line="240" w:lineRule="atLeast"/>
              <w:ind w:right="77"/>
              <w:jc w:val="right"/>
              <w:rPr>
                <w:szCs w:val="22"/>
              </w:rPr>
            </w:pPr>
          </w:p>
        </w:tc>
        <w:tc>
          <w:tcPr>
            <w:tcW w:w="111" w:type="pct"/>
            <w:vAlign w:val="bottom"/>
          </w:tcPr>
          <w:p w14:paraId="3400CC65" w14:textId="77777777" w:rsidR="00276705" w:rsidRPr="008A6E85" w:rsidRDefault="00276705" w:rsidP="00276705">
            <w:pPr>
              <w:pStyle w:val="acctfourfigures"/>
              <w:tabs>
                <w:tab w:val="clear" w:pos="765"/>
                <w:tab w:val="decimal" w:pos="911"/>
              </w:tabs>
              <w:spacing w:line="240" w:lineRule="atLeast"/>
              <w:jc w:val="right"/>
              <w:rPr>
                <w:szCs w:val="22"/>
              </w:rPr>
            </w:pPr>
          </w:p>
        </w:tc>
        <w:tc>
          <w:tcPr>
            <w:tcW w:w="638" w:type="pct"/>
            <w:tcBorders>
              <w:top w:val="double" w:sz="4" w:space="0" w:color="auto"/>
            </w:tcBorders>
            <w:vAlign w:val="bottom"/>
          </w:tcPr>
          <w:p w14:paraId="1DAE037A" w14:textId="77777777" w:rsidR="00276705" w:rsidRPr="008A6E85" w:rsidRDefault="00276705" w:rsidP="00276705">
            <w:pPr>
              <w:pStyle w:val="acctfourfigures"/>
              <w:tabs>
                <w:tab w:val="clear" w:pos="765"/>
                <w:tab w:val="decimal" w:pos="850"/>
                <w:tab w:val="decimal" w:pos="1010"/>
              </w:tabs>
              <w:spacing w:line="240" w:lineRule="atLeast"/>
              <w:ind w:right="66"/>
              <w:jc w:val="right"/>
              <w:rPr>
                <w:szCs w:val="22"/>
              </w:rPr>
            </w:pPr>
          </w:p>
        </w:tc>
        <w:tc>
          <w:tcPr>
            <w:tcW w:w="116" w:type="pct"/>
            <w:vAlign w:val="bottom"/>
          </w:tcPr>
          <w:p w14:paraId="37C82F6B" w14:textId="77777777" w:rsidR="00276705" w:rsidRPr="008A6E85" w:rsidRDefault="00276705" w:rsidP="00276705">
            <w:pPr>
              <w:pStyle w:val="acctfourfigures"/>
              <w:tabs>
                <w:tab w:val="clear" w:pos="765"/>
                <w:tab w:val="decimal" w:pos="911"/>
                <w:tab w:val="decimal" w:pos="1007"/>
              </w:tabs>
              <w:spacing w:line="240" w:lineRule="atLeast"/>
              <w:ind w:right="-139"/>
              <w:jc w:val="right"/>
              <w:rPr>
                <w:szCs w:val="22"/>
              </w:rPr>
            </w:pPr>
          </w:p>
        </w:tc>
        <w:tc>
          <w:tcPr>
            <w:tcW w:w="668" w:type="pct"/>
            <w:tcBorders>
              <w:top w:val="double" w:sz="4" w:space="0" w:color="auto"/>
            </w:tcBorders>
            <w:vAlign w:val="bottom"/>
          </w:tcPr>
          <w:p w14:paraId="15CFFC62" w14:textId="77777777" w:rsidR="00276705" w:rsidRPr="008A6E85" w:rsidRDefault="00276705" w:rsidP="00276705">
            <w:pPr>
              <w:pStyle w:val="acctfourfigures"/>
              <w:tabs>
                <w:tab w:val="clear" w:pos="765"/>
                <w:tab w:val="decimal" w:pos="1062"/>
              </w:tabs>
              <w:spacing w:line="240" w:lineRule="atLeast"/>
              <w:ind w:left="-110" w:right="-80"/>
              <w:rPr>
                <w:szCs w:val="22"/>
              </w:rPr>
            </w:pPr>
          </w:p>
        </w:tc>
        <w:tc>
          <w:tcPr>
            <w:tcW w:w="148" w:type="pct"/>
            <w:vAlign w:val="bottom"/>
          </w:tcPr>
          <w:p w14:paraId="6711ED47" w14:textId="77777777" w:rsidR="00276705" w:rsidRPr="008A6E85" w:rsidRDefault="00276705" w:rsidP="00276705">
            <w:pPr>
              <w:pStyle w:val="acctfourfigures"/>
              <w:tabs>
                <w:tab w:val="clear" w:pos="765"/>
              </w:tabs>
              <w:spacing w:line="240" w:lineRule="atLeast"/>
              <w:ind w:right="104"/>
              <w:jc w:val="right"/>
              <w:rPr>
                <w:szCs w:val="22"/>
              </w:rPr>
            </w:pPr>
          </w:p>
        </w:tc>
        <w:tc>
          <w:tcPr>
            <w:tcW w:w="638" w:type="pct"/>
            <w:tcBorders>
              <w:top w:val="double" w:sz="4" w:space="0" w:color="auto"/>
            </w:tcBorders>
            <w:vAlign w:val="bottom"/>
          </w:tcPr>
          <w:p w14:paraId="35C8A70B" w14:textId="77777777" w:rsidR="00276705" w:rsidRPr="008A6E85" w:rsidRDefault="00276705" w:rsidP="00276705">
            <w:pPr>
              <w:pStyle w:val="acctfourfigures"/>
              <w:tabs>
                <w:tab w:val="clear" w:pos="765"/>
                <w:tab w:val="decimal" w:pos="1004"/>
              </w:tabs>
              <w:spacing w:line="240" w:lineRule="atLeast"/>
              <w:ind w:right="-80"/>
              <w:jc w:val="both"/>
              <w:rPr>
                <w:szCs w:val="22"/>
              </w:rPr>
            </w:pPr>
          </w:p>
        </w:tc>
      </w:tr>
      <w:tr w:rsidR="00276705" w:rsidRPr="001A3152" w14:paraId="07EDD95A" w14:textId="77777777" w:rsidTr="00C861F3">
        <w:trPr>
          <w:cantSplit/>
        </w:trPr>
        <w:tc>
          <w:tcPr>
            <w:tcW w:w="2059" w:type="pct"/>
          </w:tcPr>
          <w:p w14:paraId="55F3892A" w14:textId="53504BC2" w:rsidR="00276705" w:rsidRPr="001A3152" w:rsidRDefault="00276705" w:rsidP="00276705">
            <w:pPr>
              <w:pStyle w:val="acctfourfigures"/>
              <w:spacing w:line="240" w:lineRule="atLeast"/>
              <w:rPr>
                <w:b/>
                <w:bCs/>
                <w:i/>
                <w:iCs/>
                <w:szCs w:val="22"/>
              </w:rPr>
            </w:pPr>
            <w:r w:rsidRPr="001A3152">
              <w:rPr>
                <w:b/>
                <w:bCs/>
                <w:i/>
                <w:iCs/>
                <w:szCs w:val="22"/>
              </w:rPr>
              <w:t>Other current payables</w:t>
            </w:r>
          </w:p>
        </w:tc>
        <w:tc>
          <w:tcPr>
            <w:tcW w:w="622" w:type="pct"/>
            <w:vAlign w:val="bottom"/>
          </w:tcPr>
          <w:p w14:paraId="7AE1EEE4" w14:textId="6C3BCCA4" w:rsidR="00276705" w:rsidRPr="00A43BE2" w:rsidRDefault="00276705" w:rsidP="00276705">
            <w:pPr>
              <w:pStyle w:val="acctmergecolhdg"/>
              <w:spacing w:line="240" w:lineRule="atLeast"/>
              <w:ind w:right="128"/>
              <w:jc w:val="right"/>
              <w:rPr>
                <w:b w:val="0"/>
                <w:bCs/>
                <w:szCs w:val="22"/>
              </w:rPr>
            </w:pPr>
          </w:p>
        </w:tc>
        <w:tc>
          <w:tcPr>
            <w:tcW w:w="111" w:type="pct"/>
            <w:vAlign w:val="bottom"/>
          </w:tcPr>
          <w:p w14:paraId="48968A7A" w14:textId="77777777" w:rsidR="00276705" w:rsidRPr="00A43BE2" w:rsidRDefault="00276705" w:rsidP="00276705">
            <w:pPr>
              <w:pStyle w:val="acctmergecolhdg"/>
              <w:spacing w:line="240" w:lineRule="atLeast"/>
              <w:jc w:val="right"/>
              <w:rPr>
                <w:b w:val="0"/>
                <w:bCs/>
                <w:szCs w:val="22"/>
              </w:rPr>
            </w:pPr>
          </w:p>
        </w:tc>
        <w:tc>
          <w:tcPr>
            <w:tcW w:w="638" w:type="pct"/>
            <w:vAlign w:val="bottom"/>
          </w:tcPr>
          <w:p w14:paraId="524B48A7" w14:textId="2855521C" w:rsidR="00276705" w:rsidRPr="00A43BE2" w:rsidRDefault="00276705" w:rsidP="00276705">
            <w:pPr>
              <w:pStyle w:val="acctmergecolhdg"/>
              <w:tabs>
                <w:tab w:val="decimal" w:pos="1010"/>
              </w:tabs>
              <w:spacing w:line="240" w:lineRule="atLeast"/>
              <w:ind w:right="66"/>
              <w:jc w:val="right"/>
              <w:rPr>
                <w:b w:val="0"/>
                <w:bCs/>
                <w:spacing w:val="-12"/>
                <w:szCs w:val="22"/>
              </w:rPr>
            </w:pPr>
          </w:p>
        </w:tc>
        <w:tc>
          <w:tcPr>
            <w:tcW w:w="116" w:type="pct"/>
            <w:vAlign w:val="bottom"/>
          </w:tcPr>
          <w:p w14:paraId="2D2F22CF"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04572782" w14:textId="27349C1A" w:rsidR="00276705" w:rsidRPr="00A43BE2" w:rsidRDefault="00276705" w:rsidP="00276705">
            <w:pPr>
              <w:pStyle w:val="acctmergecolhdg"/>
              <w:tabs>
                <w:tab w:val="decimal" w:pos="1062"/>
              </w:tabs>
              <w:spacing w:line="240" w:lineRule="atLeast"/>
              <w:ind w:left="-110" w:right="-80"/>
              <w:jc w:val="left"/>
              <w:rPr>
                <w:b w:val="0"/>
                <w:bCs/>
                <w:szCs w:val="22"/>
              </w:rPr>
            </w:pPr>
          </w:p>
        </w:tc>
        <w:tc>
          <w:tcPr>
            <w:tcW w:w="148" w:type="pct"/>
            <w:vAlign w:val="bottom"/>
          </w:tcPr>
          <w:p w14:paraId="1E936492"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vAlign w:val="bottom"/>
          </w:tcPr>
          <w:p w14:paraId="1785ED50" w14:textId="761F3B58" w:rsidR="00276705" w:rsidRPr="00A43BE2" w:rsidRDefault="00276705" w:rsidP="00276705">
            <w:pPr>
              <w:pStyle w:val="acctmergecolhdg"/>
              <w:tabs>
                <w:tab w:val="decimal" w:pos="1004"/>
              </w:tabs>
              <w:spacing w:line="240" w:lineRule="atLeast"/>
              <w:ind w:right="-80"/>
              <w:jc w:val="both"/>
              <w:rPr>
                <w:b w:val="0"/>
                <w:bCs/>
                <w:spacing w:val="-12"/>
                <w:szCs w:val="22"/>
              </w:rPr>
            </w:pPr>
          </w:p>
        </w:tc>
      </w:tr>
      <w:tr w:rsidR="00276705" w:rsidRPr="001A3152" w14:paraId="0AD6DAFE" w14:textId="77777777" w:rsidTr="00C861F3">
        <w:trPr>
          <w:cantSplit/>
        </w:trPr>
        <w:tc>
          <w:tcPr>
            <w:tcW w:w="2059" w:type="pct"/>
          </w:tcPr>
          <w:p w14:paraId="08A0E95E" w14:textId="4C3E9299" w:rsidR="00276705" w:rsidRPr="001A3152" w:rsidRDefault="00276705" w:rsidP="00276705">
            <w:pPr>
              <w:pStyle w:val="acctfourfigures"/>
              <w:spacing w:line="240" w:lineRule="atLeast"/>
              <w:rPr>
                <w:b/>
                <w:bCs/>
                <w:i/>
                <w:iCs/>
                <w:szCs w:val="22"/>
              </w:rPr>
            </w:pPr>
            <w:r w:rsidRPr="00904D73">
              <w:rPr>
                <w:b/>
                <w:bCs/>
                <w:szCs w:val="22"/>
              </w:rPr>
              <w:t>Subsidiary</w:t>
            </w:r>
          </w:p>
        </w:tc>
        <w:tc>
          <w:tcPr>
            <w:tcW w:w="622" w:type="pct"/>
            <w:vAlign w:val="bottom"/>
          </w:tcPr>
          <w:p w14:paraId="20255F91" w14:textId="77777777" w:rsidR="00276705" w:rsidRPr="00A43BE2" w:rsidRDefault="00276705" w:rsidP="00276705">
            <w:pPr>
              <w:pStyle w:val="acctmergecolhdg"/>
              <w:spacing w:line="240" w:lineRule="atLeast"/>
              <w:ind w:right="128"/>
              <w:jc w:val="right"/>
              <w:rPr>
                <w:b w:val="0"/>
                <w:bCs/>
                <w:szCs w:val="22"/>
              </w:rPr>
            </w:pPr>
          </w:p>
        </w:tc>
        <w:tc>
          <w:tcPr>
            <w:tcW w:w="111" w:type="pct"/>
            <w:vAlign w:val="bottom"/>
          </w:tcPr>
          <w:p w14:paraId="54CFFBCA" w14:textId="77777777" w:rsidR="00276705" w:rsidRPr="00A43BE2" w:rsidRDefault="00276705" w:rsidP="00276705">
            <w:pPr>
              <w:pStyle w:val="acctmergecolhdg"/>
              <w:spacing w:line="240" w:lineRule="atLeast"/>
              <w:jc w:val="right"/>
              <w:rPr>
                <w:b w:val="0"/>
                <w:bCs/>
                <w:szCs w:val="22"/>
              </w:rPr>
            </w:pPr>
          </w:p>
        </w:tc>
        <w:tc>
          <w:tcPr>
            <w:tcW w:w="638" w:type="pct"/>
            <w:vAlign w:val="bottom"/>
          </w:tcPr>
          <w:p w14:paraId="49FB647A" w14:textId="77777777" w:rsidR="00276705" w:rsidRPr="00A43BE2" w:rsidRDefault="00276705" w:rsidP="00276705">
            <w:pPr>
              <w:pStyle w:val="acctmergecolhdg"/>
              <w:tabs>
                <w:tab w:val="decimal" w:pos="1010"/>
              </w:tabs>
              <w:spacing w:line="240" w:lineRule="atLeast"/>
              <w:ind w:right="66"/>
              <w:jc w:val="right"/>
              <w:rPr>
                <w:b w:val="0"/>
                <w:bCs/>
                <w:spacing w:val="-12"/>
                <w:szCs w:val="22"/>
              </w:rPr>
            </w:pPr>
          </w:p>
        </w:tc>
        <w:tc>
          <w:tcPr>
            <w:tcW w:w="116" w:type="pct"/>
            <w:vAlign w:val="bottom"/>
          </w:tcPr>
          <w:p w14:paraId="4C4A6BF8"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5E1CE627" w14:textId="77777777" w:rsidR="00276705" w:rsidRPr="00A43BE2" w:rsidRDefault="00276705" w:rsidP="00276705">
            <w:pPr>
              <w:pStyle w:val="acctmergecolhdg"/>
              <w:tabs>
                <w:tab w:val="decimal" w:pos="1062"/>
              </w:tabs>
              <w:spacing w:line="240" w:lineRule="atLeast"/>
              <w:ind w:left="-110" w:right="-80"/>
              <w:jc w:val="left"/>
              <w:rPr>
                <w:b w:val="0"/>
                <w:bCs/>
                <w:szCs w:val="22"/>
              </w:rPr>
            </w:pPr>
          </w:p>
        </w:tc>
        <w:tc>
          <w:tcPr>
            <w:tcW w:w="148" w:type="pct"/>
            <w:vAlign w:val="bottom"/>
          </w:tcPr>
          <w:p w14:paraId="15B656F0"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vAlign w:val="bottom"/>
          </w:tcPr>
          <w:p w14:paraId="0F31F6D4" w14:textId="77777777" w:rsidR="00276705" w:rsidRPr="00A43BE2" w:rsidRDefault="00276705" w:rsidP="00276705">
            <w:pPr>
              <w:pStyle w:val="acctmergecolhdg"/>
              <w:tabs>
                <w:tab w:val="decimal" w:pos="1004"/>
              </w:tabs>
              <w:spacing w:line="240" w:lineRule="atLeast"/>
              <w:ind w:right="-80"/>
              <w:jc w:val="both"/>
              <w:rPr>
                <w:b w:val="0"/>
                <w:bCs/>
                <w:spacing w:val="-12"/>
                <w:szCs w:val="22"/>
              </w:rPr>
            </w:pPr>
          </w:p>
        </w:tc>
      </w:tr>
      <w:tr w:rsidR="00276705" w:rsidRPr="001A3152" w14:paraId="068E2CAC" w14:textId="77777777" w:rsidTr="003C7FC8">
        <w:trPr>
          <w:cantSplit/>
        </w:trPr>
        <w:tc>
          <w:tcPr>
            <w:tcW w:w="2059" w:type="pct"/>
          </w:tcPr>
          <w:p w14:paraId="57515226" w14:textId="178AD7DE" w:rsidR="00276705" w:rsidRPr="001A3152" w:rsidRDefault="00276705" w:rsidP="00276705">
            <w:pPr>
              <w:pStyle w:val="acctfourfigures"/>
              <w:spacing w:line="240" w:lineRule="atLeast"/>
              <w:rPr>
                <w:b/>
                <w:bCs/>
                <w:i/>
                <w:iCs/>
                <w:szCs w:val="22"/>
              </w:rPr>
            </w:pPr>
            <w:r w:rsidRPr="00904D73">
              <w:rPr>
                <w:szCs w:val="22"/>
                <w:lang w:val="en-US"/>
              </w:rPr>
              <w:t>PMC Label Materials Pte. Ltd.</w:t>
            </w:r>
          </w:p>
        </w:tc>
        <w:tc>
          <w:tcPr>
            <w:tcW w:w="622" w:type="pct"/>
            <w:vAlign w:val="bottom"/>
          </w:tcPr>
          <w:p w14:paraId="65C95D49" w14:textId="01A43731" w:rsidR="00276705" w:rsidRPr="00A43BE2" w:rsidRDefault="00CB7F62" w:rsidP="00276705">
            <w:pPr>
              <w:pStyle w:val="BodyText"/>
              <w:tabs>
                <w:tab w:val="decimal" w:pos="940"/>
              </w:tabs>
              <w:spacing w:after="0" w:line="240" w:lineRule="auto"/>
              <w:ind w:left="-115" w:right="-109"/>
              <w:rPr>
                <w:b/>
                <w:bCs/>
                <w:szCs w:val="22"/>
              </w:rPr>
            </w:pPr>
            <w:r>
              <w:rPr>
                <w:b/>
                <w:bCs/>
                <w:szCs w:val="22"/>
              </w:rPr>
              <w:t>-</w:t>
            </w:r>
          </w:p>
        </w:tc>
        <w:tc>
          <w:tcPr>
            <w:tcW w:w="111" w:type="pct"/>
            <w:vAlign w:val="bottom"/>
          </w:tcPr>
          <w:p w14:paraId="790C9F6B" w14:textId="77777777" w:rsidR="00276705" w:rsidRPr="00A43BE2" w:rsidRDefault="00276705" w:rsidP="00276705">
            <w:pPr>
              <w:pStyle w:val="acctmergecolhdg"/>
              <w:spacing w:line="240" w:lineRule="atLeast"/>
              <w:jc w:val="right"/>
              <w:rPr>
                <w:b w:val="0"/>
                <w:bCs/>
                <w:szCs w:val="22"/>
              </w:rPr>
            </w:pPr>
          </w:p>
        </w:tc>
        <w:tc>
          <w:tcPr>
            <w:tcW w:w="638" w:type="pct"/>
          </w:tcPr>
          <w:p w14:paraId="744CCD45" w14:textId="2962A999" w:rsidR="00276705" w:rsidRPr="006523B0" w:rsidRDefault="00276705" w:rsidP="00276705">
            <w:pPr>
              <w:pStyle w:val="acctmergecolhdg"/>
              <w:tabs>
                <w:tab w:val="decimal" w:pos="1010"/>
              </w:tabs>
              <w:spacing w:line="240" w:lineRule="atLeast"/>
              <w:ind w:right="66"/>
              <w:jc w:val="right"/>
              <w:rPr>
                <w:b w:val="0"/>
                <w:bCs/>
                <w:szCs w:val="22"/>
              </w:rPr>
            </w:pPr>
            <w:r>
              <w:rPr>
                <w:szCs w:val="22"/>
              </w:rPr>
              <w:t>-</w:t>
            </w:r>
          </w:p>
        </w:tc>
        <w:tc>
          <w:tcPr>
            <w:tcW w:w="116" w:type="pct"/>
            <w:vAlign w:val="bottom"/>
          </w:tcPr>
          <w:p w14:paraId="416BC495"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5E614CFD" w14:textId="6327902A" w:rsidR="00276705" w:rsidRPr="00A43BE2" w:rsidRDefault="00CB7F62" w:rsidP="00276705">
            <w:pPr>
              <w:pStyle w:val="acctmergecolhdg"/>
              <w:tabs>
                <w:tab w:val="decimal" w:pos="1062"/>
              </w:tabs>
              <w:spacing w:line="240" w:lineRule="atLeast"/>
              <w:ind w:left="-110" w:right="-80"/>
              <w:jc w:val="left"/>
              <w:rPr>
                <w:b w:val="0"/>
                <w:bCs/>
                <w:szCs w:val="22"/>
              </w:rPr>
            </w:pPr>
            <w:r>
              <w:rPr>
                <w:b w:val="0"/>
                <w:bCs/>
                <w:szCs w:val="22"/>
              </w:rPr>
              <w:t>5,371</w:t>
            </w:r>
          </w:p>
        </w:tc>
        <w:tc>
          <w:tcPr>
            <w:tcW w:w="148" w:type="pct"/>
            <w:vAlign w:val="bottom"/>
          </w:tcPr>
          <w:p w14:paraId="55D35CFA"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tcPr>
          <w:p w14:paraId="28A2BF35" w14:textId="7E87588B" w:rsidR="00276705" w:rsidRPr="006523B0" w:rsidRDefault="00276705" w:rsidP="00276705">
            <w:pPr>
              <w:pStyle w:val="acctfourfigures"/>
              <w:tabs>
                <w:tab w:val="clear" w:pos="765"/>
                <w:tab w:val="decimal" w:pos="1004"/>
              </w:tabs>
              <w:spacing w:line="240" w:lineRule="atLeast"/>
              <w:ind w:right="-80"/>
              <w:jc w:val="both"/>
              <w:rPr>
                <w:szCs w:val="22"/>
              </w:rPr>
            </w:pPr>
            <w:r w:rsidRPr="00876BEE">
              <w:rPr>
                <w:szCs w:val="22"/>
              </w:rPr>
              <w:t>6,491</w:t>
            </w:r>
          </w:p>
        </w:tc>
      </w:tr>
      <w:tr w:rsidR="00276705" w:rsidRPr="001A3152" w14:paraId="6DEAC4C2" w14:textId="77777777" w:rsidTr="003C7FC8">
        <w:trPr>
          <w:cantSplit/>
        </w:trPr>
        <w:tc>
          <w:tcPr>
            <w:tcW w:w="2059" w:type="pct"/>
          </w:tcPr>
          <w:p w14:paraId="5BE4253D" w14:textId="77777777" w:rsidR="00276705" w:rsidRPr="00904D73" w:rsidRDefault="00276705" w:rsidP="00276705">
            <w:pPr>
              <w:pStyle w:val="acctfourfigures"/>
              <w:spacing w:line="240" w:lineRule="atLeast"/>
              <w:rPr>
                <w:szCs w:val="22"/>
                <w:lang w:val="en-US"/>
              </w:rPr>
            </w:pPr>
          </w:p>
        </w:tc>
        <w:tc>
          <w:tcPr>
            <w:tcW w:w="622" w:type="pct"/>
            <w:vAlign w:val="bottom"/>
          </w:tcPr>
          <w:p w14:paraId="5A757272" w14:textId="77777777" w:rsidR="00276705" w:rsidRPr="00A43BE2" w:rsidRDefault="00276705" w:rsidP="00276705">
            <w:pPr>
              <w:pStyle w:val="BodyText"/>
              <w:tabs>
                <w:tab w:val="decimal" w:pos="940"/>
              </w:tabs>
              <w:spacing w:after="0" w:line="240" w:lineRule="auto"/>
              <w:ind w:left="-115" w:right="-109"/>
              <w:rPr>
                <w:b/>
                <w:bCs/>
                <w:szCs w:val="22"/>
              </w:rPr>
            </w:pPr>
          </w:p>
        </w:tc>
        <w:tc>
          <w:tcPr>
            <w:tcW w:w="111" w:type="pct"/>
            <w:vAlign w:val="bottom"/>
          </w:tcPr>
          <w:p w14:paraId="66B45EB9" w14:textId="77777777" w:rsidR="00276705" w:rsidRPr="00A43BE2" w:rsidRDefault="00276705" w:rsidP="00276705">
            <w:pPr>
              <w:pStyle w:val="acctmergecolhdg"/>
              <w:spacing w:line="240" w:lineRule="atLeast"/>
              <w:jc w:val="right"/>
              <w:rPr>
                <w:b w:val="0"/>
                <w:bCs/>
                <w:szCs w:val="22"/>
              </w:rPr>
            </w:pPr>
          </w:p>
        </w:tc>
        <w:tc>
          <w:tcPr>
            <w:tcW w:w="638" w:type="pct"/>
          </w:tcPr>
          <w:p w14:paraId="30A2BAD8" w14:textId="77777777" w:rsidR="00276705" w:rsidRPr="006523B0" w:rsidRDefault="00276705" w:rsidP="00276705">
            <w:pPr>
              <w:pStyle w:val="acctmergecolhdg"/>
              <w:tabs>
                <w:tab w:val="decimal" w:pos="1010"/>
              </w:tabs>
              <w:spacing w:line="240" w:lineRule="atLeast"/>
              <w:ind w:right="66"/>
              <w:jc w:val="right"/>
              <w:rPr>
                <w:b w:val="0"/>
                <w:bCs/>
                <w:szCs w:val="22"/>
              </w:rPr>
            </w:pPr>
          </w:p>
        </w:tc>
        <w:tc>
          <w:tcPr>
            <w:tcW w:w="116" w:type="pct"/>
            <w:vAlign w:val="bottom"/>
          </w:tcPr>
          <w:p w14:paraId="6DE6CFED"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4AC3A0AC" w14:textId="77777777" w:rsidR="00276705" w:rsidRPr="00A43BE2" w:rsidRDefault="00276705" w:rsidP="00276705">
            <w:pPr>
              <w:pStyle w:val="acctmergecolhdg"/>
              <w:tabs>
                <w:tab w:val="decimal" w:pos="1062"/>
              </w:tabs>
              <w:spacing w:line="240" w:lineRule="atLeast"/>
              <w:ind w:left="-110" w:right="-80"/>
              <w:jc w:val="left"/>
              <w:rPr>
                <w:b w:val="0"/>
                <w:bCs/>
                <w:szCs w:val="22"/>
              </w:rPr>
            </w:pPr>
          </w:p>
        </w:tc>
        <w:tc>
          <w:tcPr>
            <w:tcW w:w="148" w:type="pct"/>
            <w:vAlign w:val="bottom"/>
          </w:tcPr>
          <w:p w14:paraId="4DF7BDC6"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tcPr>
          <w:p w14:paraId="34384639" w14:textId="77777777" w:rsidR="00276705" w:rsidRPr="006523B0" w:rsidRDefault="00276705" w:rsidP="00276705">
            <w:pPr>
              <w:pStyle w:val="acctfourfigures"/>
              <w:tabs>
                <w:tab w:val="clear" w:pos="765"/>
                <w:tab w:val="decimal" w:pos="1004"/>
              </w:tabs>
              <w:spacing w:line="240" w:lineRule="atLeast"/>
              <w:ind w:right="-80"/>
              <w:jc w:val="both"/>
              <w:rPr>
                <w:szCs w:val="22"/>
              </w:rPr>
            </w:pPr>
          </w:p>
        </w:tc>
      </w:tr>
      <w:tr w:rsidR="00276705" w:rsidRPr="001A3152" w14:paraId="6F6F825E" w14:textId="77777777" w:rsidTr="003C7FC8">
        <w:trPr>
          <w:cantSplit/>
        </w:trPr>
        <w:tc>
          <w:tcPr>
            <w:tcW w:w="2059" w:type="pct"/>
          </w:tcPr>
          <w:p w14:paraId="65CED8A8" w14:textId="7475970C" w:rsidR="00276705" w:rsidRPr="001A3152" w:rsidRDefault="00276705" w:rsidP="00276705">
            <w:pPr>
              <w:pStyle w:val="acctfourfigures"/>
              <w:spacing w:line="240" w:lineRule="atLeast"/>
              <w:rPr>
                <w:b/>
                <w:bCs/>
                <w:i/>
                <w:iCs/>
                <w:szCs w:val="22"/>
              </w:rPr>
            </w:pPr>
            <w:r w:rsidRPr="001A3152">
              <w:rPr>
                <w:b/>
                <w:bCs/>
                <w:szCs w:val="22"/>
              </w:rPr>
              <w:t>Other related part</w:t>
            </w:r>
            <w:r>
              <w:rPr>
                <w:b/>
                <w:bCs/>
                <w:szCs w:val="22"/>
              </w:rPr>
              <w:t>y</w:t>
            </w:r>
          </w:p>
        </w:tc>
        <w:tc>
          <w:tcPr>
            <w:tcW w:w="622" w:type="pct"/>
            <w:vAlign w:val="bottom"/>
          </w:tcPr>
          <w:p w14:paraId="4B5A9653" w14:textId="77777777" w:rsidR="00276705" w:rsidRPr="00A43BE2" w:rsidRDefault="00276705" w:rsidP="00276705">
            <w:pPr>
              <w:pStyle w:val="acctmergecolhdg"/>
              <w:spacing w:line="240" w:lineRule="atLeast"/>
              <w:ind w:right="128"/>
              <w:jc w:val="right"/>
              <w:rPr>
                <w:b w:val="0"/>
                <w:bCs/>
                <w:szCs w:val="22"/>
              </w:rPr>
            </w:pPr>
          </w:p>
        </w:tc>
        <w:tc>
          <w:tcPr>
            <w:tcW w:w="111" w:type="pct"/>
            <w:vAlign w:val="bottom"/>
          </w:tcPr>
          <w:p w14:paraId="6D45BA34" w14:textId="77777777" w:rsidR="00276705" w:rsidRPr="00A43BE2" w:rsidRDefault="00276705" w:rsidP="00276705">
            <w:pPr>
              <w:pStyle w:val="acctmergecolhdg"/>
              <w:spacing w:line="240" w:lineRule="atLeast"/>
              <w:jc w:val="right"/>
              <w:rPr>
                <w:b w:val="0"/>
                <w:bCs/>
                <w:szCs w:val="22"/>
              </w:rPr>
            </w:pPr>
          </w:p>
        </w:tc>
        <w:tc>
          <w:tcPr>
            <w:tcW w:w="638" w:type="pct"/>
          </w:tcPr>
          <w:p w14:paraId="270544BE" w14:textId="77777777" w:rsidR="00276705" w:rsidRPr="00A43BE2" w:rsidRDefault="00276705" w:rsidP="00276705">
            <w:pPr>
              <w:pStyle w:val="acctmergecolhdg"/>
              <w:tabs>
                <w:tab w:val="decimal" w:pos="1010"/>
              </w:tabs>
              <w:spacing w:line="240" w:lineRule="atLeast"/>
              <w:ind w:right="66"/>
              <w:jc w:val="right"/>
              <w:rPr>
                <w:b w:val="0"/>
                <w:bCs/>
                <w:spacing w:val="-12"/>
                <w:szCs w:val="22"/>
              </w:rPr>
            </w:pPr>
          </w:p>
        </w:tc>
        <w:tc>
          <w:tcPr>
            <w:tcW w:w="116" w:type="pct"/>
            <w:vAlign w:val="bottom"/>
          </w:tcPr>
          <w:p w14:paraId="102AFD93" w14:textId="77777777" w:rsidR="00276705" w:rsidRPr="00A43BE2" w:rsidRDefault="00276705" w:rsidP="00276705">
            <w:pPr>
              <w:pStyle w:val="acctmergecolhdg"/>
              <w:spacing w:line="240" w:lineRule="atLeast"/>
              <w:ind w:right="-139"/>
              <w:jc w:val="right"/>
              <w:rPr>
                <w:b w:val="0"/>
                <w:bCs/>
                <w:szCs w:val="22"/>
              </w:rPr>
            </w:pPr>
          </w:p>
        </w:tc>
        <w:tc>
          <w:tcPr>
            <w:tcW w:w="668" w:type="pct"/>
            <w:vAlign w:val="bottom"/>
          </w:tcPr>
          <w:p w14:paraId="5C4EADFE" w14:textId="77777777" w:rsidR="00276705" w:rsidRPr="00A43BE2" w:rsidRDefault="00276705" w:rsidP="00276705">
            <w:pPr>
              <w:pStyle w:val="acctmergecolhdg"/>
              <w:tabs>
                <w:tab w:val="decimal" w:pos="1062"/>
              </w:tabs>
              <w:spacing w:line="240" w:lineRule="atLeast"/>
              <w:ind w:left="-110" w:right="-80"/>
              <w:jc w:val="left"/>
              <w:rPr>
                <w:b w:val="0"/>
                <w:bCs/>
                <w:szCs w:val="22"/>
              </w:rPr>
            </w:pPr>
          </w:p>
        </w:tc>
        <w:tc>
          <w:tcPr>
            <w:tcW w:w="148" w:type="pct"/>
            <w:vAlign w:val="bottom"/>
          </w:tcPr>
          <w:p w14:paraId="5175CEF3" w14:textId="77777777" w:rsidR="00276705" w:rsidRPr="00A43BE2" w:rsidRDefault="00276705" w:rsidP="00276705">
            <w:pPr>
              <w:pStyle w:val="acctmergecolhdg"/>
              <w:tabs>
                <w:tab w:val="decimal" w:pos="760"/>
                <w:tab w:val="decimal" w:pos="952"/>
              </w:tabs>
              <w:spacing w:line="240" w:lineRule="atLeast"/>
              <w:ind w:right="110"/>
              <w:jc w:val="right"/>
              <w:rPr>
                <w:b w:val="0"/>
                <w:bCs/>
                <w:szCs w:val="22"/>
              </w:rPr>
            </w:pPr>
          </w:p>
        </w:tc>
        <w:tc>
          <w:tcPr>
            <w:tcW w:w="638" w:type="pct"/>
          </w:tcPr>
          <w:p w14:paraId="2F912CC6" w14:textId="77777777" w:rsidR="00276705" w:rsidRPr="00A43BE2" w:rsidRDefault="00276705" w:rsidP="00276705">
            <w:pPr>
              <w:pStyle w:val="acctmergecolhdg"/>
              <w:tabs>
                <w:tab w:val="decimal" w:pos="1004"/>
              </w:tabs>
              <w:spacing w:line="240" w:lineRule="atLeast"/>
              <w:ind w:right="-80"/>
              <w:jc w:val="both"/>
              <w:rPr>
                <w:b w:val="0"/>
                <w:bCs/>
                <w:spacing w:val="-12"/>
                <w:szCs w:val="22"/>
              </w:rPr>
            </w:pPr>
          </w:p>
        </w:tc>
      </w:tr>
      <w:tr w:rsidR="00276705" w:rsidRPr="001A3152" w14:paraId="34A42444" w14:textId="77777777" w:rsidTr="00C861F3">
        <w:trPr>
          <w:cantSplit/>
          <w:trHeight w:val="64"/>
        </w:trPr>
        <w:tc>
          <w:tcPr>
            <w:tcW w:w="2059" w:type="pct"/>
          </w:tcPr>
          <w:p w14:paraId="1916C141" w14:textId="16BCA529" w:rsidR="00276705" w:rsidRPr="001A3152" w:rsidRDefault="00276705" w:rsidP="00276705">
            <w:pPr>
              <w:pStyle w:val="acctfourfigures"/>
              <w:spacing w:line="240" w:lineRule="atLeast"/>
              <w:rPr>
                <w:b/>
                <w:bCs/>
                <w:i/>
                <w:iCs/>
                <w:szCs w:val="22"/>
              </w:rPr>
            </w:pPr>
            <w:r w:rsidRPr="001A3152">
              <w:rPr>
                <w:szCs w:val="22"/>
                <w:lang w:bidi="th-TH"/>
              </w:rPr>
              <w:t xml:space="preserve">Humanica Public </w:t>
            </w:r>
            <w:r>
              <w:rPr>
                <w:szCs w:val="22"/>
                <w:lang w:bidi="th-TH"/>
              </w:rPr>
              <w:t>Company Limited</w:t>
            </w:r>
          </w:p>
        </w:tc>
        <w:tc>
          <w:tcPr>
            <w:tcW w:w="622" w:type="pct"/>
          </w:tcPr>
          <w:p w14:paraId="1900ABD7" w14:textId="4C35BFF7" w:rsidR="00276705" w:rsidRPr="008D3BAF" w:rsidRDefault="00CB7F62" w:rsidP="00276705">
            <w:pPr>
              <w:pStyle w:val="BodyText"/>
              <w:tabs>
                <w:tab w:val="decimal" w:pos="940"/>
              </w:tabs>
              <w:spacing w:after="0" w:line="240" w:lineRule="auto"/>
              <w:ind w:left="-115" w:right="-109"/>
              <w:rPr>
                <w:bCs/>
                <w:szCs w:val="22"/>
              </w:rPr>
            </w:pPr>
            <w:r>
              <w:rPr>
                <w:bCs/>
                <w:szCs w:val="22"/>
              </w:rPr>
              <w:t>60</w:t>
            </w:r>
          </w:p>
        </w:tc>
        <w:tc>
          <w:tcPr>
            <w:tcW w:w="111" w:type="pct"/>
          </w:tcPr>
          <w:p w14:paraId="49CD06AF" w14:textId="77777777" w:rsidR="00276705" w:rsidRPr="008D3BAF" w:rsidRDefault="00276705" w:rsidP="00276705">
            <w:pPr>
              <w:pStyle w:val="acctmergecolhdg"/>
              <w:spacing w:line="240" w:lineRule="atLeast"/>
              <w:jc w:val="right"/>
              <w:rPr>
                <w:b w:val="0"/>
                <w:bCs/>
                <w:szCs w:val="22"/>
              </w:rPr>
            </w:pPr>
          </w:p>
        </w:tc>
        <w:tc>
          <w:tcPr>
            <w:tcW w:w="638" w:type="pct"/>
          </w:tcPr>
          <w:p w14:paraId="59864E86" w14:textId="491109F4" w:rsidR="00276705" w:rsidRPr="008D3BAF" w:rsidRDefault="00276705" w:rsidP="00276705">
            <w:pPr>
              <w:pStyle w:val="acctmergecolhdg"/>
              <w:tabs>
                <w:tab w:val="decimal" w:pos="1010"/>
              </w:tabs>
              <w:spacing w:line="240" w:lineRule="atLeast"/>
              <w:ind w:right="66"/>
              <w:jc w:val="right"/>
              <w:rPr>
                <w:b w:val="0"/>
                <w:bCs/>
                <w:spacing w:val="-12"/>
                <w:szCs w:val="22"/>
              </w:rPr>
            </w:pPr>
            <w:r w:rsidRPr="008D3BAF">
              <w:rPr>
                <w:b w:val="0"/>
                <w:bCs/>
                <w:szCs w:val="22"/>
              </w:rPr>
              <w:t>112</w:t>
            </w:r>
          </w:p>
        </w:tc>
        <w:tc>
          <w:tcPr>
            <w:tcW w:w="116" w:type="pct"/>
          </w:tcPr>
          <w:p w14:paraId="107F5A8D" w14:textId="77777777" w:rsidR="00276705" w:rsidRPr="008D3BAF" w:rsidRDefault="00276705" w:rsidP="00276705">
            <w:pPr>
              <w:pStyle w:val="acctmergecolhdg"/>
              <w:spacing w:line="240" w:lineRule="atLeast"/>
              <w:ind w:right="-139"/>
              <w:jc w:val="right"/>
              <w:rPr>
                <w:b w:val="0"/>
                <w:bCs/>
                <w:szCs w:val="22"/>
              </w:rPr>
            </w:pPr>
          </w:p>
        </w:tc>
        <w:tc>
          <w:tcPr>
            <w:tcW w:w="668" w:type="pct"/>
          </w:tcPr>
          <w:p w14:paraId="00C18DF8" w14:textId="1645A856" w:rsidR="00276705" w:rsidRPr="008D3BAF" w:rsidRDefault="00CB7F62" w:rsidP="00276705">
            <w:pPr>
              <w:pStyle w:val="acctmergecolhdg"/>
              <w:tabs>
                <w:tab w:val="decimal" w:pos="1062"/>
              </w:tabs>
              <w:spacing w:line="240" w:lineRule="atLeast"/>
              <w:ind w:left="-110" w:right="-80"/>
              <w:jc w:val="left"/>
              <w:rPr>
                <w:b w:val="0"/>
                <w:bCs/>
                <w:szCs w:val="22"/>
              </w:rPr>
            </w:pPr>
            <w:r>
              <w:rPr>
                <w:b w:val="0"/>
                <w:bCs/>
                <w:szCs w:val="22"/>
              </w:rPr>
              <w:t>60</w:t>
            </w:r>
          </w:p>
        </w:tc>
        <w:tc>
          <w:tcPr>
            <w:tcW w:w="148" w:type="pct"/>
          </w:tcPr>
          <w:p w14:paraId="1C702628" w14:textId="77777777" w:rsidR="00276705" w:rsidRPr="008D3BAF" w:rsidRDefault="00276705" w:rsidP="00276705">
            <w:pPr>
              <w:pStyle w:val="acctmergecolhdg"/>
              <w:tabs>
                <w:tab w:val="decimal" w:pos="760"/>
                <w:tab w:val="decimal" w:pos="952"/>
              </w:tabs>
              <w:spacing w:line="240" w:lineRule="atLeast"/>
              <w:ind w:right="110"/>
              <w:jc w:val="right"/>
              <w:rPr>
                <w:b w:val="0"/>
                <w:bCs/>
                <w:szCs w:val="22"/>
              </w:rPr>
            </w:pPr>
          </w:p>
        </w:tc>
        <w:tc>
          <w:tcPr>
            <w:tcW w:w="638" w:type="pct"/>
          </w:tcPr>
          <w:p w14:paraId="157495D1" w14:textId="295CBDB7" w:rsidR="00276705" w:rsidRPr="008D3BAF" w:rsidRDefault="00276705" w:rsidP="00276705">
            <w:pPr>
              <w:pStyle w:val="acctfourfigures"/>
              <w:tabs>
                <w:tab w:val="clear" w:pos="765"/>
                <w:tab w:val="decimal" w:pos="1004"/>
              </w:tabs>
              <w:spacing w:line="240" w:lineRule="atLeast"/>
              <w:ind w:right="-80"/>
              <w:jc w:val="both"/>
              <w:rPr>
                <w:bCs/>
                <w:spacing w:val="-12"/>
                <w:szCs w:val="22"/>
              </w:rPr>
            </w:pPr>
            <w:r w:rsidRPr="00876BEE">
              <w:rPr>
                <w:szCs w:val="22"/>
              </w:rPr>
              <w:t>112</w:t>
            </w:r>
          </w:p>
        </w:tc>
      </w:tr>
      <w:tr w:rsidR="00276705" w:rsidRPr="001A3152" w14:paraId="66DF17D6" w14:textId="77777777" w:rsidTr="00C861F3">
        <w:trPr>
          <w:cantSplit/>
        </w:trPr>
        <w:tc>
          <w:tcPr>
            <w:tcW w:w="2059" w:type="pct"/>
          </w:tcPr>
          <w:p w14:paraId="1349664D" w14:textId="7B878FD8" w:rsidR="00276705" w:rsidRPr="001A3152" w:rsidRDefault="00276705" w:rsidP="00276705">
            <w:pPr>
              <w:pStyle w:val="acctfourfigures"/>
              <w:tabs>
                <w:tab w:val="clear" w:pos="765"/>
              </w:tabs>
              <w:spacing w:line="240" w:lineRule="atLeast"/>
              <w:rPr>
                <w:b/>
                <w:bCs/>
                <w:i/>
                <w:iCs/>
                <w:szCs w:val="22"/>
              </w:rPr>
            </w:pPr>
            <w:r w:rsidRPr="001A3152">
              <w:rPr>
                <w:b/>
                <w:bCs/>
                <w:szCs w:val="22"/>
              </w:rPr>
              <w:t>Total</w:t>
            </w:r>
          </w:p>
        </w:tc>
        <w:tc>
          <w:tcPr>
            <w:tcW w:w="622" w:type="pct"/>
            <w:tcBorders>
              <w:top w:val="single" w:sz="4" w:space="0" w:color="auto"/>
              <w:bottom w:val="double" w:sz="4" w:space="0" w:color="auto"/>
            </w:tcBorders>
          </w:tcPr>
          <w:p w14:paraId="01E65A5D" w14:textId="66278B06" w:rsidR="00276705" w:rsidRPr="006824C7" w:rsidRDefault="00CB7F62" w:rsidP="00276705">
            <w:pPr>
              <w:pStyle w:val="BodyText"/>
              <w:tabs>
                <w:tab w:val="decimal" w:pos="940"/>
              </w:tabs>
              <w:spacing w:after="0" w:line="240" w:lineRule="auto"/>
              <w:ind w:left="-115" w:right="-109"/>
              <w:rPr>
                <w:b/>
                <w:bCs/>
                <w:szCs w:val="22"/>
              </w:rPr>
            </w:pPr>
            <w:r>
              <w:rPr>
                <w:b/>
                <w:bCs/>
                <w:szCs w:val="22"/>
              </w:rPr>
              <w:t>60</w:t>
            </w:r>
          </w:p>
        </w:tc>
        <w:tc>
          <w:tcPr>
            <w:tcW w:w="111" w:type="pct"/>
          </w:tcPr>
          <w:p w14:paraId="7D2552B6" w14:textId="77777777" w:rsidR="00276705" w:rsidRPr="008A6E85" w:rsidRDefault="00276705" w:rsidP="00276705">
            <w:pPr>
              <w:pStyle w:val="acctmergecolhdg"/>
              <w:spacing w:line="240" w:lineRule="atLeast"/>
              <w:jc w:val="right"/>
              <w:rPr>
                <w:b w:val="0"/>
                <w:bCs/>
                <w:szCs w:val="22"/>
              </w:rPr>
            </w:pPr>
          </w:p>
        </w:tc>
        <w:tc>
          <w:tcPr>
            <w:tcW w:w="638" w:type="pct"/>
            <w:tcBorders>
              <w:top w:val="single" w:sz="4" w:space="0" w:color="auto"/>
              <w:bottom w:val="double" w:sz="4" w:space="0" w:color="auto"/>
            </w:tcBorders>
          </w:tcPr>
          <w:p w14:paraId="1BE3016A" w14:textId="2DB7B866" w:rsidR="00276705" w:rsidRPr="008A6E85" w:rsidRDefault="00276705" w:rsidP="00276705">
            <w:pPr>
              <w:pStyle w:val="acctmergecolhdg"/>
              <w:tabs>
                <w:tab w:val="decimal" w:pos="1010"/>
              </w:tabs>
              <w:spacing w:line="240" w:lineRule="atLeast"/>
              <w:ind w:right="66"/>
              <w:jc w:val="right"/>
              <w:rPr>
                <w:b w:val="0"/>
                <w:bCs/>
                <w:spacing w:val="-12"/>
                <w:szCs w:val="22"/>
              </w:rPr>
            </w:pPr>
            <w:r w:rsidRPr="00E21971">
              <w:rPr>
                <w:bCs/>
                <w:szCs w:val="22"/>
              </w:rPr>
              <w:t>112</w:t>
            </w:r>
          </w:p>
        </w:tc>
        <w:tc>
          <w:tcPr>
            <w:tcW w:w="116" w:type="pct"/>
          </w:tcPr>
          <w:p w14:paraId="6EB9FC46" w14:textId="77777777" w:rsidR="00276705" w:rsidRPr="008A6E85" w:rsidRDefault="00276705" w:rsidP="00276705">
            <w:pPr>
              <w:pStyle w:val="acctmergecolhdg"/>
              <w:spacing w:line="240" w:lineRule="atLeast"/>
              <w:ind w:right="-139"/>
              <w:jc w:val="right"/>
              <w:rPr>
                <w:b w:val="0"/>
                <w:bCs/>
                <w:szCs w:val="22"/>
              </w:rPr>
            </w:pPr>
          </w:p>
        </w:tc>
        <w:tc>
          <w:tcPr>
            <w:tcW w:w="668" w:type="pct"/>
            <w:tcBorders>
              <w:top w:val="single" w:sz="4" w:space="0" w:color="auto"/>
              <w:bottom w:val="double" w:sz="4" w:space="0" w:color="auto"/>
            </w:tcBorders>
          </w:tcPr>
          <w:p w14:paraId="700FEF2E" w14:textId="0189D9B9" w:rsidR="00276705" w:rsidRPr="008A6E85" w:rsidRDefault="00CB7F62" w:rsidP="00276705">
            <w:pPr>
              <w:pStyle w:val="acctfourfigures"/>
              <w:tabs>
                <w:tab w:val="clear" w:pos="765"/>
                <w:tab w:val="decimal" w:pos="1062"/>
              </w:tabs>
              <w:spacing w:line="240" w:lineRule="atLeast"/>
              <w:ind w:left="-110" w:right="-80"/>
              <w:rPr>
                <w:b/>
                <w:bCs/>
                <w:szCs w:val="22"/>
              </w:rPr>
            </w:pPr>
            <w:r>
              <w:rPr>
                <w:b/>
                <w:bCs/>
                <w:szCs w:val="22"/>
              </w:rPr>
              <w:t>5,431</w:t>
            </w:r>
          </w:p>
        </w:tc>
        <w:tc>
          <w:tcPr>
            <w:tcW w:w="148" w:type="pct"/>
          </w:tcPr>
          <w:p w14:paraId="2E57AB54" w14:textId="77777777" w:rsidR="00276705" w:rsidRPr="00297088" w:rsidRDefault="00276705" w:rsidP="00276705">
            <w:pPr>
              <w:pStyle w:val="acctmergecolhdg"/>
              <w:tabs>
                <w:tab w:val="decimal" w:pos="760"/>
                <w:tab w:val="decimal" w:pos="952"/>
              </w:tabs>
              <w:spacing w:line="240" w:lineRule="atLeast"/>
              <w:ind w:right="110"/>
              <w:jc w:val="right"/>
              <w:rPr>
                <w:b w:val="0"/>
                <w:bCs/>
                <w:szCs w:val="22"/>
              </w:rPr>
            </w:pPr>
          </w:p>
        </w:tc>
        <w:tc>
          <w:tcPr>
            <w:tcW w:w="638" w:type="pct"/>
            <w:tcBorders>
              <w:top w:val="single" w:sz="4" w:space="0" w:color="auto"/>
              <w:bottom w:val="double" w:sz="4" w:space="0" w:color="auto"/>
            </w:tcBorders>
          </w:tcPr>
          <w:p w14:paraId="7454737A" w14:textId="65E6DAA3" w:rsidR="00276705" w:rsidRPr="00CE55C8" w:rsidRDefault="00276705" w:rsidP="00276705">
            <w:pPr>
              <w:pStyle w:val="acctfourfigures"/>
              <w:tabs>
                <w:tab w:val="clear" w:pos="765"/>
                <w:tab w:val="decimal" w:pos="1004"/>
              </w:tabs>
              <w:spacing w:line="240" w:lineRule="atLeast"/>
              <w:ind w:right="-80"/>
              <w:jc w:val="both"/>
              <w:rPr>
                <w:b/>
                <w:bCs/>
                <w:szCs w:val="22"/>
              </w:rPr>
            </w:pPr>
            <w:r w:rsidRPr="00E21971">
              <w:rPr>
                <w:b/>
                <w:bCs/>
                <w:szCs w:val="22"/>
              </w:rPr>
              <w:t>6,603</w:t>
            </w:r>
          </w:p>
        </w:tc>
      </w:tr>
    </w:tbl>
    <w:p w14:paraId="10D7D6D1" w14:textId="1B64B364" w:rsidR="00ED6D28" w:rsidRPr="00BB45F5" w:rsidRDefault="00ED6D28" w:rsidP="00E52E8A">
      <w:pPr>
        <w:spacing w:line="240" w:lineRule="auto"/>
        <w:rPr>
          <w:lang w:eastAsia="x-none"/>
        </w:rPr>
      </w:pPr>
      <w:bookmarkStart w:id="7" w:name="_Hlk106723281"/>
      <w:bookmarkEnd w:id="5"/>
    </w:p>
    <w:p w14:paraId="577A48D6" w14:textId="7E868B5B" w:rsidR="00CB7F62" w:rsidRDefault="00CB7F62" w:rsidP="007E0034">
      <w:pPr>
        <w:pStyle w:val="Heading1"/>
        <w:numPr>
          <w:ilvl w:val="0"/>
          <w:numId w:val="41"/>
        </w:numPr>
        <w:spacing w:before="0" w:after="0" w:line="240" w:lineRule="atLeast"/>
        <w:ind w:right="108"/>
        <w:rPr>
          <w:szCs w:val="24"/>
        </w:rPr>
      </w:pPr>
      <w:r>
        <w:rPr>
          <w:szCs w:val="24"/>
        </w:rPr>
        <w:t>Property, plant and equipment</w:t>
      </w:r>
    </w:p>
    <w:p w14:paraId="0A90597A" w14:textId="77777777" w:rsidR="00CB7F62" w:rsidRPr="00CB7F62" w:rsidRDefault="00CB7F62" w:rsidP="00CB7F62">
      <w:pPr>
        <w:pStyle w:val="BodyText"/>
        <w:spacing w:after="0"/>
        <w:rPr>
          <w:lang w:val="en-GB" w:eastAsia="x-none"/>
        </w:rPr>
      </w:pPr>
    </w:p>
    <w:p w14:paraId="47A8A7FD" w14:textId="069B6BCD" w:rsidR="00CB7F62" w:rsidRDefault="009D3B55" w:rsidP="00CB7F62">
      <w:pPr>
        <w:spacing w:line="240" w:lineRule="auto"/>
        <w:ind w:left="540"/>
        <w:jc w:val="both"/>
        <w:rPr>
          <w:rFonts w:cstheme="minorBidi"/>
          <w:lang w:val="en-US" w:eastAsia="x-none" w:bidi="th-TH"/>
        </w:rPr>
      </w:pPr>
      <w:r>
        <w:rPr>
          <w:rFonts w:cstheme="minorBidi"/>
          <w:lang w:eastAsia="x-none" w:bidi="th-TH"/>
        </w:rPr>
        <w:t xml:space="preserve">During </w:t>
      </w:r>
      <w:r w:rsidR="00B501BD" w:rsidRPr="00B501BD">
        <w:rPr>
          <w:rFonts w:cstheme="minorBidi"/>
          <w:lang w:val="en-US" w:eastAsia="x-none" w:bidi="th-TH"/>
        </w:rPr>
        <w:t xml:space="preserve">the six-month period ended </w:t>
      </w:r>
      <w:r w:rsidR="00B501BD">
        <w:rPr>
          <w:rFonts w:cstheme="minorBidi"/>
          <w:lang w:val="en-US" w:eastAsia="x-none" w:bidi="th-TH"/>
        </w:rPr>
        <w:t xml:space="preserve">30 </w:t>
      </w:r>
      <w:r w:rsidR="00B501BD" w:rsidRPr="00B501BD">
        <w:rPr>
          <w:rFonts w:cstheme="minorBidi"/>
          <w:lang w:val="en-US" w:eastAsia="x-none" w:bidi="th-TH"/>
        </w:rPr>
        <w:t>June</w:t>
      </w:r>
      <w:r w:rsidR="00B501BD">
        <w:rPr>
          <w:rFonts w:cstheme="minorBidi"/>
          <w:lang w:val="en-US" w:eastAsia="x-none" w:bidi="th-TH"/>
        </w:rPr>
        <w:t xml:space="preserve"> </w:t>
      </w:r>
      <w:r w:rsidR="00B501BD" w:rsidRPr="00B501BD">
        <w:rPr>
          <w:rFonts w:cstheme="minorBidi"/>
          <w:lang w:val="en-US" w:eastAsia="x-none" w:bidi="th-TH"/>
        </w:rPr>
        <w:t>2025</w:t>
      </w:r>
      <w:r w:rsidR="00B501BD">
        <w:rPr>
          <w:rFonts w:cstheme="minorBidi"/>
          <w:lang w:val="en-US" w:eastAsia="x-none" w:bidi="th-TH"/>
        </w:rPr>
        <w:t>, t</w:t>
      </w:r>
      <w:r w:rsidR="00CB7F62" w:rsidRPr="00CB7F62">
        <w:rPr>
          <w:rFonts w:cstheme="minorBidi"/>
          <w:lang w:val="en-US" w:eastAsia="x-none" w:bidi="th-TH"/>
        </w:rPr>
        <w:t>he right-of-use assets of the Group and the Company h</w:t>
      </w:r>
      <w:r>
        <w:rPr>
          <w:rFonts w:cstheme="minorBidi"/>
          <w:lang w:val="en-US" w:eastAsia="x-none" w:bidi="th-TH"/>
        </w:rPr>
        <w:t>ave</w:t>
      </w:r>
      <w:r w:rsidR="00CB7F62" w:rsidRPr="00CB7F62">
        <w:rPr>
          <w:rFonts w:cstheme="minorBidi"/>
          <w:lang w:val="en-US" w:eastAsia="x-none" w:bidi="th-TH"/>
        </w:rPr>
        <w:t xml:space="preserve"> increased amounting to Baht 24 million. The Group and the Company have lease agreements </w:t>
      </w:r>
      <w:proofErr w:type="gramStart"/>
      <w:r w:rsidR="00CB7F62" w:rsidRPr="00CB7F62">
        <w:rPr>
          <w:rFonts w:cstheme="minorBidi"/>
          <w:lang w:val="en-US" w:eastAsia="x-none" w:bidi="th-TH"/>
        </w:rPr>
        <w:t>of</w:t>
      </w:r>
      <w:proofErr w:type="gramEnd"/>
      <w:r w:rsidR="00CB7F62" w:rsidRPr="00CB7F62">
        <w:rPr>
          <w:rFonts w:cstheme="minorBidi"/>
          <w:lang w:val="en-US" w:eastAsia="x-none" w:bidi="th-TH"/>
        </w:rPr>
        <w:t xml:space="preserve"> solar rooftop for 20 years </w:t>
      </w:r>
      <w:r>
        <w:rPr>
          <w:rFonts w:cstheme="minorBidi"/>
          <w:lang w:val="en-US" w:eastAsia="x-none" w:bidi="th-TH"/>
        </w:rPr>
        <w:t xml:space="preserve">starting from the commencement date of the lease, </w:t>
      </w:r>
      <w:r w:rsidR="00CB7F62" w:rsidRPr="00CB7F62">
        <w:rPr>
          <w:rFonts w:cstheme="minorBidi"/>
          <w:lang w:val="en-US" w:eastAsia="x-none" w:bidi="th-TH"/>
        </w:rPr>
        <w:t xml:space="preserve">which will be paid in actual amount </w:t>
      </w:r>
      <w:proofErr w:type="gramStart"/>
      <w:r w:rsidR="00CB7F62" w:rsidRPr="00CB7F62">
        <w:rPr>
          <w:rFonts w:cstheme="minorBidi"/>
          <w:lang w:val="en-US" w:eastAsia="x-none" w:bidi="th-TH"/>
        </w:rPr>
        <w:t>on a monthly basis</w:t>
      </w:r>
      <w:proofErr w:type="gramEnd"/>
      <w:r w:rsidR="00CB7F62" w:rsidRPr="00CB7F62">
        <w:rPr>
          <w:rFonts w:cstheme="minorBidi"/>
          <w:lang w:val="en-US" w:eastAsia="x-none" w:bidi="th-TH"/>
        </w:rPr>
        <w:t xml:space="preserve">, with the minimum electricity charge rates as specified in the agreement. The solar rooftop will be transferred to the Company at the end of </w:t>
      </w:r>
      <w:proofErr w:type="gramStart"/>
      <w:r w:rsidR="00CB7F62" w:rsidRPr="00CB7F62">
        <w:rPr>
          <w:rFonts w:cstheme="minorBidi"/>
          <w:lang w:val="en-US" w:eastAsia="x-none" w:bidi="th-TH"/>
        </w:rPr>
        <w:t>agreement</w:t>
      </w:r>
      <w:proofErr w:type="gramEnd"/>
      <w:r w:rsidR="00CB7F62" w:rsidRPr="00CB7F62">
        <w:rPr>
          <w:rFonts w:cstheme="minorBidi"/>
          <w:lang w:val="en-US" w:eastAsia="x-none" w:bidi="th-TH"/>
        </w:rPr>
        <w:t>.</w:t>
      </w:r>
    </w:p>
    <w:p w14:paraId="6CCD8519" w14:textId="77777777" w:rsidR="00CB7F62" w:rsidRPr="00CB7F62" w:rsidRDefault="00CB7F62" w:rsidP="00CB7F62">
      <w:pPr>
        <w:spacing w:line="240" w:lineRule="auto"/>
        <w:ind w:left="540"/>
        <w:jc w:val="both"/>
        <w:rPr>
          <w:rFonts w:cstheme="minorBidi"/>
          <w:cs/>
          <w:lang w:val="en-US" w:eastAsia="x-none" w:bidi="th-TH"/>
        </w:rPr>
      </w:pPr>
    </w:p>
    <w:p w14:paraId="3AF5DEBE" w14:textId="20722ECE" w:rsidR="005F3666" w:rsidRDefault="001C4C47" w:rsidP="007E0034">
      <w:pPr>
        <w:pStyle w:val="Heading1"/>
        <w:numPr>
          <w:ilvl w:val="0"/>
          <w:numId w:val="41"/>
        </w:numPr>
        <w:spacing w:before="0" w:after="0" w:line="240" w:lineRule="atLeast"/>
        <w:ind w:right="108"/>
        <w:rPr>
          <w:szCs w:val="24"/>
        </w:rPr>
      </w:pPr>
      <w:r w:rsidRPr="007E0034">
        <w:t>Loans</w:t>
      </w:r>
      <w:r>
        <w:rPr>
          <w:szCs w:val="24"/>
        </w:rPr>
        <w:t xml:space="preserve"> from financial institutions</w:t>
      </w:r>
    </w:p>
    <w:p w14:paraId="2DF160EB" w14:textId="53AE6A1E" w:rsidR="005F3666" w:rsidRPr="009524AF" w:rsidRDefault="005F3666" w:rsidP="00AD7814">
      <w:pPr>
        <w:pStyle w:val="BodyText"/>
        <w:spacing w:after="0"/>
        <w:rPr>
          <w:rFonts w:cstheme="minorBidi"/>
          <w:sz w:val="20"/>
          <w:szCs w:val="18"/>
          <w:lang w:val="en-US" w:eastAsia="x-none" w:bidi="th-TH"/>
        </w:rPr>
      </w:pPr>
    </w:p>
    <w:p w14:paraId="6529D065" w14:textId="152969A4" w:rsidR="00AD7814" w:rsidRDefault="00AD7814" w:rsidP="00AD7814">
      <w:pPr>
        <w:spacing w:line="240" w:lineRule="auto"/>
        <w:ind w:left="540"/>
        <w:jc w:val="both"/>
        <w:rPr>
          <w:rFonts w:cstheme="minorBidi"/>
          <w:i/>
          <w:iCs/>
          <w:lang w:val="en-US" w:eastAsia="x-none" w:bidi="th-TH"/>
        </w:rPr>
      </w:pPr>
      <w:r w:rsidRPr="00AD7814">
        <w:rPr>
          <w:rFonts w:cstheme="minorBidi"/>
          <w:i/>
          <w:iCs/>
          <w:lang w:val="en-US" w:eastAsia="x-none" w:bidi="th-TH"/>
        </w:rPr>
        <w:t>Short-term loan</w:t>
      </w:r>
      <w:r w:rsidR="00EE2870">
        <w:rPr>
          <w:rFonts w:cstheme="minorBidi"/>
          <w:i/>
          <w:iCs/>
          <w:lang w:val="en-US" w:eastAsia="x-none" w:bidi="th-TH"/>
        </w:rPr>
        <w:t>s</w:t>
      </w:r>
      <w:r w:rsidRPr="00AD7814">
        <w:rPr>
          <w:rFonts w:cstheme="minorBidi"/>
          <w:i/>
          <w:iCs/>
          <w:lang w:val="en-US" w:eastAsia="x-none" w:bidi="th-TH"/>
        </w:rPr>
        <w:t xml:space="preserve"> from</w:t>
      </w:r>
      <w:r w:rsidRPr="00AD7814">
        <w:rPr>
          <w:i/>
          <w:iCs/>
        </w:rPr>
        <w:t xml:space="preserve"> </w:t>
      </w:r>
      <w:r w:rsidRPr="00AD7814">
        <w:rPr>
          <w:rFonts w:cstheme="minorBidi"/>
          <w:i/>
          <w:iCs/>
          <w:lang w:val="en-US" w:eastAsia="x-none" w:bidi="th-TH"/>
        </w:rPr>
        <w:t>financial institution</w:t>
      </w:r>
      <w:r w:rsidR="00EE2870">
        <w:rPr>
          <w:rFonts w:cstheme="minorBidi"/>
          <w:i/>
          <w:iCs/>
          <w:lang w:val="en-US" w:eastAsia="x-none" w:bidi="th-TH"/>
        </w:rPr>
        <w:t>s</w:t>
      </w:r>
    </w:p>
    <w:p w14:paraId="4826258E" w14:textId="6D7C597C" w:rsidR="00AD7814" w:rsidRPr="009524AF" w:rsidRDefault="00AD7814" w:rsidP="00AD7814">
      <w:pPr>
        <w:spacing w:line="240" w:lineRule="auto"/>
        <w:ind w:left="540"/>
        <w:jc w:val="both"/>
        <w:rPr>
          <w:rFonts w:cstheme="minorBidi"/>
          <w:i/>
          <w:iCs/>
          <w:sz w:val="20"/>
          <w:szCs w:val="18"/>
          <w:lang w:val="en-US" w:eastAsia="x-none" w:bidi="th-TH"/>
        </w:rPr>
      </w:pPr>
    </w:p>
    <w:p w14:paraId="38D09752" w14:textId="2F7EAF5A" w:rsidR="00AD7814" w:rsidRDefault="00AC6303" w:rsidP="00AD7814">
      <w:pPr>
        <w:spacing w:line="240" w:lineRule="auto"/>
        <w:ind w:left="540"/>
        <w:jc w:val="both"/>
        <w:rPr>
          <w:rFonts w:cstheme="minorBidi"/>
          <w:lang w:val="en-US" w:eastAsia="x-none" w:bidi="th-TH"/>
        </w:rPr>
      </w:pPr>
      <w:r w:rsidRPr="00AC6303">
        <w:rPr>
          <w:rFonts w:cstheme="minorBidi"/>
          <w:lang w:val="en-US" w:eastAsia="x-none" w:bidi="th-TH"/>
        </w:rPr>
        <w:t xml:space="preserve">The </w:t>
      </w:r>
      <w:r w:rsidR="00F07439">
        <w:rPr>
          <w:rFonts w:cstheme="minorBidi"/>
          <w:lang w:val="en-US" w:eastAsia="x-none" w:bidi="th-TH"/>
        </w:rPr>
        <w:t>Company</w:t>
      </w:r>
      <w:r w:rsidRPr="00AC6303">
        <w:rPr>
          <w:rFonts w:cstheme="minorBidi"/>
          <w:lang w:val="en-US" w:eastAsia="x-none" w:bidi="th-TH"/>
        </w:rPr>
        <w:t>’s short-term loans from financial institution</w:t>
      </w:r>
      <w:r w:rsidR="003454B6">
        <w:rPr>
          <w:rFonts w:cstheme="minorBidi"/>
          <w:lang w:val="en-US" w:eastAsia="x-none" w:bidi="th-TH"/>
        </w:rPr>
        <w:t>s</w:t>
      </w:r>
      <w:r w:rsidRPr="00AC6303">
        <w:rPr>
          <w:rFonts w:cstheme="minorBidi"/>
          <w:lang w:val="en-US" w:eastAsia="x-none" w:bidi="th-TH"/>
        </w:rPr>
        <w:t xml:space="preserve"> are promissory note and trust receipt amounting to Baht </w:t>
      </w:r>
      <w:r w:rsidR="00B212F8">
        <w:rPr>
          <w:rFonts w:cstheme="minorBidi"/>
          <w:lang w:val="en-US" w:eastAsia="x-none" w:bidi="th-TH"/>
        </w:rPr>
        <w:t>66.6</w:t>
      </w:r>
      <w:r w:rsidRPr="00993D16">
        <w:rPr>
          <w:rFonts w:cstheme="minorBidi"/>
          <w:lang w:val="en-US" w:eastAsia="x-none" w:bidi="th-TH"/>
        </w:rPr>
        <w:t xml:space="preserve"> million and Baht </w:t>
      </w:r>
      <w:r w:rsidR="00B212F8">
        <w:rPr>
          <w:rFonts w:cstheme="minorBidi"/>
          <w:lang w:val="en-US" w:eastAsia="x-none" w:bidi="th-TH"/>
        </w:rPr>
        <w:t>72.6</w:t>
      </w:r>
      <w:r w:rsidRPr="00993D16">
        <w:rPr>
          <w:rFonts w:cstheme="minorBidi"/>
          <w:lang w:val="en-US" w:eastAsia="x-none" w:bidi="th-TH"/>
        </w:rPr>
        <w:t xml:space="preserve"> million, respe</w:t>
      </w:r>
      <w:r w:rsidRPr="00AC6303">
        <w:rPr>
          <w:rFonts w:cstheme="minorBidi"/>
          <w:lang w:val="en-US" w:eastAsia="x-none" w:bidi="th-TH"/>
        </w:rPr>
        <w:t>ctively</w:t>
      </w:r>
      <w:r w:rsidRPr="00276705">
        <w:rPr>
          <w:rFonts w:cstheme="minorBidi"/>
          <w:i/>
          <w:iCs/>
          <w:lang w:val="en-US" w:eastAsia="x-none" w:bidi="th-TH"/>
        </w:rPr>
        <w:t xml:space="preserve">. (31 December </w:t>
      </w:r>
      <w:r w:rsidR="00476863" w:rsidRPr="00276705">
        <w:rPr>
          <w:rFonts w:cstheme="minorBidi"/>
          <w:i/>
          <w:iCs/>
          <w:lang w:val="en-US" w:eastAsia="x-none" w:bidi="th-TH"/>
        </w:rPr>
        <w:t>2024</w:t>
      </w:r>
      <w:r w:rsidRPr="00276705">
        <w:rPr>
          <w:rFonts w:cstheme="minorBidi"/>
          <w:i/>
          <w:iCs/>
          <w:lang w:val="en-US" w:eastAsia="x-none" w:bidi="th-TH"/>
        </w:rPr>
        <w:t xml:space="preserve">: Baht </w:t>
      </w:r>
      <w:r w:rsidR="00276705">
        <w:rPr>
          <w:rFonts w:cstheme="minorBidi"/>
          <w:i/>
          <w:iCs/>
          <w:lang w:val="en-US" w:eastAsia="x-none" w:bidi="th-TH"/>
        </w:rPr>
        <w:t>52.8</w:t>
      </w:r>
      <w:r w:rsidRPr="00276705">
        <w:rPr>
          <w:rFonts w:cstheme="minorBidi"/>
          <w:i/>
          <w:iCs/>
          <w:lang w:val="en-US" w:eastAsia="x-none" w:bidi="th-TH"/>
        </w:rPr>
        <w:t xml:space="preserve"> million and Baht </w:t>
      </w:r>
      <w:r w:rsidR="00276705">
        <w:rPr>
          <w:rFonts w:cstheme="minorBidi"/>
          <w:i/>
          <w:iCs/>
          <w:lang w:val="en-US" w:eastAsia="x-none" w:bidi="th-TH"/>
        </w:rPr>
        <w:t>121.6</w:t>
      </w:r>
      <w:r w:rsidRPr="00276705">
        <w:rPr>
          <w:rFonts w:cstheme="minorBidi"/>
          <w:i/>
          <w:iCs/>
          <w:lang w:val="en-US" w:eastAsia="x-none" w:bidi="th-TH"/>
        </w:rPr>
        <w:t xml:space="preserve"> million, respectively)</w:t>
      </w:r>
      <w:r w:rsidRPr="00276705">
        <w:rPr>
          <w:rFonts w:cstheme="minorBidi"/>
          <w:lang w:val="en-US" w:eastAsia="x-none" w:bidi="th-TH"/>
        </w:rPr>
        <w:t>. The loan</w:t>
      </w:r>
      <w:r w:rsidR="00F07439" w:rsidRPr="00276705">
        <w:rPr>
          <w:rFonts w:cstheme="minorBidi"/>
          <w:lang w:val="en-US" w:eastAsia="x-none" w:bidi="th-TH"/>
        </w:rPr>
        <w:t>s</w:t>
      </w:r>
      <w:r w:rsidRPr="00276705">
        <w:rPr>
          <w:rFonts w:cstheme="minorBidi"/>
          <w:lang w:val="en-US" w:eastAsia="x-none" w:bidi="th-TH"/>
        </w:rPr>
        <w:t xml:space="preserve"> bear a fixed annual interest rate as specified in the contract and </w:t>
      </w:r>
      <w:r w:rsidR="00C35EEB">
        <w:rPr>
          <w:rFonts w:cstheme="minorBidi"/>
          <w:lang w:val="en-US" w:eastAsia="x-none" w:bidi="th-TH"/>
        </w:rPr>
        <w:t>are</w:t>
      </w:r>
      <w:r w:rsidRPr="00276705">
        <w:rPr>
          <w:rFonts w:cstheme="minorBidi"/>
          <w:lang w:val="en-US" w:eastAsia="x-none" w:bidi="th-TH"/>
        </w:rPr>
        <w:t xml:space="preserve"> repay</w:t>
      </w:r>
      <w:r w:rsidR="0041268A" w:rsidRPr="00276705">
        <w:rPr>
          <w:rFonts w:cstheme="minorBidi"/>
          <w:lang w:val="en-US" w:eastAsia="x-none" w:bidi="th-TH"/>
        </w:rPr>
        <w:t>able</w:t>
      </w:r>
      <w:r w:rsidRPr="00276705">
        <w:rPr>
          <w:rFonts w:cstheme="minorBidi"/>
          <w:lang w:val="en-US" w:eastAsia="x-none" w:bidi="th-TH"/>
        </w:rPr>
        <w:t xml:space="preserve"> </w:t>
      </w:r>
      <w:proofErr w:type="gramStart"/>
      <w:r w:rsidRPr="00276705">
        <w:rPr>
          <w:rFonts w:cstheme="minorBidi"/>
          <w:lang w:val="en-US" w:eastAsia="x-none" w:bidi="th-TH"/>
        </w:rPr>
        <w:t>in</w:t>
      </w:r>
      <w:proofErr w:type="gramEnd"/>
      <w:r w:rsidRPr="00276705">
        <w:rPr>
          <w:rFonts w:cstheme="minorBidi"/>
          <w:lang w:val="en-US" w:eastAsia="x-none" w:bidi="th-TH"/>
        </w:rPr>
        <w:t xml:space="preserve"> </w:t>
      </w:r>
      <w:r w:rsidR="00B212F8">
        <w:rPr>
          <w:rFonts w:cstheme="minorBidi"/>
          <w:lang w:val="en-US" w:eastAsia="x-none" w:bidi="th-TH"/>
        </w:rPr>
        <w:t>July</w:t>
      </w:r>
      <w:r w:rsidR="00B003DF" w:rsidRPr="00276705">
        <w:rPr>
          <w:rFonts w:cstheme="minorBidi"/>
          <w:lang w:val="en-US" w:eastAsia="x-none" w:bidi="th-TH"/>
        </w:rPr>
        <w:t xml:space="preserve"> </w:t>
      </w:r>
      <w:r w:rsidR="00476863" w:rsidRPr="00276705">
        <w:rPr>
          <w:rFonts w:cstheme="minorBidi"/>
          <w:lang w:val="en-US" w:eastAsia="x-none" w:bidi="th-TH"/>
        </w:rPr>
        <w:t>20</w:t>
      </w:r>
      <w:r w:rsidR="00476863">
        <w:rPr>
          <w:rFonts w:cstheme="minorBidi"/>
          <w:lang w:val="en-US" w:eastAsia="x-none" w:bidi="th-TH"/>
        </w:rPr>
        <w:t>2</w:t>
      </w:r>
      <w:r w:rsidR="00D12E0F">
        <w:rPr>
          <w:rFonts w:cstheme="minorBidi"/>
          <w:lang w:val="en-US" w:eastAsia="x-none" w:bidi="th-TH"/>
        </w:rPr>
        <w:t>5</w:t>
      </w:r>
      <w:r w:rsidRPr="00AC6303">
        <w:rPr>
          <w:rFonts w:cstheme="minorBidi"/>
          <w:lang w:val="en-US" w:eastAsia="x-none" w:bidi="th-TH"/>
        </w:rPr>
        <w:t xml:space="preserve"> to </w:t>
      </w:r>
      <w:r w:rsidR="003C4F99">
        <w:rPr>
          <w:rFonts w:cstheme="minorBidi"/>
          <w:lang w:val="en-US" w:eastAsia="x-none" w:bidi="th-TH"/>
        </w:rPr>
        <w:t>October</w:t>
      </w:r>
      <w:r w:rsidRPr="00AC6303">
        <w:rPr>
          <w:rFonts w:cstheme="minorBidi"/>
          <w:lang w:val="en-US" w:eastAsia="x-none" w:bidi="th-TH"/>
        </w:rPr>
        <w:t xml:space="preserve"> 202</w:t>
      </w:r>
      <w:r w:rsidR="00B003DF">
        <w:rPr>
          <w:rFonts w:cstheme="minorBidi"/>
          <w:lang w:val="en-US" w:eastAsia="x-none" w:bidi="th-TH"/>
        </w:rPr>
        <w:t>5</w:t>
      </w:r>
      <w:r w:rsidRPr="00AC6303">
        <w:rPr>
          <w:rFonts w:cstheme="minorBidi"/>
          <w:lang w:val="en-US" w:eastAsia="x-none" w:bidi="th-TH"/>
        </w:rPr>
        <w:t>.</w:t>
      </w:r>
    </w:p>
    <w:p w14:paraId="4D725579" w14:textId="77777777" w:rsidR="00AC6303" w:rsidRDefault="00AC6303" w:rsidP="00AD7814">
      <w:pPr>
        <w:spacing w:line="240" w:lineRule="auto"/>
        <w:ind w:left="540"/>
        <w:jc w:val="both"/>
        <w:rPr>
          <w:rFonts w:cstheme="minorBidi"/>
          <w:i/>
          <w:iCs/>
          <w:sz w:val="20"/>
          <w:szCs w:val="18"/>
          <w:lang w:val="en-US" w:eastAsia="x-none" w:bidi="th-TH"/>
        </w:rPr>
      </w:pPr>
    </w:p>
    <w:p w14:paraId="19217154" w14:textId="24653ADA" w:rsidR="00AD7814" w:rsidRDefault="00AD7814" w:rsidP="00AD7814">
      <w:pPr>
        <w:spacing w:line="240" w:lineRule="auto"/>
        <w:ind w:left="540"/>
        <w:jc w:val="both"/>
        <w:rPr>
          <w:rFonts w:cstheme="minorBidi"/>
          <w:i/>
          <w:iCs/>
          <w:cs/>
          <w:lang w:val="en-US" w:eastAsia="x-none" w:bidi="th-TH"/>
        </w:rPr>
      </w:pPr>
      <w:r>
        <w:rPr>
          <w:rFonts w:cstheme="minorBidi"/>
          <w:i/>
          <w:iCs/>
          <w:lang w:val="en-US" w:eastAsia="x-none" w:bidi="th-TH"/>
        </w:rPr>
        <w:lastRenderedPageBreak/>
        <w:t>Long</w:t>
      </w:r>
      <w:r w:rsidRPr="00AD7814">
        <w:rPr>
          <w:rFonts w:cstheme="minorBidi"/>
          <w:i/>
          <w:iCs/>
          <w:lang w:val="en-US" w:eastAsia="x-none" w:bidi="th-TH"/>
        </w:rPr>
        <w:t>-term loan</w:t>
      </w:r>
      <w:r w:rsidR="00EE2870">
        <w:rPr>
          <w:rFonts w:cstheme="minorBidi"/>
          <w:i/>
          <w:iCs/>
          <w:lang w:val="en-US" w:eastAsia="x-none" w:bidi="th-TH"/>
        </w:rPr>
        <w:t>s</w:t>
      </w:r>
      <w:r w:rsidRPr="00AD7814">
        <w:rPr>
          <w:rFonts w:cstheme="minorBidi"/>
          <w:i/>
          <w:iCs/>
          <w:lang w:val="en-US" w:eastAsia="x-none" w:bidi="th-TH"/>
        </w:rPr>
        <w:t xml:space="preserve"> from financial </w:t>
      </w:r>
      <w:proofErr w:type="gramStart"/>
      <w:r w:rsidRPr="00AD7814">
        <w:rPr>
          <w:rFonts w:cstheme="minorBidi"/>
          <w:i/>
          <w:iCs/>
          <w:lang w:val="en-US" w:eastAsia="x-none" w:bidi="th-TH"/>
        </w:rPr>
        <w:t>institution</w:t>
      </w:r>
      <w:proofErr w:type="gramEnd"/>
    </w:p>
    <w:p w14:paraId="64B26DD3" w14:textId="40391ED0" w:rsidR="00AD7814" w:rsidRPr="009524AF" w:rsidRDefault="00AD7814" w:rsidP="00AD7814">
      <w:pPr>
        <w:spacing w:line="240" w:lineRule="auto"/>
        <w:ind w:left="540"/>
        <w:jc w:val="both"/>
        <w:rPr>
          <w:rFonts w:cstheme="minorBidi"/>
          <w:i/>
          <w:iCs/>
          <w:sz w:val="20"/>
          <w:szCs w:val="18"/>
          <w:lang w:val="en-US" w:eastAsia="x-none" w:bidi="th-TH"/>
        </w:rPr>
      </w:pPr>
    </w:p>
    <w:p w14:paraId="6A5FE69B" w14:textId="5AEE60B1" w:rsidR="00EE5469" w:rsidRPr="00EE5469" w:rsidRDefault="00317469" w:rsidP="00B94980">
      <w:pPr>
        <w:spacing w:line="240" w:lineRule="auto"/>
        <w:ind w:left="540" w:right="-25"/>
        <w:jc w:val="both"/>
        <w:rPr>
          <w:rFonts w:cstheme="minorBidi"/>
          <w:lang w:val="en-US" w:eastAsia="x-none" w:bidi="th-TH"/>
        </w:rPr>
      </w:pPr>
      <w:r w:rsidRPr="006E6155">
        <w:rPr>
          <w:rFonts w:cstheme="minorBidi"/>
          <w:spacing w:val="-4"/>
          <w:lang w:val="en-US" w:eastAsia="x-none" w:bidi="th-TH"/>
        </w:rPr>
        <w:t xml:space="preserve">As </w:t>
      </w:r>
      <w:proofErr w:type="gramStart"/>
      <w:r w:rsidRPr="006E6155">
        <w:rPr>
          <w:rFonts w:cstheme="minorBidi"/>
          <w:spacing w:val="-4"/>
          <w:lang w:val="en-US" w:eastAsia="x-none" w:bidi="th-TH"/>
        </w:rPr>
        <w:t>at</w:t>
      </w:r>
      <w:proofErr w:type="gramEnd"/>
      <w:r w:rsidR="00EE5469" w:rsidRPr="006E6155">
        <w:rPr>
          <w:rFonts w:cstheme="minorBidi"/>
          <w:spacing w:val="-4"/>
          <w:lang w:val="en-US" w:eastAsia="x-none" w:bidi="th-TH"/>
        </w:rPr>
        <w:t xml:space="preserve"> </w:t>
      </w:r>
      <w:r w:rsidR="00F44248" w:rsidRPr="006E6155">
        <w:rPr>
          <w:rFonts w:cstheme="minorBidi"/>
          <w:spacing w:val="-4"/>
          <w:lang w:val="en-US" w:eastAsia="x-none" w:bidi="th-TH"/>
        </w:rPr>
        <w:t>3</w:t>
      </w:r>
      <w:r w:rsidR="00F44248">
        <w:rPr>
          <w:rFonts w:cstheme="minorBidi"/>
          <w:spacing w:val="-4"/>
          <w:lang w:val="en-US" w:eastAsia="x-none" w:bidi="th-TH"/>
        </w:rPr>
        <w:t>0</w:t>
      </w:r>
      <w:r w:rsidR="00F44248" w:rsidRPr="006E6155">
        <w:rPr>
          <w:rFonts w:cstheme="minorBidi"/>
          <w:spacing w:val="-4"/>
          <w:lang w:val="en-US" w:eastAsia="x-none" w:bidi="th-TH"/>
        </w:rPr>
        <w:t xml:space="preserve"> </w:t>
      </w:r>
      <w:r w:rsidR="00F44248">
        <w:rPr>
          <w:rFonts w:cstheme="minorBidi"/>
          <w:spacing w:val="-4"/>
          <w:lang w:val="en-US" w:eastAsia="x-none" w:bidi="th-TH"/>
        </w:rPr>
        <w:t>June</w:t>
      </w:r>
      <w:r w:rsidR="00F44248" w:rsidRPr="006E6155">
        <w:rPr>
          <w:rFonts w:cstheme="minorBidi"/>
          <w:spacing w:val="-4"/>
          <w:lang w:val="en-US" w:eastAsia="x-none" w:bidi="th-TH"/>
        </w:rPr>
        <w:t xml:space="preserve"> </w:t>
      </w:r>
      <w:r w:rsidR="00476863">
        <w:rPr>
          <w:rFonts w:cstheme="minorBidi"/>
          <w:spacing w:val="-4"/>
          <w:lang w:val="en-US" w:eastAsia="x-none" w:bidi="th-TH"/>
        </w:rPr>
        <w:t>2025</w:t>
      </w:r>
      <w:r w:rsidR="00EE5469" w:rsidRPr="006E6155">
        <w:rPr>
          <w:rFonts w:cstheme="minorBidi"/>
          <w:spacing w:val="-4"/>
          <w:lang w:val="en-US" w:eastAsia="x-none" w:bidi="th-TH"/>
        </w:rPr>
        <w:t xml:space="preserve">, the </w:t>
      </w:r>
      <w:r w:rsidR="00F07439" w:rsidRPr="006E6155">
        <w:rPr>
          <w:rFonts w:cstheme="minorBidi"/>
          <w:spacing w:val="-4"/>
          <w:lang w:val="en-US" w:eastAsia="x-none" w:bidi="th-TH"/>
        </w:rPr>
        <w:t>Company</w:t>
      </w:r>
      <w:r w:rsidR="00104A79" w:rsidRPr="006E6155">
        <w:rPr>
          <w:rFonts w:cstheme="minorBidi"/>
          <w:spacing w:val="-4"/>
          <w:lang w:val="en-US" w:eastAsia="x-none" w:bidi="th-TH"/>
        </w:rPr>
        <w:t xml:space="preserve"> has </w:t>
      </w:r>
      <w:r w:rsidR="00EE5469" w:rsidRPr="006E6155">
        <w:rPr>
          <w:rFonts w:cstheme="minorBidi"/>
          <w:spacing w:val="-4"/>
          <w:lang w:val="en-US" w:eastAsia="x-none" w:bidi="th-TH"/>
        </w:rPr>
        <w:t>long-term loan</w:t>
      </w:r>
      <w:r w:rsidR="00C35EEB">
        <w:rPr>
          <w:rFonts w:cstheme="minorBidi"/>
          <w:spacing w:val="-4"/>
          <w:lang w:val="en-US" w:eastAsia="x-none" w:bidi="th-TH"/>
        </w:rPr>
        <w:t>s</w:t>
      </w:r>
      <w:r w:rsidR="00EE5469" w:rsidRPr="006E6155">
        <w:rPr>
          <w:rFonts w:cstheme="minorBidi"/>
          <w:spacing w:val="-4"/>
          <w:lang w:val="en-US" w:eastAsia="x-none" w:bidi="th-TH"/>
        </w:rPr>
        <w:t xml:space="preserve"> from institution </w:t>
      </w:r>
      <w:r w:rsidRPr="006E6155">
        <w:rPr>
          <w:rFonts w:cstheme="minorBidi"/>
          <w:spacing w:val="-4"/>
          <w:lang w:val="en-US" w:eastAsia="x-none" w:bidi="th-TH"/>
        </w:rPr>
        <w:t xml:space="preserve">of </w:t>
      </w:r>
      <w:r w:rsidR="00104A79" w:rsidRPr="00B003DF">
        <w:rPr>
          <w:rFonts w:cstheme="minorBidi"/>
          <w:spacing w:val="-4"/>
          <w:lang w:val="en-US" w:eastAsia="x-none" w:bidi="th-TH"/>
        </w:rPr>
        <w:t>Baht</w:t>
      </w:r>
      <w:r w:rsidR="00EE5469" w:rsidRPr="00B003DF">
        <w:rPr>
          <w:rFonts w:cstheme="minorBidi"/>
          <w:spacing w:val="-4"/>
          <w:lang w:val="en-US" w:eastAsia="x-none" w:bidi="th-TH"/>
        </w:rPr>
        <w:t xml:space="preserve"> </w:t>
      </w:r>
      <w:r w:rsidR="00B212F8">
        <w:rPr>
          <w:rFonts w:cstheme="minorBidi"/>
          <w:spacing w:val="-4"/>
          <w:lang w:val="en-US" w:eastAsia="x-none" w:bidi="th-TH"/>
        </w:rPr>
        <w:t>120.8</w:t>
      </w:r>
      <w:r w:rsidR="00EE5469" w:rsidRPr="00B003DF">
        <w:rPr>
          <w:rFonts w:cstheme="minorBidi"/>
          <w:spacing w:val="-4"/>
          <w:lang w:val="en-US" w:eastAsia="x-none" w:bidi="th-TH"/>
        </w:rPr>
        <w:t xml:space="preserve"> million</w:t>
      </w:r>
      <w:r w:rsidR="00EE5469" w:rsidRPr="006E6155">
        <w:rPr>
          <w:rFonts w:cstheme="minorBidi"/>
          <w:spacing w:val="-4"/>
          <w:lang w:val="en-US" w:eastAsia="x-none" w:bidi="th-TH"/>
        </w:rPr>
        <w:t xml:space="preserve"> </w:t>
      </w:r>
      <w:r w:rsidR="00A55A8D">
        <w:rPr>
          <w:rFonts w:cstheme="minorBidi"/>
          <w:spacing w:val="-4"/>
          <w:lang w:val="en-US" w:eastAsia="x-none" w:bidi="th-TH"/>
        </w:rPr>
        <w:br/>
      </w:r>
      <w:r w:rsidR="00EE5469" w:rsidRPr="00276705">
        <w:rPr>
          <w:rFonts w:cstheme="minorBidi"/>
          <w:i/>
          <w:iCs/>
          <w:spacing w:val="-4"/>
          <w:lang w:val="en-US" w:eastAsia="x-none" w:bidi="th-TH"/>
        </w:rPr>
        <w:t>(31 December</w:t>
      </w:r>
      <w:r w:rsidR="00EE5469" w:rsidRPr="00276705">
        <w:rPr>
          <w:rFonts w:cstheme="minorBidi"/>
          <w:i/>
          <w:iCs/>
          <w:lang w:val="en-US" w:eastAsia="x-none" w:bidi="th-TH"/>
        </w:rPr>
        <w:t xml:space="preserve"> </w:t>
      </w:r>
      <w:r w:rsidR="00476863" w:rsidRPr="00276705">
        <w:rPr>
          <w:rFonts w:cstheme="minorBidi"/>
          <w:i/>
          <w:iCs/>
          <w:lang w:val="en-US" w:eastAsia="x-none" w:bidi="th-TH"/>
        </w:rPr>
        <w:t>2024</w:t>
      </w:r>
      <w:r w:rsidR="00EE5469" w:rsidRPr="00276705">
        <w:rPr>
          <w:rFonts w:cstheme="minorBidi"/>
          <w:i/>
          <w:iCs/>
          <w:lang w:val="en-US" w:eastAsia="x-none" w:bidi="th-TH"/>
        </w:rPr>
        <w:t>: Baht 1</w:t>
      </w:r>
      <w:r w:rsidR="00276705">
        <w:rPr>
          <w:rFonts w:cstheme="minorBidi"/>
          <w:i/>
          <w:iCs/>
          <w:lang w:val="en-US" w:eastAsia="x-none" w:bidi="th-TH"/>
        </w:rPr>
        <w:t>55.3</w:t>
      </w:r>
      <w:r w:rsidR="00EE5469" w:rsidRPr="00276705">
        <w:rPr>
          <w:rFonts w:cstheme="minorBidi"/>
          <w:i/>
          <w:iCs/>
          <w:lang w:val="en-US" w:eastAsia="x-none" w:bidi="th-TH"/>
        </w:rPr>
        <w:t xml:space="preserve"> million).</w:t>
      </w:r>
      <w:r w:rsidR="00B24521">
        <w:rPr>
          <w:rFonts w:cstheme="minorBidi"/>
          <w:i/>
          <w:iCs/>
          <w:lang w:val="en-US" w:eastAsia="x-none" w:bidi="th-TH"/>
        </w:rPr>
        <w:t xml:space="preserve"> </w:t>
      </w:r>
      <w:r w:rsidR="00B24521">
        <w:rPr>
          <w:rFonts w:cstheme="minorBidi"/>
          <w:szCs w:val="28"/>
          <w:lang w:val="en-US" w:bidi="th-TH"/>
        </w:rPr>
        <w:t xml:space="preserve">The </w:t>
      </w:r>
      <w:r w:rsidR="00B060E0">
        <w:rPr>
          <w:rFonts w:cstheme="minorBidi"/>
          <w:szCs w:val="28"/>
          <w:lang w:val="en-US" w:bidi="th-TH"/>
        </w:rPr>
        <w:t xml:space="preserve">objective of the loan </w:t>
      </w:r>
      <w:r w:rsidR="00B24521">
        <w:rPr>
          <w:rFonts w:cstheme="minorBidi"/>
          <w:szCs w:val="28"/>
          <w:lang w:val="en-US" w:bidi="th-TH"/>
        </w:rPr>
        <w:t xml:space="preserve">is </w:t>
      </w:r>
      <w:r w:rsidR="009D3B55">
        <w:rPr>
          <w:rFonts w:cstheme="minorBidi"/>
          <w:szCs w:val="28"/>
          <w:lang w:val="en-US" w:bidi="th-TH"/>
        </w:rPr>
        <w:t xml:space="preserve">to facilitate </w:t>
      </w:r>
      <w:proofErr w:type="gramStart"/>
      <w:r>
        <w:rPr>
          <w:szCs w:val="22"/>
        </w:rPr>
        <w:t>a</w:t>
      </w:r>
      <w:r w:rsidR="007E7E4D">
        <w:rPr>
          <w:szCs w:val="22"/>
        </w:rPr>
        <w:t xml:space="preserve"> </w:t>
      </w:r>
      <w:r w:rsidR="00DE72D5">
        <w:rPr>
          <w:szCs w:val="22"/>
        </w:rPr>
        <w:t>factory</w:t>
      </w:r>
      <w:proofErr w:type="gramEnd"/>
      <w:r w:rsidR="00DE72D5">
        <w:rPr>
          <w:szCs w:val="22"/>
        </w:rPr>
        <w:t xml:space="preserve"> build</w:t>
      </w:r>
      <w:r w:rsidR="00B94980">
        <w:rPr>
          <w:szCs w:val="22"/>
        </w:rPr>
        <w:t>ing</w:t>
      </w:r>
      <w:r w:rsidR="00DE72D5">
        <w:rPr>
          <w:szCs w:val="22"/>
        </w:rPr>
        <w:t xml:space="preserve"> renovation</w:t>
      </w:r>
      <w:r w:rsidR="007E7E4D">
        <w:rPr>
          <w:szCs w:val="22"/>
        </w:rPr>
        <w:t xml:space="preserve"> </w:t>
      </w:r>
      <w:r w:rsidR="00DE72D5">
        <w:rPr>
          <w:szCs w:val="22"/>
        </w:rPr>
        <w:t>and acquisition of machinery</w:t>
      </w:r>
      <w:r w:rsidR="00AB699E">
        <w:rPr>
          <w:szCs w:val="22"/>
        </w:rPr>
        <w:t xml:space="preserve">. The loans bear </w:t>
      </w:r>
      <w:r w:rsidR="00B060E0">
        <w:rPr>
          <w:rFonts w:cstheme="minorBidi"/>
          <w:lang w:val="en-US" w:eastAsia="x-none" w:bidi="th-TH"/>
        </w:rPr>
        <w:t>i</w:t>
      </w:r>
      <w:r w:rsidR="00B060E0" w:rsidRPr="00B060E0">
        <w:rPr>
          <w:rFonts w:cstheme="minorBidi"/>
          <w:lang w:val="en-US" w:eastAsia="x-none" w:bidi="th-TH"/>
        </w:rPr>
        <w:t>nterest rate at MLR less margin per annum</w:t>
      </w:r>
      <w:r w:rsidR="00B060E0">
        <w:rPr>
          <w:rFonts w:cstheme="minorBidi"/>
          <w:lang w:val="en-US" w:eastAsia="x-none" w:bidi="th-TH"/>
        </w:rPr>
        <w:t xml:space="preserve">. </w:t>
      </w:r>
      <w:r w:rsidR="00B060E0" w:rsidRPr="00B060E0">
        <w:rPr>
          <w:rFonts w:cstheme="minorBidi"/>
          <w:lang w:val="en-US" w:eastAsia="x-none" w:bidi="th-TH"/>
        </w:rPr>
        <w:t>The collaterals used to secure the loans are land, building and machinery</w:t>
      </w:r>
      <w:r w:rsidR="00B060E0" w:rsidRPr="00B060E0">
        <w:t>,</w:t>
      </w:r>
      <w:r w:rsidR="00B060E0" w:rsidRPr="00B060E0">
        <w:rPr>
          <w:rFonts w:cstheme="minorBidi"/>
          <w:lang w:val="en-US" w:eastAsia="x-none" w:bidi="th-TH"/>
        </w:rPr>
        <w:t xml:space="preserve"> including the Company’s inventories, claims to receive payment from the Company’s debtors and the Company’s shares owned by the parent</w:t>
      </w:r>
      <w:r w:rsidR="00ED182D">
        <w:rPr>
          <w:rFonts w:cstheme="minorBidi"/>
          <w:lang w:val="en-US" w:eastAsia="x-none" w:bidi="th-TH"/>
        </w:rPr>
        <w:t xml:space="preserve"> of the Group</w:t>
      </w:r>
      <w:r w:rsidR="00B060E0" w:rsidRPr="00B060E0">
        <w:rPr>
          <w:rFonts w:cstheme="minorBidi"/>
          <w:lang w:val="en-US" w:eastAsia="x-none" w:bidi="th-TH"/>
        </w:rPr>
        <w:t>.</w:t>
      </w:r>
      <w:r w:rsidR="009850DC">
        <w:rPr>
          <w:lang w:val="en-US"/>
        </w:rPr>
        <w:t xml:space="preserve"> </w:t>
      </w:r>
      <w:r w:rsidR="009850DC">
        <w:rPr>
          <w:rFonts w:cstheme="minorBidi"/>
          <w:lang w:val="en-US" w:eastAsia="x-none" w:bidi="th-TH"/>
        </w:rPr>
        <w:t>T</w:t>
      </w:r>
      <w:r w:rsidR="00B060E0" w:rsidRPr="00B060E0">
        <w:rPr>
          <w:rFonts w:cstheme="minorBidi"/>
          <w:lang w:val="en-US" w:eastAsia="x-none" w:bidi="th-TH"/>
        </w:rPr>
        <w:t>he Company shall comply with certain conditions such as maintaining financial ratios.</w:t>
      </w:r>
    </w:p>
    <w:p w14:paraId="6E095B1A" w14:textId="77777777" w:rsidR="00AB699E" w:rsidRPr="009524AF" w:rsidRDefault="00AB699E" w:rsidP="00AD7814">
      <w:pPr>
        <w:spacing w:line="240" w:lineRule="auto"/>
        <w:ind w:left="540"/>
        <w:jc w:val="both"/>
        <w:rPr>
          <w:rFonts w:cstheme="minorBidi"/>
          <w:sz w:val="20"/>
          <w:szCs w:val="18"/>
          <w:lang w:val="en-US" w:eastAsia="x-none" w:bidi="th-TH"/>
        </w:rPr>
      </w:pPr>
    </w:p>
    <w:tbl>
      <w:tblPr>
        <w:tblW w:w="9181" w:type="dxa"/>
        <w:tblInd w:w="450" w:type="dxa"/>
        <w:tblLayout w:type="fixed"/>
        <w:tblLook w:val="0000" w:firstRow="0" w:lastRow="0" w:firstColumn="0" w:lastColumn="0" w:noHBand="0" w:noVBand="0"/>
      </w:tblPr>
      <w:tblGrid>
        <w:gridCol w:w="6568"/>
        <w:gridCol w:w="1184"/>
        <w:gridCol w:w="272"/>
        <w:gridCol w:w="1157"/>
      </w:tblGrid>
      <w:tr w:rsidR="00BE01CB" w:rsidRPr="00EE5469" w14:paraId="6BD70727" w14:textId="77777777" w:rsidTr="00CA0E82">
        <w:trPr>
          <w:tblHeader/>
        </w:trPr>
        <w:tc>
          <w:tcPr>
            <w:tcW w:w="3577" w:type="pct"/>
          </w:tcPr>
          <w:p w14:paraId="6F3875EB" w14:textId="77777777" w:rsidR="00BE01CB" w:rsidRPr="00DA7DC5" w:rsidRDefault="00BE01CB" w:rsidP="00122085">
            <w:pPr>
              <w:spacing w:line="240" w:lineRule="auto"/>
              <w:ind w:left="162" w:right="-108" w:hanging="162"/>
              <w:rPr>
                <w:b/>
                <w:bCs/>
                <w:szCs w:val="22"/>
                <w:lang w:val="en-US" w:bidi="th-TH"/>
              </w:rPr>
            </w:pPr>
          </w:p>
        </w:tc>
        <w:tc>
          <w:tcPr>
            <w:tcW w:w="1423" w:type="pct"/>
            <w:gridSpan w:val="3"/>
          </w:tcPr>
          <w:p w14:paraId="64109954" w14:textId="77777777" w:rsidR="00BE01CB" w:rsidRPr="00DA7DC5" w:rsidRDefault="00BE01CB" w:rsidP="00122085">
            <w:pPr>
              <w:spacing w:line="240" w:lineRule="auto"/>
              <w:ind w:left="-108" w:right="-110"/>
              <w:jc w:val="center"/>
              <w:rPr>
                <w:szCs w:val="22"/>
                <w:lang w:val="en-US" w:bidi="th-TH"/>
              </w:rPr>
            </w:pPr>
            <w:r w:rsidRPr="00DA7DC5">
              <w:rPr>
                <w:b/>
                <w:bCs/>
                <w:szCs w:val="22"/>
                <w:lang w:val="en-US" w:bidi="th-TH"/>
              </w:rPr>
              <w:t xml:space="preserve">Consolidated and </w:t>
            </w:r>
            <w:r>
              <w:rPr>
                <w:b/>
                <w:bCs/>
                <w:szCs w:val="22"/>
                <w:lang w:val="en-US" w:bidi="th-TH"/>
              </w:rPr>
              <w:t>s</w:t>
            </w:r>
            <w:r w:rsidRPr="00DA7DC5">
              <w:rPr>
                <w:b/>
                <w:bCs/>
                <w:szCs w:val="22"/>
                <w:lang w:val="en-US" w:bidi="th-TH"/>
              </w:rPr>
              <w:t>eparate financial statements</w:t>
            </w:r>
          </w:p>
        </w:tc>
      </w:tr>
      <w:tr w:rsidR="00CA0E82" w:rsidRPr="00DA7DC5" w14:paraId="010535EC" w14:textId="77777777" w:rsidTr="00276705">
        <w:trPr>
          <w:tblHeader/>
        </w:trPr>
        <w:tc>
          <w:tcPr>
            <w:tcW w:w="3577" w:type="pct"/>
          </w:tcPr>
          <w:p w14:paraId="754C9CE5" w14:textId="64F63E84" w:rsidR="00CA0E82" w:rsidRPr="00DA7DC5" w:rsidRDefault="00B212F8" w:rsidP="00122085">
            <w:pPr>
              <w:spacing w:line="240" w:lineRule="auto"/>
              <w:ind w:left="162" w:right="-108" w:hanging="162"/>
              <w:rPr>
                <w:b/>
                <w:bCs/>
                <w:i/>
                <w:iCs/>
                <w:szCs w:val="22"/>
                <w:lang w:val="en-US" w:bidi="th-TH"/>
              </w:rPr>
            </w:pPr>
            <w:proofErr w:type="spellStart"/>
            <w:r w:rsidRPr="00B212F8">
              <w:rPr>
                <w:b/>
                <w:bCs/>
                <w:i/>
                <w:iCs/>
                <w:szCs w:val="22"/>
                <w:lang w:val="en-US" w:bidi="th-TH"/>
              </w:rPr>
              <w:t>Unutilised</w:t>
            </w:r>
            <w:proofErr w:type="spellEnd"/>
            <w:r w:rsidRPr="00B212F8">
              <w:rPr>
                <w:b/>
                <w:bCs/>
                <w:i/>
                <w:iCs/>
                <w:szCs w:val="22"/>
                <w:lang w:val="en-US" w:bidi="th-TH"/>
              </w:rPr>
              <w:t xml:space="preserve"> credit facility from financial institution</w:t>
            </w:r>
            <w:r>
              <w:rPr>
                <w:b/>
                <w:bCs/>
                <w:i/>
                <w:iCs/>
                <w:szCs w:val="22"/>
                <w:lang w:val="en-US" w:bidi="th-TH"/>
              </w:rPr>
              <w:t xml:space="preserve"> as at</w:t>
            </w:r>
          </w:p>
        </w:tc>
        <w:tc>
          <w:tcPr>
            <w:tcW w:w="645" w:type="pct"/>
          </w:tcPr>
          <w:p w14:paraId="172BF980" w14:textId="14C7593F" w:rsidR="00CA0E82" w:rsidRPr="00CA0E82" w:rsidRDefault="00F44248" w:rsidP="00CA0E82">
            <w:pPr>
              <w:spacing w:line="240" w:lineRule="atLeast"/>
              <w:ind w:left="-110" w:right="-100"/>
              <w:jc w:val="center"/>
              <w:rPr>
                <w:spacing w:val="-4"/>
                <w:szCs w:val="22"/>
                <w:lang w:val="en-US" w:bidi="th-TH"/>
              </w:rPr>
            </w:pPr>
            <w:r w:rsidRPr="00DA7DC5">
              <w:rPr>
                <w:rFonts w:eastAsia="Calibri"/>
                <w:szCs w:val="22"/>
                <w:lang w:val="en-US" w:bidi="th-TH"/>
              </w:rPr>
              <w:t>3</w:t>
            </w:r>
            <w:r>
              <w:rPr>
                <w:rFonts w:eastAsia="Calibri"/>
                <w:szCs w:val="22"/>
                <w:lang w:val="en-US" w:bidi="th-TH"/>
              </w:rPr>
              <w:t>0 June</w:t>
            </w:r>
          </w:p>
        </w:tc>
        <w:tc>
          <w:tcPr>
            <w:tcW w:w="148" w:type="pct"/>
          </w:tcPr>
          <w:p w14:paraId="0D0F642B" w14:textId="77777777" w:rsidR="00CA0E82" w:rsidRPr="00DA7DC5" w:rsidRDefault="00CA0E82" w:rsidP="00122085">
            <w:pPr>
              <w:spacing w:line="240" w:lineRule="auto"/>
              <w:ind w:left="-108" w:right="-110"/>
              <w:jc w:val="center"/>
              <w:rPr>
                <w:szCs w:val="22"/>
                <w:lang w:val="en-US" w:bidi="th-TH"/>
              </w:rPr>
            </w:pPr>
          </w:p>
        </w:tc>
        <w:tc>
          <w:tcPr>
            <w:tcW w:w="630" w:type="pct"/>
          </w:tcPr>
          <w:p w14:paraId="22826FBC" w14:textId="69BE67BE" w:rsidR="00CA0E82" w:rsidRPr="00DA7DC5" w:rsidRDefault="00CA0E82" w:rsidP="00122085">
            <w:pPr>
              <w:spacing w:line="240" w:lineRule="auto"/>
              <w:ind w:left="-108" w:right="-110"/>
              <w:jc w:val="center"/>
              <w:rPr>
                <w:szCs w:val="22"/>
                <w:lang w:val="en-US" w:bidi="th-TH"/>
              </w:rPr>
            </w:pPr>
            <w:r w:rsidRPr="00DA7DC5">
              <w:rPr>
                <w:spacing w:val="-6"/>
                <w:szCs w:val="22"/>
                <w:lang w:val="en-US" w:bidi="th-TH"/>
              </w:rPr>
              <w:t>31</w:t>
            </w:r>
            <w:r w:rsidRPr="00DA7DC5">
              <w:rPr>
                <w:spacing w:val="-6"/>
                <w:szCs w:val="22"/>
                <w:cs/>
                <w:lang w:val="en-US" w:bidi="th-TH"/>
              </w:rPr>
              <w:t xml:space="preserve"> </w:t>
            </w:r>
            <w:r w:rsidRPr="00DA7DC5">
              <w:rPr>
                <w:spacing w:val="-6"/>
                <w:szCs w:val="22"/>
                <w:lang w:val="en-US" w:bidi="th-TH"/>
              </w:rPr>
              <w:t>December</w:t>
            </w:r>
          </w:p>
        </w:tc>
      </w:tr>
      <w:tr w:rsidR="00BE01CB" w:rsidRPr="00DA7DC5" w14:paraId="4A7C01E7" w14:textId="77777777" w:rsidTr="00276705">
        <w:trPr>
          <w:tblHeader/>
        </w:trPr>
        <w:tc>
          <w:tcPr>
            <w:tcW w:w="3577" w:type="pct"/>
          </w:tcPr>
          <w:p w14:paraId="4BA73094" w14:textId="77777777" w:rsidR="00BE01CB" w:rsidRPr="00DA7DC5" w:rsidRDefault="00BE01CB" w:rsidP="00122085">
            <w:pPr>
              <w:spacing w:line="240" w:lineRule="auto"/>
              <w:ind w:left="162" w:right="-108" w:hanging="162"/>
              <w:rPr>
                <w:b/>
                <w:bCs/>
                <w:i/>
                <w:iCs/>
                <w:szCs w:val="22"/>
                <w:lang w:val="en-US" w:bidi="th-TH"/>
              </w:rPr>
            </w:pPr>
          </w:p>
        </w:tc>
        <w:tc>
          <w:tcPr>
            <w:tcW w:w="645" w:type="pct"/>
          </w:tcPr>
          <w:p w14:paraId="67FF6ED6" w14:textId="25DFB357" w:rsidR="00BE01CB" w:rsidRPr="00311A12" w:rsidRDefault="00476863" w:rsidP="0012208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center"/>
              <w:rPr>
                <w:rFonts w:cstheme="minorBidi"/>
                <w:szCs w:val="22"/>
                <w:cs/>
                <w:lang w:val="en-US" w:bidi="th-TH"/>
              </w:rPr>
            </w:pPr>
            <w:r>
              <w:rPr>
                <w:szCs w:val="22"/>
                <w:lang w:val="en-US" w:bidi="th-TH"/>
              </w:rPr>
              <w:t>2025</w:t>
            </w:r>
          </w:p>
        </w:tc>
        <w:tc>
          <w:tcPr>
            <w:tcW w:w="148" w:type="pct"/>
          </w:tcPr>
          <w:p w14:paraId="4D4BF61C" w14:textId="77777777" w:rsidR="00BE01CB" w:rsidRPr="00DA7DC5" w:rsidRDefault="00BE01CB" w:rsidP="00122085">
            <w:pPr>
              <w:spacing w:line="240" w:lineRule="auto"/>
              <w:ind w:left="-108" w:right="-110"/>
              <w:jc w:val="center"/>
              <w:rPr>
                <w:szCs w:val="22"/>
                <w:lang w:val="en-US" w:bidi="th-TH"/>
              </w:rPr>
            </w:pPr>
          </w:p>
        </w:tc>
        <w:tc>
          <w:tcPr>
            <w:tcW w:w="630" w:type="pct"/>
          </w:tcPr>
          <w:p w14:paraId="762D7F5D" w14:textId="4F742914" w:rsidR="00BE01CB" w:rsidRPr="00DA7DC5" w:rsidRDefault="00476863" w:rsidP="00122085">
            <w:pPr>
              <w:spacing w:line="240" w:lineRule="auto"/>
              <w:ind w:left="-108" w:right="-110"/>
              <w:jc w:val="center"/>
              <w:rPr>
                <w:szCs w:val="22"/>
                <w:cs/>
                <w:lang w:val="en-US" w:bidi="th-TH"/>
              </w:rPr>
            </w:pPr>
            <w:r>
              <w:rPr>
                <w:szCs w:val="22"/>
                <w:lang w:val="en-US" w:bidi="th-TH"/>
              </w:rPr>
              <w:t>2024</w:t>
            </w:r>
          </w:p>
        </w:tc>
      </w:tr>
      <w:tr w:rsidR="00BE01CB" w:rsidRPr="00DA7DC5" w14:paraId="3A453E34" w14:textId="77777777" w:rsidTr="00CA0E82">
        <w:trPr>
          <w:tblHeader/>
        </w:trPr>
        <w:tc>
          <w:tcPr>
            <w:tcW w:w="3577" w:type="pct"/>
          </w:tcPr>
          <w:p w14:paraId="1261E325" w14:textId="77777777" w:rsidR="00BE01CB" w:rsidRPr="00DA7DC5" w:rsidRDefault="00BE01CB" w:rsidP="00122085">
            <w:pPr>
              <w:spacing w:line="240" w:lineRule="auto"/>
              <w:ind w:left="162" w:right="-108" w:hanging="162"/>
              <w:rPr>
                <w:b/>
                <w:bCs/>
                <w:i/>
                <w:iCs/>
                <w:szCs w:val="22"/>
                <w:lang w:val="en-US" w:bidi="th-TH"/>
              </w:rPr>
            </w:pPr>
          </w:p>
        </w:tc>
        <w:tc>
          <w:tcPr>
            <w:tcW w:w="1423" w:type="pct"/>
            <w:gridSpan w:val="3"/>
          </w:tcPr>
          <w:p w14:paraId="5053CF51" w14:textId="77777777" w:rsidR="00BE01CB" w:rsidRPr="00DA7DC5" w:rsidRDefault="00BE01CB" w:rsidP="00122085">
            <w:pPr>
              <w:spacing w:line="240" w:lineRule="auto"/>
              <w:ind w:left="-108" w:right="-110"/>
              <w:jc w:val="center"/>
              <w:rPr>
                <w:szCs w:val="22"/>
                <w:lang w:val="en-US" w:bidi="th-TH"/>
              </w:rPr>
            </w:pPr>
            <w:r w:rsidRPr="00DA7DC5">
              <w:rPr>
                <w:i/>
                <w:iCs/>
                <w:szCs w:val="22"/>
                <w:cs/>
                <w:lang w:val="en-US" w:bidi="th-TH"/>
              </w:rPr>
              <w:t>(</w:t>
            </w:r>
            <w:r w:rsidRPr="00DA7DC5">
              <w:rPr>
                <w:i/>
                <w:iCs/>
                <w:szCs w:val="22"/>
                <w:lang w:val="en-US" w:bidi="th-TH"/>
              </w:rPr>
              <w:t>in thousand Baht</w:t>
            </w:r>
            <w:r w:rsidRPr="00DA7DC5">
              <w:rPr>
                <w:i/>
                <w:iCs/>
                <w:szCs w:val="22"/>
                <w:cs/>
                <w:lang w:val="en-US" w:bidi="th-TH"/>
              </w:rPr>
              <w:t>)</w:t>
            </w:r>
          </w:p>
        </w:tc>
      </w:tr>
      <w:tr w:rsidR="00276705" w:rsidRPr="00DA7DC5" w14:paraId="4B60308E" w14:textId="77777777" w:rsidTr="00276705">
        <w:tc>
          <w:tcPr>
            <w:tcW w:w="3577" w:type="pct"/>
            <w:vAlign w:val="bottom"/>
          </w:tcPr>
          <w:p w14:paraId="0D701A53" w14:textId="1CE570B3" w:rsidR="00276705" w:rsidRPr="00DA7DC5" w:rsidRDefault="00B212F8" w:rsidP="00276705">
            <w:pPr>
              <w:spacing w:line="240" w:lineRule="auto"/>
              <w:ind w:right="-108"/>
              <w:rPr>
                <w:b/>
                <w:bCs/>
                <w:i/>
                <w:iCs/>
                <w:szCs w:val="22"/>
                <w:lang w:val="en-US" w:bidi="th-TH"/>
              </w:rPr>
            </w:pPr>
            <w:r>
              <w:rPr>
                <w:szCs w:val="22"/>
              </w:rPr>
              <w:t>S</w:t>
            </w:r>
            <w:r w:rsidR="00276705" w:rsidRPr="00653472">
              <w:rPr>
                <w:szCs w:val="22"/>
              </w:rPr>
              <w:t>hort-term credit facility</w:t>
            </w:r>
            <w:r w:rsidR="00276705">
              <w:rPr>
                <w:szCs w:val="22"/>
              </w:rPr>
              <w:t xml:space="preserve"> </w:t>
            </w:r>
          </w:p>
        </w:tc>
        <w:tc>
          <w:tcPr>
            <w:tcW w:w="645" w:type="pct"/>
            <w:vAlign w:val="bottom"/>
          </w:tcPr>
          <w:p w14:paraId="20AE95EE" w14:textId="6C1A1500" w:rsidR="00276705" w:rsidRPr="00DA7DC5" w:rsidRDefault="00B212F8" w:rsidP="00276705">
            <w:pPr>
              <w:tabs>
                <w:tab w:val="decimal" w:pos="973"/>
              </w:tabs>
              <w:spacing w:line="240" w:lineRule="auto"/>
              <w:ind w:left="-115" w:right="-110"/>
              <w:rPr>
                <w:szCs w:val="22"/>
                <w:lang w:val="en-US" w:bidi="th-TH"/>
              </w:rPr>
            </w:pPr>
            <w:r>
              <w:rPr>
                <w:szCs w:val="22"/>
                <w:lang w:val="en-US" w:bidi="th-TH"/>
              </w:rPr>
              <w:t>200,132</w:t>
            </w:r>
          </w:p>
        </w:tc>
        <w:tc>
          <w:tcPr>
            <w:tcW w:w="148" w:type="pct"/>
          </w:tcPr>
          <w:p w14:paraId="64BA92A4" w14:textId="77777777" w:rsidR="00276705" w:rsidRPr="00DA7DC5" w:rsidRDefault="00276705" w:rsidP="00276705">
            <w:pPr>
              <w:tabs>
                <w:tab w:val="decimal" w:pos="980"/>
              </w:tabs>
              <w:spacing w:line="240" w:lineRule="auto"/>
              <w:ind w:left="-115" w:right="-110"/>
              <w:rPr>
                <w:szCs w:val="22"/>
                <w:lang w:val="en-US" w:bidi="th-TH"/>
              </w:rPr>
            </w:pPr>
          </w:p>
        </w:tc>
        <w:tc>
          <w:tcPr>
            <w:tcW w:w="630" w:type="pct"/>
            <w:vAlign w:val="bottom"/>
          </w:tcPr>
          <w:p w14:paraId="64988CD8" w14:textId="693C1DA6" w:rsidR="00276705" w:rsidRPr="00DA7DC5" w:rsidRDefault="00276705" w:rsidP="00276705">
            <w:pPr>
              <w:tabs>
                <w:tab w:val="decimal" w:pos="952"/>
              </w:tabs>
              <w:spacing w:line="240" w:lineRule="auto"/>
              <w:ind w:left="-115" w:right="-181"/>
              <w:rPr>
                <w:szCs w:val="22"/>
                <w:lang w:val="en-US" w:bidi="th-TH"/>
              </w:rPr>
            </w:pPr>
            <w:r w:rsidRPr="00842FA0">
              <w:rPr>
                <w:szCs w:val="22"/>
              </w:rPr>
              <w:t>161,657</w:t>
            </w:r>
          </w:p>
        </w:tc>
      </w:tr>
      <w:tr w:rsidR="00276705" w:rsidRPr="00DA7DC5" w14:paraId="2F834DDF" w14:textId="77777777" w:rsidTr="00276705">
        <w:tc>
          <w:tcPr>
            <w:tcW w:w="3577" w:type="pct"/>
            <w:vAlign w:val="bottom"/>
          </w:tcPr>
          <w:p w14:paraId="44339B9E" w14:textId="767A19D4" w:rsidR="00276705" w:rsidRPr="00DA7DC5" w:rsidRDefault="00B212F8" w:rsidP="00B212F8">
            <w:pPr>
              <w:spacing w:line="240" w:lineRule="auto"/>
              <w:ind w:right="-108"/>
              <w:rPr>
                <w:spacing w:val="-6"/>
                <w:szCs w:val="22"/>
                <w:cs/>
                <w:lang w:val="en-US" w:bidi="th-TH"/>
              </w:rPr>
            </w:pPr>
            <w:r>
              <w:rPr>
                <w:szCs w:val="22"/>
              </w:rPr>
              <w:t>L</w:t>
            </w:r>
            <w:r w:rsidR="00276705" w:rsidRPr="00926993">
              <w:rPr>
                <w:szCs w:val="22"/>
              </w:rPr>
              <w:t>ong-term credit facility</w:t>
            </w:r>
          </w:p>
        </w:tc>
        <w:tc>
          <w:tcPr>
            <w:tcW w:w="645" w:type="pct"/>
            <w:vAlign w:val="bottom"/>
          </w:tcPr>
          <w:p w14:paraId="0AE5C2AF" w14:textId="77CCD9D5" w:rsidR="00276705" w:rsidRPr="00DA7DC5" w:rsidRDefault="00B212F8" w:rsidP="00276705">
            <w:pPr>
              <w:tabs>
                <w:tab w:val="decimal" w:pos="969"/>
              </w:tabs>
              <w:spacing w:line="240" w:lineRule="auto"/>
              <w:ind w:left="-115" w:right="-87"/>
              <w:rPr>
                <w:szCs w:val="22"/>
                <w:lang w:val="en-US" w:bidi="th-TH"/>
              </w:rPr>
            </w:pPr>
            <w:r>
              <w:rPr>
                <w:szCs w:val="22"/>
                <w:lang w:val="en-US" w:bidi="th-TH"/>
              </w:rPr>
              <w:t>20,749</w:t>
            </w:r>
          </w:p>
        </w:tc>
        <w:tc>
          <w:tcPr>
            <w:tcW w:w="148" w:type="pct"/>
            <w:shd w:val="clear" w:color="auto" w:fill="auto"/>
          </w:tcPr>
          <w:p w14:paraId="2B6A7596" w14:textId="77777777" w:rsidR="00276705" w:rsidRPr="00DA7DC5" w:rsidRDefault="00276705" w:rsidP="00276705">
            <w:pPr>
              <w:tabs>
                <w:tab w:val="decimal" w:pos="980"/>
              </w:tabs>
              <w:spacing w:line="240" w:lineRule="auto"/>
              <w:ind w:left="-115" w:right="-110"/>
              <w:rPr>
                <w:szCs w:val="22"/>
                <w:lang w:val="en-US" w:bidi="th-TH"/>
              </w:rPr>
            </w:pPr>
          </w:p>
        </w:tc>
        <w:tc>
          <w:tcPr>
            <w:tcW w:w="630" w:type="pct"/>
            <w:vAlign w:val="bottom"/>
          </w:tcPr>
          <w:p w14:paraId="2E2DD64F" w14:textId="424A4611" w:rsidR="00276705" w:rsidRPr="00DA7DC5" w:rsidRDefault="00276705" w:rsidP="00276705">
            <w:pPr>
              <w:tabs>
                <w:tab w:val="decimal" w:pos="969"/>
              </w:tabs>
              <w:spacing w:line="240" w:lineRule="auto"/>
              <w:ind w:left="-115" w:right="-87"/>
              <w:rPr>
                <w:szCs w:val="22"/>
                <w:lang w:val="en-US" w:bidi="th-TH"/>
              </w:rPr>
            </w:pPr>
            <w:r w:rsidRPr="00842FA0">
              <w:rPr>
                <w:szCs w:val="22"/>
              </w:rPr>
              <w:t>20,749</w:t>
            </w:r>
          </w:p>
        </w:tc>
      </w:tr>
      <w:tr w:rsidR="00276705" w:rsidRPr="00DA7DC5" w14:paraId="3CD8AF8E" w14:textId="77777777" w:rsidTr="00276705">
        <w:tc>
          <w:tcPr>
            <w:tcW w:w="3577" w:type="pct"/>
          </w:tcPr>
          <w:p w14:paraId="5B4F2E30" w14:textId="77777777" w:rsidR="00276705" w:rsidRPr="00DA7DC5" w:rsidRDefault="00276705" w:rsidP="00276705">
            <w:pPr>
              <w:spacing w:line="240" w:lineRule="auto"/>
              <w:ind w:left="162" w:right="-108" w:hanging="162"/>
              <w:rPr>
                <w:b/>
                <w:bCs/>
                <w:szCs w:val="22"/>
                <w:cs/>
                <w:lang w:val="en-US" w:bidi="th-TH"/>
              </w:rPr>
            </w:pPr>
            <w:r w:rsidRPr="00DA7DC5">
              <w:rPr>
                <w:b/>
                <w:bCs/>
                <w:szCs w:val="22"/>
                <w:lang w:val="en-US" w:bidi="th-TH"/>
              </w:rPr>
              <w:t>Total</w:t>
            </w:r>
          </w:p>
        </w:tc>
        <w:tc>
          <w:tcPr>
            <w:tcW w:w="645" w:type="pct"/>
            <w:tcBorders>
              <w:top w:val="single" w:sz="4" w:space="0" w:color="auto"/>
              <w:bottom w:val="double" w:sz="4" w:space="0" w:color="auto"/>
            </w:tcBorders>
            <w:shd w:val="clear" w:color="auto" w:fill="auto"/>
            <w:vAlign w:val="bottom"/>
          </w:tcPr>
          <w:p w14:paraId="07ABE0E6" w14:textId="3E532D00" w:rsidR="00276705" w:rsidRPr="00DA7DC5" w:rsidRDefault="00B212F8" w:rsidP="00276705">
            <w:pPr>
              <w:tabs>
                <w:tab w:val="decimal" w:pos="969"/>
              </w:tabs>
              <w:spacing w:line="240" w:lineRule="auto"/>
              <w:ind w:left="-115" w:right="-87"/>
              <w:rPr>
                <w:b/>
                <w:bCs/>
                <w:szCs w:val="22"/>
                <w:lang w:val="en-US" w:bidi="th-TH"/>
              </w:rPr>
            </w:pPr>
            <w:r>
              <w:rPr>
                <w:b/>
                <w:bCs/>
                <w:szCs w:val="22"/>
                <w:lang w:val="en-US" w:bidi="th-TH"/>
              </w:rPr>
              <w:t>220,881</w:t>
            </w:r>
          </w:p>
        </w:tc>
        <w:tc>
          <w:tcPr>
            <w:tcW w:w="148" w:type="pct"/>
            <w:shd w:val="clear" w:color="auto" w:fill="auto"/>
          </w:tcPr>
          <w:p w14:paraId="67DF9BE3" w14:textId="77777777" w:rsidR="00276705" w:rsidRPr="00DA7DC5" w:rsidRDefault="00276705" w:rsidP="00276705">
            <w:pPr>
              <w:tabs>
                <w:tab w:val="decimal" w:pos="980"/>
              </w:tabs>
              <w:spacing w:line="240" w:lineRule="auto"/>
              <w:ind w:left="-115" w:right="-110"/>
              <w:rPr>
                <w:b/>
                <w:bCs/>
                <w:szCs w:val="22"/>
                <w:lang w:val="en-US" w:bidi="th-TH"/>
              </w:rPr>
            </w:pPr>
          </w:p>
        </w:tc>
        <w:tc>
          <w:tcPr>
            <w:tcW w:w="630" w:type="pct"/>
            <w:tcBorders>
              <w:top w:val="single" w:sz="4" w:space="0" w:color="auto"/>
              <w:bottom w:val="double" w:sz="4" w:space="0" w:color="auto"/>
            </w:tcBorders>
            <w:shd w:val="clear" w:color="auto" w:fill="auto"/>
          </w:tcPr>
          <w:p w14:paraId="086C467C" w14:textId="366ECF12" w:rsidR="00276705" w:rsidRPr="00DA7DC5" w:rsidRDefault="00276705" w:rsidP="00276705">
            <w:pPr>
              <w:tabs>
                <w:tab w:val="decimal" w:pos="969"/>
              </w:tabs>
              <w:spacing w:line="240" w:lineRule="auto"/>
              <w:ind w:left="-115" w:right="-87"/>
              <w:rPr>
                <w:b/>
                <w:bCs/>
                <w:szCs w:val="22"/>
                <w:lang w:val="en-US" w:bidi="th-TH"/>
              </w:rPr>
            </w:pPr>
            <w:r w:rsidRPr="00842FA0">
              <w:rPr>
                <w:b/>
                <w:bCs/>
                <w:szCs w:val="22"/>
                <w:lang w:val="en-US" w:bidi="th-TH"/>
              </w:rPr>
              <w:t>182,406</w:t>
            </w:r>
          </w:p>
        </w:tc>
      </w:tr>
    </w:tbl>
    <w:p w14:paraId="0EAC0FC3" w14:textId="7E0CECC0" w:rsidR="007C3CEC" w:rsidRPr="00B212F8" w:rsidRDefault="007C3CEC" w:rsidP="00B212F8">
      <w:pPr>
        <w:pStyle w:val="Heading1"/>
        <w:numPr>
          <w:ilvl w:val="0"/>
          <w:numId w:val="0"/>
        </w:numPr>
        <w:spacing w:before="0" w:after="0" w:line="240" w:lineRule="atLeast"/>
        <w:ind w:right="108"/>
        <w:rPr>
          <w:szCs w:val="24"/>
        </w:rPr>
      </w:pPr>
    </w:p>
    <w:p w14:paraId="0DD6737F" w14:textId="29D1934F" w:rsidR="009C36EF" w:rsidRPr="00623E85" w:rsidRDefault="00EF133B" w:rsidP="007E0034">
      <w:pPr>
        <w:pStyle w:val="Heading1"/>
        <w:numPr>
          <w:ilvl w:val="0"/>
          <w:numId w:val="41"/>
        </w:numPr>
        <w:spacing w:before="0" w:after="0" w:line="240" w:lineRule="atLeast"/>
        <w:ind w:right="108"/>
        <w:rPr>
          <w:szCs w:val="24"/>
        </w:rPr>
      </w:pPr>
      <w:r w:rsidRPr="007E0034">
        <w:t>Segment</w:t>
      </w:r>
      <w:r w:rsidRPr="00623E85">
        <w:rPr>
          <w:szCs w:val="24"/>
        </w:rPr>
        <w:t xml:space="preserve"> information</w:t>
      </w:r>
      <w:bookmarkEnd w:id="7"/>
      <w:r w:rsidR="001C4C47" w:rsidRPr="001C4C47">
        <w:t xml:space="preserve"> </w:t>
      </w:r>
      <w:r w:rsidR="001C4C47" w:rsidRPr="001C4C47">
        <w:rPr>
          <w:szCs w:val="24"/>
        </w:rPr>
        <w:t>and disaggregation of revenue</w:t>
      </w:r>
    </w:p>
    <w:p w14:paraId="4C5D21D1" w14:textId="77777777" w:rsidR="000D2271" w:rsidRPr="009524AF" w:rsidRDefault="000D2271" w:rsidP="00ED6D28">
      <w:pPr>
        <w:spacing w:line="240" w:lineRule="auto"/>
        <w:rPr>
          <w:i/>
          <w:iCs/>
          <w:sz w:val="20"/>
        </w:rPr>
      </w:pPr>
    </w:p>
    <w:tbl>
      <w:tblPr>
        <w:tblW w:w="9180" w:type="dxa"/>
        <w:tblInd w:w="450" w:type="dxa"/>
        <w:tblLayout w:type="fixed"/>
        <w:tblCellMar>
          <w:left w:w="79" w:type="dxa"/>
          <w:right w:w="79" w:type="dxa"/>
        </w:tblCellMar>
        <w:tblLook w:val="0000" w:firstRow="0" w:lastRow="0" w:firstColumn="0" w:lastColumn="0" w:noHBand="0" w:noVBand="0"/>
      </w:tblPr>
      <w:tblGrid>
        <w:gridCol w:w="6480"/>
        <w:gridCol w:w="1260"/>
        <w:gridCol w:w="180"/>
        <w:gridCol w:w="1260"/>
      </w:tblGrid>
      <w:tr w:rsidR="008E4F7A" w:rsidRPr="00F514D4" w14:paraId="754C873A" w14:textId="77777777" w:rsidTr="00297088">
        <w:trPr>
          <w:cantSplit/>
        </w:trPr>
        <w:tc>
          <w:tcPr>
            <w:tcW w:w="6480" w:type="dxa"/>
            <w:vAlign w:val="bottom"/>
          </w:tcPr>
          <w:p w14:paraId="3769BF2E" w14:textId="77777777" w:rsidR="008E4F7A" w:rsidRPr="00F514D4" w:rsidRDefault="008E4F7A" w:rsidP="00AE50E5">
            <w:pPr>
              <w:pStyle w:val="acctfourfigures"/>
              <w:shd w:val="clear" w:color="auto" w:fill="FFFFFF"/>
              <w:tabs>
                <w:tab w:val="clear" w:pos="765"/>
              </w:tabs>
              <w:spacing w:line="240" w:lineRule="auto"/>
              <w:ind w:left="15" w:right="-79"/>
              <w:jc w:val="center"/>
              <w:rPr>
                <w:b/>
                <w:bCs/>
                <w:i/>
                <w:iCs/>
                <w:sz w:val="18"/>
                <w:szCs w:val="18"/>
              </w:rPr>
            </w:pPr>
          </w:p>
        </w:tc>
        <w:tc>
          <w:tcPr>
            <w:tcW w:w="2700" w:type="dxa"/>
            <w:gridSpan w:val="3"/>
            <w:vAlign w:val="bottom"/>
          </w:tcPr>
          <w:p w14:paraId="6EC9154B" w14:textId="77777777" w:rsidR="008E4F7A" w:rsidRPr="001A3152" w:rsidRDefault="008E4F7A" w:rsidP="008E4F7A">
            <w:pPr>
              <w:pStyle w:val="acctmergecolhdg"/>
              <w:spacing w:line="240" w:lineRule="atLeast"/>
              <w:rPr>
                <w:szCs w:val="22"/>
              </w:rPr>
            </w:pPr>
            <w:r w:rsidRPr="001A3152">
              <w:rPr>
                <w:szCs w:val="22"/>
              </w:rPr>
              <w:t xml:space="preserve">Consolidated </w:t>
            </w:r>
          </w:p>
          <w:p w14:paraId="6ED82691" w14:textId="3342CD5E" w:rsidR="008E4F7A" w:rsidRPr="008E4F7A" w:rsidRDefault="008E4F7A" w:rsidP="008E4F7A">
            <w:pPr>
              <w:pStyle w:val="acctfourfigures"/>
              <w:shd w:val="clear" w:color="auto" w:fill="FFFFFF"/>
              <w:tabs>
                <w:tab w:val="clear" w:pos="765"/>
              </w:tabs>
              <w:spacing w:line="240" w:lineRule="auto"/>
              <w:ind w:left="-79" w:right="-79"/>
              <w:jc w:val="center"/>
              <w:rPr>
                <w:b/>
                <w:bCs/>
                <w:szCs w:val="22"/>
                <w:lang w:val="en-US" w:bidi="th-TH"/>
              </w:rPr>
            </w:pPr>
            <w:r w:rsidRPr="008E4F7A">
              <w:rPr>
                <w:b/>
                <w:bCs/>
                <w:szCs w:val="22"/>
              </w:rPr>
              <w:t>financial statements</w:t>
            </w:r>
          </w:p>
        </w:tc>
      </w:tr>
      <w:tr w:rsidR="00ED6D28" w:rsidRPr="00ED6D28" w14:paraId="3DE703B0" w14:textId="77777777" w:rsidTr="00297088">
        <w:trPr>
          <w:cantSplit/>
        </w:trPr>
        <w:tc>
          <w:tcPr>
            <w:tcW w:w="6480" w:type="dxa"/>
            <w:vAlign w:val="bottom"/>
          </w:tcPr>
          <w:p w14:paraId="18926E81" w14:textId="6D8C3E63" w:rsidR="00ED6D28" w:rsidRPr="00ED6D28" w:rsidRDefault="00F44248" w:rsidP="00AB7726">
            <w:pPr>
              <w:pStyle w:val="acctfourfigures"/>
              <w:shd w:val="clear" w:color="auto" w:fill="FFFFFF"/>
              <w:tabs>
                <w:tab w:val="clear" w:pos="765"/>
              </w:tabs>
              <w:spacing w:line="240" w:lineRule="auto"/>
              <w:ind w:left="190" w:right="-79" w:hanging="180"/>
              <w:rPr>
                <w:spacing w:val="-2"/>
                <w:szCs w:val="22"/>
                <w:lang w:val="en-US" w:bidi="th-TH"/>
              </w:rPr>
            </w:pPr>
            <w:r>
              <w:rPr>
                <w:b/>
                <w:bCs/>
                <w:i/>
                <w:iCs/>
                <w:szCs w:val="22"/>
              </w:rPr>
              <w:t>Six</w:t>
            </w:r>
            <w:r w:rsidRPr="00ED6D28">
              <w:rPr>
                <w:b/>
                <w:bCs/>
                <w:i/>
                <w:iCs/>
                <w:szCs w:val="22"/>
              </w:rPr>
              <w:t>-month period ended 3</w:t>
            </w:r>
            <w:r>
              <w:rPr>
                <w:b/>
                <w:bCs/>
                <w:i/>
                <w:iCs/>
                <w:szCs w:val="22"/>
              </w:rPr>
              <w:t>0 June</w:t>
            </w:r>
          </w:p>
        </w:tc>
        <w:tc>
          <w:tcPr>
            <w:tcW w:w="1260" w:type="dxa"/>
            <w:vAlign w:val="bottom"/>
          </w:tcPr>
          <w:p w14:paraId="44A5F739" w14:textId="4CBF2291" w:rsidR="00ED6D28" w:rsidRPr="00ED6D28" w:rsidRDefault="00476863" w:rsidP="00AB7726">
            <w:pPr>
              <w:pStyle w:val="acctfourfigures"/>
              <w:shd w:val="clear" w:color="auto" w:fill="FFFFFF"/>
              <w:tabs>
                <w:tab w:val="clear" w:pos="765"/>
              </w:tabs>
              <w:spacing w:line="240" w:lineRule="auto"/>
              <w:ind w:left="-79" w:right="-79"/>
              <w:jc w:val="center"/>
              <w:rPr>
                <w:szCs w:val="22"/>
                <w:lang w:val="en-US" w:bidi="th-TH"/>
              </w:rPr>
            </w:pPr>
            <w:r>
              <w:rPr>
                <w:szCs w:val="22"/>
                <w:lang w:val="en-US" w:bidi="th-TH"/>
              </w:rPr>
              <w:t>2025</w:t>
            </w:r>
          </w:p>
        </w:tc>
        <w:tc>
          <w:tcPr>
            <w:tcW w:w="180" w:type="dxa"/>
            <w:vAlign w:val="bottom"/>
          </w:tcPr>
          <w:p w14:paraId="2E0A0D91" w14:textId="77777777" w:rsidR="00ED6D28" w:rsidRPr="00ED6D28" w:rsidRDefault="00ED6D28" w:rsidP="00AB7726">
            <w:pPr>
              <w:pStyle w:val="acctfourfigures"/>
              <w:shd w:val="clear" w:color="auto" w:fill="FFFFFF"/>
              <w:spacing w:line="240" w:lineRule="auto"/>
              <w:ind w:left="-79" w:right="-79"/>
              <w:jc w:val="center"/>
              <w:rPr>
                <w:szCs w:val="22"/>
              </w:rPr>
            </w:pPr>
          </w:p>
        </w:tc>
        <w:tc>
          <w:tcPr>
            <w:tcW w:w="1260" w:type="dxa"/>
            <w:vAlign w:val="bottom"/>
          </w:tcPr>
          <w:p w14:paraId="52B72E92" w14:textId="35E7E271" w:rsidR="00ED6D28" w:rsidRPr="00ED6D28" w:rsidRDefault="00476863" w:rsidP="00ED6D28">
            <w:pPr>
              <w:pStyle w:val="acctfourfigures"/>
              <w:shd w:val="clear" w:color="auto" w:fill="FFFFFF"/>
              <w:tabs>
                <w:tab w:val="clear" w:pos="765"/>
              </w:tabs>
              <w:spacing w:line="240" w:lineRule="auto"/>
              <w:ind w:left="100" w:right="-79" w:hanging="179"/>
              <w:jc w:val="center"/>
              <w:rPr>
                <w:szCs w:val="22"/>
              </w:rPr>
            </w:pPr>
            <w:r>
              <w:rPr>
                <w:szCs w:val="22"/>
              </w:rPr>
              <w:t>2024</w:t>
            </w:r>
          </w:p>
        </w:tc>
      </w:tr>
      <w:tr w:rsidR="00ED6D28" w:rsidRPr="00ED6D28" w14:paraId="374CA7AC" w14:textId="77777777" w:rsidTr="00297088">
        <w:trPr>
          <w:cantSplit/>
        </w:trPr>
        <w:tc>
          <w:tcPr>
            <w:tcW w:w="6480" w:type="dxa"/>
            <w:vAlign w:val="bottom"/>
          </w:tcPr>
          <w:p w14:paraId="62853DE5" w14:textId="77777777" w:rsidR="00ED6D28" w:rsidRPr="00ED6D28" w:rsidRDefault="00ED6D28" w:rsidP="00AB7726">
            <w:pPr>
              <w:pStyle w:val="acctfourfigures"/>
              <w:shd w:val="clear" w:color="auto" w:fill="FFFFFF"/>
              <w:tabs>
                <w:tab w:val="clear" w:pos="765"/>
                <w:tab w:val="decimal" w:pos="180"/>
              </w:tabs>
              <w:spacing w:line="240" w:lineRule="auto"/>
              <w:ind w:right="-79"/>
              <w:rPr>
                <w:szCs w:val="22"/>
              </w:rPr>
            </w:pPr>
          </w:p>
        </w:tc>
        <w:tc>
          <w:tcPr>
            <w:tcW w:w="2700" w:type="dxa"/>
            <w:gridSpan w:val="3"/>
          </w:tcPr>
          <w:p w14:paraId="2859DB47" w14:textId="77777777" w:rsidR="00ED6D28" w:rsidRPr="00ED6D28" w:rsidRDefault="00ED6D28" w:rsidP="00AB7726">
            <w:pPr>
              <w:pStyle w:val="acctfourfigures"/>
              <w:shd w:val="clear" w:color="auto" w:fill="FFFFFF"/>
              <w:tabs>
                <w:tab w:val="clear" w:pos="765"/>
                <w:tab w:val="decimal" w:pos="911"/>
              </w:tabs>
              <w:spacing w:line="240" w:lineRule="auto"/>
              <w:ind w:left="-79" w:right="-79"/>
              <w:jc w:val="center"/>
              <w:rPr>
                <w:szCs w:val="22"/>
                <w:lang w:val="en-US" w:bidi="th-TH"/>
              </w:rPr>
            </w:pPr>
            <w:r w:rsidRPr="00ED6D28">
              <w:rPr>
                <w:i/>
                <w:iCs/>
                <w:szCs w:val="22"/>
                <w:lang w:val="en-US" w:bidi="th-TH"/>
              </w:rPr>
              <w:t>(in thousand Baht)</w:t>
            </w:r>
          </w:p>
        </w:tc>
      </w:tr>
      <w:tr w:rsidR="00ED6D28" w:rsidRPr="00ED6D28" w14:paraId="6995D6D9" w14:textId="77777777" w:rsidTr="00297088">
        <w:trPr>
          <w:cantSplit/>
        </w:trPr>
        <w:tc>
          <w:tcPr>
            <w:tcW w:w="6480" w:type="dxa"/>
            <w:vAlign w:val="bottom"/>
          </w:tcPr>
          <w:p w14:paraId="12C95465" w14:textId="77777777" w:rsidR="00ED6D28" w:rsidRPr="00ED6D28" w:rsidRDefault="00ED6D28" w:rsidP="00AB7726">
            <w:pPr>
              <w:pStyle w:val="acctfourfigures"/>
              <w:shd w:val="clear" w:color="auto" w:fill="FFFFFF"/>
              <w:tabs>
                <w:tab w:val="clear" w:pos="765"/>
                <w:tab w:val="decimal" w:pos="180"/>
              </w:tabs>
              <w:spacing w:line="240" w:lineRule="auto"/>
              <w:ind w:right="-79"/>
              <w:rPr>
                <w:szCs w:val="22"/>
                <w:lang w:val="en-US" w:bidi="th-TH"/>
              </w:rPr>
            </w:pPr>
            <w:r w:rsidRPr="00ED6D28">
              <w:rPr>
                <w:szCs w:val="22"/>
              </w:rPr>
              <w:t>External revenues</w:t>
            </w:r>
            <w:r w:rsidRPr="00ED6D28">
              <w:rPr>
                <w:szCs w:val="22"/>
                <w:lang w:val="en-US" w:bidi="th-TH"/>
              </w:rPr>
              <w:t xml:space="preserve"> - oversea</w:t>
            </w:r>
          </w:p>
        </w:tc>
        <w:tc>
          <w:tcPr>
            <w:tcW w:w="1260" w:type="dxa"/>
            <w:vAlign w:val="bottom"/>
          </w:tcPr>
          <w:p w14:paraId="50B7512D" w14:textId="77777777" w:rsidR="00ED6D28" w:rsidRPr="00ED6D28" w:rsidRDefault="00ED6D28" w:rsidP="00756221">
            <w:pPr>
              <w:pStyle w:val="acctfourfigures"/>
              <w:shd w:val="clear" w:color="auto" w:fill="FFFFFF"/>
              <w:tabs>
                <w:tab w:val="clear" w:pos="765"/>
                <w:tab w:val="decimal" w:pos="1000"/>
              </w:tabs>
              <w:spacing w:line="240" w:lineRule="auto"/>
              <w:ind w:left="-79" w:right="-80"/>
              <w:rPr>
                <w:szCs w:val="22"/>
                <w:lang w:val="en-US" w:bidi="th-TH"/>
              </w:rPr>
            </w:pPr>
          </w:p>
        </w:tc>
        <w:tc>
          <w:tcPr>
            <w:tcW w:w="180" w:type="dxa"/>
            <w:vAlign w:val="bottom"/>
          </w:tcPr>
          <w:p w14:paraId="23B204D0" w14:textId="77777777" w:rsidR="00ED6D28" w:rsidRPr="00ED6D28" w:rsidRDefault="00ED6D28" w:rsidP="00AB7726">
            <w:pPr>
              <w:pStyle w:val="acctfourfigures"/>
              <w:shd w:val="clear" w:color="auto" w:fill="FFFFFF"/>
              <w:spacing w:line="240" w:lineRule="auto"/>
              <w:ind w:left="-79" w:right="-79"/>
              <w:rPr>
                <w:szCs w:val="22"/>
              </w:rPr>
            </w:pPr>
          </w:p>
        </w:tc>
        <w:tc>
          <w:tcPr>
            <w:tcW w:w="1260" w:type="dxa"/>
            <w:vAlign w:val="bottom"/>
          </w:tcPr>
          <w:p w14:paraId="7F6F74C1" w14:textId="77777777" w:rsidR="00ED6D28" w:rsidRPr="00ED6D28" w:rsidRDefault="00ED6D28" w:rsidP="00756221">
            <w:pPr>
              <w:pStyle w:val="acctfourfigures"/>
              <w:shd w:val="clear" w:color="auto" w:fill="FFFFFF"/>
              <w:tabs>
                <w:tab w:val="clear" w:pos="765"/>
              </w:tabs>
              <w:spacing w:line="240" w:lineRule="auto"/>
              <w:ind w:left="-79" w:right="-79"/>
              <w:rPr>
                <w:szCs w:val="22"/>
              </w:rPr>
            </w:pPr>
          </w:p>
        </w:tc>
      </w:tr>
      <w:tr w:rsidR="00F44248" w:rsidRPr="00ED6D28" w14:paraId="5BF5756B" w14:textId="77777777" w:rsidTr="00297088">
        <w:trPr>
          <w:cantSplit/>
        </w:trPr>
        <w:tc>
          <w:tcPr>
            <w:tcW w:w="6480" w:type="dxa"/>
            <w:tcBorders>
              <w:top w:val="nil"/>
              <w:left w:val="nil"/>
              <w:bottom w:val="nil"/>
              <w:right w:val="nil"/>
            </w:tcBorders>
            <w:shd w:val="clear" w:color="auto" w:fill="auto"/>
            <w:vAlign w:val="bottom"/>
          </w:tcPr>
          <w:p w14:paraId="34603493" w14:textId="5A4D5983" w:rsidR="00F44248" w:rsidRPr="00ED6D28" w:rsidRDefault="00F44248" w:rsidP="00F44248">
            <w:pPr>
              <w:pStyle w:val="acctfourfigures"/>
              <w:shd w:val="clear" w:color="auto" w:fill="FFFFFF"/>
              <w:tabs>
                <w:tab w:val="clear" w:pos="765"/>
                <w:tab w:val="decimal" w:pos="180"/>
              </w:tabs>
              <w:spacing w:line="240" w:lineRule="auto"/>
              <w:ind w:left="180" w:right="-79"/>
              <w:rPr>
                <w:szCs w:val="22"/>
              </w:rPr>
            </w:pPr>
            <w:r w:rsidRPr="00ED6D28">
              <w:rPr>
                <w:szCs w:val="22"/>
              </w:rPr>
              <w:t>- Asia</w:t>
            </w:r>
          </w:p>
        </w:tc>
        <w:tc>
          <w:tcPr>
            <w:tcW w:w="1260" w:type="dxa"/>
            <w:vAlign w:val="bottom"/>
          </w:tcPr>
          <w:p w14:paraId="69CDBAE6" w14:textId="28B6B8F0" w:rsidR="00F44248" w:rsidRPr="000F145E" w:rsidRDefault="003E20AB" w:rsidP="00F44248">
            <w:pPr>
              <w:pStyle w:val="acctfourfigures"/>
              <w:shd w:val="clear" w:color="auto" w:fill="FFFFFF"/>
              <w:tabs>
                <w:tab w:val="clear" w:pos="765"/>
                <w:tab w:val="decimal" w:pos="1090"/>
              </w:tabs>
              <w:spacing w:line="240" w:lineRule="auto"/>
              <w:ind w:left="-79" w:right="-80"/>
              <w:rPr>
                <w:szCs w:val="22"/>
              </w:rPr>
            </w:pPr>
            <w:r>
              <w:rPr>
                <w:szCs w:val="22"/>
              </w:rPr>
              <w:t>93,427</w:t>
            </w:r>
          </w:p>
        </w:tc>
        <w:tc>
          <w:tcPr>
            <w:tcW w:w="180" w:type="dxa"/>
          </w:tcPr>
          <w:p w14:paraId="1487FF0C" w14:textId="77777777" w:rsidR="00F44248" w:rsidRPr="00297088" w:rsidRDefault="00F44248" w:rsidP="00F44248">
            <w:pPr>
              <w:pStyle w:val="acctfourfigures"/>
              <w:shd w:val="clear" w:color="auto" w:fill="FFFFFF"/>
              <w:spacing w:line="240" w:lineRule="auto"/>
              <w:ind w:left="-79" w:right="-79"/>
              <w:rPr>
                <w:szCs w:val="22"/>
                <w:lang w:val="en-US" w:bidi="th-TH"/>
              </w:rPr>
            </w:pPr>
          </w:p>
        </w:tc>
        <w:tc>
          <w:tcPr>
            <w:tcW w:w="1260" w:type="dxa"/>
            <w:vAlign w:val="bottom"/>
          </w:tcPr>
          <w:p w14:paraId="40501BA4" w14:textId="4E73DA9F" w:rsidR="00F44248" w:rsidRPr="00297088" w:rsidRDefault="00F44248" w:rsidP="00F44248">
            <w:pPr>
              <w:pStyle w:val="acctfourfigures"/>
              <w:shd w:val="clear" w:color="auto" w:fill="FFFFFF"/>
              <w:tabs>
                <w:tab w:val="clear" w:pos="765"/>
                <w:tab w:val="decimal" w:pos="1100"/>
              </w:tabs>
              <w:spacing w:line="240" w:lineRule="auto"/>
              <w:ind w:left="-79" w:right="-79"/>
              <w:rPr>
                <w:szCs w:val="22"/>
                <w:lang w:val="en-US" w:bidi="th-TH"/>
              </w:rPr>
            </w:pPr>
            <w:r w:rsidRPr="0040695E">
              <w:rPr>
                <w:szCs w:val="22"/>
              </w:rPr>
              <w:t>118,074</w:t>
            </w:r>
          </w:p>
        </w:tc>
      </w:tr>
      <w:tr w:rsidR="00F44248" w:rsidRPr="00ED6D28" w14:paraId="4FE08FB7" w14:textId="77777777" w:rsidTr="00297088">
        <w:trPr>
          <w:cantSplit/>
        </w:trPr>
        <w:tc>
          <w:tcPr>
            <w:tcW w:w="6480" w:type="dxa"/>
            <w:tcBorders>
              <w:top w:val="nil"/>
              <w:left w:val="nil"/>
              <w:bottom w:val="nil"/>
              <w:right w:val="nil"/>
            </w:tcBorders>
            <w:shd w:val="clear" w:color="auto" w:fill="auto"/>
            <w:vAlign w:val="bottom"/>
          </w:tcPr>
          <w:p w14:paraId="3728D9F7" w14:textId="13BE6A91" w:rsidR="00F44248" w:rsidRPr="00ED6D28" w:rsidRDefault="00F44248" w:rsidP="00F44248">
            <w:pPr>
              <w:pStyle w:val="acctfourfigures"/>
              <w:shd w:val="clear" w:color="auto" w:fill="FFFFFF"/>
              <w:tabs>
                <w:tab w:val="clear" w:pos="765"/>
                <w:tab w:val="decimal" w:pos="180"/>
              </w:tabs>
              <w:spacing w:line="240" w:lineRule="auto"/>
              <w:ind w:left="180" w:right="-79"/>
              <w:rPr>
                <w:szCs w:val="22"/>
              </w:rPr>
            </w:pPr>
            <w:r w:rsidRPr="008D5D62">
              <w:rPr>
                <w:szCs w:val="22"/>
              </w:rPr>
              <w:t>- Australia</w:t>
            </w:r>
          </w:p>
        </w:tc>
        <w:tc>
          <w:tcPr>
            <w:tcW w:w="1260" w:type="dxa"/>
            <w:vAlign w:val="bottom"/>
          </w:tcPr>
          <w:p w14:paraId="353EA96E" w14:textId="33886C9D" w:rsidR="00F44248" w:rsidRPr="000F145E" w:rsidRDefault="003E20AB" w:rsidP="00F44248">
            <w:pPr>
              <w:pStyle w:val="acctfourfigures"/>
              <w:shd w:val="clear" w:color="auto" w:fill="FFFFFF"/>
              <w:tabs>
                <w:tab w:val="clear" w:pos="765"/>
                <w:tab w:val="decimal" w:pos="1090"/>
              </w:tabs>
              <w:spacing w:line="240" w:lineRule="auto"/>
              <w:ind w:left="-79" w:right="-80"/>
              <w:rPr>
                <w:szCs w:val="22"/>
              </w:rPr>
            </w:pPr>
            <w:r>
              <w:rPr>
                <w:szCs w:val="22"/>
              </w:rPr>
              <w:t>22,581</w:t>
            </w:r>
          </w:p>
        </w:tc>
        <w:tc>
          <w:tcPr>
            <w:tcW w:w="180" w:type="dxa"/>
          </w:tcPr>
          <w:p w14:paraId="3FF6AC7D" w14:textId="77777777" w:rsidR="00F44248" w:rsidRPr="00297088" w:rsidRDefault="00F44248" w:rsidP="00F44248">
            <w:pPr>
              <w:pStyle w:val="acctfourfigures"/>
              <w:shd w:val="clear" w:color="auto" w:fill="FFFFFF"/>
              <w:spacing w:line="240" w:lineRule="auto"/>
              <w:ind w:left="-79" w:right="-79"/>
              <w:rPr>
                <w:szCs w:val="22"/>
                <w:lang w:val="en-US" w:bidi="th-TH"/>
              </w:rPr>
            </w:pPr>
          </w:p>
        </w:tc>
        <w:tc>
          <w:tcPr>
            <w:tcW w:w="1260" w:type="dxa"/>
            <w:vAlign w:val="bottom"/>
          </w:tcPr>
          <w:p w14:paraId="754414D8" w14:textId="4D96E8E4" w:rsidR="00F44248" w:rsidRPr="000F145E" w:rsidRDefault="00F44248" w:rsidP="00F44248">
            <w:pPr>
              <w:pStyle w:val="acctfourfigures"/>
              <w:shd w:val="clear" w:color="auto" w:fill="FFFFFF"/>
              <w:tabs>
                <w:tab w:val="clear" w:pos="765"/>
                <w:tab w:val="decimal" w:pos="1100"/>
              </w:tabs>
              <w:spacing w:line="240" w:lineRule="auto"/>
              <w:ind w:left="-79" w:right="-79"/>
              <w:rPr>
                <w:szCs w:val="22"/>
              </w:rPr>
            </w:pPr>
            <w:r w:rsidRPr="0040695E">
              <w:rPr>
                <w:szCs w:val="22"/>
              </w:rPr>
              <w:t>26,028</w:t>
            </w:r>
          </w:p>
        </w:tc>
      </w:tr>
      <w:tr w:rsidR="00F44248" w:rsidRPr="00ED6D28" w14:paraId="745771ED" w14:textId="77777777" w:rsidTr="00297088">
        <w:trPr>
          <w:cantSplit/>
        </w:trPr>
        <w:tc>
          <w:tcPr>
            <w:tcW w:w="6480" w:type="dxa"/>
            <w:tcBorders>
              <w:top w:val="nil"/>
              <w:left w:val="nil"/>
              <w:bottom w:val="nil"/>
              <w:right w:val="nil"/>
            </w:tcBorders>
            <w:shd w:val="clear" w:color="auto" w:fill="auto"/>
            <w:vAlign w:val="bottom"/>
          </w:tcPr>
          <w:p w14:paraId="72A66787" w14:textId="2516A9A2" w:rsidR="00F44248" w:rsidRPr="00ED6D28" w:rsidRDefault="00F44248" w:rsidP="00F44248">
            <w:pPr>
              <w:pStyle w:val="acctfourfigures"/>
              <w:shd w:val="clear" w:color="auto" w:fill="FFFFFF"/>
              <w:tabs>
                <w:tab w:val="clear" w:pos="765"/>
                <w:tab w:val="decimal" w:pos="180"/>
              </w:tabs>
              <w:spacing w:line="240" w:lineRule="auto"/>
              <w:ind w:left="180" w:right="-79"/>
              <w:rPr>
                <w:szCs w:val="22"/>
              </w:rPr>
            </w:pPr>
            <w:r w:rsidRPr="00ED6D28">
              <w:rPr>
                <w:szCs w:val="22"/>
              </w:rPr>
              <w:t>- A</w:t>
            </w:r>
            <w:r>
              <w:rPr>
                <w:szCs w:val="22"/>
              </w:rPr>
              <w:t>frica</w:t>
            </w:r>
          </w:p>
        </w:tc>
        <w:tc>
          <w:tcPr>
            <w:tcW w:w="1260" w:type="dxa"/>
            <w:vAlign w:val="bottom"/>
          </w:tcPr>
          <w:p w14:paraId="74DEA831" w14:textId="1F354FBB" w:rsidR="00F44248" w:rsidRPr="000F145E" w:rsidRDefault="003E20AB" w:rsidP="00F44248">
            <w:pPr>
              <w:pStyle w:val="acctfourfigures"/>
              <w:shd w:val="clear" w:color="auto" w:fill="FFFFFF"/>
              <w:tabs>
                <w:tab w:val="clear" w:pos="765"/>
                <w:tab w:val="decimal" w:pos="1090"/>
              </w:tabs>
              <w:spacing w:line="240" w:lineRule="auto"/>
              <w:ind w:left="-79" w:right="-80"/>
              <w:rPr>
                <w:szCs w:val="22"/>
              </w:rPr>
            </w:pPr>
            <w:r>
              <w:rPr>
                <w:szCs w:val="22"/>
              </w:rPr>
              <w:t>2,228</w:t>
            </w:r>
          </w:p>
        </w:tc>
        <w:tc>
          <w:tcPr>
            <w:tcW w:w="180" w:type="dxa"/>
          </w:tcPr>
          <w:p w14:paraId="1CE74D46" w14:textId="77777777" w:rsidR="00F44248" w:rsidRPr="00297088" w:rsidRDefault="00F44248" w:rsidP="00F44248">
            <w:pPr>
              <w:pStyle w:val="acctfourfigures"/>
              <w:shd w:val="clear" w:color="auto" w:fill="FFFFFF"/>
              <w:spacing w:line="240" w:lineRule="auto"/>
              <w:ind w:left="-79" w:right="-79"/>
              <w:rPr>
                <w:szCs w:val="22"/>
                <w:lang w:val="en-US" w:bidi="th-TH"/>
              </w:rPr>
            </w:pPr>
          </w:p>
        </w:tc>
        <w:tc>
          <w:tcPr>
            <w:tcW w:w="1260" w:type="dxa"/>
            <w:vAlign w:val="bottom"/>
          </w:tcPr>
          <w:p w14:paraId="708C3870" w14:textId="31715895" w:rsidR="00F44248" w:rsidRPr="00297088" w:rsidRDefault="00F44248" w:rsidP="00F44248">
            <w:pPr>
              <w:pStyle w:val="acctfourfigures"/>
              <w:shd w:val="clear" w:color="auto" w:fill="FFFFFF"/>
              <w:tabs>
                <w:tab w:val="clear" w:pos="765"/>
                <w:tab w:val="decimal" w:pos="1100"/>
              </w:tabs>
              <w:spacing w:line="240" w:lineRule="auto"/>
              <w:ind w:left="-79" w:right="-79"/>
              <w:rPr>
                <w:szCs w:val="22"/>
                <w:lang w:val="en-US" w:bidi="th-TH"/>
              </w:rPr>
            </w:pPr>
            <w:r w:rsidRPr="0040695E">
              <w:rPr>
                <w:szCs w:val="22"/>
              </w:rPr>
              <w:t>6,676</w:t>
            </w:r>
          </w:p>
        </w:tc>
      </w:tr>
      <w:tr w:rsidR="00F44248" w:rsidRPr="00ED6D28" w14:paraId="07474103" w14:textId="77777777" w:rsidTr="00297088">
        <w:trPr>
          <w:cantSplit/>
        </w:trPr>
        <w:tc>
          <w:tcPr>
            <w:tcW w:w="6480" w:type="dxa"/>
            <w:vAlign w:val="bottom"/>
          </w:tcPr>
          <w:p w14:paraId="4789921B" w14:textId="77777777" w:rsidR="00F44248" w:rsidRPr="00ED6D28" w:rsidRDefault="00F44248" w:rsidP="00F44248">
            <w:pPr>
              <w:pStyle w:val="acctfourfigures"/>
              <w:shd w:val="clear" w:color="auto" w:fill="FFFFFF"/>
              <w:tabs>
                <w:tab w:val="clear" w:pos="765"/>
                <w:tab w:val="decimal" w:pos="180"/>
              </w:tabs>
              <w:spacing w:line="240" w:lineRule="auto"/>
              <w:ind w:right="-79"/>
              <w:rPr>
                <w:szCs w:val="22"/>
              </w:rPr>
            </w:pPr>
          </w:p>
        </w:tc>
        <w:tc>
          <w:tcPr>
            <w:tcW w:w="1260" w:type="dxa"/>
            <w:tcBorders>
              <w:top w:val="single" w:sz="4" w:space="0" w:color="auto"/>
            </w:tcBorders>
            <w:vAlign w:val="bottom"/>
          </w:tcPr>
          <w:p w14:paraId="03B6DF2B" w14:textId="414E7429" w:rsidR="00F44248" w:rsidRPr="000F145E" w:rsidRDefault="003E20AB" w:rsidP="00F44248">
            <w:pPr>
              <w:pStyle w:val="acctfourfigures"/>
              <w:shd w:val="clear" w:color="auto" w:fill="FFFFFF"/>
              <w:tabs>
                <w:tab w:val="clear" w:pos="765"/>
                <w:tab w:val="decimal" w:pos="1090"/>
              </w:tabs>
              <w:spacing w:line="240" w:lineRule="auto"/>
              <w:ind w:left="-79" w:right="-80"/>
              <w:rPr>
                <w:szCs w:val="22"/>
              </w:rPr>
            </w:pPr>
            <w:r>
              <w:rPr>
                <w:szCs w:val="22"/>
              </w:rPr>
              <w:t>118,236</w:t>
            </w:r>
          </w:p>
        </w:tc>
        <w:tc>
          <w:tcPr>
            <w:tcW w:w="180" w:type="dxa"/>
          </w:tcPr>
          <w:p w14:paraId="199C216E" w14:textId="77777777" w:rsidR="00F44248" w:rsidRPr="00297088" w:rsidRDefault="00F44248" w:rsidP="00F44248">
            <w:pPr>
              <w:pStyle w:val="acctfourfigures"/>
              <w:shd w:val="clear" w:color="auto" w:fill="FFFFFF"/>
              <w:spacing w:line="240" w:lineRule="auto"/>
              <w:ind w:left="-79" w:right="-79"/>
              <w:rPr>
                <w:szCs w:val="22"/>
                <w:lang w:val="en-US" w:bidi="th-TH"/>
              </w:rPr>
            </w:pPr>
          </w:p>
        </w:tc>
        <w:tc>
          <w:tcPr>
            <w:tcW w:w="1260" w:type="dxa"/>
            <w:tcBorders>
              <w:top w:val="single" w:sz="4" w:space="0" w:color="auto"/>
            </w:tcBorders>
            <w:vAlign w:val="bottom"/>
          </w:tcPr>
          <w:p w14:paraId="15BB4444" w14:textId="6460193A" w:rsidR="00F44248" w:rsidRPr="00297088" w:rsidRDefault="00F44248" w:rsidP="00F44248">
            <w:pPr>
              <w:pStyle w:val="acctfourfigures"/>
              <w:shd w:val="clear" w:color="auto" w:fill="FFFFFF"/>
              <w:tabs>
                <w:tab w:val="clear" w:pos="765"/>
                <w:tab w:val="decimal" w:pos="1100"/>
              </w:tabs>
              <w:spacing w:line="240" w:lineRule="auto"/>
              <w:ind w:left="-79" w:right="-79"/>
              <w:rPr>
                <w:szCs w:val="22"/>
                <w:lang w:val="en-US" w:bidi="th-TH"/>
              </w:rPr>
            </w:pPr>
            <w:r w:rsidRPr="0040695E">
              <w:rPr>
                <w:szCs w:val="22"/>
              </w:rPr>
              <w:t>150,778</w:t>
            </w:r>
          </w:p>
        </w:tc>
      </w:tr>
      <w:tr w:rsidR="00F44248" w:rsidRPr="00ED6D28" w14:paraId="7F9D4518" w14:textId="77777777" w:rsidTr="00297088">
        <w:trPr>
          <w:cantSplit/>
        </w:trPr>
        <w:tc>
          <w:tcPr>
            <w:tcW w:w="6480" w:type="dxa"/>
            <w:vAlign w:val="bottom"/>
          </w:tcPr>
          <w:p w14:paraId="5395B70D" w14:textId="77777777" w:rsidR="00F44248" w:rsidRPr="00ED6D28" w:rsidRDefault="00F44248" w:rsidP="00F44248">
            <w:pPr>
              <w:pStyle w:val="acctfourfigures"/>
              <w:shd w:val="clear" w:color="auto" w:fill="FFFFFF"/>
              <w:tabs>
                <w:tab w:val="clear" w:pos="765"/>
                <w:tab w:val="decimal" w:pos="180"/>
              </w:tabs>
              <w:spacing w:line="240" w:lineRule="auto"/>
              <w:ind w:right="-79"/>
              <w:rPr>
                <w:szCs w:val="22"/>
              </w:rPr>
            </w:pPr>
            <w:r w:rsidRPr="00ED6D28">
              <w:rPr>
                <w:szCs w:val="22"/>
              </w:rPr>
              <w:t>External revenues</w:t>
            </w:r>
            <w:r w:rsidRPr="00ED6D28">
              <w:rPr>
                <w:szCs w:val="22"/>
                <w:lang w:val="en-US" w:bidi="th-TH"/>
              </w:rPr>
              <w:t xml:space="preserve"> - local</w:t>
            </w:r>
          </w:p>
        </w:tc>
        <w:tc>
          <w:tcPr>
            <w:tcW w:w="1260" w:type="dxa"/>
            <w:vAlign w:val="bottom"/>
          </w:tcPr>
          <w:p w14:paraId="319C58F2" w14:textId="09D7F568" w:rsidR="00F44248" w:rsidRPr="000F145E" w:rsidRDefault="003E20AB" w:rsidP="00F44248">
            <w:pPr>
              <w:pStyle w:val="acctfourfigures"/>
              <w:shd w:val="clear" w:color="auto" w:fill="FFFFFF"/>
              <w:tabs>
                <w:tab w:val="clear" w:pos="765"/>
                <w:tab w:val="decimal" w:pos="1090"/>
              </w:tabs>
              <w:spacing w:line="240" w:lineRule="auto"/>
              <w:ind w:left="-79" w:right="-80"/>
              <w:rPr>
                <w:szCs w:val="22"/>
              </w:rPr>
            </w:pPr>
            <w:r>
              <w:rPr>
                <w:szCs w:val="22"/>
              </w:rPr>
              <w:t>300,791</w:t>
            </w:r>
          </w:p>
        </w:tc>
        <w:tc>
          <w:tcPr>
            <w:tcW w:w="180" w:type="dxa"/>
          </w:tcPr>
          <w:p w14:paraId="560D12FB" w14:textId="77777777" w:rsidR="00F44248" w:rsidRPr="00297088" w:rsidRDefault="00F44248" w:rsidP="00F44248">
            <w:pPr>
              <w:pStyle w:val="acctfourfigures"/>
              <w:shd w:val="clear" w:color="auto" w:fill="FFFFFF"/>
              <w:spacing w:line="240" w:lineRule="auto"/>
              <w:ind w:left="-79" w:right="-79"/>
              <w:rPr>
                <w:szCs w:val="22"/>
                <w:lang w:val="en-US" w:bidi="th-TH"/>
              </w:rPr>
            </w:pPr>
          </w:p>
        </w:tc>
        <w:tc>
          <w:tcPr>
            <w:tcW w:w="1260" w:type="dxa"/>
            <w:vAlign w:val="bottom"/>
          </w:tcPr>
          <w:p w14:paraId="4E9E0392" w14:textId="55B4C2C0" w:rsidR="00F44248" w:rsidRPr="00297088" w:rsidRDefault="00F44248" w:rsidP="00F44248">
            <w:pPr>
              <w:pStyle w:val="acctfourfigures"/>
              <w:shd w:val="clear" w:color="auto" w:fill="FFFFFF"/>
              <w:tabs>
                <w:tab w:val="clear" w:pos="765"/>
                <w:tab w:val="decimal" w:pos="1100"/>
              </w:tabs>
              <w:spacing w:line="240" w:lineRule="auto"/>
              <w:ind w:left="-79" w:right="-79"/>
              <w:rPr>
                <w:szCs w:val="22"/>
                <w:lang w:val="en-US" w:bidi="th-TH"/>
              </w:rPr>
            </w:pPr>
            <w:r w:rsidRPr="0040695E">
              <w:rPr>
                <w:szCs w:val="22"/>
              </w:rPr>
              <w:t>281,377</w:t>
            </w:r>
          </w:p>
        </w:tc>
      </w:tr>
      <w:tr w:rsidR="00F44248" w:rsidRPr="00ED6D28" w14:paraId="7210C078" w14:textId="77777777" w:rsidTr="00297088">
        <w:trPr>
          <w:cantSplit/>
        </w:trPr>
        <w:tc>
          <w:tcPr>
            <w:tcW w:w="6480" w:type="dxa"/>
            <w:vAlign w:val="bottom"/>
          </w:tcPr>
          <w:p w14:paraId="17D98DA3" w14:textId="7A238CB4" w:rsidR="00F44248" w:rsidRPr="00ED6D28" w:rsidRDefault="00F44248" w:rsidP="00F44248">
            <w:pPr>
              <w:pStyle w:val="acctfourfigures"/>
              <w:shd w:val="clear" w:color="auto" w:fill="FFFFFF"/>
              <w:tabs>
                <w:tab w:val="clear" w:pos="765"/>
                <w:tab w:val="decimal" w:pos="180"/>
              </w:tabs>
              <w:spacing w:line="240" w:lineRule="auto"/>
              <w:ind w:right="-79"/>
              <w:rPr>
                <w:b/>
                <w:bCs/>
                <w:spacing w:val="-2"/>
                <w:szCs w:val="22"/>
                <w:cs/>
                <w:lang w:val="en-US" w:bidi="th-TH"/>
              </w:rPr>
            </w:pPr>
            <w:r w:rsidRPr="00ED6D28">
              <w:rPr>
                <w:b/>
                <w:bCs/>
                <w:spacing w:val="-2"/>
                <w:szCs w:val="22"/>
              </w:rPr>
              <w:t>Total revenue from sale of goods</w:t>
            </w:r>
          </w:p>
        </w:tc>
        <w:tc>
          <w:tcPr>
            <w:tcW w:w="1260" w:type="dxa"/>
            <w:tcBorders>
              <w:top w:val="single" w:sz="4" w:space="0" w:color="auto"/>
              <w:bottom w:val="double" w:sz="4" w:space="0" w:color="auto"/>
            </w:tcBorders>
            <w:shd w:val="clear" w:color="auto" w:fill="auto"/>
            <w:vAlign w:val="bottom"/>
          </w:tcPr>
          <w:p w14:paraId="101B5DAA" w14:textId="3070D736" w:rsidR="00F44248" w:rsidRPr="000F145E" w:rsidRDefault="003E20AB" w:rsidP="00F44248">
            <w:pPr>
              <w:pStyle w:val="acctfourfigures"/>
              <w:shd w:val="clear" w:color="auto" w:fill="FFFFFF"/>
              <w:tabs>
                <w:tab w:val="clear" w:pos="765"/>
                <w:tab w:val="decimal" w:pos="1090"/>
              </w:tabs>
              <w:spacing w:line="240" w:lineRule="auto"/>
              <w:ind w:left="-79" w:right="-80"/>
              <w:rPr>
                <w:b/>
                <w:bCs/>
                <w:szCs w:val="22"/>
                <w:lang w:val="en-US" w:bidi="th-TH"/>
              </w:rPr>
            </w:pPr>
            <w:r>
              <w:rPr>
                <w:b/>
                <w:bCs/>
                <w:szCs w:val="22"/>
                <w:lang w:val="en-US" w:bidi="th-TH"/>
              </w:rPr>
              <w:t>419,027</w:t>
            </w:r>
          </w:p>
        </w:tc>
        <w:tc>
          <w:tcPr>
            <w:tcW w:w="180" w:type="dxa"/>
            <w:shd w:val="clear" w:color="auto" w:fill="auto"/>
          </w:tcPr>
          <w:p w14:paraId="04E5061F" w14:textId="77777777" w:rsidR="00F44248" w:rsidRPr="00297088" w:rsidRDefault="00F44248" w:rsidP="00F44248">
            <w:pPr>
              <w:pStyle w:val="acctfourfigures"/>
              <w:shd w:val="clear" w:color="auto" w:fill="FFFFFF"/>
              <w:spacing w:line="240" w:lineRule="auto"/>
              <w:ind w:left="-79" w:right="-79"/>
              <w:rPr>
                <w:b/>
                <w:bCs/>
                <w:szCs w:val="22"/>
                <w:lang w:val="en-US" w:bidi="th-TH"/>
              </w:rPr>
            </w:pPr>
          </w:p>
        </w:tc>
        <w:tc>
          <w:tcPr>
            <w:tcW w:w="1260" w:type="dxa"/>
            <w:tcBorders>
              <w:top w:val="single" w:sz="4" w:space="0" w:color="auto"/>
              <w:bottom w:val="double" w:sz="4" w:space="0" w:color="auto"/>
            </w:tcBorders>
            <w:shd w:val="clear" w:color="auto" w:fill="auto"/>
            <w:vAlign w:val="bottom"/>
          </w:tcPr>
          <w:p w14:paraId="6128920D" w14:textId="12A0232F" w:rsidR="00F44248" w:rsidRPr="00297088" w:rsidRDefault="00F44248" w:rsidP="00F44248">
            <w:pPr>
              <w:pStyle w:val="acctfourfigures"/>
              <w:shd w:val="clear" w:color="auto" w:fill="FFFFFF"/>
              <w:tabs>
                <w:tab w:val="clear" w:pos="765"/>
                <w:tab w:val="decimal" w:pos="1100"/>
              </w:tabs>
              <w:spacing w:line="240" w:lineRule="auto"/>
              <w:ind w:left="-79" w:right="-79"/>
              <w:rPr>
                <w:b/>
                <w:bCs/>
                <w:szCs w:val="22"/>
                <w:lang w:val="en-US" w:bidi="th-TH"/>
              </w:rPr>
            </w:pPr>
            <w:r w:rsidRPr="0040695E">
              <w:rPr>
                <w:b/>
                <w:bCs/>
                <w:szCs w:val="22"/>
                <w:lang w:val="en-US" w:bidi="th-TH"/>
              </w:rPr>
              <w:t>432,155</w:t>
            </w:r>
          </w:p>
        </w:tc>
      </w:tr>
      <w:tr w:rsidR="00F44248" w:rsidRPr="00ED6D28" w14:paraId="2DE23BFB" w14:textId="77777777" w:rsidTr="009A478C">
        <w:trPr>
          <w:cantSplit/>
        </w:trPr>
        <w:tc>
          <w:tcPr>
            <w:tcW w:w="6480" w:type="dxa"/>
            <w:vAlign w:val="bottom"/>
          </w:tcPr>
          <w:p w14:paraId="07B4A7A5" w14:textId="77777777" w:rsidR="00F44248" w:rsidRPr="00ED6D28" w:rsidRDefault="00F44248" w:rsidP="00F44248">
            <w:pPr>
              <w:shd w:val="clear" w:color="auto" w:fill="FFFFFF"/>
              <w:spacing w:line="240" w:lineRule="auto"/>
              <w:ind w:right="-79"/>
              <w:rPr>
                <w:szCs w:val="22"/>
                <w:rtl/>
                <w:cs/>
              </w:rPr>
            </w:pPr>
          </w:p>
        </w:tc>
        <w:tc>
          <w:tcPr>
            <w:tcW w:w="1260" w:type="dxa"/>
            <w:tcBorders>
              <w:top w:val="double" w:sz="4" w:space="0" w:color="auto"/>
            </w:tcBorders>
            <w:vAlign w:val="center"/>
          </w:tcPr>
          <w:p w14:paraId="389015B8" w14:textId="77777777" w:rsidR="00F44248" w:rsidRPr="00A04EE7" w:rsidRDefault="00F44248" w:rsidP="00F44248">
            <w:pPr>
              <w:pStyle w:val="acctfourfigures"/>
              <w:shd w:val="clear" w:color="auto" w:fill="FFFFFF"/>
              <w:tabs>
                <w:tab w:val="clear" w:pos="765"/>
                <w:tab w:val="decimal" w:pos="1090"/>
              </w:tabs>
              <w:spacing w:line="240" w:lineRule="auto"/>
              <w:ind w:left="-79" w:right="-80"/>
              <w:rPr>
                <w:szCs w:val="22"/>
                <w:lang w:val="en-US" w:bidi="th-TH"/>
              </w:rPr>
            </w:pPr>
          </w:p>
        </w:tc>
        <w:tc>
          <w:tcPr>
            <w:tcW w:w="180" w:type="dxa"/>
          </w:tcPr>
          <w:p w14:paraId="0A9E1734" w14:textId="77777777" w:rsidR="00F44248" w:rsidRPr="00A04EE7" w:rsidRDefault="00F44248" w:rsidP="00F44248">
            <w:pPr>
              <w:pStyle w:val="acctfourfigures"/>
              <w:shd w:val="clear" w:color="auto" w:fill="FFFFFF"/>
              <w:spacing w:line="240" w:lineRule="auto"/>
              <w:ind w:left="-79" w:right="-79"/>
              <w:rPr>
                <w:szCs w:val="22"/>
                <w:lang w:val="en-US" w:bidi="th-TH"/>
              </w:rPr>
            </w:pPr>
          </w:p>
        </w:tc>
        <w:tc>
          <w:tcPr>
            <w:tcW w:w="1260" w:type="dxa"/>
            <w:tcBorders>
              <w:top w:val="double" w:sz="4" w:space="0" w:color="auto"/>
            </w:tcBorders>
            <w:vAlign w:val="center"/>
          </w:tcPr>
          <w:p w14:paraId="6DECD3D2" w14:textId="77777777" w:rsidR="00F44248" w:rsidRPr="00A04EE7" w:rsidRDefault="00F44248" w:rsidP="00F44248">
            <w:pPr>
              <w:pStyle w:val="acctfourfigures"/>
              <w:shd w:val="clear" w:color="auto" w:fill="FFFFFF"/>
              <w:tabs>
                <w:tab w:val="clear" w:pos="765"/>
                <w:tab w:val="decimal" w:pos="1100"/>
              </w:tabs>
              <w:spacing w:line="240" w:lineRule="auto"/>
              <w:ind w:left="-79" w:right="-79"/>
              <w:rPr>
                <w:szCs w:val="22"/>
                <w:lang w:val="en-US" w:bidi="th-TH"/>
              </w:rPr>
            </w:pPr>
          </w:p>
        </w:tc>
      </w:tr>
      <w:tr w:rsidR="00F44248" w:rsidRPr="00ED6D28" w14:paraId="288CE17E" w14:textId="77777777" w:rsidTr="009A478C">
        <w:trPr>
          <w:cantSplit/>
        </w:trPr>
        <w:tc>
          <w:tcPr>
            <w:tcW w:w="6480" w:type="dxa"/>
            <w:vAlign w:val="bottom"/>
          </w:tcPr>
          <w:p w14:paraId="12E0ED51" w14:textId="5C55BA58" w:rsidR="00F44248" w:rsidRPr="00ED6D28" w:rsidRDefault="00F44248" w:rsidP="00F44248">
            <w:pPr>
              <w:shd w:val="clear" w:color="auto" w:fill="FFFFFF"/>
              <w:spacing w:line="240" w:lineRule="auto"/>
              <w:ind w:right="-79"/>
              <w:rPr>
                <w:szCs w:val="22"/>
                <w:rtl/>
                <w:cs/>
              </w:rPr>
            </w:pPr>
            <w:r w:rsidRPr="00144E21">
              <w:rPr>
                <w:szCs w:val="22"/>
              </w:rPr>
              <w:t>Earnings before interest, tax, depreciation,</w:t>
            </w:r>
          </w:p>
        </w:tc>
        <w:tc>
          <w:tcPr>
            <w:tcW w:w="1260" w:type="dxa"/>
            <w:vAlign w:val="center"/>
          </w:tcPr>
          <w:p w14:paraId="59FCEF4D" w14:textId="77777777" w:rsidR="00F44248" w:rsidRPr="00A04EE7" w:rsidRDefault="00F44248" w:rsidP="00F44248">
            <w:pPr>
              <w:pStyle w:val="acctfourfigures"/>
              <w:shd w:val="clear" w:color="auto" w:fill="FFFFFF"/>
              <w:tabs>
                <w:tab w:val="clear" w:pos="765"/>
                <w:tab w:val="decimal" w:pos="1090"/>
              </w:tabs>
              <w:spacing w:line="240" w:lineRule="auto"/>
              <w:ind w:left="-79" w:right="-80"/>
              <w:rPr>
                <w:szCs w:val="22"/>
                <w:lang w:val="en-US" w:bidi="th-TH"/>
              </w:rPr>
            </w:pPr>
          </w:p>
        </w:tc>
        <w:tc>
          <w:tcPr>
            <w:tcW w:w="180" w:type="dxa"/>
          </w:tcPr>
          <w:p w14:paraId="577543A0" w14:textId="77777777" w:rsidR="00F44248" w:rsidRPr="00A04EE7" w:rsidRDefault="00F44248" w:rsidP="00F44248">
            <w:pPr>
              <w:pStyle w:val="acctfourfigures"/>
              <w:shd w:val="clear" w:color="auto" w:fill="FFFFFF"/>
              <w:spacing w:line="240" w:lineRule="auto"/>
              <w:ind w:left="-79" w:right="-79"/>
              <w:rPr>
                <w:szCs w:val="22"/>
                <w:lang w:val="en-US" w:bidi="th-TH"/>
              </w:rPr>
            </w:pPr>
          </w:p>
        </w:tc>
        <w:tc>
          <w:tcPr>
            <w:tcW w:w="1260" w:type="dxa"/>
            <w:vAlign w:val="center"/>
          </w:tcPr>
          <w:p w14:paraId="48B0251F" w14:textId="77777777" w:rsidR="00F44248" w:rsidRPr="00A04EE7" w:rsidRDefault="00F44248" w:rsidP="00F44248">
            <w:pPr>
              <w:pStyle w:val="acctfourfigures"/>
              <w:shd w:val="clear" w:color="auto" w:fill="FFFFFF"/>
              <w:tabs>
                <w:tab w:val="clear" w:pos="765"/>
                <w:tab w:val="decimal" w:pos="1100"/>
              </w:tabs>
              <w:spacing w:line="240" w:lineRule="auto"/>
              <w:ind w:left="-79" w:right="-79"/>
              <w:rPr>
                <w:szCs w:val="22"/>
                <w:lang w:val="en-US" w:bidi="th-TH"/>
              </w:rPr>
            </w:pPr>
          </w:p>
        </w:tc>
      </w:tr>
      <w:tr w:rsidR="00F44248" w:rsidRPr="00ED6D28" w14:paraId="4C589B9C" w14:textId="77777777" w:rsidTr="00297088">
        <w:trPr>
          <w:cantSplit/>
        </w:trPr>
        <w:tc>
          <w:tcPr>
            <w:tcW w:w="6480" w:type="dxa"/>
            <w:vAlign w:val="bottom"/>
          </w:tcPr>
          <w:p w14:paraId="5B23E160" w14:textId="51B30864" w:rsidR="00F44248" w:rsidRPr="00ED6D28" w:rsidRDefault="00F44248" w:rsidP="00F44248">
            <w:pPr>
              <w:shd w:val="clear" w:color="auto" w:fill="FFFFFF"/>
              <w:spacing w:line="240" w:lineRule="auto"/>
              <w:ind w:right="-79" w:firstLine="195"/>
              <w:rPr>
                <w:szCs w:val="22"/>
                <w:rtl/>
                <w:cs/>
              </w:rPr>
            </w:pPr>
            <w:r w:rsidRPr="00144E21">
              <w:rPr>
                <w:szCs w:val="22"/>
              </w:rPr>
              <w:t xml:space="preserve">and amortization </w:t>
            </w:r>
            <w:r>
              <w:rPr>
                <w:szCs w:val="22"/>
              </w:rPr>
              <w:t>(</w:t>
            </w:r>
            <w:r w:rsidRPr="00ED6D28">
              <w:rPr>
                <w:szCs w:val="22"/>
              </w:rPr>
              <w:t>EBITDA</w:t>
            </w:r>
            <w:r>
              <w:rPr>
                <w:szCs w:val="22"/>
              </w:rPr>
              <w:t>)</w:t>
            </w:r>
          </w:p>
        </w:tc>
        <w:tc>
          <w:tcPr>
            <w:tcW w:w="1260" w:type="dxa"/>
            <w:vAlign w:val="center"/>
          </w:tcPr>
          <w:p w14:paraId="0A8A0DE0" w14:textId="1BFD72C2" w:rsidR="00F44248" w:rsidRPr="00297088" w:rsidRDefault="003E20AB" w:rsidP="00F44248">
            <w:pPr>
              <w:pStyle w:val="acctfourfigures"/>
              <w:shd w:val="clear" w:color="auto" w:fill="FFFFFF"/>
              <w:tabs>
                <w:tab w:val="clear" w:pos="765"/>
                <w:tab w:val="decimal" w:pos="1090"/>
              </w:tabs>
              <w:spacing w:line="240" w:lineRule="auto"/>
              <w:ind w:right="-80"/>
              <w:rPr>
                <w:szCs w:val="22"/>
              </w:rPr>
            </w:pPr>
            <w:r>
              <w:rPr>
                <w:szCs w:val="22"/>
              </w:rPr>
              <w:t>52,688</w:t>
            </w:r>
          </w:p>
        </w:tc>
        <w:tc>
          <w:tcPr>
            <w:tcW w:w="180" w:type="dxa"/>
          </w:tcPr>
          <w:p w14:paraId="6D42F05C" w14:textId="77777777" w:rsidR="00F44248" w:rsidRPr="00297088" w:rsidRDefault="00F44248" w:rsidP="00F44248">
            <w:pPr>
              <w:pStyle w:val="acctfourfigures"/>
              <w:shd w:val="clear" w:color="auto" w:fill="FFFFFF"/>
              <w:spacing w:line="240" w:lineRule="auto"/>
              <w:ind w:left="-79" w:right="-79"/>
              <w:rPr>
                <w:szCs w:val="22"/>
                <w:lang w:val="en-US" w:bidi="th-TH"/>
              </w:rPr>
            </w:pPr>
          </w:p>
        </w:tc>
        <w:tc>
          <w:tcPr>
            <w:tcW w:w="1260" w:type="dxa"/>
            <w:vAlign w:val="center"/>
          </w:tcPr>
          <w:p w14:paraId="3C0BFD25" w14:textId="247276FA" w:rsidR="00F44248" w:rsidRPr="00297088" w:rsidRDefault="00F44248" w:rsidP="00F44248">
            <w:pPr>
              <w:pStyle w:val="acctfourfigures"/>
              <w:shd w:val="clear" w:color="auto" w:fill="FFFFFF"/>
              <w:tabs>
                <w:tab w:val="clear" w:pos="765"/>
                <w:tab w:val="decimal" w:pos="1100"/>
              </w:tabs>
              <w:spacing w:line="240" w:lineRule="auto"/>
              <w:ind w:left="-79" w:right="-79"/>
              <w:rPr>
                <w:szCs w:val="22"/>
              </w:rPr>
            </w:pPr>
            <w:r w:rsidRPr="0040695E">
              <w:rPr>
                <w:szCs w:val="22"/>
              </w:rPr>
              <w:t>50,276</w:t>
            </w:r>
          </w:p>
        </w:tc>
      </w:tr>
    </w:tbl>
    <w:p w14:paraId="74B0FB69" w14:textId="44A9F084" w:rsidR="00F00F92" w:rsidRPr="009524AF" w:rsidRDefault="00F00F92" w:rsidP="00480D31">
      <w:pPr>
        <w:spacing w:line="240" w:lineRule="auto"/>
        <w:ind w:left="540"/>
        <w:rPr>
          <w:i/>
          <w:iCs/>
          <w:sz w:val="20"/>
        </w:rPr>
      </w:pPr>
    </w:p>
    <w:p w14:paraId="2D2469C8" w14:textId="5880BB24" w:rsidR="00542E17" w:rsidRDefault="0083377B" w:rsidP="00542E17">
      <w:pPr>
        <w:spacing w:line="240" w:lineRule="auto"/>
        <w:ind w:left="540"/>
        <w:jc w:val="both"/>
        <w:rPr>
          <w:rFonts w:cstheme="minorBidi"/>
          <w:szCs w:val="22"/>
          <w:lang w:val="en-US" w:bidi="th-TH"/>
        </w:rPr>
      </w:pPr>
      <w:r w:rsidRPr="00ED6D28">
        <w:rPr>
          <w:szCs w:val="22"/>
          <w:lang w:val="en-US" w:bidi="th-TH"/>
        </w:rPr>
        <w:t>The Group’s revenue from sales of goods is recognised when a customer obtains control of the goods, generally on delivery of the goods to the customers.</w:t>
      </w:r>
    </w:p>
    <w:p w14:paraId="2D7A34F9" w14:textId="77777777" w:rsidR="00C861F3" w:rsidRPr="00C861F3" w:rsidRDefault="00C861F3" w:rsidP="00542E17">
      <w:pPr>
        <w:spacing w:line="240" w:lineRule="auto"/>
        <w:ind w:left="540"/>
        <w:jc w:val="both"/>
        <w:rPr>
          <w:rFonts w:cstheme="minorBidi"/>
          <w:szCs w:val="22"/>
          <w:lang w:val="en-US" w:bidi="th-TH"/>
        </w:rPr>
      </w:pPr>
    </w:p>
    <w:p w14:paraId="45F9F2BB" w14:textId="0DA7A3FD" w:rsidR="00B212F8" w:rsidRDefault="00B212F8" w:rsidP="007E0034">
      <w:pPr>
        <w:pStyle w:val="Heading1"/>
        <w:numPr>
          <w:ilvl w:val="0"/>
          <w:numId w:val="41"/>
        </w:numPr>
        <w:spacing w:before="0" w:after="0" w:line="240" w:lineRule="atLeast"/>
        <w:ind w:right="108"/>
        <w:rPr>
          <w:rFonts w:cs="Angsana New"/>
          <w:szCs w:val="30"/>
          <w:lang w:val="en-US" w:bidi="th-TH"/>
        </w:rPr>
      </w:pPr>
      <w:r>
        <w:rPr>
          <w:rFonts w:cs="Angsana New"/>
          <w:szCs w:val="30"/>
          <w:lang w:val="en-US" w:bidi="th-TH"/>
        </w:rPr>
        <w:t>Share capital</w:t>
      </w:r>
    </w:p>
    <w:p w14:paraId="3D2B1BCA" w14:textId="77777777" w:rsidR="003E20AB" w:rsidRPr="003E20AB" w:rsidRDefault="003E20AB" w:rsidP="003E20AB">
      <w:pPr>
        <w:pStyle w:val="BodyText"/>
        <w:spacing w:after="0"/>
        <w:rPr>
          <w:lang w:val="en-US" w:eastAsia="x-none" w:bidi="th-TH"/>
        </w:rPr>
      </w:pPr>
    </w:p>
    <w:tbl>
      <w:tblPr>
        <w:tblW w:w="9099" w:type="dxa"/>
        <w:tblInd w:w="450" w:type="dxa"/>
        <w:tblLayout w:type="fixed"/>
        <w:tblCellMar>
          <w:left w:w="79" w:type="dxa"/>
          <w:right w:w="79" w:type="dxa"/>
        </w:tblCellMar>
        <w:tblLook w:val="0000" w:firstRow="0" w:lastRow="0" w:firstColumn="0" w:lastColumn="0" w:noHBand="0" w:noVBand="0"/>
      </w:tblPr>
      <w:tblGrid>
        <w:gridCol w:w="3330"/>
        <w:gridCol w:w="1190"/>
        <w:gridCol w:w="1041"/>
        <w:gridCol w:w="183"/>
        <w:gridCol w:w="974"/>
        <w:gridCol w:w="33"/>
        <w:gridCol w:w="179"/>
        <w:gridCol w:w="1011"/>
        <w:gridCol w:w="183"/>
        <w:gridCol w:w="975"/>
      </w:tblGrid>
      <w:tr w:rsidR="003E20AB" w:rsidRPr="003E20AB" w14:paraId="3A071807" w14:textId="77777777" w:rsidTr="003E20AB">
        <w:trPr>
          <w:cantSplit/>
          <w:tblHeader/>
        </w:trPr>
        <w:tc>
          <w:tcPr>
            <w:tcW w:w="3330" w:type="dxa"/>
            <w:shd w:val="clear" w:color="auto" w:fill="auto"/>
          </w:tcPr>
          <w:p w14:paraId="796D5520" w14:textId="77777777" w:rsidR="003E20AB" w:rsidRPr="003E20AB" w:rsidRDefault="003E20AB" w:rsidP="003E20AB">
            <w:pPr>
              <w:rPr>
                <w:color w:val="0000FF"/>
                <w:szCs w:val="22"/>
              </w:rPr>
            </w:pPr>
          </w:p>
        </w:tc>
        <w:tc>
          <w:tcPr>
            <w:tcW w:w="1190" w:type="dxa"/>
            <w:vAlign w:val="bottom"/>
          </w:tcPr>
          <w:p w14:paraId="7267A03D" w14:textId="77777777" w:rsidR="003E20AB" w:rsidRPr="003E20AB" w:rsidRDefault="003E20AB" w:rsidP="003E20AB">
            <w:pPr>
              <w:jc w:val="center"/>
              <w:rPr>
                <w:szCs w:val="22"/>
              </w:rPr>
            </w:pPr>
            <w:r w:rsidRPr="003E20AB">
              <w:rPr>
                <w:szCs w:val="22"/>
              </w:rPr>
              <w:t>Par value</w:t>
            </w:r>
          </w:p>
        </w:tc>
        <w:tc>
          <w:tcPr>
            <w:tcW w:w="2198" w:type="dxa"/>
            <w:gridSpan w:val="3"/>
          </w:tcPr>
          <w:p w14:paraId="0C7B287E" w14:textId="7F7BA049" w:rsidR="003E20AB" w:rsidRPr="003E20AB" w:rsidRDefault="003E20AB" w:rsidP="003E20AB">
            <w:pPr>
              <w:jc w:val="center"/>
              <w:rPr>
                <w:szCs w:val="22"/>
              </w:rPr>
            </w:pPr>
            <w:r w:rsidRPr="003E20AB">
              <w:rPr>
                <w:szCs w:val="22"/>
              </w:rPr>
              <w:t>202</w:t>
            </w:r>
            <w:r w:rsidR="00DB74F5">
              <w:rPr>
                <w:szCs w:val="22"/>
              </w:rPr>
              <w:t>5</w:t>
            </w:r>
          </w:p>
        </w:tc>
        <w:tc>
          <w:tcPr>
            <w:tcW w:w="212" w:type="dxa"/>
            <w:gridSpan w:val="2"/>
          </w:tcPr>
          <w:p w14:paraId="6BCD25A4" w14:textId="77777777" w:rsidR="003E20AB" w:rsidRPr="003E20AB" w:rsidRDefault="003E20AB" w:rsidP="003E20AB">
            <w:pPr>
              <w:jc w:val="center"/>
              <w:rPr>
                <w:szCs w:val="22"/>
              </w:rPr>
            </w:pPr>
          </w:p>
        </w:tc>
        <w:tc>
          <w:tcPr>
            <w:tcW w:w="2169" w:type="dxa"/>
            <w:gridSpan w:val="3"/>
          </w:tcPr>
          <w:p w14:paraId="3829E370" w14:textId="3C6689A5" w:rsidR="003E20AB" w:rsidRPr="003E20AB" w:rsidRDefault="003E20AB" w:rsidP="003E20AB">
            <w:pPr>
              <w:jc w:val="center"/>
              <w:rPr>
                <w:szCs w:val="22"/>
              </w:rPr>
            </w:pPr>
            <w:r w:rsidRPr="003E20AB">
              <w:rPr>
                <w:szCs w:val="22"/>
              </w:rPr>
              <w:t>202</w:t>
            </w:r>
            <w:r w:rsidR="00DB74F5">
              <w:rPr>
                <w:szCs w:val="22"/>
              </w:rPr>
              <w:t>4</w:t>
            </w:r>
          </w:p>
        </w:tc>
      </w:tr>
      <w:tr w:rsidR="003E20AB" w:rsidRPr="003E20AB" w14:paraId="0D2EA2D4" w14:textId="77777777" w:rsidTr="003E20AB">
        <w:trPr>
          <w:cantSplit/>
          <w:tblHeader/>
        </w:trPr>
        <w:tc>
          <w:tcPr>
            <w:tcW w:w="3330" w:type="dxa"/>
            <w:shd w:val="clear" w:color="auto" w:fill="auto"/>
          </w:tcPr>
          <w:p w14:paraId="3D31A44D" w14:textId="77777777" w:rsidR="003E20AB" w:rsidRPr="003E20AB" w:rsidRDefault="003E20AB" w:rsidP="003E20AB">
            <w:pPr>
              <w:spacing w:line="240" w:lineRule="atLeast"/>
              <w:rPr>
                <w:b/>
                <w:bCs/>
                <w:i/>
                <w:iCs/>
                <w:szCs w:val="22"/>
              </w:rPr>
            </w:pPr>
          </w:p>
        </w:tc>
        <w:tc>
          <w:tcPr>
            <w:tcW w:w="1190" w:type="dxa"/>
          </w:tcPr>
          <w:p w14:paraId="3478FD0F" w14:textId="77777777" w:rsidR="003E20AB" w:rsidRPr="003E20AB" w:rsidRDefault="003E20AB" w:rsidP="003E20AB">
            <w:pPr>
              <w:tabs>
                <w:tab w:val="decimal" w:pos="371"/>
              </w:tabs>
              <w:spacing w:line="240" w:lineRule="atLeast"/>
              <w:jc w:val="center"/>
              <w:rPr>
                <w:i/>
                <w:iCs/>
                <w:szCs w:val="22"/>
              </w:rPr>
            </w:pPr>
            <w:r w:rsidRPr="003E20AB">
              <w:rPr>
                <w:szCs w:val="22"/>
              </w:rPr>
              <w:t>per share</w:t>
            </w:r>
          </w:p>
        </w:tc>
        <w:tc>
          <w:tcPr>
            <w:tcW w:w="1041" w:type="dxa"/>
          </w:tcPr>
          <w:p w14:paraId="2090EF2F" w14:textId="77777777" w:rsidR="003E20AB" w:rsidRPr="003E20AB" w:rsidRDefault="003E20AB" w:rsidP="003E20AB">
            <w:pPr>
              <w:spacing w:line="240" w:lineRule="atLeast"/>
              <w:rPr>
                <w:bCs/>
                <w:szCs w:val="22"/>
              </w:rPr>
            </w:pPr>
            <w:r w:rsidRPr="003E20AB">
              <w:rPr>
                <w:bCs/>
                <w:szCs w:val="22"/>
              </w:rPr>
              <w:t>Number</w:t>
            </w:r>
          </w:p>
        </w:tc>
        <w:tc>
          <w:tcPr>
            <w:tcW w:w="183" w:type="dxa"/>
          </w:tcPr>
          <w:p w14:paraId="7334A388" w14:textId="77777777" w:rsidR="003E20AB" w:rsidRPr="003E20AB" w:rsidRDefault="003E20AB" w:rsidP="003E20AB">
            <w:pPr>
              <w:spacing w:line="240" w:lineRule="atLeast"/>
              <w:ind w:left="540"/>
              <w:jc w:val="center"/>
              <w:rPr>
                <w:bCs/>
                <w:szCs w:val="22"/>
              </w:rPr>
            </w:pPr>
          </w:p>
        </w:tc>
        <w:tc>
          <w:tcPr>
            <w:tcW w:w="974" w:type="dxa"/>
          </w:tcPr>
          <w:p w14:paraId="457280DB" w14:textId="77777777" w:rsidR="003E20AB" w:rsidRPr="003E20AB" w:rsidRDefault="003E20AB" w:rsidP="003E20AB">
            <w:pPr>
              <w:spacing w:line="240" w:lineRule="atLeast"/>
              <w:rPr>
                <w:bCs/>
                <w:szCs w:val="22"/>
              </w:rPr>
            </w:pPr>
            <w:r w:rsidRPr="003E20AB">
              <w:rPr>
                <w:bCs/>
                <w:szCs w:val="22"/>
              </w:rPr>
              <w:t>Amount</w:t>
            </w:r>
          </w:p>
        </w:tc>
        <w:tc>
          <w:tcPr>
            <w:tcW w:w="212" w:type="dxa"/>
            <w:gridSpan w:val="2"/>
          </w:tcPr>
          <w:p w14:paraId="54C6337D" w14:textId="77777777" w:rsidR="003E20AB" w:rsidRPr="003E20AB" w:rsidRDefault="003E20AB" w:rsidP="003E20AB">
            <w:pPr>
              <w:spacing w:line="240" w:lineRule="atLeast"/>
              <w:rPr>
                <w:bCs/>
                <w:szCs w:val="22"/>
              </w:rPr>
            </w:pPr>
          </w:p>
        </w:tc>
        <w:tc>
          <w:tcPr>
            <w:tcW w:w="1011" w:type="dxa"/>
          </w:tcPr>
          <w:p w14:paraId="52B22BC2" w14:textId="77777777" w:rsidR="003E20AB" w:rsidRPr="003E20AB" w:rsidRDefault="003E20AB" w:rsidP="003E20AB">
            <w:pPr>
              <w:spacing w:line="240" w:lineRule="atLeast"/>
              <w:rPr>
                <w:bCs/>
                <w:szCs w:val="22"/>
              </w:rPr>
            </w:pPr>
            <w:r w:rsidRPr="003E20AB">
              <w:rPr>
                <w:bCs/>
                <w:szCs w:val="22"/>
              </w:rPr>
              <w:t>Number</w:t>
            </w:r>
          </w:p>
        </w:tc>
        <w:tc>
          <w:tcPr>
            <w:tcW w:w="183" w:type="dxa"/>
          </w:tcPr>
          <w:p w14:paraId="18459A27" w14:textId="77777777" w:rsidR="003E20AB" w:rsidRPr="003E20AB" w:rsidRDefault="003E20AB" w:rsidP="003E20AB">
            <w:pPr>
              <w:spacing w:line="240" w:lineRule="atLeast"/>
              <w:ind w:left="540"/>
              <w:jc w:val="center"/>
              <w:rPr>
                <w:bCs/>
                <w:szCs w:val="22"/>
              </w:rPr>
            </w:pPr>
          </w:p>
        </w:tc>
        <w:tc>
          <w:tcPr>
            <w:tcW w:w="975" w:type="dxa"/>
          </w:tcPr>
          <w:p w14:paraId="41379A7E" w14:textId="77777777" w:rsidR="003E20AB" w:rsidRPr="003E20AB" w:rsidRDefault="003E20AB" w:rsidP="003E20AB">
            <w:pPr>
              <w:spacing w:line="240" w:lineRule="atLeast"/>
              <w:rPr>
                <w:bCs/>
                <w:szCs w:val="22"/>
              </w:rPr>
            </w:pPr>
            <w:r w:rsidRPr="003E20AB">
              <w:rPr>
                <w:bCs/>
                <w:szCs w:val="22"/>
              </w:rPr>
              <w:t>Amount</w:t>
            </w:r>
          </w:p>
        </w:tc>
      </w:tr>
      <w:tr w:rsidR="003E20AB" w:rsidRPr="003E20AB" w14:paraId="2AF111BD" w14:textId="77777777" w:rsidTr="009A167B">
        <w:trPr>
          <w:cantSplit/>
          <w:tblHeader/>
        </w:trPr>
        <w:tc>
          <w:tcPr>
            <w:tcW w:w="3330" w:type="dxa"/>
          </w:tcPr>
          <w:p w14:paraId="51294454" w14:textId="77777777" w:rsidR="003E20AB" w:rsidRPr="003E20AB" w:rsidRDefault="003E20AB" w:rsidP="003E20AB">
            <w:pPr>
              <w:spacing w:line="240" w:lineRule="atLeast"/>
              <w:rPr>
                <w:b/>
                <w:bCs/>
                <w:i/>
                <w:iCs/>
                <w:szCs w:val="22"/>
              </w:rPr>
            </w:pPr>
          </w:p>
        </w:tc>
        <w:tc>
          <w:tcPr>
            <w:tcW w:w="1190" w:type="dxa"/>
          </w:tcPr>
          <w:p w14:paraId="372F35E4" w14:textId="77777777" w:rsidR="003E20AB" w:rsidRPr="003E20AB" w:rsidRDefault="003E20AB" w:rsidP="003E20AB">
            <w:pPr>
              <w:tabs>
                <w:tab w:val="decimal" w:pos="371"/>
                <w:tab w:val="decimal" w:pos="765"/>
              </w:tabs>
              <w:spacing w:line="240" w:lineRule="atLeast"/>
              <w:jc w:val="center"/>
              <w:rPr>
                <w:i/>
                <w:iCs/>
                <w:szCs w:val="22"/>
              </w:rPr>
            </w:pPr>
            <w:r w:rsidRPr="003E20AB">
              <w:rPr>
                <w:i/>
                <w:iCs/>
                <w:szCs w:val="22"/>
              </w:rPr>
              <w:t>(in Baht)</w:t>
            </w:r>
          </w:p>
        </w:tc>
        <w:tc>
          <w:tcPr>
            <w:tcW w:w="4579" w:type="dxa"/>
            <w:gridSpan w:val="8"/>
          </w:tcPr>
          <w:p w14:paraId="29332A78" w14:textId="77777777" w:rsidR="003E20AB" w:rsidRPr="003E20AB" w:rsidRDefault="003E20AB" w:rsidP="003E20AB">
            <w:pPr>
              <w:tabs>
                <w:tab w:val="decimal" w:pos="765"/>
              </w:tabs>
              <w:spacing w:line="240" w:lineRule="atLeast"/>
              <w:jc w:val="center"/>
              <w:rPr>
                <w:i/>
                <w:iCs/>
                <w:szCs w:val="22"/>
              </w:rPr>
            </w:pPr>
            <w:r w:rsidRPr="003E20AB">
              <w:rPr>
                <w:i/>
                <w:iCs/>
                <w:szCs w:val="22"/>
              </w:rPr>
              <w:t>(thousand shares / in thousand Baht)</w:t>
            </w:r>
          </w:p>
        </w:tc>
      </w:tr>
      <w:tr w:rsidR="003E20AB" w:rsidRPr="003E20AB" w14:paraId="389244FA" w14:textId="77777777" w:rsidTr="003E20AB">
        <w:trPr>
          <w:cantSplit/>
        </w:trPr>
        <w:tc>
          <w:tcPr>
            <w:tcW w:w="3330" w:type="dxa"/>
          </w:tcPr>
          <w:p w14:paraId="7D4258D2" w14:textId="77777777" w:rsidR="003E20AB" w:rsidRPr="003E20AB" w:rsidRDefault="003E20AB" w:rsidP="003E20AB">
            <w:pPr>
              <w:spacing w:line="240" w:lineRule="atLeast"/>
              <w:ind w:left="191" w:hanging="191"/>
              <w:rPr>
                <w:szCs w:val="22"/>
              </w:rPr>
            </w:pPr>
            <w:r w:rsidRPr="003E20AB">
              <w:rPr>
                <w:b/>
                <w:bCs/>
                <w:i/>
                <w:iCs/>
                <w:szCs w:val="22"/>
              </w:rPr>
              <w:t xml:space="preserve">Authorised </w:t>
            </w:r>
          </w:p>
        </w:tc>
        <w:tc>
          <w:tcPr>
            <w:tcW w:w="1190" w:type="dxa"/>
          </w:tcPr>
          <w:p w14:paraId="75567655" w14:textId="77777777" w:rsidR="003E20AB" w:rsidRPr="003E20AB" w:rsidRDefault="003E20AB" w:rsidP="003E20AB">
            <w:pPr>
              <w:tabs>
                <w:tab w:val="decimal" w:pos="371"/>
                <w:tab w:val="decimal" w:pos="731"/>
              </w:tabs>
              <w:spacing w:line="240" w:lineRule="atLeast"/>
              <w:ind w:right="11"/>
              <w:jc w:val="center"/>
              <w:rPr>
                <w:i/>
                <w:iCs/>
                <w:szCs w:val="22"/>
              </w:rPr>
            </w:pPr>
          </w:p>
        </w:tc>
        <w:tc>
          <w:tcPr>
            <w:tcW w:w="1041" w:type="dxa"/>
            <w:vAlign w:val="bottom"/>
          </w:tcPr>
          <w:p w14:paraId="11069970" w14:textId="77777777" w:rsidR="003E20AB" w:rsidRPr="003E20AB" w:rsidRDefault="003E20AB" w:rsidP="003E20AB">
            <w:pPr>
              <w:tabs>
                <w:tab w:val="decimal" w:pos="876"/>
              </w:tabs>
              <w:spacing w:line="240" w:lineRule="atLeast"/>
              <w:ind w:right="-127"/>
              <w:rPr>
                <w:szCs w:val="22"/>
              </w:rPr>
            </w:pPr>
          </w:p>
        </w:tc>
        <w:tc>
          <w:tcPr>
            <w:tcW w:w="183" w:type="dxa"/>
            <w:vAlign w:val="bottom"/>
          </w:tcPr>
          <w:p w14:paraId="45390939" w14:textId="77777777" w:rsidR="003E20AB" w:rsidRPr="003E20AB" w:rsidRDefault="003E20AB" w:rsidP="003E20AB">
            <w:pPr>
              <w:tabs>
                <w:tab w:val="decimal" w:pos="765"/>
              </w:tabs>
              <w:spacing w:line="240" w:lineRule="atLeast"/>
              <w:rPr>
                <w:szCs w:val="22"/>
              </w:rPr>
            </w:pPr>
          </w:p>
        </w:tc>
        <w:tc>
          <w:tcPr>
            <w:tcW w:w="1007" w:type="dxa"/>
            <w:gridSpan w:val="2"/>
            <w:vAlign w:val="bottom"/>
          </w:tcPr>
          <w:p w14:paraId="382397A4" w14:textId="77777777" w:rsidR="003E20AB" w:rsidRPr="003E20AB" w:rsidRDefault="003E20AB" w:rsidP="003E20AB">
            <w:pPr>
              <w:tabs>
                <w:tab w:val="decimal" w:pos="852"/>
              </w:tabs>
              <w:spacing w:line="240" w:lineRule="atLeast"/>
              <w:ind w:right="-107"/>
              <w:rPr>
                <w:szCs w:val="22"/>
              </w:rPr>
            </w:pPr>
          </w:p>
        </w:tc>
        <w:tc>
          <w:tcPr>
            <w:tcW w:w="179" w:type="dxa"/>
            <w:vAlign w:val="bottom"/>
          </w:tcPr>
          <w:p w14:paraId="487D3071" w14:textId="77777777" w:rsidR="003E20AB" w:rsidRPr="003E20AB" w:rsidRDefault="003E20AB" w:rsidP="003E20AB">
            <w:pPr>
              <w:tabs>
                <w:tab w:val="decimal" w:pos="765"/>
              </w:tabs>
              <w:spacing w:line="240" w:lineRule="atLeast"/>
              <w:rPr>
                <w:szCs w:val="22"/>
              </w:rPr>
            </w:pPr>
          </w:p>
        </w:tc>
        <w:tc>
          <w:tcPr>
            <w:tcW w:w="1011" w:type="dxa"/>
            <w:vAlign w:val="bottom"/>
          </w:tcPr>
          <w:p w14:paraId="05B82BEE" w14:textId="77777777" w:rsidR="003E20AB" w:rsidRPr="003E20AB" w:rsidRDefault="003E20AB" w:rsidP="003E20AB">
            <w:pPr>
              <w:tabs>
                <w:tab w:val="decimal" w:pos="851"/>
              </w:tabs>
              <w:spacing w:line="240" w:lineRule="atLeast"/>
              <w:ind w:right="-88"/>
              <w:rPr>
                <w:szCs w:val="22"/>
              </w:rPr>
            </w:pPr>
          </w:p>
        </w:tc>
        <w:tc>
          <w:tcPr>
            <w:tcW w:w="183" w:type="dxa"/>
            <w:vAlign w:val="bottom"/>
          </w:tcPr>
          <w:p w14:paraId="057A0AE1" w14:textId="77777777" w:rsidR="003E20AB" w:rsidRPr="003E20AB" w:rsidRDefault="003E20AB" w:rsidP="003E20AB">
            <w:pPr>
              <w:tabs>
                <w:tab w:val="decimal" w:pos="765"/>
              </w:tabs>
              <w:spacing w:line="240" w:lineRule="atLeast"/>
              <w:rPr>
                <w:szCs w:val="22"/>
              </w:rPr>
            </w:pPr>
          </w:p>
        </w:tc>
        <w:tc>
          <w:tcPr>
            <w:tcW w:w="975" w:type="dxa"/>
            <w:vAlign w:val="bottom"/>
          </w:tcPr>
          <w:p w14:paraId="35FFFCCE" w14:textId="77777777" w:rsidR="003E20AB" w:rsidRPr="003E20AB" w:rsidRDefault="003E20AB" w:rsidP="003E20AB">
            <w:pPr>
              <w:tabs>
                <w:tab w:val="decimal" w:pos="827"/>
              </w:tabs>
              <w:spacing w:line="240" w:lineRule="atLeast"/>
              <w:ind w:right="-93"/>
              <w:rPr>
                <w:szCs w:val="22"/>
              </w:rPr>
            </w:pPr>
          </w:p>
        </w:tc>
      </w:tr>
      <w:tr w:rsidR="003E20AB" w:rsidRPr="003E20AB" w14:paraId="40E53AE5" w14:textId="77777777" w:rsidTr="003E20AB">
        <w:trPr>
          <w:cantSplit/>
        </w:trPr>
        <w:tc>
          <w:tcPr>
            <w:tcW w:w="3330" w:type="dxa"/>
          </w:tcPr>
          <w:p w14:paraId="5E6CF200" w14:textId="77777777" w:rsidR="003E20AB" w:rsidRPr="003E20AB" w:rsidRDefault="003E20AB" w:rsidP="003E20AB">
            <w:pPr>
              <w:spacing w:line="240" w:lineRule="atLeast"/>
              <w:ind w:left="191" w:hanging="191"/>
              <w:rPr>
                <w:b/>
                <w:bCs/>
                <w:i/>
                <w:iCs/>
                <w:szCs w:val="22"/>
              </w:rPr>
            </w:pPr>
            <w:proofErr w:type="gramStart"/>
            <w:r w:rsidRPr="003E20AB">
              <w:rPr>
                <w:szCs w:val="22"/>
              </w:rPr>
              <w:t>At</w:t>
            </w:r>
            <w:proofErr w:type="gramEnd"/>
            <w:r w:rsidRPr="003E20AB">
              <w:rPr>
                <w:szCs w:val="22"/>
              </w:rPr>
              <w:t xml:space="preserve"> 1 January </w:t>
            </w:r>
          </w:p>
        </w:tc>
        <w:tc>
          <w:tcPr>
            <w:tcW w:w="1190" w:type="dxa"/>
          </w:tcPr>
          <w:p w14:paraId="148CD946" w14:textId="77777777" w:rsidR="003E20AB" w:rsidRPr="003E20AB" w:rsidRDefault="003E20AB" w:rsidP="003E20AB">
            <w:pPr>
              <w:tabs>
                <w:tab w:val="decimal" w:pos="371"/>
                <w:tab w:val="decimal" w:pos="731"/>
              </w:tabs>
              <w:spacing w:line="240" w:lineRule="atLeast"/>
              <w:ind w:right="11"/>
              <w:jc w:val="center"/>
              <w:rPr>
                <w:i/>
                <w:iCs/>
                <w:szCs w:val="22"/>
              </w:rPr>
            </w:pPr>
          </w:p>
        </w:tc>
        <w:tc>
          <w:tcPr>
            <w:tcW w:w="1041" w:type="dxa"/>
            <w:vAlign w:val="bottom"/>
          </w:tcPr>
          <w:p w14:paraId="7A77FBC9" w14:textId="77777777" w:rsidR="003E20AB" w:rsidRPr="003E20AB" w:rsidRDefault="003E20AB" w:rsidP="003E20AB">
            <w:pPr>
              <w:tabs>
                <w:tab w:val="decimal" w:pos="876"/>
              </w:tabs>
              <w:spacing w:line="240" w:lineRule="atLeast"/>
              <w:ind w:right="-127"/>
              <w:rPr>
                <w:szCs w:val="22"/>
              </w:rPr>
            </w:pPr>
          </w:p>
        </w:tc>
        <w:tc>
          <w:tcPr>
            <w:tcW w:w="183" w:type="dxa"/>
            <w:vAlign w:val="bottom"/>
          </w:tcPr>
          <w:p w14:paraId="68035869" w14:textId="77777777" w:rsidR="003E20AB" w:rsidRPr="003E20AB" w:rsidRDefault="003E20AB" w:rsidP="003E20AB">
            <w:pPr>
              <w:tabs>
                <w:tab w:val="decimal" w:pos="765"/>
              </w:tabs>
              <w:spacing w:line="240" w:lineRule="atLeast"/>
              <w:rPr>
                <w:szCs w:val="22"/>
              </w:rPr>
            </w:pPr>
          </w:p>
        </w:tc>
        <w:tc>
          <w:tcPr>
            <w:tcW w:w="1007" w:type="dxa"/>
            <w:gridSpan w:val="2"/>
            <w:vAlign w:val="bottom"/>
          </w:tcPr>
          <w:p w14:paraId="6363A0DD" w14:textId="77777777" w:rsidR="003E20AB" w:rsidRPr="003E20AB" w:rsidRDefault="003E20AB" w:rsidP="003E20AB">
            <w:pPr>
              <w:tabs>
                <w:tab w:val="decimal" w:pos="852"/>
              </w:tabs>
              <w:spacing w:line="240" w:lineRule="atLeast"/>
              <w:ind w:right="-107"/>
              <w:rPr>
                <w:szCs w:val="22"/>
              </w:rPr>
            </w:pPr>
          </w:p>
        </w:tc>
        <w:tc>
          <w:tcPr>
            <w:tcW w:w="179" w:type="dxa"/>
            <w:vAlign w:val="bottom"/>
          </w:tcPr>
          <w:p w14:paraId="001F2DA2" w14:textId="77777777" w:rsidR="003E20AB" w:rsidRPr="003E20AB" w:rsidRDefault="003E20AB" w:rsidP="003E20AB">
            <w:pPr>
              <w:tabs>
                <w:tab w:val="decimal" w:pos="765"/>
              </w:tabs>
              <w:spacing w:line="240" w:lineRule="atLeast"/>
              <w:rPr>
                <w:szCs w:val="22"/>
              </w:rPr>
            </w:pPr>
          </w:p>
        </w:tc>
        <w:tc>
          <w:tcPr>
            <w:tcW w:w="1011" w:type="dxa"/>
            <w:vAlign w:val="bottom"/>
          </w:tcPr>
          <w:p w14:paraId="4726502E" w14:textId="77777777" w:rsidR="003E20AB" w:rsidRPr="003E20AB" w:rsidRDefault="003E20AB" w:rsidP="003E20AB">
            <w:pPr>
              <w:tabs>
                <w:tab w:val="decimal" w:pos="851"/>
              </w:tabs>
              <w:spacing w:line="240" w:lineRule="atLeast"/>
              <w:ind w:right="-88"/>
              <w:rPr>
                <w:szCs w:val="22"/>
              </w:rPr>
            </w:pPr>
          </w:p>
        </w:tc>
        <w:tc>
          <w:tcPr>
            <w:tcW w:w="183" w:type="dxa"/>
            <w:vAlign w:val="bottom"/>
          </w:tcPr>
          <w:p w14:paraId="23DED49F" w14:textId="77777777" w:rsidR="003E20AB" w:rsidRPr="003E20AB" w:rsidRDefault="003E20AB" w:rsidP="003E20AB">
            <w:pPr>
              <w:tabs>
                <w:tab w:val="decimal" w:pos="765"/>
              </w:tabs>
              <w:spacing w:line="240" w:lineRule="atLeast"/>
              <w:rPr>
                <w:szCs w:val="22"/>
              </w:rPr>
            </w:pPr>
          </w:p>
        </w:tc>
        <w:tc>
          <w:tcPr>
            <w:tcW w:w="975" w:type="dxa"/>
            <w:vAlign w:val="bottom"/>
          </w:tcPr>
          <w:p w14:paraId="368FACCE" w14:textId="77777777" w:rsidR="003E20AB" w:rsidRPr="003E20AB" w:rsidRDefault="003E20AB" w:rsidP="003E20AB">
            <w:pPr>
              <w:tabs>
                <w:tab w:val="decimal" w:pos="827"/>
              </w:tabs>
              <w:spacing w:line="240" w:lineRule="atLeast"/>
              <w:ind w:right="-93"/>
              <w:rPr>
                <w:szCs w:val="22"/>
              </w:rPr>
            </w:pPr>
          </w:p>
        </w:tc>
      </w:tr>
      <w:tr w:rsidR="003E20AB" w:rsidRPr="003E20AB" w14:paraId="316508A9" w14:textId="77777777" w:rsidTr="003E20AB">
        <w:trPr>
          <w:cantSplit/>
        </w:trPr>
        <w:tc>
          <w:tcPr>
            <w:tcW w:w="3330" w:type="dxa"/>
          </w:tcPr>
          <w:p w14:paraId="351137C9" w14:textId="77777777" w:rsidR="003E20AB" w:rsidRPr="003E20AB" w:rsidRDefault="003E20AB" w:rsidP="003E20AB">
            <w:pPr>
              <w:spacing w:line="240" w:lineRule="atLeast"/>
              <w:ind w:left="191" w:hanging="191"/>
              <w:rPr>
                <w:szCs w:val="22"/>
              </w:rPr>
            </w:pPr>
            <w:r w:rsidRPr="003E20AB">
              <w:rPr>
                <w:szCs w:val="22"/>
              </w:rPr>
              <w:t>- ordinary shares</w:t>
            </w:r>
          </w:p>
        </w:tc>
        <w:tc>
          <w:tcPr>
            <w:tcW w:w="1190" w:type="dxa"/>
            <w:vAlign w:val="bottom"/>
          </w:tcPr>
          <w:p w14:paraId="7095F6A1" w14:textId="06E4C957" w:rsidR="003E20AB" w:rsidRPr="003E20AB" w:rsidRDefault="00527D09" w:rsidP="003E20AB">
            <w:pPr>
              <w:tabs>
                <w:tab w:val="decimal" w:pos="371"/>
                <w:tab w:val="decimal" w:pos="731"/>
              </w:tabs>
              <w:spacing w:line="240" w:lineRule="atLeast"/>
              <w:ind w:right="11"/>
              <w:jc w:val="center"/>
              <w:rPr>
                <w:i/>
                <w:iCs/>
                <w:szCs w:val="22"/>
              </w:rPr>
            </w:pPr>
            <w:r>
              <w:rPr>
                <w:i/>
                <w:iCs/>
                <w:szCs w:val="22"/>
              </w:rPr>
              <w:t>1</w:t>
            </w:r>
          </w:p>
        </w:tc>
        <w:tc>
          <w:tcPr>
            <w:tcW w:w="1041" w:type="dxa"/>
          </w:tcPr>
          <w:p w14:paraId="44236BCF" w14:textId="6F3240E0" w:rsidR="003E20AB" w:rsidRPr="003E20AB" w:rsidRDefault="00527D09" w:rsidP="003E20AB">
            <w:pPr>
              <w:tabs>
                <w:tab w:val="decimal" w:pos="876"/>
              </w:tabs>
              <w:spacing w:line="240" w:lineRule="atLeast"/>
              <w:ind w:right="-127"/>
              <w:rPr>
                <w:szCs w:val="22"/>
              </w:rPr>
            </w:pPr>
            <w:r>
              <w:t>385,715</w:t>
            </w:r>
          </w:p>
        </w:tc>
        <w:tc>
          <w:tcPr>
            <w:tcW w:w="183" w:type="dxa"/>
          </w:tcPr>
          <w:p w14:paraId="1DEBBEA4" w14:textId="77777777" w:rsidR="003E20AB" w:rsidRPr="003E20AB" w:rsidRDefault="003E20AB" w:rsidP="003E20AB">
            <w:pPr>
              <w:tabs>
                <w:tab w:val="decimal" w:pos="765"/>
              </w:tabs>
              <w:spacing w:line="240" w:lineRule="atLeast"/>
              <w:rPr>
                <w:szCs w:val="22"/>
              </w:rPr>
            </w:pPr>
          </w:p>
        </w:tc>
        <w:tc>
          <w:tcPr>
            <w:tcW w:w="1007" w:type="dxa"/>
            <w:gridSpan w:val="2"/>
          </w:tcPr>
          <w:p w14:paraId="77FD5644" w14:textId="260E4A3F" w:rsidR="003E20AB" w:rsidRPr="003E20AB" w:rsidRDefault="00527D09" w:rsidP="003E20AB">
            <w:pPr>
              <w:tabs>
                <w:tab w:val="decimal" w:pos="852"/>
              </w:tabs>
              <w:spacing w:line="240" w:lineRule="atLeast"/>
              <w:ind w:right="-107"/>
              <w:rPr>
                <w:szCs w:val="22"/>
              </w:rPr>
            </w:pPr>
            <w:r>
              <w:t>385,715</w:t>
            </w:r>
          </w:p>
        </w:tc>
        <w:tc>
          <w:tcPr>
            <w:tcW w:w="179" w:type="dxa"/>
            <w:vAlign w:val="bottom"/>
          </w:tcPr>
          <w:p w14:paraId="4CE373DA" w14:textId="77777777" w:rsidR="003E20AB" w:rsidRPr="003E20AB" w:rsidRDefault="003E20AB" w:rsidP="003E20AB">
            <w:pPr>
              <w:tabs>
                <w:tab w:val="decimal" w:pos="765"/>
              </w:tabs>
              <w:spacing w:line="240" w:lineRule="atLeast"/>
              <w:rPr>
                <w:szCs w:val="22"/>
              </w:rPr>
            </w:pPr>
          </w:p>
        </w:tc>
        <w:tc>
          <w:tcPr>
            <w:tcW w:w="1011" w:type="dxa"/>
            <w:vAlign w:val="bottom"/>
          </w:tcPr>
          <w:p w14:paraId="4CE0437E" w14:textId="0C927F07" w:rsidR="003E20AB" w:rsidRPr="003E20AB" w:rsidRDefault="003E20AB" w:rsidP="003E20AB">
            <w:pPr>
              <w:tabs>
                <w:tab w:val="decimal" w:pos="851"/>
              </w:tabs>
              <w:spacing w:line="240" w:lineRule="atLeast"/>
              <w:ind w:right="-88"/>
              <w:rPr>
                <w:szCs w:val="22"/>
              </w:rPr>
            </w:pPr>
            <w:r w:rsidRPr="003E20AB">
              <w:rPr>
                <w:szCs w:val="22"/>
                <w:lang w:val="en-US" w:bidi="th-TH"/>
              </w:rPr>
              <w:t>3</w:t>
            </w:r>
            <w:r w:rsidR="00527D09">
              <w:rPr>
                <w:szCs w:val="22"/>
                <w:lang w:bidi="th-TH"/>
              </w:rPr>
              <w:t>85</w:t>
            </w:r>
            <w:r w:rsidRPr="003E20AB">
              <w:rPr>
                <w:szCs w:val="22"/>
                <w:lang w:val="en-US" w:bidi="th-TH"/>
              </w:rPr>
              <w:t>,</w:t>
            </w:r>
            <w:r w:rsidR="00527D09">
              <w:rPr>
                <w:szCs w:val="22"/>
                <w:lang w:val="en-US" w:bidi="th-TH"/>
              </w:rPr>
              <w:t>715</w:t>
            </w:r>
          </w:p>
        </w:tc>
        <w:tc>
          <w:tcPr>
            <w:tcW w:w="183" w:type="dxa"/>
            <w:vAlign w:val="bottom"/>
          </w:tcPr>
          <w:p w14:paraId="528A15AF" w14:textId="77777777" w:rsidR="003E20AB" w:rsidRPr="003E20AB" w:rsidRDefault="003E20AB" w:rsidP="003E20AB">
            <w:pPr>
              <w:tabs>
                <w:tab w:val="decimal" w:pos="765"/>
              </w:tabs>
              <w:spacing w:line="240" w:lineRule="atLeast"/>
              <w:rPr>
                <w:szCs w:val="22"/>
              </w:rPr>
            </w:pPr>
          </w:p>
        </w:tc>
        <w:tc>
          <w:tcPr>
            <w:tcW w:w="975" w:type="dxa"/>
            <w:vAlign w:val="bottom"/>
          </w:tcPr>
          <w:p w14:paraId="166EBD68" w14:textId="31D436B4" w:rsidR="003E20AB" w:rsidRPr="003E20AB" w:rsidRDefault="00527D09" w:rsidP="003E20AB">
            <w:pPr>
              <w:tabs>
                <w:tab w:val="decimal" w:pos="827"/>
              </w:tabs>
              <w:spacing w:line="240" w:lineRule="atLeast"/>
              <w:ind w:right="-93"/>
              <w:rPr>
                <w:szCs w:val="22"/>
              </w:rPr>
            </w:pPr>
            <w:r>
              <w:rPr>
                <w:szCs w:val="22"/>
              </w:rPr>
              <w:t>385</w:t>
            </w:r>
            <w:r w:rsidR="003E20AB" w:rsidRPr="003E20AB">
              <w:rPr>
                <w:szCs w:val="22"/>
              </w:rPr>
              <w:t>,</w:t>
            </w:r>
            <w:r>
              <w:rPr>
                <w:szCs w:val="22"/>
              </w:rPr>
              <w:t>715</w:t>
            </w:r>
          </w:p>
        </w:tc>
      </w:tr>
      <w:tr w:rsidR="003E20AB" w:rsidRPr="003E20AB" w14:paraId="1A245548" w14:textId="77777777" w:rsidTr="003E20AB">
        <w:trPr>
          <w:cantSplit/>
        </w:trPr>
        <w:tc>
          <w:tcPr>
            <w:tcW w:w="3330" w:type="dxa"/>
          </w:tcPr>
          <w:p w14:paraId="1314A2BE" w14:textId="77777777" w:rsidR="003E20AB" w:rsidRPr="003E20AB" w:rsidRDefault="003E20AB" w:rsidP="003E20AB">
            <w:pPr>
              <w:spacing w:line="240" w:lineRule="atLeast"/>
              <w:ind w:left="191" w:hanging="191"/>
              <w:rPr>
                <w:szCs w:val="22"/>
              </w:rPr>
            </w:pPr>
            <w:r w:rsidRPr="003E20AB">
              <w:rPr>
                <w:szCs w:val="22"/>
              </w:rPr>
              <w:t>Increase of new shares</w:t>
            </w:r>
          </w:p>
        </w:tc>
        <w:tc>
          <w:tcPr>
            <w:tcW w:w="1190" w:type="dxa"/>
            <w:vAlign w:val="bottom"/>
          </w:tcPr>
          <w:p w14:paraId="19B40142" w14:textId="77777777" w:rsidR="003E20AB" w:rsidRPr="003E20AB" w:rsidRDefault="003E20AB" w:rsidP="003E20AB">
            <w:pPr>
              <w:tabs>
                <w:tab w:val="decimal" w:pos="371"/>
                <w:tab w:val="decimal" w:pos="731"/>
              </w:tabs>
              <w:spacing w:line="240" w:lineRule="atLeast"/>
              <w:ind w:right="11"/>
              <w:jc w:val="center"/>
              <w:rPr>
                <w:i/>
                <w:iCs/>
                <w:szCs w:val="22"/>
              </w:rPr>
            </w:pPr>
          </w:p>
        </w:tc>
        <w:tc>
          <w:tcPr>
            <w:tcW w:w="1041" w:type="dxa"/>
            <w:vAlign w:val="bottom"/>
          </w:tcPr>
          <w:p w14:paraId="29A0F73A" w14:textId="77777777" w:rsidR="003E20AB" w:rsidRPr="003E20AB" w:rsidRDefault="003E20AB" w:rsidP="003E20AB">
            <w:pPr>
              <w:tabs>
                <w:tab w:val="decimal" w:pos="876"/>
              </w:tabs>
              <w:spacing w:line="240" w:lineRule="atLeast"/>
              <w:ind w:right="-127"/>
              <w:rPr>
                <w:szCs w:val="22"/>
              </w:rPr>
            </w:pPr>
          </w:p>
        </w:tc>
        <w:tc>
          <w:tcPr>
            <w:tcW w:w="183" w:type="dxa"/>
          </w:tcPr>
          <w:p w14:paraId="1F393308" w14:textId="77777777" w:rsidR="003E20AB" w:rsidRPr="003E20AB" w:rsidRDefault="003E20AB" w:rsidP="003E20AB">
            <w:pPr>
              <w:tabs>
                <w:tab w:val="decimal" w:pos="765"/>
              </w:tabs>
              <w:spacing w:line="240" w:lineRule="atLeast"/>
              <w:rPr>
                <w:szCs w:val="22"/>
              </w:rPr>
            </w:pPr>
          </w:p>
        </w:tc>
        <w:tc>
          <w:tcPr>
            <w:tcW w:w="1007" w:type="dxa"/>
            <w:gridSpan w:val="2"/>
            <w:vAlign w:val="bottom"/>
          </w:tcPr>
          <w:p w14:paraId="70676DE7" w14:textId="77777777" w:rsidR="003E20AB" w:rsidRPr="003E20AB" w:rsidRDefault="003E20AB" w:rsidP="003E20AB">
            <w:pPr>
              <w:tabs>
                <w:tab w:val="decimal" w:pos="852"/>
              </w:tabs>
              <w:spacing w:line="240" w:lineRule="atLeast"/>
              <w:ind w:right="-107"/>
              <w:rPr>
                <w:szCs w:val="22"/>
              </w:rPr>
            </w:pPr>
          </w:p>
        </w:tc>
        <w:tc>
          <w:tcPr>
            <w:tcW w:w="179" w:type="dxa"/>
            <w:vAlign w:val="bottom"/>
          </w:tcPr>
          <w:p w14:paraId="4AF0395E" w14:textId="77777777" w:rsidR="003E20AB" w:rsidRPr="003E20AB" w:rsidRDefault="003E20AB" w:rsidP="003E20AB">
            <w:pPr>
              <w:tabs>
                <w:tab w:val="decimal" w:pos="765"/>
              </w:tabs>
              <w:spacing w:line="240" w:lineRule="atLeast"/>
              <w:rPr>
                <w:szCs w:val="22"/>
              </w:rPr>
            </w:pPr>
          </w:p>
        </w:tc>
        <w:tc>
          <w:tcPr>
            <w:tcW w:w="1011" w:type="dxa"/>
            <w:vAlign w:val="bottom"/>
          </w:tcPr>
          <w:p w14:paraId="7CD5AE20" w14:textId="77777777" w:rsidR="003E20AB" w:rsidRPr="003E20AB" w:rsidRDefault="003E20AB" w:rsidP="003E20AB">
            <w:pPr>
              <w:tabs>
                <w:tab w:val="decimal" w:pos="851"/>
              </w:tabs>
              <w:spacing w:line="240" w:lineRule="atLeast"/>
              <w:ind w:right="-88"/>
              <w:rPr>
                <w:szCs w:val="22"/>
              </w:rPr>
            </w:pPr>
          </w:p>
        </w:tc>
        <w:tc>
          <w:tcPr>
            <w:tcW w:w="183" w:type="dxa"/>
            <w:vAlign w:val="bottom"/>
          </w:tcPr>
          <w:p w14:paraId="2C85FFCE" w14:textId="77777777" w:rsidR="003E20AB" w:rsidRPr="003E20AB" w:rsidRDefault="003E20AB" w:rsidP="003E20AB">
            <w:pPr>
              <w:tabs>
                <w:tab w:val="decimal" w:pos="765"/>
              </w:tabs>
              <w:spacing w:line="240" w:lineRule="atLeast"/>
              <w:rPr>
                <w:szCs w:val="22"/>
              </w:rPr>
            </w:pPr>
          </w:p>
        </w:tc>
        <w:tc>
          <w:tcPr>
            <w:tcW w:w="975" w:type="dxa"/>
            <w:vAlign w:val="bottom"/>
          </w:tcPr>
          <w:p w14:paraId="2BB3572E" w14:textId="77777777" w:rsidR="003E20AB" w:rsidRPr="003E20AB" w:rsidRDefault="003E20AB" w:rsidP="003E20AB">
            <w:pPr>
              <w:tabs>
                <w:tab w:val="decimal" w:pos="827"/>
              </w:tabs>
              <w:spacing w:line="240" w:lineRule="atLeast"/>
              <w:ind w:right="-93"/>
              <w:rPr>
                <w:szCs w:val="22"/>
              </w:rPr>
            </w:pPr>
          </w:p>
        </w:tc>
      </w:tr>
      <w:tr w:rsidR="003E20AB" w:rsidRPr="003E20AB" w14:paraId="63A29121" w14:textId="77777777" w:rsidTr="003E20AB">
        <w:trPr>
          <w:cantSplit/>
        </w:trPr>
        <w:tc>
          <w:tcPr>
            <w:tcW w:w="3330" w:type="dxa"/>
          </w:tcPr>
          <w:p w14:paraId="7EE86F43" w14:textId="77777777" w:rsidR="003E20AB" w:rsidRPr="003E20AB" w:rsidRDefault="003E20AB" w:rsidP="003E20AB">
            <w:pPr>
              <w:spacing w:line="240" w:lineRule="atLeast"/>
              <w:ind w:left="191" w:hanging="191"/>
              <w:rPr>
                <w:szCs w:val="22"/>
              </w:rPr>
            </w:pPr>
            <w:r w:rsidRPr="003E20AB">
              <w:rPr>
                <w:szCs w:val="22"/>
              </w:rPr>
              <w:t>- ordinary shares</w:t>
            </w:r>
          </w:p>
        </w:tc>
        <w:tc>
          <w:tcPr>
            <w:tcW w:w="1190" w:type="dxa"/>
            <w:vAlign w:val="bottom"/>
          </w:tcPr>
          <w:p w14:paraId="360161D0" w14:textId="2F9B4E79" w:rsidR="003E20AB" w:rsidRPr="003E20AB" w:rsidRDefault="00527D09" w:rsidP="003E20AB">
            <w:pPr>
              <w:tabs>
                <w:tab w:val="decimal" w:pos="371"/>
                <w:tab w:val="decimal" w:pos="731"/>
              </w:tabs>
              <w:spacing w:line="240" w:lineRule="atLeast"/>
              <w:ind w:right="11"/>
              <w:jc w:val="center"/>
              <w:rPr>
                <w:i/>
                <w:iCs/>
                <w:szCs w:val="22"/>
              </w:rPr>
            </w:pPr>
            <w:r>
              <w:rPr>
                <w:i/>
                <w:iCs/>
                <w:szCs w:val="22"/>
              </w:rPr>
              <w:t>1</w:t>
            </w:r>
          </w:p>
        </w:tc>
        <w:tc>
          <w:tcPr>
            <w:tcW w:w="1041" w:type="dxa"/>
            <w:tcBorders>
              <w:bottom w:val="single" w:sz="4" w:space="0" w:color="auto"/>
            </w:tcBorders>
          </w:tcPr>
          <w:p w14:paraId="6E1247CB" w14:textId="567ADD10" w:rsidR="003E20AB" w:rsidRPr="003E20AB" w:rsidRDefault="003E20AB" w:rsidP="003E20AB">
            <w:pPr>
              <w:tabs>
                <w:tab w:val="decimal" w:pos="876"/>
              </w:tabs>
              <w:spacing w:line="240" w:lineRule="atLeast"/>
              <w:ind w:right="-127"/>
              <w:rPr>
                <w:szCs w:val="22"/>
              </w:rPr>
            </w:pPr>
            <w:r w:rsidRPr="003E20AB">
              <w:t>1</w:t>
            </w:r>
            <w:r w:rsidR="00527D09">
              <w:t>0,000</w:t>
            </w:r>
          </w:p>
        </w:tc>
        <w:tc>
          <w:tcPr>
            <w:tcW w:w="183" w:type="dxa"/>
          </w:tcPr>
          <w:p w14:paraId="4E5931C7" w14:textId="77777777" w:rsidR="003E20AB" w:rsidRPr="003E20AB" w:rsidRDefault="003E20AB" w:rsidP="003E20AB">
            <w:pPr>
              <w:tabs>
                <w:tab w:val="decimal" w:pos="765"/>
              </w:tabs>
              <w:spacing w:line="240" w:lineRule="atLeast"/>
              <w:rPr>
                <w:szCs w:val="22"/>
              </w:rPr>
            </w:pPr>
          </w:p>
        </w:tc>
        <w:tc>
          <w:tcPr>
            <w:tcW w:w="1007" w:type="dxa"/>
            <w:gridSpan w:val="2"/>
            <w:tcBorders>
              <w:bottom w:val="single" w:sz="4" w:space="0" w:color="auto"/>
            </w:tcBorders>
          </w:tcPr>
          <w:p w14:paraId="4ED78306" w14:textId="612799E1" w:rsidR="003E20AB" w:rsidRPr="003E20AB" w:rsidRDefault="00527D09" w:rsidP="003E20AB">
            <w:pPr>
              <w:tabs>
                <w:tab w:val="decimal" w:pos="852"/>
              </w:tabs>
              <w:spacing w:line="240" w:lineRule="atLeast"/>
              <w:ind w:right="-107"/>
              <w:rPr>
                <w:szCs w:val="22"/>
              </w:rPr>
            </w:pPr>
            <w:r>
              <w:t>10,000</w:t>
            </w:r>
          </w:p>
        </w:tc>
        <w:tc>
          <w:tcPr>
            <w:tcW w:w="179" w:type="dxa"/>
            <w:vAlign w:val="bottom"/>
          </w:tcPr>
          <w:p w14:paraId="3CCA4DF4" w14:textId="77777777" w:rsidR="003E20AB" w:rsidRPr="003E20AB" w:rsidRDefault="003E20AB" w:rsidP="003E20AB">
            <w:pPr>
              <w:tabs>
                <w:tab w:val="decimal" w:pos="765"/>
              </w:tabs>
              <w:spacing w:line="240" w:lineRule="atLeast"/>
              <w:rPr>
                <w:szCs w:val="22"/>
              </w:rPr>
            </w:pPr>
          </w:p>
        </w:tc>
        <w:tc>
          <w:tcPr>
            <w:tcW w:w="1011" w:type="dxa"/>
            <w:tcBorders>
              <w:bottom w:val="single" w:sz="4" w:space="0" w:color="auto"/>
            </w:tcBorders>
            <w:vAlign w:val="bottom"/>
          </w:tcPr>
          <w:p w14:paraId="381D5C23" w14:textId="104B2BA6" w:rsidR="003E20AB" w:rsidRPr="003E20AB" w:rsidRDefault="00527D09" w:rsidP="003E20AB">
            <w:pPr>
              <w:tabs>
                <w:tab w:val="decimal" w:pos="851"/>
              </w:tabs>
              <w:spacing w:line="240" w:lineRule="atLeast"/>
              <w:ind w:right="-88"/>
              <w:rPr>
                <w:szCs w:val="22"/>
              </w:rPr>
            </w:pPr>
            <w:r>
              <w:rPr>
                <w:szCs w:val="22"/>
              </w:rPr>
              <w:t>-</w:t>
            </w:r>
          </w:p>
        </w:tc>
        <w:tc>
          <w:tcPr>
            <w:tcW w:w="183" w:type="dxa"/>
            <w:vAlign w:val="bottom"/>
          </w:tcPr>
          <w:p w14:paraId="59648407" w14:textId="77777777" w:rsidR="003E20AB" w:rsidRPr="003E20AB" w:rsidRDefault="003E20AB" w:rsidP="003E20AB">
            <w:pPr>
              <w:tabs>
                <w:tab w:val="decimal" w:pos="765"/>
              </w:tabs>
              <w:spacing w:line="240" w:lineRule="atLeast"/>
              <w:rPr>
                <w:szCs w:val="22"/>
              </w:rPr>
            </w:pPr>
          </w:p>
        </w:tc>
        <w:tc>
          <w:tcPr>
            <w:tcW w:w="975" w:type="dxa"/>
            <w:tcBorders>
              <w:bottom w:val="single" w:sz="4" w:space="0" w:color="auto"/>
            </w:tcBorders>
            <w:vAlign w:val="bottom"/>
          </w:tcPr>
          <w:p w14:paraId="0029EE2B" w14:textId="35DB3057" w:rsidR="003E20AB" w:rsidRPr="003E20AB" w:rsidRDefault="00527D09" w:rsidP="003E20AB">
            <w:pPr>
              <w:tabs>
                <w:tab w:val="decimal" w:pos="827"/>
              </w:tabs>
              <w:spacing w:line="240" w:lineRule="atLeast"/>
              <w:ind w:right="-93"/>
              <w:rPr>
                <w:szCs w:val="22"/>
              </w:rPr>
            </w:pPr>
            <w:r>
              <w:rPr>
                <w:szCs w:val="22"/>
              </w:rPr>
              <w:t>-</w:t>
            </w:r>
          </w:p>
        </w:tc>
      </w:tr>
      <w:tr w:rsidR="003E20AB" w:rsidRPr="003E20AB" w14:paraId="780595D3" w14:textId="77777777" w:rsidTr="003E20AB">
        <w:trPr>
          <w:cantSplit/>
        </w:trPr>
        <w:tc>
          <w:tcPr>
            <w:tcW w:w="3330" w:type="dxa"/>
          </w:tcPr>
          <w:p w14:paraId="6EA690F4" w14:textId="4D048906" w:rsidR="003E20AB" w:rsidRPr="003E20AB" w:rsidRDefault="003E20AB" w:rsidP="003E20AB">
            <w:pPr>
              <w:spacing w:line="240" w:lineRule="atLeast"/>
              <w:ind w:left="191" w:hanging="191"/>
              <w:rPr>
                <w:szCs w:val="22"/>
              </w:rPr>
            </w:pPr>
            <w:proofErr w:type="gramStart"/>
            <w:r w:rsidRPr="003E20AB">
              <w:rPr>
                <w:b/>
                <w:bCs/>
                <w:szCs w:val="22"/>
              </w:rPr>
              <w:t>At</w:t>
            </w:r>
            <w:proofErr w:type="gramEnd"/>
            <w:r w:rsidRPr="003E20AB">
              <w:rPr>
                <w:b/>
                <w:bCs/>
                <w:szCs w:val="22"/>
              </w:rPr>
              <w:t xml:space="preserve"> </w:t>
            </w:r>
            <w:r w:rsidR="00527D09">
              <w:rPr>
                <w:b/>
                <w:bCs/>
                <w:szCs w:val="22"/>
              </w:rPr>
              <w:t xml:space="preserve">30 June / </w:t>
            </w:r>
            <w:r w:rsidRPr="003E20AB">
              <w:rPr>
                <w:b/>
                <w:bCs/>
                <w:szCs w:val="22"/>
              </w:rPr>
              <w:t>31 December</w:t>
            </w:r>
          </w:p>
        </w:tc>
        <w:tc>
          <w:tcPr>
            <w:tcW w:w="1190" w:type="dxa"/>
            <w:vAlign w:val="bottom"/>
          </w:tcPr>
          <w:p w14:paraId="0713D36F" w14:textId="77777777" w:rsidR="003E20AB" w:rsidRPr="003E20AB" w:rsidRDefault="003E20AB" w:rsidP="003E20AB">
            <w:pPr>
              <w:tabs>
                <w:tab w:val="decimal" w:pos="371"/>
                <w:tab w:val="decimal" w:pos="731"/>
              </w:tabs>
              <w:spacing w:line="240" w:lineRule="atLeast"/>
              <w:ind w:right="11"/>
              <w:jc w:val="center"/>
              <w:rPr>
                <w:i/>
                <w:iCs/>
                <w:szCs w:val="22"/>
              </w:rPr>
            </w:pPr>
          </w:p>
        </w:tc>
        <w:tc>
          <w:tcPr>
            <w:tcW w:w="1041" w:type="dxa"/>
            <w:tcBorders>
              <w:top w:val="single" w:sz="4" w:space="0" w:color="auto"/>
            </w:tcBorders>
            <w:vAlign w:val="bottom"/>
          </w:tcPr>
          <w:p w14:paraId="1EA3074B" w14:textId="77777777" w:rsidR="003E20AB" w:rsidRPr="003E20AB" w:rsidRDefault="003E20AB" w:rsidP="003E20AB">
            <w:pPr>
              <w:tabs>
                <w:tab w:val="decimal" w:pos="876"/>
              </w:tabs>
              <w:spacing w:line="240" w:lineRule="atLeast"/>
              <w:ind w:right="-127"/>
              <w:rPr>
                <w:szCs w:val="22"/>
              </w:rPr>
            </w:pPr>
          </w:p>
        </w:tc>
        <w:tc>
          <w:tcPr>
            <w:tcW w:w="183" w:type="dxa"/>
          </w:tcPr>
          <w:p w14:paraId="6F5B8409" w14:textId="77777777" w:rsidR="003E20AB" w:rsidRPr="003E20AB" w:rsidRDefault="003E20AB" w:rsidP="003E20AB">
            <w:pPr>
              <w:tabs>
                <w:tab w:val="decimal" w:pos="765"/>
              </w:tabs>
              <w:spacing w:line="240" w:lineRule="atLeast"/>
              <w:rPr>
                <w:szCs w:val="22"/>
              </w:rPr>
            </w:pPr>
          </w:p>
        </w:tc>
        <w:tc>
          <w:tcPr>
            <w:tcW w:w="1007" w:type="dxa"/>
            <w:gridSpan w:val="2"/>
            <w:tcBorders>
              <w:top w:val="single" w:sz="4" w:space="0" w:color="auto"/>
            </w:tcBorders>
            <w:vAlign w:val="bottom"/>
          </w:tcPr>
          <w:p w14:paraId="24E54B87" w14:textId="77777777" w:rsidR="003E20AB" w:rsidRPr="003E20AB" w:rsidRDefault="003E20AB" w:rsidP="003E20AB">
            <w:pPr>
              <w:tabs>
                <w:tab w:val="decimal" w:pos="852"/>
              </w:tabs>
              <w:spacing w:line="240" w:lineRule="atLeast"/>
              <w:ind w:right="-107"/>
              <w:rPr>
                <w:szCs w:val="22"/>
              </w:rPr>
            </w:pPr>
          </w:p>
        </w:tc>
        <w:tc>
          <w:tcPr>
            <w:tcW w:w="179" w:type="dxa"/>
            <w:vAlign w:val="bottom"/>
          </w:tcPr>
          <w:p w14:paraId="0B8F3012" w14:textId="77777777" w:rsidR="003E20AB" w:rsidRPr="003E20AB" w:rsidRDefault="003E20AB" w:rsidP="003E20AB">
            <w:pPr>
              <w:tabs>
                <w:tab w:val="decimal" w:pos="765"/>
              </w:tabs>
              <w:spacing w:line="240" w:lineRule="atLeast"/>
              <w:rPr>
                <w:szCs w:val="22"/>
              </w:rPr>
            </w:pPr>
          </w:p>
        </w:tc>
        <w:tc>
          <w:tcPr>
            <w:tcW w:w="1011" w:type="dxa"/>
            <w:tcBorders>
              <w:top w:val="single" w:sz="4" w:space="0" w:color="auto"/>
            </w:tcBorders>
            <w:vAlign w:val="bottom"/>
          </w:tcPr>
          <w:p w14:paraId="0F33D498" w14:textId="77777777" w:rsidR="003E20AB" w:rsidRPr="003E20AB" w:rsidRDefault="003E20AB" w:rsidP="003E20AB">
            <w:pPr>
              <w:tabs>
                <w:tab w:val="decimal" w:pos="851"/>
              </w:tabs>
              <w:spacing w:line="240" w:lineRule="atLeast"/>
              <w:ind w:right="-88"/>
              <w:rPr>
                <w:szCs w:val="22"/>
              </w:rPr>
            </w:pPr>
          </w:p>
        </w:tc>
        <w:tc>
          <w:tcPr>
            <w:tcW w:w="183" w:type="dxa"/>
            <w:vAlign w:val="bottom"/>
          </w:tcPr>
          <w:p w14:paraId="526F8B95" w14:textId="77777777" w:rsidR="003E20AB" w:rsidRPr="003E20AB" w:rsidRDefault="003E20AB" w:rsidP="003E20AB">
            <w:pPr>
              <w:tabs>
                <w:tab w:val="decimal" w:pos="765"/>
              </w:tabs>
              <w:spacing w:line="240" w:lineRule="atLeast"/>
              <w:rPr>
                <w:szCs w:val="22"/>
              </w:rPr>
            </w:pPr>
          </w:p>
        </w:tc>
        <w:tc>
          <w:tcPr>
            <w:tcW w:w="975" w:type="dxa"/>
            <w:tcBorders>
              <w:top w:val="single" w:sz="4" w:space="0" w:color="auto"/>
            </w:tcBorders>
            <w:vAlign w:val="bottom"/>
          </w:tcPr>
          <w:p w14:paraId="1C4AAE18" w14:textId="77777777" w:rsidR="003E20AB" w:rsidRPr="003E20AB" w:rsidRDefault="003E20AB" w:rsidP="003E20AB">
            <w:pPr>
              <w:tabs>
                <w:tab w:val="decimal" w:pos="827"/>
              </w:tabs>
              <w:spacing w:line="240" w:lineRule="atLeast"/>
              <w:ind w:right="-93"/>
              <w:rPr>
                <w:szCs w:val="22"/>
              </w:rPr>
            </w:pPr>
          </w:p>
        </w:tc>
      </w:tr>
      <w:tr w:rsidR="003E20AB" w:rsidRPr="003E20AB" w14:paraId="6E9A853C" w14:textId="77777777" w:rsidTr="003E20AB">
        <w:trPr>
          <w:cantSplit/>
        </w:trPr>
        <w:tc>
          <w:tcPr>
            <w:tcW w:w="3330" w:type="dxa"/>
          </w:tcPr>
          <w:p w14:paraId="0951A7F5" w14:textId="77777777" w:rsidR="003E20AB" w:rsidRPr="003E20AB" w:rsidRDefault="003E20AB" w:rsidP="003E20AB">
            <w:pPr>
              <w:spacing w:line="240" w:lineRule="atLeast"/>
              <w:ind w:left="191" w:hanging="191"/>
              <w:rPr>
                <w:b/>
                <w:bCs/>
                <w:szCs w:val="22"/>
              </w:rPr>
            </w:pPr>
            <w:r w:rsidRPr="003E20AB">
              <w:rPr>
                <w:b/>
                <w:bCs/>
                <w:szCs w:val="22"/>
              </w:rPr>
              <w:t>- ordinary shares</w:t>
            </w:r>
          </w:p>
        </w:tc>
        <w:tc>
          <w:tcPr>
            <w:tcW w:w="1190" w:type="dxa"/>
            <w:vAlign w:val="bottom"/>
          </w:tcPr>
          <w:p w14:paraId="1CA50F7D" w14:textId="4005E49F" w:rsidR="003E20AB" w:rsidRPr="003E20AB" w:rsidRDefault="00527D09" w:rsidP="003E20AB">
            <w:pPr>
              <w:tabs>
                <w:tab w:val="decimal" w:pos="371"/>
                <w:tab w:val="decimal" w:pos="731"/>
              </w:tabs>
              <w:spacing w:line="240" w:lineRule="atLeast"/>
              <w:ind w:right="11"/>
              <w:jc w:val="center"/>
              <w:rPr>
                <w:i/>
                <w:iCs/>
                <w:szCs w:val="22"/>
              </w:rPr>
            </w:pPr>
            <w:r>
              <w:rPr>
                <w:i/>
                <w:iCs/>
                <w:szCs w:val="22"/>
              </w:rPr>
              <w:t>1</w:t>
            </w:r>
          </w:p>
        </w:tc>
        <w:tc>
          <w:tcPr>
            <w:tcW w:w="1041" w:type="dxa"/>
            <w:tcBorders>
              <w:bottom w:val="double" w:sz="4" w:space="0" w:color="auto"/>
            </w:tcBorders>
          </w:tcPr>
          <w:p w14:paraId="034FEBB5" w14:textId="38FEDB16" w:rsidR="003E20AB" w:rsidRPr="003E20AB" w:rsidRDefault="00527D09" w:rsidP="003E20AB">
            <w:pPr>
              <w:tabs>
                <w:tab w:val="decimal" w:pos="876"/>
              </w:tabs>
              <w:spacing w:line="240" w:lineRule="atLeast"/>
              <w:ind w:right="-127"/>
              <w:rPr>
                <w:b/>
                <w:bCs/>
                <w:szCs w:val="22"/>
              </w:rPr>
            </w:pPr>
            <w:r>
              <w:rPr>
                <w:b/>
                <w:bCs/>
              </w:rPr>
              <w:t>395,715</w:t>
            </w:r>
          </w:p>
        </w:tc>
        <w:tc>
          <w:tcPr>
            <w:tcW w:w="183" w:type="dxa"/>
          </w:tcPr>
          <w:p w14:paraId="2C122232" w14:textId="77777777" w:rsidR="003E20AB" w:rsidRPr="003E20AB" w:rsidRDefault="003E20AB" w:rsidP="003E20AB">
            <w:pPr>
              <w:tabs>
                <w:tab w:val="decimal" w:pos="765"/>
              </w:tabs>
              <w:spacing w:line="240" w:lineRule="atLeast"/>
              <w:rPr>
                <w:b/>
                <w:bCs/>
                <w:szCs w:val="22"/>
              </w:rPr>
            </w:pPr>
          </w:p>
        </w:tc>
        <w:tc>
          <w:tcPr>
            <w:tcW w:w="1007" w:type="dxa"/>
            <w:gridSpan w:val="2"/>
            <w:tcBorders>
              <w:bottom w:val="double" w:sz="4" w:space="0" w:color="auto"/>
            </w:tcBorders>
          </w:tcPr>
          <w:p w14:paraId="4EB6AEC8" w14:textId="46823FEC" w:rsidR="003E20AB" w:rsidRPr="003E20AB" w:rsidRDefault="00527D09" w:rsidP="003E20AB">
            <w:pPr>
              <w:tabs>
                <w:tab w:val="decimal" w:pos="852"/>
              </w:tabs>
              <w:spacing w:line="240" w:lineRule="atLeast"/>
              <w:ind w:right="-107"/>
              <w:rPr>
                <w:b/>
                <w:bCs/>
                <w:szCs w:val="22"/>
              </w:rPr>
            </w:pPr>
            <w:r>
              <w:rPr>
                <w:b/>
                <w:bCs/>
              </w:rPr>
              <w:t>395,715</w:t>
            </w:r>
          </w:p>
        </w:tc>
        <w:tc>
          <w:tcPr>
            <w:tcW w:w="179" w:type="dxa"/>
            <w:vAlign w:val="bottom"/>
          </w:tcPr>
          <w:p w14:paraId="515C1E99" w14:textId="77777777" w:rsidR="003E20AB" w:rsidRPr="003E20AB" w:rsidRDefault="003E20AB" w:rsidP="003E20AB">
            <w:pPr>
              <w:tabs>
                <w:tab w:val="decimal" w:pos="765"/>
              </w:tabs>
              <w:spacing w:line="240" w:lineRule="atLeast"/>
              <w:rPr>
                <w:b/>
                <w:bCs/>
                <w:szCs w:val="22"/>
              </w:rPr>
            </w:pPr>
          </w:p>
        </w:tc>
        <w:tc>
          <w:tcPr>
            <w:tcW w:w="1011" w:type="dxa"/>
            <w:tcBorders>
              <w:bottom w:val="double" w:sz="4" w:space="0" w:color="auto"/>
            </w:tcBorders>
            <w:vAlign w:val="bottom"/>
          </w:tcPr>
          <w:p w14:paraId="560EBBA8" w14:textId="6F5A7531" w:rsidR="003E20AB" w:rsidRPr="003E20AB" w:rsidRDefault="00527D09" w:rsidP="003E20AB">
            <w:pPr>
              <w:tabs>
                <w:tab w:val="decimal" w:pos="851"/>
              </w:tabs>
              <w:spacing w:line="240" w:lineRule="atLeast"/>
              <w:ind w:right="-88"/>
              <w:rPr>
                <w:b/>
                <w:bCs/>
                <w:szCs w:val="22"/>
              </w:rPr>
            </w:pPr>
            <w:r>
              <w:rPr>
                <w:b/>
                <w:bCs/>
                <w:szCs w:val="22"/>
                <w:lang w:val="en-US"/>
              </w:rPr>
              <w:t>385,715</w:t>
            </w:r>
          </w:p>
        </w:tc>
        <w:tc>
          <w:tcPr>
            <w:tcW w:w="183" w:type="dxa"/>
            <w:vAlign w:val="bottom"/>
          </w:tcPr>
          <w:p w14:paraId="0E420156" w14:textId="77777777" w:rsidR="003E20AB" w:rsidRPr="003E20AB" w:rsidRDefault="003E20AB" w:rsidP="003E20AB">
            <w:pPr>
              <w:tabs>
                <w:tab w:val="decimal" w:pos="765"/>
              </w:tabs>
              <w:spacing w:line="240" w:lineRule="atLeast"/>
              <w:rPr>
                <w:b/>
                <w:bCs/>
                <w:szCs w:val="22"/>
              </w:rPr>
            </w:pPr>
          </w:p>
        </w:tc>
        <w:tc>
          <w:tcPr>
            <w:tcW w:w="975" w:type="dxa"/>
            <w:tcBorders>
              <w:bottom w:val="double" w:sz="4" w:space="0" w:color="auto"/>
            </w:tcBorders>
            <w:vAlign w:val="bottom"/>
          </w:tcPr>
          <w:p w14:paraId="153A09E6" w14:textId="789CC2DE" w:rsidR="003E20AB" w:rsidRPr="003E20AB" w:rsidRDefault="00527D09" w:rsidP="003E20AB">
            <w:pPr>
              <w:tabs>
                <w:tab w:val="decimal" w:pos="827"/>
              </w:tabs>
              <w:spacing w:line="240" w:lineRule="atLeast"/>
              <w:ind w:right="-93"/>
              <w:rPr>
                <w:b/>
                <w:bCs/>
                <w:szCs w:val="22"/>
              </w:rPr>
            </w:pPr>
            <w:r>
              <w:rPr>
                <w:b/>
                <w:bCs/>
                <w:szCs w:val="22"/>
                <w:lang w:val="en-US"/>
              </w:rPr>
              <w:t>385,715</w:t>
            </w:r>
          </w:p>
        </w:tc>
      </w:tr>
      <w:tr w:rsidR="003E20AB" w:rsidRPr="003E20AB" w14:paraId="701566EF" w14:textId="77777777" w:rsidTr="003E20AB">
        <w:trPr>
          <w:cantSplit/>
        </w:trPr>
        <w:tc>
          <w:tcPr>
            <w:tcW w:w="3330" w:type="dxa"/>
          </w:tcPr>
          <w:p w14:paraId="38F62FFB" w14:textId="77777777" w:rsidR="003E20AB" w:rsidRPr="003E20AB" w:rsidRDefault="003E20AB" w:rsidP="003E20AB">
            <w:pPr>
              <w:spacing w:line="240" w:lineRule="atLeast"/>
              <w:ind w:left="191" w:hanging="191"/>
              <w:rPr>
                <w:b/>
                <w:bCs/>
                <w:szCs w:val="22"/>
              </w:rPr>
            </w:pPr>
          </w:p>
        </w:tc>
        <w:tc>
          <w:tcPr>
            <w:tcW w:w="1190" w:type="dxa"/>
            <w:vAlign w:val="bottom"/>
          </w:tcPr>
          <w:p w14:paraId="579B7A49" w14:textId="77777777" w:rsidR="003E20AB" w:rsidRPr="003E20AB" w:rsidRDefault="003E20AB" w:rsidP="003E20AB">
            <w:pPr>
              <w:tabs>
                <w:tab w:val="decimal" w:pos="371"/>
                <w:tab w:val="decimal" w:pos="731"/>
              </w:tabs>
              <w:spacing w:line="240" w:lineRule="atLeast"/>
              <w:ind w:right="11"/>
              <w:jc w:val="center"/>
              <w:rPr>
                <w:i/>
                <w:iCs/>
                <w:szCs w:val="22"/>
              </w:rPr>
            </w:pPr>
          </w:p>
        </w:tc>
        <w:tc>
          <w:tcPr>
            <w:tcW w:w="1041" w:type="dxa"/>
            <w:vAlign w:val="bottom"/>
          </w:tcPr>
          <w:p w14:paraId="02AF3504" w14:textId="77777777" w:rsidR="003E20AB" w:rsidRPr="003E20AB" w:rsidRDefault="003E20AB" w:rsidP="003E20AB">
            <w:pPr>
              <w:tabs>
                <w:tab w:val="decimal" w:pos="876"/>
              </w:tabs>
              <w:spacing w:line="240" w:lineRule="atLeast"/>
              <w:ind w:right="-127"/>
              <w:rPr>
                <w:b/>
                <w:bCs/>
                <w:szCs w:val="22"/>
                <w:lang w:val="en-US"/>
              </w:rPr>
            </w:pPr>
          </w:p>
        </w:tc>
        <w:tc>
          <w:tcPr>
            <w:tcW w:w="183" w:type="dxa"/>
            <w:vAlign w:val="bottom"/>
          </w:tcPr>
          <w:p w14:paraId="16917C8C" w14:textId="77777777" w:rsidR="003E20AB" w:rsidRPr="003E20AB" w:rsidRDefault="003E20AB" w:rsidP="003E20AB">
            <w:pPr>
              <w:tabs>
                <w:tab w:val="decimal" w:pos="765"/>
              </w:tabs>
              <w:spacing w:line="240" w:lineRule="atLeast"/>
              <w:rPr>
                <w:b/>
                <w:bCs/>
                <w:szCs w:val="22"/>
              </w:rPr>
            </w:pPr>
          </w:p>
        </w:tc>
        <w:tc>
          <w:tcPr>
            <w:tcW w:w="1007" w:type="dxa"/>
            <w:gridSpan w:val="2"/>
            <w:vAlign w:val="bottom"/>
          </w:tcPr>
          <w:p w14:paraId="6663D323" w14:textId="77777777" w:rsidR="003E20AB" w:rsidRPr="003E20AB" w:rsidRDefault="003E20AB" w:rsidP="003E20AB">
            <w:pPr>
              <w:tabs>
                <w:tab w:val="decimal" w:pos="852"/>
              </w:tabs>
              <w:spacing w:line="240" w:lineRule="atLeast"/>
              <w:ind w:right="-107"/>
              <w:rPr>
                <w:b/>
                <w:bCs/>
                <w:szCs w:val="22"/>
                <w:lang w:val="en-US"/>
              </w:rPr>
            </w:pPr>
          </w:p>
        </w:tc>
        <w:tc>
          <w:tcPr>
            <w:tcW w:w="179" w:type="dxa"/>
            <w:vAlign w:val="bottom"/>
          </w:tcPr>
          <w:p w14:paraId="1EA7D31D" w14:textId="77777777" w:rsidR="003E20AB" w:rsidRPr="003E20AB" w:rsidRDefault="003E20AB" w:rsidP="003E20AB">
            <w:pPr>
              <w:tabs>
                <w:tab w:val="decimal" w:pos="765"/>
              </w:tabs>
              <w:spacing w:line="240" w:lineRule="atLeast"/>
              <w:rPr>
                <w:b/>
                <w:bCs/>
                <w:szCs w:val="22"/>
              </w:rPr>
            </w:pPr>
          </w:p>
        </w:tc>
        <w:tc>
          <w:tcPr>
            <w:tcW w:w="1011" w:type="dxa"/>
            <w:vAlign w:val="bottom"/>
          </w:tcPr>
          <w:p w14:paraId="275ABA81" w14:textId="77777777" w:rsidR="003E20AB" w:rsidRPr="003E20AB" w:rsidRDefault="003E20AB" w:rsidP="003E20AB">
            <w:pPr>
              <w:tabs>
                <w:tab w:val="decimal" w:pos="851"/>
              </w:tabs>
              <w:spacing w:line="240" w:lineRule="atLeast"/>
              <w:ind w:right="-88"/>
              <w:rPr>
                <w:b/>
                <w:bCs/>
                <w:szCs w:val="22"/>
              </w:rPr>
            </w:pPr>
          </w:p>
        </w:tc>
        <w:tc>
          <w:tcPr>
            <w:tcW w:w="183" w:type="dxa"/>
            <w:vAlign w:val="bottom"/>
          </w:tcPr>
          <w:p w14:paraId="5EB1BED4" w14:textId="77777777" w:rsidR="003E20AB" w:rsidRPr="003E20AB" w:rsidRDefault="003E20AB" w:rsidP="003E20AB">
            <w:pPr>
              <w:tabs>
                <w:tab w:val="decimal" w:pos="765"/>
              </w:tabs>
              <w:spacing w:line="240" w:lineRule="atLeast"/>
              <w:rPr>
                <w:b/>
                <w:bCs/>
                <w:szCs w:val="22"/>
              </w:rPr>
            </w:pPr>
          </w:p>
        </w:tc>
        <w:tc>
          <w:tcPr>
            <w:tcW w:w="975" w:type="dxa"/>
            <w:vAlign w:val="bottom"/>
          </w:tcPr>
          <w:p w14:paraId="63F2AE4B" w14:textId="77777777" w:rsidR="003E20AB" w:rsidRPr="003E20AB" w:rsidRDefault="003E20AB" w:rsidP="003E20AB">
            <w:pPr>
              <w:tabs>
                <w:tab w:val="decimal" w:pos="827"/>
              </w:tabs>
              <w:spacing w:line="240" w:lineRule="atLeast"/>
              <w:ind w:right="-93"/>
              <w:rPr>
                <w:b/>
                <w:bCs/>
                <w:szCs w:val="22"/>
              </w:rPr>
            </w:pPr>
          </w:p>
        </w:tc>
      </w:tr>
      <w:tr w:rsidR="003E20AB" w:rsidRPr="003E20AB" w14:paraId="48BBC16F" w14:textId="77777777" w:rsidTr="003E20AB">
        <w:trPr>
          <w:cantSplit/>
        </w:trPr>
        <w:tc>
          <w:tcPr>
            <w:tcW w:w="3330" w:type="dxa"/>
          </w:tcPr>
          <w:p w14:paraId="001ACA0D" w14:textId="77777777" w:rsidR="003E20AB" w:rsidRPr="003E20AB" w:rsidRDefault="003E20AB" w:rsidP="003E20AB">
            <w:pPr>
              <w:spacing w:line="240" w:lineRule="atLeast"/>
              <w:ind w:left="191" w:hanging="191"/>
              <w:rPr>
                <w:b/>
                <w:bCs/>
                <w:szCs w:val="22"/>
              </w:rPr>
            </w:pPr>
            <w:r w:rsidRPr="003E20AB">
              <w:rPr>
                <w:b/>
                <w:bCs/>
                <w:i/>
                <w:iCs/>
                <w:szCs w:val="22"/>
              </w:rPr>
              <w:lastRenderedPageBreak/>
              <w:t xml:space="preserve">Issued and paid-up </w:t>
            </w:r>
          </w:p>
        </w:tc>
        <w:tc>
          <w:tcPr>
            <w:tcW w:w="1190" w:type="dxa"/>
          </w:tcPr>
          <w:p w14:paraId="1EC60581" w14:textId="77777777" w:rsidR="003E20AB" w:rsidRPr="003E20AB" w:rsidRDefault="003E20AB" w:rsidP="003E20AB">
            <w:pPr>
              <w:tabs>
                <w:tab w:val="decimal" w:pos="371"/>
                <w:tab w:val="decimal" w:pos="731"/>
              </w:tabs>
              <w:spacing w:line="240" w:lineRule="atLeast"/>
              <w:ind w:right="11"/>
              <w:jc w:val="center"/>
              <w:rPr>
                <w:i/>
                <w:iCs/>
                <w:szCs w:val="22"/>
              </w:rPr>
            </w:pPr>
          </w:p>
        </w:tc>
        <w:tc>
          <w:tcPr>
            <w:tcW w:w="1041" w:type="dxa"/>
            <w:vAlign w:val="bottom"/>
          </w:tcPr>
          <w:p w14:paraId="2DCDE2DC" w14:textId="77777777" w:rsidR="003E20AB" w:rsidRPr="003E20AB" w:rsidRDefault="003E20AB" w:rsidP="003E20AB">
            <w:pPr>
              <w:tabs>
                <w:tab w:val="decimal" w:pos="876"/>
              </w:tabs>
              <w:spacing w:line="240" w:lineRule="atLeast"/>
              <w:ind w:right="-127"/>
              <w:rPr>
                <w:b/>
                <w:bCs/>
                <w:szCs w:val="22"/>
                <w:lang w:val="en-US"/>
              </w:rPr>
            </w:pPr>
          </w:p>
        </w:tc>
        <w:tc>
          <w:tcPr>
            <w:tcW w:w="183" w:type="dxa"/>
            <w:vAlign w:val="bottom"/>
          </w:tcPr>
          <w:p w14:paraId="4E84CE3D" w14:textId="77777777" w:rsidR="003E20AB" w:rsidRPr="003E20AB" w:rsidRDefault="003E20AB" w:rsidP="003E20AB">
            <w:pPr>
              <w:tabs>
                <w:tab w:val="decimal" w:pos="765"/>
              </w:tabs>
              <w:spacing w:line="240" w:lineRule="atLeast"/>
              <w:rPr>
                <w:b/>
                <w:bCs/>
                <w:szCs w:val="22"/>
              </w:rPr>
            </w:pPr>
          </w:p>
        </w:tc>
        <w:tc>
          <w:tcPr>
            <w:tcW w:w="1007" w:type="dxa"/>
            <w:gridSpan w:val="2"/>
            <w:vAlign w:val="bottom"/>
          </w:tcPr>
          <w:p w14:paraId="57E8DC77" w14:textId="77777777" w:rsidR="003E20AB" w:rsidRPr="003E20AB" w:rsidRDefault="003E20AB" w:rsidP="003E20AB">
            <w:pPr>
              <w:tabs>
                <w:tab w:val="decimal" w:pos="852"/>
              </w:tabs>
              <w:spacing w:line="240" w:lineRule="atLeast"/>
              <w:ind w:right="-107"/>
              <w:rPr>
                <w:b/>
                <w:bCs/>
                <w:szCs w:val="22"/>
                <w:lang w:val="en-US"/>
              </w:rPr>
            </w:pPr>
          </w:p>
        </w:tc>
        <w:tc>
          <w:tcPr>
            <w:tcW w:w="179" w:type="dxa"/>
            <w:vAlign w:val="bottom"/>
          </w:tcPr>
          <w:p w14:paraId="1B5EA710" w14:textId="77777777" w:rsidR="003E20AB" w:rsidRPr="003E20AB" w:rsidRDefault="003E20AB" w:rsidP="003E20AB">
            <w:pPr>
              <w:tabs>
                <w:tab w:val="decimal" w:pos="765"/>
              </w:tabs>
              <w:spacing w:line="240" w:lineRule="atLeast"/>
              <w:rPr>
                <w:b/>
                <w:bCs/>
                <w:szCs w:val="22"/>
              </w:rPr>
            </w:pPr>
          </w:p>
        </w:tc>
        <w:tc>
          <w:tcPr>
            <w:tcW w:w="1011" w:type="dxa"/>
            <w:vAlign w:val="bottom"/>
          </w:tcPr>
          <w:p w14:paraId="193BBE85" w14:textId="77777777" w:rsidR="003E20AB" w:rsidRPr="003E20AB" w:rsidRDefault="003E20AB" w:rsidP="003E20AB">
            <w:pPr>
              <w:tabs>
                <w:tab w:val="decimal" w:pos="851"/>
              </w:tabs>
              <w:spacing w:line="240" w:lineRule="atLeast"/>
              <w:ind w:right="-88"/>
              <w:rPr>
                <w:b/>
                <w:bCs/>
                <w:szCs w:val="22"/>
              </w:rPr>
            </w:pPr>
          </w:p>
        </w:tc>
        <w:tc>
          <w:tcPr>
            <w:tcW w:w="183" w:type="dxa"/>
            <w:vAlign w:val="bottom"/>
          </w:tcPr>
          <w:p w14:paraId="2408C684" w14:textId="77777777" w:rsidR="003E20AB" w:rsidRPr="003E20AB" w:rsidRDefault="003E20AB" w:rsidP="003E20AB">
            <w:pPr>
              <w:tabs>
                <w:tab w:val="decimal" w:pos="765"/>
              </w:tabs>
              <w:spacing w:line="240" w:lineRule="atLeast"/>
              <w:rPr>
                <w:b/>
                <w:bCs/>
                <w:szCs w:val="22"/>
              </w:rPr>
            </w:pPr>
          </w:p>
        </w:tc>
        <w:tc>
          <w:tcPr>
            <w:tcW w:w="975" w:type="dxa"/>
            <w:vAlign w:val="bottom"/>
          </w:tcPr>
          <w:p w14:paraId="7FB47364" w14:textId="77777777" w:rsidR="003E20AB" w:rsidRPr="003E20AB" w:rsidRDefault="003E20AB" w:rsidP="003E20AB">
            <w:pPr>
              <w:tabs>
                <w:tab w:val="decimal" w:pos="827"/>
              </w:tabs>
              <w:spacing w:line="240" w:lineRule="atLeast"/>
              <w:ind w:right="-93"/>
              <w:rPr>
                <w:b/>
                <w:bCs/>
                <w:szCs w:val="22"/>
              </w:rPr>
            </w:pPr>
          </w:p>
        </w:tc>
      </w:tr>
      <w:tr w:rsidR="003E20AB" w:rsidRPr="003E20AB" w14:paraId="173EA5ED" w14:textId="77777777" w:rsidTr="003E20AB">
        <w:trPr>
          <w:cantSplit/>
        </w:trPr>
        <w:tc>
          <w:tcPr>
            <w:tcW w:w="3330" w:type="dxa"/>
          </w:tcPr>
          <w:p w14:paraId="65F88DC6" w14:textId="77777777" w:rsidR="003E20AB" w:rsidRPr="003E20AB" w:rsidRDefault="003E20AB" w:rsidP="003E20AB">
            <w:pPr>
              <w:spacing w:line="240" w:lineRule="atLeast"/>
              <w:ind w:left="191" w:hanging="191"/>
              <w:rPr>
                <w:b/>
                <w:bCs/>
                <w:szCs w:val="22"/>
              </w:rPr>
            </w:pPr>
            <w:proofErr w:type="gramStart"/>
            <w:r w:rsidRPr="003E20AB">
              <w:rPr>
                <w:szCs w:val="22"/>
              </w:rPr>
              <w:t>At</w:t>
            </w:r>
            <w:proofErr w:type="gramEnd"/>
            <w:r w:rsidRPr="003E20AB">
              <w:rPr>
                <w:szCs w:val="22"/>
              </w:rPr>
              <w:t xml:space="preserve"> 1 January</w:t>
            </w:r>
          </w:p>
        </w:tc>
        <w:tc>
          <w:tcPr>
            <w:tcW w:w="1190" w:type="dxa"/>
          </w:tcPr>
          <w:p w14:paraId="0B63C597" w14:textId="77777777" w:rsidR="003E20AB" w:rsidRPr="003E20AB" w:rsidRDefault="003E20AB" w:rsidP="003E20AB">
            <w:pPr>
              <w:tabs>
                <w:tab w:val="decimal" w:pos="371"/>
                <w:tab w:val="decimal" w:pos="731"/>
              </w:tabs>
              <w:spacing w:line="240" w:lineRule="atLeast"/>
              <w:ind w:right="11"/>
              <w:jc w:val="center"/>
              <w:rPr>
                <w:i/>
                <w:iCs/>
                <w:szCs w:val="22"/>
              </w:rPr>
            </w:pPr>
          </w:p>
        </w:tc>
        <w:tc>
          <w:tcPr>
            <w:tcW w:w="1041" w:type="dxa"/>
            <w:vAlign w:val="bottom"/>
          </w:tcPr>
          <w:p w14:paraId="0D9FF179" w14:textId="77777777" w:rsidR="003E20AB" w:rsidRPr="003E20AB" w:rsidRDefault="003E20AB" w:rsidP="003E20AB">
            <w:pPr>
              <w:tabs>
                <w:tab w:val="decimal" w:pos="876"/>
              </w:tabs>
              <w:spacing w:line="240" w:lineRule="atLeast"/>
              <w:ind w:right="-127"/>
              <w:rPr>
                <w:b/>
                <w:bCs/>
                <w:szCs w:val="22"/>
                <w:lang w:val="en-US"/>
              </w:rPr>
            </w:pPr>
          </w:p>
        </w:tc>
        <w:tc>
          <w:tcPr>
            <w:tcW w:w="183" w:type="dxa"/>
            <w:vAlign w:val="bottom"/>
          </w:tcPr>
          <w:p w14:paraId="4BFF6A99" w14:textId="77777777" w:rsidR="003E20AB" w:rsidRPr="003E20AB" w:rsidRDefault="003E20AB" w:rsidP="003E20AB">
            <w:pPr>
              <w:tabs>
                <w:tab w:val="decimal" w:pos="765"/>
              </w:tabs>
              <w:spacing w:line="240" w:lineRule="atLeast"/>
              <w:rPr>
                <w:b/>
                <w:bCs/>
                <w:szCs w:val="22"/>
              </w:rPr>
            </w:pPr>
          </w:p>
        </w:tc>
        <w:tc>
          <w:tcPr>
            <w:tcW w:w="1007" w:type="dxa"/>
            <w:gridSpan w:val="2"/>
            <w:vAlign w:val="bottom"/>
          </w:tcPr>
          <w:p w14:paraId="20A95FE7" w14:textId="77777777" w:rsidR="003E20AB" w:rsidRPr="003E20AB" w:rsidRDefault="003E20AB" w:rsidP="003E20AB">
            <w:pPr>
              <w:tabs>
                <w:tab w:val="decimal" w:pos="852"/>
              </w:tabs>
              <w:spacing w:line="240" w:lineRule="atLeast"/>
              <w:ind w:right="-107"/>
              <w:rPr>
                <w:b/>
                <w:bCs/>
                <w:szCs w:val="22"/>
                <w:lang w:val="en-US"/>
              </w:rPr>
            </w:pPr>
          </w:p>
        </w:tc>
        <w:tc>
          <w:tcPr>
            <w:tcW w:w="179" w:type="dxa"/>
            <w:vAlign w:val="bottom"/>
          </w:tcPr>
          <w:p w14:paraId="1CD0DF1C" w14:textId="77777777" w:rsidR="003E20AB" w:rsidRPr="003E20AB" w:rsidRDefault="003E20AB" w:rsidP="003E20AB">
            <w:pPr>
              <w:tabs>
                <w:tab w:val="decimal" w:pos="765"/>
              </w:tabs>
              <w:spacing w:line="240" w:lineRule="atLeast"/>
              <w:rPr>
                <w:b/>
                <w:bCs/>
                <w:szCs w:val="22"/>
              </w:rPr>
            </w:pPr>
          </w:p>
        </w:tc>
        <w:tc>
          <w:tcPr>
            <w:tcW w:w="1011" w:type="dxa"/>
            <w:vAlign w:val="bottom"/>
          </w:tcPr>
          <w:p w14:paraId="140C05DF" w14:textId="77777777" w:rsidR="003E20AB" w:rsidRPr="003E20AB" w:rsidRDefault="003E20AB" w:rsidP="003E20AB">
            <w:pPr>
              <w:tabs>
                <w:tab w:val="decimal" w:pos="851"/>
              </w:tabs>
              <w:spacing w:line="240" w:lineRule="atLeast"/>
              <w:ind w:right="-88"/>
              <w:rPr>
                <w:b/>
                <w:bCs/>
                <w:szCs w:val="22"/>
              </w:rPr>
            </w:pPr>
          </w:p>
        </w:tc>
        <w:tc>
          <w:tcPr>
            <w:tcW w:w="183" w:type="dxa"/>
            <w:vAlign w:val="bottom"/>
          </w:tcPr>
          <w:p w14:paraId="2C4A078A" w14:textId="77777777" w:rsidR="003E20AB" w:rsidRPr="003E20AB" w:rsidRDefault="003E20AB" w:rsidP="003E20AB">
            <w:pPr>
              <w:tabs>
                <w:tab w:val="decimal" w:pos="765"/>
              </w:tabs>
              <w:spacing w:line="240" w:lineRule="atLeast"/>
              <w:rPr>
                <w:b/>
                <w:bCs/>
                <w:szCs w:val="22"/>
              </w:rPr>
            </w:pPr>
          </w:p>
        </w:tc>
        <w:tc>
          <w:tcPr>
            <w:tcW w:w="975" w:type="dxa"/>
            <w:vAlign w:val="bottom"/>
          </w:tcPr>
          <w:p w14:paraId="2F101692" w14:textId="77777777" w:rsidR="003E20AB" w:rsidRPr="003E20AB" w:rsidRDefault="003E20AB" w:rsidP="003E20AB">
            <w:pPr>
              <w:tabs>
                <w:tab w:val="decimal" w:pos="827"/>
              </w:tabs>
              <w:spacing w:line="240" w:lineRule="atLeast"/>
              <w:ind w:right="-93"/>
              <w:rPr>
                <w:b/>
                <w:bCs/>
                <w:szCs w:val="22"/>
              </w:rPr>
            </w:pPr>
          </w:p>
        </w:tc>
      </w:tr>
      <w:tr w:rsidR="003E20AB" w:rsidRPr="003E20AB" w14:paraId="652118BF" w14:textId="77777777" w:rsidTr="003E20AB">
        <w:trPr>
          <w:cantSplit/>
        </w:trPr>
        <w:tc>
          <w:tcPr>
            <w:tcW w:w="3330" w:type="dxa"/>
          </w:tcPr>
          <w:p w14:paraId="59702221" w14:textId="77777777" w:rsidR="003E20AB" w:rsidRPr="003E20AB" w:rsidRDefault="003E20AB" w:rsidP="003E20AB">
            <w:pPr>
              <w:spacing w:line="240" w:lineRule="atLeast"/>
              <w:ind w:left="191" w:hanging="191"/>
              <w:rPr>
                <w:b/>
                <w:bCs/>
                <w:szCs w:val="22"/>
              </w:rPr>
            </w:pPr>
            <w:r w:rsidRPr="003E20AB">
              <w:rPr>
                <w:szCs w:val="22"/>
              </w:rPr>
              <w:t>- ordinary shares</w:t>
            </w:r>
          </w:p>
        </w:tc>
        <w:tc>
          <w:tcPr>
            <w:tcW w:w="1190" w:type="dxa"/>
            <w:vAlign w:val="bottom"/>
          </w:tcPr>
          <w:p w14:paraId="3DDA2C32" w14:textId="62DAD37D" w:rsidR="003E20AB" w:rsidRPr="003E20AB" w:rsidRDefault="00DB74F5" w:rsidP="003E20AB">
            <w:pPr>
              <w:tabs>
                <w:tab w:val="decimal" w:pos="371"/>
                <w:tab w:val="decimal" w:pos="731"/>
              </w:tabs>
              <w:spacing w:line="240" w:lineRule="atLeast"/>
              <w:ind w:right="11"/>
              <w:jc w:val="center"/>
              <w:rPr>
                <w:i/>
                <w:iCs/>
                <w:szCs w:val="22"/>
              </w:rPr>
            </w:pPr>
            <w:r>
              <w:rPr>
                <w:i/>
                <w:iCs/>
                <w:szCs w:val="22"/>
              </w:rPr>
              <w:t>1</w:t>
            </w:r>
          </w:p>
        </w:tc>
        <w:tc>
          <w:tcPr>
            <w:tcW w:w="1041" w:type="dxa"/>
          </w:tcPr>
          <w:p w14:paraId="75DE5CB1" w14:textId="4DB31D05" w:rsidR="003E20AB" w:rsidRPr="003E20AB" w:rsidRDefault="00DB74F5" w:rsidP="003E20AB">
            <w:pPr>
              <w:tabs>
                <w:tab w:val="decimal" w:pos="876"/>
              </w:tabs>
              <w:spacing w:line="240" w:lineRule="atLeast"/>
              <w:ind w:right="-127"/>
              <w:rPr>
                <w:b/>
                <w:bCs/>
                <w:szCs w:val="22"/>
                <w:lang w:val="en-US"/>
              </w:rPr>
            </w:pPr>
            <w:r>
              <w:t>385,715</w:t>
            </w:r>
          </w:p>
        </w:tc>
        <w:tc>
          <w:tcPr>
            <w:tcW w:w="183" w:type="dxa"/>
          </w:tcPr>
          <w:p w14:paraId="6E96ED08" w14:textId="77777777" w:rsidR="003E20AB" w:rsidRPr="003E20AB" w:rsidRDefault="003E20AB" w:rsidP="003E20AB">
            <w:pPr>
              <w:tabs>
                <w:tab w:val="decimal" w:pos="765"/>
              </w:tabs>
              <w:spacing w:line="240" w:lineRule="atLeast"/>
              <w:rPr>
                <w:b/>
                <w:bCs/>
                <w:szCs w:val="22"/>
              </w:rPr>
            </w:pPr>
          </w:p>
        </w:tc>
        <w:tc>
          <w:tcPr>
            <w:tcW w:w="1007" w:type="dxa"/>
            <w:gridSpan w:val="2"/>
          </w:tcPr>
          <w:p w14:paraId="2F103A21" w14:textId="6821697D" w:rsidR="003E20AB" w:rsidRPr="003E20AB" w:rsidRDefault="00DB74F5" w:rsidP="003E20AB">
            <w:pPr>
              <w:tabs>
                <w:tab w:val="decimal" w:pos="852"/>
              </w:tabs>
              <w:spacing w:line="240" w:lineRule="atLeast"/>
              <w:ind w:right="-107"/>
              <w:rPr>
                <w:b/>
                <w:bCs/>
                <w:szCs w:val="22"/>
                <w:lang w:val="en-US"/>
              </w:rPr>
            </w:pPr>
            <w:r>
              <w:t>385,715</w:t>
            </w:r>
          </w:p>
        </w:tc>
        <w:tc>
          <w:tcPr>
            <w:tcW w:w="179" w:type="dxa"/>
            <w:vAlign w:val="bottom"/>
          </w:tcPr>
          <w:p w14:paraId="1C92BEF6" w14:textId="77777777" w:rsidR="003E20AB" w:rsidRPr="003E20AB" w:rsidRDefault="003E20AB" w:rsidP="003E20AB">
            <w:pPr>
              <w:tabs>
                <w:tab w:val="decimal" w:pos="765"/>
              </w:tabs>
              <w:spacing w:line="240" w:lineRule="atLeast"/>
              <w:rPr>
                <w:b/>
                <w:bCs/>
                <w:szCs w:val="22"/>
              </w:rPr>
            </w:pPr>
          </w:p>
        </w:tc>
        <w:tc>
          <w:tcPr>
            <w:tcW w:w="1011" w:type="dxa"/>
            <w:vAlign w:val="bottom"/>
          </w:tcPr>
          <w:p w14:paraId="44B494F8" w14:textId="3D4F77F9" w:rsidR="003E20AB" w:rsidRPr="003E20AB" w:rsidRDefault="00DB74F5" w:rsidP="003E20AB">
            <w:pPr>
              <w:tabs>
                <w:tab w:val="decimal" w:pos="851"/>
              </w:tabs>
              <w:spacing w:line="240" w:lineRule="atLeast"/>
              <w:ind w:right="-88"/>
              <w:rPr>
                <w:b/>
                <w:bCs/>
                <w:szCs w:val="22"/>
              </w:rPr>
            </w:pPr>
            <w:r>
              <w:rPr>
                <w:szCs w:val="22"/>
                <w:lang w:val="en-US"/>
              </w:rPr>
              <w:t>270,000</w:t>
            </w:r>
          </w:p>
        </w:tc>
        <w:tc>
          <w:tcPr>
            <w:tcW w:w="183" w:type="dxa"/>
            <w:vAlign w:val="bottom"/>
          </w:tcPr>
          <w:p w14:paraId="5EC3D15F" w14:textId="77777777" w:rsidR="003E20AB" w:rsidRPr="003E20AB" w:rsidRDefault="003E20AB" w:rsidP="003E20AB">
            <w:pPr>
              <w:tabs>
                <w:tab w:val="decimal" w:pos="765"/>
              </w:tabs>
              <w:spacing w:line="240" w:lineRule="atLeast"/>
              <w:rPr>
                <w:b/>
                <w:bCs/>
                <w:szCs w:val="22"/>
              </w:rPr>
            </w:pPr>
          </w:p>
        </w:tc>
        <w:tc>
          <w:tcPr>
            <w:tcW w:w="975" w:type="dxa"/>
            <w:vAlign w:val="bottom"/>
          </w:tcPr>
          <w:p w14:paraId="19441D34" w14:textId="6BBE78EA" w:rsidR="003E20AB" w:rsidRPr="003E20AB" w:rsidRDefault="00DB74F5" w:rsidP="003E20AB">
            <w:pPr>
              <w:tabs>
                <w:tab w:val="decimal" w:pos="827"/>
              </w:tabs>
              <w:spacing w:line="240" w:lineRule="atLeast"/>
              <w:ind w:right="-93"/>
              <w:rPr>
                <w:b/>
                <w:bCs/>
                <w:szCs w:val="22"/>
              </w:rPr>
            </w:pPr>
            <w:r>
              <w:rPr>
                <w:szCs w:val="22"/>
                <w:lang w:val="en-US"/>
              </w:rPr>
              <w:t>270,000</w:t>
            </w:r>
          </w:p>
        </w:tc>
      </w:tr>
      <w:tr w:rsidR="003E20AB" w:rsidRPr="003E20AB" w14:paraId="498633F7" w14:textId="77777777" w:rsidTr="003E20AB">
        <w:trPr>
          <w:cantSplit/>
        </w:trPr>
        <w:tc>
          <w:tcPr>
            <w:tcW w:w="3330" w:type="dxa"/>
          </w:tcPr>
          <w:p w14:paraId="41BF54D1" w14:textId="77777777" w:rsidR="003E20AB" w:rsidRPr="003E20AB" w:rsidRDefault="003E20AB" w:rsidP="003E20AB">
            <w:pPr>
              <w:spacing w:line="240" w:lineRule="atLeast"/>
              <w:ind w:left="191" w:hanging="191"/>
              <w:rPr>
                <w:b/>
                <w:bCs/>
                <w:szCs w:val="22"/>
              </w:rPr>
            </w:pPr>
            <w:r w:rsidRPr="003E20AB">
              <w:rPr>
                <w:szCs w:val="22"/>
              </w:rPr>
              <w:t>Increase of new shares</w:t>
            </w:r>
          </w:p>
        </w:tc>
        <w:tc>
          <w:tcPr>
            <w:tcW w:w="1190" w:type="dxa"/>
            <w:vAlign w:val="bottom"/>
          </w:tcPr>
          <w:p w14:paraId="6425B24F" w14:textId="77777777" w:rsidR="003E20AB" w:rsidRPr="003E20AB" w:rsidRDefault="003E20AB" w:rsidP="003E20AB">
            <w:pPr>
              <w:tabs>
                <w:tab w:val="decimal" w:pos="371"/>
                <w:tab w:val="decimal" w:pos="731"/>
              </w:tabs>
              <w:spacing w:line="240" w:lineRule="atLeast"/>
              <w:ind w:right="11"/>
              <w:jc w:val="center"/>
              <w:rPr>
                <w:i/>
                <w:iCs/>
                <w:szCs w:val="22"/>
              </w:rPr>
            </w:pPr>
          </w:p>
        </w:tc>
        <w:tc>
          <w:tcPr>
            <w:tcW w:w="1041" w:type="dxa"/>
            <w:vAlign w:val="bottom"/>
          </w:tcPr>
          <w:p w14:paraId="15367F7B" w14:textId="77777777" w:rsidR="003E20AB" w:rsidRPr="003E20AB" w:rsidRDefault="003E20AB" w:rsidP="003E20AB">
            <w:pPr>
              <w:tabs>
                <w:tab w:val="decimal" w:pos="876"/>
              </w:tabs>
              <w:spacing w:line="240" w:lineRule="atLeast"/>
              <w:ind w:right="-127"/>
              <w:rPr>
                <w:b/>
                <w:bCs/>
                <w:szCs w:val="22"/>
                <w:lang w:val="en-US"/>
              </w:rPr>
            </w:pPr>
          </w:p>
        </w:tc>
        <w:tc>
          <w:tcPr>
            <w:tcW w:w="183" w:type="dxa"/>
          </w:tcPr>
          <w:p w14:paraId="66C5520C" w14:textId="77777777" w:rsidR="003E20AB" w:rsidRPr="003E20AB" w:rsidRDefault="003E20AB" w:rsidP="003E20AB">
            <w:pPr>
              <w:tabs>
                <w:tab w:val="decimal" w:pos="765"/>
              </w:tabs>
              <w:spacing w:line="240" w:lineRule="atLeast"/>
              <w:rPr>
                <w:b/>
                <w:bCs/>
                <w:szCs w:val="22"/>
              </w:rPr>
            </w:pPr>
          </w:p>
        </w:tc>
        <w:tc>
          <w:tcPr>
            <w:tcW w:w="1007" w:type="dxa"/>
            <w:gridSpan w:val="2"/>
            <w:vAlign w:val="bottom"/>
          </w:tcPr>
          <w:p w14:paraId="3AE97153" w14:textId="77777777" w:rsidR="003E20AB" w:rsidRPr="003E20AB" w:rsidRDefault="003E20AB" w:rsidP="003E20AB">
            <w:pPr>
              <w:tabs>
                <w:tab w:val="decimal" w:pos="852"/>
              </w:tabs>
              <w:spacing w:line="240" w:lineRule="atLeast"/>
              <w:ind w:right="-107"/>
              <w:rPr>
                <w:b/>
                <w:bCs/>
                <w:szCs w:val="22"/>
                <w:lang w:val="en-US"/>
              </w:rPr>
            </w:pPr>
          </w:p>
        </w:tc>
        <w:tc>
          <w:tcPr>
            <w:tcW w:w="179" w:type="dxa"/>
            <w:vAlign w:val="bottom"/>
          </w:tcPr>
          <w:p w14:paraId="28AD4443" w14:textId="77777777" w:rsidR="003E20AB" w:rsidRPr="003E20AB" w:rsidRDefault="003E20AB" w:rsidP="003E20AB">
            <w:pPr>
              <w:tabs>
                <w:tab w:val="decimal" w:pos="765"/>
              </w:tabs>
              <w:spacing w:line="240" w:lineRule="atLeast"/>
              <w:rPr>
                <w:b/>
                <w:bCs/>
                <w:szCs w:val="22"/>
              </w:rPr>
            </w:pPr>
          </w:p>
        </w:tc>
        <w:tc>
          <w:tcPr>
            <w:tcW w:w="1011" w:type="dxa"/>
            <w:vAlign w:val="bottom"/>
          </w:tcPr>
          <w:p w14:paraId="1A208048" w14:textId="77777777" w:rsidR="003E20AB" w:rsidRPr="003E20AB" w:rsidRDefault="003E20AB" w:rsidP="003E20AB">
            <w:pPr>
              <w:tabs>
                <w:tab w:val="decimal" w:pos="851"/>
              </w:tabs>
              <w:spacing w:line="240" w:lineRule="atLeast"/>
              <w:ind w:right="-88"/>
              <w:rPr>
                <w:b/>
                <w:bCs/>
                <w:szCs w:val="22"/>
              </w:rPr>
            </w:pPr>
          </w:p>
        </w:tc>
        <w:tc>
          <w:tcPr>
            <w:tcW w:w="183" w:type="dxa"/>
            <w:vAlign w:val="bottom"/>
          </w:tcPr>
          <w:p w14:paraId="6BE5F7A3" w14:textId="77777777" w:rsidR="003E20AB" w:rsidRPr="003E20AB" w:rsidRDefault="003E20AB" w:rsidP="003E20AB">
            <w:pPr>
              <w:tabs>
                <w:tab w:val="decimal" w:pos="765"/>
              </w:tabs>
              <w:spacing w:line="240" w:lineRule="atLeast"/>
              <w:rPr>
                <w:b/>
                <w:bCs/>
                <w:szCs w:val="22"/>
              </w:rPr>
            </w:pPr>
          </w:p>
        </w:tc>
        <w:tc>
          <w:tcPr>
            <w:tcW w:w="975" w:type="dxa"/>
            <w:vAlign w:val="bottom"/>
          </w:tcPr>
          <w:p w14:paraId="705A0BDE" w14:textId="77777777" w:rsidR="003E20AB" w:rsidRPr="003E20AB" w:rsidRDefault="003E20AB" w:rsidP="003E20AB">
            <w:pPr>
              <w:tabs>
                <w:tab w:val="decimal" w:pos="827"/>
              </w:tabs>
              <w:spacing w:line="240" w:lineRule="atLeast"/>
              <w:ind w:right="-93"/>
              <w:rPr>
                <w:b/>
                <w:bCs/>
                <w:szCs w:val="22"/>
              </w:rPr>
            </w:pPr>
          </w:p>
        </w:tc>
      </w:tr>
      <w:tr w:rsidR="003E20AB" w:rsidRPr="003E20AB" w14:paraId="5D83CE7F" w14:textId="77777777" w:rsidTr="003E20AB">
        <w:trPr>
          <w:cantSplit/>
        </w:trPr>
        <w:tc>
          <w:tcPr>
            <w:tcW w:w="3330" w:type="dxa"/>
          </w:tcPr>
          <w:p w14:paraId="3C846F5C" w14:textId="77777777" w:rsidR="003E20AB" w:rsidRPr="003E20AB" w:rsidRDefault="003E20AB" w:rsidP="003E20AB">
            <w:pPr>
              <w:spacing w:line="240" w:lineRule="atLeast"/>
              <w:ind w:left="191" w:hanging="191"/>
              <w:rPr>
                <w:b/>
                <w:bCs/>
                <w:szCs w:val="22"/>
              </w:rPr>
            </w:pPr>
            <w:r w:rsidRPr="003E20AB">
              <w:rPr>
                <w:szCs w:val="22"/>
              </w:rPr>
              <w:t>- ordinary shares</w:t>
            </w:r>
          </w:p>
        </w:tc>
        <w:tc>
          <w:tcPr>
            <w:tcW w:w="1190" w:type="dxa"/>
            <w:vAlign w:val="bottom"/>
          </w:tcPr>
          <w:p w14:paraId="3FB0F417" w14:textId="2F93F072" w:rsidR="003E20AB" w:rsidRPr="003E20AB" w:rsidRDefault="00DB74F5" w:rsidP="003E20AB">
            <w:pPr>
              <w:tabs>
                <w:tab w:val="decimal" w:pos="371"/>
                <w:tab w:val="decimal" w:pos="731"/>
              </w:tabs>
              <w:spacing w:line="240" w:lineRule="atLeast"/>
              <w:ind w:right="11"/>
              <w:jc w:val="center"/>
              <w:rPr>
                <w:i/>
                <w:iCs/>
                <w:szCs w:val="22"/>
              </w:rPr>
            </w:pPr>
            <w:r>
              <w:rPr>
                <w:i/>
                <w:iCs/>
                <w:szCs w:val="22"/>
              </w:rPr>
              <w:t>1</w:t>
            </w:r>
          </w:p>
        </w:tc>
        <w:tc>
          <w:tcPr>
            <w:tcW w:w="1041" w:type="dxa"/>
            <w:tcBorders>
              <w:bottom w:val="single" w:sz="4" w:space="0" w:color="auto"/>
            </w:tcBorders>
          </w:tcPr>
          <w:p w14:paraId="0290DDC4" w14:textId="61E855AD" w:rsidR="003E20AB" w:rsidRPr="003E20AB" w:rsidRDefault="003E20AB" w:rsidP="003E20AB">
            <w:pPr>
              <w:tabs>
                <w:tab w:val="decimal" w:pos="876"/>
              </w:tabs>
              <w:spacing w:line="240" w:lineRule="atLeast"/>
              <w:ind w:right="-127"/>
              <w:rPr>
                <w:b/>
                <w:bCs/>
                <w:szCs w:val="22"/>
                <w:lang w:val="en-US"/>
              </w:rPr>
            </w:pPr>
            <w:r w:rsidRPr="003E20AB">
              <w:t>1</w:t>
            </w:r>
            <w:r w:rsidR="00DB74F5">
              <w:t>0,000</w:t>
            </w:r>
          </w:p>
        </w:tc>
        <w:tc>
          <w:tcPr>
            <w:tcW w:w="183" w:type="dxa"/>
          </w:tcPr>
          <w:p w14:paraId="0A985FA7" w14:textId="77777777" w:rsidR="003E20AB" w:rsidRPr="003E20AB" w:rsidRDefault="003E20AB" w:rsidP="003E20AB">
            <w:pPr>
              <w:tabs>
                <w:tab w:val="decimal" w:pos="765"/>
              </w:tabs>
              <w:spacing w:line="240" w:lineRule="atLeast"/>
              <w:rPr>
                <w:b/>
                <w:bCs/>
                <w:szCs w:val="22"/>
              </w:rPr>
            </w:pPr>
          </w:p>
        </w:tc>
        <w:tc>
          <w:tcPr>
            <w:tcW w:w="1007" w:type="dxa"/>
            <w:gridSpan w:val="2"/>
            <w:tcBorders>
              <w:bottom w:val="single" w:sz="4" w:space="0" w:color="auto"/>
            </w:tcBorders>
          </w:tcPr>
          <w:p w14:paraId="129A4D09" w14:textId="7C21207B" w:rsidR="003E20AB" w:rsidRPr="003E20AB" w:rsidRDefault="00DB74F5" w:rsidP="003E20AB">
            <w:pPr>
              <w:tabs>
                <w:tab w:val="decimal" w:pos="852"/>
              </w:tabs>
              <w:spacing w:line="240" w:lineRule="atLeast"/>
              <w:ind w:right="-107"/>
              <w:rPr>
                <w:b/>
                <w:bCs/>
                <w:szCs w:val="22"/>
                <w:lang w:val="en-US"/>
              </w:rPr>
            </w:pPr>
            <w:r>
              <w:t>10,000</w:t>
            </w:r>
          </w:p>
        </w:tc>
        <w:tc>
          <w:tcPr>
            <w:tcW w:w="179" w:type="dxa"/>
            <w:vAlign w:val="bottom"/>
          </w:tcPr>
          <w:p w14:paraId="448A01B1" w14:textId="77777777" w:rsidR="003E20AB" w:rsidRPr="003E20AB" w:rsidRDefault="003E20AB" w:rsidP="003E20AB">
            <w:pPr>
              <w:tabs>
                <w:tab w:val="decimal" w:pos="765"/>
              </w:tabs>
              <w:spacing w:line="240" w:lineRule="atLeast"/>
              <w:rPr>
                <w:b/>
                <w:bCs/>
                <w:szCs w:val="22"/>
              </w:rPr>
            </w:pPr>
          </w:p>
        </w:tc>
        <w:tc>
          <w:tcPr>
            <w:tcW w:w="1011" w:type="dxa"/>
            <w:tcBorders>
              <w:bottom w:val="single" w:sz="4" w:space="0" w:color="auto"/>
            </w:tcBorders>
            <w:vAlign w:val="bottom"/>
          </w:tcPr>
          <w:p w14:paraId="7D6FAD10" w14:textId="491F6754" w:rsidR="003E20AB" w:rsidRPr="003E20AB" w:rsidRDefault="003E20AB" w:rsidP="003E20AB">
            <w:pPr>
              <w:tabs>
                <w:tab w:val="decimal" w:pos="851"/>
              </w:tabs>
              <w:spacing w:line="240" w:lineRule="atLeast"/>
              <w:ind w:right="-88"/>
              <w:rPr>
                <w:b/>
                <w:bCs/>
                <w:szCs w:val="22"/>
              </w:rPr>
            </w:pPr>
            <w:r w:rsidRPr="003E20AB">
              <w:rPr>
                <w:szCs w:val="22"/>
              </w:rPr>
              <w:t>1</w:t>
            </w:r>
            <w:r w:rsidR="00DB74F5">
              <w:rPr>
                <w:szCs w:val="22"/>
              </w:rPr>
              <w:t>15,715</w:t>
            </w:r>
          </w:p>
        </w:tc>
        <w:tc>
          <w:tcPr>
            <w:tcW w:w="183" w:type="dxa"/>
            <w:vAlign w:val="bottom"/>
          </w:tcPr>
          <w:p w14:paraId="404F4B87" w14:textId="77777777" w:rsidR="003E20AB" w:rsidRPr="003E20AB" w:rsidRDefault="003E20AB" w:rsidP="003E20AB">
            <w:pPr>
              <w:tabs>
                <w:tab w:val="decimal" w:pos="765"/>
              </w:tabs>
              <w:spacing w:line="240" w:lineRule="atLeast"/>
              <w:rPr>
                <w:b/>
                <w:bCs/>
                <w:szCs w:val="22"/>
              </w:rPr>
            </w:pPr>
          </w:p>
        </w:tc>
        <w:tc>
          <w:tcPr>
            <w:tcW w:w="975" w:type="dxa"/>
            <w:tcBorders>
              <w:bottom w:val="single" w:sz="4" w:space="0" w:color="auto"/>
            </w:tcBorders>
            <w:vAlign w:val="bottom"/>
          </w:tcPr>
          <w:p w14:paraId="3D1158AE" w14:textId="2E41B428" w:rsidR="003E20AB" w:rsidRPr="003E20AB" w:rsidRDefault="00DB74F5" w:rsidP="003E20AB">
            <w:pPr>
              <w:tabs>
                <w:tab w:val="decimal" w:pos="827"/>
              </w:tabs>
              <w:spacing w:line="240" w:lineRule="atLeast"/>
              <w:ind w:right="-93"/>
              <w:rPr>
                <w:b/>
                <w:bCs/>
                <w:szCs w:val="22"/>
              </w:rPr>
            </w:pPr>
            <w:r>
              <w:rPr>
                <w:szCs w:val="22"/>
              </w:rPr>
              <w:t>115,715</w:t>
            </w:r>
          </w:p>
        </w:tc>
      </w:tr>
      <w:tr w:rsidR="003E20AB" w:rsidRPr="003E20AB" w14:paraId="1D7FED53" w14:textId="77777777" w:rsidTr="003E20AB">
        <w:trPr>
          <w:cantSplit/>
        </w:trPr>
        <w:tc>
          <w:tcPr>
            <w:tcW w:w="3330" w:type="dxa"/>
          </w:tcPr>
          <w:p w14:paraId="2495BC53" w14:textId="23BA498E" w:rsidR="003E20AB" w:rsidRPr="003E20AB" w:rsidRDefault="003E20AB" w:rsidP="003E20AB">
            <w:pPr>
              <w:spacing w:line="240" w:lineRule="atLeast"/>
              <w:ind w:left="191" w:hanging="191"/>
              <w:rPr>
                <w:b/>
                <w:bCs/>
                <w:szCs w:val="22"/>
              </w:rPr>
            </w:pPr>
            <w:proofErr w:type="gramStart"/>
            <w:r w:rsidRPr="003E20AB">
              <w:rPr>
                <w:b/>
                <w:bCs/>
                <w:szCs w:val="22"/>
              </w:rPr>
              <w:t>At</w:t>
            </w:r>
            <w:proofErr w:type="gramEnd"/>
            <w:r w:rsidRPr="003E20AB">
              <w:rPr>
                <w:b/>
                <w:bCs/>
                <w:szCs w:val="22"/>
              </w:rPr>
              <w:t xml:space="preserve"> </w:t>
            </w:r>
            <w:r w:rsidR="00DB74F5">
              <w:rPr>
                <w:b/>
                <w:bCs/>
                <w:szCs w:val="22"/>
              </w:rPr>
              <w:t xml:space="preserve">30 June / </w:t>
            </w:r>
            <w:r w:rsidRPr="003E20AB">
              <w:rPr>
                <w:b/>
                <w:bCs/>
                <w:szCs w:val="22"/>
              </w:rPr>
              <w:t>31 December</w:t>
            </w:r>
          </w:p>
        </w:tc>
        <w:tc>
          <w:tcPr>
            <w:tcW w:w="1190" w:type="dxa"/>
            <w:vAlign w:val="bottom"/>
          </w:tcPr>
          <w:p w14:paraId="1F667BFE" w14:textId="77777777" w:rsidR="003E20AB" w:rsidRPr="003E20AB" w:rsidRDefault="003E20AB" w:rsidP="003E20AB">
            <w:pPr>
              <w:tabs>
                <w:tab w:val="decimal" w:pos="371"/>
                <w:tab w:val="decimal" w:pos="731"/>
              </w:tabs>
              <w:spacing w:line="240" w:lineRule="atLeast"/>
              <w:ind w:right="11"/>
              <w:jc w:val="center"/>
              <w:rPr>
                <w:i/>
                <w:iCs/>
                <w:szCs w:val="22"/>
              </w:rPr>
            </w:pPr>
          </w:p>
        </w:tc>
        <w:tc>
          <w:tcPr>
            <w:tcW w:w="1041" w:type="dxa"/>
            <w:tcBorders>
              <w:top w:val="single" w:sz="4" w:space="0" w:color="auto"/>
            </w:tcBorders>
            <w:vAlign w:val="bottom"/>
          </w:tcPr>
          <w:p w14:paraId="39AF8FD2" w14:textId="77777777" w:rsidR="003E20AB" w:rsidRPr="003E20AB" w:rsidRDefault="003E20AB" w:rsidP="003E20AB">
            <w:pPr>
              <w:tabs>
                <w:tab w:val="decimal" w:pos="876"/>
              </w:tabs>
              <w:spacing w:line="240" w:lineRule="atLeast"/>
              <w:ind w:right="-127"/>
              <w:rPr>
                <w:b/>
                <w:bCs/>
                <w:szCs w:val="22"/>
                <w:lang w:val="en-US"/>
              </w:rPr>
            </w:pPr>
          </w:p>
        </w:tc>
        <w:tc>
          <w:tcPr>
            <w:tcW w:w="183" w:type="dxa"/>
          </w:tcPr>
          <w:p w14:paraId="1F2D4F3F" w14:textId="77777777" w:rsidR="003E20AB" w:rsidRPr="003E20AB" w:rsidRDefault="003E20AB" w:rsidP="003E20AB">
            <w:pPr>
              <w:tabs>
                <w:tab w:val="decimal" w:pos="765"/>
              </w:tabs>
              <w:spacing w:line="240" w:lineRule="atLeast"/>
              <w:rPr>
                <w:b/>
                <w:bCs/>
                <w:szCs w:val="22"/>
              </w:rPr>
            </w:pPr>
          </w:p>
        </w:tc>
        <w:tc>
          <w:tcPr>
            <w:tcW w:w="1007" w:type="dxa"/>
            <w:gridSpan w:val="2"/>
            <w:tcBorders>
              <w:top w:val="single" w:sz="4" w:space="0" w:color="auto"/>
            </w:tcBorders>
            <w:vAlign w:val="bottom"/>
          </w:tcPr>
          <w:p w14:paraId="2845E334" w14:textId="77777777" w:rsidR="003E20AB" w:rsidRPr="003E20AB" w:rsidRDefault="003E20AB" w:rsidP="003E20AB">
            <w:pPr>
              <w:tabs>
                <w:tab w:val="decimal" w:pos="852"/>
              </w:tabs>
              <w:spacing w:line="240" w:lineRule="atLeast"/>
              <w:ind w:right="-107"/>
              <w:rPr>
                <w:b/>
                <w:bCs/>
                <w:szCs w:val="22"/>
                <w:lang w:val="en-US"/>
              </w:rPr>
            </w:pPr>
          </w:p>
        </w:tc>
        <w:tc>
          <w:tcPr>
            <w:tcW w:w="179" w:type="dxa"/>
            <w:vAlign w:val="bottom"/>
          </w:tcPr>
          <w:p w14:paraId="1C2A0807" w14:textId="77777777" w:rsidR="003E20AB" w:rsidRPr="003E20AB" w:rsidRDefault="003E20AB" w:rsidP="003E20AB">
            <w:pPr>
              <w:tabs>
                <w:tab w:val="decimal" w:pos="765"/>
              </w:tabs>
              <w:spacing w:line="240" w:lineRule="atLeast"/>
              <w:rPr>
                <w:b/>
                <w:bCs/>
                <w:szCs w:val="22"/>
              </w:rPr>
            </w:pPr>
          </w:p>
        </w:tc>
        <w:tc>
          <w:tcPr>
            <w:tcW w:w="1011" w:type="dxa"/>
            <w:tcBorders>
              <w:top w:val="single" w:sz="4" w:space="0" w:color="auto"/>
            </w:tcBorders>
            <w:vAlign w:val="bottom"/>
          </w:tcPr>
          <w:p w14:paraId="1382A89F" w14:textId="77777777" w:rsidR="003E20AB" w:rsidRPr="003E20AB" w:rsidRDefault="003E20AB" w:rsidP="003E20AB">
            <w:pPr>
              <w:tabs>
                <w:tab w:val="decimal" w:pos="851"/>
              </w:tabs>
              <w:spacing w:line="240" w:lineRule="atLeast"/>
              <w:ind w:right="-88"/>
              <w:rPr>
                <w:b/>
                <w:bCs/>
                <w:szCs w:val="22"/>
              </w:rPr>
            </w:pPr>
          </w:p>
        </w:tc>
        <w:tc>
          <w:tcPr>
            <w:tcW w:w="183" w:type="dxa"/>
            <w:vAlign w:val="bottom"/>
          </w:tcPr>
          <w:p w14:paraId="168B9875" w14:textId="77777777" w:rsidR="003E20AB" w:rsidRPr="003E20AB" w:rsidRDefault="003E20AB" w:rsidP="003E20AB">
            <w:pPr>
              <w:tabs>
                <w:tab w:val="decimal" w:pos="765"/>
              </w:tabs>
              <w:spacing w:line="240" w:lineRule="atLeast"/>
              <w:rPr>
                <w:b/>
                <w:bCs/>
                <w:szCs w:val="22"/>
              </w:rPr>
            </w:pPr>
          </w:p>
        </w:tc>
        <w:tc>
          <w:tcPr>
            <w:tcW w:w="975" w:type="dxa"/>
            <w:tcBorders>
              <w:top w:val="single" w:sz="4" w:space="0" w:color="auto"/>
            </w:tcBorders>
            <w:vAlign w:val="bottom"/>
          </w:tcPr>
          <w:p w14:paraId="046478EE" w14:textId="77777777" w:rsidR="003E20AB" w:rsidRPr="003E20AB" w:rsidRDefault="003E20AB" w:rsidP="003E20AB">
            <w:pPr>
              <w:tabs>
                <w:tab w:val="decimal" w:pos="827"/>
              </w:tabs>
              <w:spacing w:line="240" w:lineRule="atLeast"/>
              <w:ind w:right="-93"/>
              <w:rPr>
                <w:b/>
                <w:bCs/>
                <w:szCs w:val="22"/>
              </w:rPr>
            </w:pPr>
          </w:p>
        </w:tc>
      </w:tr>
      <w:tr w:rsidR="003E20AB" w:rsidRPr="003E20AB" w14:paraId="6DA4B5CE" w14:textId="77777777" w:rsidTr="003E20AB">
        <w:trPr>
          <w:cantSplit/>
        </w:trPr>
        <w:tc>
          <w:tcPr>
            <w:tcW w:w="3330" w:type="dxa"/>
          </w:tcPr>
          <w:p w14:paraId="4FC038BB" w14:textId="77777777" w:rsidR="003E20AB" w:rsidRPr="003E20AB" w:rsidRDefault="003E20AB" w:rsidP="003E20AB">
            <w:pPr>
              <w:spacing w:line="240" w:lineRule="atLeast"/>
              <w:ind w:left="191" w:hanging="191"/>
              <w:rPr>
                <w:b/>
                <w:bCs/>
                <w:szCs w:val="22"/>
              </w:rPr>
            </w:pPr>
            <w:r w:rsidRPr="003E20AB">
              <w:rPr>
                <w:b/>
                <w:bCs/>
                <w:szCs w:val="22"/>
              </w:rPr>
              <w:t>- ordinary shares</w:t>
            </w:r>
          </w:p>
        </w:tc>
        <w:tc>
          <w:tcPr>
            <w:tcW w:w="1190" w:type="dxa"/>
            <w:vAlign w:val="bottom"/>
          </w:tcPr>
          <w:p w14:paraId="1C4D44E3" w14:textId="71CD2990" w:rsidR="003E20AB" w:rsidRPr="003E20AB" w:rsidRDefault="00DB74F5" w:rsidP="003E20AB">
            <w:pPr>
              <w:tabs>
                <w:tab w:val="decimal" w:pos="371"/>
                <w:tab w:val="decimal" w:pos="731"/>
              </w:tabs>
              <w:spacing w:line="240" w:lineRule="atLeast"/>
              <w:ind w:right="11"/>
              <w:jc w:val="center"/>
              <w:rPr>
                <w:i/>
                <w:iCs/>
                <w:szCs w:val="22"/>
              </w:rPr>
            </w:pPr>
            <w:r>
              <w:rPr>
                <w:i/>
                <w:iCs/>
                <w:szCs w:val="22"/>
              </w:rPr>
              <w:t>1</w:t>
            </w:r>
          </w:p>
        </w:tc>
        <w:tc>
          <w:tcPr>
            <w:tcW w:w="1041" w:type="dxa"/>
            <w:tcBorders>
              <w:bottom w:val="double" w:sz="4" w:space="0" w:color="auto"/>
            </w:tcBorders>
          </w:tcPr>
          <w:p w14:paraId="5B5881F8" w14:textId="2130A1D6" w:rsidR="003E20AB" w:rsidRPr="003E20AB" w:rsidRDefault="00DB74F5" w:rsidP="003E20AB">
            <w:pPr>
              <w:tabs>
                <w:tab w:val="decimal" w:pos="876"/>
              </w:tabs>
              <w:spacing w:line="240" w:lineRule="atLeast"/>
              <w:ind w:right="-127"/>
              <w:rPr>
                <w:b/>
                <w:bCs/>
                <w:szCs w:val="22"/>
                <w:lang w:val="en-US"/>
              </w:rPr>
            </w:pPr>
            <w:r>
              <w:rPr>
                <w:b/>
                <w:bCs/>
              </w:rPr>
              <w:t>395,715</w:t>
            </w:r>
          </w:p>
        </w:tc>
        <w:tc>
          <w:tcPr>
            <w:tcW w:w="183" w:type="dxa"/>
          </w:tcPr>
          <w:p w14:paraId="6D7EE833" w14:textId="77777777" w:rsidR="003E20AB" w:rsidRPr="003E20AB" w:rsidRDefault="003E20AB" w:rsidP="003E20AB">
            <w:pPr>
              <w:tabs>
                <w:tab w:val="decimal" w:pos="765"/>
              </w:tabs>
              <w:spacing w:line="240" w:lineRule="atLeast"/>
              <w:rPr>
                <w:b/>
                <w:bCs/>
                <w:szCs w:val="22"/>
              </w:rPr>
            </w:pPr>
          </w:p>
        </w:tc>
        <w:tc>
          <w:tcPr>
            <w:tcW w:w="1007" w:type="dxa"/>
            <w:gridSpan w:val="2"/>
            <w:tcBorders>
              <w:bottom w:val="double" w:sz="4" w:space="0" w:color="auto"/>
            </w:tcBorders>
          </w:tcPr>
          <w:p w14:paraId="389ED5F4" w14:textId="5BF94AE0" w:rsidR="003E20AB" w:rsidRPr="003E20AB" w:rsidRDefault="00DB74F5" w:rsidP="003E20AB">
            <w:pPr>
              <w:tabs>
                <w:tab w:val="decimal" w:pos="852"/>
              </w:tabs>
              <w:spacing w:line="240" w:lineRule="atLeast"/>
              <w:ind w:right="-107"/>
              <w:rPr>
                <w:b/>
                <w:bCs/>
                <w:szCs w:val="22"/>
                <w:lang w:val="en-US"/>
              </w:rPr>
            </w:pPr>
            <w:r>
              <w:rPr>
                <w:b/>
                <w:bCs/>
              </w:rPr>
              <w:t>395,715</w:t>
            </w:r>
          </w:p>
        </w:tc>
        <w:tc>
          <w:tcPr>
            <w:tcW w:w="179" w:type="dxa"/>
            <w:vAlign w:val="bottom"/>
          </w:tcPr>
          <w:p w14:paraId="4082BAFF" w14:textId="77777777" w:rsidR="003E20AB" w:rsidRPr="003E20AB" w:rsidRDefault="003E20AB" w:rsidP="003E20AB">
            <w:pPr>
              <w:tabs>
                <w:tab w:val="decimal" w:pos="765"/>
              </w:tabs>
              <w:spacing w:line="240" w:lineRule="atLeast"/>
              <w:rPr>
                <w:b/>
                <w:bCs/>
                <w:szCs w:val="22"/>
              </w:rPr>
            </w:pPr>
          </w:p>
        </w:tc>
        <w:tc>
          <w:tcPr>
            <w:tcW w:w="1011" w:type="dxa"/>
            <w:tcBorders>
              <w:bottom w:val="double" w:sz="4" w:space="0" w:color="auto"/>
            </w:tcBorders>
            <w:vAlign w:val="bottom"/>
          </w:tcPr>
          <w:p w14:paraId="724C9BCE" w14:textId="2609B652" w:rsidR="003E20AB" w:rsidRPr="003E20AB" w:rsidRDefault="00DB74F5" w:rsidP="003E20AB">
            <w:pPr>
              <w:tabs>
                <w:tab w:val="decimal" w:pos="851"/>
              </w:tabs>
              <w:spacing w:line="240" w:lineRule="atLeast"/>
              <w:ind w:right="-88"/>
              <w:rPr>
                <w:b/>
                <w:bCs/>
                <w:szCs w:val="22"/>
              </w:rPr>
            </w:pPr>
            <w:r>
              <w:rPr>
                <w:b/>
                <w:bCs/>
                <w:szCs w:val="22"/>
                <w:lang w:val="en-US"/>
              </w:rPr>
              <w:t>385,715</w:t>
            </w:r>
          </w:p>
        </w:tc>
        <w:tc>
          <w:tcPr>
            <w:tcW w:w="183" w:type="dxa"/>
            <w:vAlign w:val="bottom"/>
          </w:tcPr>
          <w:p w14:paraId="00021F82" w14:textId="77777777" w:rsidR="003E20AB" w:rsidRPr="003E20AB" w:rsidRDefault="003E20AB" w:rsidP="003E20AB">
            <w:pPr>
              <w:tabs>
                <w:tab w:val="decimal" w:pos="765"/>
              </w:tabs>
              <w:spacing w:line="240" w:lineRule="atLeast"/>
              <w:rPr>
                <w:b/>
                <w:bCs/>
                <w:szCs w:val="22"/>
              </w:rPr>
            </w:pPr>
          </w:p>
        </w:tc>
        <w:tc>
          <w:tcPr>
            <w:tcW w:w="975" w:type="dxa"/>
            <w:tcBorders>
              <w:bottom w:val="double" w:sz="4" w:space="0" w:color="auto"/>
            </w:tcBorders>
            <w:vAlign w:val="bottom"/>
          </w:tcPr>
          <w:p w14:paraId="6C7F6077" w14:textId="53D58F93" w:rsidR="003E20AB" w:rsidRPr="003E20AB" w:rsidRDefault="00DB74F5" w:rsidP="003E20AB">
            <w:pPr>
              <w:tabs>
                <w:tab w:val="decimal" w:pos="827"/>
              </w:tabs>
              <w:spacing w:line="240" w:lineRule="atLeast"/>
              <w:ind w:right="-93"/>
              <w:rPr>
                <w:b/>
                <w:bCs/>
                <w:szCs w:val="22"/>
              </w:rPr>
            </w:pPr>
            <w:r>
              <w:rPr>
                <w:b/>
                <w:bCs/>
                <w:szCs w:val="22"/>
                <w:lang w:val="en-US"/>
              </w:rPr>
              <w:t>385,715</w:t>
            </w:r>
          </w:p>
        </w:tc>
      </w:tr>
    </w:tbl>
    <w:p w14:paraId="1D9266B9" w14:textId="77777777" w:rsidR="00227B91" w:rsidRDefault="00227B91" w:rsidP="00227B91">
      <w:pPr>
        <w:ind w:left="540"/>
        <w:jc w:val="both"/>
      </w:pPr>
    </w:p>
    <w:p w14:paraId="4F5195FC" w14:textId="57D9F4F4" w:rsidR="00227B91" w:rsidRPr="00227B91" w:rsidRDefault="00227B91" w:rsidP="00227B91">
      <w:pPr>
        <w:ind w:left="540"/>
        <w:jc w:val="both"/>
      </w:pPr>
      <w:r w:rsidRPr="00227B91">
        <w:t xml:space="preserve">On </w:t>
      </w:r>
      <w:r>
        <w:t>26</w:t>
      </w:r>
      <w:r w:rsidRPr="00227B91">
        <w:t xml:space="preserve"> May 202</w:t>
      </w:r>
      <w:r>
        <w:t>5</w:t>
      </w:r>
      <w:r w:rsidRPr="00227B91">
        <w:t xml:space="preserve">, the Company registered the increase of capital with the Ministry of Commerce of </w:t>
      </w:r>
      <w:r w:rsidRPr="00227B91">
        <w:rPr>
          <w:spacing w:val="-4"/>
        </w:rPr>
        <w:t xml:space="preserve">Baht </w:t>
      </w:r>
      <w:r>
        <w:rPr>
          <w:spacing w:val="-4"/>
        </w:rPr>
        <w:t>10</w:t>
      </w:r>
      <w:r w:rsidRPr="00227B91">
        <w:rPr>
          <w:spacing w:val="-4"/>
        </w:rPr>
        <w:t xml:space="preserve"> million from the original registered capital of Baht </w:t>
      </w:r>
      <w:r>
        <w:rPr>
          <w:spacing w:val="-4"/>
        </w:rPr>
        <w:t>385,715,000</w:t>
      </w:r>
      <w:r w:rsidRPr="00227B91">
        <w:rPr>
          <w:spacing w:val="-4"/>
        </w:rPr>
        <w:t xml:space="preserve"> to Baht </w:t>
      </w:r>
      <w:r>
        <w:rPr>
          <w:spacing w:val="-4"/>
        </w:rPr>
        <w:t>395,715,000</w:t>
      </w:r>
      <w:r w:rsidRPr="00227B91">
        <w:rPr>
          <w:spacing w:val="-4"/>
        </w:rPr>
        <w:t xml:space="preserve"> to provide for</w:t>
      </w:r>
      <w:r w:rsidRPr="00227B91">
        <w:rPr>
          <w:spacing w:val="-2"/>
        </w:rPr>
        <w:t xml:space="preserve"> </w:t>
      </w:r>
      <w:r w:rsidRPr="00227B91">
        <w:rPr>
          <w:rFonts w:cs="Cordia New"/>
          <w:lang w:val="en-US" w:bidi="th-TH"/>
        </w:rPr>
        <w:t>share dividend payment</w:t>
      </w:r>
      <w:r w:rsidRPr="00227B91">
        <w:t xml:space="preserve"> (see note </w:t>
      </w:r>
      <w:r>
        <w:rPr>
          <w:rFonts w:cs="Angsana New"/>
          <w:lang w:val="en-US" w:bidi="th-TH"/>
        </w:rPr>
        <w:t>7</w:t>
      </w:r>
      <w:r w:rsidRPr="00227B91">
        <w:t>).</w:t>
      </w:r>
    </w:p>
    <w:p w14:paraId="464A2F3E" w14:textId="77777777" w:rsidR="003E20AB" w:rsidRPr="00227B91" w:rsidRDefault="003E20AB" w:rsidP="00227B91">
      <w:pPr>
        <w:pStyle w:val="BodyText"/>
        <w:spacing w:after="0"/>
        <w:rPr>
          <w:lang w:val="en-GB" w:eastAsia="x-none" w:bidi="th-TH"/>
        </w:rPr>
      </w:pPr>
    </w:p>
    <w:p w14:paraId="72572503" w14:textId="252588BC" w:rsidR="001B72A2" w:rsidRDefault="001B72A2" w:rsidP="007E0034">
      <w:pPr>
        <w:pStyle w:val="Heading1"/>
        <w:numPr>
          <w:ilvl w:val="0"/>
          <w:numId w:val="41"/>
        </w:numPr>
        <w:spacing w:before="0" w:after="0" w:line="240" w:lineRule="atLeast"/>
        <w:ind w:right="108"/>
        <w:rPr>
          <w:rFonts w:cs="Angsana New"/>
          <w:szCs w:val="30"/>
          <w:lang w:val="en-US" w:bidi="th-TH"/>
        </w:rPr>
      </w:pPr>
      <w:r>
        <w:rPr>
          <w:rFonts w:cs="Angsana New"/>
          <w:szCs w:val="30"/>
          <w:lang w:val="en-US" w:bidi="th-TH"/>
        </w:rPr>
        <w:t>Dividends</w:t>
      </w:r>
    </w:p>
    <w:p w14:paraId="4F0E0711" w14:textId="77777777" w:rsidR="001B72A2" w:rsidRPr="001B72A2" w:rsidRDefault="001B72A2" w:rsidP="001B72A2">
      <w:pPr>
        <w:pStyle w:val="BodyText"/>
        <w:spacing w:after="0"/>
        <w:rPr>
          <w:lang w:val="en-US" w:eastAsia="x-none" w:bidi="th-TH"/>
        </w:rPr>
      </w:pPr>
    </w:p>
    <w:p w14:paraId="25F1D016" w14:textId="60B1C05D" w:rsidR="001B72A2" w:rsidRPr="00211D58" w:rsidRDefault="001B72A2" w:rsidP="001B72A2">
      <w:pPr>
        <w:pStyle w:val="BodyText"/>
        <w:spacing w:after="0"/>
        <w:ind w:left="540"/>
        <w:jc w:val="both"/>
        <w:rPr>
          <w:rFonts w:cstheme="minorBidi"/>
          <w:lang w:val="en-US" w:eastAsia="x-none" w:bidi="th-TH"/>
        </w:rPr>
      </w:pPr>
      <w:r w:rsidRPr="00CD7FFD">
        <w:rPr>
          <w:spacing w:val="-2"/>
          <w:lang w:eastAsia="x-none"/>
        </w:rPr>
        <w:t>At</w:t>
      </w:r>
      <w:r w:rsidRPr="00211D58">
        <w:rPr>
          <w:spacing w:val="-4"/>
          <w:lang w:eastAsia="x-none"/>
        </w:rPr>
        <w:t xml:space="preserve"> </w:t>
      </w:r>
      <w:r w:rsidRPr="00211D58">
        <w:rPr>
          <w:spacing w:val="-4"/>
          <w:szCs w:val="22"/>
          <w:lang w:bidi="th-TH"/>
        </w:rPr>
        <w:t>the</w:t>
      </w:r>
      <w:r w:rsidRPr="00211D58">
        <w:rPr>
          <w:spacing w:val="-4"/>
          <w:lang w:eastAsia="x-none"/>
        </w:rPr>
        <w:t xml:space="preserve"> annual general meeting of the shareholders of the Company, held on </w:t>
      </w:r>
      <w:r w:rsidRPr="00211D58">
        <w:rPr>
          <w:spacing w:val="-4"/>
          <w:lang w:val="en-US" w:eastAsia="x-none"/>
        </w:rPr>
        <w:t>2</w:t>
      </w:r>
      <w:r>
        <w:rPr>
          <w:spacing w:val="-4"/>
          <w:lang w:val="en-US" w:eastAsia="x-none"/>
        </w:rPr>
        <w:t>8</w:t>
      </w:r>
      <w:r w:rsidRPr="00211D58">
        <w:rPr>
          <w:spacing w:val="-4"/>
          <w:lang w:eastAsia="x-none"/>
        </w:rPr>
        <w:t xml:space="preserve"> April 202</w:t>
      </w:r>
      <w:r>
        <w:rPr>
          <w:spacing w:val="-4"/>
          <w:lang w:eastAsia="x-none"/>
        </w:rPr>
        <w:t>5</w:t>
      </w:r>
      <w:r w:rsidRPr="00211D58">
        <w:rPr>
          <w:spacing w:val="-4"/>
          <w:lang w:eastAsia="x-none"/>
        </w:rPr>
        <w:t>, the shareholders</w:t>
      </w:r>
      <w:r w:rsidRPr="00211D58">
        <w:rPr>
          <w:lang w:eastAsia="x-none"/>
        </w:rPr>
        <w:t xml:space="preserve"> </w:t>
      </w:r>
      <w:r w:rsidRPr="00900172">
        <w:rPr>
          <w:spacing w:val="-2"/>
          <w:lang w:eastAsia="x-none"/>
        </w:rPr>
        <w:t xml:space="preserve">approved </w:t>
      </w:r>
      <w:r w:rsidRPr="00900172">
        <w:rPr>
          <w:rFonts w:cstheme="minorBidi"/>
          <w:spacing w:val="-2"/>
          <w:lang w:eastAsia="x-none" w:bidi="th-TH"/>
        </w:rPr>
        <w:t>the</w:t>
      </w:r>
      <w:r>
        <w:rPr>
          <w:rFonts w:cstheme="minorBidi"/>
          <w:spacing w:val="-2"/>
          <w:lang w:eastAsia="x-none" w:bidi="th-TH"/>
        </w:rPr>
        <w:t xml:space="preserve"> </w:t>
      </w:r>
      <w:r w:rsidRPr="00900172">
        <w:rPr>
          <w:rFonts w:cstheme="minorBidi"/>
          <w:spacing w:val="-2"/>
          <w:lang w:eastAsia="x-none" w:bidi="th-TH"/>
        </w:rPr>
        <w:t xml:space="preserve">payment of </w:t>
      </w:r>
      <w:r w:rsidRPr="00900172">
        <w:rPr>
          <w:spacing w:val="-2"/>
          <w:lang w:eastAsia="x-none"/>
        </w:rPr>
        <w:t xml:space="preserve">share dividend </w:t>
      </w:r>
      <w:r w:rsidRPr="00900172">
        <w:rPr>
          <w:rFonts w:cstheme="minorBidi"/>
          <w:spacing w:val="-2"/>
          <w:lang w:val="en-US" w:eastAsia="x-none" w:bidi="th-TH"/>
        </w:rPr>
        <w:t>and cash dividend</w:t>
      </w:r>
      <w:r w:rsidR="005A0A1C">
        <w:rPr>
          <w:rFonts w:cstheme="minorBidi"/>
          <w:spacing w:val="-2"/>
          <w:lang w:val="en-US" w:eastAsia="x-none" w:bidi="th-TH"/>
        </w:rPr>
        <w:t xml:space="preserve"> </w:t>
      </w:r>
      <w:r w:rsidR="005A0A1C" w:rsidRPr="005A0A1C">
        <w:rPr>
          <w:rFonts w:cstheme="minorBidi"/>
          <w:spacing w:val="-2"/>
          <w:lang w:val="en-US" w:eastAsia="x-none" w:bidi="th-TH"/>
        </w:rPr>
        <w:t>from the Company's net profit for the year 202</w:t>
      </w:r>
      <w:r w:rsidR="005A0A1C">
        <w:rPr>
          <w:rFonts w:cstheme="minorBidi"/>
          <w:spacing w:val="-2"/>
          <w:lang w:val="en-US" w:eastAsia="x-none" w:bidi="th-TH"/>
        </w:rPr>
        <w:t xml:space="preserve">4. </w:t>
      </w:r>
      <w:r w:rsidRPr="00900172">
        <w:rPr>
          <w:spacing w:val="-2"/>
          <w:lang w:eastAsia="x-none"/>
        </w:rPr>
        <w:t>The dividends</w:t>
      </w:r>
      <w:r w:rsidRPr="00900172">
        <w:rPr>
          <w:lang w:eastAsia="x-none"/>
        </w:rPr>
        <w:t xml:space="preserve"> were paid to shareholders on </w:t>
      </w:r>
      <w:r w:rsidRPr="00900172">
        <w:rPr>
          <w:rFonts w:cstheme="minorBidi"/>
          <w:lang w:val="en-US" w:eastAsia="x-none" w:bidi="th-TH"/>
        </w:rPr>
        <w:t>2</w:t>
      </w:r>
      <w:r>
        <w:rPr>
          <w:rFonts w:cstheme="minorBidi"/>
          <w:lang w:val="en-US" w:eastAsia="x-none" w:bidi="th-TH"/>
        </w:rPr>
        <w:t>6</w:t>
      </w:r>
      <w:r w:rsidRPr="00900172">
        <w:rPr>
          <w:lang w:eastAsia="x-none"/>
        </w:rPr>
        <w:t xml:space="preserve"> May 202</w:t>
      </w:r>
      <w:r>
        <w:rPr>
          <w:lang w:eastAsia="x-none"/>
        </w:rPr>
        <w:t>5</w:t>
      </w:r>
      <w:r w:rsidRPr="00900172">
        <w:rPr>
          <w:lang w:eastAsia="x-none"/>
        </w:rPr>
        <w:t xml:space="preserve"> as the</w:t>
      </w:r>
      <w:r w:rsidRPr="00211D58">
        <w:rPr>
          <w:lang w:eastAsia="x-none"/>
        </w:rPr>
        <w:t xml:space="preserve"> following details:</w:t>
      </w:r>
    </w:p>
    <w:p w14:paraId="48C89623" w14:textId="77777777" w:rsidR="001B72A2" w:rsidRPr="00287742" w:rsidRDefault="001B72A2" w:rsidP="001B72A2">
      <w:pPr>
        <w:pStyle w:val="BodyText"/>
        <w:spacing w:after="0"/>
        <w:ind w:left="540"/>
        <w:jc w:val="both"/>
        <w:rPr>
          <w:lang w:eastAsia="x-none"/>
        </w:rPr>
      </w:pPr>
    </w:p>
    <w:tbl>
      <w:tblPr>
        <w:tblStyle w:val="TableGrid2"/>
        <w:tblW w:w="4765" w:type="pct"/>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84"/>
        <w:gridCol w:w="269"/>
        <w:gridCol w:w="2316"/>
        <w:gridCol w:w="238"/>
        <w:gridCol w:w="1558"/>
        <w:gridCol w:w="238"/>
        <w:gridCol w:w="1551"/>
      </w:tblGrid>
      <w:tr w:rsidR="001B72A2" w:rsidRPr="00287742" w:rsidDel="00D43E7A" w14:paraId="2F8958CA" w14:textId="77777777" w:rsidTr="009A167B">
        <w:trPr>
          <w:tblHeader/>
        </w:trPr>
        <w:tc>
          <w:tcPr>
            <w:tcW w:w="1630" w:type="pct"/>
            <w:vAlign w:val="bottom"/>
          </w:tcPr>
          <w:p w14:paraId="523494C1" w14:textId="77777777" w:rsidR="001B72A2" w:rsidRPr="00287742" w:rsidRDefault="001B72A2" w:rsidP="009A167B">
            <w:pPr>
              <w:spacing w:line="240" w:lineRule="auto"/>
              <w:ind w:right="-52"/>
              <w:rPr>
                <w:rFonts w:ascii="Times New Roman" w:hAnsi="Times New Roman" w:cs="Times New Roman"/>
                <w:szCs w:val="22"/>
                <w:lang w:val="en-US" w:bidi="th-TH"/>
              </w:rPr>
            </w:pPr>
          </w:p>
        </w:tc>
        <w:tc>
          <w:tcPr>
            <w:tcW w:w="147" w:type="pct"/>
          </w:tcPr>
          <w:p w14:paraId="463B9A5D" w14:textId="77777777" w:rsidR="001B72A2" w:rsidRPr="00287742" w:rsidRDefault="001B72A2" w:rsidP="009A167B">
            <w:pPr>
              <w:tabs>
                <w:tab w:val="left" w:pos="540"/>
              </w:tabs>
              <w:spacing w:line="240" w:lineRule="auto"/>
              <w:ind w:left="-122" w:right="-145"/>
              <w:jc w:val="center"/>
              <w:rPr>
                <w:rFonts w:ascii="Times New Roman" w:hAnsi="Times New Roman" w:cs="Times New Roman"/>
                <w:szCs w:val="22"/>
                <w:cs/>
                <w:lang w:val="en-US" w:bidi="th-TH"/>
              </w:rPr>
            </w:pPr>
          </w:p>
        </w:tc>
        <w:tc>
          <w:tcPr>
            <w:tcW w:w="1265" w:type="pct"/>
            <w:vAlign w:val="bottom"/>
          </w:tcPr>
          <w:p w14:paraId="779DAAFD" w14:textId="77777777" w:rsidR="001B72A2" w:rsidRPr="00287742" w:rsidRDefault="001B72A2" w:rsidP="009A167B">
            <w:pPr>
              <w:tabs>
                <w:tab w:val="left" w:pos="540"/>
              </w:tabs>
              <w:spacing w:line="240" w:lineRule="auto"/>
              <w:ind w:left="-122" w:right="-145"/>
              <w:jc w:val="center"/>
              <w:rPr>
                <w:rFonts w:ascii="Times New Roman" w:hAnsi="Times New Roman" w:cs="Times New Roman"/>
                <w:szCs w:val="22"/>
                <w:lang w:val="en-US" w:bidi="th-TH"/>
              </w:rPr>
            </w:pPr>
            <w:r w:rsidRPr="00287742">
              <w:rPr>
                <w:rFonts w:ascii="Times New Roman" w:hAnsi="Times New Roman" w:cs="Times New Roman"/>
                <w:szCs w:val="22"/>
                <w:lang w:val="en-US" w:bidi="th-TH"/>
              </w:rPr>
              <w:t>Rate per share</w:t>
            </w:r>
          </w:p>
        </w:tc>
        <w:tc>
          <w:tcPr>
            <w:tcW w:w="1111" w:type="pct"/>
            <w:gridSpan w:val="3"/>
            <w:vAlign w:val="bottom"/>
          </w:tcPr>
          <w:p w14:paraId="76B59781" w14:textId="77777777" w:rsidR="001B72A2" w:rsidRPr="00287742" w:rsidRDefault="001B72A2" w:rsidP="009A167B">
            <w:pPr>
              <w:spacing w:line="240" w:lineRule="auto"/>
              <w:ind w:left="-103" w:right="-100"/>
              <w:jc w:val="center"/>
              <w:rPr>
                <w:rFonts w:ascii="Times New Roman" w:hAnsi="Times New Roman" w:cs="Times New Roman"/>
                <w:szCs w:val="22"/>
                <w:cs/>
                <w:lang w:val="en-US" w:bidi="th-TH"/>
              </w:rPr>
            </w:pPr>
            <w:r w:rsidRPr="00287742">
              <w:rPr>
                <w:rFonts w:ascii="Times New Roman" w:hAnsi="Times New Roman" w:cs="Times New Roman"/>
                <w:szCs w:val="22"/>
                <w:lang w:val="en-US" w:bidi="th-TH"/>
              </w:rPr>
              <w:t>Number</w:t>
            </w:r>
            <w:r>
              <w:rPr>
                <w:rFonts w:ascii="Times New Roman" w:hAnsi="Times New Roman" w:cs="Times New Roman"/>
                <w:szCs w:val="22"/>
                <w:lang w:val="en-US" w:bidi="th-TH"/>
              </w:rPr>
              <w:t xml:space="preserve"> of shares</w:t>
            </w:r>
          </w:p>
        </w:tc>
        <w:tc>
          <w:tcPr>
            <w:tcW w:w="847" w:type="pct"/>
            <w:vAlign w:val="bottom"/>
          </w:tcPr>
          <w:p w14:paraId="2F8229C6" w14:textId="77777777" w:rsidR="001B72A2" w:rsidRPr="00287742" w:rsidDel="00D43E7A" w:rsidRDefault="001B72A2" w:rsidP="009A167B">
            <w:pPr>
              <w:tabs>
                <w:tab w:val="left" w:pos="540"/>
              </w:tabs>
              <w:spacing w:line="240" w:lineRule="auto"/>
              <w:ind w:left="-103" w:right="-100"/>
              <w:jc w:val="center"/>
              <w:rPr>
                <w:rFonts w:ascii="Times New Roman" w:hAnsi="Times New Roman" w:cs="Times New Roman"/>
                <w:szCs w:val="22"/>
                <w:lang w:val="en-US" w:bidi="th-TH"/>
              </w:rPr>
            </w:pPr>
            <w:r w:rsidRPr="00287742">
              <w:rPr>
                <w:rFonts w:ascii="Times New Roman" w:hAnsi="Times New Roman" w:cs="Times New Roman"/>
                <w:szCs w:val="22"/>
                <w:lang w:val="en-US" w:bidi="th-TH"/>
              </w:rPr>
              <w:t>Amount</w:t>
            </w:r>
          </w:p>
        </w:tc>
      </w:tr>
      <w:tr w:rsidR="001B72A2" w:rsidRPr="00287742" w14:paraId="67F2BE57" w14:textId="77777777" w:rsidTr="009A167B">
        <w:trPr>
          <w:tblHeader/>
        </w:trPr>
        <w:tc>
          <w:tcPr>
            <w:tcW w:w="1630" w:type="pct"/>
          </w:tcPr>
          <w:p w14:paraId="431FF847" w14:textId="77777777" w:rsidR="001B72A2" w:rsidRPr="00287742" w:rsidRDefault="001B72A2" w:rsidP="009A167B">
            <w:pPr>
              <w:spacing w:line="240" w:lineRule="auto"/>
              <w:ind w:right="-52"/>
              <w:rPr>
                <w:rFonts w:ascii="Times New Roman" w:hAnsi="Times New Roman" w:cs="Times New Roman"/>
                <w:i/>
                <w:iCs/>
                <w:szCs w:val="22"/>
                <w:lang w:val="en-US" w:bidi="th-TH"/>
              </w:rPr>
            </w:pPr>
          </w:p>
        </w:tc>
        <w:tc>
          <w:tcPr>
            <w:tcW w:w="147" w:type="pct"/>
          </w:tcPr>
          <w:p w14:paraId="3C848CCA"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1265" w:type="pct"/>
          </w:tcPr>
          <w:p w14:paraId="441A08C9"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130" w:type="pct"/>
          </w:tcPr>
          <w:p w14:paraId="35CFD3F9"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851" w:type="pct"/>
          </w:tcPr>
          <w:p w14:paraId="0103BFD8" w14:textId="77777777" w:rsidR="001B72A2" w:rsidRPr="00287742" w:rsidRDefault="001B72A2" w:rsidP="009A167B">
            <w:pPr>
              <w:spacing w:line="240" w:lineRule="auto"/>
              <w:ind w:left="-122" w:right="-145"/>
              <w:jc w:val="center"/>
              <w:rPr>
                <w:rFonts w:ascii="Times New Roman" w:hAnsi="Times New Roman" w:cs="Times New Roman"/>
                <w:i/>
                <w:iCs/>
                <w:szCs w:val="22"/>
                <w:lang w:val="en-US" w:bidi="th-TH"/>
              </w:rPr>
            </w:pPr>
            <w:r w:rsidRPr="00287742">
              <w:rPr>
                <w:rFonts w:ascii="Times New Roman" w:hAnsi="Times New Roman" w:cs="Times New Roman"/>
                <w:i/>
                <w:iCs/>
                <w:szCs w:val="22"/>
                <w:cs/>
                <w:lang w:val="en-US" w:bidi="th-TH"/>
              </w:rPr>
              <w:t>(</w:t>
            </w:r>
            <w:r w:rsidRPr="00287742">
              <w:rPr>
                <w:rFonts w:ascii="Times New Roman" w:hAnsi="Times New Roman" w:cs="Times New Roman"/>
                <w:i/>
                <w:iCs/>
                <w:szCs w:val="22"/>
                <w:lang w:val="en-US" w:bidi="th-TH"/>
              </w:rPr>
              <w:t>million shares</w:t>
            </w:r>
            <w:r w:rsidRPr="00287742">
              <w:rPr>
                <w:rFonts w:ascii="Times New Roman" w:hAnsi="Times New Roman" w:cs="Times New Roman"/>
                <w:i/>
                <w:iCs/>
                <w:szCs w:val="22"/>
                <w:cs/>
                <w:lang w:val="en-US" w:bidi="th-TH"/>
              </w:rPr>
              <w:t>)</w:t>
            </w:r>
          </w:p>
        </w:tc>
        <w:tc>
          <w:tcPr>
            <w:tcW w:w="130" w:type="pct"/>
          </w:tcPr>
          <w:p w14:paraId="07E3606B" w14:textId="77777777" w:rsidR="001B72A2" w:rsidRPr="00287742" w:rsidRDefault="001B72A2" w:rsidP="009A167B">
            <w:pPr>
              <w:spacing w:line="240" w:lineRule="auto"/>
              <w:ind w:left="-156" w:right="-100"/>
              <w:jc w:val="center"/>
              <w:rPr>
                <w:rFonts w:ascii="Times New Roman" w:hAnsi="Times New Roman" w:cs="Times New Roman"/>
                <w:i/>
                <w:iCs/>
                <w:szCs w:val="22"/>
                <w:cs/>
                <w:lang w:val="en-US" w:bidi="th-TH"/>
              </w:rPr>
            </w:pPr>
          </w:p>
        </w:tc>
        <w:tc>
          <w:tcPr>
            <w:tcW w:w="847" w:type="pct"/>
          </w:tcPr>
          <w:p w14:paraId="38F69D06" w14:textId="77777777" w:rsidR="001B72A2" w:rsidRPr="00287742"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3" w:right="-110"/>
              <w:jc w:val="center"/>
              <w:rPr>
                <w:rFonts w:ascii="Times New Roman" w:hAnsi="Times New Roman" w:cs="Times New Roman"/>
                <w:i/>
                <w:iCs/>
                <w:szCs w:val="22"/>
                <w:cs/>
                <w:lang w:val="en-US" w:bidi="th-TH"/>
              </w:rPr>
            </w:pPr>
            <w:r w:rsidRPr="00287742">
              <w:rPr>
                <w:rFonts w:ascii="Times New Roman" w:hAnsi="Times New Roman" w:cs="Times New Roman"/>
                <w:i/>
                <w:iCs/>
                <w:szCs w:val="22"/>
                <w:cs/>
                <w:lang w:val="en-US" w:bidi="th-TH"/>
              </w:rPr>
              <w:t>(</w:t>
            </w:r>
            <w:r w:rsidRPr="00287742">
              <w:rPr>
                <w:rFonts w:ascii="Times New Roman" w:hAnsi="Times New Roman" w:cs="Times New Roman"/>
                <w:i/>
                <w:iCs/>
                <w:szCs w:val="22"/>
                <w:lang w:val="en-US" w:bidi="th-TH"/>
              </w:rPr>
              <w:t>in million Baht)</w:t>
            </w:r>
          </w:p>
        </w:tc>
      </w:tr>
      <w:tr w:rsidR="001B72A2" w:rsidRPr="00287742" w14:paraId="7AE66057" w14:textId="77777777" w:rsidTr="009A167B">
        <w:tc>
          <w:tcPr>
            <w:tcW w:w="1630" w:type="pct"/>
          </w:tcPr>
          <w:p w14:paraId="667CF8F4" w14:textId="77777777" w:rsidR="001B72A2" w:rsidRPr="00287742" w:rsidRDefault="001B72A2" w:rsidP="009A167B">
            <w:pPr>
              <w:tabs>
                <w:tab w:val="clear" w:pos="227"/>
                <w:tab w:val="left" w:pos="165"/>
              </w:tabs>
              <w:spacing w:line="240" w:lineRule="auto"/>
              <w:ind w:right="-52"/>
              <w:rPr>
                <w:rFonts w:ascii="Times New Roman" w:hAnsi="Times New Roman" w:cs="Times New Roman"/>
                <w:i/>
                <w:iCs/>
                <w:szCs w:val="22"/>
                <w:lang w:val="en-US" w:bidi="th-TH"/>
              </w:rPr>
            </w:pPr>
            <w:r w:rsidRPr="00287742">
              <w:rPr>
                <w:rFonts w:ascii="Times New Roman" w:hAnsi="Times New Roman" w:cs="Times New Roman"/>
                <w:i/>
                <w:iCs/>
                <w:szCs w:val="22"/>
                <w:lang w:val="en-US" w:bidi="th-TH"/>
              </w:rPr>
              <w:t>Dividend payment from</w:t>
            </w:r>
          </w:p>
        </w:tc>
        <w:tc>
          <w:tcPr>
            <w:tcW w:w="147" w:type="pct"/>
          </w:tcPr>
          <w:p w14:paraId="63679150"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1265" w:type="pct"/>
          </w:tcPr>
          <w:p w14:paraId="173EA0C0"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130" w:type="pct"/>
          </w:tcPr>
          <w:p w14:paraId="58A9B4CC"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851" w:type="pct"/>
          </w:tcPr>
          <w:p w14:paraId="0189E828"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130" w:type="pct"/>
          </w:tcPr>
          <w:p w14:paraId="229BE52E" w14:textId="77777777" w:rsidR="001B72A2" w:rsidRPr="00287742" w:rsidRDefault="001B72A2" w:rsidP="009A167B">
            <w:pPr>
              <w:spacing w:line="240" w:lineRule="auto"/>
              <w:ind w:left="-156" w:right="-100"/>
              <w:jc w:val="center"/>
              <w:rPr>
                <w:rFonts w:ascii="Times New Roman" w:hAnsi="Times New Roman" w:cs="Times New Roman"/>
                <w:i/>
                <w:iCs/>
                <w:szCs w:val="22"/>
                <w:cs/>
                <w:lang w:val="en-US" w:bidi="th-TH"/>
              </w:rPr>
            </w:pPr>
          </w:p>
        </w:tc>
        <w:tc>
          <w:tcPr>
            <w:tcW w:w="847" w:type="pct"/>
          </w:tcPr>
          <w:p w14:paraId="51B3D45A" w14:textId="77777777" w:rsidR="001B72A2" w:rsidRPr="00287742" w:rsidRDefault="001B72A2" w:rsidP="009A167B">
            <w:pPr>
              <w:spacing w:line="240" w:lineRule="auto"/>
              <w:ind w:left="-103" w:right="-110"/>
              <w:jc w:val="center"/>
              <w:rPr>
                <w:rFonts w:ascii="Times New Roman" w:hAnsi="Times New Roman" w:cs="Times New Roman"/>
                <w:i/>
                <w:iCs/>
                <w:szCs w:val="22"/>
                <w:cs/>
                <w:lang w:val="en-US" w:bidi="th-TH"/>
              </w:rPr>
            </w:pPr>
          </w:p>
        </w:tc>
      </w:tr>
      <w:tr w:rsidR="001B72A2" w:rsidRPr="00287742" w14:paraId="0450B824" w14:textId="77777777" w:rsidTr="009A167B">
        <w:tc>
          <w:tcPr>
            <w:tcW w:w="3042" w:type="pct"/>
            <w:gridSpan w:val="3"/>
          </w:tcPr>
          <w:p w14:paraId="730AD174" w14:textId="2876D4F6" w:rsidR="001B72A2" w:rsidRPr="00287742" w:rsidRDefault="005A0A1C"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2" w:right="-145" w:hanging="397"/>
              <w:rPr>
                <w:rFonts w:ascii="Times New Roman" w:hAnsi="Times New Roman" w:cs="Times New Roman"/>
                <w:szCs w:val="22"/>
                <w:cs/>
                <w:lang w:val="en-US" w:bidi="th-TH"/>
              </w:rPr>
            </w:pPr>
            <w:r>
              <w:rPr>
                <w:rFonts w:ascii="Times New Roman" w:hAnsi="Times New Roman" w:cs="Times New Roman"/>
                <w:i/>
                <w:iCs/>
                <w:szCs w:val="22"/>
                <w:lang w:val="en-US" w:bidi="th-TH"/>
              </w:rPr>
              <w:t xml:space="preserve">net profit </w:t>
            </w:r>
            <w:r w:rsidRPr="00287742">
              <w:rPr>
                <w:rFonts w:ascii="Times New Roman" w:hAnsi="Times New Roman" w:cs="Times New Roman"/>
                <w:i/>
                <w:iCs/>
                <w:szCs w:val="22"/>
                <w:lang w:val="en-US" w:bidi="th-TH"/>
              </w:rPr>
              <w:t>for</w:t>
            </w:r>
            <w:r w:rsidR="001B72A2" w:rsidRPr="00287742">
              <w:rPr>
                <w:rFonts w:ascii="Times New Roman" w:hAnsi="Times New Roman" w:cs="Times New Roman"/>
                <w:i/>
                <w:iCs/>
                <w:szCs w:val="22"/>
                <w:lang w:val="en-US" w:bidi="th-TH"/>
              </w:rPr>
              <w:t xml:space="preserve"> the year </w:t>
            </w:r>
            <w:r w:rsidR="00BC1349" w:rsidRPr="00BC1349">
              <w:rPr>
                <w:rFonts w:ascii="Times New Roman" w:hAnsi="Times New Roman" w:cs="Times New Roman"/>
                <w:i/>
                <w:iCs/>
                <w:szCs w:val="22"/>
                <w:lang w:val="en-US" w:bidi="th-TH"/>
              </w:rPr>
              <w:t>202</w:t>
            </w:r>
            <w:r w:rsidR="001B72A2">
              <w:rPr>
                <w:rFonts w:ascii="Times New Roman" w:hAnsi="Times New Roman" w:cs="Times New Roman"/>
                <w:i/>
                <w:iCs/>
                <w:szCs w:val="22"/>
                <w:lang w:val="en-US" w:bidi="th-TH"/>
              </w:rPr>
              <w:t>4</w:t>
            </w:r>
          </w:p>
        </w:tc>
        <w:tc>
          <w:tcPr>
            <w:tcW w:w="130" w:type="pct"/>
          </w:tcPr>
          <w:p w14:paraId="0112460E"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851" w:type="pct"/>
          </w:tcPr>
          <w:p w14:paraId="351644C1" w14:textId="77777777" w:rsidR="001B72A2" w:rsidRPr="00287742" w:rsidRDefault="001B72A2" w:rsidP="009A167B">
            <w:pPr>
              <w:spacing w:line="240" w:lineRule="auto"/>
              <w:ind w:left="-122" w:right="-145"/>
              <w:jc w:val="center"/>
              <w:rPr>
                <w:rFonts w:ascii="Times New Roman" w:hAnsi="Times New Roman" w:cs="Times New Roman"/>
                <w:i/>
                <w:iCs/>
                <w:szCs w:val="22"/>
                <w:cs/>
                <w:lang w:val="en-US" w:bidi="th-TH"/>
              </w:rPr>
            </w:pPr>
          </w:p>
        </w:tc>
        <w:tc>
          <w:tcPr>
            <w:tcW w:w="130" w:type="pct"/>
          </w:tcPr>
          <w:p w14:paraId="32586666" w14:textId="77777777" w:rsidR="001B72A2" w:rsidRPr="00287742" w:rsidRDefault="001B72A2" w:rsidP="009A167B">
            <w:pPr>
              <w:spacing w:line="240" w:lineRule="auto"/>
              <w:ind w:left="-156" w:right="-100"/>
              <w:jc w:val="center"/>
              <w:rPr>
                <w:rFonts w:ascii="Times New Roman" w:hAnsi="Times New Roman" w:cs="Times New Roman"/>
                <w:i/>
                <w:iCs/>
                <w:szCs w:val="22"/>
                <w:cs/>
                <w:lang w:val="en-US" w:bidi="th-TH"/>
              </w:rPr>
            </w:pPr>
          </w:p>
        </w:tc>
        <w:tc>
          <w:tcPr>
            <w:tcW w:w="847" w:type="pct"/>
          </w:tcPr>
          <w:p w14:paraId="045D2492" w14:textId="77777777" w:rsidR="001B72A2" w:rsidRPr="00287742" w:rsidRDefault="001B72A2" w:rsidP="009A167B">
            <w:pPr>
              <w:spacing w:line="240" w:lineRule="auto"/>
              <w:ind w:left="-103" w:right="-110"/>
              <w:jc w:val="center"/>
              <w:rPr>
                <w:rFonts w:ascii="Times New Roman" w:hAnsi="Times New Roman" w:cs="Times New Roman"/>
                <w:i/>
                <w:iCs/>
                <w:szCs w:val="22"/>
                <w:cs/>
                <w:lang w:val="en-US" w:bidi="th-TH"/>
              </w:rPr>
            </w:pPr>
          </w:p>
        </w:tc>
      </w:tr>
      <w:tr w:rsidR="001B72A2" w:rsidRPr="00287742" w14:paraId="52BC7249" w14:textId="77777777" w:rsidTr="009A167B">
        <w:tc>
          <w:tcPr>
            <w:tcW w:w="1630" w:type="pct"/>
          </w:tcPr>
          <w:p w14:paraId="27B4F6AA" w14:textId="77777777" w:rsidR="001B72A2" w:rsidRPr="00287742" w:rsidRDefault="001B72A2" w:rsidP="009A167B">
            <w:pPr>
              <w:spacing w:line="240" w:lineRule="auto"/>
              <w:ind w:right="-52"/>
              <w:rPr>
                <w:rFonts w:ascii="Times New Roman" w:hAnsi="Times New Roman" w:cs="Times New Roman"/>
                <w:b/>
                <w:bCs/>
                <w:i/>
                <w:iCs/>
                <w:szCs w:val="22"/>
                <w:lang w:val="en-US" w:bidi="th-TH"/>
              </w:rPr>
            </w:pPr>
            <w:r w:rsidRPr="00287742">
              <w:rPr>
                <w:rFonts w:ascii="Times New Roman" w:hAnsi="Times New Roman" w:cs="Times New Roman"/>
                <w:szCs w:val="22"/>
                <w:lang w:val="en-US" w:bidi="th-TH"/>
              </w:rPr>
              <w:t>Share dividend</w:t>
            </w:r>
          </w:p>
        </w:tc>
        <w:tc>
          <w:tcPr>
            <w:tcW w:w="1542" w:type="pct"/>
            <w:gridSpan w:val="3"/>
          </w:tcPr>
          <w:p w14:paraId="64678EB7" w14:textId="4ED020CD" w:rsidR="001B72A2" w:rsidRPr="00287742"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2" w:right="-145"/>
              <w:jc w:val="center"/>
              <w:rPr>
                <w:rFonts w:ascii="Times New Roman" w:hAnsi="Times New Roman" w:cs="Times New Roman"/>
                <w:szCs w:val="22"/>
                <w:lang w:val="en-US" w:bidi="th-TH"/>
              </w:rPr>
            </w:pPr>
            <w:r>
              <w:rPr>
                <w:rFonts w:ascii="Times New Roman" w:hAnsi="Times New Roman" w:cs="Times New Roman"/>
                <w:spacing w:val="-4"/>
                <w:szCs w:val="22"/>
                <w:lang w:val="en-US" w:eastAsia="x-none" w:bidi="th-TH"/>
              </w:rPr>
              <w:t>38</w:t>
            </w:r>
            <w:r w:rsidRPr="00211D58">
              <w:rPr>
                <w:rFonts w:ascii="Times New Roman" w:hAnsi="Times New Roman" w:cs="Times New Roman"/>
                <w:spacing w:val="-4"/>
                <w:szCs w:val="22"/>
                <w:lang w:val="en-US" w:eastAsia="x-none" w:bidi="th-TH"/>
              </w:rPr>
              <w:t xml:space="preserve"> existing shares</w:t>
            </w:r>
          </w:p>
        </w:tc>
        <w:tc>
          <w:tcPr>
            <w:tcW w:w="851" w:type="pct"/>
          </w:tcPr>
          <w:p w14:paraId="73DAF874" w14:textId="14D6A53E" w:rsidR="001B72A2" w:rsidRPr="00287742"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0"/>
              </w:tabs>
              <w:spacing w:line="240" w:lineRule="auto"/>
              <w:ind w:right="-100"/>
              <w:rPr>
                <w:rFonts w:ascii="Times New Roman" w:hAnsi="Times New Roman" w:cs="Times New Roman"/>
                <w:szCs w:val="22"/>
                <w:lang w:val="en-US" w:bidi="th-TH"/>
              </w:rPr>
            </w:pPr>
            <w:r>
              <w:rPr>
                <w:rFonts w:ascii="Times New Roman" w:hAnsi="Times New Roman" w:cs="Times New Roman"/>
                <w:szCs w:val="22"/>
                <w:lang w:val="en-US" w:bidi="th-TH"/>
              </w:rPr>
              <w:t>10</w:t>
            </w:r>
            <w:r w:rsidRPr="00287742">
              <w:rPr>
                <w:rFonts w:ascii="Times New Roman" w:hAnsi="Times New Roman" w:cs="Times New Roman"/>
                <w:szCs w:val="22"/>
                <w:lang w:val="en-US" w:bidi="th-TH"/>
              </w:rPr>
              <w:t>.00</w:t>
            </w:r>
          </w:p>
        </w:tc>
        <w:tc>
          <w:tcPr>
            <w:tcW w:w="130" w:type="pct"/>
          </w:tcPr>
          <w:p w14:paraId="327A66F0" w14:textId="77777777" w:rsidR="001B72A2" w:rsidRPr="00287742" w:rsidRDefault="001B72A2" w:rsidP="009A167B">
            <w:pPr>
              <w:spacing w:line="240" w:lineRule="auto"/>
              <w:ind w:left="-156" w:right="-100"/>
              <w:jc w:val="center"/>
              <w:rPr>
                <w:rFonts w:ascii="Times New Roman" w:hAnsi="Times New Roman" w:cs="Times New Roman"/>
                <w:szCs w:val="22"/>
                <w:lang w:val="en-US" w:bidi="th-TH"/>
              </w:rPr>
            </w:pPr>
          </w:p>
        </w:tc>
        <w:tc>
          <w:tcPr>
            <w:tcW w:w="847" w:type="pct"/>
          </w:tcPr>
          <w:p w14:paraId="1CCBD523" w14:textId="5DA69DB7" w:rsidR="001B72A2" w:rsidRPr="00287742"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auto"/>
              <w:ind w:right="-120"/>
              <w:rPr>
                <w:rFonts w:ascii="Times New Roman" w:hAnsi="Times New Roman" w:cs="Times New Roman"/>
                <w:szCs w:val="22"/>
                <w:lang w:val="en-US" w:bidi="th-TH"/>
              </w:rPr>
            </w:pPr>
            <w:r>
              <w:rPr>
                <w:rFonts w:ascii="Times New Roman" w:hAnsi="Times New Roman" w:cs="Times New Roman"/>
                <w:szCs w:val="22"/>
                <w:lang w:val="en-US" w:bidi="th-TH"/>
              </w:rPr>
              <w:t>10</w:t>
            </w:r>
            <w:r w:rsidRPr="00287742">
              <w:rPr>
                <w:rFonts w:ascii="Times New Roman" w:hAnsi="Times New Roman" w:cs="Times New Roman"/>
                <w:szCs w:val="22"/>
                <w:lang w:val="en-US" w:bidi="th-TH"/>
              </w:rPr>
              <w:t>.00</w:t>
            </w:r>
          </w:p>
        </w:tc>
      </w:tr>
      <w:tr w:rsidR="001B72A2" w:rsidRPr="00287742" w14:paraId="364DF457" w14:textId="77777777" w:rsidTr="009A167B">
        <w:tc>
          <w:tcPr>
            <w:tcW w:w="1630" w:type="pct"/>
          </w:tcPr>
          <w:p w14:paraId="22793ACE" w14:textId="77777777" w:rsidR="001B72A2" w:rsidRPr="00211D58" w:rsidRDefault="001B72A2" w:rsidP="009A167B">
            <w:pPr>
              <w:spacing w:line="240" w:lineRule="auto"/>
              <w:ind w:right="-52"/>
              <w:rPr>
                <w:rFonts w:ascii="Times New Roman" w:hAnsi="Times New Roman" w:cs="Times New Roman"/>
                <w:szCs w:val="22"/>
                <w:lang w:val="en-US" w:bidi="th-TH"/>
              </w:rPr>
            </w:pPr>
          </w:p>
        </w:tc>
        <w:tc>
          <w:tcPr>
            <w:tcW w:w="147" w:type="pct"/>
          </w:tcPr>
          <w:p w14:paraId="1FD1B3F9" w14:textId="77777777" w:rsidR="001B72A2" w:rsidRPr="00211D58" w:rsidRDefault="001B72A2" w:rsidP="009A167B">
            <w:pPr>
              <w:spacing w:line="240" w:lineRule="auto"/>
              <w:ind w:left="-122" w:right="-145"/>
              <w:jc w:val="center"/>
              <w:rPr>
                <w:rFonts w:ascii="Times New Roman" w:hAnsi="Times New Roman" w:cs="Times New Roman"/>
                <w:szCs w:val="22"/>
                <w:cs/>
                <w:lang w:val="en-US" w:bidi="th-TH"/>
              </w:rPr>
            </w:pPr>
          </w:p>
        </w:tc>
        <w:tc>
          <w:tcPr>
            <w:tcW w:w="1265" w:type="pct"/>
          </w:tcPr>
          <w:p w14:paraId="4AF227B4" w14:textId="77777777" w:rsidR="001B72A2" w:rsidRPr="00211D58" w:rsidRDefault="001B72A2" w:rsidP="009A167B">
            <w:pPr>
              <w:spacing w:line="240" w:lineRule="auto"/>
              <w:ind w:left="-122" w:right="-145"/>
              <w:jc w:val="center"/>
              <w:rPr>
                <w:rFonts w:ascii="Times New Roman" w:hAnsi="Times New Roman" w:cs="Times New Roman"/>
                <w:szCs w:val="22"/>
                <w:lang w:val="en-US" w:bidi="th-TH"/>
              </w:rPr>
            </w:pPr>
            <w:r w:rsidRPr="00287742">
              <w:rPr>
                <w:rFonts w:ascii="Times New Roman" w:hAnsi="Times New Roman" w:cs="Times New Roman"/>
                <w:szCs w:val="22"/>
                <w:lang w:val="en-US" w:bidi="th-TH"/>
              </w:rPr>
              <w:t>per 1 s</w:t>
            </w:r>
            <w:r w:rsidRPr="00211D58">
              <w:rPr>
                <w:rFonts w:ascii="Times New Roman" w:hAnsi="Times New Roman" w:cs="Times New Roman"/>
                <w:szCs w:val="22"/>
                <w:lang w:val="en-US" w:bidi="th-TH"/>
              </w:rPr>
              <w:t>hare</w:t>
            </w:r>
            <w:r w:rsidRPr="00287742">
              <w:rPr>
                <w:rFonts w:ascii="Times New Roman" w:hAnsi="Times New Roman" w:cs="Times New Roman"/>
                <w:szCs w:val="22"/>
                <w:lang w:val="en-US" w:bidi="th-TH"/>
              </w:rPr>
              <w:t xml:space="preserve"> dividend</w:t>
            </w:r>
          </w:p>
        </w:tc>
        <w:tc>
          <w:tcPr>
            <w:tcW w:w="130" w:type="pct"/>
          </w:tcPr>
          <w:p w14:paraId="46EA12D6" w14:textId="77777777" w:rsidR="001B72A2" w:rsidRPr="00211D58" w:rsidRDefault="001B72A2" w:rsidP="009A167B">
            <w:pPr>
              <w:spacing w:line="240" w:lineRule="auto"/>
              <w:ind w:left="-122" w:right="-145"/>
              <w:jc w:val="center"/>
              <w:rPr>
                <w:rFonts w:ascii="Times New Roman" w:hAnsi="Times New Roman" w:cs="Times New Roman"/>
                <w:szCs w:val="22"/>
                <w:lang w:val="en-US" w:bidi="th-TH"/>
              </w:rPr>
            </w:pPr>
          </w:p>
        </w:tc>
        <w:tc>
          <w:tcPr>
            <w:tcW w:w="851" w:type="pct"/>
          </w:tcPr>
          <w:p w14:paraId="1CE16B8B" w14:textId="77777777" w:rsidR="001B72A2" w:rsidRPr="00211D58"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0"/>
              </w:tabs>
              <w:spacing w:line="240" w:lineRule="auto"/>
              <w:ind w:left="-103" w:right="-100"/>
              <w:rPr>
                <w:rFonts w:ascii="Times New Roman" w:hAnsi="Times New Roman" w:cs="Times New Roman"/>
                <w:szCs w:val="22"/>
                <w:lang w:val="en-US" w:bidi="th-TH"/>
              </w:rPr>
            </w:pPr>
          </w:p>
        </w:tc>
        <w:tc>
          <w:tcPr>
            <w:tcW w:w="130" w:type="pct"/>
          </w:tcPr>
          <w:p w14:paraId="0EE77822" w14:textId="77777777" w:rsidR="001B72A2" w:rsidRPr="00211D58" w:rsidRDefault="001B72A2" w:rsidP="009A167B">
            <w:pPr>
              <w:spacing w:line="240" w:lineRule="auto"/>
              <w:ind w:left="-156" w:right="-100"/>
              <w:jc w:val="center"/>
              <w:rPr>
                <w:rFonts w:ascii="Times New Roman" w:hAnsi="Times New Roman" w:cs="Times New Roman"/>
                <w:szCs w:val="22"/>
                <w:lang w:val="en-US" w:bidi="th-TH"/>
              </w:rPr>
            </w:pPr>
          </w:p>
        </w:tc>
        <w:tc>
          <w:tcPr>
            <w:tcW w:w="847" w:type="pct"/>
          </w:tcPr>
          <w:p w14:paraId="60F87283" w14:textId="77777777" w:rsidR="001B72A2" w:rsidRPr="00211D58"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40" w:lineRule="auto"/>
              <w:ind w:left="-103" w:right="-120"/>
              <w:rPr>
                <w:rFonts w:ascii="Times New Roman" w:hAnsi="Times New Roman" w:cs="Times New Roman"/>
                <w:szCs w:val="22"/>
                <w:lang w:val="en-US" w:bidi="th-TH"/>
              </w:rPr>
            </w:pPr>
          </w:p>
        </w:tc>
      </w:tr>
      <w:tr w:rsidR="001B72A2" w:rsidRPr="00287742" w14:paraId="5411805F" w14:textId="77777777" w:rsidTr="009A167B">
        <w:tc>
          <w:tcPr>
            <w:tcW w:w="1630" w:type="pct"/>
          </w:tcPr>
          <w:p w14:paraId="67A384E5" w14:textId="77777777" w:rsidR="001B72A2" w:rsidRPr="00287742" w:rsidRDefault="001B72A2" w:rsidP="009A167B">
            <w:pPr>
              <w:spacing w:line="240" w:lineRule="auto"/>
              <w:ind w:right="-52"/>
              <w:rPr>
                <w:rFonts w:ascii="Times New Roman" w:hAnsi="Times New Roman" w:cs="Times New Roman"/>
                <w:szCs w:val="22"/>
                <w:cs/>
                <w:lang w:val="en-US" w:bidi="th-TH"/>
              </w:rPr>
            </w:pPr>
            <w:r w:rsidRPr="00287742">
              <w:rPr>
                <w:rFonts w:ascii="Times New Roman" w:hAnsi="Times New Roman" w:cs="Times New Roman"/>
                <w:szCs w:val="22"/>
                <w:lang w:val="en-US" w:bidi="th-TH"/>
              </w:rPr>
              <w:t>Cash dividend</w:t>
            </w:r>
          </w:p>
        </w:tc>
        <w:tc>
          <w:tcPr>
            <w:tcW w:w="147" w:type="pct"/>
          </w:tcPr>
          <w:p w14:paraId="072E367D" w14:textId="77777777" w:rsidR="001B72A2" w:rsidRPr="00287742" w:rsidRDefault="001B72A2" w:rsidP="009A167B">
            <w:pPr>
              <w:spacing w:line="240" w:lineRule="auto"/>
              <w:ind w:left="-122" w:right="-145"/>
              <w:jc w:val="center"/>
              <w:rPr>
                <w:rFonts w:ascii="Times New Roman" w:hAnsi="Times New Roman" w:cs="Times New Roman"/>
                <w:szCs w:val="22"/>
                <w:cs/>
                <w:lang w:val="en-US" w:bidi="th-TH"/>
              </w:rPr>
            </w:pPr>
          </w:p>
        </w:tc>
        <w:tc>
          <w:tcPr>
            <w:tcW w:w="1265" w:type="pct"/>
          </w:tcPr>
          <w:p w14:paraId="12ECFF1A" w14:textId="5209AA54" w:rsidR="001B72A2" w:rsidRPr="00287742" w:rsidRDefault="001B72A2" w:rsidP="009A167B">
            <w:pPr>
              <w:spacing w:line="240" w:lineRule="auto"/>
              <w:ind w:left="-122" w:right="-145"/>
              <w:jc w:val="center"/>
              <w:rPr>
                <w:rFonts w:ascii="Times New Roman" w:hAnsi="Times New Roman" w:cs="Times New Roman"/>
                <w:szCs w:val="22"/>
                <w:cs/>
                <w:lang w:val="en-US" w:bidi="th-TH"/>
              </w:rPr>
            </w:pPr>
            <w:r w:rsidRPr="00287742">
              <w:rPr>
                <w:rFonts w:ascii="Times New Roman" w:hAnsi="Times New Roman" w:cs="Times New Roman"/>
                <w:szCs w:val="22"/>
                <w:lang w:val="en-US" w:eastAsia="x-none" w:bidi="th-TH"/>
              </w:rPr>
              <w:t>Baht 0.</w:t>
            </w:r>
            <w:r>
              <w:rPr>
                <w:rFonts w:ascii="Times New Roman" w:hAnsi="Times New Roman" w:cs="Times New Roman"/>
                <w:szCs w:val="22"/>
                <w:lang w:val="en-US" w:eastAsia="x-none" w:bidi="th-TH"/>
              </w:rPr>
              <w:t>002881</w:t>
            </w:r>
          </w:p>
        </w:tc>
        <w:tc>
          <w:tcPr>
            <w:tcW w:w="130" w:type="pct"/>
          </w:tcPr>
          <w:p w14:paraId="290349EF" w14:textId="77777777" w:rsidR="001B72A2" w:rsidRPr="00287742" w:rsidRDefault="001B72A2" w:rsidP="009A167B">
            <w:pPr>
              <w:spacing w:line="240" w:lineRule="auto"/>
              <w:ind w:left="-122" w:right="-145"/>
              <w:jc w:val="center"/>
              <w:rPr>
                <w:rFonts w:ascii="Times New Roman" w:hAnsi="Times New Roman" w:cs="Times New Roman"/>
                <w:szCs w:val="22"/>
                <w:lang w:val="en-US" w:bidi="th-TH"/>
              </w:rPr>
            </w:pPr>
          </w:p>
        </w:tc>
        <w:tc>
          <w:tcPr>
            <w:tcW w:w="851" w:type="pct"/>
          </w:tcPr>
          <w:p w14:paraId="7E382638" w14:textId="77777777" w:rsidR="001B72A2" w:rsidRPr="00287742" w:rsidRDefault="001B72A2" w:rsidP="009A16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0"/>
              </w:tabs>
              <w:spacing w:line="240" w:lineRule="auto"/>
              <w:ind w:left="-115" w:right="-110"/>
              <w:rPr>
                <w:rFonts w:ascii="Times New Roman" w:hAnsi="Times New Roman" w:cs="Times New Roman"/>
                <w:szCs w:val="22"/>
                <w:lang w:val="en-US" w:bidi="th-TH"/>
              </w:rPr>
            </w:pPr>
            <w:r w:rsidRPr="00287742">
              <w:rPr>
                <w:rFonts w:ascii="Times New Roman" w:hAnsi="Times New Roman" w:cs="Times New Roman"/>
                <w:szCs w:val="22"/>
                <w:lang w:val="en-US" w:bidi="th-TH"/>
              </w:rPr>
              <w:t>-</w:t>
            </w:r>
          </w:p>
        </w:tc>
        <w:tc>
          <w:tcPr>
            <w:tcW w:w="130" w:type="pct"/>
          </w:tcPr>
          <w:p w14:paraId="4B1F2EB9" w14:textId="77777777" w:rsidR="001B72A2" w:rsidRPr="00287742" w:rsidRDefault="001B72A2" w:rsidP="009A167B">
            <w:pPr>
              <w:spacing w:line="240" w:lineRule="auto"/>
              <w:ind w:left="-156" w:right="-100"/>
              <w:jc w:val="center"/>
              <w:rPr>
                <w:rFonts w:ascii="Times New Roman" w:hAnsi="Times New Roman" w:cs="Times New Roman"/>
                <w:szCs w:val="22"/>
                <w:lang w:val="en-US" w:bidi="th-TH"/>
              </w:rPr>
            </w:pPr>
          </w:p>
        </w:tc>
        <w:tc>
          <w:tcPr>
            <w:tcW w:w="847" w:type="pct"/>
          </w:tcPr>
          <w:p w14:paraId="06505D21" w14:textId="33FE099C" w:rsidR="001B72A2" w:rsidRPr="00287742" w:rsidRDefault="001B72A2" w:rsidP="00AD25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6"/>
              </w:tabs>
              <w:spacing w:line="240" w:lineRule="auto"/>
              <w:ind w:left="-103" w:right="-120"/>
              <w:rPr>
                <w:rFonts w:ascii="Times New Roman" w:hAnsi="Times New Roman" w:cs="Times New Roman"/>
                <w:szCs w:val="22"/>
                <w:cs/>
                <w:lang w:val="en-US" w:bidi="th-TH"/>
              </w:rPr>
            </w:pPr>
            <w:r>
              <w:rPr>
                <w:rFonts w:ascii="Times New Roman" w:hAnsi="Times New Roman" w:cs="Times New Roman"/>
                <w:szCs w:val="22"/>
                <w:lang w:val="en-US" w:bidi="th-TH"/>
              </w:rPr>
              <w:t>1.126</w:t>
            </w:r>
          </w:p>
        </w:tc>
      </w:tr>
    </w:tbl>
    <w:p w14:paraId="64F42675" w14:textId="77777777" w:rsidR="001B72A2" w:rsidRPr="001B72A2" w:rsidRDefault="001B72A2" w:rsidP="001B72A2">
      <w:pPr>
        <w:pStyle w:val="BodyText"/>
        <w:spacing w:after="0"/>
        <w:rPr>
          <w:lang w:val="en-US" w:eastAsia="x-none" w:bidi="th-TH"/>
        </w:rPr>
      </w:pPr>
    </w:p>
    <w:p w14:paraId="18E8CD82" w14:textId="6FDC5288" w:rsidR="00F44248" w:rsidRDefault="00F44248" w:rsidP="007E0034">
      <w:pPr>
        <w:pStyle w:val="Heading1"/>
        <w:numPr>
          <w:ilvl w:val="0"/>
          <w:numId w:val="41"/>
        </w:numPr>
        <w:spacing w:before="0" w:after="0" w:line="240" w:lineRule="atLeast"/>
        <w:ind w:right="108"/>
        <w:rPr>
          <w:rFonts w:cs="Angsana New"/>
          <w:szCs w:val="30"/>
          <w:lang w:val="en-US" w:bidi="th-TH"/>
        </w:rPr>
      </w:pPr>
      <w:r>
        <w:rPr>
          <w:rFonts w:cs="Angsana New"/>
          <w:szCs w:val="30"/>
          <w:lang w:val="en-US" w:bidi="th-TH"/>
        </w:rPr>
        <w:t>Basic earnings per share</w:t>
      </w:r>
    </w:p>
    <w:p w14:paraId="702F6F4D" w14:textId="77777777" w:rsidR="00F44248" w:rsidRDefault="00F44248" w:rsidP="00F44248">
      <w:pPr>
        <w:pStyle w:val="ListParagraph"/>
        <w:autoSpaceDE w:val="0"/>
        <w:autoSpaceDN w:val="0"/>
        <w:adjustRightInd w:val="0"/>
        <w:spacing w:line="240" w:lineRule="auto"/>
        <w:ind w:left="547"/>
        <w:jc w:val="both"/>
        <w:rPr>
          <w:szCs w:val="22"/>
          <w:lang w:bidi="th-TH"/>
        </w:rPr>
      </w:pPr>
    </w:p>
    <w:p w14:paraId="3AC5E558" w14:textId="4B699D69" w:rsidR="001A2639" w:rsidRDefault="000B48F9" w:rsidP="001A2639">
      <w:pPr>
        <w:ind w:left="540"/>
        <w:jc w:val="both"/>
        <w:rPr>
          <w:rFonts w:cstheme="minorBidi"/>
          <w:spacing w:val="-2"/>
          <w:szCs w:val="22"/>
          <w:lang w:bidi="th-TH"/>
        </w:rPr>
      </w:pPr>
      <w:r w:rsidRPr="000B48F9">
        <w:rPr>
          <w:spacing w:val="-2"/>
          <w:szCs w:val="22"/>
          <w:lang w:bidi="th-TH"/>
        </w:rPr>
        <w:t>The Group and the Company have no potential ordinary shares. Diluted earnings per share are therefore equal to basic earnings per share. The calculations of basic earnings per share for the three-month and six-month periods ended 30 June 202</w:t>
      </w:r>
      <w:r>
        <w:rPr>
          <w:rFonts w:cs="Angsana New"/>
          <w:spacing w:val="-2"/>
          <w:szCs w:val="28"/>
          <w:lang w:val="en-US" w:bidi="th-TH"/>
        </w:rPr>
        <w:t>5</w:t>
      </w:r>
      <w:r w:rsidRPr="000B48F9">
        <w:rPr>
          <w:spacing w:val="-2"/>
          <w:szCs w:val="22"/>
          <w:lang w:bidi="th-TH"/>
        </w:rPr>
        <w:t xml:space="preserve"> and 202</w:t>
      </w:r>
      <w:r>
        <w:rPr>
          <w:spacing w:val="-2"/>
          <w:szCs w:val="22"/>
          <w:lang w:bidi="th-TH"/>
        </w:rPr>
        <w:t>4</w:t>
      </w:r>
      <w:r w:rsidRPr="000B48F9">
        <w:rPr>
          <w:spacing w:val="-2"/>
          <w:szCs w:val="22"/>
          <w:lang w:bidi="th-TH"/>
        </w:rPr>
        <w:t xml:space="preserve"> were based on the profit for the periods attributable to ordinary shareholders of the Company and the number of ordinary shares outstanding during the periods, adjusted for the change in the number of ordinary shares as a result of the increase in capital arising from the share dividend issued in the calculations of earnings per share for all periods presented as if the event had occurred at the beginning of the earliest period presented, as described in notes </w:t>
      </w:r>
      <w:r>
        <w:rPr>
          <w:spacing w:val="-2"/>
          <w:szCs w:val="22"/>
          <w:lang w:bidi="th-TH"/>
        </w:rPr>
        <w:t>6</w:t>
      </w:r>
      <w:r w:rsidRPr="000B48F9">
        <w:rPr>
          <w:spacing w:val="-2"/>
          <w:szCs w:val="22"/>
          <w:lang w:bidi="th-TH"/>
        </w:rPr>
        <w:t xml:space="preserve"> and 7. The details are as follows:</w:t>
      </w:r>
    </w:p>
    <w:p w14:paraId="1CC95F93" w14:textId="77777777" w:rsidR="000B48F9" w:rsidRPr="000B48F9" w:rsidRDefault="000B48F9" w:rsidP="001A2639">
      <w:pPr>
        <w:ind w:left="540"/>
        <w:jc w:val="both"/>
        <w:rPr>
          <w:rFonts w:cstheme="minorBidi"/>
          <w:szCs w:val="22"/>
          <w:lang w:bidi="th-TH"/>
        </w:rPr>
      </w:pPr>
    </w:p>
    <w:tbl>
      <w:tblPr>
        <w:tblW w:w="9270" w:type="dxa"/>
        <w:tblInd w:w="450" w:type="dxa"/>
        <w:tblLayout w:type="fixed"/>
        <w:tblLook w:val="0000" w:firstRow="0" w:lastRow="0" w:firstColumn="0" w:lastColumn="0" w:noHBand="0" w:noVBand="0"/>
      </w:tblPr>
      <w:tblGrid>
        <w:gridCol w:w="3804"/>
        <w:gridCol w:w="1146"/>
        <w:gridCol w:w="270"/>
        <w:gridCol w:w="1170"/>
        <w:gridCol w:w="270"/>
        <w:gridCol w:w="1170"/>
        <w:gridCol w:w="270"/>
        <w:gridCol w:w="1170"/>
      </w:tblGrid>
      <w:tr w:rsidR="001A2639" w:rsidRPr="00DF209F" w14:paraId="556E1F62" w14:textId="77777777" w:rsidTr="009A167B">
        <w:trPr>
          <w:tblHeader/>
        </w:trPr>
        <w:tc>
          <w:tcPr>
            <w:tcW w:w="3804" w:type="dxa"/>
          </w:tcPr>
          <w:p w14:paraId="053D9C11" w14:textId="77777777" w:rsidR="001A2639" w:rsidRPr="00DF209F" w:rsidRDefault="001A2639" w:rsidP="009A167B">
            <w:pPr>
              <w:widowControl w:val="0"/>
              <w:spacing w:line="240" w:lineRule="atLeast"/>
              <w:contextualSpacing/>
              <w:jc w:val="center"/>
              <w:rPr>
                <w:b/>
                <w:bCs/>
                <w:szCs w:val="22"/>
              </w:rPr>
            </w:pPr>
          </w:p>
        </w:tc>
        <w:tc>
          <w:tcPr>
            <w:tcW w:w="2586" w:type="dxa"/>
            <w:gridSpan w:val="3"/>
          </w:tcPr>
          <w:p w14:paraId="2798F4A5" w14:textId="77777777" w:rsidR="001A2639" w:rsidRPr="00DF209F" w:rsidRDefault="001A2639" w:rsidP="009A167B">
            <w:pPr>
              <w:pStyle w:val="acctmergecolhdg"/>
              <w:spacing w:line="240" w:lineRule="atLeast"/>
              <w:contextualSpacing/>
              <w:rPr>
                <w:szCs w:val="22"/>
              </w:rPr>
            </w:pPr>
            <w:r w:rsidRPr="00DF209F">
              <w:rPr>
                <w:szCs w:val="22"/>
              </w:rPr>
              <w:t xml:space="preserve">Consolidated </w:t>
            </w:r>
          </w:p>
          <w:p w14:paraId="31EE27D2" w14:textId="77777777" w:rsidR="001A2639" w:rsidRPr="00DF209F" w:rsidRDefault="001A2639" w:rsidP="009A167B">
            <w:pPr>
              <w:pStyle w:val="acctmergecolhdg"/>
              <w:spacing w:line="240" w:lineRule="atLeast"/>
              <w:contextualSpacing/>
              <w:rPr>
                <w:szCs w:val="22"/>
              </w:rPr>
            </w:pPr>
            <w:r w:rsidRPr="00DF209F">
              <w:rPr>
                <w:szCs w:val="22"/>
              </w:rPr>
              <w:t>financial statements</w:t>
            </w:r>
          </w:p>
        </w:tc>
        <w:tc>
          <w:tcPr>
            <w:tcW w:w="270" w:type="dxa"/>
          </w:tcPr>
          <w:p w14:paraId="187A80E1" w14:textId="77777777" w:rsidR="001A2639" w:rsidRPr="00DF209F" w:rsidRDefault="001A2639" w:rsidP="009A167B">
            <w:pPr>
              <w:pStyle w:val="acctmergecolhdg"/>
              <w:spacing w:line="240" w:lineRule="atLeast"/>
              <w:contextualSpacing/>
              <w:rPr>
                <w:szCs w:val="22"/>
              </w:rPr>
            </w:pPr>
          </w:p>
        </w:tc>
        <w:tc>
          <w:tcPr>
            <w:tcW w:w="2610" w:type="dxa"/>
            <w:gridSpan w:val="3"/>
          </w:tcPr>
          <w:p w14:paraId="2EAEE632" w14:textId="77777777" w:rsidR="001A2639" w:rsidRPr="00DF209F" w:rsidRDefault="001A2639" w:rsidP="009A167B">
            <w:pPr>
              <w:pStyle w:val="acctmergecolhdg"/>
              <w:spacing w:line="240" w:lineRule="atLeast"/>
              <w:contextualSpacing/>
              <w:rPr>
                <w:szCs w:val="22"/>
              </w:rPr>
            </w:pPr>
            <w:r w:rsidRPr="00DF209F">
              <w:rPr>
                <w:szCs w:val="22"/>
              </w:rPr>
              <w:t xml:space="preserve">Separate </w:t>
            </w:r>
          </w:p>
          <w:p w14:paraId="06C1D752" w14:textId="77777777" w:rsidR="001A2639" w:rsidRPr="00DF209F" w:rsidRDefault="001A2639" w:rsidP="009A167B">
            <w:pPr>
              <w:pStyle w:val="acctmergecolhdg"/>
              <w:spacing w:line="240" w:lineRule="atLeast"/>
              <w:contextualSpacing/>
              <w:rPr>
                <w:szCs w:val="22"/>
              </w:rPr>
            </w:pPr>
            <w:r w:rsidRPr="00DF209F">
              <w:rPr>
                <w:szCs w:val="22"/>
              </w:rPr>
              <w:t>financial statements</w:t>
            </w:r>
          </w:p>
        </w:tc>
      </w:tr>
      <w:tr w:rsidR="001A2639" w:rsidRPr="00DF209F" w14:paraId="5D96D16E" w14:textId="77777777" w:rsidTr="009A167B">
        <w:trPr>
          <w:tblHeader/>
        </w:trPr>
        <w:tc>
          <w:tcPr>
            <w:tcW w:w="3804" w:type="dxa"/>
          </w:tcPr>
          <w:p w14:paraId="7CB6CE16" w14:textId="77777777" w:rsidR="001A2639" w:rsidRPr="00DF209F" w:rsidRDefault="001A2639" w:rsidP="009A167B">
            <w:pPr>
              <w:widowControl w:val="0"/>
              <w:spacing w:line="240" w:lineRule="atLeast"/>
              <w:contextualSpacing/>
              <w:jc w:val="center"/>
              <w:rPr>
                <w:szCs w:val="22"/>
              </w:rPr>
            </w:pPr>
          </w:p>
        </w:tc>
        <w:tc>
          <w:tcPr>
            <w:tcW w:w="1146" w:type="dxa"/>
            <w:vAlign w:val="bottom"/>
          </w:tcPr>
          <w:p w14:paraId="0C0D19E2" w14:textId="0A22AB13" w:rsidR="001A2639" w:rsidRPr="00DF209F" w:rsidRDefault="00BC1349" w:rsidP="009A167B">
            <w:pPr>
              <w:pStyle w:val="BodyText"/>
              <w:spacing w:after="0" w:line="240" w:lineRule="atLeast"/>
              <w:ind w:right="-16"/>
              <w:jc w:val="center"/>
              <w:rPr>
                <w:szCs w:val="22"/>
                <w:lang w:bidi="th-TH"/>
              </w:rPr>
            </w:pPr>
            <w:r w:rsidRPr="00BC1349">
              <w:rPr>
                <w:szCs w:val="22"/>
                <w:lang w:val="en-US" w:bidi="th-TH"/>
              </w:rPr>
              <w:t>20</w:t>
            </w:r>
            <w:r w:rsidR="001A2639">
              <w:rPr>
                <w:szCs w:val="22"/>
                <w:lang w:bidi="th-TH"/>
              </w:rPr>
              <w:t>25</w:t>
            </w:r>
          </w:p>
        </w:tc>
        <w:tc>
          <w:tcPr>
            <w:tcW w:w="270" w:type="dxa"/>
          </w:tcPr>
          <w:p w14:paraId="6DA69830" w14:textId="77777777" w:rsidR="001A2639" w:rsidRPr="00DF209F" w:rsidRDefault="001A2639" w:rsidP="009A167B">
            <w:pPr>
              <w:pStyle w:val="BodyText"/>
              <w:spacing w:after="0" w:line="240" w:lineRule="atLeast"/>
              <w:ind w:left="-108" w:right="-108"/>
              <w:jc w:val="center"/>
              <w:rPr>
                <w:szCs w:val="22"/>
              </w:rPr>
            </w:pPr>
          </w:p>
        </w:tc>
        <w:tc>
          <w:tcPr>
            <w:tcW w:w="1170" w:type="dxa"/>
            <w:vAlign w:val="bottom"/>
          </w:tcPr>
          <w:p w14:paraId="2B296645" w14:textId="4CFF33D1" w:rsidR="001A2639" w:rsidRPr="00DF209F" w:rsidRDefault="001A2639" w:rsidP="009A167B">
            <w:pPr>
              <w:pStyle w:val="BodyText"/>
              <w:spacing w:after="0" w:line="240" w:lineRule="atLeast"/>
              <w:ind w:right="-31"/>
              <w:jc w:val="center"/>
              <w:rPr>
                <w:szCs w:val="22"/>
                <w:lang w:bidi="th-TH"/>
              </w:rPr>
            </w:pPr>
            <w:r w:rsidRPr="00DF209F">
              <w:rPr>
                <w:szCs w:val="22"/>
                <w:lang w:bidi="th-TH"/>
              </w:rPr>
              <w:t>20</w:t>
            </w:r>
            <w:r>
              <w:rPr>
                <w:szCs w:val="22"/>
                <w:lang w:bidi="th-TH"/>
              </w:rPr>
              <w:t>24</w:t>
            </w:r>
          </w:p>
        </w:tc>
        <w:tc>
          <w:tcPr>
            <w:tcW w:w="270" w:type="dxa"/>
            <w:vAlign w:val="bottom"/>
          </w:tcPr>
          <w:p w14:paraId="6E453038" w14:textId="77777777" w:rsidR="001A2639" w:rsidRPr="00DF209F" w:rsidRDefault="001A2639" w:rsidP="009A167B">
            <w:pPr>
              <w:pStyle w:val="BodyText"/>
              <w:spacing w:after="0" w:line="240" w:lineRule="atLeast"/>
              <w:ind w:right="-16"/>
              <w:jc w:val="center"/>
              <w:rPr>
                <w:szCs w:val="22"/>
                <w:rtl/>
                <w:cs/>
              </w:rPr>
            </w:pPr>
          </w:p>
        </w:tc>
        <w:tc>
          <w:tcPr>
            <w:tcW w:w="1170" w:type="dxa"/>
            <w:vAlign w:val="bottom"/>
          </w:tcPr>
          <w:p w14:paraId="6F57B54C" w14:textId="6017A462" w:rsidR="001A2639" w:rsidRPr="00DF209F" w:rsidRDefault="00BC1349" w:rsidP="009A167B">
            <w:pPr>
              <w:pStyle w:val="BodyText"/>
              <w:spacing w:after="0" w:line="240" w:lineRule="atLeast"/>
              <w:ind w:right="-16"/>
              <w:jc w:val="center"/>
              <w:rPr>
                <w:szCs w:val="22"/>
                <w:lang w:bidi="th-TH"/>
              </w:rPr>
            </w:pPr>
            <w:r w:rsidRPr="00BC1349">
              <w:rPr>
                <w:szCs w:val="22"/>
                <w:lang w:val="en-US" w:bidi="th-TH"/>
              </w:rPr>
              <w:t>20</w:t>
            </w:r>
            <w:r w:rsidR="001A2639">
              <w:rPr>
                <w:szCs w:val="22"/>
                <w:lang w:bidi="th-TH"/>
              </w:rPr>
              <w:t>25</w:t>
            </w:r>
          </w:p>
        </w:tc>
        <w:tc>
          <w:tcPr>
            <w:tcW w:w="270" w:type="dxa"/>
          </w:tcPr>
          <w:p w14:paraId="12D3269D" w14:textId="77777777" w:rsidR="001A2639" w:rsidRPr="00DF209F" w:rsidRDefault="001A2639" w:rsidP="009A167B">
            <w:pPr>
              <w:pStyle w:val="BodyText"/>
              <w:spacing w:after="0" w:line="240" w:lineRule="atLeast"/>
              <w:ind w:left="-108" w:right="-108"/>
              <w:jc w:val="center"/>
              <w:rPr>
                <w:szCs w:val="22"/>
              </w:rPr>
            </w:pPr>
          </w:p>
        </w:tc>
        <w:tc>
          <w:tcPr>
            <w:tcW w:w="1170" w:type="dxa"/>
            <w:vAlign w:val="bottom"/>
          </w:tcPr>
          <w:p w14:paraId="497D0E35" w14:textId="7DDCB78C" w:rsidR="001A2639" w:rsidRPr="00DF209F" w:rsidRDefault="001A2639" w:rsidP="009A167B">
            <w:pPr>
              <w:pStyle w:val="BodyText"/>
              <w:spacing w:after="0" w:line="240" w:lineRule="atLeast"/>
              <w:ind w:right="-31"/>
              <w:jc w:val="center"/>
              <w:rPr>
                <w:szCs w:val="22"/>
                <w:lang w:bidi="th-TH"/>
              </w:rPr>
            </w:pPr>
            <w:r w:rsidRPr="00DF209F">
              <w:rPr>
                <w:szCs w:val="22"/>
                <w:lang w:bidi="th-TH"/>
              </w:rPr>
              <w:t>20</w:t>
            </w:r>
            <w:r>
              <w:rPr>
                <w:szCs w:val="22"/>
                <w:lang w:bidi="th-TH"/>
              </w:rPr>
              <w:t>24</w:t>
            </w:r>
          </w:p>
        </w:tc>
      </w:tr>
      <w:tr w:rsidR="001A2639" w:rsidRPr="00DF209F" w14:paraId="7F74E6B0" w14:textId="77777777" w:rsidTr="009A167B">
        <w:trPr>
          <w:tblHeader/>
        </w:trPr>
        <w:tc>
          <w:tcPr>
            <w:tcW w:w="3804" w:type="dxa"/>
          </w:tcPr>
          <w:p w14:paraId="7DED626B" w14:textId="77777777" w:rsidR="001A2639" w:rsidRPr="00DF209F" w:rsidRDefault="001A2639" w:rsidP="009A167B">
            <w:pPr>
              <w:widowControl w:val="0"/>
              <w:spacing w:line="240" w:lineRule="atLeast"/>
              <w:contextualSpacing/>
              <w:jc w:val="center"/>
              <w:rPr>
                <w:szCs w:val="22"/>
              </w:rPr>
            </w:pPr>
          </w:p>
        </w:tc>
        <w:tc>
          <w:tcPr>
            <w:tcW w:w="5466" w:type="dxa"/>
            <w:gridSpan w:val="7"/>
          </w:tcPr>
          <w:p w14:paraId="16E58D92" w14:textId="77777777" w:rsidR="001A2639" w:rsidRPr="00DF209F" w:rsidRDefault="001A2639" w:rsidP="009A167B">
            <w:pPr>
              <w:spacing w:line="240" w:lineRule="atLeast"/>
              <w:contextualSpacing/>
              <w:jc w:val="center"/>
              <w:rPr>
                <w:i/>
                <w:iCs/>
                <w:szCs w:val="22"/>
              </w:rPr>
            </w:pPr>
            <w:r w:rsidRPr="00DF209F">
              <w:rPr>
                <w:i/>
                <w:iCs/>
                <w:szCs w:val="22"/>
                <w:cs/>
                <w:lang w:bidi="th-TH"/>
              </w:rPr>
              <w:t>(</w:t>
            </w:r>
            <w:r w:rsidRPr="00DF209F">
              <w:rPr>
                <w:i/>
                <w:iCs/>
                <w:szCs w:val="22"/>
              </w:rPr>
              <w:t xml:space="preserve">in thousand Baht </w:t>
            </w:r>
            <w:r w:rsidRPr="00DF209F">
              <w:rPr>
                <w:i/>
                <w:iCs/>
                <w:szCs w:val="22"/>
                <w:cs/>
                <w:lang w:bidi="th-TH"/>
              </w:rPr>
              <w:t xml:space="preserve">/ </w:t>
            </w:r>
            <w:r w:rsidRPr="00DF209F">
              <w:rPr>
                <w:i/>
                <w:iCs/>
                <w:szCs w:val="22"/>
              </w:rPr>
              <w:t>thousand shares</w:t>
            </w:r>
            <w:r w:rsidRPr="00DF209F">
              <w:rPr>
                <w:i/>
                <w:iCs/>
                <w:szCs w:val="22"/>
                <w:cs/>
                <w:lang w:bidi="th-TH"/>
              </w:rPr>
              <w:t>)</w:t>
            </w:r>
          </w:p>
        </w:tc>
      </w:tr>
      <w:tr w:rsidR="001A2639" w:rsidRPr="00DF209F" w14:paraId="7BFF630C" w14:textId="77777777" w:rsidTr="009A167B">
        <w:tc>
          <w:tcPr>
            <w:tcW w:w="3804" w:type="dxa"/>
          </w:tcPr>
          <w:p w14:paraId="42C2E72C" w14:textId="77777777" w:rsidR="001A2639" w:rsidRPr="008C7C1A" w:rsidRDefault="001A2639" w:rsidP="009A167B">
            <w:pPr>
              <w:widowControl w:val="0"/>
              <w:spacing w:line="240" w:lineRule="atLeast"/>
              <w:ind w:right="-180"/>
              <w:contextualSpacing/>
              <w:rPr>
                <w:b/>
                <w:bCs/>
                <w:i/>
                <w:iCs/>
                <w:szCs w:val="22"/>
              </w:rPr>
            </w:pPr>
            <w:r w:rsidRPr="008C7C1A">
              <w:rPr>
                <w:b/>
                <w:bCs/>
                <w:i/>
                <w:iCs/>
                <w:szCs w:val="22"/>
              </w:rPr>
              <w:t>For three-month period ended 30 June</w:t>
            </w:r>
          </w:p>
        </w:tc>
        <w:tc>
          <w:tcPr>
            <w:tcW w:w="5466" w:type="dxa"/>
            <w:gridSpan w:val="7"/>
          </w:tcPr>
          <w:p w14:paraId="4A2B58ED" w14:textId="77777777" w:rsidR="001A2639" w:rsidRPr="00DF209F" w:rsidRDefault="001A2639" w:rsidP="009A167B">
            <w:pPr>
              <w:spacing w:line="240" w:lineRule="atLeast"/>
              <w:contextualSpacing/>
              <w:jc w:val="center"/>
              <w:rPr>
                <w:i/>
                <w:iCs/>
                <w:szCs w:val="22"/>
                <w:cs/>
                <w:lang w:bidi="th-TH"/>
              </w:rPr>
            </w:pPr>
          </w:p>
        </w:tc>
      </w:tr>
      <w:tr w:rsidR="001A2639" w:rsidRPr="00823977" w14:paraId="38723EFC" w14:textId="77777777" w:rsidTr="009A167B">
        <w:tc>
          <w:tcPr>
            <w:tcW w:w="3804" w:type="dxa"/>
          </w:tcPr>
          <w:p w14:paraId="0F87B33B" w14:textId="77777777" w:rsidR="001A2639" w:rsidRPr="00823977" w:rsidRDefault="001A2639" w:rsidP="009A167B">
            <w:pPr>
              <w:spacing w:line="240" w:lineRule="atLeast"/>
              <w:ind w:left="180" w:right="-18" w:hanging="180"/>
              <w:rPr>
                <w:szCs w:val="22"/>
              </w:rPr>
            </w:pPr>
            <w:r w:rsidRPr="00823977">
              <w:rPr>
                <w:szCs w:val="22"/>
              </w:rPr>
              <w:t>Profit attributable to ordinary</w:t>
            </w:r>
            <w:r w:rsidRPr="00823977">
              <w:rPr>
                <w:szCs w:val="22"/>
                <w:cs/>
                <w:lang w:bidi="th-TH"/>
              </w:rPr>
              <w:t xml:space="preserve"> </w:t>
            </w:r>
            <w:r w:rsidRPr="00823977">
              <w:rPr>
                <w:szCs w:val="22"/>
              </w:rPr>
              <w:t>shareholders of the Company</w:t>
            </w:r>
          </w:p>
        </w:tc>
        <w:tc>
          <w:tcPr>
            <w:tcW w:w="1146" w:type="dxa"/>
            <w:vAlign w:val="bottom"/>
          </w:tcPr>
          <w:p w14:paraId="63F39940" w14:textId="28BAD420" w:rsidR="001A2639" w:rsidRPr="00823977" w:rsidRDefault="001A2639" w:rsidP="009A167B">
            <w:pPr>
              <w:ind w:right="-14"/>
              <w:jc w:val="right"/>
              <w:rPr>
                <w:szCs w:val="22"/>
              </w:rPr>
            </w:pPr>
            <w:r w:rsidRPr="00823977">
              <w:rPr>
                <w:szCs w:val="22"/>
              </w:rPr>
              <w:t>1</w:t>
            </w:r>
            <w:r>
              <w:rPr>
                <w:szCs w:val="22"/>
              </w:rPr>
              <w:t>1,051</w:t>
            </w:r>
          </w:p>
        </w:tc>
        <w:tc>
          <w:tcPr>
            <w:tcW w:w="270" w:type="dxa"/>
            <w:vAlign w:val="bottom"/>
          </w:tcPr>
          <w:p w14:paraId="134B1CA5" w14:textId="77777777" w:rsidR="001A2639" w:rsidRPr="00823977" w:rsidRDefault="001A2639" w:rsidP="009A167B">
            <w:pPr>
              <w:jc w:val="right"/>
              <w:rPr>
                <w:szCs w:val="22"/>
              </w:rPr>
            </w:pPr>
          </w:p>
        </w:tc>
        <w:tc>
          <w:tcPr>
            <w:tcW w:w="1170" w:type="dxa"/>
            <w:vAlign w:val="bottom"/>
          </w:tcPr>
          <w:p w14:paraId="4396AB1A" w14:textId="1527D352" w:rsidR="001A2639" w:rsidRPr="00823977" w:rsidRDefault="001A2639" w:rsidP="009A167B">
            <w:pPr>
              <w:ind w:right="-14"/>
              <w:jc w:val="right"/>
              <w:rPr>
                <w:szCs w:val="22"/>
              </w:rPr>
            </w:pPr>
            <w:r>
              <w:rPr>
                <w:szCs w:val="22"/>
              </w:rPr>
              <w:t>12,076</w:t>
            </w:r>
          </w:p>
        </w:tc>
        <w:tc>
          <w:tcPr>
            <w:tcW w:w="270" w:type="dxa"/>
            <w:vAlign w:val="bottom"/>
          </w:tcPr>
          <w:p w14:paraId="062ED107" w14:textId="77777777" w:rsidR="001A2639" w:rsidRPr="00823977" w:rsidRDefault="001A2639" w:rsidP="009A167B">
            <w:pPr>
              <w:jc w:val="right"/>
              <w:rPr>
                <w:szCs w:val="22"/>
              </w:rPr>
            </w:pPr>
          </w:p>
        </w:tc>
        <w:tc>
          <w:tcPr>
            <w:tcW w:w="1170" w:type="dxa"/>
            <w:vAlign w:val="bottom"/>
          </w:tcPr>
          <w:p w14:paraId="4D159F15" w14:textId="20FD501D" w:rsidR="001A2639" w:rsidRPr="00823977" w:rsidRDefault="001A2639" w:rsidP="009A167B">
            <w:pPr>
              <w:ind w:right="-14"/>
              <w:jc w:val="right"/>
              <w:rPr>
                <w:szCs w:val="22"/>
              </w:rPr>
            </w:pPr>
            <w:r>
              <w:rPr>
                <w:szCs w:val="22"/>
              </w:rPr>
              <w:t>12,301</w:t>
            </w:r>
          </w:p>
        </w:tc>
        <w:tc>
          <w:tcPr>
            <w:tcW w:w="270" w:type="dxa"/>
            <w:vAlign w:val="bottom"/>
          </w:tcPr>
          <w:p w14:paraId="5184C28B" w14:textId="77777777" w:rsidR="001A2639" w:rsidRPr="00823977" w:rsidRDefault="001A2639" w:rsidP="009A167B">
            <w:pPr>
              <w:jc w:val="right"/>
              <w:rPr>
                <w:szCs w:val="22"/>
              </w:rPr>
            </w:pPr>
          </w:p>
        </w:tc>
        <w:tc>
          <w:tcPr>
            <w:tcW w:w="1170" w:type="dxa"/>
            <w:vAlign w:val="bottom"/>
          </w:tcPr>
          <w:p w14:paraId="6D282722" w14:textId="7F7CC93D" w:rsidR="001A2639" w:rsidRPr="00823977" w:rsidRDefault="001A2639" w:rsidP="009A167B">
            <w:pPr>
              <w:tabs>
                <w:tab w:val="decimal" w:pos="880"/>
              </w:tabs>
              <w:ind w:left="-110" w:right="-110"/>
              <w:rPr>
                <w:szCs w:val="22"/>
              </w:rPr>
            </w:pPr>
            <w:r w:rsidRPr="00823977">
              <w:rPr>
                <w:szCs w:val="22"/>
              </w:rPr>
              <w:t>1</w:t>
            </w:r>
            <w:r>
              <w:rPr>
                <w:szCs w:val="22"/>
              </w:rPr>
              <w:t>2,257</w:t>
            </w:r>
          </w:p>
        </w:tc>
      </w:tr>
      <w:tr w:rsidR="001A2639" w:rsidRPr="00823977" w14:paraId="6AF9B39B" w14:textId="77777777" w:rsidTr="009A167B">
        <w:tc>
          <w:tcPr>
            <w:tcW w:w="3804" w:type="dxa"/>
          </w:tcPr>
          <w:p w14:paraId="11E7184D" w14:textId="77777777" w:rsidR="001A2639" w:rsidRPr="00823977" w:rsidRDefault="001A2639" w:rsidP="009A167B">
            <w:pPr>
              <w:ind w:left="186" w:hanging="186"/>
              <w:rPr>
                <w:szCs w:val="22"/>
              </w:rPr>
            </w:pPr>
            <w:r w:rsidRPr="00823977">
              <w:rPr>
                <w:szCs w:val="22"/>
              </w:rPr>
              <w:t>Weighted average number of ordinary shares outstanding</w:t>
            </w:r>
          </w:p>
        </w:tc>
        <w:tc>
          <w:tcPr>
            <w:tcW w:w="1146" w:type="dxa"/>
            <w:shd w:val="clear" w:color="auto" w:fill="auto"/>
            <w:vAlign w:val="bottom"/>
          </w:tcPr>
          <w:p w14:paraId="699BF1C6" w14:textId="7E65268C" w:rsidR="001A2639" w:rsidRPr="00823977" w:rsidRDefault="001A2639" w:rsidP="009A167B">
            <w:pPr>
              <w:ind w:right="-14"/>
              <w:jc w:val="right"/>
              <w:rPr>
                <w:szCs w:val="22"/>
              </w:rPr>
            </w:pPr>
            <w:r>
              <w:rPr>
                <w:szCs w:val="22"/>
              </w:rPr>
              <w:t>395,715</w:t>
            </w:r>
          </w:p>
        </w:tc>
        <w:tc>
          <w:tcPr>
            <w:tcW w:w="270" w:type="dxa"/>
            <w:shd w:val="clear" w:color="auto" w:fill="auto"/>
            <w:vAlign w:val="bottom"/>
          </w:tcPr>
          <w:p w14:paraId="1E9734CA" w14:textId="77777777" w:rsidR="001A2639" w:rsidRPr="00823977" w:rsidRDefault="001A2639" w:rsidP="009A167B">
            <w:pPr>
              <w:jc w:val="right"/>
              <w:rPr>
                <w:szCs w:val="22"/>
              </w:rPr>
            </w:pPr>
          </w:p>
        </w:tc>
        <w:tc>
          <w:tcPr>
            <w:tcW w:w="1170" w:type="dxa"/>
            <w:shd w:val="clear" w:color="auto" w:fill="auto"/>
            <w:vAlign w:val="bottom"/>
          </w:tcPr>
          <w:p w14:paraId="29D0E687" w14:textId="6E46D578" w:rsidR="001A2639" w:rsidRPr="00823977" w:rsidRDefault="001A2639" w:rsidP="009A167B">
            <w:pPr>
              <w:ind w:right="-14"/>
              <w:jc w:val="right"/>
              <w:rPr>
                <w:szCs w:val="22"/>
              </w:rPr>
            </w:pPr>
            <w:r>
              <w:rPr>
                <w:szCs w:val="22"/>
              </w:rPr>
              <w:t>395,715</w:t>
            </w:r>
          </w:p>
        </w:tc>
        <w:tc>
          <w:tcPr>
            <w:tcW w:w="270" w:type="dxa"/>
            <w:shd w:val="clear" w:color="auto" w:fill="auto"/>
            <w:vAlign w:val="bottom"/>
          </w:tcPr>
          <w:p w14:paraId="4E2884E9" w14:textId="77777777" w:rsidR="001A2639" w:rsidRPr="00823977" w:rsidRDefault="001A2639" w:rsidP="009A167B">
            <w:pPr>
              <w:jc w:val="right"/>
              <w:rPr>
                <w:szCs w:val="22"/>
              </w:rPr>
            </w:pPr>
          </w:p>
        </w:tc>
        <w:tc>
          <w:tcPr>
            <w:tcW w:w="1170" w:type="dxa"/>
            <w:shd w:val="clear" w:color="auto" w:fill="auto"/>
            <w:vAlign w:val="bottom"/>
          </w:tcPr>
          <w:p w14:paraId="037FBD82" w14:textId="4A0C2AF7" w:rsidR="001A2639" w:rsidRPr="00823977" w:rsidRDefault="001A2639" w:rsidP="009A167B">
            <w:pPr>
              <w:ind w:right="-14"/>
              <w:jc w:val="right"/>
              <w:rPr>
                <w:szCs w:val="22"/>
              </w:rPr>
            </w:pPr>
            <w:r>
              <w:rPr>
                <w:szCs w:val="22"/>
              </w:rPr>
              <w:t>395,715</w:t>
            </w:r>
          </w:p>
        </w:tc>
        <w:tc>
          <w:tcPr>
            <w:tcW w:w="270" w:type="dxa"/>
            <w:shd w:val="clear" w:color="auto" w:fill="auto"/>
            <w:vAlign w:val="bottom"/>
          </w:tcPr>
          <w:p w14:paraId="5695D60E" w14:textId="77777777" w:rsidR="001A2639" w:rsidRPr="00823977" w:rsidRDefault="001A2639" w:rsidP="009A167B">
            <w:pPr>
              <w:jc w:val="right"/>
              <w:rPr>
                <w:szCs w:val="22"/>
              </w:rPr>
            </w:pPr>
          </w:p>
        </w:tc>
        <w:tc>
          <w:tcPr>
            <w:tcW w:w="1170" w:type="dxa"/>
            <w:shd w:val="clear" w:color="auto" w:fill="auto"/>
            <w:vAlign w:val="bottom"/>
          </w:tcPr>
          <w:p w14:paraId="4D41A8E8" w14:textId="0AB72922" w:rsidR="001A2639" w:rsidRPr="00823977" w:rsidRDefault="001A2639" w:rsidP="009A167B">
            <w:pPr>
              <w:tabs>
                <w:tab w:val="decimal" w:pos="880"/>
              </w:tabs>
              <w:ind w:left="-110" w:right="-110"/>
              <w:rPr>
                <w:szCs w:val="22"/>
              </w:rPr>
            </w:pPr>
            <w:r>
              <w:rPr>
                <w:szCs w:val="22"/>
              </w:rPr>
              <w:t>395,715</w:t>
            </w:r>
          </w:p>
        </w:tc>
      </w:tr>
      <w:tr w:rsidR="001A2639" w:rsidRPr="00020DB2" w14:paraId="012D6321" w14:textId="77777777" w:rsidTr="009A167B">
        <w:tc>
          <w:tcPr>
            <w:tcW w:w="3804" w:type="dxa"/>
          </w:tcPr>
          <w:p w14:paraId="086C2DA9" w14:textId="77777777" w:rsidR="001A2639" w:rsidRPr="00DF209F" w:rsidRDefault="001A2639" w:rsidP="009A167B">
            <w:pPr>
              <w:spacing w:line="240" w:lineRule="atLeast"/>
              <w:rPr>
                <w:b/>
                <w:bCs/>
                <w:szCs w:val="22"/>
              </w:rPr>
            </w:pPr>
            <w:r w:rsidRPr="00DF209F">
              <w:rPr>
                <w:b/>
                <w:bCs/>
                <w:szCs w:val="22"/>
              </w:rPr>
              <w:t>Basic earnings</w:t>
            </w:r>
            <w:r>
              <w:rPr>
                <w:rFonts w:cstheme="minorBidi" w:hint="cs"/>
                <w:b/>
                <w:bCs/>
                <w:szCs w:val="28"/>
                <w:cs/>
                <w:lang w:bidi="th-TH"/>
              </w:rPr>
              <w:t xml:space="preserve"> </w:t>
            </w:r>
            <w:r w:rsidRPr="00DF209F">
              <w:rPr>
                <w:b/>
                <w:bCs/>
                <w:szCs w:val="22"/>
              </w:rPr>
              <w:t xml:space="preserve">per share </w:t>
            </w:r>
            <w:r w:rsidRPr="00DF209F">
              <w:rPr>
                <w:b/>
                <w:bCs/>
                <w:i/>
                <w:iCs/>
                <w:szCs w:val="22"/>
                <w:cs/>
                <w:lang w:bidi="th-TH"/>
              </w:rPr>
              <w:t>(</w:t>
            </w:r>
            <w:r w:rsidRPr="00DF209F">
              <w:rPr>
                <w:b/>
                <w:bCs/>
                <w:i/>
                <w:iCs/>
                <w:szCs w:val="22"/>
              </w:rPr>
              <w:t>in Baht</w:t>
            </w:r>
            <w:r w:rsidRPr="00DF209F">
              <w:rPr>
                <w:b/>
                <w:bCs/>
                <w:i/>
                <w:iCs/>
                <w:szCs w:val="22"/>
                <w:cs/>
                <w:lang w:bidi="th-TH"/>
              </w:rPr>
              <w:t>)</w:t>
            </w:r>
          </w:p>
        </w:tc>
        <w:tc>
          <w:tcPr>
            <w:tcW w:w="1146" w:type="dxa"/>
            <w:tcBorders>
              <w:bottom w:val="double" w:sz="4" w:space="0" w:color="auto"/>
            </w:tcBorders>
            <w:shd w:val="clear" w:color="auto" w:fill="auto"/>
            <w:vAlign w:val="bottom"/>
          </w:tcPr>
          <w:p w14:paraId="392052AF" w14:textId="455EC55A" w:rsidR="001A2639" w:rsidRPr="00020DB2" w:rsidRDefault="001A2639" w:rsidP="009A167B">
            <w:pPr>
              <w:tabs>
                <w:tab w:val="decimal" w:pos="664"/>
              </w:tabs>
              <w:ind w:right="-14"/>
              <w:jc w:val="right"/>
              <w:rPr>
                <w:b/>
                <w:bCs/>
                <w:szCs w:val="22"/>
              </w:rPr>
            </w:pPr>
            <w:r w:rsidRPr="00020DB2">
              <w:rPr>
                <w:b/>
                <w:bCs/>
                <w:szCs w:val="22"/>
              </w:rPr>
              <w:t>0.02</w:t>
            </w:r>
            <w:r>
              <w:rPr>
                <w:b/>
                <w:bCs/>
                <w:szCs w:val="22"/>
              </w:rPr>
              <w:t>8</w:t>
            </w:r>
          </w:p>
        </w:tc>
        <w:tc>
          <w:tcPr>
            <w:tcW w:w="270" w:type="dxa"/>
            <w:shd w:val="clear" w:color="auto" w:fill="auto"/>
            <w:vAlign w:val="bottom"/>
          </w:tcPr>
          <w:p w14:paraId="2810D672" w14:textId="77777777" w:rsidR="001A2639" w:rsidRPr="00020DB2" w:rsidRDefault="001A2639" w:rsidP="009A167B">
            <w:pPr>
              <w:tabs>
                <w:tab w:val="decimal" w:pos="702"/>
              </w:tabs>
              <w:rPr>
                <w:b/>
                <w:bCs/>
                <w:szCs w:val="22"/>
              </w:rPr>
            </w:pPr>
          </w:p>
        </w:tc>
        <w:tc>
          <w:tcPr>
            <w:tcW w:w="1170" w:type="dxa"/>
            <w:tcBorders>
              <w:bottom w:val="double" w:sz="4" w:space="0" w:color="auto"/>
            </w:tcBorders>
            <w:shd w:val="clear" w:color="auto" w:fill="auto"/>
            <w:vAlign w:val="bottom"/>
          </w:tcPr>
          <w:p w14:paraId="28FFA935" w14:textId="21E15BEE" w:rsidR="001A2639" w:rsidRPr="00020DB2" w:rsidRDefault="001A2639" w:rsidP="009A167B">
            <w:pPr>
              <w:ind w:right="-14"/>
              <w:jc w:val="right"/>
              <w:rPr>
                <w:b/>
                <w:bCs/>
                <w:szCs w:val="22"/>
              </w:rPr>
            </w:pPr>
            <w:r w:rsidRPr="00020DB2">
              <w:rPr>
                <w:b/>
                <w:bCs/>
                <w:szCs w:val="22"/>
              </w:rPr>
              <w:t>0.0</w:t>
            </w:r>
            <w:r>
              <w:rPr>
                <w:b/>
                <w:bCs/>
                <w:szCs w:val="22"/>
              </w:rPr>
              <w:t>31</w:t>
            </w:r>
          </w:p>
        </w:tc>
        <w:tc>
          <w:tcPr>
            <w:tcW w:w="270" w:type="dxa"/>
            <w:shd w:val="clear" w:color="auto" w:fill="auto"/>
            <w:vAlign w:val="bottom"/>
          </w:tcPr>
          <w:p w14:paraId="730B2F44" w14:textId="77777777" w:rsidR="001A2639" w:rsidRPr="00020DB2" w:rsidRDefault="001A2639" w:rsidP="009A167B">
            <w:pPr>
              <w:tabs>
                <w:tab w:val="decimal" w:pos="702"/>
              </w:tabs>
              <w:rPr>
                <w:b/>
                <w:bCs/>
                <w:szCs w:val="22"/>
              </w:rPr>
            </w:pPr>
          </w:p>
        </w:tc>
        <w:tc>
          <w:tcPr>
            <w:tcW w:w="1170" w:type="dxa"/>
            <w:tcBorders>
              <w:bottom w:val="double" w:sz="4" w:space="0" w:color="auto"/>
            </w:tcBorders>
            <w:shd w:val="clear" w:color="auto" w:fill="auto"/>
            <w:vAlign w:val="bottom"/>
          </w:tcPr>
          <w:p w14:paraId="0F213BD1" w14:textId="3CA95615" w:rsidR="001A2639" w:rsidRPr="00020DB2" w:rsidRDefault="001A2639" w:rsidP="009A167B">
            <w:pPr>
              <w:ind w:right="-14"/>
              <w:jc w:val="right"/>
              <w:rPr>
                <w:b/>
                <w:bCs/>
                <w:szCs w:val="22"/>
              </w:rPr>
            </w:pPr>
            <w:r w:rsidRPr="00020DB2">
              <w:rPr>
                <w:b/>
                <w:bCs/>
                <w:szCs w:val="22"/>
              </w:rPr>
              <w:t>0.</w:t>
            </w:r>
            <w:r>
              <w:rPr>
                <w:b/>
                <w:bCs/>
                <w:szCs w:val="22"/>
              </w:rPr>
              <w:t>031</w:t>
            </w:r>
          </w:p>
        </w:tc>
        <w:tc>
          <w:tcPr>
            <w:tcW w:w="270" w:type="dxa"/>
            <w:shd w:val="clear" w:color="auto" w:fill="auto"/>
            <w:vAlign w:val="bottom"/>
          </w:tcPr>
          <w:p w14:paraId="09007B00" w14:textId="77777777" w:rsidR="001A2639" w:rsidRPr="00020DB2" w:rsidRDefault="001A2639" w:rsidP="009A167B">
            <w:pPr>
              <w:rPr>
                <w:b/>
                <w:bCs/>
                <w:szCs w:val="22"/>
              </w:rPr>
            </w:pPr>
          </w:p>
        </w:tc>
        <w:tc>
          <w:tcPr>
            <w:tcW w:w="1170" w:type="dxa"/>
            <w:tcBorders>
              <w:bottom w:val="double" w:sz="4" w:space="0" w:color="auto"/>
            </w:tcBorders>
            <w:shd w:val="clear" w:color="auto" w:fill="auto"/>
            <w:vAlign w:val="bottom"/>
          </w:tcPr>
          <w:p w14:paraId="727B59B5" w14:textId="4DE251CF" w:rsidR="001A2639" w:rsidRPr="00020DB2" w:rsidRDefault="001A2639" w:rsidP="009A167B">
            <w:pPr>
              <w:ind w:right="70"/>
              <w:jc w:val="right"/>
              <w:rPr>
                <w:b/>
                <w:bCs/>
                <w:szCs w:val="22"/>
              </w:rPr>
            </w:pPr>
            <w:r w:rsidRPr="00020DB2">
              <w:rPr>
                <w:b/>
                <w:bCs/>
                <w:szCs w:val="22"/>
              </w:rPr>
              <w:t>0.03</w:t>
            </w:r>
            <w:r>
              <w:rPr>
                <w:b/>
                <w:bCs/>
                <w:szCs w:val="22"/>
              </w:rPr>
              <w:t>1</w:t>
            </w:r>
          </w:p>
        </w:tc>
      </w:tr>
      <w:tr w:rsidR="001A2639" w:rsidRPr="00020DB2" w14:paraId="5B748C96" w14:textId="77777777" w:rsidTr="009A167B">
        <w:tc>
          <w:tcPr>
            <w:tcW w:w="3804" w:type="dxa"/>
          </w:tcPr>
          <w:p w14:paraId="45408B88" w14:textId="77777777" w:rsidR="001A2639" w:rsidRPr="00DF209F" w:rsidRDefault="001A2639" w:rsidP="009A167B">
            <w:pPr>
              <w:spacing w:line="240" w:lineRule="atLeast"/>
              <w:rPr>
                <w:b/>
                <w:bCs/>
                <w:szCs w:val="22"/>
              </w:rPr>
            </w:pPr>
          </w:p>
        </w:tc>
        <w:tc>
          <w:tcPr>
            <w:tcW w:w="1146" w:type="dxa"/>
            <w:tcBorders>
              <w:top w:val="double" w:sz="4" w:space="0" w:color="auto"/>
            </w:tcBorders>
            <w:vAlign w:val="bottom"/>
          </w:tcPr>
          <w:p w14:paraId="5835B021" w14:textId="77777777" w:rsidR="001A2639" w:rsidRPr="00020DB2" w:rsidRDefault="001A2639" w:rsidP="009A167B">
            <w:pPr>
              <w:tabs>
                <w:tab w:val="decimal" w:pos="664"/>
              </w:tabs>
              <w:ind w:right="-14"/>
              <w:jc w:val="right"/>
              <w:rPr>
                <w:b/>
                <w:bCs/>
                <w:szCs w:val="22"/>
              </w:rPr>
            </w:pPr>
          </w:p>
        </w:tc>
        <w:tc>
          <w:tcPr>
            <w:tcW w:w="270" w:type="dxa"/>
            <w:vAlign w:val="bottom"/>
          </w:tcPr>
          <w:p w14:paraId="1EB2D17C" w14:textId="77777777" w:rsidR="001A2639" w:rsidRPr="00020DB2" w:rsidRDefault="001A2639" w:rsidP="009A167B">
            <w:pPr>
              <w:tabs>
                <w:tab w:val="decimal" w:pos="702"/>
              </w:tabs>
              <w:rPr>
                <w:b/>
                <w:bCs/>
                <w:szCs w:val="22"/>
              </w:rPr>
            </w:pPr>
          </w:p>
        </w:tc>
        <w:tc>
          <w:tcPr>
            <w:tcW w:w="1170" w:type="dxa"/>
            <w:tcBorders>
              <w:top w:val="double" w:sz="4" w:space="0" w:color="auto"/>
            </w:tcBorders>
            <w:vAlign w:val="bottom"/>
          </w:tcPr>
          <w:p w14:paraId="4D1B4050" w14:textId="77777777" w:rsidR="001A2639" w:rsidRPr="00020DB2" w:rsidRDefault="001A2639" w:rsidP="009A167B">
            <w:pPr>
              <w:ind w:right="-14"/>
              <w:jc w:val="right"/>
              <w:rPr>
                <w:szCs w:val="22"/>
              </w:rPr>
            </w:pPr>
          </w:p>
        </w:tc>
        <w:tc>
          <w:tcPr>
            <w:tcW w:w="270" w:type="dxa"/>
            <w:vAlign w:val="bottom"/>
          </w:tcPr>
          <w:p w14:paraId="297F14BB" w14:textId="77777777" w:rsidR="001A2639" w:rsidRPr="00020DB2" w:rsidRDefault="001A2639" w:rsidP="009A167B">
            <w:pPr>
              <w:tabs>
                <w:tab w:val="decimal" w:pos="702"/>
              </w:tabs>
              <w:rPr>
                <w:b/>
                <w:bCs/>
                <w:szCs w:val="22"/>
              </w:rPr>
            </w:pPr>
          </w:p>
        </w:tc>
        <w:tc>
          <w:tcPr>
            <w:tcW w:w="1170" w:type="dxa"/>
            <w:tcBorders>
              <w:top w:val="double" w:sz="4" w:space="0" w:color="auto"/>
            </w:tcBorders>
            <w:shd w:val="clear" w:color="auto" w:fill="auto"/>
            <w:vAlign w:val="bottom"/>
          </w:tcPr>
          <w:p w14:paraId="0B4B1158" w14:textId="77777777" w:rsidR="001A2639" w:rsidRPr="00020DB2" w:rsidRDefault="001A2639" w:rsidP="009A167B">
            <w:pPr>
              <w:ind w:right="-14"/>
              <w:jc w:val="right"/>
              <w:rPr>
                <w:szCs w:val="22"/>
              </w:rPr>
            </w:pPr>
          </w:p>
        </w:tc>
        <w:tc>
          <w:tcPr>
            <w:tcW w:w="270" w:type="dxa"/>
            <w:vAlign w:val="bottom"/>
          </w:tcPr>
          <w:p w14:paraId="59E5146A" w14:textId="77777777" w:rsidR="001A2639" w:rsidRPr="00020DB2" w:rsidRDefault="001A2639" w:rsidP="009A167B">
            <w:pPr>
              <w:rPr>
                <w:b/>
                <w:bCs/>
                <w:szCs w:val="22"/>
              </w:rPr>
            </w:pPr>
          </w:p>
        </w:tc>
        <w:tc>
          <w:tcPr>
            <w:tcW w:w="1170" w:type="dxa"/>
            <w:tcBorders>
              <w:top w:val="double" w:sz="4" w:space="0" w:color="auto"/>
            </w:tcBorders>
            <w:vAlign w:val="bottom"/>
          </w:tcPr>
          <w:p w14:paraId="444D103B" w14:textId="77777777" w:rsidR="001A2639" w:rsidRPr="00020DB2" w:rsidRDefault="001A2639" w:rsidP="009A167B">
            <w:pPr>
              <w:ind w:right="-14"/>
              <w:jc w:val="right"/>
              <w:rPr>
                <w:szCs w:val="22"/>
              </w:rPr>
            </w:pPr>
          </w:p>
        </w:tc>
      </w:tr>
      <w:tr w:rsidR="001A2639" w:rsidRPr="00020DB2" w14:paraId="42273066" w14:textId="77777777" w:rsidTr="009A167B">
        <w:tc>
          <w:tcPr>
            <w:tcW w:w="3804" w:type="dxa"/>
          </w:tcPr>
          <w:p w14:paraId="23244AED" w14:textId="77777777" w:rsidR="001A2639" w:rsidRPr="00B85BEE" w:rsidRDefault="001A2639" w:rsidP="009A167B">
            <w:pPr>
              <w:widowControl w:val="0"/>
              <w:spacing w:line="240" w:lineRule="atLeast"/>
              <w:contextualSpacing/>
              <w:rPr>
                <w:b/>
                <w:bCs/>
                <w:i/>
                <w:iCs/>
                <w:szCs w:val="22"/>
              </w:rPr>
            </w:pPr>
          </w:p>
        </w:tc>
        <w:tc>
          <w:tcPr>
            <w:tcW w:w="1146" w:type="dxa"/>
            <w:vAlign w:val="bottom"/>
          </w:tcPr>
          <w:p w14:paraId="425B34EC" w14:textId="77777777" w:rsidR="001A2639" w:rsidRPr="00020DB2" w:rsidRDefault="001A2639" w:rsidP="009A167B">
            <w:pPr>
              <w:tabs>
                <w:tab w:val="decimal" w:pos="664"/>
              </w:tabs>
              <w:ind w:right="-14"/>
              <w:jc w:val="right"/>
              <w:rPr>
                <w:b/>
                <w:bCs/>
                <w:szCs w:val="22"/>
              </w:rPr>
            </w:pPr>
          </w:p>
        </w:tc>
        <w:tc>
          <w:tcPr>
            <w:tcW w:w="270" w:type="dxa"/>
            <w:vAlign w:val="bottom"/>
          </w:tcPr>
          <w:p w14:paraId="400A1EDF" w14:textId="77777777" w:rsidR="001A2639" w:rsidRPr="00020DB2" w:rsidRDefault="001A2639" w:rsidP="009A167B">
            <w:pPr>
              <w:tabs>
                <w:tab w:val="decimal" w:pos="702"/>
              </w:tabs>
              <w:rPr>
                <w:b/>
                <w:bCs/>
                <w:szCs w:val="22"/>
              </w:rPr>
            </w:pPr>
          </w:p>
        </w:tc>
        <w:tc>
          <w:tcPr>
            <w:tcW w:w="1170" w:type="dxa"/>
            <w:vAlign w:val="bottom"/>
          </w:tcPr>
          <w:p w14:paraId="5F4F2262" w14:textId="77777777" w:rsidR="001A2639" w:rsidRPr="00020DB2" w:rsidRDefault="001A2639" w:rsidP="009A167B">
            <w:pPr>
              <w:ind w:right="-14"/>
              <w:jc w:val="right"/>
              <w:rPr>
                <w:szCs w:val="22"/>
              </w:rPr>
            </w:pPr>
          </w:p>
        </w:tc>
        <w:tc>
          <w:tcPr>
            <w:tcW w:w="270" w:type="dxa"/>
            <w:vAlign w:val="bottom"/>
          </w:tcPr>
          <w:p w14:paraId="79E6ED7A" w14:textId="77777777" w:rsidR="001A2639" w:rsidRPr="00020DB2" w:rsidRDefault="001A2639" w:rsidP="009A167B">
            <w:pPr>
              <w:tabs>
                <w:tab w:val="decimal" w:pos="702"/>
              </w:tabs>
              <w:rPr>
                <w:b/>
                <w:bCs/>
                <w:szCs w:val="22"/>
              </w:rPr>
            </w:pPr>
          </w:p>
        </w:tc>
        <w:tc>
          <w:tcPr>
            <w:tcW w:w="1170" w:type="dxa"/>
            <w:shd w:val="clear" w:color="auto" w:fill="auto"/>
            <w:vAlign w:val="bottom"/>
          </w:tcPr>
          <w:p w14:paraId="2B316665" w14:textId="77777777" w:rsidR="001A2639" w:rsidRPr="00020DB2" w:rsidRDefault="001A2639" w:rsidP="009A167B">
            <w:pPr>
              <w:ind w:right="-14"/>
              <w:jc w:val="right"/>
              <w:rPr>
                <w:szCs w:val="22"/>
              </w:rPr>
            </w:pPr>
          </w:p>
        </w:tc>
        <w:tc>
          <w:tcPr>
            <w:tcW w:w="270" w:type="dxa"/>
            <w:vAlign w:val="bottom"/>
          </w:tcPr>
          <w:p w14:paraId="2131FAF3" w14:textId="77777777" w:rsidR="001A2639" w:rsidRPr="00020DB2" w:rsidRDefault="001A2639" w:rsidP="009A167B">
            <w:pPr>
              <w:rPr>
                <w:b/>
                <w:bCs/>
                <w:szCs w:val="22"/>
              </w:rPr>
            </w:pPr>
          </w:p>
        </w:tc>
        <w:tc>
          <w:tcPr>
            <w:tcW w:w="1170" w:type="dxa"/>
            <w:vAlign w:val="bottom"/>
          </w:tcPr>
          <w:p w14:paraId="1574EFFB" w14:textId="77777777" w:rsidR="001A2639" w:rsidRPr="00020DB2" w:rsidRDefault="001A2639" w:rsidP="009A167B">
            <w:pPr>
              <w:ind w:right="-14"/>
              <w:jc w:val="right"/>
              <w:rPr>
                <w:szCs w:val="22"/>
              </w:rPr>
            </w:pPr>
          </w:p>
        </w:tc>
      </w:tr>
      <w:tr w:rsidR="001A2639" w:rsidRPr="00020DB2" w14:paraId="40BF0879" w14:textId="77777777" w:rsidTr="009A167B">
        <w:tc>
          <w:tcPr>
            <w:tcW w:w="3804" w:type="dxa"/>
          </w:tcPr>
          <w:p w14:paraId="21423893" w14:textId="77777777" w:rsidR="001A2639" w:rsidRPr="00B85BEE" w:rsidRDefault="001A2639" w:rsidP="009A167B">
            <w:pPr>
              <w:widowControl w:val="0"/>
              <w:spacing w:line="240" w:lineRule="atLeast"/>
              <w:contextualSpacing/>
              <w:rPr>
                <w:b/>
                <w:bCs/>
                <w:i/>
                <w:iCs/>
                <w:szCs w:val="22"/>
              </w:rPr>
            </w:pPr>
            <w:r w:rsidRPr="00B85BEE">
              <w:rPr>
                <w:b/>
                <w:bCs/>
                <w:i/>
                <w:iCs/>
                <w:szCs w:val="22"/>
              </w:rPr>
              <w:lastRenderedPageBreak/>
              <w:t>For six-month period ended 30 June</w:t>
            </w:r>
          </w:p>
        </w:tc>
        <w:tc>
          <w:tcPr>
            <w:tcW w:w="1146" w:type="dxa"/>
            <w:vAlign w:val="bottom"/>
          </w:tcPr>
          <w:p w14:paraId="04813054" w14:textId="77777777" w:rsidR="001A2639" w:rsidRPr="00020DB2" w:rsidRDefault="001A2639" w:rsidP="009A167B">
            <w:pPr>
              <w:tabs>
                <w:tab w:val="decimal" w:pos="664"/>
              </w:tabs>
              <w:ind w:right="-14"/>
              <w:jc w:val="right"/>
              <w:rPr>
                <w:b/>
                <w:bCs/>
                <w:szCs w:val="22"/>
              </w:rPr>
            </w:pPr>
          </w:p>
        </w:tc>
        <w:tc>
          <w:tcPr>
            <w:tcW w:w="270" w:type="dxa"/>
            <w:vAlign w:val="bottom"/>
          </w:tcPr>
          <w:p w14:paraId="6B27C095" w14:textId="77777777" w:rsidR="001A2639" w:rsidRPr="00020DB2" w:rsidRDefault="001A2639" w:rsidP="009A167B">
            <w:pPr>
              <w:tabs>
                <w:tab w:val="decimal" w:pos="702"/>
              </w:tabs>
              <w:rPr>
                <w:b/>
                <w:bCs/>
                <w:szCs w:val="22"/>
              </w:rPr>
            </w:pPr>
          </w:p>
        </w:tc>
        <w:tc>
          <w:tcPr>
            <w:tcW w:w="1170" w:type="dxa"/>
            <w:vAlign w:val="bottom"/>
          </w:tcPr>
          <w:p w14:paraId="6F140B90" w14:textId="77777777" w:rsidR="001A2639" w:rsidRPr="00020DB2" w:rsidRDefault="001A2639" w:rsidP="009A167B">
            <w:pPr>
              <w:ind w:right="-14"/>
              <w:jc w:val="right"/>
              <w:rPr>
                <w:szCs w:val="22"/>
              </w:rPr>
            </w:pPr>
          </w:p>
        </w:tc>
        <w:tc>
          <w:tcPr>
            <w:tcW w:w="270" w:type="dxa"/>
            <w:vAlign w:val="bottom"/>
          </w:tcPr>
          <w:p w14:paraId="6F0C81D4" w14:textId="77777777" w:rsidR="001A2639" w:rsidRPr="00020DB2" w:rsidRDefault="001A2639" w:rsidP="009A167B">
            <w:pPr>
              <w:tabs>
                <w:tab w:val="decimal" w:pos="702"/>
              </w:tabs>
              <w:rPr>
                <w:b/>
                <w:bCs/>
                <w:szCs w:val="22"/>
              </w:rPr>
            </w:pPr>
          </w:p>
        </w:tc>
        <w:tc>
          <w:tcPr>
            <w:tcW w:w="1170" w:type="dxa"/>
            <w:shd w:val="clear" w:color="auto" w:fill="auto"/>
            <w:vAlign w:val="bottom"/>
          </w:tcPr>
          <w:p w14:paraId="4DDD9F38" w14:textId="77777777" w:rsidR="001A2639" w:rsidRPr="00020DB2" w:rsidRDefault="001A2639" w:rsidP="009A167B">
            <w:pPr>
              <w:ind w:right="-14"/>
              <w:jc w:val="right"/>
              <w:rPr>
                <w:szCs w:val="22"/>
              </w:rPr>
            </w:pPr>
          </w:p>
        </w:tc>
        <w:tc>
          <w:tcPr>
            <w:tcW w:w="270" w:type="dxa"/>
            <w:vAlign w:val="bottom"/>
          </w:tcPr>
          <w:p w14:paraId="4A321543" w14:textId="77777777" w:rsidR="001A2639" w:rsidRPr="00020DB2" w:rsidRDefault="001A2639" w:rsidP="009A167B">
            <w:pPr>
              <w:rPr>
                <w:b/>
                <w:bCs/>
                <w:szCs w:val="22"/>
              </w:rPr>
            </w:pPr>
          </w:p>
        </w:tc>
        <w:tc>
          <w:tcPr>
            <w:tcW w:w="1170" w:type="dxa"/>
            <w:vAlign w:val="bottom"/>
          </w:tcPr>
          <w:p w14:paraId="7E669715" w14:textId="77777777" w:rsidR="001A2639" w:rsidRPr="00020DB2" w:rsidRDefault="001A2639" w:rsidP="009A167B">
            <w:pPr>
              <w:ind w:right="-14"/>
              <w:jc w:val="right"/>
              <w:rPr>
                <w:szCs w:val="22"/>
              </w:rPr>
            </w:pPr>
          </w:p>
        </w:tc>
      </w:tr>
      <w:tr w:rsidR="001A2639" w:rsidRPr="00823977" w14:paraId="432EEBAC" w14:textId="77777777" w:rsidTr="009A167B">
        <w:tc>
          <w:tcPr>
            <w:tcW w:w="3804" w:type="dxa"/>
          </w:tcPr>
          <w:p w14:paraId="7BB4EFEE" w14:textId="77777777" w:rsidR="001A2639" w:rsidRPr="00823977" w:rsidRDefault="001A2639" w:rsidP="009A167B">
            <w:pPr>
              <w:spacing w:line="240" w:lineRule="atLeast"/>
              <w:rPr>
                <w:szCs w:val="22"/>
                <w:lang w:bidi="th-TH"/>
              </w:rPr>
            </w:pPr>
            <w:r w:rsidRPr="00823977">
              <w:rPr>
                <w:szCs w:val="22"/>
              </w:rPr>
              <w:t>Profit attributable to ordinary</w:t>
            </w:r>
            <w:r w:rsidRPr="00823977">
              <w:rPr>
                <w:szCs w:val="22"/>
                <w:cs/>
                <w:lang w:bidi="th-TH"/>
              </w:rPr>
              <w:t xml:space="preserve"> </w:t>
            </w:r>
          </w:p>
          <w:p w14:paraId="676585D4" w14:textId="77777777" w:rsidR="001A2639" w:rsidRPr="00823977" w:rsidRDefault="001A2639" w:rsidP="009A167B">
            <w:pPr>
              <w:spacing w:line="240" w:lineRule="atLeast"/>
              <w:ind w:firstLine="156"/>
              <w:rPr>
                <w:szCs w:val="22"/>
              </w:rPr>
            </w:pPr>
            <w:r w:rsidRPr="00823977">
              <w:rPr>
                <w:szCs w:val="22"/>
              </w:rPr>
              <w:t>shareholders of the Company</w:t>
            </w:r>
          </w:p>
        </w:tc>
        <w:tc>
          <w:tcPr>
            <w:tcW w:w="1146" w:type="dxa"/>
            <w:vAlign w:val="bottom"/>
          </w:tcPr>
          <w:p w14:paraId="3CCC0655" w14:textId="657CDE0E" w:rsidR="001A2639" w:rsidRPr="00823977" w:rsidRDefault="001A2639" w:rsidP="009A167B">
            <w:pPr>
              <w:tabs>
                <w:tab w:val="decimal" w:pos="664"/>
              </w:tabs>
              <w:ind w:right="-14"/>
              <w:jc w:val="right"/>
              <w:rPr>
                <w:szCs w:val="22"/>
              </w:rPr>
            </w:pPr>
            <w:r w:rsidRPr="00823977">
              <w:rPr>
                <w:szCs w:val="22"/>
              </w:rPr>
              <w:t>2</w:t>
            </w:r>
            <w:r>
              <w:rPr>
                <w:szCs w:val="22"/>
              </w:rPr>
              <w:t>6,749</w:t>
            </w:r>
          </w:p>
        </w:tc>
        <w:tc>
          <w:tcPr>
            <w:tcW w:w="270" w:type="dxa"/>
            <w:vAlign w:val="bottom"/>
          </w:tcPr>
          <w:p w14:paraId="7A1BCF6E" w14:textId="77777777" w:rsidR="001A2639" w:rsidRPr="00823977" w:rsidRDefault="001A2639" w:rsidP="009A167B">
            <w:pPr>
              <w:tabs>
                <w:tab w:val="decimal" w:pos="702"/>
              </w:tabs>
              <w:rPr>
                <w:szCs w:val="22"/>
              </w:rPr>
            </w:pPr>
          </w:p>
        </w:tc>
        <w:tc>
          <w:tcPr>
            <w:tcW w:w="1170" w:type="dxa"/>
            <w:vAlign w:val="bottom"/>
          </w:tcPr>
          <w:p w14:paraId="17F1A606" w14:textId="2DFC278E" w:rsidR="001A2639" w:rsidRPr="00823977" w:rsidRDefault="001A2639" w:rsidP="009A167B">
            <w:pPr>
              <w:ind w:right="-14"/>
              <w:jc w:val="right"/>
              <w:rPr>
                <w:szCs w:val="22"/>
              </w:rPr>
            </w:pPr>
            <w:r>
              <w:rPr>
                <w:szCs w:val="22"/>
              </w:rPr>
              <w:t>24,004</w:t>
            </w:r>
          </w:p>
        </w:tc>
        <w:tc>
          <w:tcPr>
            <w:tcW w:w="270" w:type="dxa"/>
            <w:vAlign w:val="bottom"/>
          </w:tcPr>
          <w:p w14:paraId="2C7AFFC9" w14:textId="77777777" w:rsidR="001A2639" w:rsidRPr="00823977" w:rsidRDefault="001A2639" w:rsidP="009A167B">
            <w:pPr>
              <w:tabs>
                <w:tab w:val="decimal" w:pos="702"/>
              </w:tabs>
              <w:rPr>
                <w:szCs w:val="22"/>
              </w:rPr>
            </w:pPr>
          </w:p>
        </w:tc>
        <w:tc>
          <w:tcPr>
            <w:tcW w:w="1170" w:type="dxa"/>
            <w:vAlign w:val="bottom"/>
          </w:tcPr>
          <w:p w14:paraId="05B38010" w14:textId="738826AB" w:rsidR="001A2639" w:rsidRPr="00823977" w:rsidRDefault="001A2639" w:rsidP="009A167B">
            <w:pPr>
              <w:ind w:right="-14"/>
              <w:jc w:val="right"/>
              <w:rPr>
                <w:szCs w:val="22"/>
              </w:rPr>
            </w:pPr>
            <w:r>
              <w:rPr>
                <w:szCs w:val="22"/>
              </w:rPr>
              <w:t>28,177</w:t>
            </w:r>
          </w:p>
        </w:tc>
        <w:tc>
          <w:tcPr>
            <w:tcW w:w="270" w:type="dxa"/>
            <w:vAlign w:val="bottom"/>
          </w:tcPr>
          <w:p w14:paraId="5244A893" w14:textId="77777777" w:rsidR="001A2639" w:rsidRPr="00823977" w:rsidRDefault="001A2639" w:rsidP="009A167B">
            <w:pPr>
              <w:rPr>
                <w:szCs w:val="22"/>
              </w:rPr>
            </w:pPr>
          </w:p>
        </w:tc>
        <w:tc>
          <w:tcPr>
            <w:tcW w:w="1170" w:type="dxa"/>
            <w:vAlign w:val="bottom"/>
          </w:tcPr>
          <w:p w14:paraId="2F03E32C" w14:textId="312DDB6D" w:rsidR="001A2639" w:rsidRPr="00823977" w:rsidRDefault="001A2639" w:rsidP="009A167B">
            <w:pPr>
              <w:tabs>
                <w:tab w:val="decimal" w:pos="880"/>
              </w:tabs>
              <w:ind w:left="-110" w:right="-14"/>
              <w:rPr>
                <w:szCs w:val="22"/>
              </w:rPr>
            </w:pPr>
            <w:r w:rsidRPr="00823977">
              <w:rPr>
                <w:szCs w:val="22"/>
              </w:rPr>
              <w:t>2</w:t>
            </w:r>
            <w:r>
              <w:rPr>
                <w:szCs w:val="22"/>
              </w:rPr>
              <w:t>3,525</w:t>
            </w:r>
          </w:p>
        </w:tc>
      </w:tr>
      <w:tr w:rsidR="001A2639" w:rsidRPr="00823977" w14:paraId="41BBDE38" w14:textId="77777777" w:rsidTr="009A167B">
        <w:tc>
          <w:tcPr>
            <w:tcW w:w="3804" w:type="dxa"/>
          </w:tcPr>
          <w:p w14:paraId="7A13F368" w14:textId="77777777" w:rsidR="001A2639" w:rsidRPr="00823977" w:rsidRDefault="001A2639" w:rsidP="009A167B">
            <w:pPr>
              <w:ind w:left="186" w:hanging="186"/>
              <w:rPr>
                <w:szCs w:val="22"/>
              </w:rPr>
            </w:pPr>
            <w:r w:rsidRPr="00823977">
              <w:rPr>
                <w:szCs w:val="22"/>
              </w:rPr>
              <w:t>Weighted average number of ordinary shares outstanding</w:t>
            </w:r>
          </w:p>
        </w:tc>
        <w:tc>
          <w:tcPr>
            <w:tcW w:w="1146" w:type="dxa"/>
            <w:vAlign w:val="bottom"/>
          </w:tcPr>
          <w:p w14:paraId="6A6DD962" w14:textId="77B5FD64" w:rsidR="001A2639" w:rsidRPr="00823977" w:rsidRDefault="001A2639" w:rsidP="009A167B">
            <w:pPr>
              <w:tabs>
                <w:tab w:val="decimal" w:pos="664"/>
              </w:tabs>
              <w:ind w:right="-14"/>
              <w:jc w:val="right"/>
              <w:rPr>
                <w:szCs w:val="22"/>
              </w:rPr>
            </w:pPr>
            <w:r>
              <w:rPr>
                <w:szCs w:val="22"/>
              </w:rPr>
              <w:t>395,715</w:t>
            </w:r>
          </w:p>
        </w:tc>
        <w:tc>
          <w:tcPr>
            <w:tcW w:w="270" w:type="dxa"/>
            <w:vAlign w:val="bottom"/>
          </w:tcPr>
          <w:p w14:paraId="13398781" w14:textId="77777777" w:rsidR="001A2639" w:rsidRPr="00823977" w:rsidRDefault="001A2639" w:rsidP="009A167B">
            <w:pPr>
              <w:tabs>
                <w:tab w:val="decimal" w:pos="702"/>
              </w:tabs>
              <w:rPr>
                <w:szCs w:val="22"/>
              </w:rPr>
            </w:pPr>
          </w:p>
        </w:tc>
        <w:tc>
          <w:tcPr>
            <w:tcW w:w="1170" w:type="dxa"/>
            <w:vAlign w:val="bottom"/>
          </w:tcPr>
          <w:p w14:paraId="21101FDB" w14:textId="28CE7AA1" w:rsidR="001A2639" w:rsidRPr="00823977" w:rsidRDefault="001A2639" w:rsidP="009A167B">
            <w:pPr>
              <w:ind w:right="-14"/>
              <w:jc w:val="right"/>
              <w:rPr>
                <w:szCs w:val="22"/>
              </w:rPr>
            </w:pPr>
            <w:r>
              <w:rPr>
                <w:szCs w:val="22"/>
              </w:rPr>
              <w:t>395,715</w:t>
            </w:r>
          </w:p>
        </w:tc>
        <w:tc>
          <w:tcPr>
            <w:tcW w:w="270" w:type="dxa"/>
            <w:vAlign w:val="bottom"/>
          </w:tcPr>
          <w:p w14:paraId="02A2CCAF" w14:textId="77777777" w:rsidR="001A2639" w:rsidRPr="00823977" w:rsidRDefault="001A2639" w:rsidP="009A167B">
            <w:pPr>
              <w:tabs>
                <w:tab w:val="decimal" w:pos="702"/>
              </w:tabs>
              <w:rPr>
                <w:szCs w:val="22"/>
              </w:rPr>
            </w:pPr>
          </w:p>
        </w:tc>
        <w:tc>
          <w:tcPr>
            <w:tcW w:w="1170" w:type="dxa"/>
            <w:vAlign w:val="bottom"/>
          </w:tcPr>
          <w:p w14:paraId="3A930AEC" w14:textId="531E14E4" w:rsidR="001A2639" w:rsidRPr="00823977" w:rsidRDefault="001A2639" w:rsidP="009A167B">
            <w:pPr>
              <w:ind w:right="-14"/>
              <w:jc w:val="right"/>
              <w:rPr>
                <w:szCs w:val="22"/>
              </w:rPr>
            </w:pPr>
            <w:r>
              <w:rPr>
                <w:szCs w:val="22"/>
              </w:rPr>
              <w:t>395,715</w:t>
            </w:r>
          </w:p>
        </w:tc>
        <w:tc>
          <w:tcPr>
            <w:tcW w:w="270" w:type="dxa"/>
            <w:vAlign w:val="bottom"/>
          </w:tcPr>
          <w:p w14:paraId="3616E62A" w14:textId="77777777" w:rsidR="001A2639" w:rsidRPr="00823977" w:rsidRDefault="001A2639" w:rsidP="009A167B">
            <w:pPr>
              <w:rPr>
                <w:szCs w:val="22"/>
              </w:rPr>
            </w:pPr>
          </w:p>
        </w:tc>
        <w:tc>
          <w:tcPr>
            <w:tcW w:w="1170" w:type="dxa"/>
            <w:vAlign w:val="bottom"/>
          </w:tcPr>
          <w:p w14:paraId="2788AF5A" w14:textId="3FE5DC62" w:rsidR="001A2639" w:rsidRPr="00823977" w:rsidRDefault="001A2639" w:rsidP="009A167B">
            <w:pPr>
              <w:tabs>
                <w:tab w:val="decimal" w:pos="880"/>
              </w:tabs>
              <w:ind w:left="-110" w:right="-14"/>
              <w:rPr>
                <w:szCs w:val="22"/>
              </w:rPr>
            </w:pPr>
            <w:r>
              <w:rPr>
                <w:szCs w:val="22"/>
              </w:rPr>
              <w:t>395,175</w:t>
            </w:r>
          </w:p>
        </w:tc>
      </w:tr>
      <w:tr w:rsidR="001A2639" w:rsidRPr="00020DB2" w14:paraId="638618C8" w14:textId="77777777" w:rsidTr="009A167B">
        <w:tc>
          <w:tcPr>
            <w:tcW w:w="3804" w:type="dxa"/>
          </w:tcPr>
          <w:p w14:paraId="5F48F1F8" w14:textId="77777777" w:rsidR="001A2639" w:rsidRPr="00DF209F" w:rsidRDefault="001A2639" w:rsidP="009A167B">
            <w:pPr>
              <w:spacing w:line="240" w:lineRule="atLeast"/>
              <w:rPr>
                <w:b/>
                <w:bCs/>
                <w:szCs w:val="22"/>
              </w:rPr>
            </w:pPr>
            <w:r w:rsidRPr="00DF209F">
              <w:rPr>
                <w:b/>
                <w:bCs/>
                <w:szCs w:val="22"/>
              </w:rPr>
              <w:t>Basic earnings</w:t>
            </w:r>
            <w:r>
              <w:rPr>
                <w:rFonts w:cstheme="minorBidi" w:hint="cs"/>
                <w:b/>
                <w:bCs/>
                <w:szCs w:val="28"/>
                <w:cs/>
                <w:lang w:bidi="th-TH"/>
              </w:rPr>
              <w:t xml:space="preserve"> </w:t>
            </w:r>
            <w:r w:rsidRPr="00DF209F">
              <w:rPr>
                <w:b/>
                <w:bCs/>
                <w:szCs w:val="22"/>
              </w:rPr>
              <w:t xml:space="preserve">per share </w:t>
            </w:r>
            <w:r w:rsidRPr="00DF209F">
              <w:rPr>
                <w:b/>
                <w:bCs/>
                <w:i/>
                <w:iCs/>
                <w:szCs w:val="22"/>
                <w:cs/>
                <w:lang w:bidi="th-TH"/>
              </w:rPr>
              <w:t>(</w:t>
            </w:r>
            <w:r w:rsidRPr="00DF209F">
              <w:rPr>
                <w:b/>
                <w:bCs/>
                <w:i/>
                <w:iCs/>
                <w:szCs w:val="22"/>
              </w:rPr>
              <w:t>in Baht</w:t>
            </w:r>
            <w:r w:rsidRPr="00DF209F">
              <w:rPr>
                <w:b/>
                <w:bCs/>
                <w:i/>
                <w:iCs/>
                <w:szCs w:val="22"/>
                <w:cs/>
                <w:lang w:bidi="th-TH"/>
              </w:rPr>
              <w:t>)</w:t>
            </w:r>
          </w:p>
        </w:tc>
        <w:tc>
          <w:tcPr>
            <w:tcW w:w="1146" w:type="dxa"/>
            <w:tcBorders>
              <w:bottom w:val="double" w:sz="4" w:space="0" w:color="auto"/>
            </w:tcBorders>
            <w:vAlign w:val="bottom"/>
          </w:tcPr>
          <w:p w14:paraId="0C7798F4" w14:textId="2982E0A3" w:rsidR="001A2639" w:rsidRPr="00020DB2" w:rsidRDefault="001A2639" w:rsidP="009A167B">
            <w:pPr>
              <w:tabs>
                <w:tab w:val="decimal" w:pos="664"/>
              </w:tabs>
              <w:ind w:right="-14"/>
              <w:jc w:val="right"/>
              <w:rPr>
                <w:b/>
                <w:bCs/>
                <w:szCs w:val="22"/>
              </w:rPr>
            </w:pPr>
            <w:r w:rsidRPr="00020DB2">
              <w:rPr>
                <w:b/>
                <w:bCs/>
                <w:szCs w:val="22"/>
              </w:rPr>
              <w:t>0.0</w:t>
            </w:r>
            <w:r>
              <w:rPr>
                <w:b/>
                <w:bCs/>
                <w:szCs w:val="22"/>
              </w:rPr>
              <w:t>68</w:t>
            </w:r>
          </w:p>
        </w:tc>
        <w:tc>
          <w:tcPr>
            <w:tcW w:w="270" w:type="dxa"/>
            <w:vAlign w:val="bottom"/>
          </w:tcPr>
          <w:p w14:paraId="633384A8" w14:textId="77777777" w:rsidR="001A2639" w:rsidRPr="00020DB2" w:rsidRDefault="001A2639" w:rsidP="009A167B">
            <w:pPr>
              <w:tabs>
                <w:tab w:val="decimal" w:pos="702"/>
              </w:tabs>
              <w:rPr>
                <w:b/>
                <w:bCs/>
                <w:szCs w:val="22"/>
              </w:rPr>
            </w:pPr>
          </w:p>
        </w:tc>
        <w:tc>
          <w:tcPr>
            <w:tcW w:w="1170" w:type="dxa"/>
            <w:tcBorders>
              <w:bottom w:val="double" w:sz="4" w:space="0" w:color="auto"/>
            </w:tcBorders>
            <w:vAlign w:val="bottom"/>
          </w:tcPr>
          <w:p w14:paraId="4A750DD4" w14:textId="0343938A" w:rsidR="001A2639" w:rsidRPr="00020DB2" w:rsidRDefault="001A2639" w:rsidP="009A167B">
            <w:pPr>
              <w:ind w:right="-14"/>
              <w:jc w:val="right"/>
              <w:rPr>
                <w:b/>
                <w:bCs/>
                <w:szCs w:val="22"/>
              </w:rPr>
            </w:pPr>
            <w:r w:rsidRPr="00020DB2">
              <w:rPr>
                <w:b/>
                <w:bCs/>
                <w:szCs w:val="22"/>
              </w:rPr>
              <w:t>0.</w:t>
            </w:r>
            <w:r>
              <w:rPr>
                <w:b/>
                <w:bCs/>
                <w:szCs w:val="22"/>
              </w:rPr>
              <w:t>061</w:t>
            </w:r>
          </w:p>
        </w:tc>
        <w:tc>
          <w:tcPr>
            <w:tcW w:w="270" w:type="dxa"/>
            <w:vAlign w:val="bottom"/>
          </w:tcPr>
          <w:p w14:paraId="07A04DF8" w14:textId="77777777" w:rsidR="001A2639" w:rsidRPr="00020DB2" w:rsidRDefault="001A2639" w:rsidP="009A167B">
            <w:pPr>
              <w:tabs>
                <w:tab w:val="decimal" w:pos="702"/>
              </w:tabs>
              <w:rPr>
                <w:b/>
                <w:bCs/>
                <w:szCs w:val="22"/>
              </w:rPr>
            </w:pPr>
          </w:p>
        </w:tc>
        <w:tc>
          <w:tcPr>
            <w:tcW w:w="1170" w:type="dxa"/>
            <w:tcBorders>
              <w:bottom w:val="double" w:sz="4" w:space="0" w:color="auto"/>
            </w:tcBorders>
            <w:shd w:val="clear" w:color="auto" w:fill="auto"/>
            <w:vAlign w:val="bottom"/>
          </w:tcPr>
          <w:p w14:paraId="2BDBCF4E" w14:textId="3A53DB04" w:rsidR="001A2639" w:rsidRPr="00020DB2" w:rsidRDefault="001A2639" w:rsidP="009A167B">
            <w:pPr>
              <w:ind w:right="-14"/>
              <w:jc w:val="right"/>
              <w:rPr>
                <w:b/>
                <w:bCs/>
                <w:szCs w:val="22"/>
              </w:rPr>
            </w:pPr>
            <w:r w:rsidRPr="00020DB2">
              <w:rPr>
                <w:b/>
                <w:bCs/>
                <w:szCs w:val="22"/>
              </w:rPr>
              <w:t>0.</w:t>
            </w:r>
            <w:r>
              <w:rPr>
                <w:b/>
                <w:bCs/>
                <w:szCs w:val="22"/>
              </w:rPr>
              <w:t>071</w:t>
            </w:r>
          </w:p>
        </w:tc>
        <w:tc>
          <w:tcPr>
            <w:tcW w:w="270" w:type="dxa"/>
            <w:vAlign w:val="bottom"/>
          </w:tcPr>
          <w:p w14:paraId="2AAC9D42" w14:textId="77777777" w:rsidR="001A2639" w:rsidRPr="00020DB2" w:rsidRDefault="001A2639" w:rsidP="009A167B">
            <w:pPr>
              <w:rPr>
                <w:b/>
                <w:bCs/>
                <w:szCs w:val="22"/>
              </w:rPr>
            </w:pPr>
          </w:p>
        </w:tc>
        <w:tc>
          <w:tcPr>
            <w:tcW w:w="1170" w:type="dxa"/>
            <w:tcBorders>
              <w:bottom w:val="double" w:sz="4" w:space="0" w:color="auto"/>
            </w:tcBorders>
            <w:shd w:val="clear" w:color="auto" w:fill="auto"/>
            <w:vAlign w:val="bottom"/>
          </w:tcPr>
          <w:p w14:paraId="3B19B01D" w14:textId="04D12BF1" w:rsidR="001A2639" w:rsidRPr="00020DB2" w:rsidRDefault="001A2639" w:rsidP="009A167B">
            <w:pPr>
              <w:ind w:right="70"/>
              <w:jc w:val="right"/>
              <w:rPr>
                <w:b/>
                <w:bCs/>
                <w:szCs w:val="22"/>
              </w:rPr>
            </w:pPr>
            <w:r w:rsidRPr="00020DB2">
              <w:rPr>
                <w:b/>
                <w:bCs/>
                <w:szCs w:val="22"/>
              </w:rPr>
              <w:t>0.</w:t>
            </w:r>
            <w:r>
              <w:rPr>
                <w:b/>
                <w:bCs/>
                <w:szCs w:val="22"/>
              </w:rPr>
              <w:t>059</w:t>
            </w:r>
          </w:p>
        </w:tc>
      </w:tr>
    </w:tbl>
    <w:p w14:paraId="1D21FDD3" w14:textId="77777777" w:rsidR="00F44248" w:rsidRDefault="00F44248" w:rsidP="00F44248">
      <w:pPr>
        <w:pStyle w:val="Heading1"/>
        <w:numPr>
          <w:ilvl w:val="0"/>
          <w:numId w:val="0"/>
        </w:numPr>
        <w:spacing w:before="0" w:after="0" w:line="240" w:lineRule="atLeast"/>
        <w:ind w:left="547" w:right="108"/>
        <w:rPr>
          <w:rFonts w:cs="Angsana New"/>
          <w:sz w:val="22"/>
          <w:szCs w:val="28"/>
          <w:lang w:val="en-US" w:bidi="th-TH"/>
        </w:rPr>
      </w:pPr>
    </w:p>
    <w:p w14:paraId="3533A32E" w14:textId="3620A335" w:rsidR="004F201D" w:rsidRDefault="00756633" w:rsidP="007E0034">
      <w:pPr>
        <w:pStyle w:val="Heading1"/>
        <w:numPr>
          <w:ilvl w:val="0"/>
          <w:numId w:val="41"/>
        </w:numPr>
        <w:spacing w:before="0" w:after="0" w:line="240" w:lineRule="atLeast"/>
        <w:ind w:right="108"/>
        <w:rPr>
          <w:rFonts w:cs="Angsana New"/>
          <w:szCs w:val="30"/>
          <w:lang w:val="en-US" w:bidi="th-TH"/>
        </w:rPr>
      </w:pPr>
      <w:r>
        <w:rPr>
          <w:rFonts w:cs="Angsana New"/>
          <w:szCs w:val="30"/>
          <w:lang w:val="en-US" w:bidi="th-TH"/>
        </w:rPr>
        <w:t>Financial instruments</w:t>
      </w:r>
    </w:p>
    <w:p w14:paraId="571528C5" w14:textId="77777777" w:rsidR="009C36EF" w:rsidRPr="009C36EF" w:rsidRDefault="009C36EF" w:rsidP="003B31E4">
      <w:pPr>
        <w:pStyle w:val="BodyText"/>
        <w:spacing w:after="0"/>
        <w:rPr>
          <w:lang w:val="en-GB" w:eastAsia="x-none"/>
        </w:rPr>
      </w:pPr>
    </w:p>
    <w:p w14:paraId="5F749593" w14:textId="77777777" w:rsidR="00756633" w:rsidRPr="00521FA1" w:rsidRDefault="00756633" w:rsidP="00756633">
      <w:pPr>
        <w:autoSpaceDE w:val="0"/>
        <w:autoSpaceDN w:val="0"/>
        <w:adjustRightInd w:val="0"/>
        <w:spacing w:line="240" w:lineRule="auto"/>
        <w:ind w:left="540"/>
        <w:jc w:val="both"/>
        <w:rPr>
          <w:b/>
          <w:bCs/>
          <w:i/>
          <w:iCs/>
          <w:szCs w:val="22"/>
          <w:lang w:bidi="th-TH"/>
        </w:rPr>
      </w:pPr>
      <w:r w:rsidRPr="00521FA1">
        <w:rPr>
          <w:b/>
          <w:bCs/>
          <w:i/>
          <w:iCs/>
          <w:szCs w:val="22"/>
          <w:lang w:bidi="th-TH"/>
        </w:rPr>
        <w:t xml:space="preserve">Carrying amounts and fair values </w:t>
      </w:r>
    </w:p>
    <w:p w14:paraId="169B205E" w14:textId="77777777" w:rsidR="00756633" w:rsidRPr="00756633" w:rsidRDefault="00756633" w:rsidP="00756633">
      <w:pPr>
        <w:autoSpaceDE w:val="0"/>
        <w:autoSpaceDN w:val="0"/>
        <w:adjustRightInd w:val="0"/>
        <w:spacing w:line="240" w:lineRule="auto"/>
        <w:ind w:left="540"/>
        <w:jc w:val="both"/>
        <w:rPr>
          <w:szCs w:val="22"/>
          <w:lang w:bidi="th-TH"/>
        </w:rPr>
      </w:pPr>
    </w:p>
    <w:p w14:paraId="318E7C3F" w14:textId="01957294" w:rsidR="004F201D" w:rsidRPr="00756633" w:rsidRDefault="00756633" w:rsidP="00756633">
      <w:pPr>
        <w:autoSpaceDE w:val="0"/>
        <w:autoSpaceDN w:val="0"/>
        <w:adjustRightInd w:val="0"/>
        <w:spacing w:line="240" w:lineRule="auto"/>
        <w:ind w:left="540"/>
        <w:jc w:val="both"/>
        <w:rPr>
          <w:szCs w:val="22"/>
          <w:lang w:bidi="th-TH"/>
        </w:rPr>
        <w:sectPr w:rsidR="004F201D" w:rsidRPr="00756633" w:rsidSect="00ED6D28">
          <w:headerReference w:type="default" r:id="rId13"/>
          <w:pgSz w:w="11909" w:h="16834" w:code="9"/>
          <w:pgMar w:top="691" w:right="1152" w:bottom="1170" w:left="1152" w:header="720" w:footer="720" w:gutter="0"/>
          <w:paperSrc w:first="7" w:other="7"/>
          <w:cols w:space="720"/>
          <w:docGrid w:linePitch="360"/>
        </w:sectPr>
      </w:pPr>
      <w:r w:rsidRPr="00756633">
        <w:rPr>
          <w:szCs w:val="22"/>
          <w:lang w:bidi="th-TH"/>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tbl>
      <w:tblPr>
        <w:tblW w:w="14494" w:type="dxa"/>
        <w:tblInd w:w="540" w:type="dxa"/>
        <w:tblLayout w:type="fixed"/>
        <w:tblLook w:val="04A0" w:firstRow="1" w:lastRow="0" w:firstColumn="1" w:lastColumn="0" w:noHBand="0" w:noVBand="1"/>
      </w:tblPr>
      <w:tblGrid>
        <w:gridCol w:w="4050"/>
        <w:gridCol w:w="257"/>
        <w:gridCol w:w="1288"/>
        <w:gridCol w:w="257"/>
        <w:gridCol w:w="1203"/>
        <w:gridCol w:w="236"/>
        <w:gridCol w:w="1321"/>
        <w:gridCol w:w="236"/>
        <w:gridCol w:w="1241"/>
        <w:gridCol w:w="237"/>
        <w:gridCol w:w="1235"/>
        <w:gridCol w:w="257"/>
        <w:gridCol w:w="1203"/>
        <w:gridCol w:w="257"/>
        <w:gridCol w:w="1203"/>
        <w:gridCol w:w="13"/>
      </w:tblGrid>
      <w:tr w:rsidR="00BE457C" w:rsidRPr="00033760" w14:paraId="018AB6E4" w14:textId="77777777" w:rsidTr="00892375">
        <w:trPr>
          <w:trHeight w:val="242"/>
          <w:tblHeader/>
        </w:trPr>
        <w:tc>
          <w:tcPr>
            <w:tcW w:w="4050" w:type="dxa"/>
            <w:shd w:val="clear" w:color="auto" w:fill="auto"/>
            <w:vAlign w:val="bottom"/>
          </w:tcPr>
          <w:p w14:paraId="57326A3C" w14:textId="77777777" w:rsidR="00BE457C" w:rsidRPr="00033760" w:rsidRDefault="00BE457C" w:rsidP="004A0A0F">
            <w:pPr>
              <w:ind w:left="-19" w:right="-90"/>
              <w:rPr>
                <w:b/>
                <w:bCs/>
                <w:i/>
                <w:iCs/>
                <w:szCs w:val="22"/>
                <w:cs/>
              </w:rPr>
            </w:pPr>
            <w:r w:rsidRPr="00033760">
              <w:rPr>
                <w:szCs w:val="22"/>
              </w:rPr>
              <w:lastRenderedPageBreak/>
              <w:br w:type="page"/>
            </w:r>
          </w:p>
        </w:tc>
        <w:tc>
          <w:tcPr>
            <w:tcW w:w="257" w:type="dxa"/>
          </w:tcPr>
          <w:p w14:paraId="44225AFC" w14:textId="77777777" w:rsidR="00BE457C" w:rsidRPr="00033760" w:rsidRDefault="00BE457C" w:rsidP="004A0A0F">
            <w:pPr>
              <w:pStyle w:val="acctfourfigures"/>
              <w:tabs>
                <w:tab w:val="clear" w:pos="765"/>
              </w:tabs>
              <w:spacing w:line="240" w:lineRule="atLeast"/>
              <w:ind w:left="-43" w:right="-86"/>
              <w:jc w:val="center"/>
              <w:rPr>
                <w:b/>
                <w:bCs/>
                <w:szCs w:val="22"/>
                <w:cs/>
                <w:lang w:val="en-US" w:bidi="th-TH"/>
              </w:rPr>
            </w:pPr>
          </w:p>
        </w:tc>
        <w:tc>
          <w:tcPr>
            <w:tcW w:w="10187" w:type="dxa"/>
            <w:gridSpan w:val="14"/>
          </w:tcPr>
          <w:p w14:paraId="7509518E" w14:textId="0A6A05CE" w:rsidR="00BE457C" w:rsidRPr="00033760" w:rsidRDefault="00AC51E0" w:rsidP="004A0A0F">
            <w:pPr>
              <w:pStyle w:val="acctfourfigures"/>
              <w:tabs>
                <w:tab w:val="clear" w:pos="765"/>
              </w:tabs>
              <w:spacing w:line="240" w:lineRule="atLeast"/>
              <w:ind w:left="-43" w:right="-86"/>
              <w:jc w:val="center"/>
              <w:rPr>
                <w:b/>
                <w:bCs/>
                <w:szCs w:val="22"/>
                <w:cs/>
                <w:lang w:val="en-US" w:bidi="th-TH"/>
              </w:rPr>
            </w:pPr>
            <w:r>
              <w:rPr>
                <w:b/>
                <w:bCs/>
                <w:szCs w:val="22"/>
                <w:lang w:val="en-US" w:bidi="th-TH"/>
              </w:rPr>
              <w:t>C</w:t>
            </w:r>
            <w:r w:rsidRPr="00033760">
              <w:rPr>
                <w:b/>
                <w:bCs/>
                <w:szCs w:val="22"/>
                <w:lang w:val="en-US" w:bidi="th-TH"/>
              </w:rPr>
              <w:t>onsolidated</w:t>
            </w:r>
            <w:r w:rsidR="00DC7DD9" w:rsidRPr="00033760">
              <w:rPr>
                <w:b/>
                <w:bCs/>
                <w:szCs w:val="22"/>
                <w:lang w:val="en-US" w:bidi="th-TH"/>
              </w:rPr>
              <w:t xml:space="preserve"> and </w:t>
            </w:r>
            <w:r>
              <w:rPr>
                <w:b/>
                <w:bCs/>
                <w:szCs w:val="22"/>
                <w:lang w:val="en-US" w:bidi="th-TH"/>
              </w:rPr>
              <w:t>s</w:t>
            </w:r>
            <w:r w:rsidRPr="00033760">
              <w:rPr>
                <w:b/>
                <w:bCs/>
                <w:szCs w:val="22"/>
                <w:lang w:val="en-US" w:bidi="th-TH"/>
              </w:rPr>
              <w:t xml:space="preserve">eparate </w:t>
            </w:r>
            <w:r w:rsidR="00DC7DD9" w:rsidRPr="00033760">
              <w:rPr>
                <w:b/>
                <w:bCs/>
                <w:szCs w:val="22"/>
                <w:lang w:val="en-US" w:bidi="th-TH"/>
              </w:rPr>
              <w:t>financial statements</w:t>
            </w:r>
          </w:p>
        </w:tc>
      </w:tr>
      <w:tr w:rsidR="00BE457C" w:rsidRPr="00033760" w14:paraId="217C149D" w14:textId="77777777" w:rsidTr="00892375">
        <w:trPr>
          <w:trHeight w:val="279"/>
          <w:tblHeader/>
        </w:trPr>
        <w:tc>
          <w:tcPr>
            <w:tcW w:w="4050" w:type="dxa"/>
            <w:shd w:val="clear" w:color="auto" w:fill="auto"/>
            <w:vAlign w:val="bottom"/>
          </w:tcPr>
          <w:p w14:paraId="4196F782" w14:textId="77777777" w:rsidR="00BE457C" w:rsidRPr="00033760" w:rsidRDefault="00BE457C" w:rsidP="004A0A0F">
            <w:pPr>
              <w:ind w:left="-19" w:right="-90"/>
              <w:rPr>
                <w:b/>
                <w:bCs/>
                <w:i/>
                <w:iCs/>
                <w:szCs w:val="22"/>
                <w:cs/>
              </w:rPr>
            </w:pPr>
          </w:p>
        </w:tc>
        <w:tc>
          <w:tcPr>
            <w:tcW w:w="257" w:type="dxa"/>
          </w:tcPr>
          <w:p w14:paraId="57A21649" w14:textId="77777777" w:rsidR="00BE457C" w:rsidRPr="00033760" w:rsidRDefault="00BE457C" w:rsidP="004A0A0F">
            <w:pPr>
              <w:pStyle w:val="acctfourfigures"/>
              <w:tabs>
                <w:tab w:val="clear" w:pos="765"/>
              </w:tabs>
              <w:spacing w:line="240" w:lineRule="atLeast"/>
              <w:ind w:left="-43" w:right="-86"/>
              <w:jc w:val="center"/>
              <w:rPr>
                <w:b/>
                <w:bCs/>
                <w:szCs w:val="22"/>
                <w:cs/>
                <w:lang w:val="en-US" w:bidi="th-TH"/>
              </w:rPr>
            </w:pPr>
          </w:p>
        </w:tc>
        <w:tc>
          <w:tcPr>
            <w:tcW w:w="5782" w:type="dxa"/>
            <w:gridSpan w:val="7"/>
          </w:tcPr>
          <w:p w14:paraId="003DCE95" w14:textId="7153B060" w:rsidR="00BE457C" w:rsidRPr="00033760" w:rsidRDefault="00BE457C" w:rsidP="004A0A0F">
            <w:pPr>
              <w:pStyle w:val="acctfourfigures"/>
              <w:tabs>
                <w:tab w:val="clear" w:pos="765"/>
              </w:tabs>
              <w:spacing w:line="240" w:lineRule="atLeast"/>
              <w:ind w:left="-43" w:right="-86"/>
              <w:jc w:val="center"/>
              <w:rPr>
                <w:b/>
                <w:bCs/>
                <w:szCs w:val="22"/>
                <w:cs/>
                <w:lang w:val="en-US" w:bidi="th-TH"/>
              </w:rPr>
            </w:pPr>
            <w:r w:rsidRPr="00033760">
              <w:rPr>
                <w:b/>
                <w:bCs/>
                <w:szCs w:val="22"/>
                <w:lang w:val="en-US" w:bidi="th-TH"/>
              </w:rPr>
              <w:t>Carrying amount</w:t>
            </w:r>
          </w:p>
        </w:tc>
        <w:tc>
          <w:tcPr>
            <w:tcW w:w="237" w:type="dxa"/>
            <w:shd w:val="clear" w:color="auto" w:fill="auto"/>
          </w:tcPr>
          <w:p w14:paraId="5E2AD85C"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4168" w:type="dxa"/>
            <w:gridSpan w:val="6"/>
            <w:shd w:val="clear" w:color="auto" w:fill="auto"/>
            <w:vAlign w:val="bottom"/>
          </w:tcPr>
          <w:p w14:paraId="2CBB1E09" w14:textId="717DBC5D" w:rsidR="00BE457C" w:rsidRPr="00033760" w:rsidRDefault="00BE457C" w:rsidP="004A0A0F">
            <w:pPr>
              <w:pStyle w:val="acctfourfigures"/>
              <w:tabs>
                <w:tab w:val="clear" w:pos="765"/>
              </w:tabs>
              <w:spacing w:line="240" w:lineRule="atLeast"/>
              <w:ind w:left="-43" w:right="-86"/>
              <w:jc w:val="center"/>
              <w:rPr>
                <w:b/>
                <w:bCs/>
                <w:szCs w:val="22"/>
                <w:cs/>
                <w:lang w:bidi="th-TH"/>
              </w:rPr>
            </w:pPr>
            <w:r w:rsidRPr="00033760">
              <w:rPr>
                <w:b/>
                <w:bCs/>
                <w:szCs w:val="22"/>
                <w:lang w:bidi="th-TH"/>
              </w:rPr>
              <w:t>Fair value</w:t>
            </w:r>
          </w:p>
        </w:tc>
      </w:tr>
      <w:tr w:rsidR="00F33F9F" w:rsidRPr="00033760" w14:paraId="1B1CCE65" w14:textId="77777777" w:rsidTr="00892375">
        <w:trPr>
          <w:gridAfter w:val="1"/>
          <w:wAfter w:w="13" w:type="dxa"/>
          <w:trHeight w:val="288"/>
          <w:tblHeader/>
        </w:trPr>
        <w:tc>
          <w:tcPr>
            <w:tcW w:w="4050" w:type="dxa"/>
            <w:shd w:val="clear" w:color="auto" w:fill="auto"/>
            <w:vAlign w:val="bottom"/>
          </w:tcPr>
          <w:p w14:paraId="745C91E7" w14:textId="77777777" w:rsidR="00F33F9F" w:rsidRPr="00033760" w:rsidRDefault="00F33F9F" w:rsidP="004A0A0F">
            <w:pPr>
              <w:ind w:left="-19" w:right="-90"/>
              <w:rPr>
                <w:b/>
                <w:bCs/>
                <w:i/>
                <w:iCs/>
                <w:szCs w:val="22"/>
              </w:rPr>
            </w:pPr>
          </w:p>
        </w:tc>
        <w:tc>
          <w:tcPr>
            <w:tcW w:w="257" w:type="dxa"/>
          </w:tcPr>
          <w:p w14:paraId="1E563671" w14:textId="77777777" w:rsidR="00F33F9F" w:rsidRPr="00033760" w:rsidRDefault="00F33F9F" w:rsidP="004A0A0F">
            <w:pPr>
              <w:pStyle w:val="acctfourfigures"/>
              <w:tabs>
                <w:tab w:val="clear" w:pos="765"/>
              </w:tabs>
              <w:spacing w:line="240" w:lineRule="atLeast"/>
              <w:ind w:left="-43" w:right="-86"/>
              <w:jc w:val="center"/>
              <w:rPr>
                <w:szCs w:val="22"/>
                <w:cs/>
                <w:lang w:bidi="th-TH"/>
              </w:rPr>
            </w:pPr>
          </w:p>
        </w:tc>
        <w:tc>
          <w:tcPr>
            <w:tcW w:w="4305" w:type="dxa"/>
            <w:gridSpan w:val="5"/>
            <w:tcBorders>
              <w:bottom w:val="single" w:sz="4" w:space="0" w:color="auto"/>
            </w:tcBorders>
          </w:tcPr>
          <w:p w14:paraId="1569CDAE" w14:textId="103C8EE8" w:rsidR="00F33F9F" w:rsidRPr="00033760" w:rsidRDefault="00F33F9F" w:rsidP="004A0A0F">
            <w:pPr>
              <w:pStyle w:val="acctfourfigures"/>
              <w:tabs>
                <w:tab w:val="clear" w:pos="765"/>
              </w:tabs>
              <w:spacing w:line="240" w:lineRule="atLeast"/>
              <w:ind w:left="-70" w:right="-110"/>
              <w:jc w:val="center"/>
              <w:rPr>
                <w:color w:val="000000"/>
                <w:spacing w:val="-2"/>
                <w:szCs w:val="22"/>
              </w:rPr>
            </w:pPr>
            <w:r w:rsidRPr="00F33F9F">
              <w:rPr>
                <w:color w:val="000000"/>
                <w:spacing w:val="-2"/>
                <w:szCs w:val="22"/>
              </w:rPr>
              <w:t>Financial instruments measured at</w:t>
            </w:r>
          </w:p>
        </w:tc>
        <w:tc>
          <w:tcPr>
            <w:tcW w:w="236" w:type="dxa"/>
            <w:shd w:val="clear" w:color="auto" w:fill="auto"/>
            <w:vAlign w:val="bottom"/>
          </w:tcPr>
          <w:p w14:paraId="170446F5" w14:textId="77777777" w:rsidR="00F33F9F" w:rsidRPr="00033760" w:rsidRDefault="00F33F9F" w:rsidP="004A0A0F">
            <w:pPr>
              <w:ind w:left="-43" w:right="-86"/>
              <w:jc w:val="center"/>
              <w:rPr>
                <w:szCs w:val="22"/>
              </w:rPr>
            </w:pPr>
          </w:p>
        </w:tc>
        <w:tc>
          <w:tcPr>
            <w:tcW w:w="1241" w:type="dxa"/>
            <w:shd w:val="clear" w:color="auto" w:fill="auto"/>
            <w:vAlign w:val="bottom"/>
          </w:tcPr>
          <w:p w14:paraId="1A22E811" w14:textId="77777777" w:rsidR="00F33F9F" w:rsidRPr="00033760" w:rsidRDefault="00F33F9F" w:rsidP="004A0A0F">
            <w:pPr>
              <w:pStyle w:val="acctfourfigures"/>
              <w:tabs>
                <w:tab w:val="clear" w:pos="765"/>
              </w:tabs>
              <w:spacing w:line="240" w:lineRule="atLeast"/>
              <w:ind w:left="-43" w:right="-86"/>
              <w:jc w:val="center"/>
              <w:rPr>
                <w:color w:val="000000"/>
                <w:szCs w:val="22"/>
              </w:rPr>
            </w:pPr>
          </w:p>
        </w:tc>
        <w:tc>
          <w:tcPr>
            <w:tcW w:w="237" w:type="dxa"/>
            <w:shd w:val="clear" w:color="auto" w:fill="auto"/>
          </w:tcPr>
          <w:p w14:paraId="482D9D75" w14:textId="77777777" w:rsidR="00F33F9F" w:rsidRPr="00033760" w:rsidRDefault="00F33F9F" w:rsidP="004A0A0F">
            <w:pPr>
              <w:pStyle w:val="acctfourfigures"/>
              <w:tabs>
                <w:tab w:val="clear" w:pos="765"/>
              </w:tabs>
              <w:spacing w:line="240" w:lineRule="atLeast"/>
              <w:ind w:left="-43" w:right="-86"/>
              <w:jc w:val="center"/>
              <w:rPr>
                <w:szCs w:val="22"/>
                <w:cs/>
                <w:lang w:bidi="th-TH"/>
              </w:rPr>
            </w:pPr>
          </w:p>
        </w:tc>
        <w:tc>
          <w:tcPr>
            <w:tcW w:w="1235" w:type="dxa"/>
            <w:shd w:val="clear" w:color="auto" w:fill="auto"/>
            <w:vAlign w:val="bottom"/>
          </w:tcPr>
          <w:p w14:paraId="18FE5DB5" w14:textId="77777777" w:rsidR="00F33F9F" w:rsidRPr="00033760" w:rsidRDefault="00F33F9F" w:rsidP="004A0A0F">
            <w:pPr>
              <w:pStyle w:val="acctfourfigures"/>
              <w:tabs>
                <w:tab w:val="clear" w:pos="765"/>
              </w:tabs>
              <w:spacing w:line="240" w:lineRule="atLeast"/>
              <w:ind w:left="-43" w:right="-86"/>
              <w:jc w:val="center"/>
              <w:rPr>
                <w:color w:val="000000"/>
                <w:szCs w:val="22"/>
                <w:lang w:bidi="th-TH"/>
              </w:rPr>
            </w:pPr>
          </w:p>
        </w:tc>
        <w:tc>
          <w:tcPr>
            <w:tcW w:w="257" w:type="dxa"/>
          </w:tcPr>
          <w:p w14:paraId="715DB82D" w14:textId="77777777" w:rsidR="00F33F9F" w:rsidRPr="00033760" w:rsidRDefault="00F33F9F" w:rsidP="004A0A0F">
            <w:pPr>
              <w:pStyle w:val="acctfourfigures"/>
              <w:tabs>
                <w:tab w:val="clear" w:pos="765"/>
              </w:tabs>
              <w:spacing w:line="240" w:lineRule="atLeast"/>
              <w:ind w:left="-43" w:right="-86"/>
              <w:jc w:val="center"/>
              <w:rPr>
                <w:szCs w:val="22"/>
                <w:cs/>
                <w:lang w:bidi="th-TH"/>
              </w:rPr>
            </w:pPr>
          </w:p>
        </w:tc>
        <w:tc>
          <w:tcPr>
            <w:tcW w:w="1203" w:type="dxa"/>
            <w:vAlign w:val="bottom"/>
          </w:tcPr>
          <w:p w14:paraId="336F84DE" w14:textId="77777777" w:rsidR="00F33F9F" w:rsidRPr="00033760" w:rsidRDefault="00F33F9F" w:rsidP="00F95E18">
            <w:pPr>
              <w:pStyle w:val="acctfourfigures"/>
              <w:tabs>
                <w:tab w:val="clear" w:pos="765"/>
              </w:tabs>
              <w:spacing w:line="240" w:lineRule="atLeast"/>
              <w:ind w:left="-43" w:right="-86"/>
              <w:jc w:val="center"/>
              <w:rPr>
                <w:szCs w:val="22"/>
                <w:lang w:bidi="th-TH"/>
              </w:rPr>
            </w:pPr>
          </w:p>
        </w:tc>
        <w:tc>
          <w:tcPr>
            <w:tcW w:w="257" w:type="dxa"/>
          </w:tcPr>
          <w:p w14:paraId="58490F7D" w14:textId="77777777" w:rsidR="00F33F9F" w:rsidRPr="00033760" w:rsidRDefault="00F33F9F" w:rsidP="004A0A0F">
            <w:pPr>
              <w:pStyle w:val="acctfourfigures"/>
              <w:tabs>
                <w:tab w:val="clear" w:pos="765"/>
              </w:tabs>
              <w:spacing w:line="240" w:lineRule="atLeast"/>
              <w:ind w:left="-43" w:right="-86"/>
              <w:jc w:val="center"/>
              <w:rPr>
                <w:szCs w:val="22"/>
                <w:lang w:bidi="th-TH"/>
              </w:rPr>
            </w:pPr>
          </w:p>
        </w:tc>
        <w:tc>
          <w:tcPr>
            <w:tcW w:w="1203" w:type="dxa"/>
            <w:vAlign w:val="bottom"/>
          </w:tcPr>
          <w:p w14:paraId="05E41C42" w14:textId="77777777" w:rsidR="00F33F9F" w:rsidRPr="00033760" w:rsidRDefault="00F33F9F" w:rsidP="00F95E18">
            <w:pPr>
              <w:pStyle w:val="acctfourfigures"/>
              <w:tabs>
                <w:tab w:val="clear" w:pos="765"/>
              </w:tabs>
              <w:spacing w:line="240" w:lineRule="atLeast"/>
              <w:ind w:left="-43" w:right="-86"/>
              <w:jc w:val="center"/>
              <w:rPr>
                <w:color w:val="000000"/>
                <w:szCs w:val="22"/>
              </w:rPr>
            </w:pPr>
          </w:p>
        </w:tc>
      </w:tr>
      <w:tr w:rsidR="00250505" w:rsidRPr="00033760" w14:paraId="714AFA35" w14:textId="77777777" w:rsidTr="00892375">
        <w:trPr>
          <w:gridAfter w:val="1"/>
          <w:wAfter w:w="13" w:type="dxa"/>
          <w:trHeight w:val="242"/>
          <w:tblHeader/>
        </w:trPr>
        <w:tc>
          <w:tcPr>
            <w:tcW w:w="4050" w:type="dxa"/>
            <w:shd w:val="clear" w:color="auto" w:fill="auto"/>
            <w:vAlign w:val="bottom"/>
          </w:tcPr>
          <w:p w14:paraId="302FA09B" w14:textId="77777777" w:rsidR="00BE457C" w:rsidRPr="00033760" w:rsidRDefault="00BE457C" w:rsidP="004A0A0F">
            <w:pPr>
              <w:ind w:left="-19" w:right="-90"/>
              <w:rPr>
                <w:b/>
                <w:bCs/>
                <w:i/>
                <w:iCs/>
                <w:szCs w:val="22"/>
              </w:rPr>
            </w:pPr>
          </w:p>
        </w:tc>
        <w:tc>
          <w:tcPr>
            <w:tcW w:w="257" w:type="dxa"/>
          </w:tcPr>
          <w:p w14:paraId="2E311E6B"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1288" w:type="dxa"/>
            <w:tcBorders>
              <w:top w:val="single" w:sz="4" w:space="0" w:color="auto"/>
            </w:tcBorders>
            <w:vAlign w:val="bottom"/>
          </w:tcPr>
          <w:p w14:paraId="2D68CCFC" w14:textId="7E431519" w:rsidR="00BE457C" w:rsidRPr="00033760" w:rsidRDefault="00BE457C" w:rsidP="00F33F9F">
            <w:pPr>
              <w:pStyle w:val="acctfourfigures"/>
              <w:tabs>
                <w:tab w:val="clear" w:pos="765"/>
              </w:tabs>
              <w:spacing w:line="240" w:lineRule="atLeast"/>
              <w:ind w:left="-110" w:right="-112"/>
              <w:jc w:val="center"/>
              <w:rPr>
                <w:szCs w:val="22"/>
                <w:cs/>
                <w:lang w:bidi="th-TH"/>
              </w:rPr>
            </w:pPr>
            <w:r w:rsidRPr="00033760">
              <w:rPr>
                <w:color w:val="000000"/>
                <w:szCs w:val="22"/>
              </w:rPr>
              <w:t>FVTPL</w:t>
            </w:r>
          </w:p>
        </w:tc>
        <w:tc>
          <w:tcPr>
            <w:tcW w:w="257" w:type="dxa"/>
            <w:tcBorders>
              <w:top w:val="single" w:sz="4" w:space="0" w:color="auto"/>
            </w:tcBorders>
          </w:tcPr>
          <w:p w14:paraId="288C986B"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1203" w:type="dxa"/>
            <w:tcBorders>
              <w:top w:val="single" w:sz="4" w:space="0" w:color="auto"/>
            </w:tcBorders>
            <w:shd w:val="clear" w:color="auto" w:fill="auto"/>
            <w:vAlign w:val="bottom"/>
          </w:tcPr>
          <w:p w14:paraId="34C0158B" w14:textId="6E8D5079" w:rsidR="00BE457C" w:rsidRPr="00033760" w:rsidRDefault="00BE457C" w:rsidP="004A0A0F">
            <w:pPr>
              <w:pStyle w:val="acctfourfigures"/>
              <w:tabs>
                <w:tab w:val="clear" w:pos="765"/>
              </w:tabs>
              <w:ind w:left="-106" w:right="-86"/>
              <w:jc w:val="center"/>
              <w:rPr>
                <w:color w:val="000000"/>
                <w:spacing w:val="-2"/>
                <w:szCs w:val="22"/>
              </w:rPr>
            </w:pPr>
            <w:r w:rsidRPr="00033760">
              <w:rPr>
                <w:color w:val="000000"/>
                <w:spacing w:val="-2"/>
                <w:szCs w:val="22"/>
              </w:rPr>
              <w:t>FVOCI</w:t>
            </w:r>
          </w:p>
        </w:tc>
        <w:tc>
          <w:tcPr>
            <w:tcW w:w="236" w:type="dxa"/>
            <w:tcBorders>
              <w:top w:val="single" w:sz="4" w:space="0" w:color="auto"/>
            </w:tcBorders>
            <w:shd w:val="clear" w:color="auto" w:fill="auto"/>
          </w:tcPr>
          <w:p w14:paraId="480732B6" w14:textId="77777777" w:rsidR="00BE457C" w:rsidRPr="00033760" w:rsidRDefault="00BE457C" w:rsidP="004A0A0F">
            <w:pPr>
              <w:pStyle w:val="acctfourfigures"/>
              <w:tabs>
                <w:tab w:val="clear" w:pos="765"/>
              </w:tabs>
              <w:spacing w:line="240" w:lineRule="atLeast"/>
              <w:ind w:left="-43" w:right="-141"/>
              <w:jc w:val="center"/>
              <w:rPr>
                <w:szCs w:val="22"/>
                <w:cs/>
                <w:lang w:bidi="th-TH"/>
              </w:rPr>
            </w:pPr>
          </w:p>
        </w:tc>
        <w:tc>
          <w:tcPr>
            <w:tcW w:w="1321" w:type="dxa"/>
            <w:tcBorders>
              <w:top w:val="single" w:sz="4" w:space="0" w:color="auto"/>
            </w:tcBorders>
            <w:shd w:val="clear" w:color="auto" w:fill="auto"/>
            <w:vAlign w:val="bottom"/>
          </w:tcPr>
          <w:p w14:paraId="57315951" w14:textId="3E551D7B" w:rsidR="00BE457C" w:rsidRPr="00033760" w:rsidRDefault="00BE457C" w:rsidP="004A0A0F">
            <w:pPr>
              <w:pStyle w:val="acctfourfigures"/>
              <w:tabs>
                <w:tab w:val="clear" w:pos="765"/>
              </w:tabs>
              <w:spacing w:line="240" w:lineRule="atLeast"/>
              <w:ind w:left="-70" w:right="-110"/>
              <w:jc w:val="center"/>
              <w:rPr>
                <w:szCs w:val="22"/>
                <w:cs/>
                <w:lang w:bidi="th-TH"/>
              </w:rPr>
            </w:pPr>
            <w:r w:rsidRPr="00033760">
              <w:rPr>
                <w:color w:val="000000"/>
                <w:spacing w:val="-2"/>
                <w:szCs w:val="22"/>
              </w:rPr>
              <w:t>amortised cost</w:t>
            </w:r>
          </w:p>
        </w:tc>
        <w:tc>
          <w:tcPr>
            <w:tcW w:w="236" w:type="dxa"/>
            <w:shd w:val="clear" w:color="auto" w:fill="auto"/>
            <w:vAlign w:val="bottom"/>
          </w:tcPr>
          <w:p w14:paraId="1B3C532B" w14:textId="77777777" w:rsidR="00BE457C" w:rsidRPr="00033760" w:rsidRDefault="00BE457C" w:rsidP="004A0A0F">
            <w:pPr>
              <w:ind w:left="-43" w:right="-86"/>
              <w:jc w:val="center"/>
              <w:rPr>
                <w:szCs w:val="22"/>
              </w:rPr>
            </w:pPr>
          </w:p>
        </w:tc>
        <w:tc>
          <w:tcPr>
            <w:tcW w:w="1241" w:type="dxa"/>
            <w:shd w:val="clear" w:color="auto" w:fill="auto"/>
            <w:vAlign w:val="bottom"/>
          </w:tcPr>
          <w:p w14:paraId="744F4AD2" w14:textId="406511DE" w:rsidR="00BE457C" w:rsidRPr="00033760" w:rsidRDefault="00BE457C" w:rsidP="004A0A0F">
            <w:pPr>
              <w:pStyle w:val="acctfourfigures"/>
              <w:tabs>
                <w:tab w:val="clear" w:pos="765"/>
              </w:tabs>
              <w:spacing w:line="240" w:lineRule="atLeast"/>
              <w:ind w:left="-43" w:right="-86"/>
              <w:jc w:val="center"/>
              <w:rPr>
                <w:szCs w:val="22"/>
                <w:lang w:bidi="th-TH"/>
              </w:rPr>
            </w:pPr>
            <w:r w:rsidRPr="00033760">
              <w:rPr>
                <w:color w:val="000000"/>
                <w:szCs w:val="22"/>
              </w:rPr>
              <w:t>Total</w:t>
            </w:r>
          </w:p>
        </w:tc>
        <w:tc>
          <w:tcPr>
            <w:tcW w:w="237" w:type="dxa"/>
            <w:shd w:val="clear" w:color="auto" w:fill="auto"/>
          </w:tcPr>
          <w:p w14:paraId="20F64EF4"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1235" w:type="dxa"/>
            <w:shd w:val="clear" w:color="auto" w:fill="auto"/>
            <w:vAlign w:val="bottom"/>
          </w:tcPr>
          <w:p w14:paraId="243FB970" w14:textId="135610A0" w:rsidR="00BE457C" w:rsidRPr="00033760" w:rsidRDefault="00BE457C" w:rsidP="004A0A0F">
            <w:pPr>
              <w:pStyle w:val="acctfourfigures"/>
              <w:tabs>
                <w:tab w:val="clear" w:pos="765"/>
              </w:tabs>
              <w:spacing w:line="240" w:lineRule="atLeast"/>
              <w:ind w:left="-43" w:right="-86"/>
              <w:jc w:val="center"/>
              <w:rPr>
                <w:szCs w:val="22"/>
                <w:lang w:bidi="th-TH"/>
              </w:rPr>
            </w:pPr>
            <w:r w:rsidRPr="00033760">
              <w:rPr>
                <w:color w:val="000000"/>
                <w:szCs w:val="22"/>
                <w:lang w:bidi="th-TH"/>
              </w:rPr>
              <w:t>Level 2</w:t>
            </w:r>
          </w:p>
        </w:tc>
        <w:tc>
          <w:tcPr>
            <w:tcW w:w="257" w:type="dxa"/>
          </w:tcPr>
          <w:p w14:paraId="3BB9CC83" w14:textId="77777777" w:rsidR="00BE457C" w:rsidRPr="00033760" w:rsidRDefault="00BE457C" w:rsidP="004A0A0F">
            <w:pPr>
              <w:pStyle w:val="acctfourfigures"/>
              <w:tabs>
                <w:tab w:val="clear" w:pos="765"/>
              </w:tabs>
              <w:spacing w:line="240" w:lineRule="atLeast"/>
              <w:ind w:left="-43" w:right="-86"/>
              <w:jc w:val="center"/>
              <w:rPr>
                <w:szCs w:val="22"/>
                <w:cs/>
                <w:lang w:bidi="th-TH"/>
              </w:rPr>
            </w:pPr>
          </w:p>
        </w:tc>
        <w:tc>
          <w:tcPr>
            <w:tcW w:w="1203" w:type="dxa"/>
            <w:vAlign w:val="bottom"/>
          </w:tcPr>
          <w:p w14:paraId="54B935BD" w14:textId="5836A63D" w:rsidR="00BE457C" w:rsidRPr="00033760" w:rsidRDefault="00B05B2A" w:rsidP="00F95E18">
            <w:pPr>
              <w:pStyle w:val="acctfourfigures"/>
              <w:tabs>
                <w:tab w:val="clear" w:pos="765"/>
              </w:tabs>
              <w:spacing w:line="240" w:lineRule="atLeast"/>
              <w:ind w:left="-43" w:right="-86"/>
              <w:jc w:val="center"/>
              <w:rPr>
                <w:szCs w:val="22"/>
                <w:cs/>
                <w:lang w:val="en-US" w:bidi="th-TH"/>
              </w:rPr>
            </w:pPr>
            <w:r>
              <w:rPr>
                <w:szCs w:val="22"/>
                <w:lang w:val="en-US" w:bidi="th-TH"/>
              </w:rPr>
              <w:t>Cost</w:t>
            </w:r>
          </w:p>
        </w:tc>
        <w:tc>
          <w:tcPr>
            <w:tcW w:w="257" w:type="dxa"/>
          </w:tcPr>
          <w:p w14:paraId="604F6DB9" w14:textId="77777777" w:rsidR="00BE457C" w:rsidRPr="00033760" w:rsidRDefault="00BE457C" w:rsidP="004A0A0F">
            <w:pPr>
              <w:pStyle w:val="acctfourfigures"/>
              <w:tabs>
                <w:tab w:val="clear" w:pos="765"/>
              </w:tabs>
              <w:spacing w:line="240" w:lineRule="atLeast"/>
              <w:ind w:left="-43" w:right="-86"/>
              <w:jc w:val="center"/>
              <w:rPr>
                <w:szCs w:val="22"/>
                <w:lang w:bidi="th-TH"/>
              </w:rPr>
            </w:pPr>
          </w:p>
        </w:tc>
        <w:tc>
          <w:tcPr>
            <w:tcW w:w="1203" w:type="dxa"/>
            <w:vAlign w:val="bottom"/>
          </w:tcPr>
          <w:p w14:paraId="21811D3A" w14:textId="0B38BBDF" w:rsidR="00BE457C" w:rsidRPr="00033760" w:rsidRDefault="00BE457C" w:rsidP="00F95E18">
            <w:pPr>
              <w:pStyle w:val="acctfourfigures"/>
              <w:tabs>
                <w:tab w:val="clear" w:pos="765"/>
              </w:tabs>
              <w:spacing w:line="240" w:lineRule="atLeast"/>
              <w:ind w:left="-43" w:right="-86"/>
              <w:jc w:val="center"/>
              <w:rPr>
                <w:szCs w:val="22"/>
                <w:lang w:bidi="th-TH"/>
              </w:rPr>
            </w:pPr>
            <w:r w:rsidRPr="00033760">
              <w:rPr>
                <w:color w:val="000000"/>
                <w:szCs w:val="22"/>
              </w:rPr>
              <w:t>Total</w:t>
            </w:r>
          </w:p>
        </w:tc>
      </w:tr>
      <w:tr w:rsidR="00BE457C" w:rsidRPr="00033760" w14:paraId="2A08293F" w14:textId="77777777" w:rsidTr="00892375">
        <w:trPr>
          <w:trHeight w:val="242"/>
        </w:trPr>
        <w:tc>
          <w:tcPr>
            <w:tcW w:w="4050" w:type="dxa"/>
            <w:shd w:val="clear" w:color="auto" w:fill="auto"/>
            <w:vAlign w:val="bottom"/>
          </w:tcPr>
          <w:p w14:paraId="646DAFAC" w14:textId="77777777" w:rsidR="00BE457C" w:rsidRPr="00033760" w:rsidRDefault="00BE457C" w:rsidP="004A0A0F">
            <w:pPr>
              <w:ind w:left="-19" w:right="-90"/>
              <w:rPr>
                <w:b/>
                <w:bCs/>
                <w:i/>
                <w:iCs/>
                <w:szCs w:val="22"/>
                <w:cs/>
              </w:rPr>
            </w:pPr>
          </w:p>
        </w:tc>
        <w:tc>
          <w:tcPr>
            <w:tcW w:w="257" w:type="dxa"/>
          </w:tcPr>
          <w:p w14:paraId="5EF95364" w14:textId="77777777" w:rsidR="00BE457C" w:rsidRPr="00033760" w:rsidRDefault="00BE457C" w:rsidP="004A0A0F">
            <w:pPr>
              <w:pStyle w:val="acctfourfigures"/>
              <w:tabs>
                <w:tab w:val="clear" w:pos="765"/>
              </w:tabs>
              <w:spacing w:line="240" w:lineRule="atLeast"/>
              <w:ind w:left="-43" w:right="-86"/>
              <w:jc w:val="center"/>
              <w:rPr>
                <w:i/>
                <w:iCs/>
                <w:szCs w:val="22"/>
                <w:lang w:val="en-US" w:bidi="th-TH"/>
              </w:rPr>
            </w:pPr>
          </w:p>
        </w:tc>
        <w:tc>
          <w:tcPr>
            <w:tcW w:w="10187" w:type="dxa"/>
            <w:gridSpan w:val="14"/>
          </w:tcPr>
          <w:p w14:paraId="1E01117A" w14:textId="43AD1695" w:rsidR="00BE457C" w:rsidRPr="00033760" w:rsidRDefault="00BE457C" w:rsidP="004A0A0F">
            <w:pPr>
              <w:pStyle w:val="acctfourfigures"/>
              <w:tabs>
                <w:tab w:val="clear" w:pos="765"/>
              </w:tabs>
              <w:spacing w:line="240" w:lineRule="atLeast"/>
              <w:ind w:left="-43" w:right="-86"/>
              <w:jc w:val="center"/>
              <w:rPr>
                <w:i/>
                <w:iCs/>
                <w:szCs w:val="22"/>
                <w:lang w:val="en-US" w:bidi="th-TH"/>
              </w:rPr>
            </w:pPr>
            <w:r w:rsidRPr="00033760">
              <w:rPr>
                <w:i/>
                <w:iCs/>
                <w:szCs w:val="22"/>
                <w:lang w:val="en-US" w:bidi="th-TH"/>
              </w:rPr>
              <w:t>(in thousand Baht)</w:t>
            </w:r>
          </w:p>
        </w:tc>
      </w:tr>
      <w:tr w:rsidR="00250505" w:rsidRPr="00033760" w14:paraId="6060046B" w14:textId="77777777" w:rsidTr="00892375">
        <w:trPr>
          <w:gridAfter w:val="1"/>
          <w:wAfter w:w="13" w:type="dxa"/>
          <w:trHeight w:val="242"/>
        </w:trPr>
        <w:tc>
          <w:tcPr>
            <w:tcW w:w="4050" w:type="dxa"/>
            <w:shd w:val="clear" w:color="auto" w:fill="auto"/>
          </w:tcPr>
          <w:p w14:paraId="16232B02" w14:textId="3A46B21F" w:rsidR="00BE457C" w:rsidRPr="00033760" w:rsidRDefault="00BE457C" w:rsidP="00250505">
            <w:pPr>
              <w:ind w:right="-90"/>
              <w:rPr>
                <w:b/>
                <w:bCs/>
                <w:i/>
                <w:iCs/>
                <w:szCs w:val="22"/>
                <w:lang w:val="en-US" w:bidi="th-TH"/>
              </w:rPr>
            </w:pPr>
            <w:proofErr w:type="gramStart"/>
            <w:r w:rsidRPr="00033760">
              <w:rPr>
                <w:b/>
                <w:bCs/>
                <w:i/>
                <w:iCs/>
                <w:szCs w:val="22"/>
              </w:rPr>
              <w:t>At</w:t>
            </w:r>
            <w:proofErr w:type="gramEnd"/>
            <w:r w:rsidR="00F23915" w:rsidRPr="00033760">
              <w:rPr>
                <w:b/>
                <w:bCs/>
                <w:i/>
                <w:iCs/>
                <w:szCs w:val="22"/>
                <w:cs/>
                <w:lang w:bidi="th-TH"/>
              </w:rPr>
              <w:t xml:space="preserve"> </w:t>
            </w:r>
            <w:r w:rsidR="00F34A1A" w:rsidRPr="00033760">
              <w:rPr>
                <w:b/>
                <w:bCs/>
                <w:i/>
                <w:iCs/>
                <w:szCs w:val="22"/>
                <w:lang w:val="en-US" w:bidi="th-TH"/>
              </w:rPr>
              <w:t>3</w:t>
            </w:r>
            <w:r w:rsidR="00F34A1A">
              <w:rPr>
                <w:b/>
                <w:bCs/>
                <w:i/>
                <w:iCs/>
                <w:szCs w:val="22"/>
                <w:lang w:val="en-US" w:bidi="th-TH"/>
              </w:rPr>
              <w:t>0 June</w:t>
            </w:r>
            <w:r w:rsidR="00F34A1A" w:rsidRPr="00033760">
              <w:rPr>
                <w:b/>
                <w:bCs/>
                <w:i/>
                <w:iCs/>
                <w:szCs w:val="22"/>
                <w:lang w:val="en-US" w:bidi="th-TH"/>
              </w:rPr>
              <w:t xml:space="preserve"> </w:t>
            </w:r>
            <w:r w:rsidR="00476863">
              <w:rPr>
                <w:b/>
                <w:bCs/>
                <w:i/>
                <w:iCs/>
                <w:szCs w:val="22"/>
                <w:lang w:val="en-US" w:bidi="th-TH"/>
              </w:rPr>
              <w:t>2025</w:t>
            </w:r>
          </w:p>
        </w:tc>
        <w:tc>
          <w:tcPr>
            <w:tcW w:w="257" w:type="dxa"/>
          </w:tcPr>
          <w:p w14:paraId="5E35AC63"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1288" w:type="dxa"/>
          </w:tcPr>
          <w:p w14:paraId="4C2348CD"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257" w:type="dxa"/>
          </w:tcPr>
          <w:p w14:paraId="00ACBD76"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1203" w:type="dxa"/>
            <w:shd w:val="clear" w:color="auto" w:fill="auto"/>
          </w:tcPr>
          <w:p w14:paraId="7DED1B4D"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236" w:type="dxa"/>
            <w:shd w:val="clear" w:color="auto" w:fill="auto"/>
          </w:tcPr>
          <w:p w14:paraId="0C3D4519" w14:textId="77777777" w:rsidR="00BE457C" w:rsidRPr="00033760" w:rsidRDefault="00BE457C" w:rsidP="004A0A0F">
            <w:pPr>
              <w:pStyle w:val="acctfourfigures"/>
              <w:tabs>
                <w:tab w:val="clear" w:pos="765"/>
                <w:tab w:val="decimal" w:pos="796"/>
              </w:tabs>
              <w:spacing w:line="240" w:lineRule="atLeast"/>
              <w:ind w:left="-43" w:right="-86"/>
              <w:rPr>
                <w:szCs w:val="22"/>
              </w:rPr>
            </w:pPr>
          </w:p>
        </w:tc>
        <w:tc>
          <w:tcPr>
            <w:tcW w:w="1321" w:type="dxa"/>
            <w:shd w:val="clear" w:color="auto" w:fill="auto"/>
          </w:tcPr>
          <w:p w14:paraId="2590934B" w14:textId="77777777" w:rsidR="00BE457C" w:rsidRPr="00033760" w:rsidRDefault="00BE457C" w:rsidP="004A0A0F">
            <w:pPr>
              <w:pStyle w:val="acctfourfigures"/>
              <w:tabs>
                <w:tab w:val="clear" w:pos="765"/>
                <w:tab w:val="decimal" w:pos="1074"/>
              </w:tabs>
              <w:spacing w:line="240" w:lineRule="atLeast"/>
              <w:ind w:right="-86"/>
              <w:rPr>
                <w:szCs w:val="22"/>
                <w:lang w:val="en-US" w:bidi="th-TH"/>
              </w:rPr>
            </w:pPr>
          </w:p>
        </w:tc>
        <w:tc>
          <w:tcPr>
            <w:tcW w:w="236" w:type="dxa"/>
            <w:shd w:val="clear" w:color="auto" w:fill="auto"/>
          </w:tcPr>
          <w:p w14:paraId="366F7B77" w14:textId="77777777" w:rsidR="00BE457C" w:rsidRPr="00033760" w:rsidRDefault="00BE457C" w:rsidP="004A0A0F">
            <w:pPr>
              <w:tabs>
                <w:tab w:val="decimal" w:pos="595"/>
              </w:tabs>
              <w:ind w:left="-43" w:right="-86"/>
              <w:rPr>
                <w:szCs w:val="22"/>
              </w:rPr>
            </w:pPr>
          </w:p>
        </w:tc>
        <w:tc>
          <w:tcPr>
            <w:tcW w:w="1241" w:type="dxa"/>
            <w:shd w:val="clear" w:color="auto" w:fill="auto"/>
          </w:tcPr>
          <w:p w14:paraId="6DE04830" w14:textId="77777777" w:rsidR="00BE457C" w:rsidRPr="00033760" w:rsidRDefault="00BE457C" w:rsidP="00780E9C">
            <w:pPr>
              <w:pStyle w:val="acctfourfigures"/>
              <w:tabs>
                <w:tab w:val="clear" w:pos="765"/>
                <w:tab w:val="decimal" w:pos="986"/>
              </w:tabs>
              <w:spacing w:line="240" w:lineRule="atLeast"/>
              <w:ind w:left="-43" w:right="70"/>
              <w:rPr>
                <w:szCs w:val="22"/>
                <w:lang w:bidi="th-TH"/>
              </w:rPr>
            </w:pPr>
          </w:p>
        </w:tc>
        <w:tc>
          <w:tcPr>
            <w:tcW w:w="237" w:type="dxa"/>
            <w:shd w:val="clear" w:color="auto" w:fill="auto"/>
          </w:tcPr>
          <w:p w14:paraId="503E4FF9" w14:textId="77777777" w:rsidR="00BE457C" w:rsidRPr="00033760" w:rsidRDefault="00BE457C" w:rsidP="004A0A0F">
            <w:pPr>
              <w:pStyle w:val="acctfourfigures"/>
              <w:tabs>
                <w:tab w:val="clear" w:pos="765"/>
                <w:tab w:val="decimal" w:pos="595"/>
              </w:tabs>
              <w:spacing w:line="240" w:lineRule="atLeast"/>
              <w:ind w:left="-43" w:right="-86"/>
              <w:rPr>
                <w:szCs w:val="22"/>
              </w:rPr>
            </w:pPr>
          </w:p>
        </w:tc>
        <w:tc>
          <w:tcPr>
            <w:tcW w:w="1235" w:type="dxa"/>
            <w:shd w:val="clear" w:color="auto" w:fill="auto"/>
          </w:tcPr>
          <w:p w14:paraId="018EEB16" w14:textId="77777777" w:rsidR="00BE457C" w:rsidRPr="00033760" w:rsidRDefault="00BE457C" w:rsidP="00780E9C">
            <w:pPr>
              <w:pStyle w:val="acctfourfigures"/>
              <w:tabs>
                <w:tab w:val="clear" w:pos="765"/>
                <w:tab w:val="decimal" w:pos="1010"/>
              </w:tabs>
              <w:spacing w:line="240" w:lineRule="atLeast"/>
              <w:ind w:left="-43" w:right="-86"/>
              <w:rPr>
                <w:szCs w:val="22"/>
                <w:lang w:bidi="th-TH"/>
              </w:rPr>
            </w:pPr>
          </w:p>
        </w:tc>
        <w:tc>
          <w:tcPr>
            <w:tcW w:w="257" w:type="dxa"/>
          </w:tcPr>
          <w:p w14:paraId="62DD667C" w14:textId="77777777" w:rsidR="00BE457C" w:rsidRPr="00033760" w:rsidRDefault="00BE457C" w:rsidP="004A0A0F">
            <w:pPr>
              <w:pStyle w:val="acctfourfigures"/>
              <w:tabs>
                <w:tab w:val="clear" w:pos="765"/>
                <w:tab w:val="decimal" w:pos="1085"/>
              </w:tabs>
              <w:spacing w:line="240" w:lineRule="atLeast"/>
              <w:ind w:left="-43" w:right="-86"/>
              <w:rPr>
                <w:szCs w:val="22"/>
                <w:lang w:bidi="th-TH"/>
              </w:rPr>
            </w:pPr>
          </w:p>
        </w:tc>
        <w:tc>
          <w:tcPr>
            <w:tcW w:w="1203" w:type="dxa"/>
          </w:tcPr>
          <w:p w14:paraId="62B1856D" w14:textId="77777777" w:rsidR="00BE457C" w:rsidRPr="00033760" w:rsidRDefault="00BE457C" w:rsidP="00780E9C">
            <w:pPr>
              <w:pStyle w:val="acctfourfigures"/>
              <w:tabs>
                <w:tab w:val="clear" w:pos="765"/>
                <w:tab w:val="decimal" w:pos="610"/>
              </w:tabs>
              <w:spacing w:line="240" w:lineRule="atLeast"/>
              <w:ind w:left="-43" w:right="70"/>
              <w:jc w:val="right"/>
              <w:rPr>
                <w:szCs w:val="22"/>
                <w:lang w:bidi="th-TH"/>
              </w:rPr>
            </w:pPr>
          </w:p>
        </w:tc>
        <w:tc>
          <w:tcPr>
            <w:tcW w:w="257" w:type="dxa"/>
          </w:tcPr>
          <w:p w14:paraId="4F589EDB" w14:textId="77777777" w:rsidR="00BE457C" w:rsidRPr="00033760" w:rsidRDefault="00BE457C" w:rsidP="004A0A0F">
            <w:pPr>
              <w:pStyle w:val="acctfourfigures"/>
              <w:tabs>
                <w:tab w:val="clear" w:pos="765"/>
                <w:tab w:val="decimal" w:pos="1085"/>
              </w:tabs>
              <w:spacing w:line="240" w:lineRule="atLeast"/>
              <w:ind w:left="-43" w:right="-86"/>
              <w:rPr>
                <w:szCs w:val="22"/>
                <w:lang w:bidi="th-TH"/>
              </w:rPr>
            </w:pPr>
          </w:p>
        </w:tc>
        <w:tc>
          <w:tcPr>
            <w:tcW w:w="1203" w:type="dxa"/>
          </w:tcPr>
          <w:p w14:paraId="15D325DB" w14:textId="77777777" w:rsidR="00BE457C" w:rsidRPr="00033760" w:rsidRDefault="00BE457C" w:rsidP="00780E9C">
            <w:pPr>
              <w:pStyle w:val="acctfourfigures"/>
              <w:tabs>
                <w:tab w:val="clear" w:pos="765"/>
                <w:tab w:val="decimal" w:pos="970"/>
              </w:tabs>
              <w:spacing w:line="240" w:lineRule="atLeast"/>
              <w:ind w:left="-43" w:right="-86"/>
              <w:rPr>
                <w:szCs w:val="22"/>
                <w:lang w:bidi="th-TH"/>
              </w:rPr>
            </w:pPr>
          </w:p>
        </w:tc>
      </w:tr>
      <w:tr w:rsidR="00250505" w:rsidRPr="00033760" w14:paraId="329F2B23" w14:textId="77777777" w:rsidTr="00892375">
        <w:trPr>
          <w:gridAfter w:val="1"/>
          <w:wAfter w:w="13" w:type="dxa"/>
          <w:trHeight w:val="242"/>
        </w:trPr>
        <w:tc>
          <w:tcPr>
            <w:tcW w:w="4050" w:type="dxa"/>
            <w:shd w:val="clear" w:color="auto" w:fill="auto"/>
          </w:tcPr>
          <w:p w14:paraId="5E96701C" w14:textId="1D7F6D74" w:rsidR="00BE457C" w:rsidRPr="00250505" w:rsidRDefault="00BE457C" w:rsidP="00250505">
            <w:pPr>
              <w:spacing w:line="240" w:lineRule="auto"/>
              <w:ind w:right="-90"/>
              <w:rPr>
                <w:b/>
                <w:bCs/>
                <w:i/>
                <w:iCs/>
                <w:spacing w:val="-2"/>
                <w:szCs w:val="22"/>
                <w:cs/>
              </w:rPr>
            </w:pPr>
            <w:r w:rsidRPr="00250505">
              <w:rPr>
                <w:b/>
                <w:bCs/>
                <w:i/>
                <w:iCs/>
                <w:spacing w:val="-2"/>
                <w:szCs w:val="22"/>
              </w:rPr>
              <w:t>Financial assets and financial liabilities</w:t>
            </w:r>
          </w:p>
        </w:tc>
        <w:tc>
          <w:tcPr>
            <w:tcW w:w="257" w:type="dxa"/>
          </w:tcPr>
          <w:p w14:paraId="4C57C9F2"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1288" w:type="dxa"/>
          </w:tcPr>
          <w:p w14:paraId="5EEB38B5"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257" w:type="dxa"/>
          </w:tcPr>
          <w:p w14:paraId="00EB51E6"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1203" w:type="dxa"/>
            <w:shd w:val="clear" w:color="auto" w:fill="auto"/>
          </w:tcPr>
          <w:p w14:paraId="5EB1855F" w14:textId="77777777" w:rsidR="00BE457C" w:rsidRPr="00033760" w:rsidRDefault="00BE457C" w:rsidP="004A0A0F">
            <w:pPr>
              <w:pStyle w:val="acctfourfigures"/>
              <w:tabs>
                <w:tab w:val="clear" w:pos="765"/>
                <w:tab w:val="decimal" w:pos="1129"/>
              </w:tabs>
              <w:spacing w:line="240" w:lineRule="atLeast"/>
              <w:ind w:left="-43" w:right="-86"/>
              <w:rPr>
                <w:szCs w:val="22"/>
              </w:rPr>
            </w:pPr>
          </w:p>
        </w:tc>
        <w:tc>
          <w:tcPr>
            <w:tcW w:w="236" w:type="dxa"/>
            <w:shd w:val="clear" w:color="auto" w:fill="auto"/>
          </w:tcPr>
          <w:p w14:paraId="5B567CC8" w14:textId="77777777" w:rsidR="00BE457C" w:rsidRPr="00033760" w:rsidRDefault="00BE457C" w:rsidP="004A0A0F">
            <w:pPr>
              <w:pStyle w:val="acctfourfigures"/>
              <w:tabs>
                <w:tab w:val="clear" w:pos="765"/>
                <w:tab w:val="decimal" w:pos="796"/>
              </w:tabs>
              <w:spacing w:line="240" w:lineRule="atLeast"/>
              <w:ind w:left="-43" w:right="-86"/>
              <w:rPr>
                <w:szCs w:val="22"/>
              </w:rPr>
            </w:pPr>
          </w:p>
        </w:tc>
        <w:tc>
          <w:tcPr>
            <w:tcW w:w="1321" w:type="dxa"/>
            <w:shd w:val="clear" w:color="auto" w:fill="auto"/>
          </w:tcPr>
          <w:p w14:paraId="1FFDDFD9" w14:textId="77777777" w:rsidR="00BE457C" w:rsidRPr="00033760" w:rsidRDefault="00BE457C" w:rsidP="004A0A0F">
            <w:pPr>
              <w:pStyle w:val="acctfourfigures"/>
              <w:tabs>
                <w:tab w:val="clear" w:pos="765"/>
                <w:tab w:val="decimal" w:pos="1074"/>
              </w:tabs>
              <w:spacing w:line="240" w:lineRule="atLeast"/>
              <w:ind w:right="-86"/>
              <w:rPr>
                <w:szCs w:val="22"/>
                <w:lang w:val="en-US" w:bidi="th-TH"/>
              </w:rPr>
            </w:pPr>
          </w:p>
        </w:tc>
        <w:tc>
          <w:tcPr>
            <w:tcW w:w="236" w:type="dxa"/>
            <w:shd w:val="clear" w:color="auto" w:fill="auto"/>
          </w:tcPr>
          <w:p w14:paraId="69813D7A" w14:textId="77777777" w:rsidR="00BE457C" w:rsidRPr="00033760" w:rsidRDefault="00BE457C" w:rsidP="004A0A0F">
            <w:pPr>
              <w:tabs>
                <w:tab w:val="decimal" w:pos="595"/>
              </w:tabs>
              <w:ind w:left="-43" w:right="-86"/>
              <w:rPr>
                <w:szCs w:val="22"/>
              </w:rPr>
            </w:pPr>
          </w:p>
        </w:tc>
        <w:tc>
          <w:tcPr>
            <w:tcW w:w="1241" w:type="dxa"/>
            <w:shd w:val="clear" w:color="auto" w:fill="auto"/>
          </w:tcPr>
          <w:p w14:paraId="1E20739F" w14:textId="77777777" w:rsidR="00BE457C" w:rsidRPr="00033760" w:rsidRDefault="00BE457C" w:rsidP="00780E9C">
            <w:pPr>
              <w:pStyle w:val="acctfourfigures"/>
              <w:tabs>
                <w:tab w:val="clear" w:pos="765"/>
                <w:tab w:val="decimal" w:pos="986"/>
              </w:tabs>
              <w:spacing w:line="240" w:lineRule="atLeast"/>
              <w:ind w:left="-43" w:right="70"/>
              <w:rPr>
                <w:szCs w:val="22"/>
                <w:lang w:bidi="th-TH"/>
              </w:rPr>
            </w:pPr>
          </w:p>
        </w:tc>
        <w:tc>
          <w:tcPr>
            <w:tcW w:w="237" w:type="dxa"/>
            <w:shd w:val="clear" w:color="auto" w:fill="auto"/>
          </w:tcPr>
          <w:p w14:paraId="5E006FBB" w14:textId="77777777" w:rsidR="00BE457C" w:rsidRPr="00033760" w:rsidRDefault="00BE457C" w:rsidP="004A0A0F">
            <w:pPr>
              <w:pStyle w:val="acctfourfigures"/>
              <w:tabs>
                <w:tab w:val="clear" w:pos="765"/>
                <w:tab w:val="decimal" w:pos="595"/>
              </w:tabs>
              <w:spacing w:line="240" w:lineRule="atLeast"/>
              <w:ind w:left="-43" w:right="-86"/>
              <w:rPr>
                <w:szCs w:val="22"/>
              </w:rPr>
            </w:pPr>
          </w:p>
        </w:tc>
        <w:tc>
          <w:tcPr>
            <w:tcW w:w="1235" w:type="dxa"/>
            <w:shd w:val="clear" w:color="auto" w:fill="auto"/>
          </w:tcPr>
          <w:p w14:paraId="51CB3206" w14:textId="77777777" w:rsidR="00BE457C" w:rsidRPr="00033760" w:rsidRDefault="00BE457C" w:rsidP="00780E9C">
            <w:pPr>
              <w:pStyle w:val="acctfourfigures"/>
              <w:tabs>
                <w:tab w:val="clear" w:pos="765"/>
                <w:tab w:val="decimal" w:pos="1010"/>
              </w:tabs>
              <w:spacing w:line="240" w:lineRule="atLeast"/>
              <w:ind w:left="-43" w:right="-86"/>
              <w:rPr>
                <w:szCs w:val="22"/>
                <w:lang w:bidi="th-TH"/>
              </w:rPr>
            </w:pPr>
          </w:p>
        </w:tc>
        <w:tc>
          <w:tcPr>
            <w:tcW w:w="257" w:type="dxa"/>
          </w:tcPr>
          <w:p w14:paraId="7B4AE8E4" w14:textId="77777777" w:rsidR="00BE457C" w:rsidRPr="00033760" w:rsidRDefault="00BE457C" w:rsidP="004A0A0F">
            <w:pPr>
              <w:pStyle w:val="acctfourfigures"/>
              <w:tabs>
                <w:tab w:val="clear" w:pos="765"/>
                <w:tab w:val="decimal" w:pos="1085"/>
              </w:tabs>
              <w:spacing w:line="240" w:lineRule="atLeast"/>
              <w:ind w:left="-43" w:right="-86"/>
              <w:rPr>
                <w:szCs w:val="22"/>
                <w:lang w:bidi="th-TH"/>
              </w:rPr>
            </w:pPr>
          </w:p>
        </w:tc>
        <w:tc>
          <w:tcPr>
            <w:tcW w:w="1203" w:type="dxa"/>
          </w:tcPr>
          <w:p w14:paraId="03D5756F" w14:textId="77777777" w:rsidR="00BE457C" w:rsidRPr="00033760" w:rsidRDefault="00BE457C" w:rsidP="00780E9C">
            <w:pPr>
              <w:pStyle w:val="acctfourfigures"/>
              <w:tabs>
                <w:tab w:val="clear" w:pos="765"/>
                <w:tab w:val="decimal" w:pos="610"/>
              </w:tabs>
              <w:spacing w:line="240" w:lineRule="atLeast"/>
              <w:ind w:left="-43" w:right="70"/>
              <w:jc w:val="right"/>
              <w:rPr>
                <w:szCs w:val="22"/>
                <w:lang w:bidi="th-TH"/>
              </w:rPr>
            </w:pPr>
          </w:p>
        </w:tc>
        <w:tc>
          <w:tcPr>
            <w:tcW w:w="257" w:type="dxa"/>
          </w:tcPr>
          <w:p w14:paraId="2F06C784" w14:textId="77777777" w:rsidR="00BE457C" w:rsidRPr="00033760" w:rsidRDefault="00BE457C" w:rsidP="004A0A0F">
            <w:pPr>
              <w:pStyle w:val="acctfourfigures"/>
              <w:tabs>
                <w:tab w:val="clear" w:pos="765"/>
                <w:tab w:val="decimal" w:pos="1085"/>
              </w:tabs>
              <w:spacing w:line="240" w:lineRule="atLeast"/>
              <w:ind w:left="-43" w:right="-86"/>
              <w:rPr>
                <w:szCs w:val="22"/>
                <w:lang w:bidi="th-TH"/>
              </w:rPr>
            </w:pPr>
          </w:p>
        </w:tc>
        <w:tc>
          <w:tcPr>
            <w:tcW w:w="1203" w:type="dxa"/>
          </w:tcPr>
          <w:p w14:paraId="3220E287" w14:textId="77777777" w:rsidR="00BE457C" w:rsidRPr="00033760" w:rsidRDefault="00BE457C" w:rsidP="00780E9C">
            <w:pPr>
              <w:pStyle w:val="acctfourfigures"/>
              <w:tabs>
                <w:tab w:val="clear" w:pos="765"/>
                <w:tab w:val="decimal" w:pos="970"/>
              </w:tabs>
              <w:spacing w:line="240" w:lineRule="atLeast"/>
              <w:ind w:left="-43" w:right="-86"/>
              <w:rPr>
                <w:szCs w:val="22"/>
                <w:lang w:bidi="th-TH"/>
              </w:rPr>
            </w:pPr>
          </w:p>
        </w:tc>
      </w:tr>
      <w:tr w:rsidR="00297088" w:rsidRPr="00033760" w14:paraId="103006F3" w14:textId="77777777" w:rsidTr="00892375">
        <w:trPr>
          <w:gridAfter w:val="1"/>
          <w:wAfter w:w="13" w:type="dxa"/>
          <w:trHeight w:val="242"/>
        </w:trPr>
        <w:tc>
          <w:tcPr>
            <w:tcW w:w="4050" w:type="dxa"/>
            <w:shd w:val="clear" w:color="auto" w:fill="auto"/>
          </w:tcPr>
          <w:p w14:paraId="1F46AC3E" w14:textId="7CC687AA" w:rsidR="00297088" w:rsidRPr="00033760" w:rsidRDefault="00297088" w:rsidP="00297088">
            <w:pPr>
              <w:ind w:right="-90"/>
              <w:rPr>
                <w:szCs w:val="22"/>
                <w:cs/>
              </w:rPr>
            </w:pPr>
            <w:r w:rsidRPr="00033760">
              <w:rPr>
                <w:szCs w:val="22"/>
              </w:rPr>
              <w:t>Investment in equity instruments</w:t>
            </w:r>
          </w:p>
        </w:tc>
        <w:tc>
          <w:tcPr>
            <w:tcW w:w="257" w:type="dxa"/>
          </w:tcPr>
          <w:p w14:paraId="754A87C8" w14:textId="77777777" w:rsidR="00297088" w:rsidRPr="00033760" w:rsidRDefault="00297088" w:rsidP="00297088">
            <w:pPr>
              <w:pStyle w:val="acctfourfigures"/>
              <w:tabs>
                <w:tab w:val="clear" w:pos="765"/>
                <w:tab w:val="decimal" w:pos="1129"/>
              </w:tabs>
              <w:spacing w:line="240" w:lineRule="atLeast"/>
              <w:ind w:left="-43" w:right="-86"/>
              <w:rPr>
                <w:szCs w:val="22"/>
              </w:rPr>
            </w:pPr>
          </w:p>
        </w:tc>
        <w:tc>
          <w:tcPr>
            <w:tcW w:w="1288" w:type="dxa"/>
          </w:tcPr>
          <w:p w14:paraId="47480BE0" w14:textId="31123FB2" w:rsidR="00297088" w:rsidRPr="00626FA0" w:rsidRDefault="000173BF" w:rsidP="00C15A36">
            <w:pPr>
              <w:pStyle w:val="acctfourfigures"/>
              <w:tabs>
                <w:tab w:val="clear" w:pos="765"/>
                <w:tab w:val="decimal" w:pos="1060"/>
              </w:tabs>
              <w:spacing w:line="240" w:lineRule="atLeast"/>
              <w:ind w:left="-43" w:right="-86"/>
              <w:rPr>
                <w:rFonts w:cs="Angsana New"/>
                <w:szCs w:val="28"/>
                <w:lang w:val="en-US" w:bidi="th-TH"/>
              </w:rPr>
            </w:pPr>
            <w:r>
              <w:rPr>
                <w:rFonts w:cs="Angsana New"/>
                <w:szCs w:val="28"/>
                <w:lang w:val="en-US" w:bidi="th-TH"/>
              </w:rPr>
              <w:t>-</w:t>
            </w:r>
          </w:p>
        </w:tc>
        <w:tc>
          <w:tcPr>
            <w:tcW w:w="257" w:type="dxa"/>
          </w:tcPr>
          <w:p w14:paraId="31FC72E8" w14:textId="77777777" w:rsidR="00297088" w:rsidRPr="009D4211" w:rsidRDefault="00297088" w:rsidP="00297088">
            <w:pPr>
              <w:pStyle w:val="acctfourfigures"/>
              <w:tabs>
                <w:tab w:val="clear" w:pos="765"/>
                <w:tab w:val="decimal" w:pos="1129"/>
              </w:tabs>
              <w:spacing w:line="240" w:lineRule="atLeast"/>
              <w:ind w:left="-43" w:right="-86"/>
              <w:rPr>
                <w:szCs w:val="22"/>
              </w:rPr>
            </w:pPr>
          </w:p>
        </w:tc>
        <w:tc>
          <w:tcPr>
            <w:tcW w:w="1203" w:type="dxa"/>
            <w:shd w:val="clear" w:color="auto" w:fill="auto"/>
          </w:tcPr>
          <w:p w14:paraId="3CD102A7" w14:textId="04611180" w:rsidR="00297088" w:rsidRPr="009D4211" w:rsidRDefault="000173BF" w:rsidP="00297088">
            <w:pPr>
              <w:pStyle w:val="acctfourfigures"/>
              <w:tabs>
                <w:tab w:val="clear" w:pos="765"/>
                <w:tab w:val="decimal" w:pos="1040"/>
              </w:tabs>
              <w:spacing w:line="240" w:lineRule="atLeast"/>
              <w:ind w:left="-43" w:right="-86"/>
              <w:rPr>
                <w:szCs w:val="22"/>
              </w:rPr>
            </w:pPr>
            <w:r>
              <w:rPr>
                <w:szCs w:val="22"/>
              </w:rPr>
              <w:t>44,259</w:t>
            </w:r>
          </w:p>
        </w:tc>
        <w:tc>
          <w:tcPr>
            <w:tcW w:w="236" w:type="dxa"/>
            <w:shd w:val="clear" w:color="auto" w:fill="auto"/>
          </w:tcPr>
          <w:p w14:paraId="395F8860" w14:textId="77777777" w:rsidR="00297088" w:rsidRPr="009D4211" w:rsidRDefault="00297088" w:rsidP="00297088">
            <w:pPr>
              <w:pStyle w:val="acctfourfigures"/>
              <w:tabs>
                <w:tab w:val="clear" w:pos="765"/>
                <w:tab w:val="decimal" w:pos="796"/>
              </w:tabs>
              <w:spacing w:line="240" w:lineRule="atLeast"/>
              <w:ind w:left="-43" w:right="-86"/>
              <w:rPr>
                <w:szCs w:val="22"/>
              </w:rPr>
            </w:pPr>
          </w:p>
        </w:tc>
        <w:tc>
          <w:tcPr>
            <w:tcW w:w="1321" w:type="dxa"/>
            <w:shd w:val="clear" w:color="auto" w:fill="auto"/>
          </w:tcPr>
          <w:p w14:paraId="20FF9E33" w14:textId="0F34C08C" w:rsidR="00297088" w:rsidRPr="009D4211" w:rsidRDefault="000173BF" w:rsidP="00297088">
            <w:pPr>
              <w:pStyle w:val="acctfourfigures"/>
              <w:tabs>
                <w:tab w:val="clear" w:pos="765"/>
                <w:tab w:val="decimal" w:pos="1080"/>
              </w:tabs>
              <w:spacing w:line="240" w:lineRule="atLeast"/>
              <w:ind w:right="-86"/>
              <w:rPr>
                <w:szCs w:val="22"/>
                <w:cs/>
                <w:lang w:val="en-US" w:bidi="th-TH"/>
              </w:rPr>
            </w:pPr>
            <w:r>
              <w:rPr>
                <w:szCs w:val="22"/>
                <w:lang w:val="en-US" w:bidi="th-TH"/>
              </w:rPr>
              <w:t>-</w:t>
            </w:r>
          </w:p>
        </w:tc>
        <w:tc>
          <w:tcPr>
            <w:tcW w:w="236" w:type="dxa"/>
            <w:shd w:val="clear" w:color="auto" w:fill="auto"/>
          </w:tcPr>
          <w:p w14:paraId="0964BD68" w14:textId="77777777" w:rsidR="00297088" w:rsidRPr="009D4211" w:rsidRDefault="00297088" w:rsidP="00297088">
            <w:pPr>
              <w:tabs>
                <w:tab w:val="decimal" w:pos="595"/>
              </w:tabs>
              <w:ind w:left="-43" w:right="-86"/>
              <w:rPr>
                <w:szCs w:val="22"/>
              </w:rPr>
            </w:pPr>
          </w:p>
        </w:tc>
        <w:tc>
          <w:tcPr>
            <w:tcW w:w="1241" w:type="dxa"/>
            <w:shd w:val="clear" w:color="auto" w:fill="auto"/>
          </w:tcPr>
          <w:p w14:paraId="78C2FF11" w14:textId="42641359" w:rsidR="00297088" w:rsidRPr="009D4211" w:rsidRDefault="000173BF" w:rsidP="00297088">
            <w:pPr>
              <w:pStyle w:val="acctfourfigures"/>
              <w:tabs>
                <w:tab w:val="clear" w:pos="765"/>
                <w:tab w:val="decimal" w:pos="1099"/>
              </w:tabs>
              <w:spacing w:line="240" w:lineRule="atLeast"/>
              <w:ind w:left="-43" w:right="70"/>
              <w:rPr>
                <w:szCs w:val="22"/>
                <w:cs/>
                <w:lang w:bidi="th-TH"/>
              </w:rPr>
            </w:pPr>
            <w:r>
              <w:rPr>
                <w:szCs w:val="22"/>
                <w:lang w:bidi="th-TH"/>
              </w:rPr>
              <w:t>44,259</w:t>
            </w:r>
          </w:p>
        </w:tc>
        <w:tc>
          <w:tcPr>
            <w:tcW w:w="237" w:type="dxa"/>
            <w:shd w:val="clear" w:color="auto" w:fill="auto"/>
          </w:tcPr>
          <w:p w14:paraId="6BC02988" w14:textId="77777777" w:rsidR="00297088" w:rsidRPr="009D4211" w:rsidRDefault="00297088" w:rsidP="00297088">
            <w:pPr>
              <w:pStyle w:val="acctfourfigures"/>
              <w:tabs>
                <w:tab w:val="clear" w:pos="765"/>
                <w:tab w:val="decimal" w:pos="595"/>
              </w:tabs>
              <w:spacing w:line="240" w:lineRule="atLeast"/>
              <w:ind w:left="-43" w:right="-86"/>
              <w:rPr>
                <w:szCs w:val="22"/>
              </w:rPr>
            </w:pPr>
          </w:p>
        </w:tc>
        <w:tc>
          <w:tcPr>
            <w:tcW w:w="1235" w:type="dxa"/>
            <w:shd w:val="clear" w:color="auto" w:fill="auto"/>
          </w:tcPr>
          <w:p w14:paraId="46063813" w14:textId="6C92BEAF" w:rsidR="00297088" w:rsidRPr="009D4211" w:rsidRDefault="000173BF" w:rsidP="0083553E">
            <w:pPr>
              <w:pStyle w:val="acctfourfigures"/>
              <w:tabs>
                <w:tab w:val="clear" w:pos="765"/>
                <w:tab w:val="decimal" w:pos="1010"/>
              </w:tabs>
              <w:spacing w:line="240" w:lineRule="atLeast"/>
              <w:ind w:left="-43" w:right="-86"/>
              <w:rPr>
                <w:szCs w:val="22"/>
                <w:cs/>
                <w:lang w:bidi="th-TH"/>
              </w:rPr>
            </w:pPr>
            <w:r>
              <w:rPr>
                <w:szCs w:val="22"/>
                <w:lang w:bidi="th-TH"/>
              </w:rPr>
              <w:t>-</w:t>
            </w:r>
          </w:p>
        </w:tc>
        <w:tc>
          <w:tcPr>
            <w:tcW w:w="257" w:type="dxa"/>
          </w:tcPr>
          <w:p w14:paraId="77A1F981"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1BEDCA71" w14:textId="44AEC752" w:rsidR="00297088" w:rsidRPr="009D4211" w:rsidRDefault="000173BF" w:rsidP="00297088">
            <w:pPr>
              <w:pStyle w:val="acctfourfigures"/>
              <w:tabs>
                <w:tab w:val="clear" w:pos="765"/>
                <w:tab w:val="decimal" w:pos="610"/>
                <w:tab w:val="decimal" w:pos="1040"/>
              </w:tabs>
              <w:spacing w:line="240" w:lineRule="atLeast"/>
              <w:ind w:left="-43" w:right="70"/>
              <w:jc w:val="right"/>
              <w:rPr>
                <w:szCs w:val="22"/>
                <w:lang w:bidi="th-TH"/>
              </w:rPr>
            </w:pPr>
            <w:r>
              <w:rPr>
                <w:szCs w:val="22"/>
                <w:lang w:bidi="th-TH"/>
              </w:rPr>
              <w:t>44,259</w:t>
            </w:r>
          </w:p>
        </w:tc>
        <w:tc>
          <w:tcPr>
            <w:tcW w:w="257" w:type="dxa"/>
          </w:tcPr>
          <w:p w14:paraId="0C7C1F34" w14:textId="77777777" w:rsidR="00297088" w:rsidRPr="009D4211" w:rsidRDefault="00297088" w:rsidP="00297088">
            <w:pPr>
              <w:pStyle w:val="acctfourfigures"/>
              <w:tabs>
                <w:tab w:val="clear" w:pos="765"/>
                <w:tab w:val="decimal" w:pos="1129"/>
              </w:tabs>
              <w:spacing w:line="240" w:lineRule="atLeast"/>
              <w:ind w:left="-43" w:right="-86"/>
              <w:rPr>
                <w:szCs w:val="22"/>
                <w:lang w:bidi="th-TH"/>
              </w:rPr>
            </w:pPr>
          </w:p>
        </w:tc>
        <w:tc>
          <w:tcPr>
            <w:tcW w:w="1203" w:type="dxa"/>
          </w:tcPr>
          <w:p w14:paraId="10C5D2AE" w14:textId="1922E229" w:rsidR="00297088" w:rsidRPr="009D4211" w:rsidRDefault="000173BF" w:rsidP="009D4211">
            <w:pPr>
              <w:pStyle w:val="acctfourfigures"/>
              <w:tabs>
                <w:tab w:val="clear" w:pos="765"/>
                <w:tab w:val="decimal" w:pos="970"/>
              </w:tabs>
              <w:spacing w:line="240" w:lineRule="atLeast"/>
              <w:ind w:left="-43" w:right="-86"/>
              <w:rPr>
                <w:szCs w:val="22"/>
                <w:lang w:bidi="th-TH"/>
              </w:rPr>
            </w:pPr>
            <w:r>
              <w:rPr>
                <w:szCs w:val="22"/>
                <w:lang w:bidi="th-TH"/>
              </w:rPr>
              <w:t>44,259</w:t>
            </w:r>
          </w:p>
        </w:tc>
      </w:tr>
      <w:tr w:rsidR="00297088" w:rsidRPr="00033760" w14:paraId="64BE6E78" w14:textId="77777777" w:rsidTr="00892375">
        <w:trPr>
          <w:gridAfter w:val="1"/>
          <w:wAfter w:w="13" w:type="dxa"/>
          <w:trHeight w:val="242"/>
        </w:trPr>
        <w:tc>
          <w:tcPr>
            <w:tcW w:w="4050" w:type="dxa"/>
            <w:shd w:val="clear" w:color="auto" w:fill="auto"/>
          </w:tcPr>
          <w:p w14:paraId="1D87526D" w14:textId="3CCB0397" w:rsidR="00297088" w:rsidRPr="00250505" w:rsidRDefault="00297088" w:rsidP="00297088">
            <w:pPr>
              <w:spacing w:line="240" w:lineRule="auto"/>
              <w:rPr>
                <w:spacing w:val="-6"/>
                <w:szCs w:val="22"/>
              </w:rPr>
            </w:pPr>
            <w:r w:rsidRPr="00250505">
              <w:rPr>
                <w:spacing w:val="-6"/>
                <w:szCs w:val="22"/>
              </w:rPr>
              <w:t>Long-term loans from financial institution</w:t>
            </w:r>
          </w:p>
        </w:tc>
        <w:tc>
          <w:tcPr>
            <w:tcW w:w="257" w:type="dxa"/>
          </w:tcPr>
          <w:p w14:paraId="6B71D146" w14:textId="77777777" w:rsidR="00297088" w:rsidRPr="00033760" w:rsidRDefault="00297088" w:rsidP="00297088">
            <w:pPr>
              <w:pStyle w:val="acctfourfigures"/>
              <w:tabs>
                <w:tab w:val="clear" w:pos="765"/>
                <w:tab w:val="decimal" w:pos="1129"/>
              </w:tabs>
              <w:spacing w:line="240" w:lineRule="atLeast"/>
              <w:ind w:left="-43" w:right="-86"/>
              <w:rPr>
                <w:szCs w:val="22"/>
              </w:rPr>
            </w:pPr>
          </w:p>
        </w:tc>
        <w:tc>
          <w:tcPr>
            <w:tcW w:w="1288" w:type="dxa"/>
          </w:tcPr>
          <w:p w14:paraId="087654AF" w14:textId="2422659C" w:rsidR="00297088" w:rsidRPr="009D4211" w:rsidRDefault="000173BF" w:rsidP="009D4211">
            <w:pPr>
              <w:pStyle w:val="acctfourfigures"/>
              <w:tabs>
                <w:tab w:val="clear" w:pos="765"/>
                <w:tab w:val="decimal" w:pos="1060"/>
              </w:tabs>
              <w:spacing w:line="240" w:lineRule="atLeast"/>
              <w:ind w:right="-86"/>
              <w:rPr>
                <w:szCs w:val="22"/>
              </w:rPr>
            </w:pPr>
            <w:r>
              <w:rPr>
                <w:szCs w:val="22"/>
              </w:rPr>
              <w:t>-</w:t>
            </w:r>
          </w:p>
        </w:tc>
        <w:tc>
          <w:tcPr>
            <w:tcW w:w="257" w:type="dxa"/>
          </w:tcPr>
          <w:p w14:paraId="3E9B6091" w14:textId="77777777" w:rsidR="00297088" w:rsidRPr="009D4211" w:rsidRDefault="00297088" w:rsidP="00297088">
            <w:pPr>
              <w:pStyle w:val="acctfourfigures"/>
              <w:tabs>
                <w:tab w:val="clear" w:pos="765"/>
                <w:tab w:val="decimal" w:pos="1129"/>
              </w:tabs>
              <w:spacing w:line="240" w:lineRule="atLeast"/>
              <w:ind w:left="-43" w:right="-86"/>
              <w:rPr>
                <w:szCs w:val="22"/>
              </w:rPr>
            </w:pPr>
          </w:p>
        </w:tc>
        <w:tc>
          <w:tcPr>
            <w:tcW w:w="1203" w:type="dxa"/>
            <w:shd w:val="clear" w:color="auto" w:fill="auto"/>
          </w:tcPr>
          <w:p w14:paraId="69D46DD8" w14:textId="1AE91A5E" w:rsidR="00297088" w:rsidRPr="009D4211" w:rsidRDefault="000173BF" w:rsidP="00297088">
            <w:pPr>
              <w:pStyle w:val="acctfourfigures"/>
              <w:tabs>
                <w:tab w:val="clear" w:pos="765"/>
                <w:tab w:val="decimal" w:pos="1040"/>
              </w:tabs>
              <w:spacing w:line="240" w:lineRule="atLeast"/>
              <w:ind w:left="-43" w:right="-86"/>
              <w:rPr>
                <w:szCs w:val="22"/>
              </w:rPr>
            </w:pPr>
            <w:r>
              <w:rPr>
                <w:szCs w:val="22"/>
              </w:rPr>
              <w:t>-</w:t>
            </w:r>
          </w:p>
        </w:tc>
        <w:tc>
          <w:tcPr>
            <w:tcW w:w="236" w:type="dxa"/>
            <w:shd w:val="clear" w:color="auto" w:fill="auto"/>
          </w:tcPr>
          <w:p w14:paraId="1586E923" w14:textId="77777777" w:rsidR="00297088" w:rsidRPr="009D4211" w:rsidRDefault="00297088" w:rsidP="00297088">
            <w:pPr>
              <w:pStyle w:val="acctfourfigures"/>
              <w:tabs>
                <w:tab w:val="clear" w:pos="765"/>
                <w:tab w:val="decimal" w:pos="796"/>
              </w:tabs>
              <w:spacing w:line="240" w:lineRule="atLeast"/>
              <w:ind w:left="-43" w:right="-86"/>
              <w:rPr>
                <w:szCs w:val="22"/>
              </w:rPr>
            </w:pPr>
          </w:p>
        </w:tc>
        <w:tc>
          <w:tcPr>
            <w:tcW w:w="1321" w:type="dxa"/>
            <w:shd w:val="clear" w:color="auto" w:fill="auto"/>
          </w:tcPr>
          <w:p w14:paraId="73AAAC3E" w14:textId="58B20887" w:rsidR="009D4211" w:rsidRPr="009D4211" w:rsidRDefault="000173BF" w:rsidP="00297088">
            <w:pPr>
              <w:pStyle w:val="acctfourfigures"/>
              <w:tabs>
                <w:tab w:val="clear" w:pos="765"/>
                <w:tab w:val="decimal" w:pos="1080"/>
              </w:tabs>
              <w:spacing w:line="240" w:lineRule="atLeast"/>
              <w:ind w:right="-86"/>
              <w:rPr>
                <w:szCs w:val="22"/>
                <w:cs/>
                <w:lang w:val="en-US" w:bidi="th-TH"/>
              </w:rPr>
            </w:pPr>
            <w:r>
              <w:rPr>
                <w:szCs w:val="22"/>
                <w:lang w:val="en-US" w:bidi="th-TH"/>
              </w:rPr>
              <w:t>(120,759)</w:t>
            </w:r>
          </w:p>
        </w:tc>
        <w:tc>
          <w:tcPr>
            <w:tcW w:w="236" w:type="dxa"/>
            <w:shd w:val="clear" w:color="auto" w:fill="auto"/>
          </w:tcPr>
          <w:p w14:paraId="759EC021" w14:textId="77777777" w:rsidR="00297088" w:rsidRPr="009D4211" w:rsidRDefault="00297088" w:rsidP="00297088">
            <w:pPr>
              <w:tabs>
                <w:tab w:val="decimal" w:pos="595"/>
              </w:tabs>
              <w:ind w:left="-43" w:right="-86"/>
              <w:rPr>
                <w:szCs w:val="22"/>
              </w:rPr>
            </w:pPr>
          </w:p>
        </w:tc>
        <w:tc>
          <w:tcPr>
            <w:tcW w:w="1241" w:type="dxa"/>
            <w:shd w:val="clear" w:color="auto" w:fill="auto"/>
          </w:tcPr>
          <w:p w14:paraId="663DAAB2" w14:textId="210DBF5C" w:rsidR="00297088" w:rsidRPr="009D4211" w:rsidRDefault="000173BF" w:rsidP="00297088">
            <w:pPr>
              <w:pStyle w:val="acctfourfigures"/>
              <w:tabs>
                <w:tab w:val="clear" w:pos="765"/>
                <w:tab w:val="decimal" w:pos="1099"/>
              </w:tabs>
              <w:spacing w:line="240" w:lineRule="atLeast"/>
              <w:ind w:left="-43" w:right="-9"/>
              <w:rPr>
                <w:szCs w:val="22"/>
                <w:cs/>
                <w:lang w:bidi="th-TH"/>
              </w:rPr>
            </w:pPr>
            <w:r>
              <w:rPr>
                <w:szCs w:val="22"/>
                <w:lang w:bidi="th-TH"/>
              </w:rPr>
              <w:t>(120,759)</w:t>
            </w:r>
          </w:p>
        </w:tc>
        <w:tc>
          <w:tcPr>
            <w:tcW w:w="237" w:type="dxa"/>
            <w:shd w:val="clear" w:color="auto" w:fill="auto"/>
          </w:tcPr>
          <w:p w14:paraId="66CA607A" w14:textId="77777777" w:rsidR="00297088" w:rsidRPr="009D4211" w:rsidRDefault="00297088" w:rsidP="00297088">
            <w:pPr>
              <w:pStyle w:val="acctfourfigures"/>
              <w:tabs>
                <w:tab w:val="clear" w:pos="765"/>
                <w:tab w:val="decimal" w:pos="595"/>
              </w:tabs>
              <w:spacing w:line="240" w:lineRule="atLeast"/>
              <w:ind w:left="-43" w:right="-86"/>
              <w:rPr>
                <w:szCs w:val="22"/>
              </w:rPr>
            </w:pPr>
          </w:p>
        </w:tc>
        <w:tc>
          <w:tcPr>
            <w:tcW w:w="1235" w:type="dxa"/>
            <w:shd w:val="clear" w:color="auto" w:fill="auto"/>
          </w:tcPr>
          <w:p w14:paraId="7CE42526" w14:textId="20E1D6A1" w:rsidR="00297088" w:rsidRPr="009D4211" w:rsidRDefault="000173BF" w:rsidP="00297088">
            <w:pPr>
              <w:pStyle w:val="acctfourfigures"/>
              <w:tabs>
                <w:tab w:val="clear" w:pos="765"/>
                <w:tab w:val="decimal" w:pos="1010"/>
              </w:tabs>
              <w:spacing w:line="240" w:lineRule="atLeast"/>
              <w:ind w:left="-43" w:right="-86"/>
              <w:rPr>
                <w:szCs w:val="22"/>
                <w:cs/>
                <w:lang w:bidi="th-TH"/>
              </w:rPr>
            </w:pPr>
            <w:r>
              <w:rPr>
                <w:szCs w:val="22"/>
                <w:lang w:bidi="th-TH"/>
              </w:rPr>
              <w:t>(120,</w:t>
            </w:r>
            <w:r w:rsidR="000B48F9">
              <w:rPr>
                <w:szCs w:val="22"/>
                <w:lang w:bidi="th-TH"/>
              </w:rPr>
              <w:t>502</w:t>
            </w:r>
            <w:r>
              <w:rPr>
                <w:szCs w:val="22"/>
                <w:lang w:bidi="th-TH"/>
              </w:rPr>
              <w:t>)</w:t>
            </w:r>
          </w:p>
        </w:tc>
        <w:tc>
          <w:tcPr>
            <w:tcW w:w="257" w:type="dxa"/>
          </w:tcPr>
          <w:p w14:paraId="5772142C"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4E7CAF14" w14:textId="00217D8B" w:rsidR="00297088" w:rsidRPr="009D4211" w:rsidRDefault="000173BF" w:rsidP="00297088">
            <w:pPr>
              <w:pStyle w:val="acctfourfigures"/>
              <w:tabs>
                <w:tab w:val="clear" w:pos="765"/>
                <w:tab w:val="decimal" w:pos="610"/>
                <w:tab w:val="decimal" w:pos="1040"/>
              </w:tabs>
              <w:spacing w:line="240" w:lineRule="atLeast"/>
              <w:ind w:left="-43" w:right="70"/>
              <w:jc w:val="right"/>
              <w:rPr>
                <w:szCs w:val="22"/>
                <w:lang w:bidi="th-TH"/>
              </w:rPr>
            </w:pPr>
            <w:r>
              <w:rPr>
                <w:szCs w:val="22"/>
                <w:lang w:bidi="th-TH"/>
              </w:rPr>
              <w:t>-</w:t>
            </w:r>
          </w:p>
        </w:tc>
        <w:tc>
          <w:tcPr>
            <w:tcW w:w="257" w:type="dxa"/>
          </w:tcPr>
          <w:p w14:paraId="20557CF7"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0AA7DC63" w14:textId="424B1C24" w:rsidR="00297088" w:rsidRPr="009D4211" w:rsidRDefault="000173BF" w:rsidP="00297088">
            <w:pPr>
              <w:pStyle w:val="acctfourfigures"/>
              <w:tabs>
                <w:tab w:val="clear" w:pos="765"/>
                <w:tab w:val="decimal" w:pos="970"/>
              </w:tabs>
              <w:spacing w:line="240" w:lineRule="atLeast"/>
              <w:ind w:left="-43" w:right="-86"/>
              <w:rPr>
                <w:szCs w:val="22"/>
                <w:lang w:bidi="th-TH"/>
              </w:rPr>
            </w:pPr>
            <w:r>
              <w:rPr>
                <w:szCs w:val="22"/>
                <w:lang w:bidi="th-TH"/>
              </w:rPr>
              <w:t>(120,</w:t>
            </w:r>
            <w:r w:rsidR="000B48F9">
              <w:rPr>
                <w:szCs w:val="22"/>
                <w:lang w:bidi="th-TH"/>
              </w:rPr>
              <w:t>502</w:t>
            </w:r>
            <w:r>
              <w:rPr>
                <w:szCs w:val="22"/>
                <w:lang w:bidi="th-TH"/>
              </w:rPr>
              <w:t>)</w:t>
            </w:r>
          </w:p>
        </w:tc>
      </w:tr>
      <w:tr w:rsidR="00297088" w:rsidRPr="00033760" w14:paraId="7F8E4AD4" w14:textId="77777777" w:rsidTr="00892375">
        <w:trPr>
          <w:gridAfter w:val="1"/>
          <w:wAfter w:w="13" w:type="dxa"/>
          <w:trHeight w:val="242"/>
        </w:trPr>
        <w:tc>
          <w:tcPr>
            <w:tcW w:w="4050" w:type="dxa"/>
            <w:shd w:val="clear" w:color="auto" w:fill="auto"/>
          </w:tcPr>
          <w:p w14:paraId="2947F535" w14:textId="674F918C" w:rsidR="00297088" w:rsidRPr="0083553E" w:rsidRDefault="00297088" w:rsidP="00297088">
            <w:pPr>
              <w:spacing w:line="240" w:lineRule="auto"/>
              <w:rPr>
                <w:szCs w:val="22"/>
              </w:rPr>
            </w:pPr>
            <w:r w:rsidRPr="0083553E">
              <w:rPr>
                <w:szCs w:val="22"/>
              </w:rPr>
              <w:t>Foreign currency forward contracts</w:t>
            </w:r>
            <w:r w:rsidR="00626FA0">
              <w:rPr>
                <w:szCs w:val="22"/>
              </w:rPr>
              <w:t>*</w:t>
            </w:r>
          </w:p>
        </w:tc>
        <w:tc>
          <w:tcPr>
            <w:tcW w:w="257" w:type="dxa"/>
          </w:tcPr>
          <w:p w14:paraId="4896BA56" w14:textId="77777777" w:rsidR="00297088" w:rsidRPr="00033760" w:rsidRDefault="00297088" w:rsidP="00297088">
            <w:pPr>
              <w:pStyle w:val="acctfourfigures"/>
              <w:tabs>
                <w:tab w:val="clear" w:pos="765"/>
                <w:tab w:val="decimal" w:pos="1129"/>
              </w:tabs>
              <w:spacing w:line="240" w:lineRule="atLeast"/>
              <w:ind w:left="-43" w:right="-86"/>
              <w:rPr>
                <w:szCs w:val="22"/>
              </w:rPr>
            </w:pPr>
          </w:p>
        </w:tc>
        <w:tc>
          <w:tcPr>
            <w:tcW w:w="1288" w:type="dxa"/>
          </w:tcPr>
          <w:p w14:paraId="5977450A" w14:textId="589AC64B" w:rsidR="00297088" w:rsidRPr="009D4211" w:rsidRDefault="000173BF" w:rsidP="00297088">
            <w:pPr>
              <w:pStyle w:val="acctfourfigures"/>
              <w:tabs>
                <w:tab w:val="clear" w:pos="765"/>
                <w:tab w:val="decimal" w:pos="1060"/>
              </w:tabs>
              <w:spacing w:line="240" w:lineRule="atLeast"/>
              <w:ind w:left="-43" w:right="-86"/>
              <w:rPr>
                <w:szCs w:val="22"/>
              </w:rPr>
            </w:pPr>
            <w:r>
              <w:rPr>
                <w:szCs w:val="22"/>
              </w:rPr>
              <w:t>(780)</w:t>
            </w:r>
          </w:p>
        </w:tc>
        <w:tc>
          <w:tcPr>
            <w:tcW w:w="257" w:type="dxa"/>
          </w:tcPr>
          <w:p w14:paraId="4FA07BA1" w14:textId="77777777" w:rsidR="00297088" w:rsidRPr="009D4211" w:rsidRDefault="00297088" w:rsidP="00297088">
            <w:pPr>
              <w:pStyle w:val="acctfourfigures"/>
              <w:tabs>
                <w:tab w:val="clear" w:pos="765"/>
                <w:tab w:val="decimal" w:pos="1129"/>
              </w:tabs>
              <w:spacing w:line="240" w:lineRule="atLeast"/>
              <w:ind w:left="-43" w:right="-86"/>
              <w:rPr>
                <w:szCs w:val="22"/>
              </w:rPr>
            </w:pPr>
          </w:p>
        </w:tc>
        <w:tc>
          <w:tcPr>
            <w:tcW w:w="1203" w:type="dxa"/>
            <w:shd w:val="clear" w:color="auto" w:fill="auto"/>
          </w:tcPr>
          <w:p w14:paraId="5AB3B803" w14:textId="7BA54AD5" w:rsidR="00297088" w:rsidRPr="009D4211" w:rsidRDefault="000173BF" w:rsidP="003C22D6">
            <w:pPr>
              <w:pStyle w:val="acctfourfigures"/>
              <w:tabs>
                <w:tab w:val="clear" w:pos="765"/>
                <w:tab w:val="decimal" w:pos="1040"/>
              </w:tabs>
              <w:spacing w:line="240" w:lineRule="atLeast"/>
              <w:ind w:right="-86"/>
              <w:rPr>
                <w:szCs w:val="22"/>
              </w:rPr>
            </w:pPr>
            <w:r>
              <w:rPr>
                <w:szCs w:val="22"/>
              </w:rPr>
              <w:t>-</w:t>
            </w:r>
          </w:p>
        </w:tc>
        <w:tc>
          <w:tcPr>
            <w:tcW w:w="236" w:type="dxa"/>
            <w:shd w:val="clear" w:color="auto" w:fill="auto"/>
          </w:tcPr>
          <w:p w14:paraId="3BA733D7" w14:textId="77777777" w:rsidR="00297088" w:rsidRPr="009D4211" w:rsidRDefault="00297088" w:rsidP="00297088">
            <w:pPr>
              <w:pStyle w:val="acctfourfigures"/>
              <w:tabs>
                <w:tab w:val="clear" w:pos="765"/>
                <w:tab w:val="decimal" w:pos="796"/>
              </w:tabs>
              <w:spacing w:line="240" w:lineRule="atLeast"/>
              <w:ind w:left="-43" w:right="-86"/>
              <w:rPr>
                <w:szCs w:val="22"/>
              </w:rPr>
            </w:pPr>
          </w:p>
        </w:tc>
        <w:tc>
          <w:tcPr>
            <w:tcW w:w="1321" w:type="dxa"/>
            <w:shd w:val="clear" w:color="auto" w:fill="auto"/>
          </w:tcPr>
          <w:p w14:paraId="187C9666" w14:textId="40FE10D0" w:rsidR="00297088" w:rsidRPr="009D4211" w:rsidRDefault="000173BF" w:rsidP="00297088">
            <w:pPr>
              <w:pStyle w:val="acctfourfigures"/>
              <w:tabs>
                <w:tab w:val="clear" w:pos="765"/>
                <w:tab w:val="decimal" w:pos="1080"/>
              </w:tabs>
              <w:spacing w:line="240" w:lineRule="atLeast"/>
              <w:ind w:right="-86"/>
              <w:rPr>
                <w:szCs w:val="22"/>
                <w:cs/>
                <w:lang w:val="en-US" w:bidi="th-TH"/>
              </w:rPr>
            </w:pPr>
            <w:r>
              <w:rPr>
                <w:szCs w:val="22"/>
                <w:lang w:val="en-US" w:bidi="th-TH"/>
              </w:rPr>
              <w:t>-</w:t>
            </w:r>
          </w:p>
        </w:tc>
        <w:tc>
          <w:tcPr>
            <w:tcW w:w="236" w:type="dxa"/>
            <w:shd w:val="clear" w:color="auto" w:fill="auto"/>
          </w:tcPr>
          <w:p w14:paraId="7EA291FB" w14:textId="77777777" w:rsidR="00297088" w:rsidRPr="009D4211" w:rsidRDefault="00297088" w:rsidP="00297088">
            <w:pPr>
              <w:tabs>
                <w:tab w:val="decimal" w:pos="595"/>
              </w:tabs>
              <w:ind w:left="-43" w:right="-86"/>
              <w:rPr>
                <w:szCs w:val="22"/>
              </w:rPr>
            </w:pPr>
          </w:p>
        </w:tc>
        <w:tc>
          <w:tcPr>
            <w:tcW w:w="1241" w:type="dxa"/>
            <w:shd w:val="clear" w:color="auto" w:fill="auto"/>
          </w:tcPr>
          <w:p w14:paraId="3DC73C99" w14:textId="455BC49E" w:rsidR="00297088" w:rsidRPr="009D4211" w:rsidRDefault="000173BF" w:rsidP="00297088">
            <w:pPr>
              <w:pStyle w:val="acctfourfigures"/>
              <w:tabs>
                <w:tab w:val="clear" w:pos="765"/>
                <w:tab w:val="decimal" w:pos="1099"/>
              </w:tabs>
              <w:spacing w:line="240" w:lineRule="atLeast"/>
              <w:ind w:left="-43" w:right="-9"/>
              <w:rPr>
                <w:szCs w:val="22"/>
                <w:cs/>
                <w:lang w:bidi="th-TH"/>
              </w:rPr>
            </w:pPr>
            <w:r>
              <w:rPr>
                <w:szCs w:val="22"/>
                <w:lang w:bidi="th-TH"/>
              </w:rPr>
              <w:t>(780)</w:t>
            </w:r>
          </w:p>
        </w:tc>
        <w:tc>
          <w:tcPr>
            <w:tcW w:w="237" w:type="dxa"/>
            <w:shd w:val="clear" w:color="auto" w:fill="auto"/>
          </w:tcPr>
          <w:p w14:paraId="1F6CA183" w14:textId="77777777" w:rsidR="00297088" w:rsidRPr="009D4211" w:rsidRDefault="00297088" w:rsidP="00297088">
            <w:pPr>
              <w:pStyle w:val="acctfourfigures"/>
              <w:tabs>
                <w:tab w:val="clear" w:pos="765"/>
                <w:tab w:val="decimal" w:pos="595"/>
              </w:tabs>
              <w:spacing w:line="240" w:lineRule="atLeast"/>
              <w:ind w:left="-43" w:right="-86"/>
              <w:rPr>
                <w:szCs w:val="22"/>
              </w:rPr>
            </w:pPr>
          </w:p>
        </w:tc>
        <w:tc>
          <w:tcPr>
            <w:tcW w:w="1235" w:type="dxa"/>
            <w:shd w:val="clear" w:color="auto" w:fill="auto"/>
          </w:tcPr>
          <w:p w14:paraId="257CCF98" w14:textId="42EA03F4" w:rsidR="00297088" w:rsidRPr="009D4211" w:rsidRDefault="000173BF" w:rsidP="00297088">
            <w:pPr>
              <w:pStyle w:val="acctfourfigures"/>
              <w:tabs>
                <w:tab w:val="clear" w:pos="765"/>
                <w:tab w:val="decimal" w:pos="1010"/>
              </w:tabs>
              <w:spacing w:line="240" w:lineRule="atLeast"/>
              <w:ind w:left="-43" w:right="-86"/>
              <w:rPr>
                <w:szCs w:val="22"/>
                <w:cs/>
                <w:lang w:bidi="th-TH"/>
              </w:rPr>
            </w:pPr>
            <w:r>
              <w:rPr>
                <w:szCs w:val="22"/>
                <w:lang w:bidi="th-TH"/>
              </w:rPr>
              <w:t>(780)</w:t>
            </w:r>
          </w:p>
        </w:tc>
        <w:tc>
          <w:tcPr>
            <w:tcW w:w="257" w:type="dxa"/>
          </w:tcPr>
          <w:p w14:paraId="4034CC1E"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448762D4" w14:textId="1FD9EE6D" w:rsidR="00297088" w:rsidRPr="009D4211" w:rsidRDefault="000173BF" w:rsidP="00297088">
            <w:pPr>
              <w:pStyle w:val="acctfourfigures"/>
              <w:tabs>
                <w:tab w:val="clear" w:pos="765"/>
                <w:tab w:val="decimal" w:pos="610"/>
                <w:tab w:val="decimal" w:pos="1040"/>
              </w:tabs>
              <w:spacing w:line="240" w:lineRule="atLeast"/>
              <w:ind w:left="-43" w:right="70"/>
              <w:jc w:val="right"/>
              <w:rPr>
                <w:szCs w:val="22"/>
                <w:lang w:bidi="th-TH"/>
              </w:rPr>
            </w:pPr>
            <w:r>
              <w:rPr>
                <w:szCs w:val="22"/>
                <w:lang w:bidi="th-TH"/>
              </w:rPr>
              <w:t>-</w:t>
            </w:r>
          </w:p>
        </w:tc>
        <w:tc>
          <w:tcPr>
            <w:tcW w:w="257" w:type="dxa"/>
          </w:tcPr>
          <w:p w14:paraId="18E7473E" w14:textId="77777777" w:rsidR="00297088" w:rsidRPr="009D4211" w:rsidRDefault="00297088" w:rsidP="00297088">
            <w:pPr>
              <w:pStyle w:val="acctfourfigures"/>
              <w:tabs>
                <w:tab w:val="clear" w:pos="765"/>
                <w:tab w:val="decimal" w:pos="1456"/>
              </w:tabs>
              <w:spacing w:line="240" w:lineRule="atLeast"/>
              <w:ind w:left="-43" w:right="-86"/>
              <w:rPr>
                <w:szCs w:val="22"/>
                <w:lang w:bidi="th-TH"/>
              </w:rPr>
            </w:pPr>
          </w:p>
        </w:tc>
        <w:tc>
          <w:tcPr>
            <w:tcW w:w="1203" w:type="dxa"/>
          </w:tcPr>
          <w:p w14:paraId="7BA4E266" w14:textId="5545122B" w:rsidR="00297088" w:rsidRPr="009D4211" w:rsidRDefault="000173BF" w:rsidP="00297088">
            <w:pPr>
              <w:pStyle w:val="acctfourfigures"/>
              <w:tabs>
                <w:tab w:val="clear" w:pos="765"/>
                <w:tab w:val="decimal" w:pos="970"/>
              </w:tabs>
              <w:spacing w:line="240" w:lineRule="atLeast"/>
              <w:ind w:left="-43" w:right="-86"/>
              <w:rPr>
                <w:szCs w:val="22"/>
                <w:lang w:bidi="th-TH"/>
              </w:rPr>
            </w:pPr>
            <w:r>
              <w:rPr>
                <w:szCs w:val="22"/>
                <w:lang w:bidi="th-TH"/>
              </w:rPr>
              <w:t>(780)</w:t>
            </w:r>
          </w:p>
        </w:tc>
      </w:tr>
      <w:tr w:rsidR="00297088" w:rsidRPr="00033760" w14:paraId="5A5A8A53" w14:textId="77777777" w:rsidTr="00892375">
        <w:trPr>
          <w:gridAfter w:val="1"/>
          <w:wAfter w:w="13" w:type="dxa"/>
          <w:trHeight w:val="242"/>
        </w:trPr>
        <w:tc>
          <w:tcPr>
            <w:tcW w:w="4050" w:type="dxa"/>
            <w:shd w:val="clear" w:color="auto" w:fill="auto"/>
          </w:tcPr>
          <w:p w14:paraId="535C4958" w14:textId="77777777" w:rsidR="00297088" w:rsidRPr="00033760" w:rsidRDefault="00297088" w:rsidP="00297088">
            <w:pPr>
              <w:ind w:left="-14" w:right="-90" w:firstLine="70"/>
              <w:rPr>
                <w:szCs w:val="22"/>
                <w:cs/>
              </w:rPr>
            </w:pPr>
          </w:p>
        </w:tc>
        <w:tc>
          <w:tcPr>
            <w:tcW w:w="257" w:type="dxa"/>
          </w:tcPr>
          <w:p w14:paraId="16769F85" w14:textId="77777777" w:rsidR="00297088" w:rsidRPr="00033760" w:rsidRDefault="00297088" w:rsidP="00297088">
            <w:pPr>
              <w:pStyle w:val="acctfourfigures"/>
              <w:tabs>
                <w:tab w:val="clear" w:pos="765"/>
                <w:tab w:val="decimal" w:pos="1129"/>
              </w:tabs>
              <w:spacing w:line="240" w:lineRule="atLeast"/>
              <w:ind w:left="-43" w:right="-86"/>
              <w:rPr>
                <w:szCs w:val="22"/>
                <w:highlight w:val="yellow"/>
                <w:cs/>
                <w:lang w:bidi="th-TH"/>
              </w:rPr>
            </w:pPr>
          </w:p>
        </w:tc>
        <w:tc>
          <w:tcPr>
            <w:tcW w:w="1288" w:type="dxa"/>
          </w:tcPr>
          <w:p w14:paraId="5FD27008" w14:textId="77777777" w:rsidR="00297088" w:rsidRPr="009D4211" w:rsidRDefault="00297088" w:rsidP="00297088">
            <w:pPr>
              <w:pStyle w:val="acctfourfigures"/>
              <w:tabs>
                <w:tab w:val="clear" w:pos="765"/>
                <w:tab w:val="decimal" w:pos="1060"/>
              </w:tabs>
              <w:spacing w:line="240" w:lineRule="atLeast"/>
              <w:ind w:left="-43" w:right="-86"/>
              <w:rPr>
                <w:szCs w:val="22"/>
                <w:cs/>
                <w:lang w:bidi="th-TH"/>
              </w:rPr>
            </w:pPr>
          </w:p>
        </w:tc>
        <w:tc>
          <w:tcPr>
            <w:tcW w:w="257" w:type="dxa"/>
          </w:tcPr>
          <w:p w14:paraId="2720BE05" w14:textId="77777777" w:rsidR="00297088" w:rsidRPr="009D4211" w:rsidRDefault="00297088" w:rsidP="00297088">
            <w:pPr>
              <w:pStyle w:val="acctfourfigures"/>
              <w:tabs>
                <w:tab w:val="clear" w:pos="765"/>
                <w:tab w:val="decimal" w:pos="1129"/>
              </w:tabs>
              <w:spacing w:line="240" w:lineRule="atLeast"/>
              <w:ind w:left="-43" w:right="-86"/>
              <w:rPr>
                <w:szCs w:val="22"/>
                <w:cs/>
                <w:lang w:bidi="th-TH"/>
              </w:rPr>
            </w:pPr>
          </w:p>
        </w:tc>
        <w:tc>
          <w:tcPr>
            <w:tcW w:w="1203" w:type="dxa"/>
            <w:shd w:val="clear" w:color="auto" w:fill="auto"/>
          </w:tcPr>
          <w:p w14:paraId="2E269ADD" w14:textId="77777777" w:rsidR="00297088" w:rsidRPr="009D4211" w:rsidRDefault="00297088" w:rsidP="00297088">
            <w:pPr>
              <w:pStyle w:val="acctfourfigures"/>
              <w:tabs>
                <w:tab w:val="clear" w:pos="765"/>
                <w:tab w:val="decimal" w:pos="1040"/>
              </w:tabs>
              <w:spacing w:line="240" w:lineRule="atLeast"/>
              <w:ind w:left="-43" w:right="-86"/>
              <w:rPr>
                <w:szCs w:val="22"/>
                <w:cs/>
                <w:lang w:bidi="th-TH"/>
              </w:rPr>
            </w:pPr>
          </w:p>
        </w:tc>
        <w:tc>
          <w:tcPr>
            <w:tcW w:w="236" w:type="dxa"/>
            <w:shd w:val="clear" w:color="auto" w:fill="auto"/>
          </w:tcPr>
          <w:p w14:paraId="1A0FC9FC" w14:textId="77777777" w:rsidR="00297088" w:rsidRPr="009D4211" w:rsidRDefault="00297088" w:rsidP="00297088">
            <w:pPr>
              <w:pStyle w:val="acctfourfigures"/>
              <w:tabs>
                <w:tab w:val="clear" w:pos="765"/>
                <w:tab w:val="decimal" w:pos="796"/>
              </w:tabs>
              <w:spacing w:line="240" w:lineRule="atLeast"/>
              <w:ind w:left="-43" w:right="-86"/>
              <w:rPr>
                <w:szCs w:val="22"/>
              </w:rPr>
            </w:pPr>
          </w:p>
        </w:tc>
        <w:tc>
          <w:tcPr>
            <w:tcW w:w="1321" w:type="dxa"/>
            <w:shd w:val="clear" w:color="auto" w:fill="auto"/>
          </w:tcPr>
          <w:p w14:paraId="6AC476C6" w14:textId="77777777" w:rsidR="00297088" w:rsidRPr="009D4211" w:rsidRDefault="00297088" w:rsidP="00297088">
            <w:pPr>
              <w:pStyle w:val="acctfourfigures"/>
              <w:tabs>
                <w:tab w:val="clear" w:pos="765"/>
                <w:tab w:val="decimal" w:pos="1080"/>
              </w:tabs>
              <w:spacing w:line="240" w:lineRule="atLeast"/>
              <w:ind w:right="-86"/>
              <w:rPr>
                <w:szCs w:val="22"/>
              </w:rPr>
            </w:pPr>
          </w:p>
        </w:tc>
        <w:tc>
          <w:tcPr>
            <w:tcW w:w="236" w:type="dxa"/>
            <w:shd w:val="clear" w:color="auto" w:fill="auto"/>
          </w:tcPr>
          <w:p w14:paraId="0E0D8CE8" w14:textId="77777777" w:rsidR="00297088" w:rsidRPr="009D4211" w:rsidRDefault="00297088" w:rsidP="00297088">
            <w:pPr>
              <w:tabs>
                <w:tab w:val="decimal" w:pos="595"/>
              </w:tabs>
              <w:ind w:left="-43" w:right="-86"/>
              <w:rPr>
                <w:szCs w:val="22"/>
              </w:rPr>
            </w:pPr>
          </w:p>
        </w:tc>
        <w:tc>
          <w:tcPr>
            <w:tcW w:w="1241" w:type="dxa"/>
            <w:shd w:val="clear" w:color="auto" w:fill="auto"/>
          </w:tcPr>
          <w:p w14:paraId="38E3673D" w14:textId="77777777" w:rsidR="00297088" w:rsidRPr="009D4211" w:rsidRDefault="00297088" w:rsidP="00297088">
            <w:pPr>
              <w:pStyle w:val="acctfourfigures"/>
              <w:tabs>
                <w:tab w:val="clear" w:pos="765"/>
                <w:tab w:val="decimal" w:pos="1099"/>
              </w:tabs>
              <w:spacing w:line="240" w:lineRule="atLeast"/>
              <w:ind w:left="-43" w:right="70"/>
              <w:rPr>
                <w:szCs w:val="22"/>
                <w:cs/>
                <w:lang w:bidi="th-TH"/>
              </w:rPr>
            </w:pPr>
          </w:p>
        </w:tc>
        <w:tc>
          <w:tcPr>
            <w:tcW w:w="237" w:type="dxa"/>
            <w:shd w:val="clear" w:color="auto" w:fill="auto"/>
          </w:tcPr>
          <w:p w14:paraId="06FC6987" w14:textId="77777777" w:rsidR="00297088" w:rsidRPr="009D4211" w:rsidRDefault="00297088" w:rsidP="00297088">
            <w:pPr>
              <w:pStyle w:val="acctfourfigures"/>
              <w:tabs>
                <w:tab w:val="clear" w:pos="765"/>
                <w:tab w:val="decimal" w:pos="595"/>
              </w:tabs>
              <w:spacing w:line="240" w:lineRule="atLeast"/>
              <w:ind w:left="-43" w:right="-86"/>
              <w:rPr>
                <w:szCs w:val="22"/>
              </w:rPr>
            </w:pPr>
          </w:p>
        </w:tc>
        <w:tc>
          <w:tcPr>
            <w:tcW w:w="1235" w:type="dxa"/>
            <w:shd w:val="clear" w:color="auto" w:fill="auto"/>
          </w:tcPr>
          <w:p w14:paraId="1C6915C5" w14:textId="77777777" w:rsidR="00297088" w:rsidRPr="009D4211" w:rsidRDefault="00297088" w:rsidP="00297088">
            <w:pPr>
              <w:pStyle w:val="acctfourfigures"/>
              <w:tabs>
                <w:tab w:val="clear" w:pos="765"/>
                <w:tab w:val="decimal" w:pos="1010"/>
              </w:tabs>
              <w:spacing w:line="240" w:lineRule="atLeast"/>
              <w:ind w:left="-43" w:right="-86"/>
              <w:rPr>
                <w:szCs w:val="22"/>
                <w:cs/>
                <w:lang w:bidi="th-TH"/>
              </w:rPr>
            </w:pPr>
          </w:p>
        </w:tc>
        <w:tc>
          <w:tcPr>
            <w:tcW w:w="257" w:type="dxa"/>
          </w:tcPr>
          <w:p w14:paraId="0674E31D" w14:textId="77777777" w:rsidR="00297088" w:rsidRPr="009D4211" w:rsidRDefault="00297088" w:rsidP="00297088">
            <w:pPr>
              <w:pStyle w:val="acctfourfigures"/>
              <w:tabs>
                <w:tab w:val="clear" w:pos="765"/>
                <w:tab w:val="decimal" w:pos="1456"/>
              </w:tabs>
              <w:spacing w:line="240" w:lineRule="atLeast"/>
              <w:ind w:left="-43" w:right="-86"/>
              <w:rPr>
                <w:szCs w:val="22"/>
                <w:cs/>
                <w:lang w:bidi="th-TH"/>
              </w:rPr>
            </w:pPr>
          </w:p>
        </w:tc>
        <w:tc>
          <w:tcPr>
            <w:tcW w:w="1203" w:type="dxa"/>
          </w:tcPr>
          <w:p w14:paraId="4D397A05" w14:textId="77777777" w:rsidR="00297088" w:rsidRPr="009D4211" w:rsidRDefault="00297088" w:rsidP="00297088">
            <w:pPr>
              <w:pStyle w:val="acctfourfigures"/>
              <w:tabs>
                <w:tab w:val="clear" w:pos="765"/>
                <w:tab w:val="decimal" w:pos="610"/>
                <w:tab w:val="decimal" w:pos="1040"/>
              </w:tabs>
              <w:spacing w:line="240" w:lineRule="atLeast"/>
              <w:ind w:left="-43" w:right="70"/>
              <w:jc w:val="right"/>
              <w:rPr>
                <w:szCs w:val="22"/>
                <w:cs/>
                <w:lang w:bidi="th-TH"/>
              </w:rPr>
            </w:pPr>
          </w:p>
        </w:tc>
        <w:tc>
          <w:tcPr>
            <w:tcW w:w="257" w:type="dxa"/>
          </w:tcPr>
          <w:p w14:paraId="310AEB48" w14:textId="77777777" w:rsidR="00297088" w:rsidRPr="009D4211" w:rsidRDefault="00297088" w:rsidP="00297088">
            <w:pPr>
              <w:pStyle w:val="acctfourfigures"/>
              <w:tabs>
                <w:tab w:val="clear" w:pos="765"/>
                <w:tab w:val="decimal" w:pos="1456"/>
              </w:tabs>
              <w:spacing w:line="240" w:lineRule="atLeast"/>
              <w:ind w:left="-43" w:right="-86"/>
              <w:rPr>
                <w:szCs w:val="22"/>
                <w:cs/>
                <w:lang w:bidi="th-TH"/>
              </w:rPr>
            </w:pPr>
          </w:p>
        </w:tc>
        <w:tc>
          <w:tcPr>
            <w:tcW w:w="1203" w:type="dxa"/>
          </w:tcPr>
          <w:p w14:paraId="0AF0FE5A" w14:textId="77777777" w:rsidR="00297088" w:rsidRPr="009D4211" w:rsidRDefault="00297088" w:rsidP="00297088">
            <w:pPr>
              <w:pStyle w:val="acctfourfigures"/>
              <w:tabs>
                <w:tab w:val="clear" w:pos="765"/>
                <w:tab w:val="decimal" w:pos="970"/>
              </w:tabs>
              <w:spacing w:line="240" w:lineRule="atLeast"/>
              <w:ind w:left="-43" w:right="-86"/>
              <w:rPr>
                <w:szCs w:val="22"/>
                <w:cs/>
                <w:lang w:bidi="th-TH"/>
              </w:rPr>
            </w:pPr>
          </w:p>
        </w:tc>
      </w:tr>
      <w:tr w:rsidR="00297088" w:rsidRPr="00033760" w14:paraId="79FD1FC2" w14:textId="77777777" w:rsidTr="00892375">
        <w:trPr>
          <w:gridAfter w:val="1"/>
          <w:wAfter w:w="13" w:type="dxa"/>
          <w:trHeight w:val="242"/>
        </w:trPr>
        <w:tc>
          <w:tcPr>
            <w:tcW w:w="4050" w:type="dxa"/>
            <w:shd w:val="clear" w:color="auto" w:fill="auto"/>
          </w:tcPr>
          <w:p w14:paraId="5E7984DE" w14:textId="14F5DC1E" w:rsidR="00297088" w:rsidRPr="00033760" w:rsidRDefault="00297088" w:rsidP="00297088">
            <w:pPr>
              <w:ind w:left="-14" w:right="-90" w:firstLine="14"/>
              <w:rPr>
                <w:szCs w:val="22"/>
                <w:cs/>
              </w:rPr>
            </w:pPr>
            <w:proofErr w:type="gramStart"/>
            <w:r w:rsidRPr="00033760">
              <w:rPr>
                <w:b/>
                <w:bCs/>
                <w:i/>
                <w:iCs/>
                <w:szCs w:val="22"/>
              </w:rPr>
              <w:t>At</w:t>
            </w:r>
            <w:proofErr w:type="gramEnd"/>
            <w:r w:rsidRPr="00033760">
              <w:rPr>
                <w:b/>
                <w:bCs/>
                <w:i/>
                <w:iCs/>
                <w:szCs w:val="22"/>
              </w:rPr>
              <w:t xml:space="preserve"> 3</w:t>
            </w:r>
            <w:r w:rsidRPr="00033760">
              <w:rPr>
                <w:b/>
                <w:bCs/>
                <w:i/>
                <w:iCs/>
                <w:szCs w:val="22"/>
                <w:lang w:val="en-US" w:bidi="th-TH"/>
              </w:rPr>
              <w:t>1 December</w:t>
            </w:r>
            <w:r w:rsidRPr="00033760">
              <w:rPr>
                <w:b/>
                <w:bCs/>
                <w:i/>
                <w:iCs/>
                <w:szCs w:val="22"/>
              </w:rPr>
              <w:t xml:space="preserve"> </w:t>
            </w:r>
            <w:r w:rsidR="00476863">
              <w:rPr>
                <w:b/>
                <w:bCs/>
                <w:i/>
                <w:iCs/>
                <w:szCs w:val="22"/>
              </w:rPr>
              <w:t>2024</w:t>
            </w:r>
          </w:p>
        </w:tc>
        <w:tc>
          <w:tcPr>
            <w:tcW w:w="257" w:type="dxa"/>
          </w:tcPr>
          <w:p w14:paraId="76EB1602" w14:textId="77777777" w:rsidR="00297088" w:rsidRPr="00033760" w:rsidRDefault="00297088" w:rsidP="00297088">
            <w:pPr>
              <w:pStyle w:val="acctfourfigures"/>
              <w:tabs>
                <w:tab w:val="clear" w:pos="765"/>
                <w:tab w:val="decimal" w:pos="1129"/>
              </w:tabs>
              <w:spacing w:line="240" w:lineRule="atLeast"/>
              <w:ind w:left="-43" w:right="-86"/>
              <w:rPr>
                <w:szCs w:val="22"/>
                <w:highlight w:val="yellow"/>
                <w:cs/>
                <w:lang w:bidi="th-TH"/>
              </w:rPr>
            </w:pPr>
          </w:p>
        </w:tc>
        <w:tc>
          <w:tcPr>
            <w:tcW w:w="1288" w:type="dxa"/>
          </w:tcPr>
          <w:p w14:paraId="33B83101" w14:textId="77777777" w:rsidR="00297088" w:rsidRPr="00A43BE2" w:rsidRDefault="00297088" w:rsidP="00297088">
            <w:pPr>
              <w:pStyle w:val="acctfourfigures"/>
              <w:tabs>
                <w:tab w:val="clear" w:pos="765"/>
                <w:tab w:val="decimal" w:pos="1060"/>
              </w:tabs>
              <w:spacing w:line="240" w:lineRule="atLeast"/>
              <w:ind w:left="-43" w:right="-86"/>
              <w:rPr>
                <w:szCs w:val="22"/>
                <w:highlight w:val="yellow"/>
                <w:cs/>
                <w:lang w:bidi="th-TH"/>
              </w:rPr>
            </w:pPr>
          </w:p>
        </w:tc>
        <w:tc>
          <w:tcPr>
            <w:tcW w:w="257" w:type="dxa"/>
          </w:tcPr>
          <w:p w14:paraId="3C3CCAF4" w14:textId="77777777" w:rsidR="00297088" w:rsidRPr="00A43BE2" w:rsidRDefault="00297088" w:rsidP="00297088">
            <w:pPr>
              <w:pStyle w:val="acctfourfigures"/>
              <w:tabs>
                <w:tab w:val="clear" w:pos="765"/>
                <w:tab w:val="decimal" w:pos="1129"/>
              </w:tabs>
              <w:spacing w:line="240" w:lineRule="atLeast"/>
              <w:ind w:left="-43" w:right="-86"/>
              <w:rPr>
                <w:szCs w:val="22"/>
                <w:highlight w:val="yellow"/>
                <w:cs/>
                <w:lang w:bidi="th-TH"/>
              </w:rPr>
            </w:pPr>
          </w:p>
        </w:tc>
        <w:tc>
          <w:tcPr>
            <w:tcW w:w="1203" w:type="dxa"/>
            <w:shd w:val="clear" w:color="auto" w:fill="auto"/>
          </w:tcPr>
          <w:p w14:paraId="0342D972" w14:textId="77777777" w:rsidR="00297088" w:rsidRPr="00A43BE2" w:rsidRDefault="00297088" w:rsidP="00297088">
            <w:pPr>
              <w:pStyle w:val="acctfourfigures"/>
              <w:tabs>
                <w:tab w:val="clear" w:pos="765"/>
                <w:tab w:val="decimal" w:pos="1040"/>
              </w:tabs>
              <w:spacing w:line="240" w:lineRule="atLeast"/>
              <w:ind w:left="-43" w:right="-86"/>
              <w:rPr>
                <w:szCs w:val="22"/>
                <w:highlight w:val="yellow"/>
                <w:cs/>
                <w:lang w:bidi="th-TH"/>
              </w:rPr>
            </w:pPr>
          </w:p>
        </w:tc>
        <w:tc>
          <w:tcPr>
            <w:tcW w:w="236" w:type="dxa"/>
            <w:shd w:val="clear" w:color="auto" w:fill="auto"/>
          </w:tcPr>
          <w:p w14:paraId="369CA5FC" w14:textId="77777777" w:rsidR="00297088" w:rsidRPr="00A43BE2" w:rsidRDefault="00297088" w:rsidP="00297088">
            <w:pPr>
              <w:pStyle w:val="acctfourfigures"/>
              <w:tabs>
                <w:tab w:val="clear" w:pos="765"/>
                <w:tab w:val="decimal" w:pos="796"/>
              </w:tabs>
              <w:spacing w:line="240" w:lineRule="atLeast"/>
              <w:ind w:left="-43" w:right="-86"/>
              <w:rPr>
                <w:szCs w:val="22"/>
                <w:highlight w:val="yellow"/>
              </w:rPr>
            </w:pPr>
          </w:p>
        </w:tc>
        <w:tc>
          <w:tcPr>
            <w:tcW w:w="1321" w:type="dxa"/>
            <w:shd w:val="clear" w:color="auto" w:fill="auto"/>
          </w:tcPr>
          <w:p w14:paraId="32987789" w14:textId="77777777" w:rsidR="00297088" w:rsidRPr="00A43BE2" w:rsidRDefault="00297088" w:rsidP="00297088">
            <w:pPr>
              <w:pStyle w:val="acctfourfigures"/>
              <w:tabs>
                <w:tab w:val="clear" w:pos="765"/>
                <w:tab w:val="decimal" w:pos="1080"/>
              </w:tabs>
              <w:spacing w:line="240" w:lineRule="atLeast"/>
              <w:ind w:right="-86"/>
              <w:rPr>
                <w:szCs w:val="22"/>
                <w:highlight w:val="yellow"/>
              </w:rPr>
            </w:pPr>
          </w:p>
        </w:tc>
        <w:tc>
          <w:tcPr>
            <w:tcW w:w="236" w:type="dxa"/>
            <w:shd w:val="clear" w:color="auto" w:fill="auto"/>
          </w:tcPr>
          <w:p w14:paraId="1E2E9C16" w14:textId="77777777" w:rsidR="00297088" w:rsidRPr="00A43BE2" w:rsidRDefault="00297088" w:rsidP="00297088">
            <w:pPr>
              <w:tabs>
                <w:tab w:val="decimal" w:pos="595"/>
              </w:tabs>
              <w:ind w:left="-43" w:right="-86"/>
              <w:rPr>
                <w:szCs w:val="22"/>
                <w:highlight w:val="yellow"/>
              </w:rPr>
            </w:pPr>
          </w:p>
        </w:tc>
        <w:tc>
          <w:tcPr>
            <w:tcW w:w="1241" w:type="dxa"/>
            <w:shd w:val="clear" w:color="auto" w:fill="auto"/>
          </w:tcPr>
          <w:p w14:paraId="7D26BF3F" w14:textId="77777777" w:rsidR="00297088" w:rsidRPr="00A43BE2" w:rsidRDefault="00297088" w:rsidP="00297088">
            <w:pPr>
              <w:pStyle w:val="acctfourfigures"/>
              <w:tabs>
                <w:tab w:val="clear" w:pos="765"/>
                <w:tab w:val="decimal" w:pos="1099"/>
              </w:tabs>
              <w:spacing w:line="240" w:lineRule="atLeast"/>
              <w:ind w:left="-43" w:right="70"/>
              <w:rPr>
                <w:szCs w:val="22"/>
                <w:highlight w:val="yellow"/>
                <w:cs/>
                <w:lang w:bidi="th-TH"/>
              </w:rPr>
            </w:pPr>
          </w:p>
        </w:tc>
        <w:tc>
          <w:tcPr>
            <w:tcW w:w="237" w:type="dxa"/>
            <w:shd w:val="clear" w:color="auto" w:fill="auto"/>
          </w:tcPr>
          <w:p w14:paraId="5283CA1F" w14:textId="77777777" w:rsidR="00297088" w:rsidRPr="00A43BE2" w:rsidRDefault="00297088" w:rsidP="00297088">
            <w:pPr>
              <w:pStyle w:val="acctfourfigures"/>
              <w:tabs>
                <w:tab w:val="clear" w:pos="765"/>
                <w:tab w:val="decimal" w:pos="595"/>
              </w:tabs>
              <w:spacing w:line="240" w:lineRule="atLeast"/>
              <w:ind w:left="-43" w:right="-86"/>
              <w:rPr>
                <w:szCs w:val="22"/>
                <w:highlight w:val="yellow"/>
              </w:rPr>
            </w:pPr>
          </w:p>
        </w:tc>
        <w:tc>
          <w:tcPr>
            <w:tcW w:w="1235" w:type="dxa"/>
            <w:shd w:val="clear" w:color="auto" w:fill="auto"/>
          </w:tcPr>
          <w:p w14:paraId="24EDF961" w14:textId="77777777" w:rsidR="00297088" w:rsidRPr="00A43BE2" w:rsidRDefault="00297088" w:rsidP="00297088">
            <w:pPr>
              <w:pStyle w:val="acctfourfigures"/>
              <w:tabs>
                <w:tab w:val="clear" w:pos="765"/>
                <w:tab w:val="decimal" w:pos="1010"/>
              </w:tabs>
              <w:spacing w:line="240" w:lineRule="atLeast"/>
              <w:ind w:left="-43" w:right="-86"/>
              <w:rPr>
                <w:szCs w:val="22"/>
                <w:highlight w:val="yellow"/>
                <w:cs/>
                <w:lang w:bidi="th-TH"/>
              </w:rPr>
            </w:pPr>
          </w:p>
        </w:tc>
        <w:tc>
          <w:tcPr>
            <w:tcW w:w="257" w:type="dxa"/>
          </w:tcPr>
          <w:p w14:paraId="5884CA37" w14:textId="77777777" w:rsidR="00297088" w:rsidRPr="00A43BE2" w:rsidRDefault="00297088" w:rsidP="00297088">
            <w:pPr>
              <w:pStyle w:val="acctfourfigures"/>
              <w:tabs>
                <w:tab w:val="clear" w:pos="765"/>
                <w:tab w:val="decimal" w:pos="1456"/>
              </w:tabs>
              <w:spacing w:line="240" w:lineRule="atLeast"/>
              <w:ind w:left="-43" w:right="-86"/>
              <w:rPr>
                <w:szCs w:val="22"/>
                <w:highlight w:val="yellow"/>
                <w:cs/>
                <w:lang w:bidi="th-TH"/>
              </w:rPr>
            </w:pPr>
          </w:p>
        </w:tc>
        <w:tc>
          <w:tcPr>
            <w:tcW w:w="1203" w:type="dxa"/>
          </w:tcPr>
          <w:p w14:paraId="794E80DC" w14:textId="77777777" w:rsidR="00297088" w:rsidRPr="00A43BE2" w:rsidRDefault="00297088" w:rsidP="00297088">
            <w:pPr>
              <w:pStyle w:val="acctfourfigures"/>
              <w:tabs>
                <w:tab w:val="clear" w:pos="765"/>
                <w:tab w:val="decimal" w:pos="610"/>
                <w:tab w:val="decimal" w:pos="1040"/>
              </w:tabs>
              <w:spacing w:line="240" w:lineRule="atLeast"/>
              <w:ind w:left="-43" w:right="70"/>
              <w:jc w:val="right"/>
              <w:rPr>
                <w:szCs w:val="22"/>
                <w:cs/>
                <w:lang w:bidi="th-TH"/>
              </w:rPr>
            </w:pPr>
          </w:p>
        </w:tc>
        <w:tc>
          <w:tcPr>
            <w:tcW w:w="257" w:type="dxa"/>
          </w:tcPr>
          <w:p w14:paraId="53B272CE" w14:textId="77777777" w:rsidR="00297088" w:rsidRPr="00A43BE2" w:rsidRDefault="00297088" w:rsidP="00297088">
            <w:pPr>
              <w:pStyle w:val="acctfourfigures"/>
              <w:tabs>
                <w:tab w:val="clear" w:pos="765"/>
                <w:tab w:val="decimal" w:pos="1456"/>
              </w:tabs>
              <w:spacing w:line="240" w:lineRule="atLeast"/>
              <w:ind w:left="-43" w:right="-86"/>
              <w:rPr>
                <w:szCs w:val="22"/>
                <w:highlight w:val="yellow"/>
                <w:cs/>
                <w:lang w:bidi="th-TH"/>
              </w:rPr>
            </w:pPr>
          </w:p>
        </w:tc>
        <w:tc>
          <w:tcPr>
            <w:tcW w:w="1203" w:type="dxa"/>
          </w:tcPr>
          <w:p w14:paraId="7FEB1E7A" w14:textId="77777777" w:rsidR="00297088" w:rsidRPr="00A43BE2" w:rsidRDefault="00297088" w:rsidP="00297088">
            <w:pPr>
              <w:pStyle w:val="acctfourfigures"/>
              <w:tabs>
                <w:tab w:val="clear" w:pos="765"/>
                <w:tab w:val="decimal" w:pos="970"/>
              </w:tabs>
              <w:spacing w:line="240" w:lineRule="atLeast"/>
              <w:ind w:left="-43" w:right="-86"/>
              <w:rPr>
                <w:szCs w:val="22"/>
                <w:highlight w:val="yellow"/>
                <w:cs/>
                <w:lang w:bidi="th-TH"/>
              </w:rPr>
            </w:pPr>
          </w:p>
        </w:tc>
      </w:tr>
      <w:tr w:rsidR="00297088" w:rsidRPr="006E0E24" w14:paraId="6A74F703" w14:textId="77777777" w:rsidTr="00892375">
        <w:trPr>
          <w:gridAfter w:val="1"/>
          <w:wAfter w:w="13" w:type="dxa"/>
          <w:trHeight w:val="242"/>
        </w:trPr>
        <w:tc>
          <w:tcPr>
            <w:tcW w:w="4050" w:type="dxa"/>
            <w:shd w:val="clear" w:color="auto" w:fill="auto"/>
          </w:tcPr>
          <w:p w14:paraId="7EB855FA" w14:textId="18B3E691" w:rsidR="00297088" w:rsidRPr="00033760" w:rsidRDefault="00297088" w:rsidP="00297088">
            <w:pPr>
              <w:ind w:left="-14" w:right="-90" w:firstLine="14"/>
              <w:rPr>
                <w:szCs w:val="22"/>
                <w:cs/>
              </w:rPr>
            </w:pPr>
            <w:r w:rsidRPr="00250505">
              <w:rPr>
                <w:b/>
                <w:bCs/>
                <w:i/>
                <w:iCs/>
                <w:spacing w:val="-2"/>
                <w:szCs w:val="22"/>
              </w:rPr>
              <w:t>Financial assets and financial liabilities</w:t>
            </w:r>
          </w:p>
        </w:tc>
        <w:tc>
          <w:tcPr>
            <w:tcW w:w="257" w:type="dxa"/>
          </w:tcPr>
          <w:p w14:paraId="00C74572" w14:textId="77777777" w:rsidR="00297088" w:rsidRPr="00033760" w:rsidRDefault="00297088" w:rsidP="00297088">
            <w:pPr>
              <w:pStyle w:val="acctfourfigures"/>
              <w:tabs>
                <w:tab w:val="clear" w:pos="765"/>
                <w:tab w:val="decimal" w:pos="1129"/>
              </w:tabs>
              <w:spacing w:line="240" w:lineRule="atLeast"/>
              <w:ind w:left="-43" w:right="-86"/>
              <w:rPr>
                <w:szCs w:val="22"/>
              </w:rPr>
            </w:pPr>
          </w:p>
        </w:tc>
        <w:tc>
          <w:tcPr>
            <w:tcW w:w="1288" w:type="dxa"/>
          </w:tcPr>
          <w:p w14:paraId="77BFCFFF" w14:textId="77777777" w:rsidR="00297088" w:rsidRPr="00A43BE2" w:rsidRDefault="00297088" w:rsidP="00297088">
            <w:pPr>
              <w:pStyle w:val="acctfourfigures"/>
              <w:tabs>
                <w:tab w:val="clear" w:pos="765"/>
                <w:tab w:val="decimal" w:pos="1060"/>
              </w:tabs>
              <w:spacing w:line="240" w:lineRule="atLeast"/>
              <w:ind w:left="-43" w:right="-86"/>
              <w:rPr>
                <w:szCs w:val="22"/>
              </w:rPr>
            </w:pPr>
          </w:p>
        </w:tc>
        <w:tc>
          <w:tcPr>
            <w:tcW w:w="257" w:type="dxa"/>
          </w:tcPr>
          <w:p w14:paraId="149B6293" w14:textId="77777777" w:rsidR="00297088" w:rsidRPr="00A43BE2" w:rsidRDefault="00297088" w:rsidP="00297088">
            <w:pPr>
              <w:pStyle w:val="acctfourfigures"/>
              <w:tabs>
                <w:tab w:val="clear" w:pos="765"/>
                <w:tab w:val="decimal" w:pos="1129"/>
              </w:tabs>
              <w:spacing w:line="240" w:lineRule="atLeast"/>
              <w:ind w:left="-43" w:right="-86"/>
              <w:rPr>
                <w:szCs w:val="22"/>
              </w:rPr>
            </w:pPr>
          </w:p>
        </w:tc>
        <w:tc>
          <w:tcPr>
            <w:tcW w:w="1203" w:type="dxa"/>
            <w:shd w:val="clear" w:color="auto" w:fill="auto"/>
          </w:tcPr>
          <w:p w14:paraId="282166DD" w14:textId="77777777" w:rsidR="00297088" w:rsidRPr="00A43BE2" w:rsidRDefault="00297088" w:rsidP="00297088">
            <w:pPr>
              <w:pStyle w:val="acctfourfigures"/>
              <w:tabs>
                <w:tab w:val="clear" w:pos="765"/>
                <w:tab w:val="decimal" w:pos="1040"/>
              </w:tabs>
              <w:spacing w:line="240" w:lineRule="atLeast"/>
              <w:ind w:left="-43" w:right="-86"/>
              <w:rPr>
                <w:szCs w:val="22"/>
              </w:rPr>
            </w:pPr>
          </w:p>
        </w:tc>
        <w:tc>
          <w:tcPr>
            <w:tcW w:w="236" w:type="dxa"/>
            <w:shd w:val="clear" w:color="auto" w:fill="auto"/>
          </w:tcPr>
          <w:p w14:paraId="2473EE60" w14:textId="77777777" w:rsidR="00297088" w:rsidRPr="00A43BE2" w:rsidRDefault="00297088" w:rsidP="00297088">
            <w:pPr>
              <w:pStyle w:val="acctfourfigures"/>
              <w:tabs>
                <w:tab w:val="clear" w:pos="765"/>
                <w:tab w:val="decimal" w:pos="796"/>
              </w:tabs>
              <w:spacing w:line="240" w:lineRule="atLeast"/>
              <w:ind w:left="-43" w:right="-86"/>
              <w:rPr>
                <w:szCs w:val="22"/>
                <w:highlight w:val="yellow"/>
              </w:rPr>
            </w:pPr>
          </w:p>
        </w:tc>
        <w:tc>
          <w:tcPr>
            <w:tcW w:w="1321" w:type="dxa"/>
            <w:shd w:val="clear" w:color="auto" w:fill="auto"/>
          </w:tcPr>
          <w:p w14:paraId="0E8C944C" w14:textId="77777777" w:rsidR="00297088" w:rsidRPr="00A43BE2" w:rsidRDefault="00297088" w:rsidP="00297088">
            <w:pPr>
              <w:pStyle w:val="acctfourfigures"/>
              <w:tabs>
                <w:tab w:val="clear" w:pos="765"/>
                <w:tab w:val="decimal" w:pos="1080"/>
              </w:tabs>
              <w:spacing w:line="240" w:lineRule="atLeast"/>
              <w:ind w:right="-86"/>
              <w:rPr>
                <w:szCs w:val="22"/>
                <w:cs/>
                <w:lang w:val="en-US" w:bidi="th-TH"/>
              </w:rPr>
            </w:pPr>
          </w:p>
        </w:tc>
        <w:tc>
          <w:tcPr>
            <w:tcW w:w="236" w:type="dxa"/>
            <w:shd w:val="clear" w:color="auto" w:fill="auto"/>
          </w:tcPr>
          <w:p w14:paraId="4221DCA9" w14:textId="77777777" w:rsidR="00297088" w:rsidRPr="00A43BE2" w:rsidRDefault="00297088" w:rsidP="00297088">
            <w:pPr>
              <w:tabs>
                <w:tab w:val="decimal" w:pos="595"/>
              </w:tabs>
              <w:ind w:left="-43" w:right="-86"/>
              <w:rPr>
                <w:szCs w:val="22"/>
                <w:highlight w:val="yellow"/>
              </w:rPr>
            </w:pPr>
          </w:p>
        </w:tc>
        <w:tc>
          <w:tcPr>
            <w:tcW w:w="1241" w:type="dxa"/>
            <w:shd w:val="clear" w:color="auto" w:fill="auto"/>
          </w:tcPr>
          <w:p w14:paraId="281B09F3" w14:textId="77777777" w:rsidR="00297088" w:rsidRPr="00A43BE2" w:rsidRDefault="00297088" w:rsidP="00297088">
            <w:pPr>
              <w:pStyle w:val="acctfourfigures"/>
              <w:tabs>
                <w:tab w:val="clear" w:pos="765"/>
                <w:tab w:val="decimal" w:pos="1099"/>
              </w:tabs>
              <w:spacing w:line="240" w:lineRule="atLeast"/>
              <w:ind w:left="-43" w:right="70"/>
              <w:rPr>
                <w:szCs w:val="22"/>
                <w:cs/>
                <w:lang w:val="en-US" w:bidi="th-TH"/>
              </w:rPr>
            </w:pPr>
          </w:p>
        </w:tc>
        <w:tc>
          <w:tcPr>
            <w:tcW w:w="237" w:type="dxa"/>
            <w:shd w:val="clear" w:color="auto" w:fill="auto"/>
          </w:tcPr>
          <w:p w14:paraId="30597EDA" w14:textId="77777777" w:rsidR="00297088" w:rsidRPr="00A43BE2" w:rsidRDefault="00297088" w:rsidP="00297088">
            <w:pPr>
              <w:pStyle w:val="acctfourfigures"/>
              <w:tabs>
                <w:tab w:val="clear" w:pos="765"/>
                <w:tab w:val="decimal" w:pos="595"/>
              </w:tabs>
              <w:spacing w:line="240" w:lineRule="atLeast"/>
              <w:ind w:left="-43" w:right="-86"/>
              <w:rPr>
                <w:szCs w:val="22"/>
                <w:highlight w:val="yellow"/>
              </w:rPr>
            </w:pPr>
          </w:p>
        </w:tc>
        <w:tc>
          <w:tcPr>
            <w:tcW w:w="1235" w:type="dxa"/>
            <w:shd w:val="clear" w:color="auto" w:fill="auto"/>
          </w:tcPr>
          <w:p w14:paraId="74644749" w14:textId="77777777" w:rsidR="00297088" w:rsidRPr="00A43BE2" w:rsidRDefault="00297088" w:rsidP="00297088">
            <w:pPr>
              <w:pStyle w:val="acctfourfigures"/>
              <w:tabs>
                <w:tab w:val="clear" w:pos="765"/>
                <w:tab w:val="decimal" w:pos="1010"/>
              </w:tabs>
              <w:spacing w:line="240" w:lineRule="atLeast"/>
              <w:ind w:left="-43" w:right="-86"/>
              <w:rPr>
                <w:szCs w:val="22"/>
                <w:cs/>
                <w:lang w:bidi="th-TH"/>
              </w:rPr>
            </w:pPr>
          </w:p>
        </w:tc>
        <w:tc>
          <w:tcPr>
            <w:tcW w:w="257" w:type="dxa"/>
          </w:tcPr>
          <w:p w14:paraId="460FB068" w14:textId="77777777" w:rsidR="00297088" w:rsidRPr="00A43BE2" w:rsidRDefault="00297088" w:rsidP="00297088">
            <w:pPr>
              <w:pStyle w:val="acctfourfigures"/>
              <w:tabs>
                <w:tab w:val="clear" w:pos="765"/>
                <w:tab w:val="decimal" w:pos="1456"/>
              </w:tabs>
              <w:spacing w:line="240" w:lineRule="atLeast"/>
              <w:ind w:left="-43" w:right="-86"/>
              <w:rPr>
                <w:szCs w:val="22"/>
                <w:cs/>
                <w:lang w:bidi="th-TH"/>
              </w:rPr>
            </w:pPr>
          </w:p>
        </w:tc>
        <w:tc>
          <w:tcPr>
            <w:tcW w:w="1203" w:type="dxa"/>
          </w:tcPr>
          <w:p w14:paraId="62EF6D68" w14:textId="77777777" w:rsidR="00297088" w:rsidRPr="00A43BE2" w:rsidRDefault="00297088" w:rsidP="00297088">
            <w:pPr>
              <w:pStyle w:val="acctfourfigures"/>
              <w:tabs>
                <w:tab w:val="clear" w:pos="765"/>
                <w:tab w:val="decimal" w:pos="610"/>
                <w:tab w:val="decimal" w:pos="1040"/>
              </w:tabs>
              <w:spacing w:line="240" w:lineRule="atLeast"/>
              <w:ind w:left="-43" w:right="70"/>
              <w:jc w:val="right"/>
              <w:rPr>
                <w:szCs w:val="22"/>
                <w:cs/>
                <w:lang w:bidi="th-TH"/>
              </w:rPr>
            </w:pPr>
          </w:p>
        </w:tc>
        <w:tc>
          <w:tcPr>
            <w:tcW w:w="257" w:type="dxa"/>
          </w:tcPr>
          <w:p w14:paraId="164510A4" w14:textId="77777777" w:rsidR="00297088" w:rsidRPr="00A43BE2" w:rsidRDefault="00297088" w:rsidP="00297088">
            <w:pPr>
              <w:pStyle w:val="acctfourfigures"/>
              <w:tabs>
                <w:tab w:val="clear" w:pos="765"/>
                <w:tab w:val="decimal" w:pos="1456"/>
              </w:tabs>
              <w:spacing w:line="240" w:lineRule="atLeast"/>
              <w:ind w:left="-43" w:right="-86"/>
              <w:rPr>
                <w:szCs w:val="22"/>
                <w:cs/>
                <w:lang w:bidi="th-TH"/>
              </w:rPr>
            </w:pPr>
          </w:p>
        </w:tc>
        <w:tc>
          <w:tcPr>
            <w:tcW w:w="1203" w:type="dxa"/>
          </w:tcPr>
          <w:p w14:paraId="729C1F98" w14:textId="77777777" w:rsidR="00297088" w:rsidRPr="00A43BE2" w:rsidRDefault="00297088" w:rsidP="00297088">
            <w:pPr>
              <w:pStyle w:val="acctfourfigures"/>
              <w:tabs>
                <w:tab w:val="clear" w:pos="765"/>
                <w:tab w:val="decimal" w:pos="970"/>
              </w:tabs>
              <w:spacing w:line="240" w:lineRule="atLeast"/>
              <w:ind w:left="-43" w:right="-86"/>
              <w:rPr>
                <w:szCs w:val="22"/>
                <w:cs/>
                <w:lang w:bidi="th-TH"/>
              </w:rPr>
            </w:pPr>
          </w:p>
        </w:tc>
      </w:tr>
      <w:tr w:rsidR="00276705" w:rsidRPr="00A43BE2" w14:paraId="21C909B2" w14:textId="77777777" w:rsidTr="00892375">
        <w:trPr>
          <w:gridAfter w:val="1"/>
          <w:wAfter w:w="13" w:type="dxa"/>
          <w:trHeight w:val="242"/>
        </w:trPr>
        <w:tc>
          <w:tcPr>
            <w:tcW w:w="4050" w:type="dxa"/>
            <w:shd w:val="clear" w:color="auto" w:fill="auto"/>
          </w:tcPr>
          <w:p w14:paraId="2AEF1650" w14:textId="61791279" w:rsidR="00276705" w:rsidRPr="00033760" w:rsidRDefault="00276705" w:rsidP="00276705">
            <w:pPr>
              <w:spacing w:line="240" w:lineRule="auto"/>
              <w:ind w:left="250" w:right="-110" w:hanging="250"/>
              <w:rPr>
                <w:szCs w:val="22"/>
              </w:rPr>
            </w:pPr>
            <w:r w:rsidRPr="00033760">
              <w:rPr>
                <w:szCs w:val="22"/>
              </w:rPr>
              <w:t>Investment in equity instruments</w:t>
            </w:r>
          </w:p>
        </w:tc>
        <w:tc>
          <w:tcPr>
            <w:tcW w:w="257" w:type="dxa"/>
          </w:tcPr>
          <w:p w14:paraId="3137C671" w14:textId="77777777" w:rsidR="00276705" w:rsidRPr="00033760" w:rsidRDefault="00276705" w:rsidP="00276705">
            <w:pPr>
              <w:pStyle w:val="acctfourfigures"/>
              <w:tabs>
                <w:tab w:val="clear" w:pos="765"/>
                <w:tab w:val="decimal" w:pos="1129"/>
              </w:tabs>
              <w:spacing w:line="240" w:lineRule="atLeast"/>
              <w:ind w:left="-43" w:right="-86"/>
              <w:rPr>
                <w:szCs w:val="22"/>
              </w:rPr>
            </w:pPr>
          </w:p>
        </w:tc>
        <w:tc>
          <w:tcPr>
            <w:tcW w:w="1288" w:type="dxa"/>
          </w:tcPr>
          <w:p w14:paraId="43C4AC8D" w14:textId="68E41B52" w:rsidR="00276705" w:rsidRPr="00A43BE2" w:rsidRDefault="00B82645" w:rsidP="00276705">
            <w:pPr>
              <w:pStyle w:val="acctfourfigures"/>
              <w:tabs>
                <w:tab w:val="clear" w:pos="765"/>
                <w:tab w:val="decimal" w:pos="1060"/>
              </w:tabs>
              <w:spacing w:line="240" w:lineRule="atLeast"/>
              <w:ind w:left="-43" w:right="-86"/>
              <w:rPr>
                <w:szCs w:val="22"/>
              </w:rPr>
            </w:pPr>
            <w:r>
              <w:rPr>
                <w:szCs w:val="22"/>
              </w:rPr>
              <w:t>-</w:t>
            </w:r>
          </w:p>
        </w:tc>
        <w:tc>
          <w:tcPr>
            <w:tcW w:w="257" w:type="dxa"/>
          </w:tcPr>
          <w:p w14:paraId="6B1C6C58" w14:textId="77777777" w:rsidR="00276705" w:rsidRPr="00A43BE2" w:rsidRDefault="00276705" w:rsidP="00276705">
            <w:pPr>
              <w:pStyle w:val="acctfourfigures"/>
              <w:tabs>
                <w:tab w:val="clear" w:pos="765"/>
                <w:tab w:val="decimal" w:pos="1129"/>
              </w:tabs>
              <w:spacing w:line="240" w:lineRule="atLeast"/>
              <w:ind w:left="-43" w:right="-86"/>
              <w:rPr>
                <w:szCs w:val="22"/>
              </w:rPr>
            </w:pPr>
          </w:p>
        </w:tc>
        <w:tc>
          <w:tcPr>
            <w:tcW w:w="1203" w:type="dxa"/>
            <w:shd w:val="clear" w:color="auto" w:fill="auto"/>
          </w:tcPr>
          <w:p w14:paraId="3C7564FA" w14:textId="52108027" w:rsidR="00276705" w:rsidRPr="00A43BE2" w:rsidRDefault="00B82645" w:rsidP="00276705">
            <w:pPr>
              <w:pStyle w:val="acctfourfigures"/>
              <w:tabs>
                <w:tab w:val="clear" w:pos="765"/>
                <w:tab w:val="decimal" w:pos="1040"/>
              </w:tabs>
              <w:spacing w:line="240" w:lineRule="atLeast"/>
              <w:ind w:left="-43" w:right="-86"/>
              <w:rPr>
                <w:szCs w:val="22"/>
              </w:rPr>
            </w:pPr>
            <w:r>
              <w:rPr>
                <w:szCs w:val="22"/>
              </w:rPr>
              <w:t>42,342</w:t>
            </w:r>
          </w:p>
        </w:tc>
        <w:tc>
          <w:tcPr>
            <w:tcW w:w="236" w:type="dxa"/>
            <w:shd w:val="clear" w:color="auto" w:fill="auto"/>
          </w:tcPr>
          <w:p w14:paraId="7EAFB225" w14:textId="77777777" w:rsidR="00276705" w:rsidRPr="00A43BE2" w:rsidRDefault="00276705" w:rsidP="00276705">
            <w:pPr>
              <w:pStyle w:val="acctfourfigures"/>
              <w:tabs>
                <w:tab w:val="clear" w:pos="765"/>
                <w:tab w:val="decimal" w:pos="796"/>
              </w:tabs>
              <w:spacing w:line="240" w:lineRule="atLeast"/>
              <w:ind w:left="-43" w:right="-86"/>
              <w:rPr>
                <w:szCs w:val="22"/>
              </w:rPr>
            </w:pPr>
          </w:p>
        </w:tc>
        <w:tc>
          <w:tcPr>
            <w:tcW w:w="1321" w:type="dxa"/>
            <w:shd w:val="clear" w:color="auto" w:fill="auto"/>
          </w:tcPr>
          <w:p w14:paraId="355221CA" w14:textId="62814D2D" w:rsidR="00276705" w:rsidRPr="00A43BE2" w:rsidRDefault="00276705" w:rsidP="00FA0144">
            <w:pPr>
              <w:pStyle w:val="acctfourfigures"/>
              <w:tabs>
                <w:tab w:val="clear" w:pos="765"/>
                <w:tab w:val="decimal" w:pos="1080"/>
              </w:tabs>
              <w:spacing w:line="240" w:lineRule="atLeast"/>
              <w:ind w:right="-86"/>
              <w:rPr>
                <w:szCs w:val="22"/>
              </w:rPr>
            </w:pPr>
            <w:r>
              <w:rPr>
                <w:szCs w:val="22"/>
                <w:lang w:val="en-US" w:bidi="th-TH"/>
              </w:rPr>
              <w:t>-</w:t>
            </w:r>
          </w:p>
        </w:tc>
        <w:tc>
          <w:tcPr>
            <w:tcW w:w="236" w:type="dxa"/>
            <w:shd w:val="clear" w:color="auto" w:fill="auto"/>
          </w:tcPr>
          <w:p w14:paraId="2AE70F09" w14:textId="77777777" w:rsidR="00276705" w:rsidRPr="00A43BE2" w:rsidRDefault="00276705" w:rsidP="00276705">
            <w:pPr>
              <w:tabs>
                <w:tab w:val="decimal" w:pos="595"/>
              </w:tabs>
              <w:ind w:left="-43" w:right="-86"/>
              <w:rPr>
                <w:szCs w:val="22"/>
              </w:rPr>
            </w:pPr>
          </w:p>
        </w:tc>
        <w:tc>
          <w:tcPr>
            <w:tcW w:w="1241" w:type="dxa"/>
            <w:shd w:val="clear" w:color="auto" w:fill="auto"/>
          </w:tcPr>
          <w:p w14:paraId="7D389F23" w14:textId="57EC1509" w:rsidR="00276705" w:rsidRPr="000B2806" w:rsidRDefault="00276705" w:rsidP="00276705">
            <w:pPr>
              <w:pStyle w:val="acctfourfigures"/>
              <w:tabs>
                <w:tab w:val="clear" w:pos="765"/>
                <w:tab w:val="decimal" w:pos="1099"/>
              </w:tabs>
              <w:spacing w:line="240" w:lineRule="atLeast"/>
              <w:ind w:left="-43" w:right="70"/>
              <w:rPr>
                <w:rFonts w:cstheme="minorBidi"/>
                <w:szCs w:val="22"/>
                <w:lang w:val="en-US"/>
              </w:rPr>
            </w:pPr>
            <w:r w:rsidRPr="00F04D2D">
              <w:rPr>
                <w:szCs w:val="22"/>
                <w:lang w:bidi="th-TH"/>
              </w:rPr>
              <w:t>4</w:t>
            </w:r>
            <w:r w:rsidR="000B2806">
              <w:rPr>
                <w:rFonts w:cstheme="minorBidi"/>
                <w:szCs w:val="22"/>
                <w:lang w:val="en-US" w:bidi="th-TH"/>
              </w:rPr>
              <w:t>2,342</w:t>
            </w:r>
          </w:p>
        </w:tc>
        <w:tc>
          <w:tcPr>
            <w:tcW w:w="237" w:type="dxa"/>
            <w:shd w:val="clear" w:color="auto" w:fill="auto"/>
          </w:tcPr>
          <w:p w14:paraId="003DFDE0" w14:textId="77777777" w:rsidR="00276705" w:rsidRPr="00A43BE2" w:rsidRDefault="00276705" w:rsidP="00276705">
            <w:pPr>
              <w:pStyle w:val="acctfourfigures"/>
              <w:tabs>
                <w:tab w:val="clear" w:pos="765"/>
                <w:tab w:val="decimal" w:pos="595"/>
              </w:tabs>
              <w:spacing w:line="240" w:lineRule="atLeast"/>
              <w:ind w:left="-43" w:right="-86"/>
              <w:rPr>
                <w:szCs w:val="22"/>
              </w:rPr>
            </w:pPr>
          </w:p>
        </w:tc>
        <w:tc>
          <w:tcPr>
            <w:tcW w:w="1235" w:type="dxa"/>
            <w:shd w:val="clear" w:color="auto" w:fill="auto"/>
          </w:tcPr>
          <w:p w14:paraId="65412D19" w14:textId="6493A713" w:rsidR="00276705" w:rsidRPr="00A43BE2" w:rsidRDefault="000B2806" w:rsidP="00276705">
            <w:pPr>
              <w:pStyle w:val="acctfourfigures"/>
              <w:tabs>
                <w:tab w:val="clear" w:pos="765"/>
                <w:tab w:val="decimal" w:pos="1010"/>
              </w:tabs>
              <w:spacing w:line="240" w:lineRule="atLeast"/>
              <w:ind w:right="-86"/>
              <w:rPr>
                <w:szCs w:val="22"/>
              </w:rPr>
            </w:pPr>
            <w:r>
              <w:rPr>
                <w:szCs w:val="22"/>
                <w:lang w:bidi="th-TH"/>
              </w:rPr>
              <w:t>-</w:t>
            </w:r>
          </w:p>
        </w:tc>
        <w:tc>
          <w:tcPr>
            <w:tcW w:w="257" w:type="dxa"/>
          </w:tcPr>
          <w:p w14:paraId="106C172A"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1DC16A85" w14:textId="5B2BA8D2" w:rsidR="00276705" w:rsidRPr="00A43BE2" w:rsidRDefault="000B2806" w:rsidP="00276705">
            <w:pPr>
              <w:pStyle w:val="acctfourfigures"/>
              <w:tabs>
                <w:tab w:val="clear" w:pos="765"/>
                <w:tab w:val="decimal" w:pos="610"/>
                <w:tab w:val="decimal" w:pos="1040"/>
              </w:tabs>
              <w:spacing w:line="240" w:lineRule="atLeast"/>
              <w:ind w:left="-43" w:right="70"/>
              <w:jc w:val="right"/>
              <w:rPr>
                <w:szCs w:val="22"/>
              </w:rPr>
            </w:pPr>
            <w:r>
              <w:rPr>
                <w:szCs w:val="22"/>
                <w:lang w:bidi="th-TH"/>
              </w:rPr>
              <w:t>42,342</w:t>
            </w:r>
          </w:p>
        </w:tc>
        <w:tc>
          <w:tcPr>
            <w:tcW w:w="257" w:type="dxa"/>
          </w:tcPr>
          <w:p w14:paraId="20203601"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0EC474FF" w14:textId="646CA45C" w:rsidR="00276705" w:rsidRPr="00A43BE2" w:rsidRDefault="000B2806" w:rsidP="00FA0144">
            <w:pPr>
              <w:pStyle w:val="acctfourfigures"/>
              <w:tabs>
                <w:tab w:val="clear" w:pos="765"/>
                <w:tab w:val="decimal" w:pos="970"/>
              </w:tabs>
              <w:spacing w:line="240" w:lineRule="atLeast"/>
              <w:ind w:left="-43" w:right="-86"/>
              <w:rPr>
                <w:szCs w:val="22"/>
              </w:rPr>
            </w:pPr>
            <w:r>
              <w:rPr>
                <w:szCs w:val="22"/>
                <w:lang w:bidi="th-TH"/>
              </w:rPr>
              <w:t>42,342</w:t>
            </w:r>
          </w:p>
        </w:tc>
      </w:tr>
      <w:tr w:rsidR="00276705" w:rsidRPr="00A43BE2" w14:paraId="46FF90A5" w14:textId="77777777" w:rsidTr="00892375">
        <w:trPr>
          <w:gridAfter w:val="1"/>
          <w:wAfter w:w="13" w:type="dxa"/>
          <w:trHeight w:val="242"/>
        </w:trPr>
        <w:tc>
          <w:tcPr>
            <w:tcW w:w="4050" w:type="dxa"/>
            <w:shd w:val="clear" w:color="auto" w:fill="auto"/>
          </w:tcPr>
          <w:p w14:paraId="4FB08716" w14:textId="77777777" w:rsidR="00276705" w:rsidRPr="00250505" w:rsidRDefault="00276705" w:rsidP="00276705">
            <w:pPr>
              <w:spacing w:line="240" w:lineRule="auto"/>
              <w:ind w:left="250" w:right="-110" w:hanging="250"/>
              <w:rPr>
                <w:spacing w:val="-6"/>
                <w:szCs w:val="22"/>
              </w:rPr>
            </w:pPr>
            <w:r w:rsidRPr="00250505">
              <w:rPr>
                <w:spacing w:val="-6"/>
                <w:szCs w:val="22"/>
              </w:rPr>
              <w:t>Long-term loans from financial institution</w:t>
            </w:r>
          </w:p>
        </w:tc>
        <w:tc>
          <w:tcPr>
            <w:tcW w:w="257" w:type="dxa"/>
          </w:tcPr>
          <w:p w14:paraId="423B4549" w14:textId="77777777" w:rsidR="00276705" w:rsidRPr="00033760" w:rsidRDefault="00276705" w:rsidP="00276705">
            <w:pPr>
              <w:pStyle w:val="acctfourfigures"/>
              <w:tabs>
                <w:tab w:val="clear" w:pos="765"/>
                <w:tab w:val="decimal" w:pos="1129"/>
              </w:tabs>
              <w:spacing w:line="240" w:lineRule="atLeast"/>
              <w:ind w:left="-43" w:right="-86"/>
              <w:rPr>
                <w:szCs w:val="22"/>
              </w:rPr>
            </w:pPr>
          </w:p>
        </w:tc>
        <w:tc>
          <w:tcPr>
            <w:tcW w:w="1288" w:type="dxa"/>
          </w:tcPr>
          <w:p w14:paraId="76DDE9BE" w14:textId="761B7D9D" w:rsidR="00276705" w:rsidRPr="00A43BE2" w:rsidRDefault="00276705" w:rsidP="00276705">
            <w:pPr>
              <w:pStyle w:val="acctfourfigures"/>
              <w:tabs>
                <w:tab w:val="clear" w:pos="765"/>
                <w:tab w:val="decimal" w:pos="1060"/>
              </w:tabs>
              <w:spacing w:line="240" w:lineRule="atLeast"/>
              <w:ind w:left="-43" w:right="-86"/>
              <w:rPr>
                <w:szCs w:val="22"/>
              </w:rPr>
            </w:pPr>
            <w:r>
              <w:rPr>
                <w:szCs w:val="22"/>
              </w:rPr>
              <w:t>-</w:t>
            </w:r>
          </w:p>
        </w:tc>
        <w:tc>
          <w:tcPr>
            <w:tcW w:w="257" w:type="dxa"/>
          </w:tcPr>
          <w:p w14:paraId="3A5D1144" w14:textId="77777777" w:rsidR="00276705" w:rsidRPr="00A43BE2" w:rsidRDefault="00276705" w:rsidP="00276705">
            <w:pPr>
              <w:pStyle w:val="acctfourfigures"/>
              <w:tabs>
                <w:tab w:val="clear" w:pos="765"/>
                <w:tab w:val="decimal" w:pos="1129"/>
              </w:tabs>
              <w:spacing w:line="240" w:lineRule="atLeast"/>
              <w:ind w:left="-43" w:right="-86"/>
              <w:rPr>
                <w:szCs w:val="22"/>
              </w:rPr>
            </w:pPr>
          </w:p>
        </w:tc>
        <w:tc>
          <w:tcPr>
            <w:tcW w:w="1203" w:type="dxa"/>
            <w:shd w:val="clear" w:color="auto" w:fill="auto"/>
          </w:tcPr>
          <w:p w14:paraId="1F6C1F45" w14:textId="4E06AA4B" w:rsidR="00276705" w:rsidRPr="00A43BE2" w:rsidRDefault="00B82645" w:rsidP="00276705">
            <w:pPr>
              <w:pStyle w:val="acctfourfigures"/>
              <w:tabs>
                <w:tab w:val="clear" w:pos="765"/>
                <w:tab w:val="decimal" w:pos="1040"/>
              </w:tabs>
              <w:spacing w:line="240" w:lineRule="atLeast"/>
              <w:ind w:left="-43" w:right="-86"/>
              <w:rPr>
                <w:szCs w:val="22"/>
              </w:rPr>
            </w:pPr>
            <w:r>
              <w:rPr>
                <w:szCs w:val="22"/>
              </w:rPr>
              <w:t>-</w:t>
            </w:r>
          </w:p>
        </w:tc>
        <w:tc>
          <w:tcPr>
            <w:tcW w:w="236" w:type="dxa"/>
            <w:shd w:val="clear" w:color="auto" w:fill="auto"/>
          </w:tcPr>
          <w:p w14:paraId="11F84B13" w14:textId="77777777" w:rsidR="00276705" w:rsidRPr="00A43BE2" w:rsidRDefault="00276705" w:rsidP="00276705">
            <w:pPr>
              <w:pStyle w:val="acctfourfigures"/>
              <w:tabs>
                <w:tab w:val="clear" w:pos="765"/>
                <w:tab w:val="decimal" w:pos="796"/>
              </w:tabs>
              <w:spacing w:line="240" w:lineRule="atLeast"/>
              <w:ind w:left="-43" w:right="-86"/>
              <w:rPr>
                <w:szCs w:val="22"/>
              </w:rPr>
            </w:pPr>
          </w:p>
        </w:tc>
        <w:tc>
          <w:tcPr>
            <w:tcW w:w="1321" w:type="dxa"/>
            <w:shd w:val="clear" w:color="auto" w:fill="auto"/>
          </w:tcPr>
          <w:p w14:paraId="7D64C36F" w14:textId="116B04E1" w:rsidR="00276705" w:rsidRPr="000B2806" w:rsidRDefault="00B82645" w:rsidP="00276705">
            <w:pPr>
              <w:pStyle w:val="acctfourfigures"/>
              <w:tabs>
                <w:tab w:val="clear" w:pos="765"/>
                <w:tab w:val="decimal" w:pos="1080"/>
              </w:tabs>
              <w:spacing w:line="240" w:lineRule="atLeast"/>
              <w:ind w:right="-86"/>
              <w:rPr>
                <w:rFonts w:cstheme="minorBidi"/>
                <w:szCs w:val="22"/>
                <w:cs/>
              </w:rPr>
            </w:pPr>
            <w:r>
              <w:rPr>
                <w:szCs w:val="22"/>
                <w:lang w:val="en-US" w:bidi="th-TH"/>
              </w:rPr>
              <w:t>(155,259)</w:t>
            </w:r>
          </w:p>
        </w:tc>
        <w:tc>
          <w:tcPr>
            <w:tcW w:w="236" w:type="dxa"/>
            <w:shd w:val="clear" w:color="auto" w:fill="auto"/>
          </w:tcPr>
          <w:p w14:paraId="1DAA679F" w14:textId="77777777" w:rsidR="00276705" w:rsidRPr="00A43BE2" w:rsidRDefault="00276705" w:rsidP="00276705">
            <w:pPr>
              <w:tabs>
                <w:tab w:val="decimal" w:pos="595"/>
              </w:tabs>
              <w:ind w:left="-43" w:right="-86"/>
              <w:rPr>
                <w:szCs w:val="22"/>
              </w:rPr>
            </w:pPr>
          </w:p>
        </w:tc>
        <w:tc>
          <w:tcPr>
            <w:tcW w:w="1241" w:type="dxa"/>
            <w:shd w:val="clear" w:color="auto" w:fill="auto"/>
          </w:tcPr>
          <w:p w14:paraId="2D5600A0" w14:textId="77923680" w:rsidR="00276705" w:rsidRPr="00A43BE2" w:rsidRDefault="000B2806" w:rsidP="00276705">
            <w:pPr>
              <w:pStyle w:val="acctfourfigures"/>
              <w:tabs>
                <w:tab w:val="clear" w:pos="765"/>
                <w:tab w:val="decimal" w:pos="1018"/>
              </w:tabs>
              <w:spacing w:line="240" w:lineRule="atLeast"/>
              <w:ind w:left="-43"/>
              <w:rPr>
                <w:szCs w:val="22"/>
              </w:rPr>
            </w:pPr>
            <w:r>
              <w:rPr>
                <w:szCs w:val="22"/>
                <w:lang w:bidi="th-TH"/>
              </w:rPr>
              <w:t>(155,259)</w:t>
            </w:r>
          </w:p>
        </w:tc>
        <w:tc>
          <w:tcPr>
            <w:tcW w:w="237" w:type="dxa"/>
            <w:shd w:val="clear" w:color="auto" w:fill="auto"/>
          </w:tcPr>
          <w:p w14:paraId="5762C700" w14:textId="77777777" w:rsidR="00276705" w:rsidRPr="00A43BE2" w:rsidRDefault="00276705" w:rsidP="00276705">
            <w:pPr>
              <w:pStyle w:val="acctfourfigures"/>
              <w:tabs>
                <w:tab w:val="clear" w:pos="765"/>
                <w:tab w:val="decimal" w:pos="595"/>
              </w:tabs>
              <w:spacing w:line="240" w:lineRule="atLeast"/>
              <w:ind w:left="-43" w:right="-86"/>
              <w:rPr>
                <w:szCs w:val="22"/>
              </w:rPr>
            </w:pPr>
          </w:p>
        </w:tc>
        <w:tc>
          <w:tcPr>
            <w:tcW w:w="1235" w:type="dxa"/>
            <w:shd w:val="clear" w:color="auto" w:fill="auto"/>
          </w:tcPr>
          <w:p w14:paraId="037932C8" w14:textId="53944AAE" w:rsidR="00276705" w:rsidRPr="00A43BE2" w:rsidRDefault="000B2806" w:rsidP="00276705">
            <w:pPr>
              <w:pStyle w:val="acctfourfigures"/>
              <w:tabs>
                <w:tab w:val="clear" w:pos="765"/>
                <w:tab w:val="decimal" w:pos="1010"/>
              </w:tabs>
              <w:spacing w:line="240" w:lineRule="atLeast"/>
              <w:ind w:right="-86"/>
              <w:rPr>
                <w:szCs w:val="22"/>
              </w:rPr>
            </w:pPr>
            <w:r>
              <w:rPr>
                <w:szCs w:val="22"/>
                <w:lang w:bidi="th-TH"/>
              </w:rPr>
              <w:t>(154,680)</w:t>
            </w:r>
          </w:p>
        </w:tc>
        <w:tc>
          <w:tcPr>
            <w:tcW w:w="257" w:type="dxa"/>
          </w:tcPr>
          <w:p w14:paraId="5B9DC5B9"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4EB72458" w14:textId="78BFD8E6" w:rsidR="00276705" w:rsidRPr="00A43BE2" w:rsidRDefault="000B2806" w:rsidP="00276705">
            <w:pPr>
              <w:pStyle w:val="acctfourfigures"/>
              <w:tabs>
                <w:tab w:val="clear" w:pos="765"/>
                <w:tab w:val="decimal" w:pos="610"/>
                <w:tab w:val="decimal" w:pos="1040"/>
              </w:tabs>
              <w:spacing w:line="240" w:lineRule="atLeast"/>
              <w:ind w:left="-43" w:right="70"/>
              <w:jc w:val="right"/>
              <w:rPr>
                <w:szCs w:val="22"/>
              </w:rPr>
            </w:pPr>
            <w:r>
              <w:rPr>
                <w:szCs w:val="22"/>
                <w:lang w:bidi="th-TH"/>
              </w:rPr>
              <w:t>-</w:t>
            </w:r>
          </w:p>
        </w:tc>
        <w:tc>
          <w:tcPr>
            <w:tcW w:w="257" w:type="dxa"/>
          </w:tcPr>
          <w:p w14:paraId="62FA3183"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shd w:val="clear" w:color="auto" w:fill="auto"/>
          </w:tcPr>
          <w:p w14:paraId="334A5DDC" w14:textId="68D5F106" w:rsidR="00276705" w:rsidRPr="00A43BE2" w:rsidRDefault="000B2806" w:rsidP="00276705">
            <w:pPr>
              <w:pStyle w:val="acctfourfigures"/>
              <w:tabs>
                <w:tab w:val="clear" w:pos="765"/>
                <w:tab w:val="decimal" w:pos="970"/>
              </w:tabs>
              <w:spacing w:line="240" w:lineRule="atLeast"/>
              <w:ind w:left="-43" w:right="-86"/>
              <w:rPr>
                <w:szCs w:val="22"/>
              </w:rPr>
            </w:pPr>
            <w:r>
              <w:rPr>
                <w:szCs w:val="22"/>
                <w:lang w:bidi="th-TH"/>
              </w:rPr>
              <w:t>(154,680)</w:t>
            </w:r>
          </w:p>
        </w:tc>
      </w:tr>
      <w:tr w:rsidR="00276705" w:rsidRPr="00033760" w14:paraId="58B767CD" w14:textId="77777777" w:rsidTr="00892375">
        <w:trPr>
          <w:gridAfter w:val="1"/>
          <w:wAfter w:w="13" w:type="dxa"/>
          <w:trHeight w:val="242"/>
        </w:trPr>
        <w:tc>
          <w:tcPr>
            <w:tcW w:w="4050" w:type="dxa"/>
            <w:shd w:val="clear" w:color="auto" w:fill="auto"/>
          </w:tcPr>
          <w:p w14:paraId="24352467" w14:textId="728F8D62" w:rsidR="00276705" w:rsidRPr="00033760" w:rsidRDefault="00276705" w:rsidP="00276705">
            <w:pPr>
              <w:spacing w:line="240" w:lineRule="auto"/>
              <w:ind w:left="250" w:right="-110" w:hanging="250"/>
              <w:rPr>
                <w:szCs w:val="22"/>
                <w:cs/>
              </w:rPr>
            </w:pPr>
            <w:r w:rsidRPr="00033760">
              <w:rPr>
                <w:szCs w:val="22"/>
              </w:rPr>
              <w:t>Foreign currency forward contracts</w:t>
            </w:r>
            <w:r w:rsidR="00626FA0">
              <w:rPr>
                <w:szCs w:val="22"/>
              </w:rPr>
              <w:t>*</w:t>
            </w:r>
          </w:p>
        </w:tc>
        <w:tc>
          <w:tcPr>
            <w:tcW w:w="257" w:type="dxa"/>
          </w:tcPr>
          <w:p w14:paraId="25C255FE" w14:textId="77777777" w:rsidR="00276705" w:rsidRPr="00033760" w:rsidRDefault="00276705" w:rsidP="00276705">
            <w:pPr>
              <w:pStyle w:val="acctfourfigures"/>
              <w:tabs>
                <w:tab w:val="clear" w:pos="765"/>
                <w:tab w:val="decimal" w:pos="1129"/>
              </w:tabs>
              <w:spacing w:line="240" w:lineRule="atLeast"/>
              <w:ind w:left="-43" w:right="-86"/>
              <w:rPr>
                <w:szCs w:val="22"/>
              </w:rPr>
            </w:pPr>
          </w:p>
        </w:tc>
        <w:tc>
          <w:tcPr>
            <w:tcW w:w="1288" w:type="dxa"/>
          </w:tcPr>
          <w:p w14:paraId="2B69AB32" w14:textId="013B2C91" w:rsidR="00276705" w:rsidRPr="00A43BE2" w:rsidRDefault="00B82645" w:rsidP="00276705">
            <w:pPr>
              <w:pStyle w:val="acctfourfigures"/>
              <w:tabs>
                <w:tab w:val="clear" w:pos="765"/>
                <w:tab w:val="decimal" w:pos="1060"/>
              </w:tabs>
              <w:spacing w:line="240" w:lineRule="atLeast"/>
              <w:ind w:left="-43" w:right="-86"/>
              <w:rPr>
                <w:szCs w:val="22"/>
              </w:rPr>
            </w:pPr>
            <w:r>
              <w:rPr>
                <w:szCs w:val="22"/>
              </w:rPr>
              <w:t>484</w:t>
            </w:r>
          </w:p>
        </w:tc>
        <w:tc>
          <w:tcPr>
            <w:tcW w:w="257" w:type="dxa"/>
          </w:tcPr>
          <w:p w14:paraId="0FD9604E" w14:textId="77777777" w:rsidR="00276705" w:rsidRPr="00A43BE2" w:rsidRDefault="00276705" w:rsidP="00276705">
            <w:pPr>
              <w:pStyle w:val="acctfourfigures"/>
              <w:tabs>
                <w:tab w:val="clear" w:pos="765"/>
                <w:tab w:val="decimal" w:pos="1129"/>
              </w:tabs>
              <w:spacing w:line="240" w:lineRule="atLeast"/>
              <w:ind w:left="-43" w:right="-86"/>
              <w:rPr>
                <w:szCs w:val="22"/>
              </w:rPr>
            </w:pPr>
          </w:p>
        </w:tc>
        <w:tc>
          <w:tcPr>
            <w:tcW w:w="1203" w:type="dxa"/>
            <w:shd w:val="clear" w:color="auto" w:fill="auto"/>
          </w:tcPr>
          <w:p w14:paraId="21503A39" w14:textId="3A93A1DF" w:rsidR="00276705" w:rsidRPr="00A43BE2" w:rsidRDefault="00276705" w:rsidP="00276705">
            <w:pPr>
              <w:pStyle w:val="acctfourfigures"/>
              <w:tabs>
                <w:tab w:val="clear" w:pos="765"/>
                <w:tab w:val="decimal" w:pos="1040"/>
              </w:tabs>
              <w:spacing w:line="240" w:lineRule="atLeast"/>
              <w:ind w:left="-43" w:right="-86"/>
              <w:rPr>
                <w:szCs w:val="22"/>
                <w:cs/>
                <w:lang w:bidi="th-TH"/>
              </w:rPr>
            </w:pPr>
            <w:r>
              <w:rPr>
                <w:szCs w:val="22"/>
              </w:rPr>
              <w:t>-</w:t>
            </w:r>
          </w:p>
        </w:tc>
        <w:tc>
          <w:tcPr>
            <w:tcW w:w="236" w:type="dxa"/>
            <w:shd w:val="clear" w:color="auto" w:fill="auto"/>
          </w:tcPr>
          <w:p w14:paraId="1DD664CA" w14:textId="77777777" w:rsidR="00276705" w:rsidRPr="00A43BE2" w:rsidRDefault="00276705" w:rsidP="00276705">
            <w:pPr>
              <w:pStyle w:val="acctfourfigures"/>
              <w:tabs>
                <w:tab w:val="clear" w:pos="765"/>
                <w:tab w:val="decimal" w:pos="796"/>
              </w:tabs>
              <w:spacing w:line="240" w:lineRule="atLeast"/>
              <w:ind w:left="-43" w:right="-86"/>
              <w:rPr>
                <w:szCs w:val="22"/>
              </w:rPr>
            </w:pPr>
          </w:p>
        </w:tc>
        <w:tc>
          <w:tcPr>
            <w:tcW w:w="1321" w:type="dxa"/>
            <w:shd w:val="clear" w:color="auto" w:fill="auto"/>
          </w:tcPr>
          <w:p w14:paraId="44E5692E" w14:textId="2168C575" w:rsidR="00276705" w:rsidRPr="00A43BE2" w:rsidRDefault="00B82645" w:rsidP="00276705">
            <w:pPr>
              <w:pStyle w:val="acctfourfigures"/>
              <w:tabs>
                <w:tab w:val="clear" w:pos="765"/>
                <w:tab w:val="decimal" w:pos="1080"/>
              </w:tabs>
              <w:spacing w:line="240" w:lineRule="atLeast"/>
              <w:ind w:right="-86"/>
              <w:rPr>
                <w:szCs w:val="22"/>
              </w:rPr>
            </w:pPr>
            <w:r>
              <w:rPr>
                <w:szCs w:val="22"/>
                <w:lang w:val="en-US" w:bidi="th-TH"/>
              </w:rPr>
              <w:t>-</w:t>
            </w:r>
          </w:p>
        </w:tc>
        <w:tc>
          <w:tcPr>
            <w:tcW w:w="236" w:type="dxa"/>
            <w:shd w:val="clear" w:color="auto" w:fill="auto"/>
          </w:tcPr>
          <w:p w14:paraId="3000F4B6" w14:textId="77777777" w:rsidR="00276705" w:rsidRPr="00A43BE2" w:rsidRDefault="00276705" w:rsidP="00276705">
            <w:pPr>
              <w:tabs>
                <w:tab w:val="decimal" w:pos="595"/>
              </w:tabs>
              <w:ind w:left="-43" w:right="-86"/>
              <w:rPr>
                <w:szCs w:val="22"/>
              </w:rPr>
            </w:pPr>
          </w:p>
        </w:tc>
        <w:tc>
          <w:tcPr>
            <w:tcW w:w="1241" w:type="dxa"/>
            <w:shd w:val="clear" w:color="auto" w:fill="auto"/>
          </w:tcPr>
          <w:p w14:paraId="2FB8AC48" w14:textId="2C02B540" w:rsidR="00276705" w:rsidRPr="00A43BE2" w:rsidRDefault="000B2806" w:rsidP="00FA0144">
            <w:pPr>
              <w:pStyle w:val="acctfourfigures"/>
              <w:tabs>
                <w:tab w:val="clear" w:pos="765"/>
                <w:tab w:val="decimal" w:pos="1099"/>
              </w:tabs>
              <w:spacing w:line="240" w:lineRule="atLeast"/>
              <w:ind w:left="-43" w:right="70"/>
              <w:rPr>
                <w:szCs w:val="22"/>
                <w:cs/>
                <w:lang w:bidi="th-TH"/>
              </w:rPr>
            </w:pPr>
            <w:r>
              <w:rPr>
                <w:szCs w:val="22"/>
                <w:lang w:bidi="th-TH"/>
              </w:rPr>
              <w:t>484</w:t>
            </w:r>
          </w:p>
        </w:tc>
        <w:tc>
          <w:tcPr>
            <w:tcW w:w="237" w:type="dxa"/>
            <w:shd w:val="clear" w:color="auto" w:fill="auto"/>
          </w:tcPr>
          <w:p w14:paraId="5AB6088B" w14:textId="77777777" w:rsidR="00276705" w:rsidRPr="00A43BE2" w:rsidRDefault="00276705" w:rsidP="00276705">
            <w:pPr>
              <w:pStyle w:val="acctfourfigures"/>
              <w:tabs>
                <w:tab w:val="clear" w:pos="765"/>
                <w:tab w:val="decimal" w:pos="595"/>
              </w:tabs>
              <w:spacing w:line="240" w:lineRule="atLeast"/>
              <w:ind w:left="-43" w:right="-86"/>
              <w:rPr>
                <w:szCs w:val="22"/>
              </w:rPr>
            </w:pPr>
          </w:p>
        </w:tc>
        <w:tc>
          <w:tcPr>
            <w:tcW w:w="1235" w:type="dxa"/>
            <w:shd w:val="clear" w:color="auto" w:fill="auto"/>
          </w:tcPr>
          <w:p w14:paraId="147293CA" w14:textId="6FCCCFB3" w:rsidR="00276705" w:rsidRPr="00A43BE2" w:rsidRDefault="000B2806" w:rsidP="00FA0144">
            <w:pPr>
              <w:pStyle w:val="acctfourfigures"/>
              <w:tabs>
                <w:tab w:val="clear" w:pos="765"/>
                <w:tab w:val="decimal" w:pos="1010"/>
              </w:tabs>
              <w:spacing w:line="240" w:lineRule="atLeast"/>
              <w:ind w:right="-86"/>
              <w:rPr>
                <w:szCs w:val="22"/>
                <w:cs/>
                <w:lang w:bidi="th-TH"/>
              </w:rPr>
            </w:pPr>
            <w:r>
              <w:rPr>
                <w:szCs w:val="22"/>
                <w:lang w:bidi="th-TH"/>
              </w:rPr>
              <w:t>484</w:t>
            </w:r>
          </w:p>
        </w:tc>
        <w:tc>
          <w:tcPr>
            <w:tcW w:w="257" w:type="dxa"/>
          </w:tcPr>
          <w:p w14:paraId="0A9C7751"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tcPr>
          <w:p w14:paraId="2F9A041E" w14:textId="27B9D28F" w:rsidR="00276705" w:rsidRPr="00A43BE2" w:rsidRDefault="00276705" w:rsidP="00276705">
            <w:pPr>
              <w:pStyle w:val="acctfourfigures"/>
              <w:tabs>
                <w:tab w:val="clear" w:pos="765"/>
                <w:tab w:val="decimal" w:pos="610"/>
                <w:tab w:val="decimal" w:pos="1040"/>
              </w:tabs>
              <w:spacing w:line="240" w:lineRule="atLeast"/>
              <w:ind w:left="-43" w:right="70"/>
              <w:jc w:val="right"/>
              <w:rPr>
                <w:szCs w:val="22"/>
                <w:cs/>
                <w:lang w:bidi="th-TH"/>
              </w:rPr>
            </w:pPr>
            <w:r>
              <w:rPr>
                <w:szCs w:val="22"/>
                <w:lang w:bidi="th-TH"/>
              </w:rPr>
              <w:t>-</w:t>
            </w:r>
          </w:p>
        </w:tc>
        <w:tc>
          <w:tcPr>
            <w:tcW w:w="257" w:type="dxa"/>
          </w:tcPr>
          <w:p w14:paraId="429CB463" w14:textId="77777777" w:rsidR="00276705" w:rsidRPr="00A43BE2" w:rsidRDefault="00276705" w:rsidP="00276705">
            <w:pPr>
              <w:pStyle w:val="acctfourfigures"/>
              <w:tabs>
                <w:tab w:val="clear" w:pos="765"/>
                <w:tab w:val="decimal" w:pos="1456"/>
              </w:tabs>
              <w:spacing w:line="240" w:lineRule="atLeast"/>
              <w:ind w:left="-43" w:right="-86"/>
              <w:rPr>
                <w:szCs w:val="22"/>
                <w:cs/>
                <w:lang w:bidi="th-TH"/>
              </w:rPr>
            </w:pPr>
          </w:p>
        </w:tc>
        <w:tc>
          <w:tcPr>
            <w:tcW w:w="1203" w:type="dxa"/>
            <w:shd w:val="clear" w:color="auto" w:fill="auto"/>
          </w:tcPr>
          <w:p w14:paraId="10C10A5E" w14:textId="4796A784" w:rsidR="00276705" w:rsidRPr="00A43BE2" w:rsidRDefault="000B2806" w:rsidP="00276705">
            <w:pPr>
              <w:pStyle w:val="acctfourfigures"/>
              <w:tabs>
                <w:tab w:val="clear" w:pos="765"/>
                <w:tab w:val="decimal" w:pos="970"/>
              </w:tabs>
              <w:spacing w:line="240" w:lineRule="atLeast"/>
              <w:ind w:left="-43" w:right="-86"/>
              <w:rPr>
                <w:szCs w:val="22"/>
                <w:cs/>
                <w:lang w:bidi="th-TH"/>
              </w:rPr>
            </w:pPr>
            <w:r>
              <w:rPr>
                <w:szCs w:val="22"/>
                <w:lang w:bidi="th-TH"/>
              </w:rPr>
              <w:t>484</w:t>
            </w:r>
          </w:p>
        </w:tc>
      </w:tr>
    </w:tbl>
    <w:p w14:paraId="31B81083" w14:textId="77777777" w:rsidR="002F5BEB" w:rsidRPr="00AF39A3" w:rsidRDefault="002F5BEB" w:rsidP="001B7313">
      <w:pPr>
        <w:spacing w:line="240" w:lineRule="auto"/>
        <w:jc w:val="both"/>
        <w:rPr>
          <w:szCs w:val="22"/>
          <w:cs/>
          <w:lang w:bidi="th-TH"/>
        </w:rPr>
      </w:pPr>
    </w:p>
    <w:p w14:paraId="37C93BF8" w14:textId="12FFBE02" w:rsidR="00626FA0" w:rsidRPr="00B733DD" w:rsidRDefault="00626FA0" w:rsidP="00B733DD">
      <w:pPr>
        <w:spacing w:line="240" w:lineRule="auto"/>
        <w:ind w:left="630" w:right="543"/>
        <w:jc w:val="both"/>
        <w:rPr>
          <w:szCs w:val="22"/>
          <w:lang w:bidi="th-TH"/>
        </w:rPr>
      </w:pPr>
      <w:r>
        <w:rPr>
          <w:szCs w:val="22"/>
          <w:lang w:bidi="th-TH"/>
        </w:rPr>
        <w:t xml:space="preserve">* </w:t>
      </w:r>
      <w:r w:rsidR="00B733DD" w:rsidRPr="00B733DD">
        <w:rPr>
          <w:szCs w:val="22"/>
          <w:lang w:bidi="th-TH"/>
        </w:rPr>
        <w:t xml:space="preserve">Forward currency forward contracts </w:t>
      </w:r>
      <w:r w:rsidR="001632BA">
        <w:rPr>
          <w:szCs w:val="22"/>
          <w:lang w:bidi="th-TH"/>
        </w:rPr>
        <w:t xml:space="preserve">are </w:t>
      </w:r>
      <w:r w:rsidR="00B733DD" w:rsidRPr="00B733DD">
        <w:rPr>
          <w:szCs w:val="22"/>
          <w:lang w:bidi="th-TH"/>
        </w:rPr>
        <w:t>measured at fair value in the statements of financial position using</w:t>
      </w:r>
      <w:r w:rsidR="00B733DD">
        <w:rPr>
          <w:szCs w:val="22"/>
          <w:lang w:bidi="th-TH"/>
        </w:rPr>
        <w:t xml:space="preserve"> </w:t>
      </w:r>
      <w:r w:rsidR="00B733DD" w:rsidRPr="00B733DD">
        <w:rPr>
          <w:szCs w:val="22"/>
          <w:lang w:bidi="th-TH"/>
        </w:rPr>
        <w:t>market value.</w:t>
      </w:r>
    </w:p>
    <w:p w14:paraId="173FEE17" w14:textId="419C3CE2" w:rsidR="001B7313" w:rsidRDefault="001B7313" w:rsidP="001B7313">
      <w:pPr>
        <w:spacing w:line="240" w:lineRule="auto"/>
        <w:jc w:val="both"/>
        <w:rPr>
          <w:sz w:val="20"/>
          <w:lang w:bidi="th-TH"/>
        </w:rPr>
      </w:pPr>
    </w:p>
    <w:p w14:paraId="21D87B67" w14:textId="0902D4F8" w:rsidR="006E0E24" w:rsidRDefault="006E0E24" w:rsidP="001B7313">
      <w:pPr>
        <w:spacing w:line="240" w:lineRule="auto"/>
        <w:jc w:val="both"/>
        <w:rPr>
          <w:sz w:val="20"/>
          <w:lang w:bidi="th-TH"/>
        </w:rPr>
      </w:pPr>
    </w:p>
    <w:p w14:paraId="4CB0EA8F" w14:textId="3A236031" w:rsidR="006E0E24" w:rsidRDefault="006E0E24" w:rsidP="001B7313">
      <w:pPr>
        <w:spacing w:line="240" w:lineRule="auto"/>
        <w:jc w:val="both"/>
        <w:rPr>
          <w:sz w:val="20"/>
          <w:lang w:bidi="th-TH"/>
        </w:rPr>
      </w:pPr>
    </w:p>
    <w:p w14:paraId="7A2E1562" w14:textId="54F74BC8" w:rsidR="006E0E24" w:rsidRDefault="006E0E24" w:rsidP="001B7313">
      <w:pPr>
        <w:spacing w:line="240" w:lineRule="auto"/>
        <w:jc w:val="both"/>
        <w:rPr>
          <w:sz w:val="20"/>
          <w:lang w:bidi="th-TH"/>
        </w:rPr>
      </w:pPr>
    </w:p>
    <w:p w14:paraId="681639AB" w14:textId="060351C3" w:rsidR="007F7222" w:rsidRPr="009328D3" w:rsidRDefault="007F7222" w:rsidP="009328D3">
      <w:pPr>
        <w:spacing w:line="240" w:lineRule="auto"/>
        <w:rPr>
          <w:sz w:val="20"/>
          <w:lang w:bidi="th-TH"/>
        </w:rPr>
      </w:pPr>
    </w:p>
    <w:p w14:paraId="28BA1A48" w14:textId="758E66CB" w:rsidR="007F7222" w:rsidRPr="005964D8" w:rsidRDefault="007F7222" w:rsidP="009328D3">
      <w:pPr>
        <w:spacing w:line="240" w:lineRule="auto"/>
        <w:ind w:right="453"/>
        <w:jc w:val="both"/>
        <w:rPr>
          <w:rFonts w:cstheme="minorBidi"/>
          <w:szCs w:val="22"/>
          <w:lang w:bidi="th-TH"/>
        </w:rPr>
        <w:sectPr w:rsidR="007F7222" w:rsidRPr="005964D8" w:rsidSect="00E258FB">
          <w:headerReference w:type="default" r:id="rId14"/>
          <w:pgSz w:w="16840" w:h="11907" w:orient="landscape" w:code="9"/>
          <w:pgMar w:top="1152" w:right="691" w:bottom="1109" w:left="576" w:header="720" w:footer="720" w:gutter="0"/>
          <w:cols w:space="720"/>
          <w:docGrid w:linePitch="299"/>
        </w:sectPr>
      </w:pPr>
    </w:p>
    <w:p w14:paraId="51ADA8E5" w14:textId="62178E1E" w:rsidR="009328D3" w:rsidRPr="009328D3" w:rsidRDefault="00485C7E" w:rsidP="007E0034">
      <w:pPr>
        <w:pStyle w:val="Heading1"/>
        <w:numPr>
          <w:ilvl w:val="0"/>
          <w:numId w:val="41"/>
        </w:numPr>
        <w:spacing w:before="0" w:after="0" w:line="240" w:lineRule="atLeast"/>
        <w:ind w:right="108"/>
        <w:rPr>
          <w:szCs w:val="24"/>
        </w:rPr>
      </w:pPr>
      <w:bookmarkStart w:id="8" w:name="_Hlk133919792"/>
      <w:r w:rsidRPr="007E0034">
        <w:rPr>
          <w:rFonts w:cs="Angsana New"/>
          <w:szCs w:val="30"/>
          <w:lang w:val="en-US" w:bidi="th-TH"/>
        </w:rPr>
        <w:lastRenderedPageBreak/>
        <w:t>Commitments</w:t>
      </w:r>
      <w:r w:rsidRPr="00A46B1F">
        <w:rPr>
          <w:szCs w:val="24"/>
        </w:rPr>
        <w:t xml:space="preserve"> with non-related parties</w:t>
      </w:r>
    </w:p>
    <w:bookmarkEnd w:id="8"/>
    <w:p w14:paraId="6E817C36" w14:textId="77777777" w:rsidR="00B62E3E" w:rsidRPr="00610BA4" w:rsidRDefault="00B62E3E" w:rsidP="00B62E3E">
      <w:pPr>
        <w:spacing w:line="240" w:lineRule="auto"/>
        <w:ind w:left="540"/>
        <w:rPr>
          <w:szCs w:val="22"/>
        </w:rPr>
      </w:pPr>
    </w:p>
    <w:tbl>
      <w:tblPr>
        <w:tblW w:w="9181" w:type="dxa"/>
        <w:tblInd w:w="450" w:type="dxa"/>
        <w:tblLayout w:type="fixed"/>
        <w:tblLook w:val="0000" w:firstRow="0" w:lastRow="0" w:firstColumn="0" w:lastColumn="0" w:noHBand="0" w:noVBand="0"/>
      </w:tblPr>
      <w:tblGrid>
        <w:gridCol w:w="6569"/>
        <w:gridCol w:w="1184"/>
        <w:gridCol w:w="237"/>
        <w:gridCol w:w="20"/>
        <w:gridCol w:w="1171"/>
      </w:tblGrid>
      <w:tr w:rsidR="00DA7DC5" w:rsidRPr="00DA7DC5" w14:paraId="6DB29112" w14:textId="77777777" w:rsidTr="000D78B9">
        <w:trPr>
          <w:tblHeader/>
        </w:trPr>
        <w:tc>
          <w:tcPr>
            <w:tcW w:w="3577" w:type="pct"/>
          </w:tcPr>
          <w:p w14:paraId="24C3FFA8" w14:textId="77777777" w:rsidR="00DA7DC5" w:rsidRPr="00DA7DC5" w:rsidRDefault="00DA7DC5" w:rsidP="00DA7DC5">
            <w:pPr>
              <w:spacing w:line="240" w:lineRule="auto"/>
              <w:ind w:left="162" w:right="-108" w:hanging="162"/>
              <w:rPr>
                <w:b/>
                <w:bCs/>
                <w:szCs w:val="22"/>
                <w:lang w:val="en-US" w:bidi="th-TH"/>
              </w:rPr>
            </w:pPr>
            <w:bookmarkStart w:id="9" w:name="_Hlk166069348"/>
          </w:p>
        </w:tc>
        <w:tc>
          <w:tcPr>
            <w:tcW w:w="1423" w:type="pct"/>
            <w:gridSpan w:val="4"/>
          </w:tcPr>
          <w:p w14:paraId="0E33A0F5" w14:textId="77B73BF2" w:rsidR="00DA7DC5" w:rsidRPr="00DA7DC5" w:rsidRDefault="00DA7DC5" w:rsidP="00DA7DC5">
            <w:pPr>
              <w:spacing w:line="240" w:lineRule="auto"/>
              <w:ind w:left="-108" w:right="-110"/>
              <w:jc w:val="center"/>
              <w:rPr>
                <w:szCs w:val="22"/>
                <w:lang w:val="en-US" w:bidi="th-TH"/>
              </w:rPr>
            </w:pPr>
            <w:r w:rsidRPr="00DA7DC5">
              <w:rPr>
                <w:b/>
                <w:bCs/>
                <w:szCs w:val="22"/>
                <w:lang w:val="en-US" w:bidi="th-TH"/>
              </w:rPr>
              <w:t xml:space="preserve">Consolidated and </w:t>
            </w:r>
            <w:r w:rsidR="0083553E">
              <w:rPr>
                <w:b/>
                <w:bCs/>
                <w:szCs w:val="22"/>
                <w:lang w:val="en-US" w:bidi="th-TH"/>
              </w:rPr>
              <w:t>s</w:t>
            </w:r>
            <w:r w:rsidRPr="00DA7DC5">
              <w:rPr>
                <w:b/>
                <w:bCs/>
                <w:szCs w:val="22"/>
                <w:lang w:val="en-US" w:bidi="th-TH"/>
              </w:rPr>
              <w:t>eparate financial statements</w:t>
            </w:r>
          </w:p>
        </w:tc>
      </w:tr>
      <w:tr w:rsidR="005E3CA3" w:rsidRPr="00DA7DC5" w14:paraId="3BF886F1" w14:textId="77777777" w:rsidTr="005E3CA3">
        <w:trPr>
          <w:tblHeader/>
        </w:trPr>
        <w:tc>
          <w:tcPr>
            <w:tcW w:w="3577" w:type="pct"/>
          </w:tcPr>
          <w:p w14:paraId="767456F9" w14:textId="77777777" w:rsidR="005E3CA3" w:rsidRPr="00DA7DC5" w:rsidRDefault="005E3CA3" w:rsidP="00DA7DC5">
            <w:pPr>
              <w:spacing w:line="240" w:lineRule="auto"/>
              <w:ind w:left="162" w:right="-108" w:hanging="162"/>
              <w:rPr>
                <w:b/>
                <w:bCs/>
                <w:i/>
                <w:iCs/>
                <w:szCs w:val="22"/>
                <w:lang w:val="en-US" w:bidi="th-TH"/>
              </w:rPr>
            </w:pPr>
          </w:p>
        </w:tc>
        <w:tc>
          <w:tcPr>
            <w:tcW w:w="785" w:type="pct"/>
            <w:gridSpan w:val="3"/>
          </w:tcPr>
          <w:p w14:paraId="007C59AB" w14:textId="6F8D9798" w:rsidR="005E3CA3" w:rsidRPr="005E3CA3" w:rsidRDefault="00F34A1A" w:rsidP="00311A12">
            <w:pPr>
              <w:spacing w:line="240" w:lineRule="auto"/>
              <w:ind w:left="-108" w:right="160"/>
              <w:jc w:val="center"/>
              <w:rPr>
                <w:spacing w:val="-4"/>
                <w:szCs w:val="22"/>
                <w:lang w:val="en-US" w:bidi="th-TH"/>
              </w:rPr>
            </w:pPr>
            <w:r w:rsidRPr="00DA7DC5">
              <w:rPr>
                <w:rFonts w:eastAsia="Calibri"/>
                <w:szCs w:val="22"/>
                <w:lang w:val="en-US" w:bidi="th-TH"/>
              </w:rPr>
              <w:t>3</w:t>
            </w:r>
            <w:r>
              <w:rPr>
                <w:rFonts w:eastAsia="Calibri"/>
                <w:szCs w:val="22"/>
                <w:lang w:val="en-US" w:bidi="th-TH"/>
              </w:rPr>
              <w:t>0</w:t>
            </w:r>
            <w:r w:rsidRPr="00DA7DC5">
              <w:rPr>
                <w:rFonts w:eastAsia="Calibri"/>
                <w:szCs w:val="22"/>
                <w:lang w:val="en-US" w:bidi="th-TH"/>
              </w:rPr>
              <w:t xml:space="preserve"> </w:t>
            </w:r>
            <w:r>
              <w:rPr>
                <w:rFonts w:eastAsia="Calibri"/>
                <w:szCs w:val="22"/>
                <w:lang w:val="en-US" w:bidi="th-TH"/>
              </w:rPr>
              <w:t>June</w:t>
            </w:r>
          </w:p>
        </w:tc>
        <w:tc>
          <w:tcPr>
            <w:tcW w:w="638" w:type="pct"/>
          </w:tcPr>
          <w:p w14:paraId="3D88963D" w14:textId="77777777" w:rsidR="005E3CA3" w:rsidRPr="00DA7DC5" w:rsidRDefault="005E3CA3" w:rsidP="00DA7DC5">
            <w:pPr>
              <w:spacing w:line="240" w:lineRule="auto"/>
              <w:ind w:left="-108" w:right="-110"/>
              <w:jc w:val="center"/>
              <w:rPr>
                <w:spacing w:val="-6"/>
                <w:szCs w:val="22"/>
                <w:cs/>
                <w:lang w:val="en-US" w:bidi="th-TH"/>
              </w:rPr>
            </w:pPr>
            <w:r w:rsidRPr="00DA7DC5">
              <w:rPr>
                <w:spacing w:val="-6"/>
                <w:szCs w:val="22"/>
                <w:lang w:val="en-US" w:bidi="th-TH"/>
              </w:rPr>
              <w:t>31</w:t>
            </w:r>
            <w:r w:rsidRPr="00DA7DC5">
              <w:rPr>
                <w:spacing w:val="-6"/>
                <w:szCs w:val="22"/>
                <w:cs/>
                <w:lang w:val="en-US" w:bidi="th-TH"/>
              </w:rPr>
              <w:t xml:space="preserve"> </w:t>
            </w:r>
            <w:r w:rsidRPr="00DA7DC5">
              <w:rPr>
                <w:spacing w:val="-6"/>
                <w:szCs w:val="22"/>
                <w:lang w:val="en-US" w:bidi="th-TH"/>
              </w:rPr>
              <w:t>December</w:t>
            </w:r>
          </w:p>
        </w:tc>
      </w:tr>
      <w:tr w:rsidR="00DA7DC5" w:rsidRPr="00DA7DC5" w14:paraId="65E9A0CD" w14:textId="77777777" w:rsidTr="000D78B9">
        <w:trPr>
          <w:tblHeader/>
        </w:trPr>
        <w:tc>
          <w:tcPr>
            <w:tcW w:w="3577" w:type="pct"/>
          </w:tcPr>
          <w:p w14:paraId="485D9641" w14:textId="77777777" w:rsidR="00DA7DC5" w:rsidRPr="00DA7DC5" w:rsidRDefault="00DA7DC5" w:rsidP="00DA7DC5">
            <w:pPr>
              <w:spacing w:line="240" w:lineRule="auto"/>
              <w:ind w:left="162" w:right="-108" w:hanging="162"/>
              <w:rPr>
                <w:b/>
                <w:bCs/>
                <w:i/>
                <w:iCs/>
                <w:szCs w:val="22"/>
                <w:lang w:val="en-US" w:bidi="th-TH"/>
              </w:rPr>
            </w:pPr>
          </w:p>
        </w:tc>
        <w:tc>
          <w:tcPr>
            <w:tcW w:w="645" w:type="pct"/>
          </w:tcPr>
          <w:p w14:paraId="495A1920" w14:textId="7D958F99" w:rsidR="00DA7DC5" w:rsidRPr="00DA7DC5" w:rsidRDefault="00476863" w:rsidP="00DA7DC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center"/>
              <w:rPr>
                <w:szCs w:val="22"/>
                <w:cs/>
                <w:lang w:val="en-US" w:bidi="th-TH"/>
              </w:rPr>
            </w:pPr>
            <w:r>
              <w:rPr>
                <w:szCs w:val="22"/>
                <w:lang w:val="en-US" w:bidi="th-TH"/>
              </w:rPr>
              <w:t>2025</w:t>
            </w:r>
          </w:p>
        </w:tc>
        <w:tc>
          <w:tcPr>
            <w:tcW w:w="129" w:type="pct"/>
          </w:tcPr>
          <w:p w14:paraId="2082AE7A" w14:textId="77777777" w:rsidR="00DA7DC5" w:rsidRPr="00DA7DC5" w:rsidRDefault="00DA7DC5" w:rsidP="00DA7DC5">
            <w:pPr>
              <w:spacing w:line="240" w:lineRule="auto"/>
              <w:ind w:left="-108" w:right="-110"/>
              <w:jc w:val="center"/>
              <w:rPr>
                <w:szCs w:val="22"/>
                <w:lang w:val="en-US" w:bidi="th-TH"/>
              </w:rPr>
            </w:pPr>
          </w:p>
        </w:tc>
        <w:tc>
          <w:tcPr>
            <w:tcW w:w="649" w:type="pct"/>
            <w:gridSpan w:val="2"/>
          </w:tcPr>
          <w:p w14:paraId="506C4D98" w14:textId="186A2B59" w:rsidR="00DA7DC5" w:rsidRPr="00DA7DC5" w:rsidRDefault="00476863" w:rsidP="00DA7DC5">
            <w:pPr>
              <w:spacing w:line="240" w:lineRule="auto"/>
              <w:ind w:left="-108" w:right="-110"/>
              <w:jc w:val="center"/>
              <w:rPr>
                <w:szCs w:val="22"/>
                <w:cs/>
                <w:lang w:val="en-US" w:bidi="th-TH"/>
              </w:rPr>
            </w:pPr>
            <w:r>
              <w:rPr>
                <w:szCs w:val="22"/>
                <w:lang w:val="en-US" w:bidi="th-TH"/>
              </w:rPr>
              <w:t>2024</w:t>
            </w:r>
          </w:p>
        </w:tc>
      </w:tr>
      <w:tr w:rsidR="00DA7DC5" w:rsidRPr="00DA7DC5" w14:paraId="2B4A2825" w14:textId="77777777" w:rsidTr="000D78B9">
        <w:trPr>
          <w:tblHeader/>
        </w:trPr>
        <w:tc>
          <w:tcPr>
            <w:tcW w:w="3577" w:type="pct"/>
          </w:tcPr>
          <w:p w14:paraId="4ECAB77B" w14:textId="77777777" w:rsidR="00DA7DC5" w:rsidRPr="00DA7DC5" w:rsidRDefault="00DA7DC5" w:rsidP="00DA7DC5">
            <w:pPr>
              <w:spacing w:line="240" w:lineRule="auto"/>
              <w:ind w:left="162" w:right="-108" w:hanging="162"/>
              <w:rPr>
                <w:b/>
                <w:bCs/>
                <w:i/>
                <w:iCs/>
                <w:szCs w:val="22"/>
                <w:lang w:val="en-US" w:bidi="th-TH"/>
              </w:rPr>
            </w:pPr>
          </w:p>
        </w:tc>
        <w:tc>
          <w:tcPr>
            <w:tcW w:w="1423" w:type="pct"/>
            <w:gridSpan w:val="4"/>
          </w:tcPr>
          <w:p w14:paraId="51EDCFCF" w14:textId="77777777" w:rsidR="00DA7DC5" w:rsidRPr="00DA7DC5" w:rsidRDefault="00DA7DC5" w:rsidP="00DA7DC5">
            <w:pPr>
              <w:spacing w:line="240" w:lineRule="auto"/>
              <w:ind w:left="-108" w:right="-110"/>
              <w:jc w:val="center"/>
              <w:rPr>
                <w:szCs w:val="22"/>
                <w:lang w:val="en-US" w:bidi="th-TH"/>
              </w:rPr>
            </w:pPr>
            <w:r w:rsidRPr="00DA7DC5">
              <w:rPr>
                <w:i/>
                <w:iCs/>
                <w:szCs w:val="22"/>
                <w:cs/>
                <w:lang w:val="en-US" w:bidi="th-TH"/>
              </w:rPr>
              <w:t>(</w:t>
            </w:r>
            <w:r w:rsidRPr="00DA7DC5">
              <w:rPr>
                <w:i/>
                <w:iCs/>
                <w:szCs w:val="22"/>
                <w:lang w:val="en-US" w:bidi="th-TH"/>
              </w:rPr>
              <w:t>in thousand Baht</w:t>
            </w:r>
            <w:r w:rsidRPr="00DA7DC5">
              <w:rPr>
                <w:i/>
                <w:iCs/>
                <w:szCs w:val="22"/>
                <w:cs/>
                <w:lang w:val="en-US" w:bidi="th-TH"/>
              </w:rPr>
              <w:t>)</w:t>
            </w:r>
          </w:p>
        </w:tc>
      </w:tr>
      <w:tr w:rsidR="00DA7DC5" w:rsidRPr="00DA7DC5" w14:paraId="10D119AA" w14:textId="77777777" w:rsidTr="000D78B9">
        <w:tc>
          <w:tcPr>
            <w:tcW w:w="3577" w:type="pct"/>
          </w:tcPr>
          <w:p w14:paraId="56F2D527" w14:textId="77777777" w:rsidR="00DA7DC5" w:rsidRPr="00DA7DC5" w:rsidRDefault="00DA7DC5" w:rsidP="00DA7DC5">
            <w:pPr>
              <w:spacing w:line="240" w:lineRule="auto"/>
              <w:ind w:right="-108"/>
              <w:rPr>
                <w:b/>
                <w:bCs/>
                <w:i/>
                <w:iCs/>
                <w:szCs w:val="22"/>
                <w:lang w:val="en-US" w:bidi="th-TH"/>
              </w:rPr>
            </w:pPr>
            <w:r w:rsidRPr="00DA7DC5">
              <w:rPr>
                <w:b/>
                <w:bCs/>
                <w:i/>
                <w:iCs/>
                <w:szCs w:val="22"/>
                <w:lang w:val="en-US" w:bidi="th-TH"/>
              </w:rPr>
              <w:t>Capital commitments</w:t>
            </w:r>
          </w:p>
        </w:tc>
        <w:tc>
          <w:tcPr>
            <w:tcW w:w="645" w:type="pct"/>
          </w:tcPr>
          <w:p w14:paraId="3CE81E79" w14:textId="77777777" w:rsidR="00DA7DC5" w:rsidRPr="00DA7DC5" w:rsidRDefault="00DA7DC5" w:rsidP="00DA7DC5">
            <w:pPr>
              <w:tabs>
                <w:tab w:val="decimal" w:pos="909"/>
              </w:tabs>
              <w:spacing w:line="240" w:lineRule="auto"/>
              <w:ind w:left="-115" w:right="-110"/>
              <w:rPr>
                <w:szCs w:val="22"/>
                <w:lang w:val="en-US" w:bidi="th-TH"/>
              </w:rPr>
            </w:pPr>
          </w:p>
        </w:tc>
        <w:tc>
          <w:tcPr>
            <w:tcW w:w="129" w:type="pct"/>
          </w:tcPr>
          <w:p w14:paraId="2FE5D19D" w14:textId="77777777" w:rsidR="00DA7DC5" w:rsidRPr="00DA7DC5" w:rsidRDefault="00DA7DC5" w:rsidP="00DA7DC5">
            <w:pPr>
              <w:tabs>
                <w:tab w:val="decimal" w:pos="980"/>
              </w:tabs>
              <w:spacing w:line="240" w:lineRule="auto"/>
              <w:ind w:left="-115" w:right="-110"/>
              <w:rPr>
                <w:szCs w:val="22"/>
                <w:lang w:val="en-US" w:bidi="th-TH"/>
              </w:rPr>
            </w:pPr>
          </w:p>
        </w:tc>
        <w:tc>
          <w:tcPr>
            <w:tcW w:w="649" w:type="pct"/>
            <w:gridSpan w:val="2"/>
          </w:tcPr>
          <w:p w14:paraId="1EA73CB8" w14:textId="77777777" w:rsidR="00DA7DC5" w:rsidRPr="00DA7DC5" w:rsidRDefault="00DA7DC5" w:rsidP="00DA7DC5">
            <w:pPr>
              <w:tabs>
                <w:tab w:val="decimal" w:pos="1044"/>
              </w:tabs>
              <w:spacing w:line="240" w:lineRule="auto"/>
              <w:ind w:left="-115" w:right="-181"/>
              <w:rPr>
                <w:szCs w:val="22"/>
                <w:lang w:val="en-US" w:bidi="th-TH"/>
              </w:rPr>
            </w:pPr>
          </w:p>
        </w:tc>
      </w:tr>
      <w:tr w:rsidR="00276705" w:rsidRPr="00DA7DC5" w14:paraId="753FBFBF" w14:textId="77777777" w:rsidTr="000D78B9">
        <w:tc>
          <w:tcPr>
            <w:tcW w:w="3577" w:type="pct"/>
          </w:tcPr>
          <w:p w14:paraId="40D258CA" w14:textId="5E8A65AF" w:rsidR="00276705" w:rsidRPr="009524AF" w:rsidRDefault="00276705" w:rsidP="00276705">
            <w:pPr>
              <w:spacing w:line="240" w:lineRule="auto"/>
              <w:ind w:left="162" w:right="-108" w:hanging="162"/>
              <w:rPr>
                <w:szCs w:val="22"/>
                <w:cs/>
                <w:lang w:val="en-US" w:bidi="th-TH"/>
              </w:rPr>
            </w:pPr>
            <w:r w:rsidRPr="009524AF">
              <w:rPr>
                <w:szCs w:val="22"/>
                <w:lang w:val="en-US" w:bidi="th-TH"/>
              </w:rPr>
              <w:t>Machinery and equipment under installation</w:t>
            </w:r>
          </w:p>
        </w:tc>
        <w:tc>
          <w:tcPr>
            <w:tcW w:w="645" w:type="pct"/>
            <w:tcBorders>
              <w:bottom w:val="single" w:sz="4" w:space="0" w:color="auto"/>
            </w:tcBorders>
            <w:shd w:val="clear" w:color="auto" w:fill="auto"/>
            <w:vAlign w:val="bottom"/>
          </w:tcPr>
          <w:p w14:paraId="60A5028A" w14:textId="7B4414DD" w:rsidR="00276705" w:rsidRPr="00DA7DC5" w:rsidRDefault="00E30AC1" w:rsidP="00276705">
            <w:pPr>
              <w:tabs>
                <w:tab w:val="decimal" w:pos="969"/>
              </w:tabs>
              <w:spacing w:line="240" w:lineRule="auto"/>
              <w:ind w:left="-115" w:right="-87"/>
              <w:rPr>
                <w:szCs w:val="22"/>
                <w:lang w:val="en-US" w:bidi="th-TH"/>
              </w:rPr>
            </w:pPr>
            <w:r>
              <w:rPr>
                <w:szCs w:val="22"/>
                <w:lang w:val="en-US" w:bidi="th-TH"/>
              </w:rPr>
              <w:t>1,776</w:t>
            </w:r>
          </w:p>
        </w:tc>
        <w:tc>
          <w:tcPr>
            <w:tcW w:w="129" w:type="pct"/>
            <w:shd w:val="clear" w:color="auto" w:fill="auto"/>
          </w:tcPr>
          <w:p w14:paraId="355F5B13"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Borders>
              <w:bottom w:val="single" w:sz="4" w:space="0" w:color="auto"/>
            </w:tcBorders>
            <w:vAlign w:val="bottom"/>
          </w:tcPr>
          <w:p w14:paraId="2635B3CE" w14:textId="3FECC0CF" w:rsidR="00276705" w:rsidRPr="00DA7DC5" w:rsidRDefault="00276705" w:rsidP="00276705">
            <w:pPr>
              <w:tabs>
                <w:tab w:val="decimal" w:pos="969"/>
              </w:tabs>
              <w:spacing w:line="240" w:lineRule="auto"/>
              <w:ind w:left="-115" w:right="-87"/>
              <w:rPr>
                <w:szCs w:val="22"/>
                <w:lang w:val="en-US" w:bidi="th-TH"/>
              </w:rPr>
            </w:pPr>
            <w:r w:rsidRPr="00B40F21">
              <w:rPr>
                <w:szCs w:val="22"/>
                <w:lang w:val="en-US" w:bidi="th-TH"/>
              </w:rPr>
              <w:t>2,196</w:t>
            </w:r>
          </w:p>
        </w:tc>
      </w:tr>
      <w:tr w:rsidR="00276705" w:rsidRPr="00DA7DC5" w14:paraId="3A6C0746" w14:textId="77777777" w:rsidTr="000D78B9">
        <w:tc>
          <w:tcPr>
            <w:tcW w:w="3577" w:type="pct"/>
          </w:tcPr>
          <w:p w14:paraId="29AC0164" w14:textId="77777777" w:rsidR="00276705" w:rsidRPr="00DA7DC5" w:rsidRDefault="00276705" w:rsidP="00276705">
            <w:pPr>
              <w:spacing w:line="240" w:lineRule="auto"/>
              <w:ind w:left="162" w:right="-108" w:hanging="162"/>
              <w:rPr>
                <w:b/>
                <w:bCs/>
                <w:szCs w:val="22"/>
                <w:cs/>
                <w:lang w:val="en-US" w:bidi="th-TH"/>
              </w:rPr>
            </w:pPr>
            <w:r w:rsidRPr="00DA7DC5">
              <w:rPr>
                <w:b/>
                <w:bCs/>
                <w:szCs w:val="22"/>
                <w:lang w:val="en-US" w:bidi="th-TH"/>
              </w:rPr>
              <w:t>Total</w:t>
            </w:r>
          </w:p>
        </w:tc>
        <w:tc>
          <w:tcPr>
            <w:tcW w:w="645" w:type="pct"/>
            <w:tcBorders>
              <w:top w:val="single" w:sz="4" w:space="0" w:color="auto"/>
              <w:bottom w:val="double" w:sz="4" w:space="0" w:color="auto"/>
            </w:tcBorders>
            <w:shd w:val="clear" w:color="auto" w:fill="auto"/>
          </w:tcPr>
          <w:p w14:paraId="46BE2EAC" w14:textId="6FFD82FB" w:rsidR="00276705" w:rsidRPr="00DA7DC5" w:rsidRDefault="00E30AC1" w:rsidP="00276705">
            <w:pPr>
              <w:tabs>
                <w:tab w:val="decimal" w:pos="969"/>
              </w:tabs>
              <w:spacing w:line="240" w:lineRule="auto"/>
              <w:ind w:left="-115" w:right="-87"/>
              <w:rPr>
                <w:b/>
                <w:bCs/>
                <w:szCs w:val="22"/>
                <w:lang w:val="en-US" w:bidi="th-TH"/>
              </w:rPr>
            </w:pPr>
            <w:r>
              <w:rPr>
                <w:b/>
                <w:bCs/>
                <w:szCs w:val="22"/>
                <w:lang w:val="en-US" w:bidi="th-TH"/>
              </w:rPr>
              <w:t>1,776</w:t>
            </w:r>
          </w:p>
        </w:tc>
        <w:tc>
          <w:tcPr>
            <w:tcW w:w="129" w:type="pct"/>
            <w:shd w:val="clear" w:color="auto" w:fill="auto"/>
          </w:tcPr>
          <w:p w14:paraId="0911520E" w14:textId="77777777" w:rsidR="00276705" w:rsidRPr="00DA7DC5" w:rsidRDefault="00276705" w:rsidP="00276705">
            <w:pPr>
              <w:tabs>
                <w:tab w:val="decimal" w:pos="980"/>
              </w:tabs>
              <w:spacing w:line="240" w:lineRule="auto"/>
              <w:ind w:left="-115" w:right="-110"/>
              <w:rPr>
                <w:b/>
                <w:bCs/>
                <w:szCs w:val="22"/>
                <w:lang w:val="en-US" w:bidi="th-TH"/>
              </w:rPr>
            </w:pPr>
          </w:p>
        </w:tc>
        <w:tc>
          <w:tcPr>
            <w:tcW w:w="649" w:type="pct"/>
            <w:gridSpan w:val="2"/>
            <w:tcBorders>
              <w:top w:val="single" w:sz="4" w:space="0" w:color="auto"/>
              <w:bottom w:val="double" w:sz="4" w:space="0" w:color="auto"/>
            </w:tcBorders>
          </w:tcPr>
          <w:p w14:paraId="7885A731" w14:textId="78ADA2C8" w:rsidR="00276705" w:rsidRPr="00DA7DC5" w:rsidRDefault="00276705" w:rsidP="00276705">
            <w:pPr>
              <w:tabs>
                <w:tab w:val="decimal" w:pos="969"/>
              </w:tabs>
              <w:spacing w:line="240" w:lineRule="auto"/>
              <w:ind w:left="-115" w:right="-87"/>
              <w:rPr>
                <w:b/>
                <w:bCs/>
                <w:szCs w:val="22"/>
                <w:lang w:val="en-US" w:bidi="th-TH"/>
              </w:rPr>
            </w:pPr>
            <w:r w:rsidRPr="00B40F21">
              <w:rPr>
                <w:b/>
                <w:bCs/>
                <w:szCs w:val="22"/>
                <w:lang w:val="en-US" w:bidi="th-TH"/>
              </w:rPr>
              <w:t>2,196</w:t>
            </w:r>
          </w:p>
        </w:tc>
      </w:tr>
      <w:tr w:rsidR="00276705" w:rsidRPr="00DA7DC5" w14:paraId="30025E99" w14:textId="77777777" w:rsidTr="000D78B9">
        <w:tc>
          <w:tcPr>
            <w:tcW w:w="3577" w:type="pct"/>
          </w:tcPr>
          <w:p w14:paraId="5D5FE7A9" w14:textId="77777777" w:rsidR="00276705" w:rsidRPr="00DA7DC5" w:rsidRDefault="00276705" w:rsidP="00276705">
            <w:pPr>
              <w:spacing w:line="240" w:lineRule="auto"/>
              <w:ind w:left="162" w:right="-108" w:hanging="162"/>
              <w:rPr>
                <w:szCs w:val="22"/>
                <w:cs/>
                <w:lang w:val="en-US" w:bidi="th-TH"/>
              </w:rPr>
            </w:pPr>
          </w:p>
        </w:tc>
        <w:tc>
          <w:tcPr>
            <w:tcW w:w="645" w:type="pct"/>
            <w:tcBorders>
              <w:top w:val="single" w:sz="4" w:space="0" w:color="auto"/>
            </w:tcBorders>
          </w:tcPr>
          <w:p w14:paraId="4347396D" w14:textId="77777777" w:rsidR="00276705" w:rsidRPr="00DA7DC5" w:rsidRDefault="00276705" w:rsidP="00276705">
            <w:pPr>
              <w:tabs>
                <w:tab w:val="decimal" w:pos="969"/>
              </w:tabs>
              <w:spacing w:line="240" w:lineRule="auto"/>
              <w:ind w:left="-115" w:right="-87"/>
              <w:rPr>
                <w:szCs w:val="22"/>
                <w:lang w:val="en-US" w:bidi="th-TH"/>
              </w:rPr>
            </w:pPr>
          </w:p>
        </w:tc>
        <w:tc>
          <w:tcPr>
            <w:tcW w:w="129" w:type="pct"/>
          </w:tcPr>
          <w:p w14:paraId="1E72EE2E"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Borders>
              <w:top w:val="single" w:sz="2" w:space="0" w:color="auto"/>
            </w:tcBorders>
            <w:shd w:val="clear" w:color="auto" w:fill="auto"/>
          </w:tcPr>
          <w:p w14:paraId="3A281D8C" w14:textId="77777777" w:rsidR="00276705" w:rsidRPr="00DA7DC5" w:rsidRDefault="00276705" w:rsidP="00276705">
            <w:pPr>
              <w:tabs>
                <w:tab w:val="decimal" w:pos="935"/>
              </w:tabs>
              <w:spacing w:line="240" w:lineRule="auto"/>
              <w:ind w:left="-115" w:right="-181"/>
              <w:rPr>
                <w:szCs w:val="22"/>
                <w:lang w:val="en-US" w:bidi="th-TH"/>
              </w:rPr>
            </w:pPr>
          </w:p>
        </w:tc>
      </w:tr>
      <w:tr w:rsidR="00276705" w:rsidRPr="00DA7DC5" w14:paraId="13D14A9A" w14:textId="77777777" w:rsidTr="000D78B9">
        <w:tc>
          <w:tcPr>
            <w:tcW w:w="3577" w:type="pct"/>
          </w:tcPr>
          <w:p w14:paraId="65F3EC25" w14:textId="77777777" w:rsidR="00276705" w:rsidRPr="00DA7DC5" w:rsidRDefault="00276705" w:rsidP="00276705">
            <w:pPr>
              <w:spacing w:line="240" w:lineRule="auto"/>
              <w:ind w:left="162" w:right="-108" w:hanging="162"/>
              <w:rPr>
                <w:b/>
                <w:bCs/>
                <w:i/>
                <w:iCs/>
                <w:szCs w:val="22"/>
                <w:cs/>
                <w:lang w:val="en-US" w:bidi="th-TH"/>
              </w:rPr>
            </w:pPr>
            <w:r w:rsidRPr="00DA7DC5">
              <w:rPr>
                <w:b/>
                <w:bCs/>
                <w:i/>
                <w:iCs/>
                <w:szCs w:val="22"/>
                <w:lang w:val="en-US" w:bidi="th-TH"/>
              </w:rPr>
              <w:t>Other commitments</w:t>
            </w:r>
          </w:p>
        </w:tc>
        <w:tc>
          <w:tcPr>
            <w:tcW w:w="645" w:type="pct"/>
          </w:tcPr>
          <w:p w14:paraId="59B73C1A" w14:textId="77777777" w:rsidR="00276705" w:rsidRPr="00DA7DC5" w:rsidRDefault="00276705" w:rsidP="00276705">
            <w:pPr>
              <w:tabs>
                <w:tab w:val="decimal" w:pos="969"/>
              </w:tabs>
              <w:spacing w:line="240" w:lineRule="auto"/>
              <w:ind w:left="-115" w:right="-87"/>
              <w:rPr>
                <w:szCs w:val="22"/>
                <w:lang w:val="en-US" w:bidi="th-TH"/>
              </w:rPr>
            </w:pPr>
          </w:p>
        </w:tc>
        <w:tc>
          <w:tcPr>
            <w:tcW w:w="129" w:type="pct"/>
          </w:tcPr>
          <w:p w14:paraId="6589AA87"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Pr>
          <w:p w14:paraId="6D5FEB43" w14:textId="77777777" w:rsidR="00276705" w:rsidRPr="00DA7DC5" w:rsidRDefault="00276705" w:rsidP="00276705">
            <w:pPr>
              <w:tabs>
                <w:tab w:val="decimal" w:pos="935"/>
              </w:tabs>
              <w:spacing w:line="240" w:lineRule="auto"/>
              <w:ind w:left="-115" w:right="-181"/>
              <w:rPr>
                <w:szCs w:val="22"/>
                <w:lang w:val="en-US" w:bidi="th-TH"/>
              </w:rPr>
            </w:pPr>
          </w:p>
        </w:tc>
      </w:tr>
      <w:tr w:rsidR="00276705" w:rsidRPr="00DA7DC5" w14:paraId="4032D4CC" w14:textId="77777777" w:rsidTr="000D78B9">
        <w:tc>
          <w:tcPr>
            <w:tcW w:w="3577" w:type="pct"/>
          </w:tcPr>
          <w:p w14:paraId="7F0BF974" w14:textId="6E9FB3C4" w:rsidR="00276705" w:rsidRPr="00DA7DC5" w:rsidRDefault="00276705" w:rsidP="00276705">
            <w:pPr>
              <w:spacing w:line="240" w:lineRule="auto"/>
              <w:ind w:left="165" w:right="-108" w:hanging="165"/>
              <w:rPr>
                <w:szCs w:val="22"/>
                <w:lang w:val="en-US" w:bidi="th-TH"/>
              </w:rPr>
            </w:pPr>
            <w:r w:rsidRPr="00DA7DC5">
              <w:rPr>
                <w:szCs w:val="22"/>
                <w:lang w:val="en-US" w:bidi="th-TH"/>
              </w:rPr>
              <w:t>Unused letters of credit for goods and raw materials</w:t>
            </w:r>
          </w:p>
        </w:tc>
        <w:tc>
          <w:tcPr>
            <w:tcW w:w="645" w:type="pct"/>
          </w:tcPr>
          <w:p w14:paraId="096DDEEA" w14:textId="6958D234" w:rsidR="00276705" w:rsidRPr="009C5B5F" w:rsidRDefault="00E30AC1" w:rsidP="00276705">
            <w:pPr>
              <w:tabs>
                <w:tab w:val="decimal" w:pos="969"/>
              </w:tabs>
              <w:spacing w:line="240" w:lineRule="auto"/>
              <w:ind w:right="-87"/>
              <w:rPr>
                <w:rFonts w:cstheme="minorBidi"/>
                <w:szCs w:val="22"/>
                <w:lang w:val="en-US" w:bidi="th-TH"/>
              </w:rPr>
            </w:pPr>
            <w:r>
              <w:rPr>
                <w:rFonts w:cstheme="minorBidi"/>
                <w:szCs w:val="22"/>
                <w:lang w:val="en-US" w:bidi="th-TH"/>
              </w:rPr>
              <w:t>10,635</w:t>
            </w:r>
          </w:p>
        </w:tc>
        <w:tc>
          <w:tcPr>
            <w:tcW w:w="129" w:type="pct"/>
          </w:tcPr>
          <w:p w14:paraId="570D6F94"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Pr>
          <w:p w14:paraId="397E5FED" w14:textId="384ACDD7" w:rsidR="00276705" w:rsidRDefault="00276705" w:rsidP="00276705">
            <w:pPr>
              <w:tabs>
                <w:tab w:val="decimal" w:pos="952"/>
              </w:tabs>
              <w:spacing w:line="240" w:lineRule="auto"/>
              <w:ind w:left="-115" w:right="-191"/>
              <w:rPr>
                <w:szCs w:val="22"/>
                <w:lang w:val="en-US" w:eastAsia="x-none" w:bidi="th-TH"/>
              </w:rPr>
            </w:pPr>
            <w:r w:rsidRPr="00B40F21">
              <w:rPr>
                <w:rFonts w:cstheme="minorBidi"/>
                <w:szCs w:val="22"/>
                <w:lang w:val="en-US" w:bidi="th-TH"/>
              </w:rPr>
              <w:t>13,895</w:t>
            </w:r>
          </w:p>
        </w:tc>
      </w:tr>
      <w:tr w:rsidR="00276705" w:rsidRPr="00DA7DC5" w14:paraId="752DD2DD" w14:textId="77777777" w:rsidTr="000D78B9">
        <w:tc>
          <w:tcPr>
            <w:tcW w:w="3577" w:type="pct"/>
          </w:tcPr>
          <w:p w14:paraId="2D6350CD" w14:textId="77777777" w:rsidR="00276705" w:rsidRPr="00DA7DC5" w:rsidRDefault="00276705" w:rsidP="00276705">
            <w:pPr>
              <w:spacing w:line="240" w:lineRule="auto"/>
              <w:ind w:left="162" w:right="-108" w:hanging="162"/>
              <w:rPr>
                <w:szCs w:val="22"/>
                <w:cs/>
                <w:lang w:val="en-US" w:bidi="th-TH"/>
              </w:rPr>
            </w:pPr>
            <w:r w:rsidRPr="00DA7DC5">
              <w:rPr>
                <w:szCs w:val="22"/>
                <w:lang w:val="en-US" w:bidi="th-TH"/>
              </w:rPr>
              <w:t>Bank guarantees</w:t>
            </w:r>
          </w:p>
        </w:tc>
        <w:tc>
          <w:tcPr>
            <w:tcW w:w="645" w:type="pct"/>
            <w:tcBorders>
              <w:bottom w:val="single" w:sz="4" w:space="0" w:color="auto"/>
            </w:tcBorders>
          </w:tcPr>
          <w:p w14:paraId="561F94E6" w14:textId="6C7BEDC4" w:rsidR="00276705" w:rsidRPr="00DA7DC5" w:rsidRDefault="00E30AC1" w:rsidP="00276705">
            <w:pPr>
              <w:tabs>
                <w:tab w:val="decimal" w:pos="969"/>
              </w:tabs>
              <w:spacing w:line="240" w:lineRule="auto"/>
              <w:ind w:left="-115" w:right="-87"/>
              <w:rPr>
                <w:szCs w:val="22"/>
                <w:lang w:val="en-US" w:bidi="th-TH"/>
              </w:rPr>
            </w:pPr>
            <w:r>
              <w:rPr>
                <w:szCs w:val="22"/>
                <w:lang w:val="en-US" w:bidi="th-TH"/>
              </w:rPr>
              <w:t>1,769</w:t>
            </w:r>
          </w:p>
        </w:tc>
        <w:tc>
          <w:tcPr>
            <w:tcW w:w="129" w:type="pct"/>
          </w:tcPr>
          <w:p w14:paraId="14A01FE3" w14:textId="77777777" w:rsidR="00276705" w:rsidRPr="00DA7DC5" w:rsidRDefault="00276705" w:rsidP="00276705">
            <w:pPr>
              <w:tabs>
                <w:tab w:val="decimal" w:pos="980"/>
              </w:tabs>
              <w:spacing w:line="240" w:lineRule="auto"/>
              <w:ind w:left="-115" w:right="-110"/>
              <w:rPr>
                <w:szCs w:val="22"/>
                <w:lang w:val="en-US" w:bidi="th-TH"/>
              </w:rPr>
            </w:pPr>
          </w:p>
        </w:tc>
        <w:tc>
          <w:tcPr>
            <w:tcW w:w="649" w:type="pct"/>
            <w:gridSpan w:val="2"/>
            <w:tcBorders>
              <w:bottom w:val="single" w:sz="4" w:space="0" w:color="auto"/>
            </w:tcBorders>
          </w:tcPr>
          <w:p w14:paraId="5DF40342" w14:textId="28C77C43" w:rsidR="00276705" w:rsidRPr="00DA7DC5" w:rsidRDefault="00276705" w:rsidP="00276705">
            <w:pPr>
              <w:tabs>
                <w:tab w:val="decimal" w:pos="969"/>
              </w:tabs>
              <w:spacing w:line="240" w:lineRule="auto"/>
              <w:ind w:left="-115" w:right="-87"/>
              <w:rPr>
                <w:szCs w:val="22"/>
                <w:lang w:val="en-US" w:bidi="th-TH"/>
              </w:rPr>
            </w:pPr>
            <w:r w:rsidRPr="00B40F21">
              <w:rPr>
                <w:szCs w:val="22"/>
                <w:lang w:val="en-US" w:bidi="th-TH"/>
              </w:rPr>
              <w:t>1,769</w:t>
            </w:r>
          </w:p>
        </w:tc>
      </w:tr>
      <w:tr w:rsidR="00276705" w:rsidRPr="00DA7DC5" w14:paraId="4C0514D1" w14:textId="77777777" w:rsidTr="000D78B9">
        <w:tc>
          <w:tcPr>
            <w:tcW w:w="3577" w:type="pct"/>
          </w:tcPr>
          <w:p w14:paraId="79FF6AF5" w14:textId="77777777" w:rsidR="00276705" w:rsidRPr="00DA7DC5" w:rsidRDefault="00276705" w:rsidP="00276705">
            <w:pPr>
              <w:spacing w:line="240" w:lineRule="auto"/>
              <w:ind w:left="162" w:right="-108" w:hanging="162"/>
              <w:rPr>
                <w:b/>
                <w:bCs/>
                <w:szCs w:val="22"/>
                <w:cs/>
                <w:lang w:val="en-US" w:bidi="th-TH"/>
              </w:rPr>
            </w:pPr>
            <w:r w:rsidRPr="00DA7DC5">
              <w:rPr>
                <w:b/>
                <w:bCs/>
                <w:szCs w:val="22"/>
                <w:lang w:val="en-US" w:bidi="th-TH"/>
              </w:rPr>
              <w:t>Total</w:t>
            </w:r>
          </w:p>
        </w:tc>
        <w:tc>
          <w:tcPr>
            <w:tcW w:w="645" w:type="pct"/>
            <w:tcBorders>
              <w:top w:val="single" w:sz="4" w:space="0" w:color="auto"/>
              <w:bottom w:val="double" w:sz="4" w:space="0" w:color="auto"/>
            </w:tcBorders>
          </w:tcPr>
          <w:p w14:paraId="56B730D0" w14:textId="71DAAABB" w:rsidR="00276705" w:rsidRPr="00DA7DC5" w:rsidRDefault="00E30AC1" w:rsidP="00276705">
            <w:pPr>
              <w:tabs>
                <w:tab w:val="decimal" w:pos="969"/>
              </w:tabs>
              <w:spacing w:line="240" w:lineRule="auto"/>
              <w:ind w:left="-115" w:right="-87"/>
              <w:rPr>
                <w:b/>
                <w:bCs/>
                <w:szCs w:val="22"/>
                <w:lang w:val="en-US" w:bidi="th-TH"/>
              </w:rPr>
            </w:pPr>
            <w:r>
              <w:rPr>
                <w:b/>
                <w:bCs/>
                <w:szCs w:val="22"/>
                <w:lang w:val="en-US" w:bidi="th-TH"/>
              </w:rPr>
              <w:t>12,404</w:t>
            </w:r>
          </w:p>
        </w:tc>
        <w:tc>
          <w:tcPr>
            <w:tcW w:w="129" w:type="pct"/>
          </w:tcPr>
          <w:p w14:paraId="4CD8867C" w14:textId="77777777" w:rsidR="00276705" w:rsidRPr="00DA7DC5" w:rsidRDefault="00276705" w:rsidP="00276705">
            <w:pPr>
              <w:tabs>
                <w:tab w:val="decimal" w:pos="980"/>
              </w:tabs>
              <w:spacing w:line="240" w:lineRule="auto"/>
              <w:ind w:left="-115" w:right="-110"/>
              <w:rPr>
                <w:b/>
                <w:bCs/>
                <w:szCs w:val="22"/>
                <w:lang w:val="en-US" w:bidi="th-TH"/>
              </w:rPr>
            </w:pPr>
          </w:p>
        </w:tc>
        <w:tc>
          <w:tcPr>
            <w:tcW w:w="649" w:type="pct"/>
            <w:gridSpan w:val="2"/>
            <w:tcBorders>
              <w:top w:val="single" w:sz="4" w:space="0" w:color="auto"/>
              <w:bottom w:val="double" w:sz="4" w:space="0" w:color="auto"/>
            </w:tcBorders>
          </w:tcPr>
          <w:p w14:paraId="29AC249B" w14:textId="07F6D0F0" w:rsidR="00276705" w:rsidRPr="00DA7DC5" w:rsidRDefault="00276705" w:rsidP="00276705">
            <w:pPr>
              <w:tabs>
                <w:tab w:val="decimal" w:pos="969"/>
              </w:tabs>
              <w:spacing w:line="240" w:lineRule="auto"/>
              <w:ind w:left="-115" w:right="-87"/>
              <w:rPr>
                <w:b/>
                <w:bCs/>
                <w:szCs w:val="22"/>
                <w:lang w:val="en-US" w:bidi="th-TH"/>
              </w:rPr>
            </w:pPr>
            <w:r w:rsidRPr="00B40F21">
              <w:rPr>
                <w:b/>
                <w:bCs/>
                <w:szCs w:val="22"/>
                <w:lang w:val="en-US" w:bidi="th-TH"/>
              </w:rPr>
              <w:t>15,664</w:t>
            </w:r>
          </w:p>
        </w:tc>
      </w:tr>
      <w:bookmarkEnd w:id="0"/>
      <w:bookmarkEnd w:id="1"/>
      <w:bookmarkEnd w:id="9"/>
    </w:tbl>
    <w:p w14:paraId="1C22447C" w14:textId="77777777" w:rsidR="00C93E70" w:rsidRDefault="00C93E70" w:rsidP="00C93E70">
      <w:pPr>
        <w:ind w:left="540"/>
        <w:jc w:val="both"/>
      </w:pPr>
    </w:p>
    <w:p w14:paraId="31F0EC99" w14:textId="0BD82632" w:rsidR="00FE288D" w:rsidRPr="0080379C" w:rsidRDefault="00BC18EA" w:rsidP="00FE288D">
      <w:pPr>
        <w:pStyle w:val="Heading1"/>
        <w:numPr>
          <w:ilvl w:val="0"/>
          <w:numId w:val="41"/>
        </w:numPr>
        <w:spacing w:before="0" w:after="0" w:line="240" w:lineRule="atLeast"/>
        <w:ind w:right="108"/>
        <w:rPr>
          <w:rFonts w:cs="Angsana New"/>
          <w:szCs w:val="30"/>
          <w:lang w:val="en-US" w:bidi="th-TH"/>
        </w:rPr>
      </w:pPr>
      <w:r w:rsidRPr="0080379C">
        <w:rPr>
          <w:rFonts w:cs="Angsana New"/>
          <w:szCs w:val="30"/>
          <w:lang w:val="en-US" w:bidi="th-TH"/>
        </w:rPr>
        <w:t>Events after the reporting period</w:t>
      </w:r>
    </w:p>
    <w:p w14:paraId="61FD79A4" w14:textId="797EE421" w:rsidR="00BC18EA" w:rsidRDefault="00BC18EA" w:rsidP="0080379C">
      <w:pPr>
        <w:autoSpaceDE w:val="0"/>
        <w:autoSpaceDN w:val="0"/>
        <w:adjustRightInd w:val="0"/>
        <w:spacing w:line="240" w:lineRule="auto"/>
        <w:jc w:val="both"/>
        <w:rPr>
          <w:szCs w:val="22"/>
          <w:lang w:bidi="th-TH"/>
        </w:rPr>
      </w:pPr>
    </w:p>
    <w:p w14:paraId="52E9631F" w14:textId="7C35DCC8" w:rsidR="0080379C" w:rsidRPr="0080379C" w:rsidRDefault="0080379C" w:rsidP="0080379C">
      <w:pPr>
        <w:autoSpaceDE w:val="0"/>
        <w:autoSpaceDN w:val="0"/>
        <w:adjustRightInd w:val="0"/>
        <w:spacing w:line="240" w:lineRule="auto"/>
        <w:ind w:left="540"/>
        <w:jc w:val="both"/>
        <w:rPr>
          <w:szCs w:val="22"/>
          <w:lang w:val="en-US" w:bidi="th-TH"/>
        </w:rPr>
      </w:pPr>
      <w:r w:rsidRPr="0080379C">
        <w:rPr>
          <w:szCs w:val="22"/>
          <w:lang w:val="en-US" w:bidi="th-TH"/>
        </w:rPr>
        <w:t>On 21 July 2025, the Extraordinary General Meeting of Shareholders approved the issuance of an additional 148,038 share dividends for the 2024 operating results. The dividends are scheduled to be distributed to shareholders by 15 August 2025. The</w:t>
      </w:r>
      <w:r w:rsidR="006063DC">
        <w:rPr>
          <w:szCs w:val="22"/>
          <w:lang w:val="en-US" w:bidi="th-TH"/>
        </w:rPr>
        <w:t xml:space="preserve"> shareholders</w:t>
      </w:r>
      <w:r w:rsidRPr="0080379C">
        <w:rPr>
          <w:szCs w:val="22"/>
          <w:lang w:val="en-US" w:bidi="th-TH"/>
        </w:rPr>
        <w:t xml:space="preserve"> also approved an increase in registered capital by 148,038 shares to accommodate the share dividend distribution.</w:t>
      </w:r>
    </w:p>
    <w:p w14:paraId="289BAA16" w14:textId="5E8C6E28" w:rsidR="0080379C" w:rsidRDefault="0080379C" w:rsidP="0080379C">
      <w:pPr>
        <w:autoSpaceDE w:val="0"/>
        <w:autoSpaceDN w:val="0"/>
        <w:adjustRightInd w:val="0"/>
        <w:spacing w:line="240" w:lineRule="auto"/>
        <w:ind w:left="540"/>
        <w:jc w:val="both"/>
        <w:rPr>
          <w:szCs w:val="22"/>
          <w:lang w:bidi="th-TH"/>
        </w:rPr>
      </w:pPr>
      <w:r w:rsidRPr="0080379C">
        <w:rPr>
          <w:szCs w:val="22"/>
          <w:lang w:val="en-US" w:bidi="th-TH"/>
        </w:rPr>
        <w:t> </w:t>
      </w:r>
    </w:p>
    <w:p w14:paraId="273B7FB0" w14:textId="77777777" w:rsidR="00BC0108" w:rsidRDefault="00BC0108" w:rsidP="00BC0108">
      <w:pPr>
        <w:autoSpaceDE w:val="0"/>
        <w:autoSpaceDN w:val="0"/>
        <w:adjustRightInd w:val="0"/>
        <w:spacing w:line="240" w:lineRule="auto"/>
        <w:ind w:left="540"/>
        <w:jc w:val="both"/>
        <w:rPr>
          <w:szCs w:val="22"/>
          <w:lang w:bidi="th-TH"/>
        </w:rPr>
      </w:pPr>
    </w:p>
    <w:p w14:paraId="3C99D8C8" w14:textId="77777777" w:rsidR="00BC0108" w:rsidRDefault="00BC0108" w:rsidP="00B95E01">
      <w:pPr>
        <w:pStyle w:val="ListParagraph"/>
        <w:autoSpaceDE w:val="0"/>
        <w:autoSpaceDN w:val="0"/>
        <w:adjustRightInd w:val="0"/>
        <w:spacing w:line="240" w:lineRule="auto"/>
        <w:ind w:left="900"/>
        <w:jc w:val="thaiDistribute"/>
        <w:rPr>
          <w:szCs w:val="22"/>
          <w:lang w:bidi="th-TH"/>
        </w:rPr>
      </w:pPr>
    </w:p>
    <w:p w14:paraId="1D0B8D77" w14:textId="77777777" w:rsidR="00BC0108" w:rsidRPr="00BC0108" w:rsidRDefault="00BC0108" w:rsidP="00BC0108">
      <w:pPr>
        <w:pStyle w:val="ListParagraph"/>
        <w:autoSpaceDE w:val="0"/>
        <w:autoSpaceDN w:val="0"/>
        <w:adjustRightInd w:val="0"/>
        <w:spacing w:line="240" w:lineRule="auto"/>
        <w:ind w:left="900"/>
        <w:jc w:val="both"/>
        <w:rPr>
          <w:szCs w:val="22"/>
          <w:lang w:bidi="th-TH"/>
        </w:rPr>
      </w:pPr>
    </w:p>
    <w:p w14:paraId="0F611712" w14:textId="77777777" w:rsidR="00BC0108" w:rsidRPr="00BC0108" w:rsidRDefault="00BC0108" w:rsidP="00BC0108">
      <w:pPr>
        <w:autoSpaceDE w:val="0"/>
        <w:autoSpaceDN w:val="0"/>
        <w:adjustRightInd w:val="0"/>
        <w:spacing w:line="240" w:lineRule="auto"/>
        <w:ind w:left="540"/>
        <w:jc w:val="both"/>
        <w:rPr>
          <w:szCs w:val="22"/>
          <w:lang w:bidi="th-TH"/>
        </w:rPr>
      </w:pPr>
    </w:p>
    <w:p w14:paraId="061EA76A" w14:textId="77777777" w:rsidR="00BC0108" w:rsidRPr="00BC18EA" w:rsidRDefault="00BC0108" w:rsidP="00BC0108">
      <w:pPr>
        <w:pStyle w:val="BodyText"/>
        <w:rPr>
          <w:lang w:val="en-US" w:eastAsia="x-none" w:bidi="th-TH"/>
        </w:rPr>
      </w:pPr>
    </w:p>
    <w:p w14:paraId="02B16F7F" w14:textId="77777777" w:rsidR="00FE288D" w:rsidRPr="002E5AAA" w:rsidRDefault="00FE288D" w:rsidP="00FE288D">
      <w:pPr>
        <w:pStyle w:val="BodyText"/>
        <w:spacing w:after="0"/>
        <w:rPr>
          <w:lang w:eastAsia="x-none" w:bidi="th-TH"/>
        </w:rPr>
      </w:pPr>
    </w:p>
    <w:sectPr w:rsidR="00FE288D" w:rsidRPr="002E5AAA" w:rsidSect="00D56BFC">
      <w:headerReference w:type="default" r:id="rId15"/>
      <w:pgSz w:w="11907" w:h="16840" w:code="9"/>
      <w:pgMar w:top="691" w:right="1109"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7B5CF" w14:textId="77777777" w:rsidR="000D41A8" w:rsidRDefault="000D41A8">
      <w:r>
        <w:separator/>
      </w:r>
    </w:p>
  </w:endnote>
  <w:endnote w:type="continuationSeparator" w:id="0">
    <w:p w14:paraId="437AEBD2" w14:textId="77777777" w:rsidR="000D41A8" w:rsidRDefault="000D4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456236"/>
      <w:docPartObj>
        <w:docPartGallery w:val="Page Numbers (Bottom of Page)"/>
        <w:docPartUnique/>
      </w:docPartObj>
    </w:sdtPr>
    <w:sdtEndPr>
      <w:rPr>
        <w:noProof/>
      </w:rPr>
    </w:sdtEndPr>
    <w:sdtContent>
      <w:p w14:paraId="64895D6D" w14:textId="08CCB47D" w:rsidR="00F23915" w:rsidRDefault="00F23915">
        <w:pPr>
          <w:pStyle w:val="Footer"/>
          <w:jc w:val="center"/>
        </w:pPr>
        <w:r w:rsidRPr="00D14E4B">
          <w:rPr>
            <w:i w:val="0"/>
            <w:iCs w:val="0"/>
            <w:color w:val="auto"/>
            <w:sz w:val="22"/>
            <w:szCs w:val="22"/>
          </w:rPr>
          <w:fldChar w:fldCharType="begin"/>
        </w:r>
        <w:r w:rsidRPr="00D14E4B">
          <w:rPr>
            <w:i w:val="0"/>
            <w:iCs w:val="0"/>
            <w:color w:val="auto"/>
            <w:sz w:val="22"/>
            <w:szCs w:val="22"/>
          </w:rPr>
          <w:instrText xml:space="preserve"> PAGE   \* MERGEFORMAT </w:instrText>
        </w:r>
        <w:r w:rsidRPr="00D14E4B">
          <w:rPr>
            <w:i w:val="0"/>
            <w:iCs w:val="0"/>
            <w:color w:val="auto"/>
            <w:sz w:val="22"/>
            <w:szCs w:val="22"/>
          </w:rPr>
          <w:fldChar w:fldCharType="separate"/>
        </w:r>
        <w:r>
          <w:rPr>
            <w:i w:val="0"/>
            <w:iCs w:val="0"/>
            <w:noProof/>
            <w:color w:val="auto"/>
            <w:sz w:val="22"/>
            <w:szCs w:val="22"/>
          </w:rPr>
          <w:t>19</w:t>
        </w:r>
        <w:r w:rsidRPr="00D14E4B">
          <w:rPr>
            <w:i w:val="0"/>
            <w:iCs w:val="0"/>
            <w:noProof/>
            <w:color w:val="auto"/>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1BCE7" w14:textId="77777777" w:rsidR="000D41A8" w:rsidRDefault="000D41A8">
      <w:r>
        <w:separator/>
      </w:r>
    </w:p>
  </w:footnote>
  <w:footnote w:type="continuationSeparator" w:id="0">
    <w:p w14:paraId="411120F4" w14:textId="77777777" w:rsidR="000D41A8" w:rsidRDefault="000D4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DE3D2" w14:textId="77777777" w:rsidR="00F23915" w:rsidRDefault="00067B6D" w:rsidP="00B11EF7">
    <w:pPr>
      <w:pStyle w:val="acctmainheading"/>
      <w:tabs>
        <w:tab w:val="left" w:pos="7810"/>
      </w:tabs>
      <w:spacing w:after="0" w:line="240" w:lineRule="atLeast"/>
    </w:pPr>
    <w:bookmarkStart w:id="4" w:name="_Hlk103027386"/>
    <w:r w:rsidRPr="00067B6D">
      <w:t>PMC Label Materials</w:t>
    </w:r>
    <w:r w:rsidR="004D190A">
      <w:t xml:space="preserve"> Public</w:t>
    </w:r>
    <w:r w:rsidRPr="00067B6D">
      <w:t xml:space="preserve"> Co</w:t>
    </w:r>
    <w:r w:rsidR="00111434">
      <w:t xml:space="preserve">mpany Limited </w:t>
    </w:r>
    <w:r w:rsidR="00F23915" w:rsidRPr="00FE5979">
      <w:t>and its Subsidiaries</w:t>
    </w:r>
  </w:p>
  <w:bookmarkEnd w:id="4"/>
  <w:p w14:paraId="2EB9DFE8" w14:textId="2D60CB7A" w:rsidR="00F23915" w:rsidRDefault="00F23915" w:rsidP="00B11EF7">
    <w:pPr>
      <w:pStyle w:val="acctmainheading"/>
      <w:spacing w:after="0" w:line="240" w:lineRule="atLeast"/>
      <w:rPr>
        <w:sz w:val="24"/>
        <w:szCs w:val="24"/>
      </w:rPr>
    </w:pPr>
    <w:r>
      <w:rPr>
        <w:sz w:val="24"/>
        <w:szCs w:val="24"/>
      </w:rPr>
      <w:t xml:space="preserve">Condensed notes to the interim financial statements </w:t>
    </w:r>
  </w:p>
  <w:p w14:paraId="4C458536" w14:textId="56C26C34" w:rsidR="00F23915" w:rsidRDefault="00476863" w:rsidP="00534E6B">
    <w:pPr>
      <w:pStyle w:val="Header"/>
      <w:spacing w:line="240" w:lineRule="auto"/>
      <w:jc w:val="left"/>
      <w:rPr>
        <w:b/>
        <w:i w:val="0"/>
        <w:sz w:val="24"/>
        <w:szCs w:val="24"/>
      </w:rPr>
    </w:pPr>
    <w:r>
      <w:rPr>
        <w:b/>
        <w:i w:val="0"/>
        <w:sz w:val="24"/>
        <w:szCs w:val="24"/>
      </w:rPr>
      <w:t xml:space="preserve">For the </w:t>
    </w:r>
    <w:r w:rsidR="00F44248">
      <w:rPr>
        <w:b/>
        <w:i w:val="0"/>
        <w:sz w:val="24"/>
        <w:szCs w:val="24"/>
      </w:rPr>
      <w:t xml:space="preserve">three-month and six-month </w:t>
    </w:r>
    <w:r w:rsidR="00F44248" w:rsidRPr="003626CB">
      <w:rPr>
        <w:b/>
        <w:i w:val="0"/>
        <w:sz w:val="24"/>
        <w:szCs w:val="24"/>
      </w:rPr>
      <w:t>period</w:t>
    </w:r>
    <w:r w:rsidR="00F44248">
      <w:rPr>
        <w:b/>
        <w:i w:val="0"/>
        <w:sz w:val="24"/>
        <w:szCs w:val="24"/>
      </w:rPr>
      <w:t xml:space="preserve">s ended 30 June </w:t>
    </w:r>
    <w:r>
      <w:rPr>
        <w:b/>
        <w:i w:val="0"/>
        <w:sz w:val="24"/>
        <w:szCs w:val="24"/>
      </w:rPr>
      <w:t>2025</w:t>
    </w:r>
    <w:r w:rsidR="00D15302">
      <w:rPr>
        <w:b/>
        <w:i w:val="0"/>
        <w:sz w:val="24"/>
        <w:szCs w:val="24"/>
      </w:rPr>
      <w:t xml:space="preserve"> (Unaudited)</w:t>
    </w:r>
  </w:p>
  <w:p w14:paraId="5770736A" w14:textId="77777777" w:rsidR="00F23915" w:rsidRPr="00073B31" w:rsidRDefault="00F23915" w:rsidP="00B11EF7">
    <w:pPr>
      <w:pStyle w:val="Header"/>
      <w:spacing w:line="240" w:lineRule="auto"/>
      <w:jc w:val="left"/>
      <w:rPr>
        <w:b/>
        <w:i w:val="0"/>
        <w:sz w:val="24"/>
        <w:szCs w:val="24"/>
      </w:rPr>
    </w:pPr>
  </w:p>
  <w:p w14:paraId="100898C8" w14:textId="77777777" w:rsidR="00F23915" w:rsidRDefault="00F23915" w:rsidP="00073B31">
    <w:pPr>
      <w:pStyle w:val="Header"/>
      <w:spacing w:line="240" w:lineRule="auto"/>
      <w:jc w:val="left"/>
      <w:rPr>
        <w:b/>
        <w:i w:val="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5FADA" w14:textId="01071C29" w:rsidR="00111434" w:rsidRDefault="00111434" w:rsidP="00964063">
    <w:pPr>
      <w:pStyle w:val="acctmainheading"/>
      <w:spacing w:after="0" w:line="240" w:lineRule="atLeast"/>
    </w:pPr>
    <w:r w:rsidRPr="00111434">
      <w:t xml:space="preserve">PMC Label Materials </w:t>
    </w:r>
    <w:r w:rsidR="00882020">
      <w:t>Public</w:t>
    </w:r>
    <w:r w:rsidR="00882020" w:rsidRPr="00111434">
      <w:t xml:space="preserve"> </w:t>
    </w:r>
    <w:r w:rsidRPr="00111434">
      <w:t>Company Limited and its Subsidiaries</w:t>
    </w:r>
  </w:p>
  <w:p w14:paraId="79A7A829" w14:textId="17D312D4" w:rsidR="00F23915" w:rsidRDefault="00F23915" w:rsidP="00964063">
    <w:pPr>
      <w:pStyle w:val="acctmainheading"/>
      <w:spacing w:after="0" w:line="240" w:lineRule="atLeast"/>
      <w:rPr>
        <w:sz w:val="24"/>
        <w:szCs w:val="24"/>
      </w:rPr>
    </w:pPr>
    <w:r>
      <w:rPr>
        <w:sz w:val="24"/>
        <w:szCs w:val="24"/>
      </w:rPr>
      <w:t xml:space="preserve">Condensed notes to the interim financial statements </w:t>
    </w:r>
  </w:p>
  <w:p w14:paraId="1908C555" w14:textId="05119776" w:rsidR="00F23915" w:rsidRDefault="00476863" w:rsidP="00EC7267">
    <w:pPr>
      <w:pStyle w:val="Header"/>
      <w:spacing w:line="240" w:lineRule="auto"/>
      <w:jc w:val="left"/>
      <w:rPr>
        <w:b/>
        <w:i w:val="0"/>
        <w:sz w:val="24"/>
        <w:szCs w:val="24"/>
      </w:rPr>
    </w:pPr>
    <w:r>
      <w:rPr>
        <w:b/>
        <w:i w:val="0"/>
        <w:sz w:val="24"/>
        <w:szCs w:val="24"/>
      </w:rPr>
      <w:t xml:space="preserve">For the </w:t>
    </w:r>
    <w:r w:rsidR="00F44248">
      <w:rPr>
        <w:b/>
        <w:i w:val="0"/>
        <w:sz w:val="24"/>
        <w:szCs w:val="24"/>
      </w:rPr>
      <w:t>three-month and six</w:t>
    </w:r>
    <w:r w:rsidR="00F44248" w:rsidRPr="009C36EF">
      <w:rPr>
        <w:b/>
        <w:i w:val="0"/>
        <w:sz w:val="24"/>
        <w:szCs w:val="24"/>
      </w:rPr>
      <w:t>-month period</w:t>
    </w:r>
    <w:r w:rsidR="00F44248">
      <w:rPr>
        <w:b/>
        <w:i w:val="0"/>
        <w:sz w:val="24"/>
        <w:szCs w:val="24"/>
      </w:rPr>
      <w:t>s</w:t>
    </w:r>
    <w:r w:rsidR="00F44248" w:rsidRPr="009C36EF">
      <w:rPr>
        <w:b/>
        <w:i w:val="0"/>
        <w:sz w:val="24"/>
        <w:szCs w:val="24"/>
      </w:rPr>
      <w:t xml:space="preserve"> ended </w:t>
    </w:r>
    <w:r w:rsidR="00F44248">
      <w:rPr>
        <w:b/>
        <w:i w:val="0"/>
        <w:sz w:val="24"/>
        <w:szCs w:val="24"/>
      </w:rPr>
      <w:t xml:space="preserve">30 June </w:t>
    </w:r>
    <w:r>
      <w:rPr>
        <w:b/>
        <w:i w:val="0"/>
        <w:sz w:val="24"/>
        <w:szCs w:val="24"/>
      </w:rPr>
      <w:t xml:space="preserve">2025 </w:t>
    </w:r>
    <w:r w:rsidR="009C36EF" w:rsidRPr="009C36EF">
      <w:rPr>
        <w:b/>
        <w:i w:val="0"/>
        <w:sz w:val="24"/>
        <w:szCs w:val="24"/>
      </w:rPr>
      <w:t>(Unaudited)</w:t>
    </w:r>
  </w:p>
  <w:p w14:paraId="699A82D7" w14:textId="5CDC4227" w:rsidR="00F23915" w:rsidRDefault="00F23915" w:rsidP="00612960">
    <w:pPr>
      <w:pStyle w:val="acctmainheading"/>
      <w:spacing w:after="0" w:line="240" w:lineRule="auto"/>
      <w:rPr>
        <w:bCs/>
        <w:sz w:val="24"/>
        <w:szCs w:val="24"/>
        <w:lang w:bidi="th-TH"/>
      </w:rPr>
    </w:pPr>
  </w:p>
  <w:p w14:paraId="08E2B1B5" w14:textId="77777777" w:rsidR="00111434" w:rsidRPr="00111434" w:rsidRDefault="00111434" w:rsidP="00612960">
    <w:pPr>
      <w:pStyle w:val="acctmainheading"/>
      <w:spacing w:after="0" w:line="240" w:lineRule="auto"/>
      <w:rPr>
        <w:bCs/>
        <w:sz w:val="24"/>
        <w:szCs w:val="24"/>
        <w:lang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CE5BC" w14:textId="6D02E8F3" w:rsidR="00F23915" w:rsidRDefault="00067B6D" w:rsidP="00D018B6">
    <w:pPr>
      <w:pStyle w:val="acctmainheading"/>
      <w:tabs>
        <w:tab w:val="left" w:pos="7810"/>
      </w:tabs>
      <w:spacing w:after="0" w:line="240" w:lineRule="atLeast"/>
      <w:ind w:left="630"/>
    </w:pPr>
    <w:r w:rsidRPr="00067B6D">
      <w:t xml:space="preserve">PMC Label Materials </w:t>
    </w:r>
    <w:r w:rsidR="00F94D8C">
      <w:t>Public</w:t>
    </w:r>
    <w:r w:rsidR="00F94D8C" w:rsidRPr="00067B6D">
      <w:t xml:space="preserve"> </w:t>
    </w:r>
    <w:r w:rsidRPr="00067B6D">
      <w:t>Co</w:t>
    </w:r>
    <w:r w:rsidR="00111434">
      <w:t xml:space="preserve">mpany Limited </w:t>
    </w:r>
    <w:r w:rsidR="00F23915" w:rsidRPr="00FE5979">
      <w:t>and its Subsidiaries</w:t>
    </w:r>
  </w:p>
  <w:p w14:paraId="5CB61EC8" w14:textId="77777777" w:rsidR="00F23915" w:rsidRDefault="00F23915" w:rsidP="00D018B6">
    <w:pPr>
      <w:pStyle w:val="acctmainheading"/>
      <w:spacing w:after="0" w:line="240" w:lineRule="atLeast"/>
      <w:ind w:left="630"/>
      <w:rPr>
        <w:sz w:val="24"/>
        <w:szCs w:val="24"/>
      </w:rPr>
    </w:pPr>
    <w:r>
      <w:rPr>
        <w:sz w:val="24"/>
        <w:szCs w:val="24"/>
      </w:rPr>
      <w:t xml:space="preserve">Condensed notes to the interim financial statements </w:t>
    </w:r>
  </w:p>
  <w:p w14:paraId="51C7D56B" w14:textId="7BE410EE" w:rsidR="00F23915" w:rsidRDefault="00476863" w:rsidP="00D018B6">
    <w:pPr>
      <w:pStyle w:val="Header"/>
      <w:spacing w:line="240" w:lineRule="auto"/>
      <w:ind w:left="630"/>
      <w:jc w:val="left"/>
      <w:rPr>
        <w:b/>
        <w:i w:val="0"/>
        <w:sz w:val="24"/>
        <w:szCs w:val="24"/>
      </w:rPr>
    </w:pPr>
    <w:r>
      <w:rPr>
        <w:b/>
        <w:i w:val="0"/>
        <w:sz w:val="24"/>
        <w:szCs w:val="24"/>
      </w:rPr>
      <w:t xml:space="preserve">For the </w:t>
    </w:r>
    <w:r w:rsidR="00997504">
      <w:rPr>
        <w:b/>
        <w:i w:val="0"/>
        <w:sz w:val="24"/>
        <w:szCs w:val="24"/>
      </w:rPr>
      <w:t>three-month and six</w:t>
    </w:r>
    <w:r w:rsidR="00997504" w:rsidRPr="009C36EF">
      <w:rPr>
        <w:b/>
        <w:i w:val="0"/>
        <w:sz w:val="24"/>
        <w:szCs w:val="24"/>
      </w:rPr>
      <w:t>-month period</w:t>
    </w:r>
    <w:r w:rsidR="00997504">
      <w:rPr>
        <w:b/>
        <w:i w:val="0"/>
        <w:sz w:val="24"/>
        <w:szCs w:val="24"/>
      </w:rPr>
      <w:t>s</w:t>
    </w:r>
    <w:r w:rsidR="00997504" w:rsidRPr="009C36EF">
      <w:rPr>
        <w:b/>
        <w:i w:val="0"/>
        <w:sz w:val="24"/>
        <w:szCs w:val="24"/>
      </w:rPr>
      <w:t xml:space="preserve"> ended </w:t>
    </w:r>
    <w:r w:rsidR="00997504">
      <w:rPr>
        <w:b/>
        <w:i w:val="0"/>
        <w:sz w:val="24"/>
        <w:szCs w:val="24"/>
      </w:rPr>
      <w:t xml:space="preserve">30 June </w:t>
    </w:r>
    <w:r>
      <w:rPr>
        <w:b/>
        <w:i w:val="0"/>
        <w:sz w:val="24"/>
        <w:szCs w:val="24"/>
      </w:rPr>
      <w:t xml:space="preserve">2025 </w:t>
    </w:r>
    <w:r w:rsidR="001D2930">
      <w:rPr>
        <w:b/>
        <w:i w:val="0"/>
        <w:sz w:val="24"/>
        <w:szCs w:val="24"/>
      </w:rPr>
      <w:t>(Unaudited)</w:t>
    </w:r>
  </w:p>
  <w:p w14:paraId="7A533FE3" w14:textId="77777777" w:rsidR="00F23915" w:rsidRDefault="00F23915" w:rsidP="00073B31">
    <w:pPr>
      <w:pStyle w:val="Header"/>
      <w:spacing w:line="240" w:lineRule="atLeast"/>
      <w:jc w:val="left"/>
      <w:rPr>
        <w:b/>
        <w:i w:val="0"/>
        <w:sz w:val="24"/>
        <w:szCs w:val="24"/>
      </w:rPr>
    </w:pPr>
  </w:p>
  <w:p w14:paraId="66C6D562" w14:textId="77777777" w:rsidR="00F23915" w:rsidRDefault="00F23915" w:rsidP="00073B31">
    <w:pPr>
      <w:pStyle w:val="Header"/>
      <w:spacing w:line="240" w:lineRule="atLeast"/>
      <w:jc w:val="left"/>
      <w:rPr>
        <w:b/>
        <w:i w:val="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83F11" w14:textId="78604154" w:rsidR="00111434" w:rsidRDefault="00111434" w:rsidP="00111434">
    <w:pPr>
      <w:pStyle w:val="acctmainheading"/>
      <w:tabs>
        <w:tab w:val="left" w:pos="7810"/>
      </w:tabs>
      <w:spacing w:after="0" w:line="240" w:lineRule="atLeast"/>
    </w:pPr>
    <w:r w:rsidRPr="00067B6D">
      <w:t xml:space="preserve">PMC Label Materials </w:t>
    </w:r>
    <w:r w:rsidR="00E818FF">
      <w:t>Public</w:t>
    </w:r>
    <w:r w:rsidR="00E818FF" w:rsidRPr="00067B6D">
      <w:t xml:space="preserve"> </w:t>
    </w:r>
    <w:r w:rsidRPr="00067B6D">
      <w:t>Co</w:t>
    </w:r>
    <w:r>
      <w:t xml:space="preserve">mpany Limited </w:t>
    </w:r>
    <w:r w:rsidRPr="00FE5979">
      <w:t>and its Subsidiaries</w:t>
    </w:r>
  </w:p>
  <w:p w14:paraId="79584138" w14:textId="77777777" w:rsidR="00111434" w:rsidRDefault="00111434" w:rsidP="00111434">
    <w:pPr>
      <w:pStyle w:val="acctmainheading"/>
      <w:spacing w:after="0" w:line="240" w:lineRule="atLeast"/>
      <w:ind w:left="630" w:hanging="630"/>
      <w:rPr>
        <w:sz w:val="24"/>
        <w:szCs w:val="24"/>
      </w:rPr>
    </w:pPr>
    <w:r>
      <w:rPr>
        <w:sz w:val="24"/>
        <w:szCs w:val="24"/>
      </w:rPr>
      <w:t xml:space="preserve">Condensed notes to the interim financial statements </w:t>
    </w:r>
  </w:p>
  <w:p w14:paraId="49CAFD93" w14:textId="4BDF32D8" w:rsidR="00111434" w:rsidRDefault="00476863" w:rsidP="00111434">
    <w:pPr>
      <w:pStyle w:val="Header"/>
      <w:spacing w:line="240" w:lineRule="auto"/>
      <w:ind w:left="630" w:hanging="630"/>
      <w:jc w:val="left"/>
      <w:rPr>
        <w:b/>
        <w:i w:val="0"/>
        <w:sz w:val="24"/>
        <w:szCs w:val="24"/>
      </w:rPr>
    </w:pPr>
    <w:r>
      <w:rPr>
        <w:b/>
        <w:i w:val="0"/>
        <w:sz w:val="24"/>
        <w:szCs w:val="24"/>
      </w:rPr>
      <w:t xml:space="preserve">For the </w:t>
    </w:r>
    <w:r w:rsidR="00997504">
      <w:rPr>
        <w:b/>
        <w:i w:val="0"/>
        <w:sz w:val="24"/>
        <w:szCs w:val="24"/>
      </w:rPr>
      <w:t>three-month and six</w:t>
    </w:r>
    <w:r w:rsidR="00997504" w:rsidRPr="009C36EF">
      <w:rPr>
        <w:b/>
        <w:i w:val="0"/>
        <w:sz w:val="24"/>
        <w:szCs w:val="24"/>
      </w:rPr>
      <w:t>-month period</w:t>
    </w:r>
    <w:r w:rsidR="00997504">
      <w:rPr>
        <w:b/>
        <w:i w:val="0"/>
        <w:sz w:val="24"/>
        <w:szCs w:val="24"/>
      </w:rPr>
      <w:t>s</w:t>
    </w:r>
    <w:r w:rsidR="00997504" w:rsidRPr="009C36EF">
      <w:rPr>
        <w:b/>
        <w:i w:val="0"/>
        <w:sz w:val="24"/>
        <w:szCs w:val="24"/>
      </w:rPr>
      <w:t xml:space="preserve"> ended </w:t>
    </w:r>
    <w:r w:rsidR="00997504">
      <w:rPr>
        <w:b/>
        <w:i w:val="0"/>
        <w:sz w:val="24"/>
        <w:szCs w:val="24"/>
      </w:rPr>
      <w:t xml:space="preserve">30 June </w:t>
    </w:r>
    <w:r>
      <w:rPr>
        <w:b/>
        <w:i w:val="0"/>
        <w:sz w:val="24"/>
        <w:szCs w:val="24"/>
      </w:rPr>
      <w:t xml:space="preserve">2025 </w:t>
    </w:r>
    <w:r w:rsidR="001D2930">
      <w:rPr>
        <w:b/>
        <w:i w:val="0"/>
        <w:sz w:val="24"/>
        <w:szCs w:val="24"/>
      </w:rPr>
      <w:t>(Unaudited)</w:t>
    </w:r>
  </w:p>
  <w:p w14:paraId="3542F355" w14:textId="331F4A8B" w:rsidR="00111434" w:rsidRDefault="00111434" w:rsidP="00073B31">
    <w:pPr>
      <w:pStyle w:val="Header"/>
      <w:spacing w:line="240" w:lineRule="atLeast"/>
      <w:jc w:val="left"/>
      <w:rPr>
        <w:b/>
        <w:i w:val="0"/>
        <w:sz w:val="24"/>
        <w:szCs w:val="24"/>
      </w:rPr>
    </w:pPr>
  </w:p>
  <w:p w14:paraId="527B90A2" w14:textId="77777777" w:rsidR="00111434" w:rsidRDefault="00111434" w:rsidP="00073B31">
    <w:pPr>
      <w:pStyle w:val="Header"/>
      <w:spacing w:line="240" w:lineRule="atLeast"/>
      <w:jc w:val="left"/>
      <w:rPr>
        <w:b/>
        <w:i w:val="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1B22E2F"/>
    <w:multiLevelType w:val="hybridMultilevel"/>
    <w:tmpl w:val="D84687F4"/>
    <w:lvl w:ilvl="0" w:tplc="0930E61C">
      <w:start w:val="2"/>
      <w:numFmt w:val="bullet"/>
      <w:lvlText w:val="-"/>
      <w:lvlJc w:val="left"/>
      <w:pPr>
        <w:ind w:left="900" w:hanging="360"/>
      </w:pPr>
      <w:rPr>
        <w:rFonts w:ascii="Times New Roman" w:eastAsiaTheme="minorHAnsi" w:hAnsi="Times New Roman" w:cs="Times New Roman" w:hint="default"/>
        <w:color w:val="auto"/>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5BA5324"/>
    <w:multiLevelType w:val="hybridMultilevel"/>
    <w:tmpl w:val="451E1E74"/>
    <w:lvl w:ilvl="0" w:tplc="57723436">
      <w:start w:val="1"/>
      <w:numFmt w:val="decimal"/>
      <w:lvlText w:val="%1)"/>
      <w:lvlJc w:val="left"/>
      <w:pPr>
        <w:ind w:left="1192" w:hanging="360"/>
      </w:pPr>
      <w:rPr>
        <w:rFonts w:hint="default"/>
      </w:rPr>
    </w:lvl>
    <w:lvl w:ilvl="1" w:tplc="04090019" w:tentative="1">
      <w:start w:val="1"/>
      <w:numFmt w:val="lowerLetter"/>
      <w:lvlText w:val="%2."/>
      <w:lvlJc w:val="left"/>
      <w:pPr>
        <w:ind w:left="1912" w:hanging="360"/>
      </w:pPr>
    </w:lvl>
    <w:lvl w:ilvl="2" w:tplc="0409001B" w:tentative="1">
      <w:start w:val="1"/>
      <w:numFmt w:val="lowerRoman"/>
      <w:lvlText w:val="%3."/>
      <w:lvlJc w:val="right"/>
      <w:pPr>
        <w:ind w:left="2632" w:hanging="180"/>
      </w:pPr>
    </w:lvl>
    <w:lvl w:ilvl="3" w:tplc="0409000F" w:tentative="1">
      <w:start w:val="1"/>
      <w:numFmt w:val="decimal"/>
      <w:lvlText w:val="%4."/>
      <w:lvlJc w:val="left"/>
      <w:pPr>
        <w:ind w:left="3352" w:hanging="360"/>
      </w:pPr>
    </w:lvl>
    <w:lvl w:ilvl="4" w:tplc="04090019" w:tentative="1">
      <w:start w:val="1"/>
      <w:numFmt w:val="lowerLetter"/>
      <w:lvlText w:val="%5."/>
      <w:lvlJc w:val="left"/>
      <w:pPr>
        <w:ind w:left="4072" w:hanging="360"/>
      </w:pPr>
    </w:lvl>
    <w:lvl w:ilvl="5" w:tplc="0409001B" w:tentative="1">
      <w:start w:val="1"/>
      <w:numFmt w:val="lowerRoman"/>
      <w:lvlText w:val="%6."/>
      <w:lvlJc w:val="right"/>
      <w:pPr>
        <w:ind w:left="4792" w:hanging="180"/>
      </w:pPr>
    </w:lvl>
    <w:lvl w:ilvl="6" w:tplc="0409000F" w:tentative="1">
      <w:start w:val="1"/>
      <w:numFmt w:val="decimal"/>
      <w:lvlText w:val="%7."/>
      <w:lvlJc w:val="left"/>
      <w:pPr>
        <w:ind w:left="5512" w:hanging="360"/>
      </w:pPr>
    </w:lvl>
    <w:lvl w:ilvl="7" w:tplc="04090019" w:tentative="1">
      <w:start w:val="1"/>
      <w:numFmt w:val="lowerLetter"/>
      <w:lvlText w:val="%8."/>
      <w:lvlJc w:val="left"/>
      <w:pPr>
        <w:ind w:left="6232" w:hanging="360"/>
      </w:pPr>
    </w:lvl>
    <w:lvl w:ilvl="8" w:tplc="0409001B" w:tentative="1">
      <w:start w:val="1"/>
      <w:numFmt w:val="lowerRoman"/>
      <w:lvlText w:val="%9."/>
      <w:lvlJc w:val="right"/>
      <w:pPr>
        <w:ind w:left="6952" w:hanging="180"/>
      </w:pPr>
    </w:lvl>
  </w:abstractNum>
  <w:abstractNum w:abstractNumId="4" w15:restartNumberingAfterBreak="0">
    <w:nsid w:val="06FD35CB"/>
    <w:multiLevelType w:val="hybridMultilevel"/>
    <w:tmpl w:val="595ECDC0"/>
    <w:lvl w:ilvl="0" w:tplc="720A83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704039"/>
    <w:multiLevelType w:val="hybridMultilevel"/>
    <w:tmpl w:val="3F46B650"/>
    <w:lvl w:ilvl="0" w:tplc="B6FC6918">
      <w:start w:val="1"/>
      <w:numFmt w:val="decimal"/>
      <w:lvlText w:val="%1)"/>
      <w:lvlJc w:val="left"/>
      <w:pPr>
        <w:ind w:left="1010" w:hanging="360"/>
      </w:pPr>
      <w:rPr>
        <w:rFonts w:hint="default"/>
      </w:rPr>
    </w:lvl>
    <w:lvl w:ilvl="1" w:tplc="04090019" w:tentative="1">
      <w:start w:val="1"/>
      <w:numFmt w:val="lowerLetter"/>
      <w:lvlText w:val="%2."/>
      <w:lvlJc w:val="left"/>
      <w:pPr>
        <w:ind w:left="1730" w:hanging="360"/>
      </w:pPr>
    </w:lvl>
    <w:lvl w:ilvl="2" w:tplc="0409001B" w:tentative="1">
      <w:start w:val="1"/>
      <w:numFmt w:val="lowerRoman"/>
      <w:lvlText w:val="%3."/>
      <w:lvlJc w:val="right"/>
      <w:pPr>
        <w:ind w:left="2450" w:hanging="180"/>
      </w:pPr>
    </w:lvl>
    <w:lvl w:ilvl="3" w:tplc="0409000F" w:tentative="1">
      <w:start w:val="1"/>
      <w:numFmt w:val="decimal"/>
      <w:lvlText w:val="%4."/>
      <w:lvlJc w:val="left"/>
      <w:pPr>
        <w:ind w:left="3170" w:hanging="360"/>
      </w:pPr>
    </w:lvl>
    <w:lvl w:ilvl="4" w:tplc="04090019" w:tentative="1">
      <w:start w:val="1"/>
      <w:numFmt w:val="lowerLetter"/>
      <w:lvlText w:val="%5."/>
      <w:lvlJc w:val="left"/>
      <w:pPr>
        <w:ind w:left="3890" w:hanging="360"/>
      </w:pPr>
    </w:lvl>
    <w:lvl w:ilvl="5" w:tplc="0409001B" w:tentative="1">
      <w:start w:val="1"/>
      <w:numFmt w:val="lowerRoman"/>
      <w:lvlText w:val="%6."/>
      <w:lvlJc w:val="right"/>
      <w:pPr>
        <w:ind w:left="4610" w:hanging="180"/>
      </w:pPr>
    </w:lvl>
    <w:lvl w:ilvl="6" w:tplc="0409000F" w:tentative="1">
      <w:start w:val="1"/>
      <w:numFmt w:val="decimal"/>
      <w:lvlText w:val="%7."/>
      <w:lvlJc w:val="left"/>
      <w:pPr>
        <w:ind w:left="5330" w:hanging="360"/>
      </w:pPr>
    </w:lvl>
    <w:lvl w:ilvl="7" w:tplc="04090019" w:tentative="1">
      <w:start w:val="1"/>
      <w:numFmt w:val="lowerLetter"/>
      <w:lvlText w:val="%8."/>
      <w:lvlJc w:val="left"/>
      <w:pPr>
        <w:ind w:left="6050" w:hanging="360"/>
      </w:pPr>
    </w:lvl>
    <w:lvl w:ilvl="8" w:tplc="0409001B" w:tentative="1">
      <w:start w:val="1"/>
      <w:numFmt w:val="lowerRoman"/>
      <w:lvlText w:val="%9."/>
      <w:lvlJc w:val="right"/>
      <w:pPr>
        <w:ind w:left="6770" w:hanging="180"/>
      </w:pPr>
    </w:lvl>
  </w:abstractNum>
  <w:abstractNum w:abstractNumId="6" w15:restartNumberingAfterBreak="0">
    <w:nsid w:val="0E297D24"/>
    <w:multiLevelType w:val="multilevel"/>
    <w:tmpl w:val="264A3E2C"/>
    <w:lvl w:ilvl="0">
      <w:start w:val="1"/>
      <w:numFmt w:val="decimal"/>
      <w:pStyle w:val="index"/>
      <w:lvlText w:val="%1"/>
      <w:lvlJc w:val="left"/>
      <w:pPr>
        <w:tabs>
          <w:tab w:val="num" w:pos="747"/>
        </w:tabs>
        <w:ind w:left="747" w:hanging="567"/>
      </w:pPr>
      <w:rPr>
        <w:rFonts w:ascii="Times New Roman" w:hAnsi="Times New Roman" w:cs="Times New Roman" w:hint="default"/>
        <w:b w:val="0"/>
        <w:bCs w:val="0"/>
        <w:color w:val="auto"/>
        <w:sz w:val="22"/>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15D41BDA"/>
    <w:multiLevelType w:val="multilevel"/>
    <w:tmpl w:val="17161C42"/>
    <w:lvl w:ilvl="0">
      <w:start w:val="2"/>
      <w:numFmt w:val="decimal"/>
      <w:pStyle w:val="Heading1"/>
      <w:lvlText w:val="%1"/>
      <w:lvlJc w:val="left"/>
      <w:pPr>
        <w:tabs>
          <w:tab w:val="num" w:pos="1314"/>
        </w:tabs>
        <w:ind w:left="131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1">
      <w:start w:val="1"/>
      <w:numFmt w:val="lowerLetter"/>
      <w:pStyle w:val="Heading2"/>
      <w:lvlText w:val="(%2)"/>
      <w:lvlJc w:val="left"/>
      <w:pPr>
        <w:tabs>
          <w:tab w:val="num" w:pos="600"/>
        </w:tabs>
        <w:ind w:left="600" w:firstLine="0"/>
      </w:pPr>
      <w:rPr>
        <w:rFonts w:hint="default"/>
        <w:b w:val="0"/>
        <w:bCs w:val="0"/>
        <w:i w:val="0"/>
        <w:iCs/>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E834113"/>
    <w:multiLevelType w:val="hybridMultilevel"/>
    <w:tmpl w:val="34E46EAC"/>
    <w:lvl w:ilvl="0" w:tplc="E0386BBE">
      <w:start w:val="1"/>
      <w:numFmt w:val="bullet"/>
      <w:pStyle w:val="ListBullet2"/>
      <w:lvlText w:val="-"/>
      <w:lvlJc w:val="left"/>
      <w:pPr>
        <w:tabs>
          <w:tab w:val="num" w:pos="700"/>
        </w:tabs>
        <w:ind w:left="680" w:hanging="340"/>
      </w:pPr>
      <w:rPr>
        <w:rFonts w:ascii="Times New Roman" w:hAnsi="Times New Roman" w:cs="Times New Roman" w:hint="default"/>
      </w:rPr>
    </w:lvl>
    <w:lvl w:ilvl="1" w:tplc="CFAEBFCA" w:tentative="1">
      <w:start w:val="1"/>
      <w:numFmt w:val="bullet"/>
      <w:lvlText w:val="o"/>
      <w:lvlJc w:val="left"/>
      <w:pPr>
        <w:tabs>
          <w:tab w:val="num" w:pos="1440"/>
        </w:tabs>
        <w:ind w:left="1440" w:hanging="360"/>
      </w:pPr>
      <w:rPr>
        <w:rFonts w:ascii="Courier New" w:hAnsi="Courier New" w:hint="default"/>
      </w:rPr>
    </w:lvl>
    <w:lvl w:ilvl="2" w:tplc="3FC6F52E" w:tentative="1">
      <w:start w:val="1"/>
      <w:numFmt w:val="bullet"/>
      <w:lvlText w:val=""/>
      <w:lvlJc w:val="left"/>
      <w:pPr>
        <w:tabs>
          <w:tab w:val="num" w:pos="2160"/>
        </w:tabs>
        <w:ind w:left="2160" w:hanging="360"/>
      </w:pPr>
      <w:rPr>
        <w:rFonts w:ascii="Wingdings" w:hAnsi="Wingdings" w:hint="default"/>
      </w:rPr>
    </w:lvl>
    <w:lvl w:ilvl="3" w:tplc="8BD03998" w:tentative="1">
      <w:start w:val="1"/>
      <w:numFmt w:val="bullet"/>
      <w:lvlText w:val=""/>
      <w:lvlJc w:val="left"/>
      <w:pPr>
        <w:tabs>
          <w:tab w:val="num" w:pos="2880"/>
        </w:tabs>
        <w:ind w:left="2880" w:hanging="360"/>
      </w:pPr>
      <w:rPr>
        <w:rFonts w:ascii="Symbol" w:hAnsi="Symbol" w:hint="default"/>
      </w:rPr>
    </w:lvl>
    <w:lvl w:ilvl="4" w:tplc="C504BBA8" w:tentative="1">
      <w:start w:val="1"/>
      <w:numFmt w:val="bullet"/>
      <w:lvlText w:val="o"/>
      <w:lvlJc w:val="left"/>
      <w:pPr>
        <w:tabs>
          <w:tab w:val="num" w:pos="3600"/>
        </w:tabs>
        <w:ind w:left="3600" w:hanging="360"/>
      </w:pPr>
      <w:rPr>
        <w:rFonts w:ascii="Courier New" w:hAnsi="Courier New" w:hint="default"/>
      </w:rPr>
    </w:lvl>
    <w:lvl w:ilvl="5" w:tplc="95C403CA" w:tentative="1">
      <w:start w:val="1"/>
      <w:numFmt w:val="bullet"/>
      <w:lvlText w:val=""/>
      <w:lvlJc w:val="left"/>
      <w:pPr>
        <w:tabs>
          <w:tab w:val="num" w:pos="4320"/>
        </w:tabs>
        <w:ind w:left="4320" w:hanging="360"/>
      </w:pPr>
      <w:rPr>
        <w:rFonts w:ascii="Wingdings" w:hAnsi="Wingdings" w:hint="default"/>
      </w:rPr>
    </w:lvl>
    <w:lvl w:ilvl="6" w:tplc="A9C0BA70" w:tentative="1">
      <w:start w:val="1"/>
      <w:numFmt w:val="bullet"/>
      <w:lvlText w:val=""/>
      <w:lvlJc w:val="left"/>
      <w:pPr>
        <w:tabs>
          <w:tab w:val="num" w:pos="5040"/>
        </w:tabs>
        <w:ind w:left="5040" w:hanging="360"/>
      </w:pPr>
      <w:rPr>
        <w:rFonts w:ascii="Symbol" w:hAnsi="Symbol" w:hint="default"/>
      </w:rPr>
    </w:lvl>
    <w:lvl w:ilvl="7" w:tplc="13DA163E" w:tentative="1">
      <w:start w:val="1"/>
      <w:numFmt w:val="bullet"/>
      <w:lvlText w:val="o"/>
      <w:lvlJc w:val="left"/>
      <w:pPr>
        <w:tabs>
          <w:tab w:val="num" w:pos="5760"/>
        </w:tabs>
        <w:ind w:left="5760" w:hanging="360"/>
      </w:pPr>
      <w:rPr>
        <w:rFonts w:ascii="Courier New" w:hAnsi="Courier New" w:hint="default"/>
      </w:rPr>
    </w:lvl>
    <w:lvl w:ilvl="8" w:tplc="D01690A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3E4C9A"/>
    <w:multiLevelType w:val="hybridMultilevel"/>
    <w:tmpl w:val="BF78DF16"/>
    <w:lvl w:ilvl="0" w:tplc="E6DE6082">
      <w:start w:val="1"/>
      <w:numFmt w:val="thaiLetters"/>
      <w:lvlText w:val="(%1)"/>
      <w:lvlJc w:val="left"/>
      <w:pPr>
        <w:ind w:left="878" w:hanging="360"/>
      </w:pPr>
      <w:rPr>
        <w:rFonts w:hint="default"/>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10" w15:restartNumberingAfterBreak="0">
    <w:nsid w:val="226F4727"/>
    <w:multiLevelType w:val="hybridMultilevel"/>
    <w:tmpl w:val="400EEC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30A7641"/>
    <w:multiLevelType w:val="hybridMultilevel"/>
    <w:tmpl w:val="63C02378"/>
    <w:lvl w:ilvl="0" w:tplc="D8F008A0">
      <w:start w:val="1"/>
      <w:numFmt w:val="decimal"/>
      <w:lvlText w:val="%1)"/>
      <w:lvlJc w:val="left"/>
      <w:pPr>
        <w:ind w:left="1480" w:hanging="360"/>
      </w:pPr>
      <w:rPr>
        <w:rFonts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3" w15:restartNumberingAfterBreak="0">
    <w:nsid w:val="2B3B1F03"/>
    <w:multiLevelType w:val="hybridMultilevel"/>
    <w:tmpl w:val="BA34148A"/>
    <w:lvl w:ilvl="0" w:tplc="EE16807C">
      <w:start w:val="1"/>
      <w:numFmt w:val="decimal"/>
      <w:lvlText w:val="%1)"/>
      <w:lvlJc w:val="left"/>
      <w:pPr>
        <w:ind w:left="878" w:hanging="360"/>
      </w:pPr>
      <w:rPr>
        <w:rFonts w:hint="default"/>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14" w15:restartNumberingAfterBreak="0">
    <w:nsid w:val="2E2610F5"/>
    <w:multiLevelType w:val="hybridMultilevel"/>
    <w:tmpl w:val="785CF8FC"/>
    <w:lvl w:ilvl="0" w:tplc="5614CFE0">
      <w:start w:val="1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7A2883"/>
    <w:multiLevelType w:val="hybridMultilevel"/>
    <w:tmpl w:val="5768A1CC"/>
    <w:lvl w:ilvl="0" w:tplc="866E9CAA">
      <w:start w:val="1"/>
      <w:numFmt w:val="thaiLetters"/>
      <w:lvlText w:val="(%1)"/>
      <w:lvlJc w:val="left"/>
      <w:pPr>
        <w:ind w:left="900" w:hanging="360"/>
      </w:pPr>
      <w:rPr>
        <w:rFonts w:ascii="Angsana New" w:hAnsi="Angsana New" w:cs="Angsana New" w:hint="cs"/>
        <w:b w:val="0"/>
        <w:bCs w:val="0"/>
        <w:i/>
        <w:iCs/>
        <w:color w:val="auto"/>
        <w:sz w:val="30"/>
        <w:szCs w:val="3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30A5009"/>
    <w:multiLevelType w:val="multilevel"/>
    <w:tmpl w:val="E488CD3C"/>
    <w:lvl w:ilvl="0">
      <w:start w:val="1"/>
      <w:numFmt w:val="decimal"/>
      <w:lvlText w:val="%1"/>
      <w:lvlJc w:val="left"/>
      <w:pPr>
        <w:tabs>
          <w:tab w:val="num" w:pos="283"/>
        </w:tabs>
        <w:ind w:left="283" w:hanging="283"/>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440"/>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71B342F"/>
    <w:multiLevelType w:val="hybridMultilevel"/>
    <w:tmpl w:val="4AFC1C3A"/>
    <w:lvl w:ilvl="0" w:tplc="824E81A0">
      <w:start w:val="1"/>
      <w:numFmt w:val="decimal"/>
      <w:lvlText w:val="%1"/>
      <w:lvlJc w:val="left"/>
      <w:pPr>
        <w:ind w:left="547" w:hanging="540"/>
      </w:pPr>
      <w:rPr>
        <w:rFonts w:hint="default"/>
      </w:rPr>
    </w:lvl>
    <w:lvl w:ilvl="1" w:tplc="04090019" w:tentative="1">
      <w:start w:val="1"/>
      <w:numFmt w:val="lowerLetter"/>
      <w:lvlText w:val="%2."/>
      <w:lvlJc w:val="left"/>
      <w:pPr>
        <w:ind w:left="1087" w:hanging="360"/>
      </w:pPr>
    </w:lvl>
    <w:lvl w:ilvl="2" w:tplc="0409001B" w:tentative="1">
      <w:start w:val="1"/>
      <w:numFmt w:val="lowerRoman"/>
      <w:lvlText w:val="%3."/>
      <w:lvlJc w:val="right"/>
      <w:pPr>
        <w:ind w:left="1807" w:hanging="180"/>
      </w:pPr>
    </w:lvl>
    <w:lvl w:ilvl="3" w:tplc="0409000F" w:tentative="1">
      <w:start w:val="1"/>
      <w:numFmt w:val="decimal"/>
      <w:lvlText w:val="%4."/>
      <w:lvlJc w:val="left"/>
      <w:pPr>
        <w:ind w:left="2527" w:hanging="360"/>
      </w:pPr>
    </w:lvl>
    <w:lvl w:ilvl="4" w:tplc="04090019" w:tentative="1">
      <w:start w:val="1"/>
      <w:numFmt w:val="lowerLetter"/>
      <w:lvlText w:val="%5."/>
      <w:lvlJc w:val="left"/>
      <w:pPr>
        <w:ind w:left="3247" w:hanging="360"/>
      </w:pPr>
    </w:lvl>
    <w:lvl w:ilvl="5" w:tplc="0409001B" w:tentative="1">
      <w:start w:val="1"/>
      <w:numFmt w:val="lowerRoman"/>
      <w:lvlText w:val="%6."/>
      <w:lvlJc w:val="right"/>
      <w:pPr>
        <w:ind w:left="3967" w:hanging="180"/>
      </w:pPr>
    </w:lvl>
    <w:lvl w:ilvl="6" w:tplc="0409000F" w:tentative="1">
      <w:start w:val="1"/>
      <w:numFmt w:val="decimal"/>
      <w:lvlText w:val="%7."/>
      <w:lvlJc w:val="left"/>
      <w:pPr>
        <w:ind w:left="4687" w:hanging="360"/>
      </w:pPr>
    </w:lvl>
    <w:lvl w:ilvl="7" w:tplc="04090019" w:tentative="1">
      <w:start w:val="1"/>
      <w:numFmt w:val="lowerLetter"/>
      <w:lvlText w:val="%8."/>
      <w:lvlJc w:val="left"/>
      <w:pPr>
        <w:ind w:left="5407" w:hanging="360"/>
      </w:pPr>
    </w:lvl>
    <w:lvl w:ilvl="8" w:tplc="0409001B" w:tentative="1">
      <w:start w:val="1"/>
      <w:numFmt w:val="lowerRoman"/>
      <w:lvlText w:val="%9."/>
      <w:lvlJc w:val="right"/>
      <w:pPr>
        <w:ind w:left="6127" w:hanging="180"/>
      </w:pPr>
    </w:lvl>
  </w:abstractNum>
  <w:abstractNum w:abstractNumId="18" w15:restartNumberingAfterBreak="0">
    <w:nsid w:val="38845918"/>
    <w:multiLevelType w:val="hybridMultilevel"/>
    <w:tmpl w:val="25A6BE3A"/>
    <w:lvl w:ilvl="0" w:tplc="EC82C9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CD168AC"/>
    <w:multiLevelType w:val="hybridMultilevel"/>
    <w:tmpl w:val="089A36D0"/>
    <w:lvl w:ilvl="0" w:tplc="6FDE0692">
      <w:start w:val="1"/>
      <w:numFmt w:val="lowerLetter"/>
      <w:lvlText w:val="(%1)"/>
      <w:lvlJc w:val="left"/>
      <w:pPr>
        <w:ind w:left="900" w:hanging="360"/>
      </w:pPr>
      <w:rPr>
        <w:rFonts w:hint="default"/>
        <w:b w:val="0"/>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3E2006BF"/>
    <w:multiLevelType w:val="hybridMultilevel"/>
    <w:tmpl w:val="39E43518"/>
    <w:lvl w:ilvl="0" w:tplc="E00A68C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3F95040E"/>
    <w:multiLevelType w:val="hybridMultilevel"/>
    <w:tmpl w:val="63C02378"/>
    <w:lvl w:ilvl="0" w:tplc="D8F008A0">
      <w:start w:val="1"/>
      <w:numFmt w:val="decimal"/>
      <w:lvlText w:val="%1)"/>
      <w:lvlJc w:val="left"/>
      <w:pPr>
        <w:ind w:left="1480" w:hanging="360"/>
      </w:pPr>
      <w:rPr>
        <w:rFonts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22" w15:restartNumberingAfterBreak="0">
    <w:nsid w:val="4264353F"/>
    <w:multiLevelType w:val="hybridMultilevel"/>
    <w:tmpl w:val="F2428D0E"/>
    <w:lvl w:ilvl="0" w:tplc="04090011">
      <w:start w:val="1"/>
      <w:numFmt w:val="decimal"/>
      <w:lvlText w:val="%1)"/>
      <w:lvlJc w:val="left"/>
      <w:pPr>
        <w:ind w:left="922" w:hanging="360"/>
      </w:p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3" w15:restartNumberingAfterBreak="0">
    <w:nsid w:val="440F3696"/>
    <w:multiLevelType w:val="multilevel"/>
    <w:tmpl w:val="6D48CF32"/>
    <w:lvl w:ilvl="0">
      <w:start w:val="1"/>
      <w:numFmt w:val="none"/>
      <w:lvlText w:val="(b)"/>
      <w:lvlJc w:val="left"/>
      <w:pPr>
        <w:ind w:left="720" w:hanging="360"/>
      </w:pPr>
      <w:rPr>
        <w:rFonts w:hint="default"/>
      </w:rPr>
    </w:lvl>
    <w:lvl w:ilvl="1">
      <w:start w:val="1"/>
      <w:numFmt w:val="lowerLetter"/>
      <w:lvlText w:val="(%2)"/>
      <w:lvlJc w:val="left"/>
      <w:pPr>
        <w:ind w:left="360" w:hanging="360"/>
      </w:pPr>
      <w:rPr>
        <w:rFonts w:hint="default"/>
        <w:b/>
        <w:bCs/>
        <w:i/>
        <w:iCs w:val="0"/>
        <w:color w:val="auto"/>
      </w:rPr>
    </w:lvl>
    <w:lvl w:ilvl="2">
      <w:start w:val="4"/>
      <w:numFmt w:val="decimal"/>
      <w:lvlText w:val="%3."/>
      <w:lvlJc w:val="left"/>
      <w:pPr>
        <w:ind w:left="2340" w:hanging="360"/>
      </w:pPr>
      <w:rPr>
        <w:rFonts w:hint="default"/>
      </w:rPr>
    </w:lvl>
    <w:lvl w:ilvl="3">
      <w:start w:val="4"/>
      <w:numFmt w:val="decimal"/>
      <w:lvlText w:val="%4"/>
      <w:lvlJc w:val="left"/>
      <w:pPr>
        <w:ind w:left="2880" w:hanging="360"/>
      </w:pPr>
      <w:rPr>
        <w:rFonts w:hint="default"/>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076724D"/>
    <w:multiLevelType w:val="hybridMultilevel"/>
    <w:tmpl w:val="FC1696A0"/>
    <w:lvl w:ilvl="0" w:tplc="19B45D8A">
      <w:start w:val="2"/>
      <w:numFmt w:val="bullet"/>
      <w:lvlText w:val="-"/>
      <w:lvlJc w:val="left"/>
      <w:pPr>
        <w:ind w:left="1260" w:hanging="360"/>
      </w:pPr>
      <w:rPr>
        <w:rFonts w:ascii="Times New Roman" w:eastAsiaTheme="minorHAnsi" w:hAnsi="Times New Roman" w:cs="Times New Roman" w:hint="default"/>
        <w:color w:val="auto"/>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hint="default"/>
      </w:rPr>
    </w:lvl>
  </w:abstractNum>
  <w:abstractNum w:abstractNumId="25" w15:restartNumberingAfterBreak="0">
    <w:nsid w:val="5E1A5B85"/>
    <w:multiLevelType w:val="hybridMultilevel"/>
    <w:tmpl w:val="7CB6D46A"/>
    <w:lvl w:ilvl="0" w:tplc="0930E61C">
      <w:start w:val="2"/>
      <w:numFmt w:val="bullet"/>
      <w:lvlText w:val="-"/>
      <w:lvlJc w:val="left"/>
      <w:pPr>
        <w:ind w:left="2790" w:hanging="360"/>
      </w:pPr>
      <w:rPr>
        <w:rFonts w:ascii="Times New Roman" w:eastAsiaTheme="minorHAnsi" w:hAnsi="Times New Roman" w:cs="Times New Roman"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6" w15:restartNumberingAfterBreak="0">
    <w:nsid w:val="65F52FA8"/>
    <w:multiLevelType w:val="hybridMultilevel"/>
    <w:tmpl w:val="C9EACF38"/>
    <w:lvl w:ilvl="0" w:tplc="BA32A2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14F37C8"/>
    <w:multiLevelType w:val="hybridMultilevel"/>
    <w:tmpl w:val="0EEE15D4"/>
    <w:lvl w:ilvl="0" w:tplc="AD3203AA">
      <w:start w:val="1"/>
      <w:numFmt w:val="decimal"/>
      <w:lvlText w:val="%1)"/>
      <w:lvlJc w:val="left"/>
      <w:pPr>
        <w:ind w:left="966" w:hanging="360"/>
      </w:pPr>
      <w:rPr>
        <w:rFonts w:hint="default"/>
      </w:rPr>
    </w:lvl>
    <w:lvl w:ilvl="1" w:tplc="04090019" w:tentative="1">
      <w:start w:val="1"/>
      <w:numFmt w:val="lowerLetter"/>
      <w:lvlText w:val="%2."/>
      <w:lvlJc w:val="left"/>
      <w:pPr>
        <w:ind w:left="1686" w:hanging="360"/>
      </w:pPr>
    </w:lvl>
    <w:lvl w:ilvl="2" w:tplc="0409001B" w:tentative="1">
      <w:start w:val="1"/>
      <w:numFmt w:val="lowerRoman"/>
      <w:lvlText w:val="%3."/>
      <w:lvlJc w:val="right"/>
      <w:pPr>
        <w:ind w:left="2406" w:hanging="180"/>
      </w:pPr>
    </w:lvl>
    <w:lvl w:ilvl="3" w:tplc="0409000F" w:tentative="1">
      <w:start w:val="1"/>
      <w:numFmt w:val="decimal"/>
      <w:lvlText w:val="%4."/>
      <w:lvlJc w:val="left"/>
      <w:pPr>
        <w:ind w:left="3126" w:hanging="360"/>
      </w:pPr>
    </w:lvl>
    <w:lvl w:ilvl="4" w:tplc="04090019" w:tentative="1">
      <w:start w:val="1"/>
      <w:numFmt w:val="lowerLetter"/>
      <w:lvlText w:val="%5."/>
      <w:lvlJc w:val="left"/>
      <w:pPr>
        <w:ind w:left="3846" w:hanging="360"/>
      </w:pPr>
    </w:lvl>
    <w:lvl w:ilvl="5" w:tplc="0409001B" w:tentative="1">
      <w:start w:val="1"/>
      <w:numFmt w:val="lowerRoman"/>
      <w:lvlText w:val="%6."/>
      <w:lvlJc w:val="right"/>
      <w:pPr>
        <w:ind w:left="4566" w:hanging="180"/>
      </w:pPr>
    </w:lvl>
    <w:lvl w:ilvl="6" w:tplc="0409000F" w:tentative="1">
      <w:start w:val="1"/>
      <w:numFmt w:val="decimal"/>
      <w:lvlText w:val="%7."/>
      <w:lvlJc w:val="left"/>
      <w:pPr>
        <w:ind w:left="5286" w:hanging="360"/>
      </w:pPr>
    </w:lvl>
    <w:lvl w:ilvl="7" w:tplc="04090019" w:tentative="1">
      <w:start w:val="1"/>
      <w:numFmt w:val="lowerLetter"/>
      <w:lvlText w:val="%8."/>
      <w:lvlJc w:val="left"/>
      <w:pPr>
        <w:ind w:left="6006" w:hanging="360"/>
      </w:pPr>
    </w:lvl>
    <w:lvl w:ilvl="8" w:tplc="0409001B" w:tentative="1">
      <w:start w:val="1"/>
      <w:numFmt w:val="lowerRoman"/>
      <w:lvlText w:val="%9."/>
      <w:lvlJc w:val="right"/>
      <w:pPr>
        <w:ind w:left="6726" w:hanging="180"/>
      </w:pPr>
    </w:lvl>
  </w:abstractNum>
  <w:abstractNum w:abstractNumId="28" w15:restartNumberingAfterBreak="0">
    <w:nsid w:val="735C5B3E"/>
    <w:multiLevelType w:val="hybridMultilevel"/>
    <w:tmpl w:val="B8205B02"/>
    <w:lvl w:ilvl="0" w:tplc="BF9C680C">
      <w:start w:val="1"/>
      <w:numFmt w:val="decimal"/>
      <w:lvlText w:val="%1)"/>
      <w:lvlJc w:val="left"/>
      <w:pPr>
        <w:ind w:left="1260" w:hanging="360"/>
      </w:pPr>
      <w:rPr>
        <w:rFonts w:ascii="Angsana New" w:hAnsi="Angsana New" w:cs="Angsana New" w:hint="cs"/>
        <w:i w:val="0"/>
        <w:iCs w:val="0"/>
        <w:sz w:val="30"/>
        <w:szCs w:val="3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0" w15:restartNumberingAfterBreak="0">
    <w:nsid w:val="761547F7"/>
    <w:multiLevelType w:val="hybridMultilevel"/>
    <w:tmpl w:val="66FE910E"/>
    <w:lvl w:ilvl="0" w:tplc="7B10859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C65C30"/>
    <w:multiLevelType w:val="hybridMultilevel"/>
    <w:tmpl w:val="20304DDE"/>
    <w:lvl w:ilvl="0" w:tplc="B2620ABC">
      <w:start w:val="1"/>
      <w:numFmt w:val="bullet"/>
      <w:pStyle w:val="BodyTextbullet"/>
      <w:lvlText w:val=""/>
      <w:lvlJc w:val="left"/>
      <w:pPr>
        <w:tabs>
          <w:tab w:val="num" w:pos="1440"/>
        </w:tabs>
        <w:ind w:left="1440" w:hanging="360"/>
      </w:pPr>
      <w:rPr>
        <w:rFonts w:ascii="Symbol" w:hAnsi="Symbol" w:hint="default"/>
        <w:color w:val="auto"/>
        <w:sz w:val="22"/>
      </w:rPr>
    </w:lvl>
    <w:lvl w:ilvl="1" w:tplc="3CA86884">
      <w:start w:val="1"/>
      <w:numFmt w:val="bullet"/>
      <w:lvlText w:val="o"/>
      <w:lvlJc w:val="left"/>
      <w:pPr>
        <w:tabs>
          <w:tab w:val="num" w:pos="2520"/>
        </w:tabs>
        <w:ind w:left="2520" w:hanging="360"/>
      </w:pPr>
      <w:rPr>
        <w:rFonts w:ascii="Courier New" w:hAnsi="Courier New" w:hint="default"/>
      </w:rPr>
    </w:lvl>
    <w:lvl w:ilvl="2" w:tplc="0D608782" w:tentative="1">
      <w:start w:val="1"/>
      <w:numFmt w:val="bullet"/>
      <w:lvlText w:val=""/>
      <w:lvlJc w:val="left"/>
      <w:pPr>
        <w:tabs>
          <w:tab w:val="num" w:pos="3240"/>
        </w:tabs>
        <w:ind w:left="3240" w:hanging="360"/>
      </w:pPr>
      <w:rPr>
        <w:rFonts w:ascii="Wingdings" w:hAnsi="Wingdings" w:hint="default"/>
      </w:rPr>
    </w:lvl>
    <w:lvl w:ilvl="3" w:tplc="0CAEB19C" w:tentative="1">
      <w:start w:val="1"/>
      <w:numFmt w:val="bullet"/>
      <w:lvlText w:val=""/>
      <w:lvlJc w:val="left"/>
      <w:pPr>
        <w:tabs>
          <w:tab w:val="num" w:pos="3960"/>
        </w:tabs>
        <w:ind w:left="3960" w:hanging="360"/>
      </w:pPr>
      <w:rPr>
        <w:rFonts w:ascii="Symbol" w:hAnsi="Symbol" w:hint="default"/>
      </w:rPr>
    </w:lvl>
    <w:lvl w:ilvl="4" w:tplc="54E0966A" w:tentative="1">
      <w:start w:val="1"/>
      <w:numFmt w:val="bullet"/>
      <w:lvlText w:val="o"/>
      <w:lvlJc w:val="left"/>
      <w:pPr>
        <w:tabs>
          <w:tab w:val="num" w:pos="4680"/>
        </w:tabs>
        <w:ind w:left="4680" w:hanging="360"/>
      </w:pPr>
      <w:rPr>
        <w:rFonts w:ascii="Courier New" w:hAnsi="Courier New" w:hint="default"/>
      </w:rPr>
    </w:lvl>
    <w:lvl w:ilvl="5" w:tplc="054CA44E" w:tentative="1">
      <w:start w:val="1"/>
      <w:numFmt w:val="bullet"/>
      <w:lvlText w:val=""/>
      <w:lvlJc w:val="left"/>
      <w:pPr>
        <w:tabs>
          <w:tab w:val="num" w:pos="5400"/>
        </w:tabs>
        <w:ind w:left="5400" w:hanging="360"/>
      </w:pPr>
      <w:rPr>
        <w:rFonts w:ascii="Wingdings" w:hAnsi="Wingdings" w:hint="default"/>
      </w:rPr>
    </w:lvl>
    <w:lvl w:ilvl="6" w:tplc="C0AC128A" w:tentative="1">
      <w:start w:val="1"/>
      <w:numFmt w:val="bullet"/>
      <w:lvlText w:val=""/>
      <w:lvlJc w:val="left"/>
      <w:pPr>
        <w:tabs>
          <w:tab w:val="num" w:pos="6120"/>
        </w:tabs>
        <w:ind w:left="6120" w:hanging="360"/>
      </w:pPr>
      <w:rPr>
        <w:rFonts w:ascii="Symbol" w:hAnsi="Symbol" w:hint="default"/>
      </w:rPr>
    </w:lvl>
    <w:lvl w:ilvl="7" w:tplc="86E0CE50" w:tentative="1">
      <w:start w:val="1"/>
      <w:numFmt w:val="bullet"/>
      <w:lvlText w:val="o"/>
      <w:lvlJc w:val="left"/>
      <w:pPr>
        <w:tabs>
          <w:tab w:val="num" w:pos="6840"/>
        </w:tabs>
        <w:ind w:left="6840" w:hanging="360"/>
      </w:pPr>
      <w:rPr>
        <w:rFonts w:ascii="Courier New" w:hAnsi="Courier New" w:hint="default"/>
      </w:rPr>
    </w:lvl>
    <w:lvl w:ilvl="8" w:tplc="520E608E"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A44618F"/>
    <w:multiLevelType w:val="hybridMultilevel"/>
    <w:tmpl w:val="21DA168A"/>
    <w:lvl w:ilvl="0" w:tplc="5F9AF498">
      <w:start w:val="1"/>
      <w:numFmt w:val="decimal"/>
      <w:lvlText w:val="%1)"/>
      <w:lvlJc w:val="left"/>
      <w:pPr>
        <w:ind w:left="966" w:hanging="360"/>
      </w:pPr>
      <w:rPr>
        <w:rFonts w:hint="default"/>
      </w:rPr>
    </w:lvl>
    <w:lvl w:ilvl="1" w:tplc="04090019" w:tentative="1">
      <w:start w:val="1"/>
      <w:numFmt w:val="lowerLetter"/>
      <w:lvlText w:val="%2."/>
      <w:lvlJc w:val="left"/>
      <w:pPr>
        <w:ind w:left="1686" w:hanging="360"/>
      </w:pPr>
    </w:lvl>
    <w:lvl w:ilvl="2" w:tplc="0409001B" w:tentative="1">
      <w:start w:val="1"/>
      <w:numFmt w:val="lowerRoman"/>
      <w:lvlText w:val="%3."/>
      <w:lvlJc w:val="right"/>
      <w:pPr>
        <w:ind w:left="2406" w:hanging="180"/>
      </w:pPr>
    </w:lvl>
    <w:lvl w:ilvl="3" w:tplc="0409000F" w:tentative="1">
      <w:start w:val="1"/>
      <w:numFmt w:val="decimal"/>
      <w:lvlText w:val="%4."/>
      <w:lvlJc w:val="left"/>
      <w:pPr>
        <w:ind w:left="3126" w:hanging="360"/>
      </w:pPr>
    </w:lvl>
    <w:lvl w:ilvl="4" w:tplc="04090019" w:tentative="1">
      <w:start w:val="1"/>
      <w:numFmt w:val="lowerLetter"/>
      <w:lvlText w:val="%5."/>
      <w:lvlJc w:val="left"/>
      <w:pPr>
        <w:ind w:left="3846" w:hanging="360"/>
      </w:pPr>
    </w:lvl>
    <w:lvl w:ilvl="5" w:tplc="0409001B" w:tentative="1">
      <w:start w:val="1"/>
      <w:numFmt w:val="lowerRoman"/>
      <w:lvlText w:val="%6."/>
      <w:lvlJc w:val="right"/>
      <w:pPr>
        <w:ind w:left="4566" w:hanging="180"/>
      </w:pPr>
    </w:lvl>
    <w:lvl w:ilvl="6" w:tplc="0409000F" w:tentative="1">
      <w:start w:val="1"/>
      <w:numFmt w:val="decimal"/>
      <w:lvlText w:val="%7."/>
      <w:lvlJc w:val="left"/>
      <w:pPr>
        <w:ind w:left="5286" w:hanging="360"/>
      </w:pPr>
    </w:lvl>
    <w:lvl w:ilvl="7" w:tplc="04090019" w:tentative="1">
      <w:start w:val="1"/>
      <w:numFmt w:val="lowerLetter"/>
      <w:lvlText w:val="%8."/>
      <w:lvlJc w:val="left"/>
      <w:pPr>
        <w:ind w:left="6006" w:hanging="360"/>
      </w:pPr>
    </w:lvl>
    <w:lvl w:ilvl="8" w:tplc="0409001B" w:tentative="1">
      <w:start w:val="1"/>
      <w:numFmt w:val="lowerRoman"/>
      <w:lvlText w:val="%9."/>
      <w:lvlJc w:val="right"/>
      <w:pPr>
        <w:ind w:left="6726" w:hanging="180"/>
      </w:pPr>
    </w:lvl>
  </w:abstractNum>
  <w:abstractNum w:abstractNumId="33" w15:restartNumberingAfterBreak="0">
    <w:nsid w:val="7B954DE5"/>
    <w:multiLevelType w:val="hybridMultilevel"/>
    <w:tmpl w:val="C2BC3C62"/>
    <w:lvl w:ilvl="0" w:tplc="996EAB4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992908113">
    <w:abstractNumId w:val="1"/>
  </w:num>
  <w:num w:numId="2" w16cid:durableId="1867710633">
    <w:abstractNumId w:val="0"/>
  </w:num>
  <w:num w:numId="3" w16cid:durableId="722632214">
    <w:abstractNumId w:val="11"/>
  </w:num>
  <w:num w:numId="4" w16cid:durableId="1699892183">
    <w:abstractNumId w:val="6"/>
  </w:num>
  <w:num w:numId="5" w16cid:durableId="533810148">
    <w:abstractNumId w:val="29"/>
  </w:num>
  <w:num w:numId="6" w16cid:durableId="1040276741">
    <w:abstractNumId w:val="8"/>
  </w:num>
  <w:num w:numId="7" w16cid:durableId="564799358">
    <w:abstractNumId w:val="31"/>
  </w:num>
  <w:num w:numId="8" w16cid:durableId="219824406">
    <w:abstractNumId w:val="7"/>
  </w:num>
  <w:num w:numId="9" w16cid:durableId="20568120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836038">
    <w:abstractNumId w:val="24"/>
  </w:num>
  <w:num w:numId="11" w16cid:durableId="739060412">
    <w:abstractNumId w:val="15"/>
  </w:num>
  <w:num w:numId="12" w16cid:durableId="1708335702">
    <w:abstractNumId w:val="28"/>
  </w:num>
  <w:num w:numId="13" w16cid:durableId="472528589">
    <w:abstractNumId w:val="10"/>
  </w:num>
  <w:num w:numId="14" w16cid:durableId="318313988">
    <w:abstractNumId w:val="6"/>
  </w:num>
  <w:num w:numId="15" w16cid:durableId="2061241482">
    <w:abstractNumId w:val="14"/>
  </w:num>
  <w:num w:numId="16" w16cid:durableId="876039955">
    <w:abstractNumId w:val="27"/>
  </w:num>
  <w:num w:numId="17" w16cid:durableId="939871431">
    <w:abstractNumId w:val="32"/>
  </w:num>
  <w:num w:numId="18" w16cid:durableId="116486347">
    <w:abstractNumId w:val="3"/>
  </w:num>
  <w:num w:numId="19" w16cid:durableId="270363638">
    <w:abstractNumId w:val="26"/>
  </w:num>
  <w:num w:numId="20" w16cid:durableId="1629774117">
    <w:abstractNumId w:val="19"/>
  </w:num>
  <w:num w:numId="21" w16cid:durableId="601188444">
    <w:abstractNumId w:val="7"/>
  </w:num>
  <w:num w:numId="22" w16cid:durableId="431634229">
    <w:abstractNumId w:val="4"/>
  </w:num>
  <w:num w:numId="23" w16cid:durableId="648287406">
    <w:abstractNumId w:val="18"/>
  </w:num>
  <w:num w:numId="24" w16cid:durableId="976761199">
    <w:abstractNumId w:val="5"/>
  </w:num>
  <w:num w:numId="25" w16cid:durableId="524909362">
    <w:abstractNumId w:val="21"/>
  </w:num>
  <w:num w:numId="26" w16cid:durableId="1867862294">
    <w:abstractNumId w:val="16"/>
  </w:num>
  <w:num w:numId="27" w16cid:durableId="1681155978">
    <w:abstractNumId w:val="6"/>
  </w:num>
  <w:num w:numId="28" w16cid:durableId="475100274">
    <w:abstractNumId w:val="12"/>
  </w:num>
  <w:num w:numId="29" w16cid:durableId="1320117216">
    <w:abstractNumId w:val="23"/>
  </w:num>
  <w:num w:numId="30" w16cid:durableId="555706918">
    <w:abstractNumId w:val="7"/>
    <w:lvlOverride w:ilvl="0">
      <w:startOverride w:val="2"/>
    </w:lvlOverride>
    <w:lvlOverride w:ilvl="1">
      <w:startOverride w:val="1"/>
    </w:lvlOverride>
  </w:num>
  <w:num w:numId="31" w16cid:durableId="583076197">
    <w:abstractNumId w:val="7"/>
  </w:num>
  <w:num w:numId="32" w16cid:durableId="600183231">
    <w:abstractNumId w:val="13"/>
  </w:num>
  <w:num w:numId="33" w16cid:durableId="1567304357">
    <w:abstractNumId w:val="9"/>
  </w:num>
  <w:num w:numId="34" w16cid:durableId="1200514892">
    <w:abstractNumId w:val="30"/>
  </w:num>
  <w:num w:numId="35" w16cid:durableId="490490951">
    <w:abstractNumId w:val="2"/>
  </w:num>
  <w:num w:numId="36" w16cid:durableId="1939756039">
    <w:abstractNumId w:val="25"/>
  </w:num>
  <w:num w:numId="37" w16cid:durableId="35554827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65780963">
    <w:abstractNumId w:val="6"/>
  </w:num>
  <w:num w:numId="39" w16cid:durableId="997146473">
    <w:abstractNumId w:val="6"/>
  </w:num>
  <w:num w:numId="40" w16cid:durableId="1901283189">
    <w:abstractNumId w:val="22"/>
  </w:num>
  <w:num w:numId="41" w16cid:durableId="1230653055">
    <w:abstractNumId w:val="17"/>
  </w:num>
  <w:num w:numId="42" w16cid:durableId="632098096">
    <w:abstractNumId w:val="7"/>
  </w:num>
  <w:num w:numId="43" w16cid:durableId="728966048">
    <w:abstractNumId w:val="7"/>
  </w:num>
  <w:num w:numId="44" w16cid:durableId="1728455533">
    <w:abstractNumId w:val="7"/>
  </w:num>
  <w:num w:numId="45" w16cid:durableId="1085960540">
    <w:abstractNumId w:val="7"/>
  </w:num>
  <w:num w:numId="46" w16cid:durableId="99838991">
    <w:abstractNumId w:val="7"/>
  </w:num>
  <w:num w:numId="47" w16cid:durableId="1289169897">
    <w:abstractNumId w:val="7"/>
  </w:num>
  <w:num w:numId="48" w16cid:durableId="1850833377">
    <w:abstractNumId w:val="7"/>
  </w:num>
  <w:num w:numId="49" w16cid:durableId="760763230">
    <w:abstractNumId w:val="7"/>
  </w:num>
  <w:num w:numId="50" w16cid:durableId="1976832273">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0"/>
  </w:docVars>
  <w:rsids>
    <w:rsidRoot w:val="00107940"/>
    <w:rsid w:val="000003F5"/>
    <w:rsid w:val="000005D4"/>
    <w:rsid w:val="00000EB5"/>
    <w:rsid w:val="0000117B"/>
    <w:rsid w:val="000016E2"/>
    <w:rsid w:val="00001978"/>
    <w:rsid w:val="000019F8"/>
    <w:rsid w:val="00001A11"/>
    <w:rsid w:val="00002599"/>
    <w:rsid w:val="000027B2"/>
    <w:rsid w:val="00002D22"/>
    <w:rsid w:val="00003118"/>
    <w:rsid w:val="00003217"/>
    <w:rsid w:val="0000338D"/>
    <w:rsid w:val="000035F8"/>
    <w:rsid w:val="0000380C"/>
    <w:rsid w:val="00003A9B"/>
    <w:rsid w:val="00003AB6"/>
    <w:rsid w:val="00003AEA"/>
    <w:rsid w:val="00003BE9"/>
    <w:rsid w:val="00003C71"/>
    <w:rsid w:val="0000413E"/>
    <w:rsid w:val="0000422B"/>
    <w:rsid w:val="0000472B"/>
    <w:rsid w:val="00004C76"/>
    <w:rsid w:val="00005801"/>
    <w:rsid w:val="000058DB"/>
    <w:rsid w:val="000059DE"/>
    <w:rsid w:val="00005BBE"/>
    <w:rsid w:val="00005DF7"/>
    <w:rsid w:val="00005EC3"/>
    <w:rsid w:val="00005F6E"/>
    <w:rsid w:val="0000603C"/>
    <w:rsid w:val="000061C5"/>
    <w:rsid w:val="00006499"/>
    <w:rsid w:val="00006D66"/>
    <w:rsid w:val="00006F51"/>
    <w:rsid w:val="000073A7"/>
    <w:rsid w:val="000074EA"/>
    <w:rsid w:val="0000753C"/>
    <w:rsid w:val="0000763B"/>
    <w:rsid w:val="0000790F"/>
    <w:rsid w:val="00007A2B"/>
    <w:rsid w:val="00007BE7"/>
    <w:rsid w:val="000102ED"/>
    <w:rsid w:val="00010767"/>
    <w:rsid w:val="000108AF"/>
    <w:rsid w:val="00010906"/>
    <w:rsid w:val="000109B4"/>
    <w:rsid w:val="00010E15"/>
    <w:rsid w:val="000111A6"/>
    <w:rsid w:val="0001134F"/>
    <w:rsid w:val="0001135B"/>
    <w:rsid w:val="00011512"/>
    <w:rsid w:val="00011962"/>
    <w:rsid w:val="00011CA8"/>
    <w:rsid w:val="00011F04"/>
    <w:rsid w:val="00011F2D"/>
    <w:rsid w:val="000120B7"/>
    <w:rsid w:val="000120DC"/>
    <w:rsid w:val="000122EC"/>
    <w:rsid w:val="000125B0"/>
    <w:rsid w:val="0001260E"/>
    <w:rsid w:val="0001267E"/>
    <w:rsid w:val="000127BD"/>
    <w:rsid w:val="0001281B"/>
    <w:rsid w:val="00012CFC"/>
    <w:rsid w:val="000137C4"/>
    <w:rsid w:val="0001381E"/>
    <w:rsid w:val="0001419D"/>
    <w:rsid w:val="00014B31"/>
    <w:rsid w:val="00014B59"/>
    <w:rsid w:val="00014D42"/>
    <w:rsid w:val="00014FC5"/>
    <w:rsid w:val="0001509E"/>
    <w:rsid w:val="00015579"/>
    <w:rsid w:val="000155F9"/>
    <w:rsid w:val="00016197"/>
    <w:rsid w:val="0001662F"/>
    <w:rsid w:val="00016A4C"/>
    <w:rsid w:val="00016E23"/>
    <w:rsid w:val="000172A4"/>
    <w:rsid w:val="000173BF"/>
    <w:rsid w:val="000174BD"/>
    <w:rsid w:val="00017700"/>
    <w:rsid w:val="00017808"/>
    <w:rsid w:val="00017C94"/>
    <w:rsid w:val="00017DF1"/>
    <w:rsid w:val="00020021"/>
    <w:rsid w:val="00020403"/>
    <w:rsid w:val="00020703"/>
    <w:rsid w:val="0002095D"/>
    <w:rsid w:val="00020968"/>
    <w:rsid w:val="000209D4"/>
    <w:rsid w:val="00020EB4"/>
    <w:rsid w:val="0002113A"/>
    <w:rsid w:val="00021478"/>
    <w:rsid w:val="00021768"/>
    <w:rsid w:val="00021A66"/>
    <w:rsid w:val="00021ABD"/>
    <w:rsid w:val="000222FF"/>
    <w:rsid w:val="0002264F"/>
    <w:rsid w:val="000229B1"/>
    <w:rsid w:val="000229EC"/>
    <w:rsid w:val="00022A5F"/>
    <w:rsid w:val="00022B00"/>
    <w:rsid w:val="00022F6C"/>
    <w:rsid w:val="00023088"/>
    <w:rsid w:val="0002310B"/>
    <w:rsid w:val="000234F3"/>
    <w:rsid w:val="00023710"/>
    <w:rsid w:val="000239D7"/>
    <w:rsid w:val="00023ABE"/>
    <w:rsid w:val="00023BEF"/>
    <w:rsid w:val="00023C4A"/>
    <w:rsid w:val="00023E66"/>
    <w:rsid w:val="00023FC6"/>
    <w:rsid w:val="000243F0"/>
    <w:rsid w:val="000244B6"/>
    <w:rsid w:val="000245AA"/>
    <w:rsid w:val="000248A7"/>
    <w:rsid w:val="000248DD"/>
    <w:rsid w:val="00024A0E"/>
    <w:rsid w:val="00024C6E"/>
    <w:rsid w:val="00024DAE"/>
    <w:rsid w:val="00024ECC"/>
    <w:rsid w:val="0002534B"/>
    <w:rsid w:val="0002545D"/>
    <w:rsid w:val="0002557E"/>
    <w:rsid w:val="000255CC"/>
    <w:rsid w:val="0002583F"/>
    <w:rsid w:val="00025996"/>
    <w:rsid w:val="000259E8"/>
    <w:rsid w:val="000260FE"/>
    <w:rsid w:val="0002635A"/>
    <w:rsid w:val="000266DE"/>
    <w:rsid w:val="000269C7"/>
    <w:rsid w:val="00026F10"/>
    <w:rsid w:val="00026F1A"/>
    <w:rsid w:val="000270EA"/>
    <w:rsid w:val="00027107"/>
    <w:rsid w:val="0002761D"/>
    <w:rsid w:val="00027927"/>
    <w:rsid w:val="00027B6C"/>
    <w:rsid w:val="00027F6B"/>
    <w:rsid w:val="00027FD4"/>
    <w:rsid w:val="00030559"/>
    <w:rsid w:val="0003088C"/>
    <w:rsid w:val="00030921"/>
    <w:rsid w:val="000309A6"/>
    <w:rsid w:val="000309B5"/>
    <w:rsid w:val="00030BAA"/>
    <w:rsid w:val="000312D7"/>
    <w:rsid w:val="00031682"/>
    <w:rsid w:val="00031EB1"/>
    <w:rsid w:val="00032079"/>
    <w:rsid w:val="0003215A"/>
    <w:rsid w:val="00032234"/>
    <w:rsid w:val="00032440"/>
    <w:rsid w:val="00032C94"/>
    <w:rsid w:val="00032F2F"/>
    <w:rsid w:val="00033760"/>
    <w:rsid w:val="000337C3"/>
    <w:rsid w:val="0003469A"/>
    <w:rsid w:val="00034BDF"/>
    <w:rsid w:val="00034F19"/>
    <w:rsid w:val="00035FB0"/>
    <w:rsid w:val="000360D3"/>
    <w:rsid w:val="00036822"/>
    <w:rsid w:val="00036897"/>
    <w:rsid w:val="00037438"/>
    <w:rsid w:val="00037FFB"/>
    <w:rsid w:val="0004006C"/>
    <w:rsid w:val="000402C4"/>
    <w:rsid w:val="000404A7"/>
    <w:rsid w:val="000409EE"/>
    <w:rsid w:val="00040FDB"/>
    <w:rsid w:val="00041166"/>
    <w:rsid w:val="0004133F"/>
    <w:rsid w:val="00041472"/>
    <w:rsid w:val="000418B0"/>
    <w:rsid w:val="00041BC3"/>
    <w:rsid w:val="00042857"/>
    <w:rsid w:val="00043932"/>
    <w:rsid w:val="00044332"/>
    <w:rsid w:val="00044A7D"/>
    <w:rsid w:val="00044B4A"/>
    <w:rsid w:val="00044B57"/>
    <w:rsid w:val="00044CBE"/>
    <w:rsid w:val="00044F48"/>
    <w:rsid w:val="000450E7"/>
    <w:rsid w:val="000450F9"/>
    <w:rsid w:val="00045B10"/>
    <w:rsid w:val="00045EEB"/>
    <w:rsid w:val="00045F96"/>
    <w:rsid w:val="00046087"/>
    <w:rsid w:val="000460D6"/>
    <w:rsid w:val="000460EF"/>
    <w:rsid w:val="0004622A"/>
    <w:rsid w:val="00046246"/>
    <w:rsid w:val="00046845"/>
    <w:rsid w:val="00046926"/>
    <w:rsid w:val="00046C16"/>
    <w:rsid w:val="00046D5C"/>
    <w:rsid w:val="000470E9"/>
    <w:rsid w:val="000471AE"/>
    <w:rsid w:val="0004732C"/>
    <w:rsid w:val="0004734A"/>
    <w:rsid w:val="00047465"/>
    <w:rsid w:val="00047828"/>
    <w:rsid w:val="00047C99"/>
    <w:rsid w:val="00047D5B"/>
    <w:rsid w:val="00047D73"/>
    <w:rsid w:val="0005038A"/>
    <w:rsid w:val="00050556"/>
    <w:rsid w:val="00050A53"/>
    <w:rsid w:val="00050A83"/>
    <w:rsid w:val="00050C87"/>
    <w:rsid w:val="00050D18"/>
    <w:rsid w:val="00050D9E"/>
    <w:rsid w:val="00050E22"/>
    <w:rsid w:val="000512EE"/>
    <w:rsid w:val="00051531"/>
    <w:rsid w:val="00051589"/>
    <w:rsid w:val="000517B7"/>
    <w:rsid w:val="00051895"/>
    <w:rsid w:val="000518F7"/>
    <w:rsid w:val="00051B9A"/>
    <w:rsid w:val="00052099"/>
    <w:rsid w:val="00052295"/>
    <w:rsid w:val="000523F9"/>
    <w:rsid w:val="00052498"/>
    <w:rsid w:val="00052FD2"/>
    <w:rsid w:val="000535F3"/>
    <w:rsid w:val="00053CEF"/>
    <w:rsid w:val="00053D09"/>
    <w:rsid w:val="00053EE1"/>
    <w:rsid w:val="00054066"/>
    <w:rsid w:val="00054200"/>
    <w:rsid w:val="0005450A"/>
    <w:rsid w:val="00054BD6"/>
    <w:rsid w:val="00055048"/>
    <w:rsid w:val="0005509F"/>
    <w:rsid w:val="0005531F"/>
    <w:rsid w:val="00055764"/>
    <w:rsid w:val="00055954"/>
    <w:rsid w:val="00055AFD"/>
    <w:rsid w:val="00055E10"/>
    <w:rsid w:val="00055EE0"/>
    <w:rsid w:val="0005644E"/>
    <w:rsid w:val="000567EA"/>
    <w:rsid w:val="000568F7"/>
    <w:rsid w:val="00056ABB"/>
    <w:rsid w:val="00056C08"/>
    <w:rsid w:val="00056CE3"/>
    <w:rsid w:val="00057738"/>
    <w:rsid w:val="000577F7"/>
    <w:rsid w:val="00057A20"/>
    <w:rsid w:val="000600BD"/>
    <w:rsid w:val="00060356"/>
    <w:rsid w:val="00060410"/>
    <w:rsid w:val="000606A1"/>
    <w:rsid w:val="00060B00"/>
    <w:rsid w:val="00060BE3"/>
    <w:rsid w:val="00060D96"/>
    <w:rsid w:val="00060DCF"/>
    <w:rsid w:val="00060EDC"/>
    <w:rsid w:val="00060F7A"/>
    <w:rsid w:val="0006124E"/>
    <w:rsid w:val="000614F9"/>
    <w:rsid w:val="000618B8"/>
    <w:rsid w:val="0006190C"/>
    <w:rsid w:val="000619D9"/>
    <w:rsid w:val="00061AA7"/>
    <w:rsid w:val="00061AD6"/>
    <w:rsid w:val="00061DC3"/>
    <w:rsid w:val="00062456"/>
    <w:rsid w:val="000624C2"/>
    <w:rsid w:val="00062572"/>
    <w:rsid w:val="000625C2"/>
    <w:rsid w:val="00062AF9"/>
    <w:rsid w:val="00062C75"/>
    <w:rsid w:val="00063536"/>
    <w:rsid w:val="00063C70"/>
    <w:rsid w:val="00063CCE"/>
    <w:rsid w:val="00064132"/>
    <w:rsid w:val="000643A9"/>
    <w:rsid w:val="000646D9"/>
    <w:rsid w:val="00064B32"/>
    <w:rsid w:val="00064FD7"/>
    <w:rsid w:val="000655FA"/>
    <w:rsid w:val="0006568B"/>
    <w:rsid w:val="00065A0F"/>
    <w:rsid w:val="00065A5B"/>
    <w:rsid w:val="00065CCD"/>
    <w:rsid w:val="00066012"/>
    <w:rsid w:val="000660F5"/>
    <w:rsid w:val="00066791"/>
    <w:rsid w:val="000667D4"/>
    <w:rsid w:val="0006681D"/>
    <w:rsid w:val="00066914"/>
    <w:rsid w:val="00066E54"/>
    <w:rsid w:val="00066EA9"/>
    <w:rsid w:val="000672C4"/>
    <w:rsid w:val="0006737A"/>
    <w:rsid w:val="00067848"/>
    <w:rsid w:val="00067AB6"/>
    <w:rsid w:val="00067B6D"/>
    <w:rsid w:val="00067CC5"/>
    <w:rsid w:val="00070060"/>
    <w:rsid w:val="0007008F"/>
    <w:rsid w:val="000704B9"/>
    <w:rsid w:val="00070C90"/>
    <w:rsid w:val="00070EF4"/>
    <w:rsid w:val="000716E7"/>
    <w:rsid w:val="00071CBC"/>
    <w:rsid w:val="000720C0"/>
    <w:rsid w:val="0007218E"/>
    <w:rsid w:val="000722BB"/>
    <w:rsid w:val="00072533"/>
    <w:rsid w:val="0007256F"/>
    <w:rsid w:val="000725AF"/>
    <w:rsid w:val="000726AE"/>
    <w:rsid w:val="000726B2"/>
    <w:rsid w:val="00072773"/>
    <w:rsid w:val="00072945"/>
    <w:rsid w:val="00072A20"/>
    <w:rsid w:val="000734C3"/>
    <w:rsid w:val="00073767"/>
    <w:rsid w:val="000738FD"/>
    <w:rsid w:val="000739D9"/>
    <w:rsid w:val="00073B31"/>
    <w:rsid w:val="00073D9E"/>
    <w:rsid w:val="00073DB7"/>
    <w:rsid w:val="00073EC6"/>
    <w:rsid w:val="0007409E"/>
    <w:rsid w:val="000742B8"/>
    <w:rsid w:val="000744CF"/>
    <w:rsid w:val="0007450C"/>
    <w:rsid w:val="00074BCA"/>
    <w:rsid w:val="000753AA"/>
    <w:rsid w:val="000759D6"/>
    <w:rsid w:val="000763C6"/>
    <w:rsid w:val="000764E8"/>
    <w:rsid w:val="0007660D"/>
    <w:rsid w:val="00077AAD"/>
    <w:rsid w:val="00080111"/>
    <w:rsid w:val="0008039E"/>
    <w:rsid w:val="00080408"/>
    <w:rsid w:val="00080412"/>
    <w:rsid w:val="00080853"/>
    <w:rsid w:val="00080B9D"/>
    <w:rsid w:val="00080D56"/>
    <w:rsid w:val="00081801"/>
    <w:rsid w:val="00081957"/>
    <w:rsid w:val="000819DA"/>
    <w:rsid w:val="00081A17"/>
    <w:rsid w:val="00081ACB"/>
    <w:rsid w:val="0008223D"/>
    <w:rsid w:val="000824AD"/>
    <w:rsid w:val="000827C7"/>
    <w:rsid w:val="000828C6"/>
    <w:rsid w:val="00082B3B"/>
    <w:rsid w:val="00082CE7"/>
    <w:rsid w:val="00082F73"/>
    <w:rsid w:val="0008315C"/>
    <w:rsid w:val="0008378A"/>
    <w:rsid w:val="00083DE6"/>
    <w:rsid w:val="00083F26"/>
    <w:rsid w:val="000847B9"/>
    <w:rsid w:val="00084A9A"/>
    <w:rsid w:val="000852EA"/>
    <w:rsid w:val="00086049"/>
    <w:rsid w:val="000864AD"/>
    <w:rsid w:val="00086511"/>
    <w:rsid w:val="0008656D"/>
    <w:rsid w:val="00086812"/>
    <w:rsid w:val="0008681C"/>
    <w:rsid w:val="000868F6"/>
    <w:rsid w:val="000869B6"/>
    <w:rsid w:val="00087153"/>
    <w:rsid w:val="00087487"/>
    <w:rsid w:val="00087691"/>
    <w:rsid w:val="00087764"/>
    <w:rsid w:val="00087949"/>
    <w:rsid w:val="00087AC3"/>
    <w:rsid w:val="00087B13"/>
    <w:rsid w:val="00087BB9"/>
    <w:rsid w:val="00087EB2"/>
    <w:rsid w:val="00090708"/>
    <w:rsid w:val="00090B9C"/>
    <w:rsid w:val="00090CED"/>
    <w:rsid w:val="000911DD"/>
    <w:rsid w:val="00091244"/>
    <w:rsid w:val="00091377"/>
    <w:rsid w:val="000917FD"/>
    <w:rsid w:val="00091839"/>
    <w:rsid w:val="00091996"/>
    <w:rsid w:val="00091A72"/>
    <w:rsid w:val="00091B98"/>
    <w:rsid w:val="00091BDF"/>
    <w:rsid w:val="00091CC9"/>
    <w:rsid w:val="00091D87"/>
    <w:rsid w:val="00091D93"/>
    <w:rsid w:val="00091F23"/>
    <w:rsid w:val="00092332"/>
    <w:rsid w:val="00092354"/>
    <w:rsid w:val="0009280D"/>
    <w:rsid w:val="00092855"/>
    <w:rsid w:val="00092DA5"/>
    <w:rsid w:val="0009319E"/>
    <w:rsid w:val="0009354F"/>
    <w:rsid w:val="0009355A"/>
    <w:rsid w:val="000935F4"/>
    <w:rsid w:val="00093A86"/>
    <w:rsid w:val="00093ADB"/>
    <w:rsid w:val="00093D2F"/>
    <w:rsid w:val="00093E1D"/>
    <w:rsid w:val="000942E4"/>
    <w:rsid w:val="000945F7"/>
    <w:rsid w:val="0009461D"/>
    <w:rsid w:val="000946BA"/>
    <w:rsid w:val="00094807"/>
    <w:rsid w:val="00094BB3"/>
    <w:rsid w:val="00094BE8"/>
    <w:rsid w:val="00094C4E"/>
    <w:rsid w:val="0009513B"/>
    <w:rsid w:val="00095572"/>
    <w:rsid w:val="00095680"/>
    <w:rsid w:val="000958BB"/>
    <w:rsid w:val="00096065"/>
    <w:rsid w:val="00096103"/>
    <w:rsid w:val="00096304"/>
    <w:rsid w:val="000964D0"/>
    <w:rsid w:val="000967C5"/>
    <w:rsid w:val="00096AD3"/>
    <w:rsid w:val="00096C0A"/>
    <w:rsid w:val="00096D05"/>
    <w:rsid w:val="00096F1D"/>
    <w:rsid w:val="00096FA5"/>
    <w:rsid w:val="000975E4"/>
    <w:rsid w:val="000976E2"/>
    <w:rsid w:val="000977C8"/>
    <w:rsid w:val="00097A2E"/>
    <w:rsid w:val="00097D3B"/>
    <w:rsid w:val="000A02E0"/>
    <w:rsid w:val="000A0AE1"/>
    <w:rsid w:val="000A12B0"/>
    <w:rsid w:val="000A1424"/>
    <w:rsid w:val="000A1608"/>
    <w:rsid w:val="000A1731"/>
    <w:rsid w:val="000A1A35"/>
    <w:rsid w:val="000A1F82"/>
    <w:rsid w:val="000A2170"/>
    <w:rsid w:val="000A2800"/>
    <w:rsid w:val="000A2BCB"/>
    <w:rsid w:val="000A2CA0"/>
    <w:rsid w:val="000A2E70"/>
    <w:rsid w:val="000A2EAA"/>
    <w:rsid w:val="000A33AC"/>
    <w:rsid w:val="000A356C"/>
    <w:rsid w:val="000A3B58"/>
    <w:rsid w:val="000A41B5"/>
    <w:rsid w:val="000A423C"/>
    <w:rsid w:val="000A44C3"/>
    <w:rsid w:val="000A4A74"/>
    <w:rsid w:val="000A4AA1"/>
    <w:rsid w:val="000A4DEE"/>
    <w:rsid w:val="000A5289"/>
    <w:rsid w:val="000A52D5"/>
    <w:rsid w:val="000A5363"/>
    <w:rsid w:val="000A5443"/>
    <w:rsid w:val="000A57F3"/>
    <w:rsid w:val="000A58E7"/>
    <w:rsid w:val="000A5DEA"/>
    <w:rsid w:val="000A5F57"/>
    <w:rsid w:val="000A6039"/>
    <w:rsid w:val="000A64F9"/>
    <w:rsid w:val="000A6503"/>
    <w:rsid w:val="000A6EAA"/>
    <w:rsid w:val="000A7614"/>
    <w:rsid w:val="000A7646"/>
    <w:rsid w:val="000A7C33"/>
    <w:rsid w:val="000B0066"/>
    <w:rsid w:val="000B013F"/>
    <w:rsid w:val="000B07D3"/>
    <w:rsid w:val="000B0C6B"/>
    <w:rsid w:val="000B0ED1"/>
    <w:rsid w:val="000B1113"/>
    <w:rsid w:val="000B15A1"/>
    <w:rsid w:val="000B1E73"/>
    <w:rsid w:val="000B2507"/>
    <w:rsid w:val="000B2613"/>
    <w:rsid w:val="000B2622"/>
    <w:rsid w:val="000B2806"/>
    <w:rsid w:val="000B2ACD"/>
    <w:rsid w:val="000B2BCE"/>
    <w:rsid w:val="000B2C11"/>
    <w:rsid w:val="000B2E0F"/>
    <w:rsid w:val="000B2E6D"/>
    <w:rsid w:val="000B2EF9"/>
    <w:rsid w:val="000B33D7"/>
    <w:rsid w:val="000B36D8"/>
    <w:rsid w:val="000B435F"/>
    <w:rsid w:val="000B43E6"/>
    <w:rsid w:val="000B48F9"/>
    <w:rsid w:val="000B4946"/>
    <w:rsid w:val="000B4CD8"/>
    <w:rsid w:val="000B5059"/>
    <w:rsid w:val="000B56D9"/>
    <w:rsid w:val="000B5B84"/>
    <w:rsid w:val="000B5B87"/>
    <w:rsid w:val="000B5F57"/>
    <w:rsid w:val="000B651F"/>
    <w:rsid w:val="000B657F"/>
    <w:rsid w:val="000B65B1"/>
    <w:rsid w:val="000B6A81"/>
    <w:rsid w:val="000B6D0E"/>
    <w:rsid w:val="000B752C"/>
    <w:rsid w:val="000B7A67"/>
    <w:rsid w:val="000B7F67"/>
    <w:rsid w:val="000C0271"/>
    <w:rsid w:val="000C07FC"/>
    <w:rsid w:val="000C12E1"/>
    <w:rsid w:val="000C138F"/>
    <w:rsid w:val="000C1538"/>
    <w:rsid w:val="000C176C"/>
    <w:rsid w:val="000C197D"/>
    <w:rsid w:val="000C2778"/>
    <w:rsid w:val="000C29E3"/>
    <w:rsid w:val="000C29FA"/>
    <w:rsid w:val="000C2BE6"/>
    <w:rsid w:val="000C2FCD"/>
    <w:rsid w:val="000C3024"/>
    <w:rsid w:val="000C3830"/>
    <w:rsid w:val="000C39C0"/>
    <w:rsid w:val="000C3B8F"/>
    <w:rsid w:val="000C3C99"/>
    <w:rsid w:val="000C3FCF"/>
    <w:rsid w:val="000C4020"/>
    <w:rsid w:val="000C407C"/>
    <w:rsid w:val="000C40E5"/>
    <w:rsid w:val="000C4192"/>
    <w:rsid w:val="000C41F5"/>
    <w:rsid w:val="000C420A"/>
    <w:rsid w:val="000C42B0"/>
    <w:rsid w:val="000C4603"/>
    <w:rsid w:val="000C4723"/>
    <w:rsid w:val="000C4809"/>
    <w:rsid w:val="000C4810"/>
    <w:rsid w:val="000C499F"/>
    <w:rsid w:val="000C4D4A"/>
    <w:rsid w:val="000C4DE3"/>
    <w:rsid w:val="000C52DC"/>
    <w:rsid w:val="000C5768"/>
    <w:rsid w:val="000C60A5"/>
    <w:rsid w:val="000C69A7"/>
    <w:rsid w:val="000C6C61"/>
    <w:rsid w:val="000C6D8F"/>
    <w:rsid w:val="000C712C"/>
    <w:rsid w:val="000C7280"/>
    <w:rsid w:val="000C74A8"/>
    <w:rsid w:val="000C753C"/>
    <w:rsid w:val="000C7BE8"/>
    <w:rsid w:val="000C7CCD"/>
    <w:rsid w:val="000D01AD"/>
    <w:rsid w:val="000D05CA"/>
    <w:rsid w:val="000D0911"/>
    <w:rsid w:val="000D162C"/>
    <w:rsid w:val="000D170B"/>
    <w:rsid w:val="000D17D4"/>
    <w:rsid w:val="000D18B0"/>
    <w:rsid w:val="000D196A"/>
    <w:rsid w:val="000D1FC3"/>
    <w:rsid w:val="000D2057"/>
    <w:rsid w:val="000D2271"/>
    <w:rsid w:val="000D2747"/>
    <w:rsid w:val="000D2DD1"/>
    <w:rsid w:val="000D35F1"/>
    <w:rsid w:val="000D41A8"/>
    <w:rsid w:val="000D4B2C"/>
    <w:rsid w:val="000D4FBD"/>
    <w:rsid w:val="000D5032"/>
    <w:rsid w:val="000D5483"/>
    <w:rsid w:val="000D5713"/>
    <w:rsid w:val="000D59CA"/>
    <w:rsid w:val="000D5AC8"/>
    <w:rsid w:val="000D6338"/>
    <w:rsid w:val="000D6496"/>
    <w:rsid w:val="000D66CD"/>
    <w:rsid w:val="000D67AD"/>
    <w:rsid w:val="000D6824"/>
    <w:rsid w:val="000D6CDA"/>
    <w:rsid w:val="000D7495"/>
    <w:rsid w:val="000D7699"/>
    <w:rsid w:val="000D77A3"/>
    <w:rsid w:val="000D78B9"/>
    <w:rsid w:val="000D7DF7"/>
    <w:rsid w:val="000E01D6"/>
    <w:rsid w:val="000E0295"/>
    <w:rsid w:val="000E0887"/>
    <w:rsid w:val="000E0B29"/>
    <w:rsid w:val="000E0F28"/>
    <w:rsid w:val="000E1CFC"/>
    <w:rsid w:val="000E205D"/>
    <w:rsid w:val="000E22EB"/>
    <w:rsid w:val="000E23A6"/>
    <w:rsid w:val="000E23A8"/>
    <w:rsid w:val="000E269C"/>
    <w:rsid w:val="000E2828"/>
    <w:rsid w:val="000E2C93"/>
    <w:rsid w:val="000E30E3"/>
    <w:rsid w:val="000E36CD"/>
    <w:rsid w:val="000E3983"/>
    <w:rsid w:val="000E39C8"/>
    <w:rsid w:val="000E3DCA"/>
    <w:rsid w:val="000E40F7"/>
    <w:rsid w:val="000E4305"/>
    <w:rsid w:val="000E46E5"/>
    <w:rsid w:val="000E49FA"/>
    <w:rsid w:val="000E5250"/>
    <w:rsid w:val="000E5A63"/>
    <w:rsid w:val="000E5B0A"/>
    <w:rsid w:val="000E5FF7"/>
    <w:rsid w:val="000E60F1"/>
    <w:rsid w:val="000E61E0"/>
    <w:rsid w:val="000E626E"/>
    <w:rsid w:val="000E6CBD"/>
    <w:rsid w:val="000E71AE"/>
    <w:rsid w:val="000E783C"/>
    <w:rsid w:val="000E78FF"/>
    <w:rsid w:val="000E7AB9"/>
    <w:rsid w:val="000E7B8D"/>
    <w:rsid w:val="000F0140"/>
    <w:rsid w:val="000F01F7"/>
    <w:rsid w:val="000F03DE"/>
    <w:rsid w:val="000F12B4"/>
    <w:rsid w:val="000F145E"/>
    <w:rsid w:val="000F172D"/>
    <w:rsid w:val="000F1BD9"/>
    <w:rsid w:val="000F1F53"/>
    <w:rsid w:val="000F2763"/>
    <w:rsid w:val="000F29FB"/>
    <w:rsid w:val="000F2BEB"/>
    <w:rsid w:val="000F3221"/>
    <w:rsid w:val="000F32C1"/>
    <w:rsid w:val="000F3A74"/>
    <w:rsid w:val="000F3AC4"/>
    <w:rsid w:val="000F3DB1"/>
    <w:rsid w:val="000F4364"/>
    <w:rsid w:val="000F46D8"/>
    <w:rsid w:val="000F487E"/>
    <w:rsid w:val="000F4E68"/>
    <w:rsid w:val="000F5040"/>
    <w:rsid w:val="000F56DB"/>
    <w:rsid w:val="000F5E61"/>
    <w:rsid w:val="000F5FD4"/>
    <w:rsid w:val="000F637E"/>
    <w:rsid w:val="000F680B"/>
    <w:rsid w:val="000F6E0F"/>
    <w:rsid w:val="000F6E8D"/>
    <w:rsid w:val="000F6E9F"/>
    <w:rsid w:val="000F6EEF"/>
    <w:rsid w:val="000F72BC"/>
    <w:rsid w:val="000F7335"/>
    <w:rsid w:val="000F76C8"/>
    <w:rsid w:val="000F796D"/>
    <w:rsid w:val="000F79EC"/>
    <w:rsid w:val="000F7AC8"/>
    <w:rsid w:val="000F7DC2"/>
    <w:rsid w:val="000F7E08"/>
    <w:rsid w:val="000F7E23"/>
    <w:rsid w:val="0010008C"/>
    <w:rsid w:val="001004FF"/>
    <w:rsid w:val="0010051C"/>
    <w:rsid w:val="00100547"/>
    <w:rsid w:val="00100603"/>
    <w:rsid w:val="0010084E"/>
    <w:rsid w:val="00100E91"/>
    <w:rsid w:val="00100EA6"/>
    <w:rsid w:val="00100F78"/>
    <w:rsid w:val="00100F92"/>
    <w:rsid w:val="00101306"/>
    <w:rsid w:val="00101393"/>
    <w:rsid w:val="00101480"/>
    <w:rsid w:val="001014A3"/>
    <w:rsid w:val="0010164F"/>
    <w:rsid w:val="0010184A"/>
    <w:rsid w:val="00101EAC"/>
    <w:rsid w:val="0010217A"/>
    <w:rsid w:val="0010273A"/>
    <w:rsid w:val="00102B64"/>
    <w:rsid w:val="0010343C"/>
    <w:rsid w:val="0010369D"/>
    <w:rsid w:val="00103754"/>
    <w:rsid w:val="00103908"/>
    <w:rsid w:val="00103FDC"/>
    <w:rsid w:val="00104A79"/>
    <w:rsid w:val="00104A82"/>
    <w:rsid w:val="00104D21"/>
    <w:rsid w:val="00104E13"/>
    <w:rsid w:val="00105027"/>
    <w:rsid w:val="00105028"/>
    <w:rsid w:val="001054C2"/>
    <w:rsid w:val="00105899"/>
    <w:rsid w:val="00105BE8"/>
    <w:rsid w:val="00105C94"/>
    <w:rsid w:val="00105F42"/>
    <w:rsid w:val="00106233"/>
    <w:rsid w:val="001062E0"/>
    <w:rsid w:val="00106341"/>
    <w:rsid w:val="00106744"/>
    <w:rsid w:val="00106914"/>
    <w:rsid w:val="001069AD"/>
    <w:rsid w:val="00106C74"/>
    <w:rsid w:val="00106E78"/>
    <w:rsid w:val="00106F76"/>
    <w:rsid w:val="00107940"/>
    <w:rsid w:val="00107FD4"/>
    <w:rsid w:val="00111434"/>
    <w:rsid w:val="001114DA"/>
    <w:rsid w:val="001119F5"/>
    <w:rsid w:val="00111F13"/>
    <w:rsid w:val="0011268C"/>
    <w:rsid w:val="00112B39"/>
    <w:rsid w:val="00112D79"/>
    <w:rsid w:val="00112E14"/>
    <w:rsid w:val="00112E50"/>
    <w:rsid w:val="00112E5C"/>
    <w:rsid w:val="00112EA5"/>
    <w:rsid w:val="00112FEF"/>
    <w:rsid w:val="00113120"/>
    <w:rsid w:val="00113616"/>
    <w:rsid w:val="001137BF"/>
    <w:rsid w:val="00113972"/>
    <w:rsid w:val="00113BBF"/>
    <w:rsid w:val="00113D88"/>
    <w:rsid w:val="00113E56"/>
    <w:rsid w:val="00114198"/>
    <w:rsid w:val="001144A7"/>
    <w:rsid w:val="00114889"/>
    <w:rsid w:val="0011499E"/>
    <w:rsid w:val="00114A3A"/>
    <w:rsid w:val="001151C5"/>
    <w:rsid w:val="00115EAE"/>
    <w:rsid w:val="0011622C"/>
    <w:rsid w:val="001164C8"/>
    <w:rsid w:val="0011688A"/>
    <w:rsid w:val="00116D36"/>
    <w:rsid w:val="00116D53"/>
    <w:rsid w:val="00117268"/>
    <w:rsid w:val="0011730A"/>
    <w:rsid w:val="0011736A"/>
    <w:rsid w:val="001179CA"/>
    <w:rsid w:val="00117AEA"/>
    <w:rsid w:val="0012044A"/>
    <w:rsid w:val="00120514"/>
    <w:rsid w:val="0012054C"/>
    <w:rsid w:val="00120814"/>
    <w:rsid w:val="0012098A"/>
    <w:rsid w:val="001209F5"/>
    <w:rsid w:val="00120CD9"/>
    <w:rsid w:val="001214F1"/>
    <w:rsid w:val="00121CFD"/>
    <w:rsid w:val="00121E46"/>
    <w:rsid w:val="00122E3F"/>
    <w:rsid w:val="00122FEA"/>
    <w:rsid w:val="00123463"/>
    <w:rsid w:val="001234E5"/>
    <w:rsid w:val="00123943"/>
    <w:rsid w:val="00123A6C"/>
    <w:rsid w:val="00123B78"/>
    <w:rsid w:val="00123C05"/>
    <w:rsid w:val="00123E4B"/>
    <w:rsid w:val="00124470"/>
    <w:rsid w:val="0012458C"/>
    <w:rsid w:val="001245C8"/>
    <w:rsid w:val="001245E3"/>
    <w:rsid w:val="00124871"/>
    <w:rsid w:val="00124A71"/>
    <w:rsid w:val="00124E20"/>
    <w:rsid w:val="00125049"/>
    <w:rsid w:val="0012549F"/>
    <w:rsid w:val="001257FC"/>
    <w:rsid w:val="00125A34"/>
    <w:rsid w:val="00125C60"/>
    <w:rsid w:val="0012629B"/>
    <w:rsid w:val="00126641"/>
    <w:rsid w:val="00126856"/>
    <w:rsid w:val="001269B8"/>
    <w:rsid w:val="00126AB5"/>
    <w:rsid w:val="00126CFD"/>
    <w:rsid w:val="00126DB5"/>
    <w:rsid w:val="00126FD7"/>
    <w:rsid w:val="0012721E"/>
    <w:rsid w:val="0012734F"/>
    <w:rsid w:val="00127467"/>
    <w:rsid w:val="001274B0"/>
    <w:rsid w:val="001274C1"/>
    <w:rsid w:val="0012770B"/>
    <w:rsid w:val="001278DD"/>
    <w:rsid w:val="0012790E"/>
    <w:rsid w:val="00127B10"/>
    <w:rsid w:val="0013019A"/>
    <w:rsid w:val="001304B2"/>
    <w:rsid w:val="0013083A"/>
    <w:rsid w:val="00130D77"/>
    <w:rsid w:val="00130F85"/>
    <w:rsid w:val="00131792"/>
    <w:rsid w:val="00131920"/>
    <w:rsid w:val="001319F0"/>
    <w:rsid w:val="00131CCF"/>
    <w:rsid w:val="00132896"/>
    <w:rsid w:val="0013297D"/>
    <w:rsid w:val="0013300B"/>
    <w:rsid w:val="00133519"/>
    <w:rsid w:val="00133DDE"/>
    <w:rsid w:val="00133F0E"/>
    <w:rsid w:val="00134005"/>
    <w:rsid w:val="0013409D"/>
    <w:rsid w:val="00134190"/>
    <w:rsid w:val="001341DC"/>
    <w:rsid w:val="00134289"/>
    <w:rsid w:val="001347F4"/>
    <w:rsid w:val="00134B23"/>
    <w:rsid w:val="00134E34"/>
    <w:rsid w:val="00134EAC"/>
    <w:rsid w:val="001352AC"/>
    <w:rsid w:val="001355D4"/>
    <w:rsid w:val="00135DCE"/>
    <w:rsid w:val="00136734"/>
    <w:rsid w:val="00137109"/>
    <w:rsid w:val="00137527"/>
    <w:rsid w:val="001375F6"/>
    <w:rsid w:val="001377AA"/>
    <w:rsid w:val="001407C9"/>
    <w:rsid w:val="00140B0B"/>
    <w:rsid w:val="00140D17"/>
    <w:rsid w:val="00140D1C"/>
    <w:rsid w:val="001411F9"/>
    <w:rsid w:val="001413AD"/>
    <w:rsid w:val="00141783"/>
    <w:rsid w:val="00141840"/>
    <w:rsid w:val="00142078"/>
    <w:rsid w:val="0014240A"/>
    <w:rsid w:val="0014243F"/>
    <w:rsid w:val="00142BA0"/>
    <w:rsid w:val="00142BFC"/>
    <w:rsid w:val="00142C35"/>
    <w:rsid w:val="00142D95"/>
    <w:rsid w:val="00143417"/>
    <w:rsid w:val="00143AC6"/>
    <w:rsid w:val="00143B65"/>
    <w:rsid w:val="00143C24"/>
    <w:rsid w:val="00143E85"/>
    <w:rsid w:val="00143F7E"/>
    <w:rsid w:val="00144138"/>
    <w:rsid w:val="0014442A"/>
    <w:rsid w:val="0014455A"/>
    <w:rsid w:val="001448DA"/>
    <w:rsid w:val="00144E21"/>
    <w:rsid w:val="00144FBB"/>
    <w:rsid w:val="00145221"/>
    <w:rsid w:val="001452D8"/>
    <w:rsid w:val="001453C9"/>
    <w:rsid w:val="001458EB"/>
    <w:rsid w:val="00145FD5"/>
    <w:rsid w:val="00145FD7"/>
    <w:rsid w:val="001462CE"/>
    <w:rsid w:val="00146564"/>
    <w:rsid w:val="00146688"/>
    <w:rsid w:val="0014696A"/>
    <w:rsid w:val="00146B6A"/>
    <w:rsid w:val="00147101"/>
    <w:rsid w:val="001471A4"/>
    <w:rsid w:val="001471EB"/>
    <w:rsid w:val="00147452"/>
    <w:rsid w:val="001474E0"/>
    <w:rsid w:val="001478E9"/>
    <w:rsid w:val="00147B6F"/>
    <w:rsid w:val="001507A6"/>
    <w:rsid w:val="00150B6C"/>
    <w:rsid w:val="00150C51"/>
    <w:rsid w:val="0015133F"/>
    <w:rsid w:val="00151ADB"/>
    <w:rsid w:val="00151B9F"/>
    <w:rsid w:val="00151C16"/>
    <w:rsid w:val="00151E3B"/>
    <w:rsid w:val="00152380"/>
    <w:rsid w:val="00152461"/>
    <w:rsid w:val="00152618"/>
    <w:rsid w:val="001529EB"/>
    <w:rsid w:val="00152AA9"/>
    <w:rsid w:val="00152C49"/>
    <w:rsid w:val="00152D32"/>
    <w:rsid w:val="00152D72"/>
    <w:rsid w:val="00152F69"/>
    <w:rsid w:val="001530BB"/>
    <w:rsid w:val="0015320D"/>
    <w:rsid w:val="001536BC"/>
    <w:rsid w:val="00153E77"/>
    <w:rsid w:val="001543E1"/>
    <w:rsid w:val="001546D4"/>
    <w:rsid w:val="00154938"/>
    <w:rsid w:val="00154FA2"/>
    <w:rsid w:val="00154FBE"/>
    <w:rsid w:val="001551E7"/>
    <w:rsid w:val="00155507"/>
    <w:rsid w:val="00155739"/>
    <w:rsid w:val="00155790"/>
    <w:rsid w:val="00155BAC"/>
    <w:rsid w:val="00155BEA"/>
    <w:rsid w:val="00155C27"/>
    <w:rsid w:val="00155C3B"/>
    <w:rsid w:val="00156137"/>
    <w:rsid w:val="00156308"/>
    <w:rsid w:val="0015650E"/>
    <w:rsid w:val="001568A5"/>
    <w:rsid w:val="00156C7D"/>
    <w:rsid w:val="00157222"/>
    <w:rsid w:val="001572CA"/>
    <w:rsid w:val="001573F5"/>
    <w:rsid w:val="00157475"/>
    <w:rsid w:val="00157572"/>
    <w:rsid w:val="00157719"/>
    <w:rsid w:val="001577D3"/>
    <w:rsid w:val="001579DB"/>
    <w:rsid w:val="00157ED1"/>
    <w:rsid w:val="00160051"/>
    <w:rsid w:val="00160220"/>
    <w:rsid w:val="0016040B"/>
    <w:rsid w:val="001607B2"/>
    <w:rsid w:val="00160894"/>
    <w:rsid w:val="00160AC5"/>
    <w:rsid w:val="00161105"/>
    <w:rsid w:val="00161933"/>
    <w:rsid w:val="00161A27"/>
    <w:rsid w:val="00162257"/>
    <w:rsid w:val="00162724"/>
    <w:rsid w:val="00162B58"/>
    <w:rsid w:val="00162BA8"/>
    <w:rsid w:val="00162C98"/>
    <w:rsid w:val="00162FB6"/>
    <w:rsid w:val="0016314A"/>
    <w:rsid w:val="001632BA"/>
    <w:rsid w:val="001635AD"/>
    <w:rsid w:val="0016371F"/>
    <w:rsid w:val="001640FD"/>
    <w:rsid w:val="00164643"/>
    <w:rsid w:val="00164685"/>
    <w:rsid w:val="001650C1"/>
    <w:rsid w:val="001650D8"/>
    <w:rsid w:val="0016589B"/>
    <w:rsid w:val="001658AE"/>
    <w:rsid w:val="00165DAC"/>
    <w:rsid w:val="00165E1A"/>
    <w:rsid w:val="00165FEE"/>
    <w:rsid w:val="0016689C"/>
    <w:rsid w:val="00166AD4"/>
    <w:rsid w:val="00166D06"/>
    <w:rsid w:val="00166D6E"/>
    <w:rsid w:val="001672B9"/>
    <w:rsid w:val="001672C7"/>
    <w:rsid w:val="001675E1"/>
    <w:rsid w:val="0016775A"/>
    <w:rsid w:val="001679CC"/>
    <w:rsid w:val="00167E41"/>
    <w:rsid w:val="00170015"/>
    <w:rsid w:val="001704E3"/>
    <w:rsid w:val="00170908"/>
    <w:rsid w:val="00170A5F"/>
    <w:rsid w:val="00170B4A"/>
    <w:rsid w:val="00170D2F"/>
    <w:rsid w:val="00170E8F"/>
    <w:rsid w:val="00170F2B"/>
    <w:rsid w:val="00171034"/>
    <w:rsid w:val="00171057"/>
    <w:rsid w:val="00171080"/>
    <w:rsid w:val="00171748"/>
    <w:rsid w:val="00171B16"/>
    <w:rsid w:val="00171E16"/>
    <w:rsid w:val="00171F20"/>
    <w:rsid w:val="0017244B"/>
    <w:rsid w:val="00172919"/>
    <w:rsid w:val="00172B33"/>
    <w:rsid w:val="00172CE1"/>
    <w:rsid w:val="001734B4"/>
    <w:rsid w:val="0017354F"/>
    <w:rsid w:val="00173591"/>
    <w:rsid w:val="001738A3"/>
    <w:rsid w:val="00173A1A"/>
    <w:rsid w:val="00173AE2"/>
    <w:rsid w:val="00173D24"/>
    <w:rsid w:val="00173DC0"/>
    <w:rsid w:val="0017453A"/>
    <w:rsid w:val="0017488C"/>
    <w:rsid w:val="00174CF5"/>
    <w:rsid w:val="00174D27"/>
    <w:rsid w:val="00175249"/>
    <w:rsid w:val="00175353"/>
    <w:rsid w:val="0017565E"/>
    <w:rsid w:val="00175BDC"/>
    <w:rsid w:val="00175ECB"/>
    <w:rsid w:val="00175F57"/>
    <w:rsid w:val="00176191"/>
    <w:rsid w:val="00176466"/>
    <w:rsid w:val="00176722"/>
    <w:rsid w:val="0017683F"/>
    <w:rsid w:val="001768A0"/>
    <w:rsid w:val="001779D7"/>
    <w:rsid w:val="00177BBA"/>
    <w:rsid w:val="00177F69"/>
    <w:rsid w:val="00177F9A"/>
    <w:rsid w:val="001802D1"/>
    <w:rsid w:val="001804E2"/>
    <w:rsid w:val="00180D44"/>
    <w:rsid w:val="00181079"/>
    <w:rsid w:val="0018123B"/>
    <w:rsid w:val="001812C0"/>
    <w:rsid w:val="0018174D"/>
    <w:rsid w:val="001817AC"/>
    <w:rsid w:val="00182AAB"/>
    <w:rsid w:val="00182AB2"/>
    <w:rsid w:val="00182C32"/>
    <w:rsid w:val="001831DC"/>
    <w:rsid w:val="00183390"/>
    <w:rsid w:val="001833AD"/>
    <w:rsid w:val="0018346F"/>
    <w:rsid w:val="00183597"/>
    <w:rsid w:val="00183798"/>
    <w:rsid w:val="001838A6"/>
    <w:rsid w:val="00183B39"/>
    <w:rsid w:val="00184343"/>
    <w:rsid w:val="001844E6"/>
    <w:rsid w:val="00184776"/>
    <w:rsid w:val="001849BD"/>
    <w:rsid w:val="00184A4A"/>
    <w:rsid w:val="00184AF7"/>
    <w:rsid w:val="00184C1F"/>
    <w:rsid w:val="00184D24"/>
    <w:rsid w:val="00185251"/>
    <w:rsid w:val="00185368"/>
    <w:rsid w:val="001854AF"/>
    <w:rsid w:val="00185708"/>
    <w:rsid w:val="001858B2"/>
    <w:rsid w:val="00185940"/>
    <w:rsid w:val="00186381"/>
    <w:rsid w:val="001865F7"/>
    <w:rsid w:val="0018664F"/>
    <w:rsid w:val="00186DC5"/>
    <w:rsid w:val="001872FC"/>
    <w:rsid w:val="00187697"/>
    <w:rsid w:val="00187970"/>
    <w:rsid w:val="00187AB9"/>
    <w:rsid w:val="00187B04"/>
    <w:rsid w:val="00187BA0"/>
    <w:rsid w:val="00187C32"/>
    <w:rsid w:val="00187C3A"/>
    <w:rsid w:val="00187FB1"/>
    <w:rsid w:val="00190363"/>
    <w:rsid w:val="0019048A"/>
    <w:rsid w:val="00190C5F"/>
    <w:rsid w:val="00190EF9"/>
    <w:rsid w:val="00190F03"/>
    <w:rsid w:val="00190FAA"/>
    <w:rsid w:val="001911CC"/>
    <w:rsid w:val="001915A7"/>
    <w:rsid w:val="0019161A"/>
    <w:rsid w:val="001917FB"/>
    <w:rsid w:val="00191980"/>
    <w:rsid w:val="00191A42"/>
    <w:rsid w:val="001920C1"/>
    <w:rsid w:val="001926EE"/>
    <w:rsid w:val="001928F1"/>
    <w:rsid w:val="00192904"/>
    <w:rsid w:val="001929E5"/>
    <w:rsid w:val="001930DB"/>
    <w:rsid w:val="001932A9"/>
    <w:rsid w:val="0019337A"/>
    <w:rsid w:val="00193543"/>
    <w:rsid w:val="001938B0"/>
    <w:rsid w:val="001939DB"/>
    <w:rsid w:val="00193A45"/>
    <w:rsid w:val="00193C4A"/>
    <w:rsid w:val="00194654"/>
    <w:rsid w:val="00194710"/>
    <w:rsid w:val="00194BB1"/>
    <w:rsid w:val="00194FE8"/>
    <w:rsid w:val="00195173"/>
    <w:rsid w:val="0019531D"/>
    <w:rsid w:val="00195F5E"/>
    <w:rsid w:val="001960B2"/>
    <w:rsid w:val="001963A9"/>
    <w:rsid w:val="001963E2"/>
    <w:rsid w:val="00196A81"/>
    <w:rsid w:val="00196A8C"/>
    <w:rsid w:val="00196C0E"/>
    <w:rsid w:val="0019711F"/>
    <w:rsid w:val="00197329"/>
    <w:rsid w:val="001974B2"/>
    <w:rsid w:val="00197590"/>
    <w:rsid w:val="001975FF"/>
    <w:rsid w:val="00197687"/>
    <w:rsid w:val="0019770C"/>
    <w:rsid w:val="00197B02"/>
    <w:rsid w:val="00197B58"/>
    <w:rsid w:val="001A025A"/>
    <w:rsid w:val="001A0C87"/>
    <w:rsid w:val="001A16FD"/>
    <w:rsid w:val="001A1891"/>
    <w:rsid w:val="001A1975"/>
    <w:rsid w:val="001A1AA7"/>
    <w:rsid w:val="001A1D69"/>
    <w:rsid w:val="001A1E04"/>
    <w:rsid w:val="001A20D7"/>
    <w:rsid w:val="001A2639"/>
    <w:rsid w:val="001A279C"/>
    <w:rsid w:val="001A2834"/>
    <w:rsid w:val="001A2995"/>
    <w:rsid w:val="001A3027"/>
    <w:rsid w:val="001A3152"/>
    <w:rsid w:val="001A3950"/>
    <w:rsid w:val="001A3CFC"/>
    <w:rsid w:val="001A42A5"/>
    <w:rsid w:val="001A4668"/>
    <w:rsid w:val="001A49C7"/>
    <w:rsid w:val="001A5151"/>
    <w:rsid w:val="001A53AE"/>
    <w:rsid w:val="001A5536"/>
    <w:rsid w:val="001A562D"/>
    <w:rsid w:val="001A5826"/>
    <w:rsid w:val="001A5C9F"/>
    <w:rsid w:val="001A5F6C"/>
    <w:rsid w:val="001A605E"/>
    <w:rsid w:val="001A6166"/>
    <w:rsid w:val="001A61CA"/>
    <w:rsid w:val="001A6A4C"/>
    <w:rsid w:val="001A6C62"/>
    <w:rsid w:val="001A6D21"/>
    <w:rsid w:val="001A72B0"/>
    <w:rsid w:val="001A76A8"/>
    <w:rsid w:val="001A7C02"/>
    <w:rsid w:val="001A7C83"/>
    <w:rsid w:val="001B01DC"/>
    <w:rsid w:val="001B03A0"/>
    <w:rsid w:val="001B072A"/>
    <w:rsid w:val="001B07E9"/>
    <w:rsid w:val="001B0A3C"/>
    <w:rsid w:val="001B0D6A"/>
    <w:rsid w:val="001B10AC"/>
    <w:rsid w:val="001B136E"/>
    <w:rsid w:val="001B15D9"/>
    <w:rsid w:val="001B16A1"/>
    <w:rsid w:val="001B17A2"/>
    <w:rsid w:val="001B1B4C"/>
    <w:rsid w:val="001B1F17"/>
    <w:rsid w:val="001B21C6"/>
    <w:rsid w:val="001B2254"/>
    <w:rsid w:val="001B23AA"/>
    <w:rsid w:val="001B26BA"/>
    <w:rsid w:val="001B28FB"/>
    <w:rsid w:val="001B293D"/>
    <w:rsid w:val="001B2B5C"/>
    <w:rsid w:val="001B2F40"/>
    <w:rsid w:val="001B309F"/>
    <w:rsid w:val="001B31C1"/>
    <w:rsid w:val="001B31C3"/>
    <w:rsid w:val="001B31C4"/>
    <w:rsid w:val="001B3279"/>
    <w:rsid w:val="001B35DD"/>
    <w:rsid w:val="001B3729"/>
    <w:rsid w:val="001B39BE"/>
    <w:rsid w:val="001B3B87"/>
    <w:rsid w:val="001B410B"/>
    <w:rsid w:val="001B458E"/>
    <w:rsid w:val="001B466D"/>
    <w:rsid w:val="001B48DF"/>
    <w:rsid w:val="001B5115"/>
    <w:rsid w:val="001B62B9"/>
    <w:rsid w:val="001B63EC"/>
    <w:rsid w:val="001B68C0"/>
    <w:rsid w:val="001B6972"/>
    <w:rsid w:val="001B7298"/>
    <w:rsid w:val="001B72A2"/>
    <w:rsid w:val="001B7313"/>
    <w:rsid w:val="001B7414"/>
    <w:rsid w:val="001B747F"/>
    <w:rsid w:val="001B7B59"/>
    <w:rsid w:val="001B7E29"/>
    <w:rsid w:val="001B7F7F"/>
    <w:rsid w:val="001C0289"/>
    <w:rsid w:val="001C058F"/>
    <w:rsid w:val="001C07B0"/>
    <w:rsid w:val="001C081E"/>
    <w:rsid w:val="001C108C"/>
    <w:rsid w:val="001C149A"/>
    <w:rsid w:val="001C19C2"/>
    <w:rsid w:val="001C1ACA"/>
    <w:rsid w:val="001C1E7C"/>
    <w:rsid w:val="001C1ED2"/>
    <w:rsid w:val="001C234D"/>
    <w:rsid w:val="001C2468"/>
    <w:rsid w:val="001C2774"/>
    <w:rsid w:val="001C2AC2"/>
    <w:rsid w:val="001C32AA"/>
    <w:rsid w:val="001C376A"/>
    <w:rsid w:val="001C37A0"/>
    <w:rsid w:val="001C3ABF"/>
    <w:rsid w:val="001C3D6D"/>
    <w:rsid w:val="001C3DAF"/>
    <w:rsid w:val="001C401A"/>
    <w:rsid w:val="001C4080"/>
    <w:rsid w:val="001C4138"/>
    <w:rsid w:val="001C4150"/>
    <w:rsid w:val="001C4657"/>
    <w:rsid w:val="001C48F7"/>
    <w:rsid w:val="001C4C47"/>
    <w:rsid w:val="001C507B"/>
    <w:rsid w:val="001C52C7"/>
    <w:rsid w:val="001C5538"/>
    <w:rsid w:val="001C555E"/>
    <w:rsid w:val="001C575C"/>
    <w:rsid w:val="001C5BD5"/>
    <w:rsid w:val="001C62A0"/>
    <w:rsid w:val="001C6473"/>
    <w:rsid w:val="001C6758"/>
    <w:rsid w:val="001C6D7D"/>
    <w:rsid w:val="001C7104"/>
    <w:rsid w:val="001C7298"/>
    <w:rsid w:val="001C7602"/>
    <w:rsid w:val="001C793A"/>
    <w:rsid w:val="001C7D44"/>
    <w:rsid w:val="001D00D7"/>
    <w:rsid w:val="001D0AE9"/>
    <w:rsid w:val="001D0E81"/>
    <w:rsid w:val="001D1129"/>
    <w:rsid w:val="001D1A0A"/>
    <w:rsid w:val="001D1D6A"/>
    <w:rsid w:val="001D24D2"/>
    <w:rsid w:val="001D2564"/>
    <w:rsid w:val="001D2668"/>
    <w:rsid w:val="001D2908"/>
    <w:rsid w:val="001D2930"/>
    <w:rsid w:val="001D32ED"/>
    <w:rsid w:val="001D3325"/>
    <w:rsid w:val="001D34CA"/>
    <w:rsid w:val="001D3937"/>
    <w:rsid w:val="001D3943"/>
    <w:rsid w:val="001D39C9"/>
    <w:rsid w:val="001D4737"/>
    <w:rsid w:val="001D48A0"/>
    <w:rsid w:val="001D4A8E"/>
    <w:rsid w:val="001D4C1E"/>
    <w:rsid w:val="001D4C5C"/>
    <w:rsid w:val="001D4D81"/>
    <w:rsid w:val="001D50EE"/>
    <w:rsid w:val="001D514B"/>
    <w:rsid w:val="001D51E7"/>
    <w:rsid w:val="001D5630"/>
    <w:rsid w:val="001D5753"/>
    <w:rsid w:val="001D5994"/>
    <w:rsid w:val="001D5AD5"/>
    <w:rsid w:val="001D5F5C"/>
    <w:rsid w:val="001D60BD"/>
    <w:rsid w:val="001D6199"/>
    <w:rsid w:val="001D6548"/>
    <w:rsid w:val="001D6859"/>
    <w:rsid w:val="001D69AA"/>
    <w:rsid w:val="001D6F07"/>
    <w:rsid w:val="001D70D4"/>
    <w:rsid w:val="001D7150"/>
    <w:rsid w:val="001D7216"/>
    <w:rsid w:val="001D787C"/>
    <w:rsid w:val="001D7AFD"/>
    <w:rsid w:val="001D7E3C"/>
    <w:rsid w:val="001D7EEF"/>
    <w:rsid w:val="001D7F85"/>
    <w:rsid w:val="001E015D"/>
    <w:rsid w:val="001E026D"/>
    <w:rsid w:val="001E0405"/>
    <w:rsid w:val="001E051A"/>
    <w:rsid w:val="001E06BE"/>
    <w:rsid w:val="001E08CF"/>
    <w:rsid w:val="001E12F9"/>
    <w:rsid w:val="001E13E4"/>
    <w:rsid w:val="001E1564"/>
    <w:rsid w:val="001E1752"/>
    <w:rsid w:val="001E1829"/>
    <w:rsid w:val="001E26B3"/>
    <w:rsid w:val="001E28A9"/>
    <w:rsid w:val="001E29AC"/>
    <w:rsid w:val="001E300A"/>
    <w:rsid w:val="001E30CE"/>
    <w:rsid w:val="001E37F4"/>
    <w:rsid w:val="001E3CCB"/>
    <w:rsid w:val="001E3F68"/>
    <w:rsid w:val="001E448D"/>
    <w:rsid w:val="001E454D"/>
    <w:rsid w:val="001E4C6A"/>
    <w:rsid w:val="001E4DE3"/>
    <w:rsid w:val="001E5227"/>
    <w:rsid w:val="001E58F0"/>
    <w:rsid w:val="001E5A10"/>
    <w:rsid w:val="001E5AAE"/>
    <w:rsid w:val="001E5CFE"/>
    <w:rsid w:val="001E5EDB"/>
    <w:rsid w:val="001E5F1A"/>
    <w:rsid w:val="001E613E"/>
    <w:rsid w:val="001E642B"/>
    <w:rsid w:val="001E6540"/>
    <w:rsid w:val="001E6559"/>
    <w:rsid w:val="001E67E2"/>
    <w:rsid w:val="001E67FE"/>
    <w:rsid w:val="001E68D6"/>
    <w:rsid w:val="001E6AE1"/>
    <w:rsid w:val="001E6C6A"/>
    <w:rsid w:val="001E75B4"/>
    <w:rsid w:val="001E76BD"/>
    <w:rsid w:val="001E7927"/>
    <w:rsid w:val="001E7D86"/>
    <w:rsid w:val="001F0337"/>
    <w:rsid w:val="001F05E8"/>
    <w:rsid w:val="001F0C82"/>
    <w:rsid w:val="001F0CE9"/>
    <w:rsid w:val="001F0D0A"/>
    <w:rsid w:val="001F1021"/>
    <w:rsid w:val="001F13B4"/>
    <w:rsid w:val="001F174D"/>
    <w:rsid w:val="001F1BFC"/>
    <w:rsid w:val="001F1F58"/>
    <w:rsid w:val="001F210A"/>
    <w:rsid w:val="001F23AB"/>
    <w:rsid w:val="001F2755"/>
    <w:rsid w:val="001F2832"/>
    <w:rsid w:val="001F2BBA"/>
    <w:rsid w:val="001F2F33"/>
    <w:rsid w:val="001F33ED"/>
    <w:rsid w:val="001F343D"/>
    <w:rsid w:val="001F375B"/>
    <w:rsid w:val="001F3854"/>
    <w:rsid w:val="001F394D"/>
    <w:rsid w:val="001F3AEE"/>
    <w:rsid w:val="001F3DBB"/>
    <w:rsid w:val="001F4406"/>
    <w:rsid w:val="001F4484"/>
    <w:rsid w:val="001F44F1"/>
    <w:rsid w:val="001F4697"/>
    <w:rsid w:val="001F479B"/>
    <w:rsid w:val="001F5633"/>
    <w:rsid w:val="001F567E"/>
    <w:rsid w:val="001F571C"/>
    <w:rsid w:val="001F5BC9"/>
    <w:rsid w:val="001F615D"/>
    <w:rsid w:val="001F63FE"/>
    <w:rsid w:val="001F65AB"/>
    <w:rsid w:val="001F6819"/>
    <w:rsid w:val="001F69D9"/>
    <w:rsid w:val="001F6A9B"/>
    <w:rsid w:val="001F6DCE"/>
    <w:rsid w:val="001F73F4"/>
    <w:rsid w:val="001F78D7"/>
    <w:rsid w:val="002002AD"/>
    <w:rsid w:val="00200439"/>
    <w:rsid w:val="00200505"/>
    <w:rsid w:val="002006A4"/>
    <w:rsid w:val="00200744"/>
    <w:rsid w:val="00200C43"/>
    <w:rsid w:val="00200F9A"/>
    <w:rsid w:val="002010CC"/>
    <w:rsid w:val="00201100"/>
    <w:rsid w:val="0020111E"/>
    <w:rsid w:val="0020135F"/>
    <w:rsid w:val="00201385"/>
    <w:rsid w:val="0020159C"/>
    <w:rsid w:val="0020185C"/>
    <w:rsid w:val="00201CDA"/>
    <w:rsid w:val="00201DF3"/>
    <w:rsid w:val="00201EBD"/>
    <w:rsid w:val="002022C2"/>
    <w:rsid w:val="002023BB"/>
    <w:rsid w:val="00202708"/>
    <w:rsid w:val="0020277F"/>
    <w:rsid w:val="00202AB6"/>
    <w:rsid w:val="00202E96"/>
    <w:rsid w:val="00202F36"/>
    <w:rsid w:val="002034D8"/>
    <w:rsid w:val="00203505"/>
    <w:rsid w:val="002036D5"/>
    <w:rsid w:val="00203B9E"/>
    <w:rsid w:val="00203FCB"/>
    <w:rsid w:val="0020403C"/>
    <w:rsid w:val="002044E4"/>
    <w:rsid w:val="002049D2"/>
    <w:rsid w:val="00204BDD"/>
    <w:rsid w:val="00204BFE"/>
    <w:rsid w:val="00205124"/>
    <w:rsid w:val="0020512C"/>
    <w:rsid w:val="0020592E"/>
    <w:rsid w:val="00205EDD"/>
    <w:rsid w:val="00205EF4"/>
    <w:rsid w:val="00205FFE"/>
    <w:rsid w:val="002064B6"/>
    <w:rsid w:val="0020673F"/>
    <w:rsid w:val="002067AD"/>
    <w:rsid w:val="00206C9B"/>
    <w:rsid w:val="00206F49"/>
    <w:rsid w:val="002071C4"/>
    <w:rsid w:val="00207531"/>
    <w:rsid w:val="00207701"/>
    <w:rsid w:val="00207759"/>
    <w:rsid w:val="00207B45"/>
    <w:rsid w:val="00207BA6"/>
    <w:rsid w:val="00207C26"/>
    <w:rsid w:val="00210015"/>
    <w:rsid w:val="002106A8"/>
    <w:rsid w:val="002107A7"/>
    <w:rsid w:val="00210B4F"/>
    <w:rsid w:val="00210E57"/>
    <w:rsid w:val="00210E5D"/>
    <w:rsid w:val="0021100C"/>
    <w:rsid w:val="00211125"/>
    <w:rsid w:val="00211465"/>
    <w:rsid w:val="002118D4"/>
    <w:rsid w:val="002119E4"/>
    <w:rsid w:val="00211A34"/>
    <w:rsid w:val="00211A91"/>
    <w:rsid w:val="00211B8A"/>
    <w:rsid w:val="00211BCA"/>
    <w:rsid w:val="00211D57"/>
    <w:rsid w:val="00211F52"/>
    <w:rsid w:val="002123BC"/>
    <w:rsid w:val="002125E9"/>
    <w:rsid w:val="0021265B"/>
    <w:rsid w:val="002131B7"/>
    <w:rsid w:val="002134D3"/>
    <w:rsid w:val="0021392C"/>
    <w:rsid w:val="00213D4B"/>
    <w:rsid w:val="00213D9C"/>
    <w:rsid w:val="0021410B"/>
    <w:rsid w:val="0021411E"/>
    <w:rsid w:val="0021479B"/>
    <w:rsid w:val="002147A0"/>
    <w:rsid w:val="00214914"/>
    <w:rsid w:val="00214A2A"/>
    <w:rsid w:val="00214BFE"/>
    <w:rsid w:val="00214E73"/>
    <w:rsid w:val="00215253"/>
    <w:rsid w:val="0021532D"/>
    <w:rsid w:val="002156E1"/>
    <w:rsid w:val="00215790"/>
    <w:rsid w:val="002158EE"/>
    <w:rsid w:val="00215953"/>
    <w:rsid w:val="00215B46"/>
    <w:rsid w:val="002164BD"/>
    <w:rsid w:val="002169E1"/>
    <w:rsid w:val="00216D7C"/>
    <w:rsid w:val="00216DCD"/>
    <w:rsid w:val="00217409"/>
    <w:rsid w:val="00217531"/>
    <w:rsid w:val="00217669"/>
    <w:rsid w:val="00217ACC"/>
    <w:rsid w:val="00220325"/>
    <w:rsid w:val="002207CD"/>
    <w:rsid w:val="002208A8"/>
    <w:rsid w:val="00220DB6"/>
    <w:rsid w:val="00220F16"/>
    <w:rsid w:val="002216CD"/>
    <w:rsid w:val="002219E3"/>
    <w:rsid w:val="00221A94"/>
    <w:rsid w:val="00221B1F"/>
    <w:rsid w:val="00221B7B"/>
    <w:rsid w:val="00221D8E"/>
    <w:rsid w:val="00222077"/>
    <w:rsid w:val="00222308"/>
    <w:rsid w:val="002223B6"/>
    <w:rsid w:val="00222A85"/>
    <w:rsid w:val="00222D9E"/>
    <w:rsid w:val="00222E9E"/>
    <w:rsid w:val="00223422"/>
    <w:rsid w:val="002239D8"/>
    <w:rsid w:val="00223A95"/>
    <w:rsid w:val="00223B9F"/>
    <w:rsid w:val="00223C22"/>
    <w:rsid w:val="00223CC3"/>
    <w:rsid w:val="0022403D"/>
    <w:rsid w:val="002241B3"/>
    <w:rsid w:val="002243E8"/>
    <w:rsid w:val="00224763"/>
    <w:rsid w:val="00224DBF"/>
    <w:rsid w:val="00225013"/>
    <w:rsid w:val="002250C1"/>
    <w:rsid w:val="00225887"/>
    <w:rsid w:val="0022597C"/>
    <w:rsid w:val="00225F62"/>
    <w:rsid w:val="002260BC"/>
    <w:rsid w:val="002267FE"/>
    <w:rsid w:val="0022681B"/>
    <w:rsid w:val="00226D49"/>
    <w:rsid w:val="0022740A"/>
    <w:rsid w:val="002274BE"/>
    <w:rsid w:val="002277D5"/>
    <w:rsid w:val="00227B91"/>
    <w:rsid w:val="00227C9D"/>
    <w:rsid w:val="0023009E"/>
    <w:rsid w:val="00230127"/>
    <w:rsid w:val="00230368"/>
    <w:rsid w:val="00230A40"/>
    <w:rsid w:val="00230AC0"/>
    <w:rsid w:val="00231934"/>
    <w:rsid w:val="00231A4B"/>
    <w:rsid w:val="00231B85"/>
    <w:rsid w:val="00231C77"/>
    <w:rsid w:val="00231CE3"/>
    <w:rsid w:val="00231E41"/>
    <w:rsid w:val="00231EC8"/>
    <w:rsid w:val="0023220E"/>
    <w:rsid w:val="00232A2B"/>
    <w:rsid w:val="00232A60"/>
    <w:rsid w:val="00233003"/>
    <w:rsid w:val="00233095"/>
    <w:rsid w:val="00233A62"/>
    <w:rsid w:val="00233B0B"/>
    <w:rsid w:val="00233B2B"/>
    <w:rsid w:val="00233DBE"/>
    <w:rsid w:val="00233FBE"/>
    <w:rsid w:val="0023409F"/>
    <w:rsid w:val="002342E9"/>
    <w:rsid w:val="00234360"/>
    <w:rsid w:val="0023481A"/>
    <w:rsid w:val="0023499B"/>
    <w:rsid w:val="00234EDA"/>
    <w:rsid w:val="00234EEC"/>
    <w:rsid w:val="00235A0F"/>
    <w:rsid w:val="00235B90"/>
    <w:rsid w:val="00235D0E"/>
    <w:rsid w:val="0023605C"/>
    <w:rsid w:val="002364D7"/>
    <w:rsid w:val="002367AF"/>
    <w:rsid w:val="00236802"/>
    <w:rsid w:val="00236CF7"/>
    <w:rsid w:val="002371EE"/>
    <w:rsid w:val="00237615"/>
    <w:rsid w:val="002377EA"/>
    <w:rsid w:val="002378C1"/>
    <w:rsid w:val="00237929"/>
    <w:rsid w:val="00237FC7"/>
    <w:rsid w:val="00240479"/>
    <w:rsid w:val="002404C7"/>
    <w:rsid w:val="00240730"/>
    <w:rsid w:val="00240BD1"/>
    <w:rsid w:val="00240C21"/>
    <w:rsid w:val="00240C67"/>
    <w:rsid w:val="00240F9E"/>
    <w:rsid w:val="00240FBF"/>
    <w:rsid w:val="0024160C"/>
    <w:rsid w:val="00241D08"/>
    <w:rsid w:val="00241FAB"/>
    <w:rsid w:val="00242026"/>
    <w:rsid w:val="002420C0"/>
    <w:rsid w:val="00242152"/>
    <w:rsid w:val="0024237C"/>
    <w:rsid w:val="0024241C"/>
    <w:rsid w:val="00242687"/>
    <w:rsid w:val="00242DE3"/>
    <w:rsid w:val="00242EC8"/>
    <w:rsid w:val="002434A0"/>
    <w:rsid w:val="0024362B"/>
    <w:rsid w:val="002436E7"/>
    <w:rsid w:val="00243D4A"/>
    <w:rsid w:val="00244153"/>
    <w:rsid w:val="0024449F"/>
    <w:rsid w:val="002444C1"/>
    <w:rsid w:val="002447F4"/>
    <w:rsid w:val="00244A43"/>
    <w:rsid w:val="00244CC1"/>
    <w:rsid w:val="002451BD"/>
    <w:rsid w:val="002451E0"/>
    <w:rsid w:val="0024575D"/>
    <w:rsid w:val="00245A6E"/>
    <w:rsid w:val="00245E09"/>
    <w:rsid w:val="00245EAD"/>
    <w:rsid w:val="00246174"/>
    <w:rsid w:val="0024637F"/>
    <w:rsid w:val="00246AAD"/>
    <w:rsid w:val="00246C1A"/>
    <w:rsid w:val="00246D65"/>
    <w:rsid w:val="00247565"/>
    <w:rsid w:val="002477AD"/>
    <w:rsid w:val="0024793C"/>
    <w:rsid w:val="00247AC7"/>
    <w:rsid w:val="00250505"/>
    <w:rsid w:val="0025085C"/>
    <w:rsid w:val="002509C6"/>
    <w:rsid w:val="00250E67"/>
    <w:rsid w:val="002510F9"/>
    <w:rsid w:val="00251224"/>
    <w:rsid w:val="002513DA"/>
    <w:rsid w:val="00251AA2"/>
    <w:rsid w:val="00251B47"/>
    <w:rsid w:val="00252023"/>
    <w:rsid w:val="00252345"/>
    <w:rsid w:val="0025241C"/>
    <w:rsid w:val="0025259C"/>
    <w:rsid w:val="0025261B"/>
    <w:rsid w:val="002526F1"/>
    <w:rsid w:val="0025292B"/>
    <w:rsid w:val="00252B53"/>
    <w:rsid w:val="00252B7B"/>
    <w:rsid w:val="00252BB0"/>
    <w:rsid w:val="00253552"/>
    <w:rsid w:val="00253A10"/>
    <w:rsid w:val="00253E3D"/>
    <w:rsid w:val="002545FE"/>
    <w:rsid w:val="00254B0B"/>
    <w:rsid w:val="00254EE6"/>
    <w:rsid w:val="00255210"/>
    <w:rsid w:val="00255433"/>
    <w:rsid w:val="00255529"/>
    <w:rsid w:val="00255984"/>
    <w:rsid w:val="002559E3"/>
    <w:rsid w:val="00255A7B"/>
    <w:rsid w:val="00255AC8"/>
    <w:rsid w:val="00256644"/>
    <w:rsid w:val="00256B1A"/>
    <w:rsid w:val="00256B56"/>
    <w:rsid w:val="00256F62"/>
    <w:rsid w:val="00257221"/>
    <w:rsid w:val="00257305"/>
    <w:rsid w:val="00257722"/>
    <w:rsid w:val="00257973"/>
    <w:rsid w:val="00257C0A"/>
    <w:rsid w:val="00257DAC"/>
    <w:rsid w:val="00257EBC"/>
    <w:rsid w:val="002607CA"/>
    <w:rsid w:val="002608DD"/>
    <w:rsid w:val="00260D9A"/>
    <w:rsid w:val="00260DE3"/>
    <w:rsid w:val="002614DD"/>
    <w:rsid w:val="0026151A"/>
    <w:rsid w:val="00261B2A"/>
    <w:rsid w:val="00261B2B"/>
    <w:rsid w:val="00261CFA"/>
    <w:rsid w:val="00261EE7"/>
    <w:rsid w:val="0026243C"/>
    <w:rsid w:val="002626AE"/>
    <w:rsid w:val="0026283D"/>
    <w:rsid w:val="002628E7"/>
    <w:rsid w:val="0026291A"/>
    <w:rsid w:val="00262BEF"/>
    <w:rsid w:val="00263168"/>
    <w:rsid w:val="00263312"/>
    <w:rsid w:val="002633B5"/>
    <w:rsid w:val="0026344E"/>
    <w:rsid w:val="002638AC"/>
    <w:rsid w:val="00264380"/>
    <w:rsid w:val="00264577"/>
    <w:rsid w:val="00264AF8"/>
    <w:rsid w:val="00264B44"/>
    <w:rsid w:val="00264BD9"/>
    <w:rsid w:val="00264C4A"/>
    <w:rsid w:val="002656A3"/>
    <w:rsid w:val="002656C1"/>
    <w:rsid w:val="00265A69"/>
    <w:rsid w:val="00265E0E"/>
    <w:rsid w:val="00265FB4"/>
    <w:rsid w:val="002662D6"/>
    <w:rsid w:val="00266D2F"/>
    <w:rsid w:val="00266F84"/>
    <w:rsid w:val="002671CF"/>
    <w:rsid w:val="0026783F"/>
    <w:rsid w:val="00267AB9"/>
    <w:rsid w:val="002700D2"/>
    <w:rsid w:val="00270868"/>
    <w:rsid w:val="00270A69"/>
    <w:rsid w:val="00270CEC"/>
    <w:rsid w:val="0027101C"/>
    <w:rsid w:val="00271685"/>
    <w:rsid w:val="002716BF"/>
    <w:rsid w:val="00271A39"/>
    <w:rsid w:val="00271AEB"/>
    <w:rsid w:val="00271F4D"/>
    <w:rsid w:val="002728EF"/>
    <w:rsid w:val="00272E77"/>
    <w:rsid w:val="002730EE"/>
    <w:rsid w:val="0027332D"/>
    <w:rsid w:val="002736A1"/>
    <w:rsid w:val="00273C76"/>
    <w:rsid w:val="00273D17"/>
    <w:rsid w:val="00273D2D"/>
    <w:rsid w:val="002741F4"/>
    <w:rsid w:val="0027423C"/>
    <w:rsid w:val="002742B7"/>
    <w:rsid w:val="002747DE"/>
    <w:rsid w:val="00274918"/>
    <w:rsid w:val="00274BCF"/>
    <w:rsid w:val="00274C7C"/>
    <w:rsid w:val="00274D23"/>
    <w:rsid w:val="00274E32"/>
    <w:rsid w:val="00274F3E"/>
    <w:rsid w:val="00275278"/>
    <w:rsid w:val="00275407"/>
    <w:rsid w:val="002756A7"/>
    <w:rsid w:val="0027579C"/>
    <w:rsid w:val="00275906"/>
    <w:rsid w:val="00275A4B"/>
    <w:rsid w:val="00275BD9"/>
    <w:rsid w:val="00275BFF"/>
    <w:rsid w:val="00275DF2"/>
    <w:rsid w:val="00276019"/>
    <w:rsid w:val="00276092"/>
    <w:rsid w:val="00276156"/>
    <w:rsid w:val="002764AA"/>
    <w:rsid w:val="002765CD"/>
    <w:rsid w:val="00276705"/>
    <w:rsid w:val="002769DD"/>
    <w:rsid w:val="00276DA5"/>
    <w:rsid w:val="00276E1A"/>
    <w:rsid w:val="002770C6"/>
    <w:rsid w:val="00277531"/>
    <w:rsid w:val="00277961"/>
    <w:rsid w:val="0028002E"/>
    <w:rsid w:val="00280268"/>
    <w:rsid w:val="00280746"/>
    <w:rsid w:val="0028075B"/>
    <w:rsid w:val="00280846"/>
    <w:rsid w:val="00280915"/>
    <w:rsid w:val="00280A90"/>
    <w:rsid w:val="00280BFC"/>
    <w:rsid w:val="00280E7B"/>
    <w:rsid w:val="00281128"/>
    <w:rsid w:val="00281149"/>
    <w:rsid w:val="00281251"/>
    <w:rsid w:val="00281402"/>
    <w:rsid w:val="0028155C"/>
    <w:rsid w:val="002815A1"/>
    <w:rsid w:val="0028166F"/>
    <w:rsid w:val="00281847"/>
    <w:rsid w:val="0028186E"/>
    <w:rsid w:val="002819DE"/>
    <w:rsid w:val="00281A1A"/>
    <w:rsid w:val="00281ACC"/>
    <w:rsid w:val="002826D6"/>
    <w:rsid w:val="00282C90"/>
    <w:rsid w:val="00282D4A"/>
    <w:rsid w:val="00282D7B"/>
    <w:rsid w:val="0028313A"/>
    <w:rsid w:val="00283160"/>
    <w:rsid w:val="002831A0"/>
    <w:rsid w:val="002831EC"/>
    <w:rsid w:val="00283375"/>
    <w:rsid w:val="002837C6"/>
    <w:rsid w:val="002839D1"/>
    <w:rsid w:val="00283AD1"/>
    <w:rsid w:val="00283C7A"/>
    <w:rsid w:val="00283D54"/>
    <w:rsid w:val="00283FDA"/>
    <w:rsid w:val="00284117"/>
    <w:rsid w:val="00284794"/>
    <w:rsid w:val="002847A3"/>
    <w:rsid w:val="00284F62"/>
    <w:rsid w:val="00285440"/>
    <w:rsid w:val="002854D6"/>
    <w:rsid w:val="002857FE"/>
    <w:rsid w:val="0028590D"/>
    <w:rsid w:val="00286189"/>
    <w:rsid w:val="00286237"/>
    <w:rsid w:val="00286925"/>
    <w:rsid w:val="00286AE5"/>
    <w:rsid w:val="00286E9D"/>
    <w:rsid w:val="0028722E"/>
    <w:rsid w:val="002872E5"/>
    <w:rsid w:val="00287742"/>
    <w:rsid w:val="002877C1"/>
    <w:rsid w:val="002878F2"/>
    <w:rsid w:val="0028793E"/>
    <w:rsid w:val="00287AB2"/>
    <w:rsid w:val="00287C74"/>
    <w:rsid w:val="00287D16"/>
    <w:rsid w:val="00287E01"/>
    <w:rsid w:val="00287EB0"/>
    <w:rsid w:val="00290317"/>
    <w:rsid w:val="0029034E"/>
    <w:rsid w:val="00290471"/>
    <w:rsid w:val="00290529"/>
    <w:rsid w:val="0029056D"/>
    <w:rsid w:val="00290963"/>
    <w:rsid w:val="002914DC"/>
    <w:rsid w:val="00291531"/>
    <w:rsid w:val="00291706"/>
    <w:rsid w:val="00291898"/>
    <w:rsid w:val="00291A57"/>
    <w:rsid w:val="00291D00"/>
    <w:rsid w:val="00292217"/>
    <w:rsid w:val="0029235B"/>
    <w:rsid w:val="00292481"/>
    <w:rsid w:val="002924D8"/>
    <w:rsid w:val="0029272B"/>
    <w:rsid w:val="002927B7"/>
    <w:rsid w:val="00292831"/>
    <w:rsid w:val="00292A1B"/>
    <w:rsid w:val="00292E05"/>
    <w:rsid w:val="00293511"/>
    <w:rsid w:val="00293590"/>
    <w:rsid w:val="0029373D"/>
    <w:rsid w:val="00293824"/>
    <w:rsid w:val="002938F6"/>
    <w:rsid w:val="002938FF"/>
    <w:rsid w:val="00293AE6"/>
    <w:rsid w:val="00293B66"/>
    <w:rsid w:val="0029474B"/>
    <w:rsid w:val="0029480A"/>
    <w:rsid w:val="00294A69"/>
    <w:rsid w:val="00294C75"/>
    <w:rsid w:val="00295185"/>
    <w:rsid w:val="0029525A"/>
    <w:rsid w:val="00295D80"/>
    <w:rsid w:val="00295FA1"/>
    <w:rsid w:val="00296848"/>
    <w:rsid w:val="00296E52"/>
    <w:rsid w:val="00297033"/>
    <w:rsid w:val="00297088"/>
    <w:rsid w:val="002974D2"/>
    <w:rsid w:val="0029754B"/>
    <w:rsid w:val="00297991"/>
    <w:rsid w:val="002979A6"/>
    <w:rsid w:val="00297AD3"/>
    <w:rsid w:val="00297BC8"/>
    <w:rsid w:val="00297EF0"/>
    <w:rsid w:val="00297F3F"/>
    <w:rsid w:val="002A000E"/>
    <w:rsid w:val="002A0097"/>
    <w:rsid w:val="002A036D"/>
    <w:rsid w:val="002A05F0"/>
    <w:rsid w:val="002A0634"/>
    <w:rsid w:val="002A07BC"/>
    <w:rsid w:val="002A1307"/>
    <w:rsid w:val="002A17CD"/>
    <w:rsid w:val="002A198D"/>
    <w:rsid w:val="002A1D00"/>
    <w:rsid w:val="002A2056"/>
    <w:rsid w:val="002A2379"/>
    <w:rsid w:val="002A241F"/>
    <w:rsid w:val="002A38C2"/>
    <w:rsid w:val="002A3A18"/>
    <w:rsid w:val="002A3A95"/>
    <w:rsid w:val="002A3DE5"/>
    <w:rsid w:val="002A40FF"/>
    <w:rsid w:val="002A43DB"/>
    <w:rsid w:val="002A449E"/>
    <w:rsid w:val="002A4747"/>
    <w:rsid w:val="002A4766"/>
    <w:rsid w:val="002A4910"/>
    <w:rsid w:val="002A4B4A"/>
    <w:rsid w:val="002A4B7B"/>
    <w:rsid w:val="002A4C6A"/>
    <w:rsid w:val="002A4D7B"/>
    <w:rsid w:val="002A4FF3"/>
    <w:rsid w:val="002A51FE"/>
    <w:rsid w:val="002A5B0E"/>
    <w:rsid w:val="002A5E20"/>
    <w:rsid w:val="002A5EEC"/>
    <w:rsid w:val="002A600E"/>
    <w:rsid w:val="002A62A8"/>
    <w:rsid w:val="002A63CC"/>
    <w:rsid w:val="002A6448"/>
    <w:rsid w:val="002A68C6"/>
    <w:rsid w:val="002A68EF"/>
    <w:rsid w:val="002A69A5"/>
    <w:rsid w:val="002A6B08"/>
    <w:rsid w:val="002A6C74"/>
    <w:rsid w:val="002A6EC0"/>
    <w:rsid w:val="002A7734"/>
    <w:rsid w:val="002A79F8"/>
    <w:rsid w:val="002A7A52"/>
    <w:rsid w:val="002A7BED"/>
    <w:rsid w:val="002A7DC7"/>
    <w:rsid w:val="002A7EC4"/>
    <w:rsid w:val="002A7F48"/>
    <w:rsid w:val="002B03F1"/>
    <w:rsid w:val="002B0A6A"/>
    <w:rsid w:val="002B0C12"/>
    <w:rsid w:val="002B1003"/>
    <w:rsid w:val="002B1239"/>
    <w:rsid w:val="002B142D"/>
    <w:rsid w:val="002B184A"/>
    <w:rsid w:val="002B19CD"/>
    <w:rsid w:val="002B1DFF"/>
    <w:rsid w:val="002B20AA"/>
    <w:rsid w:val="002B21CF"/>
    <w:rsid w:val="002B2510"/>
    <w:rsid w:val="002B2820"/>
    <w:rsid w:val="002B2958"/>
    <w:rsid w:val="002B2F10"/>
    <w:rsid w:val="002B3136"/>
    <w:rsid w:val="002B318E"/>
    <w:rsid w:val="002B396D"/>
    <w:rsid w:val="002B39FF"/>
    <w:rsid w:val="002B3DD1"/>
    <w:rsid w:val="002B4060"/>
    <w:rsid w:val="002B45AB"/>
    <w:rsid w:val="002B45B6"/>
    <w:rsid w:val="002B497E"/>
    <w:rsid w:val="002B4DDB"/>
    <w:rsid w:val="002B4E03"/>
    <w:rsid w:val="002B51BD"/>
    <w:rsid w:val="002B534F"/>
    <w:rsid w:val="002B587D"/>
    <w:rsid w:val="002B5BF7"/>
    <w:rsid w:val="002B62F6"/>
    <w:rsid w:val="002B634D"/>
    <w:rsid w:val="002B670F"/>
    <w:rsid w:val="002B6764"/>
    <w:rsid w:val="002B6964"/>
    <w:rsid w:val="002B6C06"/>
    <w:rsid w:val="002B6EC6"/>
    <w:rsid w:val="002B6F59"/>
    <w:rsid w:val="002B7178"/>
    <w:rsid w:val="002B7447"/>
    <w:rsid w:val="002B779B"/>
    <w:rsid w:val="002B7827"/>
    <w:rsid w:val="002B7C32"/>
    <w:rsid w:val="002B7CE0"/>
    <w:rsid w:val="002B7F22"/>
    <w:rsid w:val="002B7FA9"/>
    <w:rsid w:val="002B7FF6"/>
    <w:rsid w:val="002C00AE"/>
    <w:rsid w:val="002C013D"/>
    <w:rsid w:val="002C0202"/>
    <w:rsid w:val="002C0342"/>
    <w:rsid w:val="002C06B2"/>
    <w:rsid w:val="002C0A36"/>
    <w:rsid w:val="002C0A9F"/>
    <w:rsid w:val="002C0D8D"/>
    <w:rsid w:val="002C0FE2"/>
    <w:rsid w:val="002C1119"/>
    <w:rsid w:val="002C1343"/>
    <w:rsid w:val="002C14AA"/>
    <w:rsid w:val="002C15B1"/>
    <w:rsid w:val="002C1786"/>
    <w:rsid w:val="002C1899"/>
    <w:rsid w:val="002C199C"/>
    <w:rsid w:val="002C2272"/>
    <w:rsid w:val="002C287E"/>
    <w:rsid w:val="002C2992"/>
    <w:rsid w:val="002C2B7E"/>
    <w:rsid w:val="002C2F24"/>
    <w:rsid w:val="002C3201"/>
    <w:rsid w:val="002C35D3"/>
    <w:rsid w:val="002C371F"/>
    <w:rsid w:val="002C3F27"/>
    <w:rsid w:val="002C429A"/>
    <w:rsid w:val="002C42B7"/>
    <w:rsid w:val="002C46BD"/>
    <w:rsid w:val="002C4804"/>
    <w:rsid w:val="002C4B9C"/>
    <w:rsid w:val="002C52F2"/>
    <w:rsid w:val="002C53AB"/>
    <w:rsid w:val="002C5546"/>
    <w:rsid w:val="002C6252"/>
    <w:rsid w:val="002C638B"/>
    <w:rsid w:val="002C658F"/>
    <w:rsid w:val="002C65F9"/>
    <w:rsid w:val="002C6724"/>
    <w:rsid w:val="002C68A4"/>
    <w:rsid w:val="002C6C55"/>
    <w:rsid w:val="002C6F2A"/>
    <w:rsid w:val="002C7064"/>
    <w:rsid w:val="002C7749"/>
    <w:rsid w:val="002C779C"/>
    <w:rsid w:val="002C7A0A"/>
    <w:rsid w:val="002C7C95"/>
    <w:rsid w:val="002C7FAB"/>
    <w:rsid w:val="002D0343"/>
    <w:rsid w:val="002D0718"/>
    <w:rsid w:val="002D0957"/>
    <w:rsid w:val="002D09DB"/>
    <w:rsid w:val="002D17C3"/>
    <w:rsid w:val="002D19C0"/>
    <w:rsid w:val="002D1D6F"/>
    <w:rsid w:val="002D1F8A"/>
    <w:rsid w:val="002D1FA6"/>
    <w:rsid w:val="002D203C"/>
    <w:rsid w:val="002D2BA9"/>
    <w:rsid w:val="002D2E48"/>
    <w:rsid w:val="002D31F3"/>
    <w:rsid w:val="002D35C3"/>
    <w:rsid w:val="002D35FE"/>
    <w:rsid w:val="002D3844"/>
    <w:rsid w:val="002D3901"/>
    <w:rsid w:val="002D39C9"/>
    <w:rsid w:val="002D3A6C"/>
    <w:rsid w:val="002D40F0"/>
    <w:rsid w:val="002D44BF"/>
    <w:rsid w:val="002D4615"/>
    <w:rsid w:val="002D475A"/>
    <w:rsid w:val="002D4F6D"/>
    <w:rsid w:val="002D4F9C"/>
    <w:rsid w:val="002D4FAC"/>
    <w:rsid w:val="002D5B72"/>
    <w:rsid w:val="002D5D26"/>
    <w:rsid w:val="002D5D80"/>
    <w:rsid w:val="002D66C4"/>
    <w:rsid w:val="002D68D1"/>
    <w:rsid w:val="002D6B58"/>
    <w:rsid w:val="002D758A"/>
    <w:rsid w:val="002D7CC2"/>
    <w:rsid w:val="002E029E"/>
    <w:rsid w:val="002E0675"/>
    <w:rsid w:val="002E06B6"/>
    <w:rsid w:val="002E0789"/>
    <w:rsid w:val="002E0974"/>
    <w:rsid w:val="002E097C"/>
    <w:rsid w:val="002E09A8"/>
    <w:rsid w:val="002E09CC"/>
    <w:rsid w:val="002E0C55"/>
    <w:rsid w:val="002E0F69"/>
    <w:rsid w:val="002E177E"/>
    <w:rsid w:val="002E19D8"/>
    <w:rsid w:val="002E1CF1"/>
    <w:rsid w:val="002E1D3D"/>
    <w:rsid w:val="002E29CD"/>
    <w:rsid w:val="002E2FF0"/>
    <w:rsid w:val="002E3026"/>
    <w:rsid w:val="002E3071"/>
    <w:rsid w:val="002E349E"/>
    <w:rsid w:val="002E385B"/>
    <w:rsid w:val="002E3919"/>
    <w:rsid w:val="002E3956"/>
    <w:rsid w:val="002E3C62"/>
    <w:rsid w:val="002E4111"/>
    <w:rsid w:val="002E45A1"/>
    <w:rsid w:val="002E4605"/>
    <w:rsid w:val="002E4709"/>
    <w:rsid w:val="002E4C5C"/>
    <w:rsid w:val="002E4CCA"/>
    <w:rsid w:val="002E520E"/>
    <w:rsid w:val="002E54FE"/>
    <w:rsid w:val="002E5567"/>
    <w:rsid w:val="002E56CF"/>
    <w:rsid w:val="002E5ACB"/>
    <w:rsid w:val="002E5BA5"/>
    <w:rsid w:val="002E5BEB"/>
    <w:rsid w:val="002E5E69"/>
    <w:rsid w:val="002E6223"/>
    <w:rsid w:val="002E6856"/>
    <w:rsid w:val="002E6A5D"/>
    <w:rsid w:val="002E70B3"/>
    <w:rsid w:val="002E73A2"/>
    <w:rsid w:val="002E7408"/>
    <w:rsid w:val="002F004D"/>
    <w:rsid w:val="002F0ACF"/>
    <w:rsid w:val="002F0F67"/>
    <w:rsid w:val="002F0FF7"/>
    <w:rsid w:val="002F101B"/>
    <w:rsid w:val="002F12E8"/>
    <w:rsid w:val="002F132B"/>
    <w:rsid w:val="002F1621"/>
    <w:rsid w:val="002F1C08"/>
    <w:rsid w:val="002F2049"/>
    <w:rsid w:val="002F209C"/>
    <w:rsid w:val="002F298A"/>
    <w:rsid w:val="002F3174"/>
    <w:rsid w:val="002F3433"/>
    <w:rsid w:val="002F3593"/>
    <w:rsid w:val="002F375A"/>
    <w:rsid w:val="002F381B"/>
    <w:rsid w:val="002F387D"/>
    <w:rsid w:val="002F3896"/>
    <w:rsid w:val="002F3B0A"/>
    <w:rsid w:val="002F3FDF"/>
    <w:rsid w:val="002F439E"/>
    <w:rsid w:val="002F593F"/>
    <w:rsid w:val="002F5BEB"/>
    <w:rsid w:val="002F5EBD"/>
    <w:rsid w:val="002F60CB"/>
    <w:rsid w:val="002F6809"/>
    <w:rsid w:val="002F6897"/>
    <w:rsid w:val="002F710E"/>
    <w:rsid w:val="002F76F3"/>
    <w:rsid w:val="002F79BB"/>
    <w:rsid w:val="002F7EE0"/>
    <w:rsid w:val="002F7F86"/>
    <w:rsid w:val="002F7FB8"/>
    <w:rsid w:val="0030004B"/>
    <w:rsid w:val="00300573"/>
    <w:rsid w:val="003006B6"/>
    <w:rsid w:val="003006CB"/>
    <w:rsid w:val="003008AF"/>
    <w:rsid w:val="00300EB1"/>
    <w:rsid w:val="0030111B"/>
    <w:rsid w:val="0030184B"/>
    <w:rsid w:val="00301953"/>
    <w:rsid w:val="00301974"/>
    <w:rsid w:val="00301B5A"/>
    <w:rsid w:val="00302084"/>
    <w:rsid w:val="00302673"/>
    <w:rsid w:val="0030297E"/>
    <w:rsid w:val="0030319F"/>
    <w:rsid w:val="00303651"/>
    <w:rsid w:val="00303740"/>
    <w:rsid w:val="00303775"/>
    <w:rsid w:val="00303A21"/>
    <w:rsid w:val="00303C27"/>
    <w:rsid w:val="00303CF7"/>
    <w:rsid w:val="00303EEB"/>
    <w:rsid w:val="003043E9"/>
    <w:rsid w:val="00304739"/>
    <w:rsid w:val="00304854"/>
    <w:rsid w:val="00304A46"/>
    <w:rsid w:val="00304ABF"/>
    <w:rsid w:val="00304C3B"/>
    <w:rsid w:val="00305183"/>
    <w:rsid w:val="00305482"/>
    <w:rsid w:val="00305A62"/>
    <w:rsid w:val="00305F90"/>
    <w:rsid w:val="00306194"/>
    <w:rsid w:val="00306215"/>
    <w:rsid w:val="003069F6"/>
    <w:rsid w:val="00306A82"/>
    <w:rsid w:val="00306C1B"/>
    <w:rsid w:val="00306D58"/>
    <w:rsid w:val="00306D7D"/>
    <w:rsid w:val="00306EB8"/>
    <w:rsid w:val="0030725A"/>
    <w:rsid w:val="00307538"/>
    <w:rsid w:val="00310619"/>
    <w:rsid w:val="00310E22"/>
    <w:rsid w:val="003112D1"/>
    <w:rsid w:val="0031153D"/>
    <w:rsid w:val="0031195D"/>
    <w:rsid w:val="00311A12"/>
    <w:rsid w:val="00311C25"/>
    <w:rsid w:val="00312359"/>
    <w:rsid w:val="0031240A"/>
    <w:rsid w:val="003125FC"/>
    <w:rsid w:val="0031260E"/>
    <w:rsid w:val="003128C0"/>
    <w:rsid w:val="00313278"/>
    <w:rsid w:val="0031335A"/>
    <w:rsid w:val="00313674"/>
    <w:rsid w:val="003136D6"/>
    <w:rsid w:val="00313CA5"/>
    <w:rsid w:val="00314046"/>
    <w:rsid w:val="0031419F"/>
    <w:rsid w:val="003143A3"/>
    <w:rsid w:val="00314B5F"/>
    <w:rsid w:val="00314C22"/>
    <w:rsid w:val="00314C4B"/>
    <w:rsid w:val="00314CAE"/>
    <w:rsid w:val="00314EC3"/>
    <w:rsid w:val="003153E9"/>
    <w:rsid w:val="00315AA7"/>
    <w:rsid w:val="00315C2C"/>
    <w:rsid w:val="00315F48"/>
    <w:rsid w:val="00316068"/>
    <w:rsid w:val="003160E6"/>
    <w:rsid w:val="003167C7"/>
    <w:rsid w:val="00316AA2"/>
    <w:rsid w:val="00317373"/>
    <w:rsid w:val="00317391"/>
    <w:rsid w:val="00317469"/>
    <w:rsid w:val="0031757C"/>
    <w:rsid w:val="00317CC4"/>
    <w:rsid w:val="00317D3B"/>
    <w:rsid w:val="00317EDA"/>
    <w:rsid w:val="00320903"/>
    <w:rsid w:val="00320BC8"/>
    <w:rsid w:val="00320C31"/>
    <w:rsid w:val="00320D79"/>
    <w:rsid w:val="00320DB9"/>
    <w:rsid w:val="00321232"/>
    <w:rsid w:val="00321261"/>
    <w:rsid w:val="00321615"/>
    <w:rsid w:val="0032170A"/>
    <w:rsid w:val="003218B6"/>
    <w:rsid w:val="00321A37"/>
    <w:rsid w:val="0032253A"/>
    <w:rsid w:val="003232BC"/>
    <w:rsid w:val="00323976"/>
    <w:rsid w:val="00323D7C"/>
    <w:rsid w:val="00323F12"/>
    <w:rsid w:val="00324281"/>
    <w:rsid w:val="003246CF"/>
    <w:rsid w:val="003246DC"/>
    <w:rsid w:val="003248DB"/>
    <w:rsid w:val="00324AAB"/>
    <w:rsid w:val="00324B02"/>
    <w:rsid w:val="0032516F"/>
    <w:rsid w:val="003252BF"/>
    <w:rsid w:val="00325767"/>
    <w:rsid w:val="0032588E"/>
    <w:rsid w:val="00325B51"/>
    <w:rsid w:val="00325DD7"/>
    <w:rsid w:val="00326068"/>
    <w:rsid w:val="003260D2"/>
    <w:rsid w:val="00326325"/>
    <w:rsid w:val="003263F5"/>
    <w:rsid w:val="00326500"/>
    <w:rsid w:val="0032664E"/>
    <w:rsid w:val="0032666D"/>
    <w:rsid w:val="00326945"/>
    <w:rsid w:val="00326A87"/>
    <w:rsid w:val="003270D4"/>
    <w:rsid w:val="0032728A"/>
    <w:rsid w:val="003277AC"/>
    <w:rsid w:val="00327853"/>
    <w:rsid w:val="0032797A"/>
    <w:rsid w:val="00327A53"/>
    <w:rsid w:val="00330029"/>
    <w:rsid w:val="00330192"/>
    <w:rsid w:val="00330295"/>
    <w:rsid w:val="003308D0"/>
    <w:rsid w:val="0033090D"/>
    <w:rsid w:val="00330A71"/>
    <w:rsid w:val="00330AB9"/>
    <w:rsid w:val="00330F3E"/>
    <w:rsid w:val="00331033"/>
    <w:rsid w:val="00331761"/>
    <w:rsid w:val="00331813"/>
    <w:rsid w:val="00331A39"/>
    <w:rsid w:val="00331CAC"/>
    <w:rsid w:val="00331D15"/>
    <w:rsid w:val="00331D81"/>
    <w:rsid w:val="003328AE"/>
    <w:rsid w:val="00332C34"/>
    <w:rsid w:val="00333067"/>
    <w:rsid w:val="003333A2"/>
    <w:rsid w:val="00333FCC"/>
    <w:rsid w:val="00334161"/>
    <w:rsid w:val="003341F0"/>
    <w:rsid w:val="003344B6"/>
    <w:rsid w:val="003344E0"/>
    <w:rsid w:val="00334623"/>
    <w:rsid w:val="00334632"/>
    <w:rsid w:val="00334AE7"/>
    <w:rsid w:val="00334C74"/>
    <w:rsid w:val="00334F40"/>
    <w:rsid w:val="0033507A"/>
    <w:rsid w:val="00335189"/>
    <w:rsid w:val="00335559"/>
    <w:rsid w:val="00335689"/>
    <w:rsid w:val="00335EF0"/>
    <w:rsid w:val="003364CE"/>
    <w:rsid w:val="003366C9"/>
    <w:rsid w:val="00336744"/>
    <w:rsid w:val="0033682F"/>
    <w:rsid w:val="00336AEB"/>
    <w:rsid w:val="00336CB7"/>
    <w:rsid w:val="003372C2"/>
    <w:rsid w:val="00337A20"/>
    <w:rsid w:val="00337B77"/>
    <w:rsid w:val="00337FF1"/>
    <w:rsid w:val="00340062"/>
    <w:rsid w:val="0034006D"/>
    <w:rsid w:val="0034036D"/>
    <w:rsid w:val="0034049A"/>
    <w:rsid w:val="00340773"/>
    <w:rsid w:val="003407F9"/>
    <w:rsid w:val="00340C6F"/>
    <w:rsid w:val="0034136E"/>
    <w:rsid w:val="00341377"/>
    <w:rsid w:val="003416ED"/>
    <w:rsid w:val="0034176C"/>
    <w:rsid w:val="00341D45"/>
    <w:rsid w:val="0034239F"/>
    <w:rsid w:val="00342550"/>
    <w:rsid w:val="003426BF"/>
    <w:rsid w:val="00342B23"/>
    <w:rsid w:val="00342D69"/>
    <w:rsid w:val="00342F64"/>
    <w:rsid w:val="0034301C"/>
    <w:rsid w:val="00343168"/>
    <w:rsid w:val="0034333B"/>
    <w:rsid w:val="00344062"/>
    <w:rsid w:val="003443B5"/>
    <w:rsid w:val="003443F4"/>
    <w:rsid w:val="00344603"/>
    <w:rsid w:val="003448C3"/>
    <w:rsid w:val="00344B48"/>
    <w:rsid w:val="00344C13"/>
    <w:rsid w:val="0034545F"/>
    <w:rsid w:val="003454B6"/>
    <w:rsid w:val="0034575E"/>
    <w:rsid w:val="00345B6E"/>
    <w:rsid w:val="00345D0D"/>
    <w:rsid w:val="00345FAC"/>
    <w:rsid w:val="00346365"/>
    <w:rsid w:val="00346396"/>
    <w:rsid w:val="003466E6"/>
    <w:rsid w:val="00346DCD"/>
    <w:rsid w:val="00347232"/>
    <w:rsid w:val="003473E9"/>
    <w:rsid w:val="0034745B"/>
    <w:rsid w:val="003476BF"/>
    <w:rsid w:val="00347E16"/>
    <w:rsid w:val="0035000A"/>
    <w:rsid w:val="003501BD"/>
    <w:rsid w:val="00350570"/>
    <w:rsid w:val="0035059A"/>
    <w:rsid w:val="00350602"/>
    <w:rsid w:val="003508A5"/>
    <w:rsid w:val="0035109E"/>
    <w:rsid w:val="00351196"/>
    <w:rsid w:val="003511BB"/>
    <w:rsid w:val="003514D0"/>
    <w:rsid w:val="00351567"/>
    <w:rsid w:val="003515A0"/>
    <w:rsid w:val="003515C0"/>
    <w:rsid w:val="003516CE"/>
    <w:rsid w:val="003516EE"/>
    <w:rsid w:val="00351703"/>
    <w:rsid w:val="00351822"/>
    <w:rsid w:val="00351B2F"/>
    <w:rsid w:val="00352028"/>
    <w:rsid w:val="0035218F"/>
    <w:rsid w:val="00352599"/>
    <w:rsid w:val="00353107"/>
    <w:rsid w:val="0035311E"/>
    <w:rsid w:val="00353138"/>
    <w:rsid w:val="00353396"/>
    <w:rsid w:val="00353428"/>
    <w:rsid w:val="00353908"/>
    <w:rsid w:val="00353A17"/>
    <w:rsid w:val="00353C85"/>
    <w:rsid w:val="00353CFE"/>
    <w:rsid w:val="003543C3"/>
    <w:rsid w:val="00354461"/>
    <w:rsid w:val="003545A6"/>
    <w:rsid w:val="0035471A"/>
    <w:rsid w:val="003547F1"/>
    <w:rsid w:val="00355237"/>
    <w:rsid w:val="003557CD"/>
    <w:rsid w:val="00355966"/>
    <w:rsid w:val="00355BCC"/>
    <w:rsid w:val="00355E82"/>
    <w:rsid w:val="00355F2D"/>
    <w:rsid w:val="00356424"/>
    <w:rsid w:val="00356E4C"/>
    <w:rsid w:val="00357488"/>
    <w:rsid w:val="00357670"/>
    <w:rsid w:val="00357BD1"/>
    <w:rsid w:val="00357DC6"/>
    <w:rsid w:val="00357EB3"/>
    <w:rsid w:val="00360142"/>
    <w:rsid w:val="0036056A"/>
    <w:rsid w:val="0036084D"/>
    <w:rsid w:val="003609E2"/>
    <w:rsid w:val="00360DCB"/>
    <w:rsid w:val="00361070"/>
    <w:rsid w:val="003611C3"/>
    <w:rsid w:val="003613CC"/>
    <w:rsid w:val="0036153D"/>
    <w:rsid w:val="00361621"/>
    <w:rsid w:val="0036176A"/>
    <w:rsid w:val="003617E3"/>
    <w:rsid w:val="00361DB9"/>
    <w:rsid w:val="00362063"/>
    <w:rsid w:val="003620CD"/>
    <w:rsid w:val="0036251D"/>
    <w:rsid w:val="003626CB"/>
    <w:rsid w:val="0036274D"/>
    <w:rsid w:val="0036293C"/>
    <w:rsid w:val="0036351E"/>
    <w:rsid w:val="003635CB"/>
    <w:rsid w:val="00363674"/>
    <w:rsid w:val="003637F8"/>
    <w:rsid w:val="00363972"/>
    <w:rsid w:val="003639CF"/>
    <w:rsid w:val="00363BC9"/>
    <w:rsid w:val="00363EC3"/>
    <w:rsid w:val="00364222"/>
    <w:rsid w:val="0036459C"/>
    <w:rsid w:val="003648C0"/>
    <w:rsid w:val="003648F4"/>
    <w:rsid w:val="00364B1F"/>
    <w:rsid w:val="00364E18"/>
    <w:rsid w:val="00364E2E"/>
    <w:rsid w:val="00364FFB"/>
    <w:rsid w:val="00365372"/>
    <w:rsid w:val="00365A01"/>
    <w:rsid w:val="00365A2D"/>
    <w:rsid w:val="00365BFB"/>
    <w:rsid w:val="00365DAB"/>
    <w:rsid w:val="00365E4F"/>
    <w:rsid w:val="003662B3"/>
    <w:rsid w:val="003662F4"/>
    <w:rsid w:val="00366480"/>
    <w:rsid w:val="0036670F"/>
    <w:rsid w:val="00366791"/>
    <w:rsid w:val="003667C4"/>
    <w:rsid w:val="0036693B"/>
    <w:rsid w:val="00366997"/>
    <w:rsid w:val="00366E79"/>
    <w:rsid w:val="003676F9"/>
    <w:rsid w:val="0036795D"/>
    <w:rsid w:val="003707EC"/>
    <w:rsid w:val="00370C6B"/>
    <w:rsid w:val="00371352"/>
    <w:rsid w:val="00371778"/>
    <w:rsid w:val="00371A96"/>
    <w:rsid w:val="0037229C"/>
    <w:rsid w:val="003724B2"/>
    <w:rsid w:val="003724C0"/>
    <w:rsid w:val="003726D1"/>
    <w:rsid w:val="00372727"/>
    <w:rsid w:val="003728D3"/>
    <w:rsid w:val="00372D2C"/>
    <w:rsid w:val="00372E3E"/>
    <w:rsid w:val="00372E55"/>
    <w:rsid w:val="003731B1"/>
    <w:rsid w:val="00373342"/>
    <w:rsid w:val="003735B9"/>
    <w:rsid w:val="003735D0"/>
    <w:rsid w:val="0037397C"/>
    <w:rsid w:val="00373B0C"/>
    <w:rsid w:val="00373B45"/>
    <w:rsid w:val="00373DF7"/>
    <w:rsid w:val="00374089"/>
    <w:rsid w:val="003747DF"/>
    <w:rsid w:val="0037481C"/>
    <w:rsid w:val="00374A14"/>
    <w:rsid w:val="00374CC0"/>
    <w:rsid w:val="003750D9"/>
    <w:rsid w:val="00375185"/>
    <w:rsid w:val="00375325"/>
    <w:rsid w:val="00375C3C"/>
    <w:rsid w:val="00375F78"/>
    <w:rsid w:val="00376172"/>
    <w:rsid w:val="003765BC"/>
    <w:rsid w:val="003767E0"/>
    <w:rsid w:val="00376C2A"/>
    <w:rsid w:val="0037705A"/>
    <w:rsid w:val="003770E8"/>
    <w:rsid w:val="0037735C"/>
    <w:rsid w:val="00377D2A"/>
    <w:rsid w:val="00377EB4"/>
    <w:rsid w:val="003801AE"/>
    <w:rsid w:val="00380518"/>
    <w:rsid w:val="0038094D"/>
    <w:rsid w:val="00380A0E"/>
    <w:rsid w:val="0038133D"/>
    <w:rsid w:val="0038153E"/>
    <w:rsid w:val="00381790"/>
    <w:rsid w:val="003817E1"/>
    <w:rsid w:val="00381802"/>
    <w:rsid w:val="00381BEB"/>
    <w:rsid w:val="00381F3F"/>
    <w:rsid w:val="00381F99"/>
    <w:rsid w:val="0038206E"/>
    <w:rsid w:val="0038220E"/>
    <w:rsid w:val="00382353"/>
    <w:rsid w:val="0038236F"/>
    <w:rsid w:val="00382509"/>
    <w:rsid w:val="00382B94"/>
    <w:rsid w:val="00383212"/>
    <w:rsid w:val="00383878"/>
    <w:rsid w:val="003841BB"/>
    <w:rsid w:val="003843A8"/>
    <w:rsid w:val="003846D6"/>
    <w:rsid w:val="00384B90"/>
    <w:rsid w:val="0038580D"/>
    <w:rsid w:val="00385A72"/>
    <w:rsid w:val="00385CAD"/>
    <w:rsid w:val="00386C64"/>
    <w:rsid w:val="003870AC"/>
    <w:rsid w:val="003871FE"/>
    <w:rsid w:val="0038753E"/>
    <w:rsid w:val="00387A96"/>
    <w:rsid w:val="00387F70"/>
    <w:rsid w:val="00387F9A"/>
    <w:rsid w:val="003900B3"/>
    <w:rsid w:val="00390404"/>
    <w:rsid w:val="003905FC"/>
    <w:rsid w:val="00390696"/>
    <w:rsid w:val="003908CF"/>
    <w:rsid w:val="00390B34"/>
    <w:rsid w:val="00390F28"/>
    <w:rsid w:val="003912D8"/>
    <w:rsid w:val="00391792"/>
    <w:rsid w:val="00391BFC"/>
    <w:rsid w:val="00391D57"/>
    <w:rsid w:val="00391E6A"/>
    <w:rsid w:val="00391F88"/>
    <w:rsid w:val="0039239E"/>
    <w:rsid w:val="0039396E"/>
    <w:rsid w:val="00393D59"/>
    <w:rsid w:val="00393DA4"/>
    <w:rsid w:val="00394672"/>
    <w:rsid w:val="00394B3C"/>
    <w:rsid w:val="00394B96"/>
    <w:rsid w:val="00394F08"/>
    <w:rsid w:val="003950A8"/>
    <w:rsid w:val="00395225"/>
    <w:rsid w:val="00395558"/>
    <w:rsid w:val="00395780"/>
    <w:rsid w:val="00395896"/>
    <w:rsid w:val="00395F7D"/>
    <w:rsid w:val="00395FDD"/>
    <w:rsid w:val="003960C2"/>
    <w:rsid w:val="00396225"/>
    <w:rsid w:val="003962C4"/>
    <w:rsid w:val="0039648B"/>
    <w:rsid w:val="0039688D"/>
    <w:rsid w:val="0039792E"/>
    <w:rsid w:val="00397D99"/>
    <w:rsid w:val="003A08F9"/>
    <w:rsid w:val="003A11A0"/>
    <w:rsid w:val="003A1359"/>
    <w:rsid w:val="003A1648"/>
    <w:rsid w:val="003A1911"/>
    <w:rsid w:val="003A1A4D"/>
    <w:rsid w:val="003A20B9"/>
    <w:rsid w:val="003A237D"/>
    <w:rsid w:val="003A23E7"/>
    <w:rsid w:val="003A26D5"/>
    <w:rsid w:val="003A279E"/>
    <w:rsid w:val="003A2A3C"/>
    <w:rsid w:val="003A33EC"/>
    <w:rsid w:val="003A35F2"/>
    <w:rsid w:val="003A423A"/>
    <w:rsid w:val="003A4453"/>
    <w:rsid w:val="003A446C"/>
    <w:rsid w:val="003A4B7B"/>
    <w:rsid w:val="003A4CF8"/>
    <w:rsid w:val="003A4DC4"/>
    <w:rsid w:val="003A4FED"/>
    <w:rsid w:val="003A5612"/>
    <w:rsid w:val="003A5673"/>
    <w:rsid w:val="003A5A32"/>
    <w:rsid w:val="003A5B54"/>
    <w:rsid w:val="003A5E17"/>
    <w:rsid w:val="003A5E99"/>
    <w:rsid w:val="003A5F21"/>
    <w:rsid w:val="003A608F"/>
    <w:rsid w:val="003A6512"/>
    <w:rsid w:val="003A65A9"/>
    <w:rsid w:val="003A6BF4"/>
    <w:rsid w:val="003A70C9"/>
    <w:rsid w:val="003A7256"/>
    <w:rsid w:val="003A77C2"/>
    <w:rsid w:val="003A783C"/>
    <w:rsid w:val="003A7F61"/>
    <w:rsid w:val="003B0BC1"/>
    <w:rsid w:val="003B0D77"/>
    <w:rsid w:val="003B0E24"/>
    <w:rsid w:val="003B10ED"/>
    <w:rsid w:val="003B10EF"/>
    <w:rsid w:val="003B183A"/>
    <w:rsid w:val="003B184A"/>
    <w:rsid w:val="003B1A6B"/>
    <w:rsid w:val="003B2005"/>
    <w:rsid w:val="003B21B6"/>
    <w:rsid w:val="003B2787"/>
    <w:rsid w:val="003B28B8"/>
    <w:rsid w:val="003B28DA"/>
    <w:rsid w:val="003B2A9A"/>
    <w:rsid w:val="003B30A6"/>
    <w:rsid w:val="003B31E4"/>
    <w:rsid w:val="003B3B24"/>
    <w:rsid w:val="003B46B0"/>
    <w:rsid w:val="003B4C34"/>
    <w:rsid w:val="003B52E6"/>
    <w:rsid w:val="003B6064"/>
    <w:rsid w:val="003B6DD7"/>
    <w:rsid w:val="003B7205"/>
    <w:rsid w:val="003B7751"/>
    <w:rsid w:val="003B79BA"/>
    <w:rsid w:val="003B7A0E"/>
    <w:rsid w:val="003B7A3B"/>
    <w:rsid w:val="003B7B79"/>
    <w:rsid w:val="003B7E1B"/>
    <w:rsid w:val="003C0033"/>
    <w:rsid w:val="003C00D4"/>
    <w:rsid w:val="003C01DE"/>
    <w:rsid w:val="003C032F"/>
    <w:rsid w:val="003C0341"/>
    <w:rsid w:val="003C05FE"/>
    <w:rsid w:val="003C068F"/>
    <w:rsid w:val="003C099C"/>
    <w:rsid w:val="003C0A5A"/>
    <w:rsid w:val="003C150A"/>
    <w:rsid w:val="003C18BF"/>
    <w:rsid w:val="003C1DE4"/>
    <w:rsid w:val="003C204D"/>
    <w:rsid w:val="003C213A"/>
    <w:rsid w:val="003C22D6"/>
    <w:rsid w:val="003C2FFB"/>
    <w:rsid w:val="003C3089"/>
    <w:rsid w:val="003C31D4"/>
    <w:rsid w:val="003C34C0"/>
    <w:rsid w:val="003C3843"/>
    <w:rsid w:val="003C3AA2"/>
    <w:rsid w:val="003C41C6"/>
    <w:rsid w:val="003C470C"/>
    <w:rsid w:val="003C4C35"/>
    <w:rsid w:val="003C4F99"/>
    <w:rsid w:val="003C539C"/>
    <w:rsid w:val="003C5798"/>
    <w:rsid w:val="003C57B0"/>
    <w:rsid w:val="003C5BAB"/>
    <w:rsid w:val="003C5E77"/>
    <w:rsid w:val="003C607C"/>
    <w:rsid w:val="003C6234"/>
    <w:rsid w:val="003C63FC"/>
    <w:rsid w:val="003C6747"/>
    <w:rsid w:val="003C69DB"/>
    <w:rsid w:val="003C7295"/>
    <w:rsid w:val="003C740E"/>
    <w:rsid w:val="003C754C"/>
    <w:rsid w:val="003C76F2"/>
    <w:rsid w:val="003C7866"/>
    <w:rsid w:val="003C78A8"/>
    <w:rsid w:val="003C78FD"/>
    <w:rsid w:val="003C7C95"/>
    <w:rsid w:val="003C7D79"/>
    <w:rsid w:val="003C7F8B"/>
    <w:rsid w:val="003D0389"/>
    <w:rsid w:val="003D07BB"/>
    <w:rsid w:val="003D0BA4"/>
    <w:rsid w:val="003D0E52"/>
    <w:rsid w:val="003D0FEA"/>
    <w:rsid w:val="003D1018"/>
    <w:rsid w:val="003D12B9"/>
    <w:rsid w:val="003D1662"/>
    <w:rsid w:val="003D1BF4"/>
    <w:rsid w:val="003D1E22"/>
    <w:rsid w:val="003D2208"/>
    <w:rsid w:val="003D225F"/>
    <w:rsid w:val="003D2561"/>
    <w:rsid w:val="003D261E"/>
    <w:rsid w:val="003D273A"/>
    <w:rsid w:val="003D29DE"/>
    <w:rsid w:val="003D2AF7"/>
    <w:rsid w:val="003D2EB3"/>
    <w:rsid w:val="003D30B8"/>
    <w:rsid w:val="003D3218"/>
    <w:rsid w:val="003D337C"/>
    <w:rsid w:val="003D38AB"/>
    <w:rsid w:val="003D38CA"/>
    <w:rsid w:val="003D3F92"/>
    <w:rsid w:val="003D4241"/>
    <w:rsid w:val="003D429D"/>
    <w:rsid w:val="003D4978"/>
    <w:rsid w:val="003D4C0C"/>
    <w:rsid w:val="003D54A9"/>
    <w:rsid w:val="003D5750"/>
    <w:rsid w:val="003D592E"/>
    <w:rsid w:val="003D5C6B"/>
    <w:rsid w:val="003D5E55"/>
    <w:rsid w:val="003D62A1"/>
    <w:rsid w:val="003D63FC"/>
    <w:rsid w:val="003D64AD"/>
    <w:rsid w:val="003D6A23"/>
    <w:rsid w:val="003D6D18"/>
    <w:rsid w:val="003D732C"/>
    <w:rsid w:val="003D73A5"/>
    <w:rsid w:val="003D7560"/>
    <w:rsid w:val="003D783C"/>
    <w:rsid w:val="003D79EB"/>
    <w:rsid w:val="003D7BC5"/>
    <w:rsid w:val="003E00A4"/>
    <w:rsid w:val="003E05F8"/>
    <w:rsid w:val="003E06BE"/>
    <w:rsid w:val="003E06D7"/>
    <w:rsid w:val="003E075F"/>
    <w:rsid w:val="003E0B43"/>
    <w:rsid w:val="003E0B9D"/>
    <w:rsid w:val="003E1725"/>
    <w:rsid w:val="003E1764"/>
    <w:rsid w:val="003E1AB4"/>
    <w:rsid w:val="003E1F6E"/>
    <w:rsid w:val="003E20AB"/>
    <w:rsid w:val="003E22E9"/>
    <w:rsid w:val="003E283B"/>
    <w:rsid w:val="003E2DB2"/>
    <w:rsid w:val="003E3195"/>
    <w:rsid w:val="003E3423"/>
    <w:rsid w:val="003E35A4"/>
    <w:rsid w:val="003E379C"/>
    <w:rsid w:val="003E3811"/>
    <w:rsid w:val="003E3FCA"/>
    <w:rsid w:val="003E41A9"/>
    <w:rsid w:val="003E44C8"/>
    <w:rsid w:val="003E46DF"/>
    <w:rsid w:val="003E4734"/>
    <w:rsid w:val="003E488D"/>
    <w:rsid w:val="003E4A39"/>
    <w:rsid w:val="003E523B"/>
    <w:rsid w:val="003E5433"/>
    <w:rsid w:val="003E613C"/>
    <w:rsid w:val="003E6488"/>
    <w:rsid w:val="003E6544"/>
    <w:rsid w:val="003E66E7"/>
    <w:rsid w:val="003E6CB8"/>
    <w:rsid w:val="003E6D67"/>
    <w:rsid w:val="003E6E43"/>
    <w:rsid w:val="003E7214"/>
    <w:rsid w:val="003E752E"/>
    <w:rsid w:val="003E75A4"/>
    <w:rsid w:val="003E7681"/>
    <w:rsid w:val="003E76A8"/>
    <w:rsid w:val="003E790D"/>
    <w:rsid w:val="003E792F"/>
    <w:rsid w:val="003E7D0B"/>
    <w:rsid w:val="003E7D56"/>
    <w:rsid w:val="003E7EF8"/>
    <w:rsid w:val="003E7F9D"/>
    <w:rsid w:val="003E7FB9"/>
    <w:rsid w:val="003F01EC"/>
    <w:rsid w:val="003F0275"/>
    <w:rsid w:val="003F02B7"/>
    <w:rsid w:val="003F034B"/>
    <w:rsid w:val="003F064D"/>
    <w:rsid w:val="003F0D55"/>
    <w:rsid w:val="003F12A1"/>
    <w:rsid w:val="003F132D"/>
    <w:rsid w:val="003F13CA"/>
    <w:rsid w:val="003F15B5"/>
    <w:rsid w:val="003F188C"/>
    <w:rsid w:val="003F18C5"/>
    <w:rsid w:val="003F1D4F"/>
    <w:rsid w:val="003F2159"/>
    <w:rsid w:val="003F22E1"/>
    <w:rsid w:val="003F243E"/>
    <w:rsid w:val="003F2855"/>
    <w:rsid w:val="003F2E61"/>
    <w:rsid w:val="003F2EAA"/>
    <w:rsid w:val="003F2EAF"/>
    <w:rsid w:val="003F3AEE"/>
    <w:rsid w:val="003F3B2C"/>
    <w:rsid w:val="003F4838"/>
    <w:rsid w:val="003F4B3E"/>
    <w:rsid w:val="003F52A3"/>
    <w:rsid w:val="003F532D"/>
    <w:rsid w:val="003F54F0"/>
    <w:rsid w:val="003F5606"/>
    <w:rsid w:val="003F59A3"/>
    <w:rsid w:val="003F5A49"/>
    <w:rsid w:val="003F5D4B"/>
    <w:rsid w:val="003F5D9A"/>
    <w:rsid w:val="003F6352"/>
    <w:rsid w:val="003F6462"/>
    <w:rsid w:val="003F6BF3"/>
    <w:rsid w:val="003F6E47"/>
    <w:rsid w:val="003F70A4"/>
    <w:rsid w:val="003F718E"/>
    <w:rsid w:val="003F7302"/>
    <w:rsid w:val="003F74E0"/>
    <w:rsid w:val="003F7F16"/>
    <w:rsid w:val="003F7F64"/>
    <w:rsid w:val="004001DE"/>
    <w:rsid w:val="0040026B"/>
    <w:rsid w:val="0040046D"/>
    <w:rsid w:val="00401119"/>
    <w:rsid w:val="0040185E"/>
    <w:rsid w:val="0040201F"/>
    <w:rsid w:val="004026C5"/>
    <w:rsid w:val="0040273C"/>
    <w:rsid w:val="004027DE"/>
    <w:rsid w:val="004029C8"/>
    <w:rsid w:val="00402AC3"/>
    <w:rsid w:val="00402D31"/>
    <w:rsid w:val="00402F5E"/>
    <w:rsid w:val="004032DA"/>
    <w:rsid w:val="0040334E"/>
    <w:rsid w:val="00403AC1"/>
    <w:rsid w:val="00404010"/>
    <w:rsid w:val="004042CC"/>
    <w:rsid w:val="00404415"/>
    <w:rsid w:val="004045ED"/>
    <w:rsid w:val="004047B0"/>
    <w:rsid w:val="00404879"/>
    <w:rsid w:val="00404E4B"/>
    <w:rsid w:val="00404F43"/>
    <w:rsid w:val="0040505F"/>
    <w:rsid w:val="0040527C"/>
    <w:rsid w:val="004058AB"/>
    <w:rsid w:val="00405A1A"/>
    <w:rsid w:val="00405CBD"/>
    <w:rsid w:val="00405D15"/>
    <w:rsid w:val="00405DF7"/>
    <w:rsid w:val="004062DA"/>
    <w:rsid w:val="0040636A"/>
    <w:rsid w:val="004066EF"/>
    <w:rsid w:val="004067AB"/>
    <w:rsid w:val="0040695E"/>
    <w:rsid w:val="004070DB"/>
    <w:rsid w:val="0040737C"/>
    <w:rsid w:val="004075FE"/>
    <w:rsid w:val="00407981"/>
    <w:rsid w:val="00407A2F"/>
    <w:rsid w:val="00407C79"/>
    <w:rsid w:val="00410498"/>
    <w:rsid w:val="00410805"/>
    <w:rsid w:val="00410E66"/>
    <w:rsid w:val="004113C2"/>
    <w:rsid w:val="004115CD"/>
    <w:rsid w:val="004115FE"/>
    <w:rsid w:val="00411E8C"/>
    <w:rsid w:val="00412024"/>
    <w:rsid w:val="0041268A"/>
    <w:rsid w:val="0041301C"/>
    <w:rsid w:val="00413100"/>
    <w:rsid w:val="004131E9"/>
    <w:rsid w:val="004138A3"/>
    <w:rsid w:val="00413D7B"/>
    <w:rsid w:val="00413F43"/>
    <w:rsid w:val="00413F91"/>
    <w:rsid w:val="00413FD0"/>
    <w:rsid w:val="0041427B"/>
    <w:rsid w:val="00414591"/>
    <w:rsid w:val="004145D0"/>
    <w:rsid w:val="0041482A"/>
    <w:rsid w:val="00414A06"/>
    <w:rsid w:val="00414A37"/>
    <w:rsid w:val="00415094"/>
    <w:rsid w:val="00415661"/>
    <w:rsid w:val="004158DE"/>
    <w:rsid w:val="00415AD1"/>
    <w:rsid w:val="00415D82"/>
    <w:rsid w:val="00416024"/>
    <w:rsid w:val="00416259"/>
    <w:rsid w:val="004162AD"/>
    <w:rsid w:val="00416425"/>
    <w:rsid w:val="00416710"/>
    <w:rsid w:val="00416A63"/>
    <w:rsid w:val="00416BCD"/>
    <w:rsid w:val="00416FAD"/>
    <w:rsid w:val="004171C7"/>
    <w:rsid w:val="0041743F"/>
    <w:rsid w:val="00417B2A"/>
    <w:rsid w:val="0042001C"/>
    <w:rsid w:val="004202A3"/>
    <w:rsid w:val="004203EB"/>
    <w:rsid w:val="004206C6"/>
    <w:rsid w:val="00420968"/>
    <w:rsid w:val="00420CAF"/>
    <w:rsid w:val="00420ED4"/>
    <w:rsid w:val="00421385"/>
    <w:rsid w:val="004213BC"/>
    <w:rsid w:val="004213E5"/>
    <w:rsid w:val="00421C9A"/>
    <w:rsid w:val="00421D87"/>
    <w:rsid w:val="0042254A"/>
    <w:rsid w:val="004227EC"/>
    <w:rsid w:val="00422919"/>
    <w:rsid w:val="0042346D"/>
    <w:rsid w:val="00423917"/>
    <w:rsid w:val="00423A2B"/>
    <w:rsid w:val="00423D46"/>
    <w:rsid w:val="00423FCF"/>
    <w:rsid w:val="00424013"/>
    <w:rsid w:val="00424AEE"/>
    <w:rsid w:val="00425241"/>
    <w:rsid w:val="00425EE1"/>
    <w:rsid w:val="00426311"/>
    <w:rsid w:val="004264A7"/>
    <w:rsid w:val="00426884"/>
    <w:rsid w:val="00426C61"/>
    <w:rsid w:val="00426EFD"/>
    <w:rsid w:val="0042704C"/>
    <w:rsid w:val="0042707B"/>
    <w:rsid w:val="0042707E"/>
    <w:rsid w:val="00427261"/>
    <w:rsid w:val="004302FA"/>
    <w:rsid w:val="00430488"/>
    <w:rsid w:val="0043056F"/>
    <w:rsid w:val="00430717"/>
    <w:rsid w:val="00430C7C"/>
    <w:rsid w:val="00430F31"/>
    <w:rsid w:val="0043107C"/>
    <w:rsid w:val="004312FD"/>
    <w:rsid w:val="004313B8"/>
    <w:rsid w:val="00431D70"/>
    <w:rsid w:val="00431E57"/>
    <w:rsid w:val="0043206C"/>
    <w:rsid w:val="00432086"/>
    <w:rsid w:val="00432210"/>
    <w:rsid w:val="0043272B"/>
    <w:rsid w:val="00432856"/>
    <w:rsid w:val="0043299F"/>
    <w:rsid w:val="00432B19"/>
    <w:rsid w:val="00432EB8"/>
    <w:rsid w:val="004332C7"/>
    <w:rsid w:val="00433595"/>
    <w:rsid w:val="00433786"/>
    <w:rsid w:val="0043384A"/>
    <w:rsid w:val="004338E7"/>
    <w:rsid w:val="00433CE7"/>
    <w:rsid w:val="00434219"/>
    <w:rsid w:val="0043422E"/>
    <w:rsid w:val="004345EA"/>
    <w:rsid w:val="00434839"/>
    <w:rsid w:val="00434CDE"/>
    <w:rsid w:val="00434E99"/>
    <w:rsid w:val="00435270"/>
    <w:rsid w:val="00435501"/>
    <w:rsid w:val="00435540"/>
    <w:rsid w:val="00435557"/>
    <w:rsid w:val="004357D6"/>
    <w:rsid w:val="004359CE"/>
    <w:rsid w:val="00435E05"/>
    <w:rsid w:val="00435F22"/>
    <w:rsid w:val="004360EC"/>
    <w:rsid w:val="0043626A"/>
    <w:rsid w:val="0043697A"/>
    <w:rsid w:val="00436A61"/>
    <w:rsid w:val="00436BCA"/>
    <w:rsid w:val="00436C4E"/>
    <w:rsid w:val="00436E30"/>
    <w:rsid w:val="004370B4"/>
    <w:rsid w:val="00437238"/>
    <w:rsid w:val="00437260"/>
    <w:rsid w:val="00437377"/>
    <w:rsid w:val="00437564"/>
    <w:rsid w:val="00437D35"/>
    <w:rsid w:val="00437E88"/>
    <w:rsid w:val="00440365"/>
    <w:rsid w:val="00440386"/>
    <w:rsid w:val="00440492"/>
    <w:rsid w:val="004406C4"/>
    <w:rsid w:val="00440890"/>
    <w:rsid w:val="004408C4"/>
    <w:rsid w:val="00440BB7"/>
    <w:rsid w:val="00440F6B"/>
    <w:rsid w:val="00440F7B"/>
    <w:rsid w:val="004413B4"/>
    <w:rsid w:val="004413CE"/>
    <w:rsid w:val="0044151A"/>
    <w:rsid w:val="00441B13"/>
    <w:rsid w:val="00442303"/>
    <w:rsid w:val="00442645"/>
    <w:rsid w:val="00442F06"/>
    <w:rsid w:val="0044302E"/>
    <w:rsid w:val="0044359C"/>
    <w:rsid w:val="00443910"/>
    <w:rsid w:val="004441C5"/>
    <w:rsid w:val="004441E0"/>
    <w:rsid w:val="00444C06"/>
    <w:rsid w:val="00444C76"/>
    <w:rsid w:val="00444CE8"/>
    <w:rsid w:val="00444EE2"/>
    <w:rsid w:val="0044571B"/>
    <w:rsid w:val="0044575D"/>
    <w:rsid w:val="00445808"/>
    <w:rsid w:val="00445EBE"/>
    <w:rsid w:val="00445EE0"/>
    <w:rsid w:val="00446071"/>
    <w:rsid w:val="00446B2A"/>
    <w:rsid w:val="00446B80"/>
    <w:rsid w:val="00446EE1"/>
    <w:rsid w:val="0044723E"/>
    <w:rsid w:val="004472CD"/>
    <w:rsid w:val="004473C9"/>
    <w:rsid w:val="004474E3"/>
    <w:rsid w:val="004476F6"/>
    <w:rsid w:val="004477B5"/>
    <w:rsid w:val="00447AFC"/>
    <w:rsid w:val="00447F1B"/>
    <w:rsid w:val="004501E0"/>
    <w:rsid w:val="00450241"/>
    <w:rsid w:val="00450359"/>
    <w:rsid w:val="004505B8"/>
    <w:rsid w:val="00450C5D"/>
    <w:rsid w:val="00450C96"/>
    <w:rsid w:val="00451080"/>
    <w:rsid w:val="00451210"/>
    <w:rsid w:val="004515D4"/>
    <w:rsid w:val="004518E0"/>
    <w:rsid w:val="00451A7A"/>
    <w:rsid w:val="00452241"/>
    <w:rsid w:val="00452539"/>
    <w:rsid w:val="00452560"/>
    <w:rsid w:val="00452A2D"/>
    <w:rsid w:val="00452EA8"/>
    <w:rsid w:val="00453253"/>
    <w:rsid w:val="004533AB"/>
    <w:rsid w:val="00453FD8"/>
    <w:rsid w:val="0045437B"/>
    <w:rsid w:val="004543E6"/>
    <w:rsid w:val="00454681"/>
    <w:rsid w:val="00454AF8"/>
    <w:rsid w:val="004553E5"/>
    <w:rsid w:val="0045587C"/>
    <w:rsid w:val="00455A1B"/>
    <w:rsid w:val="00455C59"/>
    <w:rsid w:val="0045602D"/>
    <w:rsid w:val="004561EC"/>
    <w:rsid w:val="00456324"/>
    <w:rsid w:val="004566DF"/>
    <w:rsid w:val="00456855"/>
    <w:rsid w:val="00456B15"/>
    <w:rsid w:val="00456D7B"/>
    <w:rsid w:val="00456E7B"/>
    <w:rsid w:val="00456FAE"/>
    <w:rsid w:val="00457091"/>
    <w:rsid w:val="0045741C"/>
    <w:rsid w:val="0045795F"/>
    <w:rsid w:val="00457BAF"/>
    <w:rsid w:val="00457FDF"/>
    <w:rsid w:val="00460042"/>
    <w:rsid w:val="004603E4"/>
    <w:rsid w:val="00460482"/>
    <w:rsid w:val="00460555"/>
    <w:rsid w:val="00460787"/>
    <w:rsid w:val="00460C23"/>
    <w:rsid w:val="00460CB5"/>
    <w:rsid w:val="00460E72"/>
    <w:rsid w:val="004610F9"/>
    <w:rsid w:val="00461132"/>
    <w:rsid w:val="004611FD"/>
    <w:rsid w:val="004612AA"/>
    <w:rsid w:val="004615C1"/>
    <w:rsid w:val="004616B4"/>
    <w:rsid w:val="00461838"/>
    <w:rsid w:val="00461A83"/>
    <w:rsid w:val="00461F9F"/>
    <w:rsid w:val="00462174"/>
    <w:rsid w:val="0046247B"/>
    <w:rsid w:val="004624C3"/>
    <w:rsid w:val="00462581"/>
    <w:rsid w:val="00462936"/>
    <w:rsid w:val="00462967"/>
    <w:rsid w:val="00462CF2"/>
    <w:rsid w:val="00462DBC"/>
    <w:rsid w:val="00462DE4"/>
    <w:rsid w:val="00462EA4"/>
    <w:rsid w:val="004637E3"/>
    <w:rsid w:val="00463A88"/>
    <w:rsid w:val="00464683"/>
    <w:rsid w:val="004646B8"/>
    <w:rsid w:val="00464760"/>
    <w:rsid w:val="00464A6F"/>
    <w:rsid w:val="00464A79"/>
    <w:rsid w:val="00464CA4"/>
    <w:rsid w:val="00464CAC"/>
    <w:rsid w:val="00464D65"/>
    <w:rsid w:val="0046525D"/>
    <w:rsid w:val="00465345"/>
    <w:rsid w:val="004655A0"/>
    <w:rsid w:val="00465821"/>
    <w:rsid w:val="00465952"/>
    <w:rsid w:val="004659DB"/>
    <w:rsid w:val="00465B90"/>
    <w:rsid w:val="004663BE"/>
    <w:rsid w:val="00466B49"/>
    <w:rsid w:val="00466C5D"/>
    <w:rsid w:val="00467362"/>
    <w:rsid w:val="00467709"/>
    <w:rsid w:val="00467DED"/>
    <w:rsid w:val="0047016F"/>
    <w:rsid w:val="00470281"/>
    <w:rsid w:val="00470851"/>
    <w:rsid w:val="0047091D"/>
    <w:rsid w:val="00470C17"/>
    <w:rsid w:val="00470E09"/>
    <w:rsid w:val="00471C67"/>
    <w:rsid w:val="0047200A"/>
    <w:rsid w:val="00472051"/>
    <w:rsid w:val="00472567"/>
    <w:rsid w:val="0047263B"/>
    <w:rsid w:val="0047284C"/>
    <w:rsid w:val="00472B36"/>
    <w:rsid w:val="00472E54"/>
    <w:rsid w:val="00473860"/>
    <w:rsid w:val="004739C8"/>
    <w:rsid w:val="00473BE0"/>
    <w:rsid w:val="00473FCB"/>
    <w:rsid w:val="004742DA"/>
    <w:rsid w:val="004747AC"/>
    <w:rsid w:val="00474FCE"/>
    <w:rsid w:val="004753C6"/>
    <w:rsid w:val="00475520"/>
    <w:rsid w:val="004757A5"/>
    <w:rsid w:val="00475BE4"/>
    <w:rsid w:val="00476104"/>
    <w:rsid w:val="004763D4"/>
    <w:rsid w:val="00476863"/>
    <w:rsid w:val="00476889"/>
    <w:rsid w:val="004769E3"/>
    <w:rsid w:val="00476A37"/>
    <w:rsid w:val="00476A68"/>
    <w:rsid w:val="0047737C"/>
    <w:rsid w:val="0047737D"/>
    <w:rsid w:val="00477A48"/>
    <w:rsid w:val="00477C15"/>
    <w:rsid w:val="00477D22"/>
    <w:rsid w:val="00477F74"/>
    <w:rsid w:val="00480381"/>
    <w:rsid w:val="0048040A"/>
    <w:rsid w:val="004804EF"/>
    <w:rsid w:val="0048078D"/>
    <w:rsid w:val="00480A7E"/>
    <w:rsid w:val="00480BC3"/>
    <w:rsid w:val="00480D31"/>
    <w:rsid w:val="00481873"/>
    <w:rsid w:val="00481E15"/>
    <w:rsid w:val="0048207B"/>
    <w:rsid w:val="00482568"/>
    <w:rsid w:val="00482752"/>
    <w:rsid w:val="00482762"/>
    <w:rsid w:val="00482808"/>
    <w:rsid w:val="00482A73"/>
    <w:rsid w:val="00482CB5"/>
    <w:rsid w:val="00482E15"/>
    <w:rsid w:val="00483237"/>
    <w:rsid w:val="0048334F"/>
    <w:rsid w:val="00483DB2"/>
    <w:rsid w:val="00484033"/>
    <w:rsid w:val="00484074"/>
    <w:rsid w:val="00484358"/>
    <w:rsid w:val="0048459C"/>
    <w:rsid w:val="004847AF"/>
    <w:rsid w:val="004849BF"/>
    <w:rsid w:val="00484AE1"/>
    <w:rsid w:val="00484D35"/>
    <w:rsid w:val="0048514A"/>
    <w:rsid w:val="004852ED"/>
    <w:rsid w:val="00485641"/>
    <w:rsid w:val="004858B3"/>
    <w:rsid w:val="00485903"/>
    <w:rsid w:val="00485928"/>
    <w:rsid w:val="00485AC2"/>
    <w:rsid w:val="00485C11"/>
    <w:rsid w:val="00485C7E"/>
    <w:rsid w:val="004861C0"/>
    <w:rsid w:val="00486363"/>
    <w:rsid w:val="00486608"/>
    <w:rsid w:val="004866FF"/>
    <w:rsid w:val="00486AD8"/>
    <w:rsid w:val="00486C37"/>
    <w:rsid w:val="00486F08"/>
    <w:rsid w:val="00487309"/>
    <w:rsid w:val="004878FF"/>
    <w:rsid w:val="00487900"/>
    <w:rsid w:val="00487EFD"/>
    <w:rsid w:val="00490017"/>
    <w:rsid w:val="0049007B"/>
    <w:rsid w:val="0049011A"/>
    <w:rsid w:val="0049028F"/>
    <w:rsid w:val="00490316"/>
    <w:rsid w:val="00490587"/>
    <w:rsid w:val="004905DE"/>
    <w:rsid w:val="0049095A"/>
    <w:rsid w:val="00490A51"/>
    <w:rsid w:val="004910C4"/>
    <w:rsid w:val="0049173D"/>
    <w:rsid w:val="00492253"/>
    <w:rsid w:val="004924C1"/>
    <w:rsid w:val="004924CE"/>
    <w:rsid w:val="004929E6"/>
    <w:rsid w:val="00492D43"/>
    <w:rsid w:val="00492E0E"/>
    <w:rsid w:val="004930D7"/>
    <w:rsid w:val="0049332D"/>
    <w:rsid w:val="0049335A"/>
    <w:rsid w:val="0049348B"/>
    <w:rsid w:val="0049384D"/>
    <w:rsid w:val="004942B7"/>
    <w:rsid w:val="004942DE"/>
    <w:rsid w:val="00494374"/>
    <w:rsid w:val="004945FE"/>
    <w:rsid w:val="00494F7B"/>
    <w:rsid w:val="00494FE3"/>
    <w:rsid w:val="004953F3"/>
    <w:rsid w:val="004955DD"/>
    <w:rsid w:val="00495BD2"/>
    <w:rsid w:val="00496076"/>
    <w:rsid w:val="00496240"/>
    <w:rsid w:val="00496267"/>
    <w:rsid w:val="004964CE"/>
    <w:rsid w:val="00496CF9"/>
    <w:rsid w:val="00496E62"/>
    <w:rsid w:val="004976B7"/>
    <w:rsid w:val="00497773"/>
    <w:rsid w:val="00497FCE"/>
    <w:rsid w:val="004A037B"/>
    <w:rsid w:val="004A03A9"/>
    <w:rsid w:val="004A0855"/>
    <w:rsid w:val="004A0A0F"/>
    <w:rsid w:val="004A0AC4"/>
    <w:rsid w:val="004A0EB3"/>
    <w:rsid w:val="004A0F8C"/>
    <w:rsid w:val="004A0FE0"/>
    <w:rsid w:val="004A1210"/>
    <w:rsid w:val="004A129A"/>
    <w:rsid w:val="004A1747"/>
    <w:rsid w:val="004A18B7"/>
    <w:rsid w:val="004A1D55"/>
    <w:rsid w:val="004A1F30"/>
    <w:rsid w:val="004A1F68"/>
    <w:rsid w:val="004A24C0"/>
    <w:rsid w:val="004A2AFE"/>
    <w:rsid w:val="004A2B18"/>
    <w:rsid w:val="004A2B31"/>
    <w:rsid w:val="004A2C72"/>
    <w:rsid w:val="004A2E8F"/>
    <w:rsid w:val="004A2F25"/>
    <w:rsid w:val="004A2F5C"/>
    <w:rsid w:val="004A394D"/>
    <w:rsid w:val="004A3BD0"/>
    <w:rsid w:val="004A3C76"/>
    <w:rsid w:val="004A415C"/>
    <w:rsid w:val="004A41B3"/>
    <w:rsid w:val="004A4293"/>
    <w:rsid w:val="004A444C"/>
    <w:rsid w:val="004A453A"/>
    <w:rsid w:val="004A461A"/>
    <w:rsid w:val="004A4AD3"/>
    <w:rsid w:val="004A5921"/>
    <w:rsid w:val="004A5F03"/>
    <w:rsid w:val="004A61B6"/>
    <w:rsid w:val="004A624A"/>
    <w:rsid w:val="004A67A2"/>
    <w:rsid w:val="004A693E"/>
    <w:rsid w:val="004A6A1C"/>
    <w:rsid w:val="004A6E6B"/>
    <w:rsid w:val="004A6F03"/>
    <w:rsid w:val="004A709D"/>
    <w:rsid w:val="004A73C4"/>
    <w:rsid w:val="004A7464"/>
    <w:rsid w:val="004A757B"/>
    <w:rsid w:val="004A79B2"/>
    <w:rsid w:val="004A7AF4"/>
    <w:rsid w:val="004A7C04"/>
    <w:rsid w:val="004A7DD4"/>
    <w:rsid w:val="004B05CF"/>
    <w:rsid w:val="004B0685"/>
    <w:rsid w:val="004B1A50"/>
    <w:rsid w:val="004B1E78"/>
    <w:rsid w:val="004B2662"/>
    <w:rsid w:val="004B2686"/>
    <w:rsid w:val="004B2D2C"/>
    <w:rsid w:val="004B2EA6"/>
    <w:rsid w:val="004B307F"/>
    <w:rsid w:val="004B3A31"/>
    <w:rsid w:val="004B3B99"/>
    <w:rsid w:val="004B3D5A"/>
    <w:rsid w:val="004B3DDA"/>
    <w:rsid w:val="004B3FC2"/>
    <w:rsid w:val="004B400E"/>
    <w:rsid w:val="004B40E9"/>
    <w:rsid w:val="004B446D"/>
    <w:rsid w:val="004B4524"/>
    <w:rsid w:val="004B4594"/>
    <w:rsid w:val="004B465C"/>
    <w:rsid w:val="004B4A73"/>
    <w:rsid w:val="004B5407"/>
    <w:rsid w:val="004B564A"/>
    <w:rsid w:val="004B572F"/>
    <w:rsid w:val="004B5771"/>
    <w:rsid w:val="004B5842"/>
    <w:rsid w:val="004B5B1D"/>
    <w:rsid w:val="004B5B99"/>
    <w:rsid w:val="004B5D0B"/>
    <w:rsid w:val="004B63E8"/>
    <w:rsid w:val="004B7215"/>
    <w:rsid w:val="004B77C1"/>
    <w:rsid w:val="004B7839"/>
    <w:rsid w:val="004B7E8F"/>
    <w:rsid w:val="004B7EFC"/>
    <w:rsid w:val="004C032D"/>
    <w:rsid w:val="004C048B"/>
    <w:rsid w:val="004C0A9D"/>
    <w:rsid w:val="004C0D57"/>
    <w:rsid w:val="004C0E13"/>
    <w:rsid w:val="004C138E"/>
    <w:rsid w:val="004C17DF"/>
    <w:rsid w:val="004C180D"/>
    <w:rsid w:val="004C1A45"/>
    <w:rsid w:val="004C1C8A"/>
    <w:rsid w:val="004C1ECF"/>
    <w:rsid w:val="004C2072"/>
    <w:rsid w:val="004C2081"/>
    <w:rsid w:val="004C2120"/>
    <w:rsid w:val="004C294B"/>
    <w:rsid w:val="004C33A5"/>
    <w:rsid w:val="004C34C5"/>
    <w:rsid w:val="004C36DD"/>
    <w:rsid w:val="004C36E6"/>
    <w:rsid w:val="004C3A47"/>
    <w:rsid w:val="004C3A5E"/>
    <w:rsid w:val="004C3A96"/>
    <w:rsid w:val="004C426F"/>
    <w:rsid w:val="004C4295"/>
    <w:rsid w:val="004C42CD"/>
    <w:rsid w:val="004C45A2"/>
    <w:rsid w:val="004C4B85"/>
    <w:rsid w:val="004C4D1E"/>
    <w:rsid w:val="004C4E8C"/>
    <w:rsid w:val="004C5065"/>
    <w:rsid w:val="004C53F5"/>
    <w:rsid w:val="004C5673"/>
    <w:rsid w:val="004C5AD8"/>
    <w:rsid w:val="004C5EE7"/>
    <w:rsid w:val="004C6174"/>
    <w:rsid w:val="004C62B6"/>
    <w:rsid w:val="004C6CFA"/>
    <w:rsid w:val="004C6D34"/>
    <w:rsid w:val="004C6D63"/>
    <w:rsid w:val="004C7614"/>
    <w:rsid w:val="004C7869"/>
    <w:rsid w:val="004C7A8E"/>
    <w:rsid w:val="004C7AF2"/>
    <w:rsid w:val="004C7CDB"/>
    <w:rsid w:val="004D021D"/>
    <w:rsid w:val="004D0246"/>
    <w:rsid w:val="004D0556"/>
    <w:rsid w:val="004D05FC"/>
    <w:rsid w:val="004D0AF9"/>
    <w:rsid w:val="004D0B4F"/>
    <w:rsid w:val="004D10AB"/>
    <w:rsid w:val="004D1316"/>
    <w:rsid w:val="004D153A"/>
    <w:rsid w:val="004D1609"/>
    <w:rsid w:val="004D190A"/>
    <w:rsid w:val="004D1A44"/>
    <w:rsid w:val="004D1B67"/>
    <w:rsid w:val="004D1CA1"/>
    <w:rsid w:val="004D24F9"/>
    <w:rsid w:val="004D2A95"/>
    <w:rsid w:val="004D32D2"/>
    <w:rsid w:val="004D341B"/>
    <w:rsid w:val="004D34F9"/>
    <w:rsid w:val="004D3F9C"/>
    <w:rsid w:val="004D4D10"/>
    <w:rsid w:val="004D5031"/>
    <w:rsid w:val="004D56E2"/>
    <w:rsid w:val="004D5B53"/>
    <w:rsid w:val="004D5EFA"/>
    <w:rsid w:val="004D5F90"/>
    <w:rsid w:val="004D6C52"/>
    <w:rsid w:val="004D6D53"/>
    <w:rsid w:val="004D6E84"/>
    <w:rsid w:val="004D6F41"/>
    <w:rsid w:val="004D72E8"/>
    <w:rsid w:val="004D7984"/>
    <w:rsid w:val="004D7C8D"/>
    <w:rsid w:val="004D7D0B"/>
    <w:rsid w:val="004D7D55"/>
    <w:rsid w:val="004D7F77"/>
    <w:rsid w:val="004E0446"/>
    <w:rsid w:val="004E08FE"/>
    <w:rsid w:val="004E0AE3"/>
    <w:rsid w:val="004E0BE2"/>
    <w:rsid w:val="004E0C76"/>
    <w:rsid w:val="004E11CD"/>
    <w:rsid w:val="004E1449"/>
    <w:rsid w:val="004E1786"/>
    <w:rsid w:val="004E2048"/>
    <w:rsid w:val="004E2057"/>
    <w:rsid w:val="004E2320"/>
    <w:rsid w:val="004E28B6"/>
    <w:rsid w:val="004E2B40"/>
    <w:rsid w:val="004E2C7B"/>
    <w:rsid w:val="004E37DA"/>
    <w:rsid w:val="004E393A"/>
    <w:rsid w:val="004E3982"/>
    <w:rsid w:val="004E3EFF"/>
    <w:rsid w:val="004E4740"/>
    <w:rsid w:val="004E48A9"/>
    <w:rsid w:val="004E4D56"/>
    <w:rsid w:val="004E591A"/>
    <w:rsid w:val="004E5961"/>
    <w:rsid w:val="004E5F93"/>
    <w:rsid w:val="004E687B"/>
    <w:rsid w:val="004E7038"/>
    <w:rsid w:val="004E7276"/>
    <w:rsid w:val="004E7668"/>
    <w:rsid w:val="004E77F9"/>
    <w:rsid w:val="004E7845"/>
    <w:rsid w:val="004E7896"/>
    <w:rsid w:val="004E7D05"/>
    <w:rsid w:val="004E7D0C"/>
    <w:rsid w:val="004F00F2"/>
    <w:rsid w:val="004F0299"/>
    <w:rsid w:val="004F0722"/>
    <w:rsid w:val="004F0C80"/>
    <w:rsid w:val="004F0E18"/>
    <w:rsid w:val="004F0F11"/>
    <w:rsid w:val="004F1134"/>
    <w:rsid w:val="004F113B"/>
    <w:rsid w:val="004F1413"/>
    <w:rsid w:val="004F1AFC"/>
    <w:rsid w:val="004F1B6E"/>
    <w:rsid w:val="004F1FAA"/>
    <w:rsid w:val="004F201D"/>
    <w:rsid w:val="004F2A51"/>
    <w:rsid w:val="004F2A6B"/>
    <w:rsid w:val="004F3198"/>
    <w:rsid w:val="004F3582"/>
    <w:rsid w:val="004F3829"/>
    <w:rsid w:val="004F3881"/>
    <w:rsid w:val="004F3B09"/>
    <w:rsid w:val="004F3B43"/>
    <w:rsid w:val="004F3DAF"/>
    <w:rsid w:val="004F4014"/>
    <w:rsid w:val="004F493E"/>
    <w:rsid w:val="004F49E6"/>
    <w:rsid w:val="004F4C5C"/>
    <w:rsid w:val="004F510A"/>
    <w:rsid w:val="004F5572"/>
    <w:rsid w:val="004F5E58"/>
    <w:rsid w:val="004F6082"/>
    <w:rsid w:val="004F60B4"/>
    <w:rsid w:val="004F6225"/>
    <w:rsid w:val="004F6280"/>
    <w:rsid w:val="004F6410"/>
    <w:rsid w:val="004F66AA"/>
    <w:rsid w:val="004F68FD"/>
    <w:rsid w:val="004F699E"/>
    <w:rsid w:val="004F6C30"/>
    <w:rsid w:val="004F730F"/>
    <w:rsid w:val="004F748A"/>
    <w:rsid w:val="004F77D0"/>
    <w:rsid w:val="004F7853"/>
    <w:rsid w:val="0050086D"/>
    <w:rsid w:val="00500E5F"/>
    <w:rsid w:val="005010E7"/>
    <w:rsid w:val="0050148E"/>
    <w:rsid w:val="0050167C"/>
    <w:rsid w:val="00501702"/>
    <w:rsid w:val="00501B47"/>
    <w:rsid w:val="00501DCA"/>
    <w:rsid w:val="005021F6"/>
    <w:rsid w:val="00502664"/>
    <w:rsid w:val="00502897"/>
    <w:rsid w:val="00502B66"/>
    <w:rsid w:val="00502E1B"/>
    <w:rsid w:val="00502E4E"/>
    <w:rsid w:val="00502F5A"/>
    <w:rsid w:val="00503180"/>
    <w:rsid w:val="005035AF"/>
    <w:rsid w:val="00503C4A"/>
    <w:rsid w:val="005043B5"/>
    <w:rsid w:val="005048AF"/>
    <w:rsid w:val="00504F65"/>
    <w:rsid w:val="00504FAC"/>
    <w:rsid w:val="005056AA"/>
    <w:rsid w:val="005056B4"/>
    <w:rsid w:val="0050580E"/>
    <w:rsid w:val="005064F5"/>
    <w:rsid w:val="005065C3"/>
    <w:rsid w:val="00506946"/>
    <w:rsid w:val="00506979"/>
    <w:rsid w:val="0050721B"/>
    <w:rsid w:val="00507527"/>
    <w:rsid w:val="00507F09"/>
    <w:rsid w:val="005111A2"/>
    <w:rsid w:val="005111D1"/>
    <w:rsid w:val="00511398"/>
    <w:rsid w:val="0051154B"/>
    <w:rsid w:val="00511DAB"/>
    <w:rsid w:val="00512060"/>
    <w:rsid w:val="005126A4"/>
    <w:rsid w:val="005126C4"/>
    <w:rsid w:val="0051288C"/>
    <w:rsid w:val="00512BC8"/>
    <w:rsid w:val="00512CAE"/>
    <w:rsid w:val="00512D52"/>
    <w:rsid w:val="005131C7"/>
    <w:rsid w:val="0051328D"/>
    <w:rsid w:val="005135B1"/>
    <w:rsid w:val="005136B3"/>
    <w:rsid w:val="00513C5D"/>
    <w:rsid w:val="00513C85"/>
    <w:rsid w:val="00513D27"/>
    <w:rsid w:val="0051465B"/>
    <w:rsid w:val="00514A15"/>
    <w:rsid w:val="00514B92"/>
    <w:rsid w:val="00514C50"/>
    <w:rsid w:val="00514F14"/>
    <w:rsid w:val="005151A3"/>
    <w:rsid w:val="00515329"/>
    <w:rsid w:val="00515377"/>
    <w:rsid w:val="00515878"/>
    <w:rsid w:val="00515915"/>
    <w:rsid w:val="00515A09"/>
    <w:rsid w:val="00516281"/>
    <w:rsid w:val="00516B29"/>
    <w:rsid w:val="00516EE7"/>
    <w:rsid w:val="005174C8"/>
    <w:rsid w:val="00517796"/>
    <w:rsid w:val="00517D4A"/>
    <w:rsid w:val="00517D7E"/>
    <w:rsid w:val="00520010"/>
    <w:rsid w:val="00520132"/>
    <w:rsid w:val="0052063D"/>
    <w:rsid w:val="00520788"/>
    <w:rsid w:val="0052096B"/>
    <w:rsid w:val="00520A0C"/>
    <w:rsid w:val="00520EB6"/>
    <w:rsid w:val="0052148B"/>
    <w:rsid w:val="0052169A"/>
    <w:rsid w:val="005216FE"/>
    <w:rsid w:val="00521A33"/>
    <w:rsid w:val="00521C80"/>
    <w:rsid w:val="00521C95"/>
    <w:rsid w:val="00521D10"/>
    <w:rsid w:val="00521DA6"/>
    <w:rsid w:val="00521FA1"/>
    <w:rsid w:val="00522191"/>
    <w:rsid w:val="00522209"/>
    <w:rsid w:val="005223AA"/>
    <w:rsid w:val="0052252B"/>
    <w:rsid w:val="00522604"/>
    <w:rsid w:val="00522BE2"/>
    <w:rsid w:val="005230D8"/>
    <w:rsid w:val="00523515"/>
    <w:rsid w:val="00523735"/>
    <w:rsid w:val="0052392E"/>
    <w:rsid w:val="00523ACD"/>
    <w:rsid w:val="00523BBD"/>
    <w:rsid w:val="00523E54"/>
    <w:rsid w:val="00524333"/>
    <w:rsid w:val="00524C8C"/>
    <w:rsid w:val="00525CA2"/>
    <w:rsid w:val="005260B1"/>
    <w:rsid w:val="0052638C"/>
    <w:rsid w:val="00526601"/>
    <w:rsid w:val="0052662D"/>
    <w:rsid w:val="00526E4D"/>
    <w:rsid w:val="00527058"/>
    <w:rsid w:val="005271B2"/>
    <w:rsid w:val="00527BBF"/>
    <w:rsid w:val="00527C8E"/>
    <w:rsid w:val="00527D09"/>
    <w:rsid w:val="00527D31"/>
    <w:rsid w:val="00527D80"/>
    <w:rsid w:val="00527FED"/>
    <w:rsid w:val="00530527"/>
    <w:rsid w:val="00530549"/>
    <w:rsid w:val="00530AB8"/>
    <w:rsid w:val="00530B87"/>
    <w:rsid w:val="00530CB8"/>
    <w:rsid w:val="00530EC7"/>
    <w:rsid w:val="00530F77"/>
    <w:rsid w:val="00531A9D"/>
    <w:rsid w:val="00531AAD"/>
    <w:rsid w:val="00531E82"/>
    <w:rsid w:val="00531F2D"/>
    <w:rsid w:val="00532087"/>
    <w:rsid w:val="0053209B"/>
    <w:rsid w:val="0053227B"/>
    <w:rsid w:val="00532370"/>
    <w:rsid w:val="00532499"/>
    <w:rsid w:val="005325BA"/>
    <w:rsid w:val="00532892"/>
    <w:rsid w:val="00533139"/>
    <w:rsid w:val="00533216"/>
    <w:rsid w:val="00533466"/>
    <w:rsid w:val="00533C94"/>
    <w:rsid w:val="00533D03"/>
    <w:rsid w:val="005341CE"/>
    <w:rsid w:val="00534230"/>
    <w:rsid w:val="00534319"/>
    <w:rsid w:val="00534907"/>
    <w:rsid w:val="00534A38"/>
    <w:rsid w:val="00534E6B"/>
    <w:rsid w:val="0053501B"/>
    <w:rsid w:val="00535698"/>
    <w:rsid w:val="00535771"/>
    <w:rsid w:val="00535AA8"/>
    <w:rsid w:val="00535B7A"/>
    <w:rsid w:val="00535F25"/>
    <w:rsid w:val="00535F79"/>
    <w:rsid w:val="005362D8"/>
    <w:rsid w:val="00536585"/>
    <w:rsid w:val="005368C0"/>
    <w:rsid w:val="00536C63"/>
    <w:rsid w:val="005372B1"/>
    <w:rsid w:val="00537A4C"/>
    <w:rsid w:val="00537E36"/>
    <w:rsid w:val="00537F63"/>
    <w:rsid w:val="005404C0"/>
    <w:rsid w:val="00540912"/>
    <w:rsid w:val="00540987"/>
    <w:rsid w:val="00540CF2"/>
    <w:rsid w:val="00540E7A"/>
    <w:rsid w:val="005411E5"/>
    <w:rsid w:val="00541676"/>
    <w:rsid w:val="005416C1"/>
    <w:rsid w:val="005419A7"/>
    <w:rsid w:val="00541D23"/>
    <w:rsid w:val="00541F5F"/>
    <w:rsid w:val="0054202E"/>
    <w:rsid w:val="005421F4"/>
    <w:rsid w:val="005425E4"/>
    <w:rsid w:val="005429B7"/>
    <w:rsid w:val="00542D27"/>
    <w:rsid w:val="00542E17"/>
    <w:rsid w:val="0054318A"/>
    <w:rsid w:val="0054332A"/>
    <w:rsid w:val="005436C4"/>
    <w:rsid w:val="00543898"/>
    <w:rsid w:val="0054392B"/>
    <w:rsid w:val="00543D80"/>
    <w:rsid w:val="00543F3D"/>
    <w:rsid w:val="005444A8"/>
    <w:rsid w:val="00544633"/>
    <w:rsid w:val="00544700"/>
    <w:rsid w:val="00544851"/>
    <w:rsid w:val="005450BA"/>
    <w:rsid w:val="005452F5"/>
    <w:rsid w:val="00545500"/>
    <w:rsid w:val="0054560F"/>
    <w:rsid w:val="00545758"/>
    <w:rsid w:val="00545A5E"/>
    <w:rsid w:val="00545B2C"/>
    <w:rsid w:val="00546095"/>
    <w:rsid w:val="005466E9"/>
    <w:rsid w:val="005467C7"/>
    <w:rsid w:val="00546855"/>
    <w:rsid w:val="00546DE2"/>
    <w:rsid w:val="00546F64"/>
    <w:rsid w:val="005471B4"/>
    <w:rsid w:val="0054745B"/>
    <w:rsid w:val="00547687"/>
    <w:rsid w:val="00547870"/>
    <w:rsid w:val="00547AEC"/>
    <w:rsid w:val="00550B55"/>
    <w:rsid w:val="00551339"/>
    <w:rsid w:val="00551393"/>
    <w:rsid w:val="005516C2"/>
    <w:rsid w:val="00551B93"/>
    <w:rsid w:val="00551EED"/>
    <w:rsid w:val="005525E6"/>
    <w:rsid w:val="00552678"/>
    <w:rsid w:val="00552A76"/>
    <w:rsid w:val="00553385"/>
    <w:rsid w:val="005534AA"/>
    <w:rsid w:val="00553565"/>
    <w:rsid w:val="00553A3B"/>
    <w:rsid w:val="00553BEA"/>
    <w:rsid w:val="00553F87"/>
    <w:rsid w:val="0055430D"/>
    <w:rsid w:val="005544B8"/>
    <w:rsid w:val="00554A03"/>
    <w:rsid w:val="00554EA4"/>
    <w:rsid w:val="005553DD"/>
    <w:rsid w:val="005553F5"/>
    <w:rsid w:val="0055567B"/>
    <w:rsid w:val="00555D31"/>
    <w:rsid w:val="0055618B"/>
    <w:rsid w:val="005561C0"/>
    <w:rsid w:val="0055690B"/>
    <w:rsid w:val="005569CA"/>
    <w:rsid w:val="00556F1A"/>
    <w:rsid w:val="0055768C"/>
    <w:rsid w:val="0055779D"/>
    <w:rsid w:val="005577E1"/>
    <w:rsid w:val="0055798A"/>
    <w:rsid w:val="00557AA8"/>
    <w:rsid w:val="00557EB3"/>
    <w:rsid w:val="00557F7D"/>
    <w:rsid w:val="00560250"/>
    <w:rsid w:val="00560518"/>
    <w:rsid w:val="005607B0"/>
    <w:rsid w:val="00560800"/>
    <w:rsid w:val="00560987"/>
    <w:rsid w:val="0056098B"/>
    <w:rsid w:val="005610AC"/>
    <w:rsid w:val="0056113C"/>
    <w:rsid w:val="005615CF"/>
    <w:rsid w:val="00561669"/>
    <w:rsid w:val="00562240"/>
    <w:rsid w:val="005637C3"/>
    <w:rsid w:val="00563C46"/>
    <w:rsid w:val="00563F44"/>
    <w:rsid w:val="00564388"/>
    <w:rsid w:val="0056444C"/>
    <w:rsid w:val="00564468"/>
    <w:rsid w:val="00564581"/>
    <w:rsid w:val="00564713"/>
    <w:rsid w:val="00564729"/>
    <w:rsid w:val="00564BFA"/>
    <w:rsid w:val="00565334"/>
    <w:rsid w:val="005653B2"/>
    <w:rsid w:val="00565841"/>
    <w:rsid w:val="00565959"/>
    <w:rsid w:val="00566260"/>
    <w:rsid w:val="0056639D"/>
    <w:rsid w:val="00566648"/>
    <w:rsid w:val="0056670B"/>
    <w:rsid w:val="00566804"/>
    <w:rsid w:val="00566AB4"/>
    <w:rsid w:val="00566CC4"/>
    <w:rsid w:val="0056704C"/>
    <w:rsid w:val="005670AD"/>
    <w:rsid w:val="00567306"/>
    <w:rsid w:val="00567702"/>
    <w:rsid w:val="00567DA2"/>
    <w:rsid w:val="00567DA3"/>
    <w:rsid w:val="00567F62"/>
    <w:rsid w:val="005701EF"/>
    <w:rsid w:val="005703BC"/>
    <w:rsid w:val="0057042E"/>
    <w:rsid w:val="0057045C"/>
    <w:rsid w:val="005705CF"/>
    <w:rsid w:val="005705D5"/>
    <w:rsid w:val="00570775"/>
    <w:rsid w:val="00570AE4"/>
    <w:rsid w:val="00570D83"/>
    <w:rsid w:val="00570DA6"/>
    <w:rsid w:val="00570E79"/>
    <w:rsid w:val="00570EEE"/>
    <w:rsid w:val="005715FB"/>
    <w:rsid w:val="0057177F"/>
    <w:rsid w:val="00571BD6"/>
    <w:rsid w:val="00571C6D"/>
    <w:rsid w:val="00571DEE"/>
    <w:rsid w:val="00572503"/>
    <w:rsid w:val="00572B73"/>
    <w:rsid w:val="00572DD9"/>
    <w:rsid w:val="0057302B"/>
    <w:rsid w:val="00573050"/>
    <w:rsid w:val="005734A2"/>
    <w:rsid w:val="00573AAC"/>
    <w:rsid w:val="00573C08"/>
    <w:rsid w:val="00573E95"/>
    <w:rsid w:val="00573F7B"/>
    <w:rsid w:val="005743E3"/>
    <w:rsid w:val="0057449F"/>
    <w:rsid w:val="00574524"/>
    <w:rsid w:val="00574BB8"/>
    <w:rsid w:val="005752D0"/>
    <w:rsid w:val="00575666"/>
    <w:rsid w:val="005756E0"/>
    <w:rsid w:val="00575878"/>
    <w:rsid w:val="00576366"/>
    <w:rsid w:val="00577256"/>
    <w:rsid w:val="005772DF"/>
    <w:rsid w:val="00577AD4"/>
    <w:rsid w:val="00577C50"/>
    <w:rsid w:val="00577C62"/>
    <w:rsid w:val="00577D38"/>
    <w:rsid w:val="00577DA4"/>
    <w:rsid w:val="005800D2"/>
    <w:rsid w:val="005804FC"/>
    <w:rsid w:val="00580519"/>
    <w:rsid w:val="0058075A"/>
    <w:rsid w:val="00580940"/>
    <w:rsid w:val="00580A82"/>
    <w:rsid w:val="00580B6B"/>
    <w:rsid w:val="00580C65"/>
    <w:rsid w:val="0058118B"/>
    <w:rsid w:val="00581293"/>
    <w:rsid w:val="005812AC"/>
    <w:rsid w:val="005816EA"/>
    <w:rsid w:val="00581EE8"/>
    <w:rsid w:val="00581FCA"/>
    <w:rsid w:val="005823C9"/>
    <w:rsid w:val="00582430"/>
    <w:rsid w:val="005825D8"/>
    <w:rsid w:val="0058264A"/>
    <w:rsid w:val="00583232"/>
    <w:rsid w:val="00583260"/>
    <w:rsid w:val="00583265"/>
    <w:rsid w:val="00583271"/>
    <w:rsid w:val="005834B1"/>
    <w:rsid w:val="00583782"/>
    <w:rsid w:val="00583866"/>
    <w:rsid w:val="005838BB"/>
    <w:rsid w:val="005838DC"/>
    <w:rsid w:val="00583A47"/>
    <w:rsid w:val="005840E9"/>
    <w:rsid w:val="0058458D"/>
    <w:rsid w:val="005845E2"/>
    <w:rsid w:val="00584932"/>
    <w:rsid w:val="00584D4A"/>
    <w:rsid w:val="00584E29"/>
    <w:rsid w:val="00584F0C"/>
    <w:rsid w:val="0058545F"/>
    <w:rsid w:val="005854E3"/>
    <w:rsid w:val="00585717"/>
    <w:rsid w:val="00585ABC"/>
    <w:rsid w:val="00585DF5"/>
    <w:rsid w:val="00586132"/>
    <w:rsid w:val="00586226"/>
    <w:rsid w:val="00586DE8"/>
    <w:rsid w:val="00586E12"/>
    <w:rsid w:val="00586EE7"/>
    <w:rsid w:val="00586F7F"/>
    <w:rsid w:val="00587115"/>
    <w:rsid w:val="00587236"/>
    <w:rsid w:val="005878C6"/>
    <w:rsid w:val="005879AA"/>
    <w:rsid w:val="00587A43"/>
    <w:rsid w:val="00587B90"/>
    <w:rsid w:val="00590940"/>
    <w:rsid w:val="00590FF9"/>
    <w:rsid w:val="0059102E"/>
    <w:rsid w:val="005911B8"/>
    <w:rsid w:val="0059128B"/>
    <w:rsid w:val="005913B1"/>
    <w:rsid w:val="00591718"/>
    <w:rsid w:val="005917FB"/>
    <w:rsid w:val="0059244F"/>
    <w:rsid w:val="00592581"/>
    <w:rsid w:val="00592918"/>
    <w:rsid w:val="00592CE7"/>
    <w:rsid w:val="00592D8F"/>
    <w:rsid w:val="00592EB3"/>
    <w:rsid w:val="0059308B"/>
    <w:rsid w:val="00593447"/>
    <w:rsid w:val="0059396D"/>
    <w:rsid w:val="00593987"/>
    <w:rsid w:val="00593C19"/>
    <w:rsid w:val="00593E20"/>
    <w:rsid w:val="00593E6F"/>
    <w:rsid w:val="0059400F"/>
    <w:rsid w:val="005942AA"/>
    <w:rsid w:val="005942C6"/>
    <w:rsid w:val="005942F6"/>
    <w:rsid w:val="00594645"/>
    <w:rsid w:val="00594A54"/>
    <w:rsid w:val="00594D02"/>
    <w:rsid w:val="00594DFF"/>
    <w:rsid w:val="00595686"/>
    <w:rsid w:val="005957CC"/>
    <w:rsid w:val="00595832"/>
    <w:rsid w:val="00595A64"/>
    <w:rsid w:val="00595BFD"/>
    <w:rsid w:val="00595CDD"/>
    <w:rsid w:val="00595D18"/>
    <w:rsid w:val="00595E2B"/>
    <w:rsid w:val="00596168"/>
    <w:rsid w:val="005964D8"/>
    <w:rsid w:val="00596674"/>
    <w:rsid w:val="005966D9"/>
    <w:rsid w:val="0059671E"/>
    <w:rsid w:val="00596784"/>
    <w:rsid w:val="0059678F"/>
    <w:rsid w:val="0059706B"/>
    <w:rsid w:val="00597A45"/>
    <w:rsid w:val="00597AE9"/>
    <w:rsid w:val="00597D39"/>
    <w:rsid w:val="00597DF1"/>
    <w:rsid w:val="005A00DB"/>
    <w:rsid w:val="005A0445"/>
    <w:rsid w:val="005A065E"/>
    <w:rsid w:val="005A07A1"/>
    <w:rsid w:val="005A09A4"/>
    <w:rsid w:val="005A0A1C"/>
    <w:rsid w:val="005A0D97"/>
    <w:rsid w:val="005A0E2C"/>
    <w:rsid w:val="005A131E"/>
    <w:rsid w:val="005A13F8"/>
    <w:rsid w:val="005A15EC"/>
    <w:rsid w:val="005A17F3"/>
    <w:rsid w:val="005A1EAD"/>
    <w:rsid w:val="005A231D"/>
    <w:rsid w:val="005A28CB"/>
    <w:rsid w:val="005A3034"/>
    <w:rsid w:val="005A306E"/>
    <w:rsid w:val="005A3078"/>
    <w:rsid w:val="005A3275"/>
    <w:rsid w:val="005A32CC"/>
    <w:rsid w:val="005A3BBA"/>
    <w:rsid w:val="005A45E4"/>
    <w:rsid w:val="005A48C3"/>
    <w:rsid w:val="005A4CDA"/>
    <w:rsid w:val="005A4D75"/>
    <w:rsid w:val="005A4DC0"/>
    <w:rsid w:val="005A4DF2"/>
    <w:rsid w:val="005A517B"/>
    <w:rsid w:val="005A55AD"/>
    <w:rsid w:val="005A563C"/>
    <w:rsid w:val="005A5CFB"/>
    <w:rsid w:val="005A5E17"/>
    <w:rsid w:val="005A5EC6"/>
    <w:rsid w:val="005A608A"/>
    <w:rsid w:val="005A615B"/>
    <w:rsid w:val="005A6177"/>
    <w:rsid w:val="005A651E"/>
    <w:rsid w:val="005A6700"/>
    <w:rsid w:val="005A6BA7"/>
    <w:rsid w:val="005A6E87"/>
    <w:rsid w:val="005A6FAA"/>
    <w:rsid w:val="005A70F7"/>
    <w:rsid w:val="005A7258"/>
    <w:rsid w:val="005A7B50"/>
    <w:rsid w:val="005A7D37"/>
    <w:rsid w:val="005A7E48"/>
    <w:rsid w:val="005A7E75"/>
    <w:rsid w:val="005B00FC"/>
    <w:rsid w:val="005B067C"/>
    <w:rsid w:val="005B0730"/>
    <w:rsid w:val="005B0844"/>
    <w:rsid w:val="005B0A00"/>
    <w:rsid w:val="005B1072"/>
    <w:rsid w:val="005B143C"/>
    <w:rsid w:val="005B1487"/>
    <w:rsid w:val="005B15FA"/>
    <w:rsid w:val="005B1975"/>
    <w:rsid w:val="005B19DE"/>
    <w:rsid w:val="005B2614"/>
    <w:rsid w:val="005B2865"/>
    <w:rsid w:val="005B28DE"/>
    <w:rsid w:val="005B2FB3"/>
    <w:rsid w:val="005B2FB9"/>
    <w:rsid w:val="005B3265"/>
    <w:rsid w:val="005B3266"/>
    <w:rsid w:val="005B3416"/>
    <w:rsid w:val="005B3C51"/>
    <w:rsid w:val="005B3CB6"/>
    <w:rsid w:val="005B3D3F"/>
    <w:rsid w:val="005B3D5F"/>
    <w:rsid w:val="005B4189"/>
    <w:rsid w:val="005B42C9"/>
    <w:rsid w:val="005B43A8"/>
    <w:rsid w:val="005B441A"/>
    <w:rsid w:val="005B45A7"/>
    <w:rsid w:val="005B4796"/>
    <w:rsid w:val="005B4A6C"/>
    <w:rsid w:val="005B4A7C"/>
    <w:rsid w:val="005B4CD2"/>
    <w:rsid w:val="005B4E84"/>
    <w:rsid w:val="005B5360"/>
    <w:rsid w:val="005B538C"/>
    <w:rsid w:val="005B54F6"/>
    <w:rsid w:val="005B5A13"/>
    <w:rsid w:val="005B5ACB"/>
    <w:rsid w:val="005B5F28"/>
    <w:rsid w:val="005B6103"/>
    <w:rsid w:val="005B6136"/>
    <w:rsid w:val="005B6386"/>
    <w:rsid w:val="005B6637"/>
    <w:rsid w:val="005B672F"/>
    <w:rsid w:val="005B6A14"/>
    <w:rsid w:val="005B7355"/>
    <w:rsid w:val="005B73C2"/>
    <w:rsid w:val="005B75AC"/>
    <w:rsid w:val="005B7902"/>
    <w:rsid w:val="005B7AB2"/>
    <w:rsid w:val="005C011D"/>
    <w:rsid w:val="005C0400"/>
    <w:rsid w:val="005C0705"/>
    <w:rsid w:val="005C0801"/>
    <w:rsid w:val="005C09D0"/>
    <w:rsid w:val="005C0F67"/>
    <w:rsid w:val="005C108F"/>
    <w:rsid w:val="005C10E1"/>
    <w:rsid w:val="005C144D"/>
    <w:rsid w:val="005C178C"/>
    <w:rsid w:val="005C1E8C"/>
    <w:rsid w:val="005C2050"/>
    <w:rsid w:val="005C2260"/>
    <w:rsid w:val="005C23AE"/>
    <w:rsid w:val="005C24FF"/>
    <w:rsid w:val="005C275C"/>
    <w:rsid w:val="005C29AD"/>
    <w:rsid w:val="005C341B"/>
    <w:rsid w:val="005C34F6"/>
    <w:rsid w:val="005C34FB"/>
    <w:rsid w:val="005C39CE"/>
    <w:rsid w:val="005C3C93"/>
    <w:rsid w:val="005C41C6"/>
    <w:rsid w:val="005C4299"/>
    <w:rsid w:val="005C4D58"/>
    <w:rsid w:val="005C54F4"/>
    <w:rsid w:val="005C58B1"/>
    <w:rsid w:val="005C5BC8"/>
    <w:rsid w:val="005C5EDB"/>
    <w:rsid w:val="005C6D13"/>
    <w:rsid w:val="005C6D89"/>
    <w:rsid w:val="005C705A"/>
    <w:rsid w:val="005C7BF2"/>
    <w:rsid w:val="005D00A2"/>
    <w:rsid w:val="005D0113"/>
    <w:rsid w:val="005D0288"/>
    <w:rsid w:val="005D0374"/>
    <w:rsid w:val="005D0828"/>
    <w:rsid w:val="005D0861"/>
    <w:rsid w:val="005D09D7"/>
    <w:rsid w:val="005D0E1B"/>
    <w:rsid w:val="005D0F70"/>
    <w:rsid w:val="005D1339"/>
    <w:rsid w:val="005D1C5B"/>
    <w:rsid w:val="005D2D82"/>
    <w:rsid w:val="005D2FF5"/>
    <w:rsid w:val="005D304F"/>
    <w:rsid w:val="005D39CE"/>
    <w:rsid w:val="005D39DF"/>
    <w:rsid w:val="005D3B48"/>
    <w:rsid w:val="005D4312"/>
    <w:rsid w:val="005D44A6"/>
    <w:rsid w:val="005D44A7"/>
    <w:rsid w:val="005D44E5"/>
    <w:rsid w:val="005D4A89"/>
    <w:rsid w:val="005D4C95"/>
    <w:rsid w:val="005D517C"/>
    <w:rsid w:val="005D556C"/>
    <w:rsid w:val="005D5680"/>
    <w:rsid w:val="005D63B8"/>
    <w:rsid w:val="005D640B"/>
    <w:rsid w:val="005D69C2"/>
    <w:rsid w:val="005D6D86"/>
    <w:rsid w:val="005D7158"/>
    <w:rsid w:val="005D782C"/>
    <w:rsid w:val="005D7975"/>
    <w:rsid w:val="005E0862"/>
    <w:rsid w:val="005E0DBC"/>
    <w:rsid w:val="005E114F"/>
    <w:rsid w:val="005E1910"/>
    <w:rsid w:val="005E1990"/>
    <w:rsid w:val="005E1E1B"/>
    <w:rsid w:val="005E20E3"/>
    <w:rsid w:val="005E2889"/>
    <w:rsid w:val="005E2AF8"/>
    <w:rsid w:val="005E2D81"/>
    <w:rsid w:val="005E30CC"/>
    <w:rsid w:val="005E33F4"/>
    <w:rsid w:val="005E3557"/>
    <w:rsid w:val="005E3CA3"/>
    <w:rsid w:val="005E405E"/>
    <w:rsid w:val="005E40CA"/>
    <w:rsid w:val="005E40D7"/>
    <w:rsid w:val="005E40E5"/>
    <w:rsid w:val="005E4155"/>
    <w:rsid w:val="005E41F5"/>
    <w:rsid w:val="005E43CE"/>
    <w:rsid w:val="005E4843"/>
    <w:rsid w:val="005E4AC8"/>
    <w:rsid w:val="005E4C97"/>
    <w:rsid w:val="005E503B"/>
    <w:rsid w:val="005E5052"/>
    <w:rsid w:val="005E544B"/>
    <w:rsid w:val="005E55E1"/>
    <w:rsid w:val="005E57F9"/>
    <w:rsid w:val="005E58A7"/>
    <w:rsid w:val="005E59E3"/>
    <w:rsid w:val="005E5A86"/>
    <w:rsid w:val="005E5B86"/>
    <w:rsid w:val="005E5BE2"/>
    <w:rsid w:val="005E60EF"/>
    <w:rsid w:val="005E62AC"/>
    <w:rsid w:val="005E6441"/>
    <w:rsid w:val="005E670D"/>
    <w:rsid w:val="005E67F7"/>
    <w:rsid w:val="005E6813"/>
    <w:rsid w:val="005E68D9"/>
    <w:rsid w:val="005E734C"/>
    <w:rsid w:val="005E7553"/>
    <w:rsid w:val="005E7C9B"/>
    <w:rsid w:val="005E7DC8"/>
    <w:rsid w:val="005E7DED"/>
    <w:rsid w:val="005E7F3C"/>
    <w:rsid w:val="005F07B4"/>
    <w:rsid w:val="005F096D"/>
    <w:rsid w:val="005F1132"/>
    <w:rsid w:val="005F12F7"/>
    <w:rsid w:val="005F15A9"/>
    <w:rsid w:val="005F1CB3"/>
    <w:rsid w:val="005F24D2"/>
    <w:rsid w:val="005F2533"/>
    <w:rsid w:val="005F2A5B"/>
    <w:rsid w:val="005F2D01"/>
    <w:rsid w:val="005F31A1"/>
    <w:rsid w:val="005F31BF"/>
    <w:rsid w:val="005F3279"/>
    <w:rsid w:val="005F3666"/>
    <w:rsid w:val="005F3B35"/>
    <w:rsid w:val="005F3BFC"/>
    <w:rsid w:val="005F3C5F"/>
    <w:rsid w:val="005F42AF"/>
    <w:rsid w:val="005F4476"/>
    <w:rsid w:val="005F4BA2"/>
    <w:rsid w:val="005F4DF1"/>
    <w:rsid w:val="005F527C"/>
    <w:rsid w:val="005F53B8"/>
    <w:rsid w:val="005F5790"/>
    <w:rsid w:val="005F5925"/>
    <w:rsid w:val="005F5A5E"/>
    <w:rsid w:val="005F5EC9"/>
    <w:rsid w:val="005F602F"/>
    <w:rsid w:val="005F6119"/>
    <w:rsid w:val="005F6220"/>
    <w:rsid w:val="005F6872"/>
    <w:rsid w:val="005F68E8"/>
    <w:rsid w:val="005F698F"/>
    <w:rsid w:val="005F6EFA"/>
    <w:rsid w:val="005F701C"/>
    <w:rsid w:val="005F70FC"/>
    <w:rsid w:val="005F72A3"/>
    <w:rsid w:val="005F75A1"/>
    <w:rsid w:val="005F7629"/>
    <w:rsid w:val="005F7891"/>
    <w:rsid w:val="005F7BE6"/>
    <w:rsid w:val="005F7C67"/>
    <w:rsid w:val="005F7EA6"/>
    <w:rsid w:val="006001BE"/>
    <w:rsid w:val="00600B29"/>
    <w:rsid w:val="00600BF3"/>
    <w:rsid w:val="00600D92"/>
    <w:rsid w:val="00600DD6"/>
    <w:rsid w:val="0060145F"/>
    <w:rsid w:val="00601559"/>
    <w:rsid w:val="00601B66"/>
    <w:rsid w:val="00601EF0"/>
    <w:rsid w:val="00602218"/>
    <w:rsid w:val="0060231E"/>
    <w:rsid w:val="00602D56"/>
    <w:rsid w:val="00602E26"/>
    <w:rsid w:val="00603371"/>
    <w:rsid w:val="00603491"/>
    <w:rsid w:val="00603616"/>
    <w:rsid w:val="00603A4B"/>
    <w:rsid w:val="00603C04"/>
    <w:rsid w:val="00603F84"/>
    <w:rsid w:val="006043B7"/>
    <w:rsid w:val="00604476"/>
    <w:rsid w:val="00604A95"/>
    <w:rsid w:val="00604BB4"/>
    <w:rsid w:val="00604C00"/>
    <w:rsid w:val="00605384"/>
    <w:rsid w:val="0060578D"/>
    <w:rsid w:val="006057D6"/>
    <w:rsid w:val="00605AB2"/>
    <w:rsid w:val="00605D88"/>
    <w:rsid w:val="0060620C"/>
    <w:rsid w:val="006063DC"/>
    <w:rsid w:val="006065B2"/>
    <w:rsid w:val="00606630"/>
    <w:rsid w:val="006066DB"/>
    <w:rsid w:val="00606739"/>
    <w:rsid w:val="00606A62"/>
    <w:rsid w:val="00606C6D"/>
    <w:rsid w:val="00606D58"/>
    <w:rsid w:val="00606EEC"/>
    <w:rsid w:val="00606F7C"/>
    <w:rsid w:val="00606FBC"/>
    <w:rsid w:val="0060762C"/>
    <w:rsid w:val="00607C74"/>
    <w:rsid w:val="00607E47"/>
    <w:rsid w:val="0061037E"/>
    <w:rsid w:val="00610606"/>
    <w:rsid w:val="00610745"/>
    <w:rsid w:val="006108A6"/>
    <w:rsid w:val="006109CD"/>
    <w:rsid w:val="00610B06"/>
    <w:rsid w:val="00610D75"/>
    <w:rsid w:val="00611034"/>
    <w:rsid w:val="006114B3"/>
    <w:rsid w:val="00611726"/>
    <w:rsid w:val="00611808"/>
    <w:rsid w:val="006119DA"/>
    <w:rsid w:val="00611F7F"/>
    <w:rsid w:val="00611FF6"/>
    <w:rsid w:val="0061213A"/>
    <w:rsid w:val="006123F6"/>
    <w:rsid w:val="0061246E"/>
    <w:rsid w:val="006124BD"/>
    <w:rsid w:val="0061285A"/>
    <w:rsid w:val="00612960"/>
    <w:rsid w:val="0061338E"/>
    <w:rsid w:val="00613434"/>
    <w:rsid w:val="00613879"/>
    <w:rsid w:val="0061396A"/>
    <w:rsid w:val="00613A70"/>
    <w:rsid w:val="006140F5"/>
    <w:rsid w:val="00614952"/>
    <w:rsid w:val="00614997"/>
    <w:rsid w:val="006149DD"/>
    <w:rsid w:val="006149ED"/>
    <w:rsid w:val="00614AFE"/>
    <w:rsid w:val="00614CB2"/>
    <w:rsid w:val="00614CC6"/>
    <w:rsid w:val="00615062"/>
    <w:rsid w:val="006153DA"/>
    <w:rsid w:val="00615683"/>
    <w:rsid w:val="006156B9"/>
    <w:rsid w:val="0061665E"/>
    <w:rsid w:val="00616EA1"/>
    <w:rsid w:val="006171D5"/>
    <w:rsid w:val="00617238"/>
    <w:rsid w:val="0061733A"/>
    <w:rsid w:val="0061742A"/>
    <w:rsid w:val="0061746F"/>
    <w:rsid w:val="00617752"/>
    <w:rsid w:val="006177FF"/>
    <w:rsid w:val="00617937"/>
    <w:rsid w:val="00617A12"/>
    <w:rsid w:val="00617CAF"/>
    <w:rsid w:val="00620047"/>
    <w:rsid w:val="006205CE"/>
    <w:rsid w:val="006207B0"/>
    <w:rsid w:val="0062099E"/>
    <w:rsid w:val="00620A0A"/>
    <w:rsid w:val="0062122C"/>
    <w:rsid w:val="006212D1"/>
    <w:rsid w:val="006217BF"/>
    <w:rsid w:val="006222C1"/>
    <w:rsid w:val="006224BC"/>
    <w:rsid w:val="006226FB"/>
    <w:rsid w:val="00622808"/>
    <w:rsid w:val="006229F6"/>
    <w:rsid w:val="00622BE8"/>
    <w:rsid w:val="006233BE"/>
    <w:rsid w:val="006233FB"/>
    <w:rsid w:val="0062341B"/>
    <w:rsid w:val="0062375E"/>
    <w:rsid w:val="00623C6F"/>
    <w:rsid w:val="00623CCD"/>
    <w:rsid w:val="00623E85"/>
    <w:rsid w:val="006240B4"/>
    <w:rsid w:val="0062411D"/>
    <w:rsid w:val="006243D8"/>
    <w:rsid w:val="00624709"/>
    <w:rsid w:val="00624A38"/>
    <w:rsid w:val="00624CAD"/>
    <w:rsid w:val="00624D47"/>
    <w:rsid w:val="00624F59"/>
    <w:rsid w:val="006258E4"/>
    <w:rsid w:val="006259A2"/>
    <w:rsid w:val="00625CAB"/>
    <w:rsid w:val="00626123"/>
    <w:rsid w:val="00626497"/>
    <w:rsid w:val="006266B2"/>
    <w:rsid w:val="00626B78"/>
    <w:rsid w:val="00626C9D"/>
    <w:rsid w:val="00626E56"/>
    <w:rsid w:val="00626EA9"/>
    <w:rsid w:val="00626FA0"/>
    <w:rsid w:val="00627B4D"/>
    <w:rsid w:val="00627B51"/>
    <w:rsid w:val="00627D26"/>
    <w:rsid w:val="00627F9E"/>
    <w:rsid w:val="006303E9"/>
    <w:rsid w:val="006303ED"/>
    <w:rsid w:val="00630616"/>
    <w:rsid w:val="00630667"/>
    <w:rsid w:val="00631096"/>
    <w:rsid w:val="00631203"/>
    <w:rsid w:val="006313B1"/>
    <w:rsid w:val="006314BB"/>
    <w:rsid w:val="0063153C"/>
    <w:rsid w:val="006315F6"/>
    <w:rsid w:val="0063170D"/>
    <w:rsid w:val="0063178C"/>
    <w:rsid w:val="00631953"/>
    <w:rsid w:val="00631DC2"/>
    <w:rsid w:val="00631E42"/>
    <w:rsid w:val="00631E64"/>
    <w:rsid w:val="00632278"/>
    <w:rsid w:val="0063254C"/>
    <w:rsid w:val="0063292C"/>
    <w:rsid w:val="00632A30"/>
    <w:rsid w:val="00632B4B"/>
    <w:rsid w:val="00632F54"/>
    <w:rsid w:val="00633A4E"/>
    <w:rsid w:val="00633B52"/>
    <w:rsid w:val="00633D72"/>
    <w:rsid w:val="00633FAA"/>
    <w:rsid w:val="006340B7"/>
    <w:rsid w:val="006345AB"/>
    <w:rsid w:val="006345CA"/>
    <w:rsid w:val="00634638"/>
    <w:rsid w:val="00634A62"/>
    <w:rsid w:val="00634FA9"/>
    <w:rsid w:val="00635247"/>
    <w:rsid w:val="006353D3"/>
    <w:rsid w:val="00635BCD"/>
    <w:rsid w:val="00635CB7"/>
    <w:rsid w:val="00635E49"/>
    <w:rsid w:val="00636377"/>
    <w:rsid w:val="00636752"/>
    <w:rsid w:val="006368FF"/>
    <w:rsid w:val="00636B8A"/>
    <w:rsid w:val="00636B9F"/>
    <w:rsid w:val="00636CC0"/>
    <w:rsid w:val="00636D0A"/>
    <w:rsid w:val="00637457"/>
    <w:rsid w:val="00637621"/>
    <w:rsid w:val="006379C7"/>
    <w:rsid w:val="00637E30"/>
    <w:rsid w:val="0064047E"/>
    <w:rsid w:val="00640B68"/>
    <w:rsid w:val="00640C4F"/>
    <w:rsid w:val="00640C5C"/>
    <w:rsid w:val="00641277"/>
    <w:rsid w:val="006419DA"/>
    <w:rsid w:val="00641C51"/>
    <w:rsid w:val="00641FCE"/>
    <w:rsid w:val="00642066"/>
    <w:rsid w:val="00642232"/>
    <w:rsid w:val="0064232F"/>
    <w:rsid w:val="0064278B"/>
    <w:rsid w:val="00643079"/>
    <w:rsid w:val="00643316"/>
    <w:rsid w:val="0064402D"/>
    <w:rsid w:val="00644581"/>
    <w:rsid w:val="00644B19"/>
    <w:rsid w:val="006451B0"/>
    <w:rsid w:val="00645E14"/>
    <w:rsid w:val="00646614"/>
    <w:rsid w:val="0064662A"/>
    <w:rsid w:val="00646A24"/>
    <w:rsid w:val="00646AC7"/>
    <w:rsid w:val="00647272"/>
    <w:rsid w:val="00647551"/>
    <w:rsid w:val="00647748"/>
    <w:rsid w:val="00647A0A"/>
    <w:rsid w:val="00647D32"/>
    <w:rsid w:val="00647EEC"/>
    <w:rsid w:val="006501B1"/>
    <w:rsid w:val="00650358"/>
    <w:rsid w:val="00650399"/>
    <w:rsid w:val="00650685"/>
    <w:rsid w:val="0065079B"/>
    <w:rsid w:val="00650C3C"/>
    <w:rsid w:val="00650F77"/>
    <w:rsid w:val="00651447"/>
    <w:rsid w:val="006515FE"/>
    <w:rsid w:val="00651717"/>
    <w:rsid w:val="00651784"/>
    <w:rsid w:val="0065182A"/>
    <w:rsid w:val="006519E6"/>
    <w:rsid w:val="00651EA9"/>
    <w:rsid w:val="00651F64"/>
    <w:rsid w:val="006523B0"/>
    <w:rsid w:val="006523C7"/>
    <w:rsid w:val="0065243B"/>
    <w:rsid w:val="00652487"/>
    <w:rsid w:val="00652FED"/>
    <w:rsid w:val="00653062"/>
    <w:rsid w:val="0065344C"/>
    <w:rsid w:val="00653472"/>
    <w:rsid w:val="00653655"/>
    <w:rsid w:val="006537C9"/>
    <w:rsid w:val="006539B3"/>
    <w:rsid w:val="006539CF"/>
    <w:rsid w:val="00654049"/>
    <w:rsid w:val="006542EC"/>
    <w:rsid w:val="0065438C"/>
    <w:rsid w:val="00654613"/>
    <w:rsid w:val="006552FF"/>
    <w:rsid w:val="0065540C"/>
    <w:rsid w:val="00655452"/>
    <w:rsid w:val="006557D4"/>
    <w:rsid w:val="00655D57"/>
    <w:rsid w:val="00655FF3"/>
    <w:rsid w:val="006562CC"/>
    <w:rsid w:val="00656450"/>
    <w:rsid w:val="00656898"/>
    <w:rsid w:val="00656A71"/>
    <w:rsid w:val="00656A95"/>
    <w:rsid w:val="00656AF1"/>
    <w:rsid w:val="00656CFC"/>
    <w:rsid w:val="00656D99"/>
    <w:rsid w:val="00657064"/>
    <w:rsid w:val="0065721C"/>
    <w:rsid w:val="00657687"/>
    <w:rsid w:val="006602D0"/>
    <w:rsid w:val="006603E4"/>
    <w:rsid w:val="0066042B"/>
    <w:rsid w:val="00660483"/>
    <w:rsid w:val="0066063F"/>
    <w:rsid w:val="006609B7"/>
    <w:rsid w:val="006609BA"/>
    <w:rsid w:val="00660B3F"/>
    <w:rsid w:val="00660C25"/>
    <w:rsid w:val="00661302"/>
    <w:rsid w:val="00661875"/>
    <w:rsid w:val="00661BF4"/>
    <w:rsid w:val="00661DBC"/>
    <w:rsid w:val="00661E82"/>
    <w:rsid w:val="00661F9C"/>
    <w:rsid w:val="00662119"/>
    <w:rsid w:val="006625E8"/>
    <w:rsid w:val="006629E9"/>
    <w:rsid w:val="00663173"/>
    <w:rsid w:val="00663299"/>
    <w:rsid w:val="006632AA"/>
    <w:rsid w:val="006632BF"/>
    <w:rsid w:val="006634FB"/>
    <w:rsid w:val="00663873"/>
    <w:rsid w:val="00663E80"/>
    <w:rsid w:val="006640DA"/>
    <w:rsid w:val="00664182"/>
    <w:rsid w:val="0066477B"/>
    <w:rsid w:val="00664A2C"/>
    <w:rsid w:val="00664D4C"/>
    <w:rsid w:val="006650E9"/>
    <w:rsid w:val="00665497"/>
    <w:rsid w:val="0066570E"/>
    <w:rsid w:val="00665CE3"/>
    <w:rsid w:val="00665F2B"/>
    <w:rsid w:val="00665F89"/>
    <w:rsid w:val="00666600"/>
    <w:rsid w:val="006668D5"/>
    <w:rsid w:val="00666AE7"/>
    <w:rsid w:val="00666B3F"/>
    <w:rsid w:val="00667476"/>
    <w:rsid w:val="006677F3"/>
    <w:rsid w:val="00667A4E"/>
    <w:rsid w:val="0067009A"/>
    <w:rsid w:val="00670572"/>
    <w:rsid w:val="00670A26"/>
    <w:rsid w:val="00670CCF"/>
    <w:rsid w:val="006712A9"/>
    <w:rsid w:val="0067142D"/>
    <w:rsid w:val="006716D5"/>
    <w:rsid w:val="0067170D"/>
    <w:rsid w:val="00671AB0"/>
    <w:rsid w:val="00672940"/>
    <w:rsid w:val="0067383E"/>
    <w:rsid w:val="00673D41"/>
    <w:rsid w:val="0067401C"/>
    <w:rsid w:val="006745C8"/>
    <w:rsid w:val="006746EB"/>
    <w:rsid w:val="0067498F"/>
    <w:rsid w:val="00674E9C"/>
    <w:rsid w:val="0067578A"/>
    <w:rsid w:val="006758D5"/>
    <w:rsid w:val="00675D92"/>
    <w:rsid w:val="00675E5C"/>
    <w:rsid w:val="00675EE3"/>
    <w:rsid w:val="00676003"/>
    <w:rsid w:val="00676208"/>
    <w:rsid w:val="00676548"/>
    <w:rsid w:val="0067669C"/>
    <w:rsid w:val="00676B0A"/>
    <w:rsid w:val="00676BC9"/>
    <w:rsid w:val="00676C86"/>
    <w:rsid w:val="00676CF5"/>
    <w:rsid w:val="00676EE7"/>
    <w:rsid w:val="0067719F"/>
    <w:rsid w:val="0067731B"/>
    <w:rsid w:val="00677611"/>
    <w:rsid w:val="00677806"/>
    <w:rsid w:val="00677A7B"/>
    <w:rsid w:val="00677E91"/>
    <w:rsid w:val="006800A4"/>
    <w:rsid w:val="006800D0"/>
    <w:rsid w:val="006802F9"/>
    <w:rsid w:val="006803AB"/>
    <w:rsid w:val="00680493"/>
    <w:rsid w:val="006807F8"/>
    <w:rsid w:val="00680814"/>
    <w:rsid w:val="006809ED"/>
    <w:rsid w:val="00680C3E"/>
    <w:rsid w:val="00680C4C"/>
    <w:rsid w:val="00680F72"/>
    <w:rsid w:val="0068119E"/>
    <w:rsid w:val="006815CC"/>
    <w:rsid w:val="00681631"/>
    <w:rsid w:val="006818B2"/>
    <w:rsid w:val="006819DD"/>
    <w:rsid w:val="00682140"/>
    <w:rsid w:val="006821A2"/>
    <w:rsid w:val="006822EA"/>
    <w:rsid w:val="006824C7"/>
    <w:rsid w:val="00682837"/>
    <w:rsid w:val="00682961"/>
    <w:rsid w:val="00682DC5"/>
    <w:rsid w:val="00683423"/>
    <w:rsid w:val="0068353B"/>
    <w:rsid w:val="0068396A"/>
    <w:rsid w:val="00683DD7"/>
    <w:rsid w:val="00684127"/>
    <w:rsid w:val="00684262"/>
    <w:rsid w:val="0068428A"/>
    <w:rsid w:val="006844BA"/>
    <w:rsid w:val="00684A5D"/>
    <w:rsid w:val="00684B5C"/>
    <w:rsid w:val="00684EA4"/>
    <w:rsid w:val="0068519B"/>
    <w:rsid w:val="006853A5"/>
    <w:rsid w:val="0068562A"/>
    <w:rsid w:val="00685A13"/>
    <w:rsid w:val="00685B0D"/>
    <w:rsid w:val="006862BD"/>
    <w:rsid w:val="006865C3"/>
    <w:rsid w:val="006867E8"/>
    <w:rsid w:val="0068682E"/>
    <w:rsid w:val="00686BCA"/>
    <w:rsid w:val="00686C05"/>
    <w:rsid w:val="00686D6A"/>
    <w:rsid w:val="00686FD2"/>
    <w:rsid w:val="00687B60"/>
    <w:rsid w:val="00687FAD"/>
    <w:rsid w:val="00690016"/>
    <w:rsid w:val="00690080"/>
    <w:rsid w:val="006913C2"/>
    <w:rsid w:val="006915E8"/>
    <w:rsid w:val="0069162E"/>
    <w:rsid w:val="00691967"/>
    <w:rsid w:val="00691B7E"/>
    <w:rsid w:val="00691D95"/>
    <w:rsid w:val="006921E7"/>
    <w:rsid w:val="006925F4"/>
    <w:rsid w:val="00692A27"/>
    <w:rsid w:val="00692A4A"/>
    <w:rsid w:val="00692A68"/>
    <w:rsid w:val="0069397B"/>
    <w:rsid w:val="00693ABB"/>
    <w:rsid w:val="00693F67"/>
    <w:rsid w:val="00693FA2"/>
    <w:rsid w:val="00694037"/>
    <w:rsid w:val="006942F1"/>
    <w:rsid w:val="0069435E"/>
    <w:rsid w:val="006944A6"/>
    <w:rsid w:val="0069459E"/>
    <w:rsid w:val="00694B71"/>
    <w:rsid w:val="00694B95"/>
    <w:rsid w:val="00694C7C"/>
    <w:rsid w:val="00694F77"/>
    <w:rsid w:val="006950BD"/>
    <w:rsid w:val="006952AD"/>
    <w:rsid w:val="00695CA3"/>
    <w:rsid w:val="00695FC1"/>
    <w:rsid w:val="006966B4"/>
    <w:rsid w:val="006967B3"/>
    <w:rsid w:val="00696A7C"/>
    <w:rsid w:val="00696AEA"/>
    <w:rsid w:val="00696D15"/>
    <w:rsid w:val="00696D3E"/>
    <w:rsid w:val="00696E37"/>
    <w:rsid w:val="0069712A"/>
    <w:rsid w:val="0069718A"/>
    <w:rsid w:val="006971F1"/>
    <w:rsid w:val="006974C9"/>
    <w:rsid w:val="00697738"/>
    <w:rsid w:val="0069778F"/>
    <w:rsid w:val="006977F4"/>
    <w:rsid w:val="00697915"/>
    <w:rsid w:val="00697BF1"/>
    <w:rsid w:val="00697C32"/>
    <w:rsid w:val="006A05A3"/>
    <w:rsid w:val="006A07B6"/>
    <w:rsid w:val="006A0845"/>
    <w:rsid w:val="006A0C30"/>
    <w:rsid w:val="006A0F57"/>
    <w:rsid w:val="006A16CC"/>
    <w:rsid w:val="006A181F"/>
    <w:rsid w:val="006A1AF6"/>
    <w:rsid w:val="006A1B10"/>
    <w:rsid w:val="006A1D57"/>
    <w:rsid w:val="006A2190"/>
    <w:rsid w:val="006A240E"/>
    <w:rsid w:val="006A24D4"/>
    <w:rsid w:val="006A2786"/>
    <w:rsid w:val="006A2847"/>
    <w:rsid w:val="006A2BEE"/>
    <w:rsid w:val="006A2CD8"/>
    <w:rsid w:val="006A2E0B"/>
    <w:rsid w:val="006A3124"/>
    <w:rsid w:val="006A3338"/>
    <w:rsid w:val="006A389F"/>
    <w:rsid w:val="006A38E9"/>
    <w:rsid w:val="006A3C7A"/>
    <w:rsid w:val="006A3EA5"/>
    <w:rsid w:val="006A3FD4"/>
    <w:rsid w:val="006A441C"/>
    <w:rsid w:val="006A4626"/>
    <w:rsid w:val="006A4DB5"/>
    <w:rsid w:val="006A4FEA"/>
    <w:rsid w:val="006A502F"/>
    <w:rsid w:val="006A54C7"/>
    <w:rsid w:val="006A59E1"/>
    <w:rsid w:val="006A6061"/>
    <w:rsid w:val="006A6110"/>
    <w:rsid w:val="006A630B"/>
    <w:rsid w:val="006A63AA"/>
    <w:rsid w:val="006A63B0"/>
    <w:rsid w:val="006A64F9"/>
    <w:rsid w:val="006A67EF"/>
    <w:rsid w:val="006A6D83"/>
    <w:rsid w:val="006A7332"/>
    <w:rsid w:val="006A7470"/>
    <w:rsid w:val="006A7613"/>
    <w:rsid w:val="006A78DA"/>
    <w:rsid w:val="006A7ACD"/>
    <w:rsid w:val="006B03B2"/>
    <w:rsid w:val="006B03D3"/>
    <w:rsid w:val="006B054D"/>
    <w:rsid w:val="006B0589"/>
    <w:rsid w:val="006B0B51"/>
    <w:rsid w:val="006B1261"/>
    <w:rsid w:val="006B154C"/>
    <w:rsid w:val="006B1884"/>
    <w:rsid w:val="006B19FE"/>
    <w:rsid w:val="006B1A12"/>
    <w:rsid w:val="006B1DA5"/>
    <w:rsid w:val="006B2309"/>
    <w:rsid w:val="006B23A0"/>
    <w:rsid w:val="006B23CD"/>
    <w:rsid w:val="006B2527"/>
    <w:rsid w:val="006B28E9"/>
    <w:rsid w:val="006B2D0E"/>
    <w:rsid w:val="006B2D49"/>
    <w:rsid w:val="006B30FD"/>
    <w:rsid w:val="006B3293"/>
    <w:rsid w:val="006B34E4"/>
    <w:rsid w:val="006B3531"/>
    <w:rsid w:val="006B39F4"/>
    <w:rsid w:val="006B3A75"/>
    <w:rsid w:val="006B3C3B"/>
    <w:rsid w:val="006B406A"/>
    <w:rsid w:val="006B43D5"/>
    <w:rsid w:val="006B4482"/>
    <w:rsid w:val="006B4566"/>
    <w:rsid w:val="006B461C"/>
    <w:rsid w:val="006B46E9"/>
    <w:rsid w:val="006B47A9"/>
    <w:rsid w:val="006B4818"/>
    <w:rsid w:val="006B490F"/>
    <w:rsid w:val="006B49B8"/>
    <w:rsid w:val="006B4D25"/>
    <w:rsid w:val="006B4D27"/>
    <w:rsid w:val="006B4D39"/>
    <w:rsid w:val="006B4E32"/>
    <w:rsid w:val="006B4E6F"/>
    <w:rsid w:val="006B4EF4"/>
    <w:rsid w:val="006B4FD6"/>
    <w:rsid w:val="006B5131"/>
    <w:rsid w:val="006B54A1"/>
    <w:rsid w:val="006B5592"/>
    <w:rsid w:val="006B561E"/>
    <w:rsid w:val="006B562A"/>
    <w:rsid w:val="006B5699"/>
    <w:rsid w:val="006B583B"/>
    <w:rsid w:val="006B5A5A"/>
    <w:rsid w:val="006B5BBF"/>
    <w:rsid w:val="006B68E1"/>
    <w:rsid w:val="006B6B8C"/>
    <w:rsid w:val="006B6D95"/>
    <w:rsid w:val="006B6DE0"/>
    <w:rsid w:val="006B6DFC"/>
    <w:rsid w:val="006B7255"/>
    <w:rsid w:val="006B75A0"/>
    <w:rsid w:val="006B7646"/>
    <w:rsid w:val="006B782C"/>
    <w:rsid w:val="006B7A82"/>
    <w:rsid w:val="006B7E04"/>
    <w:rsid w:val="006B7F15"/>
    <w:rsid w:val="006C0095"/>
    <w:rsid w:val="006C02BE"/>
    <w:rsid w:val="006C050C"/>
    <w:rsid w:val="006C05C8"/>
    <w:rsid w:val="006C0872"/>
    <w:rsid w:val="006C08BD"/>
    <w:rsid w:val="006C0F8B"/>
    <w:rsid w:val="006C15F4"/>
    <w:rsid w:val="006C1C5C"/>
    <w:rsid w:val="006C1C91"/>
    <w:rsid w:val="006C1D5A"/>
    <w:rsid w:val="006C242C"/>
    <w:rsid w:val="006C2648"/>
    <w:rsid w:val="006C2A5B"/>
    <w:rsid w:val="006C2AFF"/>
    <w:rsid w:val="006C2E80"/>
    <w:rsid w:val="006C2F59"/>
    <w:rsid w:val="006C3070"/>
    <w:rsid w:val="006C3128"/>
    <w:rsid w:val="006C314E"/>
    <w:rsid w:val="006C32BA"/>
    <w:rsid w:val="006C32F4"/>
    <w:rsid w:val="006C3717"/>
    <w:rsid w:val="006C37CC"/>
    <w:rsid w:val="006C3F15"/>
    <w:rsid w:val="006C4035"/>
    <w:rsid w:val="006C4262"/>
    <w:rsid w:val="006C45DA"/>
    <w:rsid w:val="006C4F59"/>
    <w:rsid w:val="006C5759"/>
    <w:rsid w:val="006C5A67"/>
    <w:rsid w:val="006C60FC"/>
    <w:rsid w:val="006C6306"/>
    <w:rsid w:val="006C634F"/>
    <w:rsid w:val="006C6539"/>
    <w:rsid w:val="006C66B4"/>
    <w:rsid w:val="006C680B"/>
    <w:rsid w:val="006C6BC5"/>
    <w:rsid w:val="006C6E5D"/>
    <w:rsid w:val="006C6EE6"/>
    <w:rsid w:val="006C7492"/>
    <w:rsid w:val="006C7544"/>
    <w:rsid w:val="006C7D05"/>
    <w:rsid w:val="006C7E35"/>
    <w:rsid w:val="006D00C4"/>
    <w:rsid w:val="006D0371"/>
    <w:rsid w:val="006D067D"/>
    <w:rsid w:val="006D07C9"/>
    <w:rsid w:val="006D15A8"/>
    <w:rsid w:val="006D17DB"/>
    <w:rsid w:val="006D18B4"/>
    <w:rsid w:val="006D18DB"/>
    <w:rsid w:val="006D1B7A"/>
    <w:rsid w:val="006D1E28"/>
    <w:rsid w:val="006D216C"/>
    <w:rsid w:val="006D2192"/>
    <w:rsid w:val="006D2DEE"/>
    <w:rsid w:val="006D30D7"/>
    <w:rsid w:val="006D3116"/>
    <w:rsid w:val="006D3251"/>
    <w:rsid w:val="006D331A"/>
    <w:rsid w:val="006D338F"/>
    <w:rsid w:val="006D3504"/>
    <w:rsid w:val="006D3F96"/>
    <w:rsid w:val="006D401E"/>
    <w:rsid w:val="006D4459"/>
    <w:rsid w:val="006D4640"/>
    <w:rsid w:val="006D4B82"/>
    <w:rsid w:val="006D4B93"/>
    <w:rsid w:val="006D4D51"/>
    <w:rsid w:val="006D4EB2"/>
    <w:rsid w:val="006D50AF"/>
    <w:rsid w:val="006D52F6"/>
    <w:rsid w:val="006D5FA0"/>
    <w:rsid w:val="006D603F"/>
    <w:rsid w:val="006D6475"/>
    <w:rsid w:val="006D659E"/>
    <w:rsid w:val="006D6778"/>
    <w:rsid w:val="006D6A6B"/>
    <w:rsid w:val="006D6B11"/>
    <w:rsid w:val="006D6E72"/>
    <w:rsid w:val="006D6EC7"/>
    <w:rsid w:val="006D76BC"/>
    <w:rsid w:val="006D77CF"/>
    <w:rsid w:val="006D7AB3"/>
    <w:rsid w:val="006D7C5A"/>
    <w:rsid w:val="006D7C81"/>
    <w:rsid w:val="006E0045"/>
    <w:rsid w:val="006E0330"/>
    <w:rsid w:val="006E03A1"/>
    <w:rsid w:val="006E09EE"/>
    <w:rsid w:val="006E0E24"/>
    <w:rsid w:val="006E10F1"/>
    <w:rsid w:val="006E13F7"/>
    <w:rsid w:val="006E157F"/>
    <w:rsid w:val="006E1766"/>
    <w:rsid w:val="006E17BB"/>
    <w:rsid w:val="006E1909"/>
    <w:rsid w:val="006E1937"/>
    <w:rsid w:val="006E1AC4"/>
    <w:rsid w:val="006E1BBD"/>
    <w:rsid w:val="006E1C93"/>
    <w:rsid w:val="006E2058"/>
    <w:rsid w:val="006E20D1"/>
    <w:rsid w:val="006E211E"/>
    <w:rsid w:val="006E22E2"/>
    <w:rsid w:val="006E27BD"/>
    <w:rsid w:val="006E28DC"/>
    <w:rsid w:val="006E2934"/>
    <w:rsid w:val="006E2CAE"/>
    <w:rsid w:val="006E34E3"/>
    <w:rsid w:val="006E3751"/>
    <w:rsid w:val="006E37E8"/>
    <w:rsid w:val="006E3AB9"/>
    <w:rsid w:val="006E3B85"/>
    <w:rsid w:val="006E5154"/>
    <w:rsid w:val="006E51EC"/>
    <w:rsid w:val="006E543B"/>
    <w:rsid w:val="006E5527"/>
    <w:rsid w:val="006E55BC"/>
    <w:rsid w:val="006E5811"/>
    <w:rsid w:val="006E5935"/>
    <w:rsid w:val="006E59AA"/>
    <w:rsid w:val="006E5BB7"/>
    <w:rsid w:val="006E5D65"/>
    <w:rsid w:val="006E5F48"/>
    <w:rsid w:val="006E6155"/>
    <w:rsid w:val="006E63B2"/>
    <w:rsid w:val="006E6874"/>
    <w:rsid w:val="006E7140"/>
    <w:rsid w:val="006E74FD"/>
    <w:rsid w:val="006E7664"/>
    <w:rsid w:val="006E7E65"/>
    <w:rsid w:val="006F0381"/>
    <w:rsid w:val="006F03B5"/>
    <w:rsid w:val="006F03E3"/>
    <w:rsid w:val="006F09D5"/>
    <w:rsid w:val="006F129A"/>
    <w:rsid w:val="006F13A6"/>
    <w:rsid w:val="006F17F5"/>
    <w:rsid w:val="006F1989"/>
    <w:rsid w:val="006F19B6"/>
    <w:rsid w:val="006F1A91"/>
    <w:rsid w:val="006F1D9B"/>
    <w:rsid w:val="006F1FB8"/>
    <w:rsid w:val="006F2AE1"/>
    <w:rsid w:val="006F32B8"/>
    <w:rsid w:val="006F3691"/>
    <w:rsid w:val="006F37D8"/>
    <w:rsid w:val="006F383A"/>
    <w:rsid w:val="006F39F4"/>
    <w:rsid w:val="006F3F7F"/>
    <w:rsid w:val="006F4339"/>
    <w:rsid w:val="006F4D34"/>
    <w:rsid w:val="006F4FF0"/>
    <w:rsid w:val="006F52D1"/>
    <w:rsid w:val="006F56CF"/>
    <w:rsid w:val="006F5829"/>
    <w:rsid w:val="006F5A13"/>
    <w:rsid w:val="006F5A1E"/>
    <w:rsid w:val="006F5A5F"/>
    <w:rsid w:val="006F5E50"/>
    <w:rsid w:val="006F5EC8"/>
    <w:rsid w:val="006F6047"/>
    <w:rsid w:val="006F6194"/>
    <w:rsid w:val="006F65C3"/>
    <w:rsid w:val="006F672E"/>
    <w:rsid w:val="006F69C6"/>
    <w:rsid w:val="006F6ED2"/>
    <w:rsid w:val="006F6FE6"/>
    <w:rsid w:val="006F7105"/>
    <w:rsid w:val="006F79CD"/>
    <w:rsid w:val="00700044"/>
    <w:rsid w:val="00700663"/>
    <w:rsid w:val="00700BE9"/>
    <w:rsid w:val="00700F0A"/>
    <w:rsid w:val="00700FDC"/>
    <w:rsid w:val="0070100B"/>
    <w:rsid w:val="00701053"/>
    <w:rsid w:val="007012ED"/>
    <w:rsid w:val="0070137C"/>
    <w:rsid w:val="0070142A"/>
    <w:rsid w:val="00701635"/>
    <w:rsid w:val="0070173A"/>
    <w:rsid w:val="00701932"/>
    <w:rsid w:val="007019F8"/>
    <w:rsid w:val="00701ADF"/>
    <w:rsid w:val="00701BF6"/>
    <w:rsid w:val="007022C5"/>
    <w:rsid w:val="00702863"/>
    <w:rsid w:val="0070286E"/>
    <w:rsid w:val="00702891"/>
    <w:rsid w:val="00702BC9"/>
    <w:rsid w:val="00702C36"/>
    <w:rsid w:val="00702CCE"/>
    <w:rsid w:val="0070338F"/>
    <w:rsid w:val="00703957"/>
    <w:rsid w:val="00703BF7"/>
    <w:rsid w:val="00703C30"/>
    <w:rsid w:val="0070405C"/>
    <w:rsid w:val="0070422F"/>
    <w:rsid w:val="0070436E"/>
    <w:rsid w:val="0070443B"/>
    <w:rsid w:val="007045BE"/>
    <w:rsid w:val="007048B4"/>
    <w:rsid w:val="007057EA"/>
    <w:rsid w:val="00705FD5"/>
    <w:rsid w:val="00706039"/>
    <w:rsid w:val="0070630A"/>
    <w:rsid w:val="00706D08"/>
    <w:rsid w:val="00706DD7"/>
    <w:rsid w:val="00706E4C"/>
    <w:rsid w:val="00706EC8"/>
    <w:rsid w:val="00707033"/>
    <w:rsid w:val="0070710C"/>
    <w:rsid w:val="007072BF"/>
    <w:rsid w:val="00707772"/>
    <w:rsid w:val="00707B96"/>
    <w:rsid w:val="00707CA0"/>
    <w:rsid w:val="00707E07"/>
    <w:rsid w:val="0071035B"/>
    <w:rsid w:val="007114CD"/>
    <w:rsid w:val="007115BA"/>
    <w:rsid w:val="007118FD"/>
    <w:rsid w:val="0071192E"/>
    <w:rsid w:val="0071198B"/>
    <w:rsid w:val="00711A31"/>
    <w:rsid w:val="00711A63"/>
    <w:rsid w:val="00711D9E"/>
    <w:rsid w:val="00711F98"/>
    <w:rsid w:val="00712313"/>
    <w:rsid w:val="00712560"/>
    <w:rsid w:val="0071260F"/>
    <w:rsid w:val="0071272A"/>
    <w:rsid w:val="00712759"/>
    <w:rsid w:val="0071300E"/>
    <w:rsid w:val="00713178"/>
    <w:rsid w:val="0071330F"/>
    <w:rsid w:val="007134F1"/>
    <w:rsid w:val="007138BF"/>
    <w:rsid w:val="00713D6F"/>
    <w:rsid w:val="00713F0D"/>
    <w:rsid w:val="00713FFD"/>
    <w:rsid w:val="00714C30"/>
    <w:rsid w:val="00714F93"/>
    <w:rsid w:val="0071556D"/>
    <w:rsid w:val="007162D6"/>
    <w:rsid w:val="007166B9"/>
    <w:rsid w:val="0071684D"/>
    <w:rsid w:val="0071699A"/>
    <w:rsid w:val="007169CF"/>
    <w:rsid w:val="00716A89"/>
    <w:rsid w:val="00716B32"/>
    <w:rsid w:val="00716BC4"/>
    <w:rsid w:val="00716D82"/>
    <w:rsid w:val="007170A7"/>
    <w:rsid w:val="00717299"/>
    <w:rsid w:val="00717A75"/>
    <w:rsid w:val="00717BC5"/>
    <w:rsid w:val="00717EB7"/>
    <w:rsid w:val="00720238"/>
    <w:rsid w:val="00720717"/>
    <w:rsid w:val="00720DA8"/>
    <w:rsid w:val="00720F84"/>
    <w:rsid w:val="0072188F"/>
    <w:rsid w:val="00721AE8"/>
    <w:rsid w:val="00721F8A"/>
    <w:rsid w:val="0072226D"/>
    <w:rsid w:val="007225E9"/>
    <w:rsid w:val="007226EC"/>
    <w:rsid w:val="0072273F"/>
    <w:rsid w:val="00722ACC"/>
    <w:rsid w:val="00722B69"/>
    <w:rsid w:val="00723245"/>
    <w:rsid w:val="007232A4"/>
    <w:rsid w:val="007233F1"/>
    <w:rsid w:val="00723568"/>
    <w:rsid w:val="0072371C"/>
    <w:rsid w:val="00723B2D"/>
    <w:rsid w:val="00723EBD"/>
    <w:rsid w:val="0072417F"/>
    <w:rsid w:val="00724560"/>
    <w:rsid w:val="007245C7"/>
    <w:rsid w:val="00724616"/>
    <w:rsid w:val="0072471E"/>
    <w:rsid w:val="00724B00"/>
    <w:rsid w:val="00724BE9"/>
    <w:rsid w:val="00724CF7"/>
    <w:rsid w:val="00724F3A"/>
    <w:rsid w:val="00724F7D"/>
    <w:rsid w:val="00725093"/>
    <w:rsid w:val="0072533D"/>
    <w:rsid w:val="0072541E"/>
    <w:rsid w:val="007256BF"/>
    <w:rsid w:val="007258E0"/>
    <w:rsid w:val="00725A02"/>
    <w:rsid w:val="00725F15"/>
    <w:rsid w:val="00726644"/>
    <w:rsid w:val="007266C2"/>
    <w:rsid w:val="007268FB"/>
    <w:rsid w:val="00726BF5"/>
    <w:rsid w:val="00726DC6"/>
    <w:rsid w:val="00726E6F"/>
    <w:rsid w:val="00726EEE"/>
    <w:rsid w:val="00726F24"/>
    <w:rsid w:val="00727303"/>
    <w:rsid w:val="007277CA"/>
    <w:rsid w:val="00727963"/>
    <w:rsid w:val="007279A5"/>
    <w:rsid w:val="00727CAB"/>
    <w:rsid w:val="007305E7"/>
    <w:rsid w:val="00730BB5"/>
    <w:rsid w:val="00730EA0"/>
    <w:rsid w:val="00730F75"/>
    <w:rsid w:val="00731317"/>
    <w:rsid w:val="00731C61"/>
    <w:rsid w:val="00731F53"/>
    <w:rsid w:val="00732207"/>
    <w:rsid w:val="007324EC"/>
    <w:rsid w:val="00732590"/>
    <w:rsid w:val="00732AFA"/>
    <w:rsid w:val="00732E0A"/>
    <w:rsid w:val="00732E8A"/>
    <w:rsid w:val="0073309D"/>
    <w:rsid w:val="007331C3"/>
    <w:rsid w:val="00733272"/>
    <w:rsid w:val="007335B3"/>
    <w:rsid w:val="00733687"/>
    <w:rsid w:val="007338F3"/>
    <w:rsid w:val="00733A26"/>
    <w:rsid w:val="00733B6D"/>
    <w:rsid w:val="00733C69"/>
    <w:rsid w:val="00734377"/>
    <w:rsid w:val="007343E8"/>
    <w:rsid w:val="0073492C"/>
    <w:rsid w:val="00734C06"/>
    <w:rsid w:val="0073536A"/>
    <w:rsid w:val="00735374"/>
    <w:rsid w:val="00735C07"/>
    <w:rsid w:val="007362CE"/>
    <w:rsid w:val="00736321"/>
    <w:rsid w:val="0073640B"/>
    <w:rsid w:val="00736462"/>
    <w:rsid w:val="007364F8"/>
    <w:rsid w:val="0073650F"/>
    <w:rsid w:val="007367C2"/>
    <w:rsid w:val="007369D0"/>
    <w:rsid w:val="00736CA5"/>
    <w:rsid w:val="00736DA5"/>
    <w:rsid w:val="0073753F"/>
    <w:rsid w:val="00737870"/>
    <w:rsid w:val="0073792A"/>
    <w:rsid w:val="00737CD6"/>
    <w:rsid w:val="00740711"/>
    <w:rsid w:val="007408EA"/>
    <w:rsid w:val="00740C26"/>
    <w:rsid w:val="007413F1"/>
    <w:rsid w:val="007416AA"/>
    <w:rsid w:val="007418DA"/>
    <w:rsid w:val="0074227E"/>
    <w:rsid w:val="0074238F"/>
    <w:rsid w:val="007425E0"/>
    <w:rsid w:val="00742690"/>
    <w:rsid w:val="0074284B"/>
    <w:rsid w:val="007429E2"/>
    <w:rsid w:val="00742ABC"/>
    <w:rsid w:val="00743283"/>
    <w:rsid w:val="00743291"/>
    <w:rsid w:val="007432C7"/>
    <w:rsid w:val="00743373"/>
    <w:rsid w:val="007435A1"/>
    <w:rsid w:val="00743BF0"/>
    <w:rsid w:val="007444DE"/>
    <w:rsid w:val="00744B61"/>
    <w:rsid w:val="00744CDD"/>
    <w:rsid w:val="007452A3"/>
    <w:rsid w:val="0074562E"/>
    <w:rsid w:val="007459C1"/>
    <w:rsid w:val="00745AA4"/>
    <w:rsid w:val="00746617"/>
    <w:rsid w:val="007467EB"/>
    <w:rsid w:val="007467F7"/>
    <w:rsid w:val="007468CB"/>
    <w:rsid w:val="0074694E"/>
    <w:rsid w:val="007469E3"/>
    <w:rsid w:val="00746CED"/>
    <w:rsid w:val="007470C3"/>
    <w:rsid w:val="00747216"/>
    <w:rsid w:val="0074795F"/>
    <w:rsid w:val="00747A0C"/>
    <w:rsid w:val="007504C8"/>
    <w:rsid w:val="00750639"/>
    <w:rsid w:val="0075072E"/>
    <w:rsid w:val="0075082A"/>
    <w:rsid w:val="00750B71"/>
    <w:rsid w:val="0075101B"/>
    <w:rsid w:val="007513E8"/>
    <w:rsid w:val="007515CF"/>
    <w:rsid w:val="007516F4"/>
    <w:rsid w:val="00751B16"/>
    <w:rsid w:val="00751BD3"/>
    <w:rsid w:val="00752244"/>
    <w:rsid w:val="007522DB"/>
    <w:rsid w:val="00752691"/>
    <w:rsid w:val="007526A9"/>
    <w:rsid w:val="00752BBA"/>
    <w:rsid w:val="00752C49"/>
    <w:rsid w:val="00753100"/>
    <w:rsid w:val="00753381"/>
    <w:rsid w:val="007536C9"/>
    <w:rsid w:val="007537EF"/>
    <w:rsid w:val="0075384A"/>
    <w:rsid w:val="00753CB3"/>
    <w:rsid w:val="007544E8"/>
    <w:rsid w:val="0075455C"/>
    <w:rsid w:val="007546BF"/>
    <w:rsid w:val="007550DB"/>
    <w:rsid w:val="007551F9"/>
    <w:rsid w:val="00755284"/>
    <w:rsid w:val="00755B1D"/>
    <w:rsid w:val="00755C9E"/>
    <w:rsid w:val="00756221"/>
    <w:rsid w:val="00756633"/>
    <w:rsid w:val="0075680F"/>
    <w:rsid w:val="0075683A"/>
    <w:rsid w:val="007568E0"/>
    <w:rsid w:val="00756E5E"/>
    <w:rsid w:val="007570FA"/>
    <w:rsid w:val="007573A3"/>
    <w:rsid w:val="00757556"/>
    <w:rsid w:val="007600E4"/>
    <w:rsid w:val="007602D4"/>
    <w:rsid w:val="007603B1"/>
    <w:rsid w:val="00760B47"/>
    <w:rsid w:val="00760F0D"/>
    <w:rsid w:val="00760FE6"/>
    <w:rsid w:val="00761791"/>
    <w:rsid w:val="007617C1"/>
    <w:rsid w:val="007618C5"/>
    <w:rsid w:val="00762338"/>
    <w:rsid w:val="00762377"/>
    <w:rsid w:val="00762453"/>
    <w:rsid w:val="007629C4"/>
    <w:rsid w:val="00762D4C"/>
    <w:rsid w:val="0076303E"/>
    <w:rsid w:val="00763067"/>
    <w:rsid w:val="00763741"/>
    <w:rsid w:val="007637F0"/>
    <w:rsid w:val="007638FD"/>
    <w:rsid w:val="00763F3C"/>
    <w:rsid w:val="00764187"/>
    <w:rsid w:val="007643E9"/>
    <w:rsid w:val="007643FE"/>
    <w:rsid w:val="00764C9B"/>
    <w:rsid w:val="00765058"/>
    <w:rsid w:val="00765101"/>
    <w:rsid w:val="00765151"/>
    <w:rsid w:val="00765295"/>
    <w:rsid w:val="0076566E"/>
    <w:rsid w:val="00765C09"/>
    <w:rsid w:val="00765D01"/>
    <w:rsid w:val="00766742"/>
    <w:rsid w:val="00766839"/>
    <w:rsid w:val="00766CD2"/>
    <w:rsid w:val="00766D02"/>
    <w:rsid w:val="00766F74"/>
    <w:rsid w:val="00767418"/>
    <w:rsid w:val="00767ABD"/>
    <w:rsid w:val="00767BA1"/>
    <w:rsid w:val="00767C3B"/>
    <w:rsid w:val="00767D7A"/>
    <w:rsid w:val="00770239"/>
    <w:rsid w:val="007708C5"/>
    <w:rsid w:val="00770950"/>
    <w:rsid w:val="0077106C"/>
    <w:rsid w:val="007714B8"/>
    <w:rsid w:val="0077154F"/>
    <w:rsid w:val="00771B44"/>
    <w:rsid w:val="00771C93"/>
    <w:rsid w:val="00771D15"/>
    <w:rsid w:val="00771D53"/>
    <w:rsid w:val="00771F69"/>
    <w:rsid w:val="0077234A"/>
    <w:rsid w:val="00772A7D"/>
    <w:rsid w:val="00772B24"/>
    <w:rsid w:val="00772C8A"/>
    <w:rsid w:val="00773236"/>
    <w:rsid w:val="007732E7"/>
    <w:rsid w:val="0077336C"/>
    <w:rsid w:val="007734B7"/>
    <w:rsid w:val="007737A4"/>
    <w:rsid w:val="00773C2E"/>
    <w:rsid w:val="00773CA0"/>
    <w:rsid w:val="00773E6B"/>
    <w:rsid w:val="007741D9"/>
    <w:rsid w:val="00774CB1"/>
    <w:rsid w:val="00774CB3"/>
    <w:rsid w:val="00774DF1"/>
    <w:rsid w:val="00774E52"/>
    <w:rsid w:val="00774F10"/>
    <w:rsid w:val="00774F38"/>
    <w:rsid w:val="00775456"/>
    <w:rsid w:val="00775841"/>
    <w:rsid w:val="00775CF6"/>
    <w:rsid w:val="00775E21"/>
    <w:rsid w:val="00775E65"/>
    <w:rsid w:val="00775F57"/>
    <w:rsid w:val="00776236"/>
    <w:rsid w:val="00776295"/>
    <w:rsid w:val="00776EF3"/>
    <w:rsid w:val="00777059"/>
    <w:rsid w:val="007772CE"/>
    <w:rsid w:val="0077734A"/>
    <w:rsid w:val="0077755D"/>
    <w:rsid w:val="00777C08"/>
    <w:rsid w:val="00777CF8"/>
    <w:rsid w:val="007806B4"/>
    <w:rsid w:val="0078088C"/>
    <w:rsid w:val="00780C3D"/>
    <w:rsid w:val="00780C47"/>
    <w:rsid w:val="00780C77"/>
    <w:rsid w:val="00780E89"/>
    <w:rsid w:val="00780E9C"/>
    <w:rsid w:val="00780FB3"/>
    <w:rsid w:val="00780FCE"/>
    <w:rsid w:val="00781091"/>
    <w:rsid w:val="007814E6"/>
    <w:rsid w:val="007814F2"/>
    <w:rsid w:val="0078195A"/>
    <w:rsid w:val="00781A2E"/>
    <w:rsid w:val="00781D86"/>
    <w:rsid w:val="00782212"/>
    <w:rsid w:val="00782589"/>
    <w:rsid w:val="00782A93"/>
    <w:rsid w:val="00782BD2"/>
    <w:rsid w:val="00782BE2"/>
    <w:rsid w:val="00782C3F"/>
    <w:rsid w:val="00782DEB"/>
    <w:rsid w:val="00783120"/>
    <w:rsid w:val="0078340A"/>
    <w:rsid w:val="00783712"/>
    <w:rsid w:val="00783A3D"/>
    <w:rsid w:val="00783AD0"/>
    <w:rsid w:val="00783BB1"/>
    <w:rsid w:val="007840BC"/>
    <w:rsid w:val="007842BB"/>
    <w:rsid w:val="007845C6"/>
    <w:rsid w:val="00784905"/>
    <w:rsid w:val="00784B41"/>
    <w:rsid w:val="00785025"/>
    <w:rsid w:val="007851F1"/>
    <w:rsid w:val="00785617"/>
    <w:rsid w:val="007857F5"/>
    <w:rsid w:val="00785C49"/>
    <w:rsid w:val="00785E10"/>
    <w:rsid w:val="00786086"/>
    <w:rsid w:val="00786354"/>
    <w:rsid w:val="00786886"/>
    <w:rsid w:val="00786A56"/>
    <w:rsid w:val="00786F30"/>
    <w:rsid w:val="00787213"/>
    <w:rsid w:val="007872D8"/>
    <w:rsid w:val="00787B62"/>
    <w:rsid w:val="007903A8"/>
    <w:rsid w:val="00790EEB"/>
    <w:rsid w:val="00791473"/>
    <w:rsid w:val="0079162C"/>
    <w:rsid w:val="00791729"/>
    <w:rsid w:val="00791771"/>
    <w:rsid w:val="0079187D"/>
    <w:rsid w:val="00792018"/>
    <w:rsid w:val="00792293"/>
    <w:rsid w:val="00792696"/>
    <w:rsid w:val="00792836"/>
    <w:rsid w:val="00792A3E"/>
    <w:rsid w:val="00793154"/>
    <w:rsid w:val="0079388D"/>
    <w:rsid w:val="00793F28"/>
    <w:rsid w:val="00794114"/>
    <w:rsid w:val="007945A7"/>
    <w:rsid w:val="0079465E"/>
    <w:rsid w:val="007946BA"/>
    <w:rsid w:val="0079485B"/>
    <w:rsid w:val="00794BB0"/>
    <w:rsid w:val="00794EDA"/>
    <w:rsid w:val="007951DF"/>
    <w:rsid w:val="0079563F"/>
    <w:rsid w:val="007959B6"/>
    <w:rsid w:val="007959D7"/>
    <w:rsid w:val="00795CF8"/>
    <w:rsid w:val="0079624B"/>
    <w:rsid w:val="00796403"/>
    <w:rsid w:val="0079693E"/>
    <w:rsid w:val="00796970"/>
    <w:rsid w:val="007969BE"/>
    <w:rsid w:val="007969F6"/>
    <w:rsid w:val="00796B0B"/>
    <w:rsid w:val="00796C5F"/>
    <w:rsid w:val="00796F80"/>
    <w:rsid w:val="0079779B"/>
    <w:rsid w:val="0079788F"/>
    <w:rsid w:val="007978FF"/>
    <w:rsid w:val="007979C2"/>
    <w:rsid w:val="00797A43"/>
    <w:rsid w:val="00797C00"/>
    <w:rsid w:val="00797E01"/>
    <w:rsid w:val="007A0115"/>
    <w:rsid w:val="007A0455"/>
    <w:rsid w:val="007A093E"/>
    <w:rsid w:val="007A0942"/>
    <w:rsid w:val="007A0B73"/>
    <w:rsid w:val="007A11EA"/>
    <w:rsid w:val="007A1B44"/>
    <w:rsid w:val="007A21A5"/>
    <w:rsid w:val="007A2418"/>
    <w:rsid w:val="007A242B"/>
    <w:rsid w:val="007A25D8"/>
    <w:rsid w:val="007A262E"/>
    <w:rsid w:val="007A2712"/>
    <w:rsid w:val="007A2788"/>
    <w:rsid w:val="007A28D3"/>
    <w:rsid w:val="007A295D"/>
    <w:rsid w:val="007A338B"/>
    <w:rsid w:val="007A3440"/>
    <w:rsid w:val="007A35D1"/>
    <w:rsid w:val="007A39D7"/>
    <w:rsid w:val="007A3A83"/>
    <w:rsid w:val="007A3B2C"/>
    <w:rsid w:val="007A411B"/>
    <w:rsid w:val="007A48B3"/>
    <w:rsid w:val="007A48FC"/>
    <w:rsid w:val="007A49E1"/>
    <w:rsid w:val="007A4B96"/>
    <w:rsid w:val="007A4BE5"/>
    <w:rsid w:val="007A4F02"/>
    <w:rsid w:val="007A5066"/>
    <w:rsid w:val="007A5073"/>
    <w:rsid w:val="007A5210"/>
    <w:rsid w:val="007A5501"/>
    <w:rsid w:val="007A566C"/>
    <w:rsid w:val="007A5B3E"/>
    <w:rsid w:val="007A5C23"/>
    <w:rsid w:val="007A63F7"/>
    <w:rsid w:val="007A64C9"/>
    <w:rsid w:val="007A64E8"/>
    <w:rsid w:val="007A656D"/>
    <w:rsid w:val="007A729A"/>
    <w:rsid w:val="007A740C"/>
    <w:rsid w:val="007A74ED"/>
    <w:rsid w:val="007A76E3"/>
    <w:rsid w:val="007A786B"/>
    <w:rsid w:val="007A7D2D"/>
    <w:rsid w:val="007A7DDE"/>
    <w:rsid w:val="007A7FC9"/>
    <w:rsid w:val="007B07AC"/>
    <w:rsid w:val="007B09AD"/>
    <w:rsid w:val="007B09EF"/>
    <w:rsid w:val="007B0A0B"/>
    <w:rsid w:val="007B0CE9"/>
    <w:rsid w:val="007B0D47"/>
    <w:rsid w:val="007B0ED5"/>
    <w:rsid w:val="007B1E02"/>
    <w:rsid w:val="007B1E4A"/>
    <w:rsid w:val="007B1FA1"/>
    <w:rsid w:val="007B2261"/>
    <w:rsid w:val="007B232E"/>
    <w:rsid w:val="007B2A5A"/>
    <w:rsid w:val="007B340E"/>
    <w:rsid w:val="007B34E3"/>
    <w:rsid w:val="007B3782"/>
    <w:rsid w:val="007B3B52"/>
    <w:rsid w:val="007B3F7B"/>
    <w:rsid w:val="007B4001"/>
    <w:rsid w:val="007B4427"/>
    <w:rsid w:val="007B444B"/>
    <w:rsid w:val="007B4601"/>
    <w:rsid w:val="007B4675"/>
    <w:rsid w:val="007B46ED"/>
    <w:rsid w:val="007B5175"/>
    <w:rsid w:val="007B5199"/>
    <w:rsid w:val="007B53E6"/>
    <w:rsid w:val="007B567C"/>
    <w:rsid w:val="007B5798"/>
    <w:rsid w:val="007B6036"/>
    <w:rsid w:val="007B6103"/>
    <w:rsid w:val="007B64BE"/>
    <w:rsid w:val="007B6563"/>
    <w:rsid w:val="007B662E"/>
    <w:rsid w:val="007B67F9"/>
    <w:rsid w:val="007B6AEE"/>
    <w:rsid w:val="007B6DE0"/>
    <w:rsid w:val="007B703E"/>
    <w:rsid w:val="007B75EC"/>
    <w:rsid w:val="007B7716"/>
    <w:rsid w:val="007B77DE"/>
    <w:rsid w:val="007B7A7A"/>
    <w:rsid w:val="007B7EF8"/>
    <w:rsid w:val="007B7F6A"/>
    <w:rsid w:val="007C0048"/>
    <w:rsid w:val="007C01BC"/>
    <w:rsid w:val="007C0262"/>
    <w:rsid w:val="007C0292"/>
    <w:rsid w:val="007C037A"/>
    <w:rsid w:val="007C085B"/>
    <w:rsid w:val="007C0A97"/>
    <w:rsid w:val="007C0D61"/>
    <w:rsid w:val="007C0EB8"/>
    <w:rsid w:val="007C1038"/>
    <w:rsid w:val="007C10B0"/>
    <w:rsid w:val="007C16C9"/>
    <w:rsid w:val="007C2143"/>
    <w:rsid w:val="007C2163"/>
    <w:rsid w:val="007C21A4"/>
    <w:rsid w:val="007C2236"/>
    <w:rsid w:val="007C225D"/>
    <w:rsid w:val="007C228F"/>
    <w:rsid w:val="007C2304"/>
    <w:rsid w:val="007C2470"/>
    <w:rsid w:val="007C2732"/>
    <w:rsid w:val="007C2884"/>
    <w:rsid w:val="007C28B2"/>
    <w:rsid w:val="007C2CD0"/>
    <w:rsid w:val="007C3349"/>
    <w:rsid w:val="007C3859"/>
    <w:rsid w:val="007C3CB0"/>
    <w:rsid w:val="007C3CEA"/>
    <w:rsid w:val="007C3CEC"/>
    <w:rsid w:val="007C4A49"/>
    <w:rsid w:val="007C4B2B"/>
    <w:rsid w:val="007C4BBE"/>
    <w:rsid w:val="007C4C78"/>
    <w:rsid w:val="007C4FD4"/>
    <w:rsid w:val="007C5572"/>
    <w:rsid w:val="007C5655"/>
    <w:rsid w:val="007C59D8"/>
    <w:rsid w:val="007C5C92"/>
    <w:rsid w:val="007C6338"/>
    <w:rsid w:val="007C6455"/>
    <w:rsid w:val="007C6503"/>
    <w:rsid w:val="007C71F9"/>
    <w:rsid w:val="007C7416"/>
    <w:rsid w:val="007C7784"/>
    <w:rsid w:val="007C77A8"/>
    <w:rsid w:val="007C783B"/>
    <w:rsid w:val="007C7C6F"/>
    <w:rsid w:val="007C7CBF"/>
    <w:rsid w:val="007C7DFE"/>
    <w:rsid w:val="007D03D2"/>
    <w:rsid w:val="007D0663"/>
    <w:rsid w:val="007D0B82"/>
    <w:rsid w:val="007D0C09"/>
    <w:rsid w:val="007D1954"/>
    <w:rsid w:val="007D1ABB"/>
    <w:rsid w:val="007D1DAC"/>
    <w:rsid w:val="007D250B"/>
    <w:rsid w:val="007D278F"/>
    <w:rsid w:val="007D2E1A"/>
    <w:rsid w:val="007D2E66"/>
    <w:rsid w:val="007D3359"/>
    <w:rsid w:val="007D353E"/>
    <w:rsid w:val="007D35BF"/>
    <w:rsid w:val="007D35DB"/>
    <w:rsid w:val="007D3DAF"/>
    <w:rsid w:val="007D42E3"/>
    <w:rsid w:val="007D4400"/>
    <w:rsid w:val="007D47A0"/>
    <w:rsid w:val="007D47FE"/>
    <w:rsid w:val="007D4CAD"/>
    <w:rsid w:val="007D4CFE"/>
    <w:rsid w:val="007D4D31"/>
    <w:rsid w:val="007D4DEC"/>
    <w:rsid w:val="007D542F"/>
    <w:rsid w:val="007D55F8"/>
    <w:rsid w:val="007D5E8F"/>
    <w:rsid w:val="007D64B1"/>
    <w:rsid w:val="007D6E90"/>
    <w:rsid w:val="007D6EBB"/>
    <w:rsid w:val="007D6FD2"/>
    <w:rsid w:val="007D71BD"/>
    <w:rsid w:val="007D7B06"/>
    <w:rsid w:val="007D7B70"/>
    <w:rsid w:val="007D7C5E"/>
    <w:rsid w:val="007D7CF6"/>
    <w:rsid w:val="007E0034"/>
    <w:rsid w:val="007E0492"/>
    <w:rsid w:val="007E08DC"/>
    <w:rsid w:val="007E0B1B"/>
    <w:rsid w:val="007E2028"/>
    <w:rsid w:val="007E22E4"/>
    <w:rsid w:val="007E2B12"/>
    <w:rsid w:val="007E2CCE"/>
    <w:rsid w:val="007E2DCD"/>
    <w:rsid w:val="007E3545"/>
    <w:rsid w:val="007E3846"/>
    <w:rsid w:val="007E3AD3"/>
    <w:rsid w:val="007E3B3C"/>
    <w:rsid w:val="007E44DD"/>
    <w:rsid w:val="007E4D9C"/>
    <w:rsid w:val="007E5019"/>
    <w:rsid w:val="007E52B1"/>
    <w:rsid w:val="007E5339"/>
    <w:rsid w:val="007E54A8"/>
    <w:rsid w:val="007E595D"/>
    <w:rsid w:val="007E598C"/>
    <w:rsid w:val="007E5C5B"/>
    <w:rsid w:val="007E5C7A"/>
    <w:rsid w:val="007E5FD1"/>
    <w:rsid w:val="007E66E0"/>
    <w:rsid w:val="007E6730"/>
    <w:rsid w:val="007E6A5D"/>
    <w:rsid w:val="007E6B7C"/>
    <w:rsid w:val="007E6C4F"/>
    <w:rsid w:val="007E6E38"/>
    <w:rsid w:val="007E6FE8"/>
    <w:rsid w:val="007E7194"/>
    <w:rsid w:val="007E7507"/>
    <w:rsid w:val="007E7E4D"/>
    <w:rsid w:val="007E7FA5"/>
    <w:rsid w:val="007F0022"/>
    <w:rsid w:val="007F01D8"/>
    <w:rsid w:val="007F02EF"/>
    <w:rsid w:val="007F0315"/>
    <w:rsid w:val="007F033B"/>
    <w:rsid w:val="007F04B2"/>
    <w:rsid w:val="007F0600"/>
    <w:rsid w:val="007F082F"/>
    <w:rsid w:val="007F0D28"/>
    <w:rsid w:val="007F1C32"/>
    <w:rsid w:val="007F1D09"/>
    <w:rsid w:val="007F1F6F"/>
    <w:rsid w:val="007F2035"/>
    <w:rsid w:val="007F2139"/>
    <w:rsid w:val="007F2478"/>
    <w:rsid w:val="007F2605"/>
    <w:rsid w:val="007F2B2C"/>
    <w:rsid w:val="007F2B72"/>
    <w:rsid w:val="007F2C5C"/>
    <w:rsid w:val="007F37C6"/>
    <w:rsid w:val="007F3803"/>
    <w:rsid w:val="007F3DA4"/>
    <w:rsid w:val="007F3E11"/>
    <w:rsid w:val="007F41D1"/>
    <w:rsid w:val="007F420C"/>
    <w:rsid w:val="007F4C3D"/>
    <w:rsid w:val="007F4FAD"/>
    <w:rsid w:val="007F518D"/>
    <w:rsid w:val="007F52A2"/>
    <w:rsid w:val="007F53BA"/>
    <w:rsid w:val="007F5479"/>
    <w:rsid w:val="007F56CD"/>
    <w:rsid w:val="007F59F2"/>
    <w:rsid w:val="007F5A8F"/>
    <w:rsid w:val="007F5C32"/>
    <w:rsid w:val="007F5DF7"/>
    <w:rsid w:val="007F5E20"/>
    <w:rsid w:val="007F5EC5"/>
    <w:rsid w:val="007F5FBA"/>
    <w:rsid w:val="007F614B"/>
    <w:rsid w:val="007F6274"/>
    <w:rsid w:val="007F6B9A"/>
    <w:rsid w:val="007F6F25"/>
    <w:rsid w:val="007F7222"/>
    <w:rsid w:val="007F77AB"/>
    <w:rsid w:val="007F7B5F"/>
    <w:rsid w:val="007F7C3B"/>
    <w:rsid w:val="00800746"/>
    <w:rsid w:val="00800917"/>
    <w:rsid w:val="00800F0B"/>
    <w:rsid w:val="00800F81"/>
    <w:rsid w:val="008010C4"/>
    <w:rsid w:val="00801211"/>
    <w:rsid w:val="00801430"/>
    <w:rsid w:val="00801DB5"/>
    <w:rsid w:val="00801EAC"/>
    <w:rsid w:val="00801FBF"/>
    <w:rsid w:val="00802052"/>
    <w:rsid w:val="00802268"/>
    <w:rsid w:val="0080230B"/>
    <w:rsid w:val="00802557"/>
    <w:rsid w:val="008025BF"/>
    <w:rsid w:val="00802841"/>
    <w:rsid w:val="00802E23"/>
    <w:rsid w:val="0080379C"/>
    <w:rsid w:val="00803B7A"/>
    <w:rsid w:val="00803E5E"/>
    <w:rsid w:val="008041E2"/>
    <w:rsid w:val="00804211"/>
    <w:rsid w:val="00804714"/>
    <w:rsid w:val="008047C5"/>
    <w:rsid w:val="00804973"/>
    <w:rsid w:val="00804AB1"/>
    <w:rsid w:val="00804BE8"/>
    <w:rsid w:val="00804FFD"/>
    <w:rsid w:val="008050A8"/>
    <w:rsid w:val="0080524F"/>
    <w:rsid w:val="008054C7"/>
    <w:rsid w:val="008059A0"/>
    <w:rsid w:val="00805B63"/>
    <w:rsid w:val="00806364"/>
    <w:rsid w:val="00806448"/>
    <w:rsid w:val="00806717"/>
    <w:rsid w:val="00806D49"/>
    <w:rsid w:val="00807119"/>
    <w:rsid w:val="008076FD"/>
    <w:rsid w:val="00807B7A"/>
    <w:rsid w:val="00807C5A"/>
    <w:rsid w:val="008103D8"/>
    <w:rsid w:val="008103FE"/>
    <w:rsid w:val="008104BE"/>
    <w:rsid w:val="00810942"/>
    <w:rsid w:val="00811020"/>
    <w:rsid w:val="00811A10"/>
    <w:rsid w:val="00811B9B"/>
    <w:rsid w:val="00811BAC"/>
    <w:rsid w:val="00811F78"/>
    <w:rsid w:val="008122C1"/>
    <w:rsid w:val="00812695"/>
    <w:rsid w:val="008128DE"/>
    <w:rsid w:val="00812AE5"/>
    <w:rsid w:val="00812DA1"/>
    <w:rsid w:val="00812E0F"/>
    <w:rsid w:val="00812E20"/>
    <w:rsid w:val="00813B91"/>
    <w:rsid w:val="00813CE9"/>
    <w:rsid w:val="00813D6E"/>
    <w:rsid w:val="0081411D"/>
    <w:rsid w:val="00814802"/>
    <w:rsid w:val="00814ADC"/>
    <w:rsid w:val="00814B19"/>
    <w:rsid w:val="00814ECA"/>
    <w:rsid w:val="008152CF"/>
    <w:rsid w:val="008153C5"/>
    <w:rsid w:val="008155D2"/>
    <w:rsid w:val="0081588A"/>
    <w:rsid w:val="00815D35"/>
    <w:rsid w:val="00815FC5"/>
    <w:rsid w:val="00816BAF"/>
    <w:rsid w:val="00816F89"/>
    <w:rsid w:val="0081702E"/>
    <w:rsid w:val="008171E1"/>
    <w:rsid w:val="0081733F"/>
    <w:rsid w:val="008173C9"/>
    <w:rsid w:val="00817968"/>
    <w:rsid w:val="008179F6"/>
    <w:rsid w:val="00817AE6"/>
    <w:rsid w:val="00817AEF"/>
    <w:rsid w:val="00817F04"/>
    <w:rsid w:val="00820170"/>
    <w:rsid w:val="008203EF"/>
    <w:rsid w:val="00820489"/>
    <w:rsid w:val="008207D9"/>
    <w:rsid w:val="00820AC3"/>
    <w:rsid w:val="00820DBD"/>
    <w:rsid w:val="0082113A"/>
    <w:rsid w:val="008211C1"/>
    <w:rsid w:val="008213A8"/>
    <w:rsid w:val="008213CB"/>
    <w:rsid w:val="00821547"/>
    <w:rsid w:val="00821630"/>
    <w:rsid w:val="00821951"/>
    <w:rsid w:val="008227D1"/>
    <w:rsid w:val="00822904"/>
    <w:rsid w:val="00822D5D"/>
    <w:rsid w:val="00822E65"/>
    <w:rsid w:val="00823697"/>
    <w:rsid w:val="008236F9"/>
    <w:rsid w:val="00823DD0"/>
    <w:rsid w:val="008243AC"/>
    <w:rsid w:val="00824DAA"/>
    <w:rsid w:val="008258AE"/>
    <w:rsid w:val="008265C0"/>
    <w:rsid w:val="00826740"/>
    <w:rsid w:val="00826CB7"/>
    <w:rsid w:val="00826F0B"/>
    <w:rsid w:val="0082721F"/>
    <w:rsid w:val="00827D91"/>
    <w:rsid w:val="00827E7F"/>
    <w:rsid w:val="00827FFE"/>
    <w:rsid w:val="00830034"/>
    <w:rsid w:val="00830501"/>
    <w:rsid w:val="008306FD"/>
    <w:rsid w:val="00830C4F"/>
    <w:rsid w:val="00830DBD"/>
    <w:rsid w:val="00831986"/>
    <w:rsid w:val="00831EDF"/>
    <w:rsid w:val="00832242"/>
    <w:rsid w:val="0083258F"/>
    <w:rsid w:val="00832B6B"/>
    <w:rsid w:val="0083301F"/>
    <w:rsid w:val="0083377B"/>
    <w:rsid w:val="008337F2"/>
    <w:rsid w:val="008341B5"/>
    <w:rsid w:val="00834297"/>
    <w:rsid w:val="0083465A"/>
    <w:rsid w:val="00834777"/>
    <w:rsid w:val="00834868"/>
    <w:rsid w:val="0083487A"/>
    <w:rsid w:val="00834B9C"/>
    <w:rsid w:val="00834F4D"/>
    <w:rsid w:val="00835047"/>
    <w:rsid w:val="0083553E"/>
    <w:rsid w:val="00835B2E"/>
    <w:rsid w:val="00836297"/>
    <w:rsid w:val="00836327"/>
    <w:rsid w:val="008363A6"/>
    <w:rsid w:val="008364CE"/>
    <w:rsid w:val="008364F9"/>
    <w:rsid w:val="008368DD"/>
    <w:rsid w:val="00836EA6"/>
    <w:rsid w:val="00836ECD"/>
    <w:rsid w:val="00837568"/>
    <w:rsid w:val="00837579"/>
    <w:rsid w:val="00837A1F"/>
    <w:rsid w:val="008400FC"/>
    <w:rsid w:val="00840180"/>
    <w:rsid w:val="0084032D"/>
    <w:rsid w:val="00840412"/>
    <w:rsid w:val="00840453"/>
    <w:rsid w:val="00840460"/>
    <w:rsid w:val="00840529"/>
    <w:rsid w:val="00840539"/>
    <w:rsid w:val="00840829"/>
    <w:rsid w:val="00840BBF"/>
    <w:rsid w:val="00840D0F"/>
    <w:rsid w:val="00842499"/>
    <w:rsid w:val="00842582"/>
    <w:rsid w:val="00842E61"/>
    <w:rsid w:val="008432E2"/>
    <w:rsid w:val="008434F3"/>
    <w:rsid w:val="0084388E"/>
    <w:rsid w:val="00843C7B"/>
    <w:rsid w:val="00843E4D"/>
    <w:rsid w:val="00843FBC"/>
    <w:rsid w:val="0084422B"/>
    <w:rsid w:val="0084499B"/>
    <w:rsid w:val="008449A6"/>
    <w:rsid w:val="008449E3"/>
    <w:rsid w:val="00845733"/>
    <w:rsid w:val="0084576A"/>
    <w:rsid w:val="00845E10"/>
    <w:rsid w:val="00845F1B"/>
    <w:rsid w:val="00845FC8"/>
    <w:rsid w:val="0084629B"/>
    <w:rsid w:val="0084679B"/>
    <w:rsid w:val="008467DB"/>
    <w:rsid w:val="00846AAB"/>
    <w:rsid w:val="00846B41"/>
    <w:rsid w:val="008473BF"/>
    <w:rsid w:val="00847660"/>
    <w:rsid w:val="00847A0C"/>
    <w:rsid w:val="00850A21"/>
    <w:rsid w:val="008511FD"/>
    <w:rsid w:val="0085154D"/>
    <w:rsid w:val="0085154E"/>
    <w:rsid w:val="00851697"/>
    <w:rsid w:val="00851784"/>
    <w:rsid w:val="00851BC6"/>
    <w:rsid w:val="00851DA2"/>
    <w:rsid w:val="008524AE"/>
    <w:rsid w:val="00852BC0"/>
    <w:rsid w:val="00852C70"/>
    <w:rsid w:val="00852DFA"/>
    <w:rsid w:val="008531F2"/>
    <w:rsid w:val="00853296"/>
    <w:rsid w:val="008532F6"/>
    <w:rsid w:val="008535FC"/>
    <w:rsid w:val="008536C7"/>
    <w:rsid w:val="00853834"/>
    <w:rsid w:val="00853CCB"/>
    <w:rsid w:val="00853F3B"/>
    <w:rsid w:val="00854218"/>
    <w:rsid w:val="0085423F"/>
    <w:rsid w:val="008547E1"/>
    <w:rsid w:val="00854E82"/>
    <w:rsid w:val="00855173"/>
    <w:rsid w:val="00855ED3"/>
    <w:rsid w:val="00855FFA"/>
    <w:rsid w:val="00856052"/>
    <w:rsid w:val="00856065"/>
    <w:rsid w:val="008560CA"/>
    <w:rsid w:val="00856374"/>
    <w:rsid w:val="008563C8"/>
    <w:rsid w:val="008564D7"/>
    <w:rsid w:val="00857573"/>
    <w:rsid w:val="00857574"/>
    <w:rsid w:val="00857A66"/>
    <w:rsid w:val="00857D24"/>
    <w:rsid w:val="008601EB"/>
    <w:rsid w:val="00860215"/>
    <w:rsid w:val="00860403"/>
    <w:rsid w:val="0086059A"/>
    <w:rsid w:val="00860B69"/>
    <w:rsid w:val="00860DFC"/>
    <w:rsid w:val="008610AE"/>
    <w:rsid w:val="008616F5"/>
    <w:rsid w:val="008619F1"/>
    <w:rsid w:val="00861A78"/>
    <w:rsid w:val="00861CC8"/>
    <w:rsid w:val="00862024"/>
    <w:rsid w:val="00862028"/>
    <w:rsid w:val="00862094"/>
    <w:rsid w:val="00862523"/>
    <w:rsid w:val="0086271D"/>
    <w:rsid w:val="00862B47"/>
    <w:rsid w:val="00862B6E"/>
    <w:rsid w:val="00863007"/>
    <w:rsid w:val="00863074"/>
    <w:rsid w:val="00863220"/>
    <w:rsid w:val="00863350"/>
    <w:rsid w:val="00863797"/>
    <w:rsid w:val="0086380F"/>
    <w:rsid w:val="008639C5"/>
    <w:rsid w:val="008639C6"/>
    <w:rsid w:val="00863A1C"/>
    <w:rsid w:val="00863A26"/>
    <w:rsid w:val="00863A5A"/>
    <w:rsid w:val="00863DE6"/>
    <w:rsid w:val="00863FE3"/>
    <w:rsid w:val="00864166"/>
    <w:rsid w:val="008645E4"/>
    <w:rsid w:val="00864684"/>
    <w:rsid w:val="00864760"/>
    <w:rsid w:val="00864B7A"/>
    <w:rsid w:val="00864D1D"/>
    <w:rsid w:val="00865EED"/>
    <w:rsid w:val="00866281"/>
    <w:rsid w:val="008664D2"/>
    <w:rsid w:val="00866509"/>
    <w:rsid w:val="0086745C"/>
    <w:rsid w:val="0086746A"/>
    <w:rsid w:val="008675C3"/>
    <w:rsid w:val="00867A60"/>
    <w:rsid w:val="00867D33"/>
    <w:rsid w:val="00867EB6"/>
    <w:rsid w:val="00867F1F"/>
    <w:rsid w:val="00867FD9"/>
    <w:rsid w:val="008704B1"/>
    <w:rsid w:val="00870559"/>
    <w:rsid w:val="00870866"/>
    <w:rsid w:val="00870BC4"/>
    <w:rsid w:val="00870C09"/>
    <w:rsid w:val="00870E66"/>
    <w:rsid w:val="0087117E"/>
    <w:rsid w:val="008714CB"/>
    <w:rsid w:val="0087166C"/>
    <w:rsid w:val="00871772"/>
    <w:rsid w:val="00872167"/>
    <w:rsid w:val="0087222F"/>
    <w:rsid w:val="00872278"/>
    <w:rsid w:val="00872296"/>
    <w:rsid w:val="008726AD"/>
    <w:rsid w:val="00872908"/>
    <w:rsid w:val="00872DE5"/>
    <w:rsid w:val="00873048"/>
    <w:rsid w:val="008731DE"/>
    <w:rsid w:val="008732AE"/>
    <w:rsid w:val="008732F0"/>
    <w:rsid w:val="008733A1"/>
    <w:rsid w:val="00873504"/>
    <w:rsid w:val="008737CC"/>
    <w:rsid w:val="00873D73"/>
    <w:rsid w:val="00874127"/>
    <w:rsid w:val="0087423D"/>
    <w:rsid w:val="00874338"/>
    <w:rsid w:val="00874574"/>
    <w:rsid w:val="008745CF"/>
    <w:rsid w:val="0087489A"/>
    <w:rsid w:val="008749CB"/>
    <w:rsid w:val="00874AC4"/>
    <w:rsid w:val="00874CEE"/>
    <w:rsid w:val="0087539C"/>
    <w:rsid w:val="008755E4"/>
    <w:rsid w:val="00875CD7"/>
    <w:rsid w:val="00875D78"/>
    <w:rsid w:val="00875E99"/>
    <w:rsid w:val="0087689A"/>
    <w:rsid w:val="0087691B"/>
    <w:rsid w:val="00876C89"/>
    <w:rsid w:val="008771AE"/>
    <w:rsid w:val="008774F6"/>
    <w:rsid w:val="00877739"/>
    <w:rsid w:val="008778AF"/>
    <w:rsid w:val="00877F6F"/>
    <w:rsid w:val="0088024C"/>
    <w:rsid w:val="00880318"/>
    <w:rsid w:val="008803D4"/>
    <w:rsid w:val="008804DF"/>
    <w:rsid w:val="00880ADA"/>
    <w:rsid w:val="00880B4A"/>
    <w:rsid w:val="00880B64"/>
    <w:rsid w:val="00880BB9"/>
    <w:rsid w:val="00880DE8"/>
    <w:rsid w:val="00880EB1"/>
    <w:rsid w:val="00881056"/>
    <w:rsid w:val="00881814"/>
    <w:rsid w:val="00881990"/>
    <w:rsid w:val="008819F7"/>
    <w:rsid w:val="00881C8A"/>
    <w:rsid w:val="00881FBD"/>
    <w:rsid w:val="00882020"/>
    <w:rsid w:val="008826BE"/>
    <w:rsid w:val="00882703"/>
    <w:rsid w:val="00882A23"/>
    <w:rsid w:val="00882B75"/>
    <w:rsid w:val="00882CB5"/>
    <w:rsid w:val="00882F15"/>
    <w:rsid w:val="00882F8A"/>
    <w:rsid w:val="00883184"/>
    <w:rsid w:val="00883ECF"/>
    <w:rsid w:val="008847A3"/>
    <w:rsid w:val="00884901"/>
    <w:rsid w:val="00884C0F"/>
    <w:rsid w:val="00884C8D"/>
    <w:rsid w:val="00885001"/>
    <w:rsid w:val="008851C0"/>
    <w:rsid w:val="008852F4"/>
    <w:rsid w:val="00885355"/>
    <w:rsid w:val="00885865"/>
    <w:rsid w:val="0088588B"/>
    <w:rsid w:val="008859C8"/>
    <w:rsid w:val="00885AF3"/>
    <w:rsid w:val="00885D21"/>
    <w:rsid w:val="00886128"/>
    <w:rsid w:val="00886E99"/>
    <w:rsid w:val="00887605"/>
    <w:rsid w:val="008876FE"/>
    <w:rsid w:val="008877FE"/>
    <w:rsid w:val="008878C9"/>
    <w:rsid w:val="00887F61"/>
    <w:rsid w:val="0089068D"/>
    <w:rsid w:val="00890A2B"/>
    <w:rsid w:val="00890ED9"/>
    <w:rsid w:val="00891154"/>
    <w:rsid w:val="00891191"/>
    <w:rsid w:val="00891685"/>
    <w:rsid w:val="00891739"/>
    <w:rsid w:val="00891C57"/>
    <w:rsid w:val="0089200B"/>
    <w:rsid w:val="00892286"/>
    <w:rsid w:val="00892317"/>
    <w:rsid w:val="00892375"/>
    <w:rsid w:val="00892612"/>
    <w:rsid w:val="0089293D"/>
    <w:rsid w:val="00892A4A"/>
    <w:rsid w:val="00892ADC"/>
    <w:rsid w:val="00892C1D"/>
    <w:rsid w:val="00892CF6"/>
    <w:rsid w:val="008931BC"/>
    <w:rsid w:val="008931F1"/>
    <w:rsid w:val="00893203"/>
    <w:rsid w:val="008935C1"/>
    <w:rsid w:val="00893655"/>
    <w:rsid w:val="00893AE4"/>
    <w:rsid w:val="00893C08"/>
    <w:rsid w:val="00893D37"/>
    <w:rsid w:val="00893F5D"/>
    <w:rsid w:val="008940A5"/>
    <w:rsid w:val="0089449D"/>
    <w:rsid w:val="008947A5"/>
    <w:rsid w:val="008950DF"/>
    <w:rsid w:val="0089523E"/>
    <w:rsid w:val="00895771"/>
    <w:rsid w:val="00895A51"/>
    <w:rsid w:val="00896228"/>
    <w:rsid w:val="008963B3"/>
    <w:rsid w:val="008965DB"/>
    <w:rsid w:val="00896926"/>
    <w:rsid w:val="00896A09"/>
    <w:rsid w:val="00896CD2"/>
    <w:rsid w:val="00896E82"/>
    <w:rsid w:val="0089711B"/>
    <w:rsid w:val="00897A2E"/>
    <w:rsid w:val="00897D61"/>
    <w:rsid w:val="00897D77"/>
    <w:rsid w:val="008A0471"/>
    <w:rsid w:val="008A0579"/>
    <w:rsid w:val="008A07A2"/>
    <w:rsid w:val="008A0928"/>
    <w:rsid w:val="008A0C94"/>
    <w:rsid w:val="008A0E0E"/>
    <w:rsid w:val="008A14B7"/>
    <w:rsid w:val="008A153D"/>
    <w:rsid w:val="008A1839"/>
    <w:rsid w:val="008A1F4C"/>
    <w:rsid w:val="008A1F6B"/>
    <w:rsid w:val="008A2560"/>
    <w:rsid w:val="008A2DBC"/>
    <w:rsid w:val="008A2F81"/>
    <w:rsid w:val="008A2FC7"/>
    <w:rsid w:val="008A3934"/>
    <w:rsid w:val="008A3F5E"/>
    <w:rsid w:val="008A3FF3"/>
    <w:rsid w:val="008A4248"/>
    <w:rsid w:val="008A4548"/>
    <w:rsid w:val="008A4781"/>
    <w:rsid w:val="008A49CF"/>
    <w:rsid w:val="008A54F5"/>
    <w:rsid w:val="008A578E"/>
    <w:rsid w:val="008A5FD3"/>
    <w:rsid w:val="008A61F4"/>
    <w:rsid w:val="008A645D"/>
    <w:rsid w:val="008A6740"/>
    <w:rsid w:val="008A6E06"/>
    <w:rsid w:val="008A6E85"/>
    <w:rsid w:val="008A7503"/>
    <w:rsid w:val="008A7545"/>
    <w:rsid w:val="008A788B"/>
    <w:rsid w:val="008A7A0B"/>
    <w:rsid w:val="008A7B21"/>
    <w:rsid w:val="008A7CF9"/>
    <w:rsid w:val="008B0269"/>
    <w:rsid w:val="008B0546"/>
    <w:rsid w:val="008B1158"/>
    <w:rsid w:val="008B145F"/>
    <w:rsid w:val="008B1C7C"/>
    <w:rsid w:val="008B1E05"/>
    <w:rsid w:val="008B1E31"/>
    <w:rsid w:val="008B1FD8"/>
    <w:rsid w:val="008B29EE"/>
    <w:rsid w:val="008B3060"/>
    <w:rsid w:val="008B338A"/>
    <w:rsid w:val="008B3516"/>
    <w:rsid w:val="008B36D3"/>
    <w:rsid w:val="008B3785"/>
    <w:rsid w:val="008B38C6"/>
    <w:rsid w:val="008B3BC3"/>
    <w:rsid w:val="008B3BF3"/>
    <w:rsid w:val="008B3CF4"/>
    <w:rsid w:val="008B41BA"/>
    <w:rsid w:val="008B48B4"/>
    <w:rsid w:val="008B4AF2"/>
    <w:rsid w:val="008B4B49"/>
    <w:rsid w:val="008B4C8F"/>
    <w:rsid w:val="008B4DB1"/>
    <w:rsid w:val="008B563D"/>
    <w:rsid w:val="008B5D79"/>
    <w:rsid w:val="008B5D9F"/>
    <w:rsid w:val="008B611B"/>
    <w:rsid w:val="008B6282"/>
    <w:rsid w:val="008B68BD"/>
    <w:rsid w:val="008B69A5"/>
    <w:rsid w:val="008B6A8F"/>
    <w:rsid w:val="008B7107"/>
    <w:rsid w:val="008B7414"/>
    <w:rsid w:val="008B7920"/>
    <w:rsid w:val="008B793A"/>
    <w:rsid w:val="008B7AE9"/>
    <w:rsid w:val="008C025D"/>
    <w:rsid w:val="008C0339"/>
    <w:rsid w:val="008C116D"/>
    <w:rsid w:val="008C192F"/>
    <w:rsid w:val="008C19B3"/>
    <w:rsid w:val="008C202A"/>
    <w:rsid w:val="008C243C"/>
    <w:rsid w:val="008C245B"/>
    <w:rsid w:val="008C2C6C"/>
    <w:rsid w:val="008C2D72"/>
    <w:rsid w:val="008C385F"/>
    <w:rsid w:val="008C39F9"/>
    <w:rsid w:val="008C3CB3"/>
    <w:rsid w:val="008C3EF8"/>
    <w:rsid w:val="008C40FE"/>
    <w:rsid w:val="008C41CE"/>
    <w:rsid w:val="008C43BB"/>
    <w:rsid w:val="008C44C5"/>
    <w:rsid w:val="008C45C4"/>
    <w:rsid w:val="008C45FE"/>
    <w:rsid w:val="008C461C"/>
    <w:rsid w:val="008C46DF"/>
    <w:rsid w:val="008C47F8"/>
    <w:rsid w:val="008C4D7D"/>
    <w:rsid w:val="008C4EE0"/>
    <w:rsid w:val="008C511D"/>
    <w:rsid w:val="008C5478"/>
    <w:rsid w:val="008C5A37"/>
    <w:rsid w:val="008C61D0"/>
    <w:rsid w:val="008C6734"/>
    <w:rsid w:val="008C6880"/>
    <w:rsid w:val="008C6BC2"/>
    <w:rsid w:val="008C6ECA"/>
    <w:rsid w:val="008C6F9B"/>
    <w:rsid w:val="008C763E"/>
    <w:rsid w:val="008C7954"/>
    <w:rsid w:val="008C7C1A"/>
    <w:rsid w:val="008C7F06"/>
    <w:rsid w:val="008D073D"/>
    <w:rsid w:val="008D09AB"/>
    <w:rsid w:val="008D0C4B"/>
    <w:rsid w:val="008D1498"/>
    <w:rsid w:val="008D157F"/>
    <w:rsid w:val="008D1A3E"/>
    <w:rsid w:val="008D1CD9"/>
    <w:rsid w:val="008D215D"/>
    <w:rsid w:val="008D24D6"/>
    <w:rsid w:val="008D2609"/>
    <w:rsid w:val="008D2F30"/>
    <w:rsid w:val="008D31EA"/>
    <w:rsid w:val="008D3221"/>
    <w:rsid w:val="008D3276"/>
    <w:rsid w:val="008D33F5"/>
    <w:rsid w:val="008D35EB"/>
    <w:rsid w:val="008D3636"/>
    <w:rsid w:val="008D378E"/>
    <w:rsid w:val="008D3A05"/>
    <w:rsid w:val="008D3BAF"/>
    <w:rsid w:val="008D3E46"/>
    <w:rsid w:val="008D3FAF"/>
    <w:rsid w:val="008D4072"/>
    <w:rsid w:val="008D45C5"/>
    <w:rsid w:val="008D466C"/>
    <w:rsid w:val="008D4BF0"/>
    <w:rsid w:val="008D4D41"/>
    <w:rsid w:val="008D5136"/>
    <w:rsid w:val="008D5866"/>
    <w:rsid w:val="008D5BF9"/>
    <w:rsid w:val="008D5D62"/>
    <w:rsid w:val="008D5E32"/>
    <w:rsid w:val="008D5F36"/>
    <w:rsid w:val="008D6022"/>
    <w:rsid w:val="008D6815"/>
    <w:rsid w:val="008D6922"/>
    <w:rsid w:val="008D7063"/>
    <w:rsid w:val="008D708E"/>
    <w:rsid w:val="008D77D2"/>
    <w:rsid w:val="008D77F2"/>
    <w:rsid w:val="008D7F7C"/>
    <w:rsid w:val="008D7F93"/>
    <w:rsid w:val="008E0191"/>
    <w:rsid w:val="008E0252"/>
    <w:rsid w:val="008E02B6"/>
    <w:rsid w:val="008E030C"/>
    <w:rsid w:val="008E04D7"/>
    <w:rsid w:val="008E0515"/>
    <w:rsid w:val="008E07A1"/>
    <w:rsid w:val="008E086A"/>
    <w:rsid w:val="008E0A0A"/>
    <w:rsid w:val="008E0B59"/>
    <w:rsid w:val="008E0C54"/>
    <w:rsid w:val="008E0C7F"/>
    <w:rsid w:val="008E101F"/>
    <w:rsid w:val="008E11BD"/>
    <w:rsid w:val="008E252E"/>
    <w:rsid w:val="008E25FF"/>
    <w:rsid w:val="008E28DD"/>
    <w:rsid w:val="008E29E7"/>
    <w:rsid w:val="008E2AC5"/>
    <w:rsid w:val="008E3015"/>
    <w:rsid w:val="008E302A"/>
    <w:rsid w:val="008E34D2"/>
    <w:rsid w:val="008E36FB"/>
    <w:rsid w:val="008E3808"/>
    <w:rsid w:val="008E3809"/>
    <w:rsid w:val="008E4167"/>
    <w:rsid w:val="008E42C0"/>
    <w:rsid w:val="008E4837"/>
    <w:rsid w:val="008E4EBA"/>
    <w:rsid w:val="008E4F7A"/>
    <w:rsid w:val="008E54C2"/>
    <w:rsid w:val="008E5A66"/>
    <w:rsid w:val="008E5AB7"/>
    <w:rsid w:val="008E5DA4"/>
    <w:rsid w:val="008E60F9"/>
    <w:rsid w:val="008E6BC7"/>
    <w:rsid w:val="008E6C77"/>
    <w:rsid w:val="008E7083"/>
    <w:rsid w:val="008E716B"/>
    <w:rsid w:val="008E75B3"/>
    <w:rsid w:val="008E7943"/>
    <w:rsid w:val="008F0017"/>
    <w:rsid w:val="008F016E"/>
    <w:rsid w:val="008F0206"/>
    <w:rsid w:val="008F032F"/>
    <w:rsid w:val="008F06E8"/>
    <w:rsid w:val="008F0B96"/>
    <w:rsid w:val="008F10DE"/>
    <w:rsid w:val="008F1382"/>
    <w:rsid w:val="008F19C2"/>
    <w:rsid w:val="008F1BAB"/>
    <w:rsid w:val="008F1C8B"/>
    <w:rsid w:val="008F1D25"/>
    <w:rsid w:val="008F1DA8"/>
    <w:rsid w:val="008F1ED5"/>
    <w:rsid w:val="008F23F3"/>
    <w:rsid w:val="008F25EC"/>
    <w:rsid w:val="008F2A63"/>
    <w:rsid w:val="008F2C5D"/>
    <w:rsid w:val="008F2D62"/>
    <w:rsid w:val="008F318E"/>
    <w:rsid w:val="008F3204"/>
    <w:rsid w:val="008F32F5"/>
    <w:rsid w:val="008F37D9"/>
    <w:rsid w:val="008F38F2"/>
    <w:rsid w:val="008F3A91"/>
    <w:rsid w:val="008F3CAE"/>
    <w:rsid w:val="008F3DF6"/>
    <w:rsid w:val="008F420D"/>
    <w:rsid w:val="008F46A7"/>
    <w:rsid w:val="008F4A49"/>
    <w:rsid w:val="008F4B2C"/>
    <w:rsid w:val="008F4B51"/>
    <w:rsid w:val="008F4E33"/>
    <w:rsid w:val="008F4EDC"/>
    <w:rsid w:val="008F5858"/>
    <w:rsid w:val="008F58C6"/>
    <w:rsid w:val="008F5CC9"/>
    <w:rsid w:val="008F5DC9"/>
    <w:rsid w:val="008F62BC"/>
    <w:rsid w:val="008F64F3"/>
    <w:rsid w:val="008F69F8"/>
    <w:rsid w:val="008F6AD4"/>
    <w:rsid w:val="008F6E48"/>
    <w:rsid w:val="008F787E"/>
    <w:rsid w:val="008F7977"/>
    <w:rsid w:val="008F7B65"/>
    <w:rsid w:val="008F7C6A"/>
    <w:rsid w:val="00900292"/>
    <w:rsid w:val="00900491"/>
    <w:rsid w:val="0090052D"/>
    <w:rsid w:val="009016E4"/>
    <w:rsid w:val="0090171A"/>
    <w:rsid w:val="0090197A"/>
    <w:rsid w:val="00901B07"/>
    <w:rsid w:val="00901D84"/>
    <w:rsid w:val="009021D4"/>
    <w:rsid w:val="009022AB"/>
    <w:rsid w:val="009024EF"/>
    <w:rsid w:val="00902D03"/>
    <w:rsid w:val="0090304E"/>
    <w:rsid w:val="00903080"/>
    <w:rsid w:val="009034F6"/>
    <w:rsid w:val="009035A8"/>
    <w:rsid w:val="00903849"/>
    <w:rsid w:val="00903B65"/>
    <w:rsid w:val="00903BD4"/>
    <w:rsid w:val="0090415F"/>
    <w:rsid w:val="0090430D"/>
    <w:rsid w:val="00904358"/>
    <w:rsid w:val="00904633"/>
    <w:rsid w:val="009047A8"/>
    <w:rsid w:val="009049ED"/>
    <w:rsid w:val="00905012"/>
    <w:rsid w:val="009056C4"/>
    <w:rsid w:val="00905AA4"/>
    <w:rsid w:val="00905AC8"/>
    <w:rsid w:val="00905F67"/>
    <w:rsid w:val="00905F9B"/>
    <w:rsid w:val="009060DC"/>
    <w:rsid w:val="00906308"/>
    <w:rsid w:val="0090677B"/>
    <w:rsid w:val="00906A56"/>
    <w:rsid w:val="00906A7F"/>
    <w:rsid w:val="00906D97"/>
    <w:rsid w:val="00907170"/>
    <w:rsid w:val="00907417"/>
    <w:rsid w:val="0090748E"/>
    <w:rsid w:val="00907EFB"/>
    <w:rsid w:val="00907FA1"/>
    <w:rsid w:val="00910177"/>
    <w:rsid w:val="00910277"/>
    <w:rsid w:val="0091040E"/>
    <w:rsid w:val="00910525"/>
    <w:rsid w:val="00910717"/>
    <w:rsid w:val="009108DA"/>
    <w:rsid w:val="00910BB9"/>
    <w:rsid w:val="009112AA"/>
    <w:rsid w:val="0091141C"/>
    <w:rsid w:val="0091154D"/>
    <w:rsid w:val="0091175F"/>
    <w:rsid w:val="0091177F"/>
    <w:rsid w:val="009117A4"/>
    <w:rsid w:val="00911F33"/>
    <w:rsid w:val="009126BC"/>
    <w:rsid w:val="00912AE4"/>
    <w:rsid w:val="00912D30"/>
    <w:rsid w:val="00912DB9"/>
    <w:rsid w:val="00912E6C"/>
    <w:rsid w:val="00912F25"/>
    <w:rsid w:val="0091363F"/>
    <w:rsid w:val="00913797"/>
    <w:rsid w:val="00913CCA"/>
    <w:rsid w:val="00913F80"/>
    <w:rsid w:val="00914040"/>
    <w:rsid w:val="00914105"/>
    <w:rsid w:val="00914554"/>
    <w:rsid w:val="0091481C"/>
    <w:rsid w:val="00914B43"/>
    <w:rsid w:val="00914C09"/>
    <w:rsid w:val="00914D01"/>
    <w:rsid w:val="00914DCD"/>
    <w:rsid w:val="00915007"/>
    <w:rsid w:val="00915080"/>
    <w:rsid w:val="00915521"/>
    <w:rsid w:val="00915632"/>
    <w:rsid w:val="0091592D"/>
    <w:rsid w:val="00915BE7"/>
    <w:rsid w:val="009164C6"/>
    <w:rsid w:val="00916E5E"/>
    <w:rsid w:val="009170F5"/>
    <w:rsid w:val="009171B4"/>
    <w:rsid w:val="0091770A"/>
    <w:rsid w:val="00917856"/>
    <w:rsid w:val="00917A78"/>
    <w:rsid w:val="00917AB0"/>
    <w:rsid w:val="00917EA8"/>
    <w:rsid w:val="009204D7"/>
    <w:rsid w:val="0092091B"/>
    <w:rsid w:val="00920A56"/>
    <w:rsid w:val="00920F19"/>
    <w:rsid w:val="00920F85"/>
    <w:rsid w:val="009215E2"/>
    <w:rsid w:val="00921911"/>
    <w:rsid w:val="00921D24"/>
    <w:rsid w:val="00921E2D"/>
    <w:rsid w:val="00921ED9"/>
    <w:rsid w:val="009221F6"/>
    <w:rsid w:val="009224D7"/>
    <w:rsid w:val="00923171"/>
    <w:rsid w:val="00923446"/>
    <w:rsid w:val="0092356F"/>
    <w:rsid w:val="00923DAE"/>
    <w:rsid w:val="00923DEF"/>
    <w:rsid w:val="0092427C"/>
    <w:rsid w:val="00924406"/>
    <w:rsid w:val="00924435"/>
    <w:rsid w:val="0092448F"/>
    <w:rsid w:val="00924827"/>
    <w:rsid w:val="00924A7D"/>
    <w:rsid w:val="00924D4A"/>
    <w:rsid w:val="00925431"/>
    <w:rsid w:val="00925439"/>
    <w:rsid w:val="009255A7"/>
    <w:rsid w:val="0092561B"/>
    <w:rsid w:val="00925628"/>
    <w:rsid w:val="00925779"/>
    <w:rsid w:val="009259FB"/>
    <w:rsid w:val="00925C06"/>
    <w:rsid w:val="0092608C"/>
    <w:rsid w:val="0092620D"/>
    <w:rsid w:val="0092629F"/>
    <w:rsid w:val="00926816"/>
    <w:rsid w:val="00926993"/>
    <w:rsid w:val="00926B32"/>
    <w:rsid w:val="0092702B"/>
    <w:rsid w:val="009274DA"/>
    <w:rsid w:val="009278E5"/>
    <w:rsid w:val="009279EA"/>
    <w:rsid w:val="00927A33"/>
    <w:rsid w:val="00927E73"/>
    <w:rsid w:val="0093006F"/>
    <w:rsid w:val="009306D5"/>
    <w:rsid w:val="009308C2"/>
    <w:rsid w:val="00930B76"/>
    <w:rsid w:val="00930CD2"/>
    <w:rsid w:val="00930DF3"/>
    <w:rsid w:val="0093105B"/>
    <w:rsid w:val="0093118E"/>
    <w:rsid w:val="0093142A"/>
    <w:rsid w:val="00931772"/>
    <w:rsid w:val="00931A46"/>
    <w:rsid w:val="00931E41"/>
    <w:rsid w:val="00932091"/>
    <w:rsid w:val="00932174"/>
    <w:rsid w:val="00932255"/>
    <w:rsid w:val="009323B1"/>
    <w:rsid w:val="009323FC"/>
    <w:rsid w:val="0093252D"/>
    <w:rsid w:val="009325C4"/>
    <w:rsid w:val="00932670"/>
    <w:rsid w:val="009328D3"/>
    <w:rsid w:val="00932AFF"/>
    <w:rsid w:val="00932DFE"/>
    <w:rsid w:val="00932F90"/>
    <w:rsid w:val="009330D0"/>
    <w:rsid w:val="009338D7"/>
    <w:rsid w:val="009338EA"/>
    <w:rsid w:val="00933D29"/>
    <w:rsid w:val="0093402F"/>
    <w:rsid w:val="009341E8"/>
    <w:rsid w:val="00934967"/>
    <w:rsid w:val="00934F9D"/>
    <w:rsid w:val="00935323"/>
    <w:rsid w:val="00935472"/>
    <w:rsid w:val="00935636"/>
    <w:rsid w:val="00935782"/>
    <w:rsid w:val="009357F7"/>
    <w:rsid w:val="00935858"/>
    <w:rsid w:val="00935B60"/>
    <w:rsid w:val="00935BF9"/>
    <w:rsid w:val="0093653C"/>
    <w:rsid w:val="00936CB5"/>
    <w:rsid w:val="0093722D"/>
    <w:rsid w:val="0093729C"/>
    <w:rsid w:val="00937325"/>
    <w:rsid w:val="00937612"/>
    <w:rsid w:val="00937661"/>
    <w:rsid w:val="009376E3"/>
    <w:rsid w:val="00937912"/>
    <w:rsid w:val="00937A0E"/>
    <w:rsid w:val="00937B3C"/>
    <w:rsid w:val="00937BF3"/>
    <w:rsid w:val="00937C9E"/>
    <w:rsid w:val="0094020D"/>
    <w:rsid w:val="00940520"/>
    <w:rsid w:val="00940B49"/>
    <w:rsid w:val="00940C53"/>
    <w:rsid w:val="00940EA9"/>
    <w:rsid w:val="00941033"/>
    <w:rsid w:val="009417A3"/>
    <w:rsid w:val="00941CAD"/>
    <w:rsid w:val="0094244E"/>
    <w:rsid w:val="00942779"/>
    <w:rsid w:val="009428C0"/>
    <w:rsid w:val="00942911"/>
    <w:rsid w:val="00942D0A"/>
    <w:rsid w:val="0094301D"/>
    <w:rsid w:val="00943294"/>
    <w:rsid w:val="00943431"/>
    <w:rsid w:val="009436B5"/>
    <w:rsid w:val="00943FF9"/>
    <w:rsid w:val="00943FFA"/>
    <w:rsid w:val="00944065"/>
    <w:rsid w:val="009441D7"/>
    <w:rsid w:val="0094492C"/>
    <w:rsid w:val="00944A00"/>
    <w:rsid w:val="00944A9A"/>
    <w:rsid w:val="00944F4E"/>
    <w:rsid w:val="009455C1"/>
    <w:rsid w:val="009457F4"/>
    <w:rsid w:val="00945E99"/>
    <w:rsid w:val="00946021"/>
    <w:rsid w:val="00946360"/>
    <w:rsid w:val="00946686"/>
    <w:rsid w:val="0094696E"/>
    <w:rsid w:val="00946B3E"/>
    <w:rsid w:val="00946FFB"/>
    <w:rsid w:val="00947003"/>
    <w:rsid w:val="00947598"/>
    <w:rsid w:val="009475BE"/>
    <w:rsid w:val="0094775F"/>
    <w:rsid w:val="009478C2"/>
    <w:rsid w:val="00947B5D"/>
    <w:rsid w:val="00947BAA"/>
    <w:rsid w:val="00947EC5"/>
    <w:rsid w:val="00950105"/>
    <w:rsid w:val="009505B3"/>
    <w:rsid w:val="009506F9"/>
    <w:rsid w:val="0095098C"/>
    <w:rsid w:val="009511FD"/>
    <w:rsid w:val="0095124D"/>
    <w:rsid w:val="00951324"/>
    <w:rsid w:val="00951403"/>
    <w:rsid w:val="009515E8"/>
    <w:rsid w:val="0095181B"/>
    <w:rsid w:val="00951864"/>
    <w:rsid w:val="00951AF2"/>
    <w:rsid w:val="00951E9F"/>
    <w:rsid w:val="00951F6D"/>
    <w:rsid w:val="00952132"/>
    <w:rsid w:val="00952425"/>
    <w:rsid w:val="009524AF"/>
    <w:rsid w:val="00952510"/>
    <w:rsid w:val="00952803"/>
    <w:rsid w:val="00952C25"/>
    <w:rsid w:val="00952EE0"/>
    <w:rsid w:val="009539BC"/>
    <w:rsid w:val="00953A16"/>
    <w:rsid w:val="00953D49"/>
    <w:rsid w:val="00953F7C"/>
    <w:rsid w:val="00953F84"/>
    <w:rsid w:val="00954147"/>
    <w:rsid w:val="0095426C"/>
    <w:rsid w:val="009546DF"/>
    <w:rsid w:val="009547BE"/>
    <w:rsid w:val="00954995"/>
    <w:rsid w:val="0095563C"/>
    <w:rsid w:val="0095570D"/>
    <w:rsid w:val="00955969"/>
    <w:rsid w:val="00955E15"/>
    <w:rsid w:val="00955F07"/>
    <w:rsid w:val="00956820"/>
    <w:rsid w:val="00956AC2"/>
    <w:rsid w:val="00956EEC"/>
    <w:rsid w:val="009572F4"/>
    <w:rsid w:val="009574DF"/>
    <w:rsid w:val="00957592"/>
    <w:rsid w:val="00957749"/>
    <w:rsid w:val="00957816"/>
    <w:rsid w:val="00957F2C"/>
    <w:rsid w:val="0096031E"/>
    <w:rsid w:val="0096046E"/>
    <w:rsid w:val="00960AD1"/>
    <w:rsid w:val="00961684"/>
    <w:rsid w:val="00961AF3"/>
    <w:rsid w:val="00962268"/>
    <w:rsid w:val="00962612"/>
    <w:rsid w:val="0096261F"/>
    <w:rsid w:val="00962807"/>
    <w:rsid w:val="0096284C"/>
    <w:rsid w:val="00962A40"/>
    <w:rsid w:val="00962C17"/>
    <w:rsid w:val="00962CAE"/>
    <w:rsid w:val="00962D96"/>
    <w:rsid w:val="00962DF3"/>
    <w:rsid w:val="00962E18"/>
    <w:rsid w:val="00962E23"/>
    <w:rsid w:val="00962E8C"/>
    <w:rsid w:val="00963057"/>
    <w:rsid w:val="009632A3"/>
    <w:rsid w:val="009634B3"/>
    <w:rsid w:val="00963833"/>
    <w:rsid w:val="00963853"/>
    <w:rsid w:val="00963E59"/>
    <w:rsid w:val="00963E5B"/>
    <w:rsid w:val="00964063"/>
    <w:rsid w:val="00964421"/>
    <w:rsid w:val="0096472B"/>
    <w:rsid w:val="00964775"/>
    <w:rsid w:val="00964C91"/>
    <w:rsid w:val="00964D14"/>
    <w:rsid w:val="0096543A"/>
    <w:rsid w:val="009654BE"/>
    <w:rsid w:val="0096555C"/>
    <w:rsid w:val="009655E9"/>
    <w:rsid w:val="009656A5"/>
    <w:rsid w:val="009656D1"/>
    <w:rsid w:val="00965F81"/>
    <w:rsid w:val="0096660C"/>
    <w:rsid w:val="00966807"/>
    <w:rsid w:val="009668DE"/>
    <w:rsid w:val="00966A54"/>
    <w:rsid w:val="00966B1E"/>
    <w:rsid w:val="00966B96"/>
    <w:rsid w:val="00966DBD"/>
    <w:rsid w:val="009671B3"/>
    <w:rsid w:val="009672B5"/>
    <w:rsid w:val="0096789C"/>
    <w:rsid w:val="00967D46"/>
    <w:rsid w:val="009700CF"/>
    <w:rsid w:val="009703AD"/>
    <w:rsid w:val="00970536"/>
    <w:rsid w:val="009707B1"/>
    <w:rsid w:val="0097082E"/>
    <w:rsid w:val="00970A9A"/>
    <w:rsid w:val="009716EA"/>
    <w:rsid w:val="00971863"/>
    <w:rsid w:val="00971943"/>
    <w:rsid w:val="009719B0"/>
    <w:rsid w:val="00971A9F"/>
    <w:rsid w:val="00971B4F"/>
    <w:rsid w:val="00971C97"/>
    <w:rsid w:val="00972045"/>
    <w:rsid w:val="00972AF8"/>
    <w:rsid w:val="00973043"/>
    <w:rsid w:val="0097305A"/>
    <w:rsid w:val="009730B2"/>
    <w:rsid w:val="00973203"/>
    <w:rsid w:val="009733B7"/>
    <w:rsid w:val="009736A4"/>
    <w:rsid w:val="009737B0"/>
    <w:rsid w:val="00974040"/>
    <w:rsid w:val="009740E7"/>
    <w:rsid w:val="009743B0"/>
    <w:rsid w:val="0097440E"/>
    <w:rsid w:val="0097449E"/>
    <w:rsid w:val="009747AC"/>
    <w:rsid w:val="00974A2E"/>
    <w:rsid w:val="00974B99"/>
    <w:rsid w:val="00974E7B"/>
    <w:rsid w:val="00974F49"/>
    <w:rsid w:val="009751E6"/>
    <w:rsid w:val="00975914"/>
    <w:rsid w:val="00975C11"/>
    <w:rsid w:val="00976083"/>
    <w:rsid w:val="0097665C"/>
    <w:rsid w:val="00976CC2"/>
    <w:rsid w:val="00976D03"/>
    <w:rsid w:val="00976F20"/>
    <w:rsid w:val="00976FAE"/>
    <w:rsid w:val="0097704C"/>
    <w:rsid w:val="0097707F"/>
    <w:rsid w:val="00977767"/>
    <w:rsid w:val="009778D5"/>
    <w:rsid w:val="00977C52"/>
    <w:rsid w:val="00977EFA"/>
    <w:rsid w:val="00980132"/>
    <w:rsid w:val="0098027C"/>
    <w:rsid w:val="0098036B"/>
    <w:rsid w:val="00980831"/>
    <w:rsid w:val="0098090A"/>
    <w:rsid w:val="00980A02"/>
    <w:rsid w:val="00980AE3"/>
    <w:rsid w:val="00980B13"/>
    <w:rsid w:val="00980B85"/>
    <w:rsid w:val="00980C24"/>
    <w:rsid w:val="0098180D"/>
    <w:rsid w:val="0098184D"/>
    <w:rsid w:val="00981DF0"/>
    <w:rsid w:val="00981FB9"/>
    <w:rsid w:val="009824AB"/>
    <w:rsid w:val="00982C88"/>
    <w:rsid w:val="009831AA"/>
    <w:rsid w:val="0098329C"/>
    <w:rsid w:val="00983437"/>
    <w:rsid w:val="00983535"/>
    <w:rsid w:val="00983B3B"/>
    <w:rsid w:val="009841B1"/>
    <w:rsid w:val="009842A7"/>
    <w:rsid w:val="0098441B"/>
    <w:rsid w:val="009850DC"/>
    <w:rsid w:val="0098512F"/>
    <w:rsid w:val="009858F2"/>
    <w:rsid w:val="00985A3D"/>
    <w:rsid w:val="00985CAB"/>
    <w:rsid w:val="00985DF9"/>
    <w:rsid w:val="00986580"/>
    <w:rsid w:val="0098662C"/>
    <w:rsid w:val="0098665B"/>
    <w:rsid w:val="00986AE5"/>
    <w:rsid w:val="00986B14"/>
    <w:rsid w:val="00987898"/>
    <w:rsid w:val="009879BF"/>
    <w:rsid w:val="00987CFD"/>
    <w:rsid w:val="009901CE"/>
    <w:rsid w:val="0099057E"/>
    <w:rsid w:val="00990B55"/>
    <w:rsid w:val="00990FA2"/>
    <w:rsid w:val="00990FED"/>
    <w:rsid w:val="00991219"/>
    <w:rsid w:val="009912B3"/>
    <w:rsid w:val="00991304"/>
    <w:rsid w:val="009914A9"/>
    <w:rsid w:val="009916F0"/>
    <w:rsid w:val="009919A9"/>
    <w:rsid w:val="0099224F"/>
    <w:rsid w:val="009922C5"/>
    <w:rsid w:val="009926FB"/>
    <w:rsid w:val="0099284D"/>
    <w:rsid w:val="00992A9C"/>
    <w:rsid w:val="00992C09"/>
    <w:rsid w:val="00992D8B"/>
    <w:rsid w:val="0099303B"/>
    <w:rsid w:val="009934B0"/>
    <w:rsid w:val="0099367E"/>
    <w:rsid w:val="00993D16"/>
    <w:rsid w:val="009941EE"/>
    <w:rsid w:val="0099447E"/>
    <w:rsid w:val="0099448E"/>
    <w:rsid w:val="00994AAD"/>
    <w:rsid w:val="00994B1A"/>
    <w:rsid w:val="00994B76"/>
    <w:rsid w:val="00994D61"/>
    <w:rsid w:val="00994E65"/>
    <w:rsid w:val="00995B11"/>
    <w:rsid w:val="00995D83"/>
    <w:rsid w:val="00996053"/>
    <w:rsid w:val="009961D5"/>
    <w:rsid w:val="0099663A"/>
    <w:rsid w:val="009966E8"/>
    <w:rsid w:val="00996842"/>
    <w:rsid w:val="009968FA"/>
    <w:rsid w:val="00996952"/>
    <w:rsid w:val="00996ADC"/>
    <w:rsid w:val="00996D7A"/>
    <w:rsid w:val="00996EB8"/>
    <w:rsid w:val="00997504"/>
    <w:rsid w:val="00997917"/>
    <w:rsid w:val="00997C32"/>
    <w:rsid w:val="00997CE8"/>
    <w:rsid w:val="009A046F"/>
    <w:rsid w:val="009A0505"/>
    <w:rsid w:val="009A05A4"/>
    <w:rsid w:val="009A07D8"/>
    <w:rsid w:val="009A081D"/>
    <w:rsid w:val="009A091D"/>
    <w:rsid w:val="009A134C"/>
    <w:rsid w:val="009A187E"/>
    <w:rsid w:val="009A1A21"/>
    <w:rsid w:val="009A1F35"/>
    <w:rsid w:val="009A232F"/>
    <w:rsid w:val="009A24A8"/>
    <w:rsid w:val="009A25BF"/>
    <w:rsid w:val="009A2A46"/>
    <w:rsid w:val="009A32A9"/>
    <w:rsid w:val="009A35B8"/>
    <w:rsid w:val="009A35DA"/>
    <w:rsid w:val="009A35F4"/>
    <w:rsid w:val="009A36FB"/>
    <w:rsid w:val="009A38E8"/>
    <w:rsid w:val="009A3BF2"/>
    <w:rsid w:val="009A403C"/>
    <w:rsid w:val="009A40FA"/>
    <w:rsid w:val="009A439D"/>
    <w:rsid w:val="009A47A0"/>
    <w:rsid w:val="009A485A"/>
    <w:rsid w:val="009A4FA1"/>
    <w:rsid w:val="009A50E8"/>
    <w:rsid w:val="009A53FB"/>
    <w:rsid w:val="009A5621"/>
    <w:rsid w:val="009A592D"/>
    <w:rsid w:val="009A5EF9"/>
    <w:rsid w:val="009A62C4"/>
    <w:rsid w:val="009A65AC"/>
    <w:rsid w:val="009A697F"/>
    <w:rsid w:val="009A6F49"/>
    <w:rsid w:val="009A7538"/>
    <w:rsid w:val="009A75F6"/>
    <w:rsid w:val="009A7845"/>
    <w:rsid w:val="009A7882"/>
    <w:rsid w:val="009A7C11"/>
    <w:rsid w:val="009B0040"/>
    <w:rsid w:val="009B084D"/>
    <w:rsid w:val="009B0FE2"/>
    <w:rsid w:val="009B10E6"/>
    <w:rsid w:val="009B11C5"/>
    <w:rsid w:val="009B145D"/>
    <w:rsid w:val="009B160A"/>
    <w:rsid w:val="009B228D"/>
    <w:rsid w:val="009B2541"/>
    <w:rsid w:val="009B29C6"/>
    <w:rsid w:val="009B2A8A"/>
    <w:rsid w:val="009B32B2"/>
    <w:rsid w:val="009B36CB"/>
    <w:rsid w:val="009B3987"/>
    <w:rsid w:val="009B3B55"/>
    <w:rsid w:val="009B3C04"/>
    <w:rsid w:val="009B3CE7"/>
    <w:rsid w:val="009B3D65"/>
    <w:rsid w:val="009B4078"/>
    <w:rsid w:val="009B4E4E"/>
    <w:rsid w:val="009B4FE6"/>
    <w:rsid w:val="009B4FFD"/>
    <w:rsid w:val="009B535B"/>
    <w:rsid w:val="009B5C66"/>
    <w:rsid w:val="009B5E6A"/>
    <w:rsid w:val="009B66DE"/>
    <w:rsid w:val="009B679E"/>
    <w:rsid w:val="009B6D21"/>
    <w:rsid w:val="009B7067"/>
    <w:rsid w:val="009B7075"/>
    <w:rsid w:val="009B7139"/>
    <w:rsid w:val="009B7A62"/>
    <w:rsid w:val="009B7B4D"/>
    <w:rsid w:val="009B7EA4"/>
    <w:rsid w:val="009B7ECB"/>
    <w:rsid w:val="009B7F1D"/>
    <w:rsid w:val="009C0555"/>
    <w:rsid w:val="009C0951"/>
    <w:rsid w:val="009C0969"/>
    <w:rsid w:val="009C0A95"/>
    <w:rsid w:val="009C12B6"/>
    <w:rsid w:val="009C144F"/>
    <w:rsid w:val="009C1584"/>
    <w:rsid w:val="009C172F"/>
    <w:rsid w:val="009C1789"/>
    <w:rsid w:val="009C18FD"/>
    <w:rsid w:val="009C1A56"/>
    <w:rsid w:val="009C1E35"/>
    <w:rsid w:val="009C1EE4"/>
    <w:rsid w:val="009C1FA3"/>
    <w:rsid w:val="009C20E9"/>
    <w:rsid w:val="009C2381"/>
    <w:rsid w:val="009C28E2"/>
    <w:rsid w:val="009C2907"/>
    <w:rsid w:val="009C2DE3"/>
    <w:rsid w:val="009C36EF"/>
    <w:rsid w:val="009C39B4"/>
    <w:rsid w:val="009C3AD9"/>
    <w:rsid w:val="009C3D07"/>
    <w:rsid w:val="009C3E49"/>
    <w:rsid w:val="009C46BE"/>
    <w:rsid w:val="009C48C1"/>
    <w:rsid w:val="009C4B64"/>
    <w:rsid w:val="009C5133"/>
    <w:rsid w:val="009C5255"/>
    <w:rsid w:val="009C5757"/>
    <w:rsid w:val="009C57E2"/>
    <w:rsid w:val="009C5B5F"/>
    <w:rsid w:val="009C5BEC"/>
    <w:rsid w:val="009C5CEB"/>
    <w:rsid w:val="009C5F13"/>
    <w:rsid w:val="009C614B"/>
    <w:rsid w:val="009C676B"/>
    <w:rsid w:val="009C6C92"/>
    <w:rsid w:val="009C6D4D"/>
    <w:rsid w:val="009C6E0C"/>
    <w:rsid w:val="009C70E7"/>
    <w:rsid w:val="009C71BA"/>
    <w:rsid w:val="009C71D0"/>
    <w:rsid w:val="009C72B0"/>
    <w:rsid w:val="009C776B"/>
    <w:rsid w:val="009C7AC8"/>
    <w:rsid w:val="009C7B7F"/>
    <w:rsid w:val="009C7C56"/>
    <w:rsid w:val="009D0278"/>
    <w:rsid w:val="009D0408"/>
    <w:rsid w:val="009D0E43"/>
    <w:rsid w:val="009D119B"/>
    <w:rsid w:val="009D162C"/>
    <w:rsid w:val="009D1750"/>
    <w:rsid w:val="009D1BF0"/>
    <w:rsid w:val="009D2505"/>
    <w:rsid w:val="009D2557"/>
    <w:rsid w:val="009D2639"/>
    <w:rsid w:val="009D2941"/>
    <w:rsid w:val="009D2C17"/>
    <w:rsid w:val="009D2C37"/>
    <w:rsid w:val="009D3090"/>
    <w:rsid w:val="009D3097"/>
    <w:rsid w:val="009D3514"/>
    <w:rsid w:val="009D3787"/>
    <w:rsid w:val="009D3B55"/>
    <w:rsid w:val="009D3C31"/>
    <w:rsid w:val="009D3C37"/>
    <w:rsid w:val="009D3FC7"/>
    <w:rsid w:val="009D40DB"/>
    <w:rsid w:val="009D41C9"/>
    <w:rsid w:val="009D4211"/>
    <w:rsid w:val="009D42BC"/>
    <w:rsid w:val="009D49B3"/>
    <w:rsid w:val="009D54A8"/>
    <w:rsid w:val="009D551C"/>
    <w:rsid w:val="009D56FB"/>
    <w:rsid w:val="009D59DF"/>
    <w:rsid w:val="009D5B33"/>
    <w:rsid w:val="009D5EA0"/>
    <w:rsid w:val="009D62E6"/>
    <w:rsid w:val="009D6301"/>
    <w:rsid w:val="009D68B9"/>
    <w:rsid w:val="009D6E70"/>
    <w:rsid w:val="009D7013"/>
    <w:rsid w:val="009D7025"/>
    <w:rsid w:val="009D7087"/>
    <w:rsid w:val="009D7164"/>
    <w:rsid w:val="009D7519"/>
    <w:rsid w:val="009D762F"/>
    <w:rsid w:val="009D7DB1"/>
    <w:rsid w:val="009E0147"/>
    <w:rsid w:val="009E046A"/>
    <w:rsid w:val="009E05AC"/>
    <w:rsid w:val="009E0876"/>
    <w:rsid w:val="009E0E6D"/>
    <w:rsid w:val="009E1272"/>
    <w:rsid w:val="009E12D5"/>
    <w:rsid w:val="009E12EC"/>
    <w:rsid w:val="009E1457"/>
    <w:rsid w:val="009E17D9"/>
    <w:rsid w:val="009E1B8E"/>
    <w:rsid w:val="009E1C08"/>
    <w:rsid w:val="009E1C2D"/>
    <w:rsid w:val="009E1C82"/>
    <w:rsid w:val="009E20A2"/>
    <w:rsid w:val="009E20FD"/>
    <w:rsid w:val="009E2116"/>
    <w:rsid w:val="009E2177"/>
    <w:rsid w:val="009E23A0"/>
    <w:rsid w:val="009E240D"/>
    <w:rsid w:val="009E2917"/>
    <w:rsid w:val="009E2B97"/>
    <w:rsid w:val="009E2C8F"/>
    <w:rsid w:val="009E2DCC"/>
    <w:rsid w:val="009E2E64"/>
    <w:rsid w:val="009E3020"/>
    <w:rsid w:val="009E3351"/>
    <w:rsid w:val="009E34D1"/>
    <w:rsid w:val="009E35A0"/>
    <w:rsid w:val="009E371D"/>
    <w:rsid w:val="009E381B"/>
    <w:rsid w:val="009E38F8"/>
    <w:rsid w:val="009E3A3B"/>
    <w:rsid w:val="009E3B91"/>
    <w:rsid w:val="009E3C4A"/>
    <w:rsid w:val="009E3D26"/>
    <w:rsid w:val="009E4297"/>
    <w:rsid w:val="009E43F2"/>
    <w:rsid w:val="009E4C47"/>
    <w:rsid w:val="009E4CDE"/>
    <w:rsid w:val="009E4D25"/>
    <w:rsid w:val="009E4EDA"/>
    <w:rsid w:val="009E4F14"/>
    <w:rsid w:val="009E4F40"/>
    <w:rsid w:val="009E4FD1"/>
    <w:rsid w:val="009E5899"/>
    <w:rsid w:val="009E5C07"/>
    <w:rsid w:val="009E5D99"/>
    <w:rsid w:val="009E5EDB"/>
    <w:rsid w:val="009E69B8"/>
    <w:rsid w:val="009E6A47"/>
    <w:rsid w:val="009E710A"/>
    <w:rsid w:val="009E71D9"/>
    <w:rsid w:val="009E78E3"/>
    <w:rsid w:val="009E7ACB"/>
    <w:rsid w:val="009E7BD4"/>
    <w:rsid w:val="009E7E54"/>
    <w:rsid w:val="009F0398"/>
    <w:rsid w:val="009F054D"/>
    <w:rsid w:val="009F09D9"/>
    <w:rsid w:val="009F0A14"/>
    <w:rsid w:val="009F11C2"/>
    <w:rsid w:val="009F1486"/>
    <w:rsid w:val="009F1639"/>
    <w:rsid w:val="009F20E7"/>
    <w:rsid w:val="009F21DA"/>
    <w:rsid w:val="009F23D6"/>
    <w:rsid w:val="009F287E"/>
    <w:rsid w:val="009F2AB3"/>
    <w:rsid w:val="009F2CEB"/>
    <w:rsid w:val="009F3183"/>
    <w:rsid w:val="009F3367"/>
    <w:rsid w:val="009F3403"/>
    <w:rsid w:val="009F3441"/>
    <w:rsid w:val="009F3988"/>
    <w:rsid w:val="009F3DD3"/>
    <w:rsid w:val="009F3E94"/>
    <w:rsid w:val="009F4320"/>
    <w:rsid w:val="009F4426"/>
    <w:rsid w:val="009F4505"/>
    <w:rsid w:val="009F4925"/>
    <w:rsid w:val="009F495A"/>
    <w:rsid w:val="009F4D12"/>
    <w:rsid w:val="009F4E6C"/>
    <w:rsid w:val="009F53F7"/>
    <w:rsid w:val="009F553C"/>
    <w:rsid w:val="009F5668"/>
    <w:rsid w:val="009F59C4"/>
    <w:rsid w:val="009F5ACF"/>
    <w:rsid w:val="009F62E8"/>
    <w:rsid w:val="009F67CD"/>
    <w:rsid w:val="009F6A79"/>
    <w:rsid w:val="009F6AD4"/>
    <w:rsid w:val="009F6BE2"/>
    <w:rsid w:val="009F6C30"/>
    <w:rsid w:val="009F6D0C"/>
    <w:rsid w:val="009F6D81"/>
    <w:rsid w:val="009F6E48"/>
    <w:rsid w:val="009F6EF2"/>
    <w:rsid w:val="009F70F7"/>
    <w:rsid w:val="009F7386"/>
    <w:rsid w:val="009F73AC"/>
    <w:rsid w:val="009F73BA"/>
    <w:rsid w:val="009F7768"/>
    <w:rsid w:val="009F77E7"/>
    <w:rsid w:val="00A0001A"/>
    <w:rsid w:val="00A004CC"/>
    <w:rsid w:val="00A0052E"/>
    <w:rsid w:val="00A00677"/>
    <w:rsid w:val="00A00701"/>
    <w:rsid w:val="00A0083B"/>
    <w:rsid w:val="00A00901"/>
    <w:rsid w:val="00A0105E"/>
    <w:rsid w:val="00A01077"/>
    <w:rsid w:val="00A015BD"/>
    <w:rsid w:val="00A016FD"/>
    <w:rsid w:val="00A017B3"/>
    <w:rsid w:val="00A020E0"/>
    <w:rsid w:val="00A027F7"/>
    <w:rsid w:val="00A0293D"/>
    <w:rsid w:val="00A03750"/>
    <w:rsid w:val="00A0381F"/>
    <w:rsid w:val="00A03C3A"/>
    <w:rsid w:val="00A0404D"/>
    <w:rsid w:val="00A041B1"/>
    <w:rsid w:val="00A0494D"/>
    <w:rsid w:val="00A04A5D"/>
    <w:rsid w:val="00A04A91"/>
    <w:rsid w:val="00A04EE1"/>
    <w:rsid w:val="00A04EE7"/>
    <w:rsid w:val="00A05A07"/>
    <w:rsid w:val="00A05D64"/>
    <w:rsid w:val="00A0603B"/>
    <w:rsid w:val="00A0614E"/>
    <w:rsid w:val="00A065BC"/>
    <w:rsid w:val="00A066D9"/>
    <w:rsid w:val="00A06C85"/>
    <w:rsid w:val="00A06D37"/>
    <w:rsid w:val="00A06D88"/>
    <w:rsid w:val="00A06E95"/>
    <w:rsid w:val="00A070AD"/>
    <w:rsid w:val="00A072DF"/>
    <w:rsid w:val="00A07570"/>
    <w:rsid w:val="00A0791E"/>
    <w:rsid w:val="00A07CFB"/>
    <w:rsid w:val="00A10529"/>
    <w:rsid w:val="00A10747"/>
    <w:rsid w:val="00A10A6F"/>
    <w:rsid w:val="00A10F13"/>
    <w:rsid w:val="00A117DD"/>
    <w:rsid w:val="00A11D28"/>
    <w:rsid w:val="00A12065"/>
    <w:rsid w:val="00A12D2A"/>
    <w:rsid w:val="00A12DB1"/>
    <w:rsid w:val="00A13103"/>
    <w:rsid w:val="00A1343A"/>
    <w:rsid w:val="00A1388F"/>
    <w:rsid w:val="00A14053"/>
    <w:rsid w:val="00A141A3"/>
    <w:rsid w:val="00A146A1"/>
    <w:rsid w:val="00A14887"/>
    <w:rsid w:val="00A14D39"/>
    <w:rsid w:val="00A14D6A"/>
    <w:rsid w:val="00A15B81"/>
    <w:rsid w:val="00A15C60"/>
    <w:rsid w:val="00A15D88"/>
    <w:rsid w:val="00A15FB6"/>
    <w:rsid w:val="00A165A4"/>
    <w:rsid w:val="00A16959"/>
    <w:rsid w:val="00A16A75"/>
    <w:rsid w:val="00A170E2"/>
    <w:rsid w:val="00A178FE"/>
    <w:rsid w:val="00A17932"/>
    <w:rsid w:val="00A17FB9"/>
    <w:rsid w:val="00A20223"/>
    <w:rsid w:val="00A20374"/>
    <w:rsid w:val="00A20587"/>
    <w:rsid w:val="00A2061E"/>
    <w:rsid w:val="00A2093E"/>
    <w:rsid w:val="00A20A45"/>
    <w:rsid w:val="00A20DA9"/>
    <w:rsid w:val="00A21433"/>
    <w:rsid w:val="00A2158F"/>
    <w:rsid w:val="00A215A8"/>
    <w:rsid w:val="00A21726"/>
    <w:rsid w:val="00A21B22"/>
    <w:rsid w:val="00A227D2"/>
    <w:rsid w:val="00A22903"/>
    <w:rsid w:val="00A22B0C"/>
    <w:rsid w:val="00A22D42"/>
    <w:rsid w:val="00A22F81"/>
    <w:rsid w:val="00A23118"/>
    <w:rsid w:val="00A234F0"/>
    <w:rsid w:val="00A2397C"/>
    <w:rsid w:val="00A23A26"/>
    <w:rsid w:val="00A23C7C"/>
    <w:rsid w:val="00A23D21"/>
    <w:rsid w:val="00A23FC4"/>
    <w:rsid w:val="00A2402C"/>
    <w:rsid w:val="00A24A11"/>
    <w:rsid w:val="00A24BF9"/>
    <w:rsid w:val="00A24D15"/>
    <w:rsid w:val="00A24D48"/>
    <w:rsid w:val="00A25052"/>
    <w:rsid w:val="00A2511E"/>
    <w:rsid w:val="00A253D0"/>
    <w:rsid w:val="00A255CF"/>
    <w:rsid w:val="00A25B62"/>
    <w:rsid w:val="00A26102"/>
    <w:rsid w:val="00A2687E"/>
    <w:rsid w:val="00A26CB5"/>
    <w:rsid w:val="00A27306"/>
    <w:rsid w:val="00A27509"/>
    <w:rsid w:val="00A278FF"/>
    <w:rsid w:val="00A27B24"/>
    <w:rsid w:val="00A27B2C"/>
    <w:rsid w:val="00A27FC7"/>
    <w:rsid w:val="00A3062C"/>
    <w:rsid w:val="00A30688"/>
    <w:rsid w:val="00A30B67"/>
    <w:rsid w:val="00A312F3"/>
    <w:rsid w:val="00A3145C"/>
    <w:rsid w:val="00A317DB"/>
    <w:rsid w:val="00A31EF3"/>
    <w:rsid w:val="00A328FC"/>
    <w:rsid w:val="00A32E55"/>
    <w:rsid w:val="00A32FB4"/>
    <w:rsid w:val="00A331FE"/>
    <w:rsid w:val="00A33340"/>
    <w:rsid w:val="00A33449"/>
    <w:rsid w:val="00A33F28"/>
    <w:rsid w:val="00A340DA"/>
    <w:rsid w:val="00A342D2"/>
    <w:rsid w:val="00A344F3"/>
    <w:rsid w:val="00A34728"/>
    <w:rsid w:val="00A34A42"/>
    <w:rsid w:val="00A3584A"/>
    <w:rsid w:val="00A358B6"/>
    <w:rsid w:val="00A359E3"/>
    <w:rsid w:val="00A35CE3"/>
    <w:rsid w:val="00A360BF"/>
    <w:rsid w:val="00A364F4"/>
    <w:rsid w:val="00A36783"/>
    <w:rsid w:val="00A36C0D"/>
    <w:rsid w:val="00A408BB"/>
    <w:rsid w:val="00A40EF3"/>
    <w:rsid w:val="00A40F0F"/>
    <w:rsid w:val="00A40F81"/>
    <w:rsid w:val="00A410FA"/>
    <w:rsid w:val="00A4138A"/>
    <w:rsid w:val="00A41636"/>
    <w:rsid w:val="00A419B5"/>
    <w:rsid w:val="00A41A51"/>
    <w:rsid w:val="00A41B45"/>
    <w:rsid w:val="00A41BB7"/>
    <w:rsid w:val="00A41D04"/>
    <w:rsid w:val="00A41D4E"/>
    <w:rsid w:val="00A41F5D"/>
    <w:rsid w:val="00A4242D"/>
    <w:rsid w:val="00A42450"/>
    <w:rsid w:val="00A429DD"/>
    <w:rsid w:val="00A42DD7"/>
    <w:rsid w:val="00A42E19"/>
    <w:rsid w:val="00A430C4"/>
    <w:rsid w:val="00A43325"/>
    <w:rsid w:val="00A4338E"/>
    <w:rsid w:val="00A43412"/>
    <w:rsid w:val="00A434F0"/>
    <w:rsid w:val="00A43BE2"/>
    <w:rsid w:val="00A43D72"/>
    <w:rsid w:val="00A442D2"/>
    <w:rsid w:val="00A44668"/>
    <w:rsid w:val="00A446A4"/>
    <w:rsid w:val="00A44BE3"/>
    <w:rsid w:val="00A44F26"/>
    <w:rsid w:val="00A44FD0"/>
    <w:rsid w:val="00A45A9E"/>
    <w:rsid w:val="00A45C3C"/>
    <w:rsid w:val="00A45E73"/>
    <w:rsid w:val="00A4606C"/>
    <w:rsid w:val="00A46889"/>
    <w:rsid w:val="00A46B1F"/>
    <w:rsid w:val="00A46D17"/>
    <w:rsid w:val="00A46F49"/>
    <w:rsid w:val="00A46F99"/>
    <w:rsid w:val="00A47015"/>
    <w:rsid w:val="00A472E7"/>
    <w:rsid w:val="00A47503"/>
    <w:rsid w:val="00A47588"/>
    <w:rsid w:val="00A47595"/>
    <w:rsid w:val="00A477AF"/>
    <w:rsid w:val="00A47E4B"/>
    <w:rsid w:val="00A50DE5"/>
    <w:rsid w:val="00A50F1B"/>
    <w:rsid w:val="00A519D8"/>
    <w:rsid w:val="00A51B28"/>
    <w:rsid w:val="00A51E65"/>
    <w:rsid w:val="00A51F5E"/>
    <w:rsid w:val="00A52517"/>
    <w:rsid w:val="00A52586"/>
    <w:rsid w:val="00A52662"/>
    <w:rsid w:val="00A52692"/>
    <w:rsid w:val="00A5291A"/>
    <w:rsid w:val="00A52C84"/>
    <w:rsid w:val="00A52D68"/>
    <w:rsid w:val="00A535E8"/>
    <w:rsid w:val="00A53887"/>
    <w:rsid w:val="00A539AD"/>
    <w:rsid w:val="00A53B6F"/>
    <w:rsid w:val="00A53C5E"/>
    <w:rsid w:val="00A53CE8"/>
    <w:rsid w:val="00A54110"/>
    <w:rsid w:val="00A5417B"/>
    <w:rsid w:val="00A54504"/>
    <w:rsid w:val="00A54532"/>
    <w:rsid w:val="00A54543"/>
    <w:rsid w:val="00A545D4"/>
    <w:rsid w:val="00A5477B"/>
    <w:rsid w:val="00A54B32"/>
    <w:rsid w:val="00A54D97"/>
    <w:rsid w:val="00A55A33"/>
    <w:rsid w:val="00A55A8D"/>
    <w:rsid w:val="00A55E31"/>
    <w:rsid w:val="00A55EE3"/>
    <w:rsid w:val="00A55F31"/>
    <w:rsid w:val="00A566CE"/>
    <w:rsid w:val="00A567E7"/>
    <w:rsid w:val="00A56CB8"/>
    <w:rsid w:val="00A56DE5"/>
    <w:rsid w:val="00A56F64"/>
    <w:rsid w:val="00A56FF3"/>
    <w:rsid w:val="00A5704D"/>
    <w:rsid w:val="00A5709A"/>
    <w:rsid w:val="00A571BB"/>
    <w:rsid w:val="00A574D6"/>
    <w:rsid w:val="00A575B1"/>
    <w:rsid w:val="00A57700"/>
    <w:rsid w:val="00A578CC"/>
    <w:rsid w:val="00A57DC9"/>
    <w:rsid w:val="00A60075"/>
    <w:rsid w:val="00A6077C"/>
    <w:rsid w:val="00A60786"/>
    <w:rsid w:val="00A60B6C"/>
    <w:rsid w:val="00A61226"/>
    <w:rsid w:val="00A6129C"/>
    <w:rsid w:val="00A614C9"/>
    <w:rsid w:val="00A615B5"/>
    <w:rsid w:val="00A619D2"/>
    <w:rsid w:val="00A61DF4"/>
    <w:rsid w:val="00A61F9E"/>
    <w:rsid w:val="00A6261A"/>
    <w:rsid w:val="00A62AA4"/>
    <w:rsid w:val="00A62AE3"/>
    <w:rsid w:val="00A62B8A"/>
    <w:rsid w:val="00A62E8E"/>
    <w:rsid w:val="00A62FB9"/>
    <w:rsid w:val="00A63D87"/>
    <w:rsid w:val="00A63E49"/>
    <w:rsid w:val="00A64442"/>
    <w:rsid w:val="00A64941"/>
    <w:rsid w:val="00A64972"/>
    <w:rsid w:val="00A64989"/>
    <w:rsid w:val="00A64C03"/>
    <w:rsid w:val="00A6526E"/>
    <w:rsid w:val="00A654E3"/>
    <w:rsid w:val="00A65605"/>
    <w:rsid w:val="00A65BB7"/>
    <w:rsid w:val="00A65C44"/>
    <w:rsid w:val="00A65C9B"/>
    <w:rsid w:val="00A65D20"/>
    <w:rsid w:val="00A666C8"/>
    <w:rsid w:val="00A66C83"/>
    <w:rsid w:val="00A66DE8"/>
    <w:rsid w:val="00A673AD"/>
    <w:rsid w:val="00A673C9"/>
    <w:rsid w:val="00A67575"/>
    <w:rsid w:val="00A675EA"/>
    <w:rsid w:val="00A67615"/>
    <w:rsid w:val="00A678DF"/>
    <w:rsid w:val="00A67AB4"/>
    <w:rsid w:val="00A70100"/>
    <w:rsid w:val="00A701D4"/>
    <w:rsid w:val="00A70604"/>
    <w:rsid w:val="00A70ABA"/>
    <w:rsid w:val="00A70C2E"/>
    <w:rsid w:val="00A70E8B"/>
    <w:rsid w:val="00A70FA0"/>
    <w:rsid w:val="00A71043"/>
    <w:rsid w:val="00A710FE"/>
    <w:rsid w:val="00A718B1"/>
    <w:rsid w:val="00A71BC0"/>
    <w:rsid w:val="00A71D17"/>
    <w:rsid w:val="00A71E2D"/>
    <w:rsid w:val="00A72630"/>
    <w:rsid w:val="00A729A2"/>
    <w:rsid w:val="00A730B6"/>
    <w:rsid w:val="00A731FA"/>
    <w:rsid w:val="00A73583"/>
    <w:rsid w:val="00A73FD0"/>
    <w:rsid w:val="00A74026"/>
    <w:rsid w:val="00A741D5"/>
    <w:rsid w:val="00A74827"/>
    <w:rsid w:val="00A7485A"/>
    <w:rsid w:val="00A74AC3"/>
    <w:rsid w:val="00A752AA"/>
    <w:rsid w:val="00A7570B"/>
    <w:rsid w:val="00A75C43"/>
    <w:rsid w:val="00A75F9D"/>
    <w:rsid w:val="00A76732"/>
    <w:rsid w:val="00A767A3"/>
    <w:rsid w:val="00A76863"/>
    <w:rsid w:val="00A76ADD"/>
    <w:rsid w:val="00A76FB5"/>
    <w:rsid w:val="00A7704F"/>
    <w:rsid w:val="00A7720E"/>
    <w:rsid w:val="00A77756"/>
    <w:rsid w:val="00A77793"/>
    <w:rsid w:val="00A7787D"/>
    <w:rsid w:val="00A77AB9"/>
    <w:rsid w:val="00A77B3D"/>
    <w:rsid w:val="00A803DC"/>
    <w:rsid w:val="00A8046F"/>
    <w:rsid w:val="00A80584"/>
    <w:rsid w:val="00A8071E"/>
    <w:rsid w:val="00A80811"/>
    <w:rsid w:val="00A80BB6"/>
    <w:rsid w:val="00A80E9B"/>
    <w:rsid w:val="00A80EFA"/>
    <w:rsid w:val="00A81099"/>
    <w:rsid w:val="00A816B5"/>
    <w:rsid w:val="00A81704"/>
    <w:rsid w:val="00A81BEB"/>
    <w:rsid w:val="00A81CA9"/>
    <w:rsid w:val="00A81E2E"/>
    <w:rsid w:val="00A81F33"/>
    <w:rsid w:val="00A82262"/>
    <w:rsid w:val="00A82540"/>
    <w:rsid w:val="00A82548"/>
    <w:rsid w:val="00A825BA"/>
    <w:rsid w:val="00A82669"/>
    <w:rsid w:val="00A826CD"/>
    <w:rsid w:val="00A82A89"/>
    <w:rsid w:val="00A82B99"/>
    <w:rsid w:val="00A82C11"/>
    <w:rsid w:val="00A82CF2"/>
    <w:rsid w:val="00A82E7D"/>
    <w:rsid w:val="00A8345D"/>
    <w:rsid w:val="00A834B7"/>
    <w:rsid w:val="00A83D29"/>
    <w:rsid w:val="00A841BB"/>
    <w:rsid w:val="00A843F9"/>
    <w:rsid w:val="00A84825"/>
    <w:rsid w:val="00A84AD5"/>
    <w:rsid w:val="00A84B91"/>
    <w:rsid w:val="00A84C53"/>
    <w:rsid w:val="00A84C94"/>
    <w:rsid w:val="00A85586"/>
    <w:rsid w:val="00A856DF"/>
    <w:rsid w:val="00A86064"/>
    <w:rsid w:val="00A863F2"/>
    <w:rsid w:val="00A86664"/>
    <w:rsid w:val="00A8702A"/>
    <w:rsid w:val="00A87108"/>
    <w:rsid w:val="00A8735D"/>
    <w:rsid w:val="00A87710"/>
    <w:rsid w:val="00A87728"/>
    <w:rsid w:val="00A877AF"/>
    <w:rsid w:val="00A87ACE"/>
    <w:rsid w:val="00A87D28"/>
    <w:rsid w:val="00A87E61"/>
    <w:rsid w:val="00A900F6"/>
    <w:rsid w:val="00A901FC"/>
    <w:rsid w:val="00A903C6"/>
    <w:rsid w:val="00A9088B"/>
    <w:rsid w:val="00A91291"/>
    <w:rsid w:val="00A917D5"/>
    <w:rsid w:val="00A92030"/>
    <w:rsid w:val="00A920DD"/>
    <w:rsid w:val="00A92AEF"/>
    <w:rsid w:val="00A92D03"/>
    <w:rsid w:val="00A92D0C"/>
    <w:rsid w:val="00A92D6E"/>
    <w:rsid w:val="00A92E0A"/>
    <w:rsid w:val="00A92F2E"/>
    <w:rsid w:val="00A92F9A"/>
    <w:rsid w:val="00A93226"/>
    <w:rsid w:val="00A936F7"/>
    <w:rsid w:val="00A937BF"/>
    <w:rsid w:val="00A937FD"/>
    <w:rsid w:val="00A93D93"/>
    <w:rsid w:val="00A93E37"/>
    <w:rsid w:val="00A93F3F"/>
    <w:rsid w:val="00A941E4"/>
    <w:rsid w:val="00A945E1"/>
    <w:rsid w:val="00A94676"/>
    <w:rsid w:val="00A946B4"/>
    <w:rsid w:val="00A94724"/>
    <w:rsid w:val="00A9473F"/>
    <w:rsid w:val="00A94771"/>
    <w:rsid w:val="00A94C9F"/>
    <w:rsid w:val="00A94E50"/>
    <w:rsid w:val="00A95247"/>
    <w:rsid w:val="00A952CC"/>
    <w:rsid w:val="00A957B6"/>
    <w:rsid w:val="00A959AF"/>
    <w:rsid w:val="00A95A91"/>
    <w:rsid w:val="00A95BC8"/>
    <w:rsid w:val="00A95C65"/>
    <w:rsid w:val="00A95D6C"/>
    <w:rsid w:val="00A95DEF"/>
    <w:rsid w:val="00A95EDE"/>
    <w:rsid w:val="00A9600E"/>
    <w:rsid w:val="00A960C0"/>
    <w:rsid w:val="00A9654D"/>
    <w:rsid w:val="00A96663"/>
    <w:rsid w:val="00A967CC"/>
    <w:rsid w:val="00A96B8B"/>
    <w:rsid w:val="00A96DF9"/>
    <w:rsid w:val="00A977BA"/>
    <w:rsid w:val="00A9787D"/>
    <w:rsid w:val="00A97A0E"/>
    <w:rsid w:val="00A97C70"/>
    <w:rsid w:val="00AA05F4"/>
    <w:rsid w:val="00AA07E6"/>
    <w:rsid w:val="00AA0928"/>
    <w:rsid w:val="00AA0B30"/>
    <w:rsid w:val="00AA0CDF"/>
    <w:rsid w:val="00AA106D"/>
    <w:rsid w:val="00AA11D3"/>
    <w:rsid w:val="00AA1612"/>
    <w:rsid w:val="00AA1A36"/>
    <w:rsid w:val="00AA1D29"/>
    <w:rsid w:val="00AA1FB7"/>
    <w:rsid w:val="00AA2697"/>
    <w:rsid w:val="00AA27B4"/>
    <w:rsid w:val="00AA2830"/>
    <w:rsid w:val="00AA28A6"/>
    <w:rsid w:val="00AA2C5E"/>
    <w:rsid w:val="00AA34D2"/>
    <w:rsid w:val="00AA38A8"/>
    <w:rsid w:val="00AA39C0"/>
    <w:rsid w:val="00AA3EFA"/>
    <w:rsid w:val="00AA41AA"/>
    <w:rsid w:val="00AA429B"/>
    <w:rsid w:val="00AA458C"/>
    <w:rsid w:val="00AA459B"/>
    <w:rsid w:val="00AA47D5"/>
    <w:rsid w:val="00AA4BA3"/>
    <w:rsid w:val="00AA4D20"/>
    <w:rsid w:val="00AA549B"/>
    <w:rsid w:val="00AA5520"/>
    <w:rsid w:val="00AA562E"/>
    <w:rsid w:val="00AA5BA7"/>
    <w:rsid w:val="00AA5FC0"/>
    <w:rsid w:val="00AA5FDA"/>
    <w:rsid w:val="00AA64AC"/>
    <w:rsid w:val="00AA6924"/>
    <w:rsid w:val="00AA692A"/>
    <w:rsid w:val="00AA6A5D"/>
    <w:rsid w:val="00AA6AC7"/>
    <w:rsid w:val="00AA6D53"/>
    <w:rsid w:val="00AA7118"/>
    <w:rsid w:val="00AA7606"/>
    <w:rsid w:val="00AA7965"/>
    <w:rsid w:val="00AB0238"/>
    <w:rsid w:val="00AB08D1"/>
    <w:rsid w:val="00AB0FE1"/>
    <w:rsid w:val="00AB1566"/>
    <w:rsid w:val="00AB16EE"/>
    <w:rsid w:val="00AB1BF8"/>
    <w:rsid w:val="00AB1C0A"/>
    <w:rsid w:val="00AB1C43"/>
    <w:rsid w:val="00AB2721"/>
    <w:rsid w:val="00AB2736"/>
    <w:rsid w:val="00AB2895"/>
    <w:rsid w:val="00AB29F4"/>
    <w:rsid w:val="00AB2AD3"/>
    <w:rsid w:val="00AB2D0D"/>
    <w:rsid w:val="00AB3018"/>
    <w:rsid w:val="00AB3225"/>
    <w:rsid w:val="00AB3D26"/>
    <w:rsid w:val="00AB3D73"/>
    <w:rsid w:val="00AB3F5F"/>
    <w:rsid w:val="00AB404B"/>
    <w:rsid w:val="00AB433B"/>
    <w:rsid w:val="00AB4374"/>
    <w:rsid w:val="00AB45F6"/>
    <w:rsid w:val="00AB4BC6"/>
    <w:rsid w:val="00AB4BD6"/>
    <w:rsid w:val="00AB5002"/>
    <w:rsid w:val="00AB503C"/>
    <w:rsid w:val="00AB50F9"/>
    <w:rsid w:val="00AB56B5"/>
    <w:rsid w:val="00AB5780"/>
    <w:rsid w:val="00AB5846"/>
    <w:rsid w:val="00AB5ABB"/>
    <w:rsid w:val="00AB5DD5"/>
    <w:rsid w:val="00AB5E98"/>
    <w:rsid w:val="00AB6601"/>
    <w:rsid w:val="00AB699E"/>
    <w:rsid w:val="00AB6AF2"/>
    <w:rsid w:val="00AB7223"/>
    <w:rsid w:val="00AB7494"/>
    <w:rsid w:val="00AB7559"/>
    <w:rsid w:val="00AB75B5"/>
    <w:rsid w:val="00AB7726"/>
    <w:rsid w:val="00AB7AB7"/>
    <w:rsid w:val="00AB7C36"/>
    <w:rsid w:val="00AB7F75"/>
    <w:rsid w:val="00AC0761"/>
    <w:rsid w:val="00AC086E"/>
    <w:rsid w:val="00AC0D31"/>
    <w:rsid w:val="00AC11B0"/>
    <w:rsid w:val="00AC12DF"/>
    <w:rsid w:val="00AC18A4"/>
    <w:rsid w:val="00AC1A93"/>
    <w:rsid w:val="00AC1DE4"/>
    <w:rsid w:val="00AC1DFC"/>
    <w:rsid w:val="00AC206C"/>
    <w:rsid w:val="00AC2468"/>
    <w:rsid w:val="00AC2768"/>
    <w:rsid w:val="00AC2972"/>
    <w:rsid w:val="00AC3023"/>
    <w:rsid w:val="00AC3086"/>
    <w:rsid w:val="00AC3410"/>
    <w:rsid w:val="00AC34A2"/>
    <w:rsid w:val="00AC3E6D"/>
    <w:rsid w:val="00AC3F4D"/>
    <w:rsid w:val="00AC42E7"/>
    <w:rsid w:val="00AC4405"/>
    <w:rsid w:val="00AC483B"/>
    <w:rsid w:val="00AC4856"/>
    <w:rsid w:val="00AC4A2C"/>
    <w:rsid w:val="00AC51E0"/>
    <w:rsid w:val="00AC60AD"/>
    <w:rsid w:val="00AC6303"/>
    <w:rsid w:val="00AC6407"/>
    <w:rsid w:val="00AC64D7"/>
    <w:rsid w:val="00AC670A"/>
    <w:rsid w:val="00AC6811"/>
    <w:rsid w:val="00AC6930"/>
    <w:rsid w:val="00AC695B"/>
    <w:rsid w:val="00AC6D61"/>
    <w:rsid w:val="00AC7215"/>
    <w:rsid w:val="00AC733C"/>
    <w:rsid w:val="00AC742C"/>
    <w:rsid w:val="00AC7910"/>
    <w:rsid w:val="00AC797A"/>
    <w:rsid w:val="00AC7ACC"/>
    <w:rsid w:val="00AC7EB4"/>
    <w:rsid w:val="00AC7F7E"/>
    <w:rsid w:val="00AD00BE"/>
    <w:rsid w:val="00AD017F"/>
    <w:rsid w:val="00AD0C58"/>
    <w:rsid w:val="00AD1221"/>
    <w:rsid w:val="00AD1395"/>
    <w:rsid w:val="00AD17E0"/>
    <w:rsid w:val="00AD1FEB"/>
    <w:rsid w:val="00AD2041"/>
    <w:rsid w:val="00AD2594"/>
    <w:rsid w:val="00AD25F9"/>
    <w:rsid w:val="00AD2737"/>
    <w:rsid w:val="00AD2959"/>
    <w:rsid w:val="00AD2A74"/>
    <w:rsid w:val="00AD2D8D"/>
    <w:rsid w:val="00AD330C"/>
    <w:rsid w:val="00AD3543"/>
    <w:rsid w:val="00AD370F"/>
    <w:rsid w:val="00AD40E6"/>
    <w:rsid w:val="00AD43D6"/>
    <w:rsid w:val="00AD456F"/>
    <w:rsid w:val="00AD45CA"/>
    <w:rsid w:val="00AD4969"/>
    <w:rsid w:val="00AD4C2C"/>
    <w:rsid w:val="00AD537C"/>
    <w:rsid w:val="00AD539C"/>
    <w:rsid w:val="00AD5765"/>
    <w:rsid w:val="00AD60CC"/>
    <w:rsid w:val="00AD61D3"/>
    <w:rsid w:val="00AD63CA"/>
    <w:rsid w:val="00AD6802"/>
    <w:rsid w:val="00AD6BA8"/>
    <w:rsid w:val="00AD6CBA"/>
    <w:rsid w:val="00AD7340"/>
    <w:rsid w:val="00AD744E"/>
    <w:rsid w:val="00AD749F"/>
    <w:rsid w:val="00AD7814"/>
    <w:rsid w:val="00AD781F"/>
    <w:rsid w:val="00AE01C5"/>
    <w:rsid w:val="00AE07E4"/>
    <w:rsid w:val="00AE0E29"/>
    <w:rsid w:val="00AE111B"/>
    <w:rsid w:val="00AE11DF"/>
    <w:rsid w:val="00AE1BB6"/>
    <w:rsid w:val="00AE1D47"/>
    <w:rsid w:val="00AE1D7C"/>
    <w:rsid w:val="00AE24C5"/>
    <w:rsid w:val="00AE2A56"/>
    <w:rsid w:val="00AE2B8F"/>
    <w:rsid w:val="00AE3B90"/>
    <w:rsid w:val="00AE3BE6"/>
    <w:rsid w:val="00AE42DA"/>
    <w:rsid w:val="00AE47BC"/>
    <w:rsid w:val="00AE4CBC"/>
    <w:rsid w:val="00AE50E5"/>
    <w:rsid w:val="00AE51F0"/>
    <w:rsid w:val="00AE5889"/>
    <w:rsid w:val="00AE5FF4"/>
    <w:rsid w:val="00AE60B3"/>
    <w:rsid w:val="00AE6412"/>
    <w:rsid w:val="00AE66F2"/>
    <w:rsid w:val="00AE6708"/>
    <w:rsid w:val="00AE6868"/>
    <w:rsid w:val="00AE6A0F"/>
    <w:rsid w:val="00AE6E3B"/>
    <w:rsid w:val="00AE6EEF"/>
    <w:rsid w:val="00AE70C3"/>
    <w:rsid w:val="00AE71CD"/>
    <w:rsid w:val="00AE74FF"/>
    <w:rsid w:val="00AE78B0"/>
    <w:rsid w:val="00AE79CD"/>
    <w:rsid w:val="00AE7B54"/>
    <w:rsid w:val="00AE7D22"/>
    <w:rsid w:val="00AE7F9B"/>
    <w:rsid w:val="00AF0617"/>
    <w:rsid w:val="00AF072B"/>
    <w:rsid w:val="00AF093B"/>
    <w:rsid w:val="00AF0F7A"/>
    <w:rsid w:val="00AF1251"/>
    <w:rsid w:val="00AF14E7"/>
    <w:rsid w:val="00AF151F"/>
    <w:rsid w:val="00AF176B"/>
    <w:rsid w:val="00AF1ABC"/>
    <w:rsid w:val="00AF1CE6"/>
    <w:rsid w:val="00AF1D0C"/>
    <w:rsid w:val="00AF21B2"/>
    <w:rsid w:val="00AF2338"/>
    <w:rsid w:val="00AF2862"/>
    <w:rsid w:val="00AF2A79"/>
    <w:rsid w:val="00AF2B7F"/>
    <w:rsid w:val="00AF2F47"/>
    <w:rsid w:val="00AF302B"/>
    <w:rsid w:val="00AF3033"/>
    <w:rsid w:val="00AF30E3"/>
    <w:rsid w:val="00AF32BE"/>
    <w:rsid w:val="00AF32D3"/>
    <w:rsid w:val="00AF346D"/>
    <w:rsid w:val="00AF35AF"/>
    <w:rsid w:val="00AF38C5"/>
    <w:rsid w:val="00AF39A3"/>
    <w:rsid w:val="00AF3E34"/>
    <w:rsid w:val="00AF44EA"/>
    <w:rsid w:val="00AF4A23"/>
    <w:rsid w:val="00AF4B7A"/>
    <w:rsid w:val="00AF4C92"/>
    <w:rsid w:val="00AF4D3B"/>
    <w:rsid w:val="00AF4E9E"/>
    <w:rsid w:val="00AF5191"/>
    <w:rsid w:val="00AF5EAE"/>
    <w:rsid w:val="00AF610F"/>
    <w:rsid w:val="00AF616E"/>
    <w:rsid w:val="00AF665E"/>
    <w:rsid w:val="00AF6A71"/>
    <w:rsid w:val="00AF6D2B"/>
    <w:rsid w:val="00AF6EC8"/>
    <w:rsid w:val="00AF717F"/>
    <w:rsid w:val="00AF7187"/>
    <w:rsid w:val="00AF722C"/>
    <w:rsid w:val="00AF758C"/>
    <w:rsid w:val="00AF784B"/>
    <w:rsid w:val="00AF78DB"/>
    <w:rsid w:val="00AF7E9C"/>
    <w:rsid w:val="00AF7F60"/>
    <w:rsid w:val="00B003DF"/>
    <w:rsid w:val="00B01A15"/>
    <w:rsid w:val="00B029C8"/>
    <w:rsid w:val="00B02AF9"/>
    <w:rsid w:val="00B0347E"/>
    <w:rsid w:val="00B03799"/>
    <w:rsid w:val="00B03A6D"/>
    <w:rsid w:val="00B03A82"/>
    <w:rsid w:val="00B03AB5"/>
    <w:rsid w:val="00B03D2A"/>
    <w:rsid w:val="00B03D34"/>
    <w:rsid w:val="00B040D7"/>
    <w:rsid w:val="00B04615"/>
    <w:rsid w:val="00B049D7"/>
    <w:rsid w:val="00B051B6"/>
    <w:rsid w:val="00B05248"/>
    <w:rsid w:val="00B052C7"/>
    <w:rsid w:val="00B05439"/>
    <w:rsid w:val="00B055C0"/>
    <w:rsid w:val="00B055D0"/>
    <w:rsid w:val="00B055D4"/>
    <w:rsid w:val="00B05634"/>
    <w:rsid w:val="00B057A6"/>
    <w:rsid w:val="00B0586D"/>
    <w:rsid w:val="00B05A88"/>
    <w:rsid w:val="00B05B2A"/>
    <w:rsid w:val="00B05E30"/>
    <w:rsid w:val="00B060E0"/>
    <w:rsid w:val="00B06A5C"/>
    <w:rsid w:val="00B07326"/>
    <w:rsid w:val="00B07D1D"/>
    <w:rsid w:val="00B07D4D"/>
    <w:rsid w:val="00B07E14"/>
    <w:rsid w:val="00B07F2A"/>
    <w:rsid w:val="00B07FB3"/>
    <w:rsid w:val="00B07FCD"/>
    <w:rsid w:val="00B1035D"/>
    <w:rsid w:val="00B1049D"/>
    <w:rsid w:val="00B10646"/>
    <w:rsid w:val="00B109C9"/>
    <w:rsid w:val="00B10EC0"/>
    <w:rsid w:val="00B11887"/>
    <w:rsid w:val="00B11DF4"/>
    <w:rsid w:val="00B11EF7"/>
    <w:rsid w:val="00B11F98"/>
    <w:rsid w:val="00B1230E"/>
    <w:rsid w:val="00B1253D"/>
    <w:rsid w:val="00B12668"/>
    <w:rsid w:val="00B126D7"/>
    <w:rsid w:val="00B12886"/>
    <w:rsid w:val="00B1311A"/>
    <w:rsid w:val="00B13376"/>
    <w:rsid w:val="00B134CB"/>
    <w:rsid w:val="00B1354C"/>
    <w:rsid w:val="00B1356F"/>
    <w:rsid w:val="00B13BDA"/>
    <w:rsid w:val="00B13D10"/>
    <w:rsid w:val="00B13ECC"/>
    <w:rsid w:val="00B1403A"/>
    <w:rsid w:val="00B14335"/>
    <w:rsid w:val="00B14AE4"/>
    <w:rsid w:val="00B14C8C"/>
    <w:rsid w:val="00B14F5C"/>
    <w:rsid w:val="00B1514C"/>
    <w:rsid w:val="00B154E9"/>
    <w:rsid w:val="00B15669"/>
    <w:rsid w:val="00B16042"/>
    <w:rsid w:val="00B16739"/>
    <w:rsid w:val="00B16D51"/>
    <w:rsid w:val="00B16DF8"/>
    <w:rsid w:val="00B1709A"/>
    <w:rsid w:val="00B171BA"/>
    <w:rsid w:val="00B171E8"/>
    <w:rsid w:val="00B17298"/>
    <w:rsid w:val="00B176E7"/>
    <w:rsid w:val="00B20B02"/>
    <w:rsid w:val="00B20D4D"/>
    <w:rsid w:val="00B20F1B"/>
    <w:rsid w:val="00B20FA9"/>
    <w:rsid w:val="00B212C9"/>
    <w:rsid w:val="00B212F8"/>
    <w:rsid w:val="00B214EC"/>
    <w:rsid w:val="00B216D9"/>
    <w:rsid w:val="00B21734"/>
    <w:rsid w:val="00B2184B"/>
    <w:rsid w:val="00B21C35"/>
    <w:rsid w:val="00B21E39"/>
    <w:rsid w:val="00B22154"/>
    <w:rsid w:val="00B2250C"/>
    <w:rsid w:val="00B231C5"/>
    <w:rsid w:val="00B235F3"/>
    <w:rsid w:val="00B2371C"/>
    <w:rsid w:val="00B2374F"/>
    <w:rsid w:val="00B23815"/>
    <w:rsid w:val="00B2399B"/>
    <w:rsid w:val="00B23ACF"/>
    <w:rsid w:val="00B24521"/>
    <w:rsid w:val="00B24712"/>
    <w:rsid w:val="00B24881"/>
    <w:rsid w:val="00B24E5E"/>
    <w:rsid w:val="00B24F27"/>
    <w:rsid w:val="00B24F33"/>
    <w:rsid w:val="00B251D7"/>
    <w:rsid w:val="00B255E0"/>
    <w:rsid w:val="00B256D6"/>
    <w:rsid w:val="00B257F7"/>
    <w:rsid w:val="00B25809"/>
    <w:rsid w:val="00B25B1B"/>
    <w:rsid w:val="00B2603A"/>
    <w:rsid w:val="00B268D1"/>
    <w:rsid w:val="00B26994"/>
    <w:rsid w:val="00B26F62"/>
    <w:rsid w:val="00B27160"/>
    <w:rsid w:val="00B272F9"/>
    <w:rsid w:val="00B27341"/>
    <w:rsid w:val="00B2766A"/>
    <w:rsid w:val="00B27F84"/>
    <w:rsid w:val="00B30058"/>
    <w:rsid w:val="00B3022F"/>
    <w:rsid w:val="00B30754"/>
    <w:rsid w:val="00B3093E"/>
    <w:rsid w:val="00B30D2F"/>
    <w:rsid w:val="00B31142"/>
    <w:rsid w:val="00B3153A"/>
    <w:rsid w:val="00B3193C"/>
    <w:rsid w:val="00B31F18"/>
    <w:rsid w:val="00B32374"/>
    <w:rsid w:val="00B32669"/>
    <w:rsid w:val="00B32CFA"/>
    <w:rsid w:val="00B32E9D"/>
    <w:rsid w:val="00B330F5"/>
    <w:rsid w:val="00B3324E"/>
    <w:rsid w:val="00B33305"/>
    <w:rsid w:val="00B333D8"/>
    <w:rsid w:val="00B33504"/>
    <w:rsid w:val="00B336B8"/>
    <w:rsid w:val="00B337DA"/>
    <w:rsid w:val="00B33878"/>
    <w:rsid w:val="00B33C17"/>
    <w:rsid w:val="00B33D50"/>
    <w:rsid w:val="00B3402D"/>
    <w:rsid w:val="00B3482D"/>
    <w:rsid w:val="00B34C8B"/>
    <w:rsid w:val="00B34EB7"/>
    <w:rsid w:val="00B34EC9"/>
    <w:rsid w:val="00B35038"/>
    <w:rsid w:val="00B35418"/>
    <w:rsid w:val="00B3558D"/>
    <w:rsid w:val="00B35FB1"/>
    <w:rsid w:val="00B36402"/>
    <w:rsid w:val="00B36550"/>
    <w:rsid w:val="00B36689"/>
    <w:rsid w:val="00B366CF"/>
    <w:rsid w:val="00B36E13"/>
    <w:rsid w:val="00B374BA"/>
    <w:rsid w:val="00B37B07"/>
    <w:rsid w:val="00B37F93"/>
    <w:rsid w:val="00B40712"/>
    <w:rsid w:val="00B4082B"/>
    <w:rsid w:val="00B40A57"/>
    <w:rsid w:val="00B40B02"/>
    <w:rsid w:val="00B40DBE"/>
    <w:rsid w:val="00B40E8A"/>
    <w:rsid w:val="00B40EA4"/>
    <w:rsid w:val="00B41540"/>
    <w:rsid w:val="00B41947"/>
    <w:rsid w:val="00B41D87"/>
    <w:rsid w:val="00B41DA1"/>
    <w:rsid w:val="00B41E2E"/>
    <w:rsid w:val="00B422F8"/>
    <w:rsid w:val="00B423C2"/>
    <w:rsid w:val="00B42473"/>
    <w:rsid w:val="00B425D1"/>
    <w:rsid w:val="00B427C8"/>
    <w:rsid w:val="00B428F2"/>
    <w:rsid w:val="00B42ACA"/>
    <w:rsid w:val="00B43161"/>
    <w:rsid w:val="00B43CFD"/>
    <w:rsid w:val="00B440B7"/>
    <w:rsid w:val="00B442ED"/>
    <w:rsid w:val="00B448DD"/>
    <w:rsid w:val="00B44BDB"/>
    <w:rsid w:val="00B44E9B"/>
    <w:rsid w:val="00B44F75"/>
    <w:rsid w:val="00B45143"/>
    <w:rsid w:val="00B454BE"/>
    <w:rsid w:val="00B45951"/>
    <w:rsid w:val="00B459E6"/>
    <w:rsid w:val="00B45C60"/>
    <w:rsid w:val="00B45C94"/>
    <w:rsid w:val="00B46223"/>
    <w:rsid w:val="00B46434"/>
    <w:rsid w:val="00B46A87"/>
    <w:rsid w:val="00B46BE2"/>
    <w:rsid w:val="00B46EA8"/>
    <w:rsid w:val="00B46FF9"/>
    <w:rsid w:val="00B47056"/>
    <w:rsid w:val="00B4736E"/>
    <w:rsid w:val="00B4739F"/>
    <w:rsid w:val="00B473F6"/>
    <w:rsid w:val="00B47A87"/>
    <w:rsid w:val="00B47F00"/>
    <w:rsid w:val="00B501BD"/>
    <w:rsid w:val="00B5054F"/>
    <w:rsid w:val="00B50B5C"/>
    <w:rsid w:val="00B50C19"/>
    <w:rsid w:val="00B5116C"/>
    <w:rsid w:val="00B51205"/>
    <w:rsid w:val="00B5155F"/>
    <w:rsid w:val="00B51A7F"/>
    <w:rsid w:val="00B51E0E"/>
    <w:rsid w:val="00B51F77"/>
    <w:rsid w:val="00B52186"/>
    <w:rsid w:val="00B52955"/>
    <w:rsid w:val="00B52F15"/>
    <w:rsid w:val="00B536F9"/>
    <w:rsid w:val="00B53907"/>
    <w:rsid w:val="00B53C2F"/>
    <w:rsid w:val="00B53FB1"/>
    <w:rsid w:val="00B5406D"/>
    <w:rsid w:val="00B54658"/>
    <w:rsid w:val="00B549A7"/>
    <w:rsid w:val="00B54A7D"/>
    <w:rsid w:val="00B54F97"/>
    <w:rsid w:val="00B553AB"/>
    <w:rsid w:val="00B554DE"/>
    <w:rsid w:val="00B55805"/>
    <w:rsid w:val="00B558DF"/>
    <w:rsid w:val="00B55B1F"/>
    <w:rsid w:val="00B56421"/>
    <w:rsid w:val="00B5644E"/>
    <w:rsid w:val="00B5660D"/>
    <w:rsid w:val="00B56998"/>
    <w:rsid w:val="00B569D3"/>
    <w:rsid w:val="00B57D52"/>
    <w:rsid w:val="00B57EFD"/>
    <w:rsid w:val="00B60117"/>
    <w:rsid w:val="00B60378"/>
    <w:rsid w:val="00B61508"/>
    <w:rsid w:val="00B61BE6"/>
    <w:rsid w:val="00B61C4C"/>
    <w:rsid w:val="00B61DAA"/>
    <w:rsid w:val="00B62E3E"/>
    <w:rsid w:val="00B63B44"/>
    <w:rsid w:val="00B63E0F"/>
    <w:rsid w:val="00B649FC"/>
    <w:rsid w:val="00B64E84"/>
    <w:rsid w:val="00B64EFE"/>
    <w:rsid w:val="00B6505B"/>
    <w:rsid w:val="00B6517C"/>
    <w:rsid w:val="00B65958"/>
    <w:rsid w:val="00B65AEA"/>
    <w:rsid w:val="00B65B11"/>
    <w:rsid w:val="00B66005"/>
    <w:rsid w:val="00B66198"/>
    <w:rsid w:val="00B661E7"/>
    <w:rsid w:val="00B663E7"/>
    <w:rsid w:val="00B66616"/>
    <w:rsid w:val="00B6669C"/>
    <w:rsid w:val="00B66DE5"/>
    <w:rsid w:val="00B66F5A"/>
    <w:rsid w:val="00B67107"/>
    <w:rsid w:val="00B673E9"/>
    <w:rsid w:val="00B67425"/>
    <w:rsid w:val="00B6771F"/>
    <w:rsid w:val="00B67794"/>
    <w:rsid w:val="00B6794D"/>
    <w:rsid w:val="00B679B2"/>
    <w:rsid w:val="00B67C95"/>
    <w:rsid w:val="00B67EB9"/>
    <w:rsid w:val="00B701A4"/>
    <w:rsid w:val="00B70234"/>
    <w:rsid w:val="00B70689"/>
    <w:rsid w:val="00B70B5E"/>
    <w:rsid w:val="00B70BAA"/>
    <w:rsid w:val="00B70FC1"/>
    <w:rsid w:val="00B712CD"/>
    <w:rsid w:val="00B713FE"/>
    <w:rsid w:val="00B7148B"/>
    <w:rsid w:val="00B71638"/>
    <w:rsid w:val="00B716CE"/>
    <w:rsid w:val="00B717BA"/>
    <w:rsid w:val="00B71C23"/>
    <w:rsid w:val="00B72048"/>
    <w:rsid w:val="00B72AFC"/>
    <w:rsid w:val="00B72B2C"/>
    <w:rsid w:val="00B73273"/>
    <w:rsid w:val="00B733DD"/>
    <w:rsid w:val="00B7375F"/>
    <w:rsid w:val="00B738AC"/>
    <w:rsid w:val="00B73D0B"/>
    <w:rsid w:val="00B7409C"/>
    <w:rsid w:val="00B7474B"/>
    <w:rsid w:val="00B747EF"/>
    <w:rsid w:val="00B7490A"/>
    <w:rsid w:val="00B74A9F"/>
    <w:rsid w:val="00B74EF2"/>
    <w:rsid w:val="00B756D1"/>
    <w:rsid w:val="00B766C9"/>
    <w:rsid w:val="00B7685C"/>
    <w:rsid w:val="00B7698A"/>
    <w:rsid w:val="00B76F19"/>
    <w:rsid w:val="00B77232"/>
    <w:rsid w:val="00B7743A"/>
    <w:rsid w:val="00B776FC"/>
    <w:rsid w:val="00B77726"/>
    <w:rsid w:val="00B777D5"/>
    <w:rsid w:val="00B777FD"/>
    <w:rsid w:val="00B778A5"/>
    <w:rsid w:val="00B80348"/>
    <w:rsid w:val="00B80628"/>
    <w:rsid w:val="00B8066D"/>
    <w:rsid w:val="00B80718"/>
    <w:rsid w:val="00B80D62"/>
    <w:rsid w:val="00B8138A"/>
    <w:rsid w:val="00B8142C"/>
    <w:rsid w:val="00B8159B"/>
    <w:rsid w:val="00B81669"/>
    <w:rsid w:val="00B819A5"/>
    <w:rsid w:val="00B824C1"/>
    <w:rsid w:val="00B82645"/>
    <w:rsid w:val="00B82649"/>
    <w:rsid w:val="00B828C1"/>
    <w:rsid w:val="00B82AF1"/>
    <w:rsid w:val="00B82B1D"/>
    <w:rsid w:val="00B82F10"/>
    <w:rsid w:val="00B83643"/>
    <w:rsid w:val="00B8398E"/>
    <w:rsid w:val="00B83F2E"/>
    <w:rsid w:val="00B83F95"/>
    <w:rsid w:val="00B84238"/>
    <w:rsid w:val="00B8439D"/>
    <w:rsid w:val="00B8439E"/>
    <w:rsid w:val="00B8450B"/>
    <w:rsid w:val="00B845BD"/>
    <w:rsid w:val="00B85042"/>
    <w:rsid w:val="00B85111"/>
    <w:rsid w:val="00B85195"/>
    <w:rsid w:val="00B853C9"/>
    <w:rsid w:val="00B853CB"/>
    <w:rsid w:val="00B8584D"/>
    <w:rsid w:val="00B85BD1"/>
    <w:rsid w:val="00B85BEE"/>
    <w:rsid w:val="00B85BF4"/>
    <w:rsid w:val="00B85C3E"/>
    <w:rsid w:val="00B85E32"/>
    <w:rsid w:val="00B85FFD"/>
    <w:rsid w:val="00B8605C"/>
    <w:rsid w:val="00B86231"/>
    <w:rsid w:val="00B86239"/>
    <w:rsid w:val="00B86311"/>
    <w:rsid w:val="00B86AE6"/>
    <w:rsid w:val="00B86BB8"/>
    <w:rsid w:val="00B86DFE"/>
    <w:rsid w:val="00B87301"/>
    <w:rsid w:val="00B8742A"/>
    <w:rsid w:val="00B877AC"/>
    <w:rsid w:val="00B87B5A"/>
    <w:rsid w:val="00B900BA"/>
    <w:rsid w:val="00B902BD"/>
    <w:rsid w:val="00B904CD"/>
    <w:rsid w:val="00B90B4E"/>
    <w:rsid w:val="00B90C4B"/>
    <w:rsid w:val="00B910BB"/>
    <w:rsid w:val="00B911B2"/>
    <w:rsid w:val="00B913D9"/>
    <w:rsid w:val="00B91563"/>
    <w:rsid w:val="00B9175C"/>
    <w:rsid w:val="00B917EE"/>
    <w:rsid w:val="00B91892"/>
    <w:rsid w:val="00B91AAC"/>
    <w:rsid w:val="00B91B6B"/>
    <w:rsid w:val="00B92126"/>
    <w:rsid w:val="00B92BB5"/>
    <w:rsid w:val="00B93596"/>
    <w:rsid w:val="00B93719"/>
    <w:rsid w:val="00B93748"/>
    <w:rsid w:val="00B93E84"/>
    <w:rsid w:val="00B94439"/>
    <w:rsid w:val="00B94980"/>
    <w:rsid w:val="00B949AC"/>
    <w:rsid w:val="00B94CA6"/>
    <w:rsid w:val="00B9519F"/>
    <w:rsid w:val="00B956FC"/>
    <w:rsid w:val="00B9580F"/>
    <w:rsid w:val="00B95A7F"/>
    <w:rsid w:val="00B95E01"/>
    <w:rsid w:val="00B96365"/>
    <w:rsid w:val="00B9641B"/>
    <w:rsid w:val="00B9644D"/>
    <w:rsid w:val="00B96F04"/>
    <w:rsid w:val="00B96F79"/>
    <w:rsid w:val="00B970DA"/>
    <w:rsid w:val="00B97E61"/>
    <w:rsid w:val="00B97EB0"/>
    <w:rsid w:val="00BA0030"/>
    <w:rsid w:val="00BA04FA"/>
    <w:rsid w:val="00BA052E"/>
    <w:rsid w:val="00BA07AF"/>
    <w:rsid w:val="00BA0BDB"/>
    <w:rsid w:val="00BA0EBD"/>
    <w:rsid w:val="00BA1050"/>
    <w:rsid w:val="00BA10C4"/>
    <w:rsid w:val="00BA157D"/>
    <w:rsid w:val="00BA1A29"/>
    <w:rsid w:val="00BA1B9D"/>
    <w:rsid w:val="00BA1CBA"/>
    <w:rsid w:val="00BA213A"/>
    <w:rsid w:val="00BA26B0"/>
    <w:rsid w:val="00BA296F"/>
    <w:rsid w:val="00BA2B02"/>
    <w:rsid w:val="00BA3016"/>
    <w:rsid w:val="00BA31A1"/>
    <w:rsid w:val="00BA3292"/>
    <w:rsid w:val="00BA355E"/>
    <w:rsid w:val="00BA36DD"/>
    <w:rsid w:val="00BA38EB"/>
    <w:rsid w:val="00BA3D34"/>
    <w:rsid w:val="00BA429B"/>
    <w:rsid w:val="00BA4470"/>
    <w:rsid w:val="00BA458E"/>
    <w:rsid w:val="00BA460C"/>
    <w:rsid w:val="00BA47EA"/>
    <w:rsid w:val="00BA48E0"/>
    <w:rsid w:val="00BA48F1"/>
    <w:rsid w:val="00BA4B32"/>
    <w:rsid w:val="00BA4C27"/>
    <w:rsid w:val="00BA4D72"/>
    <w:rsid w:val="00BA4FF0"/>
    <w:rsid w:val="00BA5180"/>
    <w:rsid w:val="00BA54CE"/>
    <w:rsid w:val="00BA5710"/>
    <w:rsid w:val="00BA574D"/>
    <w:rsid w:val="00BA5EA6"/>
    <w:rsid w:val="00BA5FE5"/>
    <w:rsid w:val="00BA61E0"/>
    <w:rsid w:val="00BA6268"/>
    <w:rsid w:val="00BA6D27"/>
    <w:rsid w:val="00BA719D"/>
    <w:rsid w:val="00BA7335"/>
    <w:rsid w:val="00BA74DC"/>
    <w:rsid w:val="00BA7546"/>
    <w:rsid w:val="00BA7627"/>
    <w:rsid w:val="00BA7910"/>
    <w:rsid w:val="00BA7E41"/>
    <w:rsid w:val="00BA7E47"/>
    <w:rsid w:val="00BB04E4"/>
    <w:rsid w:val="00BB09EA"/>
    <w:rsid w:val="00BB0B4E"/>
    <w:rsid w:val="00BB0B80"/>
    <w:rsid w:val="00BB0C78"/>
    <w:rsid w:val="00BB1696"/>
    <w:rsid w:val="00BB1AA6"/>
    <w:rsid w:val="00BB1EF5"/>
    <w:rsid w:val="00BB1FF6"/>
    <w:rsid w:val="00BB2672"/>
    <w:rsid w:val="00BB2C9F"/>
    <w:rsid w:val="00BB2EF6"/>
    <w:rsid w:val="00BB3902"/>
    <w:rsid w:val="00BB39CA"/>
    <w:rsid w:val="00BB3A39"/>
    <w:rsid w:val="00BB3CBE"/>
    <w:rsid w:val="00BB3CFE"/>
    <w:rsid w:val="00BB3E37"/>
    <w:rsid w:val="00BB4041"/>
    <w:rsid w:val="00BB440F"/>
    <w:rsid w:val="00BB45F5"/>
    <w:rsid w:val="00BB4939"/>
    <w:rsid w:val="00BB4A9B"/>
    <w:rsid w:val="00BB4BCF"/>
    <w:rsid w:val="00BB4CAD"/>
    <w:rsid w:val="00BB4FE3"/>
    <w:rsid w:val="00BB4FFC"/>
    <w:rsid w:val="00BB54C5"/>
    <w:rsid w:val="00BB563B"/>
    <w:rsid w:val="00BB58FA"/>
    <w:rsid w:val="00BB5D68"/>
    <w:rsid w:val="00BB5F3A"/>
    <w:rsid w:val="00BB60A4"/>
    <w:rsid w:val="00BB62D3"/>
    <w:rsid w:val="00BB658C"/>
    <w:rsid w:val="00BB67E8"/>
    <w:rsid w:val="00BB685D"/>
    <w:rsid w:val="00BB698B"/>
    <w:rsid w:val="00BB6F1F"/>
    <w:rsid w:val="00BB6FCE"/>
    <w:rsid w:val="00BB6FD3"/>
    <w:rsid w:val="00BB7200"/>
    <w:rsid w:val="00BB7341"/>
    <w:rsid w:val="00BB74F2"/>
    <w:rsid w:val="00BB7C29"/>
    <w:rsid w:val="00BC0108"/>
    <w:rsid w:val="00BC05E3"/>
    <w:rsid w:val="00BC065E"/>
    <w:rsid w:val="00BC0910"/>
    <w:rsid w:val="00BC09FD"/>
    <w:rsid w:val="00BC0CC2"/>
    <w:rsid w:val="00BC0D36"/>
    <w:rsid w:val="00BC1052"/>
    <w:rsid w:val="00BC1349"/>
    <w:rsid w:val="00BC13B7"/>
    <w:rsid w:val="00BC13C1"/>
    <w:rsid w:val="00BC1453"/>
    <w:rsid w:val="00BC1530"/>
    <w:rsid w:val="00BC1682"/>
    <w:rsid w:val="00BC18EA"/>
    <w:rsid w:val="00BC1C56"/>
    <w:rsid w:val="00BC1CCB"/>
    <w:rsid w:val="00BC266F"/>
    <w:rsid w:val="00BC26DD"/>
    <w:rsid w:val="00BC2F00"/>
    <w:rsid w:val="00BC2F41"/>
    <w:rsid w:val="00BC3CBB"/>
    <w:rsid w:val="00BC3CD3"/>
    <w:rsid w:val="00BC42A7"/>
    <w:rsid w:val="00BC491C"/>
    <w:rsid w:val="00BC4A4C"/>
    <w:rsid w:val="00BC4B58"/>
    <w:rsid w:val="00BC4BE6"/>
    <w:rsid w:val="00BC4C4C"/>
    <w:rsid w:val="00BC5262"/>
    <w:rsid w:val="00BC5582"/>
    <w:rsid w:val="00BC5E24"/>
    <w:rsid w:val="00BC62F9"/>
    <w:rsid w:val="00BC64A9"/>
    <w:rsid w:val="00BC6A5F"/>
    <w:rsid w:val="00BC6AC7"/>
    <w:rsid w:val="00BC6DE5"/>
    <w:rsid w:val="00BC6F4A"/>
    <w:rsid w:val="00BC7394"/>
    <w:rsid w:val="00BC762C"/>
    <w:rsid w:val="00BC79C7"/>
    <w:rsid w:val="00BC7E29"/>
    <w:rsid w:val="00BD02DA"/>
    <w:rsid w:val="00BD0E44"/>
    <w:rsid w:val="00BD109B"/>
    <w:rsid w:val="00BD14A5"/>
    <w:rsid w:val="00BD1955"/>
    <w:rsid w:val="00BD1CD9"/>
    <w:rsid w:val="00BD1FF3"/>
    <w:rsid w:val="00BD228F"/>
    <w:rsid w:val="00BD2310"/>
    <w:rsid w:val="00BD26A8"/>
    <w:rsid w:val="00BD280B"/>
    <w:rsid w:val="00BD2FEB"/>
    <w:rsid w:val="00BD3087"/>
    <w:rsid w:val="00BD313C"/>
    <w:rsid w:val="00BD3292"/>
    <w:rsid w:val="00BD36FA"/>
    <w:rsid w:val="00BD3E34"/>
    <w:rsid w:val="00BD41D7"/>
    <w:rsid w:val="00BD42C1"/>
    <w:rsid w:val="00BD46DB"/>
    <w:rsid w:val="00BD4883"/>
    <w:rsid w:val="00BD4B5F"/>
    <w:rsid w:val="00BD4E2C"/>
    <w:rsid w:val="00BD4ECD"/>
    <w:rsid w:val="00BD514B"/>
    <w:rsid w:val="00BD5D45"/>
    <w:rsid w:val="00BD5E6C"/>
    <w:rsid w:val="00BD5ED8"/>
    <w:rsid w:val="00BD5F50"/>
    <w:rsid w:val="00BD5F6C"/>
    <w:rsid w:val="00BD627D"/>
    <w:rsid w:val="00BD63C8"/>
    <w:rsid w:val="00BD662E"/>
    <w:rsid w:val="00BD679A"/>
    <w:rsid w:val="00BD6EB3"/>
    <w:rsid w:val="00BD6F25"/>
    <w:rsid w:val="00BD6FA7"/>
    <w:rsid w:val="00BD708B"/>
    <w:rsid w:val="00BD710D"/>
    <w:rsid w:val="00BD7166"/>
    <w:rsid w:val="00BD7331"/>
    <w:rsid w:val="00BD751B"/>
    <w:rsid w:val="00BD7734"/>
    <w:rsid w:val="00BD775E"/>
    <w:rsid w:val="00BD777C"/>
    <w:rsid w:val="00BD7819"/>
    <w:rsid w:val="00BD7AF1"/>
    <w:rsid w:val="00BD7C5A"/>
    <w:rsid w:val="00BD7C96"/>
    <w:rsid w:val="00BD7EB9"/>
    <w:rsid w:val="00BE01CB"/>
    <w:rsid w:val="00BE0891"/>
    <w:rsid w:val="00BE0A98"/>
    <w:rsid w:val="00BE0AC5"/>
    <w:rsid w:val="00BE0C79"/>
    <w:rsid w:val="00BE0CD0"/>
    <w:rsid w:val="00BE1609"/>
    <w:rsid w:val="00BE190D"/>
    <w:rsid w:val="00BE1972"/>
    <w:rsid w:val="00BE1AEC"/>
    <w:rsid w:val="00BE1C71"/>
    <w:rsid w:val="00BE208A"/>
    <w:rsid w:val="00BE2B18"/>
    <w:rsid w:val="00BE2C81"/>
    <w:rsid w:val="00BE3314"/>
    <w:rsid w:val="00BE3469"/>
    <w:rsid w:val="00BE358A"/>
    <w:rsid w:val="00BE3593"/>
    <w:rsid w:val="00BE3770"/>
    <w:rsid w:val="00BE39FC"/>
    <w:rsid w:val="00BE3E3A"/>
    <w:rsid w:val="00BE4266"/>
    <w:rsid w:val="00BE457C"/>
    <w:rsid w:val="00BE4B95"/>
    <w:rsid w:val="00BE503B"/>
    <w:rsid w:val="00BE558E"/>
    <w:rsid w:val="00BE563C"/>
    <w:rsid w:val="00BE5994"/>
    <w:rsid w:val="00BE5C51"/>
    <w:rsid w:val="00BE5E77"/>
    <w:rsid w:val="00BE60BD"/>
    <w:rsid w:val="00BE63DF"/>
    <w:rsid w:val="00BE6953"/>
    <w:rsid w:val="00BE70F5"/>
    <w:rsid w:val="00BE721A"/>
    <w:rsid w:val="00BE724A"/>
    <w:rsid w:val="00BE7431"/>
    <w:rsid w:val="00BE759A"/>
    <w:rsid w:val="00BF0211"/>
    <w:rsid w:val="00BF031C"/>
    <w:rsid w:val="00BF0462"/>
    <w:rsid w:val="00BF0824"/>
    <w:rsid w:val="00BF09AD"/>
    <w:rsid w:val="00BF0D75"/>
    <w:rsid w:val="00BF10A5"/>
    <w:rsid w:val="00BF1261"/>
    <w:rsid w:val="00BF12FA"/>
    <w:rsid w:val="00BF14B2"/>
    <w:rsid w:val="00BF175F"/>
    <w:rsid w:val="00BF1BDF"/>
    <w:rsid w:val="00BF21CE"/>
    <w:rsid w:val="00BF224D"/>
    <w:rsid w:val="00BF24F1"/>
    <w:rsid w:val="00BF2B45"/>
    <w:rsid w:val="00BF2E21"/>
    <w:rsid w:val="00BF31D0"/>
    <w:rsid w:val="00BF39EE"/>
    <w:rsid w:val="00BF3F8B"/>
    <w:rsid w:val="00BF428E"/>
    <w:rsid w:val="00BF435F"/>
    <w:rsid w:val="00BF49D9"/>
    <w:rsid w:val="00BF4D33"/>
    <w:rsid w:val="00BF5464"/>
    <w:rsid w:val="00BF56D0"/>
    <w:rsid w:val="00BF5C4B"/>
    <w:rsid w:val="00BF5F6C"/>
    <w:rsid w:val="00BF61DD"/>
    <w:rsid w:val="00BF7528"/>
    <w:rsid w:val="00BF7B7D"/>
    <w:rsid w:val="00BF7BBA"/>
    <w:rsid w:val="00C00042"/>
    <w:rsid w:val="00C006CE"/>
    <w:rsid w:val="00C00B72"/>
    <w:rsid w:val="00C00CCB"/>
    <w:rsid w:val="00C00D20"/>
    <w:rsid w:val="00C01806"/>
    <w:rsid w:val="00C01841"/>
    <w:rsid w:val="00C019B7"/>
    <w:rsid w:val="00C01A3D"/>
    <w:rsid w:val="00C01B83"/>
    <w:rsid w:val="00C020B5"/>
    <w:rsid w:val="00C021FA"/>
    <w:rsid w:val="00C02499"/>
    <w:rsid w:val="00C0275F"/>
    <w:rsid w:val="00C029DD"/>
    <w:rsid w:val="00C02CB6"/>
    <w:rsid w:val="00C03724"/>
    <w:rsid w:val="00C0390A"/>
    <w:rsid w:val="00C042B8"/>
    <w:rsid w:val="00C04605"/>
    <w:rsid w:val="00C04892"/>
    <w:rsid w:val="00C04C50"/>
    <w:rsid w:val="00C04D30"/>
    <w:rsid w:val="00C04DD0"/>
    <w:rsid w:val="00C04EF9"/>
    <w:rsid w:val="00C05AC9"/>
    <w:rsid w:val="00C05DDA"/>
    <w:rsid w:val="00C05E09"/>
    <w:rsid w:val="00C05E3F"/>
    <w:rsid w:val="00C06193"/>
    <w:rsid w:val="00C06275"/>
    <w:rsid w:val="00C06302"/>
    <w:rsid w:val="00C068BD"/>
    <w:rsid w:val="00C068DE"/>
    <w:rsid w:val="00C06BF2"/>
    <w:rsid w:val="00C06DAB"/>
    <w:rsid w:val="00C07011"/>
    <w:rsid w:val="00C07438"/>
    <w:rsid w:val="00C074DA"/>
    <w:rsid w:val="00C074E0"/>
    <w:rsid w:val="00C077C3"/>
    <w:rsid w:val="00C07957"/>
    <w:rsid w:val="00C07D3D"/>
    <w:rsid w:val="00C102CD"/>
    <w:rsid w:val="00C102D8"/>
    <w:rsid w:val="00C10507"/>
    <w:rsid w:val="00C105C1"/>
    <w:rsid w:val="00C105C7"/>
    <w:rsid w:val="00C10B0E"/>
    <w:rsid w:val="00C10B65"/>
    <w:rsid w:val="00C10C0C"/>
    <w:rsid w:val="00C115B8"/>
    <w:rsid w:val="00C115F5"/>
    <w:rsid w:val="00C118D8"/>
    <w:rsid w:val="00C11FD7"/>
    <w:rsid w:val="00C122F5"/>
    <w:rsid w:val="00C124DA"/>
    <w:rsid w:val="00C1261A"/>
    <w:rsid w:val="00C12A10"/>
    <w:rsid w:val="00C13110"/>
    <w:rsid w:val="00C1352A"/>
    <w:rsid w:val="00C13781"/>
    <w:rsid w:val="00C140D7"/>
    <w:rsid w:val="00C142FE"/>
    <w:rsid w:val="00C14C10"/>
    <w:rsid w:val="00C14D16"/>
    <w:rsid w:val="00C14E51"/>
    <w:rsid w:val="00C1545D"/>
    <w:rsid w:val="00C15556"/>
    <w:rsid w:val="00C155E9"/>
    <w:rsid w:val="00C15691"/>
    <w:rsid w:val="00C15A36"/>
    <w:rsid w:val="00C15BFC"/>
    <w:rsid w:val="00C15C31"/>
    <w:rsid w:val="00C15C44"/>
    <w:rsid w:val="00C15EDE"/>
    <w:rsid w:val="00C1605A"/>
    <w:rsid w:val="00C166C4"/>
    <w:rsid w:val="00C1672F"/>
    <w:rsid w:val="00C16AB2"/>
    <w:rsid w:val="00C16C55"/>
    <w:rsid w:val="00C16CB5"/>
    <w:rsid w:val="00C16F56"/>
    <w:rsid w:val="00C173E3"/>
    <w:rsid w:val="00C1741B"/>
    <w:rsid w:val="00C176AB"/>
    <w:rsid w:val="00C17733"/>
    <w:rsid w:val="00C17927"/>
    <w:rsid w:val="00C17A2B"/>
    <w:rsid w:val="00C17BC4"/>
    <w:rsid w:val="00C204A6"/>
    <w:rsid w:val="00C20717"/>
    <w:rsid w:val="00C2097B"/>
    <w:rsid w:val="00C20A49"/>
    <w:rsid w:val="00C20EA9"/>
    <w:rsid w:val="00C2161B"/>
    <w:rsid w:val="00C2162C"/>
    <w:rsid w:val="00C2173E"/>
    <w:rsid w:val="00C21825"/>
    <w:rsid w:val="00C21B12"/>
    <w:rsid w:val="00C21B4F"/>
    <w:rsid w:val="00C21BA5"/>
    <w:rsid w:val="00C21FA4"/>
    <w:rsid w:val="00C22390"/>
    <w:rsid w:val="00C22695"/>
    <w:rsid w:val="00C2269F"/>
    <w:rsid w:val="00C22FF5"/>
    <w:rsid w:val="00C230B9"/>
    <w:rsid w:val="00C230E2"/>
    <w:rsid w:val="00C23397"/>
    <w:rsid w:val="00C234B9"/>
    <w:rsid w:val="00C2365E"/>
    <w:rsid w:val="00C236FF"/>
    <w:rsid w:val="00C238A1"/>
    <w:rsid w:val="00C23B2C"/>
    <w:rsid w:val="00C23B78"/>
    <w:rsid w:val="00C23BE0"/>
    <w:rsid w:val="00C23FCF"/>
    <w:rsid w:val="00C2447B"/>
    <w:rsid w:val="00C248D6"/>
    <w:rsid w:val="00C24991"/>
    <w:rsid w:val="00C24E3E"/>
    <w:rsid w:val="00C24F6F"/>
    <w:rsid w:val="00C25032"/>
    <w:rsid w:val="00C25072"/>
    <w:rsid w:val="00C2533E"/>
    <w:rsid w:val="00C25ADD"/>
    <w:rsid w:val="00C2630D"/>
    <w:rsid w:val="00C2645C"/>
    <w:rsid w:val="00C2662C"/>
    <w:rsid w:val="00C267C6"/>
    <w:rsid w:val="00C2683A"/>
    <w:rsid w:val="00C269AB"/>
    <w:rsid w:val="00C26BB3"/>
    <w:rsid w:val="00C26FC0"/>
    <w:rsid w:val="00C270AF"/>
    <w:rsid w:val="00C2717C"/>
    <w:rsid w:val="00C27240"/>
    <w:rsid w:val="00C272DE"/>
    <w:rsid w:val="00C27452"/>
    <w:rsid w:val="00C275CF"/>
    <w:rsid w:val="00C277C7"/>
    <w:rsid w:val="00C27ACF"/>
    <w:rsid w:val="00C27B02"/>
    <w:rsid w:val="00C27F43"/>
    <w:rsid w:val="00C3002E"/>
    <w:rsid w:val="00C30065"/>
    <w:rsid w:val="00C30206"/>
    <w:rsid w:val="00C305EC"/>
    <w:rsid w:val="00C30B91"/>
    <w:rsid w:val="00C30C33"/>
    <w:rsid w:val="00C3108D"/>
    <w:rsid w:val="00C31135"/>
    <w:rsid w:val="00C3117B"/>
    <w:rsid w:val="00C314B1"/>
    <w:rsid w:val="00C3185F"/>
    <w:rsid w:val="00C31B69"/>
    <w:rsid w:val="00C31D68"/>
    <w:rsid w:val="00C31D7E"/>
    <w:rsid w:val="00C31E8B"/>
    <w:rsid w:val="00C31F41"/>
    <w:rsid w:val="00C321B6"/>
    <w:rsid w:val="00C3240F"/>
    <w:rsid w:val="00C324A3"/>
    <w:rsid w:val="00C325AB"/>
    <w:rsid w:val="00C32615"/>
    <w:rsid w:val="00C3270A"/>
    <w:rsid w:val="00C32782"/>
    <w:rsid w:val="00C32AFF"/>
    <w:rsid w:val="00C32D67"/>
    <w:rsid w:val="00C32DFE"/>
    <w:rsid w:val="00C32E6A"/>
    <w:rsid w:val="00C32F17"/>
    <w:rsid w:val="00C32F47"/>
    <w:rsid w:val="00C342A3"/>
    <w:rsid w:val="00C347AF"/>
    <w:rsid w:val="00C347D0"/>
    <w:rsid w:val="00C3488F"/>
    <w:rsid w:val="00C34B37"/>
    <w:rsid w:val="00C34C46"/>
    <w:rsid w:val="00C34C7B"/>
    <w:rsid w:val="00C34DC8"/>
    <w:rsid w:val="00C34E85"/>
    <w:rsid w:val="00C3524C"/>
    <w:rsid w:val="00C352DB"/>
    <w:rsid w:val="00C354F7"/>
    <w:rsid w:val="00C355B4"/>
    <w:rsid w:val="00C355E6"/>
    <w:rsid w:val="00C358BA"/>
    <w:rsid w:val="00C3596D"/>
    <w:rsid w:val="00C35AB6"/>
    <w:rsid w:val="00C35C15"/>
    <w:rsid w:val="00C35EEB"/>
    <w:rsid w:val="00C36078"/>
    <w:rsid w:val="00C360CD"/>
    <w:rsid w:val="00C3632F"/>
    <w:rsid w:val="00C368D5"/>
    <w:rsid w:val="00C36A1E"/>
    <w:rsid w:val="00C36AC9"/>
    <w:rsid w:val="00C37125"/>
    <w:rsid w:val="00C3720B"/>
    <w:rsid w:val="00C3763A"/>
    <w:rsid w:val="00C378F2"/>
    <w:rsid w:val="00C37D23"/>
    <w:rsid w:val="00C401E7"/>
    <w:rsid w:val="00C409F1"/>
    <w:rsid w:val="00C40CAD"/>
    <w:rsid w:val="00C4100D"/>
    <w:rsid w:val="00C4153C"/>
    <w:rsid w:val="00C41A24"/>
    <w:rsid w:val="00C4262B"/>
    <w:rsid w:val="00C4268F"/>
    <w:rsid w:val="00C426AB"/>
    <w:rsid w:val="00C42775"/>
    <w:rsid w:val="00C42BBE"/>
    <w:rsid w:val="00C4303A"/>
    <w:rsid w:val="00C43187"/>
    <w:rsid w:val="00C439C8"/>
    <w:rsid w:val="00C43A69"/>
    <w:rsid w:val="00C43B44"/>
    <w:rsid w:val="00C43F43"/>
    <w:rsid w:val="00C440C3"/>
    <w:rsid w:val="00C4475E"/>
    <w:rsid w:val="00C44ADD"/>
    <w:rsid w:val="00C44D5D"/>
    <w:rsid w:val="00C45365"/>
    <w:rsid w:val="00C45615"/>
    <w:rsid w:val="00C458F7"/>
    <w:rsid w:val="00C45B05"/>
    <w:rsid w:val="00C45CA6"/>
    <w:rsid w:val="00C460B4"/>
    <w:rsid w:val="00C46143"/>
    <w:rsid w:val="00C461BD"/>
    <w:rsid w:val="00C461F9"/>
    <w:rsid w:val="00C46275"/>
    <w:rsid w:val="00C46301"/>
    <w:rsid w:val="00C463AD"/>
    <w:rsid w:val="00C46400"/>
    <w:rsid w:val="00C46919"/>
    <w:rsid w:val="00C46ABF"/>
    <w:rsid w:val="00C46CAE"/>
    <w:rsid w:val="00C470E9"/>
    <w:rsid w:val="00C4710A"/>
    <w:rsid w:val="00C4749C"/>
    <w:rsid w:val="00C474EF"/>
    <w:rsid w:val="00C47A13"/>
    <w:rsid w:val="00C47B8C"/>
    <w:rsid w:val="00C501E7"/>
    <w:rsid w:val="00C50252"/>
    <w:rsid w:val="00C5070E"/>
    <w:rsid w:val="00C5084C"/>
    <w:rsid w:val="00C50A0A"/>
    <w:rsid w:val="00C50C4E"/>
    <w:rsid w:val="00C50E9D"/>
    <w:rsid w:val="00C51302"/>
    <w:rsid w:val="00C5193C"/>
    <w:rsid w:val="00C52050"/>
    <w:rsid w:val="00C524CA"/>
    <w:rsid w:val="00C5280F"/>
    <w:rsid w:val="00C528C1"/>
    <w:rsid w:val="00C52CE7"/>
    <w:rsid w:val="00C52D91"/>
    <w:rsid w:val="00C5330B"/>
    <w:rsid w:val="00C54012"/>
    <w:rsid w:val="00C54053"/>
    <w:rsid w:val="00C540A5"/>
    <w:rsid w:val="00C5461D"/>
    <w:rsid w:val="00C5472C"/>
    <w:rsid w:val="00C54A3C"/>
    <w:rsid w:val="00C54E0C"/>
    <w:rsid w:val="00C5507B"/>
    <w:rsid w:val="00C5517C"/>
    <w:rsid w:val="00C55446"/>
    <w:rsid w:val="00C55851"/>
    <w:rsid w:val="00C55A87"/>
    <w:rsid w:val="00C55DA6"/>
    <w:rsid w:val="00C567A4"/>
    <w:rsid w:val="00C5685A"/>
    <w:rsid w:val="00C56B88"/>
    <w:rsid w:val="00C56C94"/>
    <w:rsid w:val="00C56D65"/>
    <w:rsid w:val="00C56E6F"/>
    <w:rsid w:val="00C5724C"/>
    <w:rsid w:val="00C573DB"/>
    <w:rsid w:val="00C576F0"/>
    <w:rsid w:val="00C57C18"/>
    <w:rsid w:val="00C57F2D"/>
    <w:rsid w:val="00C600F5"/>
    <w:rsid w:val="00C60D61"/>
    <w:rsid w:val="00C6141B"/>
    <w:rsid w:val="00C614FC"/>
    <w:rsid w:val="00C61626"/>
    <w:rsid w:val="00C617AF"/>
    <w:rsid w:val="00C6264F"/>
    <w:rsid w:val="00C62C8A"/>
    <w:rsid w:val="00C6331B"/>
    <w:rsid w:val="00C633B8"/>
    <w:rsid w:val="00C63522"/>
    <w:rsid w:val="00C63546"/>
    <w:rsid w:val="00C63593"/>
    <w:rsid w:val="00C63E67"/>
    <w:rsid w:val="00C63FB9"/>
    <w:rsid w:val="00C64BD1"/>
    <w:rsid w:val="00C64E8B"/>
    <w:rsid w:val="00C64F08"/>
    <w:rsid w:val="00C6505E"/>
    <w:rsid w:val="00C65577"/>
    <w:rsid w:val="00C65668"/>
    <w:rsid w:val="00C657B0"/>
    <w:rsid w:val="00C65973"/>
    <w:rsid w:val="00C65B61"/>
    <w:rsid w:val="00C66189"/>
    <w:rsid w:val="00C664ED"/>
    <w:rsid w:val="00C6698D"/>
    <w:rsid w:val="00C669F4"/>
    <w:rsid w:val="00C66BA5"/>
    <w:rsid w:val="00C66D1A"/>
    <w:rsid w:val="00C66EC2"/>
    <w:rsid w:val="00C66ECE"/>
    <w:rsid w:val="00C66FF4"/>
    <w:rsid w:val="00C6718A"/>
    <w:rsid w:val="00C67215"/>
    <w:rsid w:val="00C672C2"/>
    <w:rsid w:val="00C676F0"/>
    <w:rsid w:val="00C67A31"/>
    <w:rsid w:val="00C700E7"/>
    <w:rsid w:val="00C705F9"/>
    <w:rsid w:val="00C706ED"/>
    <w:rsid w:val="00C7091D"/>
    <w:rsid w:val="00C7095B"/>
    <w:rsid w:val="00C70D6B"/>
    <w:rsid w:val="00C71080"/>
    <w:rsid w:val="00C71140"/>
    <w:rsid w:val="00C7127C"/>
    <w:rsid w:val="00C71743"/>
    <w:rsid w:val="00C71AEE"/>
    <w:rsid w:val="00C71ED6"/>
    <w:rsid w:val="00C7223E"/>
    <w:rsid w:val="00C72A87"/>
    <w:rsid w:val="00C72DD5"/>
    <w:rsid w:val="00C73E62"/>
    <w:rsid w:val="00C73EE7"/>
    <w:rsid w:val="00C7405A"/>
    <w:rsid w:val="00C74ECE"/>
    <w:rsid w:val="00C75104"/>
    <w:rsid w:val="00C7534C"/>
    <w:rsid w:val="00C75614"/>
    <w:rsid w:val="00C75894"/>
    <w:rsid w:val="00C75B0D"/>
    <w:rsid w:val="00C75EE8"/>
    <w:rsid w:val="00C75FC8"/>
    <w:rsid w:val="00C763FF"/>
    <w:rsid w:val="00C764C5"/>
    <w:rsid w:val="00C765A5"/>
    <w:rsid w:val="00C76609"/>
    <w:rsid w:val="00C766E6"/>
    <w:rsid w:val="00C77048"/>
    <w:rsid w:val="00C77463"/>
    <w:rsid w:val="00C7756F"/>
    <w:rsid w:val="00C776E9"/>
    <w:rsid w:val="00C77CDB"/>
    <w:rsid w:val="00C80563"/>
    <w:rsid w:val="00C8073A"/>
    <w:rsid w:val="00C8095F"/>
    <w:rsid w:val="00C80988"/>
    <w:rsid w:val="00C809A3"/>
    <w:rsid w:val="00C80A7D"/>
    <w:rsid w:val="00C80CF9"/>
    <w:rsid w:val="00C812D0"/>
    <w:rsid w:val="00C8185F"/>
    <w:rsid w:val="00C81FD5"/>
    <w:rsid w:val="00C8209B"/>
    <w:rsid w:val="00C824C8"/>
    <w:rsid w:val="00C82513"/>
    <w:rsid w:val="00C82F9F"/>
    <w:rsid w:val="00C83102"/>
    <w:rsid w:val="00C8351C"/>
    <w:rsid w:val="00C839B3"/>
    <w:rsid w:val="00C840C9"/>
    <w:rsid w:val="00C84574"/>
    <w:rsid w:val="00C84C7B"/>
    <w:rsid w:val="00C84C81"/>
    <w:rsid w:val="00C84CC9"/>
    <w:rsid w:val="00C84FC0"/>
    <w:rsid w:val="00C85153"/>
    <w:rsid w:val="00C851F0"/>
    <w:rsid w:val="00C85CB4"/>
    <w:rsid w:val="00C85E79"/>
    <w:rsid w:val="00C85FCE"/>
    <w:rsid w:val="00C861F3"/>
    <w:rsid w:val="00C864F7"/>
    <w:rsid w:val="00C86AAC"/>
    <w:rsid w:val="00C86F66"/>
    <w:rsid w:val="00C874C7"/>
    <w:rsid w:val="00C87548"/>
    <w:rsid w:val="00C875A7"/>
    <w:rsid w:val="00C876AC"/>
    <w:rsid w:val="00C8770E"/>
    <w:rsid w:val="00C9013C"/>
    <w:rsid w:val="00C90176"/>
    <w:rsid w:val="00C903B7"/>
    <w:rsid w:val="00C9040D"/>
    <w:rsid w:val="00C9043B"/>
    <w:rsid w:val="00C906B2"/>
    <w:rsid w:val="00C9071C"/>
    <w:rsid w:val="00C907C2"/>
    <w:rsid w:val="00C907D9"/>
    <w:rsid w:val="00C909A5"/>
    <w:rsid w:val="00C90B65"/>
    <w:rsid w:val="00C91604"/>
    <w:rsid w:val="00C91D65"/>
    <w:rsid w:val="00C91F7F"/>
    <w:rsid w:val="00C921AD"/>
    <w:rsid w:val="00C9247C"/>
    <w:rsid w:val="00C925F1"/>
    <w:rsid w:val="00C925F5"/>
    <w:rsid w:val="00C92EC9"/>
    <w:rsid w:val="00C93283"/>
    <w:rsid w:val="00C93901"/>
    <w:rsid w:val="00C93B45"/>
    <w:rsid w:val="00C93E70"/>
    <w:rsid w:val="00C942EC"/>
    <w:rsid w:val="00C94340"/>
    <w:rsid w:val="00C94888"/>
    <w:rsid w:val="00C94C0B"/>
    <w:rsid w:val="00C94D7E"/>
    <w:rsid w:val="00C95442"/>
    <w:rsid w:val="00C9546E"/>
    <w:rsid w:val="00C9576E"/>
    <w:rsid w:val="00C95AA4"/>
    <w:rsid w:val="00C95B81"/>
    <w:rsid w:val="00C95CFF"/>
    <w:rsid w:val="00C95F14"/>
    <w:rsid w:val="00C960A2"/>
    <w:rsid w:val="00C960FC"/>
    <w:rsid w:val="00C96277"/>
    <w:rsid w:val="00C965F7"/>
    <w:rsid w:val="00C970FB"/>
    <w:rsid w:val="00C97A74"/>
    <w:rsid w:val="00C97A95"/>
    <w:rsid w:val="00C97C25"/>
    <w:rsid w:val="00C97D06"/>
    <w:rsid w:val="00CA012A"/>
    <w:rsid w:val="00CA0215"/>
    <w:rsid w:val="00CA06C8"/>
    <w:rsid w:val="00CA0828"/>
    <w:rsid w:val="00CA0BD6"/>
    <w:rsid w:val="00CA0C46"/>
    <w:rsid w:val="00CA0E6A"/>
    <w:rsid w:val="00CA0E82"/>
    <w:rsid w:val="00CA0F40"/>
    <w:rsid w:val="00CA0F7F"/>
    <w:rsid w:val="00CA17C9"/>
    <w:rsid w:val="00CA20CE"/>
    <w:rsid w:val="00CA2451"/>
    <w:rsid w:val="00CA2623"/>
    <w:rsid w:val="00CA2816"/>
    <w:rsid w:val="00CA2A19"/>
    <w:rsid w:val="00CA2A6C"/>
    <w:rsid w:val="00CA31C7"/>
    <w:rsid w:val="00CA32B9"/>
    <w:rsid w:val="00CA3386"/>
    <w:rsid w:val="00CA33AD"/>
    <w:rsid w:val="00CA344B"/>
    <w:rsid w:val="00CA3F57"/>
    <w:rsid w:val="00CA403D"/>
    <w:rsid w:val="00CA42BA"/>
    <w:rsid w:val="00CA4878"/>
    <w:rsid w:val="00CA4B33"/>
    <w:rsid w:val="00CA4E62"/>
    <w:rsid w:val="00CA4ED0"/>
    <w:rsid w:val="00CA4EF0"/>
    <w:rsid w:val="00CA56DF"/>
    <w:rsid w:val="00CA59BD"/>
    <w:rsid w:val="00CA5B97"/>
    <w:rsid w:val="00CA5E8A"/>
    <w:rsid w:val="00CA61ED"/>
    <w:rsid w:val="00CA720B"/>
    <w:rsid w:val="00CA796C"/>
    <w:rsid w:val="00CB014F"/>
    <w:rsid w:val="00CB0450"/>
    <w:rsid w:val="00CB046B"/>
    <w:rsid w:val="00CB0B99"/>
    <w:rsid w:val="00CB0CD4"/>
    <w:rsid w:val="00CB0E69"/>
    <w:rsid w:val="00CB0ED9"/>
    <w:rsid w:val="00CB1154"/>
    <w:rsid w:val="00CB17A3"/>
    <w:rsid w:val="00CB1981"/>
    <w:rsid w:val="00CB1B2F"/>
    <w:rsid w:val="00CB1BC7"/>
    <w:rsid w:val="00CB1DF6"/>
    <w:rsid w:val="00CB24E1"/>
    <w:rsid w:val="00CB29C9"/>
    <w:rsid w:val="00CB35C6"/>
    <w:rsid w:val="00CB378E"/>
    <w:rsid w:val="00CB390D"/>
    <w:rsid w:val="00CB393B"/>
    <w:rsid w:val="00CB3CF5"/>
    <w:rsid w:val="00CB3E1B"/>
    <w:rsid w:val="00CB3FD2"/>
    <w:rsid w:val="00CB4073"/>
    <w:rsid w:val="00CB4111"/>
    <w:rsid w:val="00CB4178"/>
    <w:rsid w:val="00CB434C"/>
    <w:rsid w:val="00CB481F"/>
    <w:rsid w:val="00CB4865"/>
    <w:rsid w:val="00CB4EBD"/>
    <w:rsid w:val="00CB508C"/>
    <w:rsid w:val="00CB5845"/>
    <w:rsid w:val="00CB58BA"/>
    <w:rsid w:val="00CB5CE8"/>
    <w:rsid w:val="00CB64DE"/>
    <w:rsid w:val="00CB661D"/>
    <w:rsid w:val="00CB6BD8"/>
    <w:rsid w:val="00CB6C4A"/>
    <w:rsid w:val="00CB709A"/>
    <w:rsid w:val="00CB777B"/>
    <w:rsid w:val="00CB7933"/>
    <w:rsid w:val="00CB7E5C"/>
    <w:rsid w:val="00CB7F62"/>
    <w:rsid w:val="00CC040A"/>
    <w:rsid w:val="00CC0442"/>
    <w:rsid w:val="00CC06F6"/>
    <w:rsid w:val="00CC07DA"/>
    <w:rsid w:val="00CC0F5D"/>
    <w:rsid w:val="00CC172F"/>
    <w:rsid w:val="00CC1816"/>
    <w:rsid w:val="00CC1927"/>
    <w:rsid w:val="00CC1A65"/>
    <w:rsid w:val="00CC1BCA"/>
    <w:rsid w:val="00CC1BDE"/>
    <w:rsid w:val="00CC29DC"/>
    <w:rsid w:val="00CC2A1B"/>
    <w:rsid w:val="00CC2DB9"/>
    <w:rsid w:val="00CC2DF4"/>
    <w:rsid w:val="00CC2FA7"/>
    <w:rsid w:val="00CC305A"/>
    <w:rsid w:val="00CC3517"/>
    <w:rsid w:val="00CC36B2"/>
    <w:rsid w:val="00CC3754"/>
    <w:rsid w:val="00CC37BD"/>
    <w:rsid w:val="00CC3B39"/>
    <w:rsid w:val="00CC3F6E"/>
    <w:rsid w:val="00CC40C7"/>
    <w:rsid w:val="00CC460A"/>
    <w:rsid w:val="00CC48B1"/>
    <w:rsid w:val="00CC4A7F"/>
    <w:rsid w:val="00CC4B77"/>
    <w:rsid w:val="00CC4CBD"/>
    <w:rsid w:val="00CC516C"/>
    <w:rsid w:val="00CC56B8"/>
    <w:rsid w:val="00CC57B5"/>
    <w:rsid w:val="00CC5D22"/>
    <w:rsid w:val="00CC6039"/>
    <w:rsid w:val="00CC6964"/>
    <w:rsid w:val="00CC6C9D"/>
    <w:rsid w:val="00CC6F70"/>
    <w:rsid w:val="00CC7286"/>
    <w:rsid w:val="00CC7C61"/>
    <w:rsid w:val="00CD002B"/>
    <w:rsid w:val="00CD009A"/>
    <w:rsid w:val="00CD02CF"/>
    <w:rsid w:val="00CD0B08"/>
    <w:rsid w:val="00CD0BFF"/>
    <w:rsid w:val="00CD0F15"/>
    <w:rsid w:val="00CD1042"/>
    <w:rsid w:val="00CD1090"/>
    <w:rsid w:val="00CD13CD"/>
    <w:rsid w:val="00CD1609"/>
    <w:rsid w:val="00CD1810"/>
    <w:rsid w:val="00CD1CDC"/>
    <w:rsid w:val="00CD22A5"/>
    <w:rsid w:val="00CD2391"/>
    <w:rsid w:val="00CD2417"/>
    <w:rsid w:val="00CD2D51"/>
    <w:rsid w:val="00CD2F17"/>
    <w:rsid w:val="00CD375B"/>
    <w:rsid w:val="00CD3AF0"/>
    <w:rsid w:val="00CD3B83"/>
    <w:rsid w:val="00CD3FEF"/>
    <w:rsid w:val="00CD4021"/>
    <w:rsid w:val="00CD432E"/>
    <w:rsid w:val="00CD4666"/>
    <w:rsid w:val="00CD47BE"/>
    <w:rsid w:val="00CD5E26"/>
    <w:rsid w:val="00CD610F"/>
    <w:rsid w:val="00CD64C4"/>
    <w:rsid w:val="00CD6878"/>
    <w:rsid w:val="00CD6A9B"/>
    <w:rsid w:val="00CD6D8F"/>
    <w:rsid w:val="00CD7066"/>
    <w:rsid w:val="00CD718A"/>
    <w:rsid w:val="00CD7725"/>
    <w:rsid w:val="00CD78BE"/>
    <w:rsid w:val="00CD7A16"/>
    <w:rsid w:val="00CD7BA6"/>
    <w:rsid w:val="00CD7C22"/>
    <w:rsid w:val="00CD7CEF"/>
    <w:rsid w:val="00CD7ED4"/>
    <w:rsid w:val="00CE047A"/>
    <w:rsid w:val="00CE04E2"/>
    <w:rsid w:val="00CE0AE7"/>
    <w:rsid w:val="00CE1509"/>
    <w:rsid w:val="00CE1660"/>
    <w:rsid w:val="00CE17A0"/>
    <w:rsid w:val="00CE19B0"/>
    <w:rsid w:val="00CE1BF7"/>
    <w:rsid w:val="00CE1C4C"/>
    <w:rsid w:val="00CE21EF"/>
    <w:rsid w:val="00CE229A"/>
    <w:rsid w:val="00CE2439"/>
    <w:rsid w:val="00CE262D"/>
    <w:rsid w:val="00CE263E"/>
    <w:rsid w:val="00CE28EC"/>
    <w:rsid w:val="00CE2ED0"/>
    <w:rsid w:val="00CE30C1"/>
    <w:rsid w:val="00CE3293"/>
    <w:rsid w:val="00CE382D"/>
    <w:rsid w:val="00CE4110"/>
    <w:rsid w:val="00CE484E"/>
    <w:rsid w:val="00CE4B5F"/>
    <w:rsid w:val="00CE4BEB"/>
    <w:rsid w:val="00CE4E07"/>
    <w:rsid w:val="00CE55C8"/>
    <w:rsid w:val="00CE5700"/>
    <w:rsid w:val="00CE5FA7"/>
    <w:rsid w:val="00CE637D"/>
    <w:rsid w:val="00CE6442"/>
    <w:rsid w:val="00CE696E"/>
    <w:rsid w:val="00CE6B29"/>
    <w:rsid w:val="00CE6BB8"/>
    <w:rsid w:val="00CE70C6"/>
    <w:rsid w:val="00CE7129"/>
    <w:rsid w:val="00CE7172"/>
    <w:rsid w:val="00CE7231"/>
    <w:rsid w:val="00CE755B"/>
    <w:rsid w:val="00CE777E"/>
    <w:rsid w:val="00CE79C1"/>
    <w:rsid w:val="00CE7B1B"/>
    <w:rsid w:val="00CE7E29"/>
    <w:rsid w:val="00CF01D6"/>
    <w:rsid w:val="00CF044F"/>
    <w:rsid w:val="00CF0470"/>
    <w:rsid w:val="00CF08DE"/>
    <w:rsid w:val="00CF0937"/>
    <w:rsid w:val="00CF0A69"/>
    <w:rsid w:val="00CF0CA5"/>
    <w:rsid w:val="00CF0D08"/>
    <w:rsid w:val="00CF0E53"/>
    <w:rsid w:val="00CF1394"/>
    <w:rsid w:val="00CF1C9B"/>
    <w:rsid w:val="00CF252F"/>
    <w:rsid w:val="00CF293D"/>
    <w:rsid w:val="00CF29BC"/>
    <w:rsid w:val="00CF29C1"/>
    <w:rsid w:val="00CF2AAF"/>
    <w:rsid w:val="00CF2DAC"/>
    <w:rsid w:val="00CF2F31"/>
    <w:rsid w:val="00CF3142"/>
    <w:rsid w:val="00CF38D8"/>
    <w:rsid w:val="00CF3AF9"/>
    <w:rsid w:val="00CF3D94"/>
    <w:rsid w:val="00CF4362"/>
    <w:rsid w:val="00CF44BE"/>
    <w:rsid w:val="00CF45CF"/>
    <w:rsid w:val="00CF4BB4"/>
    <w:rsid w:val="00CF5370"/>
    <w:rsid w:val="00CF569C"/>
    <w:rsid w:val="00CF5817"/>
    <w:rsid w:val="00CF588F"/>
    <w:rsid w:val="00CF5A4A"/>
    <w:rsid w:val="00CF5D9A"/>
    <w:rsid w:val="00CF6065"/>
    <w:rsid w:val="00CF6974"/>
    <w:rsid w:val="00CF6B59"/>
    <w:rsid w:val="00CF7019"/>
    <w:rsid w:val="00CF703B"/>
    <w:rsid w:val="00CF70FD"/>
    <w:rsid w:val="00CF72D8"/>
    <w:rsid w:val="00CF79A0"/>
    <w:rsid w:val="00CF7E51"/>
    <w:rsid w:val="00CF7E6E"/>
    <w:rsid w:val="00CF7F8D"/>
    <w:rsid w:val="00D00138"/>
    <w:rsid w:val="00D0077C"/>
    <w:rsid w:val="00D007AC"/>
    <w:rsid w:val="00D00847"/>
    <w:rsid w:val="00D00A17"/>
    <w:rsid w:val="00D00E8D"/>
    <w:rsid w:val="00D013C4"/>
    <w:rsid w:val="00D01410"/>
    <w:rsid w:val="00D0149E"/>
    <w:rsid w:val="00D0151A"/>
    <w:rsid w:val="00D0166B"/>
    <w:rsid w:val="00D0176C"/>
    <w:rsid w:val="00D018B6"/>
    <w:rsid w:val="00D01E27"/>
    <w:rsid w:val="00D021D9"/>
    <w:rsid w:val="00D021DF"/>
    <w:rsid w:val="00D0245F"/>
    <w:rsid w:val="00D02933"/>
    <w:rsid w:val="00D02B46"/>
    <w:rsid w:val="00D02BD2"/>
    <w:rsid w:val="00D02D44"/>
    <w:rsid w:val="00D0320B"/>
    <w:rsid w:val="00D037A8"/>
    <w:rsid w:val="00D03EF2"/>
    <w:rsid w:val="00D041C1"/>
    <w:rsid w:val="00D046D0"/>
    <w:rsid w:val="00D047D8"/>
    <w:rsid w:val="00D04A41"/>
    <w:rsid w:val="00D04A67"/>
    <w:rsid w:val="00D04D1C"/>
    <w:rsid w:val="00D05374"/>
    <w:rsid w:val="00D059C8"/>
    <w:rsid w:val="00D05A38"/>
    <w:rsid w:val="00D05ABF"/>
    <w:rsid w:val="00D05BF9"/>
    <w:rsid w:val="00D05E0F"/>
    <w:rsid w:val="00D06115"/>
    <w:rsid w:val="00D06483"/>
    <w:rsid w:val="00D065B8"/>
    <w:rsid w:val="00D06A11"/>
    <w:rsid w:val="00D06AC1"/>
    <w:rsid w:val="00D06BCD"/>
    <w:rsid w:val="00D06BF8"/>
    <w:rsid w:val="00D0738B"/>
    <w:rsid w:val="00D073A1"/>
    <w:rsid w:val="00D078B6"/>
    <w:rsid w:val="00D07A63"/>
    <w:rsid w:val="00D07B32"/>
    <w:rsid w:val="00D103AE"/>
    <w:rsid w:val="00D1069F"/>
    <w:rsid w:val="00D10969"/>
    <w:rsid w:val="00D10C71"/>
    <w:rsid w:val="00D10F09"/>
    <w:rsid w:val="00D10F16"/>
    <w:rsid w:val="00D11718"/>
    <w:rsid w:val="00D117DB"/>
    <w:rsid w:val="00D119D2"/>
    <w:rsid w:val="00D11B9C"/>
    <w:rsid w:val="00D11C62"/>
    <w:rsid w:val="00D12621"/>
    <w:rsid w:val="00D128DD"/>
    <w:rsid w:val="00D12A23"/>
    <w:rsid w:val="00D12B5F"/>
    <w:rsid w:val="00D12E0F"/>
    <w:rsid w:val="00D12F8D"/>
    <w:rsid w:val="00D13026"/>
    <w:rsid w:val="00D132C2"/>
    <w:rsid w:val="00D138A9"/>
    <w:rsid w:val="00D13932"/>
    <w:rsid w:val="00D13969"/>
    <w:rsid w:val="00D14285"/>
    <w:rsid w:val="00D142CF"/>
    <w:rsid w:val="00D1438B"/>
    <w:rsid w:val="00D14840"/>
    <w:rsid w:val="00D149EA"/>
    <w:rsid w:val="00D14E16"/>
    <w:rsid w:val="00D14E4B"/>
    <w:rsid w:val="00D14F2E"/>
    <w:rsid w:val="00D1524D"/>
    <w:rsid w:val="00D15302"/>
    <w:rsid w:val="00D15D35"/>
    <w:rsid w:val="00D15DDE"/>
    <w:rsid w:val="00D15E18"/>
    <w:rsid w:val="00D15FB0"/>
    <w:rsid w:val="00D1607A"/>
    <w:rsid w:val="00D16235"/>
    <w:rsid w:val="00D164D9"/>
    <w:rsid w:val="00D16A21"/>
    <w:rsid w:val="00D1708E"/>
    <w:rsid w:val="00D17181"/>
    <w:rsid w:val="00D17186"/>
    <w:rsid w:val="00D171C0"/>
    <w:rsid w:val="00D1751D"/>
    <w:rsid w:val="00D179AD"/>
    <w:rsid w:val="00D17E54"/>
    <w:rsid w:val="00D2015A"/>
    <w:rsid w:val="00D20327"/>
    <w:rsid w:val="00D20417"/>
    <w:rsid w:val="00D205A8"/>
    <w:rsid w:val="00D20688"/>
    <w:rsid w:val="00D206F0"/>
    <w:rsid w:val="00D209EE"/>
    <w:rsid w:val="00D209F7"/>
    <w:rsid w:val="00D2150A"/>
    <w:rsid w:val="00D21520"/>
    <w:rsid w:val="00D21806"/>
    <w:rsid w:val="00D21A8B"/>
    <w:rsid w:val="00D21E20"/>
    <w:rsid w:val="00D21E23"/>
    <w:rsid w:val="00D21F36"/>
    <w:rsid w:val="00D225B0"/>
    <w:rsid w:val="00D2269F"/>
    <w:rsid w:val="00D228F8"/>
    <w:rsid w:val="00D2296F"/>
    <w:rsid w:val="00D22B1D"/>
    <w:rsid w:val="00D234A9"/>
    <w:rsid w:val="00D234F2"/>
    <w:rsid w:val="00D236E1"/>
    <w:rsid w:val="00D23AE0"/>
    <w:rsid w:val="00D23BCB"/>
    <w:rsid w:val="00D23C50"/>
    <w:rsid w:val="00D23F28"/>
    <w:rsid w:val="00D23F59"/>
    <w:rsid w:val="00D244BC"/>
    <w:rsid w:val="00D245F2"/>
    <w:rsid w:val="00D24610"/>
    <w:rsid w:val="00D246E7"/>
    <w:rsid w:val="00D248C8"/>
    <w:rsid w:val="00D24BE3"/>
    <w:rsid w:val="00D25EE8"/>
    <w:rsid w:val="00D260AA"/>
    <w:rsid w:val="00D261C1"/>
    <w:rsid w:val="00D26379"/>
    <w:rsid w:val="00D263AF"/>
    <w:rsid w:val="00D2681C"/>
    <w:rsid w:val="00D26856"/>
    <w:rsid w:val="00D268CB"/>
    <w:rsid w:val="00D270DC"/>
    <w:rsid w:val="00D2710F"/>
    <w:rsid w:val="00D27A40"/>
    <w:rsid w:val="00D27B58"/>
    <w:rsid w:val="00D27DC2"/>
    <w:rsid w:val="00D27F68"/>
    <w:rsid w:val="00D27FE6"/>
    <w:rsid w:val="00D304F1"/>
    <w:rsid w:val="00D305C4"/>
    <w:rsid w:val="00D3071E"/>
    <w:rsid w:val="00D30EDA"/>
    <w:rsid w:val="00D314E8"/>
    <w:rsid w:val="00D31A26"/>
    <w:rsid w:val="00D321B3"/>
    <w:rsid w:val="00D32477"/>
    <w:rsid w:val="00D32586"/>
    <w:rsid w:val="00D3288C"/>
    <w:rsid w:val="00D32D88"/>
    <w:rsid w:val="00D32DDF"/>
    <w:rsid w:val="00D3300A"/>
    <w:rsid w:val="00D33154"/>
    <w:rsid w:val="00D33313"/>
    <w:rsid w:val="00D3366D"/>
    <w:rsid w:val="00D33853"/>
    <w:rsid w:val="00D339B1"/>
    <w:rsid w:val="00D33CDA"/>
    <w:rsid w:val="00D33D17"/>
    <w:rsid w:val="00D33EE5"/>
    <w:rsid w:val="00D33F6E"/>
    <w:rsid w:val="00D34002"/>
    <w:rsid w:val="00D3441E"/>
    <w:rsid w:val="00D34E21"/>
    <w:rsid w:val="00D34ED1"/>
    <w:rsid w:val="00D3554A"/>
    <w:rsid w:val="00D35683"/>
    <w:rsid w:val="00D357BA"/>
    <w:rsid w:val="00D358F5"/>
    <w:rsid w:val="00D36094"/>
    <w:rsid w:val="00D3658F"/>
    <w:rsid w:val="00D3660E"/>
    <w:rsid w:val="00D36DB4"/>
    <w:rsid w:val="00D36FD0"/>
    <w:rsid w:val="00D37023"/>
    <w:rsid w:val="00D37119"/>
    <w:rsid w:val="00D37162"/>
    <w:rsid w:val="00D375B9"/>
    <w:rsid w:val="00D37791"/>
    <w:rsid w:val="00D404A0"/>
    <w:rsid w:val="00D405C7"/>
    <w:rsid w:val="00D41032"/>
    <w:rsid w:val="00D4121F"/>
    <w:rsid w:val="00D412A5"/>
    <w:rsid w:val="00D415AB"/>
    <w:rsid w:val="00D41A9D"/>
    <w:rsid w:val="00D41D24"/>
    <w:rsid w:val="00D41DC6"/>
    <w:rsid w:val="00D421F8"/>
    <w:rsid w:val="00D4262B"/>
    <w:rsid w:val="00D42AE1"/>
    <w:rsid w:val="00D43463"/>
    <w:rsid w:val="00D4355B"/>
    <w:rsid w:val="00D435AE"/>
    <w:rsid w:val="00D437CE"/>
    <w:rsid w:val="00D43968"/>
    <w:rsid w:val="00D439E5"/>
    <w:rsid w:val="00D43CD4"/>
    <w:rsid w:val="00D43D03"/>
    <w:rsid w:val="00D43E15"/>
    <w:rsid w:val="00D43F96"/>
    <w:rsid w:val="00D44005"/>
    <w:rsid w:val="00D440B0"/>
    <w:rsid w:val="00D443A1"/>
    <w:rsid w:val="00D44472"/>
    <w:rsid w:val="00D44483"/>
    <w:rsid w:val="00D44532"/>
    <w:rsid w:val="00D44686"/>
    <w:rsid w:val="00D4470B"/>
    <w:rsid w:val="00D44748"/>
    <w:rsid w:val="00D44A6E"/>
    <w:rsid w:val="00D44D87"/>
    <w:rsid w:val="00D450EA"/>
    <w:rsid w:val="00D451A1"/>
    <w:rsid w:val="00D45384"/>
    <w:rsid w:val="00D4541E"/>
    <w:rsid w:val="00D45469"/>
    <w:rsid w:val="00D457AB"/>
    <w:rsid w:val="00D457ED"/>
    <w:rsid w:val="00D459F5"/>
    <w:rsid w:val="00D45B81"/>
    <w:rsid w:val="00D45D6C"/>
    <w:rsid w:val="00D45F25"/>
    <w:rsid w:val="00D4602C"/>
    <w:rsid w:val="00D46033"/>
    <w:rsid w:val="00D4608D"/>
    <w:rsid w:val="00D462C0"/>
    <w:rsid w:val="00D465FE"/>
    <w:rsid w:val="00D46A7E"/>
    <w:rsid w:val="00D46EF4"/>
    <w:rsid w:val="00D479D0"/>
    <w:rsid w:val="00D47C52"/>
    <w:rsid w:val="00D47C83"/>
    <w:rsid w:val="00D47D89"/>
    <w:rsid w:val="00D50987"/>
    <w:rsid w:val="00D50A5B"/>
    <w:rsid w:val="00D50ED0"/>
    <w:rsid w:val="00D50EF1"/>
    <w:rsid w:val="00D50F36"/>
    <w:rsid w:val="00D50F61"/>
    <w:rsid w:val="00D51635"/>
    <w:rsid w:val="00D5187B"/>
    <w:rsid w:val="00D51F13"/>
    <w:rsid w:val="00D51FB2"/>
    <w:rsid w:val="00D521F4"/>
    <w:rsid w:val="00D52276"/>
    <w:rsid w:val="00D52A02"/>
    <w:rsid w:val="00D52DE6"/>
    <w:rsid w:val="00D530E1"/>
    <w:rsid w:val="00D533E5"/>
    <w:rsid w:val="00D53493"/>
    <w:rsid w:val="00D535FC"/>
    <w:rsid w:val="00D53806"/>
    <w:rsid w:val="00D53B0C"/>
    <w:rsid w:val="00D53E52"/>
    <w:rsid w:val="00D53EF5"/>
    <w:rsid w:val="00D53EFA"/>
    <w:rsid w:val="00D54387"/>
    <w:rsid w:val="00D54441"/>
    <w:rsid w:val="00D54B18"/>
    <w:rsid w:val="00D54CE2"/>
    <w:rsid w:val="00D54FF1"/>
    <w:rsid w:val="00D55336"/>
    <w:rsid w:val="00D5545C"/>
    <w:rsid w:val="00D558DA"/>
    <w:rsid w:val="00D55A1F"/>
    <w:rsid w:val="00D55D49"/>
    <w:rsid w:val="00D55D82"/>
    <w:rsid w:val="00D56713"/>
    <w:rsid w:val="00D56BA5"/>
    <w:rsid w:val="00D56BE2"/>
    <w:rsid w:val="00D56BFC"/>
    <w:rsid w:val="00D56FD0"/>
    <w:rsid w:val="00D572C2"/>
    <w:rsid w:val="00D57410"/>
    <w:rsid w:val="00D575DC"/>
    <w:rsid w:val="00D57B31"/>
    <w:rsid w:val="00D60217"/>
    <w:rsid w:val="00D602D6"/>
    <w:rsid w:val="00D604CA"/>
    <w:rsid w:val="00D60690"/>
    <w:rsid w:val="00D609E1"/>
    <w:rsid w:val="00D61024"/>
    <w:rsid w:val="00D6118A"/>
    <w:rsid w:val="00D61872"/>
    <w:rsid w:val="00D619C9"/>
    <w:rsid w:val="00D61A5C"/>
    <w:rsid w:val="00D62297"/>
    <w:rsid w:val="00D623E5"/>
    <w:rsid w:val="00D62747"/>
    <w:rsid w:val="00D6278E"/>
    <w:rsid w:val="00D629BA"/>
    <w:rsid w:val="00D62A94"/>
    <w:rsid w:val="00D62B24"/>
    <w:rsid w:val="00D62DE1"/>
    <w:rsid w:val="00D633E2"/>
    <w:rsid w:val="00D635D3"/>
    <w:rsid w:val="00D63912"/>
    <w:rsid w:val="00D63A9A"/>
    <w:rsid w:val="00D63AC5"/>
    <w:rsid w:val="00D63D1D"/>
    <w:rsid w:val="00D640DB"/>
    <w:rsid w:val="00D64159"/>
    <w:rsid w:val="00D641C9"/>
    <w:rsid w:val="00D6458B"/>
    <w:rsid w:val="00D646E7"/>
    <w:rsid w:val="00D649B1"/>
    <w:rsid w:val="00D64AA0"/>
    <w:rsid w:val="00D6501B"/>
    <w:rsid w:val="00D65151"/>
    <w:rsid w:val="00D651ED"/>
    <w:rsid w:val="00D654C8"/>
    <w:rsid w:val="00D65BC3"/>
    <w:rsid w:val="00D65D42"/>
    <w:rsid w:val="00D664D0"/>
    <w:rsid w:val="00D6686B"/>
    <w:rsid w:val="00D6693C"/>
    <w:rsid w:val="00D66DE7"/>
    <w:rsid w:val="00D67104"/>
    <w:rsid w:val="00D67637"/>
    <w:rsid w:val="00D67C55"/>
    <w:rsid w:val="00D67F97"/>
    <w:rsid w:val="00D704AF"/>
    <w:rsid w:val="00D7073F"/>
    <w:rsid w:val="00D70953"/>
    <w:rsid w:val="00D71296"/>
    <w:rsid w:val="00D71375"/>
    <w:rsid w:val="00D7169C"/>
    <w:rsid w:val="00D717F5"/>
    <w:rsid w:val="00D719E6"/>
    <w:rsid w:val="00D71D2B"/>
    <w:rsid w:val="00D72124"/>
    <w:rsid w:val="00D723B6"/>
    <w:rsid w:val="00D7256E"/>
    <w:rsid w:val="00D725A3"/>
    <w:rsid w:val="00D72B10"/>
    <w:rsid w:val="00D72B33"/>
    <w:rsid w:val="00D72C09"/>
    <w:rsid w:val="00D73681"/>
    <w:rsid w:val="00D736E3"/>
    <w:rsid w:val="00D73903"/>
    <w:rsid w:val="00D73D36"/>
    <w:rsid w:val="00D74537"/>
    <w:rsid w:val="00D74A77"/>
    <w:rsid w:val="00D7527F"/>
    <w:rsid w:val="00D759E7"/>
    <w:rsid w:val="00D75E68"/>
    <w:rsid w:val="00D75F75"/>
    <w:rsid w:val="00D7619B"/>
    <w:rsid w:val="00D76670"/>
    <w:rsid w:val="00D76E63"/>
    <w:rsid w:val="00D76ECC"/>
    <w:rsid w:val="00D77773"/>
    <w:rsid w:val="00D77B82"/>
    <w:rsid w:val="00D77B8E"/>
    <w:rsid w:val="00D80204"/>
    <w:rsid w:val="00D808CD"/>
    <w:rsid w:val="00D80A27"/>
    <w:rsid w:val="00D80F80"/>
    <w:rsid w:val="00D8145C"/>
    <w:rsid w:val="00D815C1"/>
    <w:rsid w:val="00D8180B"/>
    <w:rsid w:val="00D81940"/>
    <w:rsid w:val="00D81A2F"/>
    <w:rsid w:val="00D81A8D"/>
    <w:rsid w:val="00D81DB0"/>
    <w:rsid w:val="00D81F7E"/>
    <w:rsid w:val="00D82713"/>
    <w:rsid w:val="00D83295"/>
    <w:rsid w:val="00D83337"/>
    <w:rsid w:val="00D83805"/>
    <w:rsid w:val="00D8393E"/>
    <w:rsid w:val="00D83BBC"/>
    <w:rsid w:val="00D83CFE"/>
    <w:rsid w:val="00D83E03"/>
    <w:rsid w:val="00D84479"/>
    <w:rsid w:val="00D8471F"/>
    <w:rsid w:val="00D847A7"/>
    <w:rsid w:val="00D84F2D"/>
    <w:rsid w:val="00D85008"/>
    <w:rsid w:val="00D855AA"/>
    <w:rsid w:val="00D857CD"/>
    <w:rsid w:val="00D8599B"/>
    <w:rsid w:val="00D85C90"/>
    <w:rsid w:val="00D86165"/>
    <w:rsid w:val="00D862E5"/>
    <w:rsid w:val="00D86861"/>
    <w:rsid w:val="00D86994"/>
    <w:rsid w:val="00D86A50"/>
    <w:rsid w:val="00D86E45"/>
    <w:rsid w:val="00D86F62"/>
    <w:rsid w:val="00D879B4"/>
    <w:rsid w:val="00D87B99"/>
    <w:rsid w:val="00D87BF6"/>
    <w:rsid w:val="00D87CA7"/>
    <w:rsid w:val="00D87D40"/>
    <w:rsid w:val="00D87FA0"/>
    <w:rsid w:val="00D90223"/>
    <w:rsid w:val="00D90605"/>
    <w:rsid w:val="00D906F4"/>
    <w:rsid w:val="00D91014"/>
    <w:rsid w:val="00D913CB"/>
    <w:rsid w:val="00D91569"/>
    <w:rsid w:val="00D916E7"/>
    <w:rsid w:val="00D918C7"/>
    <w:rsid w:val="00D924F7"/>
    <w:rsid w:val="00D927EC"/>
    <w:rsid w:val="00D928B0"/>
    <w:rsid w:val="00D929BA"/>
    <w:rsid w:val="00D92A38"/>
    <w:rsid w:val="00D92E68"/>
    <w:rsid w:val="00D931B1"/>
    <w:rsid w:val="00D93461"/>
    <w:rsid w:val="00D934E7"/>
    <w:rsid w:val="00D938BF"/>
    <w:rsid w:val="00D939D6"/>
    <w:rsid w:val="00D94443"/>
    <w:rsid w:val="00D948B6"/>
    <w:rsid w:val="00D948C6"/>
    <w:rsid w:val="00D94B7E"/>
    <w:rsid w:val="00D95254"/>
    <w:rsid w:val="00D959E8"/>
    <w:rsid w:val="00D960EF"/>
    <w:rsid w:val="00D96608"/>
    <w:rsid w:val="00D96D66"/>
    <w:rsid w:val="00D96E71"/>
    <w:rsid w:val="00D97282"/>
    <w:rsid w:val="00D9732C"/>
    <w:rsid w:val="00D977BC"/>
    <w:rsid w:val="00DA00D9"/>
    <w:rsid w:val="00DA0125"/>
    <w:rsid w:val="00DA03F2"/>
    <w:rsid w:val="00DA05A9"/>
    <w:rsid w:val="00DA0928"/>
    <w:rsid w:val="00DA0C9C"/>
    <w:rsid w:val="00DA0D71"/>
    <w:rsid w:val="00DA120B"/>
    <w:rsid w:val="00DA13B8"/>
    <w:rsid w:val="00DA1415"/>
    <w:rsid w:val="00DA1626"/>
    <w:rsid w:val="00DA1822"/>
    <w:rsid w:val="00DA19F1"/>
    <w:rsid w:val="00DA1D4D"/>
    <w:rsid w:val="00DA1D52"/>
    <w:rsid w:val="00DA249B"/>
    <w:rsid w:val="00DA2508"/>
    <w:rsid w:val="00DA2669"/>
    <w:rsid w:val="00DA2850"/>
    <w:rsid w:val="00DA28AA"/>
    <w:rsid w:val="00DA295A"/>
    <w:rsid w:val="00DA2990"/>
    <w:rsid w:val="00DA2F87"/>
    <w:rsid w:val="00DA35B4"/>
    <w:rsid w:val="00DA3823"/>
    <w:rsid w:val="00DA3D63"/>
    <w:rsid w:val="00DA3E24"/>
    <w:rsid w:val="00DA42BB"/>
    <w:rsid w:val="00DA4AA7"/>
    <w:rsid w:val="00DA582D"/>
    <w:rsid w:val="00DA5896"/>
    <w:rsid w:val="00DA6AF9"/>
    <w:rsid w:val="00DA6EF4"/>
    <w:rsid w:val="00DA70C1"/>
    <w:rsid w:val="00DA70F7"/>
    <w:rsid w:val="00DA773B"/>
    <w:rsid w:val="00DA773C"/>
    <w:rsid w:val="00DA79F5"/>
    <w:rsid w:val="00DA7DC5"/>
    <w:rsid w:val="00DA7F19"/>
    <w:rsid w:val="00DA7FA5"/>
    <w:rsid w:val="00DB047D"/>
    <w:rsid w:val="00DB068A"/>
    <w:rsid w:val="00DB1341"/>
    <w:rsid w:val="00DB13A6"/>
    <w:rsid w:val="00DB169A"/>
    <w:rsid w:val="00DB18C6"/>
    <w:rsid w:val="00DB19AB"/>
    <w:rsid w:val="00DB1C77"/>
    <w:rsid w:val="00DB1F96"/>
    <w:rsid w:val="00DB263E"/>
    <w:rsid w:val="00DB2C7C"/>
    <w:rsid w:val="00DB2CE9"/>
    <w:rsid w:val="00DB3221"/>
    <w:rsid w:val="00DB425B"/>
    <w:rsid w:val="00DB438F"/>
    <w:rsid w:val="00DB4BBE"/>
    <w:rsid w:val="00DB4FF4"/>
    <w:rsid w:val="00DB5256"/>
    <w:rsid w:val="00DB5660"/>
    <w:rsid w:val="00DB570B"/>
    <w:rsid w:val="00DB635C"/>
    <w:rsid w:val="00DB673B"/>
    <w:rsid w:val="00DB6A89"/>
    <w:rsid w:val="00DB6BBA"/>
    <w:rsid w:val="00DB6CAD"/>
    <w:rsid w:val="00DB6E5D"/>
    <w:rsid w:val="00DB6F1F"/>
    <w:rsid w:val="00DB74F5"/>
    <w:rsid w:val="00DB79BB"/>
    <w:rsid w:val="00DB7E14"/>
    <w:rsid w:val="00DB7EF9"/>
    <w:rsid w:val="00DC026C"/>
    <w:rsid w:val="00DC0438"/>
    <w:rsid w:val="00DC0B90"/>
    <w:rsid w:val="00DC0B93"/>
    <w:rsid w:val="00DC0FFA"/>
    <w:rsid w:val="00DC1025"/>
    <w:rsid w:val="00DC10F8"/>
    <w:rsid w:val="00DC111A"/>
    <w:rsid w:val="00DC140A"/>
    <w:rsid w:val="00DC145A"/>
    <w:rsid w:val="00DC1915"/>
    <w:rsid w:val="00DC1962"/>
    <w:rsid w:val="00DC1BDF"/>
    <w:rsid w:val="00DC1CFA"/>
    <w:rsid w:val="00DC329B"/>
    <w:rsid w:val="00DC32DC"/>
    <w:rsid w:val="00DC350B"/>
    <w:rsid w:val="00DC3B5C"/>
    <w:rsid w:val="00DC401F"/>
    <w:rsid w:val="00DC4133"/>
    <w:rsid w:val="00DC4418"/>
    <w:rsid w:val="00DC4439"/>
    <w:rsid w:val="00DC4610"/>
    <w:rsid w:val="00DC47B9"/>
    <w:rsid w:val="00DC4AA1"/>
    <w:rsid w:val="00DC4F44"/>
    <w:rsid w:val="00DC4FF6"/>
    <w:rsid w:val="00DC54FB"/>
    <w:rsid w:val="00DC5536"/>
    <w:rsid w:val="00DC576C"/>
    <w:rsid w:val="00DC5CC2"/>
    <w:rsid w:val="00DC5D68"/>
    <w:rsid w:val="00DC5D6F"/>
    <w:rsid w:val="00DC609C"/>
    <w:rsid w:val="00DC610F"/>
    <w:rsid w:val="00DC62E4"/>
    <w:rsid w:val="00DC6638"/>
    <w:rsid w:val="00DC6782"/>
    <w:rsid w:val="00DC67E9"/>
    <w:rsid w:val="00DC69D6"/>
    <w:rsid w:val="00DC6D69"/>
    <w:rsid w:val="00DC6EAA"/>
    <w:rsid w:val="00DC7133"/>
    <w:rsid w:val="00DC71F5"/>
    <w:rsid w:val="00DC749C"/>
    <w:rsid w:val="00DC778B"/>
    <w:rsid w:val="00DC7917"/>
    <w:rsid w:val="00DC7949"/>
    <w:rsid w:val="00DC7998"/>
    <w:rsid w:val="00DC7CEE"/>
    <w:rsid w:val="00DC7DD9"/>
    <w:rsid w:val="00DC7E69"/>
    <w:rsid w:val="00DC7F3B"/>
    <w:rsid w:val="00DD0075"/>
    <w:rsid w:val="00DD085B"/>
    <w:rsid w:val="00DD1338"/>
    <w:rsid w:val="00DD1348"/>
    <w:rsid w:val="00DD1BF2"/>
    <w:rsid w:val="00DD1DD2"/>
    <w:rsid w:val="00DD1F02"/>
    <w:rsid w:val="00DD1F10"/>
    <w:rsid w:val="00DD24DC"/>
    <w:rsid w:val="00DD27AC"/>
    <w:rsid w:val="00DD27E2"/>
    <w:rsid w:val="00DD2C24"/>
    <w:rsid w:val="00DD2E84"/>
    <w:rsid w:val="00DD31A9"/>
    <w:rsid w:val="00DD33F6"/>
    <w:rsid w:val="00DD390C"/>
    <w:rsid w:val="00DD3DB8"/>
    <w:rsid w:val="00DD3DFA"/>
    <w:rsid w:val="00DD3E7C"/>
    <w:rsid w:val="00DD3F4A"/>
    <w:rsid w:val="00DD4016"/>
    <w:rsid w:val="00DD4035"/>
    <w:rsid w:val="00DD48E8"/>
    <w:rsid w:val="00DD4BD1"/>
    <w:rsid w:val="00DD4C2F"/>
    <w:rsid w:val="00DD4EC8"/>
    <w:rsid w:val="00DD4F32"/>
    <w:rsid w:val="00DD5165"/>
    <w:rsid w:val="00DD53CC"/>
    <w:rsid w:val="00DD5570"/>
    <w:rsid w:val="00DD5D6A"/>
    <w:rsid w:val="00DD5DCB"/>
    <w:rsid w:val="00DD5E1B"/>
    <w:rsid w:val="00DD5F9F"/>
    <w:rsid w:val="00DD618F"/>
    <w:rsid w:val="00DD61A2"/>
    <w:rsid w:val="00DD638A"/>
    <w:rsid w:val="00DD6931"/>
    <w:rsid w:val="00DD69BA"/>
    <w:rsid w:val="00DD69FA"/>
    <w:rsid w:val="00DD6ADA"/>
    <w:rsid w:val="00DD6E4F"/>
    <w:rsid w:val="00DD70DD"/>
    <w:rsid w:val="00DD72C2"/>
    <w:rsid w:val="00DD759F"/>
    <w:rsid w:val="00DD79B2"/>
    <w:rsid w:val="00DD79E4"/>
    <w:rsid w:val="00DD7A1A"/>
    <w:rsid w:val="00DD7B40"/>
    <w:rsid w:val="00DD7F92"/>
    <w:rsid w:val="00DE001E"/>
    <w:rsid w:val="00DE0242"/>
    <w:rsid w:val="00DE04E4"/>
    <w:rsid w:val="00DE05BD"/>
    <w:rsid w:val="00DE1195"/>
    <w:rsid w:val="00DE1200"/>
    <w:rsid w:val="00DE15E7"/>
    <w:rsid w:val="00DE1826"/>
    <w:rsid w:val="00DE1841"/>
    <w:rsid w:val="00DE1B4F"/>
    <w:rsid w:val="00DE1BD0"/>
    <w:rsid w:val="00DE1EDD"/>
    <w:rsid w:val="00DE1FC2"/>
    <w:rsid w:val="00DE2B8C"/>
    <w:rsid w:val="00DE2DF2"/>
    <w:rsid w:val="00DE313E"/>
    <w:rsid w:val="00DE374F"/>
    <w:rsid w:val="00DE3ABB"/>
    <w:rsid w:val="00DE3BDA"/>
    <w:rsid w:val="00DE3E1E"/>
    <w:rsid w:val="00DE3F55"/>
    <w:rsid w:val="00DE3FE9"/>
    <w:rsid w:val="00DE41D9"/>
    <w:rsid w:val="00DE4521"/>
    <w:rsid w:val="00DE475D"/>
    <w:rsid w:val="00DE4C2A"/>
    <w:rsid w:val="00DE4CBC"/>
    <w:rsid w:val="00DE4F84"/>
    <w:rsid w:val="00DE507C"/>
    <w:rsid w:val="00DE5161"/>
    <w:rsid w:val="00DE54C2"/>
    <w:rsid w:val="00DE5564"/>
    <w:rsid w:val="00DE583E"/>
    <w:rsid w:val="00DE5CE6"/>
    <w:rsid w:val="00DE5F53"/>
    <w:rsid w:val="00DE5F5A"/>
    <w:rsid w:val="00DE602F"/>
    <w:rsid w:val="00DE6070"/>
    <w:rsid w:val="00DE60B0"/>
    <w:rsid w:val="00DE625C"/>
    <w:rsid w:val="00DE6447"/>
    <w:rsid w:val="00DE69D6"/>
    <w:rsid w:val="00DE6C45"/>
    <w:rsid w:val="00DE6E4E"/>
    <w:rsid w:val="00DE72D5"/>
    <w:rsid w:val="00DE757F"/>
    <w:rsid w:val="00DE7936"/>
    <w:rsid w:val="00DE795B"/>
    <w:rsid w:val="00DE7A0C"/>
    <w:rsid w:val="00DE7C00"/>
    <w:rsid w:val="00DE7F1F"/>
    <w:rsid w:val="00DE7FFA"/>
    <w:rsid w:val="00DF00E1"/>
    <w:rsid w:val="00DF0484"/>
    <w:rsid w:val="00DF0649"/>
    <w:rsid w:val="00DF0ACB"/>
    <w:rsid w:val="00DF0AF8"/>
    <w:rsid w:val="00DF0F58"/>
    <w:rsid w:val="00DF10A4"/>
    <w:rsid w:val="00DF14C8"/>
    <w:rsid w:val="00DF15EE"/>
    <w:rsid w:val="00DF1FB0"/>
    <w:rsid w:val="00DF2140"/>
    <w:rsid w:val="00DF2277"/>
    <w:rsid w:val="00DF2DEC"/>
    <w:rsid w:val="00DF2E4D"/>
    <w:rsid w:val="00DF31CC"/>
    <w:rsid w:val="00DF33CB"/>
    <w:rsid w:val="00DF3627"/>
    <w:rsid w:val="00DF3725"/>
    <w:rsid w:val="00DF387F"/>
    <w:rsid w:val="00DF3D00"/>
    <w:rsid w:val="00DF4437"/>
    <w:rsid w:val="00DF4454"/>
    <w:rsid w:val="00DF4463"/>
    <w:rsid w:val="00DF48F1"/>
    <w:rsid w:val="00DF4A0D"/>
    <w:rsid w:val="00DF4B47"/>
    <w:rsid w:val="00DF4C21"/>
    <w:rsid w:val="00DF5602"/>
    <w:rsid w:val="00DF56ED"/>
    <w:rsid w:val="00DF60CD"/>
    <w:rsid w:val="00DF6203"/>
    <w:rsid w:val="00DF6376"/>
    <w:rsid w:val="00DF64C3"/>
    <w:rsid w:val="00DF6674"/>
    <w:rsid w:val="00DF6762"/>
    <w:rsid w:val="00DF6F14"/>
    <w:rsid w:val="00DF7101"/>
    <w:rsid w:val="00DF7600"/>
    <w:rsid w:val="00DF7672"/>
    <w:rsid w:val="00DF7E21"/>
    <w:rsid w:val="00E00190"/>
    <w:rsid w:val="00E001B7"/>
    <w:rsid w:val="00E00385"/>
    <w:rsid w:val="00E003E9"/>
    <w:rsid w:val="00E00718"/>
    <w:rsid w:val="00E007BD"/>
    <w:rsid w:val="00E00D07"/>
    <w:rsid w:val="00E01691"/>
    <w:rsid w:val="00E01795"/>
    <w:rsid w:val="00E01BBA"/>
    <w:rsid w:val="00E01EFF"/>
    <w:rsid w:val="00E02549"/>
    <w:rsid w:val="00E02B43"/>
    <w:rsid w:val="00E02C28"/>
    <w:rsid w:val="00E02E52"/>
    <w:rsid w:val="00E02E8A"/>
    <w:rsid w:val="00E03078"/>
    <w:rsid w:val="00E03258"/>
    <w:rsid w:val="00E03445"/>
    <w:rsid w:val="00E03568"/>
    <w:rsid w:val="00E0389D"/>
    <w:rsid w:val="00E039F3"/>
    <w:rsid w:val="00E03C3A"/>
    <w:rsid w:val="00E03CB6"/>
    <w:rsid w:val="00E04181"/>
    <w:rsid w:val="00E041DD"/>
    <w:rsid w:val="00E045AE"/>
    <w:rsid w:val="00E04A8B"/>
    <w:rsid w:val="00E04DF4"/>
    <w:rsid w:val="00E051E4"/>
    <w:rsid w:val="00E052A1"/>
    <w:rsid w:val="00E05877"/>
    <w:rsid w:val="00E05908"/>
    <w:rsid w:val="00E05BBA"/>
    <w:rsid w:val="00E060B8"/>
    <w:rsid w:val="00E0640B"/>
    <w:rsid w:val="00E0640E"/>
    <w:rsid w:val="00E06773"/>
    <w:rsid w:val="00E067FA"/>
    <w:rsid w:val="00E068A1"/>
    <w:rsid w:val="00E06B07"/>
    <w:rsid w:val="00E06FFF"/>
    <w:rsid w:val="00E071A8"/>
    <w:rsid w:val="00E0758E"/>
    <w:rsid w:val="00E07833"/>
    <w:rsid w:val="00E07983"/>
    <w:rsid w:val="00E07DEA"/>
    <w:rsid w:val="00E101BC"/>
    <w:rsid w:val="00E101E5"/>
    <w:rsid w:val="00E104CE"/>
    <w:rsid w:val="00E10968"/>
    <w:rsid w:val="00E10A56"/>
    <w:rsid w:val="00E10D1D"/>
    <w:rsid w:val="00E11244"/>
    <w:rsid w:val="00E11705"/>
    <w:rsid w:val="00E11B90"/>
    <w:rsid w:val="00E11D0F"/>
    <w:rsid w:val="00E1273A"/>
    <w:rsid w:val="00E12B31"/>
    <w:rsid w:val="00E12F93"/>
    <w:rsid w:val="00E1325A"/>
    <w:rsid w:val="00E1355A"/>
    <w:rsid w:val="00E13830"/>
    <w:rsid w:val="00E138D4"/>
    <w:rsid w:val="00E13B92"/>
    <w:rsid w:val="00E13EDC"/>
    <w:rsid w:val="00E13EE7"/>
    <w:rsid w:val="00E14042"/>
    <w:rsid w:val="00E141BB"/>
    <w:rsid w:val="00E1423A"/>
    <w:rsid w:val="00E1429A"/>
    <w:rsid w:val="00E150DB"/>
    <w:rsid w:val="00E15161"/>
    <w:rsid w:val="00E152AA"/>
    <w:rsid w:val="00E153AB"/>
    <w:rsid w:val="00E15B18"/>
    <w:rsid w:val="00E15D94"/>
    <w:rsid w:val="00E16080"/>
    <w:rsid w:val="00E1615D"/>
    <w:rsid w:val="00E163A9"/>
    <w:rsid w:val="00E16B2D"/>
    <w:rsid w:val="00E17225"/>
    <w:rsid w:val="00E1722A"/>
    <w:rsid w:val="00E1726E"/>
    <w:rsid w:val="00E1736C"/>
    <w:rsid w:val="00E17490"/>
    <w:rsid w:val="00E17761"/>
    <w:rsid w:val="00E17BDE"/>
    <w:rsid w:val="00E2023A"/>
    <w:rsid w:val="00E20475"/>
    <w:rsid w:val="00E20747"/>
    <w:rsid w:val="00E208D7"/>
    <w:rsid w:val="00E2091B"/>
    <w:rsid w:val="00E20A67"/>
    <w:rsid w:val="00E21244"/>
    <w:rsid w:val="00E21509"/>
    <w:rsid w:val="00E21A07"/>
    <w:rsid w:val="00E21CFB"/>
    <w:rsid w:val="00E21EA8"/>
    <w:rsid w:val="00E2282D"/>
    <w:rsid w:val="00E22AD7"/>
    <w:rsid w:val="00E2350C"/>
    <w:rsid w:val="00E236F9"/>
    <w:rsid w:val="00E23CD7"/>
    <w:rsid w:val="00E2448C"/>
    <w:rsid w:val="00E24493"/>
    <w:rsid w:val="00E245A0"/>
    <w:rsid w:val="00E24D92"/>
    <w:rsid w:val="00E2501C"/>
    <w:rsid w:val="00E25398"/>
    <w:rsid w:val="00E258FB"/>
    <w:rsid w:val="00E25C88"/>
    <w:rsid w:val="00E25CF5"/>
    <w:rsid w:val="00E27391"/>
    <w:rsid w:val="00E27529"/>
    <w:rsid w:val="00E279DE"/>
    <w:rsid w:val="00E279FF"/>
    <w:rsid w:val="00E27BD7"/>
    <w:rsid w:val="00E303DF"/>
    <w:rsid w:val="00E30AC1"/>
    <w:rsid w:val="00E30B58"/>
    <w:rsid w:val="00E30CE9"/>
    <w:rsid w:val="00E30D96"/>
    <w:rsid w:val="00E30F6B"/>
    <w:rsid w:val="00E311D9"/>
    <w:rsid w:val="00E3125E"/>
    <w:rsid w:val="00E312B2"/>
    <w:rsid w:val="00E3145A"/>
    <w:rsid w:val="00E3174D"/>
    <w:rsid w:val="00E3183D"/>
    <w:rsid w:val="00E319CE"/>
    <w:rsid w:val="00E31A54"/>
    <w:rsid w:val="00E31ADE"/>
    <w:rsid w:val="00E32243"/>
    <w:rsid w:val="00E3224A"/>
    <w:rsid w:val="00E322C7"/>
    <w:rsid w:val="00E32654"/>
    <w:rsid w:val="00E32782"/>
    <w:rsid w:val="00E32A25"/>
    <w:rsid w:val="00E32B10"/>
    <w:rsid w:val="00E32E91"/>
    <w:rsid w:val="00E332B4"/>
    <w:rsid w:val="00E33787"/>
    <w:rsid w:val="00E337E8"/>
    <w:rsid w:val="00E3397C"/>
    <w:rsid w:val="00E33D0A"/>
    <w:rsid w:val="00E33E2A"/>
    <w:rsid w:val="00E341D4"/>
    <w:rsid w:val="00E34703"/>
    <w:rsid w:val="00E348CC"/>
    <w:rsid w:val="00E349E2"/>
    <w:rsid w:val="00E34C4E"/>
    <w:rsid w:val="00E34EF7"/>
    <w:rsid w:val="00E3534D"/>
    <w:rsid w:val="00E3551D"/>
    <w:rsid w:val="00E355C6"/>
    <w:rsid w:val="00E35A0F"/>
    <w:rsid w:val="00E35BBA"/>
    <w:rsid w:val="00E36076"/>
    <w:rsid w:val="00E3622F"/>
    <w:rsid w:val="00E36B8D"/>
    <w:rsid w:val="00E36D45"/>
    <w:rsid w:val="00E37055"/>
    <w:rsid w:val="00E371FF"/>
    <w:rsid w:val="00E37332"/>
    <w:rsid w:val="00E37496"/>
    <w:rsid w:val="00E374FF"/>
    <w:rsid w:val="00E376F9"/>
    <w:rsid w:val="00E40BC4"/>
    <w:rsid w:val="00E40FBE"/>
    <w:rsid w:val="00E4141F"/>
    <w:rsid w:val="00E41553"/>
    <w:rsid w:val="00E419D5"/>
    <w:rsid w:val="00E419E2"/>
    <w:rsid w:val="00E41BDD"/>
    <w:rsid w:val="00E41CD3"/>
    <w:rsid w:val="00E41DBF"/>
    <w:rsid w:val="00E42A57"/>
    <w:rsid w:val="00E42C68"/>
    <w:rsid w:val="00E430A1"/>
    <w:rsid w:val="00E434DA"/>
    <w:rsid w:val="00E438EF"/>
    <w:rsid w:val="00E43AA0"/>
    <w:rsid w:val="00E43E25"/>
    <w:rsid w:val="00E43F93"/>
    <w:rsid w:val="00E444DD"/>
    <w:rsid w:val="00E447C6"/>
    <w:rsid w:val="00E447E7"/>
    <w:rsid w:val="00E449E2"/>
    <w:rsid w:val="00E44CB1"/>
    <w:rsid w:val="00E45248"/>
    <w:rsid w:val="00E457E1"/>
    <w:rsid w:val="00E45E11"/>
    <w:rsid w:val="00E45F39"/>
    <w:rsid w:val="00E46B8F"/>
    <w:rsid w:val="00E46D0A"/>
    <w:rsid w:val="00E46D46"/>
    <w:rsid w:val="00E471BD"/>
    <w:rsid w:val="00E474F1"/>
    <w:rsid w:val="00E47546"/>
    <w:rsid w:val="00E4776F"/>
    <w:rsid w:val="00E4786D"/>
    <w:rsid w:val="00E47CE8"/>
    <w:rsid w:val="00E47E84"/>
    <w:rsid w:val="00E50063"/>
    <w:rsid w:val="00E5047F"/>
    <w:rsid w:val="00E50551"/>
    <w:rsid w:val="00E506EE"/>
    <w:rsid w:val="00E5075F"/>
    <w:rsid w:val="00E50771"/>
    <w:rsid w:val="00E508B3"/>
    <w:rsid w:val="00E50C41"/>
    <w:rsid w:val="00E50DB3"/>
    <w:rsid w:val="00E5101A"/>
    <w:rsid w:val="00E511F7"/>
    <w:rsid w:val="00E51420"/>
    <w:rsid w:val="00E51601"/>
    <w:rsid w:val="00E51C1F"/>
    <w:rsid w:val="00E51D79"/>
    <w:rsid w:val="00E5230B"/>
    <w:rsid w:val="00E52496"/>
    <w:rsid w:val="00E529AF"/>
    <w:rsid w:val="00E52E8A"/>
    <w:rsid w:val="00E52FD3"/>
    <w:rsid w:val="00E5307E"/>
    <w:rsid w:val="00E53188"/>
    <w:rsid w:val="00E53A55"/>
    <w:rsid w:val="00E53BF5"/>
    <w:rsid w:val="00E53D43"/>
    <w:rsid w:val="00E5436A"/>
    <w:rsid w:val="00E543E4"/>
    <w:rsid w:val="00E54409"/>
    <w:rsid w:val="00E544B1"/>
    <w:rsid w:val="00E54725"/>
    <w:rsid w:val="00E5477A"/>
    <w:rsid w:val="00E54831"/>
    <w:rsid w:val="00E54F78"/>
    <w:rsid w:val="00E551B1"/>
    <w:rsid w:val="00E553DA"/>
    <w:rsid w:val="00E55C17"/>
    <w:rsid w:val="00E55FB8"/>
    <w:rsid w:val="00E56156"/>
    <w:rsid w:val="00E56534"/>
    <w:rsid w:val="00E56E8C"/>
    <w:rsid w:val="00E56F23"/>
    <w:rsid w:val="00E572B6"/>
    <w:rsid w:val="00E5742C"/>
    <w:rsid w:val="00E576E9"/>
    <w:rsid w:val="00E57997"/>
    <w:rsid w:val="00E579CB"/>
    <w:rsid w:val="00E57E98"/>
    <w:rsid w:val="00E57F5A"/>
    <w:rsid w:val="00E603BE"/>
    <w:rsid w:val="00E606B5"/>
    <w:rsid w:val="00E60762"/>
    <w:rsid w:val="00E60F12"/>
    <w:rsid w:val="00E6108C"/>
    <w:rsid w:val="00E6129E"/>
    <w:rsid w:val="00E614A3"/>
    <w:rsid w:val="00E61A72"/>
    <w:rsid w:val="00E61AD4"/>
    <w:rsid w:val="00E62128"/>
    <w:rsid w:val="00E623DA"/>
    <w:rsid w:val="00E6254C"/>
    <w:rsid w:val="00E629C4"/>
    <w:rsid w:val="00E62F05"/>
    <w:rsid w:val="00E632B0"/>
    <w:rsid w:val="00E6359B"/>
    <w:rsid w:val="00E6360E"/>
    <w:rsid w:val="00E63C22"/>
    <w:rsid w:val="00E63C6D"/>
    <w:rsid w:val="00E63E0A"/>
    <w:rsid w:val="00E643B9"/>
    <w:rsid w:val="00E64DE6"/>
    <w:rsid w:val="00E64DFF"/>
    <w:rsid w:val="00E64ED3"/>
    <w:rsid w:val="00E65160"/>
    <w:rsid w:val="00E6517E"/>
    <w:rsid w:val="00E655EE"/>
    <w:rsid w:val="00E656C4"/>
    <w:rsid w:val="00E65BD4"/>
    <w:rsid w:val="00E65EBA"/>
    <w:rsid w:val="00E65F8F"/>
    <w:rsid w:val="00E665E6"/>
    <w:rsid w:val="00E668D2"/>
    <w:rsid w:val="00E66BE3"/>
    <w:rsid w:val="00E66C51"/>
    <w:rsid w:val="00E66CC0"/>
    <w:rsid w:val="00E671DF"/>
    <w:rsid w:val="00E674B5"/>
    <w:rsid w:val="00E675C3"/>
    <w:rsid w:val="00E67B78"/>
    <w:rsid w:val="00E67C15"/>
    <w:rsid w:val="00E67CD3"/>
    <w:rsid w:val="00E7046E"/>
    <w:rsid w:val="00E7078D"/>
    <w:rsid w:val="00E7083F"/>
    <w:rsid w:val="00E7092C"/>
    <w:rsid w:val="00E70A9E"/>
    <w:rsid w:val="00E710B8"/>
    <w:rsid w:val="00E711E6"/>
    <w:rsid w:val="00E71CD8"/>
    <w:rsid w:val="00E71D00"/>
    <w:rsid w:val="00E71D0C"/>
    <w:rsid w:val="00E71EC8"/>
    <w:rsid w:val="00E72441"/>
    <w:rsid w:val="00E72675"/>
    <w:rsid w:val="00E728BF"/>
    <w:rsid w:val="00E72AA6"/>
    <w:rsid w:val="00E72D29"/>
    <w:rsid w:val="00E7303F"/>
    <w:rsid w:val="00E7371D"/>
    <w:rsid w:val="00E737B3"/>
    <w:rsid w:val="00E738D0"/>
    <w:rsid w:val="00E74070"/>
    <w:rsid w:val="00E747E4"/>
    <w:rsid w:val="00E748D5"/>
    <w:rsid w:val="00E74CC2"/>
    <w:rsid w:val="00E74F3F"/>
    <w:rsid w:val="00E7502D"/>
    <w:rsid w:val="00E7542A"/>
    <w:rsid w:val="00E754A0"/>
    <w:rsid w:val="00E75924"/>
    <w:rsid w:val="00E75A67"/>
    <w:rsid w:val="00E75C5D"/>
    <w:rsid w:val="00E76337"/>
    <w:rsid w:val="00E7648A"/>
    <w:rsid w:val="00E7654C"/>
    <w:rsid w:val="00E7671F"/>
    <w:rsid w:val="00E76769"/>
    <w:rsid w:val="00E768B7"/>
    <w:rsid w:val="00E76931"/>
    <w:rsid w:val="00E76A4A"/>
    <w:rsid w:val="00E76D71"/>
    <w:rsid w:val="00E77C21"/>
    <w:rsid w:val="00E77D00"/>
    <w:rsid w:val="00E77F8F"/>
    <w:rsid w:val="00E8009B"/>
    <w:rsid w:val="00E8017A"/>
    <w:rsid w:val="00E80695"/>
    <w:rsid w:val="00E80833"/>
    <w:rsid w:val="00E80CBA"/>
    <w:rsid w:val="00E812F0"/>
    <w:rsid w:val="00E813A1"/>
    <w:rsid w:val="00E81490"/>
    <w:rsid w:val="00E81614"/>
    <w:rsid w:val="00E818FF"/>
    <w:rsid w:val="00E819CB"/>
    <w:rsid w:val="00E81A31"/>
    <w:rsid w:val="00E81CBA"/>
    <w:rsid w:val="00E82012"/>
    <w:rsid w:val="00E82E8C"/>
    <w:rsid w:val="00E82F57"/>
    <w:rsid w:val="00E8315C"/>
    <w:rsid w:val="00E8326A"/>
    <w:rsid w:val="00E83A78"/>
    <w:rsid w:val="00E83AD5"/>
    <w:rsid w:val="00E83E56"/>
    <w:rsid w:val="00E8407D"/>
    <w:rsid w:val="00E8488E"/>
    <w:rsid w:val="00E848E1"/>
    <w:rsid w:val="00E84A9E"/>
    <w:rsid w:val="00E84D6B"/>
    <w:rsid w:val="00E84D72"/>
    <w:rsid w:val="00E85261"/>
    <w:rsid w:val="00E85344"/>
    <w:rsid w:val="00E856FF"/>
    <w:rsid w:val="00E857C6"/>
    <w:rsid w:val="00E857F3"/>
    <w:rsid w:val="00E8599D"/>
    <w:rsid w:val="00E85C7C"/>
    <w:rsid w:val="00E85D55"/>
    <w:rsid w:val="00E85DF4"/>
    <w:rsid w:val="00E86095"/>
    <w:rsid w:val="00E861B8"/>
    <w:rsid w:val="00E861D1"/>
    <w:rsid w:val="00E86467"/>
    <w:rsid w:val="00E86BA1"/>
    <w:rsid w:val="00E86D03"/>
    <w:rsid w:val="00E86EE5"/>
    <w:rsid w:val="00E87311"/>
    <w:rsid w:val="00E875D6"/>
    <w:rsid w:val="00E879B4"/>
    <w:rsid w:val="00E87ABF"/>
    <w:rsid w:val="00E901A3"/>
    <w:rsid w:val="00E901AD"/>
    <w:rsid w:val="00E90450"/>
    <w:rsid w:val="00E90475"/>
    <w:rsid w:val="00E9057F"/>
    <w:rsid w:val="00E90916"/>
    <w:rsid w:val="00E90928"/>
    <w:rsid w:val="00E909CE"/>
    <w:rsid w:val="00E90A3A"/>
    <w:rsid w:val="00E90B2B"/>
    <w:rsid w:val="00E91113"/>
    <w:rsid w:val="00E916BD"/>
    <w:rsid w:val="00E91B01"/>
    <w:rsid w:val="00E91C09"/>
    <w:rsid w:val="00E9204D"/>
    <w:rsid w:val="00E922A6"/>
    <w:rsid w:val="00E923AF"/>
    <w:rsid w:val="00E9244D"/>
    <w:rsid w:val="00E924DA"/>
    <w:rsid w:val="00E927C8"/>
    <w:rsid w:val="00E92A33"/>
    <w:rsid w:val="00E92B52"/>
    <w:rsid w:val="00E92E75"/>
    <w:rsid w:val="00E92E9B"/>
    <w:rsid w:val="00E93129"/>
    <w:rsid w:val="00E93889"/>
    <w:rsid w:val="00E93D63"/>
    <w:rsid w:val="00E94129"/>
    <w:rsid w:val="00E9439F"/>
    <w:rsid w:val="00E9440C"/>
    <w:rsid w:val="00E94427"/>
    <w:rsid w:val="00E947EF"/>
    <w:rsid w:val="00E94C8A"/>
    <w:rsid w:val="00E94DD3"/>
    <w:rsid w:val="00E94FE2"/>
    <w:rsid w:val="00E9502D"/>
    <w:rsid w:val="00E952EC"/>
    <w:rsid w:val="00E9589D"/>
    <w:rsid w:val="00E95919"/>
    <w:rsid w:val="00E95CB5"/>
    <w:rsid w:val="00E96087"/>
    <w:rsid w:val="00E9610D"/>
    <w:rsid w:val="00E96271"/>
    <w:rsid w:val="00E965BF"/>
    <w:rsid w:val="00E96613"/>
    <w:rsid w:val="00E96813"/>
    <w:rsid w:val="00E968C5"/>
    <w:rsid w:val="00E9691E"/>
    <w:rsid w:val="00E96F97"/>
    <w:rsid w:val="00E97803"/>
    <w:rsid w:val="00E97F81"/>
    <w:rsid w:val="00EA01AB"/>
    <w:rsid w:val="00EA06D4"/>
    <w:rsid w:val="00EA07BE"/>
    <w:rsid w:val="00EA0CEE"/>
    <w:rsid w:val="00EA1316"/>
    <w:rsid w:val="00EA145B"/>
    <w:rsid w:val="00EA15F8"/>
    <w:rsid w:val="00EA181F"/>
    <w:rsid w:val="00EA193E"/>
    <w:rsid w:val="00EA1C63"/>
    <w:rsid w:val="00EA1DD1"/>
    <w:rsid w:val="00EA1EDF"/>
    <w:rsid w:val="00EA1FE7"/>
    <w:rsid w:val="00EA20D6"/>
    <w:rsid w:val="00EA21B3"/>
    <w:rsid w:val="00EA2248"/>
    <w:rsid w:val="00EA2249"/>
    <w:rsid w:val="00EA22BC"/>
    <w:rsid w:val="00EA22C4"/>
    <w:rsid w:val="00EA2320"/>
    <w:rsid w:val="00EA24C1"/>
    <w:rsid w:val="00EA258B"/>
    <w:rsid w:val="00EA27F6"/>
    <w:rsid w:val="00EA2987"/>
    <w:rsid w:val="00EA2E95"/>
    <w:rsid w:val="00EA2F16"/>
    <w:rsid w:val="00EA31FD"/>
    <w:rsid w:val="00EA37E3"/>
    <w:rsid w:val="00EA3CD0"/>
    <w:rsid w:val="00EA3DA1"/>
    <w:rsid w:val="00EA4123"/>
    <w:rsid w:val="00EA4638"/>
    <w:rsid w:val="00EA4872"/>
    <w:rsid w:val="00EA4915"/>
    <w:rsid w:val="00EA4F6A"/>
    <w:rsid w:val="00EA5713"/>
    <w:rsid w:val="00EA585A"/>
    <w:rsid w:val="00EA61BB"/>
    <w:rsid w:val="00EA652E"/>
    <w:rsid w:val="00EA6F27"/>
    <w:rsid w:val="00EA71EA"/>
    <w:rsid w:val="00EA7281"/>
    <w:rsid w:val="00EA737D"/>
    <w:rsid w:val="00EA745B"/>
    <w:rsid w:val="00EA751C"/>
    <w:rsid w:val="00EA7641"/>
    <w:rsid w:val="00EA77B0"/>
    <w:rsid w:val="00EA7E98"/>
    <w:rsid w:val="00EB01CF"/>
    <w:rsid w:val="00EB021E"/>
    <w:rsid w:val="00EB02E2"/>
    <w:rsid w:val="00EB0548"/>
    <w:rsid w:val="00EB065C"/>
    <w:rsid w:val="00EB076E"/>
    <w:rsid w:val="00EB098F"/>
    <w:rsid w:val="00EB0BA3"/>
    <w:rsid w:val="00EB0BD0"/>
    <w:rsid w:val="00EB0CEC"/>
    <w:rsid w:val="00EB0D3A"/>
    <w:rsid w:val="00EB0E02"/>
    <w:rsid w:val="00EB1050"/>
    <w:rsid w:val="00EB122E"/>
    <w:rsid w:val="00EB1320"/>
    <w:rsid w:val="00EB1545"/>
    <w:rsid w:val="00EB1596"/>
    <w:rsid w:val="00EB196F"/>
    <w:rsid w:val="00EB1AB2"/>
    <w:rsid w:val="00EB28EB"/>
    <w:rsid w:val="00EB29C4"/>
    <w:rsid w:val="00EB2FBC"/>
    <w:rsid w:val="00EB3476"/>
    <w:rsid w:val="00EB3510"/>
    <w:rsid w:val="00EB35C8"/>
    <w:rsid w:val="00EB3828"/>
    <w:rsid w:val="00EB3D0C"/>
    <w:rsid w:val="00EB3E10"/>
    <w:rsid w:val="00EB3E37"/>
    <w:rsid w:val="00EB4259"/>
    <w:rsid w:val="00EB43EA"/>
    <w:rsid w:val="00EB45D1"/>
    <w:rsid w:val="00EB514B"/>
    <w:rsid w:val="00EB5949"/>
    <w:rsid w:val="00EB5CE4"/>
    <w:rsid w:val="00EB5FA5"/>
    <w:rsid w:val="00EB62F5"/>
    <w:rsid w:val="00EB6613"/>
    <w:rsid w:val="00EB6976"/>
    <w:rsid w:val="00EB6A75"/>
    <w:rsid w:val="00EB6D93"/>
    <w:rsid w:val="00EB6DA1"/>
    <w:rsid w:val="00EB76D4"/>
    <w:rsid w:val="00EB7935"/>
    <w:rsid w:val="00EB7AB9"/>
    <w:rsid w:val="00EB7D2E"/>
    <w:rsid w:val="00EB7F42"/>
    <w:rsid w:val="00EB7F8A"/>
    <w:rsid w:val="00EC0051"/>
    <w:rsid w:val="00EC074B"/>
    <w:rsid w:val="00EC08B8"/>
    <w:rsid w:val="00EC0B59"/>
    <w:rsid w:val="00EC0C0F"/>
    <w:rsid w:val="00EC0E6F"/>
    <w:rsid w:val="00EC134C"/>
    <w:rsid w:val="00EC145B"/>
    <w:rsid w:val="00EC175C"/>
    <w:rsid w:val="00EC1779"/>
    <w:rsid w:val="00EC180B"/>
    <w:rsid w:val="00EC1854"/>
    <w:rsid w:val="00EC1CE4"/>
    <w:rsid w:val="00EC1E81"/>
    <w:rsid w:val="00EC20AC"/>
    <w:rsid w:val="00EC24EC"/>
    <w:rsid w:val="00EC2673"/>
    <w:rsid w:val="00EC274E"/>
    <w:rsid w:val="00EC2AFC"/>
    <w:rsid w:val="00EC2CF8"/>
    <w:rsid w:val="00EC31EE"/>
    <w:rsid w:val="00EC31F9"/>
    <w:rsid w:val="00EC36C4"/>
    <w:rsid w:val="00EC3F72"/>
    <w:rsid w:val="00EC4732"/>
    <w:rsid w:val="00EC4AC7"/>
    <w:rsid w:val="00EC4C9D"/>
    <w:rsid w:val="00EC4D33"/>
    <w:rsid w:val="00EC4D9D"/>
    <w:rsid w:val="00EC512C"/>
    <w:rsid w:val="00EC52F4"/>
    <w:rsid w:val="00EC5847"/>
    <w:rsid w:val="00EC5A55"/>
    <w:rsid w:val="00EC5AC5"/>
    <w:rsid w:val="00EC6155"/>
    <w:rsid w:val="00EC62F6"/>
    <w:rsid w:val="00EC6398"/>
    <w:rsid w:val="00EC6BD2"/>
    <w:rsid w:val="00EC6BF8"/>
    <w:rsid w:val="00EC701B"/>
    <w:rsid w:val="00EC7267"/>
    <w:rsid w:val="00EC729C"/>
    <w:rsid w:val="00EC72AE"/>
    <w:rsid w:val="00EC738C"/>
    <w:rsid w:val="00EC73CD"/>
    <w:rsid w:val="00EC7516"/>
    <w:rsid w:val="00EC777A"/>
    <w:rsid w:val="00EC7AC5"/>
    <w:rsid w:val="00EC7B7D"/>
    <w:rsid w:val="00EC7CBB"/>
    <w:rsid w:val="00EC7CD9"/>
    <w:rsid w:val="00ED019B"/>
    <w:rsid w:val="00ED0379"/>
    <w:rsid w:val="00ED061A"/>
    <w:rsid w:val="00ED0814"/>
    <w:rsid w:val="00ED08C9"/>
    <w:rsid w:val="00ED0A99"/>
    <w:rsid w:val="00ED0FBB"/>
    <w:rsid w:val="00ED11A1"/>
    <w:rsid w:val="00ED15AF"/>
    <w:rsid w:val="00ED182D"/>
    <w:rsid w:val="00ED1DB4"/>
    <w:rsid w:val="00ED206C"/>
    <w:rsid w:val="00ED235B"/>
    <w:rsid w:val="00ED2402"/>
    <w:rsid w:val="00ED27AA"/>
    <w:rsid w:val="00ED283A"/>
    <w:rsid w:val="00ED2AD2"/>
    <w:rsid w:val="00ED2B6F"/>
    <w:rsid w:val="00ED303C"/>
    <w:rsid w:val="00ED32F3"/>
    <w:rsid w:val="00ED3542"/>
    <w:rsid w:val="00ED35BC"/>
    <w:rsid w:val="00ED36E3"/>
    <w:rsid w:val="00ED3AD0"/>
    <w:rsid w:val="00ED3F55"/>
    <w:rsid w:val="00ED40B2"/>
    <w:rsid w:val="00ED42E4"/>
    <w:rsid w:val="00ED46F4"/>
    <w:rsid w:val="00ED4D9A"/>
    <w:rsid w:val="00ED5352"/>
    <w:rsid w:val="00ED5872"/>
    <w:rsid w:val="00ED599C"/>
    <w:rsid w:val="00ED5E65"/>
    <w:rsid w:val="00ED5E9E"/>
    <w:rsid w:val="00ED619F"/>
    <w:rsid w:val="00ED62DC"/>
    <w:rsid w:val="00ED64D6"/>
    <w:rsid w:val="00ED674D"/>
    <w:rsid w:val="00ED68BF"/>
    <w:rsid w:val="00ED6AC1"/>
    <w:rsid w:val="00ED6B68"/>
    <w:rsid w:val="00ED6D28"/>
    <w:rsid w:val="00ED6D4C"/>
    <w:rsid w:val="00ED7587"/>
    <w:rsid w:val="00ED7D9F"/>
    <w:rsid w:val="00EE012F"/>
    <w:rsid w:val="00EE035B"/>
    <w:rsid w:val="00EE0645"/>
    <w:rsid w:val="00EE0A78"/>
    <w:rsid w:val="00EE0DEB"/>
    <w:rsid w:val="00EE0EBD"/>
    <w:rsid w:val="00EE0EEC"/>
    <w:rsid w:val="00EE0FE9"/>
    <w:rsid w:val="00EE11AB"/>
    <w:rsid w:val="00EE125B"/>
    <w:rsid w:val="00EE1A92"/>
    <w:rsid w:val="00EE1B1D"/>
    <w:rsid w:val="00EE1BD9"/>
    <w:rsid w:val="00EE2083"/>
    <w:rsid w:val="00EE20C4"/>
    <w:rsid w:val="00EE22CD"/>
    <w:rsid w:val="00EE22D2"/>
    <w:rsid w:val="00EE23E3"/>
    <w:rsid w:val="00EE25BF"/>
    <w:rsid w:val="00EE27AB"/>
    <w:rsid w:val="00EE2870"/>
    <w:rsid w:val="00EE2CC0"/>
    <w:rsid w:val="00EE2EA7"/>
    <w:rsid w:val="00EE2F7E"/>
    <w:rsid w:val="00EE30CA"/>
    <w:rsid w:val="00EE3119"/>
    <w:rsid w:val="00EE3140"/>
    <w:rsid w:val="00EE3313"/>
    <w:rsid w:val="00EE33A6"/>
    <w:rsid w:val="00EE344D"/>
    <w:rsid w:val="00EE355F"/>
    <w:rsid w:val="00EE379E"/>
    <w:rsid w:val="00EE3AF4"/>
    <w:rsid w:val="00EE3B57"/>
    <w:rsid w:val="00EE3D1B"/>
    <w:rsid w:val="00EE3D59"/>
    <w:rsid w:val="00EE4874"/>
    <w:rsid w:val="00EE4917"/>
    <w:rsid w:val="00EE4A6C"/>
    <w:rsid w:val="00EE4AFB"/>
    <w:rsid w:val="00EE4CC9"/>
    <w:rsid w:val="00EE4F0C"/>
    <w:rsid w:val="00EE4FFF"/>
    <w:rsid w:val="00EE52B6"/>
    <w:rsid w:val="00EE5346"/>
    <w:rsid w:val="00EE5373"/>
    <w:rsid w:val="00EE5430"/>
    <w:rsid w:val="00EE5469"/>
    <w:rsid w:val="00EE5551"/>
    <w:rsid w:val="00EE5683"/>
    <w:rsid w:val="00EE5F1F"/>
    <w:rsid w:val="00EE6419"/>
    <w:rsid w:val="00EE64E6"/>
    <w:rsid w:val="00EE66C6"/>
    <w:rsid w:val="00EE697C"/>
    <w:rsid w:val="00EE6ED6"/>
    <w:rsid w:val="00EE6EE0"/>
    <w:rsid w:val="00EE791C"/>
    <w:rsid w:val="00EE7BFA"/>
    <w:rsid w:val="00EE7E92"/>
    <w:rsid w:val="00EF01E7"/>
    <w:rsid w:val="00EF0227"/>
    <w:rsid w:val="00EF05BB"/>
    <w:rsid w:val="00EF07B7"/>
    <w:rsid w:val="00EF08B3"/>
    <w:rsid w:val="00EF08CA"/>
    <w:rsid w:val="00EF0D61"/>
    <w:rsid w:val="00EF0FBE"/>
    <w:rsid w:val="00EF1059"/>
    <w:rsid w:val="00EF10B7"/>
    <w:rsid w:val="00EF1212"/>
    <w:rsid w:val="00EF1339"/>
    <w:rsid w:val="00EF133B"/>
    <w:rsid w:val="00EF17B9"/>
    <w:rsid w:val="00EF1892"/>
    <w:rsid w:val="00EF20A8"/>
    <w:rsid w:val="00EF2127"/>
    <w:rsid w:val="00EF278D"/>
    <w:rsid w:val="00EF27D4"/>
    <w:rsid w:val="00EF2A2D"/>
    <w:rsid w:val="00EF2A67"/>
    <w:rsid w:val="00EF2AD7"/>
    <w:rsid w:val="00EF35B4"/>
    <w:rsid w:val="00EF380F"/>
    <w:rsid w:val="00EF38FC"/>
    <w:rsid w:val="00EF3DF6"/>
    <w:rsid w:val="00EF3EB3"/>
    <w:rsid w:val="00EF4205"/>
    <w:rsid w:val="00EF44ED"/>
    <w:rsid w:val="00EF4724"/>
    <w:rsid w:val="00EF4807"/>
    <w:rsid w:val="00EF4B5C"/>
    <w:rsid w:val="00EF4C23"/>
    <w:rsid w:val="00EF4EF9"/>
    <w:rsid w:val="00EF5172"/>
    <w:rsid w:val="00EF539F"/>
    <w:rsid w:val="00EF584E"/>
    <w:rsid w:val="00EF68CE"/>
    <w:rsid w:val="00EF6DA1"/>
    <w:rsid w:val="00EF6DA6"/>
    <w:rsid w:val="00EF6DA9"/>
    <w:rsid w:val="00EF6DFD"/>
    <w:rsid w:val="00EF714D"/>
    <w:rsid w:val="00EF72A9"/>
    <w:rsid w:val="00EF744F"/>
    <w:rsid w:val="00EF75CB"/>
    <w:rsid w:val="00EF76D1"/>
    <w:rsid w:val="00EF7A21"/>
    <w:rsid w:val="00F00050"/>
    <w:rsid w:val="00F001BC"/>
    <w:rsid w:val="00F0051A"/>
    <w:rsid w:val="00F00A53"/>
    <w:rsid w:val="00F00BDF"/>
    <w:rsid w:val="00F00F92"/>
    <w:rsid w:val="00F01D1A"/>
    <w:rsid w:val="00F01FA9"/>
    <w:rsid w:val="00F02578"/>
    <w:rsid w:val="00F02DDC"/>
    <w:rsid w:val="00F0314B"/>
    <w:rsid w:val="00F031EB"/>
    <w:rsid w:val="00F03259"/>
    <w:rsid w:val="00F0325B"/>
    <w:rsid w:val="00F037D1"/>
    <w:rsid w:val="00F03BA1"/>
    <w:rsid w:val="00F03C11"/>
    <w:rsid w:val="00F03CFE"/>
    <w:rsid w:val="00F03E6C"/>
    <w:rsid w:val="00F040FF"/>
    <w:rsid w:val="00F04BF0"/>
    <w:rsid w:val="00F056DE"/>
    <w:rsid w:val="00F05760"/>
    <w:rsid w:val="00F05977"/>
    <w:rsid w:val="00F05A97"/>
    <w:rsid w:val="00F05DED"/>
    <w:rsid w:val="00F063AB"/>
    <w:rsid w:val="00F067DE"/>
    <w:rsid w:val="00F06D34"/>
    <w:rsid w:val="00F07439"/>
    <w:rsid w:val="00F07509"/>
    <w:rsid w:val="00F07B28"/>
    <w:rsid w:val="00F07D57"/>
    <w:rsid w:val="00F07FDD"/>
    <w:rsid w:val="00F1004A"/>
    <w:rsid w:val="00F10253"/>
    <w:rsid w:val="00F10638"/>
    <w:rsid w:val="00F10670"/>
    <w:rsid w:val="00F10B52"/>
    <w:rsid w:val="00F10BA3"/>
    <w:rsid w:val="00F11423"/>
    <w:rsid w:val="00F114C1"/>
    <w:rsid w:val="00F115F7"/>
    <w:rsid w:val="00F11C3D"/>
    <w:rsid w:val="00F12AD6"/>
    <w:rsid w:val="00F12D64"/>
    <w:rsid w:val="00F12E89"/>
    <w:rsid w:val="00F13269"/>
    <w:rsid w:val="00F135D0"/>
    <w:rsid w:val="00F138BC"/>
    <w:rsid w:val="00F13930"/>
    <w:rsid w:val="00F13B2E"/>
    <w:rsid w:val="00F13EE6"/>
    <w:rsid w:val="00F1420C"/>
    <w:rsid w:val="00F149DD"/>
    <w:rsid w:val="00F14BD4"/>
    <w:rsid w:val="00F14EA6"/>
    <w:rsid w:val="00F1545E"/>
    <w:rsid w:val="00F155EC"/>
    <w:rsid w:val="00F15A6D"/>
    <w:rsid w:val="00F15FB9"/>
    <w:rsid w:val="00F1615D"/>
    <w:rsid w:val="00F162FC"/>
    <w:rsid w:val="00F16479"/>
    <w:rsid w:val="00F165B9"/>
    <w:rsid w:val="00F1690D"/>
    <w:rsid w:val="00F16AF4"/>
    <w:rsid w:val="00F16B63"/>
    <w:rsid w:val="00F16E98"/>
    <w:rsid w:val="00F17086"/>
    <w:rsid w:val="00F170D7"/>
    <w:rsid w:val="00F17131"/>
    <w:rsid w:val="00F172B1"/>
    <w:rsid w:val="00F17901"/>
    <w:rsid w:val="00F17A0E"/>
    <w:rsid w:val="00F2001F"/>
    <w:rsid w:val="00F204FD"/>
    <w:rsid w:val="00F2059F"/>
    <w:rsid w:val="00F20AF6"/>
    <w:rsid w:val="00F20E2F"/>
    <w:rsid w:val="00F2129E"/>
    <w:rsid w:val="00F21351"/>
    <w:rsid w:val="00F215CF"/>
    <w:rsid w:val="00F21733"/>
    <w:rsid w:val="00F21EA9"/>
    <w:rsid w:val="00F2209B"/>
    <w:rsid w:val="00F220E9"/>
    <w:rsid w:val="00F22217"/>
    <w:rsid w:val="00F22402"/>
    <w:rsid w:val="00F2252F"/>
    <w:rsid w:val="00F226FF"/>
    <w:rsid w:val="00F22E38"/>
    <w:rsid w:val="00F2318A"/>
    <w:rsid w:val="00F23410"/>
    <w:rsid w:val="00F23915"/>
    <w:rsid w:val="00F23D60"/>
    <w:rsid w:val="00F23DCC"/>
    <w:rsid w:val="00F24072"/>
    <w:rsid w:val="00F2409C"/>
    <w:rsid w:val="00F242A1"/>
    <w:rsid w:val="00F24360"/>
    <w:rsid w:val="00F244B5"/>
    <w:rsid w:val="00F24A4E"/>
    <w:rsid w:val="00F24C5F"/>
    <w:rsid w:val="00F25338"/>
    <w:rsid w:val="00F25730"/>
    <w:rsid w:val="00F257BC"/>
    <w:rsid w:val="00F25A33"/>
    <w:rsid w:val="00F25EBA"/>
    <w:rsid w:val="00F25F50"/>
    <w:rsid w:val="00F26281"/>
    <w:rsid w:val="00F26AD9"/>
    <w:rsid w:val="00F26AE4"/>
    <w:rsid w:val="00F26D9F"/>
    <w:rsid w:val="00F2749F"/>
    <w:rsid w:val="00F2782A"/>
    <w:rsid w:val="00F278BD"/>
    <w:rsid w:val="00F307C6"/>
    <w:rsid w:val="00F30C41"/>
    <w:rsid w:val="00F30E13"/>
    <w:rsid w:val="00F31077"/>
    <w:rsid w:val="00F310AD"/>
    <w:rsid w:val="00F310F9"/>
    <w:rsid w:val="00F313E5"/>
    <w:rsid w:val="00F31F3E"/>
    <w:rsid w:val="00F320CB"/>
    <w:rsid w:val="00F320CD"/>
    <w:rsid w:val="00F32292"/>
    <w:rsid w:val="00F32709"/>
    <w:rsid w:val="00F32754"/>
    <w:rsid w:val="00F32F65"/>
    <w:rsid w:val="00F331AE"/>
    <w:rsid w:val="00F33302"/>
    <w:rsid w:val="00F336CD"/>
    <w:rsid w:val="00F33780"/>
    <w:rsid w:val="00F337A8"/>
    <w:rsid w:val="00F33834"/>
    <w:rsid w:val="00F33984"/>
    <w:rsid w:val="00F33D49"/>
    <w:rsid w:val="00F33F9F"/>
    <w:rsid w:val="00F3439C"/>
    <w:rsid w:val="00F348E7"/>
    <w:rsid w:val="00F3495C"/>
    <w:rsid w:val="00F34A1A"/>
    <w:rsid w:val="00F34AAF"/>
    <w:rsid w:val="00F34B11"/>
    <w:rsid w:val="00F34F0A"/>
    <w:rsid w:val="00F34F11"/>
    <w:rsid w:val="00F350B5"/>
    <w:rsid w:val="00F35262"/>
    <w:rsid w:val="00F35357"/>
    <w:rsid w:val="00F3559F"/>
    <w:rsid w:val="00F355B7"/>
    <w:rsid w:val="00F35B8A"/>
    <w:rsid w:val="00F35F5D"/>
    <w:rsid w:val="00F36609"/>
    <w:rsid w:val="00F36952"/>
    <w:rsid w:val="00F369C1"/>
    <w:rsid w:val="00F36C65"/>
    <w:rsid w:val="00F36DE6"/>
    <w:rsid w:val="00F36E90"/>
    <w:rsid w:val="00F3719D"/>
    <w:rsid w:val="00F37300"/>
    <w:rsid w:val="00F37658"/>
    <w:rsid w:val="00F37FF7"/>
    <w:rsid w:val="00F403CF"/>
    <w:rsid w:val="00F40448"/>
    <w:rsid w:val="00F4053F"/>
    <w:rsid w:val="00F4071C"/>
    <w:rsid w:val="00F40CF6"/>
    <w:rsid w:val="00F40D58"/>
    <w:rsid w:val="00F41125"/>
    <w:rsid w:val="00F41151"/>
    <w:rsid w:val="00F413A3"/>
    <w:rsid w:val="00F4145A"/>
    <w:rsid w:val="00F414DD"/>
    <w:rsid w:val="00F41EE2"/>
    <w:rsid w:val="00F41F34"/>
    <w:rsid w:val="00F424AB"/>
    <w:rsid w:val="00F4289B"/>
    <w:rsid w:val="00F42BB5"/>
    <w:rsid w:val="00F42EB6"/>
    <w:rsid w:val="00F42EF3"/>
    <w:rsid w:val="00F43084"/>
    <w:rsid w:val="00F4348B"/>
    <w:rsid w:val="00F438D4"/>
    <w:rsid w:val="00F43EE7"/>
    <w:rsid w:val="00F44051"/>
    <w:rsid w:val="00F44248"/>
    <w:rsid w:val="00F4495F"/>
    <w:rsid w:val="00F449F6"/>
    <w:rsid w:val="00F44ECC"/>
    <w:rsid w:val="00F44ECF"/>
    <w:rsid w:val="00F45006"/>
    <w:rsid w:val="00F45DAC"/>
    <w:rsid w:val="00F45FDA"/>
    <w:rsid w:val="00F46071"/>
    <w:rsid w:val="00F4640A"/>
    <w:rsid w:val="00F469DF"/>
    <w:rsid w:val="00F46ACD"/>
    <w:rsid w:val="00F46EA7"/>
    <w:rsid w:val="00F46FAD"/>
    <w:rsid w:val="00F46FAE"/>
    <w:rsid w:val="00F46FF6"/>
    <w:rsid w:val="00F4751D"/>
    <w:rsid w:val="00F4766F"/>
    <w:rsid w:val="00F47C94"/>
    <w:rsid w:val="00F47CDF"/>
    <w:rsid w:val="00F47CF5"/>
    <w:rsid w:val="00F47FD2"/>
    <w:rsid w:val="00F50009"/>
    <w:rsid w:val="00F5020E"/>
    <w:rsid w:val="00F5075B"/>
    <w:rsid w:val="00F50AF0"/>
    <w:rsid w:val="00F50C6D"/>
    <w:rsid w:val="00F514D4"/>
    <w:rsid w:val="00F51835"/>
    <w:rsid w:val="00F51974"/>
    <w:rsid w:val="00F51BCC"/>
    <w:rsid w:val="00F51C36"/>
    <w:rsid w:val="00F51E7F"/>
    <w:rsid w:val="00F5253C"/>
    <w:rsid w:val="00F52730"/>
    <w:rsid w:val="00F52894"/>
    <w:rsid w:val="00F52906"/>
    <w:rsid w:val="00F531D7"/>
    <w:rsid w:val="00F53703"/>
    <w:rsid w:val="00F53BF5"/>
    <w:rsid w:val="00F53C35"/>
    <w:rsid w:val="00F547A6"/>
    <w:rsid w:val="00F548D5"/>
    <w:rsid w:val="00F54ABD"/>
    <w:rsid w:val="00F54B15"/>
    <w:rsid w:val="00F55A38"/>
    <w:rsid w:val="00F56450"/>
    <w:rsid w:val="00F5649A"/>
    <w:rsid w:val="00F564F6"/>
    <w:rsid w:val="00F56857"/>
    <w:rsid w:val="00F56AA6"/>
    <w:rsid w:val="00F56E36"/>
    <w:rsid w:val="00F57057"/>
    <w:rsid w:val="00F570EC"/>
    <w:rsid w:val="00F5717B"/>
    <w:rsid w:val="00F57772"/>
    <w:rsid w:val="00F57D47"/>
    <w:rsid w:val="00F60134"/>
    <w:rsid w:val="00F609CF"/>
    <w:rsid w:val="00F60B50"/>
    <w:rsid w:val="00F60CB8"/>
    <w:rsid w:val="00F60E4B"/>
    <w:rsid w:val="00F60F81"/>
    <w:rsid w:val="00F61833"/>
    <w:rsid w:val="00F61B48"/>
    <w:rsid w:val="00F61BF3"/>
    <w:rsid w:val="00F61BF9"/>
    <w:rsid w:val="00F61D55"/>
    <w:rsid w:val="00F61DF9"/>
    <w:rsid w:val="00F61E2F"/>
    <w:rsid w:val="00F621DC"/>
    <w:rsid w:val="00F62352"/>
    <w:rsid w:val="00F62399"/>
    <w:rsid w:val="00F623A0"/>
    <w:rsid w:val="00F62416"/>
    <w:rsid w:val="00F627F4"/>
    <w:rsid w:val="00F62848"/>
    <w:rsid w:val="00F629D7"/>
    <w:rsid w:val="00F62FD3"/>
    <w:rsid w:val="00F63493"/>
    <w:rsid w:val="00F6359E"/>
    <w:rsid w:val="00F635C4"/>
    <w:rsid w:val="00F6378F"/>
    <w:rsid w:val="00F63A47"/>
    <w:rsid w:val="00F63E35"/>
    <w:rsid w:val="00F6415F"/>
    <w:rsid w:val="00F643BE"/>
    <w:rsid w:val="00F6441C"/>
    <w:rsid w:val="00F648F9"/>
    <w:rsid w:val="00F64950"/>
    <w:rsid w:val="00F64CD2"/>
    <w:rsid w:val="00F64FB0"/>
    <w:rsid w:val="00F64FB2"/>
    <w:rsid w:val="00F6523B"/>
    <w:rsid w:val="00F654A0"/>
    <w:rsid w:val="00F654BE"/>
    <w:rsid w:val="00F6569F"/>
    <w:rsid w:val="00F65795"/>
    <w:rsid w:val="00F6584D"/>
    <w:rsid w:val="00F6604E"/>
    <w:rsid w:val="00F663B7"/>
    <w:rsid w:val="00F66515"/>
    <w:rsid w:val="00F66535"/>
    <w:rsid w:val="00F66761"/>
    <w:rsid w:val="00F667B1"/>
    <w:rsid w:val="00F66C9B"/>
    <w:rsid w:val="00F66EE7"/>
    <w:rsid w:val="00F67146"/>
    <w:rsid w:val="00F671E8"/>
    <w:rsid w:val="00F672EF"/>
    <w:rsid w:val="00F672F5"/>
    <w:rsid w:val="00F6773E"/>
    <w:rsid w:val="00F677A8"/>
    <w:rsid w:val="00F677D1"/>
    <w:rsid w:val="00F678C1"/>
    <w:rsid w:val="00F67B2C"/>
    <w:rsid w:val="00F67D8B"/>
    <w:rsid w:val="00F67F30"/>
    <w:rsid w:val="00F7014D"/>
    <w:rsid w:val="00F7046D"/>
    <w:rsid w:val="00F706F0"/>
    <w:rsid w:val="00F7083F"/>
    <w:rsid w:val="00F709F3"/>
    <w:rsid w:val="00F70ABA"/>
    <w:rsid w:val="00F70F1B"/>
    <w:rsid w:val="00F7121E"/>
    <w:rsid w:val="00F71847"/>
    <w:rsid w:val="00F71D66"/>
    <w:rsid w:val="00F72523"/>
    <w:rsid w:val="00F7255F"/>
    <w:rsid w:val="00F72743"/>
    <w:rsid w:val="00F728AE"/>
    <w:rsid w:val="00F72F58"/>
    <w:rsid w:val="00F73760"/>
    <w:rsid w:val="00F73D7C"/>
    <w:rsid w:val="00F73FD5"/>
    <w:rsid w:val="00F7401E"/>
    <w:rsid w:val="00F741EC"/>
    <w:rsid w:val="00F7422B"/>
    <w:rsid w:val="00F742E6"/>
    <w:rsid w:val="00F74410"/>
    <w:rsid w:val="00F74545"/>
    <w:rsid w:val="00F746F8"/>
    <w:rsid w:val="00F74CD8"/>
    <w:rsid w:val="00F74D81"/>
    <w:rsid w:val="00F753D5"/>
    <w:rsid w:val="00F7558F"/>
    <w:rsid w:val="00F755C2"/>
    <w:rsid w:val="00F765A3"/>
    <w:rsid w:val="00F7668B"/>
    <w:rsid w:val="00F770AB"/>
    <w:rsid w:val="00F770B3"/>
    <w:rsid w:val="00F77382"/>
    <w:rsid w:val="00F77ED2"/>
    <w:rsid w:val="00F77F3D"/>
    <w:rsid w:val="00F77F5D"/>
    <w:rsid w:val="00F805B7"/>
    <w:rsid w:val="00F80781"/>
    <w:rsid w:val="00F80849"/>
    <w:rsid w:val="00F80C99"/>
    <w:rsid w:val="00F80DE4"/>
    <w:rsid w:val="00F813C9"/>
    <w:rsid w:val="00F816A5"/>
    <w:rsid w:val="00F8170F"/>
    <w:rsid w:val="00F8173E"/>
    <w:rsid w:val="00F820E3"/>
    <w:rsid w:val="00F82118"/>
    <w:rsid w:val="00F822F2"/>
    <w:rsid w:val="00F824AD"/>
    <w:rsid w:val="00F824CC"/>
    <w:rsid w:val="00F824D5"/>
    <w:rsid w:val="00F82645"/>
    <w:rsid w:val="00F8288C"/>
    <w:rsid w:val="00F828DD"/>
    <w:rsid w:val="00F82A55"/>
    <w:rsid w:val="00F830B5"/>
    <w:rsid w:val="00F832A9"/>
    <w:rsid w:val="00F8331A"/>
    <w:rsid w:val="00F837AF"/>
    <w:rsid w:val="00F837E1"/>
    <w:rsid w:val="00F8387F"/>
    <w:rsid w:val="00F83C06"/>
    <w:rsid w:val="00F83C29"/>
    <w:rsid w:val="00F83CC8"/>
    <w:rsid w:val="00F83EFE"/>
    <w:rsid w:val="00F8401E"/>
    <w:rsid w:val="00F84149"/>
    <w:rsid w:val="00F84F54"/>
    <w:rsid w:val="00F8514C"/>
    <w:rsid w:val="00F85171"/>
    <w:rsid w:val="00F85C72"/>
    <w:rsid w:val="00F8657D"/>
    <w:rsid w:val="00F86CDC"/>
    <w:rsid w:val="00F870F4"/>
    <w:rsid w:val="00F87307"/>
    <w:rsid w:val="00F87365"/>
    <w:rsid w:val="00F875B1"/>
    <w:rsid w:val="00F87DD0"/>
    <w:rsid w:val="00F9017D"/>
    <w:rsid w:val="00F9027F"/>
    <w:rsid w:val="00F90919"/>
    <w:rsid w:val="00F90B1B"/>
    <w:rsid w:val="00F90BBF"/>
    <w:rsid w:val="00F90BEF"/>
    <w:rsid w:val="00F90F2E"/>
    <w:rsid w:val="00F9101B"/>
    <w:rsid w:val="00F919E4"/>
    <w:rsid w:val="00F91E43"/>
    <w:rsid w:val="00F91F39"/>
    <w:rsid w:val="00F925F8"/>
    <w:rsid w:val="00F929F1"/>
    <w:rsid w:val="00F92C85"/>
    <w:rsid w:val="00F92E21"/>
    <w:rsid w:val="00F92E57"/>
    <w:rsid w:val="00F92EC5"/>
    <w:rsid w:val="00F92F16"/>
    <w:rsid w:val="00F92FD5"/>
    <w:rsid w:val="00F93138"/>
    <w:rsid w:val="00F9341D"/>
    <w:rsid w:val="00F93517"/>
    <w:rsid w:val="00F93866"/>
    <w:rsid w:val="00F939A1"/>
    <w:rsid w:val="00F93F3C"/>
    <w:rsid w:val="00F94360"/>
    <w:rsid w:val="00F943E6"/>
    <w:rsid w:val="00F949C1"/>
    <w:rsid w:val="00F94AFA"/>
    <w:rsid w:val="00F94B32"/>
    <w:rsid w:val="00F94D8C"/>
    <w:rsid w:val="00F94EA9"/>
    <w:rsid w:val="00F95D39"/>
    <w:rsid w:val="00F95E18"/>
    <w:rsid w:val="00F95FED"/>
    <w:rsid w:val="00F95FF6"/>
    <w:rsid w:val="00F96272"/>
    <w:rsid w:val="00F96376"/>
    <w:rsid w:val="00F9683B"/>
    <w:rsid w:val="00F9796F"/>
    <w:rsid w:val="00F97A6C"/>
    <w:rsid w:val="00F97BA2"/>
    <w:rsid w:val="00F97C04"/>
    <w:rsid w:val="00F97CAE"/>
    <w:rsid w:val="00F97E77"/>
    <w:rsid w:val="00F97F25"/>
    <w:rsid w:val="00FA0144"/>
    <w:rsid w:val="00FA02B0"/>
    <w:rsid w:val="00FA0309"/>
    <w:rsid w:val="00FA03A9"/>
    <w:rsid w:val="00FA0583"/>
    <w:rsid w:val="00FA0CD1"/>
    <w:rsid w:val="00FA0E4D"/>
    <w:rsid w:val="00FA173A"/>
    <w:rsid w:val="00FA17AC"/>
    <w:rsid w:val="00FA195A"/>
    <w:rsid w:val="00FA198A"/>
    <w:rsid w:val="00FA1A1C"/>
    <w:rsid w:val="00FA1B4A"/>
    <w:rsid w:val="00FA1E0F"/>
    <w:rsid w:val="00FA1ED2"/>
    <w:rsid w:val="00FA1EF0"/>
    <w:rsid w:val="00FA23C4"/>
    <w:rsid w:val="00FA262B"/>
    <w:rsid w:val="00FA281B"/>
    <w:rsid w:val="00FA31A5"/>
    <w:rsid w:val="00FA31B5"/>
    <w:rsid w:val="00FA34EB"/>
    <w:rsid w:val="00FA41A2"/>
    <w:rsid w:val="00FA41B6"/>
    <w:rsid w:val="00FA43D5"/>
    <w:rsid w:val="00FA43DB"/>
    <w:rsid w:val="00FA441C"/>
    <w:rsid w:val="00FA520B"/>
    <w:rsid w:val="00FA5736"/>
    <w:rsid w:val="00FA57D5"/>
    <w:rsid w:val="00FA58AB"/>
    <w:rsid w:val="00FA5CC6"/>
    <w:rsid w:val="00FA5D63"/>
    <w:rsid w:val="00FA61E5"/>
    <w:rsid w:val="00FA629C"/>
    <w:rsid w:val="00FA6904"/>
    <w:rsid w:val="00FA6E19"/>
    <w:rsid w:val="00FA7532"/>
    <w:rsid w:val="00FA758F"/>
    <w:rsid w:val="00FA76FF"/>
    <w:rsid w:val="00FA78A9"/>
    <w:rsid w:val="00FA78B6"/>
    <w:rsid w:val="00FA7F37"/>
    <w:rsid w:val="00FB02CC"/>
    <w:rsid w:val="00FB0330"/>
    <w:rsid w:val="00FB0708"/>
    <w:rsid w:val="00FB0BF6"/>
    <w:rsid w:val="00FB0FC0"/>
    <w:rsid w:val="00FB1159"/>
    <w:rsid w:val="00FB12C4"/>
    <w:rsid w:val="00FB1684"/>
    <w:rsid w:val="00FB16E7"/>
    <w:rsid w:val="00FB1811"/>
    <w:rsid w:val="00FB1DB5"/>
    <w:rsid w:val="00FB1DD7"/>
    <w:rsid w:val="00FB1E1B"/>
    <w:rsid w:val="00FB1E43"/>
    <w:rsid w:val="00FB24EA"/>
    <w:rsid w:val="00FB2763"/>
    <w:rsid w:val="00FB2DED"/>
    <w:rsid w:val="00FB33E3"/>
    <w:rsid w:val="00FB33E6"/>
    <w:rsid w:val="00FB35BB"/>
    <w:rsid w:val="00FB384B"/>
    <w:rsid w:val="00FB3A54"/>
    <w:rsid w:val="00FB3E5F"/>
    <w:rsid w:val="00FB42B0"/>
    <w:rsid w:val="00FB4420"/>
    <w:rsid w:val="00FB4543"/>
    <w:rsid w:val="00FB45E0"/>
    <w:rsid w:val="00FB495C"/>
    <w:rsid w:val="00FB4BFD"/>
    <w:rsid w:val="00FB4F3E"/>
    <w:rsid w:val="00FB5185"/>
    <w:rsid w:val="00FB52BE"/>
    <w:rsid w:val="00FB532B"/>
    <w:rsid w:val="00FB5B03"/>
    <w:rsid w:val="00FB5B69"/>
    <w:rsid w:val="00FB6C48"/>
    <w:rsid w:val="00FB6D0E"/>
    <w:rsid w:val="00FB6DEA"/>
    <w:rsid w:val="00FB7260"/>
    <w:rsid w:val="00FB7572"/>
    <w:rsid w:val="00FB7A11"/>
    <w:rsid w:val="00FB7B73"/>
    <w:rsid w:val="00FB7BC7"/>
    <w:rsid w:val="00FB7BCB"/>
    <w:rsid w:val="00FB7EC4"/>
    <w:rsid w:val="00FC00B6"/>
    <w:rsid w:val="00FC0296"/>
    <w:rsid w:val="00FC0560"/>
    <w:rsid w:val="00FC0A7A"/>
    <w:rsid w:val="00FC0B78"/>
    <w:rsid w:val="00FC0C13"/>
    <w:rsid w:val="00FC0C9E"/>
    <w:rsid w:val="00FC1B49"/>
    <w:rsid w:val="00FC1C6A"/>
    <w:rsid w:val="00FC26B5"/>
    <w:rsid w:val="00FC2761"/>
    <w:rsid w:val="00FC27DF"/>
    <w:rsid w:val="00FC2DCC"/>
    <w:rsid w:val="00FC2E76"/>
    <w:rsid w:val="00FC2FBC"/>
    <w:rsid w:val="00FC30C4"/>
    <w:rsid w:val="00FC33B2"/>
    <w:rsid w:val="00FC3509"/>
    <w:rsid w:val="00FC350C"/>
    <w:rsid w:val="00FC377D"/>
    <w:rsid w:val="00FC39BA"/>
    <w:rsid w:val="00FC39D5"/>
    <w:rsid w:val="00FC3B3B"/>
    <w:rsid w:val="00FC3E20"/>
    <w:rsid w:val="00FC40BD"/>
    <w:rsid w:val="00FC4417"/>
    <w:rsid w:val="00FC4494"/>
    <w:rsid w:val="00FC5313"/>
    <w:rsid w:val="00FC5733"/>
    <w:rsid w:val="00FC5817"/>
    <w:rsid w:val="00FC5C32"/>
    <w:rsid w:val="00FC6037"/>
    <w:rsid w:val="00FC6435"/>
    <w:rsid w:val="00FC6A3E"/>
    <w:rsid w:val="00FC6B5E"/>
    <w:rsid w:val="00FC6E53"/>
    <w:rsid w:val="00FC7308"/>
    <w:rsid w:val="00FC732E"/>
    <w:rsid w:val="00FC73EA"/>
    <w:rsid w:val="00FC753F"/>
    <w:rsid w:val="00FC7AC2"/>
    <w:rsid w:val="00FC7D7E"/>
    <w:rsid w:val="00FC7DB0"/>
    <w:rsid w:val="00FC7E88"/>
    <w:rsid w:val="00FD0000"/>
    <w:rsid w:val="00FD002B"/>
    <w:rsid w:val="00FD0261"/>
    <w:rsid w:val="00FD03AA"/>
    <w:rsid w:val="00FD0D3F"/>
    <w:rsid w:val="00FD0DBC"/>
    <w:rsid w:val="00FD0F29"/>
    <w:rsid w:val="00FD0FD0"/>
    <w:rsid w:val="00FD11A3"/>
    <w:rsid w:val="00FD1650"/>
    <w:rsid w:val="00FD2111"/>
    <w:rsid w:val="00FD216E"/>
    <w:rsid w:val="00FD2192"/>
    <w:rsid w:val="00FD259A"/>
    <w:rsid w:val="00FD259C"/>
    <w:rsid w:val="00FD2AEA"/>
    <w:rsid w:val="00FD2AEE"/>
    <w:rsid w:val="00FD2C3F"/>
    <w:rsid w:val="00FD2E9E"/>
    <w:rsid w:val="00FD3378"/>
    <w:rsid w:val="00FD3590"/>
    <w:rsid w:val="00FD3762"/>
    <w:rsid w:val="00FD38FA"/>
    <w:rsid w:val="00FD38FE"/>
    <w:rsid w:val="00FD40FA"/>
    <w:rsid w:val="00FD4105"/>
    <w:rsid w:val="00FD4226"/>
    <w:rsid w:val="00FD4342"/>
    <w:rsid w:val="00FD47C8"/>
    <w:rsid w:val="00FD4E7E"/>
    <w:rsid w:val="00FD53A5"/>
    <w:rsid w:val="00FD55B8"/>
    <w:rsid w:val="00FD56F4"/>
    <w:rsid w:val="00FD572C"/>
    <w:rsid w:val="00FD58EF"/>
    <w:rsid w:val="00FD5911"/>
    <w:rsid w:val="00FD5B24"/>
    <w:rsid w:val="00FD606F"/>
    <w:rsid w:val="00FD6093"/>
    <w:rsid w:val="00FD611E"/>
    <w:rsid w:val="00FD61EF"/>
    <w:rsid w:val="00FD663F"/>
    <w:rsid w:val="00FD66A8"/>
    <w:rsid w:val="00FD6BF6"/>
    <w:rsid w:val="00FD6D96"/>
    <w:rsid w:val="00FD71F5"/>
    <w:rsid w:val="00FD7527"/>
    <w:rsid w:val="00FD76C9"/>
    <w:rsid w:val="00FD7DCB"/>
    <w:rsid w:val="00FD7EF3"/>
    <w:rsid w:val="00FE00AC"/>
    <w:rsid w:val="00FE0207"/>
    <w:rsid w:val="00FE0380"/>
    <w:rsid w:val="00FE0797"/>
    <w:rsid w:val="00FE07A3"/>
    <w:rsid w:val="00FE12DC"/>
    <w:rsid w:val="00FE14FE"/>
    <w:rsid w:val="00FE1B4F"/>
    <w:rsid w:val="00FE1BBB"/>
    <w:rsid w:val="00FE1E37"/>
    <w:rsid w:val="00FE20D5"/>
    <w:rsid w:val="00FE2158"/>
    <w:rsid w:val="00FE2759"/>
    <w:rsid w:val="00FE27D3"/>
    <w:rsid w:val="00FE288D"/>
    <w:rsid w:val="00FE2910"/>
    <w:rsid w:val="00FE2B14"/>
    <w:rsid w:val="00FE2C27"/>
    <w:rsid w:val="00FE30BE"/>
    <w:rsid w:val="00FE3381"/>
    <w:rsid w:val="00FE3716"/>
    <w:rsid w:val="00FE3A2A"/>
    <w:rsid w:val="00FE3A81"/>
    <w:rsid w:val="00FE3DDD"/>
    <w:rsid w:val="00FE3E8C"/>
    <w:rsid w:val="00FE3F0C"/>
    <w:rsid w:val="00FE4053"/>
    <w:rsid w:val="00FE4780"/>
    <w:rsid w:val="00FE49C4"/>
    <w:rsid w:val="00FE4B56"/>
    <w:rsid w:val="00FE5255"/>
    <w:rsid w:val="00FE53E2"/>
    <w:rsid w:val="00FE5427"/>
    <w:rsid w:val="00FE5882"/>
    <w:rsid w:val="00FE5979"/>
    <w:rsid w:val="00FE5C77"/>
    <w:rsid w:val="00FE6044"/>
    <w:rsid w:val="00FE6165"/>
    <w:rsid w:val="00FE6235"/>
    <w:rsid w:val="00FE6B8B"/>
    <w:rsid w:val="00FE718E"/>
    <w:rsid w:val="00FE744A"/>
    <w:rsid w:val="00FE75AA"/>
    <w:rsid w:val="00FE7D3B"/>
    <w:rsid w:val="00FF081B"/>
    <w:rsid w:val="00FF0C84"/>
    <w:rsid w:val="00FF14FA"/>
    <w:rsid w:val="00FF15A9"/>
    <w:rsid w:val="00FF15AE"/>
    <w:rsid w:val="00FF1DC6"/>
    <w:rsid w:val="00FF1DC9"/>
    <w:rsid w:val="00FF1E71"/>
    <w:rsid w:val="00FF1FC4"/>
    <w:rsid w:val="00FF232C"/>
    <w:rsid w:val="00FF23AE"/>
    <w:rsid w:val="00FF2609"/>
    <w:rsid w:val="00FF27B6"/>
    <w:rsid w:val="00FF2D86"/>
    <w:rsid w:val="00FF2DF8"/>
    <w:rsid w:val="00FF2E6F"/>
    <w:rsid w:val="00FF2E77"/>
    <w:rsid w:val="00FF2F31"/>
    <w:rsid w:val="00FF32CA"/>
    <w:rsid w:val="00FF34B6"/>
    <w:rsid w:val="00FF34FC"/>
    <w:rsid w:val="00FF428C"/>
    <w:rsid w:val="00FF48D1"/>
    <w:rsid w:val="00FF4C41"/>
    <w:rsid w:val="00FF524E"/>
    <w:rsid w:val="00FF52F5"/>
    <w:rsid w:val="00FF552A"/>
    <w:rsid w:val="00FF59A2"/>
    <w:rsid w:val="00FF5B18"/>
    <w:rsid w:val="00FF5FE1"/>
    <w:rsid w:val="00FF61A0"/>
    <w:rsid w:val="00FF6546"/>
    <w:rsid w:val="00FF699D"/>
    <w:rsid w:val="00FF69EA"/>
    <w:rsid w:val="00FF6B53"/>
    <w:rsid w:val="00FF6C4E"/>
    <w:rsid w:val="00FF6CC8"/>
    <w:rsid w:val="00FF70B2"/>
    <w:rsid w:val="00FF75F7"/>
    <w:rsid w:val="00FF799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9E5D0"/>
  <w15:chartTrackingRefBased/>
  <w15:docId w15:val="{1B20C2AE-5DA6-4A98-98B1-3E10B78E3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01CB"/>
    <w:pPr>
      <w:spacing w:line="260" w:lineRule="atLeast"/>
    </w:pPr>
    <w:rPr>
      <w:sz w:val="22"/>
      <w:lang w:val="en-GB" w:bidi="ar-SA"/>
    </w:rPr>
  </w:style>
  <w:style w:type="paragraph" w:styleId="Heading1">
    <w:name w:val="heading 1"/>
    <w:basedOn w:val="Heading2"/>
    <w:next w:val="BodyText"/>
    <w:link w:val="Heading1Char"/>
    <w:qFormat/>
    <w:rsid w:val="00C766E6"/>
    <w:pPr>
      <w:numPr>
        <w:ilvl w:val="0"/>
      </w:numPr>
      <w:outlineLvl w:val="0"/>
    </w:pPr>
    <w:rPr>
      <w:i w:val="0"/>
      <w:lang w:eastAsia="x-none"/>
    </w:rPr>
  </w:style>
  <w:style w:type="paragraph" w:styleId="Heading2">
    <w:name w:val="heading 2"/>
    <w:basedOn w:val="Heading3"/>
    <w:next w:val="BodyText"/>
    <w:link w:val="Heading2Char"/>
    <w:qFormat/>
    <w:rsid w:val="00C766E6"/>
    <w:pPr>
      <w:numPr>
        <w:ilvl w:val="1"/>
        <w:numId w:val="8"/>
      </w:numPr>
      <w:spacing w:line="280" w:lineRule="atLeast"/>
      <w:outlineLvl w:val="1"/>
    </w:pPr>
    <w:rPr>
      <w:b/>
      <w:sz w:val="24"/>
      <w:lang w:val="en-G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uiPriority w:val="99"/>
    <w:rsid w:val="00340062"/>
    <w:pPr>
      <w:spacing w:after="260"/>
    </w:pPr>
    <w:rPr>
      <w:lang w:val="en-AU"/>
    </w:rPr>
  </w:style>
  <w:style w:type="paragraph" w:styleId="BodyTextIndent">
    <w:name w:val="Body Text Indent"/>
    <w:aliases w:val="i"/>
    <w:basedOn w:val="BodyText"/>
    <w:rsid w:val="00340062"/>
    <w:pPr>
      <w:ind w:left="340"/>
    </w:pPr>
  </w:style>
  <w:style w:type="paragraph" w:styleId="Footer">
    <w:name w:val="footer"/>
    <w:basedOn w:val="Normal"/>
    <w:link w:val="FooterChar"/>
    <w:uiPriority w:val="99"/>
    <w:rsid w:val="00E1325A"/>
    <w:pPr>
      <w:tabs>
        <w:tab w:val="right" w:pos="9639"/>
      </w:tabs>
    </w:pPr>
    <w:rPr>
      <w:i/>
      <w:iCs/>
      <w:color w:val="0000FF"/>
      <w:sz w:val="18"/>
      <w:lang w:eastAsia="x-none"/>
    </w:rPr>
  </w:style>
  <w:style w:type="paragraph" w:styleId="Header">
    <w:name w:val="header"/>
    <w:basedOn w:val="Normal"/>
    <w:link w:val="HeaderChar"/>
    <w:uiPriority w:val="99"/>
    <w:rsid w:val="00340062"/>
    <w:pPr>
      <w:spacing w:line="220" w:lineRule="exact"/>
      <w:jc w:val="right"/>
    </w:pPr>
    <w:rPr>
      <w:i/>
      <w:sz w:val="18"/>
    </w:rPr>
  </w:style>
  <w:style w:type="paragraph" w:styleId="ListBullet">
    <w:name w:val="List Bullet"/>
    <w:basedOn w:val="BodyText"/>
    <w:uiPriority w:val="99"/>
    <w:rsid w:val="00340062"/>
    <w:pPr>
      <w:numPr>
        <w:numId w:val="3"/>
      </w:numPr>
    </w:pPr>
  </w:style>
  <w:style w:type="paragraph" w:styleId="FootnoteText">
    <w:name w:val="footnote text"/>
    <w:aliases w:val="ft"/>
    <w:basedOn w:val="Normal"/>
    <w:semiHidden/>
    <w:rsid w:val="00340062"/>
    <w:rPr>
      <w:sz w:val="18"/>
    </w:rPr>
  </w:style>
  <w:style w:type="paragraph" w:customStyle="1" w:styleId="Graphic">
    <w:name w:val="Graphic"/>
    <w:basedOn w:val="Signature"/>
    <w:rsid w:val="00340062"/>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340062"/>
    <w:pPr>
      <w:spacing w:line="240" w:lineRule="auto"/>
    </w:pPr>
  </w:style>
  <w:style w:type="paragraph" w:styleId="ListBullet2">
    <w:name w:val="List Bullet 2"/>
    <w:basedOn w:val="ListBullet"/>
    <w:rsid w:val="00340062"/>
    <w:pPr>
      <w:numPr>
        <w:numId w:val="6"/>
      </w:numPr>
      <w:tabs>
        <w:tab w:val="clear" w:pos="700"/>
        <w:tab w:val="num" w:pos="680"/>
      </w:tabs>
    </w:pPr>
  </w:style>
  <w:style w:type="paragraph" w:styleId="Caption">
    <w:name w:val="caption"/>
    <w:basedOn w:val="Normal"/>
    <w:next w:val="Normal"/>
    <w:qFormat/>
    <w:rsid w:val="00340062"/>
    <w:rPr>
      <w:bCs/>
      <w:i/>
      <w:sz w:val="14"/>
    </w:rPr>
  </w:style>
  <w:style w:type="paragraph" w:styleId="BodyText3">
    <w:name w:val="Body Text 3"/>
    <w:basedOn w:val="Normal"/>
    <w:rsid w:val="00340062"/>
    <w:pPr>
      <w:ind w:left="142" w:hanging="142"/>
    </w:pPr>
    <w:rPr>
      <w:sz w:val="18"/>
      <w:szCs w:val="16"/>
    </w:rPr>
  </w:style>
  <w:style w:type="character" w:styleId="PageNumber">
    <w:name w:val="page number"/>
    <w:uiPriority w:val="99"/>
    <w:rsid w:val="00340062"/>
    <w:rPr>
      <w:sz w:val="22"/>
    </w:rPr>
  </w:style>
  <w:style w:type="paragraph" w:styleId="ListBullet3">
    <w:name w:val="List Bullet 3"/>
    <w:basedOn w:val="ListBullet"/>
    <w:autoRedefine/>
    <w:rsid w:val="00340062"/>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340062"/>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340062"/>
    <w:pPr>
      <w:spacing w:after="260"/>
      <w:jc w:val="center"/>
    </w:pPr>
  </w:style>
  <w:style w:type="paragraph" w:customStyle="1" w:styleId="acctcolumnheadingnospaceafter">
    <w:name w:val="acct column heading no space after"/>
    <w:aliases w:val="acn,acct column heading no sp"/>
    <w:basedOn w:val="acctcolumnheading"/>
    <w:rsid w:val="00340062"/>
    <w:pPr>
      <w:spacing w:after="0"/>
    </w:pPr>
  </w:style>
  <w:style w:type="paragraph" w:customStyle="1" w:styleId="acctdividends">
    <w:name w:val="acct dividends"/>
    <w:aliases w:val="ad"/>
    <w:basedOn w:val="Normal"/>
    <w:rsid w:val="00340062"/>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340062"/>
    <w:pPr>
      <w:tabs>
        <w:tab w:val="decimal" w:pos="765"/>
      </w:tabs>
    </w:pPr>
  </w:style>
  <w:style w:type="paragraph" w:customStyle="1" w:styleId="acctindentnospaceafter">
    <w:name w:val="acct indent no space after"/>
    <w:aliases w:val="ain"/>
    <w:basedOn w:val="acctindent"/>
    <w:rsid w:val="00340062"/>
    <w:pPr>
      <w:spacing w:after="0"/>
    </w:pPr>
  </w:style>
  <w:style w:type="paragraph" w:customStyle="1" w:styleId="acctindent">
    <w:name w:val="acct indent"/>
    <w:aliases w:val="ai"/>
    <w:basedOn w:val="BodyText"/>
    <w:rsid w:val="00340062"/>
    <w:pPr>
      <w:ind w:left="284"/>
    </w:pPr>
  </w:style>
  <w:style w:type="paragraph" w:customStyle="1" w:styleId="acctmainheading">
    <w:name w:val="acct main heading"/>
    <w:aliases w:val="am"/>
    <w:basedOn w:val="Normal"/>
    <w:uiPriority w:val="99"/>
    <w:rsid w:val="00340062"/>
    <w:pPr>
      <w:keepNext/>
      <w:spacing w:after="140" w:line="320" w:lineRule="atLeast"/>
    </w:pPr>
    <w:rPr>
      <w:b/>
      <w:sz w:val="28"/>
    </w:rPr>
  </w:style>
  <w:style w:type="paragraph" w:customStyle="1" w:styleId="acctmergecolhdg">
    <w:name w:val="acct merge col hdg"/>
    <w:aliases w:val="mh"/>
    <w:basedOn w:val="Normal"/>
    <w:rsid w:val="00340062"/>
    <w:pPr>
      <w:jc w:val="center"/>
    </w:pPr>
    <w:rPr>
      <w:b/>
    </w:rPr>
  </w:style>
  <w:style w:type="paragraph" w:customStyle="1" w:styleId="acctnotecolumn">
    <w:name w:val="acct note column"/>
    <w:aliases w:val="an"/>
    <w:basedOn w:val="Normal"/>
    <w:rsid w:val="00340062"/>
    <w:pPr>
      <w:jc w:val="center"/>
    </w:pPr>
  </w:style>
  <w:style w:type="paragraph" w:customStyle="1" w:styleId="acctreadnote">
    <w:name w:val="acct read note"/>
    <w:aliases w:val="ar"/>
    <w:basedOn w:val="BodyText"/>
    <w:rsid w:val="00340062"/>
    <w:pPr>
      <w:framePr w:hSpace="180" w:vSpace="180" w:wrap="auto" w:hAnchor="margin" w:yAlign="bottom"/>
    </w:pPr>
  </w:style>
  <w:style w:type="paragraph" w:customStyle="1" w:styleId="acctsigneddirectors">
    <w:name w:val="acct signed directors"/>
    <w:aliases w:val="asd"/>
    <w:basedOn w:val="BodyText"/>
    <w:rsid w:val="00340062"/>
    <w:pPr>
      <w:tabs>
        <w:tab w:val="left" w:pos="5103"/>
      </w:tabs>
      <w:spacing w:before="130" w:after="130"/>
    </w:pPr>
  </w:style>
  <w:style w:type="paragraph" w:customStyle="1" w:styleId="acctstatementheading">
    <w:name w:val="acct statement heading"/>
    <w:aliases w:val="as"/>
    <w:basedOn w:val="Heading2"/>
    <w:next w:val="Normal"/>
    <w:rsid w:val="00340062"/>
    <w:pPr>
      <w:keepLines w:val="0"/>
      <w:ind w:left="567" w:hanging="567"/>
    </w:pPr>
    <w:rPr>
      <w:i w:val="0"/>
    </w:rPr>
  </w:style>
  <w:style w:type="paragraph" w:customStyle="1" w:styleId="acctstatementheadinga">
    <w:name w:val="acct statement heading (a)"/>
    <w:aliases w:val="asa"/>
    <w:basedOn w:val="acctstatementheading"/>
    <w:rsid w:val="00340062"/>
    <w:pPr>
      <w:spacing w:line="260" w:lineRule="atLeast"/>
    </w:pPr>
    <w:rPr>
      <w:sz w:val="22"/>
    </w:rPr>
  </w:style>
  <w:style w:type="paragraph" w:customStyle="1" w:styleId="acctstatementsub-headingbolditalic">
    <w:name w:val="acct statement sub-heading bold italic"/>
    <w:aliases w:val="asbi"/>
    <w:basedOn w:val="Normal"/>
    <w:rsid w:val="00340062"/>
    <w:pPr>
      <w:keepNext/>
      <w:keepLines/>
      <w:spacing w:before="130" w:after="130"/>
      <w:ind w:left="567"/>
    </w:pPr>
    <w:rPr>
      <w:b/>
      <w:bCs/>
      <w:i/>
    </w:rPr>
  </w:style>
  <w:style w:type="paragraph" w:customStyle="1" w:styleId="acctstatementsub-headingitalic">
    <w:name w:val="acct statement sub-heading italic"/>
    <w:aliases w:val="asi"/>
    <w:basedOn w:val="Normal"/>
    <w:rsid w:val="00340062"/>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340062"/>
    <w:pPr>
      <w:keepLines/>
      <w:spacing w:line="240" w:lineRule="atLeast"/>
      <w:ind w:left="600" w:firstLine="0"/>
    </w:pPr>
    <w:rPr>
      <w:sz w:val="22"/>
    </w:rPr>
  </w:style>
  <w:style w:type="paragraph" w:customStyle="1" w:styleId="acctstatementsub-sub-heading">
    <w:name w:val="acct statement sub-sub-heading"/>
    <w:aliases w:val="asss"/>
    <w:basedOn w:val="block2"/>
    <w:next w:val="Normal"/>
    <w:rsid w:val="00340062"/>
    <w:pPr>
      <w:keepNext/>
      <w:keepLines/>
      <w:spacing w:before="130" w:after="130"/>
    </w:pPr>
    <w:rPr>
      <w:b/>
      <w:bCs/>
      <w:i/>
    </w:rPr>
  </w:style>
  <w:style w:type="paragraph" w:customStyle="1" w:styleId="block2">
    <w:name w:val="block2"/>
    <w:aliases w:val="b2"/>
    <w:basedOn w:val="block"/>
    <w:rsid w:val="00340062"/>
    <w:pPr>
      <w:ind w:left="1134"/>
    </w:pPr>
  </w:style>
  <w:style w:type="paragraph" w:customStyle="1" w:styleId="block">
    <w:name w:val="block"/>
    <w:aliases w:val="b,b + Angsana New,Thai Distributed Justification,Left:  0....,Normal + Angsana New,15 pt,Left:  1 cm,Rig..."/>
    <w:basedOn w:val="BodyText"/>
    <w:rsid w:val="00340062"/>
    <w:pPr>
      <w:ind w:left="567"/>
    </w:pPr>
  </w:style>
  <w:style w:type="paragraph" w:customStyle="1" w:styleId="acctstatementsub-sub-sub-heading">
    <w:name w:val="acct statement sub-sub-sub-heading"/>
    <w:aliases w:val="assss"/>
    <w:basedOn w:val="acctstatementsub-sub-heading"/>
    <w:rsid w:val="00340062"/>
    <w:rPr>
      <w:b w:val="0"/>
    </w:rPr>
  </w:style>
  <w:style w:type="paragraph" w:customStyle="1" w:styleId="accttwofigureslongernumber">
    <w:name w:val="acct two figures longer number"/>
    <w:aliases w:val="a2+"/>
    <w:basedOn w:val="Normal"/>
    <w:rsid w:val="00340062"/>
    <w:pPr>
      <w:tabs>
        <w:tab w:val="decimal" w:pos="1247"/>
      </w:tabs>
    </w:pPr>
  </w:style>
  <w:style w:type="paragraph" w:customStyle="1" w:styleId="accttwofigures">
    <w:name w:val="acct two figures"/>
    <w:aliases w:val="a2"/>
    <w:basedOn w:val="Normal"/>
    <w:rsid w:val="00340062"/>
    <w:pPr>
      <w:tabs>
        <w:tab w:val="decimal" w:pos="1021"/>
      </w:tabs>
    </w:pPr>
  </w:style>
  <w:style w:type="paragraph" w:customStyle="1" w:styleId="accttwolines">
    <w:name w:val="acct two lines"/>
    <w:aliases w:val="a2l"/>
    <w:basedOn w:val="Normal"/>
    <w:rsid w:val="00340062"/>
    <w:pPr>
      <w:spacing w:after="240"/>
      <w:ind w:left="142" w:hanging="142"/>
    </w:pPr>
  </w:style>
  <w:style w:type="paragraph" w:customStyle="1" w:styleId="accttwolinesnospaceafter">
    <w:name w:val="acct two lines no space after"/>
    <w:aliases w:val="a2ln"/>
    <w:basedOn w:val="Normal"/>
    <w:rsid w:val="00340062"/>
    <w:pPr>
      <w:ind w:left="142" w:hanging="142"/>
    </w:pPr>
  </w:style>
  <w:style w:type="paragraph" w:customStyle="1" w:styleId="blocknospaceafter">
    <w:name w:val="block no space after"/>
    <w:aliases w:val="bn"/>
    <w:basedOn w:val="block"/>
    <w:rsid w:val="00340062"/>
    <w:pPr>
      <w:spacing w:after="0"/>
    </w:pPr>
  </w:style>
  <w:style w:type="paragraph" w:customStyle="1" w:styleId="block2nospaceafter">
    <w:name w:val="block2 no space after"/>
    <w:aliases w:val="b2n,block2 no sp"/>
    <w:basedOn w:val="block2"/>
    <w:rsid w:val="00340062"/>
    <w:pPr>
      <w:spacing w:after="0"/>
    </w:pPr>
  </w:style>
  <w:style w:type="paragraph" w:customStyle="1" w:styleId="List1a">
    <w:name w:val="List 1a"/>
    <w:aliases w:val="1a"/>
    <w:basedOn w:val="Normal"/>
    <w:rsid w:val="00340062"/>
    <w:pPr>
      <w:spacing w:after="260"/>
      <w:ind w:left="567" w:hanging="567"/>
    </w:pPr>
  </w:style>
  <w:style w:type="paragraph" w:customStyle="1" w:styleId="List2i">
    <w:name w:val="List 2i"/>
    <w:aliases w:val="2i"/>
    <w:basedOn w:val="Normal"/>
    <w:rsid w:val="00340062"/>
    <w:pPr>
      <w:spacing w:after="260"/>
      <w:ind w:left="1134" w:hanging="567"/>
    </w:pPr>
  </w:style>
  <w:style w:type="paragraph" w:styleId="MacroText">
    <w:name w:val="macro"/>
    <w:semiHidden/>
    <w:rsid w:val="00340062"/>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340062"/>
    <w:pPr>
      <w:tabs>
        <w:tab w:val="right" w:pos="8221"/>
      </w:tabs>
      <w:spacing w:before="260" w:line="240" w:lineRule="auto"/>
      <w:ind w:left="851" w:right="567" w:hanging="851"/>
    </w:pPr>
    <w:rPr>
      <w:sz w:val="28"/>
    </w:rPr>
  </w:style>
  <w:style w:type="paragraph" w:styleId="TOC2">
    <w:name w:val="toc 2"/>
    <w:basedOn w:val="TOC1"/>
    <w:autoRedefine/>
    <w:semiHidden/>
    <w:rsid w:val="00340062"/>
    <w:pPr>
      <w:spacing w:before="0"/>
    </w:pPr>
    <w:rPr>
      <w:sz w:val="24"/>
    </w:rPr>
  </w:style>
  <w:style w:type="paragraph" w:styleId="TOC3">
    <w:name w:val="toc 3"/>
    <w:basedOn w:val="TOC2"/>
    <w:autoRedefine/>
    <w:semiHidden/>
    <w:rsid w:val="00340062"/>
    <w:pPr>
      <w:ind w:left="1418" w:hanging="1418"/>
    </w:pPr>
  </w:style>
  <w:style w:type="paragraph" w:styleId="TOC4">
    <w:name w:val="toc 4"/>
    <w:basedOn w:val="TOC3"/>
    <w:autoRedefine/>
    <w:semiHidden/>
    <w:rsid w:val="00340062"/>
  </w:style>
  <w:style w:type="paragraph" w:customStyle="1" w:styleId="zcompanyname">
    <w:name w:val="zcompany name"/>
    <w:aliases w:val="cn"/>
    <w:basedOn w:val="Normal"/>
    <w:rsid w:val="00340062"/>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340062"/>
  </w:style>
  <w:style w:type="paragraph" w:customStyle="1" w:styleId="zreportaddinfo">
    <w:name w:val="zreport addinfo"/>
    <w:basedOn w:val="Normal"/>
    <w:rsid w:val="00340062"/>
    <w:pPr>
      <w:framePr w:wrap="around" w:hAnchor="page" w:xAlign="center" w:yAlign="bottom"/>
      <w:jc w:val="center"/>
    </w:pPr>
    <w:rPr>
      <w:noProof/>
      <w:sz w:val="20"/>
    </w:rPr>
  </w:style>
  <w:style w:type="paragraph" w:customStyle="1" w:styleId="zreportaddinfoit">
    <w:name w:val="zreport addinfoit"/>
    <w:basedOn w:val="Normal"/>
    <w:rsid w:val="00340062"/>
    <w:pPr>
      <w:framePr w:wrap="around" w:hAnchor="page" w:xAlign="center" w:yAlign="bottom"/>
      <w:jc w:val="center"/>
    </w:pPr>
    <w:rPr>
      <w:i/>
      <w:sz w:val="20"/>
    </w:rPr>
  </w:style>
  <w:style w:type="paragraph" w:customStyle="1" w:styleId="zreportname">
    <w:name w:val="zreport name"/>
    <w:aliases w:val="rn"/>
    <w:basedOn w:val="Normal"/>
    <w:rsid w:val="00340062"/>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340062"/>
    <w:pPr>
      <w:framePr w:wrap="around"/>
      <w:spacing w:line="360" w:lineRule="exact"/>
    </w:pPr>
    <w:rPr>
      <w:sz w:val="32"/>
    </w:rPr>
  </w:style>
  <w:style w:type="paragraph" w:customStyle="1" w:styleId="BodyTexthalfspaceafter">
    <w:name w:val="Body Text half space after"/>
    <w:aliases w:val="hs"/>
    <w:basedOn w:val="BodyText"/>
    <w:rsid w:val="00340062"/>
    <w:pPr>
      <w:spacing w:after="130"/>
    </w:pPr>
  </w:style>
  <w:style w:type="paragraph" w:customStyle="1" w:styleId="ind">
    <w:name w:val="*ind"/>
    <w:basedOn w:val="BodyText"/>
    <w:rsid w:val="00340062"/>
    <w:pPr>
      <w:ind w:left="340" w:hanging="340"/>
    </w:pPr>
  </w:style>
  <w:style w:type="paragraph" w:customStyle="1" w:styleId="acctindenthalfspaceafter">
    <w:name w:val="acct indent half space after"/>
    <w:aliases w:val="aihs"/>
    <w:basedOn w:val="acctindent"/>
    <w:rsid w:val="00340062"/>
    <w:pPr>
      <w:spacing w:after="130"/>
    </w:pPr>
  </w:style>
  <w:style w:type="paragraph" w:customStyle="1" w:styleId="keeptogethernormal">
    <w:name w:val="keep together normal"/>
    <w:aliases w:val="ktn"/>
    <w:basedOn w:val="Normal"/>
    <w:rsid w:val="00340062"/>
    <w:pPr>
      <w:keepNext/>
      <w:keepLines/>
    </w:pPr>
  </w:style>
  <w:style w:type="paragraph" w:customStyle="1" w:styleId="nineptheading">
    <w:name w:val="nine pt heading"/>
    <w:aliases w:val="9h"/>
    <w:basedOn w:val="nineptbodytext"/>
    <w:rsid w:val="00340062"/>
    <w:rPr>
      <w:b/>
      <w:bCs/>
    </w:rPr>
  </w:style>
  <w:style w:type="paragraph" w:customStyle="1" w:styleId="nineptbodytext">
    <w:name w:val="nine pt body text"/>
    <w:aliases w:val="9bt"/>
    <w:basedOn w:val="nineptnormal"/>
    <w:rsid w:val="00340062"/>
    <w:pPr>
      <w:spacing w:after="220"/>
    </w:pPr>
  </w:style>
  <w:style w:type="paragraph" w:customStyle="1" w:styleId="nineptnormal">
    <w:name w:val="nine pt normal"/>
    <w:aliases w:val="9n"/>
    <w:basedOn w:val="Normal"/>
    <w:rsid w:val="00340062"/>
    <w:pPr>
      <w:spacing w:line="220" w:lineRule="atLeast"/>
    </w:pPr>
    <w:rPr>
      <w:sz w:val="18"/>
    </w:rPr>
  </w:style>
  <w:style w:type="paragraph" w:customStyle="1" w:styleId="nineptheadingcentred">
    <w:name w:val="nine pt heading centred"/>
    <w:aliases w:val="9hc"/>
    <w:basedOn w:val="nineptheading"/>
    <w:rsid w:val="00340062"/>
    <w:pPr>
      <w:jc w:val="center"/>
    </w:pPr>
  </w:style>
  <w:style w:type="paragraph" w:customStyle="1" w:styleId="heading">
    <w:name w:val="heading"/>
    <w:aliases w:val="h"/>
    <w:basedOn w:val="BodyText"/>
    <w:rsid w:val="00340062"/>
    <w:rPr>
      <w:b/>
    </w:rPr>
  </w:style>
  <w:style w:type="paragraph" w:customStyle="1" w:styleId="headingcentred">
    <w:name w:val="heading centred"/>
    <w:aliases w:val="hc"/>
    <w:basedOn w:val="heading"/>
    <w:rsid w:val="00340062"/>
    <w:pPr>
      <w:jc w:val="center"/>
    </w:pPr>
  </w:style>
  <w:style w:type="paragraph" w:customStyle="1" w:styleId="Normalcentred">
    <w:name w:val="Normal centred"/>
    <w:aliases w:val="nc"/>
    <w:basedOn w:val="acctcolumnheadingnospaceafter"/>
    <w:rsid w:val="00340062"/>
  </w:style>
  <w:style w:type="paragraph" w:customStyle="1" w:styleId="nineptheadingcentredbold">
    <w:name w:val="nine pt heading centred bold"/>
    <w:aliases w:val="9hcb"/>
    <w:basedOn w:val="Normal"/>
    <w:rsid w:val="00340062"/>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340062"/>
    <w:pPr>
      <w:ind w:left="-57" w:right="-57"/>
    </w:pPr>
  </w:style>
  <w:style w:type="paragraph" w:customStyle="1" w:styleId="nineptnormalheadinghalfspace">
    <w:name w:val="nine pt normal heading half space"/>
    <w:aliases w:val="9nhhs"/>
    <w:basedOn w:val="nineptnormalheading"/>
    <w:rsid w:val="00340062"/>
    <w:pPr>
      <w:spacing w:after="80"/>
    </w:pPr>
  </w:style>
  <w:style w:type="paragraph" w:customStyle="1" w:styleId="nineptnormalheading">
    <w:name w:val="nine pt normal heading"/>
    <w:aliases w:val="9nh"/>
    <w:basedOn w:val="nineptnormal"/>
    <w:rsid w:val="00340062"/>
    <w:rPr>
      <w:b/>
    </w:rPr>
  </w:style>
  <w:style w:type="paragraph" w:customStyle="1" w:styleId="nineptcolumntab1">
    <w:name w:val="nine pt column tab1"/>
    <w:aliases w:val="a91"/>
    <w:basedOn w:val="nineptnormal"/>
    <w:rsid w:val="00340062"/>
    <w:pPr>
      <w:tabs>
        <w:tab w:val="decimal" w:pos="737"/>
      </w:tabs>
    </w:pPr>
  </w:style>
  <w:style w:type="paragraph" w:customStyle="1" w:styleId="nineptnormalitalicheading">
    <w:name w:val="nine pt normal italic heading"/>
    <w:aliases w:val="9nith"/>
    <w:basedOn w:val="nineptnormalheading"/>
    <w:rsid w:val="00340062"/>
    <w:rPr>
      <w:i/>
      <w:iCs/>
    </w:rPr>
  </w:style>
  <w:style w:type="paragraph" w:customStyle="1" w:styleId="Normalheadingcentred">
    <w:name w:val="Normal heading centred"/>
    <w:aliases w:val="nhc"/>
    <w:basedOn w:val="Normalheading"/>
    <w:rsid w:val="00340062"/>
    <w:pPr>
      <w:jc w:val="center"/>
    </w:pPr>
  </w:style>
  <w:style w:type="paragraph" w:customStyle="1" w:styleId="Normalheading">
    <w:name w:val="Normal heading"/>
    <w:aliases w:val="nh"/>
    <w:basedOn w:val="Normal"/>
    <w:rsid w:val="00340062"/>
    <w:rPr>
      <w:b/>
      <w:bCs/>
    </w:rPr>
  </w:style>
  <w:style w:type="paragraph" w:customStyle="1" w:styleId="ListBullethalfspaceafter">
    <w:name w:val="List Bullet half space after"/>
    <w:aliases w:val="lbhs"/>
    <w:basedOn w:val="ListBullet"/>
    <w:rsid w:val="00340062"/>
    <w:pPr>
      <w:spacing w:after="130"/>
    </w:pPr>
  </w:style>
  <w:style w:type="paragraph" w:customStyle="1" w:styleId="accttwofigurescents">
    <w:name w:val="acct two figures cents"/>
    <w:aliases w:val="a2c,acct two figures ¢ sign"/>
    <w:basedOn w:val="Normal"/>
    <w:rsid w:val="00340062"/>
    <w:pPr>
      <w:tabs>
        <w:tab w:val="decimal" w:pos="284"/>
      </w:tabs>
    </w:pPr>
  </w:style>
  <w:style w:type="paragraph" w:customStyle="1" w:styleId="accttwofiguresdecimal">
    <w:name w:val="acct two figures decimal"/>
    <w:aliases w:val="a2d"/>
    <w:basedOn w:val="Normal"/>
    <w:rsid w:val="00340062"/>
    <w:pPr>
      <w:tabs>
        <w:tab w:val="decimal" w:pos="510"/>
      </w:tabs>
    </w:pPr>
  </w:style>
  <w:style w:type="paragraph" w:customStyle="1" w:styleId="NormalIndent1">
    <w:name w:val="Normal Indent1"/>
    <w:basedOn w:val="Normal"/>
    <w:rsid w:val="00340062"/>
    <w:pPr>
      <w:ind w:left="142"/>
    </w:pPr>
  </w:style>
  <w:style w:type="paragraph" w:customStyle="1" w:styleId="ListBullet2nospaceafter">
    <w:name w:val="List Bullet 2 no space after"/>
    <w:aliases w:val="lb2n"/>
    <w:basedOn w:val="ListBullet2"/>
    <w:rsid w:val="00340062"/>
    <w:pPr>
      <w:spacing w:after="0"/>
    </w:pPr>
  </w:style>
  <w:style w:type="paragraph" w:customStyle="1" w:styleId="ListBullet2halfspaceafter">
    <w:name w:val="List Bullet 2 half space after"/>
    <w:aliases w:val="lb2hs"/>
    <w:basedOn w:val="ListBullet2"/>
    <w:rsid w:val="00340062"/>
    <w:pPr>
      <w:spacing w:after="130"/>
    </w:pPr>
  </w:style>
  <w:style w:type="paragraph" w:customStyle="1" w:styleId="BodyTextIndentitalichalfspafter">
    <w:name w:val="Body Text Indent italic half sp after"/>
    <w:aliases w:val="iitalhs"/>
    <w:basedOn w:val="BodyTextIndentitalic"/>
    <w:rsid w:val="00340062"/>
    <w:pPr>
      <w:spacing w:after="130"/>
    </w:pPr>
  </w:style>
  <w:style w:type="paragraph" w:customStyle="1" w:styleId="BodyTextIndentitalic">
    <w:name w:val="Body Text Indent italic"/>
    <w:aliases w:val="iital"/>
    <w:basedOn w:val="BodyTextIndent"/>
    <w:rsid w:val="00340062"/>
    <w:rPr>
      <w:i/>
      <w:iCs/>
    </w:rPr>
  </w:style>
  <w:style w:type="paragraph" w:customStyle="1" w:styleId="BodyTextIndenthalfspaceafter">
    <w:name w:val="Body Text Indent half space after"/>
    <w:aliases w:val="ihs"/>
    <w:basedOn w:val="BodyTextIndent"/>
    <w:rsid w:val="00340062"/>
    <w:pPr>
      <w:spacing w:after="130"/>
    </w:pPr>
  </w:style>
  <w:style w:type="paragraph" w:customStyle="1" w:styleId="BodyTextonepointafter">
    <w:name w:val="Body Text one point after"/>
    <w:aliases w:val="bt1"/>
    <w:basedOn w:val="BodyText"/>
    <w:rsid w:val="00340062"/>
    <w:pPr>
      <w:spacing w:after="20"/>
    </w:pPr>
  </w:style>
  <w:style w:type="paragraph" w:customStyle="1" w:styleId="keeptogether">
    <w:name w:val="keep together"/>
    <w:aliases w:val="kt"/>
    <w:basedOn w:val="BodyText"/>
    <w:rsid w:val="00340062"/>
    <w:pPr>
      <w:keepNext/>
      <w:keepLines/>
    </w:pPr>
  </w:style>
  <w:style w:type="paragraph" w:customStyle="1" w:styleId="acctthreecolumns">
    <w:name w:val="acct three columns"/>
    <w:aliases w:val="a3,acct three figures"/>
    <w:basedOn w:val="Normal"/>
    <w:rsid w:val="00340062"/>
    <w:pPr>
      <w:tabs>
        <w:tab w:val="decimal" w:pos="1361"/>
      </w:tabs>
    </w:pPr>
  </w:style>
  <w:style w:type="paragraph" w:customStyle="1" w:styleId="acctthreecolumnsshorternumber">
    <w:name w:val="acct three columns shorter number"/>
    <w:aliases w:val="a3-"/>
    <w:basedOn w:val="Normal"/>
    <w:rsid w:val="00340062"/>
    <w:pPr>
      <w:tabs>
        <w:tab w:val="decimal" w:pos="1021"/>
      </w:tabs>
    </w:pPr>
  </w:style>
  <w:style w:type="character" w:styleId="FootnoteReference">
    <w:name w:val="footnote reference"/>
    <w:aliases w:val="fr"/>
    <w:semiHidden/>
    <w:rsid w:val="00340062"/>
    <w:rPr>
      <w:position w:val="6"/>
      <w:sz w:val="14"/>
    </w:rPr>
  </w:style>
  <w:style w:type="paragraph" w:customStyle="1" w:styleId="tabletext">
    <w:name w:val="table text"/>
    <w:aliases w:val="tt"/>
    <w:basedOn w:val="Normal"/>
    <w:rsid w:val="00340062"/>
    <w:pPr>
      <w:spacing w:before="130" w:after="130"/>
    </w:pPr>
  </w:style>
  <w:style w:type="paragraph" w:customStyle="1" w:styleId="BodyTextitalic">
    <w:name w:val="Body Text italic"/>
    <w:basedOn w:val="BodyText"/>
    <w:rsid w:val="00340062"/>
    <w:rPr>
      <w:i/>
      <w:iCs/>
    </w:rPr>
  </w:style>
  <w:style w:type="paragraph" w:customStyle="1" w:styleId="BodyTextIndentnosp">
    <w:name w:val="Body Text Indent no sp"/>
    <w:aliases w:val="in,indent no space after"/>
    <w:basedOn w:val="BodyTextIndent"/>
    <w:rsid w:val="00340062"/>
    <w:pPr>
      <w:spacing w:after="0"/>
    </w:pPr>
  </w:style>
  <w:style w:type="paragraph" w:customStyle="1" w:styleId="acctfourfiguresdecimal">
    <w:name w:val="acct four figures decimal"/>
    <w:aliases w:val="a4d"/>
    <w:basedOn w:val="Normal"/>
    <w:rsid w:val="00340062"/>
    <w:pPr>
      <w:tabs>
        <w:tab w:val="decimal" w:pos="383"/>
      </w:tabs>
    </w:pPr>
  </w:style>
  <w:style w:type="paragraph" w:customStyle="1" w:styleId="headingnospaceafter">
    <w:name w:val="heading no space after"/>
    <w:aliases w:val="hn,heading no space"/>
    <w:basedOn w:val="heading"/>
    <w:rsid w:val="00340062"/>
    <w:pPr>
      <w:spacing w:after="0"/>
    </w:pPr>
  </w:style>
  <w:style w:type="paragraph" w:customStyle="1" w:styleId="acctnotecolumndecimal">
    <w:name w:val="acct note column decimal"/>
    <w:aliases w:val="and"/>
    <w:basedOn w:val="Normal"/>
    <w:rsid w:val="00340062"/>
    <w:pPr>
      <w:tabs>
        <w:tab w:val="decimal" w:pos="425"/>
      </w:tabs>
    </w:pPr>
  </w:style>
  <w:style w:type="paragraph" w:customStyle="1" w:styleId="index">
    <w:name w:val="index"/>
    <w:aliases w:val="ix"/>
    <w:basedOn w:val="BodyText"/>
    <w:rsid w:val="00340062"/>
    <w:pPr>
      <w:numPr>
        <w:numId w:val="4"/>
      </w:numPr>
      <w:spacing w:after="20"/>
    </w:pPr>
  </w:style>
  <w:style w:type="paragraph" w:customStyle="1" w:styleId="nineptbodytextbullet">
    <w:name w:val="nine pt body text bullet"/>
    <w:aliases w:val="9btb"/>
    <w:basedOn w:val="nineptbodytext"/>
    <w:rsid w:val="00340062"/>
    <w:pPr>
      <w:tabs>
        <w:tab w:val="num" w:pos="284"/>
      </w:tabs>
      <w:spacing w:after="180"/>
      <w:ind w:left="284" w:hanging="284"/>
    </w:pPr>
  </w:style>
  <w:style w:type="paragraph" w:customStyle="1" w:styleId="nineptnormalbullet">
    <w:name w:val="nine pt normal bullet"/>
    <w:aliases w:val="9nb"/>
    <w:basedOn w:val="nineptnormal"/>
    <w:rsid w:val="00340062"/>
    <w:pPr>
      <w:tabs>
        <w:tab w:val="num" w:pos="284"/>
      </w:tabs>
      <w:ind w:left="284" w:hanging="284"/>
    </w:pPr>
  </w:style>
  <w:style w:type="paragraph" w:customStyle="1" w:styleId="ninepttabletextblockbullet">
    <w:name w:val="nine pt table text block bullet"/>
    <w:aliases w:val="9ttbb"/>
    <w:basedOn w:val="ninepttabletextblock"/>
    <w:rsid w:val="00340062"/>
    <w:pPr>
      <w:tabs>
        <w:tab w:val="num" w:pos="652"/>
      </w:tabs>
      <w:ind w:left="652" w:hanging="227"/>
    </w:pPr>
  </w:style>
  <w:style w:type="paragraph" w:customStyle="1" w:styleId="ninepttabletextblock">
    <w:name w:val="nine pt table text block"/>
    <w:aliases w:val="9ttbk"/>
    <w:basedOn w:val="Normal"/>
    <w:rsid w:val="00340062"/>
    <w:pPr>
      <w:spacing w:after="60" w:line="220" w:lineRule="atLeast"/>
      <w:ind w:left="425"/>
    </w:pPr>
    <w:rPr>
      <w:sz w:val="18"/>
    </w:rPr>
  </w:style>
  <w:style w:type="paragraph" w:customStyle="1" w:styleId="IndexHeading1">
    <w:name w:val="Index Heading1"/>
    <w:aliases w:val="ixh"/>
    <w:basedOn w:val="BodyText"/>
    <w:rsid w:val="00340062"/>
    <w:pPr>
      <w:spacing w:after="130"/>
      <w:ind w:left="1134" w:hanging="1134"/>
    </w:pPr>
    <w:rPr>
      <w:b/>
    </w:rPr>
  </w:style>
  <w:style w:type="paragraph" w:customStyle="1" w:styleId="block2bullet">
    <w:name w:val="block2bullet"/>
    <w:aliases w:val="b2b"/>
    <w:basedOn w:val="block2"/>
    <w:rsid w:val="00340062"/>
    <w:pPr>
      <w:tabs>
        <w:tab w:val="num" w:pos="1474"/>
      </w:tabs>
      <w:ind w:left="1474" w:hanging="340"/>
    </w:pPr>
  </w:style>
  <w:style w:type="paragraph" w:customStyle="1" w:styleId="tabletextheading">
    <w:name w:val="table text heading"/>
    <w:aliases w:val="tth"/>
    <w:basedOn w:val="tabletext"/>
    <w:rsid w:val="00340062"/>
    <w:rPr>
      <w:b/>
      <w:bCs/>
    </w:rPr>
  </w:style>
  <w:style w:type="paragraph" w:customStyle="1" w:styleId="acctfourfiguresyears">
    <w:name w:val="acct four figures years"/>
    <w:aliases w:val="a4y"/>
    <w:basedOn w:val="Normal"/>
    <w:rsid w:val="00340062"/>
    <w:pPr>
      <w:tabs>
        <w:tab w:val="decimal" w:pos="227"/>
        <w:tab w:val="num" w:pos="567"/>
      </w:tabs>
      <w:ind w:left="567" w:hanging="567"/>
    </w:pPr>
  </w:style>
  <w:style w:type="paragraph" w:customStyle="1" w:styleId="accttwofiguresyears">
    <w:name w:val="acct two figures years"/>
    <w:aliases w:val="a2y"/>
    <w:basedOn w:val="Normal"/>
    <w:rsid w:val="00340062"/>
    <w:pPr>
      <w:tabs>
        <w:tab w:val="decimal" w:pos="482"/>
      </w:tabs>
    </w:pPr>
  </w:style>
  <w:style w:type="paragraph" w:customStyle="1" w:styleId="Foreigncurrencytable">
    <w:name w:val="Foreign currency table"/>
    <w:basedOn w:val="Normal"/>
    <w:rsid w:val="00340062"/>
    <w:pPr>
      <w:tabs>
        <w:tab w:val="decimal" w:pos="567"/>
      </w:tabs>
    </w:pPr>
  </w:style>
  <w:style w:type="paragraph" w:customStyle="1" w:styleId="headingitalicnospaceafter">
    <w:name w:val="heading italic no space after"/>
    <w:aliases w:val="hin"/>
    <w:basedOn w:val="Normal"/>
    <w:rsid w:val="00340062"/>
    <w:rPr>
      <w:i/>
      <w:iCs/>
    </w:rPr>
  </w:style>
  <w:style w:type="paragraph" w:customStyle="1" w:styleId="accttwofigures0">
    <w:name w:val="acct two figures %"/>
    <w:aliases w:val="a2%"/>
    <w:basedOn w:val="Normal"/>
    <w:rsid w:val="00340062"/>
    <w:pPr>
      <w:tabs>
        <w:tab w:val="decimal" w:pos="794"/>
      </w:tabs>
    </w:pPr>
  </w:style>
  <w:style w:type="paragraph" w:customStyle="1" w:styleId="accttwofigures2a22">
    <w:name w:val="acct two figures %2.a2%2"/>
    <w:basedOn w:val="Normal"/>
    <w:rsid w:val="00340062"/>
    <w:pPr>
      <w:tabs>
        <w:tab w:val="decimal" w:pos="510"/>
      </w:tabs>
    </w:pPr>
  </w:style>
  <w:style w:type="paragraph" w:customStyle="1" w:styleId="blocklist">
    <w:name w:val="block list"/>
    <w:aliases w:val="blist"/>
    <w:basedOn w:val="block"/>
    <w:rsid w:val="00340062"/>
    <w:pPr>
      <w:ind w:left="1134" w:hanging="567"/>
    </w:pPr>
  </w:style>
  <w:style w:type="paragraph" w:customStyle="1" w:styleId="blocklist2">
    <w:name w:val="block list2"/>
    <w:aliases w:val="blist2"/>
    <w:basedOn w:val="blocklist"/>
    <w:rsid w:val="00340062"/>
    <w:pPr>
      <w:ind w:left="1701"/>
    </w:pPr>
  </w:style>
  <w:style w:type="paragraph" w:customStyle="1" w:styleId="acctfourfigureslongernumber">
    <w:name w:val="acct four figures longer number"/>
    <w:aliases w:val="a4+"/>
    <w:basedOn w:val="Normal"/>
    <w:rsid w:val="00340062"/>
    <w:pPr>
      <w:tabs>
        <w:tab w:val="decimal" w:pos="851"/>
      </w:tabs>
    </w:pPr>
  </w:style>
  <w:style w:type="paragraph" w:customStyle="1" w:styleId="blockheading">
    <w:name w:val="block heading"/>
    <w:aliases w:val="bh"/>
    <w:basedOn w:val="block"/>
    <w:rsid w:val="00340062"/>
    <w:pPr>
      <w:keepNext/>
      <w:keepLines/>
      <w:spacing w:before="70"/>
    </w:pPr>
    <w:rPr>
      <w:b/>
    </w:rPr>
  </w:style>
  <w:style w:type="paragraph" w:customStyle="1" w:styleId="blockheadingitalicnosp">
    <w:name w:val="block heading italic no sp"/>
    <w:aliases w:val="bhin"/>
    <w:basedOn w:val="blockheadingitalic"/>
    <w:rsid w:val="00340062"/>
    <w:pPr>
      <w:spacing w:after="0"/>
    </w:pPr>
  </w:style>
  <w:style w:type="paragraph" w:customStyle="1" w:styleId="blockheadingitalic">
    <w:name w:val="block heading italic"/>
    <w:aliases w:val="bhi"/>
    <w:basedOn w:val="blockheadingitalicbold"/>
    <w:rsid w:val="00340062"/>
    <w:rPr>
      <w:b w:val="0"/>
    </w:rPr>
  </w:style>
  <w:style w:type="paragraph" w:customStyle="1" w:styleId="blockheadingitalicbold">
    <w:name w:val="block heading italic bold"/>
    <w:aliases w:val="bhib"/>
    <w:basedOn w:val="blockheading"/>
    <w:rsid w:val="00340062"/>
    <w:rPr>
      <w:i/>
    </w:rPr>
  </w:style>
  <w:style w:type="paragraph" w:customStyle="1" w:styleId="blockheadingnosp">
    <w:name w:val="block heading no sp"/>
    <w:aliases w:val="bhn,block heading no space after"/>
    <w:basedOn w:val="blockheading"/>
    <w:rsid w:val="00340062"/>
    <w:pPr>
      <w:spacing w:after="0"/>
    </w:pPr>
  </w:style>
  <w:style w:type="paragraph" w:customStyle="1" w:styleId="smallreturn">
    <w:name w:val="small return"/>
    <w:aliases w:val="sr"/>
    <w:basedOn w:val="Normal"/>
    <w:rsid w:val="00340062"/>
    <w:pPr>
      <w:spacing w:line="130" w:lineRule="exact"/>
    </w:pPr>
  </w:style>
  <w:style w:type="paragraph" w:customStyle="1" w:styleId="headingbolditalicnospaceafter">
    <w:name w:val="heading bold italic no space after"/>
    <w:aliases w:val="hbin"/>
    <w:basedOn w:val="headingbolditalic"/>
    <w:rsid w:val="00340062"/>
    <w:pPr>
      <w:spacing w:after="0"/>
    </w:pPr>
  </w:style>
  <w:style w:type="paragraph" w:customStyle="1" w:styleId="headingbolditalic">
    <w:name w:val="heading bold italic"/>
    <w:aliases w:val="hbi"/>
    <w:basedOn w:val="heading"/>
    <w:rsid w:val="00340062"/>
    <w:rPr>
      <w:i/>
    </w:rPr>
  </w:style>
  <w:style w:type="paragraph" w:customStyle="1" w:styleId="acctstatementheadingashorter">
    <w:name w:val="acct statement heading (a) shorter"/>
    <w:aliases w:val="asas"/>
    <w:basedOn w:val="Normal"/>
    <w:rsid w:val="00340062"/>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340062"/>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340062"/>
    <w:pPr>
      <w:ind w:left="568" w:hanging="284"/>
    </w:pPr>
  </w:style>
  <w:style w:type="paragraph" w:customStyle="1" w:styleId="acctindenttabs">
    <w:name w:val="acct indent+tabs"/>
    <w:aliases w:val="ait"/>
    <w:basedOn w:val="acctindent"/>
    <w:rsid w:val="00340062"/>
    <w:pPr>
      <w:tabs>
        <w:tab w:val="left" w:pos="851"/>
        <w:tab w:val="left" w:pos="1134"/>
      </w:tabs>
    </w:pPr>
  </w:style>
  <w:style w:type="paragraph" w:customStyle="1" w:styleId="acctindenttabsnospaceafter">
    <w:name w:val="acct indent+tabs no space after"/>
    <w:aliases w:val="aitn"/>
    <w:basedOn w:val="acctindenttabs"/>
    <w:uiPriority w:val="99"/>
    <w:rsid w:val="00340062"/>
    <w:pPr>
      <w:spacing w:after="0"/>
    </w:pPr>
  </w:style>
  <w:style w:type="paragraph" w:customStyle="1" w:styleId="blockbullet">
    <w:name w:val="block bullet"/>
    <w:aliases w:val="bb"/>
    <w:basedOn w:val="block"/>
    <w:rsid w:val="00340062"/>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340062"/>
    <w:pPr>
      <w:tabs>
        <w:tab w:val="decimal" w:pos="964"/>
      </w:tabs>
    </w:pPr>
  </w:style>
  <w:style w:type="paragraph" w:customStyle="1" w:styleId="headingitalic">
    <w:name w:val="heading italic"/>
    <w:aliases w:val="hi"/>
    <w:basedOn w:val="headingbolditalic"/>
    <w:rsid w:val="00340062"/>
    <w:rPr>
      <w:b w:val="0"/>
      <w:bCs/>
      <w:iCs/>
    </w:rPr>
  </w:style>
  <w:style w:type="paragraph" w:customStyle="1" w:styleId="blocklistnospaceafter">
    <w:name w:val="block list no space after"/>
    <w:aliases w:val="blistn"/>
    <w:basedOn w:val="blocklist"/>
    <w:rsid w:val="00340062"/>
    <w:pPr>
      <w:spacing w:after="0"/>
    </w:pPr>
  </w:style>
  <w:style w:type="paragraph" w:customStyle="1" w:styleId="eightptnormal">
    <w:name w:val="eight pt normal"/>
    <w:aliases w:val="8n"/>
    <w:basedOn w:val="Normal"/>
    <w:rsid w:val="00340062"/>
    <w:pPr>
      <w:spacing w:line="200" w:lineRule="atLeast"/>
    </w:pPr>
    <w:rPr>
      <w:sz w:val="16"/>
    </w:rPr>
  </w:style>
  <w:style w:type="paragraph" w:customStyle="1" w:styleId="eightptcolumnheading">
    <w:name w:val="eight pt column heading"/>
    <w:aliases w:val="8ch"/>
    <w:basedOn w:val="eightptnormal"/>
    <w:rsid w:val="00340062"/>
    <w:pPr>
      <w:jc w:val="center"/>
    </w:pPr>
  </w:style>
  <w:style w:type="paragraph" w:customStyle="1" w:styleId="eightptnormalheadingcentred">
    <w:name w:val="eight pt normal heading centred"/>
    <w:aliases w:val="8nhc"/>
    <w:basedOn w:val="eightptnormalheading"/>
    <w:rsid w:val="00340062"/>
    <w:pPr>
      <w:jc w:val="center"/>
    </w:pPr>
    <w:rPr>
      <w:bCs w:val="0"/>
    </w:rPr>
  </w:style>
  <w:style w:type="paragraph" w:customStyle="1" w:styleId="eightptnormalheading">
    <w:name w:val="eight pt normal heading"/>
    <w:aliases w:val="8nh"/>
    <w:basedOn w:val="eightptnormal"/>
    <w:rsid w:val="00340062"/>
    <w:rPr>
      <w:b/>
      <w:bCs/>
    </w:rPr>
  </w:style>
  <w:style w:type="paragraph" w:customStyle="1" w:styleId="eightptbodytextheading">
    <w:name w:val="eight pt body text heading"/>
    <w:aliases w:val="8h"/>
    <w:basedOn w:val="eightptbodytext"/>
    <w:rsid w:val="00340062"/>
    <w:rPr>
      <w:b/>
      <w:bCs/>
    </w:rPr>
  </w:style>
  <w:style w:type="paragraph" w:customStyle="1" w:styleId="eightptbodytext">
    <w:name w:val="eight pt body text"/>
    <w:aliases w:val="8bt"/>
    <w:basedOn w:val="eightptnormal"/>
    <w:rsid w:val="00340062"/>
    <w:pPr>
      <w:spacing w:after="200"/>
    </w:pPr>
  </w:style>
  <w:style w:type="paragraph" w:customStyle="1" w:styleId="eightptcolumntabs">
    <w:name w:val="eight pt column tabs"/>
    <w:aliases w:val="a8"/>
    <w:basedOn w:val="eightptnormal"/>
    <w:rsid w:val="00340062"/>
    <w:pPr>
      <w:tabs>
        <w:tab w:val="decimal" w:pos="482"/>
      </w:tabs>
      <w:ind w:left="-57" w:right="-57"/>
    </w:pPr>
  </w:style>
  <w:style w:type="paragraph" w:customStyle="1" w:styleId="eightpthalfspaceafter">
    <w:name w:val="eight pt half space after"/>
    <w:aliases w:val="8hs"/>
    <w:basedOn w:val="eightptnormal"/>
    <w:rsid w:val="00340062"/>
    <w:pPr>
      <w:spacing w:after="100"/>
    </w:pPr>
  </w:style>
  <w:style w:type="paragraph" w:customStyle="1" w:styleId="eightptcolumnheadingspace">
    <w:name w:val="eight pt column heading+space"/>
    <w:aliases w:val="8chs"/>
    <w:basedOn w:val="eightptcolumnheading"/>
    <w:rsid w:val="00340062"/>
    <w:pPr>
      <w:spacing w:after="200"/>
    </w:pPr>
  </w:style>
  <w:style w:type="paragraph" w:customStyle="1" w:styleId="eightptblocknosp">
    <w:name w:val="eight pt block no sp"/>
    <w:aliases w:val="8bn"/>
    <w:basedOn w:val="eightptblock"/>
    <w:rsid w:val="00340062"/>
    <w:pPr>
      <w:spacing w:after="0"/>
    </w:pPr>
  </w:style>
  <w:style w:type="paragraph" w:customStyle="1" w:styleId="eightptblock">
    <w:name w:val="eight pt block"/>
    <w:aliases w:val="8b"/>
    <w:basedOn w:val="Normal"/>
    <w:rsid w:val="00340062"/>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340062"/>
    <w:pPr>
      <w:spacing w:before="80" w:after="80"/>
    </w:pPr>
  </w:style>
  <w:style w:type="paragraph" w:customStyle="1" w:styleId="eightptcolumntabs2">
    <w:name w:val="eight pt column tabs2"/>
    <w:aliases w:val="a82"/>
    <w:basedOn w:val="eightptnormal"/>
    <w:rsid w:val="00340062"/>
    <w:pPr>
      <w:tabs>
        <w:tab w:val="decimal" w:pos="539"/>
      </w:tabs>
      <w:ind w:left="-57" w:right="-57"/>
    </w:pPr>
  </w:style>
  <w:style w:type="paragraph" w:customStyle="1" w:styleId="acctstatementheadingshorter2">
    <w:name w:val="acct statement heading shorter2"/>
    <w:aliases w:val="as-2"/>
    <w:basedOn w:val="acctstatementheading"/>
    <w:rsid w:val="00340062"/>
    <w:pPr>
      <w:ind w:right="5103"/>
    </w:pPr>
  </w:style>
  <w:style w:type="paragraph" w:customStyle="1" w:styleId="accttwofigureslongernumber2">
    <w:name w:val="acct two figures longer number2"/>
    <w:aliases w:val="a2+2"/>
    <w:basedOn w:val="Normal"/>
    <w:rsid w:val="00340062"/>
    <w:pPr>
      <w:tabs>
        <w:tab w:val="decimal" w:pos="1332"/>
      </w:tabs>
    </w:pPr>
  </w:style>
  <w:style w:type="paragraph" w:customStyle="1" w:styleId="Normalbullet">
    <w:name w:val="Normal bullet"/>
    <w:aliases w:val="nb"/>
    <w:basedOn w:val="Normal"/>
    <w:rsid w:val="00340062"/>
    <w:pPr>
      <w:tabs>
        <w:tab w:val="num" w:pos="340"/>
      </w:tabs>
      <w:ind w:left="340" w:hanging="340"/>
    </w:pPr>
  </w:style>
  <w:style w:type="paragraph" w:customStyle="1" w:styleId="blockindentnosp">
    <w:name w:val="block indent no sp"/>
    <w:aliases w:val="bin,binn,block + indent"/>
    <w:basedOn w:val="blockindent"/>
    <w:rsid w:val="00340062"/>
    <w:pPr>
      <w:spacing w:after="0"/>
    </w:pPr>
  </w:style>
  <w:style w:type="paragraph" w:customStyle="1" w:styleId="blockindent">
    <w:name w:val="block indent"/>
    <w:aliases w:val="bi"/>
    <w:basedOn w:val="block"/>
    <w:rsid w:val="00340062"/>
    <w:pPr>
      <w:ind w:left="737" w:hanging="170"/>
    </w:pPr>
  </w:style>
  <w:style w:type="paragraph" w:customStyle="1" w:styleId="nineptnormalcentred">
    <w:name w:val="nine pt normal centred"/>
    <w:aliases w:val="9nc"/>
    <w:basedOn w:val="nineptnormal"/>
    <w:rsid w:val="00340062"/>
    <w:pPr>
      <w:jc w:val="center"/>
    </w:pPr>
  </w:style>
  <w:style w:type="paragraph" w:customStyle="1" w:styleId="nineptcol">
    <w:name w:val="nine pt %col"/>
    <w:aliases w:val="9%"/>
    <w:basedOn w:val="nineptnormal"/>
    <w:rsid w:val="00340062"/>
    <w:pPr>
      <w:tabs>
        <w:tab w:val="decimal" w:pos="340"/>
      </w:tabs>
    </w:pPr>
  </w:style>
  <w:style w:type="paragraph" w:customStyle="1" w:styleId="nineptcolumntab">
    <w:name w:val="nine pt column tab"/>
    <w:aliases w:val="a9,nine pt column tabs"/>
    <w:basedOn w:val="nineptnormal"/>
    <w:rsid w:val="00340062"/>
    <w:pPr>
      <w:tabs>
        <w:tab w:val="decimal" w:pos="624"/>
      </w:tabs>
      <w:spacing w:line="200" w:lineRule="atLeast"/>
    </w:pPr>
  </w:style>
  <w:style w:type="paragraph" w:customStyle="1" w:styleId="nineptnormalitalic">
    <w:name w:val="nine pt normal italic"/>
    <w:aliases w:val="9nit"/>
    <w:basedOn w:val="nineptnormal"/>
    <w:rsid w:val="00340062"/>
    <w:rPr>
      <w:i/>
      <w:iCs/>
    </w:rPr>
  </w:style>
  <w:style w:type="paragraph" w:customStyle="1" w:styleId="nineptblocklistnospaceafter">
    <w:name w:val="nine pt block list no space after"/>
    <w:aliases w:val="9bln"/>
    <w:basedOn w:val="nineptblocklist"/>
    <w:rsid w:val="00340062"/>
    <w:pPr>
      <w:spacing w:after="0"/>
    </w:pPr>
  </w:style>
  <w:style w:type="paragraph" w:customStyle="1" w:styleId="nineptblocklist">
    <w:name w:val="nine pt block list"/>
    <w:aliases w:val="9bl"/>
    <w:basedOn w:val="nineptblock"/>
    <w:rsid w:val="00340062"/>
    <w:pPr>
      <w:ind w:left="992" w:hanging="425"/>
    </w:pPr>
  </w:style>
  <w:style w:type="paragraph" w:customStyle="1" w:styleId="nineptblock">
    <w:name w:val="nine pt block"/>
    <w:aliases w:val="9b"/>
    <w:basedOn w:val="nineptnormal"/>
    <w:rsid w:val="00340062"/>
    <w:pPr>
      <w:spacing w:after="220"/>
      <w:ind w:left="567"/>
    </w:pPr>
  </w:style>
  <w:style w:type="paragraph" w:customStyle="1" w:styleId="acctfourfiguresshorternumber2">
    <w:name w:val="acct four figures shorter number2"/>
    <w:aliases w:val="a4-2"/>
    <w:basedOn w:val="Normal"/>
    <w:rsid w:val="00340062"/>
    <w:pPr>
      <w:tabs>
        <w:tab w:val="decimal" w:pos="624"/>
      </w:tabs>
    </w:pPr>
  </w:style>
  <w:style w:type="paragraph" w:customStyle="1" w:styleId="nineptnormalheadingcentred">
    <w:name w:val="nine pt normal heading centred"/>
    <w:aliases w:val="9nhc"/>
    <w:basedOn w:val="nineptnormalheading"/>
    <w:rsid w:val="00340062"/>
    <w:pPr>
      <w:jc w:val="center"/>
    </w:pPr>
  </w:style>
  <w:style w:type="paragraph" w:customStyle="1" w:styleId="nineptheadingcentredspace">
    <w:name w:val="nine pt heading centred + space"/>
    <w:aliases w:val="9hcs"/>
    <w:basedOn w:val="Normal"/>
    <w:rsid w:val="00340062"/>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340062"/>
    <w:pPr>
      <w:tabs>
        <w:tab w:val="decimal" w:pos="227"/>
      </w:tabs>
    </w:pPr>
  </w:style>
  <w:style w:type="paragraph" w:customStyle="1" w:styleId="nineptcolumntab2">
    <w:name w:val="nine pt column tab2"/>
    <w:aliases w:val="a92,nine pt column tabs2"/>
    <w:basedOn w:val="nineptnormal"/>
    <w:rsid w:val="00340062"/>
    <w:pPr>
      <w:tabs>
        <w:tab w:val="decimal" w:pos="510"/>
      </w:tabs>
    </w:pPr>
  </w:style>
  <w:style w:type="paragraph" w:customStyle="1" w:styleId="nineptonepointafter">
    <w:name w:val="nine pt one point after"/>
    <w:aliases w:val="9n1"/>
    <w:basedOn w:val="nineptnormal"/>
    <w:rsid w:val="00340062"/>
    <w:pPr>
      <w:spacing w:after="20"/>
    </w:pPr>
  </w:style>
  <w:style w:type="paragraph" w:customStyle="1" w:styleId="nineptblockind">
    <w:name w:val="nine pt block *ind"/>
    <w:aliases w:val="9b*ind"/>
    <w:basedOn w:val="nineptblock"/>
    <w:rsid w:val="00340062"/>
    <w:pPr>
      <w:ind w:left="851" w:hanging="284"/>
    </w:pPr>
  </w:style>
  <w:style w:type="paragraph" w:customStyle="1" w:styleId="headingonepointafter">
    <w:name w:val="heading one point after"/>
    <w:aliases w:val="h1p"/>
    <w:basedOn w:val="heading"/>
    <w:rsid w:val="00340062"/>
    <w:pPr>
      <w:spacing w:after="20"/>
    </w:pPr>
  </w:style>
  <w:style w:type="paragraph" w:customStyle="1" w:styleId="blockbulletnospaceafter">
    <w:name w:val="block bullet no space after"/>
    <w:aliases w:val="bbn,block bullet no sp"/>
    <w:basedOn w:val="blockbullet"/>
    <w:rsid w:val="00340062"/>
    <w:pPr>
      <w:spacing w:after="0"/>
    </w:pPr>
  </w:style>
  <w:style w:type="paragraph" w:customStyle="1" w:styleId="acctstatementheadingaitalicbold">
    <w:name w:val="acct statement heading (a) italic bold"/>
    <w:aliases w:val="asaib"/>
    <w:basedOn w:val="acctstatementheadinga"/>
    <w:rsid w:val="00340062"/>
    <w:pPr>
      <w:spacing w:before="0" w:after="260"/>
    </w:pPr>
    <w:rPr>
      <w:i/>
    </w:rPr>
  </w:style>
  <w:style w:type="paragraph" w:customStyle="1" w:styleId="nineptblocknosp">
    <w:name w:val="nine pt block no sp"/>
    <w:aliases w:val="9bn"/>
    <w:basedOn w:val="Normal"/>
    <w:rsid w:val="00340062"/>
    <w:pPr>
      <w:spacing w:line="220" w:lineRule="atLeast"/>
      <w:ind w:left="567"/>
    </w:pPr>
    <w:rPr>
      <w:sz w:val="18"/>
    </w:rPr>
  </w:style>
  <w:style w:type="paragraph" w:customStyle="1" w:styleId="nineptnormalheadingbolditalic">
    <w:name w:val="nine pt normal heading bold italic"/>
    <w:aliases w:val="9h2"/>
    <w:basedOn w:val="nineptnormalheading"/>
    <w:rsid w:val="00340062"/>
    <w:rPr>
      <w:i/>
      <w:iCs/>
    </w:rPr>
  </w:style>
  <w:style w:type="paragraph" w:customStyle="1" w:styleId="nineptnormalhalfspace">
    <w:name w:val="nine pt normal half space"/>
    <w:aliases w:val="9nhs"/>
    <w:basedOn w:val="nineptnormal"/>
    <w:rsid w:val="00340062"/>
    <w:pPr>
      <w:spacing w:after="80"/>
    </w:pPr>
  </w:style>
  <w:style w:type="paragraph" w:customStyle="1" w:styleId="nineptratecol">
    <w:name w:val="nine pt rate col"/>
    <w:aliases w:val="a9r"/>
    <w:basedOn w:val="nineptnormal"/>
    <w:rsid w:val="00340062"/>
    <w:pPr>
      <w:tabs>
        <w:tab w:val="decimal" w:pos="397"/>
      </w:tabs>
    </w:pPr>
  </w:style>
  <w:style w:type="paragraph" w:customStyle="1" w:styleId="nineptblockitalics">
    <w:name w:val="nine pt block italics"/>
    <w:aliases w:val="9bit"/>
    <w:basedOn w:val="nineptblock"/>
    <w:rsid w:val="00340062"/>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40062"/>
    <w:pPr>
      <w:spacing w:after="80"/>
    </w:pPr>
  </w:style>
  <w:style w:type="paragraph" w:customStyle="1" w:styleId="nineptbodytextheading">
    <w:name w:val="nine pt body text heading"/>
    <w:aliases w:val="9bth"/>
    <w:basedOn w:val="Footer"/>
    <w:rsid w:val="00340062"/>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340062"/>
    <w:pPr>
      <w:jc w:val="center"/>
    </w:pPr>
  </w:style>
  <w:style w:type="paragraph" w:customStyle="1" w:styleId="nineptnormalheadingcentredwider">
    <w:name w:val="nine pt normal heading centred wider"/>
    <w:aliases w:val="9nhcw"/>
    <w:basedOn w:val="nineptnormalheadingcentred"/>
    <w:rsid w:val="00340062"/>
    <w:pPr>
      <w:ind w:left="-85" w:right="-85"/>
    </w:pPr>
  </w:style>
  <w:style w:type="paragraph" w:customStyle="1" w:styleId="nineptcolumntabs5">
    <w:name w:val="nine pt column tabs5"/>
    <w:aliases w:val="a95,nine pt column tab5"/>
    <w:basedOn w:val="Normal"/>
    <w:rsid w:val="00340062"/>
    <w:pPr>
      <w:tabs>
        <w:tab w:val="decimal" w:pos="794"/>
      </w:tabs>
      <w:spacing w:line="220" w:lineRule="atLeast"/>
    </w:pPr>
    <w:rPr>
      <w:sz w:val="18"/>
    </w:rPr>
  </w:style>
  <w:style w:type="paragraph" w:customStyle="1" w:styleId="ninebtbodytextcentred">
    <w:name w:val="nine bt body text centred"/>
    <w:aliases w:val="9btc"/>
    <w:basedOn w:val="nineptbodytext"/>
    <w:rsid w:val="00340062"/>
    <w:pPr>
      <w:spacing w:after="180"/>
      <w:jc w:val="center"/>
    </w:pPr>
  </w:style>
  <w:style w:type="paragraph" w:customStyle="1" w:styleId="nineptbodytextheadingcentredwider">
    <w:name w:val="nine pt body text heading centred wider"/>
    <w:aliases w:val="9bthcw,a9bthcw"/>
    <w:basedOn w:val="nineptbodytextheadingcentred"/>
    <w:rsid w:val="00340062"/>
    <w:pPr>
      <w:ind w:left="-85" w:right="-85"/>
    </w:pPr>
  </w:style>
  <w:style w:type="paragraph" w:customStyle="1" w:styleId="nineptcolumntabdecimal2">
    <w:name w:val="nine pt column tab decimal2"/>
    <w:aliases w:val="a9d2,nine pt column tabs decimal2"/>
    <w:basedOn w:val="nineptnormal"/>
    <w:rsid w:val="00340062"/>
    <w:pPr>
      <w:tabs>
        <w:tab w:val="decimal" w:pos="284"/>
      </w:tabs>
    </w:pPr>
  </w:style>
  <w:style w:type="paragraph" w:customStyle="1" w:styleId="nineptcolumntab4">
    <w:name w:val="nine pt column tab4"/>
    <w:aliases w:val="a94,nine pt column tabs4"/>
    <w:basedOn w:val="nineptnormal"/>
    <w:rsid w:val="00340062"/>
    <w:pPr>
      <w:tabs>
        <w:tab w:val="decimal" w:pos="680"/>
      </w:tabs>
    </w:pPr>
  </w:style>
  <w:style w:type="paragraph" w:customStyle="1" w:styleId="nineptcolumntab3">
    <w:name w:val="nine pt column tab3"/>
    <w:aliases w:val="a93,nine pt column tabs3"/>
    <w:basedOn w:val="nineptnormal"/>
    <w:rsid w:val="00340062"/>
    <w:pPr>
      <w:tabs>
        <w:tab w:val="decimal" w:pos="567"/>
      </w:tabs>
    </w:pPr>
  </w:style>
  <w:style w:type="paragraph" w:customStyle="1" w:styleId="nineptindent">
    <w:name w:val="nine pt indent"/>
    <w:aliases w:val="9i"/>
    <w:basedOn w:val="nineptnormal"/>
    <w:rsid w:val="00340062"/>
    <w:pPr>
      <w:ind w:left="425" w:hanging="425"/>
    </w:pPr>
  </w:style>
  <w:style w:type="paragraph" w:customStyle="1" w:styleId="blockind">
    <w:name w:val="block *ind"/>
    <w:aliases w:val="b*,block star ind"/>
    <w:basedOn w:val="block"/>
    <w:rsid w:val="00340062"/>
    <w:pPr>
      <w:ind w:left="907" w:hanging="340"/>
    </w:pPr>
  </w:style>
  <w:style w:type="paragraph" w:customStyle="1" w:styleId="List3i">
    <w:name w:val="List 3i"/>
    <w:aliases w:val="3i"/>
    <w:basedOn w:val="List2i"/>
    <w:rsid w:val="00340062"/>
    <w:pPr>
      <w:ind w:left="1701"/>
    </w:pPr>
  </w:style>
  <w:style w:type="paragraph" w:customStyle="1" w:styleId="acctindentonepointafter">
    <w:name w:val="acct indent one point after"/>
    <w:aliases w:val="ai1p"/>
    <w:basedOn w:val="acctindent"/>
    <w:rsid w:val="00340062"/>
    <w:pPr>
      <w:spacing w:after="20"/>
    </w:pPr>
  </w:style>
  <w:style w:type="paragraph" w:customStyle="1" w:styleId="eightptnormalheadingitalic">
    <w:name w:val="eight pt normal heading italic"/>
    <w:aliases w:val="8nhbi"/>
    <w:basedOn w:val="eightptnormalheading"/>
    <w:rsid w:val="00340062"/>
    <w:rPr>
      <w:i/>
      <w:iCs/>
    </w:rPr>
  </w:style>
  <w:style w:type="paragraph" w:customStyle="1" w:styleId="eightptcolumntabs3">
    <w:name w:val="eight pt column tabs3"/>
    <w:aliases w:val="a83"/>
    <w:basedOn w:val="eightptnormal"/>
    <w:rsid w:val="00340062"/>
    <w:pPr>
      <w:tabs>
        <w:tab w:val="decimal" w:pos="794"/>
      </w:tabs>
    </w:pPr>
  </w:style>
  <w:style w:type="paragraph" w:customStyle="1" w:styleId="eightptbodytextheadingmiddleline">
    <w:name w:val="eight pt body text heading middle line"/>
    <w:aliases w:val="8hml"/>
    <w:basedOn w:val="eightptbodytextheading"/>
    <w:rsid w:val="00340062"/>
    <w:pPr>
      <w:spacing w:before="80" w:after="80"/>
    </w:pPr>
  </w:style>
  <w:style w:type="paragraph" w:customStyle="1" w:styleId="eightptbodytextheadingmiddlelinecentred">
    <w:name w:val="eight pt body text heading middle line centred"/>
    <w:aliases w:val="8hmlc"/>
    <w:basedOn w:val="eightptbodytextheadingmiddleline"/>
    <w:rsid w:val="00340062"/>
    <w:pPr>
      <w:jc w:val="center"/>
    </w:pPr>
  </w:style>
  <w:style w:type="paragraph" w:customStyle="1" w:styleId="eightpt4ptspacebefore">
    <w:name w:val="eight pt 4pt space before"/>
    <w:aliases w:val="8n4sp"/>
    <w:basedOn w:val="eightptnormal"/>
    <w:rsid w:val="00340062"/>
    <w:pPr>
      <w:spacing w:before="80"/>
    </w:pPr>
  </w:style>
  <w:style w:type="paragraph" w:customStyle="1" w:styleId="eightpt4ptspaceafter">
    <w:name w:val="eight pt 4 pt space after"/>
    <w:aliases w:val="8n4sa"/>
    <w:basedOn w:val="eightptnormal"/>
    <w:rsid w:val="00340062"/>
    <w:pPr>
      <w:spacing w:after="80"/>
    </w:pPr>
  </w:style>
  <w:style w:type="paragraph" w:customStyle="1" w:styleId="blockbullet2">
    <w:name w:val="block bullet 2"/>
    <w:aliases w:val="bb2"/>
    <w:basedOn w:val="BodyText"/>
    <w:rsid w:val="00340062"/>
    <w:pPr>
      <w:tabs>
        <w:tab w:val="num" w:pos="1247"/>
      </w:tabs>
      <w:ind w:left="1247" w:hanging="340"/>
    </w:pPr>
  </w:style>
  <w:style w:type="paragraph" w:customStyle="1" w:styleId="headingnospaceaftercentred">
    <w:name w:val="heading no space after centred"/>
    <w:aliases w:val="hnc"/>
    <w:basedOn w:val="headingnospaceafter"/>
    <w:rsid w:val="00340062"/>
    <w:pPr>
      <w:jc w:val="center"/>
    </w:pPr>
  </w:style>
  <w:style w:type="paragraph" w:customStyle="1" w:styleId="acctfourfigureslongernumber2">
    <w:name w:val="acct four figures longer number2"/>
    <w:aliases w:val="a4+2"/>
    <w:basedOn w:val="Normal"/>
    <w:rsid w:val="00340062"/>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467362"/>
    <w:pPr>
      <w:spacing w:after="0" w:line="276" w:lineRule="auto"/>
      <w:ind w:left="540" w:right="43"/>
      <w:jc w:val="both"/>
    </w:pPr>
    <w:rPr>
      <w:rFonts w:cs="Angsana New"/>
      <w:i/>
      <w:iCs/>
      <w:color w:val="000000"/>
      <w:szCs w:val="22"/>
      <w:lang w:val="x-none" w:eastAsia="x-none"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467362"/>
    <w:rPr>
      <w:rFonts w:cs="Univers 45 Light"/>
      <w:i/>
      <w:iCs/>
      <w:color w:val="000000"/>
      <w:sz w:val="22"/>
      <w:szCs w:val="22"/>
    </w:rPr>
  </w:style>
  <w:style w:type="paragraph" w:customStyle="1" w:styleId="AccPolicyalternative">
    <w:name w:val="Acc Policy alternative"/>
    <w:basedOn w:val="AccPolicysubhead"/>
    <w:link w:val="AccPolicyalternativeChar"/>
    <w:autoRedefine/>
    <w:rsid w:val="00CD3B83"/>
    <w:pPr>
      <w:ind w:right="0"/>
    </w:pPr>
    <w:rPr>
      <w:color w:val="0000CC"/>
    </w:rPr>
  </w:style>
  <w:style w:type="character" w:customStyle="1" w:styleId="AccPolicyalternativeChar">
    <w:name w:val="Acc Policy alternative Char"/>
    <w:link w:val="AccPolicyalternative"/>
    <w:rsid w:val="00CD3B83"/>
    <w:rPr>
      <w:rFonts w:cs="Univers 45 Light"/>
      <w:i/>
      <w:iCs/>
      <w:color w:val="0000CC"/>
      <w:sz w:val="22"/>
      <w:szCs w:val="22"/>
    </w:rPr>
  </w:style>
  <w:style w:type="paragraph" w:styleId="BodyText2">
    <w:name w:val="Body Text 2"/>
    <w:basedOn w:val="Normal"/>
    <w:link w:val="BodyText2Char"/>
    <w:rsid w:val="00D47D89"/>
    <w:pPr>
      <w:spacing w:after="120" w:line="480" w:lineRule="auto"/>
    </w:pPr>
    <w:rPr>
      <w:lang w:eastAsia="x-none"/>
    </w:r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BT Char"/>
    <w:link w:val="BodyText"/>
    <w:uiPriority w:val="99"/>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C766E6"/>
    <w:rPr>
      <w:b/>
      <w:i/>
      <w:sz w:val="24"/>
      <w:lang w:val="en-GB" w:bidi="ar-SA"/>
    </w:rPr>
  </w:style>
  <w:style w:type="character" w:customStyle="1" w:styleId="Heading1Char">
    <w:name w:val="Heading 1 Char"/>
    <w:link w:val="Heading1"/>
    <w:rsid w:val="00C766E6"/>
    <w:rPr>
      <w:b/>
      <w:sz w:val="24"/>
      <w:lang w:val="en-GB" w:eastAsia="x-none"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1">
    <w:name w:val="EmailStyle2261"/>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uiPriority w:val="99"/>
    <w:rsid w:val="000D6338"/>
    <w:rPr>
      <w:i/>
      <w:iCs/>
      <w:color w:val="0000FF"/>
      <w:sz w:val="18"/>
      <w:lang w:val="en-GB" w:bidi="ar-SA"/>
    </w:rPr>
  </w:style>
  <w:style w:type="table" w:styleId="TableSimple2">
    <w:name w:val="Table Simple 2"/>
    <w:basedOn w:val="TableNormal"/>
    <w:rsid w:val="00995D8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8524AE"/>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8524AE"/>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8524AE"/>
    <w:pPr>
      <w:spacing w:line="191" w:lineRule="atLeast"/>
    </w:pPr>
    <w:rPr>
      <w:rFonts w:eastAsia="Times New Roman" w:cs="Angsana New"/>
      <w:color w:val="auto"/>
      <w:lang w:val="en-GB" w:eastAsia="en-US"/>
    </w:rPr>
  </w:style>
  <w:style w:type="character" w:styleId="Emphasis">
    <w:name w:val="Emphasis"/>
    <w:uiPriority w:val="20"/>
    <w:qFormat/>
    <w:rsid w:val="002D5D26"/>
    <w:rPr>
      <w:b/>
      <w:bCs/>
      <w:i w:val="0"/>
      <w:iCs w:val="0"/>
    </w:rPr>
  </w:style>
  <w:style w:type="character" w:customStyle="1" w:styleId="st1">
    <w:name w:val="st1"/>
    <w:basedOn w:val="DefaultParagraphFont"/>
    <w:rsid w:val="002D5D26"/>
  </w:style>
  <w:style w:type="character" w:styleId="Strong">
    <w:name w:val="Strong"/>
    <w:uiPriority w:val="22"/>
    <w:qFormat/>
    <w:rsid w:val="00F61D55"/>
    <w:rPr>
      <w:b/>
      <w:bCs/>
    </w:rPr>
  </w:style>
  <w:style w:type="paragraph" w:styleId="Index4">
    <w:name w:val="index 4"/>
    <w:basedOn w:val="Normal"/>
    <w:next w:val="Normal"/>
    <w:uiPriority w:val="99"/>
    <w:rsid w:val="00F770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lang w:val="en-US" w:bidi="th-TH"/>
    </w:rPr>
  </w:style>
  <w:style w:type="paragraph" w:customStyle="1" w:styleId="a">
    <w:name w:val="¢éÍ¤ÇÒÁ"/>
    <w:basedOn w:val="Normal"/>
    <w:rsid w:val="005A07A1"/>
    <w:pPr>
      <w:tabs>
        <w:tab w:val="left" w:pos="1080"/>
      </w:tabs>
      <w:spacing w:line="240" w:lineRule="auto"/>
    </w:pPr>
    <w:rPr>
      <w:rFonts w:ascii="Arial" w:hAnsi="Arial" w:cs="BrowalliaUPC"/>
      <w:sz w:val="30"/>
      <w:szCs w:val="30"/>
      <w:lang w:val="th-TH" w:bidi="th-TH"/>
    </w:rPr>
  </w:style>
  <w:style w:type="character" w:styleId="Hyperlink">
    <w:name w:val="Hyperlink"/>
    <w:uiPriority w:val="99"/>
    <w:unhideWhenUsed/>
    <w:rsid w:val="00744CDD"/>
    <w:rPr>
      <w:color w:val="0000FF"/>
      <w:u w:val="single"/>
    </w:rPr>
  </w:style>
  <w:style w:type="paragraph" w:styleId="ListNumber2">
    <w:name w:val="List Number 2"/>
    <w:basedOn w:val="Normal"/>
    <w:uiPriority w:val="99"/>
    <w:rsid w:val="00C234B9"/>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bidi="th-TH"/>
    </w:rPr>
  </w:style>
  <w:style w:type="paragraph" w:customStyle="1" w:styleId="3">
    <w:name w:val="?????3????"/>
    <w:basedOn w:val="Normal"/>
    <w:rsid w:val="001F3AEE"/>
    <w:pPr>
      <w:tabs>
        <w:tab w:val="left" w:pos="360"/>
        <w:tab w:val="left" w:pos="720"/>
      </w:tabs>
      <w:spacing w:line="240" w:lineRule="auto"/>
    </w:pPr>
    <w:rPr>
      <w:rFonts w:ascii="Arial" w:hAnsi="Arial"/>
      <w:szCs w:val="22"/>
      <w:lang w:val="th-TH" w:bidi="th-TH"/>
    </w:rPr>
  </w:style>
  <w:style w:type="paragraph" w:styleId="TOC7">
    <w:name w:val="toc 7"/>
    <w:basedOn w:val="Normal"/>
    <w:next w:val="Normal"/>
    <w:autoRedefine/>
    <w:rsid w:val="00ED283A"/>
    <w:pPr>
      <w:spacing w:after="100"/>
      <w:ind w:left="1320"/>
    </w:pPr>
  </w:style>
  <w:style w:type="paragraph" w:customStyle="1" w:styleId="a0">
    <w:name w:val="???"/>
    <w:basedOn w:val="Normal"/>
    <w:uiPriority w:val="99"/>
    <w:rsid w:val="0072226D"/>
    <w:pPr>
      <w:spacing w:line="240" w:lineRule="auto"/>
      <w:ind w:right="129"/>
      <w:jc w:val="right"/>
    </w:pPr>
    <w:rPr>
      <w:rFonts w:ascii="Arial" w:hAnsi="Arial"/>
      <w:szCs w:val="22"/>
      <w:lang w:val="th-TH" w:bidi="th-TH"/>
    </w:rPr>
  </w:style>
  <w:style w:type="character" w:customStyle="1" w:styleId="BodyTextChar1">
    <w:name w:val="Body Text Char1"/>
    <w:aliases w:val="bt Char1,body text Char1,Body Char1"/>
    <w:locked/>
    <w:rsid w:val="00C906B2"/>
    <w:rPr>
      <w:rFonts w:ascii="Arial" w:hAnsi="Arial" w:cs="Times New Roman"/>
      <w:sz w:val="18"/>
      <w:szCs w:val="18"/>
    </w:rPr>
  </w:style>
  <w:style w:type="paragraph" w:customStyle="1" w:styleId="30">
    <w:name w:val="ตาราง3ช่อง"/>
    <w:basedOn w:val="Normal"/>
    <w:uiPriority w:val="99"/>
    <w:rsid w:val="007444DE"/>
    <w:pPr>
      <w:widowControl w:val="0"/>
      <w:tabs>
        <w:tab w:val="left" w:pos="360"/>
        <w:tab w:val="left" w:pos="720"/>
      </w:tabs>
      <w:spacing w:line="240" w:lineRule="auto"/>
    </w:pPr>
    <w:rPr>
      <w:rFonts w:ascii="Book Antiqua" w:hAnsi="Book Antiqua"/>
      <w:szCs w:val="22"/>
      <w:lang w:val="th-TH" w:eastAsia="th-TH" w:bidi="th-TH"/>
    </w:rPr>
  </w:style>
  <w:style w:type="paragraph" w:customStyle="1" w:styleId="ColorfulList-Accent11">
    <w:name w:val="Colorful List - Accent 11"/>
    <w:basedOn w:val="Normal"/>
    <w:uiPriority w:val="99"/>
    <w:qFormat/>
    <w:rsid w:val="007444DE"/>
    <w:pPr>
      <w:spacing w:line="240" w:lineRule="auto"/>
      <w:ind w:left="720"/>
    </w:pPr>
    <w:rPr>
      <w:rFonts w:ascii="Calibri" w:hAnsi="Calibri" w:cs="Angsana New"/>
      <w:szCs w:val="28"/>
      <w:lang w:val="en-US" w:bidi="th-TH"/>
    </w:rPr>
  </w:style>
  <w:style w:type="paragraph" w:customStyle="1" w:styleId="cent">
    <w:name w:val="&amp;cent"/>
    <w:basedOn w:val="Normal"/>
    <w:uiPriority w:val="99"/>
    <w:rsid w:val="007F5E20"/>
    <w:pPr>
      <w:spacing w:line="240" w:lineRule="auto"/>
    </w:pPr>
    <w:rPr>
      <w:rFonts w:eastAsia="MS Mincho"/>
      <w:sz w:val="30"/>
      <w:szCs w:val="30"/>
      <w:lang w:val="en-US" w:eastAsia="ja-JP" w:bidi="th-TH"/>
    </w:rPr>
  </w:style>
  <w:style w:type="paragraph" w:styleId="NormalWeb">
    <w:name w:val="Normal (Web)"/>
    <w:basedOn w:val="Normal"/>
    <w:uiPriority w:val="99"/>
    <w:rsid w:val="00006499"/>
    <w:pPr>
      <w:spacing w:before="100" w:beforeAutospacing="1" w:after="100" w:afterAutospacing="1" w:line="240" w:lineRule="auto"/>
    </w:pPr>
    <w:rPr>
      <w:rFonts w:ascii="Angsana New" w:eastAsia="MS Mincho" w:hAnsi="Angsana New" w:cs="Angsana New"/>
      <w:sz w:val="28"/>
      <w:szCs w:val="28"/>
      <w:lang w:val="en-US" w:eastAsia="ja-JP" w:bidi="th-TH"/>
    </w:rPr>
  </w:style>
  <w:style w:type="character" w:customStyle="1" w:styleId="hps">
    <w:name w:val="hps"/>
    <w:basedOn w:val="DefaultParagraphFont"/>
    <w:rsid w:val="00086049"/>
  </w:style>
  <w:style w:type="paragraph" w:styleId="PlainText">
    <w:name w:val="Plain Text"/>
    <w:basedOn w:val="Normal"/>
    <w:link w:val="PlainTextChar"/>
    <w:uiPriority w:val="99"/>
    <w:unhideWhenUsed/>
    <w:rsid w:val="00E17225"/>
    <w:pPr>
      <w:spacing w:line="240" w:lineRule="auto"/>
    </w:pPr>
    <w:rPr>
      <w:rFonts w:ascii="Consolas" w:eastAsia="Calibri" w:hAnsi="Consolas" w:cs="Angsana New"/>
      <w:sz w:val="21"/>
      <w:szCs w:val="26"/>
      <w:lang w:val="x-none" w:eastAsia="x-none" w:bidi="th-TH"/>
    </w:rPr>
  </w:style>
  <w:style w:type="character" w:customStyle="1" w:styleId="PlainTextChar">
    <w:name w:val="Plain Text Char"/>
    <w:link w:val="PlainText"/>
    <w:uiPriority w:val="99"/>
    <w:rsid w:val="00E17225"/>
    <w:rPr>
      <w:rFonts w:ascii="Consolas" w:eastAsia="Calibri" w:hAnsi="Consolas" w:cs="Cordia New"/>
      <w:sz w:val="21"/>
      <w:szCs w:val="26"/>
    </w:rPr>
  </w:style>
  <w:style w:type="paragraph" w:customStyle="1" w:styleId="a1">
    <w:name w:val="ºÇ¡"/>
    <w:basedOn w:val="Normal"/>
    <w:rsid w:val="006C0F8B"/>
    <w:pPr>
      <w:spacing w:line="240" w:lineRule="auto"/>
      <w:ind w:right="129"/>
      <w:jc w:val="right"/>
    </w:pPr>
    <w:rPr>
      <w:rFonts w:ascii="Book Antiqua" w:hAnsi="Book Antiqua" w:cs="Angsana New"/>
      <w:szCs w:val="22"/>
      <w:lang w:val="th-TH" w:bidi="th-TH"/>
    </w:rPr>
  </w:style>
  <w:style w:type="paragraph" w:customStyle="1" w:styleId="Denomination2">
    <w:name w:val="Denomination2"/>
    <w:basedOn w:val="Normal"/>
    <w:uiPriority w:val="99"/>
    <w:rsid w:val="006A0F57"/>
    <w:pPr>
      <w:spacing w:line="240" w:lineRule="auto"/>
      <w:ind w:right="113"/>
      <w:jc w:val="right"/>
    </w:pPr>
    <w:rPr>
      <w:rFonts w:cs="Angsana New"/>
      <w:sz w:val="18"/>
      <w:szCs w:val="18"/>
      <w:lang w:bidi="th-TH"/>
    </w:rPr>
  </w:style>
  <w:style w:type="paragraph" w:customStyle="1" w:styleId="RNormal">
    <w:name w:val="RNormal"/>
    <w:basedOn w:val="Normal"/>
    <w:rsid w:val="008D6922"/>
    <w:pPr>
      <w:spacing w:line="240" w:lineRule="auto"/>
      <w:jc w:val="both"/>
    </w:pPr>
    <w:rPr>
      <w:szCs w:val="24"/>
      <w:lang w:val="en-US"/>
    </w:rPr>
  </w:style>
  <w:style w:type="character" w:customStyle="1" w:styleId="BodyText2Char">
    <w:name w:val="Body Text 2 Char"/>
    <w:link w:val="BodyText2"/>
    <w:rsid w:val="00D06483"/>
    <w:rPr>
      <w:sz w:val="22"/>
      <w:lang w:val="en-GB" w:bidi="ar-SA"/>
    </w:rPr>
  </w:style>
  <w:style w:type="paragraph" w:customStyle="1" w:styleId="StandaardOpinion">
    <w:name w:val="StandaardOpinion"/>
    <w:basedOn w:val="Normal"/>
    <w:rsid w:val="00202E9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paragraph" w:customStyle="1" w:styleId="NormalComplexTimesNewRoman">
    <w:name w:val="Normal + (Complex) Times New Roman"/>
    <w:aliases w:val="10 pt,Bold,Left:  0.9 cm"/>
    <w:basedOn w:val="Normal"/>
    <w:rsid w:val="00DF3D00"/>
    <w:pPr>
      <w:autoSpaceDE w:val="0"/>
      <w:autoSpaceDN w:val="0"/>
      <w:spacing w:line="240" w:lineRule="auto"/>
      <w:ind w:left="540"/>
      <w:jc w:val="both"/>
    </w:pPr>
    <w:rPr>
      <w:sz w:val="20"/>
      <w:lang w:val="en-US" w:bidi="th-TH"/>
    </w:rPr>
  </w:style>
  <w:style w:type="paragraph" w:customStyle="1" w:styleId="Pa66">
    <w:name w:val="Pa66"/>
    <w:basedOn w:val="Normal"/>
    <w:next w:val="Normal"/>
    <w:uiPriority w:val="99"/>
    <w:rsid w:val="00BF0D75"/>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18">
    <w:name w:val="Pa18"/>
    <w:basedOn w:val="Normal"/>
    <w:next w:val="Normal"/>
    <w:uiPriority w:val="99"/>
    <w:rsid w:val="00C06193"/>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uiPriority w:val="99"/>
    <w:rsid w:val="00964063"/>
    <w:rPr>
      <w:i/>
      <w:sz w:val="18"/>
      <w:lang w:val="en-GB" w:bidi="ar-SA"/>
    </w:rPr>
  </w:style>
  <w:style w:type="character" w:customStyle="1" w:styleId="ListParagraphChar">
    <w:name w:val="List Paragraph Char"/>
    <w:link w:val="ListParagraph"/>
    <w:uiPriority w:val="34"/>
    <w:locked/>
    <w:rsid w:val="00996EB8"/>
    <w:rPr>
      <w:sz w:val="22"/>
      <w:lang w:val="en-GB" w:bidi="ar-SA"/>
    </w:rPr>
  </w:style>
  <w:style w:type="table" w:customStyle="1" w:styleId="TableGrid1">
    <w:name w:val="Table Grid1"/>
    <w:basedOn w:val="TableNormal"/>
    <w:next w:val="TableGrid"/>
    <w:uiPriority w:val="39"/>
    <w:rsid w:val="00B8264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906F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840412"/>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328D3"/>
    <w:pPr>
      <w:spacing w:line="260" w:lineRule="atLeast"/>
    </w:p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1">
    <w:name w:val="Table Grid31"/>
    <w:basedOn w:val="TableNormal"/>
    <w:next w:val="TableGrid"/>
    <w:uiPriority w:val="39"/>
    <w:rsid w:val="002D095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Char">
    <w:name w:val="block Char"/>
    <w:aliases w:val="b Char"/>
    <w:locked/>
    <w:rsid w:val="00AE60B3"/>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0938">
      <w:bodyDiv w:val="1"/>
      <w:marLeft w:val="0"/>
      <w:marRight w:val="0"/>
      <w:marTop w:val="0"/>
      <w:marBottom w:val="0"/>
      <w:divBdr>
        <w:top w:val="none" w:sz="0" w:space="0" w:color="auto"/>
        <w:left w:val="none" w:sz="0" w:space="0" w:color="auto"/>
        <w:bottom w:val="none" w:sz="0" w:space="0" w:color="auto"/>
        <w:right w:val="none" w:sz="0" w:space="0" w:color="auto"/>
      </w:divBdr>
    </w:div>
    <w:div w:id="213545403">
      <w:bodyDiv w:val="1"/>
      <w:marLeft w:val="0"/>
      <w:marRight w:val="0"/>
      <w:marTop w:val="0"/>
      <w:marBottom w:val="0"/>
      <w:divBdr>
        <w:top w:val="none" w:sz="0" w:space="0" w:color="auto"/>
        <w:left w:val="none" w:sz="0" w:space="0" w:color="auto"/>
        <w:bottom w:val="none" w:sz="0" w:space="0" w:color="auto"/>
        <w:right w:val="none" w:sz="0" w:space="0" w:color="auto"/>
      </w:divBdr>
    </w:div>
    <w:div w:id="252780487">
      <w:bodyDiv w:val="1"/>
      <w:marLeft w:val="0"/>
      <w:marRight w:val="0"/>
      <w:marTop w:val="0"/>
      <w:marBottom w:val="0"/>
      <w:divBdr>
        <w:top w:val="none" w:sz="0" w:space="0" w:color="auto"/>
        <w:left w:val="none" w:sz="0" w:space="0" w:color="auto"/>
        <w:bottom w:val="none" w:sz="0" w:space="0" w:color="auto"/>
        <w:right w:val="none" w:sz="0" w:space="0" w:color="auto"/>
      </w:divBdr>
    </w:div>
    <w:div w:id="310641634">
      <w:bodyDiv w:val="1"/>
      <w:marLeft w:val="0"/>
      <w:marRight w:val="0"/>
      <w:marTop w:val="0"/>
      <w:marBottom w:val="0"/>
      <w:divBdr>
        <w:top w:val="none" w:sz="0" w:space="0" w:color="auto"/>
        <w:left w:val="none" w:sz="0" w:space="0" w:color="auto"/>
        <w:bottom w:val="none" w:sz="0" w:space="0" w:color="auto"/>
        <w:right w:val="none" w:sz="0" w:space="0" w:color="auto"/>
      </w:divBdr>
    </w:div>
    <w:div w:id="355815412">
      <w:bodyDiv w:val="1"/>
      <w:marLeft w:val="0"/>
      <w:marRight w:val="0"/>
      <w:marTop w:val="0"/>
      <w:marBottom w:val="0"/>
      <w:divBdr>
        <w:top w:val="none" w:sz="0" w:space="0" w:color="auto"/>
        <w:left w:val="none" w:sz="0" w:space="0" w:color="auto"/>
        <w:bottom w:val="none" w:sz="0" w:space="0" w:color="auto"/>
        <w:right w:val="none" w:sz="0" w:space="0" w:color="auto"/>
      </w:divBdr>
    </w:div>
    <w:div w:id="376200075">
      <w:bodyDiv w:val="1"/>
      <w:marLeft w:val="0"/>
      <w:marRight w:val="0"/>
      <w:marTop w:val="0"/>
      <w:marBottom w:val="0"/>
      <w:divBdr>
        <w:top w:val="none" w:sz="0" w:space="0" w:color="auto"/>
        <w:left w:val="none" w:sz="0" w:space="0" w:color="auto"/>
        <w:bottom w:val="none" w:sz="0" w:space="0" w:color="auto"/>
        <w:right w:val="none" w:sz="0" w:space="0" w:color="auto"/>
      </w:divBdr>
    </w:div>
    <w:div w:id="392849093">
      <w:bodyDiv w:val="1"/>
      <w:marLeft w:val="0"/>
      <w:marRight w:val="0"/>
      <w:marTop w:val="0"/>
      <w:marBottom w:val="0"/>
      <w:divBdr>
        <w:top w:val="none" w:sz="0" w:space="0" w:color="auto"/>
        <w:left w:val="none" w:sz="0" w:space="0" w:color="auto"/>
        <w:bottom w:val="none" w:sz="0" w:space="0" w:color="auto"/>
        <w:right w:val="none" w:sz="0" w:space="0" w:color="auto"/>
      </w:divBdr>
    </w:div>
    <w:div w:id="395470311">
      <w:bodyDiv w:val="1"/>
      <w:marLeft w:val="0"/>
      <w:marRight w:val="0"/>
      <w:marTop w:val="0"/>
      <w:marBottom w:val="0"/>
      <w:divBdr>
        <w:top w:val="none" w:sz="0" w:space="0" w:color="auto"/>
        <w:left w:val="none" w:sz="0" w:space="0" w:color="auto"/>
        <w:bottom w:val="none" w:sz="0" w:space="0" w:color="auto"/>
        <w:right w:val="none" w:sz="0" w:space="0" w:color="auto"/>
      </w:divBdr>
    </w:div>
    <w:div w:id="406270914">
      <w:bodyDiv w:val="1"/>
      <w:marLeft w:val="0"/>
      <w:marRight w:val="0"/>
      <w:marTop w:val="0"/>
      <w:marBottom w:val="0"/>
      <w:divBdr>
        <w:top w:val="none" w:sz="0" w:space="0" w:color="auto"/>
        <w:left w:val="none" w:sz="0" w:space="0" w:color="auto"/>
        <w:bottom w:val="none" w:sz="0" w:space="0" w:color="auto"/>
        <w:right w:val="none" w:sz="0" w:space="0" w:color="auto"/>
      </w:divBdr>
    </w:div>
    <w:div w:id="449588402">
      <w:bodyDiv w:val="1"/>
      <w:marLeft w:val="0"/>
      <w:marRight w:val="0"/>
      <w:marTop w:val="0"/>
      <w:marBottom w:val="0"/>
      <w:divBdr>
        <w:top w:val="none" w:sz="0" w:space="0" w:color="auto"/>
        <w:left w:val="none" w:sz="0" w:space="0" w:color="auto"/>
        <w:bottom w:val="none" w:sz="0" w:space="0" w:color="auto"/>
        <w:right w:val="none" w:sz="0" w:space="0" w:color="auto"/>
      </w:divBdr>
      <w:divsChild>
        <w:div w:id="1565869338">
          <w:marLeft w:val="0"/>
          <w:marRight w:val="0"/>
          <w:marTop w:val="0"/>
          <w:marBottom w:val="0"/>
          <w:divBdr>
            <w:top w:val="none" w:sz="0" w:space="0" w:color="auto"/>
            <w:left w:val="none" w:sz="0" w:space="0" w:color="auto"/>
            <w:bottom w:val="none" w:sz="0" w:space="0" w:color="auto"/>
            <w:right w:val="none" w:sz="0" w:space="0" w:color="auto"/>
          </w:divBdr>
          <w:divsChild>
            <w:div w:id="43991724">
              <w:marLeft w:val="0"/>
              <w:marRight w:val="0"/>
              <w:marTop w:val="0"/>
              <w:marBottom w:val="0"/>
              <w:divBdr>
                <w:top w:val="none" w:sz="0" w:space="0" w:color="auto"/>
                <w:left w:val="none" w:sz="0" w:space="0" w:color="auto"/>
                <w:bottom w:val="none" w:sz="0" w:space="0" w:color="auto"/>
                <w:right w:val="none" w:sz="0" w:space="0" w:color="auto"/>
              </w:divBdr>
              <w:divsChild>
                <w:div w:id="817920709">
                  <w:marLeft w:val="0"/>
                  <w:marRight w:val="0"/>
                  <w:marTop w:val="0"/>
                  <w:marBottom w:val="0"/>
                  <w:divBdr>
                    <w:top w:val="none" w:sz="0" w:space="0" w:color="auto"/>
                    <w:left w:val="none" w:sz="0" w:space="0" w:color="auto"/>
                    <w:bottom w:val="none" w:sz="0" w:space="0" w:color="auto"/>
                    <w:right w:val="none" w:sz="0" w:space="0" w:color="auto"/>
                  </w:divBdr>
                  <w:divsChild>
                    <w:div w:id="788013563">
                      <w:marLeft w:val="0"/>
                      <w:marRight w:val="0"/>
                      <w:marTop w:val="0"/>
                      <w:marBottom w:val="0"/>
                      <w:divBdr>
                        <w:top w:val="none" w:sz="0" w:space="0" w:color="auto"/>
                        <w:left w:val="none" w:sz="0" w:space="0" w:color="auto"/>
                        <w:bottom w:val="none" w:sz="0" w:space="0" w:color="auto"/>
                        <w:right w:val="none" w:sz="0" w:space="0" w:color="auto"/>
                      </w:divBdr>
                      <w:divsChild>
                        <w:div w:id="2128424124">
                          <w:marLeft w:val="0"/>
                          <w:marRight w:val="0"/>
                          <w:marTop w:val="0"/>
                          <w:marBottom w:val="0"/>
                          <w:divBdr>
                            <w:top w:val="none" w:sz="0" w:space="0" w:color="auto"/>
                            <w:left w:val="none" w:sz="0" w:space="0" w:color="auto"/>
                            <w:bottom w:val="none" w:sz="0" w:space="0" w:color="auto"/>
                            <w:right w:val="none" w:sz="0" w:space="0" w:color="auto"/>
                          </w:divBdr>
                          <w:divsChild>
                            <w:div w:id="1662198750">
                              <w:marLeft w:val="0"/>
                              <w:marRight w:val="0"/>
                              <w:marTop w:val="0"/>
                              <w:marBottom w:val="0"/>
                              <w:divBdr>
                                <w:top w:val="none" w:sz="0" w:space="0" w:color="auto"/>
                                <w:left w:val="none" w:sz="0" w:space="0" w:color="auto"/>
                                <w:bottom w:val="none" w:sz="0" w:space="0" w:color="auto"/>
                                <w:right w:val="none" w:sz="0" w:space="0" w:color="auto"/>
                              </w:divBdr>
                              <w:divsChild>
                                <w:div w:id="981883309">
                                  <w:marLeft w:val="0"/>
                                  <w:marRight w:val="0"/>
                                  <w:marTop w:val="0"/>
                                  <w:marBottom w:val="0"/>
                                  <w:divBdr>
                                    <w:top w:val="none" w:sz="0" w:space="0" w:color="auto"/>
                                    <w:left w:val="none" w:sz="0" w:space="0" w:color="auto"/>
                                    <w:bottom w:val="none" w:sz="0" w:space="0" w:color="auto"/>
                                    <w:right w:val="none" w:sz="0" w:space="0" w:color="auto"/>
                                  </w:divBdr>
                                  <w:divsChild>
                                    <w:div w:id="676082476">
                                      <w:marLeft w:val="60"/>
                                      <w:marRight w:val="0"/>
                                      <w:marTop w:val="0"/>
                                      <w:marBottom w:val="0"/>
                                      <w:divBdr>
                                        <w:top w:val="none" w:sz="0" w:space="0" w:color="auto"/>
                                        <w:left w:val="none" w:sz="0" w:space="0" w:color="auto"/>
                                        <w:bottom w:val="none" w:sz="0" w:space="0" w:color="auto"/>
                                        <w:right w:val="none" w:sz="0" w:space="0" w:color="auto"/>
                                      </w:divBdr>
                                      <w:divsChild>
                                        <w:div w:id="776752428">
                                          <w:marLeft w:val="0"/>
                                          <w:marRight w:val="0"/>
                                          <w:marTop w:val="0"/>
                                          <w:marBottom w:val="0"/>
                                          <w:divBdr>
                                            <w:top w:val="none" w:sz="0" w:space="0" w:color="auto"/>
                                            <w:left w:val="none" w:sz="0" w:space="0" w:color="auto"/>
                                            <w:bottom w:val="none" w:sz="0" w:space="0" w:color="auto"/>
                                            <w:right w:val="none" w:sz="0" w:space="0" w:color="auto"/>
                                          </w:divBdr>
                                          <w:divsChild>
                                            <w:div w:id="631667111">
                                              <w:marLeft w:val="0"/>
                                              <w:marRight w:val="0"/>
                                              <w:marTop w:val="0"/>
                                              <w:marBottom w:val="120"/>
                                              <w:divBdr>
                                                <w:top w:val="single" w:sz="6" w:space="0" w:color="F5F5F5"/>
                                                <w:left w:val="single" w:sz="6" w:space="0" w:color="F5F5F5"/>
                                                <w:bottom w:val="single" w:sz="6" w:space="0" w:color="F5F5F5"/>
                                                <w:right w:val="single" w:sz="6" w:space="0" w:color="F5F5F5"/>
                                              </w:divBdr>
                                              <w:divsChild>
                                                <w:div w:id="1844005304">
                                                  <w:marLeft w:val="0"/>
                                                  <w:marRight w:val="0"/>
                                                  <w:marTop w:val="0"/>
                                                  <w:marBottom w:val="0"/>
                                                  <w:divBdr>
                                                    <w:top w:val="none" w:sz="0" w:space="0" w:color="auto"/>
                                                    <w:left w:val="none" w:sz="0" w:space="0" w:color="auto"/>
                                                    <w:bottom w:val="none" w:sz="0" w:space="0" w:color="auto"/>
                                                    <w:right w:val="none" w:sz="0" w:space="0" w:color="auto"/>
                                                  </w:divBdr>
                                                  <w:divsChild>
                                                    <w:div w:id="849293328">
                                                      <w:marLeft w:val="0"/>
                                                      <w:marRight w:val="0"/>
                                                      <w:marTop w:val="0"/>
                                                      <w:marBottom w:val="0"/>
                                                      <w:divBdr>
                                                        <w:top w:val="none" w:sz="0" w:space="0" w:color="auto"/>
                                                        <w:left w:val="none" w:sz="0" w:space="0" w:color="auto"/>
                                                        <w:bottom w:val="none" w:sz="0" w:space="0" w:color="auto"/>
                                                        <w:right w:val="none" w:sz="0" w:space="0" w:color="auto"/>
                                                      </w:divBdr>
                                                      <w:divsChild>
                                                        <w:div w:id="70956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55098948">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238732">
      <w:bodyDiv w:val="1"/>
      <w:marLeft w:val="0"/>
      <w:marRight w:val="0"/>
      <w:marTop w:val="0"/>
      <w:marBottom w:val="0"/>
      <w:divBdr>
        <w:top w:val="none" w:sz="0" w:space="0" w:color="auto"/>
        <w:left w:val="none" w:sz="0" w:space="0" w:color="auto"/>
        <w:bottom w:val="none" w:sz="0" w:space="0" w:color="auto"/>
        <w:right w:val="none" w:sz="0" w:space="0" w:color="auto"/>
      </w:divBdr>
    </w:div>
    <w:div w:id="535117355">
      <w:bodyDiv w:val="1"/>
      <w:marLeft w:val="0"/>
      <w:marRight w:val="0"/>
      <w:marTop w:val="0"/>
      <w:marBottom w:val="0"/>
      <w:divBdr>
        <w:top w:val="none" w:sz="0" w:space="0" w:color="auto"/>
        <w:left w:val="none" w:sz="0" w:space="0" w:color="auto"/>
        <w:bottom w:val="none" w:sz="0" w:space="0" w:color="auto"/>
        <w:right w:val="none" w:sz="0" w:space="0" w:color="auto"/>
      </w:divBdr>
    </w:div>
    <w:div w:id="710301797">
      <w:bodyDiv w:val="1"/>
      <w:marLeft w:val="0"/>
      <w:marRight w:val="0"/>
      <w:marTop w:val="0"/>
      <w:marBottom w:val="0"/>
      <w:divBdr>
        <w:top w:val="none" w:sz="0" w:space="0" w:color="auto"/>
        <w:left w:val="none" w:sz="0" w:space="0" w:color="auto"/>
        <w:bottom w:val="none" w:sz="0" w:space="0" w:color="auto"/>
        <w:right w:val="none" w:sz="0" w:space="0" w:color="auto"/>
      </w:divBdr>
    </w:div>
    <w:div w:id="726415051">
      <w:bodyDiv w:val="1"/>
      <w:marLeft w:val="0"/>
      <w:marRight w:val="0"/>
      <w:marTop w:val="0"/>
      <w:marBottom w:val="0"/>
      <w:divBdr>
        <w:top w:val="none" w:sz="0" w:space="0" w:color="auto"/>
        <w:left w:val="none" w:sz="0" w:space="0" w:color="auto"/>
        <w:bottom w:val="none" w:sz="0" w:space="0" w:color="auto"/>
        <w:right w:val="none" w:sz="0" w:space="0" w:color="auto"/>
      </w:divBdr>
    </w:div>
    <w:div w:id="796293437">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14106378">
      <w:bodyDiv w:val="1"/>
      <w:marLeft w:val="0"/>
      <w:marRight w:val="0"/>
      <w:marTop w:val="0"/>
      <w:marBottom w:val="0"/>
      <w:divBdr>
        <w:top w:val="none" w:sz="0" w:space="0" w:color="auto"/>
        <w:left w:val="none" w:sz="0" w:space="0" w:color="auto"/>
        <w:bottom w:val="none" w:sz="0" w:space="0" w:color="auto"/>
        <w:right w:val="none" w:sz="0" w:space="0" w:color="auto"/>
      </w:divBdr>
    </w:div>
    <w:div w:id="919099690">
      <w:bodyDiv w:val="1"/>
      <w:marLeft w:val="0"/>
      <w:marRight w:val="0"/>
      <w:marTop w:val="0"/>
      <w:marBottom w:val="0"/>
      <w:divBdr>
        <w:top w:val="none" w:sz="0" w:space="0" w:color="auto"/>
        <w:left w:val="none" w:sz="0" w:space="0" w:color="auto"/>
        <w:bottom w:val="none" w:sz="0" w:space="0" w:color="auto"/>
        <w:right w:val="none" w:sz="0" w:space="0" w:color="auto"/>
      </w:divBdr>
    </w:div>
    <w:div w:id="992953338">
      <w:bodyDiv w:val="1"/>
      <w:marLeft w:val="0"/>
      <w:marRight w:val="0"/>
      <w:marTop w:val="0"/>
      <w:marBottom w:val="0"/>
      <w:divBdr>
        <w:top w:val="none" w:sz="0" w:space="0" w:color="auto"/>
        <w:left w:val="none" w:sz="0" w:space="0" w:color="auto"/>
        <w:bottom w:val="none" w:sz="0" w:space="0" w:color="auto"/>
        <w:right w:val="none" w:sz="0" w:space="0" w:color="auto"/>
      </w:divBdr>
    </w:div>
    <w:div w:id="998270362">
      <w:bodyDiv w:val="1"/>
      <w:marLeft w:val="0"/>
      <w:marRight w:val="0"/>
      <w:marTop w:val="0"/>
      <w:marBottom w:val="0"/>
      <w:divBdr>
        <w:top w:val="none" w:sz="0" w:space="0" w:color="auto"/>
        <w:left w:val="none" w:sz="0" w:space="0" w:color="auto"/>
        <w:bottom w:val="none" w:sz="0" w:space="0" w:color="auto"/>
        <w:right w:val="none" w:sz="0" w:space="0" w:color="auto"/>
      </w:divBdr>
    </w:div>
    <w:div w:id="1023479758">
      <w:bodyDiv w:val="1"/>
      <w:marLeft w:val="0"/>
      <w:marRight w:val="0"/>
      <w:marTop w:val="0"/>
      <w:marBottom w:val="0"/>
      <w:divBdr>
        <w:top w:val="none" w:sz="0" w:space="0" w:color="auto"/>
        <w:left w:val="none" w:sz="0" w:space="0" w:color="auto"/>
        <w:bottom w:val="none" w:sz="0" w:space="0" w:color="auto"/>
        <w:right w:val="none" w:sz="0" w:space="0" w:color="auto"/>
      </w:divBdr>
    </w:div>
    <w:div w:id="1083338978">
      <w:bodyDiv w:val="1"/>
      <w:marLeft w:val="0"/>
      <w:marRight w:val="0"/>
      <w:marTop w:val="0"/>
      <w:marBottom w:val="0"/>
      <w:divBdr>
        <w:top w:val="none" w:sz="0" w:space="0" w:color="auto"/>
        <w:left w:val="none" w:sz="0" w:space="0" w:color="auto"/>
        <w:bottom w:val="none" w:sz="0" w:space="0" w:color="auto"/>
        <w:right w:val="none" w:sz="0" w:space="0" w:color="auto"/>
      </w:divBdr>
    </w:div>
    <w:div w:id="1142698398">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536095">
      <w:bodyDiv w:val="1"/>
      <w:marLeft w:val="0"/>
      <w:marRight w:val="0"/>
      <w:marTop w:val="0"/>
      <w:marBottom w:val="0"/>
      <w:divBdr>
        <w:top w:val="none" w:sz="0" w:space="0" w:color="auto"/>
        <w:left w:val="none" w:sz="0" w:space="0" w:color="auto"/>
        <w:bottom w:val="none" w:sz="0" w:space="0" w:color="auto"/>
        <w:right w:val="none" w:sz="0" w:space="0" w:color="auto"/>
      </w:divBdr>
    </w:div>
    <w:div w:id="1335918286">
      <w:bodyDiv w:val="1"/>
      <w:marLeft w:val="0"/>
      <w:marRight w:val="0"/>
      <w:marTop w:val="0"/>
      <w:marBottom w:val="0"/>
      <w:divBdr>
        <w:top w:val="none" w:sz="0" w:space="0" w:color="auto"/>
        <w:left w:val="none" w:sz="0" w:space="0" w:color="auto"/>
        <w:bottom w:val="none" w:sz="0" w:space="0" w:color="auto"/>
        <w:right w:val="none" w:sz="0" w:space="0" w:color="auto"/>
      </w:divBdr>
    </w:div>
    <w:div w:id="1365666856">
      <w:bodyDiv w:val="1"/>
      <w:marLeft w:val="0"/>
      <w:marRight w:val="0"/>
      <w:marTop w:val="0"/>
      <w:marBottom w:val="0"/>
      <w:divBdr>
        <w:top w:val="none" w:sz="0" w:space="0" w:color="auto"/>
        <w:left w:val="none" w:sz="0" w:space="0" w:color="auto"/>
        <w:bottom w:val="none" w:sz="0" w:space="0" w:color="auto"/>
        <w:right w:val="none" w:sz="0" w:space="0" w:color="auto"/>
      </w:divBdr>
    </w:div>
    <w:div w:id="1377660665">
      <w:bodyDiv w:val="1"/>
      <w:marLeft w:val="0"/>
      <w:marRight w:val="0"/>
      <w:marTop w:val="0"/>
      <w:marBottom w:val="0"/>
      <w:divBdr>
        <w:top w:val="none" w:sz="0" w:space="0" w:color="auto"/>
        <w:left w:val="none" w:sz="0" w:space="0" w:color="auto"/>
        <w:bottom w:val="none" w:sz="0" w:space="0" w:color="auto"/>
        <w:right w:val="none" w:sz="0" w:space="0" w:color="auto"/>
      </w:divBdr>
    </w:div>
    <w:div w:id="1392269249">
      <w:bodyDiv w:val="1"/>
      <w:marLeft w:val="0"/>
      <w:marRight w:val="0"/>
      <w:marTop w:val="0"/>
      <w:marBottom w:val="0"/>
      <w:divBdr>
        <w:top w:val="none" w:sz="0" w:space="0" w:color="auto"/>
        <w:left w:val="none" w:sz="0" w:space="0" w:color="auto"/>
        <w:bottom w:val="none" w:sz="0" w:space="0" w:color="auto"/>
        <w:right w:val="none" w:sz="0" w:space="0" w:color="auto"/>
      </w:divBdr>
    </w:div>
    <w:div w:id="1411848925">
      <w:bodyDiv w:val="1"/>
      <w:marLeft w:val="0"/>
      <w:marRight w:val="0"/>
      <w:marTop w:val="0"/>
      <w:marBottom w:val="0"/>
      <w:divBdr>
        <w:top w:val="none" w:sz="0" w:space="0" w:color="auto"/>
        <w:left w:val="none" w:sz="0" w:space="0" w:color="auto"/>
        <w:bottom w:val="none" w:sz="0" w:space="0" w:color="auto"/>
        <w:right w:val="none" w:sz="0" w:space="0" w:color="auto"/>
      </w:divBdr>
    </w:div>
    <w:div w:id="1436944200">
      <w:bodyDiv w:val="1"/>
      <w:marLeft w:val="0"/>
      <w:marRight w:val="0"/>
      <w:marTop w:val="0"/>
      <w:marBottom w:val="0"/>
      <w:divBdr>
        <w:top w:val="none" w:sz="0" w:space="0" w:color="auto"/>
        <w:left w:val="none" w:sz="0" w:space="0" w:color="auto"/>
        <w:bottom w:val="none" w:sz="0" w:space="0" w:color="auto"/>
        <w:right w:val="none" w:sz="0" w:space="0" w:color="auto"/>
      </w:divBdr>
    </w:div>
    <w:div w:id="1527602220">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92226">
      <w:bodyDiv w:val="1"/>
      <w:marLeft w:val="0"/>
      <w:marRight w:val="0"/>
      <w:marTop w:val="0"/>
      <w:marBottom w:val="0"/>
      <w:divBdr>
        <w:top w:val="none" w:sz="0" w:space="0" w:color="auto"/>
        <w:left w:val="none" w:sz="0" w:space="0" w:color="auto"/>
        <w:bottom w:val="none" w:sz="0" w:space="0" w:color="auto"/>
        <w:right w:val="none" w:sz="0" w:space="0" w:color="auto"/>
      </w:divBdr>
    </w:div>
    <w:div w:id="1607347241">
      <w:bodyDiv w:val="1"/>
      <w:marLeft w:val="0"/>
      <w:marRight w:val="0"/>
      <w:marTop w:val="0"/>
      <w:marBottom w:val="0"/>
      <w:divBdr>
        <w:top w:val="none" w:sz="0" w:space="0" w:color="auto"/>
        <w:left w:val="none" w:sz="0" w:space="0" w:color="auto"/>
        <w:bottom w:val="none" w:sz="0" w:space="0" w:color="auto"/>
        <w:right w:val="none" w:sz="0" w:space="0" w:color="auto"/>
      </w:divBdr>
    </w:div>
    <w:div w:id="1646157347">
      <w:bodyDiv w:val="1"/>
      <w:marLeft w:val="0"/>
      <w:marRight w:val="0"/>
      <w:marTop w:val="0"/>
      <w:marBottom w:val="0"/>
      <w:divBdr>
        <w:top w:val="none" w:sz="0" w:space="0" w:color="auto"/>
        <w:left w:val="none" w:sz="0" w:space="0" w:color="auto"/>
        <w:bottom w:val="none" w:sz="0" w:space="0" w:color="auto"/>
        <w:right w:val="none" w:sz="0" w:space="0" w:color="auto"/>
      </w:divBdr>
    </w:div>
    <w:div w:id="1662810294">
      <w:bodyDiv w:val="1"/>
      <w:marLeft w:val="0"/>
      <w:marRight w:val="0"/>
      <w:marTop w:val="0"/>
      <w:marBottom w:val="0"/>
      <w:divBdr>
        <w:top w:val="none" w:sz="0" w:space="0" w:color="auto"/>
        <w:left w:val="none" w:sz="0" w:space="0" w:color="auto"/>
        <w:bottom w:val="none" w:sz="0" w:space="0" w:color="auto"/>
        <w:right w:val="none" w:sz="0" w:space="0" w:color="auto"/>
      </w:divBdr>
    </w:div>
    <w:div w:id="1681547106">
      <w:bodyDiv w:val="1"/>
      <w:marLeft w:val="0"/>
      <w:marRight w:val="0"/>
      <w:marTop w:val="0"/>
      <w:marBottom w:val="0"/>
      <w:divBdr>
        <w:top w:val="none" w:sz="0" w:space="0" w:color="auto"/>
        <w:left w:val="none" w:sz="0" w:space="0" w:color="auto"/>
        <w:bottom w:val="none" w:sz="0" w:space="0" w:color="auto"/>
        <w:right w:val="none" w:sz="0" w:space="0" w:color="auto"/>
      </w:divBdr>
    </w:div>
    <w:div w:id="1733239270">
      <w:bodyDiv w:val="1"/>
      <w:marLeft w:val="0"/>
      <w:marRight w:val="0"/>
      <w:marTop w:val="0"/>
      <w:marBottom w:val="0"/>
      <w:divBdr>
        <w:top w:val="none" w:sz="0" w:space="0" w:color="auto"/>
        <w:left w:val="none" w:sz="0" w:space="0" w:color="auto"/>
        <w:bottom w:val="none" w:sz="0" w:space="0" w:color="auto"/>
        <w:right w:val="none" w:sz="0" w:space="0" w:color="auto"/>
      </w:divBdr>
    </w:div>
    <w:div w:id="1760103253">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800026029">
      <w:bodyDiv w:val="1"/>
      <w:marLeft w:val="0"/>
      <w:marRight w:val="0"/>
      <w:marTop w:val="0"/>
      <w:marBottom w:val="0"/>
      <w:divBdr>
        <w:top w:val="none" w:sz="0" w:space="0" w:color="auto"/>
        <w:left w:val="none" w:sz="0" w:space="0" w:color="auto"/>
        <w:bottom w:val="none" w:sz="0" w:space="0" w:color="auto"/>
        <w:right w:val="none" w:sz="0" w:space="0" w:color="auto"/>
      </w:divBdr>
    </w:div>
    <w:div w:id="1816296547">
      <w:bodyDiv w:val="1"/>
      <w:marLeft w:val="0"/>
      <w:marRight w:val="0"/>
      <w:marTop w:val="0"/>
      <w:marBottom w:val="0"/>
      <w:divBdr>
        <w:top w:val="none" w:sz="0" w:space="0" w:color="auto"/>
        <w:left w:val="none" w:sz="0" w:space="0" w:color="auto"/>
        <w:bottom w:val="none" w:sz="0" w:space="0" w:color="auto"/>
        <w:right w:val="none" w:sz="0" w:space="0" w:color="auto"/>
      </w:divBdr>
    </w:div>
    <w:div w:id="1880049175">
      <w:bodyDiv w:val="1"/>
      <w:marLeft w:val="0"/>
      <w:marRight w:val="0"/>
      <w:marTop w:val="0"/>
      <w:marBottom w:val="0"/>
      <w:divBdr>
        <w:top w:val="none" w:sz="0" w:space="0" w:color="auto"/>
        <w:left w:val="none" w:sz="0" w:space="0" w:color="auto"/>
        <w:bottom w:val="none" w:sz="0" w:space="0" w:color="auto"/>
        <w:right w:val="none" w:sz="0" w:space="0" w:color="auto"/>
      </w:divBdr>
    </w:div>
    <w:div w:id="1881897507">
      <w:bodyDiv w:val="1"/>
      <w:marLeft w:val="0"/>
      <w:marRight w:val="0"/>
      <w:marTop w:val="0"/>
      <w:marBottom w:val="0"/>
      <w:divBdr>
        <w:top w:val="none" w:sz="0" w:space="0" w:color="auto"/>
        <w:left w:val="none" w:sz="0" w:space="0" w:color="auto"/>
        <w:bottom w:val="none" w:sz="0" w:space="0" w:color="auto"/>
        <w:right w:val="none" w:sz="0" w:space="0" w:color="auto"/>
      </w:divBdr>
    </w:div>
    <w:div w:id="1957247001">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94544393">
      <w:bodyDiv w:val="1"/>
      <w:marLeft w:val="0"/>
      <w:marRight w:val="0"/>
      <w:marTop w:val="0"/>
      <w:marBottom w:val="0"/>
      <w:divBdr>
        <w:top w:val="none" w:sz="0" w:space="0" w:color="auto"/>
        <w:left w:val="none" w:sz="0" w:space="0" w:color="auto"/>
        <w:bottom w:val="none" w:sz="0" w:space="0" w:color="auto"/>
        <w:right w:val="none" w:sz="0" w:space="0" w:color="auto"/>
      </w:divBdr>
    </w:div>
    <w:div w:id="214515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CE7C07-895F-4CDD-B8F1-EE7F7B3F5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5F4EC4-30EB-4C0B-BFC4-B686FB8E221E}">
  <ds:schemaRefs>
    <ds:schemaRef ds:uri="http://schemas.openxmlformats.org/officeDocument/2006/bibliography"/>
  </ds:schemaRefs>
</ds:datastoreItem>
</file>

<file path=customXml/itemProps3.xml><?xml version="1.0" encoding="utf-8"?>
<ds:datastoreItem xmlns:ds="http://schemas.openxmlformats.org/officeDocument/2006/customXml" ds:itemID="{FDC45535-0CDE-4DCC-BC80-098BC2890527}">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75AB334D-E071-454D-9E35-99D0596B44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_Plain.dot</Template>
  <TotalTime>1481</TotalTime>
  <Pages>8</Pages>
  <Words>1784</Words>
  <Characters>10171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Kanvara, Pochanatsrichai</cp:lastModifiedBy>
  <cp:revision>103</cp:revision>
  <cp:lastPrinted>2025-05-08T09:37:00Z</cp:lastPrinted>
  <dcterms:created xsi:type="dcterms:W3CDTF">2024-08-02T10:48:00Z</dcterms:created>
  <dcterms:modified xsi:type="dcterms:W3CDTF">2025-08-13T04:38:00Z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GrammarlyDocumentId">
    <vt:lpwstr>19c8904141c29d7f7416dd9c4c56a75feb5b6741f8c590375680b8c998aebd94</vt:lpwstr>
  </property>
  <property fmtid="{D5CDD505-2E9C-101B-9397-08002B2CF9AE}" pid="5" name="ContentTypeId">
    <vt:lpwstr>0x010100FC3C573FF70E394A86433F5E112C33AA</vt:lpwstr>
  </property>
</Properties>
</file>