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5AEFF" w14:textId="77777777" w:rsidR="006A0462" w:rsidRPr="00A51CBE" w:rsidRDefault="006A0462">
      <w:pPr>
        <w:rPr>
          <w:rFonts w:ascii="Arial" w:hAnsi="Arial" w:cstheme="minorBidi"/>
          <w:sz w:val="20"/>
          <w:szCs w:val="25"/>
          <w:cs/>
          <w:lang w:bidi="th-TH"/>
        </w:rPr>
      </w:pPr>
    </w:p>
    <w:p w14:paraId="77175C94" w14:textId="77777777" w:rsidR="00352177" w:rsidRPr="00F3117E" w:rsidRDefault="00352177">
      <w:pPr>
        <w:rPr>
          <w:rFonts w:ascii="Arial" w:hAnsi="Arial" w:cs="Arial"/>
          <w:sz w:val="20"/>
          <w:szCs w:val="20"/>
        </w:rPr>
      </w:pPr>
    </w:p>
    <w:p w14:paraId="564781D7" w14:textId="77777777" w:rsidR="00EF6470" w:rsidRDefault="00EF6470" w:rsidP="00E7029F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2915" w:tblpY="4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</w:tblGrid>
      <w:tr w:rsidR="007E1BB0" w:rsidRPr="006A0462" w14:paraId="6873BA64" w14:textId="77777777" w:rsidTr="003C222F">
        <w:trPr>
          <w:trHeight w:val="3237"/>
        </w:trPr>
        <w:tc>
          <w:tcPr>
            <w:tcW w:w="7200" w:type="dxa"/>
          </w:tcPr>
          <w:p w14:paraId="104CFA7D" w14:textId="24EEC807" w:rsidR="00C81773" w:rsidRPr="004F2F04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480" w:lineRule="auto"/>
              <w:ind w:firstLine="14"/>
              <w:rPr>
                <w:rFonts w:ascii="Angsana New" w:hAnsi="Angsana New" w:cs="Angsana New"/>
                <w:sz w:val="14"/>
                <w:szCs w:val="14"/>
              </w:rPr>
            </w:pPr>
            <w:r w:rsidRPr="004F2F04">
              <w:rPr>
                <w:rFonts w:ascii="Angsana New" w:hAnsi="Angsana New" w:cs="Angsana New" w:hint="cs"/>
                <w:sz w:val="48"/>
                <w:szCs w:val="48"/>
                <w:cs/>
              </w:rPr>
              <w:t xml:space="preserve"> </w:t>
            </w:r>
            <w:r w:rsidRPr="00C81773">
              <w:rPr>
                <w:rFonts w:ascii="Angsana New" w:hAnsi="Angsana New" w:cs="Angsana New" w:hint="cs"/>
                <w:sz w:val="12"/>
                <w:szCs w:val="12"/>
                <w:cs/>
              </w:rPr>
              <w:t xml:space="preserve">  </w:t>
            </w:r>
          </w:p>
          <w:p w14:paraId="743237AB" w14:textId="47F87321" w:rsidR="003E644A" w:rsidRPr="00585231" w:rsidRDefault="003E644A" w:rsidP="003C222F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Angsana New" w:hAnsi="Angsana New" w:cs="Angsana New"/>
                <w:sz w:val="44"/>
                <w:szCs w:val="44"/>
                <w:cs/>
              </w:rPr>
            </w:pPr>
            <w:r w:rsidRPr="00585231">
              <w:rPr>
                <w:rFonts w:ascii="Angsana New" w:hAnsi="Angsana New" w:cs="Angsana New" w:hint="cs"/>
                <w:sz w:val="44"/>
                <w:szCs w:val="44"/>
                <w:cs/>
              </w:rPr>
              <w:t>บริษัท</w:t>
            </w:r>
            <w:r w:rsidRPr="00585231">
              <w:rPr>
                <w:rFonts w:hint="cs"/>
                <w:sz w:val="44"/>
                <w:szCs w:val="44"/>
                <w:cs/>
              </w:rPr>
              <w:t xml:space="preserve"> </w:t>
            </w:r>
            <w:r w:rsidR="005F35DE">
              <w:rPr>
                <w:rFonts w:ascii="Angsana New" w:hAnsi="Angsana New" w:cs="Angsana New" w:hint="cs"/>
                <w:sz w:val="44"/>
                <w:szCs w:val="44"/>
                <w:cs/>
              </w:rPr>
              <w:t>จี เจ สตีล จำกัด (มหาชน)</w:t>
            </w:r>
          </w:p>
          <w:p w14:paraId="458E860B" w14:textId="77777777" w:rsidR="00CC216A" w:rsidRPr="00CC216A" w:rsidRDefault="00CC216A" w:rsidP="00CC216A">
            <w:pPr>
              <w:ind w:firstLine="14"/>
              <w:rPr>
                <w:b/>
                <w:bCs/>
              </w:rPr>
            </w:pPr>
          </w:p>
          <w:p w14:paraId="07B935A2" w14:textId="77777777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ข้อมูลทางการเงินระหว่างกาล</w:t>
            </w:r>
          </w:p>
          <w:p w14:paraId="674B2EF6" w14:textId="4AA68E51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สำหรับงวดสิ้นสุดวันที่ </w:t>
            </w:r>
            <w:r w:rsidR="0067356B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="0067356B">
              <w:rPr>
                <w:rFonts w:ascii="Angsana New" w:hAnsi="Angsana New" w:cs="Angsana New"/>
                <w:sz w:val="30"/>
                <w:szCs w:val="30"/>
                <w:cs/>
              </w:rPr>
              <w:t>มิถุนายน</w:t>
            </w:r>
            <w:r w:rsidR="008E7A28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8E7A28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  <w:p w14:paraId="4A558C87" w14:textId="77777777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แล</w:t>
            </w:r>
            <w:r w:rsidRPr="00AC5721">
              <w:rPr>
                <w:rFonts w:ascii="Angsana New" w:eastAsia="MS Mincho" w:hAnsi="Angsana New" w:cs="Angsana New"/>
                <w:sz w:val="30"/>
                <w:szCs w:val="30"/>
                <w:cs/>
                <w:lang w:eastAsia="ja-JP"/>
              </w:rPr>
              <w:t>ะ</w:t>
            </w: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รายงานการสอบทานข้อมูลทางการเงินระหว่างกาล</w:t>
            </w:r>
          </w:p>
          <w:p w14:paraId="4EFCE5DE" w14:textId="77777777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โดยผู้สอบบัญชีรับอนุญาต</w:t>
            </w:r>
          </w:p>
          <w:p w14:paraId="570B52C9" w14:textId="77777777" w:rsidR="007E1BB0" w:rsidRPr="00856FDB" w:rsidRDefault="007E1BB0" w:rsidP="00CC216A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Times New Roman" w:hAnsi="Times New Roman"/>
              </w:rPr>
            </w:pPr>
          </w:p>
        </w:tc>
      </w:tr>
    </w:tbl>
    <w:p w14:paraId="3AC27235" w14:textId="77777777" w:rsidR="00C81773" w:rsidRDefault="00C81773" w:rsidP="00E7029F">
      <w:pPr>
        <w:rPr>
          <w:rFonts w:ascii="Arial" w:hAnsi="Arial" w:cs="Arial"/>
          <w:sz w:val="20"/>
          <w:szCs w:val="20"/>
        </w:rPr>
        <w:sectPr w:rsidR="00C81773" w:rsidSect="00F436DC">
          <w:footerReference w:type="default" r:id="rId8"/>
          <w:headerReference w:type="first" r:id="rId9"/>
          <w:pgSz w:w="11906" w:h="16838" w:code="9"/>
          <w:pgMar w:top="734" w:right="893" w:bottom="562" w:left="907" w:header="734" w:footer="562" w:gutter="0"/>
          <w:paperSrc w:first="1" w:other="1"/>
          <w:cols w:space="708"/>
          <w:docGrid w:linePitch="326"/>
        </w:sectPr>
      </w:pPr>
    </w:p>
    <w:p w14:paraId="50A439F6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475082FC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76BDD79C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2CA89917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5B05CB64" w14:textId="1178C767" w:rsidR="004D047A" w:rsidRDefault="004D047A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618666B3" w14:textId="77777777" w:rsidR="003C0E60" w:rsidRDefault="003C0E60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08589279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1B77600C" w14:textId="77777777" w:rsidR="00C6393C" w:rsidRDefault="00C6393C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6D51F375" w14:textId="77777777" w:rsidR="00C6393C" w:rsidRDefault="00C6393C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48F7E8F3" w14:textId="4DAC7D5B" w:rsidR="00C81773" w:rsidRPr="00C81773" w:rsidRDefault="00C81773" w:rsidP="00C81773">
      <w:pPr>
        <w:rPr>
          <w:rFonts w:ascii="Angsana New" w:hAnsi="Angsana New"/>
          <w:b/>
          <w:bCs/>
          <w:sz w:val="26"/>
          <w:szCs w:val="26"/>
        </w:rPr>
      </w:pPr>
      <w:r w:rsidRPr="00C81773">
        <w:rPr>
          <w:rFonts w:ascii="Angsana New" w:hAnsi="Angsana New" w:cs="Angsana New" w:hint="cs"/>
          <w:b/>
          <w:bCs/>
          <w:sz w:val="26"/>
          <w:szCs w:val="26"/>
          <w:cs/>
          <w:lang w:bidi="th-TH"/>
        </w:rPr>
        <w:t>รายงานการสอบทานข้อมูลทางการเงินระหว่างกาลโดยผู้สอบบัญชีรับอนุญาต</w:t>
      </w:r>
    </w:p>
    <w:p w14:paraId="69B08692" w14:textId="77777777" w:rsidR="00C81773" w:rsidRPr="00C81773" w:rsidRDefault="00C81773" w:rsidP="00C81773">
      <w:pPr>
        <w:rPr>
          <w:rFonts w:ascii="Angsana New" w:hAnsi="Angsana New"/>
          <w:sz w:val="26"/>
          <w:szCs w:val="26"/>
        </w:rPr>
      </w:pPr>
    </w:p>
    <w:p w14:paraId="34277624" w14:textId="77777777" w:rsidR="00C81773" w:rsidRPr="00C81773" w:rsidRDefault="00C81773" w:rsidP="00C81773">
      <w:pPr>
        <w:rPr>
          <w:rFonts w:ascii="Angsana New" w:hAnsi="Angsana New"/>
          <w:sz w:val="26"/>
          <w:szCs w:val="26"/>
          <w:rtl/>
          <w:cs/>
        </w:rPr>
      </w:pPr>
      <w:r w:rsidRPr="00C81773">
        <w:rPr>
          <w:rFonts w:ascii="Angsana New" w:hAnsi="Angsana New" w:cs="Angsana New" w:hint="cs"/>
          <w:sz w:val="26"/>
          <w:szCs w:val="26"/>
          <w:cs/>
          <w:lang w:bidi="th-TH"/>
        </w:rPr>
        <w:t>เสนอ</w:t>
      </w:r>
      <w:r w:rsidRPr="00C81773">
        <w:rPr>
          <w:rFonts w:ascii="Angsana New" w:hAnsi="Angsana New" w:cs="Angsana New"/>
          <w:sz w:val="26"/>
          <w:szCs w:val="26"/>
          <w:cs/>
          <w:lang w:bidi="th-TH"/>
        </w:rPr>
        <w:t xml:space="preserve">   </w:t>
      </w:r>
      <w:r w:rsidRPr="00C81773">
        <w:rPr>
          <w:rFonts w:ascii="Angsana New" w:hAnsi="Angsana New" w:cs="Angsana New" w:hint="cs"/>
          <w:sz w:val="26"/>
          <w:szCs w:val="26"/>
          <w:cs/>
          <w:lang w:bidi="th-TH"/>
        </w:rPr>
        <w:t>คณะกรรมการบริษัท</w:t>
      </w:r>
      <w:r w:rsidRPr="00C81773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5F35DE">
        <w:rPr>
          <w:rFonts w:ascii="Angsana New" w:hAnsi="Angsana New" w:cs="Angsana New" w:hint="cs"/>
          <w:sz w:val="26"/>
          <w:szCs w:val="26"/>
          <w:cs/>
          <w:lang w:bidi="th-TH"/>
        </w:rPr>
        <w:t>จี เจ สตีล จำกัด (มหาชน)</w:t>
      </w:r>
    </w:p>
    <w:p w14:paraId="68EC1A84" w14:textId="77777777" w:rsidR="00C81773" w:rsidRPr="00C81773" w:rsidRDefault="00C81773" w:rsidP="00C81773">
      <w:pPr>
        <w:rPr>
          <w:rFonts w:ascii="Angsana New" w:hAnsi="Angsana New"/>
          <w:sz w:val="26"/>
          <w:szCs w:val="26"/>
        </w:rPr>
      </w:pPr>
    </w:p>
    <w:p w14:paraId="44C2392E" w14:textId="65BC9C9C" w:rsidR="00C81773" w:rsidRPr="00511CCF" w:rsidRDefault="002A41C7" w:rsidP="00C81773">
      <w:pPr>
        <w:jc w:val="thaiDistribute"/>
        <w:rPr>
          <w:rFonts w:ascii="Angsana New" w:hAnsi="Angsana New"/>
          <w:sz w:val="26"/>
          <w:szCs w:val="26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ข้าพเจ้าได้สอบทานงบฐานะการเงิน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ณ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วันที่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30 </w:t>
      </w:r>
      <w:r w:rsidR="0067356B">
        <w:rPr>
          <w:rFonts w:ascii="Angsana New" w:hAnsi="Angsana New" w:cs="Angsana New"/>
          <w:sz w:val="26"/>
          <w:szCs w:val="26"/>
          <w:cs/>
          <w:lang w:bidi="th-TH"/>
        </w:rPr>
        <w:t>มิถุนายน</w:t>
      </w:r>
      <w:r w:rsidR="008E7A28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8E7A28">
        <w:rPr>
          <w:rFonts w:ascii="Angsana New" w:hAnsi="Angsana New" w:cs="Angsana New"/>
          <w:sz w:val="26"/>
          <w:szCs w:val="26"/>
          <w:lang w:bidi="th-TH"/>
        </w:rPr>
        <w:t>2568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งบกำไรขาดทุนเบ็ดเสร็จ</w:t>
      </w:r>
      <w:r w:rsidR="0067356B"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สำหรับงวดสามเดือนและหกเดือนสิ้นสุดวันที่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          30</w:t>
      </w:r>
      <w:r w:rsidR="0067356B" w:rsidRPr="005D5A00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7356B"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มิถุนายน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 256</w:t>
      </w:r>
      <w:r w:rsidR="0067356B">
        <w:rPr>
          <w:rFonts w:ascii="Angsana New" w:hAnsi="Angsana New" w:cs="Angsana New"/>
          <w:sz w:val="26"/>
          <w:szCs w:val="26"/>
          <w:lang w:val="en-US" w:bidi="th-TH"/>
        </w:rPr>
        <w:t>8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67356B">
        <w:rPr>
          <w:rFonts w:ascii="Angsana New" w:hAnsi="Angsana New" w:cs="Angsana New" w:hint="cs"/>
          <w:sz w:val="26"/>
          <w:szCs w:val="26"/>
          <w:cs/>
          <w:lang w:bidi="th-TH"/>
        </w:rPr>
        <w:t>และ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งบการเปลี่ยนแปลงส่วนของ</w:t>
      </w:r>
      <w:r w:rsidR="00810FDB">
        <w:rPr>
          <w:rFonts w:ascii="Angsana New" w:hAnsi="Angsana New" w:cs="Angsana New" w:hint="cs"/>
          <w:sz w:val="26"/>
          <w:szCs w:val="26"/>
          <w:cs/>
          <w:lang w:bidi="th-TH"/>
        </w:rPr>
        <w:t>ผู้ถือหุ้น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และงบกระแสเงินสด</w:t>
      </w:r>
      <w:r w:rsidR="0067356B"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สำหรับงวดหกเดือนสิ้นสุดวันที่</w:t>
      </w:r>
      <w:r w:rsidR="0067356B" w:rsidRPr="005D5A00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7356B">
        <w:rPr>
          <w:rFonts w:ascii="Angsana New" w:hAnsi="Angsana New" w:cs="Angsana New"/>
          <w:sz w:val="26"/>
          <w:szCs w:val="26"/>
          <w:lang w:bidi="th-TH"/>
        </w:rPr>
        <w:t>30</w:t>
      </w:r>
      <w:r w:rsidR="0067356B" w:rsidRPr="005D5A00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7356B"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มิถุนายน</w:t>
      </w:r>
      <w:r w:rsidR="0067356B" w:rsidRPr="005D5A00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2568 </w:t>
      </w:r>
      <w:r w:rsidR="009C2880">
        <w:rPr>
          <w:rFonts w:ascii="Angsana New" w:hAnsi="Angsana New" w:cs="Angsana New"/>
          <w:sz w:val="26"/>
          <w:szCs w:val="26"/>
          <w:lang w:bidi="th-TH"/>
        </w:rPr>
        <w:t xml:space="preserve">           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และหมายเหตุประกอบงบการเงินแบบย่อ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(“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ข้อมูลทางการเงินระหว่างกาล</w:t>
      </w:r>
      <w:r w:rsidRPr="00511CCF">
        <w:rPr>
          <w:rFonts w:ascii="Angsana New" w:hAnsi="Angsana New" w:cs="Angsana New" w:hint="eastAsia"/>
          <w:sz w:val="26"/>
          <w:szCs w:val="26"/>
          <w:cs/>
          <w:lang w:bidi="th-TH"/>
        </w:rPr>
        <w:t>”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>)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ของบริษัท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>
        <w:rPr>
          <w:rFonts w:ascii="Angsana New" w:hAnsi="Angsana New" w:cs="Angsana New" w:hint="cs"/>
          <w:sz w:val="26"/>
          <w:szCs w:val="26"/>
          <w:cs/>
          <w:lang w:bidi="th-TH"/>
        </w:rPr>
        <w:t>จี เจ สตีล จำกัด (มหาชน)</w:t>
      </w:r>
      <w:r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/>
          <w:sz w:val="26"/>
          <w:szCs w:val="26"/>
        </w:rPr>
        <w:t>34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เรื่อง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การรายงานทางการเงินระหว่างกาล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4205C94" w14:textId="77777777" w:rsidR="00F12196" w:rsidRPr="00F12196" w:rsidRDefault="00F12196" w:rsidP="00F12196">
      <w:pPr>
        <w:spacing w:line="240" w:lineRule="atLeast"/>
        <w:rPr>
          <w:rFonts w:ascii="Angsana New" w:hAnsi="Angsana New"/>
          <w:sz w:val="26"/>
          <w:szCs w:val="26"/>
          <w:lang w:bidi="th-TH"/>
        </w:rPr>
      </w:pPr>
    </w:p>
    <w:p w14:paraId="49885DB4" w14:textId="77777777" w:rsidR="00C81773" w:rsidRPr="002538F6" w:rsidRDefault="00C81773" w:rsidP="00F12196">
      <w:pPr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lang w:val="en-US"/>
        </w:rPr>
      </w:pPr>
      <w:r w:rsidRPr="00F12196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ขอบเขตการสอบทาน</w:t>
      </w:r>
    </w:p>
    <w:p w14:paraId="0F7F8BC0" w14:textId="155D0B06" w:rsidR="00C81773" w:rsidRPr="00F12196" w:rsidRDefault="00C81773" w:rsidP="00F12196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ข้าพเจ้าได้ปฏิบัติงานสอบทานตามมาตรฐานงานสอบทาน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รหัส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/>
          <w:sz w:val="26"/>
          <w:szCs w:val="26"/>
          <w:lang w:bidi="th-TH"/>
        </w:rPr>
        <w:t>2410</w:t>
      </w:r>
      <w:r w:rsidRPr="00F12196">
        <w:rPr>
          <w:rFonts w:ascii="Angsana New" w:hAnsi="Angsana New"/>
          <w:sz w:val="26"/>
          <w:szCs w:val="26"/>
        </w:rPr>
        <w:t xml:space="preserve"> “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196">
        <w:rPr>
          <w:rFonts w:ascii="Angsana New" w:hAnsi="Angsana New" w:cs="Angsana New" w:hint="eastAsia"/>
          <w:sz w:val="26"/>
          <w:szCs w:val="26"/>
          <w:cs/>
          <w:lang w:bidi="th-TH"/>
        </w:rPr>
        <w:t>”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การสอบทานดังกล่าวประกอบด้วย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การใช้วิธีการสอบถามบุคลากรซึ่งส่วนใหญ่เป็นผู้รับผิดชอบด้านการเงินและบัญชีและ</w:t>
      </w:r>
      <w:r w:rsidR="00EE6783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      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การวิเคราะห์เปรียบเทียบและวิธีการสอบทานอื่น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การสอบทานนี้มีขอบเขตจำกัดกว่าการตรวจสอบตามมาตรฐานการสอบบัญชี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ทำให้ข้าพเจ้า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         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ไม่สามารถให้ความเชื่อมั่นว่าจะพบเรื่องที่มีนัยสำคัญทั้งหมด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ซึ่งอาจพบได้จากการตรวจสอบ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ดังนั้น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ข้าพเจ้าจึงไม่อาจแสดงความเห็นต่อข้อมูลทางการเงินระหว่างกาลที่สอบทานได้</w:t>
      </w:r>
    </w:p>
    <w:p w14:paraId="2B20F18F" w14:textId="77777777" w:rsidR="00C81773" w:rsidRPr="00F12196" w:rsidRDefault="00C81773" w:rsidP="00F12196">
      <w:pPr>
        <w:spacing w:line="240" w:lineRule="atLeast"/>
        <w:rPr>
          <w:rFonts w:ascii="Angsana New" w:hAnsi="Angsana New"/>
          <w:sz w:val="26"/>
          <w:szCs w:val="26"/>
        </w:rPr>
      </w:pPr>
    </w:p>
    <w:p w14:paraId="29DFC641" w14:textId="77777777" w:rsidR="00C81773" w:rsidRPr="00511CCF" w:rsidRDefault="00C81773" w:rsidP="00C81773">
      <w:pPr>
        <w:rPr>
          <w:rFonts w:ascii="Angsana New" w:hAnsi="Angsana New"/>
          <w:b/>
          <w:bCs/>
          <w:i/>
          <w:iCs/>
          <w:sz w:val="26"/>
          <w:szCs w:val="26"/>
        </w:rPr>
      </w:pPr>
      <w:r w:rsidRPr="00511CCF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ข้อสรุป</w:t>
      </w:r>
    </w:p>
    <w:p w14:paraId="08C57426" w14:textId="77777777" w:rsidR="00C81773" w:rsidRPr="00511CCF" w:rsidRDefault="00C81773" w:rsidP="00C81773">
      <w:pPr>
        <w:jc w:val="thaiDistribute"/>
        <w:rPr>
          <w:rFonts w:ascii="Angsana New" w:hAnsi="Angsana New"/>
          <w:sz w:val="26"/>
          <w:szCs w:val="26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ฉบับที่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theme="minorBidi"/>
          <w:sz w:val="26"/>
          <w:szCs w:val="33"/>
          <w:lang w:val="en-US" w:bidi="th-TH"/>
        </w:rPr>
        <w:t>34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เรื่อง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การรายงานทางการเงินระหว่างกาล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ในสาระสำคัญจากการสอบทานของข้าพเจ้า</w:t>
      </w:r>
    </w:p>
    <w:p w14:paraId="651FAA38" w14:textId="7655C51C" w:rsidR="003C0E60" w:rsidRDefault="003C0E60" w:rsidP="00C81773">
      <w:pPr>
        <w:rPr>
          <w:rFonts w:ascii="Angsana New" w:hAnsi="Angsana New"/>
          <w:sz w:val="26"/>
          <w:szCs w:val="26"/>
          <w:lang w:bidi="th-TH"/>
        </w:rPr>
      </w:pPr>
    </w:p>
    <w:p w14:paraId="5377B510" w14:textId="28E7250A" w:rsidR="003C0E60" w:rsidRDefault="003C0E60" w:rsidP="00C81773">
      <w:pPr>
        <w:rPr>
          <w:rFonts w:ascii="Angsana New" w:hAnsi="Angsana New"/>
          <w:sz w:val="26"/>
          <w:szCs w:val="26"/>
          <w:lang w:bidi="th-TH"/>
        </w:rPr>
      </w:pPr>
    </w:p>
    <w:p w14:paraId="4684C4A1" w14:textId="77777777" w:rsidR="003C0E60" w:rsidRDefault="003C0E60" w:rsidP="00C81773">
      <w:pPr>
        <w:rPr>
          <w:rFonts w:ascii="Angsana New" w:hAnsi="Angsana New"/>
          <w:sz w:val="26"/>
          <w:szCs w:val="26"/>
          <w:lang w:bidi="th-TH"/>
        </w:rPr>
      </w:pPr>
    </w:p>
    <w:p w14:paraId="1A5735C0" w14:textId="77777777" w:rsidR="003C0E60" w:rsidRPr="00861386" w:rsidRDefault="003C0E60" w:rsidP="00861386">
      <w:pPr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861386">
        <w:rPr>
          <w:rFonts w:ascii="Angsana New" w:hAnsi="Angsana New" w:cs="Angsana New"/>
          <w:sz w:val="26"/>
          <w:szCs w:val="26"/>
          <w:lang w:bidi="th-TH"/>
        </w:rPr>
        <w:t>(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นางสาววิมลศรี จงอุดมสมบัติ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)                               </w:t>
      </w:r>
    </w:p>
    <w:p w14:paraId="1EB5C099" w14:textId="77777777" w:rsidR="003C0E60" w:rsidRPr="00861386" w:rsidRDefault="003C0E60" w:rsidP="00861386">
      <w:pPr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ผู้สอบบัญชีรับอนุญาต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เลขทะเบียน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861386">
        <w:rPr>
          <w:rFonts w:ascii="Angsana New" w:hAnsi="Angsana New" w:cs="Angsana New"/>
          <w:sz w:val="26"/>
          <w:szCs w:val="26"/>
          <w:lang w:bidi="th-TH"/>
        </w:rPr>
        <w:t>3899</w:t>
      </w:r>
    </w:p>
    <w:p w14:paraId="3DAA69C0" w14:textId="77777777" w:rsidR="003C0E60" w:rsidRPr="00861386" w:rsidRDefault="003C0E60" w:rsidP="00861386">
      <w:pPr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บริษัท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เบเคอร์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ทิลลี่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ออดิท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แอนด์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แอ็ดไวเซอร์รี่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เซอร์วิสเซส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(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ประเทศไทย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)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จำกัด</w:t>
      </w:r>
    </w:p>
    <w:p w14:paraId="4DA7BF1E" w14:textId="77777777" w:rsidR="003C0E60" w:rsidRPr="00511CCF" w:rsidRDefault="003C0E60" w:rsidP="003C0E60">
      <w:pPr>
        <w:rPr>
          <w:rFonts w:ascii="Angsana New" w:hAnsi="Angsana New"/>
          <w:sz w:val="26"/>
          <w:szCs w:val="26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กรุงเทพมหานคร</w:t>
      </w:r>
    </w:p>
    <w:p w14:paraId="5FF2A363" w14:textId="0FD104DC" w:rsidR="003C0E60" w:rsidRPr="00546D60" w:rsidRDefault="003C0E60" w:rsidP="00C81773">
      <w:pPr>
        <w:rPr>
          <w:rFonts w:ascii="Angsana New" w:hAnsi="Angsana New" w:cs="Angsana New"/>
          <w:sz w:val="26"/>
          <w:szCs w:val="26"/>
          <w:lang w:val="en-US" w:bidi="th-TH"/>
        </w:rPr>
      </w:pPr>
      <w:r w:rsidRPr="00793DAF">
        <w:rPr>
          <w:rFonts w:ascii="Angsana New" w:hAnsi="Angsana New" w:cs="Angsana New" w:hint="cs"/>
          <w:sz w:val="26"/>
          <w:szCs w:val="26"/>
          <w:cs/>
          <w:lang w:bidi="th-TH"/>
        </w:rPr>
        <w:t>วัน</w:t>
      </w:r>
      <w:r w:rsidR="00E7024C">
        <w:rPr>
          <w:rFonts w:ascii="Angsana New" w:hAnsi="Angsana New" w:cs="Angsana New" w:hint="cs"/>
          <w:sz w:val="26"/>
          <w:szCs w:val="26"/>
          <w:cs/>
          <w:lang w:bidi="th-TH"/>
        </w:rPr>
        <w:t>ที่</w:t>
      </w:r>
      <w:r w:rsidR="00B77EB0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67356B">
        <w:rPr>
          <w:rFonts w:ascii="Angsana New" w:hAnsi="Angsana New" w:cs="Angsana New"/>
          <w:sz w:val="26"/>
          <w:szCs w:val="26"/>
          <w:lang w:val="en-US" w:bidi="th-TH"/>
        </w:rPr>
        <w:t xml:space="preserve">7 </w:t>
      </w:r>
      <w:r w:rsidR="0067356B">
        <w:rPr>
          <w:rFonts w:ascii="Angsana New" w:hAnsi="Angsana New" w:cs="Angsana New" w:hint="cs"/>
          <w:sz w:val="26"/>
          <w:szCs w:val="26"/>
          <w:cs/>
          <w:lang w:val="en-US" w:bidi="th-TH"/>
        </w:rPr>
        <w:t>สิงหาคม</w:t>
      </w:r>
      <w:r w:rsidR="008E7A28">
        <w:rPr>
          <w:rFonts w:ascii="Angsana New" w:hAnsi="Angsana New" w:cs="Angsana New" w:hint="cs"/>
          <w:sz w:val="26"/>
          <w:szCs w:val="26"/>
          <w:cs/>
          <w:lang w:val="en-US" w:bidi="th-TH"/>
        </w:rPr>
        <w:t xml:space="preserve"> </w:t>
      </w:r>
      <w:r w:rsidR="008E7A28">
        <w:rPr>
          <w:rFonts w:ascii="Angsana New" w:hAnsi="Angsana New" w:cs="Angsana New"/>
          <w:sz w:val="26"/>
          <w:szCs w:val="26"/>
          <w:lang w:val="en-US" w:bidi="th-TH"/>
        </w:rPr>
        <w:t>2568</w:t>
      </w:r>
    </w:p>
    <w:sectPr w:rsidR="003C0E60" w:rsidRPr="00546D60" w:rsidSect="00F436DC">
      <w:footerReference w:type="default" r:id="rId10"/>
      <w:pgSz w:w="11906" w:h="16838" w:code="9"/>
      <w:pgMar w:top="1152" w:right="1008" w:bottom="576" w:left="1296" w:header="576" w:footer="475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F96B3" w14:textId="77777777" w:rsidR="00CB1213" w:rsidRDefault="00CB1213" w:rsidP="006D3290">
      <w:r>
        <w:separator/>
      </w:r>
    </w:p>
  </w:endnote>
  <w:endnote w:type="continuationSeparator" w:id="0">
    <w:p w14:paraId="6EDB9DB1" w14:textId="77777777" w:rsidR="00CB1213" w:rsidRDefault="00CB1213" w:rsidP="006D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A3D7" w14:textId="77777777" w:rsidR="009F6004" w:rsidRPr="00352177" w:rsidRDefault="009F6004" w:rsidP="00352177">
    <w:pPr>
      <w:pStyle w:val="Footer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BF2DC" w14:textId="563B2264" w:rsidR="004D047A" w:rsidRPr="004D047A" w:rsidRDefault="004D047A" w:rsidP="004D047A">
    <w:pPr>
      <w:pStyle w:val="Footer"/>
      <w:jc w:val="right"/>
      <w:rPr>
        <w:rFonts w:ascii="Angsana New" w:hAnsi="Angsana New" w:cs="Angsana New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C1B82" w14:textId="77777777" w:rsidR="00CB1213" w:rsidRDefault="00CB1213" w:rsidP="006D3290">
      <w:r>
        <w:separator/>
      </w:r>
    </w:p>
  </w:footnote>
  <w:footnote w:type="continuationSeparator" w:id="0">
    <w:p w14:paraId="61481CD7" w14:textId="77777777" w:rsidR="00CB1213" w:rsidRDefault="00CB1213" w:rsidP="006D3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328"/>
      <w:gridCol w:w="5112"/>
    </w:tblGrid>
    <w:tr w:rsidR="00352177" w:rsidRPr="007837B1" w14:paraId="76E05A63" w14:textId="77777777" w:rsidTr="00D069C1">
      <w:trPr>
        <w:trHeight w:val="3688"/>
      </w:trPr>
      <w:tc>
        <w:tcPr>
          <w:tcW w:w="5328" w:type="dxa"/>
          <w:shd w:val="clear" w:color="auto" w:fill="auto"/>
        </w:tcPr>
        <w:p w14:paraId="09B827DD" w14:textId="77777777" w:rsidR="00352177" w:rsidRPr="00F3117E" w:rsidRDefault="00352177" w:rsidP="00352177">
          <w:pPr>
            <w:spacing w:line="240" w:lineRule="atLeast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5112" w:type="dxa"/>
          <w:shd w:val="clear" w:color="auto" w:fill="auto"/>
        </w:tcPr>
        <w:p w14:paraId="78DDFA83" w14:textId="77777777" w:rsidR="00352177" w:rsidRPr="007837B1" w:rsidRDefault="00352177" w:rsidP="00352177">
          <w:pPr>
            <w:pStyle w:val="Header"/>
            <w:spacing w:line="200" w:lineRule="exact"/>
            <w:ind w:left="1827"/>
            <w:jc w:val="both"/>
            <w:rPr>
              <w:rFonts w:ascii="Arial Narrow" w:hAnsi="Arial Narrow"/>
              <w:b/>
              <w:bCs/>
              <w:color w:val="FF0000"/>
              <w:sz w:val="28"/>
            </w:rPr>
          </w:pPr>
        </w:p>
      </w:tc>
    </w:tr>
  </w:tbl>
  <w:p w14:paraId="17F89043" w14:textId="77777777" w:rsidR="00352177" w:rsidRDefault="00352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3E62"/>
    <w:multiLevelType w:val="multilevel"/>
    <w:tmpl w:val="BA780CA2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02"/>
        </w:tabs>
        <w:ind w:left="3402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2"/>
        </w:tabs>
        <w:ind w:left="4082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2"/>
        </w:tabs>
        <w:ind w:left="4763" w:hanging="68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BB3360"/>
    <w:multiLevelType w:val="multilevel"/>
    <w:tmpl w:val="88907E02"/>
    <w:lvl w:ilvl="0">
      <w:start w:val="1"/>
      <w:numFmt w:val="bullet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2" w15:restartNumberingAfterBreak="0">
    <w:nsid w:val="2241623C"/>
    <w:multiLevelType w:val="hybridMultilevel"/>
    <w:tmpl w:val="3C2A7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27B71"/>
    <w:multiLevelType w:val="hybridMultilevel"/>
    <w:tmpl w:val="1A0CB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A68C9"/>
    <w:multiLevelType w:val="hybridMultilevel"/>
    <w:tmpl w:val="69F0A5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12724"/>
    <w:multiLevelType w:val="hybridMultilevel"/>
    <w:tmpl w:val="AA806AC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076C76"/>
    <w:multiLevelType w:val="hybridMultilevel"/>
    <w:tmpl w:val="685C283C"/>
    <w:lvl w:ilvl="0" w:tplc="C4AEE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920"/>
        </w:tabs>
        <w:ind w:left="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640"/>
        </w:tabs>
        <w:ind w:left="1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60"/>
        </w:tabs>
        <w:ind w:left="2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80"/>
        </w:tabs>
        <w:ind w:left="3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00"/>
        </w:tabs>
        <w:ind w:left="3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20"/>
        </w:tabs>
        <w:ind w:left="4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240"/>
        </w:tabs>
        <w:ind w:left="5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60"/>
        </w:tabs>
        <w:ind w:left="5960" w:hanging="360"/>
      </w:pPr>
      <w:rPr>
        <w:rFonts w:ascii="Wingdings" w:hAnsi="Wingdings" w:hint="default"/>
      </w:rPr>
    </w:lvl>
  </w:abstractNum>
  <w:abstractNum w:abstractNumId="7" w15:restartNumberingAfterBreak="0">
    <w:nsid w:val="3B0334B1"/>
    <w:multiLevelType w:val="hybridMultilevel"/>
    <w:tmpl w:val="69F0A5F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0112F"/>
    <w:multiLevelType w:val="hybridMultilevel"/>
    <w:tmpl w:val="EBA49E16"/>
    <w:lvl w:ilvl="0" w:tplc="0409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7D15DF6"/>
    <w:multiLevelType w:val="multilevel"/>
    <w:tmpl w:val="E6169E4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10" w15:restartNumberingAfterBreak="0">
    <w:nsid w:val="4DEE5855"/>
    <w:multiLevelType w:val="hybridMultilevel"/>
    <w:tmpl w:val="0580821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127F8"/>
    <w:multiLevelType w:val="hybridMultilevel"/>
    <w:tmpl w:val="2DAA43F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034B8D"/>
    <w:multiLevelType w:val="multilevel"/>
    <w:tmpl w:val="3C5289B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402"/>
        </w:tabs>
        <w:ind w:left="3402" w:hanging="68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082"/>
        </w:tabs>
        <w:ind w:left="4082" w:hanging="6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763"/>
        </w:tabs>
        <w:ind w:left="4763" w:hanging="681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443"/>
        </w:tabs>
        <w:ind w:left="5443" w:hanging="68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5803"/>
        </w:tabs>
        <w:ind w:left="5670" w:hanging="227"/>
      </w:pPr>
      <w:rPr>
        <w:rFonts w:hint="default"/>
      </w:rPr>
    </w:lvl>
  </w:abstractNum>
  <w:abstractNum w:abstractNumId="13" w15:restartNumberingAfterBreak="0">
    <w:nsid w:val="7A560E72"/>
    <w:multiLevelType w:val="hybridMultilevel"/>
    <w:tmpl w:val="B9F68E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77493916">
    <w:abstractNumId w:val="12"/>
  </w:num>
  <w:num w:numId="2" w16cid:durableId="1560366216">
    <w:abstractNumId w:val="9"/>
  </w:num>
  <w:num w:numId="3" w16cid:durableId="1058628879">
    <w:abstractNumId w:val="1"/>
  </w:num>
  <w:num w:numId="4" w16cid:durableId="1374311091">
    <w:abstractNumId w:val="0"/>
  </w:num>
  <w:num w:numId="5" w16cid:durableId="710153610">
    <w:abstractNumId w:val="13"/>
  </w:num>
  <w:num w:numId="6" w16cid:durableId="37821035">
    <w:abstractNumId w:val="8"/>
  </w:num>
  <w:num w:numId="7" w16cid:durableId="151795788">
    <w:abstractNumId w:val="5"/>
  </w:num>
  <w:num w:numId="8" w16cid:durableId="1733306800">
    <w:abstractNumId w:val="11"/>
  </w:num>
  <w:num w:numId="9" w16cid:durableId="604121159">
    <w:abstractNumId w:val="7"/>
  </w:num>
  <w:num w:numId="10" w16cid:durableId="540898659">
    <w:abstractNumId w:val="4"/>
  </w:num>
  <w:num w:numId="11" w16cid:durableId="188422876">
    <w:abstractNumId w:val="6"/>
  </w:num>
  <w:num w:numId="12" w16cid:durableId="799764101">
    <w:abstractNumId w:val="10"/>
  </w:num>
  <w:num w:numId="13" w16cid:durableId="133371152">
    <w:abstractNumId w:val="10"/>
  </w:num>
  <w:num w:numId="14" w16cid:durableId="2124768561">
    <w:abstractNumId w:val="2"/>
  </w:num>
  <w:num w:numId="15" w16cid:durableId="394592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CF8"/>
    <w:rsid w:val="000058C1"/>
    <w:rsid w:val="000146EE"/>
    <w:rsid w:val="00057527"/>
    <w:rsid w:val="00064678"/>
    <w:rsid w:val="00071710"/>
    <w:rsid w:val="000A3CFB"/>
    <w:rsid w:val="000A652D"/>
    <w:rsid w:val="000B12FA"/>
    <w:rsid w:val="000B685C"/>
    <w:rsid w:val="000D0A5C"/>
    <w:rsid w:val="000E1ED0"/>
    <w:rsid w:val="000E528F"/>
    <w:rsid w:val="000F2BE2"/>
    <w:rsid w:val="000F47F1"/>
    <w:rsid w:val="00100863"/>
    <w:rsid w:val="001126E4"/>
    <w:rsid w:val="0012448F"/>
    <w:rsid w:val="00137980"/>
    <w:rsid w:val="00155163"/>
    <w:rsid w:val="00155867"/>
    <w:rsid w:val="00163D10"/>
    <w:rsid w:val="00166B9A"/>
    <w:rsid w:val="0017701B"/>
    <w:rsid w:val="00184D92"/>
    <w:rsid w:val="001859C7"/>
    <w:rsid w:val="001B4226"/>
    <w:rsid w:val="001D3FAD"/>
    <w:rsid w:val="001F4AB6"/>
    <w:rsid w:val="001F7001"/>
    <w:rsid w:val="00215181"/>
    <w:rsid w:val="002231F3"/>
    <w:rsid w:val="00223217"/>
    <w:rsid w:val="0022620E"/>
    <w:rsid w:val="00236290"/>
    <w:rsid w:val="002370B8"/>
    <w:rsid w:val="002538F6"/>
    <w:rsid w:val="002543D8"/>
    <w:rsid w:val="0026489E"/>
    <w:rsid w:val="002A0631"/>
    <w:rsid w:val="002A41C7"/>
    <w:rsid w:val="002B6F49"/>
    <w:rsid w:val="002C29BA"/>
    <w:rsid w:val="002D241D"/>
    <w:rsid w:val="002D7C24"/>
    <w:rsid w:val="002F0AFD"/>
    <w:rsid w:val="002F44CB"/>
    <w:rsid w:val="003503F7"/>
    <w:rsid w:val="00352177"/>
    <w:rsid w:val="00364988"/>
    <w:rsid w:val="0036568A"/>
    <w:rsid w:val="00381DAD"/>
    <w:rsid w:val="003A0C2A"/>
    <w:rsid w:val="003A6B64"/>
    <w:rsid w:val="003B0A5B"/>
    <w:rsid w:val="003B6A36"/>
    <w:rsid w:val="003C0E60"/>
    <w:rsid w:val="003C222F"/>
    <w:rsid w:val="003E644A"/>
    <w:rsid w:val="003E7AE7"/>
    <w:rsid w:val="00415AB1"/>
    <w:rsid w:val="004163E9"/>
    <w:rsid w:val="00416B4D"/>
    <w:rsid w:val="00421302"/>
    <w:rsid w:val="00421723"/>
    <w:rsid w:val="00430211"/>
    <w:rsid w:val="00431EF3"/>
    <w:rsid w:val="00441454"/>
    <w:rsid w:val="00442749"/>
    <w:rsid w:val="0048460F"/>
    <w:rsid w:val="004A65E3"/>
    <w:rsid w:val="004B1F5C"/>
    <w:rsid w:val="004D047A"/>
    <w:rsid w:val="004F2F04"/>
    <w:rsid w:val="00511CCF"/>
    <w:rsid w:val="005129C6"/>
    <w:rsid w:val="00515564"/>
    <w:rsid w:val="00517891"/>
    <w:rsid w:val="00546D60"/>
    <w:rsid w:val="00551FE6"/>
    <w:rsid w:val="005525BE"/>
    <w:rsid w:val="005652DC"/>
    <w:rsid w:val="00593CE7"/>
    <w:rsid w:val="005B0E11"/>
    <w:rsid w:val="005B602C"/>
    <w:rsid w:val="005D168D"/>
    <w:rsid w:val="005F35DE"/>
    <w:rsid w:val="005F40AF"/>
    <w:rsid w:val="0061435D"/>
    <w:rsid w:val="006338B4"/>
    <w:rsid w:val="006432C9"/>
    <w:rsid w:val="006623DA"/>
    <w:rsid w:val="00667132"/>
    <w:rsid w:val="0067054D"/>
    <w:rsid w:val="0067356B"/>
    <w:rsid w:val="006755AE"/>
    <w:rsid w:val="006858A5"/>
    <w:rsid w:val="006A0410"/>
    <w:rsid w:val="006A0462"/>
    <w:rsid w:val="006B50E7"/>
    <w:rsid w:val="006B681C"/>
    <w:rsid w:val="006B79F6"/>
    <w:rsid w:val="006C69E5"/>
    <w:rsid w:val="006D0216"/>
    <w:rsid w:val="006D3290"/>
    <w:rsid w:val="006D6E96"/>
    <w:rsid w:val="006E0067"/>
    <w:rsid w:val="006E2E4E"/>
    <w:rsid w:val="006F71BE"/>
    <w:rsid w:val="007074E5"/>
    <w:rsid w:val="00710D73"/>
    <w:rsid w:val="00713AD2"/>
    <w:rsid w:val="00724F00"/>
    <w:rsid w:val="00752D9D"/>
    <w:rsid w:val="0075680B"/>
    <w:rsid w:val="0076674D"/>
    <w:rsid w:val="00775E46"/>
    <w:rsid w:val="007838EB"/>
    <w:rsid w:val="00793DAF"/>
    <w:rsid w:val="007B12BA"/>
    <w:rsid w:val="007D66FB"/>
    <w:rsid w:val="007E1BB0"/>
    <w:rsid w:val="007E7D2B"/>
    <w:rsid w:val="007F0195"/>
    <w:rsid w:val="00801A1C"/>
    <w:rsid w:val="00803F09"/>
    <w:rsid w:val="008077F9"/>
    <w:rsid w:val="00810FDB"/>
    <w:rsid w:val="008362C0"/>
    <w:rsid w:val="008428C5"/>
    <w:rsid w:val="00844F8B"/>
    <w:rsid w:val="00847C59"/>
    <w:rsid w:val="00856FDB"/>
    <w:rsid w:val="00861386"/>
    <w:rsid w:val="00865F9A"/>
    <w:rsid w:val="008771CE"/>
    <w:rsid w:val="00880846"/>
    <w:rsid w:val="00880BE6"/>
    <w:rsid w:val="008A2E22"/>
    <w:rsid w:val="008C3C8D"/>
    <w:rsid w:val="008E3596"/>
    <w:rsid w:val="008E53E7"/>
    <w:rsid w:val="008E7A28"/>
    <w:rsid w:val="008F1FD3"/>
    <w:rsid w:val="008F291B"/>
    <w:rsid w:val="00902533"/>
    <w:rsid w:val="00906F1B"/>
    <w:rsid w:val="00911086"/>
    <w:rsid w:val="00911DA0"/>
    <w:rsid w:val="00913152"/>
    <w:rsid w:val="00924270"/>
    <w:rsid w:val="00930A60"/>
    <w:rsid w:val="00932895"/>
    <w:rsid w:val="00954601"/>
    <w:rsid w:val="00956D35"/>
    <w:rsid w:val="00960C58"/>
    <w:rsid w:val="00964DAA"/>
    <w:rsid w:val="009A619D"/>
    <w:rsid w:val="009B4E44"/>
    <w:rsid w:val="009B6780"/>
    <w:rsid w:val="009B6829"/>
    <w:rsid w:val="009C2880"/>
    <w:rsid w:val="009D285D"/>
    <w:rsid w:val="009E74CE"/>
    <w:rsid w:val="009F6004"/>
    <w:rsid w:val="00A009F4"/>
    <w:rsid w:val="00A05535"/>
    <w:rsid w:val="00A21F57"/>
    <w:rsid w:val="00A306F7"/>
    <w:rsid w:val="00A3493B"/>
    <w:rsid w:val="00A37652"/>
    <w:rsid w:val="00A440EF"/>
    <w:rsid w:val="00A51CBE"/>
    <w:rsid w:val="00A57B45"/>
    <w:rsid w:val="00A85FD1"/>
    <w:rsid w:val="00A962F0"/>
    <w:rsid w:val="00AA675C"/>
    <w:rsid w:val="00AD20EC"/>
    <w:rsid w:val="00AE35F2"/>
    <w:rsid w:val="00AE739C"/>
    <w:rsid w:val="00AF05C6"/>
    <w:rsid w:val="00AF788A"/>
    <w:rsid w:val="00B022F5"/>
    <w:rsid w:val="00B44794"/>
    <w:rsid w:val="00B44F23"/>
    <w:rsid w:val="00B50CA5"/>
    <w:rsid w:val="00B537E2"/>
    <w:rsid w:val="00B5428E"/>
    <w:rsid w:val="00B76C16"/>
    <w:rsid w:val="00B77EB0"/>
    <w:rsid w:val="00B87913"/>
    <w:rsid w:val="00B924CF"/>
    <w:rsid w:val="00BA071C"/>
    <w:rsid w:val="00BB0C70"/>
    <w:rsid w:val="00BC5AB6"/>
    <w:rsid w:val="00BC7472"/>
    <w:rsid w:val="00BF59CB"/>
    <w:rsid w:val="00BF5CF8"/>
    <w:rsid w:val="00C058D2"/>
    <w:rsid w:val="00C21DBD"/>
    <w:rsid w:val="00C23D4F"/>
    <w:rsid w:val="00C2497C"/>
    <w:rsid w:val="00C24E51"/>
    <w:rsid w:val="00C2516E"/>
    <w:rsid w:val="00C40B55"/>
    <w:rsid w:val="00C427A0"/>
    <w:rsid w:val="00C505E7"/>
    <w:rsid w:val="00C6393C"/>
    <w:rsid w:val="00C71C20"/>
    <w:rsid w:val="00C76CDE"/>
    <w:rsid w:val="00C81773"/>
    <w:rsid w:val="00C82909"/>
    <w:rsid w:val="00C85BCD"/>
    <w:rsid w:val="00C85C1E"/>
    <w:rsid w:val="00CA5A82"/>
    <w:rsid w:val="00CB0F10"/>
    <w:rsid w:val="00CB1213"/>
    <w:rsid w:val="00CC216A"/>
    <w:rsid w:val="00CD6CD1"/>
    <w:rsid w:val="00CF0DB8"/>
    <w:rsid w:val="00D02C2D"/>
    <w:rsid w:val="00D069C1"/>
    <w:rsid w:val="00D138BB"/>
    <w:rsid w:val="00D24115"/>
    <w:rsid w:val="00D31CB5"/>
    <w:rsid w:val="00D42316"/>
    <w:rsid w:val="00D45321"/>
    <w:rsid w:val="00D53BC9"/>
    <w:rsid w:val="00D67A48"/>
    <w:rsid w:val="00D86016"/>
    <w:rsid w:val="00D86DBA"/>
    <w:rsid w:val="00D97A36"/>
    <w:rsid w:val="00DE1547"/>
    <w:rsid w:val="00E0103C"/>
    <w:rsid w:val="00E0768F"/>
    <w:rsid w:val="00E232D9"/>
    <w:rsid w:val="00E2569F"/>
    <w:rsid w:val="00E27405"/>
    <w:rsid w:val="00E31D92"/>
    <w:rsid w:val="00E32885"/>
    <w:rsid w:val="00E332C8"/>
    <w:rsid w:val="00E34C40"/>
    <w:rsid w:val="00E41E59"/>
    <w:rsid w:val="00E52A74"/>
    <w:rsid w:val="00E57D08"/>
    <w:rsid w:val="00E600F7"/>
    <w:rsid w:val="00E7024C"/>
    <w:rsid w:val="00E7029F"/>
    <w:rsid w:val="00E872EB"/>
    <w:rsid w:val="00EA620A"/>
    <w:rsid w:val="00EB317F"/>
    <w:rsid w:val="00EB4288"/>
    <w:rsid w:val="00EC3174"/>
    <w:rsid w:val="00EC3EB2"/>
    <w:rsid w:val="00ED13A3"/>
    <w:rsid w:val="00EE013E"/>
    <w:rsid w:val="00EE5083"/>
    <w:rsid w:val="00EE5C9B"/>
    <w:rsid w:val="00EE6783"/>
    <w:rsid w:val="00EF6470"/>
    <w:rsid w:val="00EF77AA"/>
    <w:rsid w:val="00F12196"/>
    <w:rsid w:val="00F1576C"/>
    <w:rsid w:val="00F3117E"/>
    <w:rsid w:val="00F31D17"/>
    <w:rsid w:val="00F330A8"/>
    <w:rsid w:val="00F436DC"/>
    <w:rsid w:val="00F468FD"/>
    <w:rsid w:val="00F51F75"/>
    <w:rsid w:val="00F660B6"/>
    <w:rsid w:val="00F66D6C"/>
    <w:rsid w:val="00F67760"/>
    <w:rsid w:val="00F71D20"/>
    <w:rsid w:val="00F83C7A"/>
    <w:rsid w:val="00F915A2"/>
    <w:rsid w:val="00F950D9"/>
    <w:rsid w:val="00F95F80"/>
    <w:rsid w:val="00FA3884"/>
    <w:rsid w:val="00FA4C92"/>
    <w:rsid w:val="00FD5889"/>
    <w:rsid w:val="00FE705D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E14E9C"/>
  <w15:docId w15:val="{47FEC8E9-53C2-4465-A338-FCF9F5AD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bottom w:val="single" w:sz="12" w:space="0" w:color="auto"/>
      </w:pBdr>
      <w:jc w:val="center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817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rsid w:val="00C76C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6CDE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uiPriority w:val="20"/>
    <w:qFormat/>
    <w:rsid w:val="00C76CDE"/>
    <w:rPr>
      <w:i/>
      <w:iCs/>
    </w:rPr>
  </w:style>
  <w:style w:type="paragraph" w:styleId="ListParagraph">
    <w:name w:val="List Paragraph"/>
    <w:basedOn w:val="Normal"/>
    <w:uiPriority w:val="34"/>
    <w:qFormat/>
    <w:rsid w:val="001D3FAD"/>
    <w:pPr>
      <w:ind w:left="720"/>
    </w:pPr>
  </w:style>
  <w:style w:type="paragraph" w:styleId="Header">
    <w:name w:val="header"/>
    <w:basedOn w:val="Normal"/>
    <w:link w:val="HeaderChar"/>
    <w:rsid w:val="006D32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D329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6D32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290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D329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6004"/>
    <w:rPr>
      <w:color w:val="808080"/>
      <w:shd w:val="clear" w:color="auto" w:fill="E6E6E6"/>
    </w:rPr>
  </w:style>
  <w:style w:type="paragraph" w:customStyle="1" w:styleId="BTR-Empfnger">
    <w:name w:val="BTR-Empfänger"/>
    <w:uiPriority w:val="36"/>
    <w:rsid w:val="006755AE"/>
    <w:rPr>
      <w:rFonts w:ascii="Arial" w:eastAsia="MS Mincho" w:hAnsi="Arial"/>
      <w:sz w:val="22"/>
      <w:szCs w:val="22"/>
      <w:lang w:val="de-DE" w:eastAsia="ja-JP"/>
    </w:rPr>
  </w:style>
  <w:style w:type="paragraph" w:customStyle="1" w:styleId="RP-Empfnger">
    <w:name w:val="RP-Empfänger"/>
    <w:basedOn w:val="Normal"/>
    <w:rsid w:val="006755AE"/>
    <w:pPr>
      <w:jc w:val="both"/>
    </w:pPr>
    <w:rPr>
      <w:rFonts w:ascii="Arial" w:eastAsia="MS Mincho" w:hAnsi="Arial"/>
      <w:sz w:val="22"/>
      <w:szCs w:val="22"/>
      <w:lang w:val="de-DE" w:eastAsia="ja-JP"/>
    </w:rPr>
  </w:style>
  <w:style w:type="paragraph" w:customStyle="1" w:styleId="ReportHeading1">
    <w:name w:val="ReportHeading1"/>
    <w:basedOn w:val="Normal"/>
    <w:rsid w:val="005D168D"/>
    <w:pPr>
      <w:framePr w:w="6521" w:h="1055" w:hSpace="142" w:wrap="around" w:vAnchor="page" w:hAnchor="page" w:x="1441" w:y="4452"/>
      <w:spacing w:line="300" w:lineRule="atLeast"/>
    </w:pPr>
    <w:rPr>
      <w:rFonts w:ascii="Arial" w:hAnsi="Arial"/>
      <w:b/>
      <w:bCs/>
      <w:lang w:val="en-US" w:bidi="th-TH"/>
    </w:rPr>
  </w:style>
  <w:style w:type="table" w:styleId="TableGrid">
    <w:name w:val="Table Grid"/>
    <w:basedOn w:val="TableNormal"/>
    <w:rsid w:val="006A0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C8177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EE678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7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7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7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0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\AppData\Local\Temp\Temp1_Rest%20of%20the%20world_Assets.zip\Letterhead_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F9250-3019-4563-BC00-AAEC921C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Letterhead_A4</Template>
  <TotalTime>108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news release</vt:lpstr>
      <vt:lpstr>news release</vt:lpstr>
    </vt:vector>
  </TitlesOfParts>
  <Company>Baker Tilly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 release</dc:title>
  <dc:creator>wb</dc:creator>
  <cp:lastModifiedBy>Jakkrit Noramat</cp:lastModifiedBy>
  <cp:revision>51</cp:revision>
  <cp:lastPrinted>2025-04-24T11:54:00Z</cp:lastPrinted>
  <dcterms:created xsi:type="dcterms:W3CDTF">2021-04-24T12:15:00Z</dcterms:created>
  <dcterms:modified xsi:type="dcterms:W3CDTF">2025-06-11T08:12:00Z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ternateUri">
    <vt:lpwstr>huddle://files/documents/64982842</vt:lpwstr>
  </property>
</Properties>
</file>