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2E4C8EB8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5B472B17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</w:t>
      </w:r>
      <w:r w:rsidR="00325BE4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>
        <w:rPr>
          <w:rFonts w:ascii="BrowalliaUPC" w:hAnsi="BrowalliaUPC" w:cs="BrowalliaUPC"/>
          <w:sz w:val="28"/>
          <w:szCs w:val="28"/>
          <w:lang w:bidi="th-TH"/>
        </w:rPr>
        <w:br/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834CFC">
        <w:rPr>
          <w:rFonts w:ascii="BrowalliaUPC" w:hAnsi="BrowalliaUPC" w:cs="BrowalliaUPC"/>
          <w:sz w:val="28"/>
          <w:szCs w:val="28"/>
          <w:lang w:bidi="th-TH"/>
        </w:rPr>
        <w:t>31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มีนาคม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D278A8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>สาม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81C68">
        <w:rPr>
          <w:rFonts w:ascii="BrowalliaUPC" w:hAnsi="BrowalliaUPC" w:cs="BrowalliaUPC"/>
          <w:sz w:val="28"/>
          <w:szCs w:val="28"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783D969D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</w:t>
      </w:r>
      <w:r w:rsidR="009A01E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กิจการ 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71334110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</w:t>
      </w:r>
      <w:r w:rsidR="009A01E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1C7DA2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1355C8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24050C1E" w:rsidR="001C7DA2" w:rsidRPr="00CF40E0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536CF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แสดงฐานะ</w:t>
      </w:r>
      <w:r w:rsidRPr="00053DA1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ยู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โร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เอเชีย</w:t>
      </w:r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โทเท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ิล</w:t>
      </w:r>
      <w:proofErr w:type="spellEnd"/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ณ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31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ธันวาคม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960C4C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ตรวจสอบโดยผู้สอบบัญชีอื่น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ซึ่ง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แสดงความเห็นอย่างไม่มีเงื่อนไข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โดยมีวรรคข้อมูลและเหตุการณ์ที่เน้นเกี่ยวกับการแก้ไขข้อผิดพลาดและการจัดประเภท</w:t>
      </w:r>
      <w:r w:rsidR="007124D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รายการใหม่ในงบการเงิน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2</w:t>
      </w:r>
      <w:r w:rsidR="00891420">
        <w:rPr>
          <w:rFonts w:ascii="Browallia New" w:hAnsi="Browallia New" w:cs="Browallia New"/>
          <w:sz w:val="28"/>
          <w:szCs w:val="28"/>
        </w:rPr>
        <w:t>0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891420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6D252452" w:rsidR="001C7DA2" w:rsidRDefault="00D16FC3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Pr="00D16FC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</w:t>
      </w:r>
      <w:r w:rsidR="0054009F" w:rsidRPr="0054009F">
        <w:rPr>
          <w:rFonts w:ascii="BrowalliaUPC" w:hAnsi="BrowalliaUPC" w:cs="BrowalliaUPC" w:hint="cs"/>
          <w:sz w:val="28"/>
          <w:szCs w:val="28"/>
          <w:cs/>
          <w:lang w:bidi="th-TH"/>
        </w:rPr>
        <w:t>ส่วนของผู้ถือหุ้น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C7DA2" w:rsidRPr="002F30AC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7B6873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งบกระแสเงินสดรวมและเฉพาะบริษัทสำหรับงวดสามเดือน</w:t>
      </w:r>
      <w:r w:rsidR="001C7DA2" w:rsidRPr="002F30AC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31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มีนาคม</w:t>
      </w:r>
      <w:r w:rsidR="001C7DA2">
        <w:rPr>
          <w:rFonts w:ascii="BrowalliaUPC" w:hAnsi="BrowalliaUPC" w:cs="BrowalliaUPC" w:hint="cs"/>
          <w:sz w:val="28"/>
          <w:szCs w:val="28"/>
        </w:rPr>
        <w:t xml:space="preserve"> 256</w:t>
      </w:r>
      <w:r w:rsidR="00121F80">
        <w:rPr>
          <w:rFonts w:ascii="BrowalliaUPC" w:hAnsi="BrowalliaUPC" w:cs="BrowalliaUPC"/>
          <w:sz w:val="28"/>
          <w:szCs w:val="28"/>
        </w:rPr>
        <w:t>7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สอบทานโดยผู้สอบบัญชีดังกล่าวข้างต้น</w:t>
      </w:r>
      <w:r w:rsidR="001C7DA2">
        <w:rPr>
          <w:rFonts w:ascii="BrowalliaUPC" w:hAnsi="BrowalliaUPC" w:cs="BrowalliaUPC" w:hint="cs"/>
          <w:sz w:val="28"/>
          <w:szCs w:val="28"/>
          <w:cs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โดยให้ข้อสรุปว่าไม่พบสิ่งที่เป็นเหตุให้เชื่อว่าข้อมูลทาง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การเงินระหว่างกาลไม่ได้จัดทำขึ้นตามมาตรฐานการบัญชี</w:t>
      </w:r>
      <w:r w:rsidR="007E28A4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ฉบับที่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</w:rPr>
        <w:t xml:space="preserve"> 34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เรื่อง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การรายงานทางการเงินระหว่างกาล</w:t>
      </w:r>
      <w:r w:rsidR="0025251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</w:rPr>
        <w:t>1</w:t>
      </w:r>
      <w:r w:rsidR="0028780E">
        <w:rPr>
          <w:rFonts w:ascii="Browallia New" w:hAnsi="Browallia New" w:cs="Browallia New"/>
          <w:sz w:val="28"/>
          <w:szCs w:val="28"/>
        </w:rPr>
        <w:t>3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พฤษภาคม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28780E">
        <w:rPr>
          <w:rFonts w:ascii="Browallia New" w:hAnsi="Browallia New" w:cs="Browallia New"/>
          <w:sz w:val="28"/>
          <w:szCs w:val="28"/>
        </w:rPr>
        <w:t>7</w:t>
      </w:r>
    </w:p>
    <w:p w14:paraId="35A32276" w14:textId="77777777" w:rsidR="00163B1F" w:rsidRPr="00B80F82" w:rsidRDefault="00163B1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B80F82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64B8EB6A" w14:textId="77777777" w:rsidR="002A5858" w:rsidRPr="00AE5562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</w:pPr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ศรัณ</w:t>
      </w:r>
      <w:proofErr w:type="spellStart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ญา</w:t>
      </w:r>
      <w:proofErr w:type="spellEnd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อัครมหาพาณิชย์</w:t>
      </w:r>
    </w:p>
    <w:p w14:paraId="252C20E5" w14:textId="77777777" w:rsidR="002A5858" w:rsidRPr="00AE5562" w:rsidRDefault="002A5858" w:rsidP="002A5858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28F6AD6F" w:rsidR="008E7C6B" w:rsidRPr="00050E59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AE556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AE5562">
        <w:rPr>
          <w:rFonts w:ascii="Browallia New" w:hAnsi="Browallia New" w:cs="Browallia New"/>
          <w:sz w:val="28"/>
          <w:szCs w:val="28"/>
          <w:lang w:val="en-US" w:bidi="th-TH"/>
        </w:rPr>
        <w:t>9919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3D363D5B" w:rsidR="00CD4D4E" w:rsidRPr="00B80F82" w:rsidRDefault="005873A8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1E2C32">
        <w:rPr>
          <w:rFonts w:ascii="Browallia New" w:hAnsi="Browallia New" w:cs="Browallia New"/>
          <w:sz w:val="28"/>
          <w:szCs w:val="28"/>
          <w:lang w:bidi="th-TH"/>
        </w:rPr>
        <w:t>12</w:t>
      </w:r>
      <w:r w:rsidR="008E7C6B" w:rsidRPr="001E2C3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พฤษภาคม</w:t>
      </w:r>
      <w:r w:rsidR="008E7C6B" w:rsidRPr="001E2C32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A169F" w14:textId="77777777" w:rsidR="00EB4332" w:rsidRDefault="00EB4332">
      <w:r>
        <w:separator/>
      </w:r>
    </w:p>
  </w:endnote>
  <w:endnote w:type="continuationSeparator" w:id="0">
    <w:p w14:paraId="44ACA009" w14:textId="77777777" w:rsidR="00EB4332" w:rsidRDefault="00EB4332">
      <w:r>
        <w:continuationSeparator/>
      </w:r>
    </w:p>
  </w:endnote>
  <w:endnote w:type="continuationNotice" w:id="1">
    <w:p w14:paraId="47167A9F" w14:textId="77777777" w:rsidR="00EB4332" w:rsidRDefault="00EB43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81B1D" w14:textId="77777777" w:rsidR="00EB4332" w:rsidRDefault="00EB4332">
      <w:bookmarkStart w:id="0" w:name="_Hlk482348182"/>
      <w:bookmarkEnd w:id="0"/>
      <w:r>
        <w:separator/>
      </w:r>
    </w:p>
  </w:footnote>
  <w:footnote w:type="continuationSeparator" w:id="0">
    <w:p w14:paraId="0F9FB5EE" w14:textId="77777777" w:rsidR="00EB4332" w:rsidRDefault="00EB4332">
      <w:r>
        <w:continuationSeparator/>
      </w:r>
    </w:p>
  </w:footnote>
  <w:footnote w:type="continuationNotice" w:id="1">
    <w:p w14:paraId="6445AFF3" w14:textId="77777777" w:rsidR="00EB4332" w:rsidRDefault="00EB43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2CDF9347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3F546EB4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6BFBD2C0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2F85"/>
    <w:rsid w:val="00004B8D"/>
    <w:rsid w:val="000162B0"/>
    <w:rsid w:val="00016C25"/>
    <w:rsid w:val="00017AE1"/>
    <w:rsid w:val="00027765"/>
    <w:rsid w:val="00027C1D"/>
    <w:rsid w:val="0003023B"/>
    <w:rsid w:val="00031683"/>
    <w:rsid w:val="00031D17"/>
    <w:rsid w:val="00034ED9"/>
    <w:rsid w:val="000372A6"/>
    <w:rsid w:val="00044748"/>
    <w:rsid w:val="00044ACE"/>
    <w:rsid w:val="0004550E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FAB"/>
    <w:rsid w:val="000A4716"/>
    <w:rsid w:val="000A51A8"/>
    <w:rsid w:val="000B1B4E"/>
    <w:rsid w:val="000B65E3"/>
    <w:rsid w:val="000B7090"/>
    <w:rsid w:val="000C279D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1F80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231F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82F9F"/>
    <w:rsid w:val="00184BCA"/>
    <w:rsid w:val="00187308"/>
    <w:rsid w:val="0019210D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2C32"/>
    <w:rsid w:val="001E3B05"/>
    <w:rsid w:val="001E3CB9"/>
    <w:rsid w:val="001E498F"/>
    <w:rsid w:val="001F31CE"/>
    <w:rsid w:val="001F50BA"/>
    <w:rsid w:val="00210488"/>
    <w:rsid w:val="00214B4B"/>
    <w:rsid w:val="00224E8A"/>
    <w:rsid w:val="0022518C"/>
    <w:rsid w:val="00227501"/>
    <w:rsid w:val="00237A7E"/>
    <w:rsid w:val="00241F16"/>
    <w:rsid w:val="0024254F"/>
    <w:rsid w:val="00247352"/>
    <w:rsid w:val="00247969"/>
    <w:rsid w:val="00252512"/>
    <w:rsid w:val="00253CE4"/>
    <w:rsid w:val="00260227"/>
    <w:rsid w:val="0026182A"/>
    <w:rsid w:val="00261FA4"/>
    <w:rsid w:val="0026566B"/>
    <w:rsid w:val="00277EBE"/>
    <w:rsid w:val="00281C48"/>
    <w:rsid w:val="002838FB"/>
    <w:rsid w:val="00285249"/>
    <w:rsid w:val="00286D58"/>
    <w:rsid w:val="0028780E"/>
    <w:rsid w:val="0029703D"/>
    <w:rsid w:val="002A252E"/>
    <w:rsid w:val="002A5858"/>
    <w:rsid w:val="002A5F2C"/>
    <w:rsid w:val="002A76F5"/>
    <w:rsid w:val="002A77C0"/>
    <w:rsid w:val="002A7AE8"/>
    <w:rsid w:val="002B0BF8"/>
    <w:rsid w:val="002B18AD"/>
    <w:rsid w:val="002B2A6F"/>
    <w:rsid w:val="002B5A4A"/>
    <w:rsid w:val="002C02C6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25BE4"/>
    <w:rsid w:val="003304A5"/>
    <w:rsid w:val="00335E5B"/>
    <w:rsid w:val="00347B97"/>
    <w:rsid w:val="00354F5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6044"/>
    <w:rsid w:val="003D0AD8"/>
    <w:rsid w:val="003D2605"/>
    <w:rsid w:val="003D4087"/>
    <w:rsid w:val="003D64D6"/>
    <w:rsid w:val="003E034A"/>
    <w:rsid w:val="003E1AE5"/>
    <w:rsid w:val="003E24E4"/>
    <w:rsid w:val="003E3E21"/>
    <w:rsid w:val="003F1162"/>
    <w:rsid w:val="004008AF"/>
    <w:rsid w:val="00411510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3CE3"/>
    <w:rsid w:val="0044496E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71AC"/>
    <w:rsid w:val="004F1A16"/>
    <w:rsid w:val="004F207F"/>
    <w:rsid w:val="004F30A5"/>
    <w:rsid w:val="004F56BD"/>
    <w:rsid w:val="004F5D91"/>
    <w:rsid w:val="005070FA"/>
    <w:rsid w:val="00507655"/>
    <w:rsid w:val="005134EB"/>
    <w:rsid w:val="00516A22"/>
    <w:rsid w:val="0052186A"/>
    <w:rsid w:val="0052292D"/>
    <w:rsid w:val="00523D2D"/>
    <w:rsid w:val="005321DA"/>
    <w:rsid w:val="00536CFB"/>
    <w:rsid w:val="0054009F"/>
    <w:rsid w:val="005445D9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3A8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3B0F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C3D37"/>
    <w:rsid w:val="006C6376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24DB"/>
    <w:rsid w:val="00714FD6"/>
    <w:rsid w:val="00715969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6873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28A4"/>
    <w:rsid w:val="007E5F16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F25"/>
    <w:rsid w:val="008534AA"/>
    <w:rsid w:val="0085385A"/>
    <w:rsid w:val="008541C2"/>
    <w:rsid w:val="008622D3"/>
    <w:rsid w:val="008719C2"/>
    <w:rsid w:val="00880A55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5F69"/>
    <w:rsid w:val="008D7E6D"/>
    <w:rsid w:val="008E7687"/>
    <w:rsid w:val="008E7C6B"/>
    <w:rsid w:val="008F07E9"/>
    <w:rsid w:val="008F0E3C"/>
    <w:rsid w:val="008F11FA"/>
    <w:rsid w:val="008F33AE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0780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1E8"/>
    <w:rsid w:val="009A069D"/>
    <w:rsid w:val="009A1787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597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60F49"/>
    <w:rsid w:val="00A61E15"/>
    <w:rsid w:val="00A66F91"/>
    <w:rsid w:val="00A6767D"/>
    <w:rsid w:val="00A70229"/>
    <w:rsid w:val="00A70C3A"/>
    <w:rsid w:val="00A712D3"/>
    <w:rsid w:val="00A7787E"/>
    <w:rsid w:val="00A918D1"/>
    <w:rsid w:val="00A93A9A"/>
    <w:rsid w:val="00A971A5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29C"/>
    <w:rsid w:val="00AE0B30"/>
    <w:rsid w:val="00AE2BD8"/>
    <w:rsid w:val="00AE2BF6"/>
    <w:rsid w:val="00AE3370"/>
    <w:rsid w:val="00AE64CA"/>
    <w:rsid w:val="00AF4DF4"/>
    <w:rsid w:val="00AF6036"/>
    <w:rsid w:val="00AF7092"/>
    <w:rsid w:val="00B1262C"/>
    <w:rsid w:val="00B1301C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3F7"/>
    <w:rsid w:val="00B53AA9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34A6"/>
    <w:rsid w:val="00BA3B14"/>
    <w:rsid w:val="00BA5B00"/>
    <w:rsid w:val="00BB1048"/>
    <w:rsid w:val="00BB1A07"/>
    <w:rsid w:val="00BB6DAD"/>
    <w:rsid w:val="00BB7346"/>
    <w:rsid w:val="00BC1555"/>
    <w:rsid w:val="00BC5307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0572"/>
    <w:rsid w:val="00C41C7D"/>
    <w:rsid w:val="00C47428"/>
    <w:rsid w:val="00C47E73"/>
    <w:rsid w:val="00C502C2"/>
    <w:rsid w:val="00C55D2D"/>
    <w:rsid w:val="00C61E93"/>
    <w:rsid w:val="00C63023"/>
    <w:rsid w:val="00C63743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608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1FB4"/>
    <w:rsid w:val="00D13848"/>
    <w:rsid w:val="00D15EA5"/>
    <w:rsid w:val="00D16FC3"/>
    <w:rsid w:val="00D17847"/>
    <w:rsid w:val="00D2074F"/>
    <w:rsid w:val="00D2100B"/>
    <w:rsid w:val="00D24220"/>
    <w:rsid w:val="00D278A8"/>
    <w:rsid w:val="00D3089E"/>
    <w:rsid w:val="00D31D7A"/>
    <w:rsid w:val="00D33E60"/>
    <w:rsid w:val="00D4260C"/>
    <w:rsid w:val="00D460E7"/>
    <w:rsid w:val="00D47A94"/>
    <w:rsid w:val="00D5002A"/>
    <w:rsid w:val="00D60EDE"/>
    <w:rsid w:val="00D624FD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2F9A"/>
    <w:rsid w:val="00D9427D"/>
    <w:rsid w:val="00D96128"/>
    <w:rsid w:val="00DA36EE"/>
    <w:rsid w:val="00DA452E"/>
    <w:rsid w:val="00DA5128"/>
    <w:rsid w:val="00DA6E31"/>
    <w:rsid w:val="00DB308D"/>
    <w:rsid w:val="00DB3F60"/>
    <w:rsid w:val="00DB5F40"/>
    <w:rsid w:val="00DD1E47"/>
    <w:rsid w:val="00DD61A9"/>
    <w:rsid w:val="00DD6EF1"/>
    <w:rsid w:val="00DE4958"/>
    <w:rsid w:val="00E04361"/>
    <w:rsid w:val="00E064FD"/>
    <w:rsid w:val="00E0760B"/>
    <w:rsid w:val="00E103B8"/>
    <w:rsid w:val="00E1053A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5FF3"/>
    <w:rsid w:val="00E56701"/>
    <w:rsid w:val="00E57F4B"/>
    <w:rsid w:val="00E62754"/>
    <w:rsid w:val="00E63E7F"/>
    <w:rsid w:val="00E64D2D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332"/>
    <w:rsid w:val="00EB4B39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26BE"/>
    <w:rsid w:val="00EF47AE"/>
    <w:rsid w:val="00EF4B0C"/>
    <w:rsid w:val="00F00329"/>
    <w:rsid w:val="00F01358"/>
    <w:rsid w:val="00F05835"/>
    <w:rsid w:val="00F10DB9"/>
    <w:rsid w:val="00F13DCA"/>
    <w:rsid w:val="00F14ED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1C68"/>
    <w:rsid w:val="00F83E78"/>
    <w:rsid w:val="00F85961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68A4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9FA8F104-18C7-4C3D-B902-2E42C0AE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681402B494643B085FE780B726703" ma:contentTypeVersion="0" ma:contentTypeDescription="Create a new document." ma:contentTypeScope="" ma:versionID="5286cc98f6199162ec71ba125f9d7d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B8FF14-70F5-498A-BBE7-F8A9A59E8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81</TotalTime>
  <Pages>2</Pages>
  <Words>523</Words>
  <Characters>1988</Characters>
  <Application>Microsoft Office Word</Application>
  <DocSecurity>0</DocSecurity>
  <Lines>16</Lines>
  <Paragraphs>5</Paragraphs>
  <ScaleCrop>false</ScaleCrop>
  <Company>Grant Thornton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316</cp:revision>
  <cp:lastPrinted>2025-05-14T14:20:00Z</cp:lastPrinted>
  <dcterms:created xsi:type="dcterms:W3CDTF">2019-03-12T20:58:00Z</dcterms:created>
  <dcterms:modified xsi:type="dcterms:W3CDTF">2025-05-15T13:06:00Z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0x010100A06681402B494643B085FE780B726703</vt:lpwstr>
  </property>
  <property fmtid="{D5CDD505-2E9C-101B-9397-08002B2CF9AE}" pid="4" name="MediaServiceImageTags">
    <vt:lpwstr/>
  </property>
</Properties>
</file>