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DF6E2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  <w:cs/>
        </w:rPr>
      </w:pPr>
    </w:p>
    <w:p w14:paraId="1274E70A" w14:textId="77777777" w:rsidR="00FE0EA1" w:rsidRPr="00845053" w:rsidRDefault="00FE0EA1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29D0212F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3095C48B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7CA1D25F" w14:textId="77777777" w:rsidR="00326B79" w:rsidRPr="00845053" w:rsidRDefault="00326B79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67108A75" w14:textId="77777777" w:rsidR="00180CD5" w:rsidRDefault="00180CD5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009CA5C4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148FFBF7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72C1E934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141C5742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6CA598E5" w14:textId="77777777" w:rsidR="00180CD5" w:rsidRPr="00845053" w:rsidRDefault="00180CD5" w:rsidP="006F6954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540F4682" w14:textId="2DA036A4" w:rsidR="00432A07" w:rsidRPr="00845053" w:rsidRDefault="00641AF0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2"/>
          <w:szCs w:val="32"/>
        </w:rPr>
      </w:pPr>
      <w:r w:rsidRPr="00641AF0">
        <w:rPr>
          <w:rFonts w:ascii="Angsana New" w:hAnsi="Angsana New" w:cs="Angsana New"/>
          <w:sz w:val="52"/>
          <w:szCs w:val="52"/>
          <w:cs/>
        </w:rPr>
        <w:t>ทรัสต์เพื่อการลงทุนในสิทธิการเช่าอสังหาริมทรัพย์ ซี.พี.ทาวเวอร์</w:t>
      </w:r>
    </w:p>
    <w:p w14:paraId="6939034B" w14:textId="683F1688" w:rsidR="005E2E0E" w:rsidRDefault="00F351B5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E30936">
        <w:rPr>
          <w:rFonts w:ascii="Angsana New" w:hAnsi="Angsana New"/>
          <w:sz w:val="32"/>
          <w:szCs w:val="32"/>
          <w:cs/>
        </w:rPr>
        <w:t>งบการเงิน</w:t>
      </w:r>
      <w:r w:rsidR="005E2E0E">
        <w:rPr>
          <w:rFonts w:ascii="Angsana New" w:hAnsi="Angsana New" w:hint="cs"/>
          <w:sz w:val="32"/>
          <w:szCs w:val="32"/>
          <w:cs/>
        </w:rPr>
        <w:t>ระหว่างกาล</w:t>
      </w:r>
    </w:p>
    <w:p w14:paraId="1A7FF50A" w14:textId="093BCB3E" w:rsidR="00F03899" w:rsidRPr="00D87AE6" w:rsidRDefault="00F03899" w:rsidP="00F03899">
      <w:pPr>
        <w:ind w:right="-46"/>
        <w:jc w:val="center"/>
        <w:rPr>
          <w:rFonts w:ascii="Angsana New" w:hAnsi="Angsana New"/>
          <w:sz w:val="32"/>
          <w:szCs w:val="32"/>
        </w:rPr>
      </w:pPr>
      <w:r w:rsidRPr="00D87AE6">
        <w:rPr>
          <w:rFonts w:ascii="Angsana New" w:hAnsi="Angsana New"/>
          <w:sz w:val="32"/>
          <w:szCs w:val="32"/>
          <w:cs/>
        </w:rPr>
        <w:t>สำหรับ</w:t>
      </w:r>
      <w:r w:rsidRPr="00D87AE6">
        <w:rPr>
          <w:rFonts w:ascii="Angsana New" w:hAnsi="Angsana New" w:hint="cs"/>
          <w:sz w:val="32"/>
          <w:szCs w:val="32"/>
          <w:cs/>
        </w:rPr>
        <w:t>งวดสามเดือน</w:t>
      </w:r>
      <w:r w:rsidRPr="00D87AE6">
        <w:rPr>
          <w:rFonts w:ascii="Angsana New" w:hAnsi="Angsana New"/>
          <w:sz w:val="32"/>
          <w:szCs w:val="32"/>
          <w:cs/>
        </w:rPr>
        <w:t>สิ้นสุดวันที</w:t>
      </w:r>
      <w:r w:rsidR="002270EA">
        <w:rPr>
          <w:rFonts w:ascii="Angsana New" w:hAnsi="Angsana New" w:hint="cs"/>
          <w:sz w:val="32"/>
          <w:szCs w:val="32"/>
          <w:cs/>
        </w:rPr>
        <w:t xml:space="preserve">่ </w:t>
      </w:r>
      <w:r w:rsidR="00432A07">
        <w:rPr>
          <w:rFonts w:ascii="Angsana New" w:hAnsi="Angsana New"/>
          <w:sz w:val="32"/>
          <w:szCs w:val="32"/>
        </w:rPr>
        <w:t>31</w:t>
      </w:r>
      <w:r w:rsidR="00432A07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432A07">
        <w:rPr>
          <w:rFonts w:ascii="Angsana New" w:hAnsi="Angsana New"/>
          <w:sz w:val="32"/>
          <w:szCs w:val="32"/>
        </w:rPr>
        <w:t>256</w:t>
      </w:r>
      <w:r w:rsidR="00641AF0">
        <w:rPr>
          <w:rFonts w:ascii="Angsana New" w:hAnsi="Angsana New"/>
          <w:sz w:val="32"/>
          <w:szCs w:val="32"/>
        </w:rPr>
        <w:t>8</w:t>
      </w:r>
    </w:p>
    <w:p w14:paraId="78ECCB62" w14:textId="77777777" w:rsidR="00F351B5" w:rsidRPr="00E30936" w:rsidRDefault="00F351B5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E30936">
        <w:rPr>
          <w:rFonts w:ascii="Angsana New" w:hAnsi="Angsana New"/>
          <w:sz w:val="32"/>
          <w:szCs w:val="32"/>
          <w:cs/>
        </w:rPr>
        <w:t>และ</w:t>
      </w:r>
    </w:p>
    <w:p w14:paraId="2F437327" w14:textId="25E482A7" w:rsidR="00F351B5" w:rsidRDefault="005E2E0E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3F6F38">
        <w:rPr>
          <w:rFonts w:ascii="Angsana New" w:hAnsi="Angsana New"/>
          <w:sz w:val="32"/>
          <w:szCs w:val="32"/>
          <w:cs/>
        </w:rPr>
        <w:t>รายงานการสอบทาน</w:t>
      </w:r>
      <w:r w:rsidR="00F56F61">
        <w:rPr>
          <w:rFonts w:ascii="Angsana New" w:hAnsi="Angsana New" w:hint="cs"/>
          <w:sz w:val="32"/>
          <w:szCs w:val="32"/>
          <w:cs/>
        </w:rPr>
        <w:t>โดย</w:t>
      </w:r>
      <w:r w:rsidRPr="003F6F38">
        <w:rPr>
          <w:rFonts w:ascii="Angsana New" w:hAnsi="Angsana New"/>
          <w:sz w:val="32"/>
          <w:szCs w:val="32"/>
          <w:cs/>
        </w:rPr>
        <w:t>ผู้สอบบัญชีรับอนุญาต</w:t>
      </w:r>
    </w:p>
    <w:p w14:paraId="0512F7E7" w14:textId="10792BB2" w:rsidR="00470BD5" w:rsidRDefault="00470BD5" w:rsidP="00F351B5">
      <w:pPr>
        <w:ind w:right="-46"/>
        <w:jc w:val="center"/>
        <w:rPr>
          <w:rFonts w:ascii="Angsana New" w:hAnsi="Angsana New"/>
          <w:sz w:val="32"/>
          <w:szCs w:val="32"/>
          <w:cs/>
        </w:rPr>
      </w:pPr>
    </w:p>
    <w:p w14:paraId="47F00096" w14:textId="77777777" w:rsidR="00470BD5" w:rsidRPr="00E30936" w:rsidRDefault="00470BD5" w:rsidP="00F351B5">
      <w:pPr>
        <w:ind w:right="-46"/>
        <w:jc w:val="center"/>
        <w:rPr>
          <w:rFonts w:ascii="Angsana New" w:hAnsi="Angsana New"/>
          <w:sz w:val="32"/>
          <w:szCs w:val="32"/>
        </w:rPr>
      </w:pPr>
    </w:p>
    <w:p w14:paraId="49A55F15" w14:textId="77777777" w:rsidR="00F569D1" w:rsidRPr="00845053" w:rsidRDefault="00F569D1" w:rsidP="002D0C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  <w:sectPr w:rsidR="00F569D1" w:rsidRPr="00845053" w:rsidSect="00470B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683D8025" w14:textId="77777777" w:rsidR="001D58EF" w:rsidRPr="00470BD5" w:rsidRDefault="001D58EF" w:rsidP="00470BD5">
      <w:pPr>
        <w:pStyle w:val="TOC2"/>
        <w:tabs>
          <w:tab w:val="clear" w:pos="227"/>
          <w:tab w:val="clear" w:pos="454"/>
          <w:tab w:val="clear" w:pos="680"/>
          <w:tab w:val="clear" w:pos="907"/>
        </w:tabs>
        <w:spacing w:before="0" w:line="240" w:lineRule="auto"/>
        <w:ind w:right="29"/>
        <w:jc w:val="thaiDistribute"/>
        <w:rPr>
          <w:rFonts w:asciiTheme="majorBidi" w:hAnsiTheme="majorBidi" w:cstheme="majorBidi"/>
          <w:sz w:val="32"/>
          <w:szCs w:val="32"/>
        </w:rPr>
      </w:pPr>
    </w:p>
    <w:p w14:paraId="1A69EB47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6C73C27B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2FF8D1A9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7790064D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6B4EA3DE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42F16B11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4F5B135D" w14:textId="77777777" w:rsidR="00D7658E" w:rsidRPr="00470BD5" w:rsidRDefault="00D7658E" w:rsidP="00470BD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25409CA1" w14:textId="22526E38" w:rsidR="001D58EF" w:rsidRPr="00E812B6" w:rsidRDefault="001D58EF" w:rsidP="001D58EF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r w:rsidRPr="00E812B6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AC589A2" w14:textId="77777777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</w:p>
    <w:p w14:paraId="473DD338" w14:textId="55FB6FE1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 w:hanging="270"/>
        <w:jc w:val="thaiDistribute"/>
        <w:rPr>
          <w:rFonts w:ascii="Angsana New" w:hAnsi="Angsana New"/>
          <w:b/>
          <w:bCs/>
          <w:sz w:val="30"/>
          <w:szCs w:val="30"/>
        </w:rPr>
      </w:pPr>
      <w:r w:rsidRPr="00C80C09">
        <w:rPr>
          <w:rFonts w:ascii="Angsana New" w:hAnsi="Angsana New"/>
          <w:b/>
          <w:bCs/>
          <w:sz w:val="30"/>
          <w:szCs w:val="30"/>
          <w:cs/>
        </w:rPr>
        <w:t>เสนอ ผู้ถือหน่วยลงทุนของ</w:t>
      </w:r>
      <w:r w:rsidR="00641AF0" w:rsidRPr="00641AF0">
        <w:rPr>
          <w:rFonts w:ascii="Angsana New" w:hAnsi="Angsana New"/>
          <w:b/>
          <w:bCs/>
          <w:sz w:val="30"/>
          <w:szCs w:val="30"/>
          <w:cs/>
        </w:rPr>
        <w:t>ทรัสต์เพื่อการลงทุนในสิทธิการเช่าอสังหาริมทรัพย์ ซี.พี.ทาวเวอร์</w:t>
      </w:r>
    </w:p>
    <w:p w14:paraId="29DCF8E4" w14:textId="77777777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1D450BBC" w14:textId="3AAF69EE" w:rsidR="001D58EF" w:rsidRDefault="001D58EF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ข้าพเจ้าได้สอบทาน</w:t>
      </w:r>
      <w:r w:rsidR="002010F9" w:rsidRPr="002010F9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งบ</w:t>
      </w:r>
      <w:r w:rsidR="00BE704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แสดง</w:t>
      </w:r>
      <w:r w:rsidR="002010F9" w:rsidRPr="002010F9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ฐานะการเงิน</w:t>
      </w:r>
      <w:r w:rsidRPr="00406B0F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และงบประกอบรายละเอียดเงินลงทุน</w:t>
      </w:r>
      <w:r w:rsidR="00141E49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="00141E49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ณ</w:t>
      </w:r>
      <w:r w:rsidR="004448F9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วันที่</w:t>
      </w:r>
      <w:r w:rsidRPr="00406B0F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C31DF4">
        <w:rPr>
          <w:rFonts w:ascii="Angsana New" w:hAnsi="Angsana New" w:cs="Angsana New"/>
          <w:b w:val="0"/>
          <w:bCs w:val="0"/>
          <w:sz w:val="30"/>
          <w:szCs w:val="30"/>
        </w:rPr>
        <w:t xml:space="preserve">31 </w:t>
      </w:r>
      <w:r w:rsidR="00C31DF4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มีนาคม </w:t>
      </w:r>
      <w:r w:rsidR="00C31DF4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641AF0">
        <w:rPr>
          <w:rFonts w:ascii="Angsana New" w:hAnsi="Angsana New" w:cs="Angsana New"/>
          <w:b w:val="0"/>
          <w:bCs w:val="0"/>
          <w:sz w:val="30"/>
          <w:szCs w:val="30"/>
        </w:rPr>
        <w:t>8</w:t>
      </w:r>
      <w:r w:rsidR="00777705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งบกำไรขาดทุน</w:t>
      </w:r>
      <w:r w:rsidR="002010F9"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เบ็ดเสร็</w:t>
      </w:r>
      <w:r w:rsidR="005046F4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จ </w:t>
      </w:r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งบ</w:t>
      </w:r>
      <w:r w:rsidR="00BE704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แสดง</w:t>
      </w:r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การเปลี่ยนแปลง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สินทรัพย์สุทธิ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="002010F9" w:rsidRPr="00CA3D2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และ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งบกระแสเงินสด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สำหรับงวด</w:t>
      </w:r>
      <w:r w:rsidR="00C31DF4" w:rsidRPr="00CA3D2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สาม</w:t>
      </w:r>
      <w:r w:rsidR="00361729" w:rsidRPr="00CA3D2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เดือน</w:t>
      </w:r>
      <w:r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สิ้นสุดวัน</w:t>
      </w:r>
      <w:r w:rsidR="009C46BD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เดียวกัน </w:t>
      </w:r>
      <w:r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และหมายเหตุประกอบงบการเงินแบบย่อ </w:t>
      </w:r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(</w:t>
      </w:r>
      <w:r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ข้อมูลทาง</w:t>
      </w:r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การเงินระหว่างกาล) ของ</w:t>
      </w:r>
      <w:r w:rsidR="00641AF0" w:rsidRPr="00641AF0">
        <w:rPr>
          <w:rFonts w:ascii="Angsana New" w:hAnsi="Angsana New" w:cs="Angsana New"/>
          <w:b w:val="0"/>
          <w:bCs w:val="0"/>
          <w:sz w:val="30"/>
          <w:szCs w:val="30"/>
          <w:cs/>
        </w:rPr>
        <w:t>ทรัสต์เพื่อการลงทุนในสิทธิการเช่าอสังหาริมทรัพย์ ซี.พี.ทาวเวอร์</w:t>
      </w:r>
      <w:r w:rsidR="00641AF0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ซึ่งผู้บริหารของกองทุน</w:t>
      </w:r>
      <w:r w:rsidRPr="00406B0F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รวม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เป็นผู้รับผิดชอบในการจัดทำและนำเสนอ</w:t>
      </w:r>
      <w:r w:rsidRPr="00406B0F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ข้อมูลทาง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การเงินระหว่างกาลเหล่านี้</w:t>
      </w:r>
      <w:r w:rsidR="00FF133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ตาม</w:t>
      </w:r>
      <w:r w:rsidR="00FF1336" w:rsidRPr="00FF133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="004F7899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</w:t>
      </w:r>
      <w:r w:rsidRPr="00FF1336">
        <w:rPr>
          <w:rFonts w:ascii="Angsana New" w:hAnsi="Angsana New" w:cs="Angsana New"/>
          <w:b w:val="0"/>
          <w:bCs w:val="0"/>
          <w:sz w:val="30"/>
          <w:szCs w:val="30"/>
          <w:cs/>
        </w:rPr>
        <w:t>ส่วนข้าพเจ้าเป็นผู้รับผิดชอบในการให้ข้อสรุปเกี่ยวกับ</w:t>
      </w:r>
      <w:r w:rsidRPr="00FF133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ข้อมูลทาง</w:t>
      </w:r>
      <w:r w:rsidRPr="00FF1336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การเงินระหว่างกาลดังกล่าวจากผลการสอบทาน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ของข้าพเจ้า</w:t>
      </w:r>
    </w:p>
    <w:p w14:paraId="2B0E31C1" w14:textId="77777777" w:rsidR="00470BD5" w:rsidRPr="00406B0F" w:rsidRDefault="00470BD5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eastAsia="Angsana New" w:hAnsi="Angsana New" w:cs="Angsana New"/>
          <w:b w:val="0"/>
          <w:bCs w:val="0"/>
          <w:sz w:val="30"/>
          <w:szCs w:val="30"/>
        </w:rPr>
      </w:pPr>
    </w:p>
    <w:p w14:paraId="7CDFFB04" w14:textId="77777777" w:rsidR="001D58EF" w:rsidRPr="00C80C09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80C09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00ABD1D2" w14:textId="77777777" w:rsidR="00470BD5" w:rsidRDefault="00470BD5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29E6C5A" w14:textId="4E185BC3" w:rsidR="001D58EF" w:rsidRPr="003C3CC2" w:rsidRDefault="001D58EF" w:rsidP="004406A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136206">
        <w:rPr>
          <w:rFonts w:ascii="Angsana New" w:hAnsi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="002B1A72" w:rsidRPr="002B1A72">
        <w:rPr>
          <w:rFonts w:ascii="Angsana New" w:hAnsi="Angsana New"/>
          <w:sz w:val="30"/>
          <w:szCs w:val="30"/>
        </w:rPr>
        <w:t>2410</w:t>
      </w:r>
      <w:r w:rsidRPr="00136206">
        <w:rPr>
          <w:rFonts w:ascii="Angsana New" w:hAnsi="Angsana New"/>
          <w:sz w:val="30"/>
          <w:szCs w:val="30"/>
          <w:cs/>
        </w:rPr>
        <w:t xml:space="preserve"> </w:t>
      </w:r>
      <w:r w:rsidRPr="00136206">
        <w:rPr>
          <w:rFonts w:ascii="Angsana New" w:hAnsi="Angsana New"/>
          <w:sz w:val="30"/>
          <w:szCs w:val="30"/>
        </w:rPr>
        <w:t>“</w:t>
      </w:r>
      <w:r w:rsidRPr="00136206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36206">
        <w:rPr>
          <w:rFonts w:ascii="Angsana New" w:hAnsi="Angsana New"/>
          <w:sz w:val="30"/>
          <w:szCs w:val="30"/>
        </w:rPr>
        <w:t xml:space="preserve">” </w:t>
      </w:r>
      <w:r w:rsidRPr="00136206">
        <w:rPr>
          <w:rFonts w:ascii="Angsana New" w:hAnsi="Angsana New"/>
          <w:sz w:val="30"/>
          <w:szCs w:val="30"/>
          <w:cs/>
        </w:rPr>
        <w:t>การสอบทานดังกล่าวประกอบด้วย</w:t>
      </w:r>
      <w:r w:rsidR="00031BBC">
        <w:rPr>
          <w:rFonts w:ascii="Angsana New" w:hAnsi="Angsana New"/>
          <w:sz w:val="30"/>
          <w:szCs w:val="30"/>
        </w:rPr>
        <w:t xml:space="preserve"> </w:t>
      </w:r>
      <w:r w:rsidRPr="00136206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0FC15B0E" w14:textId="508BCEDE" w:rsidR="001D58EF" w:rsidRDefault="001D58EF" w:rsidP="00FF13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08"/>
        </w:tabs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ab/>
      </w:r>
      <w:r>
        <w:rPr>
          <w:rFonts w:ascii="Angsana New" w:hAnsi="Angsana New"/>
          <w:sz w:val="30"/>
          <w:szCs w:val="30"/>
        </w:rPr>
        <w:tab/>
      </w:r>
    </w:p>
    <w:p w14:paraId="07CEE275" w14:textId="77777777" w:rsidR="001D58EF" w:rsidRPr="003C3CC2" w:rsidRDefault="001D58EF" w:rsidP="001D58EF">
      <w:pPr>
        <w:rPr>
          <w:rFonts w:ascii="Angsana New" w:hAnsi="Angsana New"/>
          <w:sz w:val="30"/>
          <w:szCs w:val="30"/>
          <w:cs/>
        </w:rPr>
        <w:sectPr w:rsidR="001D58EF" w:rsidRPr="003C3CC2" w:rsidSect="00470BD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9" w:h="16834" w:code="9"/>
          <w:pgMar w:top="691" w:right="1152" w:bottom="576" w:left="1152" w:header="720" w:footer="720" w:gutter="0"/>
          <w:pgNumType w:start="1"/>
          <w:cols w:space="720"/>
          <w:docGrid w:linePitch="360"/>
        </w:sectPr>
      </w:pPr>
    </w:p>
    <w:p w14:paraId="26D26917" w14:textId="7EE6C62C" w:rsidR="001D58EF" w:rsidRDefault="001D58EF" w:rsidP="001D58E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64D8FC6" w14:textId="1891A0A2" w:rsidR="00F25F23" w:rsidRDefault="00F25F23" w:rsidP="001D58E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69A9537" w14:textId="77777777" w:rsidR="00F25F23" w:rsidRDefault="00F25F23" w:rsidP="001D58E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1164EE0" w14:textId="0A068565" w:rsidR="001D58E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1F1790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5DCA4F1" w14:textId="77777777" w:rsidR="00470BD5" w:rsidRDefault="00470BD5" w:rsidP="00470BD5">
      <w:pPr>
        <w:tabs>
          <w:tab w:val="left" w:pos="36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2D5BFDB" w14:textId="330F912D" w:rsidR="00B44BAF" w:rsidRDefault="001D58EF" w:rsidP="00470BD5">
      <w:pPr>
        <w:tabs>
          <w:tab w:val="left" w:pos="36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527A1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</w:t>
      </w:r>
      <w:r w:rsidR="005D3988" w:rsidRPr="005D3988">
        <w:rPr>
          <w:rFonts w:ascii="Angsana New" w:hAnsi="Angsana New"/>
          <w:sz w:val="30"/>
          <w:szCs w:val="30"/>
          <w:cs/>
        </w:rPr>
        <w:t>แนวปฏิบัติทางบัญชีสำหรับ</w:t>
      </w:r>
      <w:r w:rsidR="00FF1336" w:rsidRPr="00FF1336">
        <w:rPr>
          <w:rFonts w:ascii="Angsana New" w:hAnsi="Angsana New"/>
          <w:sz w:val="30"/>
          <w:szCs w:val="30"/>
          <w:cs/>
        </w:rPr>
        <w:t>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</w:t>
      </w:r>
      <w:r w:rsidR="005D3988" w:rsidRPr="005D3988">
        <w:rPr>
          <w:rFonts w:ascii="Angsana New" w:hAnsi="Angsana New"/>
          <w:sz w:val="30"/>
          <w:szCs w:val="30"/>
          <w:cs/>
        </w:rPr>
        <w:t>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Pr="000527A1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51BB04C9" w14:textId="77777777" w:rsidR="001D58EF" w:rsidRPr="00FD027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EB36764" w14:textId="225C9965" w:rsidR="001D58E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96A03AB" w14:textId="77777777" w:rsidR="00436C75" w:rsidRDefault="00436C75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3922F0A" w14:textId="77777777" w:rsidR="001D58E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6FCBBF1" w14:textId="77777777" w:rsidR="00A45880" w:rsidRDefault="00A45880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A233F96" w14:textId="4E559345" w:rsidR="001D58EF" w:rsidRPr="006F0B5B" w:rsidRDefault="001D58EF" w:rsidP="00470BD5">
      <w:pPr>
        <w:spacing w:line="240" w:lineRule="auto"/>
        <w:jc w:val="thaiDistribute"/>
        <w:rPr>
          <w:rFonts w:ascii="Angsana New" w:eastAsia="Angsana New" w:hAnsi="Angsana New"/>
          <w:sz w:val="30"/>
          <w:szCs w:val="30"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>(</w:t>
      </w:r>
      <w:r w:rsidR="00D92637">
        <w:rPr>
          <w:rFonts w:ascii="Angsana New" w:eastAsia="Angsana New" w:hAnsi="Angsana New" w:hint="cs"/>
          <w:sz w:val="30"/>
          <w:szCs w:val="30"/>
          <w:cs/>
        </w:rPr>
        <w:t>สาวิตรี องค์สิริมีมงคล</w:t>
      </w:r>
      <w:r w:rsidRPr="006F0B5B">
        <w:rPr>
          <w:rFonts w:ascii="Angsana New" w:eastAsia="Angsana New" w:hAnsi="Angsana New"/>
          <w:sz w:val="30"/>
          <w:szCs w:val="30"/>
          <w:cs/>
        </w:rPr>
        <w:t>)</w:t>
      </w:r>
    </w:p>
    <w:p w14:paraId="654B5D18" w14:textId="77777777" w:rsidR="001D58EF" w:rsidRPr="006F0B5B" w:rsidRDefault="001D58EF" w:rsidP="00470BD5">
      <w:pPr>
        <w:spacing w:line="240" w:lineRule="auto"/>
        <w:jc w:val="thaiDistribute"/>
        <w:rPr>
          <w:rFonts w:ascii="Angsana New" w:eastAsia="Angsana New" w:hAnsi="Angsana New"/>
          <w:sz w:val="30"/>
          <w:szCs w:val="30"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 xml:space="preserve">ผู้สอบบัญชีรับอนุญาต </w:t>
      </w:r>
    </w:p>
    <w:p w14:paraId="173F4860" w14:textId="7027F09F" w:rsidR="001D58EF" w:rsidRDefault="001D58EF" w:rsidP="00470BD5">
      <w:pPr>
        <w:spacing w:line="240" w:lineRule="auto"/>
        <w:ind w:right="-45"/>
        <w:jc w:val="thaiDistribute"/>
        <w:rPr>
          <w:rFonts w:ascii="Angsana New" w:eastAsia="Angsana New" w:hAnsi="Angsana New"/>
          <w:sz w:val="30"/>
          <w:szCs w:val="30"/>
          <w:cs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 xml:space="preserve">เลขทะเบียน </w:t>
      </w:r>
      <w:r w:rsidR="00D92637">
        <w:rPr>
          <w:rFonts w:ascii="Angsana New" w:eastAsia="Angsana New" w:hAnsi="Angsana New"/>
          <w:sz w:val="30"/>
          <w:szCs w:val="30"/>
        </w:rPr>
        <w:t>10449</w:t>
      </w:r>
    </w:p>
    <w:p w14:paraId="71C83881" w14:textId="77777777" w:rsidR="001D58EF" w:rsidRPr="00471943" w:rsidRDefault="001D58EF" w:rsidP="00470BD5">
      <w:pPr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292C9E75" w14:textId="77777777" w:rsidR="001D58EF" w:rsidRPr="00845053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hanging="270"/>
        <w:jc w:val="thaiDistribute"/>
        <w:rPr>
          <w:rFonts w:ascii="Angsana New" w:hAnsi="Angsana New"/>
          <w:sz w:val="30"/>
          <w:szCs w:val="30"/>
        </w:rPr>
      </w:pPr>
      <w:r w:rsidRPr="0084505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2FC7B011" w14:textId="77777777" w:rsidR="001D58EF" w:rsidRPr="00703747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hanging="270"/>
        <w:jc w:val="thaiDistribute"/>
        <w:rPr>
          <w:rFonts w:ascii="Angsana New" w:hAnsi="Angsana New"/>
          <w:sz w:val="30"/>
          <w:szCs w:val="30"/>
        </w:rPr>
      </w:pPr>
      <w:r w:rsidRPr="00703747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ABA538B" w14:textId="161BC3C8" w:rsidR="001D58EF" w:rsidRPr="001D58EF" w:rsidRDefault="006F6954" w:rsidP="00470BD5">
      <w:pPr>
        <w:spacing w:line="240" w:lineRule="auto"/>
      </w:pPr>
      <w:r>
        <w:rPr>
          <w:rFonts w:ascii="Angsana New" w:hAnsi="Angsana New"/>
          <w:sz w:val="30"/>
          <w:szCs w:val="30"/>
        </w:rPr>
        <w:t>1</w:t>
      </w:r>
      <w:r w:rsidR="00AD25AC">
        <w:rPr>
          <w:rFonts w:ascii="Angsana New" w:hAnsi="Angsana New"/>
          <w:sz w:val="30"/>
          <w:szCs w:val="30"/>
        </w:rPr>
        <w:t>4</w:t>
      </w:r>
      <w:r w:rsidR="00906EC9">
        <w:rPr>
          <w:rFonts w:ascii="Angsana New" w:hAnsi="Angsana New"/>
          <w:sz w:val="30"/>
          <w:szCs w:val="30"/>
        </w:rPr>
        <w:t xml:space="preserve"> </w:t>
      </w:r>
      <w:r w:rsidR="00906EC9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906EC9">
        <w:rPr>
          <w:rFonts w:ascii="Angsana New" w:hAnsi="Angsana New"/>
          <w:sz w:val="30"/>
          <w:szCs w:val="30"/>
        </w:rPr>
        <w:t>256</w:t>
      </w:r>
      <w:r w:rsidR="00436C75">
        <w:rPr>
          <w:rFonts w:ascii="Angsana New" w:hAnsi="Angsana New"/>
          <w:sz w:val="30"/>
          <w:szCs w:val="30"/>
        </w:rPr>
        <w:t>8</w:t>
      </w:r>
    </w:p>
    <w:sectPr w:rsidR="001D58EF" w:rsidRPr="001D58EF" w:rsidSect="00470BD5">
      <w:footerReference w:type="default" r:id="rId23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5E80" w14:textId="77777777" w:rsidR="00632A7D" w:rsidRDefault="00632A7D" w:rsidP="004956B4">
      <w:r>
        <w:separator/>
      </w:r>
    </w:p>
  </w:endnote>
  <w:endnote w:type="continuationSeparator" w:id="0">
    <w:p w14:paraId="22C2BBD0" w14:textId="77777777" w:rsidR="00632A7D" w:rsidRDefault="00632A7D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632FA" w14:textId="494A644E" w:rsidR="003D2A46" w:rsidRDefault="003D2A46" w:rsidP="007917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2B1A72" w:rsidRPr="002B1A72">
      <w:rPr>
        <w:rStyle w:val="PageNumber"/>
        <w:noProof/>
      </w:rPr>
      <w:t>4</w:t>
    </w:r>
    <w:r>
      <w:rPr>
        <w:rStyle w:val="PageNumber"/>
        <w:cs/>
      </w:rPr>
      <w:fldChar w:fldCharType="end"/>
    </w:r>
  </w:p>
  <w:p w14:paraId="03EE5FD7" w14:textId="77777777" w:rsidR="003D2A46" w:rsidRDefault="003D2A46" w:rsidP="00600E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08BB6" w14:textId="2AE9F3B1" w:rsidR="003D2A46" w:rsidRPr="00005ACB" w:rsidRDefault="003D2A46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jc w:val="center"/>
      <w:rPr>
        <w:rStyle w:val="PageNumber"/>
        <w:rFonts w:ascii="Angsana New" w:hAnsi="Angsana New"/>
        <w:sz w:val="30"/>
        <w:szCs w:val="30"/>
      </w:rPr>
    </w:pPr>
    <w:r w:rsidRPr="00005ACB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005ACB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2</w:t>
    </w:r>
    <w:r w:rsidR="002B1A72" w:rsidRPr="002B1A72">
      <w:rPr>
        <w:rStyle w:val="PageNumber"/>
        <w:rFonts w:ascii="Angsana New" w:hAnsi="Angsana New"/>
        <w:noProof/>
        <w:sz w:val="30"/>
        <w:szCs w:val="30"/>
      </w:rPr>
      <w:t>4</w: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23C8063" w14:textId="77777777" w:rsidR="003D2A46" w:rsidRDefault="003D2A46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EA45" w14:textId="77777777" w:rsidR="0023704E" w:rsidRDefault="0023704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C5F27" w14:textId="77777777" w:rsidR="001D58EF" w:rsidRDefault="001D58E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B16F0" w14:textId="77777777" w:rsidR="001D58EF" w:rsidRPr="004A1790" w:rsidRDefault="001D58EF" w:rsidP="009C6A6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FE753" w14:textId="77777777" w:rsidR="001D58EF" w:rsidRDefault="001D58E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2699" w14:textId="2B614C1F" w:rsidR="003D2A46" w:rsidRPr="00B34A9A" w:rsidRDefault="003D2A46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B34A9A">
      <w:rPr>
        <w:rFonts w:ascii="Times New Roman" w:hAnsi="Times New Roman" w:cs="Times New Roman"/>
        <w:sz w:val="20"/>
        <w:szCs w:val="20"/>
      </w:rPr>
      <w:fldChar w:fldCharType="begin"/>
    </w:r>
    <w:r w:rsidRPr="00B34A9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B34A9A">
      <w:rPr>
        <w:rFonts w:ascii="Times New Roman" w:hAnsi="Times New Roman" w:cs="Times New Roman"/>
        <w:sz w:val="20"/>
        <w:szCs w:val="20"/>
      </w:rPr>
      <w:fldChar w:fldCharType="separate"/>
    </w:r>
    <w:r w:rsidR="002B1A72" w:rsidRPr="002B1A72">
      <w:rPr>
        <w:rFonts w:ascii="Times New Roman" w:hAnsi="Times New Roman" w:cs="Times New Roman"/>
        <w:noProof/>
        <w:sz w:val="20"/>
        <w:szCs w:val="20"/>
      </w:rPr>
      <w:t>2</w:t>
    </w:r>
    <w:r w:rsidRPr="00B34A9A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8A966" w14:textId="77777777" w:rsidR="00632A7D" w:rsidRDefault="00632A7D" w:rsidP="004956B4">
      <w:r>
        <w:separator/>
      </w:r>
    </w:p>
  </w:footnote>
  <w:footnote w:type="continuationSeparator" w:id="0">
    <w:p w14:paraId="1C02F5E2" w14:textId="77777777" w:rsidR="00632A7D" w:rsidRDefault="00632A7D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3F62" w14:textId="77777777" w:rsidR="003D2A46" w:rsidRDefault="003D2A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2176A6" wp14:editId="32D18DF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1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C3FA6B4" w14:textId="77777777" w:rsidR="003D2A46" w:rsidRDefault="003D2A46" w:rsidP="00F77BF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176A6" id="_x0000_t202" coordsize="21600,21600" o:spt="202" path="m,l,21600r21600,l21600,xe">
              <v:stroke joinstyle="miter"/>
              <v:path gradientshapeok="t" o:connecttype="rect"/>
            </v:shapetype>
            <v:shape id="WordArt 1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2C3FA6B4" w14:textId="77777777" w:rsidR="003D2A46" w:rsidRDefault="003D2A46" w:rsidP="00F77BF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89A8" w14:textId="77777777" w:rsidR="003D2A46" w:rsidRDefault="003D2A46">
    <w:pPr>
      <w:pStyle w:val="Header"/>
    </w:pPr>
  </w:p>
  <w:p w14:paraId="6D71C187" w14:textId="77777777" w:rsidR="003D2A46" w:rsidRDefault="003D2A46">
    <w:pPr>
      <w:pStyle w:val="Header"/>
    </w:pPr>
  </w:p>
  <w:p w14:paraId="401A4D88" w14:textId="77777777" w:rsidR="003D2A46" w:rsidRDefault="003D2A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0FE5" w14:textId="77777777" w:rsidR="0023704E" w:rsidRDefault="0023704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A78D9" w14:textId="77777777" w:rsidR="001D58EF" w:rsidRDefault="001D58E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F692B" w14:textId="77777777" w:rsidR="001D58EF" w:rsidRDefault="001D58E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CBC8" w14:textId="77777777" w:rsidR="001D58EF" w:rsidRDefault="001D58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11DE3"/>
    <w:multiLevelType w:val="singleLevel"/>
    <w:tmpl w:val="A8B0FC0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05C61C06"/>
    <w:multiLevelType w:val="singleLevel"/>
    <w:tmpl w:val="F33258A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E3CAC"/>
    <w:multiLevelType w:val="hybridMultilevel"/>
    <w:tmpl w:val="5C60386E"/>
    <w:lvl w:ilvl="0" w:tplc="268C31E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EB31D95"/>
    <w:multiLevelType w:val="hybridMultilevel"/>
    <w:tmpl w:val="29BEC938"/>
    <w:lvl w:ilvl="0" w:tplc="52EEFBAA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Angsana New" w:eastAsia="Times New Roman" w:hAnsi="Angsana New" w:cs="Times New Roman" w:hint="default"/>
      </w:rPr>
    </w:lvl>
    <w:lvl w:ilvl="1" w:tplc="731A2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2A3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38A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38C0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E0AA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9CDB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E7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6460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7F0372"/>
    <w:multiLevelType w:val="singleLevel"/>
    <w:tmpl w:val="07D868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10A40B2A"/>
    <w:multiLevelType w:val="multilevel"/>
    <w:tmpl w:val="C50E49C4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3479"/>
        </w:tabs>
        <w:ind w:left="3479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7" w15:restartNumberingAfterBreak="0">
    <w:nsid w:val="15146366"/>
    <w:multiLevelType w:val="hybridMultilevel"/>
    <w:tmpl w:val="23F24B46"/>
    <w:lvl w:ilvl="0" w:tplc="B5ECB3B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B3562E"/>
    <w:multiLevelType w:val="hybridMultilevel"/>
    <w:tmpl w:val="EB4C7D3C"/>
    <w:lvl w:ilvl="0" w:tplc="5A4C6BF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1BF23722"/>
    <w:multiLevelType w:val="singleLevel"/>
    <w:tmpl w:val="9B9EA17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1D6E2BEE"/>
    <w:multiLevelType w:val="hybridMultilevel"/>
    <w:tmpl w:val="03286F7A"/>
    <w:lvl w:ilvl="0" w:tplc="03E2591C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225E25AF"/>
    <w:multiLevelType w:val="hybridMultilevel"/>
    <w:tmpl w:val="ECDC6AE0"/>
    <w:lvl w:ilvl="0" w:tplc="3F88B212">
      <w:start w:val="1"/>
      <w:numFmt w:val="decimal"/>
      <w:lvlText w:val="%1."/>
      <w:lvlJc w:val="left"/>
      <w:pPr>
        <w:tabs>
          <w:tab w:val="num" w:pos="886"/>
        </w:tabs>
        <w:ind w:left="886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22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26635412"/>
    <w:multiLevelType w:val="singleLevel"/>
    <w:tmpl w:val="AB30F56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4" w15:restartNumberingAfterBreak="0">
    <w:nsid w:val="2A45613C"/>
    <w:multiLevelType w:val="hybridMultilevel"/>
    <w:tmpl w:val="04F81FA8"/>
    <w:lvl w:ilvl="0" w:tplc="5A4C6BF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7E741C"/>
    <w:multiLevelType w:val="singleLevel"/>
    <w:tmpl w:val="40EE6E9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2DC4708C"/>
    <w:multiLevelType w:val="multilevel"/>
    <w:tmpl w:val="614070D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560"/>
        </w:tabs>
        <w:ind w:left="156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901"/>
        </w:tabs>
        <w:ind w:left="190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241"/>
        </w:tabs>
        <w:ind w:left="224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1"/>
        </w:tabs>
        <w:ind w:left="258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21"/>
        </w:tabs>
        <w:ind w:left="292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61"/>
        </w:tabs>
        <w:ind w:left="326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1"/>
        </w:tabs>
        <w:ind w:left="3601" w:hanging="340"/>
      </w:pPr>
      <w:rPr>
        <w:rFonts w:ascii="Symbol" w:hAnsi="Symbol" w:hint="default"/>
      </w:rPr>
    </w:lvl>
  </w:abstractNum>
  <w:abstractNum w:abstractNumId="27" w15:restartNumberingAfterBreak="0">
    <w:nsid w:val="2E0D6525"/>
    <w:multiLevelType w:val="hybridMultilevel"/>
    <w:tmpl w:val="4380D1E4"/>
    <w:lvl w:ilvl="0" w:tplc="A1D63E7C">
      <w:start w:val="1"/>
      <w:numFmt w:val="thaiLetters"/>
      <w:lvlText w:val="(%1)"/>
      <w:lvlJc w:val="left"/>
      <w:pPr>
        <w:ind w:left="900" w:hanging="360"/>
      </w:pPr>
      <w:rPr>
        <w:rFonts w:ascii="Angsana New" w:eastAsia="Cordia New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33F168E6"/>
    <w:multiLevelType w:val="hybridMultilevel"/>
    <w:tmpl w:val="AD8A21B0"/>
    <w:lvl w:ilvl="0" w:tplc="0630B73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382E080A"/>
    <w:multiLevelType w:val="hybridMultilevel"/>
    <w:tmpl w:val="5B5AEE60"/>
    <w:lvl w:ilvl="0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1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2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901"/>
        </w:tabs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1"/>
        </w:tabs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1"/>
        </w:tabs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1"/>
        </w:tabs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1"/>
        </w:tabs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1"/>
        </w:tabs>
        <w:ind w:left="6501" w:hanging="180"/>
      </w:pPr>
    </w:lvl>
  </w:abstractNum>
  <w:abstractNum w:abstractNumId="31" w15:restartNumberingAfterBreak="0">
    <w:nsid w:val="3A297125"/>
    <w:multiLevelType w:val="singleLevel"/>
    <w:tmpl w:val="CC8A773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2" w15:restartNumberingAfterBreak="0">
    <w:nsid w:val="3F431FB7"/>
    <w:multiLevelType w:val="singleLevel"/>
    <w:tmpl w:val="C4102D8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3" w15:restartNumberingAfterBreak="0">
    <w:nsid w:val="42A16858"/>
    <w:multiLevelType w:val="hybridMultilevel"/>
    <w:tmpl w:val="7A9E9EBE"/>
    <w:lvl w:ilvl="0" w:tplc="7A92B722">
      <w:start w:val="1"/>
      <w:numFmt w:val="thaiLetters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152449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860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6F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86A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BA7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E0B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E5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9AC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FF404D"/>
    <w:multiLevelType w:val="hybridMultilevel"/>
    <w:tmpl w:val="5B1E0A00"/>
    <w:lvl w:ilvl="0" w:tplc="FEB28E66">
      <w:start w:val="1"/>
      <w:numFmt w:val="thaiLetters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75B62ABC">
      <w:start w:val="40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Angsana New" w:eastAsia="Times New Roman" w:hAnsi="Angsana New" w:cs="Angsana New" w:hint="default"/>
      </w:rPr>
    </w:lvl>
    <w:lvl w:ilvl="2" w:tplc="CBBC7D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4E4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4801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7C16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66D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8A1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547A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940F69"/>
    <w:multiLevelType w:val="hybridMultilevel"/>
    <w:tmpl w:val="3CAC0BEA"/>
    <w:lvl w:ilvl="0" w:tplc="8ADCB4CA">
      <w:start w:val="1"/>
      <w:numFmt w:val="thaiLetters"/>
      <w:lvlText w:val="(%1)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BFE2E03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B2A5515"/>
    <w:multiLevelType w:val="singleLevel"/>
    <w:tmpl w:val="C908D9A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4D5E5C76"/>
    <w:multiLevelType w:val="hybridMultilevel"/>
    <w:tmpl w:val="E6F00514"/>
    <w:lvl w:ilvl="0" w:tplc="FFFFFFFF">
      <w:start w:val="1"/>
      <w:numFmt w:val="thaiLetters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9B692D"/>
    <w:multiLevelType w:val="hybridMultilevel"/>
    <w:tmpl w:val="4D3673DC"/>
    <w:lvl w:ilvl="0" w:tplc="89AAE764">
      <w:start w:val="1"/>
      <w:numFmt w:val="bullet"/>
      <w:pStyle w:val="ListBullet2"/>
      <w:lvlText w:val="-"/>
      <w:lvlJc w:val="left"/>
      <w:pPr>
        <w:tabs>
          <w:tab w:val="num" w:pos="1247"/>
        </w:tabs>
        <w:ind w:left="1247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56C4C5B"/>
    <w:multiLevelType w:val="hybridMultilevel"/>
    <w:tmpl w:val="EB2461D2"/>
    <w:lvl w:ilvl="0" w:tplc="ACC6BF0C">
      <w:start w:val="1"/>
      <w:numFmt w:val="none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5BBF6A5D"/>
    <w:multiLevelType w:val="multilevel"/>
    <w:tmpl w:val="22A20526"/>
    <w:lvl w:ilvl="0">
      <w:start w:val="3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</w:rPr>
    </w:lvl>
    <w:lvl w:ilvl="1">
      <w:start w:val="5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1" w15:restartNumberingAfterBreak="0">
    <w:nsid w:val="6303252A"/>
    <w:multiLevelType w:val="hybridMultilevel"/>
    <w:tmpl w:val="DC0AF886"/>
    <w:lvl w:ilvl="0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1"/>
        </w:tabs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1"/>
        </w:tabs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1"/>
        </w:tabs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1"/>
        </w:tabs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1"/>
        </w:tabs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1"/>
        </w:tabs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1"/>
        </w:tabs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1"/>
        </w:tabs>
        <w:ind w:left="6501" w:hanging="180"/>
      </w:pPr>
    </w:lvl>
  </w:abstractNum>
  <w:abstractNum w:abstractNumId="42" w15:restartNumberingAfterBreak="0">
    <w:nsid w:val="66AD448B"/>
    <w:multiLevelType w:val="singleLevel"/>
    <w:tmpl w:val="E6002CD6"/>
    <w:lvl w:ilvl="0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3" w15:restartNumberingAfterBreak="0">
    <w:nsid w:val="73863273"/>
    <w:multiLevelType w:val="singleLevel"/>
    <w:tmpl w:val="3AC4EF86"/>
    <w:lvl w:ilvl="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4" w15:restartNumberingAfterBreak="0">
    <w:nsid w:val="75494536"/>
    <w:multiLevelType w:val="hybridMultilevel"/>
    <w:tmpl w:val="345C0ED4"/>
    <w:lvl w:ilvl="0" w:tplc="025E2A7C">
      <w:start w:val="18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C65C30"/>
    <w:multiLevelType w:val="hybridMultilevel"/>
    <w:tmpl w:val="20304DDE"/>
    <w:lvl w:ilvl="0" w:tplc="C0F62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DD1AE516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D5A069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1540A8D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B2032F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656AEE1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836AD9A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7F67FD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30BCEC8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108231559">
    <w:abstractNumId w:val="6"/>
  </w:num>
  <w:num w:numId="2" w16cid:durableId="1841119803">
    <w:abstractNumId w:val="5"/>
  </w:num>
  <w:num w:numId="3" w16cid:durableId="236088112">
    <w:abstractNumId w:val="9"/>
  </w:num>
  <w:num w:numId="4" w16cid:durableId="1180462214">
    <w:abstractNumId w:val="7"/>
  </w:num>
  <w:num w:numId="5" w16cid:durableId="819157398">
    <w:abstractNumId w:val="8"/>
  </w:num>
  <w:num w:numId="6" w16cid:durableId="1619218980">
    <w:abstractNumId w:val="3"/>
  </w:num>
  <w:num w:numId="7" w16cid:durableId="433552601">
    <w:abstractNumId w:val="2"/>
  </w:num>
  <w:num w:numId="8" w16cid:durableId="102576705">
    <w:abstractNumId w:val="0"/>
  </w:num>
  <w:num w:numId="9" w16cid:durableId="1661107809">
    <w:abstractNumId w:val="1"/>
  </w:num>
  <w:num w:numId="10" w16cid:durableId="798573244">
    <w:abstractNumId w:val="4"/>
  </w:num>
  <w:num w:numId="11" w16cid:durableId="1040475765">
    <w:abstractNumId w:val="31"/>
  </w:num>
  <w:num w:numId="12" w16cid:durableId="249123652">
    <w:abstractNumId w:val="23"/>
  </w:num>
  <w:num w:numId="13" w16cid:durableId="1972781919">
    <w:abstractNumId w:val="42"/>
  </w:num>
  <w:num w:numId="14" w16cid:durableId="2067752457">
    <w:abstractNumId w:val="28"/>
  </w:num>
  <w:num w:numId="15" w16cid:durableId="224413614">
    <w:abstractNumId w:val="32"/>
  </w:num>
  <w:num w:numId="16" w16cid:durableId="502598220">
    <w:abstractNumId w:val="34"/>
  </w:num>
  <w:num w:numId="17" w16cid:durableId="238558372">
    <w:abstractNumId w:val="37"/>
  </w:num>
  <w:num w:numId="18" w16cid:durableId="1084377571">
    <w:abstractNumId w:val="15"/>
  </w:num>
  <w:num w:numId="19" w16cid:durableId="2126385517">
    <w:abstractNumId w:val="33"/>
  </w:num>
  <w:num w:numId="20" w16cid:durableId="431317879">
    <w:abstractNumId w:val="17"/>
  </w:num>
  <w:num w:numId="21" w16cid:durableId="1384866726">
    <w:abstractNumId w:val="25"/>
  </w:num>
  <w:num w:numId="22" w16cid:durableId="61370860">
    <w:abstractNumId w:val="43"/>
  </w:num>
  <w:num w:numId="23" w16cid:durableId="1576083103">
    <w:abstractNumId w:val="45"/>
  </w:num>
  <w:num w:numId="24" w16cid:durableId="180975773">
    <w:abstractNumId w:val="10"/>
  </w:num>
  <w:num w:numId="25" w16cid:durableId="2062511944">
    <w:abstractNumId w:val="16"/>
  </w:num>
  <w:num w:numId="26" w16cid:durableId="1514958019">
    <w:abstractNumId w:val="44"/>
  </w:num>
  <w:num w:numId="27" w16cid:durableId="670984554">
    <w:abstractNumId w:val="21"/>
  </w:num>
  <w:num w:numId="28" w16cid:durableId="836312521">
    <w:abstractNumId w:val="35"/>
  </w:num>
  <w:num w:numId="29" w16cid:durableId="288753609">
    <w:abstractNumId w:val="24"/>
  </w:num>
  <w:num w:numId="30" w16cid:durableId="2078671257">
    <w:abstractNumId w:val="18"/>
  </w:num>
  <w:num w:numId="31" w16cid:durableId="149516804">
    <w:abstractNumId w:val="40"/>
  </w:num>
  <w:num w:numId="32" w16cid:durableId="910429491">
    <w:abstractNumId w:val="20"/>
  </w:num>
  <w:num w:numId="33" w16cid:durableId="1291666628">
    <w:abstractNumId w:val="30"/>
  </w:num>
  <w:num w:numId="34" w16cid:durableId="1221289670">
    <w:abstractNumId w:val="36"/>
  </w:num>
  <w:num w:numId="35" w16cid:durableId="1522088541">
    <w:abstractNumId w:val="39"/>
  </w:num>
  <w:num w:numId="36" w16cid:durableId="1670794391">
    <w:abstractNumId w:val="26"/>
  </w:num>
  <w:num w:numId="37" w16cid:durableId="1634940572">
    <w:abstractNumId w:val="19"/>
  </w:num>
  <w:num w:numId="38" w16cid:durableId="421488705">
    <w:abstractNumId w:val="41"/>
  </w:num>
  <w:num w:numId="39" w16cid:durableId="1689522409">
    <w:abstractNumId w:val="27"/>
  </w:num>
  <w:num w:numId="40" w16cid:durableId="1316254454">
    <w:abstractNumId w:val="13"/>
  </w:num>
  <w:num w:numId="41" w16cid:durableId="315649473">
    <w:abstractNumId w:val="12"/>
  </w:num>
  <w:num w:numId="42" w16cid:durableId="916984792">
    <w:abstractNumId w:val="29"/>
  </w:num>
  <w:num w:numId="43" w16cid:durableId="694354927">
    <w:abstractNumId w:val="38"/>
  </w:num>
  <w:num w:numId="44" w16cid:durableId="175072897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9456217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0624886">
    <w:abstractNumId w:val="22"/>
  </w:num>
  <w:num w:numId="47" w16cid:durableId="1994093032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1"/>
  </w:docVars>
  <w:rsids>
    <w:rsidRoot w:val="00127299"/>
    <w:rsid w:val="00000481"/>
    <w:rsid w:val="000004E9"/>
    <w:rsid w:val="000010B8"/>
    <w:rsid w:val="000011AB"/>
    <w:rsid w:val="000015AB"/>
    <w:rsid w:val="000019C7"/>
    <w:rsid w:val="00002354"/>
    <w:rsid w:val="0000445A"/>
    <w:rsid w:val="00005999"/>
    <w:rsid w:val="00005ACB"/>
    <w:rsid w:val="00010E56"/>
    <w:rsid w:val="0001108A"/>
    <w:rsid w:val="0001180E"/>
    <w:rsid w:val="000120E2"/>
    <w:rsid w:val="00012408"/>
    <w:rsid w:val="00012707"/>
    <w:rsid w:val="00012BC5"/>
    <w:rsid w:val="00014FED"/>
    <w:rsid w:val="00015904"/>
    <w:rsid w:val="00015E40"/>
    <w:rsid w:val="000161B8"/>
    <w:rsid w:val="00016690"/>
    <w:rsid w:val="00020A62"/>
    <w:rsid w:val="000215EE"/>
    <w:rsid w:val="00021721"/>
    <w:rsid w:val="00022475"/>
    <w:rsid w:val="00022E51"/>
    <w:rsid w:val="00023E11"/>
    <w:rsid w:val="00026D84"/>
    <w:rsid w:val="00027793"/>
    <w:rsid w:val="00030F9A"/>
    <w:rsid w:val="000318A5"/>
    <w:rsid w:val="00031BBC"/>
    <w:rsid w:val="00032C3E"/>
    <w:rsid w:val="00032FD0"/>
    <w:rsid w:val="000339B8"/>
    <w:rsid w:val="00033D12"/>
    <w:rsid w:val="0003457A"/>
    <w:rsid w:val="00035AA5"/>
    <w:rsid w:val="000376F8"/>
    <w:rsid w:val="000377F8"/>
    <w:rsid w:val="00037B04"/>
    <w:rsid w:val="00037E3B"/>
    <w:rsid w:val="00041079"/>
    <w:rsid w:val="00041AAE"/>
    <w:rsid w:val="00041C30"/>
    <w:rsid w:val="000427B2"/>
    <w:rsid w:val="0004453C"/>
    <w:rsid w:val="00044B66"/>
    <w:rsid w:val="0004544B"/>
    <w:rsid w:val="00046B43"/>
    <w:rsid w:val="00046DCD"/>
    <w:rsid w:val="00050C35"/>
    <w:rsid w:val="00053ED1"/>
    <w:rsid w:val="000553B5"/>
    <w:rsid w:val="00055675"/>
    <w:rsid w:val="00055960"/>
    <w:rsid w:val="00055BC8"/>
    <w:rsid w:val="00055D63"/>
    <w:rsid w:val="000561D7"/>
    <w:rsid w:val="0005647A"/>
    <w:rsid w:val="00057123"/>
    <w:rsid w:val="000571C6"/>
    <w:rsid w:val="000574DA"/>
    <w:rsid w:val="00060256"/>
    <w:rsid w:val="000622B0"/>
    <w:rsid w:val="00064357"/>
    <w:rsid w:val="000646A7"/>
    <w:rsid w:val="00064E62"/>
    <w:rsid w:val="000656E1"/>
    <w:rsid w:val="00065C80"/>
    <w:rsid w:val="0006687C"/>
    <w:rsid w:val="00067D22"/>
    <w:rsid w:val="000703F9"/>
    <w:rsid w:val="000714ED"/>
    <w:rsid w:val="000725AB"/>
    <w:rsid w:val="000730CF"/>
    <w:rsid w:val="000733BA"/>
    <w:rsid w:val="00073B5B"/>
    <w:rsid w:val="00073DA1"/>
    <w:rsid w:val="000744FA"/>
    <w:rsid w:val="0007509B"/>
    <w:rsid w:val="000751B4"/>
    <w:rsid w:val="000754D3"/>
    <w:rsid w:val="0007565E"/>
    <w:rsid w:val="000759E5"/>
    <w:rsid w:val="00076825"/>
    <w:rsid w:val="00076B68"/>
    <w:rsid w:val="00077260"/>
    <w:rsid w:val="00081E56"/>
    <w:rsid w:val="00082781"/>
    <w:rsid w:val="000827EB"/>
    <w:rsid w:val="000829A2"/>
    <w:rsid w:val="00082F02"/>
    <w:rsid w:val="0008356D"/>
    <w:rsid w:val="00084343"/>
    <w:rsid w:val="000854A2"/>
    <w:rsid w:val="000855FA"/>
    <w:rsid w:val="00085915"/>
    <w:rsid w:val="00085A93"/>
    <w:rsid w:val="00085B98"/>
    <w:rsid w:val="00086258"/>
    <w:rsid w:val="00087C9A"/>
    <w:rsid w:val="000907D6"/>
    <w:rsid w:val="00090C03"/>
    <w:rsid w:val="0009234E"/>
    <w:rsid w:val="000924B9"/>
    <w:rsid w:val="00093606"/>
    <w:rsid w:val="000952AE"/>
    <w:rsid w:val="0009756E"/>
    <w:rsid w:val="000A060A"/>
    <w:rsid w:val="000A0BAA"/>
    <w:rsid w:val="000A208C"/>
    <w:rsid w:val="000A2D20"/>
    <w:rsid w:val="000A50E2"/>
    <w:rsid w:val="000A5F8C"/>
    <w:rsid w:val="000A6C35"/>
    <w:rsid w:val="000A733A"/>
    <w:rsid w:val="000A7C83"/>
    <w:rsid w:val="000B0D34"/>
    <w:rsid w:val="000B0E74"/>
    <w:rsid w:val="000B1407"/>
    <w:rsid w:val="000B14D5"/>
    <w:rsid w:val="000B1682"/>
    <w:rsid w:val="000B1B44"/>
    <w:rsid w:val="000B4049"/>
    <w:rsid w:val="000B4BDA"/>
    <w:rsid w:val="000B5CA9"/>
    <w:rsid w:val="000B64A9"/>
    <w:rsid w:val="000B78AD"/>
    <w:rsid w:val="000B7A60"/>
    <w:rsid w:val="000B7DC8"/>
    <w:rsid w:val="000C0946"/>
    <w:rsid w:val="000C0D65"/>
    <w:rsid w:val="000C13B9"/>
    <w:rsid w:val="000C1F6D"/>
    <w:rsid w:val="000C5408"/>
    <w:rsid w:val="000C54D8"/>
    <w:rsid w:val="000C64FC"/>
    <w:rsid w:val="000C68C0"/>
    <w:rsid w:val="000C6D34"/>
    <w:rsid w:val="000C7D2E"/>
    <w:rsid w:val="000D000A"/>
    <w:rsid w:val="000D02D5"/>
    <w:rsid w:val="000D1AB9"/>
    <w:rsid w:val="000D202F"/>
    <w:rsid w:val="000D3BA6"/>
    <w:rsid w:val="000D41FB"/>
    <w:rsid w:val="000D5FAD"/>
    <w:rsid w:val="000D6C5A"/>
    <w:rsid w:val="000D6C91"/>
    <w:rsid w:val="000D76CB"/>
    <w:rsid w:val="000D78DF"/>
    <w:rsid w:val="000D79DC"/>
    <w:rsid w:val="000E1942"/>
    <w:rsid w:val="000E2F3D"/>
    <w:rsid w:val="000E36A5"/>
    <w:rsid w:val="000E38DC"/>
    <w:rsid w:val="000E6609"/>
    <w:rsid w:val="000E6CEA"/>
    <w:rsid w:val="000E74E0"/>
    <w:rsid w:val="000E7B3C"/>
    <w:rsid w:val="000E7E13"/>
    <w:rsid w:val="000F026D"/>
    <w:rsid w:val="000F0C0E"/>
    <w:rsid w:val="000F15CB"/>
    <w:rsid w:val="000F2486"/>
    <w:rsid w:val="0010035A"/>
    <w:rsid w:val="001024B3"/>
    <w:rsid w:val="00102E78"/>
    <w:rsid w:val="00103288"/>
    <w:rsid w:val="00105CB6"/>
    <w:rsid w:val="00106220"/>
    <w:rsid w:val="00107622"/>
    <w:rsid w:val="001077C4"/>
    <w:rsid w:val="001115D6"/>
    <w:rsid w:val="00112272"/>
    <w:rsid w:val="00113711"/>
    <w:rsid w:val="00113855"/>
    <w:rsid w:val="00115547"/>
    <w:rsid w:val="00115567"/>
    <w:rsid w:val="0011619F"/>
    <w:rsid w:val="00120302"/>
    <w:rsid w:val="001213DB"/>
    <w:rsid w:val="00121F30"/>
    <w:rsid w:val="00122554"/>
    <w:rsid w:val="001226DF"/>
    <w:rsid w:val="00122AAC"/>
    <w:rsid w:val="00122CA1"/>
    <w:rsid w:val="00124623"/>
    <w:rsid w:val="00124EF7"/>
    <w:rsid w:val="0012668B"/>
    <w:rsid w:val="0012696B"/>
    <w:rsid w:val="00126C10"/>
    <w:rsid w:val="00127299"/>
    <w:rsid w:val="001279BA"/>
    <w:rsid w:val="00130C75"/>
    <w:rsid w:val="00130DD2"/>
    <w:rsid w:val="001315AB"/>
    <w:rsid w:val="00132190"/>
    <w:rsid w:val="0013250D"/>
    <w:rsid w:val="00134474"/>
    <w:rsid w:val="00135EB0"/>
    <w:rsid w:val="0013742D"/>
    <w:rsid w:val="00137957"/>
    <w:rsid w:val="00137F08"/>
    <w:rsid w:val="00140B39"/>
    <w:rsid w:val="00140E34"/>
    <w:rsid w:val="00140FB7"/>
    <w:rsid w:val="00141E49"/>
    <w:rsid w:val="00142925"/>
    <w:rsid w:val="001448B9"/>
    <w:rsid w:val="001459BC"/>
    <w:rsid w:val="001464DF"/>
    <w:rsid w:val="001468B3"/>
    <w:rsid w:val="00146C63"/>
    <w:rsid w:val="001472BD"/>
    <w:rsid w:val="00150A2B"/>
    <w:rsid w:val="00151410"/>
    <w:rsid w:val="00151B02"/>
    <w:rsid w:val="00151B5E"/>
    <w:rsid w:val="0015239C"/>
    <w:rsid w:val="00152B69"/>
    <w:rsid w:val="00153008"/>
    <w:rsid w:val="00153EEE"/>
    <w:rsid w:val="00154540"/>
    <w:rsid w:val="00154FBE"/>
    <w:rsid w:val="001556A5"/>
    <w:rsid w:val="001558E9"/>
    <w:rsid w:val="00155D9B"/>
    <w:rsid w:val="001564DB"/>
    <w:rsid w:val="00156792"/>
    <w:rsid w:val="00156A7D"/>
    <w:rsid w:val="0016014B"/>
    <w:rsid w:val="00160E2C"/>
    <w:rsid w:val="00160FCF"/>
    <w:rsid w:val="001615E5"/>
    <w:rsid w:val="001620C9"/>
    <w:rsid w:val="00162B6D"/>
    <w:rsid w:val="00162C24"/>
    <w:rsid w:val="001642A2"/>
    <w:rsid w:val="00166192"/>
    <w:rsid w:val="00166505"/>
    <w:rsid w:val="0016677E"/>
    <w:rsid w:val="0016711F"/>
    <w:rsid w:val="0017099A"/>
    <w:rsid w:val="00170E03"/>
    <w:rsid w:val="00170E6A"/>
    <w:rsid w:val="001713A9"/>
    <w:rsid w:val="00171D05"/>
    <w:rsid w:val="001727B1"/>
    <w:rsid w:val="001728B5"/>
    <w:rsid w:val="00172D43"/>
    <w:rsid w:val="001749BC"/>
    <w:rsid w:val="001762F1"/>
    <w:rsid w:val="001808C6"/>
    <w:rsid w:val="00180CD5"/>
    <w:rsid w:val="00180F55"/>
    <w:rsid w:val="001811E0"/>
    <w:rsid w:val="0018159A"/>
    <w:rsid w:val="00181A95"/>
    <w:rsid w:val="001829C5"/>
    <w:rsid w:val="00182ADC"/>
    <w:rsid w:val="001833FE"/>
    <w:rsid w:val="00184229"/>
    <w:rsid w:val="00184878"/>
    <w:rsid w:val="001851B7"/>
    <w:rsid w:val="001853F3"/>
    <w:rsid w:val="00186109"/>
    <w:rsid w:val="001861E7"/>
    <w:rsid w:val="00190B98"/>
    <w:rsid w:val="00191AE6"/>
    <w:rsid w:val="00191B63"/>
    <w:rsid w:val="00192018"/>
    <w:rsid w:val="00192302"/>
    <w:rsid w:val="00192AEF"/>
    <w:rsid w:val="00194BD3"/>
    <w:rsid w:val="00195FE3"/>
    <w:rsid w:val="00197B82"/>
    <w:rsid w:val="00197EC9"/>
    <w:rsid w:val="001A01E6"/>
    <w:rsid w:val="001A155A"/>
    <w:rsid w:val="001A1E93"/>
    <w:rsid w:val="001A2294"/>
    <w:rsid w:val="001A2A7E"/>
    <w:rsid w:val="001A3F53"/>
    <w:rsid w:val="001A41E9"/>
    <w:rsid w:val="001A4D1B"/>
    <w:rsid w:val="001A677F"/>
    <w:rsid w:val="001A6B1D"/>
    <w:rsid w:val="001A739C"/>
    <w:rsid w:val="001B0C67"/>
    <w:rsid w:val="001B1443"/>
    <w:rsid w:val="001B1C98"/>
    <w:rsid w:val="001B2764"/>
    <w:rsid w:val="001B2FF1"/>
    <w:rsid w:val="001B3920"/>
    <w:rsid w:val="001B47CC"/>
    <w:rsid w:val="001B6335"/>
    <w:rsid w:val="001B6684"/>
    <w:rsid w:val="001B72CD"/>
    <w:rsid w:val="001C16DA"/>
    <w:rsid w:val="001C1D55"/>
    <w:rsid w:val="001C284D"/>
    <w:rsid w:val="001C2F89"/>
    <w:rsid w:val="001C4295"/>
    <w:rsid w:val="001C4D75"/>
    <w:rsid w:val="001C54DA"/>
    <w:rsid w:val="001C56AF"/>
    <w:rsid w:val="001C70DE"/>
    <w:rsid w:val="001C7DC8"/>
    <w:rsid w:val="001D1442"/>
    <w:rsid w:val="001D2745"/>
    <w:rsid w:val="001D2A15"/>
    <w:rsid w:val="001D3784"/>
    <w:rsid w:val="001D3EED"/>
    <w:rsid w:val="001D469E"/>
    <w:rsid w:val="001D5019"/>
    <w:rsid w:val="001D57CC"/>
    <w:rsid w:val="001D58EF"/>
    <w:rsid w:val="001D6C86"/>
    <w:rsid w:val="001D7310"/>
    <w:rsid w:val="001D7728"/>
    <w:rsid w:val="001D7F64"/>
    <w:rsid w:val="001E047D"/>
    <w:rsid w:val="001E1C75"/>
    <w:rsid w:val="001E2B62"/>
    <w:rsid w:val="001E4E54"/>
    <w:rsid w:val="001E789C"/>
    <w:rsid w:val="001F0141"/>
    <w:rsid w:val="001F11D0"/>
    <w:rsid w:val="001F144D"/>
    <w:rsid w:val="001F17C9"/>
    <w:rsid w:val="001F2B15"/>
    <w:rsid w:val="001F3D48"/>
    <w:rsid w:val="001F55CF"/>
    <w:rsid w:val="001F5625"/>
    <w:rsid w:val="001F5C62"/>
    <w:rsid w:val="001F6E9D"/>
    <w:rsid w:val="001F74F5"/>
    <w:rsid w:val="00200110"/>
    <w:rsid w:val="002006A9"/>
    <w:rsid w:val="00200711"/>
    <w:rsid w:val="002010F9"/>
    <w:rsid w:val="0020178D"/>
    <w:rsid w:val="00202445"/>
    <w:rsid w:val="002027C4"/>
    <w:rsid w:val="00203B06"/>
    <w:rsid w:val="00204B6D"/>
    <w:rsid w:val="00204D9D"/>
    <w:rsid w:val="0020565A"/>
    <w:rsid w:val="00206590"/>
    <w:rsid w:val="0021056F"/>
    <w:rsid w:val="0021177E"/>
    <w:rsid w:val="00211981"/>
    <w:rsid w:val="00211BE1"/>
    <w:rsid w:val="00215839"/>
    <w:rsid w:val="00215B5E"/>
    <w:rsid w:val="00220E29"/>
    <w:rsid w:val="00221929"/>
    <w:rsid w:val="0022381A"/>
    <w:rsid w:val="00224757"/>
    <w:rsid w:val="00224C15"/>
    <w:rsid w:val="00225161"/>
    <w:rsid w:val="00225330"/>
    <w:rsid w:val="00225EF3"/>
    <w:rsid w:val="00226358"/>
    <w:rsid w:val="002270EA"/>
    <w:rsid w:val="00227138"/>
    <w:rsid w:val="00227467"/>
    <w:rsid w:val="00227A8F"/>
    <w:rsid w:val="0023063A"/>
    <w:rsid w:val="0023083D"/>
    <w:rsid w:val="00230971"/>
    <w:rsid w:val="00230AE6"/>
    <w:rsid w:val="00231242"/>
    <w:rsid w:val="0023392C"/>
    <w:rsid w:val="00233D75"/>
    <w:rsid w:val="0023401B"/>
    <w:rsid w:val="00236752"/>
    <w:rsid w:val="0023704E"/>
    <w:rsid w:val="002373B8"/>
    <w:rsid w:val="00240217"/>
    <w:rsid w:val="002413C3"/>
    <w:rsid w:val="00241682"/>
    <w:rsid w:val="002417F3"/>
    <w:rsid w:val="00241AB8"/>
    <w:rsid w:val="00243EBF"/>
    <w:rsid w:val="00245403"/>
    <w:rsid w:val="0024582D"/>
    <w:rsid w:val="0024665B"/>
    <w:rsid w:val="0025202D"/>
    <w:rsid w:val="00252146"/>
    <w:rsid w:val="00252244"/>
    <w:rsid w:val="00252799"/>
    <w:rsid w:val="002527C9"/>
    <w:rsid w:val="00253FEA"/>
    <w:rsid w:val="002547ED"/>
    <w:rsid w:val="00254E1B"/>
    <w:rsid w:val="002556BD"/>
    <w:rsid w:val="00255A03"/>
    <w:rsid w:val="00256C03"/>
    <w:rsid w:val="00256F6B"/>
    <w:rsid w:val="00257E2F"/>
    <w:rsid w:val="0026079D"/>
    <w:rsid w:val="002607E2"/>
    <w:rsid w:val="00261F1B"/>
    <w:rsid w:val="002623B1"/>
    <w:rsid w:val="00262A12"/>
    <w:rsid w:val="002641A3"/>
    <w:rsid w:val="00264E31"/>
    <w:rsid w:val="00265A63"/>
    <w:rsid w:val="00265CCE"/>
    <w:rsid w:val="00265ECF"/>
    <w:rsid w:val="00267AF0"/>
    <w:rsid w:val="00270118"/>
    <w:rsid w:val="0027085E"/>
    <w:rsid w:val="002708A2"/>
    <w:rsid w:val="00270F3A"/>
    <w:rsid w:val="00272A14"/>
    <w:rsid w:val="002738D5"/>
    <w:rsid w:val="002742DE"/>
    <w:rsid w:val="00274862"/>
    <w:rsid w:val="00274F39"/>
    <w:rsid w:val="00275011"/>
    <w:rsid w:val="002759FD"/>
    <w:rsid w:val="00275F65"/>
    <w:rsid w:val="00277480"/>
    <w:rsid w:val="00277FE9"/>
    <w:rsid w:val="002819B3"/>
    <w:rsid w:val="00285710"/>
    <w:rsid w:val="00285C1C"/>
    <w:rsid w:val="00287F43"/>
    <w:rsid w:val="00292A24"/>
    <w:rsid w:val="00292CDE"/>
    <w:rsid w:val="00293725"/>
    <w:rsid w:val="002939AC"/>
    <w:rsid w:val="00293B03"/>
    <w:rsid w:val="00294468"/>
    <w:rsid w:val="00294BB1"/>
    <w:rsid w:val="002962FB"/>
    <w:rsid w:val="002976EE"/>
    <w:rsid w:val="00297FBC"/>
    <w:rsid w:val="002A0C33"/>
    <w:rsid w:val="002A2645"/>
    <w:rsid w:val="002A2F2B"/>
    <w:rsid w:val="002A4348"/>
    <w:rsid w:val="002A49CE"/>
    <w:rsid w:val="002A4AFD"/>
    <w:rsid w:val="002A7373"/>
    <w:rsid w:val="002A7BA0"/>
    <w:rsid w:val="002B0D9E"/>
    <w:rsid w:val="002B10FE"/>
    <w:rsid w:val="002B19D4"/>
    <w:rsid w:val="002B1A72"/>
    <w:rsid w:val="002B1AFE"/>
    <w:rsid w:val="002B27EB"/>
    <w:rsid w:val="002B3231"/>
    <w:rsid w:val="002B3294"/>
    <w:rsid w:val="002B4E2A"/>
    <w:rsid w:val="002B5796"/>
    <w:rsid w:val="002B67A9"/>
    <w:rsid w:val="002B6A02"/>
    <w:rsid w:val="002B6ACD"/>
    <w:rsid w:val="002B70DD"/>
    <w:rsid w:val="002B7C9E"/>
    <w:rsid w:val="002C0BF7"/>
    <w:rsid w:val="002C13BE"/>
    <w:rsid w:val="002C1FFA"/>
    <w:rsid w:val="002C40ED"/>
    <w:rsid w:val="002C4C47"/>
    <w:rsid w:val="002C544E"/>
    <w:rsid w:val="002D0AD5"/>
    <w:rsid w:val="002D0C0E"/>
    <w:rsid w:val="002D0C56"/>
    <w:rsid w:val="002D0D56"/>
    <w:rsid w:val="002D1927"/>
    <w:rsid w:val="002D257C"/>
    <w:rsid w:val="002D2788"/>
    <w:rsid w:val="002D2A99"/>
    <w:rsid w:val="002D2AFC"/>
    <w:rsid w:val="002D3903"/>
    <w:rsid w:val="002D4906"/>
    <w:rsid w:val="002D5E20"/>
    <w:rsid w:val="002D642B"/>
    <w:rsid w:val="002D6948"/>
    <w:rsid w:val="002D7566"/>
    <w:rsid w:val="002E10D2"/>
    <w:rsid w:val="002E2301"/>
    <w:rsid w:val="002E2783"/>
    <w:rsid w:val="002E30E6"/>
    <w:rsid w:val="002E4E7C"/>
    <w:rsid w:val="002E534D"/>
    <w:rsid w:val="002E5798"/>
    <w:rsid w:val="002E595B"/>
    <w:rsid w:val="002E6DBF"/>
    <w:rsid w:val="002E765B"/>
    <w:rsid w:val="002F09AE"/>
    <w:rsid w:val="002F09D0"/>
    <w:rsid w:val="002F1CD1"/>
    <w:rsid w:val="002F20B5"/>
    <w:rsid w:val="002F25CF"/>
    <w:rsid w:val="002F487A"/>
    <w:rsid w:val="002F4AE8"/>
    <w:rsid w:val="002F4F08"/>
    <w:rsid w:val="00300121"/>
    <w:rsid w:val="00301E09"/>
    <w:rsid w:val="00302038"/>
    <w:rsid w:val="0030208F"/>
    <w:rsid w:val="00304C1B"/>
    <w:rsid w:val="00305033"/>
    <w:rsid w:val="003057D6"/>
    <w:rsid w:val="00305961"/>
    <w:rsid w:val="00306CFA"/>
    <w:rsid w:val="00311407"/>
    <w:rsid w:val="0031234D"/>
    <w:rsid w:val="00312765"/>
    <w:rsid w:val="0031424D"/>
    <w:rsid w:val="00314748"/>
    <w:rsid w:val="003147CF"/>
    <w:rsid w:val="0031482C"/>
    <w:rsid w:val="003150AE"/>
    <w:rsid w:val="00315102"/>
    <w:rsid w:val="00315AA5"/>
    <w:rsid w:val="00315FFA"/>
    <w:rsid w:val="0031602B"/>
    <w:rsid w:val="00317668"/>
    <w:rsid w:val="003207C4"/>
    <w:rsid w:val="00321583"/>
    <w:rsid w:val="003218A9"/>
    <w:rsid w:val="003218FC"/>
    <w:rsid w:val="00323A6F"/>
    <w:rsid w:val="00326440"/>
    <w:rsid w:val="0032679C"/>
    <w:rsid w:val="00326B0E"/>
    <w:rsid w:val="00326B79"/>
    <w:rsid w:val="003271F2"/>
    <w:rsid w:val="003276B5"/>
    <w:rsid w:val="0033193B"/>
    <w:rsid w:val="0033211F"/>
    <w:rsid w:val="00332BDB"/>
    <w:rsid w:val="00332D9A"/>
    <w:rsid w:val="00333520"/>
    <w:rsid w:val="0033703D"/>
    <w:rsid w:val="003418C4"/>
    <w:rsid w:val="00341A2B"/>
    <w:rsid w:val="003433FC"/>
    <w:rsid w:val="00343664"/>
    <w:rsid w:val="0034431D"/>
    <w:rsid w:val="00344735"/>
    <w:rsid w:val="003447BD"/>
    <w:rsid w:val="00344E51"/>
    <w:rsid w:val="003451EC"/>
    <w:rsid w:val="0034635F"/>
    <w:rsid w:val="00347156"/>
    <w:rsid w:val="003512CD"/>
    <w:rsid w:val="003515F8"/>
    <w:rsid w:val="0035393B"/>
    <w:rsid w:val="003539BF"/>
    <w:rsid w:val="003539F8"/>
    <w:rsid w:val="003548BF"/>
    <w:rsid w:val="0035586C"/>
    <w:rsid w:val="00356A46"/>
    <w:rsid w:val="003578E3"/>
    <w:rsid w:val="00357C07"/>
    <w:rsid w:val="003606B4"/>
    <w:rsid w:val="0036092F"/>
    <w:rsid w:val="00360BEB"/>
    <w:rsid w:val="00361729"/>
    <w:rsid w:val="00361847"/>
    <w:rsid w:val="00361FF1"/>
    <w:rsid w:val="003624E9"/>
    <w:rsid w:val="00364ED8"/>
    <w:rsid w:val="00366C23"/>
    <w:rsid w:val="00366F01"/>
    <w:rsid w:val="003703FF"/>
    <w:rsid w:val="003706F2"/>
    <w:rsid w:val="003707CA"/>
    <w:rsid w:val="0037130E"/>
    <w:rsid w:val="00374A94"/>
    <w:rsid w:val="00374BEA"/>
    <w:rsid w:val="0038013B"/>
    <w:rsid w:val="0038030A"/>
    <w:rsid w:val="003812D9"/>
    <w:rsid w:val="0038138D"/>
    <w:rsid w:val="003821BA"/>
    <w:rsid w:val="003821F3"/>
    <w:rsid w:val="00382BD7"/>
    <w:rsid w:val="00383248"/>
    <w:rsid w:val="00383A37"/>
    <w:rsid w:val="00384431"/>
    <w:rsid w:val="003849DB"/>
    <w:rsid w:val="00384C3F"/>
    <w:rsid w:val="00384DDD"/>
    <w:rsid w:val="00384E27"/>
    <w:rsid w:val="00384FFE"/>
    <w:rsid w:val="0038587C"/>
    <w:rsid w:val="00385F92"/>
    <w:rsid w:val="003869BF"/>
    <w:rsid w:val="00391357"/>
    <w:rsid w:val="00391D76"/>
    <w:rsid w:val="00391E6A"/>
    <w:rsid w:val="00391FA3"/>
    <w:rsid w:val="0039323E"/>
    <w:rsid w:val="00393D85"/>
    <w:rsid w:val="00393F36"/>
    <w:rsid w:val="00394111"/>
    <w:rsid w:val="003950EF"/>
    <w:rsid w:val="00395230"/>
    <w:rsid w:val="00395E0C"/>
    <w:rsid w:val="003963AD"/>
    <w:rsid w:val="003974D1"/>
    <w:rsid w:val="00397F91"/>
    <w:rsid w:val="003A1487"/>
    <w:rsid w:val="003A2147"/>
    <w:rsid w:val="003A216D"/>
    <w:rsid w:val="003A2AB8"/>
    <w:rsid w:val="003A2FF9"/>
    <w:rsid w:val="003A3985"/>
    <w:rsid w:val="003A442E"/>
    <w:rsid w:val="003A5089"/>
    <w:rsid w:val="003A6EAA"/>
    <w:rsid w:val="003A7034"/>
    <w:rsid w:val="003A719A"/>
    <w:rsid w:val="003B1675"/>
    <w:rsid w:val="003B22FF"/>
    <w:rsid w:val="003B2D5D"/>
    <w:rsid w:val="003B3D8A"/>
    <w:rsid w:val="003B48B3"/>
    <w:rsid w:val="003B4E8C"/>
    <w:rsid w:val="003B5EFF"/>
    <w:rsid w:val="003B63D1"/>
    <w:rsid w:val="003C00A7"/>
    <w:rsid w:val="003C0453"/>
    <w:rsid w:val="003C2C78"/>
    <w:rsid w:val="003C4CD3"/>
    <w:rsid w:val="003C50B0"/>
    <w:rsid w:val="003D241C"/>
    <w:rsid w:val="003D270C"/>
    <w:rsid w:val="003D2A46"/>
    <w:rsid w:val="003D3F8D"/>
    <w:rsid w:val="003D6E51"/>
    <w:rsid w:val="003D72CF"/>
    <w:rsid w:val="003D7D4A"/>
    <w:rsid w:val="003E0329"/>
    <w:rsid w:val="003E03F1"/>
    <w:rsid w:val="003E0B8C"/>
    <w:rsid w:val="003E1228"/>
    <w:rsid w:val="003E18BC"/>
    <w:rsid w:val="003E1B71"/>
    <w:rsid w:val="003E1FF9"/>
    <w:rsid w:val="003E2473"/>
    <w:rsid w:val="003E3302"/>
    <w:rsid w:val="003E3E81"/>
    <w:rsid w:val="003E4082"/>
    <w:rsid w:val="003E4201"/>
    <w:rsid w:val="003E44BE"/>
    <w:rsid w:val="003E4EE7"/>
    <w:rsid w:val="003E589A"/>
    <w:rsid w:val="003E639C"/>
    <w:rsid w:val="003E652A"/>
    <w:rsid w:val="003E711F"/>
    <w:rsid w:val="003F0A1B"/>
    <w:rsid w:val="003F0AF9"/>
    <w:rsid w:val="003F179D"/>
    <w:rsid w:val="003F1BAB"/>
    <w:rsid w:val="003F1E34"/>
    <w:rsid w:val="003F288C"/>
    <w:rsid w:val="003F46F4"/>
    <w:rsid w:val="003F5777"/>
    <w:rsid w:val="003F695E"/>
    <w:rsid w:val="00400198"/>
    <w:rsid w:val="00400219"/>
    <w:rsid w:val="00401741"/>
    <w:rsid w:val="00401EE8"/>
    <w:rsid w:val="004023B1"/>
    <w:rsid w:val="00402CC6"/>
    <w:rsid w:val="0040353F"/>
    <w:rsid w:val="004035FC"/>
    <w:rsid w:val="00403D2F"/>
    <w:rsid w:val="00403FDF"/>
    <w:rsid w:val="00404716"/>
    <w:rsid w:val="00407311"/>
    <w:rsid w:val="0041014F"/>
    <w:rsid w:val="00410591"/>
    <w:rsid w:val="0041171A"/>
    <w:rsid w:val="00411D75"/>
    <w:rsid w:val="004130C9"/>
    <w:rsid w:val="004140D5"/>
    <w:rsid w:val="00414946"/>
    <w:rsid w:val="004156B1"/>
    <w:rsid w:val="00417129"/>
    <w:rsid w:val="00417896"/>
    <w:rsid w:val="00417E98"/>
    <w:rsid w:val="004215BD"/>
    <w:rsid w:val="00421A72"/>
    <w:rsid w:val="004228CF"/>
    <w:rsid w:val="00422E63"/>
    <w:rsid w:val="0042343D"/>
    <w:rsid w:val="0042674E"/>
    <w:rsid w:val="00426DDA"/>
    <w:rsid w:val="004302F2"/>
    <w:rsid w:val="00430713"/>
    <w:rsid w:val="00430DC1"/>
    <w:rsid w:val="00432A07"/>
    <w:rsid w:val="00433494"/>
    <w:rsid w:val="004334D0"/>
    <w:rsid w:val="00433D96"/>
    <w:rsid w:val="00435D72"/>
    <w:rsid w:val="00436C75"/>
    <w:rsid w:val="0043707B"/>
    <w:rsid w:val="0043714D"/>
    <w:rsid w:val="00437B65"/>
    <w:rsid w:val="00437D37"/>
    <w:rsid w:val="004406A4"/>
    <w:rsid w:val="004407D8"/>
    <w:rsid w:val="0044081C"/>
    <w:rsid w:val="00440D62"/>
    <w:rsid w:val="00441595"/>
    <w:rsid w:val="00441B9F"/>
    <w:rsid w:val="004421CC"/>
    <w:rsid w:val="0044371E"/>
    <w:rsid w:val="00444068"/>
    <w:rsid w:val="004448F9"/>
    <w:rsid w:val="00444F1D"/>
    <w:rsid w:val="004464E5"/>
    <w:rsid w:val="00446619"/>
    <w:rsid w:val="00446FAC"/>
    <w:rsid w:val="00447B81"/>
    <w:rsid w:val="00450221"/>
    <w:rsid w:val="00450B45"/>
    <w:rsid w:val="00450F01"/>
    <w:rsid w:val="00451020"/>
    <w:rsid w:val="00451990"/>
    <w:rsid w:val="004519DF"/>
    <w:rsid w:val="0045291D"/>
    <w:rsid w:val="00453180"/>
    <w:rsid w:val="004535C2"/>
    <w:rsid w:val="004541E6"/>
    <w:rsid w:val="004542C5"/>
    <w:rsid w:val="0045536C"/>
    <w:rsid w:val="00456CC9"/>
    <w:rsid w:val="004575C8"/>
    <w:rsid w:val="00457863"/>
    <w:rsid w:val="00457BF3"/>
    <w:rsid w:val="004605EF"/>
    <w:rsid w:val="004609A8"/>
    <w:rsid w:val="00462282"/>
    <w:rsid w:val="00462723"/>
    <w:rsid w:val="004642F9"/>
    <w:rsid w:val="00465070"/>
    <w:rsid w:val="00466815"/>
    <w:rsid w:val="00466865"/>
    <w:rsid w:val="00466A5B"/>
    <w:rsid w:val="00470094"/>
    <w:rsid w:val="004707E2"/>
    <w:rsid w:val="00470BD5"/>
    <w:rsid w:val="0047180A"/>
    <w:rsid w:val="00471841"/>
    <w:rsid w:val="004721B4"/>
    <w:rsid w:val="004736A8"/>
    <w:rsid w:val="00473E0A"/>
    <w:rsid w:val="00474B36"/>
    <w:rsid w:val="00474D08"/>
    <w:rsid w:val="0047516F"/>
    <w:rsid w:val="00476BDA"/>
    <w:rsid w:val="00477131"/>
    <w:rsid w:val="00477DB7"/>
    <w:rsid w:val="00480E51"/>
    <w:rsid w:val="00482934"/>
    <w:rsid w:val="00482D28"/>
    <w:rsid w:val="004833B8"/>
    <w:rsid w:val="00484079"/>
    <w:rsid w:val="00484545"/>
    <w:rsid w:val="004864AE"/>
    <w:rsid w:val="00487723"/>
    <w:rsid w:val="004906F0"/>
    <w:rsid w:val="004908C6"/>
    <w:rsid w:val="00490F82"/>
    <w:rsid w:val="0049134C"/>
    <w:rsid w:val="00492BF1"/>
    <w:rsid w:val="004956B4"/>
    <w:rsid w:val="00496D1A"/>
    <w:rsid w:val="004A0774"/>
    <w:rsid w:val="004A2509"/>
    <w:rsid w:val="004A2BEB"/>
    <w:rsid w:val="004A3B8B"/>
    <w:rsid w:val="004A4701"/>
    <w:rsid w:val="004A566E"/>
    <w:rsid w:val="004A5AAD"/>
    <w:rsid w:val="004A6A51"/>
    <w:rsid w:val="004A6A7D"/>
    <w:rsid w:val="004B1328"/>
    <w:rsid w:val="004B27F2"/>
    <w:rsid w:val="004B365F"/>
    <w:rsid w:val="004B372F"/>
    <w:rsid w:val="004B3B88"/>
    <w:rsid w:val="004B439F"/>
    <w:rsid w:val="004B5047"/>
    <w:rsid w:val="004B591B"/>
    <w:rsid w:val="004B5D72"/>
    <w:rsid w:val="004B7A16"/>
    <w:rsid w:val="004B7CC0"/>
    <w:rsid w:val="004C006B"/>
    <w:rsid w:val="004C104C"/>
    <w:rsid w:val="004C114C"/>
    <w:rsid w:val="004C2CDE"/>
    <w:rsid w:val="004C3EE2"/>
    <w:rsid w:val="004C4178"/>
    <w:rsid w:val="004C45ED"/>
    <w:rsid w:val="004C6088"/>
    <w:rsid w:val="004C6684"/>
    <w:rsid w:val="004C6921"/>
    <w:rsid w:val="004D0714"/>
    <w:rsid w:val="004D09C1"/>
    <w:rsid w:val="004D13BD"/>
    <w:rsid w:val="004D33DA"/>
    <w:rsid w:val="004D3B30"/>
    <w:rsid w:val="004D4CA0"/>
    <w:rsid w:val="004D5169"/>
    <w:rsid w:val="004D5C51"/>
    <w:rsid w:val="004D65CE"/>
    <w:rsid w:val="004D6AD0"/>
    <w:rsid w:val="004D6F95"/>
    <w:rsid w:val="004D7A05"/>
    <w:rsid w:val="004E03DC"/>
    <w:rsid w:val="004E16B7"/>
    <w:rsid w:val="004E1EE7"/>
    <w:rsid w:val="004E2644"/>
    <w:rsid w:val="004E27FA"/>
    <w:rsid w:val="004E28A2"/>
    <w:rsid w:val="004E35FA"/>
    <w:rsid w:val="004E3D6A"/>
    <w:rsid w:val="004E4AE8"/>
    <w:rsid w:val="004E5950"/>
    <w:rsid w:val="004E65C6"/>
    <w:rsid w:val="004E777D"/>
    <w:rsid w:val="004F26F9"/>
    <w:rsid w:val="004F3173"/>
    <w:rsid w:val="004F32B2"/>
    <w:rsid w:val="004F3A98"/>
    <w:rsid w:val="004F4656"/>
    <w:rsid w:val="004F594D"/>
    <w:rsid w:val="004F70B7"/>
    <w:rsid w:val="004F7631"/>
    <w:rsid w:val="004F765D"/>
    <w:rsid w:val="004F7886"/>
    <w:rsid w:val="004F7899"/>
    <w:rsid w:val="004F7C98"/>
    <w:rsid w:val="00500ADF"/>
    <w:rsid w:val="005014D2"/>
    <w:rsid w:val="0050173C"/>
    <w:rsid w:val="00501907"/>
    <w:rsid w:val="00501A56"/>
    <w:rsid w:val="00502A01"/>
    <w:rsid w:val="00503C4D"/>
    <w:rsid w:val="005046F4"/>
    <w:rsid w:val="00504C54"/>
    <w:rsid w:val="00506B95"/>
    <w:rsid w:val="005073CE"/>
    <w:rsid w:val="00510DD1"/>
    <w:rsid w:val="00510F5B"/>
    <w:rsid w:val="005110D1"/>
    <w:rsid w:val="005116F8"/>
    <w:rsid w:val="00512402"/>
    <w:rsid w:val="00512D32"/>
    <w:rsid w:val="00513EE9"/>
    <w:rsid w:val="00514059"/>
    <w:rsid w:val="00514776"/>
    <w:rsid w:val="00515E6D"/>
    <w:rsid w:val="00516ADA"/>
    <w:rsid w:val="00517A4A"/>
    <w:rsid w:val="00520466"/>
    <w:rsid w:val="00520669"/>
    <w:rsid w:val="00522FA9"/>
    <w:rsid w:val="00523198"/>
    <w:rsid w:val="00523567"/>
    <w:rsid w:val="00523FA6"/>
    <w:rsid w:val="00525C1D"/>
    <w:rsid w:val="00525D48"/>
    <w:rsid w:val="00527DF1"/>
    <w:rsid w:val="0053021F"/>
    <w:rsid w:val="00530D3D"/>
    <w:rsid w:val="005310FF"/>
    <w:rsid w:val="0053147F"/>
    <w:rsid w:val="00531850"/>
    <w:rsid w:val="005329C5"/>
    <w:rsid w:val="005335C1"/>
    <w:rsid w:val="00533A13"/>
    <w:rsid w:val="00534320"/>
    <w:rsid w:val="005353D1"/>
    <w:rsid w:val="00535D33"/>
    <w:rsid w:val="0053640B"/>
    <w:rsid w:val="00537F5F"/>
    <w:rsid w:val="005421BE"/>
    <w:rsid w:val="005422EE"/>
    <w:rsid w:val="005424F6"/>
    <w:rsid w:val="0054254E"/>
    <w:rsid w:val="005434FA"/>
    <w:rsid w:val="0054384F"/>
    <w:rsid w:val="005451D8"/>
    <w:rsid w:val="005452AA"/>
    <w:rsid w:val="00546057"/>
    <w:rsid w:val="005467AC"/>
    <w:rsid w:val="00546F31"/>
    <w:rsid w:val="0054721A"/>
    <w:rsid w:val="00547A98"/>
    <w:rsid w:val="005507CC"/>
    <w:rsid w:val="005509C8"/>
    <w:rsid w:val="00551DD3"/>
    <w:rsid w:val="00553683"/>
    <w:rsid w:val="00553D54"/>
    <w:rsid w:val="00554393"/>
    <w:rsid w:val="005552B3"/>
    <w:rsid w:val="005573FA"/>
    <w:rsid w:val="00557574"/>
    <w:rsid w:val="00557B55"/>
    <w:rsid w:val="0056392D"/>
    <w:rsid w:val="00563F42"/>
    <w:rsid w:val="00565F86"/>
    <w:rsid w:val="005703BC"/>
    <w:rsid w:val="00570938"/>
    <w:rsid w:val="0057208C"/>
    <w:rsid w:val="00572137"/>
    <w:rsid w:val="00572216"/>
    <w:rsid w:val="00572770"/>
    <w:rsid w:val="00573447"/>
    <w:rsid w:val="00573B7A"/>
    <w:rsid w:val="005740CB"/>
    <w:rsid w:val="00574C67"/>
    <w:rsid w:val="00575183"/>
    <w:rsid w:val="00575659"/>
    <w:rsid w:val="00576DB4"/>
    <w:rsid w:val="0058000D"/>
    <w:rsid w:val="00580F65"/>
    <w:rsid w:val="005815B4"/>
    <w:rsid w:val="00582EA3"/>
    <w:rsid w:val="005835D5"/>
    <w:rsid w:val="00583D2D"/>
    <w:rsid w:val="00584490"/>
    <w:rsid w:val="00584A5E"/>
    <w:rsid w:val="00586037"/>
    <w:rsid w:val="005861C4"/>
    <w:rsid w:val="00586DC8"/>
    <w:rsid w:val="00587C58"/>
    <w:rsid w:val="00590890"/>
    <w:rsid w:val="00591359"/>
    <w:rsid w:val="005923BB"/>
    <w:rsid w:val="005925D9"/>
    <w:rsid w:val="00592B06"/>
    <w:rsid w:val="00592BAC"/>
    <w:rsid w:val="00593007"/>
    <w:rsid w:val="00594CA8"/>
    <w:rsid w:val="00595157"/>
    <w:rsid w:val="005965AE"/>
    <w:rsid w:val="005978DA"/>
    <w:rsid w:val="00597B6B"/>
    <w:rsid w:val="00597FBE"/>
    <w:rsid w:val="005A04E0"/>
    <w:rsid w:val="005A073C"/>
    <w:rsid w:val="005A0CE1"/>
    <w:rsid w:val="005A1B4D"/>
    <w:rsid w:val="005A1F89"/>
    <w:rsid w:val="005A2526"/>
    <w:rsid w:val="005A35FF"/>
    <w:rsid w:val="005A3823"/>
    <w:rsid w:val="005A3AAA"/>
    <w:rsid w:val="005A3EDF"/>
    <w:rsid w:val="005A4669"/>
    <w:rsid w:val="005A4D7A"/>
    <w:rsid w:val="005A573F"/>
    <w:rsid w:val="005A6702"/>
    <w:rsid w:val="005A6C70"/>
    <w:rsid w:val="005A6D52"/>
    <w:rsid w:val="005A6E9F"/>
    <w:rsid w:val="005A704E"/>
    <w:rsid w:val="005A7BC7"/>
    <w:rsid w:val="005B17E1"/>
    <w:rsid w:val="005B180D"/>
    <w:rsid w:val="005B1E12"/>
    <w:rsid w:val="005B2158"/>
    <w:rsid w:val="005B27A5"/>
    <w:rsid w:val="005B3073"/>
    <w:rsid w:val="005B4813"/>
    <w:rsid w:val="005B5866"/>
    <w:rsid w:val="005B59A7"/>
    <w:rsid w:val="005B5B3B"/>
    <w:rsid w:val="005B614A"/>
    <w:rsid w:val="005B6E0A"/>
    <w:rsid w:val="005B6EEE"/>
    <w:rsid w:val="005B79D4"/>
    <w:rsid w:val="005B7BA7"/>
    <w:rsid w:val="005B7E1A"/>
    <w:rsid w:val="005C0301"/>
    <w:rsid w:val="005C1B8F"/>
    <w:rsid w:val="005C215A"/>
    <w:rsid w:val="005C21AE"/>
    <w:rsid w:val="005C31B6"/>
    <w:rsid w:val="005C3E63"/>
    <w:rsid w:val="005C471F"/>
    <w:rsid w:val="005C4959"/>
    <w:rsid w:val="005C4D05"/>
    <w:rsid w:val="005C4EAC"/>
    <w:rsid w:val="005C5324"/>
    <w:rsid w:val="005C5BF2"/>
    <w:rsid w:val="005C5CDD"/>
    <w:rsid w:val="005C6583"/>
    <w:rsid w:val="005C71C2"/>
    <w:rsid w:val="005C7D60"/>
    <w:rsid w:val="005D0058"/>
    <w:rsid w:val="005D0E39"/>
    <w:rsid w:val="005D1595"/>
    <w:rsid w:val="005D1B6E"/>
    <w:rsid w:val="005D3593"/>
    <w:rsid w:val="005D3689"/>
    <w:rsid w:val="005D3988"/>
    <w:rsid w:val="005E0BB8"/>
    <w:rsid w:val="005E105A"/>
    <w:rsid w:val="005E266F"/>
    <w:rsid w:val="005E2E0E"/>
    <w:rsid w:val="005E2E52"/>
    <w:rsid w:val="005E2F87"/>
    <w:rsid w:val="005E4435"/>
    <w:rsid w:val="005E47B1"/>
    <w:rsid w:val="005E4ADB"/>
    <w:rsid w:val="005E4ADE"/>
    <w:rsid w:val="005E5A77"/>
    <w:rsid w:val="005E5D94"/>
    <w:rsid w:val="005E65CE"/>
    <w:rsid w:val="005E7470"/>
    <w:rsid w:val="005E7C1D"/>
    <w:rsid w:val="005F025E"/>
    <w:rsid w:val="005F0457"/>
    <w:rsid w:val="005F05B4"/>
    <w:rsid w:val="005F0EBD"/>
    <w:rsid w:val="005F20FC"/>
    <w:rsid w:val="005F2F7E"/>
    <w:rsid w:val="005F355A"/>
    <w:rsid w:val="005F3AFE"/>
    <w:rsid w:val="005F3C53"/>
    <w:rsid w:val="005F4C70"/>
    <w:rsid w:val="005F5E27"/>
    <w:rsid w:val="005F6484"/>
    <w:rsid w:val="005F6554"/>
    <w:rsid w:val="005F7C5F"/>
    <w:rsid w:val="00600225"/>
    <w:rsid w:val="00600E62"/>
    <w:rsid w:val="00600E67"/>
    <w:rsid w:val="00602711"/>
    <w:rsid w:val="0060291B"/>
    <w:rsid w:val="0060306D"/>
    <w:rsid w:val="006030D0"/>
    <w:rsid w:val="00603119"/>
    <w:rsid w:val="0060366B"/>
    <w:rsid w:val="00603FE6"/>
    <w:rsid w:val="00604592"/>
    <w:rsid w:val="006047CF"/>
    <w:rsid w:val="00605338"/>
    <w:rsid w:val="00606E8F"/>
    <w:rsid w:val="006075D4"/>
    <w:rsid w:val="00607E7B"/>
    <w:rsid w:val="006103DE"/>
    <w:rsid w:val="0061056C"/>
    <w:rsid w:val="0061068A"/>
    <w:rsid w:val="00610B8B"/>
    <w:rsid w:val="00613B72"/>
    <w:rsid w:val="00614A60"/>
    <w:rsid w:val="00614DB1"/>
    <w:rsid w:val="00614F92"/>
    <w:rsid w:val="00617628"/>
    <w:rsid w:val="00620195"/>
    <w:rsid w:val="00620686"/>
    <w:rsid w:val="00620782"/>
    <w:rsid w:val="00623911"/>
    <w:rsid w:val="00623A3B"/>
    <w:rsid w:val="00624E65"/>
    <w:rsid w:val="00624EA0"/>
    <w:rsid w:val="00626889"/>
    <w:rsid w:val="00632A7D"/>
    <w:rsid w:val="00633038"/>
    <w:rsid w:val="00633E60"/>
    <w:rsid w:val="00635ACB"/>
    <w:rsid w:val="00637779"/>
    <w:rsid w:val="00641AF0"/>
    <w:rsid w:val="00641D33"/>
    <w:rsid w:val="00641EEA"/>
    <w:rsid w:val="00641F61"/>
    <w:rsid w:val="0064224F"/>
    <w:rsid w:val="006427A4"/>
    <w:rsid w:val="00642ADE"/>
    <w:rsid w:val="0064386E"/>
    <w:rsid w:val="00644B04"/>
    <w:rsid w:val="00645A07"/>
    <w:rsid w:val="006467A1"/>
    <w:rsid w:val="00646B7C"/>
    <w:rsid w:val="006470B9"/>
    <w:rsid w:val="006472AE"/>
    <w:rsid w:val="006478D6"/>
    <w:rsid w:val="00650342"/>
    <w:rsid w:val="00650B47"/>
    <w:rsid w:val="006511EC"/>
    <w:rsid w:val="006518FA"/>
    <w:rsid w:val="00651F3F"/>
    <w:rsid w:val="00652393"/>
    <w:rsid w:val="00652BF1"/>
    <w:rsid w:val="00652D22"/>
    <w:rsid w:val="00654DEF"/>
    <w:rsid w:val="0065588C"/>
    <w:rsid w:val="006565E6"/>
    <w:rsid w:val="0065682A"/>
    <w:rsid w:val="00656C81"/>
    <w:rsid w:val="00657982"/>
    <w:rsid w:val="006619BF"/>
    <w:rsid w:val="00661D12"/>
    <w:rsid w:val="00662E01"/>
    <w:rsid w:val="006631D6"/>
    <w:rsid w:val="00664999"/>
    <w:rsid w:val="00664D4B"/>
    <w:rsid w:val="006666B4"/>
    <w:rsid w:val="00666C84"/>
    <w:rsid w:val="00666D6B"/>
    <w:rsid w:val="00670440"/>
    <w:rsid w:val="006704E3"/>
    <w:rsid w:val="00671066"/>
    <w:rsid w:val="006716B8"/>
    <w:rsid w:val="00672C23"/>
    <w:rsid w:val="006735BB"/>
    <w:rsid w:val="0067503C"/>
    <w:rsid w:val="00675231"/>
    <w:rsid w:val="006758BA"/>
    <w:rsid w:val="00675BBD"/>
    <w:rsid w:val="00676C58"/>
    <w:rsid w:val="00680820"/>
    <w:rsid w:val="00680F0D"/>
    <w:rsid w:val="00681740"/>
    <w:rsid w:val="00681A91"/>
    <w:rsid w:val="00685444"/>
    <w:rsid w:val="006856BF"/>
    <w:rsid w:val="006865B5"/>
    <w:rsid w:val="00687115"/>
    <w:rsid w:val="006877CB"/>
    <w:rsid w:val="00690622"/>
    <w:rsid w:val="00691A26"/>
    <w:rsid w:val="006926DC"/>
    <w:rsid w:val="00692E11"/>
    <w:rsid w:val="00692EEF"/>
    <w:rsid w:val="0069365F"/>
    <w:rsid w:val="00693812"/>
    <w:rsid w:val="00693A1C"/>
    <w:rsid w:val="0069403D"/>
    <w:rsid w:val="00696544"/>
    <w:rsid w:val="00696A21"/>
    <w:rsid w:val="00697A67"/>
    <w:rsid w:val="006A100A"/>
    <w:rsid w:val="006A18BB"/>
    <w:rsid w:val="006A1D34"/>
    <w:rsid w:val="006A1EBC"/>
    <w:rsid w:val="006A4602"/>
    <w:rsid w:val="006A6A60"/>
    <w:rsid w:val="006A7BB0"/>
    <w:rsid w:val="006B0991"/>
    <w:rsid w:val="006B10C0"/>
    <w:rsid w:val="006B2043"/>
    <w:rsid w:val="006B2B83"/>
    <w:rsid w:val="006B458D"/>
    <w:rsid w:val="006B4F08"/>
    <w:rsid w:val="006B5D83"/>
    <w:rsid w:val="006B6938"/>
    <w:rsid w:val="006B70C5"/>
    <w:rsid w:val="006C1BC0"/>
    <w:rsid w:val="006C1F57"/>
    <w:rsid w:val="006C24D9"/>
    <w:rsid w:val="006C25B5"/>
    <w:rsid w:val="006C28F2"/>
    <w:rsid w:val="006C3135"/>
    <w:rsid w:val="006C42C0"/>
    <w:rsid w:val="006C4CC2"/>
    <w:rsid w:val="006C50ED"/>
    <w:rsid w:val="006C5467"/>
    <w:rsid w:val="006C5669"/>
    <w:rsid w:val="006C56A0"/>
    <w:rsid w:val="006C641F"/>
    <w:rsid w:val="006D03BE"/>
    <w:rsid w:val="006D10CE"/>
    <w:rsid w:val="006D39E1"/>
    <w:rsid w:val="006D3F2E"/>
    <w:rsid w:val="006D4928"/>
    <w:rsid w:val="006D5B35"/>
    <w:rsid w:val="006D7262"/>
    <w:rsid w:val="006D782B"/>
    <w:rsid w:val="006E035E"/>
    <w:rsid w:val="006E0E02"/>
    <w:rsid w:val="006E24FC"/>
    <w:rsid w:val="006E279C"/>
    <w:rsid w:val="006E2890"/>
    <w:rsid w:val="006E4B8F"/>
    <w:rsid w:val="006E5B67"/>
    <w:rsid w:val="006E6261"/>
    <w:rsid w:val="006E6E85"/>
    <w:rsid w:val="006E6F8A"/>
    <w:rsid w:val="006F014C"/>
    <w:rsid w:val="006F0E96"/>
    <w:rsid w:val="006F38E5"/>
    <w:rsid w:val="006F444D"/>
    <w:rsid w:val="006F5B3A"/>
    <w:rsid w:val="006F5FD0"/>
    <w:rsid w:val="006F6027"/>
    <w:rsid w:val="006F66F2"/>
    <w:rsid w:val="006F6885"/>
    <w:rsid w:val="006F6954"/>
    <w:rsid w:val="006F7291"/>
    <w:rsid w:val="006F7322"/>
    <w:rsid w:val="006F74E8"/>
    <w:rsid w:val="006F76B1"/>
    <w:rsid w:val="006F7B62"/>
    <w:rsid w:val="006F7BB0"/>
    <w:rsid w:val="006F7CAF"/>
    <w:rsid w:val="00701502"/>
    <w:rsid w:val="00702245"/>
    <w:rsid w:val="007023BC"/>
    <w:rsid w:val="007024E1"/>
    <w:rsid w:val="0070328B"/>
    <w:rsid w:val="007041D0"/>
    <w:rsid w:val="00704B39"/>
    <w:rsid w:val="00704EED"/>
    <w:rsid w:val="00704FD7"/>
    <w:rsid w:val="00707006"/>
    <w:rsid w:val="007077E1"/>
    <w:rsid w:val="007105A3"/>
    <w:rsid w:val="00710EAC"/>
    <w:rsid w:val="00711B72"/>
    <w:rsid w:val="00712032"/>
    <w:rsid w:val="007121BB"/>
    <w:rsid w:val="00712C70"/>
    <w:rsid w:val="00712F07"/>
    <w:rsid w:val="007137C3"/>
    <w:rsid w:val="007142C7"/>
    <w:rsid w:val="007154AA"/>
    <w:rsid w:val="00716E26"/>
    <w:rsid w:val="0072006C"/>
    <w:rsid w:val="007205EB"/>
    <w:rsid w:val="00721ECD"/>
    <w:rsid w:val="00722BCA"/>
    <w:rsid w:val="007232E6"/>
    <w:rsid w:val="00723DB2"/>
    <w:rsid w:val="007240F4"/>
    <w:rsid w:val="00724E68"/>
    <w:rsid w:val="00725B8C"/>
    <w:rsid w:val="00726941"/>
    <w:rsid w:val="007279C2"/>
    <w:rsid w:val="00731D02"/>
    <w:rsid w:val="00732B4F"/>
    <w:rsid w:val="00733A90"/>
    <w:rsid w:val="00735875"/>
    <w:rsid w:val="007359AD"/>
    <w:rsid w:val="00735B4B"/>
    <w:rsid w:val="00736501"/>
    <w:rsid w:val="00736FED"/>
    <w:rsid w:val="00737974"/>
    <w:rsid w:val="0074200D"/>
    <w:rsid w:val="00742236"/>
    <w:rsid w:val="0074305A"/>
    <w:rsid w:val="00743E7F"/>
    <w:rsid w:val="00745D39"/>
    <w:rsid w:val="007463CE"/>
    <w:rsid w:val="007464C9"/>
    <w:rsid w:val="00750F5A"/>
    <w:rsid w:val="007520A0"/>
    <w:rsid w:val="0075280D"/>
    <w:rsid w:val="007550A7"/>
    <w:rsid w:val="00756EBA"/>
    <w:rsid w:val="00757181"/>
    <w:rsid w:val="00757696"/>
    <w:rsid w:val="0076023C"/>
    <w:rsid w:val="00760B03"/>
    <w:rsid w:val="007614AC"/>
    <w:rsid w:val="00761F41"/>
    <w:rsid w:val="00761F8B"/>
    <w:rsid w:val="007636AD"/>
    <w:rsid w:val="0076376E"/>
    <w:rsid w:val="00763935"/>
    <w:rsid w:val="007644AA"/>
    <w:rsid w:val="00764D29"/>
    <w:rsid w:val="00764DB0"/>
    <w:rsid w:val="00764F71"/>
    <w:rsid w:val="007660DE"/>
    <w:rsid w:val="00767C7A"/>
    <w:rsid w:val="0077079A"/>
    <w:rsid w:val="00771808"/>
    <w:rsid w:val="00771AEF"/>
    <w:rsid w:val="007723E2"/>
    <w:rsid w:val="007726DC"/>
    <w:rsid w:val="00773593"/>
    <w:rsid w:val="00773D01"/>
    <w:rsid w:val="007746F5"/>
    <w:rsid w:val="00775BA3"/>
    <w:rsid w:val="00775CCE"/>
    <w:rsid w:val="007761E7"/>
    <w:rsid w:val="00776936"/>
    <w:rsid w:val="00776A13"/>
    <w:rsid w:val="00776FFD"/>
    <w:rsid w:val="00777705"/>
    <w:rsid w:val="0078102C"/>
    <w:rsid w:val="0078155E"/>
    <w:rsid w:val="00782FA9"/>
    <w:rsid w:val="00783CF5"/>
    <w:rsid w:val="00783FE1"/>
    <w:rsid w:val="00786CD1"/>
    <w:rsid w:val="0078795A"/>
    <w:rsid w:val="00790977"/>
    <w:rsid w:val="00790DBF"/>
    <w:rsid w:val="0079107F"/>
    <w:rsid w:val="007913C3"/>
    <w:rsid w:val="007915C9"/>
    <w:rsid w:val="007916B1"/>
    <w:rsid w:val="007917A8"/>
    <w:rsid w:val="00791B11"/>
    <w:rsid w:val="0079415A"/>
    <w:rsid w:val="0079417D"/>
    <w:rsid w:val="00794A6F"/>
    <w:rsid w:val="00795695"/>
    <w:rsid w:val="00795EB8"/>
    <w:rsid w:val="007969A2"/>
    <w:rsid w:val="007973E3"/>
    <w:rsid w:val="00797AD6"/>
    <w:rsid w:val="007A32C9"/>
    <w:rsid w:val="007A4B77"/>
    <w:rsid w:val="007A59A6"/>
    <w:rsid w:val="007A6197"/>
    <w:rsid w:val="007A63B1"/>
    <w:rsid w:val="007A7294"/>
    <w:rsid w:val="007A7462"/>
    <w:rsid w:val="007B09EE"/>
    <w:rsid w:val="007B1693"/>
    <w:rsid w:val="007B1DEC"/>
    <w:rsid w:val="007B2489"/>
    <w:rsid w:val="007B4792"/>
    <w:rsid w:val="007B4C41"/>
    <w:rsid w:val="007B5840"/>
    <w:rsid w:val="007B6258"/>
    <w:rsid w:val="007B6B62"/>
    <w:rsid w:val="007C089C"/>
    <w:rsid w:val="007C1043"/>
    <w:rsid w:val="007C1C79"/>
    <w:rsid w:val="007C25FC"/>
    <w:rsid w:val="007C31A0"/>
    <w:rsid w:val="007C4C62"/>
    <w:rsid w:val="007C4DCF"/>
    <w:rsid w:val="007C5269"/>
    <w:rsid w:val="007C536A"/>
    <w:rsid w:val="007C6582"/>
    <w:rsid w:val="007D0A92"/>
    <w:rsid w:val="007D49F4"/>
    <w:rsid w:val="007D5E65"/>
    <w:rsid w:val="007D7DCB"/>
    <w:rsid w:val="007E0331"/>
    <w:rsid w:val="007E1381"/>
    <w:rsid w:val="007E2AE4"/>
    <w:rsid w:val="007E3727"/>
    <w:rsid w:val="007E517C"/>
    <w:rsid w:val="007E5226"/>
    <w:rsid w:val="007E5AC9"/>
    <w:rsid w:val="007E63E8"/>
    <w:rsid w:val="007E67ED"/>
    <w:rsid w:val="007E68DD"/>
    <w:rsid w:val="007E7F2C"/>
    <w:rsid w:val="007F09EE"/>
    <w:rsid w:val="007F2314"/>
    <w:rsid w:val="007F27E1"/>
    <w:rsid w:val="007F3615"/>
    <w:rsid w:val="007F3A93"/>
    <w:rsid w:val="007F3BD9"/>
    <w:rsid w:val="007F4ECB"/>
    <w:rsid w:val="007F5132"/>
    <w:rsid w:val="007F5331"/>
    <w:rsid w:val="007F5E6F"/>
    <w:rsid w:val="007F63D7"/>
    <w:rsid w:val="007F6A70"/>
    <w:rsid w:val="007F7997"/>
    <w:rsid w:val="00802F1B"/>
    <w:rsid w:val="00803627"/>
    <w:rsid w:val="00803C60"/>
    <w:rsid w:val="00804838"/>
    <w:rsid w:val="0080522B"/>
    <w:rsid w:val="00805E58"/>
    <w:rsid w:val="008060BE"/>
    <w:rsid w:val="00806356"/>
    <w:rsid w:val="008106FC"/>
    <w:rsid w:val="008109FF"/>
    <w:rsid w:val="00810A38"/>
    <w:rsid w:val="00811FA3"/>
    <w:rsid w:val="0081294A"/>
    <w:rsid w:val="008135D3"/>
    <w:rsid w:val="00813649"/>
    <w:rsid w:val="008143A4"/>
    <w:rsid w:val="00814408"/>
    <w:rsid w:val="00814881"/>
    <w:rsid w:val="00815BE2"/>
    <w:rsid w:val="008168B8"/>
    <w:rsid w:val="008170BE"/>
    <w:rsid w:val="00817371"/>
    <w:rsid w:val="008212F0"/>
    <w:rsid w:val="00821F41"/>
    <w:rsid w:val="0082461F"/>
    <w:rsid w:val="00824649"/>
    <w:rsid w:val="00825CD2"/>
    <w:rsid w:val="00826B90"/>
    <w:rsid w:val="00826D77"/>
    <w:rsid w:val="00826FEB"/>
    <w:rsid w:val="00827A1E"/>
    <w:rsid w:val="00827DBF"/>
    <w:rsid w:val="00827F45"/>
    <w:rsid w:val="008300A4"/>
    <w:rsid w:val="00831C93"/>
    <w:rsid w:val="00831DC6"/>
    <w:rsid w:val="00831E57"/>
    <w:rsid w:val="00832DD2"/>
    <w:rsid w:val="0083369C"/>
    <w:rsid w:val="00833D86"/>
    <w:rsid w:val="00833F44"/>
    <w:rsid w:val="00834205"/>
    <w:rsid w:val="0083461B"/>
    <w:rsid w:val="00835089"/>
    <w:rsid w:val="008356B6"/>
    <w:rsid w:val="00835ACB"/>
    <w:rsid w:val="0083614D"/>
    <w:rsid w:val="008373AC"/>
    <w:rsid w:val="00840BED"/>
    <w:rsid w:val="00841C7D"/>
    <w:rsid w:val="008420F9"/>
    <w:rsid w:val="00842A90"/>
    <w:rsid w:val="00843724"/>
    <w:rsid w:val="0084479A"/>
    <w:rsid w:val="0084483B"/>
    <w:rsid w:val="00844D57"/>
    <w:rsid w:val="00845053"/>
    <w:rsid w:val="008452F0"/>
    <w:rsid w:val="008453F6"/>
    <w:rsid w:val="00845D78"/>
    <w:rsid w:val="00846724"/>
    <w:rsid w:val="008473F2"/>
    <w:rsid w:val="008476F2"/>
    <w:rsid w:val="0084779A"/>
    <w:rsid w:val="008526E2"/>
    <w:rsid w:val="008527EA"/>
    <w:rsid w:val="00852D9C"/>
    <w:rsid w:val="00852FB3"/>
    <w:rsid w:val="0085302C"/>
    <w:rsid w:val="008539FB"/>
    <w:rsid w:val="00853E9C"/>
    <w:rsid w:val="008543B3"/>
    <w:rsid w:val="00854543"/>
    <w:rsid w:val="0085460D"/>
    <w:rsid w:val="008555A8"/>
    <w:rsid w:val="00855739"/>
    <w:rsid w:val="00860512"/>
    <w:rsid w:val="00861553"/>
    <w:rsid w:val="00861DD4"/>
    <w:rsid w:val="00862840"/>
    <w:rsid w:val="00862841"/>
    <w:rsid w:val="00862FC5"/>
    <w:rsid w:val="0086329A"/>
    <w:rsid w:val="008637D4"/>
    <w:rsid w:val="00864130"/>
    <w:rsid w:val="00865CB4"/>
    <w:rsid w:val="00865DF8"/>
    <w:rsid w:val="00866108"/>
    <w:rsid w:val="008664EA"/>
    <w:rsid w:val="0087042B"/>
    <w:rsid w:val="0087116F"/>
    <w:rsid w:val="008713D8"/>
    <w:rsid w:val="00871BB0"/>
    <w:rsid w:val="0087236D"/>
    <w:rsid w:val="00872D13"/>
    <w:rsid w:val="00873173"/>
    <w:rsid w:val="0087362F"/>
    <w:rsid w:val="008741C8"/>
    <w:rsid w:val="00875229"/>
    <w:rsid w:val="00876F37"/>
    <w:rsid w:val="008779B6"/>
    <w:rsid w:val="00877D55"/>
    <w:rsid w:val="008803C3"/>
    <w:rsid w:val="008814CF"/>
    <w:rsid w:val="00884686"/>
    <w:rsid w:val="008847B4"/>
    <w:rsid w:val="008859FF"/>
    <w:rsid w:val="00885F11"/>
    <w:rsid w:val="008867FC"/>
    <w:rsid w:val="00886ECE"/>
    <w:rsid w:val="00887EF5"/>
    <w:rsid w:val="0089109F"/>
    <w:rsid w:val="0089129A"/>
    <w:rsid w:val="00892AE6"/>
    <w:rsid w:val="00893217"/>
    <w:rsid w:val="0089331E"/>
    <w:rsid w:val="00893EA0"/>
    <w:rsid w:val="008945F0"/>
    <w:rsid w:val="0089493D"/>
    <w:rsid w:val="008952F9"/>
    <w:rsid w:val="00895DBA"/>
    <w:rsid w:val="00896379"/>
    <w:rsid w:val="008968AD"/>
    <w:rsid w:val="008979C6"/>
    <w:rsid w:val="008A06C6"/>
    <w:rsid w:val="008A0775"/>
    <w:rsid w:val="008A0D80"/>
    <w:rsid w:val="008A1B83"/>
    <w:rsid w:val="008A1D6C"/>
    <w:rsid w:val="008A20FD"/>
    <w:rsid w:val="008A2A29"/>
    <w:rsid w:val="008A4B13"/>
    <w:rsid w:val="008A502E"/>
    <w:rsid w:val="008A63DA"/>
    <w:rsid w:val="008A6ACC"/>
    <w:rsid w:val="008A784E"/>
    <w:rsid w:val="008A7960"/>
    <w:rsid w:val="008B0DF7"/>
    <w:rsid w:val="008B3D04"/>
    <w:rsid w:val="008B3D09"/>
    <w:rsid w:val="008B3F2B"/>
    <w:rsid w:val="008B47DD"/>
    <w:rsid w:val="008B59AC"/>
    <w:rsid w:val="008B6E98"/>
    <w:rsid w:val="008C32C8"/>
    <w:rsid w:val="008C503F"/>
    <w:rsid w:val="008C5AD6"/>
    <w:rsid w:val="008C69C0"/>
    <w:rsid w:val="008C6CEF"/>
    <w:rsid w:val="008C700D"/>
    <w:rsid w:val="008C7437"/>
    <w:rsid w:val="008D1A05"/>
    <w:rsid w:val="008D1A65"/>
    <w:rsid w:val="008D26FB"/>
    <w:rsid w:val="008D34FD"/>
    <w:rsid w:val="008D3692"/>
    <w:rsid w:val="008D381D"/>
    <w:rsid w:val="008D5804"/>
    <w:rsid w:val="008D78D6"/>
    <w:rsid w:val="008E0449"/>
    <w:rsid w:val="008E1CEF"/>
    <w:rsid w:val="008E3932"/>
    <w:rsid w:val="008E4474"/>
    <w:rsid w:val="008E52C9"/>
    <w:rsid w:val="008E603A"/>
    <w:rsid w:val="008E605A"/>
    <w:rsid w:val="008E634B"/>
    <w:rsid w:val="008E664C"/>
    <w:rsid w:val="008E7659"/>
    <w:rsid w:val="008E7666"/>
    <w:rsid w:val="008E7BF7"/>
    <w:rsid w:val="008F0DD8"/>
    <w:rsid w:val="008F1324"/>
    <w:rsid w:val="008F2454"/>
    <w:rsid w:val="008F2663"/>
    <w:rsid w:val="008F2A9B"/>
    <w:rsid w:val="008F3335"/>
    <w:rsid w:val="008F3731"/>
    <w:rsid w:val="008F4A50"/>
    <w:rsid w:val="008F4DB6"/>
    <w:rsid w:val="008F591D"/>
    <w:rsid w:val="008F616A"/>
    <w:rsid w:val="008F731A"/>
    <w:rsid w:val="008F749E"/>
    <w:rsid w:val="00900DBC"/>
    <w:rsid w:val="0090347F"/>
    <w:rsid w:val="00903836"/>
    <w:rsid w:val="00904FAA"/>
    <w:rsid w:val="00905357"/>
    <w:rsid w:val="00905E19"/>
    <w:rsid w:val="00906EC9"/>
    <w:rsid w:val="009076A7"/>
    <w:rsid w:val="009077DA"/>
    <w:rsid w:val="009104EA"/>
    <w:rsid w:val="00910BE7"/>
    <w:rsid w:val="00911729"/>
    <w:rsid w:val="00911950"/>
    <w:rsid w:val="00911F5C"/>
    <w:rsid w:val="0091346E"/>
    <w:rsid w:val="009135EC"/>
    <w:rsid w:val="00913679"/>
    <w:rsid w:val="009138BA"/>
    <w:rsid w:val="00914791"/>
    <w:rsid w:val="00915770"/>
    <w:rsid w:val="00917B15"/>
    <w:rsid w:val="00917DA3"/>
    <w:rsid w:val="00920B2E"/>
    <w:rsid w:val="00921912"/>
    <w:rsid w:val="00922826"/>
    <w:rsid w:val="00923452"/>
    <w:rsid w:val="009238D8"/>
    <w:rsid w:val="00923A52"/>
    <w:rsid w:val="00923A5E"/>
    <w:rsid w:val="009248B5"/>
    <w:rsid w:val="009249EF"/>
    <w:rsid w:val="00924EC7"/>
    <w:rsid w:val="00925C69"/>
    <w:rsid w:val="009262C1"/>
    <w:rsid w:val="009268A5"/>
    <w:rsid w:val="00926AE1"/>
    <w:rsid w:val="009271AE"/>
    <w:rsid w:val="009302DA"/>
    <w:rsid w:val="009303D3"/>
    <w:rsid w:val="009305CC"/>
    <w:rsid w:val="009312EE"/>
    <w:rsid w:val="0093432D"/>
    <w:rsid w:val="0093519D"/>
    <w:rsid w:val="0093548D"/>
    <w:rsid w:val="00935CC4"/>
    <w:rsid w:val="0093745A"/>
    <w:rsid w:val="00937B66"/>
    <w:rsid w:val="009422FA"/>
    <w:rsid w:val="00942DC2"/>
    <w:rsid w:val="0094306B"/>
    <w:rsid w:val="0094409E"/>
    <w:rsid w:val="0094435B"/>
    <w:rsid w:val="009446A4"/>
    <w:rsid w:val="00944967"/>
    <w:rsid w:val="009450E8"/>
    <w:rsid w:val="00945AD6"/>
    <w:rsid w:val="00945B05"/>
    <w:rsid w:val="00946E79"/>
    <w:rsid w:val="00951F8F"/>
    <w:rsid w:val="00952933"/>
    <w:rsid w:val="009536B0"/>
    <w:rsid w:val="009537D6"/>
    <w:rsid w:val="00953D4A"/>
    <w:rsid w:val="00954AB5"/>
    <w:rsid w:val="00956308"/>
    <w:rsid w:val="00956543"/>
    <w:rsid w:val="00956C16"/>
    <w:rsid w:val="00957199"/>
    <w:rsid w:val="009576AF"/>
    <w:rsid w:val="009577CE"/>
    <w:rsid w:val="00957E07"/>
    <w:rsid w:val="00960122"/>
    <w:rsid w:val="0096096D"/>
    <w:rsid w:val="00960E2F"/>
    <w:rsid w:val="00961D52"/>
    <w:rsid w:val="00962DC7"/>
    <w:rsid w:val="0096304D"/>
    <w:rsid w:val="00963261"/>
    <w:rsid w:val="0096393B"/>
    <w:rsid w:val="00964912"/>
    <w:rsid w:val="00964CC3"/>
    <w:rsid w:val="00966321"/>
    <w:rsid w:val="009672EA"/>
    <w:rsid w:val="00967BB9"/>
    <w:rsid w:val="00967DF3"/>
    <w:rsid w:val="0097144B"/>
    <w:rsid w:val="009715EF"/>
    <w:rsid w:val="00971AC6"/>
    <w:rsid w:val="009728AF"/>
    <w:rsid w:val="009734C5"/>
    <w:rsid w:val="00973646"/>
    <w:rsid w:val="00974FC5"/>
    <w:rsid w:val="00975F7A"/>
    <w:rsid w:val="00976FC0"/>
    <w:rsid w:val="009805FB"/>
    <w:rsid w:val="009809A5"/>
    <w:rsid w:val="00980E9C"/>
    <w:rsid w:val="00981AA3"/>
    <w:rsid w:val="00982324"/>
    <w:rsid w:val="0098260C"/>
    <w:rsid w:val="0098310C"/>
    <w:rsid w:val="0098434D"/>
    <w:rsid w:val="00984775"/>
    <w:rsid w:val="00985599"/>
    <w:rsid w:val="00990E8B"/>
    <w:rsid w:val="00991AC3"/>
    <w:rsid w:val="00993041"/>
    <w:rsid w:val="00993334"/>
    <w:rsid w:val="00995AA1"/>
    <w:rsid w:val="00996618"/>
    <w:rsid w:val="009969B2"/>
    <w:rsid w:val="00996E92"/>
    <w:rsid w:val="00997A94"/>
    <w:rsid w:val="00997E7F"/>
    <w:rsid w:val="009A1A6F"/>
    <w:rsid w:val="009A1ED0"/>
    <w:rsid w:val="009A4E56"/>
    <w:rsid w:val="009A5050"/>
    <w:rsid w:val="009A5CC1"/>
    <w:rsid w:val="009A6C62"/>
    <w:rsid w:val="009B078B"/>
    <w:rsid w:val="009B0EFE"/>
    <w:rsid w:val="009B0F45"/>
    <w:rsid w:val="009B15B7"/>
    <w:rsid w:val="009B1D38"/>
    <w:rsid w:val="009B25BC"/>
    <w:rsid w:val="009B413A"/>
    <w:rsid w:val="009B471B"/>
    <w:rsid w:val="009B5909"/>
    <w:rsid w:val="009B5A75"/>
    <w:rsid w:val="009B7183"/>
    <w:rsid w:val="009C099A"/>
    <w:rsid w:val="009C0A12"/>
    <w:rsid w:val="009C0BAB"/>
    <w:rsid w:val="009C1865"/>
    <w:rsid w:val="009C1B92"/>
    <w:rsid w:val="009C2BA1"/>
    <w:rsid w:val="009C2D2C"/>
    <w:rsid w:val="009C34AB"/>
    <w:rsid w:val="009C3EDB"/>
    <w:rsid w:val="009C4325"/>
    <w:rsid w:val="009C46BD"/>
    <w:rsid w:val="009C478F"/>
    <w:rsid w:val="009C4C06"/>
    <w:rsid w:val="009C6B21"/>
    <w:rsid w:val="009C6EB0"/>
    <w:rsid w:val="009C707E"/>
    <w:rsid w:val="009C74B4"/>
    <w:rsid w:val="009D088C"/>
    <w:rsid w:val="009D3F25"/>
    <w:rsid w:val="009D4611"/>
    <w:rsid w:val="009D5EA9"/>
    <w:rsid w:val="009D697E"/>
    <w:rsid w:val="009D6ADF"/>
    <w:rsid w:val="009D7276"/>
    <w:rsid w:val="009E09BF"/>
    <w:rsid w:val="009E145D"/>
    <w:rsid w:val="009E1775"/>
    <w:rsid w:val="009E1C4C"/>
    <w:rsid w:val="009E347C"/>
    <w:rsid w:val="009E43AB"/>
    <w:rsid w:val="009E4A79"/>
    <w:rsid w:val="009E54B4"/>
    <w:rsid w:val="009E62A0"/>
    <w:rsid w:val="009E77A9"/>
    <w:rsid w:val="009E7966"/>
    <w:rsid w:val="009E7D42"/>
    <w:rsid w:val="009F08B2"/>
    <w:rsid w:val="009F08DA"/>
    <w:rsid w:val="009F199B"/>
    <w:rsid w:val="009F1F80"/>
    <w:rsid w:val="009F2501"/>
    <w:rsid w:val="009F290E"/>
    <w:rsid w:val="009F33D6"/>
    <w:rsid w:val="009F4EBE"/>
    <w:rsid w:val="009F5B93"/>
    <w:rsid w:val="009F65BD"/>
    <w:rsid w:val="009F7D4D"/>
    <w:rsid w:val="00A010AC"/>
    <w:rsid w:val="00A013BE"/>
    <w:rsid w:val="00A015A1"/>
    <w:rsid w:val="00A0228B"/>
    <w:rsid w:val="00A02A26"/>
    <w:rsid w:val="00A03123"/>
    <w:rsid w:val="00A04BC4"/>
    <w:rsid w:val="00A04DB9"/>
    <w:rsid w:val="00A055CD"/>
    <w:rsid w:val="00A05935"/>
    <w:rsid w:val="00A061F6"/>
    <w:rsid w:val="00A065E1"/>
    <w:rsid w:val="00A071ED"/>
    <w:rsid w:val="00A07DC0"/>
    <w:rsid w:val="00A07F4C"/>
    <w:rsid w:val="00A11E86"/>
    <w:rsid w:val="00A12AB4"/>
    <w:rsid w:val="00A14172"/>
    <w:rsid w:val="00A143BC"/>
    <w:rsid w:val="00A14673"/>
    <w:rsid w:val="00A15F1C"/>
    <w:rsid w:val="00A16777"/>
    <w:rsid w:val="00A17506"/>
    <w:rsid w:val="00A17C99"/>
    <w:rsid w:val="00A203C9"/>
    <w:rsid w:val="00A22929"/>
    <w:rsid w:val="00A22D61"/>
    <w:rsid w:val="00A23253"/>
    <w:rsid w:val="00A2445C"/>
    <w:rsid w:val="00A3073F"/>
    <w:rsid w:val="00A35C4D"/>
    <w:rsid w:val="00A35C78"/>
    <w:rsid w:val="00A35CCE"/>
    <w:rsid w:val="00A37A8D"/>
    <w:rsid w:val="00A4071E"/>
    <w:rsid w:val="00A4135D"/>
    <w:rsid w:val="00A4230F"/>
    <w:rsid w:val="00A43A9B"/>
    <w:rsid w:val="00A44BB7"/>
    <w:rsid w:val="00A45518"/>
    <w:rsid w:val="00A45880"/>
    <w:rsid w:val="00A474D0"/>
    <w:rsid w:val="00A47907"/>
    <w:rsid w:val="00A47D9D"/>
    <w:rsid w:val="00A50AF6"/>
    <w:rsid w:val="00A512EF"/>
    <w:rsid w:val="00A5158A"/>
    <w:rsid w:val="00A51ADF"/>
    <w:rsid w:val="00A524D4"/>
    <w:rsid w:val="00A5322A"/>
    <w:rsid w:val="00A539B1"/>
    <w:rsid w:val="00A53CA4"/>
    <w:rsid w:val="00A55FC3"/>
    <w:rsid w:val="00A56784"/>
    <w:rsid w:val="00A5686A"/>
    <w:rsid w:val="00A57512"/>
    <w:rsid w:val="00A579F0"/>
    <w:rsid w:val="00A606DB"/>
    <w:rsid w:val="00A61B95"/>
    <w:rsid w:val="00A61F2D"/>
    <w:rsid w:val="00A62A33"/>
    <w:rsid w:val="00A630D5"/>
    <w:rsid w:val="00A63167"/>
    <w:rsid w:val="00A64A40"/>
    <w:rsid w:val="00A65B3D"/>
    <w:rsid w:val="00A6626B"/>
    <w:rsid w:val="00A70BC1"/>
    <w:rsid w:val="00A70E0E"/>
    <w:rsid w:val="00A715A9"/>
    <w:rsid w:val="00A71AA3"/>
    <w:rsid w:val="00A72DEE"/>
    <w:rsid w:val="00A74367"/>
    <w:rsid w:val="00A746EC"/>
    <w:rsid w:val="00A74C8E"/>
    <w:rsid w:val="00A74E1C"/>
    <w:rsid w:val="00A760AE"/>
    <w:rsid w:val="00A77154"/>
    <w:rsid w:val="00A8012E"/>
    <w:rsid w:val="00A8047A"/>
    <w:rsid w:val="00A80519"/>
    <w:rsid w:val="00A8079E"/>
    <w:rsid w:val="00A81927"/>
    <w:rsid w:val="00A81EBB"/>
    <w:rsid w:val="00A8204D"/>
    <w:rsid w:val="00A828B1"/>
    <w:rsid w:val="00A82ECA"/>
    <w:rsid w:val="00A85B85"/>
    <w:rsid w:val="00A85C87"/>
    <w:rsid w:val="00A8623B"/>
    <w:rsid w:val="00A86526"/>
    <w:rsid w:val="00A877C8"/>
    <w:rsid w:val="00A90145"/>
    <w:rsid w:val="00A904C2"/>
    <w:rsid w:val="00A90545"/>
    <w:rsid w:val="00A916C6"/>
    <w:rsid w:val="00A9199F"/>
    <w:rsid w:val="00A93129"/>
    <w:rsid w:val="00A933A5"/>
    <w:rsid w:val="00A95BCC"/>
    <w:rsid w:val="00A95DBB"/>
    <w:rsid w:val="00A961D4"/>
    <w:rsid w:val="00A96583"/>
    <w:rsid w:val="00A96615"/>
    <w:rsid w:val="00A96B80"/>
    <w:rsid w:val="00A970F6"/>
    <w:rsid w:val="00A971F1"/>
    <w:rsid w:val="00A9738F"/>
    <w:rsid w:val="00A97AA6"/>
    <w:rsid w:val="00AA0C72"/>
    <w:rsid w:val="00AA1622"/>
    <w:rsid w:val="00AA1B7D"/>
    <w:rsid w:val="00AA6A78"/>
    <w:rsid w:val="00AA7CCA"/>
    <w:rsid w:val="00AB1ADE"/>
    <w:rsid w:val="00AB1CC2"/>
    <w:rsid w:val="00AB3058"/>
    <w:rsid w:val="00AB3142"/>
    <w:rsid w:val="00AB3CCD"/>
    <w:rsid w:val="00AB617D"/>
    <w:rsid w:val="00AB62DC"/>
    <w:rsid w:val="00AB6CAE"/>
    <w:rsid w:val="00AB713D"/>
    <w:rsid w:val="00AC01E8"/>
    <w:rsid w:val="00AC0730"/>
    <w:rsid w:val="00AC2197"/>
    <w:rsid w:val="00AC2A86"/>
    <w:rsid w:val="00AC3D41"/>
    <w:rsid w:val="00AC422D"/>
    <w:rsid w:val="00AC55CC"/>
    <w:rsid w:val="00AC55FD"/>
    <w:rsid w:val="00AC5A7F"/>
    <w:rsid w:val="00AC5FD1"/>
    <w:rsid w:val="00AC6502"/>
    <w:rsid w:val="00AC7933"/>
    <w:rsid w:val="00AC7FB8"/>
    <w:rsid w:val="00AD0104"/>
    <w:rsid w:val="00AD0764"/>
    <w:rsid w:val="00AD1629"/>
    <w:rsid w:val="00AD1CEA"/>
    <w:rsid w:val="00AD1D41"/>
    <w:rsid w:val="00AD232B"/>
    <w:rsid w:val="00AD25AC"/>
    <w:rsid w:val="00AD36BA"/>
    <w:rsid w:val="00AD67FB"/>
    <w:rsid w:val="00AD686F"/>
    <w:rsid w:val="00AE0BB9"/>
    <w:rsid w:val="00AE0D42"/>
    <w:rsid w:val="00AE199A"/>
    <w:rsid w:val="00AE2E77"/>
    <w:rsid w:val="00AE3B98"/>
    <w:rsid w:val="00AE50FF"/>
    <w:rsid w:val="00AE528A"/>
    <w:rsid w:val="00AE5D1D"/>
    <w:rsid w:val="00AE60FD"/>
    <w:rsid w:val="00AE6F5C"/>
    <w:rsid w:val="00AE7132"/>
    <w:rsid w:val="00AF007A"/>
    <w:rsid w:val="00AF022B"/>
    <w:rsid w:val="00AF19D0"/>
    <w:rsid w:val="00AF31CE"/>
    <w:rsid w:val="00AF32CA"/>
    <w:rsid w:val="00AF42FC"/>
    <w:rsid w:val="00AF4D64"/>
    <w:rsid w:val="00AF539E"/>
    <w:rsid w:val="00AF5D2A"/>
    <w:rsid w:val="00AF73DF"/>
    <w:rsid w:val="00B0158E"/>
    <w:rsid w:val="00B018F5"/>
    <w:rsid w:val="00B03387"/>
    <w:rsid w:val="00B03828"/>
    <w:rsid w:val="00B039E8"/>
    <w:rsid w:val="00B03C82"/>
    <w:rsid w:val="00B0410D"/>
    <w:rsid w:val="00B04B59"/>
    <w:rsid w:val="00B04FC0"/>
    <w:rsid w:val="00B051FF"/>
    <w:rsid w:val="00B05D3C"/>
    <w:rsid w:val="00B06463"/>
    <w:rsid w:val="00B06F03"/>
    <w:rsid w:val="00B06F85"/>
    <w:rsid w:val="00B12301"/>
    <w:rsid w:val="00B12EC2"/>
    <w:rsid w:val="00B132B7"/>
    <w:rsid w:val="00B1396E"/>
    <w:rsid w:val="00B141F9"/>
    <w:rsid w:val="00B14A91"/>
    <w:rsid w:val="00B14E31"/>
    <w:rsid w:val="00B15E55"/>
    <w:rsid w:val="00B17F48"/>
    <w:rsid w:val="00B203DC"/>
    <w:rsid w:val="00B205B2"/>
    <w:rsid w:val="00B20EBC"/>
    <w:rsid w:val="00B2180F"/>
    <w:rsid w:val="00B21E37"/>
    <w:rsid w:val="00B2469E"/>
    <w:rsid w:val="00B24F16"/>
    <w:rsid w:val="00B30B19"/>
    <w:rsid w:val="00B33CC7"/>
    <w:rsid w:val="00B33F2B"/>
    <w:rsid w:val="00B34A9A"/>
    <w:rsid w:val="00B34B24"/>
    <w:rsid w:val="00B3570F"/>
    <w:rsid w:val="00B36007"/>
    <w:rsid w:val="00B36ACE"/>
    <w:rsid w:val="00B41255"/>
    <w:rsid w:val="00B419B7"/>
    <w:rsid w:val="00B419E5"/>
    <w:rsid w:val="00B41EE4"/>
    <w:rsid w:val="00B44086"/>
    <w:rsid w:val="00B44BAF"/>
    <w:rsid w:val="00B45915"/>
    <w:rsid w:val="00B45ACD"/>
    <w:rsid w:val="00B462EC"/>
    <w:rsid w:val="00B4640B"/>
    <w:rsid w:val="00B4657F"/>
    <w:rsid w:val="00B4775B"/>
    <w:rsid w:val="00B50EBC"/>
    <w:rsid w:val="00B524B3"/>
    <w:rsid w:val="00B5281D"/>
    <w:rsid w:val="00B53655"/>
    <w:rsid w:val="00B536F5"/>
    <w:rsid w:val="00B53741"/>
    <w:rsid w:val="00B53F2D"/>
    <w:rsid w:val="00B54211"/>
    <w:rsid w:val="00B543CF"/>
    <w:rsid w:val="00B54AB0"/>
    <w:rsid w:val="00B55D33"/>
    <w:rsid w:val="00B5736C"/>
    <w:rsid w:val="00B60835"/>
    <w:rsid w:val="00B62861"/>
    <w:rsid w:val="00B62D72"/>
    <w:rsid w:val="00B63A3C"/>
    <w:rsid w:val="00B6485B"/>
    <w:rsid w:val="00B67CA0"/>
    <w:rsid w:val="00B710B7"/>
    <w:rsid w:val="00B71216"/>
    <w:rsid w:val="00B7169C"/>
    <w:rsid w:val="00B7402B"/>
    <w:rsid w:val="00B754EC"/>
    <w:rsid w:val="00B77842"/>
    <w:rsid w:val="00B77FD4"/>
    <w:rsid w:val="00B817A8"/>
    <w:rsid w:val="00B81883"/>
    <w:rsid w:val="00B82178"/>
    <w:rsid w:val="00B83034"/>
    <w:rsid w:val="00B837CB"/>
    <w:rsid w:val="00B83831"/>
    <w:rsid w:val="00B83C6E"/>
    <w:rsid w:val="00B83E4D"/>
    <w:rsid w:val="00B87051"/>
    <w:rsid w:val="00B87500"/>
    <w:rsid w:val="00B91DCA"/>
    <w:rsid w:val="00B92120"/>
    <w:rsid w:val="00B92D83"/>
    <w:rsid w:val="00B92ED8"/>
    <w:rsid w:val="00B93834"/>
    <w:rsid w:val="00B9433E"/>
    <w:rsid w:val="00B94F91"/>
    <w:rsid w:val="00B96343"/>
    <w:rsid w:val="00B96525"/>
    <w:rsid w:val="00B96569"/>
    <w:rsid w:val="00B96D79"/>
    <w:rsid w:val="00BA0369"/>
    <w:rsid w:val="00BA077F"/>
    <w:rsid w:val="00BA21D2"/>
    <w:rsid w:val="00BA2C18"/>
    <w:rsid w:val="00BA3BF8"/>
    <w:rsid w:val="00BA50CE"/>
    <w:rsid w:val="00BA6411"/>
    <w:rsid w:val="00BA7813"/>
    <w:rsid w:val="00BB0044"/>
    <w:rsid w:val="00BB1733"/>
    <w:rsid w:val="00BB2B24"/>
    <w:rsid w:val="00BB3367"/>
    <w:rsid w:val="00BB3D9B"/>
    <w:rsid w:val="00BB3DCA"/>
    <w:rsid w:val="00BB4278"/>
    <w:rsid w:val="00BB44AD"/>
    <w:rsid w:val="00BB4C4A"/>
    <w:rsid w:val="00BB5EC8"/>
    <w:rsid w:val="00BB67DB"/>
    <w:rsid w:val="00BB6FF8"/>
    <w:rsid w:val="00BB790E"/>
    <w:rsid w:val="00BB7D99"/>
    <w:rsid w:val="00BC189D"/>
    <w:rsid w:val="00BC22C3"/>
    <w:rsid w:val="00BC48FB"/>
    <w:rsid w:val="00BC4DAD"/>
    <w:rsid w:val="00BC4DB5"/>
    <w:rsid w:val="00BC4E20"/>
    <w:rsid w:val="00BC4F86"/>
    <w:rsid w:val="00BC7352"/>
    <w:rsid w:val="00BD075C"/>
    <w:rsid w:val="00BD0A0D"/>
    <w:rsid w:val="00BD3BA1"/>
    <w:rsid w:val="00BD5008"/>
    <w:rsid w:val="00BD71C7"/>
    <w:rsid w:val="00BD795E"/>
    <w:rsid w:val="00BE0291"/>
    <w:rsid w:val="00BE1573"/>
    <w:rsid w:val="00BE1E0F"/>
    <w:rsid w:val="00BE1E1A"/>
    <w:rsid w:val="00BE1E6B"/>
    <w:rsid w:val="00BE30EA"/>
    <w:rsid w:val="00BE3670"/>
    <w:rsid w:val="00BE3EDE"/>
    <w:rsid w:val="00BE41F4"/>
    <w:rsid w:val="00BE5043"/>
    <w:rsid w:val="00BE5901"/>
    <w:rsid w:val="00BE628B"/>
    <w:rsid w:val="00BE6B43"/>
    <w:rsid w:val="00BE6DC7"/>
    <w:rsid w:val="00BE7045"/>
    <w:rsid w:val="00BF01B8"/>
    <w:rsid w:val="00BF11EA"/>
    <w:rsid w:val="00BF1EF4"/>
    <w:rsid w:val="00BF228F"/>
    <w:rsid w:val="00BF3263"/>
    <w:rsid w:val="00BF383E"/>
    <w:rsid w:val="00BF397C"/>
    <w:rsid w:val="00BF4C16"/>
    <w:rsid w:val="00BF51AB"/>
    <w:rsid w:val="00BF666F"/>
    <w:rsid w:val="00BF72BE"/>
    <w:rsid w:val="00C009C9"/>
    <w:rsid w:val="00C01391"/>
    <w:rsid w:val="00C01C2A"/>
    <w:rsid w:val="00C02245"/>
    <w:rsid w:val="00C03215"/>
    <w:rsid w:val="00C03B78"/>
    <w:rsid w:val="00C04000"/>
    <w:rsid w:val="00C044A9"/>
    <w:rsid w:val="00C04A98"/>
    <w:rsid w:val="00C07945"/>
    <w:rsid w:val="00C07A3C"/>
    <w:rsid w:val="00C129AC"/>
    <w:rsid w:val="00C12A07"/>
    <w:rsid w:val="00C13DB5"/>
    <w:rsid w:val="00C1447C"/>
    <w:rsid w:val="00C144E4"/>
    <w:rsid w:val="00C1507E"/>
    <w:rsid w:val="00C15DA8"/>
    <w:rsid w:val="00C16E53"/>
    <w:rsid w:val="00C17112"/>
    <w:rsid w:val="00C20575"/>
    <w:rsid w:val="00C2090E"/>
    <w:rsid w:val="00C21EE4"/>
    <w:rsid w:val="00C221E1"/>
    <w:rsid w:val="00C22221"/>
    <w:rsid w:val="00C22B23"/>
    <w:rsid w:val="00C23376"/>
    <w:rsid w:val="00C246B8"/>
    <w:rsid w:val="00C276B0"/>
    <w:rsid w:val="00C30E1F"/>
    <w:rsid w:val="00C3118B"/>
    <w:rsid w:val="00C31DF4"/>
    <w:rsid w:val="00C3375F"/>
    <w:rsid w:val="00C34008"/>
    <w:rsid w:val="00C34A45"/>
    <w:rsid w:val="00C35B03"/>
    <w:rsid w:val="00C35E97"/>
    <w:rsid w:val="00C37975"/>
    <w:rsid w:val="00C37FEC"/>
    <w:rsid w:val="00C40B4F"/>
    <w:rsid w:val="00C40C3C"/>
    <w:rsid w:val="00C41F26"/>
    <w:rsid w:val="00C42EA8"/>
    <w:rsid w:val="00C441D2"/>
    <w:rsid w:val="00C47154"/>
    <w:rsid w:val="00C47FBA"/>
    <w:rsid w:val="00C50234"/>
    <w:rsid w:val="00C50A66"/>
    <w:rsid w:val="00C52782"/>
    <w:rsid w:val="00C53C35"/>
    <w:rsid w:val="00C5435D"/>
    <w:rsid w:val="00C54E10"/>
    <w:rsid w:val="00C55863"/>
    <w:rsid w:val="00C56DB7"/>
    <w:rsid w:val="00C5740C"/>
    <w:rsid w:val="00C57A8B"/>
    <w:rsid w:val="00C57FCA"/>
    <w:rsid w:val="00C604B2"/>
    <w:rsid w:val="00C60741"/>
    <w:rsid w:val="00C61B84"/>
    <w:rsid w:val="00C61F81"/>
    <w:rsid w:val="00C621A1"/>
    <w:rsid w:val="00C62B18"/>
    <w:rsid w:val="00C637BF"/>
    <w:rsid w:val="00C64900"/>
    <w:rsid w:val="00C649D6"/>
    <w:rsid w:val="00C65411"/>
    <w:rsid w:val="00C654DC"/>
    <w:rsid w:val="00C6563A"/>
    <w:rsid w:val="00C66B22"/>
    <w:rsid w:val="00C671BE"/>
    <w:rsid w:val="00C67757"/>
    <w:rsid w:val="00C7245A"/>
    <w:rsid w:val="00C74624"/>
    <w:rsid w:val="00C74635"/>
    <w:rsid w:val="00C747EC"/>
    <w:rsid w:val="00C75CBC"/>
    <w:rsid w:val="00C76653"/>
    <w:rsid w:val="00C817B8"/>
    <w:rsid w:val="00C81EE0"/>
    <w:rsid w:val="00C81F4B"/>
    <w:rsid w:val="00C82FA3"/>
    <w:rsid w:val="00C8351F"/>
    <w:rsid w:val="00C839EB"/>
    <w:rsid w:val="00C83FDD"/>
    <w:rsid w:val="00C8571C"/>
    <w:rsid w:val="00C85B18"/>
    <w:rsid w:val="00C861DD"/>
    <w:rsid w:val="00C8727D"/>
    <w:rsid w:val="00C87F5C"/>
    <w:rsid w:val="00C90D1D"/>
    <w:rsid w:val="00C91D65"/>
    <w:rsid w:val="00C92FFD"/>
    <w:rsid w:val="00C935F6"/>
    <w:rsid w:val="00C93BD8"/>
    <w:rsid w:val="00C94071"/>
    <w:rsid w:val="00C94645"/>
    <w:rsid w:val="00C958BF"/>
    <w:rsid w:val="00C9690B"/>
    <w:rsid w:val="00C97D27"/>
    <w:rsid w:val="00C97F0B"/>
    <w:rsid w:val="00CA020D"/>
    <w:rsid w:val="00CA0773"/>
    <w:rsid w:val="00CA07E8"/>
    <w:rsid w:val="00CA0A7D"/>
    <w:rsid w:val="00CA0B0D"/>
    <w:rsid w:val="00CA16B4"/>
    <w:rsid w:val="00CA2549"/>
    <w:rsid w:val="00CA3D25"/>
    <w:rsid w:val="00CA537F"/>
    <w:rsid w:val="00CA60D1"/>
    <w:rsid w:val="00CA70BB"/>
    <w:rsid w:val="00CA75BC"/>
    <w:rsid w:val="00CA7F5B"/>
    <w:rsid w:val="00CB1042"/>
    <w:rsid w:val="00CB154D"/>
    <w:rsid w:val="00CB190B"/>
    <w:rsid w:val="00CB1D0E"/>
    <w:rsid w:val="00CB238D"/>
    <w:rsid w:val="00CB27A8"/>
    <w:rsid w:val="00CB3201"/>
    <w:rsid w:val="00CB3C29"/>
    <w:rsid w:val="00CB491E"/>
    <w:rsid w:val="00CB4959"/>
    <w:rsid w:val="00CB5040"/>
    <w:rsid w:val="00CB51A6"/>
    <w:rsid w:val="00CB566C"/>
    <w:rsid w:val="00CB57F4"/>
    <w:rsid w:val="00CB59FD"/>
    <w:rsid w:val="00CB65DA"/>
    <w:rsid w:val="00CC0010"/>
    <w:rsid w:val="00CC0431"/>
    <w:rsid w:val="00CC0535"/>
    <w:rsid w:val="00CC0787"/>
    <w:rsid w:val="00CC0E5D"/>
    <w:rsid w:val="00CC11AE"/>
    <w:rsid w:val="00CC1E67"/>
    <w:rsid w:val="00CC1F9C"/>
    <w:rsid w:val="00CC23EA"/>
    <w:rsid w:val="00CC43B1"/>
    <w:rsid w:val="00CC47CE"/>
    <w:rsid w:val="00CC4BB3"/>
    <w:rsid w:val="00CC4CF6"/>
    <w:rsid w:val="00CC4D2D"/>
    <w:rsid w:val="00CC4E72"/>
    <w:rsid w:val="00CC6065"/>
    <w:rsid w:val="00CC6A36"/>
    <w:rsid w:val="00CC78EB"/>
    <w:rsid w:val="00CC7970"/>
    <w:rsid w:val="00CD04A7"/>
    <w:rsid w:val="00CD05E5"/>
    <w:rsid w:val="00CD256A"/>
    <w:rsid w:val="00CD2819"/>
    <w:rsid w:val="00CD39D9"/>
    <w:rsid w:val="00CD3F4E"/>
    <w:rsid w:val="00CD414B"/>
    <w:rsid w:val="00CD5274"/>
    <w:rsid w:val="00CD559A"/>
    <w:rsid w:val="00CD6007"/>
    <w:rsid w:val="00CD7B22"/>
    <w:rsid w:val="00CE111E"/>
    <w:rsid w:val="00CE1DC1"/>
    <w:rsid w:val="00CE4051"/>
    <w:rsid w:val="00CE47FE"/>
    <w:rsid w:val="00CE6720"/>
    <w:rsid w:val="00CE6A96"/>
    <w:rsid w:val="00CF02C2"/>
    <w:rsid w:val="00CF0A63"/>
    <w:rsid w:val="00CF0C8B"/>
    <w:rsid w:val="00CF1CDE"/>
    <w:rsid w:val="00CF217F"/>
    <w:rsid w:val="00CF2863"/>
    <w:rsid w:val="00CF478F"/>
    <w:rsid w:val="00CF7E29"/>
    <w:rsid w:val="00D00241"/>
    <w:rsid w:val="00D0064E"/>
    <w:rsid w:val="00D021DA"/>
    <w:rsid w:val="00D0268E"/>
    <w:rsid w:val="00D04059"/>
    <w:rsid w:val="00D04BA3"/>
    <w:rsid w:val="00D053E5"/>
    <w:rsid w:val="00D0738E"/>
    <w:rsid w:val="00D1146C"/>
    <w:rsid w:val="00D1225A"/>
    <w:rsid w:val="00D131CC"/>
    <w:rsid w:val="00D156EA"/>
    <w:rsid w:val="00D1572D"/>
    <w:rsid w:val="00D15AEC"/>
    <w:rsid w:val="00D16192"/>
    <w:rsid w:val="00D17A1C"/>
    <w:rsid w:val="00D203B4"/>
    <w:rsid w:val="00D203D4"/>
    <w:rsid w:val="00D20DBC"/>
    <w:rsid w:val="00D23E55"/>
    <w:rsid w:val="00D250B6"/>
    <w:rsid w:val="00D25EE1"/>
    <w:rsid w:val="00D26483"/>
    <w:rsid w:val="00D26A8A"/>
    <w:rsid w:val="00D27269"/>
    <w:rsid w:val="00D27331"/>
    <w:rsid w:val="00D27D0E"/>
    <w:rsid w:val="00D322B8"/>
    <w:rsid w:val="00D328DD"/>
    <w:rsid w:val="00D32B59"/>
    <w:rsid w:val="00D33908"/>
    <w:rsid w:val="00D34819"/>
    <w:rsid w:val="00D35850"/>
    <w:rsid w:val="00D3674E"/>
    <w:rsid w:val="00D400F3"/>
    <w:rsid w:val="00D40E25"/>
    <w:rsid w:val="00D412A3"/>
    <w:rsid w:val="00D424F4"/>
    <w:rsid w:val="00D43861"/>
    <w:rsid w:val="00D4426E"/>
    <w:rsid w:val="00D44D23"/>
    <w:rsid w:val="00D46F81"/>
    <w:rsid w:val="00D47F12"/>
    <w:rsid w:val="00D51661"/>
    <w:rsid w:val="00D51762"/>
    <w:rsid w:val="00D52606"/>
    <w:rsid w:val="00D52987"/>
    <w:rsid w:val="00D53330"/>
    <w:rsid w:val="00D545A0"/>
    <w:rsid w:val="00D54FD2"/>
    <w:rsid w:val="00D55C7A"/>
    <w:rsid w:val="00D5616F"/>
    <w:rsid w:val="00D57626"/>
    <w:rsid w:val="00D57850"/>
    <w:rsid w:val="00D60C52"/>
    <w:rsid w:val="00D61619"/>
    <w:rsid w:val="00D6270E"/>
    <w:rsid w:val="00D650AA"/>
    <w:rsid w:val="00D66899"/>
    <w:rsid w:val="00D66DEB"/>
    <w:rsid w:val="00D70D07"/>
    <w:rsid w:val="00D7126F"/>
    <w:rsid w:val="00D71B63"/>
    <w:rsid w:val="00D729F8"/>
    <w:rsid w:val="00D72E4A"/>
    <w:rsid w:val="00D73B87"/>
    <w:rsid w:val="00D746E3"/>
    <w:rsid w:val="00D74B78"/>
    <w:rsid w:val="00D7641E"/>
    <w:rsid w:val="00D7658E"/>
    <w:rsid w:val="00D77C35"/>
    <w:rsid w:val="00D813EC"/>
    <w:rsid w:val="00D8216C"/>
    <w:rsid w:val="00D83FF5"/>
    <w:rsid w:val="00D84F60"/>
    <w:rsid w:val="00D86639"/>
    <w:rsid w:val="00D86718"/>
    <w:rsid w:val="00D86A84"/>
    <w:rsid w:val="00D90055"/>
    <w:rsid w:val="00D91B43"/>
    <w:rsid w:val="00D91FA8"/>
    <w:rsid w:val="00D92637"/>
    <w:rsid w:val="00D94529"/>
    <w:rsid w:val="00D94696"/>
    <w:rsid w:val="00D94949"/>
    <w:rsid w:val="00D95A45"/>
    <w:rsid w:val="00D96B97"/>
    <w:rsid w:val="00D9706C"/>
    <w:rsid w:val="00D97520"/>
    <w:rsid w:val="00DA1C0B"/>
    <w:rsid w:val="00DA2B8E"/>
    <w:rsid w:val="00DA3A9C"/>
    <w:rsid w:val="00DA456B"/>
    <w:rsid w:val="00DA5714"/>
    <w:rsid w:val="00DA5BE4"/>
    <w:rsid w:val="00DA6AC1"/>
    <w:rsid w:val="00DA70F6"/>
    <w:rsid w:val="00DA7481"/>
    <w:rsid w:val="00DB0C4A"/>
    <w:rsid w:val="00DB0F26"/>
    <w:rsid w:val="00DB0F9F"/>
    <w:rsid w:val="00DB1E3D"/>
    <w:rsid w:val="00DB2266"/>
    <w:rsid w:val="00DB3C2B"/>
    <w:rsid w:val="00DB3F4B"/>
    <w:rsid w:val="00DB4374"/>
    <w:rsid w:val="00DB47A7"/>
    <w:rsid w:val="00DB49DA"/>
    <w:rsid w:val="00DB63CE"/>
    <w:rsid w:val="00DB67BD"/>
    <w:rsid w:val="00DC2C96"/>
    <w:rsid w:val="00DC31D4"/>
    <w:rsid w:val="00DC48A6"/>
    <w:rsid w:val="00DC5B81"/>
    <w:rsid w:val="00DD06D0"/>
    <w:rsid w:val="00DD0899"/>
    <w:rsid w:val="00DD0BE5"/>
    <w:rsid w:val="00DD0D78"/>
    <w:rsid w:val="00DD27F9"/>
    <w:rsid w:val="00DD341C"/>
    <w:rsid w:val="00DD3976"/>
    <w:rsid w:val="00DD51BF"/>
    <w:rsid w:val="00DD597B"/>
    <w:rsid w:val="00DD67C7"/>
    <w:rsid w:val="00DD730E"/>
    <w:rsid w:val="00DD7311"/>
    <w:rsid w:val="00DD7AEC"/>
    <w:rsid w:val="00DE025C"/>
    <w:rsid w:val="00DE1FDE"/>
    <w:rsid w:val="00DE20D5"/>
    <w:rsid w:val="00DE458B"/>
    <w:rsid w:val="00DE4D6F"/>
    <w:rsid w:val="00DE51E3"/>
    <w:rsid w:val="00DE5234"/>
    <w:rsid w:val="00DE552C"/>
    <w:rsid w:val="00DE705A"/>
    <w:rsid w:val="00DE760C"/>
    <w:rsid w:val="00DE7925"/>
    <w:rsid w:val="00DF23DE"/>
    <w:rsid w:val="00DF266C"/>
    <w:rsid w:val="00DF2C3D"/>
    <w:rsid w:val="00DF2F12"/>
    <w:rsid w:val="00DF343E"/>
    <w:rsid w:val="00DF3E29"/>
    <w:rsid w:val="00DF4BE7"/>
    <w:rsid w:val="00DF4CFC"/>
    <w:rsid w:val="00DF4EA6"/>
    <w:rsid w:val="00DF63A2"/>
    <w:rsid w:val="00DF67E8"/>
    <w:rsid w:val="00DF6AB0"/>
    <w:rsid w:val="00DF7546"/>
    <w:rsid w:val="00E00149"/>
    <w:rsid w:val="00E012EE"/>
    <w:rsid w:val="00E021C3"/>
    <w:rsid w:val="00E036C4"/>
    <w:rsid w:val="00E03DE2"/>
    <w:rsid w:val="00E0427C"/>
    <w:rsid w:val="00E05B3C"/>
    <w:rsid w:val="00E06112"/>
    <w:rsid w:val="00E0656D"/>
    <w:rsid w:val="00E06F75"/>
    <w:rsid w:val="00E07EFD"/>
    <w:rsid w:val="00E10AA2"/>
    <w:rsid w:val="00E10FE6"/>
    <w:rsid w:val="00E11B01"/>
    <w:rsid w:val="00E12012"/>
    <w:rsid w:val="00E12463"/>
    <w:rsid w:val="00E12473"/>
    <w:rsid w:val="00E124F2"/>
    <w:rsid w:val="00E12FD2"/>
    <w:rsid w:val="00E14017"/>
    <w:rsid w:val="00E142D3"/>
    <w:rsid w:val="00E1476E"/>
    <w:rsid w:val="00E1501B"/>
    <w:rsid w:val="00E159F0"/>
    <w:rsid w:val="00E164DC"/>
    <w:rsid w:val="00E16ABF"/>
    <w:rsid w:val="00E17B6F"/>
    <w:rsid w:val="00E204BE"/>
    <w:rsid w:val="00E20F42"/>
    <w:rsid w:val="00E23901"/>
    <w:rsid w:val="00E24176"/>
    <w:rsid w:val="00E25CE1"/>
    <w:rsid w:val="00E25DB5"/>
    <w:rsid w:val="00E274B8"/>
    <w:rsid w:val="00E30D08"/>
    <w:rsid w:val="00E3104A"/>
    <w:rsid w:val="00E3139E"/>
    <w:rsid w:val="00E31B18"/>
    <w:rsid w:val="00E31D2D"/>
    <w:rsid w:val="00E32BAD"/>
    <w:rsid w:val="00E32C7F"/>
    <w:rsid w:val="00E337AD"/>
    <w:rsid w:val="00E33C9F"/>
    <w:rsid w:val="00E3539C"/>
    <w:rsid w:val="00E36F41"/>
    <w:rsid w:val="00E40A79"/>
    <w:rsid w:val="00E420D5"/>
    <w:rsid w:val="00E44224"/>
    <w:rsid w:val="00E44248"/>
    <w:rsid w:val="00E4483F"/>
    <w:rsid w:val="00E44C6B"/>
    <w:rsid w:val="00E45053"/>
    <w:rsid w:val="00E46527"/>
    <w:rsid w:val="00E47673"/>
    <w:rsid w:val="00E47D91"/>
    <w:rsid w:val="00E509AC"/>
    <w:rsid w:val="00E50E54"/>
    <w:rsid w:val="00E517B9"/>
    <w:rsid w:val="00E52766"/>
    <w:rsid w:val="00E528E1"/>
    <w:rsid w:val="00E52F89"/>
    <w:rsid w:val="00E54684"/>
    <w:rsid w:val="00E546C1"/>
    <w:rsid w:val="00E54D2E"/>
    <w:rsid w:val="00E55421"/>
    <w:rsid w:val="00E555E5"/>
    <w:rsid w:val="00E55715"/>
    <w:rsid w:val="00E56A16"/>
    <w:rsid w:val="00E56AA1"/>
    <w:rsid w:val="00E56D60"/>
    <w:rsid w:val="00E60496"/>
    <w:rsid w:val="00E61FB9"/>
    <w:rsid w:val="00E6355C"/>
    <w:rsid w:val="00E64272"/>
    <w:rsid w:val="00E71B72"/>
    <w:rsid w:val="00E72146"/>
    <w:rsid w:val="00E72EAD"/>
    <w:rsid w:val="00E730E4"/>
    <w:rsid w:val="00E73B9A"/>
    <w:rsid w:val="00E752D2"/>
    <w:rsid w:val="00E75C82"/>
    <w:rsid w:val="00E75D54"/>
    <w:rsid w:val="00E765E1"/>
    <w:rsid w:val="00E76A41"/>
    <w:rsid w:val="00E77173"/>
    <w:rsid w:val="00E81218"/>
    <w:rsid w:val="00E819DC"/>
    <w:rsid w:val="00E822C7"/>
    <w:rsid w:val="00E84B75"/>
    <w:rsid w:val="00E84F2C"/>
    <w:rsid w:val="00E852DE"/>
    <w:rsid w:val="00E855C0"/>
    <w:rsid w:val="00E85F19"/>
    <w:rsid w:val="00E86D31"/>
    <w:rsid w:val="00E877BE"/>
    <w:rsid w:val="00E87A63"/>
    <w:rsid w:val="00E904B6"/>
    <w:rsid w:val="00E91749"/>
    <w:rsid w:val="00E92552"/>
    <w:rsid w:val="00E949DD"/>
    <w:rsid w:val="00E94BBE"/>
    <w:rsid w:val="00E95160"/>
    <w:rsid w:val="00E95239"/>
    <w:rsid w:val="00E95A64"/>
    <w:rsid w:val="00E96F4E"/>
    <w:rsid w:val="00E97F4B"/>
    <w:rsid w:val="00EA180C"/>
    <w:rsid w:val="00EA1DAA"/>
    <w:rsid w:val="00EA27DD"/>
    <w:rsid w:val="00EA2B9A"/>
    <w:rsid w:val="00EA31D6"/>
    <w:rsid w:val="00EA3932"/>
    <w:rsid w:val="00EA49B6"/>
    <w:rsid w:val="00EA4D32"/>
    <w:rsid w:val="00EA5B3E"/>
    <w:rsid w:val="00EA5CE8"/>
    <w:rsid w:val="00EA6D88"/>
    <w:rsid w:val="00EA7D0C"/>
    <w:rsid w:val="00EB02C0"/>
    <w:rsid w:val="00EB17B9"/>
    <w:rsid w:val="00EB2138"/>
    <w:rsid w:val="00EB2490"/>
    <w:rsid w:val="00EB328C"/>
    <w:rsid w:val="00EB36F1"/>
    <w:rsid w:val="00EB4EE2"/>
    <w:rsid w:val="00EB5CDD"/>
    <w:rsid w:val="00EB5E64"/>
    <w:rsid w:val="00EB6722"/>
    <w:rsid w:val="00EB775E"/>
    <w:rsid w:val="00EC012E"/>
    <w:rsid w:val="00EC0FE5"/>
    <w:rsid w:val="00EC124C"/>
    <w:rsid w:val="00EC21BA"/>
    <w:rsid w:val="00EC342A"/>
    <w:rsid w:val="00EC4DD4"/>
    <w:rsid w:val="00EC5256"/>
    <w:rsid w:val="00EC5D8B"/>
    <w:rsid w:val="00EC65FF"/>
    <w:rsid w:val="00ED0847"/>
    <w:rsid w:val="00ED09B9"/>
    <w:rsid w:val="00ED0A4E"/>
    <w:rsid w:val="00ED0BDF"/>
    <w:rsid w:val="00ED0EBE"/>
    <w:rsid w:val="00ED153D"/>
    <w:rsid w:val="00ED2358"/>
    <w:rsid w:val="00ED28E9"/>
    <w:rsid w:val="00ED2BEC"/>
    <w:rsid w:val="00ED49BC"/>
    <w:rsid w:val="00ED52A6"/>
    <w:rsid w:val="00ED59A9"/>
    <w:rsid w:val="00ED61C0"/>
    <w:rsid w:val="00ED72DF"/>
    <w:rsid w:val="00EE01C9"/>
    <w:rsid w:val="00EE0BE0"/>
    <w:rsid w:val="00EE0C3F"/>
    <w:rsid w:val="00EE214C"/>
    <w:rsid w:val="00EE245C"/>
    <w:rsid w:val="00EE43BE"/>
    <w:rsid w:val="00EE50F9"/>
    <w:rsid w:val="00EE641B"/>
    <w:rsid w:val="00EE66F2"/>
    <w:rsid w:val="00EE6868"/>
    <w:rsid w:val="00EE7B87"/>
    <w:rsid w:val="00EE7E00"/>
    <w:rsid w:val="00EF00D2"/>
    <w:rsid w:val="00EF06FB"/>
    <w:rsid w:val="00EF27DB"/>
    <w:rsid w:val="00EF2876"/>
    <w:rsid w:val="00EF32BF"/>
    <w:rsid w:val="00EF3CAA"/>
    <w:rsid w:val="00EF4AC8"/>
    <w:rsid w:val="00EF54C1"/>
    <w:rsid w:val="00EF5D6E"/>
    <w:rsid w:val="00EF5EC5"/>
    <w:rsid w:val="00EF7135"/>
    <w:rsid w:val="00EF7199"/>
    <w:rsid w:val="00F00557"/>
    <w:rsid w:val="00F00671"/>
    <w:rsid w:val="00F010AF"/>
    <w:rsid w:val="00F02A8B"/>
    <w:rsid w:val="00F03899"/>
    <w:rsid w:val="00F03BE5"/>
    <w:rsid w:val="00F04544"/>
    <w:rsid w:val="00F0479C"/>
    <w:rsid w:val="00F050A0"/>
    <w:rsid w:val="00F05AE0"/>
    <w:rsid w:val="00F05BEB"/>
    <w:rsid w:val="00F05DC4"/>
    <w:rsid w:val="00F067E2"/>
    <w:rsid w:val="00F07B9F"/>
    <w:rsid w:val="00F07FA9"/>
    <w:rsid w:val="00F105E8"/>
    <w:rsid w:val="00F113A4"/>
    <w:rsid w:val="00F11C21"/>
    <w:rsid w:val="00F12986"/>
    <w:rsid w:val="00F129E9"/>
    <w:rsid w:val="00F13A19"/>
    <w:rsid w:val="00F143AA"/>
    <w:rsid w:val="00F1446D"/>
    <w:rsid w:val="00F15870"/>
    <w:rsid w:val="00F15A2E"/>
    <w:rsid w:val="00F15C94"/>
    <w:rsid w:val="00F17661"/>
    <w:rsid w:val="00F17CA7"/>
    <w:rsid w:val="00F213C4"/>
    <w:rsid w:val="00F21F24"/>
    <w:rsid w:val="00F21F46"/>
    <w:rsid w:val="00F24856"/>
    <w:rsid w:val="00F24912"/>
    <w:rsid w:val="00F251F7"/>
    <w:rsid w:val="00F25A52"/>
    <w:rsid w:val="00F25F23"/>
    <w:rsid w:val="00F26B7C"/>
    <w:rsid w:val="00F273FB"/>
    <w:rsid w:val="00F27828"/>
    <w:rsid w:val="00F27CE3"/>
    <w:rsid w:val="00F30D79"/>
    <w:rsid w:val="00F315BE"/>
    <w:rsid w:val="00F31E5C"/>
    <w:rsid w:val="00F34BAD"/>
    <w:rsid w:val="00F351B5"/>
    <w:rsid w:val="00F3536A"/>
    <w:rsid w:val="00F35895"/>
    <w:rsid w:val="00F429BA"/>
    <w:rsid w:val="00F43BDF"/>
    <w:rsid w:val="00F44FBF"/>
    <w:rsid w:val="00F45038"/>
    <w:rsid w:val="00F45809"/>
    <w:rsid w:val="00F46833"/>
    <w:rsid w:val="00F476AF"/>
    <w:rsid w:val="00F47F70"/>
    <w:rsid w:val="00F509EA"/>
    <w:rsid w:val="00F50A8A"/>
    <w:rsid w:val="00F513B3"/>
    <w:rsid w:val="00F52AFB"/>
    <w:rsid w:val="00F541F4"/>
    <w:rsid w:val="00F546F3"/>
    <w:rsid w:val="00F553CA"/>
    <w:rsid w:val="00F55A60"/>
    <w:rsid w:val="00F55B3C"/>
    <w:rsid w:val="00F569D1"/>
    <w:rsid w:val="00F56D56"/>
    <w:rsid w:val="00F56F61"/>
    <w:rsid w:val="00F57292"/>
    <w:rsid w:val="00F572A1"/>
    <w:rsid w:val="00F57771"/>
    <w:rsid w:val="00F57D12"/>
    <w:rsid w:val="00F60111"/>
    <w:rsid w:val="00F61983"/>
    <w:rsid w:val="00F61E25"/>
    <w:rsid w:val="00F61ED4"/>
    <w:rsid w:val="00F6242D"/>
    <w:rsid w:val="00F638FE"/>
    <w:rsid w:val="00F66362"/>
    <w:rsid w:val="00F67CFC"/>
    <w:rsid w:val="00F67F6D"/>
    <w:rsid w:val="00F702F2"/>
    <w:rsid w:val="00F70388"/>
    <w:rsid w:val="00F70ECB"/>
    <w:rsid w:val="00F7122D"/>
    <w:rsid w:val="00F73B81"/>
    <w:rsid w:val="00F74928"/>
    <w:rsid w:val="00F752A1"/>
    <w:rsid w:val="00F7777A"/>
    <w:rsid w:val="00F779E4"/>
    <w:rsid w:val="00F77BF3"/>
    <w:rsid w:val="00F801D4"/>
    <w:rsid w:val="00F80E48"/>
    <w:rsid w:val="00F81520"/>
    <w:rsid w:val="00F816E1"/>
    <w:rsid w:val="00F826A0"/>
    <w:rsid w:val="00F83307"/>
    <w:rsid w:val="00F8351E"/>
    <w:rsid w:val="00F8490C"/>
    <w:rsid w:val="00F84BD4"/>
    <w:rsid w:val="00F86638"/>
    <w:rsid w:val="00F87721"/>
    <w:rsid w:val="00F87870"/>
    <w:rsid w:val="00F9020A"/>
    <w:rsid w:val="00F908E6"/>
    <w:rsid w:val="00F90BCB"/>
    <w:rsid w:val="00F929AB"/>
    <w:rsid w:val="00F93528"/>
    <w:rsid w:val="00F93E25"/>
    <w:rsid w:val="00F94C98"/>
    <w:rsid w:val="00F95BD9"/>
    <w:rsid w:val="00F960BA"/>
    <w:rsid w:val="00F965F1"/>
    <w:rsid w:val="00F9702A"/>
    <w:rsid w:val="00F971B6"/>
    <w:rsid w:val="00F97565"/>
    <w:rsid w:val="00F9796A"/>
    <w:rsid w:val="00F97A8B"/>
    <w:rsid w:val="00FA04F0"/>
    <w:rsid w:val="00FA0969"/>
    <w:rsid w:val="00FA09E9"/>
    <w:rsid w:val="00FA1B13"/>
    <w:rsid w:val="00FA489E"/>
    <w:rsid w:val="00FA5796"/>
    <w:rsid w:val="00FA6474"/>
    <w:rsid w:val="00FA653D"/>
    <w:rsid w:val="00FA7747"/>
    <w:rsid w:val="00FB0534"/>
    <w:rsid w:val="00FB100F"/>
    <w:rsid w:val="00FB2DB8"/>
    <w:rsid w:val="00FB346C"/>
    <w:rsid w:val="00FB34B8"/>
    <w:rsid w:val="00FB361C"/>
    <w:rsid w:val="00FB5B09"/>
    <w:rsid w:val="00FB5D89"/>
    <w:rsid w:val="00FB7654"/>
    <w:rsid w:val="00FB78C8"/>
    <w:rsid w:val="00FC028A"/>
    <w:rsid w:val="00FC1E21"/>
    <w:rsid w:val="00FC1E93"/>
    <w:rsid w:val="00FC2367"/>
    <w:rsid w:val="00FC2F7F"/>
    <w:rsid w:val="00FC4321"/>
    <w:rsid w:val="00FC5533"/>
    <w:rsid w:val="00FC60E6"/>
    <w:rsid w:val="00FC7831"/>
    <w:rsid w:val="00FD0226"/>
    <w:rsid w:val="00FD346C"/>
    <w:rsid w:val="00FD3827"/>
    <w:rsid w:val="00FD4342"/>
    <w:rsid w:val="00FD69FF"/>
    <w:rsid w:val="00FE08CF"/>
    <w:rsid w:val="00FE0EA1"/>
    <w:rsid w:val="00FE2754"/>
    <w:rsid w:val="00FE380B"/>
    <w:rsid w:val="00FE38C9"/>
    <w:rsid w:val="00FE3DFB"/>
    <w:rsid w:val="00FE4223"/>
    <w:rsid w:val="00FE4D97"/>
    <w:rsid w:val="00FE5FF6"/>
    <w:rsid w:val="00FE764E"/>
    <w:rsid w:val="00FF03BE"/>
    <w:rsid w:val="00FF1336"/>
    <w:rsid w:val="00FF1CD4"/>
    <w:rsid w:val="00FF1CFB"/>
    <w:rsid w:val="00FF28BF"/>
    <w:rsid w:val="00FF29C4"/>
    <w:rsid w:val="00FF2D30"/>
    <w:rsid w:val="00FF2F0F"/>
    <w:rsid w:val="00FF38E1"/>
    <w:rsid w:val="00FF3C36"/>
    <w:rsid w:val="00FF5CD4"/>
    <w:rsid w:val="00FF67C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CF3700F"/>
  <w15:chartTrackingRefBased/>
  <w15:docId w15:val="{41025EEC-25D7-4F3A-9672-F6051E14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B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3B2D5D"/>
    <w:pPr>
      <w:numPr>
        <w:numId w:val="43"/>
      </w:numPr>
      <w:tabs>
        <w:tab w:val="left" w:pos="567"/>
      </w:tabs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link w:val="Footer"/>
    <w:uiPriority w:val="99"/>
    <w:rsid w:val="003A6EAA"/>
    <w:rPr>
      <w:rFonts w:ascii="Arial" w:hAnsi="Arial"/>
      <w:sz w:val="18"/>
      <w:szCs w:val="18"/>
    </w:rPr>
  </w:style>
  <w:style w:type="paragraph" w:styleId="NormalWeb">
    <w:name w:val="Normal (Web)"/>
    <w:basedOn w:val="Normal"/>
    <w:uiPriority w:val="99"/>
    <w:unhideWhenUsed/>
    <w:rsid w:val="00F70E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D58EF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4C8436-269C-4BD3-81B2-DD6C2B8423DE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814E5285-273F-403B-B9F9-60D49653D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316E07-4A0F-490D-AE4F-C8B7B53CBE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5B0E0-89E0-4EC3-AD08-2347BB50E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54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หาดทิพย์ จำกัด (มหาชน)</vt:lpstr>
    </vt:vector>
  </TitlesOfParts>
  <Company>KPMG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Suphida, Kuewong</cp:lastModifiedBy>
  <cp:revision>31</cp:revision>
  <cp:lastPrinted>2023-08-10T07:16:00Z</cp:lastPrinted>
  <dcterms:created xsi:type="dcterms:W3CDTF">2024-04-30T14:39:00Z</dcterms:created>
  <dcterms:modified xsi:type="dcterms:W3CDTF">2025-05-08T11:30:00Z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0x010100FC3C573FF70E394A86433F5E112C33AA</vt:lpwstr>
  </property>
</Properties>
</file>