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1D81C" w14:textId="77777777" w:rsidR="00CC3AAA" w:rsidRPr="00E54D24" w:rsidRDefault="00CC3AAA" w:rsidP="00E54D24">
      <w:pPr>
        <w:spacing w:line="380" w:lineRule="exact"/>
        <w:ind w:right="-43"/>
        <w:jc w:val="center"/>
        <w:rPr>
          <w:rFonts w:cs="Times New Roman"/>
          <w:b/>
          <w:bCs/>
          <w:sz w:val="40"/>
          <w:szCs w:val="40"/>
        </w:rPr>
      </w:pPr>
      <w:r w:rsidRPr="00E54D24">
        <w:rPr>
          <w:rFonts w:cs="Times New Roman"/>
          <w:b/>
          <w:bCs/>
          <w:sz w:val="40"/>
          <w:szCs w:val="40"/>
        </w:rPr>
        <w:t xml:space="preserve">Bualuang Office Leasehold Real Estate </w:t>
      </w:r>
    </w:p>
    <w:p w14:paraId="1F4C9193" w14:textId="77777777" w:rsidR="00CC3AAA" w:rsidRPr="00E54D24" w:rsidRDefault="00CC3AAA" w:rsidP="00E54D24">
      <w:pPr>
        <w:spacing w:line="380" w:lineRule="exact"/>
        <w:ind w:right="-43"/>
        <w:jc w:val="center"/>
        <w:rPr>
          <w:rFonts w:cs="Times New Roman"/>
          <w:b/>
          <w:bCs/>
          <w:sz w:val="40"/>
          <w:szCs w:val="40"/>
        </w:rPr>
      </w:pPr>
      <w:r w:rsidRPr="00E54D24">
        <w:rPr>
          <w:rFonts w:cs="Times New Roman"/>
          <w:b/>
          <w:bCs/>
          <w:sz w:val="40"/>
          <w:szCs w:val="40"/>
        </w:rPr>
        <w:t>Investment Trust</w:t>
      </w:r>
    </w:p>
    <w:p w14:paraId="5779815A" w14:textId="77777777" w:rsidR="00CC3AAA" w:rsidRPr="00E54D24" w:rsidRDefault="00CC3AAA" w:rsidP="00E54D24">
      <w:pPr>
        <w:spacing w:line="300" w:lineRule="atLeast"/>
        <w:jc w:val="center"/>
        <w:rPr>
          <w:rFonts w:cs="Times New Roman"/>
          <w:b/>
          <w:bCs/>
          <w:sz w:val="40"/>
          <w:szCs w:val="40"/>
          <w:cs/>
          <w:lang w:bidi="th-TH"/>
        </w:rPr>
      </w:pPr>
    </w:p>
    <w:p w14:paraId="2AD40AFF" w14:textId="77777777" w:rsidR="00F31AD3" w:rsidRPr="00E54D24" w:rsidRDefault="00F31AD3" w:rsidP="00E54D24">
      <w:pPr>
        <w:pStyle w:val="CoverTitle"/>
        <w:spacing w:line="240" w:lineRule="auto"/>
        <w:jc w:val="center"/>
        <w:rPr>
          <w:spacing w:val="-3"/>
          <w:szCs w:val="36"/>
        </w:rPr>
      </w:pPr>
      <w:r w:rsidRPr="00E54D24">
        <w:rPr>
          <w:spacing w:val="-3"/>
          <w:szCs w:val="36"/>
        </w:rPr>
        <w:t>Interim financial statements</w:t>
      </w:r>
    </w:p>
    <w:p w14:paraId="23B69E06" w14:textId="6AB47735" w:rsidR="00F31AD3" w:rsidRPr="00DF5931" w:rsidRDefault="00DF5931" w:rsidP="00DF5931">
      <w:pPr>
        <w:pStyle w:val="CoverTitle"/>
        <w:spacing w:line="240" w:lineRule="atLeast"/>
        <w:jc w:val="center"/>
        <w:rPr>
          <w:spacing w:val="-3"/>
          <w:szCs w:val="36"/>
          <w:lang w:bidi="th-TH"/>
        </w:rPr>
      </w:pPr>
      <w:r w:rsidRPr="00AE24D2">
        <w:rPr>
          <w:spacing w:val="-3"/>
          <w:szCs w:val="36"/>
        </w:rPr>
        <w:t xml:space="preserve">for the three-month </w:t>
      </w:r>
      <w:r w:rsidRPr="00AE24D2">
        <w:rPr>
          <w:spacing w:val="-3"/>
          <w:szCs w:val="36"/>
          <w:lang w:val="en-US"/>
        </w:rPr>
        <w:t xml:space="preserve">and </w:t>
      </w:r>
      <w:r w:rsidR="0013269A">
        <w:rPr>
          <w:spacing w:val="-3"/>
          <w:szCs w:val="36"/>
          <w:lang w:val="en-US" w:bidi="th-TH"/>
        </w:rPr>
        <w:t>nine</w:t>
      </w:r>
      <w:r w:rsidRPr="00AE24D2">
        <w:rPr>
          <w:spacing w:val="-3"/>
          <w:szCs w:val="36"/>
          <w:lang w:val="en-US"/>
        </w:rPr>
        <w:t xml:space="preserve">-month </w:t>
      </w:r>
      <w:r w:rsidRPr="00AE24D2">
        <w:rPr>
          <w:spacing w:val="-3"/>
          <w:szCs w:val="36"/>
        </w:rPr>
        <w:t xml:space="preserve">periods ended </w:t>
      </w:r>
      <w:r w:rsidRPr="00AE24D2">
        <w:rPr>
          <w:spacing w:val="-3"/>
          <w:szCs w:val="36"/>
        </w:rPr>
        <w:br/>
        <w:t xml:space="preserve">30 </w:t>
      </w:r>
      <w:r w:rsidR="0013269A">
        <w:rPr>
          <w:spacing w:val="-3"/>
          <w:szCs w:val="36"/>
        </w:rPr>
        <w:t>September</w:t>
      </w:r>
      <w:r w:rsidRPr="00AE24D2">
        <w:rPr>
          <w:spacing w:val="-3"/>
          <w:szCs w:val="36"/>
        </w:rPr>
        <w:t xml:space="preserve"> </w:t>
      </w:r>
      <w:r w:rsidRPr="00AE24D2">
        <w:rPr>
          <w:spacing w:val="-3"/>
          <w:szCs w:val="36"/>
          <w:lang w:val="en-US"/>
        </w:rPr>
        <w:t>202</w:t>
      </w:r>
      <w:r>
        <w:rPr>
          <w:spacing w:val="-3"/>
          <w:szCs w:val="36"/>
          <w:lang w:val="en-US" w:bidi="th-TH"/>
        </w:rPr>
        <w:t>5</w:t>
      </w:r>
    </w:p>
    <w:p w14:paraId="2FD9074D" w14:textId="77777777" w:rsidR="00F31AD3" w:rsidRPr="00E54D24" w:rsidRDefault="00F31AD3" w:rsidP="00E54D2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E54D24">
        <w:rPr>
          <w:spacing w:val="-3"/>
          <w:szCs w:val="36"/>
        </w:rPr>
        <w:t>and</w:t>
      </w:r>
    </w:p>
    <w:p w14:paraId="33F9D483" w14:textId="77777777" w:rsidR="00F31AD3" w:rsidRPr="00E54D24" w:rsidRDefault="00F31AD3" w:rsidP="00E54D24">
      <w:pPr>
        <w:spacing w:line="240" w:lineRule="atLeast"/>
        <w:jc w:val="center"/>
        <w:rPr>
          <w:spacing w:val="-3"/>
          <w:sz w:val="36"/>
          <w:szCs w:val="36"/>
        </w:rPr>
      </w:pPr>
      <w:r w:rsidRPr="00E54D24">
        <w:rPr>
          <w:spacing w:val="-3"/>
          <w:sz w:val="36"/>
          <w:szCs w:val="36"/>
        </w:rPr>
        <w:t>Independent auditor’s review report</w:t>
      </w:r>
    </w:p>
    <w:p w14:paraId="60F175BC" w14:textId="77777777" w:rsidR="00EB0A4D" w:rsidRPr="00E54D24" w:rsidRDefault="00EB0A4D" w:rsidP="00E54D24">
      <w:pPr>
        <w:rPr>
          <w:rFonts w:cs="Times New Roman"/>
          <w:sz w:val="36"/>
          <w:szCs w:val="36"/>
        </w:rPr>
      </w:pPr>
    </w:p>
    <w:p w14:paraId="530FADED" w14:textId="77777777" w:rsidR="00CC3AAA" w:rsidRPr="00E54D24" w:rsidRDefault="00CC3AAA" w:rsidP="00E54D24">
      <w:pPr>
        <w:rPr>
          <w:rFonts w:cs="Times New Roman"/>
          <w:sz w:val="36"/>
          <w:szCs w:val="36"/>
        </w:rPr>
      </w:pPr>
    </w:p>
    <w:p w14:paraId="1B902E06" w14:textId="77777777" w:rsidR="00CC3AAA" w:rsidRPr="00E54D24" w:rsidRDefault="00CC3AAA" w:rsidP="00E54D24">
      <w:pPr>
        <w:jc w:val="center"/>
        <w:rPr>
          <w:rFonts w:cs="Times New Roman"/>
          <w:sz w:val="36"/>
          <w:szCs w:val="36"/>
        </w:rPr>
      </w:pPr>
    </w:p>
    <w:p w14:paraId="05425641" w14:textId="77777777" w:rsidR="00CC3AAA" w:rsidRPr="00E54D24" w:rsidRDefault="00CC3AAA" w:rsidP="00E54D24">
      <w:pPr>
        <w:rPr>
          <w:rFonts w:cs="Times New Roman"/>
          <w:color w:val="646464"/>
          <w:sz w:val="36"/>
          <w:szCs w:val="36"/>
        </w:rPr>
      </w:pPr>
    </w:p>
    <w:p w14:paraId="5CF3A652" w14:textId="77777777" w:rsidR="00CC3AAA" w:rsidRPr="00E54D24" w:rsidRDefault="00CC3AAA" w:rsidP="00E54D24">
      <w:pPr>
        <w:rPr>
          <w:rFonts w:cs="Times New Roman"/>
          <w:color w:val="646464"/>
          <w:sz w:val="36"/>
          <w:szCs w:val="36"/>
        </w:rPr>
        <w:sectPr w:rsidR="00CC3AAA" w:rsidRPr="00E54D24" w:rsidSect="00957AFF">
          <w:footerReference w:type="even" r:id="rId11"/>
          <w:footerReference w:type="default" r:id="rId12"/>
          <w:headerReference w:type="first" r:id="rId13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937AB8D" w14:textId="2F49CAFB" w:rsidR="00CC3AAA" w:rsidRPr="00E54D24" w:rsidRDefault="00CC3AAA" w:rsidP="00E54D24">
      <w:pPr>
        <w:tabs>
          <w:tab w:val="left" w:pos="720"/>
          <w:tab w:val="left" w:pos="2160"/>
          <w:tab w:val="right" w:pos="7200"/>
          <w:tab w:val="right" w:pos="8540"/>
        </w:tabs>
        <w:spacing w:line="240" w:lineRule="atLeast"/>
        <w:rPr>
          <w:rFonts w:cs="Times New Roman"/>
          <w:b/>
          <w:bCs/>
          <w:sz w:val="28"/>
          <w:szCs w:val="28"/>
        </w:rPr>
      </w:pPr>
      <w:r w:rsidRPr="00E54D24">
        <w:rPr>
          <w:rFonts w:cs="Times New Roman"/>
          <w:b/>
          <w:bCs/>
          <w:sz w:val="28"/>
          <w:szCs w:val="28"/>
        </w:rPr>
        <w:lastRenderedPageBreak/>
        <w:t>Independent Auditor’s Report on Review of Interim Financial Information</w:t>
      </w:r>
    </w:p>
    <w:p w14:paraId="2E07D931" w14:textId="77777777" w:rsidR="00CC3AAA" w:rsidRPr="00E54D24" w:rsidRDefault="00CC3AAA" w:rsidP="00E54D24">
      <w:pPr>
        <w:tabs>
          <w:tab w:val="left" w:pos="720"/>
          <w:tab w:val="left" w:pos="2160"/>
          <w:tab w:val="right" w:pos="7200"/>
          <w:tab w:val="right" w:pos="8540"/>
        </w:tabs>
        <w:spacing w:line="240" w:lineRule="atLeast"/>
        <w:rPr>
          <w:rFonts w:cs="Times New Roman"/>
          <w:b/>
          <w:bCs/>
          <w:szCs w:val="22"/>
        </w:rPr>
      </w:pPr>
    </w:p>
    <w:p w14:paraId="7E23F1A8" w14:textId="77777777" w:rsidR="00CC3AAA" w:rsidRPr="00E54D24" w:rsidRDefault="00CC3AAA" w:rsidP="00E54D24">
      <w:pPr>
        <w:tabs>
          <w:tab w:val="left" w:pos="720"/>
          <w:tab w:val="left" w:pos="2160"/>
          <w:tab w:val="right" w:pos="7200"/>
          <w:tab w:val="right" w:pos="8540"/>
        </w:tabs>
        <w:spacing w:line="240" w:lineRule="atLeast"/>
        <w:rPr>
          <w:rFonts w:cs="Times New Roman"/>
          <w:b/>
          <w:bCs/>
          <w:sz w:val="24"/>
          <w:szCs w:val="22"/>
        </w:rPr>
      </w:pPr>
      <w:r w:rsidRPr="00E54D24">
        <w:rPr>
          <w:rFonts w:cs="Times New Roman"/>
          <w:b/>
          <w:bCs/>
          <w:sz w:val="24"/>
          <w:szCs w:val="22"/>
        </w:rPr>
        <w:t>To the Unitholders of Bualuang Office Leasehold Real Estate Investment Trust</w:t>
      </w:r>
    </w:p>
    <w:p w14:paraId="43FAB776" w14:textId="77777777" w:rsidR="00CC3AAA" w:rsidRPr="00E54D24" w:rsidRDefault="00CC3AAA" w:rsidP="00E54D24">
      <w:pPr>
        <w:tabs>
          <w:tab w:val="left" w:pos="720"/>
          <w:tab w:val="left" w:pos="2160"/>
          <w:tab w:val="right" w:pos="7200"/>
          <w:tab w:val="right" w:pos="8540"/>
        </w:tabs>
        <w:spacing w:line="240" w:lineRule="atLeast"/>
        <w:rPr>
          <w:rFonts w:cs="Times New Roman"/>
          <w:szCs w:val="22"/>
        </w:rPr>
      </w:pPr>
    </w:p>
    <w:p w14:paraId="3ED9E122" w14:textId="6AE05C5C" w:rsidR="00FB44E5" w:rsidRPr="00AE24D2" w:rsidRDefault="00FB44E5" w:rsidP="00FB44E5">
      <w:pPr>
        <w:spacing w:line="240" w:lineRule="auto"/>
        <w:ind w:right="-43"/>
        <w:jc w:val="thaiDistribute"/>
        <w:rPr>
          <w:rFonts w:eastAsia="Arial Unicode MS" w:cs="Times New Roman"/>
          <w:spacing w:val="-2"/>
          <w:szCs w:val="22"/>
        </w:rPr>
      </w:pPr>
      <w:r w:rsidRPr="00AE24D2">
        <w:rPr>
          <w:rFonts w:eastAsia="Arial Unicode MS" w:cs="Times New Roman"/>
          <w:spacing w:val="-2"/>
          <w:szCs w:val="22"/>
        </w:rPr>
        <w:t>I have reviewed</w:t>
      </w:r>
      <w:r w:rsidRPr="00AE24D2">
        <w:rPr>
          <w:rFonts w:eastAsia="Arial Unicode MS" w:cs="Times New Roman" w:hint="cs"/>
          <w:spacing w:val="-2"/>
          <w:szCs w:val="22"/>
          <w:cs/>
          <w:lang w:bidi="th-TH"/>
        </w:rPr>
        <w:t xml:space="preserve"> </w:t>
      </w:r>
      <w:r w:rsidRPr="00AE24D2">
        <w:rPr>
          <w:rFonts w:eastAsia="Arial Unicode MS" w:cs="Times New Roman"/>
          <w:spacing w:val="-2"/>
          <w:szCs w:val="22"/>
        </w:rPr>
        <w:t xml:space="preserve">the accompanying statement of financial position and details of investments of </w:t>
      </w:r>
      <w:r w:rsidRPr="00AE24D2">
        <w:rPr>
          <w:rFonts w:cs="Times New Roman"/>
          <w:szCs w:val="22"/>
        </w:rPr>
        <w:t xml:space="preserve">Bualuang </w:t>
      </w:r>
      <w:r w:rsidRPr="00AE24D2">
        <w:rPr>
          <w:rFonts w:cs="Times New Roman"/>
          <w:szCs w:val="22"/>
          <w:cs/>
        </w:rPr>
        <w:br/>
      </w:r>
      <w:r w:rsidRPr="00AE24D2">
        <w:rPr>
          <w:rFonts w:cs="Times New Roman"/>
          <w:szCs w:val="22"/>
        </w:rPr>
        <w:t>Office Leasehold Real Estate Investment Trust</w:t>
      </w:r>
      <w:r w:rsidRPr="00AE24D2">
        <w:rPr>
          <w:rFonts w:eastAsia="Arial Unicode MS" w:cs="Times New Roman"/>
          <w:spacing w:val="-2"/>
          <w:szCs w:val="22"/>
        </w:rPr>
        <w:t xml:space="preserve"> as </w:t>
      </w:r>
      <w:proofErr w:type="gramStart"/>
      <w:r w:rsidRPr="00AE24D2">
        <w:rPr>
          <w:rFonts w:eastAsia="Arial Unicode MS" w:cs="Times New Roman"/>
          <w:spacing w:val="-2"/>
          <w:szCs w:val="22"/>
        </w:rPr>
        <w:t>at</w:t>
      </w:r>
      <w:proofErr w:type="gramEnd"/>
      <w:r w:rsidRPr="00AE24D2">
        <w:rPr>
          <w:rFonts w:eastAsia="Arial Unicode MS" w:cs="Times New Roman"/>
          <w:spacing w:val="-2"/>
          <w:szCs w:val="22"/>
        </w:rPr>
        <w:t xml:space="preserve"> </w:t>
      </w:r>
      <w:r w:rsidRPr="00AE24D2">
        <w:rPr>
          <w:rFonts w:eastAsia="Arial Unicode MS" w:cs="Times New Roman"/>
          <w:spacing w:val="-2"/>
          <w:szCs w:val="22"/>
          <w:lang w:val="en-US"/>
        </w:rPr>
        <w:t xml:space="preserve">30 </w:t>
      </w:r>
      <w:r w:rsidR="00012EBA">
        <w:rPr>
          <w:rFonts w:eastAsia="Arial Unicode MS" w:cs="Times New Roman"/>
          <w:spacing w:val="-2"/>
          <w:szCs w:val="22"/>
          <w:lang w:val="en-US"/>
        </w:rPr>
        <w:t>September</w:t>
      </w:r>
      <w:r w:rsidRPr="00AE24D2">
        <w:rPr>
          <w:rFonts w:eastAsia="Arial Unicode MS" w:cs="Times New Roman"/>
          <w:spacing w:val="-2"/>
          <w:szCs w:val="22"/>
        </w:rPr>
        <w:t xml:space="preserve"> </w:t>
      </w:r>
      <w:r w:rsidRPr="00AE24D2">
        <w:rPr>
          <w:rFonts w:eastAsia="Arial Unicode MS" w:cs="Times New Roman"/>
          <w:spacing w:val="-2"/>
          <w:szCs w:val="22"/>
          <w:lang w:val="en-US"/>
        </w:rPr>
        <w:t>202</w:t>
      </w:r>
      <w:r>
        <w:rPr>
          <w:rFonts w:eastAsia="Arial Unicode MS" w:cs="Times New Roman"/>
          <w:spacing w:val="-2"/>
          <w:szCs w:val="22"/>
          <w:lang w:val="en-US"/>
        </w:rPr>
        <w:t>5</w:t>
      </w:r>
      <w:r w:rsidRPr="00AE24D2">
        <w:rPr>
          <w:rFonts w:eastAsia="Arial Unicode MS" w:cs="Times New Roman"/>
          <w:spacing w:val="-2"/>
          <w:szCs w:val="22"/>
          <w:lang w:val="en-US"/>
        </w:rPr>
        <w:t>;</w:t>
      </w:r>
      <w:r w:rsidRPr="00AE24D2">
        <w:rPr>
          <w:rFonts w:eastAsia="Arial Unicode MS" w:cs="Times New Roman"/>
          <w:spacing w:val="-2"/>
          <w:szCs w:val="22"/>
        </w:rPr>
        <w:t xml:space="preserve"> the statements of comprehensive </w:t>
      </w:r>
      <w:r w:rsidRPr="00AE24D2">
        <w:rPr>
          <w:rFonts w:eastAsia="Arial Unicode MS" w:cs="Times New Roman"/>
          <w:spacing w:val="-2"/>
          <w:szCs w:val="22"/>
        </w:rPr>
        <w:br/>
        <w:t xml:space="preserve">income for the three-month and </w:t>
      </w:r>
      <w:r w:rsidR="00012EBA">
        <w:rPr>
          <w:rFonts w:eastAsia="Arial Unicode MS" w:cs="Times New Roman"/>
          <w:spacing w:val="-2"/>
          <w:szCs w:val="22"/>
        </w:rPr>
        <w:t>nine</w:t>
      </w:r>
      <w:r w:rsidRPr="00AE24D2">
        <w:rPr>
          <w:rFonts w:eastAsia="Arial Unicode MS" w:cs="Times New Roman"/>
          <w:spacing w:val="-2"/>
          <w:szCs w:val="22"/>
        </w:rPr>
        <w:t xml:space="preserve">-month periods ended 30 </w:t>
      </w:r>
      <w:r w:rsidR="00012EBA">
        <w:rPr>
          <w:rFonts w:eastAsia="Arial Unicode MS" w:cs="Times New Roman"/>
          <w:spacing w:val="-2"/>
          <w:szCs w:val="22"/>
        </w:rPr>
        <w:t>September</w:t>
      </w:r>
      <w:r w:rsidRPr="00AE24D2">
        <w:rPr>
          <w:rFonts w:eastAsia="Arial Unicode MS" w:cs="Times New Roman"/>
          <w:spacing w:val="-2"/>
          <w:szCs w:val="22"/>
        </w:rPr>
        <w:t xml:space="preserve"> 202</w:t>
      </w:r>
      <w:r w:rsidR="00277686">
        <w:rPr>
          <w:rFonts w:eastAsia="Arial Unicode MS" w:cs="Times New Roman"/>
          <w:spacing w:val="-2"/>
          <w:szCs w:val="22"/>
        </w:rPr>
        <w:t>5</w:t>
      </w:r>
      <w:r w:rsidRPr="00AE24D2">
        <w:rPr>
          <w:rFonts w:eastAsia="Arial Unicode MS" w:cs="Times New Roman"/>
          <w:spacing w:val="-2"/>
          <w:szCs w:val="22"/>
        </w:rPr>
        <w:t>;</w:t>
      </w:r>
      <w:r w:rsidRPr="00AE24D2">
        <w:rPr>
          <w:rFonts w:eastAsia="Arial Unicode MS" w:cstheme="minorBidi" w:hint="cs"/>
          <w:spacing w:val="-2"/>
          <w:szCs w:val="28"/>
          <w:cs/>
          <w:lang w:bidi="th-TH"/>
        </w:rPr>
        <w:t xml:space="preserve"> </w:t>
      </w:r>
      <w:r w:rsidRPr="00AE24D2">
        <w:rPr>
          <w:rFonts w:eastAsia="Arial Unicode MS" w:cs="Times New Roman"/>
          <w:spacing w:val="-2"/>
          <w:szCs w:val="22"/>
        </w:rPr>
        <w:t>changes in net assets</w:t>
      </w:r>
      <w:r w:rsidRPr="00AE24D2">
        <w:rPr>
          <w:rFonts w:eastAsia="Arial Unicode MS" w:cs="Times New Roman" w:hint="cs"/>
          <w:spacing w:val="-2"/>
          <w:szCs w:val="22"/>
          <w:cs/>
          <w:lang w:bidi="th-TH"/>
        </w:rPr>
        <w:t xml:space="preserve"> </w:t>
      </w:r>
      <w:r w:rsidRPr="00AE24D2">
        <w:rPr>
          <w:rFonts w:eastAsia="Arial Unicode MS" w:cs="Times New Roman"/>
          <w:spacing w:val="-2"/>
          <w:szCs w:val="22"/>
        </w:rPr>
        <w:t xml:space="preserve">and cash flows for the </w:t>
      </w:r>
      <w:r w:rsidR="00012EBA">
        <w:rPr>
          <w:rFonts w:eastAsia="Arial Unicode MS" w:cs="Times New Roman"/>
          <w:spacing w:val="-2"/>
          <w:szCs w:val="22"/>
        </w:rPr>
        <w:t>nine</w:t>
      </w:r>
      <w:r w:rsidRPr="00AE24D2">
        <w:rPr>
          <w:rFonts w:eastAsia="Arial Unicode MS" w:cs="Times New Roman"/>
          <w:spacing w:val="-2"/>
          <w:szCs w:val="22"/>
        </w:rPr>
        <w:t xml:space="preserve">-month period ended 30 </w:t>
      </w:r>
      <w:r w:rsidR="00012EBA">
        <w:rPr>
          <w:rFonts w:eastAsia="Arial Unicode MS" w:cs="Times New Roman"/>
          <w:spacing w:val="-2"/>
          <w:szCs w:val="22"/>
        </w:rPr>
        <w:t>September</w:t>
      </w:r>
      <w:r w:rsidRPr="00AE24D2">
        <w:rPr>
          <w:rFonts w:eastAsia="Arial Unicode MS" w:cs="Times New Roman"/>
          <w:spacing w:val="-2"/>
          <w:szCs w:val="22"/>
        </w:rPr>
        <w:t xml:space="preserve"> 202</w:t>
      </w:r>
      <w:r>
        <w:rPr>
          <w:rFonts w:eastAsia="Arial Unicode MS" w:cs="Times New Roman"/>
          <w:spacing w:val="-2"/>
          <w:szCs w:val="22"/>
        </w:rPr>
        <w:t>5</w:t>
      </w:r>
      <w:r w:rsidRPr="00AE24D2">
        <w:rPr>
          <w:rFonts w:eastAsia="Arial Unicode MS" w:cs="Times New Roman"/>
          <w:spacing w:val="-2"/>
          <w:szCs w:val="22"/>
        </w:rPr>
        <w:t>; and condensed notes</w:t>
      </w:r>
      <w:r w:rsidRPr="00AE24D2">
        <w:rPr>
          <w:rFonts w:eastAsia="Arial Unicode MS" w:cstheme="minorBidi" w:hint="cs"/>
          <w:spacing w:val="-2"/>
          <w:szCs w:val="28"/>
          <w:cs/>
          <w:lang w:bidi="th-TH"/>
        </w:rPr>
        <w:t xml:space="preserve"> </w:t>
      </w:r>
      <w:r w:rsidRPr="00AE24D2">
        <w:rPr>
          <w:rFonts w:eastAsia="Arial Unicode MS" w:cs="Times New Roman"/>
          <w:spacing w:val="-2"/>
          <w:szCs w:val="22"/>
        </w:rPr>
        <w:t xml:space="preserve">(“interim financial information”). The REIT manager is responsible for the preparation and presentation of this interim financial information in accordance with the accounting guidance for </w:t>
      </w:r>
      <w:r w:rsidRPr="00AE24D2">
        <w:rPr>
          <w:rFonts w:cs="Times New Roman"/>
          <w:szCs w:val="22"/>
        </w:rPr>
        <w:t>Property Funds, Real Estate</w:t>
      </w:r>
      <w:r w:rsidRPr="00AE24D2">
        <w:rPr>
          <w:rFonts w:cstheme="minorBidi" w:hint="cs"/>
          <w:szCs w:val="28"/>
          <w:cs/>
          <w:lang w:bidi="th-TH"/>
        </w:rPr>
        <w:t xml:space="preserve"> </w:t>
      </w:r>
      <w:r w:rsidRPr="00AE24D2">
        <w:rPr>
          <w:rFonts w:cs="Times New Roman"/>
          <w:szCs w:val="22"/>
        </w:rPr>
        <w:t>Investment Trusts, Infrastructure Funds and Infrastructure Trusts issued</w:t>
      </w:r>
      <w:r w:rsidRPr="00AE24D2">
        <w:rPr>
          <w:rFonts w:eastAsia="Arial Unicode MS" w:cs="Times New Roman"/>
          <w:spacing w:val="-2"/>
          <w:szCs w:val="22"/>
        </w:rPr>
        <w:t xml:space="preserve"> by the Association of Investment </w:t>
      </w:r>
      <w:r w:rsidRPr="00AE24D2">
        <w:rPr>
          <w:rFonts w:eastAsia="Arial Unicode MS" w:cs="Times New Roman"/>
          <w:spacing w:val="-4"/>
          <w:szCs w:val="22"/>
        </w:rPr>
        <w:t>Management Companies as approved by The Securities and Exchange Commission. My responsibility is to</w:t>
      </w:r>
      <w:r w:rsidRPr="00AE24D2">
        <w:rPr>
          <w:rFonts w:eastAsia="Arial Unicode MS" w:cs="Times New Roman"/>
          <w:spacing w:val="-2"/>
          <w:szCs w:val="22"/>
        </w:rPr>
        <w:t xml:space="preserve"> express a conclusion on</w:t>
      </w:r>
      <w:r w:rsidRPr="00AE24D2">
        <w:rPr>
          <w:rFonts w:eastAsia="Arial Unicode MS" w:cstheme="minorBidi" w:hint="cs"/>
          <w:spacing w:val="-2"/>
          <w:szCs w:val="28"/>
          <w:cs/>
          <w:lang w:bidi="th-TH"/>
        </w:rPr>
        <w:t xml:space="preserve"> </w:t>
      </w:r>
      <w:r w:rsidRPr="00AE24D2">
        <w:rPr>
          <w:rFonts w:eastAsia="Arial Unicode MS" w:cs="Times New Roman"/>
          <w:spacing w:val="-2"/>
          <w:szCs w:val="22"/>
        </w:rPr>
        <w:t>this interim financial information based on my review.</w:t>
      </w:r>
    </w:p>
    <w:p w14:paraId="5435E183" w14:textId="4787938F" w:rsidR="00EB0A4D" w:rsidRPr="00E54D24" w:rsidRDefault="00EB0A4D" w:rsidP="00E54D24">
      <w:pPr>
        <w:spacing w:line="240" w:lineRule="auto"/>
        <w:ind w:right="-43"/>
        <w:jc w:val="thaiDistribute"/>
        <w:rPr>
          <w:rFonts w:eastAsia="Arial Unicode MS" w:cs="Times New Roman"/>
          <w:spacing w:val="-2"/>
          <w:szCs w:val="22"/>
        </w:rPr>
      </w:pPr>
    </w:p>
    <w:p w14:paraId="3D3C4155" w14:textId="77777777" w:rsidR="00886E3B" w:rsidRPr="00E54D24" w:rsidRDefault="00886E3B" w:rsidP="00E54D24">
      <w:pPr>
        <w:spacing w:line="240" w:lineRule="atLeast"/>
        <w:jc w:val="thaiDistribute"/>
        <w:rPr>
          <w:rFonts w:cs="Times New Roman"/>
          <w:i/>
          <w:iCs/>
          <w:szCs w:val="22"/>
        </w:rPr>
      </w:pPr>
      <w:r w:rsidRPr="00E54D24">
        <w:rPr>
          <w:rFonts w:cs="Times New Roman"/>
          <w:i/>
          <w:iCs/>
          <w:szCs w:val="22"/>
        </w:rPr>
        <w:t>Scope of Review</w:t>
      </w:r>
    </w:p>
    <w:p w14:paraId="4BA32CF9" w14:textId="77777777" w:rsidR="00886E3B" w:rsidRPr="00E54D24" w:rsidRDefault="00886E3B" w:rsidP="00E54D24">
      <w:pPr>
        <w:spacing w:line="240" w:lineRule="atLeast"/>
        <w:jc w:val="thaiDistribute"/>
        <w:rPr>
          <w:rFonts w:cs="Times New Roman"/>
          <w:b/>
          <w:bCs/>
          <w:szCs w:val="22"/>
        </w:rPr>
      </w:pPr>
    </w:p>
    <w:p w14:paraId="4E013728" w14:textId="77777777" w:rsidR="00886E3B" w:rsidRPr="00E54D24" w:rsidRDefault="00886E3B" w:rsidP="00E54D24">
      <w:pPr>
        <w:jc w:val="both"/>
        <w:rPr>
          <w:rFonts w:eastAsia="Arial Unicode MS" w:cs="Times New Roman"/>
          <w:szCs w:val="22"/>
        </w:rPr>
      </w:pPr>
      <w:r w:rsidRPr="00E54D24">
        <w:rPr>
          <w:rFonts w:eastAsia="Arial Unicode MS" w:cs="Times New Roman"/>
          <w:szCs w:val="22"/>
        </w:rPr>
        <w:t xml:space="preserve">I conducted my review in accordance with Thai Standard on Review Engagements </w:t>
      </w:r>
      <w:r w:rsidRPr="00E54D24">
        <w:rPr>
          <w:rFonts w:eastAsia="Arial Unicode MS" w:cs="Times New Roman"/>
          <w:szCs w:val="22"/>
          <w:lang w:val="en-US"/>
        </w:rPr>
        <w:t>2410</w:t>
      </w:r>
      <w:r w:rsidRPr="00E54D24">
        <w:rPr>
          <w:rFonts w:eastAsia="Arial Unicode MS" w:cs="Times New Roman"/>
          <w:szCs w:val="22"/>
        </w:rPr>
        <w:t>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1FADC62F" w14:textId="77777777" w:rsidR="00886E3B" w:rsidRPr="00E54D24" w:rsidRDefault="00886E3B" w:rsidP="00E54D24">
      <w:pPr>
        <w:jc w:val="both"/>
        <w:rPr>
          <w:rFonts w:eastAsia="Arial Unicode MS" w:cs="Times New Roman"/>
          <w:szCs w:val="22"/>
        </w:rPr>
      </w:pPr>
    </w:p>
    <w:p w14:paraId="6898CBF1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i/>
          <w:iCs/>
          <w:szCs w:val="22"/>
        </w:rPr>
      </w:pPr>
      <w:r w:rsidRPr="00E54D24">
        <w:rPr>
          <w:rFonts w:eastAsia="Arial Unicode MS" w:cs="Times New Roman"/>
          <w:i/>
          <w:iCs/>
          <w:szCs w:val="22"/>
        </w:rPr>
        <w:t>Conclusion</w:t>
      </w:r>
    </w:p>
    <w:p w14:paraId="48D4D8B5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 w:val="20"/>
        </w:rPr>
      </w:pPr>
    </w:p>
    <w:p w14:paraId="288A70C5" w14:textId="6D12F7A2" w:rsidR="00886E3B" w:rsidRPr="00E54D24" w:rsidRDefault="00886E3B" w:rsidP="00E54D24">
      <w:pPr>
        <w:jc w:val="both"/>
        <w:rPr>
          <w:rFonts w:eastAsia="Arial Unicode MS" w:cstheme="minorBidi"/>
          <w:szCs w:val="28"/>
          <w:lang w:bidi="th-TH"/>
        </w:rPr>
      </w:pPr>
      <w:r w:rsidRPr="00E54D24">
        <w:rPr>
          <w:rFonts w:eastAsia="Arial Unicode MS" w:cs="Times New Roman"/>
          <w:szCs w:val="22"/>
        </w:rPr>
        <w:t>Based on my review, nothing has come to my attention that causes me to believe that the accompanying interim financial information</w:t>
      </w:r>
      <w:r w:rsidRPr="00E54D24">
        <w:rPr>
          <w:rFonts w:eastAsia="Arial Unicode MS" w:cs="Times New Roman"/>
          <w:szCs w:val="22"/>
          <w:cs/>
          <w:lang w:bidi="th-TH"/>
        </w:rPr>
        <w:t xml:space="preserve"> </w:t>
      </w:r>
      <w:r w:rsidRPr="00E54D24">
        <w:rPr>
          <w:rFonts w:eastAsia="Arial Unicode MS" w:cs="Times New Roman"/>
          <w:szCs w:val="22"/>
        </w:rPr>
        <w:t xml:space="preserve">is not prepared, in all material respects, in accordance with the accounting guidance for </w:t>
      </w:r>
      <w:r w:rsidRPr="00E54D24">
        <w:rPr>
          <w:rFonts w:eastAsia="Arial Unicode MS" w:cs="Times New Roman"/>
          <w:szCs w:val="22"/>
          <w:lang w:val="en-US"/>
        </w:rPr>
        <w:t xml:space="preserve">Property Funds, Real Estate Investment Trusts, Infrastructure Funds and Infrastructure Trusts issued by the Association of Investment Management Companies as approved by The Securities and </w:t>
      </w:r>
      <w:r w:rsidRPr="00E54D24">
        <w:rPr>
          <w:rFonts w:eastAsia="Arial Unicode MS" w:cs="Times New Roman"/>
          <w:szCs w:val="22"/>
          <w:lang w:val="en-US"/>
        </w:rPr>
        <w:br/>
        <w:t>Exchange Commission</w:t>
      </w:r>
      <w:r w:rsidR="00CF2AFE" w:rsidRPr="00E54D24">
        <w:rPr>
          <w:rFonts w:eastAsia="Arial Unicode MS" w:cs="Times New Roman"/>
          <w:szCs w:val="22"/>
          <w:lang w:val="en-US"/>
        </w:rPr>
        <w:t>.</w:t>
      </w:r>
    </w:p>
    <w:p w14:paraId="62150750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 w:val="18"/>
          <w:szCs w:val="18"/>
        </w:rPr>
      </w:pPr>
    </w:p>
    <w:p w14:paraId="5BC6686B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 w:val="18"/>
          <w:szCs w:val="18"/>
        </w:rPr>
      </w:pPr>
    </w:p>
    <w:p w14:paraId="65A0C156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 w:val="18"/>
          <w:szCs w:val="18"/>
        </w:rPr>
      </w:pPr>
    </w:p>
    <w:p w14:paraId="6325F2BB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 w:val="18"/>
          <w:szCs w:val="18"/>
        </w:rPr>
      </w:pPr>
    </w:p>
    <w:p w14:paraId="77B75E63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 w:val="18"/>
          <w:szCs w:val="18"/>
        </w:rPr>
      </w:pPr>
    </w:p>
    <w:p w14:paraId="50ACF8B8" w14:textId="276D310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Cs w:val="22"/>
        </w:rPr>
      </w:pPr>
      <w:r w:rsidRPr="00E54D24">
        <w:rPr>
          <w:rFonts w:eastAsia="Arial Unicode MS" w:cs="Times New Roman"/>
          <w:szCs w:val="22"/>
        </w:rPr>
        <w:t>(</w:t>
      </w:r>
      <w:r w:rsidR="006F7F79">
        <w:rPr>
          <w:rFonts w:eastAsia="Arial Unicode MS" w:cs="Times New Roman"/>
          <w:szCs w:val="22"/>
        </w:rPr>
        <w:t>Cha</w:t>
      </w:r>
      <w:r w:rsidR="007E2EFA">
        <w:rPr>
          <w:rFonts w:eastAsia="Arial Unicode MS" w:cs="Times New Roman"/>
          <w:szCs w:val="22"/>
        </w:rPr>
        <w:t>owanee Ch</w:t>
      </w:r>
      <w:r w:rsidR="00193A70">
        <w:rPr>
          <w:rFonts w:eastAsia="Arial Unicode MS" w:cs="Times New Roman"/>
          <w:szCs w:val="22"/>
        </w:rPr>
        <w:t>a</w:t>
      </w:r>
      <w:r w:rsidR="007E2EFA">
        <w:rPr>
          <w:rFonts w:eastAsia="Arial Unicode MS" w:cs="Times New Roman"/>
          <w:szCs w:val="22"/>
        </w:rPr>
        <w:t>isanga</w:t>
      </w:r>
      <w:r w:rsidRPr="00E54D24">
        <w:rPr>
          <w:rFonts w:eastAsia="Arial Unicode MS" w:cs="Times New Roman"/>
          <w:szCs w:val="22"/>
        </w:rPr>
        <w:t>)</w:t>
      </w:r>
    </w:p>
    <w:p w14:paraId="16CE9552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Cs w:val="22"/>
        </w:rPr>
      </w:pPr>
      <w:r w:rsidRPr="00E54D24">
        <w:rPr>
          <w:rFonts w:eastAsia="Arial Unicode MS" w:cs="Times New Roman"/>
          <w:szCs w:val="22"/>
        </w:rPr>
        <w:t xml:space="preserve">Certified Public Accountant </w:t>
      </w:r>
    </w:p>
    <w:p w14:paraId="0E43228A" w14:textId="03138A49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Cs w:val="22"/>
          <w:lang w:val="en-US"/>
        </w:rPr>
      </w:pPr>
      <w:r w:rsidRPr="00E54D24">
        <w:rPr>
          <w:rFonts w:eastAsia="Arial Unicode MS" w:cs="Times New Roman"/>
          <w:szCs w:val="22"/>
        </w:rPr>
        <w:t xml:space="preserve">Registration No. </w:t>
      </w:r>
      <w:r w:rsidR="00193A70">
        <w:rPr>
          <w:rFonts w:eastAsia="Arial Unicode MS" w:cs="Times New Roman"/>
          <w:szCs w:val="22"/>
          <w:lang w:val="en-US"/>
        </w:rPr>
        <w:t>12663</w:t>
      </w:r>
    </w:p>
    <w:p w14:paraId="4090C101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 w:val="18"/>
          <w:szCs w:val="18"/>
        </w:rPr>
      </w:pPr>
    </w:p>
    <w:p w14:paraId="0C491809" w14:textId="77777777" w:rsidR="00886E3B" w:rsidRPr="00E54D24" w:rsidRDefault="00886E3B" w:rsidP="00E54D24">
      <w:pPr>
        <w:spacing w:line="240" w:lineRule="atLeast"/>
        <w:contextualSpacing/>
        <w:rPr>
          <w:rFonts w:eastAsia="Arial Unicode MS" w:cs="Times New Roman"/>
          <w:szCs w:val="22"/>
        </w:rPr>
      </w:pPr>
      <w:r w:rsidRPr="00E54D24">
        <w:rPr>
          <w:rFonts w:eastAsia="Arial Unicode MS" w:cs="Times New Roman"/>
          <w:szCs w:val="22"/>
        </w:rPr>
        <w:t xml:space="preserve">KPMG </w:t>
      </w:r>
      <w:proofErr w:type="spellStart"/>
      <w:r w:rsidRPr="00E54D24">
        <w:rPr>
          <w:rFonts w:eastAsia="Arial Unicode MS" w:cs="Times New Roman"/>
          <w:szCs w:val="22"/>
        </w:rPr>
        <w:t>Phoomchai</w:t>
      </w:r>
      <w:proofErr w:type="spellEnd"/>
      <w:r w:rsidRPr="00E54D24">
        <w:rPr>
          <w:rFonts w:eastAsia="Arial Unicode MS" w:cs="Times New Roman"/>
          <w:szCs w:val="22"/>
        </w:rPr>
        <w:t xml:space="preserve"> Audit Ltd.</w:t>
      </w:r>
    </w:p>
    <w:p w14:paraId="65DE0EB7" w14:textId="77777777" w:rsidR="000360A9" w:rsidRPr="00E54D24" w:rsidRDefault="00886E3B" w:rsidP="00E54D24">
      <w:pPr>
        <w:spacing w:line="240" w:lineRule="atLeast"/>
        <w:contextualSpacing/>
        <w:rPr>
          <w:rFonts w:eastAsia="Arial Unicode MS" w:cs="Times New Roman"/>
          <w:szCs w:val="22"/>
        </w:rPr>
      </w:pPr>
      <w:r w:rsidRPr="00E54D24">
        <w:rPr>
          <w:rFonts w:eastAsia="Arial Unicode MS" w:cs="Times New Roman"/>
          <w:szCs w:val="22"/>
        </w:rPr>
        <w:t>Bangkok</w:t>
      </w:r>
    </w:p>
    <w:p w14:paraId="37566C4A" w14:textId="106D3EC8" w:rsidR="00606193" w:rsidRPr="00A40ABA" w:rsidRDefault="009F0AC8" w:rsidP="00904F3A">
      <w:pPr>
        <w:spacing w:line="240" w:lineRule="atLeast"/>
        <w:contextualSpacing/>
        <w:rPr>
          <w:rFonts w:eastAsia="Cordia New"/>
          <w:b/>
          <w:bCs/>
          <w:sz w:val="24"/>
          <w:szCs w:val="28"/>
          <w:highlight w:val="yellow"/>
          <w:cs/>
          <w:lang w:val="en-US" w:bidi="th-TH"/>
        </w:rPr>
      </w:pPr>
      <w:r>
        <w:rPr>
          <w:rFonts w:eastAsia="Arial Unicode MS" w:cstheme="minorBidi"/>
          <w:szCs w:val="28"/>
          <w:lang w:val="en-US" w:bidi="th-TH"/>
        </w:rPr>
        <w:t>13</w:t>
      </w:r>
      <w:r w:rsidR="00C219CE">
        <w:rPr>
          <w:rFonts w:eastAsia="Arial Unicode MS" w:cstheme="minorBidi"/>
          <w:szCs w:val="28"/>
          <w:lang w:val="en-US" w:bidi="th-TH"/>
        </w:rPr>
        <w:t xml:space="preserve"> </w:t>
      </w:r>
      <w:r w:rsidR="00435880">
        <w:rPr>
          <w:rFonts w:eastAsia="Arial Unicode MS" w:cstheme="minorBidi"/>
          <w:szCs w:val="28"/>
          <w:lang w:val="en-US" w:bidi="th-TH"/>
        </w:rPr>
        <w:t>November</w:t>
      </w:r>
      <w:r w:rsidR="00C219CE">
        <w:rPr>
          <w:rFonts w:eastAsia="Arial Unicode MS" w:cstheme="minorBidi"/>
          <w:szCs w:val="28"/>
          <w:lang w:val="en-US" w:bidi="th-TH"/>
        </w:rPr>
        <w:t xml:space="preserve"> 2025</w:t>
      </w:r>
    </w:p>
    <w:sectPr w:rsidR="00606193" w:rsidRPr="00A40ABA" w:rsidSect="00904F3A">
      <w:headerReference w:type="default" r:id="rId14"/>
      <w:footerReference w:type="default" r:id="rId15"/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E812E" w14:textId="77777777" w:rsidR="00597B31" w:rsidRDefault="00597B31">
      <w:r>
        <w:separator/>
      </w:r>
    </w:p>
  </w:endnote>
  <w:endnote w:type="continuationSeparator" w:id="0">
    <w:p w14:paraId="7752D4FA" w14:textId="77777777" w:rsidR="00597B31" w:rsidRDefault="0059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70925" w14:textId="77777777" w:rsidR="00295196" w:rsidRDefault="00295196" w:rsidP="007D29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46B872" w14:textId="77777777" w:rsidR="00295196" w:rsidRDefault="00295196" w:rsidP="007D29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B94BF" w14:textId="7DBD8CD3" w:rsidR="00295196" w:rsidRDefault="00295196" w:rsidP="007D290B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 w:rsidRPr="00B4206B">
      <w:rPr>
        <w:rStyle w:val="PageNumber"/>
        <w:rFonts w:ascii="Angsana New" w:hAnsi="Angsana New"/>
        <w:noProof/>
        <w:sz w:val="32"/>
        <w:szCs w:val="32"/>
        <w:lang w:val="en-US"/>
      </w:rPr>
      <w:t>2</w:t>
    </w:r>
    <w:r>
      <w:rPr>
        <w:rStyle w:val="PageNumber"/>
        <w:rFonts w:ascii="Angsana New" w:hAnsi="Angsana New"/>
        <w:sz w:val="32"/>
        <w:szCs w:val="32"/>
      </w:rPr>
      <w:fldChar w:fldCharType="end"/>
    </w:r>
    <w:r>
      <w:rPr>
        <w:rStyle w:val="PageNumber"/>
        <w:rFonts w:ascii="Angsana New" w:hAnsi="Angsana New"/>
        <w:sz w:val="32"/>
        <w:szCs w:val="32"/>
      </w:rPr>
      <w:t xml:space="preserve"> </w:t>
    </w:r>
  </w:p>
  <w:p w14:paraId="4E460554" w14:textId="77777777" w:rsidR="00295196" w:rsidRDefault="00295196" w:rsidP="007D290B">
    <w:pPr>
      <w:pStyle w:val="Footer"/>
      <w:ind w:right="360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A7685" w14:textId="77777777" w:rsidR="00295196" w:rsidRPr="004033F4" w:rsidRDefault="00295196" w:rsidP="00151F2B">
    <w:pPr>
      <w:pStyle w:val="Footer"/>
      <w:rPr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5175B" w14:textId="77777777" w:rsidR="00597B31" w:rsidRDefault="00597B31">
      <w:r>
        <w:separator/>
      </w:r>
    </w:p>
  </w:footnote>
  <w:footnote w:type="continuationSeparator" w:id="0">
    <w:p w14:paraId="6EA9D115" w14:textId="77777777" w:rsidR="00597B31" w:rsidRDefault="0059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E068B" w14:textId="27BE8FD7" w:rsidR="00295196" w:rsidRPr="00957AFF" w:rsidRDefault="00295196" w:rsidP="00957AFF">
    <w:pPr>
      <w:pStyle w:val="Header"/>
      <w:spacing w:line="240" w:lineRule="atLeast"/>
      <w:jc w:val="left"/>
      <w:rPr>
        <w:b/>
        <w:bCs/>
        <w:i w:val="0"/>
        <w:iCs/>
        <w:sz w:val="28"/>
        <w:szCs w:val="28"/>
        <w:lang w:val="en-US"/>
      </w:rPr>
    </w:pPr>
  </w:p>
  <w:p w14:paraId="54A0E22D" w14:textId="5BED13A8" w:rsidR="00295196" w:rsidRDefault="00295196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3117EDA6" w14:textId="7E04B611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15C9B64B" w14:textId="7663287F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55157464" w14:textId="331EFBAB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46A992B5" w14:textId="726DFD72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00A0FA80" w14:textId="3AB6AC2F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0CF85CF2" w14:textId="2F127500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721F469B" w14:textId="34E49EB2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41A8EC34" w14:textId="087A630E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142CF03B" w14:textId="1B08BACD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38F2FE83" w14:textId="77777777" w:rsidR="00957AFF" w:rsidRDefault="00957AFF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54A10A91" w14:textId="77777777" w:rsidR="00C219CE" w:rsidRDefault="00C219CE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  <w:p w14:paraId="68E23070" w14:textId="77777777" w:rsidR="00C219CE" w:rsidRPr="00957AFF" w:rsidRDefault="00C219CE" w:rsidP="00957AFF">
    <w:pPr>
      <w:pStyle w:val="Header"/>
      <w:spacing w:line="240" w:lineRule="atLeast"/>
      <w:jc w:val="left"/>
      <w:rPr>
        <w:i w:val="0"/>
        <w:iCs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D9674" w14:textId="77777777" w:rsidR="00295196" w:rsidRPr="00886E3B" w:rsidRDefault="00295196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3121CC0A" w14:textId="77777777" w:rsidR="00295196" w:rsidRDefault="00295196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038622F0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5C7DF652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55FFAF08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5F4FDBF2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78CD75F5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32562BB0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4657077D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00CEB86C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442B02E1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298E8601" w14:textId="77777777" w:rsidR="00904F3A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  <w:p w14:paraId="30E20FB8" w14:textId="77777777" w:rsidR="00904F3A" w:rsidRPr="00886E3B" w:rsidRDefault="00904F3A" w:rsidP="00E704EF">
    <w:pPr>
      <w:pStyle w:val="acctmainheading"/>
      <w:tabs>
        <w:tab w:val="left" w:pos="2040"/>
      </w:tabs>
      <w:spacing w:after="0" w:line="240" w:lineRule="atLeas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C7D46F7"/>
    <w:multiLevelType w:val="multilevel"/>
    <w:tmpl w:val="38B4B86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E61627C"/>
    <w:multiLevelType w:val="hybridMultilevel"/>
    <w:tmpl w:val="0BCC050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F75345B"/>
    <w:multiLevelType w:val="multilevel"/>
    <w:tmpl w:val="2BACE3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440"/>
      </w:pPr>
      <w:rPr>
        <w:rFonts w:hint="default"/>
      </w:rPr>
    </w:lvl>
  </w:abstractNum>
  <w:abstractNum w:abstractNumId="5" w15:restartNumberingAfterBreak="0">
    <w:nsid w:val="10CA5098"/>
    <w:multiLevelType w:val="hybridMultilevel"/>
    <w:tmpl w:val="7C844F7A"/>
    <w:lvl w:ilvl="0" w:tplc="92F8A1BE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b w:val="0"/>
        <w:bCs w:val="0"/>
        <w:sz w:val="22"/>
        <w:szCs w:val="22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2E518C0"/>
    <w:multiLevelType w:val="hybridMultilevel"/>
    <w:tmpl w:val="553430F4"/>
    <w:lvl w:ilvl="0" w:tplc="7B46A0C8">
      <w:start w:val="1"/>
      <w:numFmt w:val="decimal"/>
      <w:lvlText w:val="%1)"/>
      <w:lvlJc w:val="left"/>
      <w:pPr>
        <w:ind w:left="126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E834113"/>
    <w:multiLevelType w:val="hybridMultilevel"/>
    <w:tmpl w:val="34E46EAC"/>
    <w:lvl w:ilvl="0" w:tplc="EEBAE4C2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A8682F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A61B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666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1EAD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A0C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B8F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A012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6E5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23C87"/>
    <w:multiLevelType w:val="hybridMultilevel"/>
    <w:tmpl w:val="AAE82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0" w15:restartNumberingAfterBreak="0">
    <w:nsid w:val="43CD5FD5"/>
    <w:multiLevelType w:val="hybridMultilevel"/>
    <w:tmpl w:val="B568DE64"/>
    <w:lvl w:ilvl="0" w:tplc="392CCFFC">
      <w:start w:val="1"/>
      <w:numFmt w:val="decimal"/>
      <w:lvlText w:val="%1)"/>
      <w:lvlJc w:val="left"/>
      <w:pPr>
        <w:ind w:left="13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572A21F3"/>
    <w:multiLevelType w:val="hybridMultilevel"/>
    <w:tmpl w:val="24624EA4"/>
    <w:lvl w:ilvl="0" w:tplc="D346B3DA">
      <w:start w:val="1"/>
      <w:numFmt w:val="bullet"/>
      <w:lvlText w:val="-"/>
      <w:lvlJc w:val="left"/>
      <w:pPr>
        <w:ind w:left="162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92D5B80"/>
    <w:multiLevelType w:val="hybridMultilevel"/>
    <w:tmpl w:val="30AEEB42"/>
    <w:lvl w:ilvl="0" w:tplc="97948D2A">
      <w:start w:val="9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12D37"/>
    <w:multiLevelType w:val="hybridMultilevel"/>
    <w:tmpl w:val="71A41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144028">
      <w:numFmt w:val="bullet"/>
      <w:lvlText w:val="–"/>
      <w:lvlJc w:val="left"/>
      <w:pPr>
        <w:ind w:left="1660" w:hanging="58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DF55D1"/>
    <w:multiLevelType w:val="multilevel"/>
    <w:tmpl w:val="E6084D62"/>
    <w:lvl w:ilvl="0">
      <w:start w:val="1"/>
      <w:numFmt w:val="decimal"/>
      <w:pStyle w:val="Heading1"/>
      <w:lvlText w:val="%1"/>
      <w:lvlJc w:val="left"/>
      <w:pPr>
        <w:tabs>
          <w:tab w:val="num" w:pos="1224"/>
        </w:tabs>
        <w:ind w:left="1224" w:hanging="1134"/>
      </w:pPr>
      <w:rPr>
        <w:rFonts w:hint="default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180"/>
        </w:tabs>
        <w:ind w:left="18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6" w15:restartNumberingAfterBreak="0">
    <w:nsid w:val="76C65C30"/>
    <w:multiLevelType w:val="hybridMultilevel"/>
    <w:tmpl w:val="20304DDE"/>
    <w:lvl w:ilvl="0" w:tplc="817267E6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367225340">
    <w:abstractNumId w:val="1"/>
  </w:num>
  <w:num w:numId="2" w16cid:durableId="1391463417">
    <w:abstractNumId w:val="0"/>
  </w:num>
  <w:num w:numId="3" w16cid:durableId="568881714">
    <w:abstractNumId w:val="9"/>
  </w:num>
  <w:num w:numId="4" w16cid:durableId="1823042534">
    <w:abstractNumId w:val="15"/>
  </w:num>
  <w:num w:numId="5" w16cid:durableId="1785538847">
    <w:abstractNumId w:val="7"/>
  </w:num>
  <w:num w:numId="6" w16cid:durableId="288706230">
    <w:abstractNumId w:val="16"/>
  </w:num>
  <w:num w:numId="7" w16cid:durableId="1780368163">
    <w:abstractNumId w:val="14"/>
  </w:num>
  <w:num w:numId="8" w16cid:durableId="756635745">
    <w:abstractNumId w:val="6"/>
  </w:num>
  <w:num w:numId="9" w16cid:durableId="197134275">
    <w:abstractNumId w:val="2"/>
  </w:num>
  <w:num w:numId="10" w16cid:durableId="212157948">
    <w:abstractNumId w:val="8"/>
  </w:num>
  <w:num w:numId="11" w16cid:durableId="1719815414">
    <w:abstractNumId w:val="13"/>
  </w:num>
  <w:num w:numId="12" w16cid:durableId="837888714">
    <w:abstractNumId w:val="4"/>
  </w:num>
  <w:num w:numId="13" w16cid:durableId="2085058577">
    <w:abstractNumId w:val="11"/>
  </w:num>
  <w:num w:numId="14" w16cid:durableId="1689402166">
    <w:abstractNumId w:val="5"/>
  </w:num>
  <w:num w:numId="15" w16cid:durableId="708068553">
    <w:abstractNumId w:val="12"/>
  </w:num>
  <w:num w:numId="16" w16cid:durableId="656498267">
    <w:abstractNumId w:val="3"/>
  </w:num>
  <w:num w:numId="17" w16cid:durableId="149337785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021"/>
    <w:rsid w:val="000006ED"/>
    <w:rsid w:val="0000089F"/>
    <w:rsid w:val="00000B19"/>
    <w:rsid w:val="00001645"/>
    <w:rsid w:val="00001A90"/>
    <w:rsid w:val="00001C18"/>
    <w:rsid w:val="00001F8C"/>
    <w:rsid w:val="00002792"/>
    <w:rsid w:val="0000296E"/>
    <w:rsid w:val="0000403C"/>
    <w:rsid w:val="000043EB"/>
    <w:rsid w:val="00004550"/>
    <w:rsid w:val="0000458E"/>
    <w:rsid w:val="00004FDB"/>
    <w:rsid w:val="000052B3"/>
    <w:rsid w:val="000056DE"/>
    <w:rsid w:val="00005E13"/>
    <w:rsid w:val="00005F55"/>
    <w:rsid w:val="0000616E"/>
    <w:rsid w:val="0000636A"/>
    <w:rsid w:val="000069F7"/>
    <w:rsid w:val="00006C98"/>
    <w:rsid w:val="00006DE0"/>
    <w:rsid w:val="0000713B"/>
    <w:rsid w:val="00007166"/>
    <w:rsid w:val="00007192"/>
    <w:rsid w:val="00007277"/>
    <w:rsid w:val="00007A53"/>
    <w:rsid w:val="00007B6F"/>
    <w:rsid w:val="00007CE2"/>
    <w:rsid w:val="00007F7D"/>
    <w:rsid w:val="0001004B"/>
    <w:rsid w:val="0001031C"/>
    <w:rsid w:val="00010CF2"/>
    <w:rsid w:val="00011B4E"/>
    <w:rsid w:val="00011C21"/>
    <w:rsid w:val="00011F1A"/>
    <w:rsid w:val="00012AB1"/>
    <w:rsid w:val="00012EBA"/>
    <w:rsid w:val="000137C4"/>
    <w:rsid w:val="00013A19"/>
    <w:rsid w:val="00013AFA"/>
    <w:rsid w:val="000147B4"/>
    <w:rsid w:val="0001530E"/>
    <w:rsid w:val="0001550E"/>
    <w:rsid w:val="000159DC"/>
    <w:rsid w:val="00015AF6"/>
    <w:rsid w:val="00016278"/>
    <w:rsid w:val="00016399"/>
    <w:rsid w:val="000168F9"/>
    <w:rsid w:val="00016BD6"/>
    <w:rsid w:val="00017185"/>
    <w:rsid w:val="0001748C"/>
    <w:rsid w:val="000179D8"/>
    <w:rsid w:val="00017A8D"/>
    <w:rsid w:val="0002045A"/>
    <w:rsid w:val="0002082B"/>
    <w:rsid w:val="00020FB8"/>
    <w:rsid w:val="00021BB6"/>
    <w:rsid w:val="00021C7F"/>
    <w:rsid w:val="00021F98"/>
    <w:rsid w:val="000220E7"/>
    <w:rsid w:val="0002262F"/>
    <w:rsid w:val="00022A5F"/>
    <w:rsid w:val="00022B52"/>
    <w:rsid w:val="0002351B"/>
    <w:rsid w:val="000237D6"/>
    <w:rsid w:val="00023EC6"/>
    <w:rsid w:val="00024405"/>
    <w:rsid w:val="00025910"/>
    <w:rsid w:val="00025996"/>
    <w:rsid w:val="00025B4B"/>
    <w:rsid w:val="00026364"/>
    <w:rsid w:val="00026498"/>
    <w:rsid w:val="0002658E"/>
    <w:rsid w:val="000267F5"/>
    <w:rsid w:val="00027399"/>
    <w:rsid w:val="000304F4"/>
    <w:rsid w:val="000309DF"/>
    <w:rsid w:val="00030A34"/>
    <w:rsid w:val="00030BFC"/>
    <w:rsid w:val="00030CD3"/>
    <w:rsid w:val="00030E6E"/>
    <w:rsid w:val="000310AF"/>
    <w:rsid w:val="00031650"/>
    <w:rsid w:val="00033480"/>
    <w:rsid w:val="000341C7"/>
    <w:rsid w:val="0003421D"/>
    <w:rsid w:val="00034729"/>
    <w:rsid w:val="0003479E"/>
    <w:rsid w:val="00034D80"/>
    <w:rsid w:val="00034F3C"/>
    <w:rsid w:val="00035431"/>
    <w:rsid w:val="0003590B"/>
    <w:rsid w:val="0003605A"/>
    <w:rsid w:val="000360A9"/>
    <w:rsid w:val="0003610E"/>
    <w:rsid w:val="00036225"/>
    <w:rsid w:val="00037730"/>
    <w:rsid w:val="000400F2"/>
    <w:rsid w:val="000404B4"/>
    <w:rsid w:val="00040931"/>
    <w:rsid w:val="000410C8"/>
    <w:rsid w:val="000412B4"/>
    <w:rsid w:val="00041533"/>
    <w:rsid w:val="00041BFD"/>
    <w:rsid w:val="00041E3F"/>
    <w:rsid w:val="00042060"/>
    <w:rsid w:val="000425F3"/>
    <w:rsid w:val="00042803"/>
    <w:rsid w:val="00043005"/>
    <w:rsid w:val="00043078"/>
    <w:rsid w:val="00043231"/>
    <w:rsid w:val="000435C7"/>
    <w:rsid w:val="0004396C"/>
    <w:rsid w:val="000439C2"/>
    <w:rsid w:val="00044510"/>
    <w:rsid w:val="00044631"/>
    <w:rsid w:val="000447D9"/>
    <w:rsid w:val="00044A7D"/>
    <w:rsid w:val="00044B69"/>
    <w:rsid w:val="00044CEE"/>
    <w:rsid w:val="00045A6A"/>
    <w:rsid w:val="00045E35"/>
    <w:rsid w:val="00046845"/>
    <w:rsid w:val="00046A11"/>
    <w:rsid w:val="00046B93"/>
    <w:rsid w:val="00046E0D"/>
    <w:rsid w:val="00047799"/>
    <w:rsid w:val="00047A76"/>
    <w:rsid w:val="00052C5A"/>
    <w:rsid w:val="000538A4"/>
    <w:rsid w:val="000544FA"/>
    <w:rsid w:val="00054603"/>
    <w:rsid w:val="00055252"/>
    <w:rsid w:val="000554C5"/>
    <w:rsid w:val="00055846"/>
    <w:rsid w:val="000558B0"/>
    <w:rsid w:val="00055EBB"/>
    <w:rsid w:val="00056157"/>
    <w:rsid w:val="00056349"/>
    <w:rsid w:val="000565E7"/>
    <w:rsid w:val="00056DC7"/>
    <w:rsid w:val="000577EE"/>
    <w:rsid w:val="00057971"/>
    <w:rsid w:val="00057E27"/>
    <w:rsid w:val="000603AC"/>
    <w:rsid w:val="000607B5"/>
    <w:rsid w:val="000609C6"/>
    <w:rsid w:val="00060ADE"/>
    <w:rsid w:val="00060B22"/>
    <w:rsid w:val="00061312"/>
    <w:rsid w:val="0006160A"/>
    <w:rsid w:val="000616FF"/>
    <w:rsid w:val="000618AD"/>
    <w:rsid w:val="00062785"/>
    <w:rsid w:val="00062C75"/>
    <w:rsid w:val="00062F4E"/>
    <w:rsid w:val="00063C52"/>
    <w:rsid w:val="00063CBA"/>
    <w:rsid w:val="00063DE7"/>
    <w:rsid w:val="00064D9C"/>
    <w:rsid w:val="0006616C"/>
    <w:rsid w:val="00066243"/>
    <w:rsid w:val="0006672D"/>
    <w:rsid w:val="00066EDB"/>
    <w:rsid w:val="000670EC"/>
    <w:rsid w:val="00067116"/>
    <w:rsid w:val="00067783"/>
    <w:rsid w:val="000678CA"/>
    <w:rsid w:val="00070D22"/>
    <w:rsid w:val="0007116D"/>
    <w:rsid w:val="0007119C"/>
    <w:rsid w:val="00072532"/>
    <w:rsid w:val="000728EB"/>
    <w:rsid w:val="00072A18"/>
    <w:rsid w:val="00072FE5"/>
    <w:rsid w:val="000739D9"/>
    <w:rsid w:val="00073CD8"/>
    <w:rsid w:val="00074221"/>
    <w:rsid w:val="0007644B"/>
    <w:rsid w:val="000765C7"/>
    <w:rsid w:val="00076D45"/>
    <w:rsid w:val="000772EC"/>
    <w:rsid w:val="0007769F"/>
    <w:rsid w:val="00080AE3"/>
    <w:rsid w:val="00080BA9"/>
    <w:rsid w:val="00080E69"/>
    <w:rsid w:val="00081E64"/>
    <w:rsid w:val="0008248C"/>
    <w:rsid w:val="00082512"/>
    <w:rsid w:val="00082CE7"/>
    <w:rsid w:val="00082D5B"/>
    <w:rsid w:val="00082F61"/>
    <w:rsid w:val="000834DF"/>
    <w:rsid w:val="0008415E"/>
    <w:rsid w:val="0008418C"/>
    <w:rsid w:val="000843B1"/>
    <w:rsid w:val="000843D2"/>
    <w:rsid w:val="000846F5"/>
    <w:rsid w:val="00084F7D"/>
    <w:rsid w:val="000850BC"/>
    <w:rsid w:val="0008576D"/>
    <w:rsid w:val="000859EE"/>
    <w:rsid w:val="00085D1F"/>
    <w:rsid w:val="0008614E"/>
    <w:rsid w:val="000866C5"/>
    <w:rsid w:val="000873E8"/>
    <w:rsid w:val="000900BF"/>
    <w:rsid w:val="00090C69"/>
    <w:rsid w:val="00090CD8"/>
    <w:rsid w:val="0009103C"/>
    <w:rsid w:val="000910DE"/>
    <w:rsid w:val="0009123D"/>
    <w:rsid w:val="00091839"/>
    <w:rsid w:val="00091B17"/>
    <w:rsid w:val="00091D93"/>
    <w:rsid w:val="00091EAF"/>
    <w:rsid w:val="00092747"/>
    <w:rsid w:val="0009280D"/>
    <w:rsid w:val="00092E50"/>
    <w:rsid w:val="00092FB8"/>
    <w:rsid w:val="00092FD0"/>
    <w:rsid w:val="00093772"/>
    <w:rsid w:val="00093791"/>
    <w:rsid w:val="0009384F"/>
    <w:rsid w:val="00093909"/>
    <w:rsid w:val="0009404C"/>
    <w:rsid w:val="00094137"/>
    <w:rsid w:val="0009414E"/>
    <w:rsid w:val="000945F7"/>
    <w:rsid w:val="000947E3"/>
    <w:rsid w:val="000961E7"/>
    <w:rsid w:val="00096367"/>
    <w:rsid w:val="000967C5"/>
    <w:rsid w:val="00097B1D"/>
    <w:rsid w:val="000A0127"/>
    <w:rsid w:val="000A045D"/>
    <w:rsid w:val="000A0AE1"/>
    <w:rsid w:val="000A0C3D"/>
    <w:rsid w:val="000A136A"/>
    <w:rsid w:val="000A1734"/>
    <w:rsid w:val="000A1DC6"/>
    <w:rsid w:val="000A1E31"/>
    <w:rsid w:val="000A2103"/>
    <w:rsid w:val="000A29C6"/>
    <w:rsid w:val="000A2B1C"/>
    <w:rsid w:val="000A2BBF"/>
    <w:rsid w:val="000A3084"/>
    <w:rsid w:val="000A3168"/>
    <w:rsid w:val="000A325B"/>
    <w:rsid w:val="000A3484"/>
    <w:rsid w:val="000A355E"/>
    <w:rsid w:val="000A356C"/>
    <w:rsid w:val="000A3673"/>
    <w:rsid w:val="000A4831"/>
    <w:rsid w:val="000A4875"/>
    <w:rsid w:val="000A511D"/>
    <w:rsid w:val="000A63C2"/>
    <w:rsid w:val="000A69DA"/>
    <w:rsid w:val="000A6DB3"/>
    <w:rsid w:val="000A7A70"/>
    <w:rsid w:val="000A7D6F"/>
    <w:rsid w:val="000A7DB9"/>
    <w:rsid w:val="000B0B56"/>
    <w:rsid w:val="000B148A"/>
    <w:rsid w:val="000B1E8B"/>
    <w:rsid w:val="000B26BF"/>
    <w:rsid w:val="000B2AB9"/>
    <w:rsid w:val="000B2E6D"/>
    <w:rsid w:val="000B33D7"/>
    <w:rsid w:val="000B3662"/>
    <w:rsid w:val="000B3E07"/>
    <w:rsid w:val="000B3F48"/>
    <w:rsid w:val="000B4578"/>
    <w:rsid w:val="000B4EBE"/>
    <w:rsid w:val="000B5D0C"/>
    <w:rsid w:val="000B61E7"/>
    <w:rsid w:val="000B654F"/>
    <w:rsid w:val="000B7196"/>
    <w:rsid w:val="000B728A"/>
    <w:rsid w:val="000B7574"/>
    <w:rsid w:val="000C010F"/>
    <w:rsid w:val="000C0271"/>
    <w:rsid w:val="000C0BD7"/>
    <w:rsid w:val="000C0BFD"/>
    <w:rsid w:val="000C2631"/>
    <w:rsid w:val="000C31FB"/>
    <w:rsid w:val="000C33FD"/>
    <w:rsid w:val="000C39B6"/>
    <w:rsid w:val="000C3B5C"/>
    <w:rsid w:val="000C3E61"/>
    <w:rsid w:val="000C3F71"/>
    <w:rsid w:val="000C40E5"/>
    <w:rsid w:val="000C440F"/>
    <w:rsid w:val="000C506C"/>
    <w:rsid w:val="000C5889"/>
    <w:rsid w:val="000C58CA"/>
    <w:rsid w:val="000C5EE3"/>
    <w:rsid w:val="000C67E4"/>
    <w:rsid w:val="000C6C6E"/>
    <w:rsid w:val="000C6CA2"/>
    <w:rsid w:val="000C6F17"/>
    <w:rsid w:val="000C6F79"/>
    <w:rsid w:val="000C753C"/>
    <w:rsid w:val="000D0250"/>
    <w:rsid w:val="000D036F"/>
    <w:rsid w:val="000D086E"/>
    <w:rsid w:val="000D10FF"/>
    <w:rsid w:val="000D115A"/>
    <w:rsid w:val="000D12E1"/>
    <w:rsid w:val="000D12FC"/>
    <w:rsid w:val="000D18E1"/>
    <w:rsid w:val="000D1E59"/>
    <w:rsid w:val="000D20D3"/>
    <w:rsid w:val="000D294B"/>
    <w:rsid w:val="000D2A05"/>
    <w:rsid w:val="000D2A41"/>
    <w:rsid w:val="000D2AF5"/>
    <w:rsid w:val="000D2E33"/>
    <w:rsid w:val="000D31D9"/>
    <w:rsid w:val="000D3300"/>
    <w:rsid w:val="000D37C7"/>
    <w:rsid w:val="000D506F"/>
    <w:rsid w:val="000D511C"/>
    <w:rsid w:val="000D577E"/>
    <w:rsid w:val="000D62EF"/>
    <w:rsid w:val="000D6552"/>
    <w:rsid w:val="000D6F7E"/>
    <w:rsid w:val="000D7513"/>
    <w:rsid w:val="000D780F"/>
    <w:rsid w:val="000D7BAB"/>
    <w:rsid w:val="000D7ED4"/>
    <w:rsid w:val="000E02AA"/>
    <w:rsid w:val="000E05BA"/>
    <w:rsid w:val="000E07DB"/>
    <w:rsid w:val="000E087F"/>
    <w:rsid w:val="000E0DA8"/>
    <w:rsid w:val="000E19F3"/>
    <w:rsid w:val="000E1A9B"/>
    <w:rsid w:val="000E1B5E"/>
    <w:rsid w:val="000E2EBA"/>
    <w:rsid w:val="000E389D"/>
    <w:rsid w:val="000E3983"/>
    <w:rsid w:val="000E3D32"/>
    <w:rsid w:val="000E45CF"/>
    <w:rsid w:val="000E4F5D"/>
    <w:rsid w:val="000E5563"/>
    <w:rsid w:val="000E579E"/>
    <w:rsid w:val="000E5879"/>
    <w:rsid w:val="000E61E0"/>
    <w:rsid w:val="000E642A"/>
    <w:rsid w:val="000E691D"/>
    <w:rsid w:val="000E6DC3"/>
    <w:rsid w:val="000E7ED8"/>
    <w:rsid w:val="000F02D1"/>
    <w:rsid w:val="000F03E8"/>
    <w:rsid w:val="000F0ACE"/>
    <w:rsid w:val="000F174B"/>
    <w:rsid w:val="000F1F39"/>
    <w:rsid w:val="000F270D"/>
    <w:rsid w:val="000F2B66"/>
    <w:rsid w:val="000F3038"/>
    <w:rsid w:val="000F3F11"/>
    <w:rsid w:val="000F41DE"/>
    <w:rsid w:val="000F45FC"/>
    <w:rsid w:val="000F4D36"/>
    <w:rsid w:val="000F567C"/>
    <w:rsid w:val="000F5F56"/>
    <w:rsid w:val="000F62D1"/>
    <w:rsid w:val="000F62F0"/>
    <w:rsid w:val="000F6400"/>
    <w:rsid w:val="000F6C6B"/>
    <w:rsid w:val="000F6D02"/>
    <w:rsid w:val="000F7098"/>
    <w:rsid w:val="000F7123"/>
    <w:rsid w:val="000F7199"/>
    <w:rsid w:val="000F7236"/>
    <w:rsid w:val="000F7335"/>
    <w:rsid w:val="000F7A5D"/>
    <w:rsid w:val="00100A99"/>
    <w:rsid w:val="00100D31"/>
    <w:rsid w:val="00100D91"/>
    <w:rsid w:val="00100DF9"/>
    <w:rsid w:val="00101393"/>
    <w:rsid w:val="001013CF"/>
    <w:rsid w:val="001023B5"/>
    <w:rsid w:val="001023C8"/>
    <w:rsid w:val="00103551"/>
    <w:rsid w:val="001035F0"/>
    <w:rsid w:val="00103908"/>
    <w:rsid w:val="00104753"/>
    <w:rsid w:val="00104CE6"/>
    <w:rsid w:val="0010505B"/>
    <w:rsid w:val="00105363"/>
    <w:rsid w:val="00105525"/>
    <w:rsid w:val="00105561"/>
    <w:rsid w:val="00105AAE"/>
    <w:rsid w:val="00105B40"/>
    <w:rsid w:val="00105F9F"/>
    <w:rsid w:val="0010600C"/>
    <w:rsid w:val="00106357"/>
    <w:rsid w:val="00106583"/>
    <w:rsid w:val="00106C9D"/>
    <w:rsid w:val="00107940"/>
    <w:rsid w:val="00107947"/>
    <w:rsid w:val="001079A9"/>
    <w:rsid w:val="00110028"/>
    <w:rsid w:val="001100D0"/>
    <w:rsid w:val="00110C8A"/>
    <w:rsid w:val="00110E72"/>
    <w:rsid w:val="00110F3E"/>
    <w:rsid w:val="00111288"/>
    <w:rsid w:val="00111395"/>
    <w:rsid w:val="001116AC"/>
    <w:rsid w:val="00112016"/>
    <w:rsid w:val="0011266C"/>
    <w:rsid w:val="001126B6"/>
    <w:rsid w:val="00113262"/>
    <w:rsid w:val="00113FCD"/>
    <w:rsid w:val="00114679"/>
    <w:rsid w:val="0011489B"/>
    <w:rsid w:val="00114A16"/>
    <w:rsid w:val="0011647A"/>
    <w:rsid w:val="00116542"/>
    <w:rsid w:val="0011697F"/>
    <w:rsid w:val="00116BC7"/>
    <w:rsid w:val="00117094"/>
    <w:rsid w:val="00117460"/>
    <w:rsid w:val="001179CA"/>
    <w:rsid w:val="00117A86"/>
    <w:rsid w:val="00117FD0"/>
    <w:rsid w:val="0012054C"/>
    <w:rsid w:val="001208A1"/>
    <w:rsid w:val="00120A33"/>
    <w:rsid w:val="001210C1"/>
    <w:rsid w:val="00121251"/>
    <w:rsid w:val="0012179E"/>
    <w:rsid w:val="001218F0"/>
    <w:rsid w:val="00121AC2"/>
    <w:rsid w:val="00121CFD"/>
    <w:rsid w:val="001228DE"/>
    <w:rsid w:val="00123EE0"/>
    <w:rsid w:val="00123F89"/>
    <w:rsid w:val="00123FB0"/>
    <w:rsid w:val="00124AEE"/>
    <w:rsid w:val="00124BF0"/>
    <w:rsid w:val="00124DE1"/>
    <w:rsid w:val="00125033"/>
    <w:rsid w:val="00125C9F"/>
    <w:rsid w:val="00125D6A"/>
    <w:rsid w:val="00125FF9"/>
    <w:rsid w:val="00125FFB"/>
    <w:rsid w:val="00126C93"/>
    <w:rsid w:val="00126D35"/>
    <w:rsid w:val="00127007"/>
    <w:rsid w:val="00127657"/>
    <w:rsid w:val="00127772"/>
    <w:rsid w:val="0012791E"/>
    <w:rsid w:val="00127D09"/>
    <w:rsid w:val="001302BA"/>
    <w:rsid w:val="00130715"/>
    <w:rsid w:val="001309D0"/>
    <w:rsid w:val="00130CE2"/>
    <w:rsid w:val="00130D9C"/>
    <w:rsid w:val="001314AA"/>
    <w:rsid w:val="001314D0"/>
    <w:rsid w:val="00131785"/>
    <w:rsid w:val="00131D52"/>
    <w:rsid w:val="00131E08"/>
    <w:rsid w:val="00131E21"/>
    <w:rsid w:val="0013202C"/>
    <w:rsid w:val="001320AF"/>
    <w:rsid w:val="0013269A"/>
    <w:rsid w:val="001326FB"/>
    <w:rsid w:val="00132910"/>
    <w:rsid w:val="00132AD6"/>
    <w:rsid w:val="00132AF0"/>
    <w:rsid w:val="00132F16"/>
    <w:rsid w:val="0013301F"/>
    <w:rsid w:val="001330E4"/>
    <w:rsid w:val="00133564"/>
    <w:rsid w:val="001335C1"/>
    <w:rsid w:val="001336AF"/>
    <w:rsid w:val="00133A38"/>
    <w:rsid w:val="00133BED"/>
    <w:rsid w:val="0013401D"/>
    <w:rsid w:val="001352AC"/>
    <w:rsid w:val="00135543"/>
    <w:rsid w:val="00135862"/>
    <w:rsid w:val="0013603F"/>
    <w:rsid w:val="001366C7"/>
    <w:rsid w:val="001367EA"/>
    <w:rsid w:val="0013790C"/>
    <w:rsid w:val="001403DA"/>
    <w:rsid w:val="001403FE"/>
    <w:rsid w:val="00141178"/>
    <w:rsid w:val="00141519"/>
    <w:rsid w:val="00141C05"/>
    <w:rsid w:val="001425B8"/>
    <w:rsid w:val="0014323D"/>
    <w:rsid w:val="001435A3"/>
    <w:rsid w:val="00143F7E"/>
    <w:rsid w:val="001449A8"/>
    <w:rsid w:val="00144ABD"/>
    <w:rsid w:val="001462CE"/>
    <w:rsid w:val="00146327"/>
    <w:rsid w:val="001465CF"/>
    <w:rsid w:val="00146F7D"/>
    <w:rsid w:val="00146FA3"/>
    <w:rsid w:val="001470E0"/>
    <w:rsid w:val="00147602"/>
    <w:rsid w:val="0014796C"/>
    <w:rsid w:val="00147B2C"/>
    <w:rsid w:val="001504AA"/>
    <w:rsid w:val="0015089A"/>
    <w:rsid w:val="00150BFE"/>
    <w:rsid w:val="00150C46"/>
    <w:rsid w:val="00151A70"/>
    <w:rsid w:val="00151F2B"/>
    <w:rsid w:val="00152950"/>
    <w:rsid w:val="00152D72"/>
    <w:rsid w:val="00153C07"/>
    <w:rsid w:val="0015429D"/>
    <w:rsid w:val="00154B40"/>
    <w:rsid w:val="00154E65"/>
    <w:rsid w:val="00155082"/>
    <w:rsid w:val="001550ED"/>
    <w:rsid w:val="00155327"/>
    <w:rsid w:val="001558E3"/>
    <w:rsid w:val="00155AD8"/>
    <w:rsid w:val="001568A5"/>
    <w:rsid w:val="0015744E"/>
    <w:rsid w:val="001577A7"/>
    <w:rsid w:val="00157852"/>
    <w:rsid w:val="001578CA"/>
    <w:rsid w:val="00157EA5"/>
    <w:rsid w:val="001607C2"/>
    <w:rsid w:val="00160A75"/>
    <w:rsid w:val="00160F43"/>
    <w:rsid w:val="001612E2"/>
    <w:rsid w:val="001614B3"/>
    <w:rsid w:val="001615BF"/>
    <w:rsid w:val="001620B5"/>
    <w:rsid w:val="0016235B"/>
    <w:rsid w:val="00162757"/>
    <w:rsid w:val="00162A98"/>
    <w:rsid w:val="0016311F"/>
    <w:rsid w:val="00163C47"/>
    <w:rsid w:val="00163D4F"/>
    <w:rsid w:val="00164058"/>
    <w:rsid w:val="001644B3"/>
    <w:rsid w:val="001648DA"/>
    <w:rsid w:val="001655B5"/>
    <w:rsid w:val="00166691"/>
    <w:rsid w:val="001666ED"/>
    <w:rsid w:val="00166832"/>
    <w:rsid w:val="00166C9A"/>
    <w:rsid w:val="0016707D"/>
    <w:rsid w:val="001673EF"/>
    <w:rsid w:val="00167455"/>
    <w:rsid w:val="001674FF"/>
    <w:rsid w:val="001675E1"/>
    <w:rsid w:val="00167632"/>
    <w:rsid w:val="00167E34"/>
    <w:rsid w:val="00167E39"/>
    <w:rsid w:val="0017030B"/>
    <w:rsid w:val="00170C84"/>
    <w:rsid w:val="00170E33"/>
    <w:rsid w:val="001711F3"/>
    <w:rsid w:val="00171E19"/>
    <w:rsid w:val="001735B2"/>
    <w:rsid w:val="001737E0"/>
    <w:rsid w:val="00173950"/>
    <w:rsid w:val="00173C59"/>
    <w:rsid w:val="00173C6B"/>
    <w:rsid w:val="00174DCF"/>
    <w:rsid w:val="00175A7B"/>
    <w:rsid w:val="00175DD3"/>
    <w:rsid w:val="00175F76"/>
    <w:rsid w:val="00176170"/>
    <w:rsid w:val="00176D6C"/>
    <w:rsid w:val="00176DC3"/>
    <w:rsid w:val="00176F18"/>
    <w:rsid w:val="0017712D"/>
    <w:rsid w:val="00177548"/>
    <w:rsid w:val="0018015A"/>
    <w:rsid w:val="00180455"/>
    <w:rsid w:val="001812D1"/>
    <w:rsid w:val="001827B5"/>
    <w:rsid w:val="00182901"/>
    <w:rsid w:val="00182995"/>
    <w:rsid w:val="001833E8"/>
    <w:rsid w:val="00183421"/>
    <w:rsid w:val="0018494D"/>
    <w:rsid w:val="00185124"/>
    <w:rsid w:val="0018521B"/>
    <w:rsid w:val="00185385"/>
    <w:rsid w:val="001856D1"/>
    <w:rsid w:val="00185FA7"/>
    <w:rsid w:val="00186126"/>
    <w:rsid w:val="00187B8C"/>
    <w:rsid w:val="00187F65"/>
    <w:rsid w:val="001900CF"/>
    <w:rsid w:val="00190103"/>
    <w:rsid w:val="001915CB"/>
    <w:rsid w:val="00191BFE"/>
    <w:rsid w:val="00191C72"/>
    <w:rsid w:val="00192533"/>
    <w:rsid w:val="00192694"/>
    <w:rsid w:val="00192B93"/>
    <w:rsid w:val="00192C9A"/>
    <w:rsid w:val="00192D5E"/>
    <w:rsid w:val="00193543"/>
    <w:rsid w:val="001936E7"/>
    <w:rsid w:val="00193A70"/>
    <w:rsid w:val="00193D40"/>
    <w:rsid w:val="00194E96"/>
    <w:rsid w:val="001952CD"/>
    <w:rsid w:val="0019538E"/>
    <w:rsid w:val="00195B91"/>
    <w:rsid w:val="001960E2"/>
    <w:rsid w:val="00196442"/>
    <w:rsid w:val="00196ACA"/>
    <w:rsid w:val="00197918"/>
    <w:rsid w:val="001A0131"/>
    <w:rsid w:val="001A0A82"/>
    <w:rsid w:val="001A14F6"/>
    <w:rsid w:val="001A1DF2"/>
    <w:rsid w:val="001A1F2F"/>
    <w:rsid w:val="001A29FD"/>
    <w:rsid w:val="001A30B5"/>
    <w:rsid w:val="001A33E5"/>
    <w:rsid w:val="001A366A"/>
    <w:rsid w:val="001A3B89"/>
    <w:rsid w:val="001A4581"/>
    <w:rsid w:val="001A4880"/>
    <w:rsid w:val="001A49E0"/>
    <w:rsid w:val="001A4FA4"/>
    <w:rsid w:val="001A5635"/>
    <w:rsid w:val="001A5EB2"/>
    <w:rsid w:val="001A6002"/>
    <w:rsid w:val="001A6728"/>
    <w:rsid w:val="001A68A0"/>
    <w:rsid w:val="001A772C"/>
    <w:rsid w:val="001A7D08"/>
    <w:rsid w:val="001A7DCF"/>
    <w:rsid w:val="001B050E"/>
    <w:rsid w:val="001B083F"/>
    <w:rsid w:val="001B0D77"/>
    <w:rsid w:val="001B1B7E"/>
    <w:rsid w:val="001B21C6"/>
    <w:rsid w:val="001B27DE"/>
    <w:rsid w:val="001B2F23"/>
    <w:rsid w:val="001B389C"/>
    <w:rsid w:val="001B3BB2"/>
    <w:rsid w:val="001B3C24"/>
    <w:rsid w:val="001B52B8"/>
    <w:rsid w:val="001B5EEA"/>
    <w:rsid w:val="001B5F43"/>
    <w:rsid w:val="001B6702"/>
    <w:rsid w:val="001B695E"/>
    <w:rsid w:val="001B6D4C"/>
    <w:rsid w:val="001B7BD4"/>
    <w:rsid w:val="001B7C6D"/>
    <w:rsid w:val="001C045E"/>
    <w:rsid w:val="001C0B49"/>
    <w:rsid w:val="001C0BC7"/>
    <w:rsid w:val="001C1A27"/>
    <w:rsid w:val="001C234D"/>
    <w:rsid w:val="001C321B"/>
    <w:rsid w:val="001C33D6"/>
    <w:rsid w:val="001C34BC"/>
    <w:rsid w:val="001C3734"/>
    <w:rsid w:val="001C3C14"/>
    <w:rsid w:val="001C3D47"/>
    <w:rsid w:val="001C401A"/>
    <w:rsid w:val="001C419D"/>
    <w:rsid w:val="001C4228"/>
    <w:rsid w:val="001C4314"/>
    <w:rsid w:val="001C480E"/>
    <w:rsid w:val="001C4953"/>
    <w:rsid w:val="001C49D6"/>
    <w:rsid w:val="001C543C"/>
    <w:rsid w:val="001C55FD"/>
    <w:rsid w:val="001C5BA2"/>
    <w:rsid w:val="001C5C5B"/>
    <w:rsid w:val="001C5D11"/>
    <w:rsid w:val="001C5E60"/>
    <w:rsid w:val="001C62B5"/>
    <w:rsid w:val="001C699B"/>
    <w:rsid w:val="001C6BD7"/>
    <w:rsid w:val="001C6BED"/>
    <w:rsid w:val="001C6DE0"/>
    <w:rsid w:val="001C771C"/>
    <w:rsid w:val="001C7987"/>
    <w:rsid w:val="001C7AE4"/>
    <w:rsid w:val="001D0AD9"/>
    <w:rsid w:val="001D0B68"/>
    <w:rsid w:val="001D1946"/>
    <w:rsid w:val="001D1A0A"/>
    <w:rsid w:val="001D1E32"/>
    <w:rsid w:val="001D2668"/>
    <w:rsid w:val="001D273B"/>
    <w:rsid w:val="001D28A1"/>
    <w:rsid w:val="001D2C58"/>
    <w:rsid w:val="001D3908"/>
    <w:rsid w:val="001D408C"/>
    <w:rsid w:val="001D4483"/>
    <w:rsid w:val="001D5127"/>
    <w:rsid w:val="001D51E7"/>
    <w:rsid w:val="001D60BD"/>
    <w:rsid w:val="001D6403"/>
    <w:rsid w:val="001D6416"/>
    <w:rsid w:val="001D64F0"/>
    <w:rsid w:val="001D6560"/>
    <w:rsid w:val="001D677F"/>
    <w:rsid w:val="001D6AC0"/>
    <w:rsid w:val="001D6C14"/>
    <w:rsid w:val="001D7155"/>
    <w:rsid w:val="001D7EEF"/>
    <w:rsid w:val="001E0201"/>
    <w:rsid w:val="001E0A1F"/>
    <w:rsid w:val="001E1829"/>
    <w:rsid w:val="001E1B18"/>
    <w:rsid w:val="001E1BDD"/>
    <w:rsid w:val="001E1CC8"/>
    <w:rsid w:val="001E260C"/>
    <w:rsid w:val="001E26E7"/>
    <w:rsid w:val="001E285F"/>
    <w:rsid w:val="001E2EFC"/>
    <w:rsid w:val="001E2FE7"/>
    <w:rsid w:val="001E3723"/>
    <w:rsid w:val="001E39F2"/>
    <w:rsid w:val="001E3E8D"/>
    <w:rsid w:val="001E4569"/>
    <w:rsid w:val="001E5132"/>
    <w:rsid w:val="001E52CD"/>
    <w:rsid w:val="001E53E9"/>
    <w:rsid w:val="001E5A10"/>
    <w:rsid w:val="001E6040"/>
    <w:rsid w:val="001E6791"/>
    <w:rsid w:val="001E7BBD"/>
    <w:rsid w:val="001F06E2"/>
    <w:rsid w:val="001F0B82"/>
    <w:rsid w:val="001F0D40"/>
    <w:rsid w:val="001F23FD"/>
    <w:rsid w:val="001F265E"/>
    <w:rsid w:val="001F2E13"/>
    <w:rsid w:val="001F482D"/>
    <w:rsid w:val="001F4AA3"/>
    <w:rsid w:val="001F4B30"/>
    <w:rsid w:val="001F4F7D"/>
    <w:rsid w:val="001F5944"/>
    <w:rsid w:val="001F65AB"/>
    <w:rsid w:val="001F6609"/>
    <w:rsid w:val="001F6ADB"/>
    <w:rsid w:val="001F7E17"/>
    <w:rsid w:val="00200444"/>
    <w:rsid w:val="0020044E"/>
    <w:rsid w:val="002010B4"/>
    <w:rsid w:val="002010E6"/>
    <w:rsid w:val="00201533"/>
    <w:rsid w:val="00201FD3"/>
    <w:rsid w:val="002022D1"/>
    <w:rsid w:val="002024E5"/>
    <w:rsid w:val="00202745"/>
    <w:rsid w:val="00202D2C"/>
    <w:rsid w:val="00203136"/>
    <w:rsid w:val="00203A75"/>
    <w:rsid w:val="002042E0"/>
    <w:rsid w:val="00204726"/>
    <w:rsid w:val="00204D1F"/>
    <w:rsid w:val="0020519F"/>
    <w:rsid w:val="00206017"/>
    <w:rsid w:val="0020616C"/>
    <w:rsid w:val="0020626C"/>
    <w:rsid w:val="002066D7"/>
    <w:rsid w:val="00207163"/>
    <w:rsid w:val="0020725B"/>
    <w:rsid w:val="002073D9"/>
    <w:rsid w:val="00207CB2"/>
    <w:rsid w:val="00207F3B"/>
    <w:rsid w:val="00210C45"/>
    <w:rsid w:val="002112F5"/>
    <w:rsid w:val="002115CC"/>
    <w:rsid w:val="00211DD6"/>
    <w:rsid w:val="00212151"/>
    <w:rsid w:val="002123BC"/>
    <w:rsid w:val="00212442"/>
    <w:rsid w:val="00212885"/>
    <w:rsid w:val="002128C5"/>
    <w:rsid w:val="002131CE"/>
    <w:rsid w:val="002136C1"/>
    <w:rsid w:val="00213962"/>
    <w:rsid w:val="00213A97"/>
    <w:rsid w:val="00213D5A"/>
    <w:rsid w:val="002146C2"/>
    <w:rsid w:val="00214914"/>
    <w:rsid w:val="002150D2"/>
    <w:rsid w:val="002156BB"/>
    <w:rsid w:val="002156F4"/>
    <w:rsid w:val="0021652F"/>
    <w:rsid w:val="00216C6A"/>
    <w:rsid w:val="00216F73"/>
    <w:rsid w:val="002171E8"/>
    <w:rsid w:val="00217553"/>
    <w:rsid w:val="002176E0"/>
    <w:rsid w:val="00217C27"/>
    <w:rsid w:val="00220625"/>
    <w:rsid w:val="00220F79"/>
    <w:rsid w:val="002218A0"/>
    <w:rsid w:val="00221AE1"/>
    <w:rsid w:val="00221C62"/>
    <w:rsid w:val="00222077"/>
    <w:rsid w:val="00222577"/>
    <w:rsid w:val="002226F4"/>
    <w:rsid w:val="002228BB"/>
    <w:rsid w:val="00222BE4"/>
    <w:rsid w:val="002231B0"/>
    <w:rsid w:val="002239CD"/>
    <w:rsid w:val="00223AA3"/>
    <w:rsid w:val="00223F55"/>
    <w:rsid w:val="00224072"/>
    <w:rsid w:val="00224997"/>
    <w:rsid w:val="00224E4D"/>
    <w:rsid w:val="00224F29"/>
    <w:rsid w:val="0022505C"/>
    <w:rsid w:val="00225387"/>
    <w:rsid w:val="00225455"/>
    <w:rsid w:val="00225D07"/>
    <w:rsid w:val="00226418"/>
    <w:rsid w:val="00226518"/>
    <w:rsid w:val="00226600"/>
    <w:rsid w:val="0022678D"/>
    <w:rsid w:val="00226EFF"/>
    <w:rsid w:val="00227325"/>
    <w:rsid w:val="002276EB"/>
    <w:rsid w:val="00227707"/>
    <w:rsid w:val="002277EB"/>
    <w:rsid w:val="00227978"/>
    <w:rsid w:val="00227A94"/>
    <w:rsid w:val="0023079E"/>
    <w:rsid w:val="002312D7"/>
    <w:rsid w:val="002312F9"/>
    <w:rsid w:val="0023219F"/>
    <w:rsid w:val="002321E6"/>
    <w:rsid w:val="0023306A"/>
    <w:rsid w:val="00233464"/>
    <w:rsid w:val="002334E9"/>
    <w:rsid w:val="0023380F"/>
    <w:rsid w:val="00234186"/>
    <w:rsid w:val="002346FC"/>
    <w:rsid w:val="002348C6"/>
    <w:rsid w:val="00234D9D"/>
    <w:rsid w:val="00234EC2"/>
    <w:rsid w:val="0023547C"/>
    <w:rsid w:val="00235EB4"/>
    <w:rsid w:val="00235EFD"/>
    <w:rsid w:val="00236E1D"/>
    <w:rsid w:val="00237FC7"/>
    <w:rsid w:val="00240041"/>
    <w:rsid w:val="002400EE"/>
    <w:rsid w:val="0024037D"/>
    <w:rsid w:val="00240DEE"/>
    <w:rsid w:val="00240F41"/>
    <w:rsid w:val="00241043"/>
    <w:rsid w:val="00241932"/>
    <w:rsid w:val="002419FC"/>
    <w:rsid w:val="00241C0E"/>
    <w:rsid w:val="00242584"/>
    <w:rsid w:val="002426C2"/>
    <w:rsid w:val="00243569"/>
    <w:rsid w:val="00243757"/>
    <w:rsid w:val="00243BD5"/>
    <w:rsid w:val="00243D4A"/>
    <w:rsid w:val="00244377"/>
    <w:rsid w:val="002453D7"/>
    <w:rsid w:val="00245652"/>
    <w:rsid w:val="00245ADF"/>
    <w:rsid w:val="00245C14"/>
    <w:rsid w:val="00245E5B"/>
    <w:rsid w:val="00245EE4"/>
    <w:rsid w:val="00245F06"/>
    <w:rsid w:val="00245F62"/>
    <w:rsid w:val="0024608E"/>
    <w:rsid w:val="00246189"/>
    <w:rsid w:val="00246564"/>
    <w:rsid w:val="002466A0"/>
    <w:rsid w:val="00246E86"/>
    <w:rsid w:val="00247451"/>
    <w:rsid w:val="0024753D"/>
    <w:rsid w:val="002479A8"/>
    <w:rsid w:val="00247E1B"/>
    <w:rsid w:val="00250330"/>
    <w:rsid w:val="00250A5E"/>
    <w:rsid w:val="00250B77"/>
    <w:rsid w:val="00251224"/>
    <w:rsid w:val="002513DA"/>
    <w:rsid w:val="002517A9"/>
    <w:rsid w:val="00251AE3"/>
    <w:rsid w:val="00251BE0"/>
    <w:rsid w:val="00252074"/>
    <w:rsid w:val="00252827"/>
    <w:rsid w:val="00252D62"/>
    <w:rsid w:val="00253123"/>
    <w:rsid w:val="002531C5"/>
    <w:rsid w:val="00253C6E"/>
    <w:rsid w:val="002543C6"/>
    <w:rsid w:val="00254C2C"/>
    <w:rsid w:val="002561EB"/>
    <w:rsid w:val="00256738"/>
    <w:rsid w:val="002577E8"/>
    <w:rsid w:val="00257B2B"/>
    <w:rsid w:val="00257BE5"/>
    <w:rsid w:val="00261310"/>
    <w:rsid w:val="00261ED6"/>
    <w:rsid w:val="00262AC5"/>
    <w:rsid w:val="00262DD3"/>
    <w:rsid w:val="002635B1"/>
    <w:rsid w:val="002638F8"/>
    <w:rsid w:val="00263B00"/>
    <w:rsid w:val="0026407A"/>
    <w:rsid w:val="00264566"/>
    <w:rsid w:val="0026483F"/>
    <w:rsid w:val="00266236"/>
    <w:rsid w:val="00266F83"/>
    <w:rsid w:val="00266F84"/>
    <w:rsid w:val="00267373"/>
    <w:rsid w:val="002673C3"/>
    <w:rsid w:val="00267651"/>
    <w:rsid w:val="00267C31"/>
    <w:rsid w:val="0027005A"/>
    <w:rsid w:val="00270AD3"/>
    <w:rsid w:val="00270DD5"/>
    <w:rsid w:val="00270E9A"/>
    <w:rsid w:val="00270F18"/>
    <w:rsid w:val="00271221"/>
    <w:rsid w:val="00271BFC"/>
    <w:rsid w:val="00271F4D"/>
    <w:rsid w:val="002721C9"/>
    <w:rsid w:val="0027225C"/>
    <w:rsid w:val="002726A0"/>
    <w:rsid w:val="00272F0C"/>
    <w:rsid w:val="0027301C"/>
    <w:rsid w:val="00273D49"/>
    <w:rsid w:val="00273DE9"/>
    <w:rsid w:val="00273E9F"/>
    <w:rsid w:val="0027415E"/>
    <w:rsid w:val="00274486"/>
    <w:rsid w:val="00274C87"/>
    <w:rsid w:val="002750D4"/>
    <w:rsid w:val="002753DC"/>
    <w:rsid w:val="0027575A"/>
    <w:rsid w:val="0027576D"/>
    <w:rsid w:val="0027592D"/>
    <w:rsid w:val="00275E26"/>
    <w:rsid w:val="00276AA6"/>
    <w:rsid w:val="00277237"/>
    <w:rsid w:val="00277686"/>
    <w:rsid w:val="00277F29"/>
    <w:rsid w:val="0028000A"/>
    <w:rsid w:val="0028030A"/>
    <w:rsid w:val="00280431"/>
    <w:rsid w:val="002806B2"/>
    <w:rsid w:val="00280782"/>
    <w:rsid w:val="0028150A"/>
    <w:rsid w:val="00281811"/>
    <w:rsid w:val="00281ACC"/>
    <w:rsid w:val="00282187"/>
    <w:rsid w:val="0028250F"/>
    <w:rsid w:val="00282704"/>
    <w:rsid w:val="0028280E"/>
    <w:rsid w:val="00283160"/>
    <w:rsid w:val="00283E06"/>
    <w:rsid w:val="00284477"/>
    <w:rsid w:val="002844A0"/>
    <w:rsid w:val="00284E68"/>
    <w:rsid w:val="002852F4"/>
    <w:rsid w:val="002855B2"/>
    <w:rsid w:val="00286877"/>
    <w:rsid w:val="00286B6F"/>
    <w:rsid w:val="00286DB4"/>
    <w:rsid w:val="00286EF0"/>
    <w:rsid w:val="00287B4E"/>
    <w:rsid w:val="002904B7"/>
    <w:rsid w:val="002905D3"/>
    <w:rsid w:val="0029067A"/>
    <w:rsid w:val="002908AE"/>
    <w:rsid w:val="00290EE2"/>
    <w:rsid w:val="002913EF"/>
    <w:rsid w:val="00291531"/>
    <w:rsid w:val="00291737"/>
    <w:rsid w:val="00291789"/>
    <w:rsid w:val="0029231F"/>
    <w:rsid w:val="0029326B"/>
    <w:rsid w:val="00293413"/>
    <w:rsid w:val="00293AB1"/>
    <w:rsid w:val="00293E42"/>
    <w:rsid w:val="00293E66"/>
    <w:rsid w:val="002940DF"/>
    <w:rsid w:val="0029429F"/>
    <w:rsid w:val="00294FAB"/>
    <w:rsid w:val="00295196"/>
    <w:rsid w:val="00295C27"/>
    <w:rsid w:val="00296448"/>
    <w:rsid w:val="00297033"/>
    <w:rsid w:val="00297254"/>
    <w:rsid w:val="002973D8"/>
    <w:rsid w:val="00297BC3"/>
    <w:rsid w:val="002A0105"/>
    <w:rsid w:val="002A03F0"/>
    <w:rsid w:val="002A06AA"/>
    <w:rsid w:val="002A0E77"/>
    <w:rsid w:val="002A1223"/>
    <w:rsid w:val="002A1231"/>
    <w:rsid w:val="002A1679"/>
    <w:rsid w:val="002A2334"/>
    <w:rsid w:val="002A2942"/>
    <w:rsid w:val="002A2BE5"/>
    <w:rsid w:val="002A3C5E"/>
    <w:rsid w:val="002A43B9"/>
    <w:rsid w:val="002A47E3"/>
    <w:rsid w:val="002A58CE"/>
    <w:rsid w:val="002A6104"/>
    <w:rsid w:val="002A65E3"/>
    <w:rsid w:val="002A6ABD"/>
    <w:rsid w:val="002A741E"/>
    <w:rsid w:val="002A78BE"/>
    <w:rsid w:val="002B047C"/>
    <w:rsid w:val="002B0694"/>
    <w:rsid w:val="002B09DC"/>
    <w:rsid w:val="002B0D64"/>
    <w:rsid w:val="002B1073"/>
    <w:rsid w:val="002B1090"/>
    <w:rsid w:val="002B146A"/>
    <w:rsid w:val="002B1713"/>
    <w:rsid w:val="002B1996"/>
    <w:rsid w:val="002B1CD4"/>
    <w:rsid w:val="002B1E47"/>
    <w:rsid w:val="002B2084"/>
    <w:rsid w:val="002B300F"/>
    <w:rsid w:val="002B33B9"/>
    <w:rsid w:val="002B344D"/>
    <w:rsid w:val="002B3A9F"/>
    <w:rsid w:val="002B3DEA"/>
    <w:rsid w:val="002B3F7E"/>
    <w:rsid w:val="002B4005"/>
    <w:rsid w:val="002B4060"/>
    <w:rsid w:val="002B425B"/>
    <w:rsid w:val="002B5396"/>
    <w:rsid w:val="002B544A"/>
    <w:rsid w:val="002B5476"/>
    <w:rsid w:val="002B5C13"/>
    <w:rsid w:val="002B663C"/>
    <w:rsid w:val="002B6840"/>
    <w:rsid w:val="002B7143"/>
    <w:rsid w:val="002B73DF"/>
    <w:rsid w:val="002C02BB"/>
    <w:rsid w:val="002C126E"/>
    <w:rsid w:val="002C12E8"/>
    <w:rsid w:val="002C173F"/>
    <w:rsid w:val="002C1AAA"/>
    <w:rsid w:val="002C1E28"/>
    <w:rsid w:val="002C1E32"/>
    <w:rsid w:val="002C2163"/>
    <w:rsid w:val="002C2215"/>
    <w:rsid w:val="002C2603"/>
    <w:rsid w:val="002C362D"/>
    <w:rsid w:val="002C3D30"/>
    <w:rsid w:val="002C3F27"/>
    <w:rsid w:val="002C484B"/>
    <w:rsid w:val="002C4936"/>
    <w:rsid w:val="002C4D15"/>
    <w:rsid w:val="002C5066"/>
    <w:rsid w:val="002C531A"/>
    <w:rsid w:val="002C53AA"/>
    <w:rsid w:val="002C57D8"/>
    <w:rsid w:val="002C60B4"/>
    <w:rsid w:val="002C64C1"/>
    <w:rsid w:val="002C6504"/>
    <w:rsid w:val="002C71A9"/>
    <w:rsid w:val="002C73E2"/>
    <w:rsid w:val="002C79C8"/>
    <w:rsid w:val="002D01A9"/>
    <w:rsid w:val="002D047B"/>
    <w:rsid w:val="002D09F0"/>
    <w:rsid w:val="002D0ABE"/>
    <w:rsid w:val="002D0B37"/>
    <w:rsid w:val="002D0C7A"/>
    <w:rsid w:val="002D1332"/>
    <w:rsid w:val="002D13C3"/>
    <w:rsid w:val="002D1FC2"/>
    <w:rsid w:val="002D203C"/>
    <w:rsid w:val="002D25C6"/>
    <w:rsid w:val="002D29DC"/>
    <w:rsid w:val="002D35B7"/>
    <w:rsid w:val="002D4765"/>
    <w:rsid w:val="002D48A6"/>
    <w:rsid w:val="002D4B73"/>
    <w:rsid w:val="002D4F9C"/>
    <w:rsid w:val="002D50BE"/>
    <w:rsid w:val="002D5874"/>
    <w:rsid w:val="002D5BCC"/>
    <w:rsid w:val="002D5E78"/>
    <w:rsid w:val="002D5EFF"/>
    <w:rsid w:val="002D69A3"/>
    <w:rsid w:val="002D6A36"/>
    <w:rsid w:val="002D6CB1"/>
    <w:rsid w:val="002D7447"/>
    <w:rsid w:val="002D7E37"/>
    <w:rsid w:val="002D7EFF"/>
    <w:rsid w:val="002E04DD"/>
    <w:rsid w:val="002E07DE"/>
    <w:rsid w:val="002E0D73"/>
    <w:rsid w:val="002E171E"/>
    <w:rsid w:val="002E26E9"/>
    <w:rsid w:val="002E2B95"/>
    <w:rsid w:val="002E2C87"/>
    <w:rsid w:val="002E30D8"/>
    <w:rsid w:val="002E3139"/>
    <w:rsid w:val="002E3554"/>
    <w:rsid w:val="002E39FB"/>
    <w:rsid w:val="002E3AF7"/>
    <w:rsid w:val="002E3C0D"/>
    <w:rsid w:val="002E45FA"/>
    <w:rsid w:val="002E5282"/>
    <w:rsid w:val="002E609F"/>
    <w:rsid w:val="002E6281"/>
    <w:rsid w:val="002E7718"/>
    <w:rsid w:val="002E7E6C"/>
    <w:rsid w:val="002F0816"/>
    <w:rsid w:val="002F0C75"/>
    <w:rsid w:val="002F1621"/>
    <w:rsid w:val="002F1A28"/>
    <w:rsid w:val="002F2042"/>
    <w:rsid w:val="002F2049"/>
    <w:rsid w:val="002F23AA"/>
    <w:rsid w:val="002F250B"/>
    <w:rsid w:val="002F29BA"/>
    <w:rsid w:val="002F350A"/>
    <w:rsid w:val="002F3AC8"/>
    <w:rsid w:val="002F5BE4"/>
    <w:rsid w:val="002F66CF"/>
    <w:rsid w:val="002F6C36"/>
    <w:rsid w:val="002F6F38"/>
    <w:rsid w:val="002F7083"/>
    <w:rsid w:val="002F7232"/>
    <w:rsid w:val="002F736B"/>
    <w:rsid w:val="002F73A0"/>
    <w:rsid w:val="002F7734"/>
    <w:rsid w:val="002F7910"/>
    <w:rsid w:val="002F7BF2"/>
    <w:rsid w:val="00300739"/>
    <w:rsid w:val="00300EFA"/>
    <w:rsid w:val="003016A2"/>
    <w:rsid w:val="0030282C"/>
    <w:rsid w:val="00303651"/>
    <w:rsid w:val="003037AE"/>
    <w:rsid w:val="003040ED"/>
    <w:rsid w:val="0030417E"/>
    <w:rsid w:val="0030481C"/>
    <w:rsid w:val="00304854"/>
    <w:rsid w:val="00305482"/>
    <w:rsid w:val="00305732"/>
    <w:rsid w:val="00305AD1"/>
    <w:rsid w:val="003063BD"/>
    <w:rsid w:val="00306406"/>
    <w:rsid w:val="0030690C"/>
    <w:rsid w:val="00307659"/>
    <w:rsid w:val="0031013F"/>
    <w:rsid w:val="003111F3"/>
    <w:rsid w:val="00311A2F"/>
    <w:rsid w:val="00311FB1"/>
    <w:rsid w:val="003121FE"/>
    <w:rsid w:val="0031234F"/>
    <w:rsid w:val="003125CF"/>
    <w:rsid w:val="0031260E"/>
    <w:rsid w:val="00312D01"/>
    <w:rsid w:val="003130DB"/>
    <w:rsid w:val="0031335A"/>
    <w:rsid w:val="00313F82"/>
    <w:rsid w:val="003140EF"/>
    <w:rsid w:val="003141D5"/>
    <w:rsid w:val="00314CAE"/>
    <w:rsid w:val="00314EC3"/>
    <w:rsid w:val="00315164"/>
    <w:rsid w:val="00315FD4"/>
    <w:rsid w:val="00316060"/>
    <w:rsid w:val="0031682C"/>
    <w:rsid w:val="00316A90"/>
    <w:rsid w:val="00317D77"/>
    <w:rsid w:val="00317E01"/>
    <w:rsid w:val="00320890"/>
    <w:rsid w:val="00320D47"/>
    <w:rsid w:val="00320F78"/>
    <w:rsid w:val="003212AF"/>
    <w:rsid w:val="003213FE"/>
    <w:rsid w:val="0032161E"/>
    <w:rsid w:val="00321B36"/>
    <w:rsid w:val="00321C9C"/>
    <w:rsid w:val="00321F2D"/>
    <w:rsid w:val="0032253A"/>
    <w:rsid w:val="00322673"/>
    <w:rsid w:val="00322745"/>
    <w:rsid w:val="00322C29"/>
    <w:rsid w:val="00322F4A"/>
    <w:rsid w:val="0032366B"/>
    <w:rsid w:val="0032393A"/>
    <w:rsid w:val="00323D09"/>
    <w:rsid w:val="00323EEC"/>
    <w:rsid w:val="0032432C"/>
    <w:rsid w:val="00324449"/>
    <w:rsid w:val="003247B1"/>
    <w:rsid w:val="0032496A"/>
    <w:rsid w:val="00324E2D"/>
    <w:rsid w:val="00325581"/>
    <w:rsid w:val="00325621"/>
    <w:rsid w:val="00325883"/>
    <w:rsid w:val="00326208"/>
    <w:rsid w:val="003266B4"/>
    <w:rsid w:val="00327DF2"/>
    <w:rsid w:val="003301CE"/>
    <w:rsid w:val="003307BE"/>
    <w:rsid w:val="003310B0"/>
    <w:rsid w:val="0033165D"/>
    <w:rsid w:val="0033169B"/>
    <w:rsid w:val="00331DB7"/>
    <w:rsid w:val="00331EF9"/>
    <w:rsid w:val="00331FCE"/>
    <w:rsid w:val="003322F8"/>
    <w:rsid w:val="00332D49"/>
    <w:rsid w:val="003333BF"/>
    <w:rsid w:val="00333E25"/>
    <w:rsid w:val="00334AA8"/>
    <w:rsid w:val="00334C9B"/>
    <w:rsid w:val="00335439"/>
    <w:rsid w:val="003361FB"/>
    <w:rsid w:val="00336390"/>
    <w:rsid w:val="003363B6"/>
    <w:rsid w:val="00336453"/>
    <w:rsid w:val="0033645A"/>
    <w:rsid w:val="00336DC3"/>
    <w:rsid w:val="00336FC8"/>
    <w:rsid w:val="0033731B"/>
    <w:rsid w:val="00337715"/>
    <w:rsid w:val="003378D8"/>
    <w:rsid w:val="00340D5E"/>
    <w:rsid w:val="00340F69"/>
    <w:rsid w:val="0034118C"/>
    <w:rsid w:val="003413F0"/>
    <w:rsid w:val="00341797"/>
    <w:rsid w:val="00341D45"/>
    <w:rsid w:val="00341F98"/>
    <w:rsid w:val="003420D2"/>
    <w:rsid w:val="00342AB6"/>
    <w:rsid w:val="00342B00"/>
    <w:rsid w:val="00342C5D"/>
    <w:rsid w:val="00342CD8"/>
    <w:rsid w:val="00342D65"/>
    <w:rsid w:val="00342DBB"/>
    <w:rsid w:val="00342F85"/>
    <w:rsid w:val="003435F4"/>
    <w:rsid w:val="003439B6"/>
    <w:rsid w:val="0034444F"/>
    <w:rsid w:val="00344B62"/>
    <w:rsid w:val="00345183"/>
    <w:rsid w:val="00345CC9"/>
    <w:rsid w:val="00345D97"/>
    <w:rsid w:val="00345FD9"/>
    <w:rsid w:val="0034634B"/>
    <w:rsid w:val="00346776"/>
    <w:rsid w:val="003500A7"/>
    <w:rsid w:val="00350557"/>
    <w:rsid w:val="00350A46"/>
    <w:rsid w:val="00350ABE"/>
    <w:rsid w:val="003511F6"/>
    <w:rsid w:val="003512BC"/>
    <w:rsid w:val="003516FB"/>
    <w:rsid w:val="00351A9D"/>
    <w:rsid w:val="00351BAA"/>
    <w:rsid w:val="00352843"/>
    <w:rsid w:val="00352A03"/>
    <w:rsid w:val="00352B2B"/>
    <w:rsid w:val="00353066"/>
    <w:rsid w:val="00353453"/>
    <w:rsid w:val="00354B34"/>
    <w:rsid w:val="00354DD4"/>
    <w:rsid w:val="003557B1"/>
    <w:rsid w:val="00355A97"/>
    <w:rsid w:val="003561F2"/>
    <w:rsid w:val="00356820"/>
    <w:rsid w:val="0035732A"/>
    <w:rsid w:val="00357687"/>
    <w:rsid w:val="003578FA"/>
    <w:rsid w:val="003605CA"/>
    <w:rsid w:val="0036085C"/>
    <w:rsid w:val="00360E87"/>
    <w:rsid w:val="00360EC1"/>
    <w:rsid w:val="00360ED4"/>
    <w:rsid w:val="00361278"/>
    <w:rsid w:val="003617B4"/>
    <w:rsid w:val="00361C3A"/>
    <w:rsid w:val="00361E04"/>
    <w:rsid w:val="00362605"/>
    <w:rsid w:val="00362662"/>
    <w:rsid w:val="003626AF"/>
    <w:rsid w:val="00362ABB"/>
    <w:rsid w:val="00362C01"/>
    <w:rsid w:val="00362FBC"/>
    <w:rsid w:val="0036302A"/>
    <w:rsid w:val="0036351D"/>
    <w:rsid w:val="003635A4"/>
    <w:rsid w:val="0036405C"/>
    <w:rsid w:val="0036414A"/>
    <w:rsid w:val="00364823"/>
    <w:rsid w:val="00364851"/>
    <w:rsid w:val="00364D0E"/>
    <w:rsid w:val="00364E2E"/>
    <w:rsid w:val="00364F45"/>
    <w:rsid w:val="003650C7"/>
    <w:rsid w:val="00365647"/>
    <w:rsid w:val="00365DAB"/>
    <w:rsid w:val="003665DE"/>
    <w:rsid w:val="003667ED"/>
    <w:rsid w:val="0036686D"/>
    <w:rsid w:val="00367317"/>
    <w:rsid w:val="003677D4"/>
    <w:rsid w:val="0036796B"/>
    <w:rsid w:val="00367D14"/>
    <w:rsid w:val="00367FC4"/>
    <w:rsid w:val="0037012A"/>
    <w:rsid w:val="00370549"/>
    <w:rsid w:val="00370837"/>
    <w:rsid w:val="003712EE"/>
    <w:rsid w:val="00371A4A"/>
    <w:rsid w:val="00371AA9"/>
    <w:rsid w:val="00371F4B"/>
    <w:rsid w:val="00372018"/>
    <w:rsid w:val="00372AED"/>
    <w:rsid w:val="00372E3E"/>
    <w:rsid w:val="00372FBF"/>
    <w:rsid w:val="0037395E"/>
    <w:rsid w:val="00373B0C"/>
    <w:rsid w:val="00373CFF"/>
    <w:rsid w:val="00373D29"/>
    <w:rsid w:val="00373DBA"/>
    <w:rsid w:val="00374443"/>
    <w:rsid w:val="0037451F"/>
    <w:rsid w:val="00374602"/>
    <w:rsid w:val="0037462C"/>
    <w:rsid w:val="00374884"/>
    <w:rsid w:val="00376547"/>
    <w:rsid w:val="003766C9"/>
    <w:rsid w:val="00376974"/>
    <w:rsid w:val="003776F5"/>
    <w:rsid w:val="003779EA"/>
    <w:rsid w:val="00380DA2"/>
    <w:rsid w:val="00381107"/>
    <w:rsid w:val="0038125B"/>
    <w:rsid w:val="0038153E"/>
    <w:rsid w:val="00381933"/>
    <w:rsid w:val="00381CC8"/>
    <w:rsid w:val="00381E85"/>
    <w:rsid w:val="00381FEB"/>
    <w:rsid w:val="0038206E"/>
    <w:rsid w:val="00382319"/>
    <w:rsid w:val="00383150"/>
    <w:rsid w:val="00383212"/>
    <w:rsid w:val="00383238"/>
    <w:rsid w:val="00383258"/>
    <w:rsid w:val="0038341A"/>
    <w:rsid w:val="00383425"/>
    <w:rsid w:val="003837C6"/>
    <w:rsid w:val="003840B4"/>
    <w:rsid w:val="00384495"/>
    <w:rsid w:val="00384827"/>
    <w:rsid w:val="0038538D"/>
    <w:rsid w:val="0038560E"/>
    <w:rsid w:val="00385C02"/>
    <w:rsid w:val="0038619D"/>
    <w:rsid w:val="003866B9"/>
    <w:rsid w:val="00386917"/>
    <w:rsid w:val="00386BB0"/>
    <w:rsid w:val="00386D56"/>
    <w:rsid w:val="00390142"/>
    <w:rsid w:val="003902FF"/>
    <w:rsid w:val="00390539"/>
    <w:rsid w:val="003906CA"/>
    <w:rsid w:val="00390CB2"/>
    <w:rsid w:val="00390CD7"/>
    <w:rsid w:val="003912D8"/>
    <w:rsid w:val="00391926"/>
    <w:rsid w:val="00391F08"/>
    <w:rsid w:val="00391FFC"/>
    <w:rsid w:val="00392C70"/>
    <w:rsid w:val="00392DCA"/>
    <w:rsid w:val="003934B2"/>
    <w:rsid w:val="00393786"/>
    <w:rsid w:val="0039391B"/>
    <w:rsid w:val="00393A8A"/>
    <w:rsid w:val="00393D4F"/>
    <w:rsid w:val="00394213"/>
    <w:rsid w:val="00395334"/>
    <w:rsid w:val="00395574"/>
    <w:rsid w:val="003957C5"/>
    <w:rsid w:val="00397225"/>
    <w:rsid w:val="003979DB"/>
    <w:rsid w:val="00397A36"/>
    <w:rsid w:val="003A0444"/>
    <w:rsid w:val="003A0B98"/>
    <w:rsid w:val="003A179A"/>
    <w:rsid w:val="003A1A0E"/>
    <w:rsid w:val="003A1CEB"/>
    <w:rsid w:val="003A20A9"/>
    <w:rsid w:val="003A26D5"/>
    <w:rsid w:val="003A294E"/>
    <w:rsid w:val="003A3173"/>
    <w:rsid w:val="003A38D6"/>
    <w:rsid w:val="003A4560"/>
    <w:rsid w:val="003A50CF"/>
    <w:rsid w:val="003A5995"/>
    <w:rsid w:val="003A636B"/>
    <w:rsid w:val="003A733D"/>
    <w:rsid w:val="003A78A7"/>
    <w:rsid w:val="003A7A01"/>
    <w:rsid w:val="003A7F11"/>
    <w:rsid w:val="003B0501"/>
    <w:rsid w:val="003B05E1"/>
    <w:rsid w:val="003B0C2B"/>
    <w:rsid w:val="003B0F8E"/>
    <w:rsid w:val="003B17A1"/>
    <w:rsid w:val="003B25B9"/>
    <w:rsid w:val="003B2732"/>
    <w:rsid w:val="003B2C1C"/>
    <w:rsid w:val="003B3CF2"/>
    <w:rsid w:val="003B3D5C"/>
    <w:rsid w:val="003B3D83"/>
    <w:rsid w:val="003B3DD8"/>
    <w:rsid w:val="003B3E66"/>
    <w:rsid w:val="003B3EB6"/>
    <w:rsid w:val="003B4729"/>
    <w:rsid w:val="003B4C34"/>
    <w:rsid w:val="003B4D0A"/>
    <w:rsid w:val="003B52AD"/>
    <w:rsid w:val="003B594F"/>
    <w:rsid w:val="003B59A2"/>
    <w:rsid w:val="003B6343"/>
    <w:rsid w:val="003B6EE5"/>
    <w:rsid w:val="003B70A9"/>
    <w:rsid w:val="003B72F8"/>
    <w:rsid w:val="003B7452"/>
    <w:rsid w:val="003B7915"/>
    <w:rsid w:val="003B7A3B"/>
    <w:rsid w:val="003B7C85"/>
    <w:rsid w:val="003C0326"/>
    <w:rsid w:val="003C08B1"/>
    <w:rsid w:val="003C21EA"/>
    <w:rsid w:val="003C2C7E"/>
    <w:rsid w:val="003C2E54"/>
    <w:rsid w:val="003C2EFB"/>
    <w:rsid w:val="003C4D41"/>
    <w:rsid w:val="003C58E1"/>
    <w:rsid w:val="003C599C"/>
    <w:rsid w:val="003C5E77"/>
    <w:rsid w:val="003C6311"/>
    <w:rsid w:val="003C63E4"/>
    <w:rsid w:val="003C64DE"/>
    <w:rsid w:val="003C65ED"/>
    <w:rsid w:val="003C6D7E"/>
    <w:rsid w:val="003C76C0"/>
    <w:rsid w:val="003C7A3C"/>
    <w:rsid w:val="003C7A98"/>
    <w:rsid w:val="003C7ABB"/>
    <w:rsid w:val="003C7F7D"/>
    <w:rsid w:val="003D01CD"/>
    <w:rsid w:val="003D13D9"/>
    <w:rsid w:val="003D15CA"/>
    <w:rsid w:val="003D15F3"/>
    <w:rsid w:val="003D20D2"/>
    <w:rsid w:val="003D28DE"/>
    <w:rsid w:val="003D2B40"/>
    <w:rsid w:val="003D34FB"/>
    <w:rsid w:val="003D3B24"/>
    <w:rsid w:val="003D4103"/>
    <w:rsid w:val="003D4250"/>
    <w:rsid w:val="003D4A02"/>
    <w:rsid w:val="003D4B9D"/>
    <w:rsid w:val="003D4EF5"/>
    <w:rsid w:val="003D7731"/>
    <w:rsid w:val="003D7AE1"/>
    <w:rsid w:val="003D7B0F"/>
    <w:rsid w:val="003D7C10"/>
    <w:rsid w:val="003D7D66"/>
    <w:rsid w:val="003E1960"/>
    <w:rsid w:val="003E283B"/>
    <w:rsid w:val="003E2C0F"/>
    <w:rsid w:val="003E2DEB"/>
    <w:rsid w:val="003E3063"/>
    <w:rsid w:val="003E3490"/>
    <w:rsid w:val="003E396D"/>
    <w:rsid w:val="003E3EA9"/>
    <w:rsid w:val="003E448D"/>
    <w:rsid w:val="003E4953"/>
    <w:rsid w:val="003E4A6E"/>
    <w:rsid w:val="003E516D"/>
    <w:rsid w:val="003E5238"/>
    <w:rsid w:val="003E532F"/>
    <w:rsid w:val="003E535C"/>
    <w:rsid w:val="003E564C"/>
    <w:rsid w:val="003E5B5C"/>
    <w:rsid w:val="003E5EA0"/>
    <w:rsid w:val="003E62DA"/>
    <w:rsid w:val="003E6C5C"/>
    <w:rsid w:val="003E6D5A"/>
    <w:rsid w:val="003E718B"/>
    <w:rsid w:val="003E7B6B"/>
    <w:rsid w:val="003E7E27"/>
    <w:rsid w:val="003F0443"/>
    <w:rsid w:val="003F0F33"/>
    <w:rsid w:val="003F1B98"/>
    <w:rsid w:val="003F1CD2"/>
    <w:rsid w:val="003F25F1"/>
    <w:rsid w:val="003F29C0"/>
    <w:rsid w:val="003F3293"/>
    <w:rsid w:val="003F3A94"/>
    <w:rsid w:val="003F3AEE"/>
    <w:rsid w:val="003F3ED6"/>
    <w:rsid w:val="003F43A4"/>
    <w:rsid w:val="003F4D96"/>
    <w:rsid w:val="003F4E89"/>
    <w:rsid w:val="003F50C6"/>
    <w:rsid w:val="003F548F"/>
    <w:rsid w:val="003F5D73"/>
    <w:rsid w:val="003F611D"/>
    <w:rsid w:val="003F61D1"/>
    <w:rsid w:val="003F631E"/>
    <w:rsid w:val="003F66E1"/>
    <w:rsid w:val="003F6771"/>
    <w:rsid w:val="003F6A48"/>
    <w:rsid w:val="003F7506"/>
    <w:rsid w:val="003F75C1"/>
    <w:rsid w:val="00400417"/>
    <w:rsid w:val="004007E3"/>
    <w:rsid w:val="00400CFB"/>
    <w:rsid w:val="00400D15"/>
    <w:rsid w:val="0040176E"/>
    <w:rsid w:val="00401863"/>
    <w:rsid w:val="00401C28"/>
    <w:rsid w:val="00401E49"/>
    <w:rsid w:val="00401F3C"/>
    <w:rsid w:val="004025B1"/>
    <w:rsid w:val="004032DA"/>
    <w:rsid w:val="004033F4"/>
    <w:rsid w:val="00403670"/>
    <w:rsid w:val="00403F27"/>
    <w:rsid w:val="004040A6"/>
    <w:rsid w:val="00404785"/>
    <w:rsid w:val="00404DD6"/>
    <w:rsid w:val="00405534"/>
    <w:rsid w:val="00406230"/>
    <w:rsid w:val="004063BB"/>
    <w:rsid w:val="0040695F"/>
    <w:rsid w:val="00406C9F"/>
    <w:rsid w:val="00406DEC"/>
    <w:rsid w:val="00407154"/>
    <w:rsid w:val="0040721F"/>
    <w:rsid w:val="004100F9"/>
    <w:rsid w:val="004101FA"/>
    <w:rsid w:val="00410596"/>
    <w:rsid w:val="004109AC"/>
    <w:rsid w:val="00410B40"/>
    <w:rsid w:val="00410DCC"/>
    <w:rsid w:val="00410F19"/>
    <w:rsid w:val="0041103B"/>
    <w:rsid w:val="00411136"/>
    <w:rsid w:val="0041129B"/>
    <w:rsid w:val="00411AD1"/>
    <w:rsid w:val="00411E63"/>
    <w:rsid w:val="00412BF9"/>
    <w:rsid w:val="00412DAA"/>
    <w:rsid w:val="00412E98"/>
    <w:rsid w:val="00413573"/>
    <w:rsid w:val="00413D31"/>
    <w:rsid w:val="00413DCC"/>
    <w:rsid w:val="00413DF4"/>
    <w:rsid w:val="00413DF5"/>
    <w:rsid w:val="0041475C"/>
    <w:rsid w:val="00414922"/>
    <w:rsid w:val="00414EA1"/>
    <w:rsid w:val="0041500F"/>
    <w:rsid w:val="0041530C"/>
    <w:rsid w:val="0041554A"/>
    <w:rsid w:val="004155EF"/>
    <w:rsid w:val="004157B4"/>
    <w:rsid w:val="00415C0E"/>
    <w:rsid w:val="00415E95"/>
    <w:rsid w:val="004161CF"/>
    <w:rsid w:val="0041676A"/>
    <w:rsid w:val="004168DC"/>
    <w:rsid w:val="00416F12"/>
    <w:rsid w:val="00417433"/>
    <w:rsid w:val="004179A6"/>
    <w:rsid w:val="00417ADA"/>
    <w:rsid w:val="00417CD2"/>
    <w:rsid w:val="004203D4"/>
    <w:rsid w:val="00420648"/>
    <w:rsid w:val="00420757"/>
    <w:rsid w:val="004208A0"/>
    <w:rsid w:val="004211AA"/>
    <w:rsid w:val="004219C6"/>
    <w:rsid w:val="004222CE"/>
    <w:rsid w:val="00422D94"/>
    <w:rsid w:val="00422E2C"/>
    <w:rsid w:val="0042346D"/>
    <w:rsid w:val="004234BE"/>
    <w:rsid w:val="004239F8"/>
    <w:rsid w:val="00423CE7"/>
    <w:rsid w:val="00423FE1"/>
    <w:rsid w:val="004241F4"/>
    <w:rsid w:val="00424307"/>
    <w:rsid w:val="004246A6"/>
    <w:rsid w:val="0042511D"/>
    <w:rsid w:val="00425165"/>
    <w:rsid w:val="00425729"/>
    <w:rsid w:val="004259F8"/>
    <w:rsid w:val="00425EE1"/>
    <w:rsid w:val="00426183"/>
    <w:rsid w:val="004261A8"/>
    <w:rsid w:val="004265CA"/>
    <w:rsid w:val="0042681B"/>
    <w:rsid w:val="00426ACD"/>
    <w:rsid w:val="0042780A"/>
    <w:rsid w:val="00427963"/>
    <w:rsid w:val="00427BA7"/>
    <w:rsid w:val="004300F1"/>
    <w:rsid w:val="004301FD"/>
    <w:rsid w:val="00430449"/>
    <w:rsid w:val="00430612"/>
    <w:rsid w:val="00431256"/>
    <w:rsid w:val="00431560"/>
    <w:rsid w:val="00431A0A"/>
    <w:rsid w:val="004322E0"/>
    <w:rsid w:val="00432386"/>
    <w:rsid w:val="00432444"/>
    <w:rsid w:val="00432646"/>
    <w:rsid w:val="004326FF"/>
    <w:rsid w:val="00432958"/>
    <w:rsid w:val="0043337A"/>
    <w:rsid w:val="00433409"/>
    <w:rsid w:val="00434043"/>
    <w:rsid w:val="0043460D"/>
    <w:rsid w:val="00434A7A"/>
    <w:rsid w:val="00434AE1"/>
    <w:rsid w:val="00434D74"/>
    <w:rsid w:val="00435880"/>
    <w:rsid w:val="00435AA3"/>
    <w:rsid w:val="00435EDC"/>
    <w:rsid w:val="00436950"/>
    <w:rsid w:val="00436A09"/>
    <w:rsid w:val="00437969"/>
    <w:rsid w:val="00440A9A"/>
    <w:rsid w:val="00440AEE"/>
    <w:rsid w:val="00440F6B"/>
    <w:rsid w:val="004418E7"/>
    <w:rsid w:val="00441978"/>
    <w:rsid w:val="00441C2C"/>
    <w:rsid w:val="00441DED"/>
    <w:rsid w:val="0044246D"/>
    <w:rsid w:val="00442A9F"/>
    <w:rsid w:val="00442AAA"/>
    <w:rsid w:val="004434BC"/>
    <w:rsid w:val="00443B20"/>
    <w:rsid w:val="00443FCC"/>
    <w:rsid w:val="00443FCE"/>
    <w:rsid w:val="00443FF8"/>
    <w:rsid w:val="004441C6"/>
    <w:rsid w:val="004443E4"/>
    <w:rsid w:val="0044488B"/>
    <w:rsid w:val="004448AE"/>
    <w:rsid w:val="0044507F"/>
    <w:rsid w:val="004453F0"/>
    <w:rsid w:val="004468EF"/>
    <w:rsid w:val="00446CD9"/>
    <w:rsid w:val="00447B8A"/>
    <w:rsid w:val="00447B95"/>
    <w:rsid w:val="00447CBE"/>
    <w:rsid w:val="00447E07"/>
    <w:rsid w:val="00447E13"/>
    <w:rsid w:val="00447ECF"/>
    <w:rsid w:val="00450136"/>
    <w:rsid w:val="00450274"/>
    <w:rsid w:val="00451470"/>
    <w:rsid w:val="0045183A"/>
    <w:rsid w:val="0045197F"/>
    <w:rsid w:val="00451C52"/>
    <w:rsid w:val="00451FB7"/>
    <w:rsid w:val="00452358"/>
    <w:rsid w:val="004523DF"/>
    <w:rsid w:val="00452443"/>
    <w:rsid w:val="004525AA"/>
    <w:rsid w:val="00452A36"/>
    <w:rsid w:val="0045318B"/>
    <w:rsid w:val="0045324C"/>
    <w:rsid w:val="00453917"/>
    <w:rsid w:val="00453F28"/>
    <w:rsid w:val="004545C6"/>
    <w:rsid w:val="00454C45"/>
    <w:rsid w:val="00455901"/>
    <w:rsid w:val="004568B1"/>
    <w:rsid w:val="004572A1"/>
    <w:rsid w:val="004573DD"/>
    <w:rsid w:val="00457B58"/>
    <w:rsid w:val="00457D79"/>
    <w:rsid w:val="00457ED6"/>
    <w:rsid w:val="004601BD"/>
    <w:rsid w:val="004603E4"/>
    <w:rsid w:val="0046041A"/>
    <w:rsid w:val="004605E1"/>
    <w:rsid w:val="00460AA6"/>
    <w:rsid w:val="00460CFD"/>
    <w:rsid w:val="00461130"/>
    <w:rsid w:val="00461F23"/>
    <w:rsid w:val="004626A2"/>
    <w:rsid w:val="00462702"/>
    <w:rsid w:val="0046289A"/>
    <w:rsid w:val="00462B39"/>
    <w:rsid w:val="00463221"/>
    <w:rsid w:val="004633B3"/>
    <w:rsid w:val="00463579"/>
    <w:rsid w:val="00463C8F"/>
    <w:rsid w:val="0046443F"/>
    <w:rsid w:val="00464562"/>
    <w:rsid w:val="004645C8"/>
    <w:rsid w:val="00464760"/>
    <w:rsid w:val="004649F9"/>
    <w:rsid w:val="00464A82"/>
    <w:rsid w:val="00464E19"/>
    <w:rsid w:val="004657BE"/>
    <w:rsid w:val="004667A5"/>
    <w:rsid w:val="00467082"/>
    <w:rsid w:val="00467615"/>
    <w:rsid w:val="0046761D"/>
    <w:rsid w:val="00470281"/>
    <w:rsid w:val="0047089D"/>
    <w:rsid w:val="00470942"/>
    <w:rsid w:val="00470C50"/>
    <w:rsid w:val="00470E30"/>
    <w:rsid w:val="004712B2"/>
    <w:rsid w:val="00471C67"/>
    <w:rsid w:val="00472199"/>
    <w:rsid w:val="0047233C"/>
    <w:rsid w:val="00472366"/>
    <w:rsid w:val="0047258C"/>
    <w:rsid w:val="004725BD"/>
    <w:rsid w:val="00472CD7"/>
    <w:rsid w:val="00473999"/>
    <w:rsid w:val="00473D14"/>
    <w:rsid w:val="00473E5A"/>
    <w:rsid w:val="0047418D"/>
    <w:rsid w:val="00474502"/>
    <w:rsid w:val="0047475C"/>
    <w:rsid w:val="00475E41"/>
    <w:rsid w:val="00476104"/>
    <w:rsid w:val="0047638B"/>
    <w:rsid w:val="00476413"/>
    <w:rsid w:val="004769E3"/>
    <w:rsid w:val="0047723B"/>
    <w:rsid w:val="004773E3"/>
    <w:rsid w:val="004776D1"/>
    <w:rsid w:val="00477B02"/>
    <w:rsid w:val="00477F54"/>
    <w:rsid w:val="00480970"/>
    <w:rsid w:val="004819ED"/>
    <w:rsid w:val="00481E80"/>
    <w:rsid w:val="00482F43"/>
    <w:rsid w:val="00482F66"/>
    <w:rsid w:val="00483C84"/>
    <w:rsid w:val="00483E1C"/>
    <w:rsid w:val="00484E44"/>
    <w:rsid w:val="004853FD"/>
    <w:rsid w:val="004857E8"/>
    <w:rsid w:val="00485AA1"/>
    <w:rsid w:val="004867EF"/>
    <w:rsid w:val="00487353"/>
    <w:rsid w:val="00487650"/>
    <w:rsid w:val="004909B6"/>
    <w:rsid w:val="00490FC7"/>
    <w:rsid w:val="004915F4"/>
    <w:rsid w:val="004926F8"/>
    <w:rsid w:val="004928E4"/>
    <w:rsid w:val="00492DEB"/>
    <w:rsid w:val="00492E38"/>
    <w:rsid w:val="00493505"/>
    <w:rsid w:val="00493692"/>
    <w:rsid w:val="00493996"/>
    <w:rsid w:val="00493DAA"/>
    <w:rsid w:val="00494837"/>
    <w:rsid w:val="00494A41"/>
    <w:rsid w:val="00495117"/>
    <w:rsid w:val="00495149"/>
    <w:rsid w:val="004951D7"/>
    <w:rsid w:val="00495308"/>
    <w:rsid w:val="0049538A"/>
    <w:rsid w:val="00495E62"/>
    <w:rsid w:val="004960B2"/>
    <w:rsid w:val="004967B5"/>
    <w:rsid w:val="00496B26"/>
    <w:rsid w:val="00496F5A"/>
    <w:rsid w:val="004975CA"/>
    <w:rsid w:val="004976F5"/>
    <w:rsid w:val="0049775A"/>
    <w:rsid w:val="00497DA2"/>
    <w:rsid w:val="00497EB4"/>
    <w:rsid w:val="00497F3B"/>
    <w:rsid w:val="004A0812"/>
    <w:rsid w:val="004A0F8C"/>
    <w:rsid w:val="004A1804"/>
    <w:rsid w:val="004A1CC5"/>
    <w:rsid w:val="004A1F42"/>
    <w:rsid w:val="004A263F"/>
    <w:rsid w:val="004A2640"/>
    <w:rsid w:val="004A2693"/>
    <w:rsid w:val="004A2A8A"/>
    <w:rsid w:val="004A2B30"/>
    <w:rsid w:val="004A3E92"/>
    <w:rsid w:val="004A414A"/>
    <w:rsid w:val="004A4319"/>
    <w:rsid w:val="004A43F2"/>
    <w:rsid w:val="004A444C"/>
    <w:rsid w:val="004A4839"/>
    <w:rsid w:val="004A4B4B"/>
    <w:rsid w:val="004A4BFA"/>
    <w:rsid w:val="004A5370"/>
    <w:rsid w:val="004A54ED"/>
    <w:rsid w:val="004A5C8E"/>
    <w:rsid w:val="004A5DBD"/>
    <w:rsid w:val="004A61D2"/>
    <w:rsid w:val="004A6357"/>
    <w:rsid w:val="004A6979"/>
    <w:rsid w:val="004A6C75"/>
    <w:rsid w:val="004A6D12"/>
    <w:rsid w:val="004A7290"/>
    <w:rsid w:val="004A7425"/>
    <w:rsid w:val="004A749D"/>
    <w:rsid w:val="004A7875"/>
    <w:rsid w:val="004B0280"/>
    <w:rsid w:val="004B0495"/>
    <w:rsid w:val="004B0A7E"/>
    <w:rsid w:val="004B0C25"/>
    <w:rsid w:val="004B1B5C"/>
    <w:rsid w:val="004B1BB6"/>
    <w:rsid w:val="004B1E78"/>
    <w:rsid w:val="004B21D3"/>
    <w:rsid w:val="004B27A4"/>
    <w:rsid w:val="004B2DA6"/>
    <w:rsid w:val="004B2F2D"/>
    <w:rsid w:val="004B2F55"/>
    <w:rsid w:val="004B334A"/>
    <w:rsid w:val="004B368D"/>
    <w:rsid w:val="004B395D"/>
    <w:rsid w:val="004B3A31"/>
    <w:rsid w:val="004B3D6A"/>
    <w:rsid w:val="004B42BE"/>
    <w:rsid w:val="004B4AA2"/>
    <w:rsid w:val="004B4AF7"/>
    <w:rsid w:val="004B4EC5"/>
    <w:rsid w:val="004B50FB"/>
    <w:rsid w:val="004B524B"/>
    <w:rsid w:val="004B5C3D"/>
    <w:rsid w:val="004B6454"/>
    <w:rsid w:val="004B679E"/>
    <w:rsid w:val="004B7095"/>
    <w:rsid w:val="004B7491"/>
    <w:rsid w:val="004B77D9"/>
    <w:rsid w:val="004C05ED"/>
    <w:rsid w:val="004C0BA7"/>
    <w:rsid w:val="004C14D8"/>
    <w:rsid w:val="004C2930"/>
    <w:rsid w:val="004C2A87"/>
    <w:rsid w:val="004C2AB9"/>
    <w:rsid w:val="004C33A5"/>
    <w:rsid w:val="004C3C5D"/>
    <w:rsid w:val="004C3E01"/>
    <w:rsid w:val="004C4435"/>
    <w:rsid w:val="004C4AEC"/>
    <w:rsid w:val="004C4DBA"/>
    <w:rsid w:val="004C50D8"/>
    <w:rsid w:val="004C5163"/>
    <w:rsid w:val="004C5242"/>
    <w:rsid w:val="004C5F0C"/>
    <w:rsid w:val="004C6140"/>
    <w:rsid w:val="004C731F"/>
    <w:rsid w:val="004C73E1"/>
    <w:rsid w:val="004C763B"/>
    <w:rsid w:val="004C7718"/>
    <w:rsid w:val="004C7DA2"/>
    <w:rsid w:val="004C7DAD"/>
    <w:rsid w:val="004C7EFE"/>
    <w:rsid w:val="004D0AF9"/>
    <w:rsid w:val="004D1BB2"/>
    <w:rsid w:val="004D1CA7"/>
    <w:rsid w:val="004D205A"/>
    <w:rsid w:val="004D2662"/>
    <w:rsid w:val="004D2B9F"/>
    <w:rsid w:val="004D3080"/>
    <w:rsid w:val="004D329E"/>
    <w:rsid w:val="004D3490"/>
    <w:rsid w:val="004D351B"/>
    <w:rsid w:val="004D36D0"/>
    <w:rsid w:val="004D3AA2"/>
    <w:rsid w:val="004D3D32"/>
    <w:rsid w:val="004D3D8C"/>
    <w:rsid w:val="004D45BC"/>
    <w:rsid w:val="004D48CF"/>
    <w:rsid w:val="004D4B22"/>
    <w:rsid w:val="004D4DFB"/>
    <w:rsid w:val="004D4E2A"/>
    <w:rsid w:val="004D5893"/>
    <w:rsid w:val="004D5A19"/>
    <w:rsid w:val="004D5C12"/>
    <w:rsid w:val="004D5C9B"/>
    <w:rsid w:val="004D66A6"/>
    <w:rsid w:val="004D6846"/>
    <w:rsid w:val="004D685E"/>
    <w:rsid w:val="004D6C7A"/>
    <w:rsid w:val="004D6DD2"/>
    <w:rsid w:val="004D732E"/>
    <w:rsid w:val="004D76B7"/>
    <w:rsid w:val="004D7FE4"/>
    <w:rsid w:val="004E07FE"/>
    <w:rsid w:val="004E10F1"/>
    <w:rsid w:val="004E151D"/>
    <w:rsid w:val="004E1936"/>
    <w:rsid w:val="004E1FEC"/>
    <w:rsid w:val="004E277D"/>
    <w:rsid w:val="004E3017"/>
    <w:rsid w:val="004E4124"/>
    <w:rsid w:val="004E41C9"/>
    <w:rsid w:val="004E4543"/>
    <w:rsid w:val="004E49E4"/>
    <w:rsid w:val="004E56EA"/>
    <w:rsid w:val="004E5961"/>
    <w:rsid w:val="004E6AF7"/>
    <w:rsid w:val="004E6C15"/>
    <w:rsid w:val="004E6D4D"/>
    <w:rsid w:val="004E7C1E"/>
    <w:rsid w:val="004F0562"/>
    <w:rsid w:val="004F097B"/>
    <w:rsid w:val="004F1E57"/>
    <w:rsid w:val="004F2B59"/>
    <w:rsid w:val="004F30E1"/>
    <w:rsid w:val="004F3881"/>
    <w:rsid w:val="004F3FB6"/>
    <w:rsid w:val="004F415A"/>
    <w:rsid w:val="004F4285"/>
    <w:rsid w:val="004F4894"/>
    <w:rsid w:val="004F510A"/>
    <w:rsid w:val="004F67F8"/>
    <w:rsid w:val="004F68FD"/>
    <w:rsid w:val="004F6BE8"/>
    <w:rsid w:val="004F7318"/>
    <w:rsid w:val="004F757C"/>
    <w:rsid w:val="004F79D5"/>
    <w:rsid w:val="004F7B63"/>
    <w:rsid w:val="004F7E15"/>
    <w:rsid w:val="005002DE"/>
    <w:rsid w:val="0050092D"/>
    <w:rsid w:val="00500E79"/>
    <w:rsid w:val="0050125D"/>
    <w:rsid w:val="0050138D"/>
    <w:rsid w:val="00501642"/>
    <w:rsid w:val="00501FDB"/>
    <w:rsid w:val="005021D1"/>
    <w:rsid w:val="00502699"/>
    <w:rsid w:val="00503300"/>
    <w:rsid w:val="0050334D"/>
    <w:rsid w:val="0050357C"/>
    <w:rsid w:val="0050462F"/>
    <w:rsid w:val="00504A3D"/>
    <w:rsid w:val="00504FA3"/>
    <w:rsid w:val="005050BD"/>
    <w:rsid w:val="00505110"/>
    <w:rsid w:val="00505811"/>
    <w:rsid w:val="00505841"/>
    <w:rsid w:val="00505CB6"/>
    <w:rsid w:val="00505F6C"/>
    <w:rsid w:val="0050616F"/>
    <w:rsid w:val="005063F2"/>
    <w:rsid w:val="00506640"/>
    <w:rsid w:val="00506894"/>
    <w:rsid w:val="00507527"/>
    <w:rsid w:val="00507CB6"/>
    <w:rsid w:val="005106FB"/>
    <w:rsid w:val="005107A3"/>
    <w:rsid w:val="0051093A"/>
    <w:rsid w:val="00510CBA"/>
    <w:rsid w:val="00511398"/>
    <w:rsid w:val="005114C3"/>
    <w:rsid w:val="005115EE"/>
    <w:rsid w:val="00511AFE"/>
    <w:rsid w:val="00511D7B"/>
    <w:rsid w:val="0051288C"/>
    <w:rsid w:val="00512ABF"/>
    <w:rsid w:val="00512ECE"/>
    <w:rsid w:val="005134DF"/>
    <w:rsid w:val="0051366E"/>
    <w:rsid w:val="005136F1"/>
    <w:rsid w:val="00514188"/>
    <w:rsid w:val="00514634"/>
    <w:rsid w:val="00514705"/>
    <w:rsid w:val="00514729"/>
    <w:rsid w:val="005148A1"/>
    <w:rsid w:val="005148D6"/>
    <w:rsid w:val="005148DE"/>
    <w:rsid w:val="00514B87"/>
    <w:rsid w:val="00514EA2"/>
    <w:rsid w:val="005157D1"/>
    <w:rsid w:val="0051615C"/>
    <w:rsid w:val="00516208"/>
    <w:rsid w:val="00516A1A"/>
    <w:rsid w:val="00516B7E"/>
    <w:rsid w:val="005171B1"/>
    <w:rsid w:val="00520004"/>
    <w:rsid w:val="00520102"/>
    <w:rsid w:val="005202B9"/>
    <w:rsid w:val="005208EA"/>
    <w:rsid w:val="00520926"/>
    <w:rsid w:val="005209F5"/>
    <w:rsid w:val="005213A2"/>
    <w:rsid w:val="005218D7"/>
    <w:rsid w:val="00521A33"/>
    <w:rsid w:val="005220D7"/>
    <w:rsid w:val="0052238B"/>
    <w:rsid w:val="00522561"/>
    <w:rsid w:val="0052296E"/>
    <w:rsid w:val="00522A6C"/>
    <w:rsid w:val="00522BFE"/>
    <w:rsid w:val="00523716"/>
    <w:rsid w:val="005238AF"/>
    <w:rsid w:val="005248AB"/>
    <w:rsid w:val="00524B67"/>
    <w:rsid w:val="005251D4"/>
    <w:rsid w:val="005252C6"/>
    <w:rsid w:val="0052532A"/>
    <w:rsid w:val="00525846"/>
    <w:rsid w:val="00525CF2"/>
    <w:rsid w:val="005264E7"/>
    <w:rsid w:val="005267EC"/>
    <w:rsid w:val="0052685F"/>
    <w:rsid w:val="005269CC"/>
    <w:rsid w:val="00526CF8"/>
    <w:rsid w:val="005272D8"/>
    <w:rsid w:val="0052775F"/>
    <w:rsid w:val="005279D5"/>
    <w:rsid w:val="00530025"/>
    <w:rsid w:val="00530983"/>
    <w:rsid w:val="00531853"/>
    <w:rsid w:val="00531942"/>
    <w:rsid w:val="00531967"/>
    <w:rsid w:val="00531CF1"/>
    <w:rsid w:val="005326D4"/>
    <w:rsid w:val="0053301D"/>
    <w:rsid w:val="00533466"/>
    <w:rsid w:val="0053370F"/>
    <w:rsid w:val="00533AE1"/>
    <w:rsid w:val="0053411D"/>
    <w:rsid w:val="00534AB9"/>
    <w:rsid w:val="00534E02"/>
    <w:rsid w:val="00535A2D"/>
    <w:rsid w:val="00535FD3"/>
    <w:rsid w:val="005363AE"/>
    <w:rsid w:val="00536635"/>
    <w:rsid w:val="00540897"/>
    <w:rsid w:val="005419FF"/>
    <w:rsid w:val="00541AFF"/>
    <w:rsid w:val="005423EC"/>
    <w:rsid w:val="00542644"/>
    <w:rsid w:val="00542EC9"/>
    <w:rsid w:val="00542F32"/>
    <w:rsid w:val="00543537"/>
    <w:rsid w:val="005444A8"/>
    <w:rsid w:val="0054555E"/>
    <w:rsid w:val="005468D1"/>
    <w:rsid w:val="00546A86"/>
    <w:rsid w:val="00546F3D"/>
    <w:rsid w:val="005477AD"/>
    <w:rsid w:val="00550126"/>
    <w:rsid w:val="0055075D"/>
    <w:rsid w:val="00551361"/>
    <w:rsid w:val="005516A7"/>
    <w:rsid w:val="00551BA9"/>
    <w:rsid w:val="00551F74"/>
    <w:rsid w:val="00551FBC"/>
    <w:rsid w:val="005523D6"/>
    <w:rsid w:val="00552657"/>
    <w:rsid w:val="005527F6"/>
    <w:rsid w:val="00552B0C"/>
    <w:rsid w:val="00552DB7"/>
    <w:rsid w:val="00552E31"/>
    <w:rsid w:val="005530A0"/>
    <w:rsid w:val="00553341"/>
    <w:rsid w:val="005533D3"/>
    <w:rsid w:val="00553416"/>
    <w:rsid w:val="005540DB"/>
    <w:rsid w:val="00554182"/>
    <w:rsid w:val="00554910"/>
    <w:rsid w:val="00554E38"/>
    <w:rsid w:val="00555EC8"/>
    <w:rsid w:val="005560CC"/>
    <w:rsid w:val="005561C0"/>
    <w:rsid w:val="00556292"/>
    <w:rsid w:val="005566CB"/>
    <w:rsid w:val="00556F8F"/>
    <w:rsid w:val="0055723E"/>
    <w:rsid w:val="005576A8"/>
    <w:rsid w:val="00560B8B"/>
    <w:rsid w:val="00561031"/>
    <w:rsid w:val="005611FC"/>
    <w:rsid w:val="00562520"/>
    <w:rsid w:val="00562D76"/>
    <w:rsid w:val="00563291"/>
    <w:rsid w:val="0056340F"/>
    <w:rsid w:val="00563435"/>
    <w:rsid w:val="00563586"/>
    <w:rsid w:val="00563701"/>
    <w:rsid w:val="00563D84"/>
    <w:rsid w:val="00564201"/>
    <w:rsid w:val="00564365"/>
    <w:rsid w:val="00564605"/>
    <w:rsid w:val="00564713"/>
    <w:rsid w:val="0056483A"/>
    <w:rsid w:val="00564F55"/>
    <w:rsid w:val="005656D2"/>
    <w:rsid w:val="00566112"/>
    <w:rsid w:val="0056627E"/>
    <w:rsid w:val="005663B7"/>
    <w:rsid w:val="00566EDF"/>
    <w:rsid w:val="00566F1D"/>
    <w:rsid w:val="00567107"/>
    <w:rsid w:val="0056792B"/>
    <w:rsid w:val="00567D1A"/>
    <w:rsid w:val="00567D3E"/>
    <w:rsid w:val="00567D4F"/>
    <w:rsid w:val="00570A94"/>
    <w:rsid w:val="00570AE4"/>
    <w:rsid w:val="00570BAA"/>
    <w:rsid w:val="00571C12"/>
    <w:rsid w:val="0057230B"/>
    <w:rsid w:val="005723DB"/>
    <w:rsid w:val="00572756"/>
    <w:rsid w:val="00573935"/>
    <w:rsid w:val="005739F3"/>
    <w:rsid w:val="00573E2F"/>
    <w:rsid w:val="0057480D"/>
    <w:rsid w:val="005750BA"/>
    <w:rsid w:val="0057511D"/>
    <w:rsid w:val="005759C4"/>
    <w:rsid w:val="0057638C"/>
    <w:rsid w:val="005768A4"/>
    <w:rsid w:val="00576969"/>
    <w:rsid w:val="00576D99"/>
    <w:rsid w:val="0057748C"/>
    <w:rsid w:val="00577DA4"/>
    <w:rsid w:val="00580907"/>
    <w:rsid w:val="005809CD"/>
    <w:rsid w:val="00580B6A"/>
    <w:rsid w:val="00580E6E"/>
    <w:rsid w:val="0058147A"/>
    <w:rsid w:val="005814BD"/>
    <w:rsid w:val="0058172A"/>
    <w:rsid w:val="00581BE2"/>
    <w:rsid w:val="00581D07"/>
    <w:rsid w:val="00581D2E"/>
    <w:rsid w:val="0058290E"/>
    <w:rsid w:val="00583268"/>
    <w:rsid w:val="00583297"/>
    <w:rsid w:val="00583564"/>
    <w:rsid w:val="00584179"/>
    <w:rsid w:val="005843BB"/>
    <w:rsid w:val="00584896"/>
    <w:rsid w:val="00584FA6"/>
    <w:rsid w:val="00584FBE"/>
    <w:rsid w:val="005859E4"/>
    <w:rsid w:val="00585D42"/>
    <w:rsid w:val="00585E7F"/>
    <w:rsid w:val="00585FA0"/>
    <w:rsid w:val="00586226"/>
    <w:rsid w:val="00586DE8"/>
    <w:rsid w:val="0058706B"/>
    <w:rsid w:val="00587B48"/>
    <w:rsid w:val="005902A8"/>
    <w:rsid w:val="0059035D"/>
    <w:rsid w:val="00590555"/>
    <w:rsid w:val="00590A00"/>
    <w:rsid w:val="00590BED"/>
    <w:rsid w:val="00590D70"/>
    <w:rsid w:val="00590ECD"/>
    <w:rsid w:val="00590EE6"/>
    <w:rsid w:val="00590F4B"/>
    <w:rsid w:val="00591CC2"/>
    <w:rsid w:val="0059221D"/>
    <w:rsid w:val="00592497"/>
    <w:rsid w:val="005927AE"/>
    <w:rsid w:val="005931E7"/>
    <w:rsid w:val="00593783"/>
    <w:rsid w:val="00593DC4"/>
    <w:rsid w:val="00593E32"/>
    <w:rsid w:val="00594217"/>
    <w:rsid w:val="00594251"/>
    <w:rsid w:val="005943FB"/>
    <w:rsid w:val="0059453D"/>
    <w:rsid w:val="005946A5"/>
    <w:rsid w:val="0059485E"/>
    <w:rsid w:val="00594CC6"/>
    <w:rsid w:val="0059519A"/>
    <w:rsid w:val="005951E1"/>
    <w:rsid w:val="0059526E"/>
    <w:rsid w:val="0059545D"/>
    <w:rsid w:val="00595508"/>
    <w:rsid w:val="00595728"/>
    <w:rsid w:val="005959F1"/>
    <w:rsid w:val="00595AF2"/>
    <w:rsid w:val="00595BFD"/>
    <w:rsid w:val="00595DA4"/>
    <w:rsid w:val="00595FC5"/>
    <w:rsid w:val="00595FCC"/>
    <w:rsid w:val="00597694"/>
    <w:rsid w:val="00597AE9"/>
    <w:rsid w:val="00597B31"/>
    <w:rsid w:val="00597E0D"/>
    <w:rsid w:val="00597E6D"/>
    <w:rsid w:val="005A0821"/>
    <w:rsid w:val="005A0FC1"/>
    <w:rsid w:val="005A1571"/>
    <w:rsid w:val="005A1824"/>
    <w:rsid w:val="005A1825"/>
    <w:rsid w:val="005A19B9"/>
    <w:rsid w:val="005A1B57"/>
    <w:rsid w:val="005A1F48"/>
    <w:rsid w:val="005A2687"/>
    <w:rsid w:val="005A33B7"/>
    <w:rsid w:val="005A3590"/>
    <w:rsid w:val="005A3A5E"/>
    <w:rsid w:val="005A3D1F"/>
    <w:rsid w:val="005A4440"/>
    <w:rsid w:val="005A48A2"/>
    <w:rsid w:val="005A4CDA"/>
    <w:rsid w:val="005A5076"/>
    <w:rsid w:val="005A571A"/>
    <w:rsid w:val="005A5805"/>
    <w:rsid w:val="005A6049"/>
    <w:rsid w:val="005A613A"/>
    <w:rsid w:val="005A6782"/>
    <w:rsid w:val="005A69B3"/>
    <w:rsid w:val="005A6CD0"/>
    <w:rsid w:val="005A74AD"/>
    <w:rsid w:val="005B023B"/>
    <w:rsid w:val="005B045F"/>
    <w:rsid w:val="005B0844"/>
    <w:rsid w:val="005B18DB"/>
    <w:rsid w:val="005B1F5E"/>
    <w:rsid w:val="005B2470"/>
    <w:rsid w:val="005B279E"/>
    <w:rsid w:val="005B38AE"/>
    <w:rsid w:val="005B3A8E"/>
    <w:rsid w:val="005B3B7C"/>
    <w:rsid w:val="005B40C0"/>
    <w:rsid w:val="005B499A"/>
    <w:rsid w:val="005B4EC0"/>
    <w:rsid w:val="005B4EE3"/>
    <w:rsid w:val="005B51B8"/>
    <w:rsid w:val="005B5469"/>
    <w:rsid w:val="005B5D31"/>
    <w:rsid w:val="005B5E5B"/>
    <w:rsid w:val="005B5F32"/>
    <w:rsid w:val="005B6103"/>
    <w:rsid w:val="005B6386"/>
    <w:rsid w:val="005B638E"/>
    <w:rsid w:val="005B6462"/>
    <w:rsid w:val="005B7355"/>
    <w:rsid w:val="005B7D25"/>
    <w:rsid w:val="005B7EC4"/>
    <w:rsid w:val="005B7FED"/>
    <w:rsid w:val="005C0289"/>
    <w:rsid w:val="005C0894"/>
    <w:rsid w:val="005C0925"/>
    <w:rsid w:val="005C0F39"/>
    <w:rsid w:val="005C0F67"/>
    <w:rsid w:val="005C2013"/>
    <w:rsid w:val="005C201F"/>
    <w:rsid w:val="005C2194"/>
    <w:rsid w:val="005C405C"/>
    <w:rsid w:val="005C445A"/>
    <w:rsid w:val="005C49BE"/>
    <w:rsid w:val="005C4ED3"/>
    <w:rsid w:val="005C4EF2"/>
    <w:rsid w:val="005C57A2"/>
    <w:rsid w:val="005C5A25"/>
    <w:rsid w:val="005C5F30"/>
    <w:rsid w:val="005C68BF"/>
    <w:rsid w:val="005C6D17"/>
    <w:rsid w:val="005C706D"/>
    <w:rsid w:val="005C71EF"/>
    <w:rsid w:val="005C7865"/>
    <w:rsid w:val="005D0374"/>
    <w:rsid w:val="005D0EB5"/>
    <w:rsid w:val="005D1628"/>
    <w:rsid w:val="005D190C"/>
    <w:rsid w:val="005D1B2D"/>
    <w:rsid w:val="005D1C2C"/>
    <w:rsid w:val="005D1C9F"/>
    <w:rsid w:val="005D2190"/>
    <w:rsid w:val="005D2305"/>
    <w:rsid w:val="005D23C8"/>
    <w:rsid w:val="005D299C"/>
    <w:rsid w:val="005D4440"/>
    <w:rsid w:val="005D5E69"/>
    <w:rsid w:val="005D60D2"/>
    <w:rsid w:val="005D63B8"/>
    <w:rsid w:val="005D64FF"/>
    <w:rsid w:val="005D69FD"/>
    <w:rsid w:val="005D6C90"/>
    <w:rsid w:val="005D7312"/>
    <w:rsid w:val="005E043D"/>
    <w:rsid w:val="005E04C0"/>
    <w:rsid w:val="005E28F1"/>
    <w:rsid w:val="005E36AE"/>
    <w:rsid w:val="005E5713"/>
    <w:rsid w:val="005E665F"/>
    <w:rsid w:val="005E68D1"/>
    <w:rsid w:val="005E68D9"/>
    <w:rsid w:val="005E733A"/>
    <w:rsid w:val="005E7646"/>
    <w:rsid w:val="005E7EA3"/>
    <w:rsid w:val="005F0F2A"/>
    <w:rsid w:val="005F1108"/>
    <w:rsid w:val="005F1F1A"/>
    <w:rsid w:val="005F20C5"/>
    <w:rsid w:val="005F2287"/>
    <w:rsid w:val="005F261F"/>
    <w:rsid w:val="005F35F0"/>
    <w:rsid w:val="005F3645"/>
    <w:rsid w:val="005F4A7E"/>
    <w:rsid w:val="005F4F2D"/>
    <w:rsid w:val="005F5D85"/>
    <w:rsid w:val="005F6161"/>
    <w:rsid w:val="005F62F6"/>
    <w:rsid w:val="005F69DE"/>
    <w:rsid w:val="005F6C18"/>
    <w:rsid w:val="005F7D4B"/>
    <w:rsid w:val="006004BA"/>
    <w:rsid w:val="006012E2"/>
    <w:rsid w:val="0060149A"/>
    <w:rsid w:val="006015F7"/>
    <w:rsid w:val="00601AAA"/>
    <w:rsid w:val="00601D32"/>
    <w:rsid w:val="00602161"/>
    <w:rsid w:val="00602AFB"/>
    <w:rsid w:val="00602DAC"/>
    <w:rsid w:val="006039E6"/>
    <w:rsid w:val="006048A8"/>
    <w:rsid w:val="00604D54"/>
    <w:rsid w:val="00604DF7"/>
    <w:rsid w:val="00605205"/>
    <w:rsid w:val="0060572B"/>
    <w:rsid w:val="00605DBE"/>
    <w:rsid w:val="00606193"/>
    <w:rsid w:val="006065A4"/>
    <w:rsid w:val="00606956"/>
    <w:rsid w:val="00606AD2"/>
    <w:rsid w:val="00606C54"/>
    <w:rsid w:val="00606FBC"/>
    <w:rsid w:val="0060785B"/>
    <w:rsid w:val="00610964"/>
    <w:rsid w:val="00611048"/>
    <w:rsid w:val="006116DC"/>
    <w:rsid w:val="00611F7F"/>
    <w:rsid w:val="00612025"/>
    <w:rsid w:val="006122F4"/>
    <w:rsid w:val="00612900"/>
    <w:rsid w:val="00612BAF"/>
    <w:rsid w:val="00612BCD"/>
    <w:rsid w:val="006130BE"/>
    <w:rsid w:val="006130D9"/>
    <w:rsid w:val="006137DB"/>
    <w:rsid w:val="00613D8D"/>
    <w:rsid w:val="00614A16"/>
    <w:rsid w:val="00615085"/>
    <w:rsid w:val="00615683"/>
    <w:rsid w:val="00615CCF"/>
    <w:rsid w:val="0061618C"/>
    <w:rsid w:val="00616797"/>
    <w:rsid w:val="00616B92"/>
    <w:rsid w:val="00616E47"/>
    <w:rsid w:val="00620459"/>
    <w:rsid w:val="00620884"/>
    <w:rsid w:val="00620DEF"/>
    <w:rsid w:val="006211A5"/>
    <w:rsid w:val="0062162F"/>
    <w:rsid w:val="00621750"/>
    <w:rsid w:val="00621B64"/>
    <w:rsid w:val="00621D21"/>
    <w:rsid w:val="00621E68"/>
    <w:rsid w:val="0062263F"/>
    <w:rsid w:val="0062264E"/>
    <w:rsid w:val="0062271E"/>
    <w:rsid w:val="006232F1"/>
    <w:rsid w:val="006235DE"/>
    <w:rsid w:val="00623CCD"/>
    <w:rsid w:val="00623EF3"/>
    <w:rsid w:val="0062440A"/>
    <w:rsid w:val="006245BF"/>
    <w:rsid w:val="00625A7E"/>
    <w:rsid w:val="00625BA6"/>
    <w:rsid w:val="00625BC2"/>
    <w:rsid w:val="00625CF9"/>
    <w:rsid w:val="00625FBE"/>
    <w:rsid w:val="00626183"/>
    <w:rsid w:val="006261FD"/>
    <w:rsid w:val="0062650E"/>
    <w:rsid w:val="00626A86"/>
    <w:rsid w:val="00627137"/>
    <w:rsid w:val="00627BFA"/>
    <w:rsid w:val="00627FC8"/>
    <w:rsid w:val="006302BF"/>
    <w:rsid w:val="0063463E"/>
    <w:rsid w:val="0063474B"/>
    <w:rsid w:val="00635010"/>
    <w:rsid w:val="00635247"/>
    <w:rsid w:val="006352A5"/>
    <w:rsid w:val="00635489"/>
    <w:rsid w:val="00635680"/>
    <w:rsid w:val="00635933"/>
    <w:rsid w:val="00635F63"/>
    <w:rsid w:val="00635FC0"/>
    <w:rsid w:val="006364D0"/>
    <w:rsid w:val="00636C69"/>
    <w:rsid w:val="00636C83"/>
    <w:rsid w:val="00636D4C"/>
    <w:rsid w:val="006400C7"/>
    <w:rsid w:val="006407D5"/>
    <w:rsid w:val="00641277"/>
    <w:rsid w:val="006415EB"/>
    <w:rsid w:val="0064162D"/>
    <w:rsid w:val="0064197C"/>
    <w:rsid w:val="00641A23"/>
    <w:rsid w:val="00641CF8"/>
    <w:rsid w:val="00642202"/>
    <w:rsid w:val="00642377"/>
    <w:rsid w:val="006425B1"/>
    <w:rsid w:val="006425C7"/>
    <w:rsid w:val="00642608"/>
    <w:rsid w:val="00642999"/>
    <w:rsid w:val="006429ED"/>
    <w:rsid w:val="00642D63"/>
    <w:rsid w:val="00642EBA"/>
    <w:rsid w:val="006430AF"/>
    <w:rsid w:val="006435CD"/>
    <w:rsid w:val="006438A8"/>
    <w:rsid w:val="00643D09"/>
    <w:rsid w:val="006448ED"/>
    <w:rsid w:val="00644A7F"/>
    <w:rsid w:val="00644D2B"/>
    <w:rsid w:val="006453ED"/>
    <w:rsid w:val="00645A46"/>
    <w:rsid w:val="00645D6A"/>
    <w:rsid w:val="00646635"/>
    <w:rsid w:val="0064694C"/>
    <w:rsid w:val="00646F21"/>
    <w:rsid w:val="006477A8"/>
    <w:rsid w:val="0064781C"/>
    <w:rsid w:val="0065031D"/>
    <w:rsid w:val="006507FD"/>
    <w:rsid w:val="00650877"/>
    <w:rsid w:val="00650C04"/>
    <w:rsid w:val="00650D93"/>
    <w:rsid w:val="006515FE"/>
    <w:rsid w:val="00651E3E"/>
    <w:rsid w:val="00651E66"/>
    <w:rsid w:val="00652487"/>
    <w:rsid w:val="00652BD6"/>
    <w:rsid w:val="00652D34"/>
    <w:rsid w:val="00653028"/>
    <w:rsid w:val="00653579"/>
    <w:rsid w:val="00653EB7"/>
    <w:rsid w:val="00654354"/>
    <w:rsid w:val="0065479C"/>
    <w:rsid w:val="00654909"/>
    <w:rsid w:val="00655050"/>
    <w:rsid w:val="00655501"/>
    <w:rsid w:val="00655A2D"/>
    <w:rsid w:val="00655B35"/>
    <w:rsid w:val="00655FF3"/>
    <w:rsid w:val="00655FF4"/>
    <w:rsid w:val="006561E3"/>
    <w:rsid w:val="0065685B"/>
    <w:rsid w:val="00656A0D"/>
    <w:rsid w:val="00656BAB"/>
    <w:rsid w:val="00656BE2"/>
    <w:rsid w:val="006572EF"/>
    <w:rsid w:val="0065799D"/>
    <w:rsid w:val="00657DAF"/>
    <w:rsid w:val="006601EA"/>
    <w:rsid w:val="006604D4"/>
    <w:rsid w:val="00660690"/>
    <w:rsid w:val="00660695"/>
    <w:rsid w:val="006617ED"/>
    <w:rsid w:val="00661985"/>
    <w:rsid w:val="00661FD4"/>
    <w:rsid w:val="0066277A"/>
    <w:rsid w:val="00662BAA"/>
    <w:rsid w:val="00663873"/>
    <w:rsid w:val="006638BE"/>
    <w:rsid w:val="00663BA1"/>
    <w:rsid w:val="006649BE"/>
    <w:rsid w:val="006649E1"/>
    <w:rsid w:val="00664C35"/>
    <w:rsid w:val="00664F94"/>
    <w:rsid w:val="00665436"/>
    <w:rsid w:val="0066560C"/>
    <w:rsid w:val="0066575F"/>
    <w:rsid w:val="00665929"/>
    <w:rsid w:val="00665984"/>
    <w:rsid w:val="00665AC7"/>
    <w:rsid w:val="00665EE8"/>
    <w:rsid w:val="00665F2B"/>
    <w:rsid w:val="00666249"/>
    <w:rsid w:val="006663AC"/>
    <w:rsid w:val="00666464"/>
    <w:rsid w:val="006669A4"/>
    <w:rsid w:val="0066707B"/>
    <w:rsid w:val="00667237"/>
    <w:rsid w:val="006672DA"/>
    <w:rsid w:val="0066796D"/>
    <w:rsid w:val="00667B1B"/>
    <w:rsid w:val="00670743"/>
    <w:rsid w:val="00671475"/>
    <w:rsid w:val="006722FD"/>
    <w:rsid w:val="00672819"/>
    <w:rsid w:val="006730B2"/>
    <w:rsid w:val="0067338A"/>
    <w:rsid w:val="0067360B"/>
    <w:rsid w:val="00673635"/>
    <w:rsid w:val="00673FAC"/>
    <w:rsid w:val="006741CA"/>
    <w:rsid w:val="00674373"/>
    <w:rsid w:val="00674C25"/>
    <w:rsid w:val="00675E41"/>
    <w:rsid w:val="006760E6"/>
    <w:rsid w:val="0067621D"/>
    <w:rsid w:val="0067704A"/>
    <w:rsid w:val="00677643"/>
    <w:rsid w:val="00677901"/>
    <w:rsid w:val="00677CDF"/>
    <w:rsid w:val="006807F8"/>
    <w:rsid w:val="00680B72"/>
    <w:rsid w:val="00681131"/>
    <w:rsid w:val="006822B4"/>
    <w:rsid w:val="0068238B"/>
    <w:rsid w:val="006826A0"/>
    <w:rsid w:val="00682961"/>
    <w:rsid w:val="00682CF0"/>
    <w:rsid w:val="00682D99"/>
    <w:rsid w:val="0068421C"/>
    <w:rsid w:val="00684665"/>
    <w:rsid w:val="00684C62"/>
    <w:rsid w:val="00685FB4"/>
    <w:rsid w:val="006867E8"/>
    <w:rsid w:val="00686AE6"/>
    <w:rsid w:val="00686E9D"/>
    <w:rsid w:val="00687301"/>
    <w:rsid w:val="006873FC"/>
    <w:rsid w:val="00687BFC"/>
    <w:rsid w:val="00687DB0"/>
    <w:rsid w:val="00690C52"/>
    <w:rsid w:val="00691234"/>
    <w:rsid w:val="00691C39"/>
    <w:rsid w:val="00691E78"/>
    <w:rsid w:val="0069265A"/>
    <w:rsid w:val="006934BF"/>
    <w:rsid w:val="00693ABB"/>
    <w:rsid w:val="00693B13"/>
    <w:rsid w:val="00694CB5"/>
    <w:rsid w:val="00695180"/>
    <w:rsid w:val="00695BD7"/>
    <w:rsid w:val="00696380"/>
    <w:rsid w:val="006966B4"/>
    <w:rsid w:val="00696BE6"/>
    <w:rsid w:val="00696CD2"/>
    <w:rsid w:val="00696EC5"/>
    <w:rsid w:val="006974F8"/>
    <w:rsid w:val="00697915"/>
    <w:rsid w:val="006A0314"/>
    <w:rsid w:val="006A0966"/>
    <w:rsid w:val="006A098E"/>
    <w:rsid w:val="006A0C18"/>
    <w:rsid w:val="006A0D3E"/>
    <w:rsid w:val="006A0DCF"/>
    <w:rsid w:val="006A128E"/>
    <w:rsid w:val="006A15B6"/>
    <w:rsid w:val="006A16A9"/>
    <w:rsid w:val="006A1778"/>
    <w:rsid w:val="006A1977"/>
    <w:rsid w:val="006A19CB"/>
    <w:rsid w:val="006A2200"/>
    <w:rsid w:val="006A2BB7"/>
    <w:rsid w:val="006A2F6F"/>
    <w:rsid w:val="006A441C"/>
    <w:rsid w:val="006A4753"/>
    <w:rsid w:val="006A484A"/>
    <w:rsid w:val="006A4A44"/>
    <w:rsid w:val="006A560D"/>
    <w:rsid w:val="006A5B28"/>
    <w:rsid w:val="006A7980"/>
    <w:rsid w:val="006A7ACD"/>
    <w:rsid w:val="006B01CA"/>
    <w:rsid w:val="006B0589"/>
    <w:rsid w:val="006B234E"/>
    <w:rsid w:val="006B29DE"/>
    <w:rsid w:val="006B34BE"/>
    <w:rsid w:val="006B3788"/>
    <w:rsid w:val="006B38F6"/>
    <w:rsid w:val="006B3BC4"/>
    <w:rsid w:val="006B3F96"/>
    <w:rsid w:val="006B47A9"/>
    <w:rsid w:val="006B488B"/>
    <w:rsid w:val="006B4E04"/>
    <w:rsid w:val="006B4E72"/>
    <w:rsid w:val="006B5892"/>
    <w:rsid w:val="006B6C6E"/>
    <w:rsid w:val="006B7457"/>
    <w:rsid w:val="006B782C"/>
    <w:rsid w:val="006B7AA7"/>
    <w:rsid w:val="006C042A"/>
    <w:rsid w:val="006C05A2"/>
    <w:rsid w:val="006C06A2"/>
    <w:rsid w:val="006C07B1"/>
    <w:rsid w:val="006C086F"/>
    <w:rsid w:val="006C0A30"/>
    <w:rsid w:val="006C0BF8"/>
    <w:rsid w:val="006C0D2D"/>
    <w:rsid w:val="006C104C"/>
    <w:rsid w:val="006C1FC5"/>
    <w:rsid w:val="006C2295"/>
    <w:rsid w:val="006C239E"/>
    <w:rsid w:val="006C3BAE"/>
    <w:rsid w:val="006C3ECB"/>
    <w:rsid w:val="006C3F9E"/>
    <w:rsid w:val="006C408C"/>
    <w:rsid w:val="006C410D"/>
    <w:rsid w:val="006C461F"/>
    <w:rsid w:val="006C4BB0"/>
    <w:rsid w:val="006C512C"/>
    <w:rsid w:val="006C601F"/>
    <w:rsid w:val="006C675F"/>
    <w:rsid w:val="006C6C2C"/>
    <w:rsid w:val="006C6FA8"/>
    <w:rsid w:val="006C7544"/>
    <w:rsid w:val="006C78E2"/>
    <w:rsid w:val="006C7A48"/>
    <w:rsid w:val="006C7CC9"/>
    <w:rsid w:val="006D0524"/>
    <w:rsid w:val="006D0646"/>
    <w:rsid w:val="006D0873"/>
    <w:rsid w:val="006D1096"/>
    <w:rsid w:val="006D125E"/>
    <w:rsid w:val="006D148D"/>
    <w:rsid w:val="006D1708"/>
    <w:rsid w:val="006D1D8D"/>
    <w:rsid w:val="006D1F49"/>
    <w:rsid w:val="006D2252"/>
    <w:rsid w:val="006D2385"/>
    <w:rsid w:val="006D2E93"/>
    <w:rsid w:val="006D309A"/>
    <w:rsid w:val="006D3811"/>
    <w:rsid w:val="006D47BD"/>
    <w:rsid w:val="006D4D61"/>
    <w:rsid w:val="006D51F8"/>
    <w:rsid w:val="006D5A37"/>
    <w:rsid w:val="006D5CA3"/>
    <w:rsid w:val="006D5D23"/>
    <w:rsid w:val="006D64B9"/>
    <w:rsid w:val="006D7AB3"/>
    <w:rsid w:val="006D7C30"/>
    <w:rsid w:val="006E0F54"/>
    <w:rsid w:val="006E13F7"/>
    <w:rsid w:val="006E1658"/>
    <w:rsid w:val="006E269E"/>
    <w:rsid w:val="006E2980"/>
    <w:rsid w:val="006E33B3"/>
    <w:rsid w:val="006E35E0"/>
    <w:rsid w:val="006E37C1"/>
    <w:rsid w:val="006E3B76"/>
    <w:rsid w:val="006E3E6B"/>
    <w:rsid w:val="006E48FE"/>
    <w:rsid w:val="006E4B09"/>
    <w:rsid w:val="006E4B16"/>
    <w:rsid w:val="006E4F88"/>
    <w:rsid w:val="006E502B"/>
    <w:rsid w:val="006E62CA"/>
    <w:rsid w:val="006E65E7"/>
    <w:rsid w:val="006E6D34"/>
    <w:rsid w:val="006E6E47"/>
    <w:rsid w:val="006E7A90"/>
    <w:rsid w:val="006F0041"/>
    <w:rsid w:val="006F085C"/>
    <w:rsid w:val="006F1262"/>
    <w:rsid w:val="006F1544"/>
    <w:rsid w:val="006F2470"/>
    <w:rsid w:val="006F26FC"/>
    <w:rsid w:val="006F290C"/>
    <w:rsid w:val="006F2EC1"/>
    <w:rsid w:val="006F3526"/>
    <w:rsid w:val="006F381D"/>
    <w:rsid w:val="006F3C54"/>
    <w:rsid w:val="006F405E"/>
    <w:rsid w:val="006F448F"/>
    <w:rsid w:val="006F45AD"/>
    <w:rsid w:val="006F4606"/>
    <w:rsid w:val="006F4747"/>
    <w:rsid w:val="006F5B43"/>
    <w:rsid w:val="006F6047"/>
    <w:rsid w:val="006F6209"/>
    <w:rsid w:val="006F63A5"/>
    <w:rsid w:val="006F6766"/>
    <w:rsid w:val="006F6CD4"/>
    <w:rsid w:val="006F6F50"/>
    <w:rsid w:val="006F76EA"/>
    <w:rsid w:val="006F7F79"/>
    <w:rsid w:val="00701F0D"/>
    <w:rsid w:val="00702891"/>
    <w:rsid w:val="00702978"/>
    <w:rsid w:val="00703202"/>
    <w:rsid w:val="00703FDD"/>
    <w:rsid w:val="00704A74"/>
    <w:rsid w:val="00704F8E"/>
    <w:rsid w:val="00705E38"/>
    <w:rsid w:val="00706381"/>
    <w:rsid w:val="00706A83"/>
    <w:rsid w:val="00706E4F"/>
    <w:rsid w:val="00706EF8"/>
    <w:rsid w:val="007070C0"/>
    <w:rsid w:val="007073D0"/>
    <w:rsid w:val="00707721"/>
    <w:rsid w:val="00707CEC"/>
    <w:rsid w:val="00710CE8"/>
    <w:rsid w:val="00711247"/>
    <w:rsid w:val="00711FB8"/>
    <w:rsid w:val="007124E7"/>
    <w:rsid w:val="007124F0"/>
    <w:rsid w:val="00712775"/>
    <w:rsid w:val="007130EA"/>
    <w:rsid w:val="007133EE"/>
    <w:rsid w:val="00713B2F"/>
    <w:rsid w:val="00714022"/>
    <w:rsid w:val="007151AB"/>
    <w:rsid w:val="007159DB"/>
    <w:rsid w:val="00716059"/>
    <w:rsid w:val="00716307"/>
    <w:rsid w:val="0071683D"/>
    <w:rsid w:val="0071698E"/>
    <w:rsid w:val="00716B04"/>
    <w:rsid w:val="00716F80"/>
    <w:rsid w:val="0071776E"/>
    <w:rsid w:val="00717D96"/>
    <w:rsid w:val="00717D99"/>
    <w:rsid w:val="007209E3"/>
    <w:rsid w:val="00721014"/>
    <w:rsid w:val="00721C4C"/>
    <w:rsid w:val="00721E4D"/>
    <w:rsid w:val="00722188"/>
    <w:rsid w:val="00722578"/>
    <w:rsid w:val="0072265F"/>
    <w:rsid w:val="0072269B"/>
    <w:rsid w:val="007235D1"/>
    <w:rsid w:val="00724391"/>
    <w:rsid w:val="007243AF"/>
    <w:rsid w:val="00724432"/>
    <w:rsid w:val="0072458F"/>
    <w:rsid w:val="007247D3"/>
    <w:rsid w:val="00724F3D"/>
    <w:rsid w:val="00725614"/>
    <w:rsid w:val="00725D14"/>
    <w:rsid w:val="00726161"/>
    <w:rsid w:val="00726EF2"/>
    <w:rsid w:val="00727224"/>
    <w:rsid w:val="007273A6"/>
    <w:rsid w:val="007275CD"/>
    <w:rsid w:val="00727718"/>
    <w:rsid w:val="00727C96"/>
    <w:rsid w:val="00727CAB"/>
    <w:rsid w:val="0073091C"/>
    <w:rsid w:val="00730F08"/>
    <w:rsid w:val="00730FED"/>
    <w:rsid w:val="007310C3"/>
    <w:rsid w:val="007316D8"/>
    <w:rsid w:val="007317B6"/>
    <w:rsid w:val="00731B03"/>
    <w:rsid w:val="00731DD4"/>
    <w:rsid w:val="00732431"/>
    <w:rsid w:val="007324D7"/>
    <w:rsid w:val="007329C8"/>
    <w:rsid w:val="00732C54"/>
    <w:rsid w:val="00732E3B"/>
    <w:rsid w:val="00732F5F"/>
    <w:rsid w:val="0073351F"/>
    <w:rsid w:val="00733803"/>
    <w:rsid w:val="007339E0"/>
    <w:rsid w:val="00733B89"/>
    <w:rsid w:val="00733C77"/>
    <w:rsid w:val="00733F7C"/>
    <w:rsid w:val="007347BA"/>
    <w:rsid w:val="00735605"/>
    <w:rsid w:val="00735D24"/>
    <w:rsid w:val="00735E0A"/>
    <w:rsid w:val="00736239"/>
    <w:rsid w:val="00736913"/>
    <w:rsid w:val="00736C85"/>
    <w:rsid w:val="00737AE9"/>
    <w:rsid w:val="00740165"/>
    <w:rsid w:val="0074032F"/>
    <w:rsid w:val="00740506"/>
    <w:rsid w:val="0074166F"/>
    <w:rsid w:val="0074227E"/>
    <w:rsid w:val="007422A0"/>
    <w:rsid w:val="0074286E"/>
    <w:rsid w:val="00742D9F"/>
    <w:rsid w:val="007431AA"/>
    <w:rsid w:val="00743328"/>
    <w:rsid w:val="00743453"/>
    <w:rsid w:val="0074373D"/>
    <w:rsid w:val="007438FF"/>
    <w:rsid w:val="00743F21"/>
    <w:rsid w:val="0074495E"/>
    <w:rsid w:val="00744DD4"/>
    <w:rsid w:val="007457B7"/>
    <w:rsid w:val="00745AA4"/>
    <w:rsid w:val="00746511"/>
    <w:rsid w:val="007465B9"/>
    <w:rsid w:val="007472DA"/>
    <w:rsid w:val="0074747C"/>
    <w:rsid w:val="00750540"/>
    <w:rsid w:val="0075092C"/>
    <w:rsid w:val="00751309"/>
    <w:rsid w:val="0075199E"/>
    <w:rsid w:val="0075251D"/>
    <w:rsid w:val="007529E4"/>
    <w:rsid w:val="00752F86"/>
    <w:rsid w:val="007530E7"/>
    <w:rsid w:val="00753898"/>
    <w:rsid w:val="00753990"/>
    <w:rsid w:val="00753E7A"/>
    <w:rsid w:val="00754BB4"/>
    <w:rsid w:val="0075586A"/>
    <w:rsid w:val="00755BAA"/>
    <w:rsid w:val="00755F72"/>
    <w:rsid w:val="00756AA2"/>
    <w:rsid w:val="00756F9D"/>
    <w:rsid w:val="007571F9"/>
    <w:rsid w:val="0075794E"/>
    <w:rsid w:val="00757F28"/>
    <w:rsid w:val="007602B5"/>
    <w:rsid w:val="00760761"/>
    <w:rsid w:val="00760DCC"/>
    <w:rsid w:val="00761654"/>
    <w:rsid w:val="00761D43"/>
    <w:rsid w:val="0076209C"/>
    <w:rsid w:val="0076223E"/>
    <w:rsid w:val="00762289"/>
    <w:rsid w:val="007622BE"/>
    <w:rsid w:val="00762352"/>
    <w:rsid w:val="007624C3"/>
    <w:rsid w:val="007626ED"/>
    <w:rsid w:val="00762C36"/>
    <w:rsid w:val="00762D13"/>
    <w:rsid w:val="00762F14"/>
    <w:rsid w:val="00763040"/>
    <w:rsid w:val="0076361A"/>
    <w:rsid w:val="00763975"/>
    <w:rsid w:val="00763BA8"/>
    <w:rsid w:val="00764094"/>
    <w:rsid w:val="00764C67"/>
    <w:rsid w:val="007651C9"/>
    <w:rsid w:val="007654F2"/>
    <w:rsid w:val="00765F4B"/>
    <w:rsid w:val="0076608D"/>
    <w:rsid w:val="00766E63"/>
    <w:rsid w:val="00767A36"/>
    <w:rsid w:val="00767CB6"/>
    <w:rsid w:val="00767FE5"/>
    <w:rsid w:val="00770781"/>
    <w:rsid w:val="00770BF1"/>
    <w:rsid w:val="00770C46"/>
    <w:rsid w:val="0077100C"/>
    <w:rsid w:val="0077166C"/>
    <w:rsid w:val="007718CB"/>
    <w:rsid w:val="007718F1"/>
    <w:rsid w:val="00771B5A"/>
    <w:rsid w:val="007726BB"/>
    <w:rsid w:val="00772A40"/>
    <w:rsid w:val="00772C8A"/>
    <w:rsid w:val="007734E7"/>
    <w:rsid w:val="00773CA0"/>
    <w:rsid w:val="0077462D"/>
    <w:rsid w:val="007750E3"/>
    <w:rsid w:val="0077555F"/>
    <w:rsid w:val="00775771"/>
    <w:rsid w:val="00775D96"/>
    <w:rsid w:val="00776228"/>
    <w:rsid w:val="007763CA"/>
    <w:rsid w:val="007766C4"/>
    <w:rsid w:val="007769B0"/>
    <w:rsid w:val="007770BF"/>
    <w:rsid w:val="00777856"/>
    <w:rsid w:val="00777C4C"/>
    <w:rsid w:val="00780009"/>
    <w:rsid w:val="00780D63"/>
    <w:rsid w:val="007812C4"/>
    <w:rsid w:val="00781C4C"/>
    <w:rsid w:val="00781D34"/>
    <w:rsid w:val="00782571"/>
    <w:rsid w:val="00782FE8"/>
    <w:rsid w:val="00782FF5"/>
    <w:rsid w:val="007836A5"/>
    <w:rsid w:val="0078373F"/>
    <w:rsid w:val="007837A7"/>
    <w:rsid w:val="007841BA"/>
    <w:rsid w:val="0078457B"/>
    <w:rsid w:val="007854C3"/>
    <w:rsid w:val="00785C5E"/>
    <w:rsid w:val="00785F6F"/>
    <w:rsid w:val="00786676"/>
    <w:rsid w:val="00786729"/>
    <w:rsid w:val="007872C6"/>
    <w:rsid w:val="00787980"/>
    <w:rsid w:val="00787C6C"/>
    <w:rsid w:val="00790429"/>
    <w:rsid w:val="00790731"/>
    <w:rsid w:val="00791239"/>
    <w:rsid w:val="00791647"/>
    <w:rsid w:val="00791A82"/>
    <w:rsid w:val="00791EE1"/>
    <w:rsid w:val="0079201B"/>
    <w:rsid w:val="007920CE"/>
    <w:rsid w:val="00792386"/>
    <w:rsid w:val="00792B68"/>
    <w:rsid w:val="00792E61"/>
    <w:rsid w:val="00793489"/>
    <w:rsid w:val="007945CC"/>
    <w:rsid w:val="007947C3"/>
    <w:rsid w:val="0079563F"/>
    <w:rsid w:val="00795879"/>
    <w:rsid w:val="007967DE"/>
    <w:rsid w:val="00796ACC"/>
    <w:rsid w:val="00796B2A"/>
    <w:rsid w:val="00797293"/>
    <w:rsid w:val="007972AE"/>
    <w:rsid w:val="0079796A"/>
    <w:rsid w:val="00797B0B"/>
    <w:rsid w:val="007A0416"/>
    <w:rsid w:val="007A0571"/>
    <w:rsid w:val="007A0623"/>
    <w:rsid w:val="007A0F18"/>
    <w:rsid w:val="007A10A4"/>
    <w:rsid w:val="007A1810"/>
    <w:rsid w:val="007A1AE7"/>
    <w:rsid w:val="007A1BCE"/>
    <w:rsid w:val="007A1C0A"/>
    <w:rsid w:val="007A1D1E"/>
    <w:rsid w:val="007A21C9"/>
    <w:rsid w:val="007A2299"/>
    <w:rsid w:val="007A2DA7"/>
    <w:rsid w:val="007A300E"/>
    <w:rsid w:val="007A3750"/>
    <w:rsid w:val="007A3DD6"/>
    <w:rsid w:val="007A436E"/>
    <w:rsid w:val="007A447F"/>
    <w:rsid w:val="007A45E9"/>
    <w:rsid w:val="007A5393"/>
    <w:rsid w:val="007A58A5"/>
    <w:rsid w:val="007A5997"/>
    <w:rsid w:val="007A5AF0"/>
    <w:rsid w:val="007A5EAE"/>
    <w:rsid w:val="007A6817"/>
    <w:rsid w:val="007A6847"/>
    <w:rsid w:val="007A69A4"/>
    <w:rsid w:val="007A76ED"/>
    <w:rsid w:val="007B0BDF"/>
    <w:rsid w:val="007B0F91"/>
    <w:rsid w:val="007B10E4"/>
    <w:rsid w:val="007B112C"/>
    <w:rsid w:val="007B119E"/>
    <w:rsid w:val="007B1E1B"/>
    <w:rsid w:val="007B24FE"/>
    <w:rsid w:val="007B28C6"/>
    <w:rsid w:val="007B2AC4"/>
    <w:rsid w:val="007B2CFA"/>
    <w:rsid w:val="007B38BA"/>
    <w:rsid w:val="007B3B82"/>
    <w:rsid w:val="007B3D81"/>
    <w:rsid w:val="007B3F2C"/>
    <w:rsid w:val="007B43A9"/>
    <w:rsid w:val="007B474B"/>
    <w:rsid w:val="007B482D"/>
    <w:rsid w:val="007B4DA5"/>
    <w:rsid w:val="007B4E49"/>
    <w:rsid w:val="007B509C"/>
    <w:rsid w:val="007B54F0"/>
    <w:rsid w:val="007B5AE6"/>
    <w:rsid w:val="007B6235"/>
    <w:rsid w:val="007B6261"/>
    <w:rsid w:val="007B62FD"/>
    <w:rsid w:val="007B64BE"/>
    <w:rsid w:val="007B682B"/>
    <w:rsid w:val="007B6979"/>
    <w:rsid w:val="007B6A29"/>
    <w:rsid w:val="007B7437"/>
    <w:rsid w:val="007B751E"/>
    <w:rsid w:val="007B7666"/>
    <w:rsid w:val="007C007B"/>
    <w:rsid w:val="007C07B6"/>
    <w:rsid w:val="007C0C48"/>
    <w:rsid w:val="007C0FFA"/>
    <w:rsid w:val="007C1199"/>
    <w:rsid w:val="007C1596"/>
    <w:rsid w:val="007C1A50"/>
    <w:rsid w:val="007C1FAC"/>
    <w:rsid w:val="007C23C9"/>
    <w:rsid w:val="007C268A"/>
    <w:rsid w:val="007C2C47"/>
    <w:rsid w:val="007C348D"/>
    <w:rsid w:val="007C3BD1"/>
    <w:rsid w:val="007C4255"/>
    <w:rsid w:val="007C46AA"/>
    <w:rsid w:val="007C57F8"/>
    <w:rsid w:val="007C5978"/>
    <w:rsid w:val="007C6119"/>
    <w:rsid w:val="007C6BF4"/>
    <w:rsid w:val="007C6DF0"/>
    <w:rsid w:val="007C6EA5"/>
    <w:rsid w:val="007C72C7"/>
    <w:rsid w:val="007C77C2"/>
    <w:rsid w:val="007C7AB3"/>
    <w:rsid w:val="007C7F48"/>
    <w:rsid w:val="007D0353"/>
    <w:rsid w:val="007D1089"/>
    <w:rsid w:val="007D1754"/>
    <w:rsid w:val="007D1BDD"/>
    <w:rsid w:val="007D290B"/>
    <w:rsid w:val="007D2A50"/>
    <w:rsid w:val="007D315D"/>
    <w:rsid w:val="007D35BF"/>
    <w:rsid w:val="007D3EB5"/>
    <w:rsid w:val="007D3F1E"/>
    <w:rsid w:val="007D499F"/>
    <w:rsid w:val="007D50EF"/>
    <w:rsid w:val="007D514E"/>
    <w:rsid w:val="007D5A91"/>
    <w:rsid w:val="007D6C67"/>
    <w:rsid w:val="007D6E90"/>
    <w:rsid w:val="007D7C08"/>
    <w:rsid w:val="007D7C79"/>
    <w:rsid w:val="007E0012"/>
    <w:rsid w:val="007E0091"/>
    <w:rsid w:val="007E058B"/>
    <w:rsid w:val="007E0D00"/>
    <w:rsid w:val="007E0F50"/>
    <w:rsid w:val="007E12EF"/>
    <w:rsid w:val="007E16AB"/>
    <w:rsid w:val="007E1AC2"/>
    <w:rsid w:val="007E27B2"/>
    <w:rsid w:val="007E2CCE"/>
    <w:rsid w:val="007E2EFA"/>
    <w:rsid w:val="007E3076"/>
    <w:rsid w:val="007E35F4"/>
    <w:rsid w:val="007E3BAE"/>
    <w:rsid w:val="007E49A7"/>
    <w:rsid w:val="007E4ACB"/>
    <w:rsid w:val="007E5067"/>
    <w:rsid w:val="007E52FD"/>
    <w:rsid w:val="007E5A80"/>
    <w:rsid w:val="007E5FD1"/>
    <w:rsid w:val="007E624B"/>
    <w:rsid w:val="007E62D0"/>
    <w:rsid w:val="007E665B"/>
    <w:rsid w:val="007E677F"/>
    <w:rsid w:val="007F00F7"/>
    <w:rsid w:val="007F0830"/>
    <w:rsid w:val="007F083F"/>
    <w:rsid w:val="007F121B"/>
    <w:rsid w:val="007F1585"/>
    <w:rsid w:val="007F15CA"/>
    <w:rsid w:val="007F1F6F"/>
    <w:rsid w:val="007F1FAF"/>
    <w:rsid w:val="007F24D4"/>
    <w:rsid w:val="007F2D44"/>
    <w:rsid w:val="007F3280"/>
    <w:rsid w:val="007F3972"/>
    <w:rsid w:val="007F3DFF"/>
    <w:rsid w:val="007F400E"/>
    <w:rsid w:val="007F4917"/>
    <w:rsid w:val="007F519E"/>
    <w:rsid w:val="007F55A4"/>
    <w:rsid w:val="007F5896"/>
    <w:rsid w:val="007F5D18"/>
    <w:rsid w:val="007F61DC"/>
    <w:rsid w:val="007F61DD"/>
    <w:rsid w:val="007F6B93"/>
    <w:rsid w:val="007F7381"/>
    <w:rsid w:val="007F7762"/>
    <w:rsid w:val="007F7832"/>
    <w:rsid w:val="007F7935"/>
    <w:rsid w:val="007F7B91"/>
    <w:rsid w:val="007F7DEE"/>
    <w:rsid w:val="00800083"/>
    <w:rsid w:val="008008A5"/>
    <w:rsid w:val="00800AA0"/>
    <w:rsid w:val="00800AA6"/>
    <w:rsid w:val="00800E85"/>
    <w:rsid w:val="00801C4D"/>
    <w:rsid w:val="00802C9D"/>
    <w:rsid w:val="0080347B"/>
    <w:rsid w:val="008037A0"/>
    <w:rsid w:val="00804099"/>
    <w:rsid w:val="00804175"/>
    <w:rsid w:val="00804273"/>
    <w:rsid w:val="008054F4"/>
    <w:rsid w:val="00805661"/>
    <w:rsid w:val="0080588A"/>
    <w:rsid w:val="0080597F"/>
    <w:rsid w:val="00805BB8"/>
    <w:rsid w:val="008061B0"/>
    <w:rsid w:val="008064AC"/>
    <w:rsid w:val="008066AC"/>
    <w:rsid w:val="00807121"/>
    <w:rsid w:val="0080775D"/>
    <w:rsid w:val="00807961"/>
    <w:rsid w:val="00807B0F"/>
    <w:rsid w:val="00807C5A"/>
    <w:rsid w:val="00810991"/>
    <w:rsid w:val="0081175B"/>
    <w:rsid w:val="00811C60"/>
    <w:rsid w:val="00811CCE"/>
    <w:rsid w:val="00812111"/>
    <w:rsid w:val="008122CB"/>
    <w:rsid w:val="00812695"/>
    <w:rsid w:val="00813278"/>
    <w:rsid w:val="00813FDE"/>
    <w:rsid w:val="00814571"/>
    <w:rsid w:val="00814ADC"/>
    <w:rsid w:val="00814B41"/>
    <w:rsid w:val="00814BBB"/>
    <w:rsid w:val="00814D63"/>
    <w:rsid w:val="00814EBD"/>
    <w:rsid w:val="00815049"/>
    <w:rsid w:val="0081565A"/>
    <w:rsid w:val="00816152"/>
    <w:rsid w:val="00816A39"/>
    <w:rsid w:val="00816D6E"/>
    <w:rsid w:val="00816E6E"/>
    <w:rsid w:val="00817EC5"/>
    <w:rsid w:val="00820807"/>
    <w:rsid w:val="00820CC0"/>
    <w:rsid w:val="00821189"/>
    <w:rsid w:val="0082160C"/>
    <w:rsid w:val="00821D40"/>
    <w:rsid w:val="00822682"/>
    <w:rsid w:val="00822F94"/>
    <w:rsid w:val="0082300E"/>
    <w:rsid w:val="00823325"/>
    <w:rsid w:val="00824787"/>
    <w:rsid w:val="008249C8"/>
    <w:rsid w:val="00824EF2"/>
    <w:rsid w:val="008253E9"/>
    <w:rsid w:val="00825730"/>
    <w:rsid w:val="00825BC0"/>
    <w:rsid w:val="00825D36"/>
    <w:rsid w:val="00825F77"/>
    <w:rsid w:val="00826076"/>
    <w:rsid w:val="00826DA2"/>
    <w:rsid w:val="00826DFF"/>
    <w:rsid w:val="0082714C"/>
    <w:rsid w:val="00827775"/>
    <w:rsid w:val="00827CFB"/>
    <w:rsid w:val="00830CD6"/>
    <w:rsid w:val="008313A7"/>
    <w:rsid w:val="0083175B"/>
    <w:rsid w:val="00831765"/>
    <w:rsid w:val="00832183"/>
    <w:rsid w:val="00832D6B"/>
    <w:rsid w:val="00832F40"/>
    <w:rsid w:val="00832F56"/>
    <w:rsid w:val="008330B4"/>
    <w:rsid w:val="00833367"/>
    <w:rsid w:val="00833585"/>
    <w:rsid w:val="008335B4"/>
    <w:rsid w:val="00833BD0"/>
    <w:rsid w:val="008346F2"/>
    <w:rsid w:val="00834F3B"/>
    <w:rsid w:val="00835489"/>
    <w:rsid w:val="008355EF"/>
    <w:rsid w:val="00835E50"/>
    <w:rsid w:val="008368B3"/>
    <w:rsid w:val="008369A5"/>
    <w:rsid w:val="008378AE"/>
    <w:rsid w:val="00837C92"/>
    <w:rsid w:val="00840209"/>
    <w:rsid w:val="00841215"/>
    <w:rsid w:val="00841681"/>
    <w:rsid w:val="008416CC"/>
    <w:rsid w:val="008418AE"/>
    <w:rsid w:val="0084205A"/>
    <w:rsid w:val="008429AE"/>
    <w:rsid w:val="00842A0A"/>
    <w:rsid w:val="0084370C"/>
    <w:rsid w:val="008438D5"/>
    <w:rsid w:val="008439DE"/>
    <w:rsid w:val="00843D34"/>
    <w:rsid w:val="00843D47"/>
    <w:rsid w:val="00843DD5"/>
    <w:rsid w:val="00844B1D"/>
    <w:rsid w:val="00845013"/>
    <w:rsid w:val="0084503E"/>
    <w:rsid w:val="008451DD"/>
    <w:rsid w:val="008466AA"/>
    <w:rsid w:val="00846E1F"/>
    <w:rsid w:val="00847BE5"/>
    <w:rsid w:val="00847EA8"/>
    <w:rsid w:val="00847F11"/>
    <w:rsid w:val="00850676"/>
    <w:rsid w:val="00850A21"/>
    <w:rsid w:val="00850ECC"/>
    <w:rsid w:val="0085114F"/>
    <w:rsid w:val="00851241"/>
    <w:rsid w:val="00852C91"/>
    <w:rsid w:val="00852FF5"/>
    <w:rsid w:val="008538C0"/>
    <w:rsid w:val="0085409C"/>
    <w:rsid w:val="0085412C"/>
    <w:rsid w:val="00854743"/>
    <w:rsid w:val="008548EE"/>
    <w:rsid w:val="0085563D"/>
    <w:rsid w:val="00855828"/>
    <w:rsid w:val="00855841"/>
    <w:rsid w:val="00855906"/>
    <w:rsid w:val="008563C8"/>
    <w:rsid w:val="0085693A"/>
    <w:rsid w:val="00856E50"/>
    <w:rsid w:val="00857573"/>
    <w:rsid w:val="00857679"/>
    <w:rsid w:val="008577F2"/>
    <w:rsid w:val="00860175"/>
    <w:rsid w:val="0086028B"/>
    <w:rsid w:val="00860C02"/>
    <w:rsid w:val="00860F04"/>
    <w:rsid w:val="00861074"/>
    <w:rsid w:val="00862515"/>
    <w:rsid w:val="0086460D"/>
    <w:rsid w:val="00864744"/>
    <w:rsid w:val="0086492F"/>
    <w:rsid w:val="00864B0A"/>
    <w:rsid w:val="0086519F"/>
    <w:rsid w:val="0086520E"/>
    <w:rsid w:val="008652A7"/>
    <w:rsid w:val="008653C9"/>
    <w:rsid w:val="00865544"/>
    <w:rsid w:val="00865AF4"/>
    <w:rsid w:val="008660A8"/>
    <w:rsid w:val="0086642C"/>
    <w:rsid w:val="00866586"/>
    <w:rsid w:val="00866E6E"/>
    <w:rsid w:val="00866EA6"/>
    <w:rsid w:val="00866FB7"/>
    <w:rsid w:val="008676A4"/>
    <w:rsid w:val="00867AD6"/>
    <w:rsid w:val="00867DCF"/>
    <w:rsid w:val="008700EC"/>
    <w:rsid w:val="008704B1"/>
    <w:rsid w:val="00870770"/>
    <w:rsid w:val="0087117E"/>
    <w:rsid w:val="00871855"/>
    <w:rsid w:val="00872617"/>
    <w:rsid w:val="00872847"/>
    <w:rsid w:val="00872910"/>
    <w:rsid w:val="0087294D"/>
    <w:rsid w:val="00872CD4"/>
    <w:rsid w:val="00872D8C"/>
    <w:rsid w:val="00873752"/>
    <w:rsid w:val="008751CE"/>
    <w:rsid w:val="00876096"/>
    <w:rsid w:val="00876DCB"/>
    <w:rsid w:val="00876DD3"/>
    <w:rsid w:val="0087717B"/>
    <w:rsid w:val="00877D12"/>
    <w:rsid w:val="00877D73"/>
    <w:rsid w:val="008802CC"/>
    <w:rsid w:val="008802FC"/>
    <w:rsid w:val="0088082B"/>
    <w:rsid w:val="00880987"/>
    <w:rsid w:val="00880DE8"/>
    <w:rsid w:val="00880F9A"/>
    <w:rsid w:val="008811F5"/>
    <w:rsid w:val="0088148C"/>
    <w:rsid w:val="00881F0F"/>
    <w:rsid w:val="008821BC"/>
    <w:rsid w:val="008823B7"/>
    <w:rsid w:val="00882F8A"/>
    <w:rsid w:val="00882FAD"/>
    <w:rsid w:val="008837CE"/>
    <w:rsid w:val="008848F9"/>
    <w:rsid w:val="00885865"/>
    <w:rsid w:val="00885A81"/>
    <w:rsid w:val="00885C4B"/>
    <w:rsid w:val="008862B5"/>
    <w:rsid w:val="008865DB"/>
    <w:rsid w:val="00886C28"/>
    <w:rsid w:val="00886E3B"/>
    <w:rsid w:val="00887A68"/>
    <w:rsid w:val="00887F5A"/>
    <w:rsid w:val="00890ADD"/>
    <w:rsid w:val="00890B36"/>
    <w:rsid w:val="00890C44"/>
    <w:rsid w:val="00890D45"/>
    <w:rsid w:val="008910AA"/>
    <w:rsid w:val="00891600"/>
    <w:rsid w:val="00891A6B"/>
    <w:rsid w:val="008921E2"/>
    <w:rsid w:val="008923C0"/>
    <w:rsid w:val="0089291F"/>
    <w:rsid w:val="00892AF2"/>
    <w:rsid w:val="00892C8A"/>
    <w:rsid w:val="00892D9F"/>
    <w:rsid w:val="008931C4"/>
    <w:rsid w:val="00893DB6"/>
    <w:rsid w:val="0089453E"/>
    <w:rsid w:val="008946CA"/>
    <w:rsid w:val="00894EE1"/>
    <w:rsid w:val="008952B2"/>
    <w:rsid w:val="00895441"/>
    <w:rsid w:val="0089579C"/>
    <w:rsid w:val="00896AF7"/>
    <w:rsid w:val="00896B54"/>
    <w:rsid w:val="00896C5B"/>
    <w:rsid w:val="00896F17"/>
    <w:rsid w:val="008A03FF"/>
    <w:rsid w:val="008A058C"/>
    <w:rsid w:val="008A05F0"/>
    <w:rsid w:val="008A1183"/>
    <w:rsid w:val="008A1ED8"/>
    <w:rsid w:val="008A2AC3"/>
    <w:rsid w:val="008A2B9B"/>
    <w:rsid w:val="008A2C6A"/>
    <w:rsid w:val="008A3348"/>
    <w:rsid w:val="008A3636"/>
    <w:rsid w:val="008A396D"/>
    <w:rsid w:val="008A3BD0"/>
    <w:rsid w:val="008A46A6"/>
    <w:rsid w:val="008A4781"/>
    <w:rsid w:val="008A5030"/>
    <w:rsid w:val="008A524C"/>
    <w:rsid w:val="008A532D"/>
    <w:rsid w:val="008A6C36"/>
    <w:rsid w:val="008A788B"/>
    <w:rsid w:val="008A7A78"/>
    <w:rsid w:val="008A7E07"/>
    <w:rsid w:val="008B012C"/>
    <w:rsid w:val="008B0230"/>
    <w:rsid w:val="008B075B"/>
    <w:rsid w:val="008B09A2"/>
    <w:rsid w:val="008B0FB4"/>
    <w:rsid w:val="008B113D"/>
    <w:rsid w:val="008B1688"/>
    <w:rsid w:val="008B16B4"/>
    <w:rsid w:val="008B1708"/>
    <w:rsid w:val="008B1786"/>
    <w:rsid w:val="008B1D52"/>
    <w:rsid w:val="008B1D7F"/>
    <w:rsid w:val="008B23A5"/>
    <w:rsid w:val="008B25E8"/>
    <w:rsid w:val="008B265C"/>
    <w:rsid w:val="008B29B8"/>
    <w:rsid w:val="008B2C0D"/>
    <w:rsid w:val="008B2E32"/>
    <w:rsid w:val="008B2FAA"/>
    <w:rsid w:val="008B2FD9"/>
    <w:rsid w:val="008B302E"/>
    <w:rsid w:val="008B38BC"/>
    <w:rsid w:val="008B468D"/>
    <w:rsid w:val="008B5240"/>
    <w:rsid w:val="008B53A7"/>
    <w:rsid w:val="008B563D"/>
    <w:rsid w:val="008B5668"/>
    <w:rsid w:val="008B5C5D"/>
    <w:rsid w:val="008B5CB6"/>
    <w:rsid w:val="008B63FC"/>
    <w:rsid w:val="008B6808"/>
    <w:rsid w:val="008B6F99"/>
    <w:rsid w:val="008B72BA"/>
    <w:rsid w:val="008C041F"/>
    <w:rsid w:val="008C04E1"/>
    <w:rsid w:val="008C0885"/>
    <w:rsid w:val="008C08C7"/>
    <w:rsid w:val="008C151A"/>
    <w:rsid w:val="008C1599"/>
    <w:rsid w:val="008C1BE1"/>
    <w:rsid w:val="008C1E67"/>
    <w:rsid w:val="008C1EE0"/>
    <w:rsid w:val="008C2036"/>
    <w:rsid w:val="008C243C"/>
    <w:rsid w:val="008C24F8"/>
    <w:rsid w:val="008C2523"/>
    <w:rsid w:val="008C29EE"/>
    <w:rsid w:val="008C36B1"/>
    <w:rsid w:val="008C448F"/>
    <w:rsid w:val="008C46DC"/>
    <w:rsid w:val="008C4898"/>
    <w:rsid w:val="008C5695"/>
    <w:rsid w:val="008C59E7"/>
    <w:rsid w:val="008C5B7B"/>
    <w:rsid w:val="008C5BF3"/>
    <w:rsid w:val="008C61F0"/>
    <w:rsid w:val="008C6905"/>
    <w:rsid w:val="008C6D60"/>
    <w:rsid w:val="008C7562"/>
    <w:rsid w:val="008C76BD"/>
    <w:rsid w:val="008C7780"/>
    <w:rsid w:val="008C7961"/>
    <w:rsid w:val="008C79D1"/>
    <w:rsid w:val="008C7FC5"/>
    <w:rsid w:val="008D06A1"/>
    <w:rsid w:val="008D1E47"/>
    <w:rsid w:val="008D1EC5"/>
    <w:rsid w:val="008D31F2"/>
    <w:rsid w:val="008D3508"/>
    <w:rsid w:val="008D3613"/>
    <w:rsid w:val="008D3FAF"/>
    <w:rsid w:val="008D3FE7"/>
    <w:rsid w:val="008D45C5"/>
    <w:rsid w:val="008D4B43"/>
    <w:rsid w:val="008D4B9B"/>
    <w:rsid w:val="008D4BDE"/>
    <w:rsid w:val="008D4F79"/>
    <w:rsid w:val="008D516F"/>
    <w:rsid w:val="008D5A12"/>
    <w:rsid w:val="008D61D3"/>
    <w:rsid w:val="008D629F"/>
    <w:rsid w:val="008D62CA"/>
    <w:rsid w:val="008D6546"/>
    <w:rsid w:val="008D6C02"/>
    <w:rsid w:val="008D7077"/>
    <w:rsid w:val="008D73B5"/>
    <w:rsid w:val="008D7AE1"/>
    <w:rsid w:val="008E015B"/>
    <w:rsid w:val="008E01A7"/>
    <w:rsid w:val="008E0876"/>
    <w:rsid w:val="008E0F0B"/>
    <w:rsid w:val="008E1305"/>
    <w:rsid w:val="008E1858"/>
    <w:rsid w:val="008E2411"/>
    <w:rsid w:val="008E27D0"/>
    <w:rsid w:val="008E2A17"/>
    <w:rsid w:val="008E307E"/>
    <w:rsid w:val="008E334D"/>
    <w:rsid w:val="008E3809"/>
    <w:rsid w:val="008E5D27"/>
    <w:rsid w:val="008E5E4F"/>
    <w:rsid w:val="008E64E5"/>
    <w:rsid w:val="008E6574"/>
    <w:rsid w:val="008E6BD0"/>
    <w:rsid w:val="008E7454"/>
    <w:rsid w:val="008E7522"/>
    <w:rsid w:val="008F032C"/>
    <w:rsid w:val="008F05A3"/>
    <w:rsid w:val="008F06E8"/>
    <w:rsid w:val="008F2415"/>
    <w:rsid w:val="008F2924"/>
    <w:rsid w:val="008F2C5D"/>
    <w:rsid w:val="008F34FB"/>
    <w:rsid w:val="008F3607"/>
    <w:rsid w:val="008F3A6A"/>
    <w:rsid w:val="008F3F21"/>
    <w:rsid w:val="008F4A05"/>
    <w:rsid w:val="008F5C27"/>
    <w:rsid w:val="008F5F81"/>
    <w:rsid w:val="008F67B7"/>
    <w:rsid w:val="008F7055"/>
    <w:rsid w:val="008F72E2"/>
    <w:rsid w:val="00900210"/>
    <w:rsid w:val="009013A3"/>
    <w:rsid w:val="0090186A"/>
    <w:rsid w:val="00902036"/>
    <w:rsid w:val="00902293"/>
    <w:rsid w:val="0090251B"/>
    <w:rsid w:val="00902597"/>
    <w:rsid w:val="0090260D"/>
    <w:rsid w:val="00902869"/>
    <w:rsid w:val="00902B20"/>
    <w:rsid w:val="00902B33"/>
    <w:rsid w:val="00902C77"/>
    <w:rsid w:val="009031F1"/>
    <w:rsid w:val="0090353C"/>
    <w:rsid w:val="00903556"/>
    <w:rsid w:val="00904119"/>
    <w:rsid w:val="0090493B"/>
    <w:rsid w:val="00904E61"/>
    <w:rsid w:val="00904F3A"/>
    <w:rsid w:val="00904F4A"/>
    <w:rsid w:val="0090507A"/>
    <w:rsid w:val="0090541F"/>
    <w:rsid w:val="009054A2"/>
    <w:rsid w:val="0090571D"/>
    <w:rsid w:val="009061E0"/>
    <w:rsid w:val="009063BF"/>
    <w:rsid w:val="00906CC6"/>
    <w:rsid w:val="00906D97"/>
    <w:rsid w:val="00906F7A"/>
    <w:rsid w:val="00907D8F"/>
    <w:rsid w:val="00907FA1"/>
    <w:rsid w:val="009104BE"/>
    <w:rsid w:val="009104CE"/>
    <w:rsid w:val="00911210"/>
    <w:rsid w:val="0091183E"/>
    <w:rsid w:val="00911CAF"/>
    <w:rsid w:val="00911D3E"/>
    <w:rsid w:val="00911D61"/>
    <w:rsid w:val="00912030"/>
    <w:rsid w:val="00912EF6"/>
    <w:rsid w:val="009130E9"/>
    <w:rsid w:val="00913BB3"/>
    <w:rsid w:val="00913DCC"/>
    <w:rsid w:val="009144C1"/>
    <w:rsid w:val="00914AEA"/>
    <w:rsid w:val="00914D23"/>
    <w:rsid w:val="00914E9A"/>
    <w:rsid w:val="00915089"/>
    <w:rsid w:val="00915D74"/>
    <w:rsid w:val="0091657B"/>
    <w:rsid w:val="00916C1D"/>
    <w:rsid w:val="00916D8F"/>
    <w:rsid w:val="00917365"/>
    <w:rsid w:val="00917C46"/>
    <w:rsid w:val="00917D6F"/>
    <w:rsid w:val="00917DA7"/>
    <w:rsid w:val="00917EA8"/>
    <w:rsid w:val="00920FE1"/>
    <w:rsid w:val="00921116"/>
    <w:rsid w:val="0092144F"/>
    <w:rsid w:val="0092218C"/>
    <w:rsid w:val="009221FA"/>
    <w:rsid w:val="00922569"/>
    <w:rsid w:val="009226AB"/>
    <w:rsid w:val="009231DC"/>
    <w:rsid w:val="00923C60"/>
    <w:rsid w:val="00923FCA"/>
    <w:rsid w:val="00924049"/>
    <w:rsid w:val="009245AC"/>
    <w:rsid w:val="00924E9C"/>
    <w:rsid w:val="009259FB"/>
    <w:rsid w:val="00925B5F"/>
    <w:rsid w:val="00925F47"/>
    <w:rsid w:val="00925F8B"/>
    <w:rsid w:val="00925FDF"/>
    <w:rsid w:val="00926816"/>
    <w:rsid w:val="00926B2A"/>
    <w:rsid w:val="00926F12"/>
    <w:rsid w:val="00927413"/>
    <w:rsid w:val="00927AEC"/>
    <w:rsid w:val="009306F2"/>
    <w:rsid w:val="0093086D"/>
    <w:rsid w:val="009310A7"/>
    <w:rsid w:val="009319B0"/>
    <w:rsid w:val="00933243"/>
    <w:rsid w:val="009342C2"/>
    <w:rsid w:val="00934C09"/>
    <w:rsid w:val="00935004"/>
    <w:rsid w:val="00935427"/>
    <w:rsid w:val="00935BFB"/>
    <w:rsid w:val="0093693E"/>
    <w:rsid w:val="0093722D"/>
    <w:rsid w:val="00937FB2"/>
    <w:rsid w:val="009405F1"/>
    <w:rsid w:val="00940A93"/>
    <w:rsid w:val="00940FC5"/>
    <w:rsid w:val="00941356"/>
    <w:rsid w:val="00941E24"/>
    <w:rsid w:val="00942741"/>
    <w:rsid w:val="0094344A"/>
    <w:rsid w:val="00943636"/>
    <w:rsid w:val="00943A8E"/>
    <w:rsid w:val="00944572"/>
    <w:rsid w:val="00944619"/>
    <w:rsid w:val="00944978"/>
    <w:rsid w:val="00944A6D"/>
    <w:rsid w:val="00944DEF"/>
    <w:rsid w:val="00944E21"/>
    <w:rsid w:val="0094513B"/>
    <w:rsid w:val="009453F5"/>
    <w:rsid w:val="009455E2"/>
    <w:rsid w:val="00945B41"/>
    <w:rsid w:val="00945C26"/>
    <w:rsid w:val="00946EFC"/>
    <w:rsid w:val="00947A6C"/>
    <w:rsid w:val="00947F1A"/>
    <w:rsid w:val="00950997"/>
    <w:rsid w:val="00950C1F"/>
    <w:rsid w:val="00950D48"/>
    <w:rsid w:val="00951A07"/>
    <w:rsid w:val="009523AC"/>
    <w:rsid w:val="00952400"/>
    <w:rsid w:val="00952C28"/>
    <w:rsid w:val="00952C95"/>
    <w:rsid w:val="00952D14"/>
    <w:rsid w:val="00952D77"/>
    <w:rsid w:val="00953097"/>
    <w:rsid w:val="00953454"/>
    <w:rsid w:val="00953978"/>
    <w:rsid w:val="00953B42"/>
    <w:rsid w:val="00953BF6"/>
    <w:rsid w:val="00955208"/>
    <w:rsid w:val="009557AB"/>
    <w:rsid w:val="0095652F"/>
    <w:rsid w:val="00956963"/>
    <w:rsid w:val="00956AB0"/>
    <w:rsid w:val="009571A5"/>
    <w:rsid w:val="00957AFF"/>
    <w:rsid w:val="00960794"/>
    <w:rsid w:val="00960911"/>
    <w:rsid w:val="009611AC"/>
    <w:rsid w:val="009613BA"/>
    <w:rsid w:val="009614E0"/>
    <w:rsid w:val="00961BEF"/>
    <w:rsid w:val="00961DB5"/>
    <w:rsid w:val="0096222E"/>
    <w:rsid w:val="00962D96"/>
    <w:rsid w:val="00962E2B"/>
    <w:rsid w:val="009633ED"/>
    <w:rsid w:val="009634C7"/>
    <w:rsid w:val="00963C0E"/>
    <w:rsid w:val="00963F3F"/>
    <w:rsid w:val="009654BC"/>
    <w:rsid w:val="00965864"/>
    <w:rsid w:val="0096598F"/>
    <w:rsid w:val="00965A65"/>
    <w:rsid w:val="00965B89"/>
    <w:rsid w:val="0096615E"/>
    <w:rsid w:val="0096631B"/>
    <w:rsid w:val="00966D62"/>
    <w:rsid w:val="009678F6"/>
    <w:rsid w:val="00967A5F"/>
    <w:rsid w:val="00967CCB"/>
    <w:rsid w:val="00967EE1"/>
    <w:rsid w:val="009705FB"/>
    <w:rsid w:val="00970FDD"/>
    <w:rsid w:val="009716A8"/>
    <w:rsid w:val="00971B6E"/>
    <w:rsid w:val="00972AF6"/>
    <w:rsid w:val="00972D2A"/>
    <w:rsid w:val="009733C9"/>
    <w:rsid w:val="00973A29"/>
    <w:rsid w:val="009743D5"/>
    <w:rsid w:val="0097457C"/>
    <w:rsid w:val="0097506A"/>
    <w:rsid w:val="00975B5B"/>
    <w:rsid w:val="00975F58"/>
    <w:rsid w:val="009761F6"/>
    <w:rsid w:val="00976258"/>
    <w:rsid w:val="00977151"/>
    <w:rsid w:val="0097716B"/>
    <w:rsid w:val="00977EFA"/>
    <w:rsid w:val="00977FC5"/>
    <w:rsid w:val="00980320"/>
    <w:rsid w:val="00980807"/>
    <w:rsid w:val="0098180D"/>
    <w:rsid w:val="00981924"/>
    <w:rsid w:val="00981F00"/>
    <w:rsid w:val="009821A2"/>
    <w:rsid w:val="00982A8A"/>
    <w:rsid w:val="00982B50"/>
    <w:rsid w:val="00982F2B"/>
    <w:rsid w:val="00984370"/>
    <w:rsid w:val="0098451C"/>
    <w:rsid w:val="00984A8E"/>
    <w:rsid w:val="009854BB"/>
    <w:rsid w:val="009865A1"/>
    <w:rsid w:val="0098662C"/>
    <w:rsid w:val="00986847"/>
    <w:rsid w:val="00986CD7"/>
    <w:rsid w:val="0098700F"/>
    <w:rsid w:val="0098711C"/>
    <w:rsid w:val="009871C5"/>
    <w:rsid w:val="0098742E"/>
    <w:rsid w:val="00987EA0"/>
    <w:rsid w:val="00987EF2"/>
    <w:rsid w:val="009900FA"/>
    <w:rsid w:val="0099062E"/>
    <w:rsid w:val="009906FF"/>
    <w:rsid w:val="00990804"/>
    <w:rsid w:val="009909EE"/>
    <w:rsid w:val="009909FE"/>
    <w:rsid w:val="0099124F"/>
    <w:rsid w:val="00991303"/>
    <w:rsid w:val="00991787"/>
    <w:rsid w:val="00992F98"/>
    <w:rsid w:val="009933A1"/>
    <w:rsid w:val="0099448E"/>
    <w:rsid w:val="00994B28"/>
    <w:rsid w:val="00994B76"/>
    <w:rsid w:val="00994CCB"/>
    <w:rsid w:val="00995D99"/>
    <w:rsid w:val="00995E3F"/>
    <w:rsid w:val="00996705"/>
    <w:rsid w:val="00996D16"/>
    <w:rsid w:val="00997751"/>
    <w:rsid w:val="00997845"/>
    <w:rsid w:val="009A068C"/>
    <w:rsid w:val="009A0BAE"/>
    <w:rsid w:val="009A1A80"/>
    <w:rsid w:val="009A1DE0"/>
    <w:rsid w:val="009A1DE8"/>
    <w:rsid w:val="009A2468"/>
    <w:rsid w:val="009A2770"/>
    <w:rsid w:val="009A2E8D"/>
    <w:rsid w:val="009A302D"/>
    <w:rsid w:val="009A3C07"/>
    <w:rsid w:val="009A4065"/>
    <w:rsid w:val="009A4120"/>
    <w:rsid w:val="009A415D"/>
    <w:rsid w:val="009A42A7"/>
    <w:rsid w:val="009A4358"/>
    <w:rsid w:val="009A45A4"/>
    <w:rsid w:val="009A551B"/>
    <w:rsid w:val="009A553D"/>
    <w:rsid w:val="009A6114"/>
    <w:rsid w:val="009A6470"/>
    <w:rsid w:val="009A6D12"/>
    <w:rsid w:val="009A7496"/>
    <w:rsid w:val="009A7CB0"/>
    <w:rsid w:val="009B06C3"/>
    <w:rsid w:val="009B0769"/>
    <w:rsid w:val="009B0848"/>
    <w:rsid w:val="009B0C2C"/>
    <w:rsid w:val="009B1339"/>
    <w:rsid w:val="009B169E"/>
    <w:rsid w:val="009B2439"/>
    <w:rsid w:val="009B29EE"/>
    <w:rsid w:val="009B2A4E"/>
    <w:rsid w:val="009B32EA"/>
    <w:rsid w:val="009B44BB"/>
    <w:rsid w:val="009B489F"/>
    <w:rsid w:val="009B4BFF"/>
    <w:rsid w:val="009B4E43"/>
    <w:rsid w:val="009B4FCB"/>
    <w:rsid w:val="009B506A"/>
    <w:rsid w:val="009B5623"/>
    <w:rsid w:val="009B6484"/>
    <w:rsid w:val="009B675B"/>
    <w:rsid w:val="009B6B52"/>
    <w:rsid w:val="009B718B"/>
    <w:rsid w:val="009B7CEF"/>
    <w:rsid w:val="009C027F"/>
    <w:rsid w:val="009C04C1"/>
    <w:rsid w:val="009C17D7"/>
    <w:rsid w:val="009C238A"/>
    <w:rsid w:val="009C312A"/>
    <w:rsid w:val="009C37BF"/>
    <w:rsid w:val="009C3AD9"/>
    <w:rsid w:val="009C3FAF"/>
    <w:rsid w:val="009C41D4"/>
    <w:rsid w:val="009C478B"/>
    <w:rsid w:val="009C56D8"/>
    <w:rsid w:val="009C5FB2"/>
    <w:rsid w:val="009D0005"/>
    <w:rsid w:val="009D023D"/>
    <w:rsid w:val="009D0BB1"/>
    <w:rsid w:val="009D13A0"/>
    <w:rsid w:val="009D1810"/>
    <w:rsid w:val="009D1CDE"/>
    <w:rsid w:val="009D1EA4"/>
    <w:rsid w:val="009D2023"/>
    <w:rsid w:val="009D21AF"/>
    <w:rsid w:val="009D23AB"/>
    <w:rsid w:val="009D23FE"/>
    <w:rsid w:val="009D2F1B"/>
    <w:rsid w:val="009D30B6"/>
    <w:rsid w:val="009D30E0"/>
    <w:rsid w:val="009D330F"/>
    <w:rsid w:val="009D406A"/>
    <w:rsid w:val="009D4682"/>
    <w:rsid w:val="009D4DC1"/>
    <w:rsid w:val="009D4F30"/>
    <w:rsid w:val="009D5303"/>
    <w:rsid w:val="009D54A8"/>
    <w:rsid w:val="009D552F"/>
    <w:rsid w:val="009D5969"/>
    <w:rsid w:val="009D6260"/>
    <w:rsid w:val="009D68B1"/>
    <w:rsid w:val="009D72C7"/>
    <w:rsid w:val="009D7ECF"/>
    <w:rsid w:val="009E0974"/>
    <w:rsid w:val="009E0FCF"/>
    <w:rsid w:val="009E1516"/>
    <w:rsid w:val="009E20D3"/>
    <w:rsid w:val="009E2163"/>
    <w:rsid w:val="009E2387"/>
    <w:rsid w:val="009E2439"/>
    <w:rsid w:val="009E2556"/>
    <w:rsid w:val="009E27D6"/>
    <w:rsid w:val="009E29F9"/>
    <w:rsid w:val="009E36D7"/>
    <w:rsid w:val="009E372D"/>
    <w:rsid w:val="009E38EC"/>
    <w:rsid w:val="009E3DC5"/>
    <w:rsid w:val="009E3E94"/>
    <w:rsid w:val="009E462B"/>
    <w:rsid w:val="009E47CB"/>
    <w:rsid w:val="009E4946"/>
    <w:rsid w:val="009E49E7"/>
    <w:rsid w:val="009E4BD6"/>
    <w:rsid w:val="009E4D4B"/>
    <w:rsid w:val="009E4DF5"/>
    <w:rsid w:val="009E518E"/>
    <w:rsid w:val="009E52C6"/>
    <w:rsid w:val="009E585F"/>
    <w:rsid w:val="009E5987"/>
    <w:rsid w:val="009E6553"/>
    <w:rsid w:val="009E72C7"/>
    <w:rsid w:val="009E787A"/>
    <w:rsid w:val="009E7A3A"/>
    <w:rsid w:val="009F019E"/>
    <w:rsid w:val="009F0AC8"/>
    <w:rsid w:val="009F0C53"/>
    <w:rsid w:val="009F0F1B"/>
    <w:rsid w:val="009F1DE3"/>
    <w:rsid w:val="009F26E2"/>
    <w:rsid w:val="009F2AB3"/>
    <w:rsid w:val="009F307E"/>
    <w:rsid w:val="009F3598"/>
    <w:rsid w:val="009F3BD9"/>
    <w:rsid w:val="009F3E5D"/>
    <w:rsid w:val="009F4131"/>
    <w:rsid w:val="009F4388"/>
    <w:rsid w:val="009F464F"/>
    <w:rsid w:val="009F4D90"/>
    <w:rsid w:val="009F4E13"/>
    <w:rsid w:val="009F4F03"/>
    <w:rsid w:val="009F53A4"/>
    <w:rsid w:val="009F540A"/>
    <w:rsid w:val="009F5652"/>
    <w:rsid w:val="009F5B14"/>
    <w:rsid w:val="009F5D01"/>
    <w:rsid w:val="009F60F2"/>
    <w:rsid w:val="009F62E8"/>
    <w:rsid w:val="009F639D"/>
    <w:rsid w:val="009F65F2"/>
    <w:rsid w:val="009F66B4"/>
    <w:rsid w:val="009F6B33"/>
    <w:rsid w:val="009F6C30"/>
    <w:rsid w:val="009F70CD"/>
    <w:rsid w:val="009F7BA4"/>
    <w:rsid w:val="00A0083B"/>
    <w:rsid w:val="00A00982"/>
    <w:rsid w:val="00A00E72"/>
    <w:rsid w:val="00A01484"/>
    <w:rsid w:val="00A015BD"/>
    <w:rsid w:val="00A01B92"/>
    <w:rsid w:val="00A025A6"/>
    <w:rsid w:val="00A0279E"/>
    <w:rsid w:val="00A027C7"/>
    <w:rsid w:val="00A02A70"/>
    <w:rsid w:val="00A02B23"/>
    <w:rsid w:val="00A036D8"/>
    <w:rsid w:val="00A03882"/>
    <w:rsid w:val="00A039B7"/>
    <w:rsid w:val="00A03C3A"/>
    <w:rsid w:val="00A03D30"/>
    <w:rsid w:val="00A03E06"/>
    <w:rsid w:val="00A03FBC"/>
    <w:rsid w:val="00A04328"/>
    <w:rsid w:val="00A045EF"/>
    <w:rsid w:val="00A04AEA"/>
    <w:rsid w:val="00A04DED"/>
    <w:rsid w:val="00A053D5"/>
    <w:rsid w:val="00A05FDF"/>
    <w:rsid w:val="00A06973"/>
    <w:rsid w:val="00A06D3F"/>
    <w:rsid w:val="00A06E89"/>
    <w:rsid w:val="00A070AD"/>
    <w:rsid w:val="00A075DA"/>
    <w:rsid w:val="00A07627"/>
    <w:rsid w:val="00A07673"/>
    <w:rsid w:val="00A079F8"/>
    <w:rsid w:val="00A07B15"/>
    <w:rsid w:val="00A07CD6"/>
    <w:rsid w:val="00A10A53"/>
    <w:rsid w:val="00A10FC6"/>
    <w:rsid w:val="00A10FE3"/>
    <w:rsid w:val="00A115DB"/>
    <w:rsid w:val="00A11AF6"/>
    <w:rsid w:val="00A11D7C"/>
    <w:rsid w:val="00A11F92"/>
    <w:rsid w:val="00A11FF9"/>
    <w:rsid w:val="00A122F4"/>
    <w:rsid w:val="00A12489"/>
    <w:rsid w:val="00A12C7C"/>
    <w:rsid w:val="00A12DD8"/>
    <w:rsid w:val="00A1346E"/>
    <w:rsid w:val="00A1379C"/>
    <w:rsid w:val="00A1388D"/>
    <w:rsid w:val="00A14337"/>
    <w:rsid w:val="00A14CA0"/>
    <w:rsid w:val="00A14CAF"/>
    <w:rsid w:val="00A1555B"/>
    <w:rsid w:val="00A1583D"/>
    <w:rsid w:val="00A15A24"/>
    <w:rsid w:val="00A15AFE"/>
    <w:rsid w:val="00A16CD0"/>
    <w:rsid w:val="00A16FBE"/>
    <w:rsid w:val="00A170E2"/>
    <w:rsid w:val="00A17B18"/>
    <w:rsid w:val="00A20AE1"/>
    <w:rsid w:val="00A217C5"/>
    <w:rsid w:val="00A223BC"/>
    <w:rsid w:val="00A2245C"/>
    <w:rsid w:val="00A23119"/>
    <w:rsid w:val="00A23531"/>
    <w:rsid w:val="00A23A18"/>
    <w:rsid w:val="00A23A20"/>
    <w:rsid w:val="00A248AA"/>
    <w:rsid w:val="00A24D1B"/>
    <w:rsid w:val="00A2539A"/>
    <w:rsid w:val="00A2561E"/>
    <w:rsid w:val="00A25773"/>
    <w:rsid w:val="00A258B6"/>
    <w:rsid w:val="00A26F85"/>
    <w:rsid w:val="00A2709B"/>
    <w:rsid w:val="00A27781"/>
    <w:rsid w:val="00A27C79"/>
    <w:rsid w:val="00A30345"/>
    <w:rsid w:val="00A30449"/>
    <w:rsid w:val="00A30BE8"/>
    <w:rsid w:val="00A30DF5"/>
    <w:rsid w:val="00A31324"/>
    <w:rsid w:val="00A316EB"/>
    <w:rsid w:val="00A31743"/>
    <w:rsid w:val="00A3194C"/>
    <w:rsid w:val="00A31E17"/>
    <w:rsid w:val="00A31F10"/>
    <w:rsid w:val="00A320F7"/>
    <w:rsid w:val="00A325F3"/>
    <w:rsid w:val="00A325F6"/>
    <w:rsid w:val="00A32916"/>
    <w:rsid w:val="00A32990"/>
    <w:rsid w:val="00A32BDE"/>
    <w:rsid w:val="00A32C73"/>
    <w:rsid w:val="00A3304A"/>
    <w:rsid w:val="00A33190"/>
    <w:rsid w:val="00A334A1"/>
    <w:rsid w:val="00A33551"/>
    <w:rsid w:val="00A33AE6"/>
    <w:rsid w:val="00A34F50"/>
    <w:rsid w:val="00A352AE"/>
    <w:rsid w:val="00A355B1"/>
    <w:rsid w:val="00A35E51"/>
    <w:rsid w:val="00A35F45"/>
    <w:rsid w:val="00A36241"/>
    <w:rsid w:val="00A36A59"/>
    <w:rsid w:val="00A374A3"/>
    <w:rsid w:val="00A37618"/>
    <w:rsid w:val="00A37C45"/>
    <w:rsid w:val="00A40ABA"/>
    <w:rsid w:val="00A40B3E"/>
    <w:rsid w:val="00A40B5D"/>
    <w:rsid w:val="00A40C15"/>
    <w:rsid w:val="00A41E5F"/>
    <w:rsid w:val="00A41EB8"/>
    <w:rsid w:val="00A42AC9"/>
    <w:rsid w:val="00A42DD7"/>
    <w:rsid w:val="00A43079"/>
    <w:rsid w:val="00A43169"/>
    <w:rsid w:val="00A4319C"/>
    <w:rsid w:val="00A43953"/>
    <w:rsid w:val="00A44311"/>
    <w:rsid w:val="00A446E6"/>
    <w:rsid w:val="00A45545"/>
    <w:rsid w:val="00A45788"/>
    <w:rsid w:val="00A4634A"/>
    <w:rsid w:val="00A46661"/>
    <w:rsid w:val="00A46963"/>
    <w:rsid w:val="00A470DD"/>
    <w:rsid w:val="00A4790A"/>
    <w:rsid w:val="00A47C30"/>
    <w:rsid w:val="00A50486"/>
    <w:rsid w:val="00A50B4E"/>
    <w:rsid w:val="00A50FFB"/>
    <w:rsid w:val="00A5176A"/>
    <w:rsid w:val="00A51792"/>
    <w:rsid w:val="00A517E8"/>
    <w:rsid w:val="00A51A99"/>
    <w:rsid w:val="00A530CE"/>
    <w:rsid w:val="00A5324B"/>
    <w:rsid w:val="00A534CC"/>
    <w:rsid w:val="00A53A66"/>
    <w:rsid w:val="00A53E8B"/>
    <w:rsid w:val="00A5401C"/>
    <w:rsid w:val="00A55236"/>
    <w:rsid w:val="00A55EE3"/>
    <w:rsid w:val="00A565A1"/>
    <w:rsid w:val="00A56890"/>
    <w:rsid w:val="00A56E12"/>
    <w:rsid w:val="00A57218"/>
    <w:rsid w:val="00A60359"/>
    <w:rsid w:val="00A6043B"/>
    <w:rsid w:val="00A60F01"/>
    <w:rsid w:val="00A61006"/>
    <w:rsid w:val="00A6177C"/>
    <w:rsid w:val="00A61A7F"/>
    <w:rsid w:val="00A620EA"/>
    <w:rsid w:val="00A62A2D"/>
    <w:rsid w:val="00A62C92"/>
    <w:rsid w:val="00A6374B"/>
    <w:rsid w:val="00A63863"/>
    <w:rsid w:val="00A643F6"/>
    <w:rsid w:val="00A64578"/>
    <w:rsid w:val="00A64DBB"/>
    <w:rsid w:val="00A65331"/>
    <w:rsid w:val="00A6559A"/>
    <w:rsid w:val="00A65BD8"/>
    <w:rsid w:val="00A65D20"/>
    <w:rsid w:val="00A65DCA"/>
    <w:rsid w:val="00A65E11"/>
    <w:rsid w:val="00A65F3A"/>
    <w:rsid w:val="00A664B9"/>
    <w:rsid w:val="00A66668"/>
    <w:rsid w:val="00A66943"/>
    <w:rsid w:val="00A714C5"/>
    <w:rsid w:val="00A71D17"/>
    <w:rsid w:val="00A71FFA"/>
    <w:rsid w:val="00A72A2A"/>
    <w:rsid w:val="00A72C87"/>
    <w:rsid w:val="00A731FA"/>
    <w:rsid w:val="00A73D51"/>
    <w:rsid w:val="00A74026"/>
    <w:rsid w:val="00A7422E"/>
    <w:rsid w:val="00A744BF"/>
    <w:rsid w:val="00A75019"/>
    <w:rsid w:val="00A75A31"/>
    <w:rsid w:val="00A76515"/>
    <w:rsid w:val="00A76921"/>
    <w:rsid w:val="00A76D4A"/>
    <w:rsid w:val="00A76DB5"/>
    <w:rsid w:val="00A7704F"/>
    <w:rsid w:val="00A7750D"/>
    <w:rsid w:val="00A800BB"/>
    <w:rsid w:val="00A806A4"/>
    <w:rsid w:val="00A80E12"/>
    <w:rsid w:val="00A80EB9"/>
    <w:rsid w:val="00A811F9"/>
    <w:rsid w:val="00A81261"/>
    <w:rsid w:val="00A81654"/>
    <w:rsid w:val="00A817CD"/>
    <w:rsid w:val="00A818F5"/>
    <w:rsid w:val="00A81B4E"/>
    <w:rsid w:val="00A821E3"/>
    <w:rsid w:val="00A827F6"/>
    <w:rsid w:val="00A831EC"/>
    <w:rsid w:val="00A833F3"/>
    <w:rsid w:val="00A83D29"/>
    <w:rsid w:val="00A83EEE"/>
    <w:rsid w:val="00A846F6"/>
    <w:rsid w:val="00A84B91"/>
    <w:rsid w:val="00A84C94"/>
    <w:rsid w:val="00A84D14"/>
    <w:rsid w:val="00A84E21"/>
    <w:rsid w:val="00A85032"/>
    <w:rsid w:val="00A85845"/>
    <w:rsid w:val="00A85B31"/>
    <w:rsid w:val="00A8655C"/>
    <w:rsid w:val="00A86FA5"/>
    <w:rsid w:val="00A8729E"/>
    <w:rsid w:val="00A8735D"/>
    <w:rsid w:val="00A87880"/>
    <w:rsid w:val="00A87B81"/>
    <w:rsid w:val="00A905C4"/>
    <w:rsid w:val="00A90BBA"/>
    <w:rsid w:val="00A91119"/>
    <w:rsid w:val="00A91734"/>
    <w:rsid w:val="00A91F82"/>
    <w:rsid w:val="00A922C5"/>
    <w:rsid w:val="00A92879"/>
    <w:rsid w:val="00A928FF"/>
    <w:rsid w:val="00A92C23"/>
    <w:rsid w:val="00A93230"/>
    <w:rsid w:val="00A93B75"/>
    <w:rsid w:val="00A93F9D"/>
    <w:rsid w:val="00A950A1"/>
    <w:rsid w:val="00A95462"/>
    <w:rsid w:val="00A956F7"/>
    <w:rsid w:val="00A9605F"/>
    <w:rsid w:val="00A96B8B"/>
    <w:rsid w:val="00A96F22"/>
    <w:rsid w:val="00A96FFF"/>
    <w:rsid w:val="00A97242"/>
    <w:rsid w:val="00A97288"/>
    <w:rsid w:val="00A9755B"/>
    <w:rsid w:val="00A975EB"/>
    <w:rsid w:val="00A9771F"/>
    <w:rsid w:val="00AA0048"/>
    <w:rsid w:val="00AA014E"/>
    <w:rsid w:val="00AA0226"/>
    <w:rsid w:val="00AA0247"/>
    <w:rsid w:val="00AA0707"/>
    <w:rsid w:val="00AA0862"/>
    <w:rsid w:val="00AA0BFB"/>
    <w:rsid w:val="00AA0E15"/>
    <w:rsid w:val="00AA0F2C"/>
    <w:rsid w:val="00AA128B"/>
    <w:rsid w:val="00AA137E"/>
    <w:rsid w:val="00AA1715"/>
    <w:rsid w:val="00AA1AB1"/>
    <w:rsid w:val="00AA28FE"/>
    <w:rsid w:val="00AA2E64"/>
    <w:rsid w:val="00AA2ED1"/>
    <w:rsid w:val="00AA31C0"/>
    <w:rsid w:val="00AA3258"/>
    <w:rsid w:val="00AA3EFA"/>
    <w:rsid w:val="00AA3F56"/>
    <w:rsid w:val="00AA459B"/>
    <w:rsid w:val="00AA5188"/>
    <w:rsid w:val="00AA5520"/>
    <w:rsid w:val="00AA564C"/>
    <w:rsid w:val="00AA5AD6"/>
    <w:rsid w:val="00AA5F55"/>
    <w:rsid w:val="00AA6AA5"/>
    <w:rsid w:val="00AA6E3D"/>
    <w:rsid w:val="00AA70C5"/>
    <w:rsid w:val="00AA7A1B"/>
    <w:rsid w:val="00AA7AD2"/>
    <w:rsid w:val="00AA7BB9"/>
    <w:rsid w:val="00AA7EDE"/>
    <w:rsid w:val="00AB093E"/>
    <w:rsid w:val="00AB0B8A"/>
    <w:rsid w:val="00AB12CE"/>
    <w:rsid w:val="00AB1C5A"/>
    <w:rsid w:val="00AB1D76"/>
    <w:rsid w:val="00AB22A8"/>
    <w:rsid w:val="00AB2364"/>
    <w:rsid w:val="00AB2721"/>
    <w:rsid w:val="00AB2BA2"/>
    <w:rsid w:val="00AB3140"/>
    <w:rsid w:val="00AB3145"/>
    <w:rsid w:val="00AB3694"/>
    <w:rsid w:val="00AB3988"/>
    <w:rsid w:val="00AB3CF6"/>
    <w:rsid w:val="00AB42A7"/>
    <w:rsid w:val="00AB4321"/>
    <w:rsid w:val="00AB4C4A"/>
    <w:rsid w:val="00AB50EB"/>
    <w:rsid w:val="00AB5D8E"/>
    <w:rsid w:val="00AB5DD5"/>
    <w:rsid w:val="00AB62F3"/>
    <w:rsid w:val="00AB64B1"/>
    <w:rsid w:val="00AB793B"/>
    <w:rsid w:val="00AB7A8A"/>
    <w:rsid w:val="00AB7B20"/>
    <w:rsid w:val="00AB7C1B"/>
    <w:rsid w:val="00AC0497"/>
    <w:rsid w:val="00AC072B"/>
    <w:rsid w:val="00AC0C82"/>
    <w:rsid w:val="00AC12C2"/>
    <w:rsid w:val="00AC1911"/>
    <w:rsid w:val="00AC34E3"/>
    <w:rsid w:val="00AC36D6"/>
    <w:rsid w:val="00AC3BF7"/>
    <w:rsid w:val="00AC3C6C"/>
    <w:rsid w:val="00AC4474"/>
    <w:rsid w:val="00AC44CA"/>
    <w:rsid w:val="00AC4514"/>
    <w:rsid w:val="00AC588B"/>
    <w:rsid w:val="00AC5C0A"/>
    <w:rsid w:val="00AC6F52"/>
    <w:rsid w:val="00AC7601"/>
    <w:rsid w:val="00AC76D4"/>
    <w:rsid w:val="00AC7765"/>
    <w:rsid w:val="00AD017D"/>
    <w:rsid w:val="00AD03DF"/>
    <w:rsid w:val="00AD05D0"/>
    <w:rsid w:val="00AD06F1"/>
    <w:rsid w:val="00AD081F"/>
    <w:rsid w:val="00AD0FCE"/>
    <w:rsid w:val="00AD11BB"/>
    <w:rsid w:val="00AD13DB"/>
    <w:rsid w:val="00AD20A7"/>
    <w:rsid w:val="00AD377E"/>
    <w:rsid w:val="00AD3E4A"/>
    <w:rsid w:val="00AD4EE0"/>
    <w:rsid w:val="00AD4FCC"/>
    <w:rsid w:val="00AD516D"/>
    <w:rsid w:val="00AD529E"/>
    <w:rsid w:val="00AD548B"/>
    <w:rsid w:val="00AD55AC"/>
    <w:rsid w:val="00AD5A5E"/>
    <w:rsid w:val="00AD5F4C"/>
    <w:rsid w:val="00AD6066"/>
    <w:rsid w:val="00AD64BF"/>
    <w:rsid w:val="00AD6B9A"/>
    <w:rsid w:val="00AD6F44"/>
    <w:rsid w:val="00AD7B32"/>
    <w:rsid w:val="00AE1CF6"/>
    <w:rsid w:val="00AE1F27"/>
    <w:rsid w:val="00AE238A"/>
    <w:rsid w:val="00AE2973"/>
    <w:rsid w:val="00AE331B"/>
    <w:rsid w:val="00AE35B3"/>
    <w:rsid w:val="00AE3643"/>
    <w:rsid w:val="00AE3ABA"/>
    <w:rsid w:val="00AE3F29"/>
    <w:rsid w:val="00AE3F64"/>
    <w:rsid w:val="00AE4289"/>
    <w:rsid w:val="00AE4305"/>
    <w:rsid w:val="00AE472B"/>
    <w:rsid w:val="00AE4A62"/>
    <w:rsid w:val="00AE4E64"/>
    <w:rsid w:val="00AE51E2"/>
    <w:rsid w:val="00AE5602"/>
    <w:rsid w:val="00AE5772"/>
    <w:rsid w:val="00AE5889"/>
    <w:rsid w:val="00AE6921"/>
    <w:rsid w:val="00AE70C3"/>
    <w:rsid w:val="00AE7336"/>
    <w:rsid w:val="00AE74A9"/>
    <w:rsid w:val="00AE7A24"/>
    <w:rsid w:val="00AF00E5"/>
    <w:rsid w:val="00AF0499"/>
    <w:rsid w:val="00AF0673"/>
    <w:rsid w:val="00AF0D30"/>
    <w:rsid w:val="00AF108B"/>
    <w:rsid w:val="00AF10ED"/>
    <w:rsid w:val="00AF1191"/>
    <w:rsid w:val="00AF1708"/>
    <w:rsid w:val="00AF1929"/>
    <w:rsid w:val="00AF1AA0"/>
    <w:rsid w:val="00AF21EA"/>
    <w:rsid w:val="00AF2D12"/>
    <w:rsid w:val="00AF3861"/>
    <w:rsid w:val="00AF38C5"/>
    <w:rsid w:val="00AF4108"/>
    <w:rsid w:val="00AF447C"/>
    <w:rsid w:val="00AF48CA"/>
    <w:rsid w:val="00AF4B9F"/>
    <w:rsid w:val="00AF6560"/>
    <w:rsid w:val="00AF6EB2"/>
    <w:rsid w:val="00AF717F"/>
    <w:rsid w:val="00AF7886"/>
    <w:rsid w:val="00AF7F0B"/>
    <w:rsid w:val="00B00196"/>
    <w:rsid w:val="00B001D7"/>
    <w:rsid w:val="00B00AAF"/>
    <w:rsid w:val="00B00D88"/>
    <w:rsid w:val="00B0166E"/>
    <w:rsid w:val="00B02134"/>
    <w:rsid w:val="00B027B6"/>
    <w:rsid w:val="00B02EAC"/>
    <w:rsid w:val="00B043AE"/>
    <w:rsid w:val="00B0496C"/>
    <w:rsid w:val="00B050F7"/>
    <w:rsid w:val="00B05634"/>
    <w:rsid w:val="00B05C1E"/>
    <w:rsid w:val="00B06000"/>
    <w:rsid w:val="00B06720"/>
    <w:rsid w:val="00B06A93"/>
    <w:rsid w:val="00B073CE"/>
    <w:rsid w:val="00B07F2A"/>
    <w:rsid w:val="00B10486"/>
    <w:rsid w:val="00B111EB"/>
    <w:rsid w:val="00B11EE6"/>
    <w:rsid w:val="00B12FE0"/>
    <w:rsid w:val="00B13535"/>
    <w:rsid w:val="00B1450B"/>
    <w:rsid w:val="00B14582"/>
    <w:rsid w:val="00B14858"/>
    <w:rsid w:val="00B148C2"/>
    <w:rsid w:val="00B14C1C"/>
    <w:rsid w:val="00B14C6F"/>
    <w:rsid w:val="00B152AD"/>
    <w:rsid w:val="00B15C7A"/>
    <w:rsid w:val="00B20E6C"/>
    <w:rsid w:val="00B2184B"/>
    <w:rsid w:val="00B21B04"/>
    <w:rsid w:val="00B220FE"/>
    <w:rsid w:val="00B22494"/>
    <w:rsid w:val="00B227EC"/>
    <w:rsid w:val="00B231DA"/>
    <w:rsid w:val="00B235F3"/>
    <w:rsid w:val="00B23ACF"/>
    <w:rsid w:val="00B2416F"/>
    <w:rsid w:val="00B2455F"/>
    <w:rsid w:val="00B25819"/>
    <w:rsid w:val="00B2637D"/>
    <w:rsid w:val="00B2698E"/>
    <w:rsid w:val="00B278A5"/>
    <w:rsid w:val="00B27EE7"/>
    <w:rsid w:val="00B27F60"/>
    <w:rsid w:val="00B31142"/>
    <w:rsid w:val="00B3133E"/>
    <w:rsid w:val="00B314A0"/>
    <w:rsid w:val="00B31730"/>
    <w:rsid w:val="00B321AA"/>
    <w:rsid w:val="00B32F43"/>
    <w:rsid w:val="00B33355"/>
    <w:rsid w:val="00B3390F"/>
    <w:rsid w:val="00B33E23"/>
    <w:rsid w:val="00B33E35"/>
    <w:rsid w:val="00B33E6F"/>
    <w:rsid w:val="00B34586"/>
    <w:rsid w:val="00B3493D"/>
    <w:rsid w:val="00B34D10"/>
    <w:rsid w:val="00B34F03"/>
    <w:rsid w:val="00B35124"/>
    <w:rsid w:val="00B353E0"/>
    <w:rsid w:val="00B354C0"/>
    <w:rsid w:val="00B357A3"/>
    <w:rsid w:val="00B35AA8"/>
    <w:rsid w:val="00B35D44"/>
    <w:rsid w:val="00B3714B"/>
    <w:rsid w:val="00B37B84"/>
    <w:rsid w:val="00B37E84"/>
    <w:rsid w:val="00B403DD"/>
    <w:rsid w:val="00B40660"/>
    <w:rsid w:val="00B406B4"/>
    <w:rsid w:val="00B40A3D"/>
    <w:rsid w:val="00B40A77"/>
    <w:rsid w:val="00B410E7"/>
    <w:rsid w:val="00B411AA"/>
    <w:rsid w:val="00B417BA"/>
    <w:rsid w:val="00B41858"/>
    <w:rsid w:val="00B41F78"/>
    <w:rsid w:val="00B4206B"/>
    <w:rsid w:val="00B433E0"/>
    <w:rsid w:val="00B434F4"/>
    <w:rsid w:val="00B43727"/>
    <w:rsid w:val="00B43791"/>
    <w:rsid w:val="00B43975"/>
    <w:rsid w:val="00B46472"/>
    <w:rsid w:val="00B46724"/>
    <w:rsid w:val="00B46DDA"/>
    <w:rsid w:val="00B4703A"/>
    <w:rsid w:val="00B474C5"/>
    <w:rsid w:val="00B47728"/>
    <w:rsid w:val="00B4778B"/>
    <w:rsid w:val="00B47A9E"/>
    <w:rsid w:val="00B47B56"/>
    <w:rsid w:val="00B5056B"/>
    <w:rsid w:val="00B50853"/>
    <w:rsid w:val="00B51B9C"/>
    <w:rsid w:val="00B51C94"/>
    <w:rsid w:val="00B52928"/>
    <w:rsid w:val="00B52B88"/>
    <w:rsid w:val="00B52D32"/>
    <w:rsid w:val="00B53050"/>
    <w:rsid w:val="00B53276"/>
    <w:rsid w:val="00B536F9"/>
    <w:rsid w:val="00B53804"/>
    <w:rsid w:val="00B53CFA"/>
    <w:rsid w:val="00B54C23"/>
    <w:rsid w:val="00B55252"/>
    <w:rsid w:val="00B5586E"/>
    <w:rsid w:val="00B558A3"/>
    <w:rsid w:val="00B55A03"/>
    <w:rsid w:val="00B56107"/>
    <w:rsid w:val="00B5612E"/>
    <w:rsid w:val="00B567F4"/>
    <w:rsid w:val="00B56B00"/>
    <w:rsid w:val="00B5787B"/>
    <w:rsid w:val="00B57C1F"/>
    <w:rsid w:val="00B60CF9"/>
    <w:rsid w:val="00B60FF1"/>
    <w:rsid w:val="00B612BC"/>
    <w:rsid w:val="00B616B0"/>
    <w:rsid w:val="00B617CE"/>
    <w:rsid w:val="00B6182B"/>
    <w:rsid w:val="00B62531"/>
    <w:rsid w:val="00B63352"/>
    <w:rsid w:val="00B635E8"/>
    <w:rsid w:val="00B6391E"/>
    <w:rsid w:val="00B63B7B"/>
    <w:rsid w:val="00B63CDA"/>
    <w:rsid w:val="00B63E0F"/>
    <w:rsid w:val="00B655F9"/>
    <w:rsid w:val="00B65798"/>
    <w:rsid w:val="00B6692A"/>
    <w:rsid w:val="00B67120"/>
    <w:rsid w:val="00B67184"/>
    <w:rsid w:val="00B67388"/>
    <w:rsid w:val="00B674E5"/>
    <w:rsid w:val="00B67505"/>
    <w:rsid w:val="00B67C3C"/>
    <w:rsid w:val="00B67F12"/>
    <w:rsid w:val="00B70AEC"/>
    <w:rsid w:val="00B70B5E"/>
    <w:rsid w:val="00B720E0"/>
    <w:rsid w:val="00B7323C"/>
    <w:rsid w:val="00B73BA6"/>
    <w:rsid w:val="00B73BE5"/>
    <w:rsid w:val="00B73DC0"/>
    <w:rsid w:val="00B73E91"/>
    <w:rsid w:val="00B74328"/>
    <w:rsid w:val="00B7455C"/>
    <w:rsid w:val="00B74605"/>
    <w:rsid w:val="00B746E7"/>
    <w:rsid w:val="00B75970"/>
    <w:rsid w:val="00B7678C"/>
    <w:rsid w:val="00B76BB8"/>
    <w:rsid w:val="00B76FF5"/>
    <w:rsid w:val="00B77141"/>
    <w:rsid w:val="00B77183"/>
    <w:rsid w:val="00B775A5"/>
    <w:rsid w:val="00B778DD"/>
    <w:rsid w:val="00B77B8E"/>
    <w:rsid w:val="00B77C9E"/>
    <w:rsid w:val="00B805CF"/>
    <w:rsid w:val="00B80C25"/>
    <w:rsid w:val="00B81413"/>
    <w:rsid w:val="00B8142B"/>
    <w:rsid w:val="00B815C5"/>
    <w:rsid w:val="00B819D2"/>
    <w:rsid w:val="00B81A22"/>
    <w:rsid w:val="00B82551"/>
    <w:rsid w:val="00B82609"/>
    <w:rsid w:val="00B833F3"/>
    <w:rsid w:val="00B836D1"/>
    <w:rsid w:val="00B83756"/>
    <w:rsid w:val="00B83D0F"/>
    <w:rsid w:val="00B83FF9"/>
    <w:rsid w:val="00B844DA"/>
    <w:rsid w:val="00B84DF5"/>
    <w:rsid w:val="00B85EC9"/>
    <w:rsid w:val="00B8615A"/>
    <w:rsid w:val="00B862CB"/>
    <w:rsid w:val="00B87301"/>
    <w:rsid w:val="00B8783D"/>
    <w:rsid w:val="00B87B68"/>
    <w:rsid w:val="00B9002E"/>
    <w:rsid w:val="00B909E2"/>
    <w:rsid w:val="00B90DB8"/>
    <w:rsid w:val="00B90E99"/>
    <w:rsid w:val="00B91563"/>
    <w:rsid w:val="00B91671"/>
    <w:rsid w:val="00B9175C"/>
    <w:rsid w:val="00B92A58"/>
    <w:rsid w:val="00B93C3B"/>
    <w:rsid w:val="00B9407E"/>
    <w:rsid w:val="00B942C8"/>
    <w:rsid w:val="00B9523E"/>
    <w:rsid w:val="00B95F50"/>
    <w:rsid w:val="00B95F64"/>
    <w:rsid w:val="00B96103"/>
    <w:rsid w:val="00B96228"/>
    <w:rsid w:val="00B96816"/>
    <w:rsid w:val="00B968DB"/>
    <w:rsid w:val="00B96A8B"/>
    <w:rsid w:val="00B96F79"/>
    <w:rsid w:val="00B97006"/>
    <w:rsid w:val="00B97C45"/>
    <w:rsid w:val="00B97C5A"/>
    <w:rsid w:val="00B97C64"/>
    <w:rsid w:val="00B97E31"/>
    <w:rsid w:val="00B97E6D"/>
    <w:rsid w:val="00BA0150"/>
    <w:rsid w:val="00BA07DC"/>
    <w:rsid w:val="00BA0AEC"/>
    <w:rsid w:val="00BA1527"/>
    <w:rsid w:val="00BA156F"/>
    <w:rsid w:val="00BA1ED2"/>
    <w:rsid w:val="00BA23F6"/>
    <w:rsid w:val="00BA266E"/>
    <w:rsid w:val="00BA3004"/>
    <w:rsid w:val="00BA47EB"/>
    <w:rsid w:val="00BA4908"/>
    <w:rsid w:val="00BA4FE8"/>
    <w:rsid w:val="00BA6062"/>
    <w:rsid w:val="00BA6253"/>
    <w:rsid w:val="00BA67F0"/>
    <w:rsid w:val="00BA7950"/>
    <w:rsid w:val="00BA7ADF"/>
    <w:rsid w:val="00BA7EFE"/>
    <w:rsid w:val="00BB0156"/>
    <w:rsid w:val="00BB01E7"/>
    <w:rsid w:val="00BB09EA"/>
    <w:rsid w:val="00BB1233"/>
    <w:rsid w:val="00BB13B3"/>
    <w:rsid w:val="00BB16E7"/>
    <w:rsid w:val="00BB20D2"/>
    <w:rsid w:val="00BB236F"/>
    <w:rsid w:val="00BB2FB1"/>
    <w:rsid w:val="00BB3018"/>
    <w:rsid w:val="00BB3743"/>
    <w:rsid w:val="00BB39ED"/>
    <w:rsid w:val="00BB3A8B"/>
    <w:rsid w:val="00BB4305"/>
    <w:rsid w:val="00BB436F"/>
    <w:rsid w:val="00BB4F85"/>
    <w:rsid w:val="00BB4FCE"/>
    <w:rsid w:val="00BB597F"/>
    <w:rsid w:val="00BB6433"/>
    <w:rsid w:val="00BB67F1"/>
    <w:rsid w:val="00BB6AE9"/>
    <w:rsid w:val="00BB70E1"/>
    <w:rsid w:val="00BB7227"/>
    <w:rsid w:val="00BB7CCF"/>
    <w:rsid w:val="00BC081E"/>
    <w:rsid w:val="00BC08E2"/>
    <w:rsid w:val="00BC0D67"/>
    <w:rsid w:val="00BC1217"/>
    <w:rsid w:val="00BC3EFF"/>
    <w:rsid w:val="00BC41ED"/>
    <w:rsid w:val="00BC42A7"/>
    <w:rsid w:val="00BC44BD"/>
    <w:rsid w:val="00BC48C7"/>
    <w:rsid w:val="00BC51F1"/>
    <w:rsid w:val="00BC5251"/>
    <w:rsid w:val="00BC54D0"/>
    <w:rsid w:val="00BC57A6"/>
    <w:rsid w:val="00BC7864"/>
    <w:rsid w:val="00BD0116"/>
    <w:rsid w:val="00BD048F"/>
    <w:rsid w:val="00BD0DF2"/>
    <w:rsid w:val="00BD1955"/>
    <w:rsid w:val="00BD1A60"/>
    <w:rsid w:val="00BD2A2F"/>
    <w:rsid w:val="00BD36F4"/>
    <w:rsid w:val="00BD4403"/>
    <w:rsid w:val="00BD490C"/>
    <w:rsid w:val="00BD4D2C"/>
    <w:rsid w:val="00BD5943"/>
    <w:rsid w:val="00BD5D94"/>
    <w:rsid w:val="00BD67ED"/>
    <w:rsid w:val="00BD7178"/>
    <w:rsid w:val="00BD71BA"/>
    <w:rsid w:val="00BD77E2"/>
    <w:rsid w:val="00BD7807"/>
    <w:rsid w:val="00BE0BE6"/>
    <w:rsid w:val="00BE0D2F"/>
    <w:rsid w:val="00BE0E89"/>
    <w:rsid w:val="00BE0F86"/>
    <w:rsid w:val="00BE162B"/>
    <w:rsid w:val="00BE1793"/>
    <w:rsid w:val="00BE1BB5"/>
    <w:rsid w:val="00BE1C42"/>
    <w:rsid w:val="00BE1DAD"/>
    <w:rsid w:val="00BE23A5"/>
    <w:rsid w:val="00BE3683"/>
    <w:rsid w:val="00BE3737"/>
    <w:rsid w:val="00BE37AE"/>
    <w:rsid w:val="00BE385F"/>
    <w:rsid w:val="00BE387B"/>
    <w:rsid w:val="00BE3BE1"/>
    <w:rsid w:val="00BE3CF5"/>
    <w:rsid w:val="00BE4074"/>
    <w:rsid w:val="00BE4214"/>
    <w:rsid w:val="00BE453A"/>
    <w:rsid w:val="00BE4726"/>
    <w:rsid w:val="00BE5013"/>
    <w:rsid w:val="00BE5C08"/>
    <w:rsid w:val="00BE6288"/>
    <w:rsid w:val="00BE6350"/>
    <w:rsid w:val="00BE6356"/>
    <w:rsid w:val="00BE63A1"/>
    <w:rsid w:val="00BE64BF"/>
    <w:rsid w:val="00BE6852"/>
    <w:rsid w:val="00BE6B71"/>
    <w:rsid w:val="00BE70B4"/>
    <w:rsid w:val="00BE7194"/>
    <w:rsid w:val="00BE7C53"/>
    <w:rsid w:val="00BF03D9"/>
    <w:rsid w:val="00BF0676"/>
    <w:rsid w:val="00BF074D"/>
    <w:rsid w:val="00BF0FE8"/>
    <w:rsid w:val="00BF1604"/>
    <w:rsid w:val="00BF1B62"/>
    <w:rsid w:val="00BF1CB5"/>
    <w:rsid w:val="00BF2368"/>
    <w:rsid w:val="00BF2F1C"/>
    <w:rsid w:val="00BF3098"/>
    <w:rsid w:val="00BF317D"/>
    <w:rsid w:val="00BF3525"/>
    <w:rsid w:val="00BF3A33"/>
    <w:rsid w:val="00BF3D46"/>
    <w:rsid w:val="00BF45E3"/>
    <w:rsid w:val="00BF4B81"/>
    <w:rsid w:val="00BF4BE2"/>
    <w:rsid w:val="00BF4F42"/>
    <w:rsid w:val="00BF5C0A"/>
    <w:rsid w:val="00BF6613"/>
    <w:rsid w:val="00BF6778"/>
    <w:rsid w:val="00BF79A2"/>
    <w:rsid w:val="00C00290"/>
    <w:rsid w:val="00C0060E"/>
    <w:rsid w:val="00C00C09"/>
    <w:rsid w:val="00C00E3D"/>
    <w:rsid w:val="00C00F92"/>
    <w:rsid w:val="00C010F4"/>
    <w:rsid w:val="00C01620"/>
    <w:rsid w:val="00C0250F"/>
    <w:rsid w:val="00C0261B"/>
    <w:rsid w:val="00C029CF"/>
    <w:rsid w:val="00C02BD8"/>
    <w:rsid w:val="00C02EEF"/>
    <w:rsid w:val="00C030A0"/>
    <w:rsid w:val="00C0325C"/>
    <w:rsid w:val="00C0326B"/>
    <w:rsid w:val="00C0377A"/>
    <w:rsid w:val="00C0408B"/>
    <w:rsid w:val="00C044BA"/>
    <w:rsid w:val="00C0476A"/>
    <w:rsid w:val="00C04DD0"/>
    <w:rsid w:val="00C04F7E"/>
    <w:rsid w:val="00C0509B"/>
    <w:rsid w:val="00C0566F"/>
    <w:rsid w:val="00C05AE4"/>
    <w:rsid w:val="00C05F7A"/>
    <w:rsid w:val="00C07F5C"/>
    <w:rsid w:val="00C10005"/>
    <w:rsid w:val="00C1017B"/>
    <w:rsid w:val="00C101A5"/>
    <w:rsid w:val="00C110D3"/>
    <w:rsid w:val="00C11396"/>
    <w:rsid w:val="00C115F5"/>
    <w:rsid w:val="00C1168E"/>
    <w:rsid w:val="00C119AC"/>
    <w:rsid w:val="00C11B56"/>
    <w:rsid w:val="00C11D9D"/>
    <w:rsid w:val="00C1268C"/>
    <w:rsid w:val="00C12A18"/>
    <w:rsid w:val="00C130DD"/>
    <w:rsid w:val="00C13414"/>
    <w:rsid w:val="00C13473"/>
    <w:rsid w:val="00C13950"/>
    <w:rsid w:val="00C14853"/>
    <w:rsid w:val="00C14ED7"/>
    <w:rsid w:val="00C157FF"/>
    <w:rsid w:val="00C15B54"/>
    <w:rsid w:val="00C15E8E"/>
    <w:rsid w:val="00C15F9F"/>
    <w:rsid w:val="00C16051"/>
    <w:rsid w:val="00C16EE4"/>
    <w:rsid w:val="00C17E7B"/>
    <w:rsid w:val="00C17FEA"/>
    <w:rsid w:val="00C20767"/>
    <w:rsid w:val="00C210C1"/>
    <w:rsid w:val="00C219CE"/>
    <w:rsid w:val="00C21C94"/>
    <w:rsid w:val="00C2303D"/>
    <w:rsid w:val="00C236F0"/>
    <w:rsid w:val="00C23E59"/>
    <w:rsid w:val="00C24906"/>
    <w:rsid w:val="00C24CD6"/>
    <w:rsid w:val="00C24EF9"/>
    <w:rsid w:val="00C25477"/>
    <w:rsid w:val="00C257AB"/>
    <w:rsid w:val="00C262BC"/>
    <w:rsid w:val="00C264EE"/>
    <w:rsid w:val="00C27534"/>
    <w:rsid w:val="00C278B5"/>
    <w:rsid w:val="00C279AB"/>
    <w:rsid w:val="00C303FC"/>
    <w:rsid w:val="00C30640"/>
    <w:rsid w:val="00C30DD4"/>
    <w:rsid w:val="00C3159D"/>
    <w:rsid w:val="00C31ABE"/>
    <w:rsid w:val="00C31E50"/>
    <w:rsid w:val="00C3218E"/>
    <w:rsid w:val="00C325DB"/>
    <w:rsid w:val="00C32676"/>
    <w:rsid w:val="00C32EE5"/>
    <w:rsid w:val="00C331CF"/>
    <w:rsid w:val="00C3328E"/>
    <w:rsid w:val="00C33BF9"/>
    <w:rsid w:val="00C33FFA"/>
    <w:rsid w:val="00C3408C"/>
    <w:rsid w:val="00C341CF"/>
    <w:rsid w:val="00C34594"/>
    <w:rsid w:val="00C347D0"/>
    <w:rsid w:val="00C34980"/>
    <w:rsid w:val="00C35DB0"/>
    <w:rsid w:val="00C35FA9"/>
    <w:rsid w:val="00C35FCE"/>
    <w:rsid w:val="00C3627C"/>
    <w:rsid w:val="00C36852"/>
    <w:rsid w:val="00C36A5F"/>
    <w:rsid w:val="00C377AA"/>
    <w:rsid w:val="00C377D9"/>
    <w:rsid w:val="00C37B56"/>
    <w:rsid w:val="00C37EC7"/>
    <w:rsid w:val="00C37FEE"/>
    <w:rsid w:val="00C40537"/>
    <w:rsid w:val="00C417ED"/>
    <w:rsid w:val="00C41977"/>
    <w:rsid w:val="00C41DFF"/>
    <w:rsid w:val="00C41ECC"/>
    <w:rsid w:val="00C42041"/>
    <w:rsid w:val="00C4225D"/>
    <w:rsid w:val="00C42268"/>
    <w:rsid w:val="00C433B9"/>
    <w:rsid w:val="00C43746"/>
    <w:rsid w:val="00C43F8B"/>
    <w:rsid w:val="00C441A4"/>
    <w:rsid w:val="00C443C0"/>
    <w:rsid w:val="00C44798"/>
    <w:rsid w:val="00C45323"/>
    <w:rsid w:val="00C45703"/>
    <w:rsid w:val="00C45B05"/>
    <w:rsid w:val="00C4614F"/>
    <w:rsid w:val="00C462C8"/>
    <w:rsid w:val="00C466B5"/>
    <w:rsid w:val="00C46FE0"/>
    <w:rsid w:val="00C47010"/>
    <w:rsid w:val="00C473E5"/>
    <w:rsid w:val="00C47E49"/>
    <w:rsid w:val="00C50252"/>
    <w:rsid w:val="00C508D8"/>
    <w:rsid w:val="00C50984"/>
    <w:rsid w:val="00C50CA3"/>
    <w:rsid w:val="00C5205C"/>
    <w:rsid w:val="00C52889"/>
    <w:rsid w:val="00C52BE9"/>
    <w:rsid w:val="00C52C7D"/>
    <w:rsid w:val="00C53EB5"/>
    <w:rsid w:val="00C54343"/>
    <w:rsid w:val="00C5466E"/>
    <w:rsid w:val="00C54DD6"/>
    <w:rsid w:val="00C54E35"/>
    <w:rsid w:val="00C54E7F"/>
    <w:rsid w:val="00C54EC0"/>
    <w:rsid w:val="00C5515E"/>
    <w:rsid w:val="00C55C10"/>
    <w:rsid w:val="00C56160"/>
    <w:rsid w:val="00C5620A"/>
    <w:rsid w:val="00C562B9"/>
    <w:rsid w:val="00C567C7"/>
    <w:rsid w:val="00C56D69"/>
    <w:rsid w:val="00C56E77"/>
    <w:rsid w:val="00C57B3B"/>
    <w:rsid w:val="00C614DD"/>
    <w:rsid w:val="00C617AF"/>
    <w:rsid w:val="00C6198E"/>
    <w:rsid w:val="00C62E96"/>
    <w:rsid w:val="00C6332A"/>
    <w:rsid w:val="00C63C94"/>
    <w:rsid w:val="00C64233"/>
    <w:rsid w:val="00C64915"/>
    <w:rsid w:val="00C64BEC"/>
    <w:rsid w:val="00C64F08"/>
    <w:rsid w:val="00C650F2"/>
    <w:rsid w:val="00C6522E"/>
    <w:rsid w:val="00C65329"/>
    <w:rsid w:val="00C65394"/>
    <w:rsid w:val="00C65D70"/>
    <w:rsid w:val="00C65EEB"/>
    <w:rsid w:val="00C65F99"/>
    <w:rsid w:val="00C65FC1"/>
    <w:rsid w:val="00C664D1"/>
    <w:rsid w:val="00C66C24"/>
    <w:rsid w:val="00C66EC2"/>
    <w:rsid w:val="00C66FF4"/>
    <w:rsid w:val="00C6766E"/>
    <w:rsid w:val="00C678CC"/>
    <w:rsid w:val="00C70D40"/>
    <w:rsid w:val="00C70FE4"/>
    <w:rsid w:val="00C7162A"/>
    <w:rsid w:val="00C71EE7"/>
    <w:rsid w:val="00C71F65"/>
    <w:rsid w:val="00C720D8"/>
    <w:rsid w:val="00C72A87"/>
    <w:rsid w:val="00C72DD5"/>
    <w:rsid w:val="00C72FC5"/>
    <w:rsid w:val="00C72FCA"/>
    <w:rsid w:val="00C73540"/>
    <w:rsid w:val="00C73BFD"/>
    <w:rsid w:val="00C74708"/>
    <w:rsid w:val="00C749C2"/>
    <w:rsid w:val="00C749E6"/>
    <w:rsid w:val="00C758EE"/>
    <w:rsid w:val="00C766B0"/>
    <w:rsid w:val="00C766E6"/>
    <w:rsid w:val="00C76C92"/>
    <w:rsid w:val="00C76CC9"/>
    <w:rsid w:val="00C76EFF"/>
    <w:rsid w:val="00C77069"/>
    <w:rsid w:val="00C770BD"/>
    <w:rsid w:val="00C771CD"/>
    <w:rsid w:val="00C77481"/>
    <w:rsid w:val="00C77BB6"/>
    <w:rsid w:val="00C8025D"/>
    <w:rsid w:val="00C802F9"/>
    <w:rsid w:val="00C8074E"/>
    <w:rsid w:val="00C80F0D"/>
    <w:rsid w:val="00C80F49"/>
    <w:rsid w:val="00C81764"/>
    <w:rsid w:val="00C81FB1"/>
    <w:rsid w:val="00C82820"/>
    <w:rsid w:val="00C82C9C"/>
    <w:rsid w:val="00C82D1E"/>
    <w:rsid w:val="00C83829"/>
    <w:rsid w:val="00C83D04"/>
    <w:rsid w:val="00C840AF"/>
    <w:rsid w:val="00C840BA"/>
    <w:rsid w:val="00C852A4"/>
    <w:rsid w:val="00C85C13"/>
    <w:rsid w:val="00C85EAE"/>
    <w:rsid w:val="00C86375"/>
    <w:rsid w:val="00C86391"/>
    <w:rsid w:val="00C86574"/>
    <w:rsid w:val="00C86580"/>
    <w:rsid w:val="00C865D2"/>
    <w:rsid w:val="00C87075"/>
    <w:rsid w:val="00C87748"/>
    <w:rsid w:val="00C87C76"/>
    <w:rsid w:val="00C9032F"/>
    <w:rsid w:val="00C9090F"/>
    <w:rsid w:val="00C9180E"/>
    <w:rsid w:val="00C91C63"/>
    <w:rsid w:val="00C92028"/>
    <w:rsid w:val="00C92190"/>
    <w:rsid w:val="00C92A42"/>
    <w:rsid w:val="00C92C58"/>
    <w:rsid w:val="00C92E59"/>
    <w:rsid w:val="00C94590"/>
    <w:rsid w:val="00C9556E"/>
    <w:rsid w:val="00C955FB"/>
    <w:rsid w:val="00C95887"/>
    <w:rsid w:val="00C95F4F"/>
    <w:rsid w:val="00C96321"/>
    <w:rsid w:val="00C96DE1"/>
    <w:rsid w:val="00C97391"/>
    <w:rsid w:val="00C976E0"/>
    <w:rsid w:val="00C978D1"/>
    <w:rsid w:val="00C97950"/>
    <w:rsid w:val="00CA0AAE"/>
    <w:rsid w:val="00CA0DF0"/>
    <w:rsid w:val="00CA106F"/>
    <w:rsid w:val="00CA1351"/>
    <w:rsid w:val="00CA2684"/>
    <w:rsid w:val="00CA3195"/>
    <w:rsid w:val="00CA37D7"/>
    <w:rsid w:val="00CA3B0A"/>
    <w:rsid w:val="00CA3DAC"/>
    <w:rsid w:val="00CA3FB1"/>
    <w:rsid w:val="00CA465E"/>
    <w:rsid w:val="00CA491D"/>
    <w:rsid w:val="00CA49B0"/>
    <w:rsid w:val="00CA550C"/>
    <w:rsid w:val="00CA5A00"/>
    <w:rsid w:val="00CA5BD2"/>
    <w:rsid w:val="00CA5D26"/>
    <w:rsid w:val="00CA6128"/>
    <w:rsid w:val="00CA7238"/>
    <w:rsid w:val="00CA7498"/>
    <w:rsid w:val="00CB094C"/>
    <w:rsid w:val="00CB0CF2"/>
    <w:rsid w:val="00CB1853"/>
    <w:rsid w:val="00CB1BC5"/>
    <w:rsid w:val="00CB2133"/>
    <w:rsid w:val="00CB2155"/>
    <w:rsid w:val="00CB2EB3"/>
    <w:rsid w:val="00CB3086"/>
    <w:rsid w:val="00CB3207"/>
    <w:rsid w:val="00CB36F4"/>
    <w:rsid w:val="00CB36F9"/>
    <w:rsid w:val="00CB392F"/>
    <w:rsid w:val="00CB407A"/>
    <w:rsid w:val="00CB42DF"/>
    <w:rsid w:val="00CB44CA"/>
    <w:rsid w:val="00CB44D2"/>
    <w:rsid w:val="00CB494D"/>
    <w:rsid w:val="00CB4A37"/>
    <w:rsid w:val="00CB4E51"/>
    <w:rsid w:val="00CB5E0C"/>
    <w:rsid w:val="00CB686B"/>
    <w:rsid w:val="00CB7510"/>
    <w:rsid w:val="00CB7BA6"/>
    <w:rsid w:val="00CB7D4A"/>
    <w:rsid w:val="00CC052E"/>
    <w:rsid w:val="00CC0692"/>
    <w:rsid w:val="00CC07DA"/>
    <w:rsid w:val="00CC0F78"/>
    <w:rsid w:val="00CC1A02"/>
    <w:rsid w:val="00CC1C87"/>
    <w:rsid w:val="00CC1D4C"/>
    <w:rsid w:val="00CC2282"/>
    <w:rsid w:val="00CC26BE"/>
    <w:rsid w:val="00CC2790"/>
    <w:rsid w:val="00CC2EF8"/>
    <w:rsid w:val="00CC315D"/>
    <w:rsid w:val="00CC3AAA"/>
    <w:rsid w:val="00CC3CE4"/>
    <w:rsid w:val="00CC3DA6"/>
    <w:rsid w:val="00CC471E"/>
    <w:rsid w:val="00CC6044"/>
    <w:rsid w:val="00CC6141"/>
    <w:rsid w:val="00CC6AC2"/>
    <w:rsid w:val="00CC72A1"/>
    <w:rsid w:val="00CC75AA"/>
    <w:rsid w:val="00CC79F9"/>
    <w:rsid w:val="00CC7AD4"/>
    <w:rsid w:val="00CD25F3"/>
    <w:rsid w:val="00CD2A43"/>
    <w:rsid w:val="00CD2D1E"/>
    <w:rsid w:val="00CD2EB0"/>
    <w:rsid w:val="00CD2EC9"/>
    <w:rsid w:val="00CD2F17"/>
    <w:rsid w:val="00CD3E3F"/>
    <w:rsid w:val="00CD4E23"/>
    <w:rsid w:val="00CD4F87"/>
    <w:rsid w:val="00CD504F"/>
    <w:rsid w:val="00CD51CF"/>
    <w:rsid w:val="00CD53A8"/>
    <w:rsid w:val="00CD56FA"/>
    <w:rsid w:val="00CD5E14"/>
    <w:rsid w:val="00CD5EBB"/>
    <w:rsid w:val="00CD60D2"/>
    <w:rsid w:val="00CD6557"/>
    <w:rsid w:val="00CD66DE"/>
    <w:rsid w:val="00CD6700"/>
    <w:rsid w:val="00CD6D51"/>
    <w:rsid w:val="00CD714F"/>
    <w:rsid w:val="00CD7271"/>
    <w:rsid w:val="00CD76A8"/>
    <w:rsid w:val="00CE0753"/>
    <w:rsid w:val="00CE08EC"/>
    <w:rsid w:val="00CE0931"/>
    <w:rsid w:val="00CE0EAA"/>
    <w:rsid w:val="00CE17DD"/>
    <w:rsid w:val="00CE2679"/>
    <w:rsid w:val="00CE28BE"/>
    <w:rsid w:val="00CE2944"/>
    <w:rsid w:val="00CE2A1F"/>
    <w:rsid w:val="00CE2F3B"/>
    <w:rsid w:val="00CE2F93"/>
    <w:rsid w:val="00CE34E2"/>
    <w:rsid w:val="00CE37DB"/>
    <w:rsid w:val="00CE443F"/>
    <w:rsid w:val="00CE4856"/>
    <w:rsid w:val="00CE4B5F"/>
    <w:rsid w:val="00CE4E0F"/>
    <w:rsid w:val="00CE5299"/>
    <w:rsid w:val="00CE613D"/>
    <w:rsid w:val="00CE654E"/>
    <w:rsid w:val="00CE696E"/>
    <w:rsid w:val="00CE6B78"/>
    <w:rsid w:val="00CE755B"/>
    <w:rsid w:val="00CF0B0C"/>
    <w:rsid w:val="00CF0C14"/>
    <w:rsid w:val="00CF0E93"/>
    <w:rsid w:val="00CF0EF6"/>
    <w:rsid w:val="00CF0F00"/>
    <w:rsid w:val="00CF0FE3"/>
    <w:rsid w:val="00CF1019"/>
    <w:rsid w:val="00CF103E"/>
    <w:rsid w:val="00CF1710"/>
    <w:rsid w:val="00CF1DAF"/>
    <w:rsid w:val="00CF252F"/>
    <w:rsid w:val="00CF266F"/>
    <w:rsid w:val="00CF29B5"/>
    <w:rsid w:val="00CF2AFE"/>
    <w:rsid w:val="00CF2B59"/>
    <w:rsid w:val="00CF2E76"/>
    <w:rsid w:val="00CF3F9B"/>
    <w:rsid w:val="00CF4097"/>
    <w:rsid w:val="00CF4611"/>
    <w:rsid w:val="00CF546E"/>
    <w:rsid w:val="00CF569C"/>
    <w:rsid w:val="00CF6096"/>
    <w:rsid w:val="00CF62D8"/>
    <w:rsid w:val="00CF65FA"/>
    <w:rsid w:val="00CF6B41"/>
    <w:rsid w:val="00CF770B"/>
    <w:rsid w:val="00CF7783"/>
    <w:rsid w:val="00CF7DFA"/>
    <w:rsid w:val="00D00215"/>
    <w:rsid w:val="00D008AF"/>
    <w:rsid w:val="00D0092D"/>
    <w:rsid w:val="00D00940"/>
    <w:rsid w:val="00D00953"/>
    <w:rsid w:val="00D00DC8"/>
    <w:rsid w:val="00D0119C"/>
    <w:rsid w:val="00D015B9"/>
    <w:rsid w:val="00D01F58"/>
    <w:rsid w:val="00D02068"/>
    <w:rsid w:val="00D020F4"/>
    <w:rsid w:val="00D02E33"/>
    <w:rsid w:val="00D03055"/>
    <w:rsid w:val="00D03303"/>
    <w:rsid w:val="00D043EB"/>
    <w:rsid w:val="00D04568"/>
    <w:rsid w:val="00D04D86"/>
    <w:rsid w:val="00D04F05"/>
    <w:rsid w:val="00D05498"/>
    <w:rsid w:val="00D06EE8"/>
    <w:rsid w:val="00D077FC"/>
    <w:rsid w:val="00D07B32"/>
    <w:rsid w:val="00D07E53"/>
    <w:rsid w:val="00D110CB"/>
    <w:rsid w:val="00D1121A"/>
    <w:rsid w:val="00D112A0"/>
    <w:rsid w:val="00D11546"/>
    <w:rsid w:val="00D11CBA"/>
    <w:rsid w:val="00D11FF0"/>
    <w:rsid w:val="00D12457"/>
    <w:rsid w:val="00D12A2B"/>
    <w:rsid w:val="00D12F94"/>
    <w:rsid w:val="00D13736"/>
    <w:rsid w:val="00D13C22"/>
    <w:rsid w:val="00D13C2D"/>
    <w:rsid w:val="00D142CF"/>
    <w:rsid w:val="00D14639"/>
    <w:rsid w:val="00D148B4"/>
    <w:rsid w:val="00D14940"/>
    <w:rsid w:val="00D14F4F"/>
    <w:rsid w:val="00D15C90"/>
    <w:rsid w:val="00D16328"/>
    <w:rsid w:val="00D16AB9"/>
    <w:rsid w:val="00D16ADA"/>
    <w:rsid w:val="00D16D10"/>
    <w:rsid w:val="00D16F52"/>
    <w:rsid w:val="00D17B3E"/>
    <w:rsid w:val="00D17FB0"/>
    <w:rsid w:val="00D20221"/>
    <w:rsid w:val="00D207AC"/>
    <w:rsid w:val="00D20944"/>
    <w:rsid w:val="00D20D28"/>
    <w:rsid w:val="00D20EE3"/>
    <w:rsid w:val="00D20F4A"/>
    <w:rsid w:val="00D21344"/>
    <w:rsid w:val="00D21A8B"/>
    <w:rsid w:val="00D21EDF"/>
    <w:rsid w:val="00D22997"/>
    <w:rsid w:val="00D23119"/>
    <w:rsid w:val="00D2334E"/>
    <w:rsid w:val="00D236C6"/>
    <w:rsid w:val="00D23CC6"/>
    <w:rsid w:val="00D244C5"/>
    <w:rsid w:val="00D25037"/>
    <w:rsid w:val="00D25274"/>
    <w:rsid w:val="00D2557F"/>
    <w:rsid w:val="00D25C22"/>
    <w:rsid w:val="00D25D0F"/>
    <w:rsid w:val="00D264E8"/>
    <w:rsid w:val="00D26AE7"/>
    <w:rsid w:val="00D271EE"/>
    <w:rsid w:val="00D27E50"/>
    <w:rsid w:val="00D27FF4"/>
    <w:rsid w:val="00D303DF"/>
    <w:rsid w:val="00D305C4"/>
    <w:rsid w:val="00D3070A"/>
    <w:rsid w:val="00D307D1"/>
    <w:rsid w:val="00D307E3"/>
    <w:rsid w:val="00D30A33"/>
    <w:rsid w:val="00D30E13"/>
    <w:rsid w:val="00D314CE"/>
    <w:rsid w:val="00D31EB9"/>
    <w:rsid w:val="00D32586"/>
    <w:rsid w:val="00D326B8"/>
    <w:rsid w:val="00D32825"/>
    <w:rsid w:val="00D32A81"/>
    <w:rsid w:val="00D32CDC"/>
    <w:rsid w:val="00D32F1B"/>
    <w:rsid w:val="00D33493"/>
    <w:rsid w:val="00D3365D"/>
    <w:rsid w:val="00D33F6E"/>
    <w:rsid w:val="00D3413B"/>
    <w:rsid w:val="00D3441B"/>
    <w:rsid w:val="00D34420"/>
    <w:rsid w:val="00D350E6"/>
    <w:rsid w:val="00D36051"/>
    <w:rsid w:val="00D368C0"/>
    <w:rsid w:val="00D36DDD"/>
    <w:rsid w:val="00D373D7"/>
    <w:rsid w:val="00D37D12"/>
    <w:rsid w:val="00D40D02"/>
    <w:rsid w:val="00D40D64"/>
    <w:rsid w:val="00D41333"/>
    <w:rsid w:val="00D41671"/>
    <w:rsid w:val="00D41A1E"/>
    <w:rsid w:val="00D41F74"/>
    <w:rsid w:val="00D429F7"/>
    <w:rsid w:val="00D42BDA"/>
    <w:rsid w:val="00D42C66"/>
    <w:rsid w:val="00D43C18"/>
    <w:rsid w:val="00D44029"/>
    <w:rsid w:val="00D44483"/>
    <w:rsid w:val="00D446B8"/>
    <w:rsid w:val="00D44EEA"/>
    <w:rsid w:val="00D44F81"/>
    <w:rsid w:val="00D45902"/>
    <w:rsid w:val="00D462CD"/>
    <w:rsid w:val="00D46474"/>
    <w:rsid w:val="00D46771"/>
    <w:rsid w:val="00D46A49"/>
    <w:rsid w:val="00D46FE5"/>
    <w:rsid w:val="00D47581"/>
    <w:rsid w:val="00D476D6"/>
    <w:rsid w:val="00D476EC"/>
    <w:rsid w:val="00D47C78"/>
    <w:rsid w:val="00D47D89"/>
    <w:rsid w:val="00D47E32"/>
    <w:rsid w:val="00D50119"/>
    <w:rsid w:val="00D50321"/>
    <w:rsid w:val="00D504ED"/>
    <w:rsid w:val="00D50683"/>
    <w:rsid w:val="00D50F6F"/>
    <w:rsid w:val="00D51010"/>
    <w:rsid w:val="00D5128F"/>
    <w:rsid w:val="00D514E9"/>
    <w:rsid w:val="00D520BB"/>
    <w:rsid w:val="00D522E0"/>
    <w:rsid w:val="00D5247C"/>
    <w:rsid w:val="00D531DD"/>
    <w:rsid w:val="00D53206"/>
    <w:rsid w:val="00D53464"/>
    <w:rsid w:val="00D53B0C"/>
    <w:rsid w:val="00D53C9D"/>
    <w:rsid w:val="00D54139"/>
    <w:rsid w:val="00D54BAC"/>
    <w:rsid w:val="00D54C90"/>
    <w:rsid w:val="00D54F03"/>
    <w:rsid w:val="00D54FD5"/>
    <w:rsid w:val="00D552F9"/>
    <w:rsid w:val="00D55F5C"/>
    <w:rsid w:val="00D55FDC"/>
    <w:rsid w:val="00D56455"/>
    <w:rsid w:val="00D56BE2"/>
    <w:rsid w:val="00D56D0A"/>
    <w:rsid w:val="00D56E40"/>
    <w:rsid w:val="00D56FD0"/>
    <w:rsid w:val="00D5709D"/>
    <w:rsid w:val="00D570A4"/>
    <w:rsid w:val="00D57BD0"/>
    <w:rsid w:val="00D6019F"/>
    <w:rsid w:val="00D6049E"/>
    <w:rsid w:val="00D604E6"/>
    <w:rsid w:val="00D6054C"/>
    <w:rsid w:val="00D606B7"/>
    <w:rsid w:val="00D60B5D"/>
    <w:rsid w:val="00D60CE8"/>
    <w:rsid w:val="00D60DE3"/>
    <w:rsid w:val="00D613A1"/>
    <w:rsid w:val="00D615ED"/>
    <w:rsid w:val="00D62267"/>
    <w:rsid w:val="00D62841"/>
    <w:rsid w:val="00D63770"/>
    <w:rsid w:val="00D63C00"/>
    <w:rsid w:val="00D63EBA"/>
    <w:rsid w:val="00D63F97"/>
    <w:rsid w:val="00D650EC"/>
    <w:rsid w:val="00D65A5D"/>
    <w:rsid w:val="00D65F47"/>
    <w:rsid w:val="00D66A64"/>
    <w:rsid w:val="00D66DE3"/>
    <w:rsid w:val="00D70945"/>
    <w:rsid w:val="00D70EB7"/>
    <w:rsid w:val="00D70EC0"/>
    <w:rsid w:val="00D71A63"/>
    <w:rsid w:val="00D71A95"/>
    <w:rsid w:val="00D727F6"/>
    <w:rsid w:val="00D72F09"/>
    <w:rsid w:val="00D74F45"/>
    <w:rsid w:val="00D75158"/>
    <w:rsid w:val="00D7536D"/>
    <w:rsid w:val="00D753D2"/>
    <w:rsid w:val="00D7552B"/>
    <w:rsid w:val="00D76C80"/>
    <w:rsid w:val="00D7733D"/>
    <w:rsid w:val="00D77478"/>
    <w:rsid w:val="00D80CB5"/>
    <w:rsid w:val="00D811D1"/>
    <w:rsid w:val="00D811EC"/>
    <w:rsid w:val="00D816A0"/>
    <w:rsid w:val="00D818DD"/>
    <w:rsid w:val="00D81927"/>
    <w:rsid w:val="00D82488"/>
    <w:rsid w:val="00D8323C"/>
    <w:rsid w:val="00D83582"/>
    <w:rsid w:val="00D83B52"/>
    <w:rsid w:val="00D83C2D"/>
    <w:rsid w:val="00D83D3D"/>
    <w:rsid w:val="00D8513C"/>
    <w:rsid w:val="00D85455"/>
    <w:rsid w:val="00D85B1A"/>
    <w:rsid w:val="00D862EC"/>
    <w:rsid w:val="00D868E6"/>
    <w:rsid w:val="00D86A1A"/>
    <w:rsid w:val="00D86E45"/>
    <w:rsid w:val="00D872F7"/>
    <w:rsid w:val="00D8749A"/>
    <w:rsid w:val="00D8757C"/>
    <w:rsid w:val="00D875A7"/>
    <w:rsid w:val="00D877A9"/>
    <w:rsid w:val="00D902D5"/>
    <w:rsid w:val="00D90782"/>
    <w:rsid w:val="00D90D84"/>
    <w:rsid w:val="00D9133D"/>
    <w:rsid w:val="00D916CB"/>
    <w:rsid w:val="00D92D7E"/>
    <w:rsid w:val="00D93541"/>
    <w:rsid w:val="00D93766"/>
    <w:rsid w:val="00D93EC0"/>
    <w:rsid w:val="00D93F65"/>
    <w:rsid w:val="00D9404E"/>
    <w:rsid w:val="00D943CA"/>
    <w:rsid w:val="00D94A35"/>
    <w:rsid w:val="00D94CF5"/>
    <w:rsid w:val="00D94F71"/>
    <w:rsid w:val="00D965A2"/>
    <w:rsid w:val="00D97358"/>
    <w:rsid w:val="00D97A40"/>
    <w:rsid w:val="00D97B72"/>
    <w:rsid w:val="00DA09E3"/>
    <w:rsid w:val="00DA0C4B"/>
    <w:rsid w:val="00DA0CD0"/>
    <w:rsid w:val="00DA114C"/>
    <w:rsid w:val="00DA1761"/>
    <w:rsid w:val="00DA19C1"/>
    <w:rsid w:val="00DA2230"/>
    <w:rsid w:val="00DA283F"/>
    <w:rsid w:val="00DA31B1"/>
    <w:rsid w:val="00DA3880"/>
    <w:rsid w:val="00DA3C67"/>
    <w:rsid w:val="00DA3CC5"/>
    <w:rsid w:val="00DA3D9D"/>
    <w:rsid w:val="00DA441E"/>
    <w:rsid w:val="00DA5D87"/>
    <w:rsid w:val="00DA6EF4"/>
    <w:rsid w:val="00DA703A"/>
    <w:rsid w:val="00DA70C1"/>
    <w:rsid w:val="00DA71E4"/>
    <w:rsid w:val="00DA721E"/>
    <w:rsid w:val="00DA761B"/>
    <w:rsid w:val="00DA7D19"/>
    <w:rsid w:val="00DB027F"/>
    <w:rsid w:val="00DB0BE5"/>
    <w:rsid w:val="00DB125E"/>
    <w:rsid w:val="00DB1701"/>
    <w:rsid w:val="00DB19AB"/>
    <w:rsid w:val="00DB214E"/>
    <w:rsid w:val="00DB2379"/>
    <w:rsid w:val="00DB2605"/>
    <w:rsid w:val="00DB289D"/>
    <w:rsid w:val="00DB32BA"/>
    <w:rsid w:val="00DB4962"/>
    <w:rsid w:val="00DB5045"/>
    <w:rsid w:val="00DB5122"/>
    <w:rsid w:val="00DB54FC"/>
    <w:rsid w:val="00DB5899"/>
    <w:rsid w:val="00DB5D2B"/>
    <w:rsid w:val="00DB5F6C"/>
    <w:rsid w:val="00DB636E"/>
    <w:rsid w:val="00DB66E7"/>
    <w:rsid w:val="00DB6810"/>
    <w:rsid w:val="00DB6CBE"/>
    <w:rsid w:val="00DB6D9A"/>
    <w:rsid w:val="00DB70C5"/>
    <w:rsid w:val="00DB741F"/>
    <w:rsid w:val="00DB76CD"/>
    <w:rsid w:val="00DB76D2"/>
    <w:rsid w:val="00DB79DB"/>
    <w:rsid w:val="00DB7ABD"/>
    <w:rsid w:val="00DB7DF0"/>
    <w:rsid w:val="00DC1718"/>
    <w:rsid w:val="00DC1746"/>
    <w:rsid w:val="00DC1B42"/>
    <w:rsid w:val="00DC1C1F"/>
    <w:rsid w:val="00DC2471"/>
    <w:rsid w:val="00DC2563"/>
    <w:rsid w:val="00DC31E7"/>
    <w:rsid w:val="00DC39C4"/>
    <w:rsid w:val="00DC4136"/>
    <w:rsid w:val="00DC4160"/>
    <w:rsid w:val="00DC4305"/>
    <w:rsid w:val="00DC4564"/>
    <w:rsid w:val="00DC45EE"/>
    <w:rsid w:val="00DC476C"/>
    <w:rsid w:val="00DC48D1"/>
    <w:rsid w:val="00DC4A4F"/>
    <w:rsid w:val="00DC5457"/>
    <w:rsid w:val="00DC5619"/>
    <w:rsid w:val="00DC561F"/>
    <w:rsid w:val="00DC7090"/>
    <w:rsid w:val="00DC7DD9"/>
    <w:rsid w:val="00DD06AA"/>
    <w:rsid w:val="00DD06CC"/>
    <w:rsid w:val="00DD114F"/>
    <w:rsid w:val="00DD117A"/>
    <w:rsid w:val="00DD2177"/>
    <w:rsid w:val="00DD2D7F"/>
    <w:rsid w:val="00DD2F54"/>
    <w:rsid w:val="00DD47AC"/>
    <w:rsid w:val="00DD47CB"/>
    <w:rsid w:val="00DD5041"/>
    <w:rsid w:val="00DD579E"/>
    <w:rsid w:val="00DD57F5"/>
    <w:rsid w:val="00DD65A5"/>
    <w:rsid w:val="00DD6643"/>
    <w:rsid w:val="00DD6A01"/>
    <w:rsid w:val="00DD6B82"/>
    <w:rsid w:val="00DD6D38"/>
    <w:rsid w:val="00DD7660"/>
    <w:rsid w:val="00DD7784"/>
    <w:rsid w:val="00DD79BC"/>
    <w:rsid w:val="00DD7A96"/>
    <w:rsid w:val="00DD7CF3"/>
    <w:rsid w:val="00DE00DB"/>
    <w:rsid w:val="00DE154A"/>
    <w:rsid w:val="00DE17FD"/>
    <w:rsid w:val="00DE1F74"/>
    <w:rsid w:val="00DE20F0"/>
    <w:rsid w:val="00DE2DF2"/>
    <w:rsid w:val="00DE31EF"/>
    <w:rsid w:val="00DE33BE"/>
    <w:rsid w:val="00DE34D9"/>
    <w:rsid w:val="00DE3537"/>
    <w:rsid w:val="00DE3E9A"/>
    <w:rsid w:val="00DE44A1"/>
    <w:rsid w:val="00DE460C"/>
    <w:rsid w:val="00DE57C2"/>
    <w:rsid w:val="00DE5B64"/>
    <w:rsid w:val="00DE5CF5"/>
    <w:rsid w:val="00DE5D07"/>
    <w:rsid w:val="00DE6BB8"/>
    <w:rsid w:val="00DE6C76"/>
    <w:rsid w:val="00DE6F89"/>
    <w:rsid w:val="00DE711D"/>
    <w:rsid w:val="00DE748C"/>
    <w:rsid w:val="00DE7701"/>
    <w:rsid w:val="00DE77BA"/>
    <w:rsid w:val="00DE780A"/>
    <w:rsid w:val="00DE7B33"/>
    <w:rsid w:val="00DE7D44"/>
    <w:rsid w:val="00DE7D78"/>
    <w:rsid w:val="00DE7E39"/>
    <w:rsid w:val="00DF1304"/>
    <w:rsid w:val="00DF14ED"/>
    <w:rsid w:val="00DF20B5"/>
    <w:rsid w:val="00DF2737"/>
    <w:rsid w:val="00DF2C22"/>
    <w:rsid w:val="00DF3060"/>
    <w:rsid w:val="00DF3168"/>
    <w:rsid w:val="00DF4350"/>
    <w:rsid w:val="00DF461C"/>
    <w:rsid w:val="00DF48F5"/>
    <w:rsid w:val="00DF4CD3"/>
    <w:rsid w:val="00DF4E55"/>
    <w:rsid w:val="00DF5174"/>
    <w:rsid w:val="00DF51B3"/>
    <w:rsid w:val="00DF51F2"/>
    <w:rsid w:val="00DF53C4"/>
    <w:rsid w:val="00DF5578"/>
    <w:rsid w:val="00DF5635"/>
    <w:rsid w:val="00DF5928"/>
    <w:rsid w:val="00DF5931"/>
    <w:rsid w:val="00DF5935"/>
    <w:rsid w:val="00DF5FEF"/>
    <w:rsid w:val="00DF6730"/>
    <w:rsid w:val="00DF7253"/>
    <w:rsid w:val="00DF735F"/>
    <w:rsid w:val="00DF74DE"/>
    <w:rsid w:val="00DF7940"/>
    <w:rsid w:val="00DF7E24"/>
    <w:rsid w:val="00E0072E"/>
    <w:rsid w:val="00E00D07"/>
    <w:rsid w:val="00E01C40"/>
    <w:rsid w:val="00E02B43"/>
    <w:rsid w:val="00E02BB3"/>
    <w:rsid w:val="00E03247"/>
    <w:rsid w:val="00E035C2"/>
    <w:rsid w:val="00E0389F"/>
    <w:rsid w:val="00E0393B"/>
    <w:rsid w:val="00E03CD2"/>
    <w:rsid w:val="00E0474B"/>
    <w:rsid w:val="00E04976"/>
    <w:rsid w:val="00E04B56"/>
    <w:rsid w:val="00E04CDB"/>
    <w:rsid w:val="00E04DAF"/>
    <w:rsid w:val="00E04EE1"/>
    <w:rsid w:val="00E0560C"/>
    <w:rsid w:val="00E0577A"/>
    <w:rsid w:val="00E05815"/>
    <w:rsid w:val="00E05821"/>
    <w:rsid w:val="00E0602A"/>
    <w:rsid w:val="00E06CB0"/>
    <w:rsid w:val="00E06E71"/>
    <w:rsid w:val="00E06FD3"/>
    <w:rsid w:val="00E0701A"/>
    <w:rsid w:val="00E074A8"/>
    <w:rsid w:val="00E076EA"/>
    <w:rsid w:val="00E07AF0"/>
    <w:rsid w:val="00E07B35"/>
    <w:rsid w:val="00E1041C"/>
    <w:rsid w:val="00E10A7A"/>
    <w:rsid w:val="00E11274"/>
    <w:rsid w:val="00E112E0"/>
    <w:rsid w:val="00E1157D"/>
    <w:rsid w:val="00E11583"/>
    <w:rsid w:val="00E11E64"/>
    <w:rsid w:val="00E1213F"/>
    <w:rsid w:val="00E126DA"/>
    <w:rsid w:val="00E12BB4"/>
    <w:rsid w:val="00E12F57"/>
    <w:rsid w:val="00E135CB"/>
    <w:rsid w:val="00E13747"/>
    <w:rsid w:val="00E137B7"/>
    <w:rsid w:val="00E13916"/>
    <w:rsid w:val="00E13B52"/>
    <w:rsid w:val="00E15637"/>
    <w:rsid w:val="00E15B5F"/>
    <w:rsid w:val="00E15B8E"/>
    <w:rsid w:val="00E161E4"/>
    <w:rsid w:val="00E166A1"/>
    <w:rsid w:val="00E16DBA"/>
    <w:rsid w:val="00E1739E"/>
    <w:rsid w:val="00E173CD"/>
    <w:rsid w:val="00E17407"/>
    <w:rsid w:val="00E17761"/>
    <w:rsid w:val="00E1788F"/>
    <w:rsid w:val="00E17A0E"/>
    <w:rsid w:val="00E17B3B"/>
    <w:rsid w:val="00E17BDE"/>
    <w:rsid w:val="00E20786"/>
    <w:rsid w:val="00E20AC2"/>
    <w:rsid w:val="00E2105D"/>
    <w:rsid w:val="00E213B1"/>
    <w:rsid w:val="00E21520"/>
    <w:rsid w:val="00E21603"/>
    <w:rsid w:val="00E21A07"/>
    <w:rsid w:val="00E21C50"/>
    <w:rsid w:val="00E21C97"/>
    <w:rsid w:val="00E2249C"/>
    <w:rsid w:val="00E224F2"/>
    <w:rsid w:val="00E22602"/>
    <w:rsid w:val="00E235E3"/>
    <w:rsid w:val="00E238EF"/>
    <w:rsid w:val="00E2396F"/>
    <w:rsid w:val="00E23D63"/>
    <w:rsid w:val="00E23FB2"/>
    <w:rsid w:val="00E242F6"/>
    <w:rsid w:val="00E24AC3"/>
    <w:rsid w:val="00E25101"/>
    <w:rsid w:val="00E25252"/>
    <w:rsid w:val="00E25810"/>
    <w:rsid w:val="00E25FB5"/>
    <w:rsid w:val="00E26658"/>
    <w:rsid w:val="00E26B29"/>
    <w:rsid w:val="00E272F1"/>
    <w:rsid w:val="00E273E9"/>
    <w:rsid w:val="00E27431"/>
    <w:rsid w:val="00E276C5"/>
    <w:rsid w:val="00E27D67"/>
    <w:rsid w:val="00E27FFE"/>
    <w:rsid w:val="00E3024F"/>
    <w:rsid w:val="00E30360"/>
    <w:rsid w:val="00E30902"/>
    <w:rsid w:val="00E31C50"/>
    <w:rsid w:val="00E3249F"/>
    <w:rsid w:val="00E326F6"/>
    <w:rsid w:val="00E327AB"/>
    <w:rsid w:val="00E329E6"/>
    <w:rsid w:val="00E32E1A"/>
    <w:rsid w:val="00E33A98"/>
    <w:rsid w:val="00E342AA"/>
    <w:rsid w:val="00E347C2"/>
    <w:rsid w:val="00E348C7"/>
    <w:rsid w:val="00E355C6"/>
    <w:rsid w:val="00E35CF6"/>
    <w:rsid w:val="00E35F24"/>
    <w:rsid w:val="00E36597"/>
    <w:rsid w:val="00E3668F"/>
    <w:rsid w:val="00E36883"/>
    <w:rsid w:val="00E36CF7"/>
    <w:rsid w:val="00E36D1C"/>
    <w:rsid w:val="00E36D87"/>
    <w:rsid w:val="00E376FF"/>
    <w:rsid w:val="00E37CDD"/>
    <w:rsid w:val="00E406E1"/>
    <w:rsid w:val="00E41244"/>
    <w:rsid w:val="00E412CF"/>
    <w:rsid w:val="00E4139C"/>
    <w:rsid w:val="00E41597"/>
    <w:rsid w:val="00E41B99"/>
    <w:rsid w:val="00E42133"/>
    <w:rsid w:val="00E424FB"/>
    <w:rsid w:val="00E4260E"/>
    <w:rsid w:val="00E43BC2"/>
    <w:rsid w:val="00E44144"/>
    <w:rsid w:val="00E44D92"/>
    <w:rsid w:val="00E44FF9"/>
    <w:rsid w:val="00E45242"/>
    <w:rsid w:val="00E45640"/>
    <w:rsid w:val="00E45D2E"/>
    <w:rsid w:val="00E46967"/>
    <w:rsid w:val="00E47171"/>
    <w:rsid w:val="00E472EC"/>
    <w:rsid w:val="00E473F6"/>
    <w:rsid w:val="00E47489"/>
    <w:rsid w:val="00E47898"/>
    <w:rsid w:val="00E47B53"/>
    <w:rsid w:val="00E47BC6"/>
    <w:rsid w:val="00E47D40"/>
    <w:rsid w:val="00E47DB5"/>
    <w:rsid w:val="00E50032"/>
    <w:rsid w:val="00E500A2"/>
    <w:rsid w:val="00E5043C"/>
    <w:rsid w:val="00E50EF2"/>
    <w:rsid w:val="00E50FEB"/>
    <w:rsid w:val="00E5225F"/>
    <w:rsid w:val="00E532D2"/>
    <w:rsid w:val="00E53477"/>
    <w:rsid w:val="00E53F4D"/>
    <w:rsid w:val="00E5427B"/>
    <w:rsid w:val="00E54317"/>
    <w:rsid w:val="00E544A0"/>
    <w:rsid w:val="00E547AA"/>
    <w:rsid w:val="00E54D24"/>
    <w:rsid w:val="00E54E51"/>
    <w:rsid w:val="00E558E6"/>
    <w:rsid w:val="00E55C1F"/>
    <w:rsid w:val="00E569C2"/>
    <w:rsid w:val="00E56DCB"/>
    <w:rsid w:val="00E57510"/>
    <w:rsid w:val="00E57FAD"/>
    <w:rsid w:val="00E6030E"/>
    <w:rsid w:val="00E6031E"/>
    <w:rsid w:val="00E60969"/>
    <w:rsid w:val="00E60A84"/>
    <w:rsid w:val="00E6152C"/>
    <w:rsid w:val="00E61C36"/>
    <w:rsid w:val="00E61F2D"/>
    <w:rsid w:val="00E62FEC"/>
    <w:rsid w:val="00E6308F"/>
    <w:rsid w:val="00E63215"/>
    <w:rsid w:val="00E632AD"/>
    <w:rsid w:val="00E63998"/>
    <w:rsid w:val="00E6479F"/>
    <w:rsid w:val="00E64DF9"/>
    <w:rsid w:val="00E64EE2"/>
    <w:rsid w:val="00E652B7"/>
    <w:rsid w:val="00E6530E"/>
    <w:rsid w:val="00E659C5"/>
    <w:rsid w:val="00E66254"/>
    <w:rsid w:val="00E664CB"/>
    <w:rsid w:val="00E668BE"/>
    <w:rsid w:val="00E668CE"/>
    <w:rsid w:val="00E6739A"/>
    <w:rsid w:val="00E67ACA"/>
    <w:rsid w:val="00E7046E"/>
    <w:rsid w:val="00E704EF"/>
    <w:rsid w:val="00E70BB2"/>
    <w:rsid w:val="00E70C9D"/>
    <w:rsid w:val="00E720B3"/>
    <w:rsid w:val="00E72244"/>
    <w:rsid w:val="00E7262F"/>
    <w:rsid w:val="00E738D0"/>
    <w:rsid w:val="00E73D89"/>
    <w:rsid w:val="00E74157"/>
    <w:rsid w:val="00E75394"/>
    <w:rsid w:val="00E759E3"/>
    <w:rsid w:val="00E75D70"/>
    <w:rsid w:val="00E7612B"/>
    <w:rsid w:val="00E761D5"/>
    <w:rsid w:val="00E76337"/>
    <w:rsid w:val="00E765CC"/>
    <w:rsid w:val="00E76B87"/>
    <w:rsid w:val="00E76CBC"/>
    <w:rsid w:val="00E76D64"/>
    <w:rsid w:val="00E76D8A"/>
    <w:rsid w:val="00E76E07"/>
    <w:rsid w:val="00E7728B"/>
    <w:rsid w:val="00E773E0"/>
    <w:rsid w:val="00E80322"/>
    <w:rsid w:val="00E80699"/>
    <w:rsid w:val="00E80C36"/>
    <w:rsid w:val="00E80FB0"/>
    <w:rsid w:val="00E816F8"/>
    <w:rsid w:val="00E8185A"/>
    <w:rsid w:val="00E8310A"/>
    <w:rsid w:val="00E8345A"/>
    <w:rsid w:val="00E83C5D"/>
    <w:rsid w:val="00E84827"/>
    <w:rsid w:val="00E848D0"/>
    <w:rsid w:val="00E84944"/>
    <w:rsid w:val="00E84D72"/>
    <w:rsid w:val="00E85234"/>
    <w:rsid w:val="00E857C6"/>
    <w:rsid w:val="00E85B7C"/>
    <w:rsid w:val="00E8652C"/>
    <w:rsid w:val="00E86AC4"/>
    <w:rsid w:val="00E87159"/>
    <w:rsid w:val="00E901A3"/>
    <w:rsid w:val="00E90315"/>
    <w:rsid w:val="00E9079B"/>
    <w:rsid w:val="00E90BEF"/>
    <w:rsid w:val="00E90F30"/>
    <w:rsid w:val="00E9100C"/>
    <w:rsid w:val="00E91697"/>
    <w:rsid w:val="00E91BDA"/>
    <w:rsid w:val="00E92C51"/>
    <w:rsid w:val="00E930D0"/>
    <w:rsid w:val="00E93889"/>
    <w:rsid w:val="00E93ADC"/>
    <w:rsid w:val="00E945D0"/>
    <w:rsid w:val="00E94AF2"/>
    <w:rsid w:val="00E95C25"/>
    <w:rsid w:val="00E95FAE"/>
    <w:rsid w:val="00E96305"/>
    <w:rsid w:val="00E9652D"/>
    <w:rsid w:val="00E96619"/>
    <w:rsid w:val="00E96FCB"/>
    <w:rsid w:val="00E97090"/>
    <w:rsid w:val="00E97258"/>
    <w:rsid w:val="00E97696"/>
    <w:rsid w:val="00EA045A"/>
    <w:rsid w:val="00EA0E77"/>
    <w:rsid w:val="00EA1123"/>
    <w:rsid w:val="00EA14F8"/>
    <w:rsid w:val="00EA2AEB"/>
    <w:rsid w:val="00EA2B57"/>
    <w:rsid w:val="00EA308C"/>
    <w:rsid w:val="00EA34AD"/>
    <w:rsid w:val="00EA43D0"/>
    <w:rsid w:val="00EA469B"/>
    <w:rsid w:val="00EA48FB"/>
    <w:rsid w:val="00EA52DE"/>
    <w:rsid w:val="00EA6155"/>
    <w:rsid w:val="00EA64E3"/>
    <w:rsid w:val="00EA76A4"/>
    <w:rsid w:val="00EA7FD9"/>
    <w:rsid w:val="00EB07ED"/>
    <w:rsid w:val="00EB0A4D"/>
    <w:rsid w:val="00EB0BC3"/>
    <w:rsid w:val="00EB0F17"/>
    <w:rsid w:val="00EB170C"/>
    <w:rsid w:val="00EB1E2B"/>
    <w:rsid w:val="00EB2106"/>
    <w:rsid w:val="00EB2C9E"/>
    <w:rsid w:val="00EB2E31"/>
    <w:rsid w:val="00EB30ED"/>
    <w:rsid w:val="00EB3EE2"/>
    <w:rsid w:val="00EB40EB"/>
    <w:rsid w:val="00EB4103"/>
    <w:rsid w:val="00EB41C7"/>
    <w:rsid w:val="00EB47BC"/>
    <w:rsid w:val="00EB48A4"/>
    <w:rsid w:val="00EB4CB4"/>
    <w:rsid w:val="00EB4D3F"/>
    <w:rsid w:val="00EB5263"/>
    <w:rsid w:val="00EB553A"/>
    <w:rsid w:val="00EB55DF"/>
    <w:rsid w:val="00EB5AA4"/>
    <w:rsid w:val="00EB6235"/>
    <w:rsid w:val="00EB6873"/>
    <w:rsid w:val="00EB7140"/>
    <w:rsid w:val="00EB7808"/>
    <w:rsid w:val="00EB7EE8"/>
    <w:rsid w:val="00EC0AE4"/>
    <w:rsid w:val="00EC1444"/>
    <w:rsid w:val="00EC15BA"/>
    <w:rsid w:val="00EC1D7E"/>
    <w:rsid w:val="00EC1DDE"/>
    <w:rsid w:val="00EC1F41"/>
    <w:rsid w:val="00EC2302"/>
    <w:rsid w:val="00EC28DC"/>
    <w:rsid w:val="00EC2E86"/>
    <w:rsid w:val="00EC3EB9"/>
    <w:rsid w:val="00EC4242"/>
    <w:rsid w:val="00EC4281"/>
    <w:rsid w:val="00EC512C"/>
    <w:rsid w:val="00EC5657"/>
    <w:rsid w:val="00EC5DFD"/>
    <w:rsid w:val="00EC635A"/>
    <w:rsid w:val="00EC6B8B"/>
    <w:rsid w:val="00EC6BD2"/>
    <w:rsid w:val="00EC6C27"/>
    <w:rsid w:val="00EC72E7"/>
    <w:rsid w:val="00EC7CB9"/>
    <w:rsid w:val="00ED0760"/>
    <w:rsid w:val="00ED08F4"/>
    <w:rsid w:val="00ED0950"/>
    <w:rsid w:val="00ED170A"/>
    <w:rsid w:val="00ED1A49"/>
    <w:rsid w:val="00ED225E"/>
    <w:rsid w:val="00ED2A53"/>
    <w:rsid w:val="00ED3ABF"/>
    <w:rsid w:val="00ED3AC9"/>
    <w:rsid w:val="00ED43B2"/>
    <w:rsid w:val="00ED4693"/>
    <w:rsid w:val="00ED4D2E"/>
    <w:rsid w:val="00ED5006"/>
    <w:rsid w:val="00ED5472"/>
    <w:rsid w:val="00ED5642"/>
    <w:rsid w:val="00ED566D"/>
    <w:rsid w:val="00ED606C"/>
    <w:rsid w:val="00ED620F"/>
    <w:rsid w:val="00ED6829"/>
    <w:rsid w:val="00ED6FB5"/>
    <w:rsid w:val="00ED7CBE"/>
    <w:rsid w:val="00EE157B"/>
    <w:rsid w:val="00EE173A"/>
    <w:rsid w:val="00EE1921"/>
    <w:rsid w:val="00EE1C46"/>
    <w:rsid w:val="00EE20A7"/>
    <w:rsid w:val="00EE25ED"/>
    <w:rsid w:val="00EE25F7"/>
    <w:rsid w:val="00EE2ACB"/>
    <w:rsid w:val="00EE2FCB"/>
    <w:rsid w:val="00EE3119"/>
    <w:rsid w:val="00EE3575"/>
    <w:rsid w:val="00EE3893"/>
    <w:rsid w:val="00EE405E"/>
    <w:rsid w:val="00EE40C4"/>
    <w:rsid w:val="00EE485E"/>
    <w:rsid w:val="00EE4922"/>
    <w:rsid w:val="00EE4F40"/>
    <w:rsid w:val="00EE51BC"/>
    <w:rsid w:val="00EE5683"/>
    <w:rsid w:val="00EE5ED1"/>
    <w:rsid w:val="00EE693F"/>
    <w:rsid w:val="00EE6CDA"/>
    <w:rsid w:val="00EE75C2"/>
    <w:rsid w:val="00EE7880"/>
    <w:rsid w:val="00EE7E49"/>
    <w:rsid w:val="00EF0603"/>
    <w:rsid w:val="00EF0657"/>
    <w:rsid w:val="00EF0EC0"/>
    <w:rsid w:val="00EF0F86"/>
    <w:rsid w:val="00EF19D1"/>
    <w:rsid w:val="00EF1DDB"/>
    <w:rsid w:val="00EF1EEF"/>
    <w:rsid w:val="00EF276B"/>
    <w:rsid w:val="00EF27C5"/>
    <w:rsid w:val="00EF2E1A"/>
    <w:rsid w:val="00EF3280"/>
    <w:rsid w:val="00EF4226"/>
    <w:rsid w:val="00EF426D"/>
    <w:rsid w:val="00EF474B"/>
    <w:rsid w:val="00EF4840"/>
    <w:rsid w:val="00EF5028"/>
    <w:rsid w:val="00EF584E"/>
    <w:rsid w:val="00EF596E"/>
    <w:rsid w:val="00EF5DF2"/>
    <w:rsid w:val="00EF6A8C"/>
    <w:rsid w:val="00EF6B34"/>
    <w:rsid w:val="00EF7403"/>
    <w:rsid w:val="00EF754F"/>
    <w:rsid w:val="00EF7720"/>
    <w:rsid w:val="00EF7827"/>
    <w:rsid w:val="00F001A0"/>
    <w:rsid w:val="00F00A75"/>
    <w:rsid w:val="00F00A93"/>
    <w:rsid w:val="00F013D2"/>
    <w:rsid w:val="00F013D8"/>
    <w:rsid w:val="00F01477"/>
    <w:rsid w:val="00F022AB"/>
    <w:rsid w:val="00F0314B"/>
    <w:rsid w:val="00F03390"/>
    <w:rsid w:val="00F03AF6"/>
    <w:rsid w:val="00F03C3D"/>
    <w:rsid w:val="00F04294"/>
    <w:rsid w:val="00F05434"/>
    <w:rsid w:val="00F05DBB"/>
    <w:rsid w:val="00F0665D"/>
    <w:rsid w:val="00F06C78"/>
    <w:rsid w:val="00F06DA0"/>
    <w:rsid w:val="00F07037"/>
    <w:rsid w:val="00F0741B"/>
    <w:rsid w:val="00F07439"/>
    <w:rsid w:val="00F0768A"/>
    <w:rsid w:val="00F10BC2"/>
    <w:rsid w:val="00F11628"/>
    <w:rsid w:val="00F11D2B"/>
    <w:rsid w:val="00F12290"/>
    <w:rsid w:val="00F122A1"/>
    <w:rsid w:val="00F1270B"/>
    <w:rsid w:val="00F12A00"/>
    <w:rsid w:val="00F13ECB"/>
    <w:rsid w:val="00F144FF"/>
    <w:rsid w:val="00F147CD"/>
    <w:rsid w:val="00F14A93"/>
    <w:rsid w:val="00F14C14"/>
    <w:rsid w:val="00F153A2"/>
    <w:rsid w:val="00F153D1"/>
    <w:rsid w:val="00F16550"/>
    <w:rsid w:val="00F166CB"/>
    <w:rsid w:val="00F1690D"/>
    <w:rsid w:val="00F170E3"/>
    <w:rsid w:val="00F177AE"/>
    <w:rsid w:val="00F17D25"/>
    <w:rsid w:val="00F20138"/>
    <w:rsid w:val="00F20155"/>
    <w:rsid w:val="00F20786"/>
    <w:rsid w:val="00F2098F"/>
    <w:rsid w:val="00F20B4F"/>
    <w:rsid w:val="00F20F3C"/>
    <w:rsid w:val="00F20FEA"/>
    <w:rsid w:val="00F2110D"/>
    <w:rsid w:val="00F21210"/>
    <w:rsid w:val="00F213D9"/>
    <w:rsid w:val="00F21933"/>
    <w:rsid w:val="00F22298"/>
    <w:rsid w:val="00F22C37"/>
    <w:rsid w:val="00F23A3C"/>
    <w:rsid w:val="00F2424D"/>
    <w:rsid w:val="00F2476D"/>
    <w:rsid w:val="00F248C8"/>
    <w:rsid w:val="00F24E54"/>
    <w:rsid w:val="00F24FAB"/>
    <w:rsid w:val="00F254A1"/>
    <w:rsid w:val="00F25659"/>
    <w:rsid w:val="00F2589E"/>
    <w:rsid w:val="00F258F1"/>
    <w:rsid w:val="00F2673A"/>
    <w:rsid w:val="00F2673C"/>
    <w:rsid w:val="00F26AC1"/>
    <w:rsid w:val="00F27662"/>
    <w:rsid w:val="00F27A2C"/>
    <w:rsid w:val="00F27B89"/>
    <w:rsid w:val="00F3055D"/>
    <w:rsid w:val="00F31A88"/>
    <w:rsid w:val="00F31AD3"/>
    <w:rsid w:val="00F31DE5"/>
    <w:rsid w:val="00F32021"/>
    <w:rsid w:val="00F32140"/>
    <w:rsid w:val="00F327AD"/>
    <w:rsid w:val="00F3323E"/>
    <w:rsid w:val="00F3325F"/>
    <w:rsid w:val="00F33332"/>
    <w:rsid w:val="00F33C85"/>
    <w:rsid w:val="00F3402D"/>
    <w:rsid w:val="00F34A0F"/>
    <w:rsid w:val="00F34AE8"/>
    <w:rsid w:val="00F34AF8"/>
    <w:rsid w:val="00F35388"/>
    <w:rsid w:val="00F353DB"/>
    <w:rsid w:val="00F35902"/>
    <w:rsid w:val="00F35BA9"/>
    <w:rsid w:val="00F36411"/>
    <w:rsid w:val="00F368DE"/>
    <w:rsid w:val="00F371A4"/>
    <w:rsid w:val="00F37BD4"/>
    <w:rsid w:val="00F37E2F"/>
    <w:rsid w:val="00F37EC5"/>
    <w:rsid w:val="00F4016C"/>
    <w:rsid w:val="00F401C0"/>
    <w:rsid w:val="00F4053E"/>
    <w:rsid w:val="00F406B5"/>
    <w:rsid w:val="00F409D6"/>
    <w:rsid w:val="00F40F3D"/>
    <w:rsid w:val="00F422FE"/>
    <w:rsid w:val="00F4271B"/>
    <w:rsid w:val="00F42803"/>
    <w:rsid w:val="00F42CFB"/>
    <w:rsid w:val="00F43201"/>
    <w:rsid w:val="00F438C7"/>
    <w:rsid w:val="00F4455D"/>
    <w:rsid w:val="00F44738"/>
    <w:rsid w:val="00F44EA6"/>
    <w:rsid w:val="00F454E8"/>
    <w:rsid w:val="00F45C19"/>
    <w:rsid w:val="00F45FC3"/>
    <w:rsid w:val="00F46C44"/>
    <w:rsid w:val="00F46FAD"/>
    <w:rsid w:val="00F51625"/>
    <w:rsid w:val="00F517C4"/>
    <w:rsid w:val="00F51DB7"/>
    <w:rsid w:val="00F51ECA"/>
    <w:rsid w:val="00F5277A"/>
    <w:rsid w:val="00F52FBD"/>
    <w:rsid w:val="00F5398F"/>
    <w:rsid w:val="00F54F31"/>
    <w:rsid w:val="00F55CB2"/>
    <w:rsid w:val="00F56BEA"/>
    <w:rsid w:val="00F57EAC"/>
    <w:rsid w:val="00F604B7"/>
    <w:rsid w:val="00F60CCA"/>
    <w:rsid w:val="00F60CD2"/>
    <w:rsid w:val="00F60F89"/>
    <w:rsid w:val="00F6147F"/>
    <w:rsid w:val="00F61817"/>
    <w:rsid w:val="00F61CE6"/>
    <w:rsid w:val="00F61E2F"/>
    <w:rsid w:val="00F62145"/>
    <w:rsid w:val="00F62800"/>
    <w:rsid w:val="00F63743"/>
    <w:rsid w:val="00F64F1C"/>
    <w:rsid w:val="00F64FB2"/>
    <w:rsid w:val="00F650AA"/>
    <w:rsid w:val="00F65FF8"/>
    <w:rsid w:val="00F6622C"/>
    <w:rsid w:val="00F669BB"/>
    <w:rsid w:val="00F67090"/>
    <w:rsid w:val="00F670CF"/>
    <w:rsid w:val="00F672EF"/>
    <w:rsid w:val="00F6778C"/>
    <w:rsid w:val="00F67D85"/>
    <w:rsid w:val="00F7056A"/>
    <w:rsid w:val="00F707E3"/>
    <w:rsid w:val="00F70F2D"/>
    <w:rsid w:val="00F7104B"/>
    <w:rsid w:val="00F7124F"/>
    <w:rsid w:val="00F71C16"/>
    <w:rsid w:val="00F71D17"/>
    <w:rsid w:val="00F728AE"/>
    <w:rsid w:val="00F72D8C"/>
    <w:rsid w:val="00F732CC"/>
    <w:rsid w:val="00F734E9"/>
    <w:rsid w:val="00F73596"/>
    <w:rsid w:val="00F73DD4"/>
    <w:rsid w:val="00F7422B"/>
    <w:rsid w:val="00F74238"/>
    <w:rsid w:val="00F7482B"/>
    <w:rsid w:val="00F74BB6"/>
    <w:rsid w:val="00F75458"/>
    <w:rsid w:val="00F75B4B"/>
    <w:rsid w:val="00F76283"/>
    <w:rsid w:val="00F769E0"/>
    <w:rsid w:val="00F77268"/>
    <w:rsid w:val="00F772C0"/>
    <w:rsid w:val="00F77B42"/>
    <w:rsid w:val="00F77CE5"/>
    <w:rsid w:val="00F77FA3"/>
    <w:rsid w:val="00F808DE"/>
    <w:rsid w:val="00F80A3C"/>
    <w:rsid w:val="00F80F8A"/>
    <w:rsid w:val="00F8177E"/>
    <w:rsid w:val="00F81A12"/>
    <w:rsid w:val="00F81A51"/>
    <w:rsid w:val="00F81AFD"/>
    <w:rsid w:val="00F81B03"/>
    <w:rsid w:val="00F81C5E"/>
    <w:rsid w:val="00F81CEE"/>
    <w:rsid w:val="00F82580"/>
    <w:rsid w:val="00F826FD"/>
    <w:rsid w:val="00F82A55"/>
    <w:rsid w:val="00F82CC2"/>
    <w:rsid w:val="00F82E1F"/>
    <w:rsid w:val="00F82FF4"/>
    <w:rsid w:val="00F8347F"/>
    <w:rsid w:val="00F83DD7"/>
    <w:rsid w:val="00F83EC8"/>
    <w:rsid w:val="00F84732"/>
    <w:rsid w:val="00F84BF4"/>
    <w:rsid w:val="00F85276"/>
    <w:rsid w:val="00F85FEE"/>
    <w:rsid w:val="00F86137"/>
    <w:rsid w:val="00F867D3"/>
    <w:rsid w:val="00F87D84"/>
    <w:rsid w:val="00F87FEC"/>
    <w:rsid w:val="00F90088"/>
    <w:rsid w:val="00F90146"/>
    <w:rsid w:val="00F903EF"/>
    <w:rsid w:val="00F906DE"/>
    <w:rsid w:val="00F91107"/>
    <w:rsid w:val="00F911B2"/>
    <w:rsid w:val="00F91232"/>
    <w:rsid w:val="00F91C66"/>
    <w:rsid w:val="00F9260B"/>
    <w:rsid w:val="00F92749"/>
    <w:rsid w:val="00F92E9E"/>
    <w:rsid w:val="00F9381D"/>
    <w:rsid w:val="00F93F51"/>
    <w:rsid w:val="00F940BE"/>
    <w:rsid w:val="00F947D2"/>
    <w:rsid w:val="00F949E4"/>
    <w:rsid w:val="00F95385"/>
    <w:rsid w:val="00F957AB"/>
    <w:rsid w:val="00F96688"/>
    <w:rsid w:val="00F9690F"/>
    <w:rsid w:val="00F969AD"/>
    <w:rsid w:val="00F96DDC"/>
    <w:rsid w:val="00F96E73"/>
    <w:rsid w:val="00F96EF9"/>
    <w:rsid w:val="00F9742A"/>
    <w:rsid w:val="00F97454"/>
    <w:rsid w:val="00F976C9"/>
    <w:rsid w:val="00F97A5E"/>
    <w:rsid w:val="00F97AE8"/>
    <w:rsid w:val="00FA0083"/>
    <w:rsid w:val="00FA111A"/>
    <w:rsid w:val="00FA1395"/>
    <w:rsid w:val="00FA1EAF"/>
    <w:rsid w:val="00FA1F98"/>
    <w:rsid w:val="00FA28C9"/>
    <w:rsid w:val="00FA2B71"/>
    <w:rsid w:val="00FA32E4"/>
    <w:rsid w:val="00FA3A2C"/>
    <w:rsid w:val="00FA3B5F"/>
    <w:rsid w:val="00FA42A2"/>
    <w:rsid w:val="00FA4477"/>
    <w:rsid w:val="00FA4A8E"/>
    <w:rsid w:val="00FA520B"/>
    <w:rsid w:val="00FA55A1"/>
    <w:rsid w:val="00FA5621"/>
    <w:rsid w:val="00FA584F"/>
    <w:rsid w:val="00FA5BC5"/>
    <w:rsid w:val="00FA5CBC"/>
    <w:rsid w:val="00FA60A0"/>
    <w:rsid w:val="00FA638D"/>
    <w:rsid w:val="00FA6534"/>
    <w:rsid w:val="00FA65E0"/>
    <w:rsid w:val="00FA677F"/>
    <w:rsid w:val="00FA684F"/>
    <w:rsid w:val="00FA693C"/>
    <w:rsid w:val="00FA6DAB"/>
    <w:rsid w:val="00FA6DE5"/>
    <w:rsid w:val="00FA7278"/>
    <w:rsid w:val="00FA77B6"/>
    <w:rsid w:val="00FA7B9C"/>
    <w:rsid w:val="00FB07A7"/>
    <w:rsid w:val="00FB0A77"/>
    <w:rsid w:val="00FB12CE"/>
    <w:rsid w:val="00FB1574"/>
    <w:rsid w:val="00FB157D"/>
    <w:rsid w:val="00FB1740"/>
    <w:rsid w:val="00FB1764"/>
    <w:rsid w:val="00FB19FB"/>
    <w:rsid w:val="00FB206D"/>
    <w:rsid w:val="00FB22CF"/>
    <w:rsid w:val="00FB22ED"/>
    <w:rsid w:val="00FB282B"/>
    <w:rsid w:val="00FB2ADA"/>
    <w:rsid w:val="00FB2BA9"/>
    <w:rsid w:val="00FB2DB3"/>
    <w:rsid w:val="00FB4488"/>
    <w:rsid w:val="00FB44E5"/>
    <w:rsid w:val="00FB4E41"/>
    <w:rsid w:val="00FB560C"/>
    <w:rsid w:val="00FB572B"/>
    <w:rsid w:val="00FB5EEC"/>
    <w:rsid w:val="00FB6072"/>
    <w:rsid w:val="00FB6AB5"/>
    <w:rsid w:val="00FB6D02"/>
    <w:rsid w:val="00FB6F5D"/>
    <w:rsid w:val="00FB780D"/>
    <w:rsid w:val="00FB7BCB"/>
    <w:rsid w:val="00FB7EC4"/>
    <w:rsid w:val="00FC01FA"/>
    <w:rsid w:val="00FC0468"/>
    <w:rsid w:val="00FC086D"/>
    <w:rsid w:val="00FC0B13"/>
    <w:rsid w:val="00FC0B78"/>
    <w:rsid w:val="00FC0F2C"/>
    <w:rsid w:val="00FC13A8"/>
    <w:rsid w:val="00FC1F68"/>
    <w:rsid w:val="00FC2F81"/>
    <w:rsid w:val="00FC2FC7"/>
    <w:rsid w:val="00FC5261"/>
    <w:rsid w:val="00FC53C3"/>
    <w:rsid w:val="00FC5A44"/>
    <w:rsid w:val="00FC5F4B"/>
    <w:rsid w:val="00FC5F6D"/>
    <w:rsid w:val="00FC60AB"/>
    <w:rsid w:val="00FC653F"/>
    <w:rsid w:val="00FC71BD"/>
    <w:rsid w:val="00FC7337"/>
    <w:rsid w:val="00FC73A9"/>
    <w:rsid w:val="00FC7713"/>
    <w:rsid w:val="00FC7A43"/>
    <w:rsid w:val="00FC7C64"/>
    <w:rsid w:val="00FC7D7E"/>
    <w:rsid w:val="00FC7E7B"/>
    <w:rsid w:val="00FD0C7A"/>
    <w:rsid w:val="00FD0F1E"/>
    <w:rsid w:val="00FD189F"/>
    <w:rsid w:val="00FD1C68"/>
    <w:rsid w:val="00FD2520"/>
    <w:rsid w:val="00FD25C7"/>
    <w:rsid w:val="00FD2859"/>
    <w:rsid w:val="00FD28CF"/>
    <w:rsid w:val="00FD2AEE"/>
    <w:rsid w:val="00FD35A2"/>
    <w:rsid w:val="00FD35D3"/>
    <w:rsid w:val="00FD3B9A"/>
    <w:rsid w:val="00FD458A"/>
    <w:rsid w:val="00FD47C8"/>
    <w:rsid w:val="00FD4909"/>
    <w:rsid w:val="00FD4DE0"/>
    <w:rsid w:val="00FD5193"/>
    <w:rsid w:val="00FD5298"/>
    <w:rsid w:val="00FD572C"/>
    <w:rsid w:val="00FD5BA6"/>
    <w:rsid w:val="00FD5E65"/>
    <w:rsid w:val="00FD6396"/>
    <w:rsid w:val="00FD6CC7"/>
    <w:rsid w:val="00FD7403"/>
    <w:rsid w:val="00FD79C1"/>
    <w:rsid w:val="00FE0969"/>
    <w:rsid w:val="00FE20D4"/>
    <w:rsid w:val="00FE25F1"/>
    <w:rsid w:val="00FE298C"/>
    <w:rsid w:val="00FE357B"/>
    <w:rsid w:val="00FE37A7"/>
    <w:rsid w:val="00FE3D01"/>
    <w:rsid w:val="00FE3EB2"/>
    <w:rsid w:val="00FE5668"/>
    <w:rsid w:val="00FE5DEF"/>
    <w:rsid w:val="00FE6452"/>
    <w:rsid w:val="00FE6A74"/>
    <w:rsid w:val="00FE70B2"/>
    <w:rsid w:val="00FE70E2"/>
    <w:rsid w:val="00FE7103"/>
    <w:rsid w:val="00FE793F"/>
    <w:rsid w:val="00FE7B02"/>
    <w:rsid w:val="00FE7B12"/>
    <w:rsid w:val="00FE7E85"/>
    <w:rsid w:val="00FE7F2D"/>
    <w:rsid w:val="00FF0267"/>
    <w:rsid w:val="00FF1947"/>
    <w:rsid w:val="00FF2127"/>
    <w:rsid w:val="00FF2EF2"/>
    <w:rsid w:val="00FF3273"/>
    <w:rsid w:val="00FF3399"/>
    <w:rsid w:val="00FF343A"/>
    <w:rsid w:val="00FF3E7F"/>
    <w:rsid w:val="00FF3F09"/>
    <w:rsid w:val="00FF413B"/>
    <w:rsid w:val="00FF4896"/>
    <w:rsid w:val="00FF4C63"/>
    <w:rsid w:val="00FF58F5"/>
    <w:rsid w:val="00FF599F"/>
    <w:rsid w:val="00FF5A85"/>
    <w:rsid w:val="00FF5ACF"/>
    <w:rsid w:val="00FF6546"/>
    <w:rsid w:val="00FF6865"/>
    <w:rsid w:val="00FF6EB5"/>
    <w:rsid w:val="00FF72A6"/>
    <w:rsid w:val="00FF74A6"/>
    <w:rsid w:val="00FF7B9C"/>
    <w:rsid w:val="00FF7E20"/>
    <w:rsid w:val="00FF7FFB"/>
    <w:rsid w:val="01590D51"/>
    <w:rsid w:val="06CBB2E1"/>
    <w:rsid w:val="1ECBE85C"/>
    <w:rsid w:val="26E66D84"/>
    <w:rsid w:val="2CAC307A"/>
    <w:rsid w:val="2E9459A5"/>
    <w:rsid w:val="351D0020"/>
    <w:rsid w:val="3F5EE81C"/>
    <w:rsid w:val="41476C77"/>
    <w:rsid w:val="46E447DE"/>
    <w:rsid w:val="554B5CAD"/>
    <w:rsid w:val="66D63EE7"/>
    <w:rsid w:val="7563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C5D34"/>
  <w15:chartTrackingRefBased/>
  <w15:docId w15:val="{4DFB61CD-4C3E-42BC-92D1-F5FE77B1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185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"/>
    <w:qFormat/>
    <w:rsid w:val="00C766E6"/>
    <w:pPr>
      <w:numPr>
        <w:ilvl w:val="1"/>
        <w:numId w:val="7"/>
      </w:numPr>
      <w:spacing w:line="280" w:lineRule="atLeast"/>
      <w:outlineLvl w:val="1"/>
    </w:pPr>
    <w:rPr>
      <w:b/>
      <w:sz w:val="24"/>
      <w:lang w:val="en-GB"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pPr>
      <w:spacing w:after="260"/>
    </w:pPr>
    <w:rPr>
      <w:lang w:val="en-AU"/>
    </w:rPr>
  </w:style>
  <w:style w:type="paragraph" w:styleId="BodyTextIndent">
    <w:name w:val="Body Text Indent"/>
    <w:aliases w:val="i"/>
    <w:basedOn w:val="BodyText"/>
    <w:link w:val="BodyTextIndentChar"/>
    <w:pPr>
      <w:ind w:left="340"/>
    </w:pPr>
    <w:rPr>
      <w:lang w:val="en-GB" w:eastAsia="x-none"/>
    </w:r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rsid w:val="007651C9"/>
    <w:pPr>
      <w:numPr>
        <w:numId w:val="0"/>
      </w:numPr>
      <w:spacing w:after="0" w:line="0" w:lineRule="atLeast"/>
      <w:ind w:left="-18"/>
      <w:jc w:val="center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Before:  3 pt,Line spacing:  At l...,a4 + 8 pt,(Complex) + 8 pt,(Complex),Thai Distribute...,15 pt,Left:  -0.05&quot;,Right:  -0.05&quot;,Lin...,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180" w:firstLine="0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,b + Angsana New,Bold,Thai Distributed Justification,Left:  0....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tabs>
        <w:tab w:val="num" w:pos="1134"/>
      </w:tabs>
      <w:spacing w:after="20"/>
      <w:ind w:left="1134" w:hanging="1134"/>
    </w:pPr>
  </w:style>
  <w:style w:type="paragraph" w:customStyle="1" w:styleId="nineptbodytextbullet">
    <w:name w:val="nine pt body text bullet"/>
    <w:aliases w:val="9btb"/>
    <w:basedOn w:val="nineptbodytext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rFonts w:cs="Angsana New"/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A2299"/>
    <w:pPr>
      <w:spacing w:after="120"/>
      <w:ind w:right="389" w:firstLine="567"/>
      <w:jc w:val="both"/>
    </w:pPr>
    <w:rPr>
      <w:bCs/>
      <w:i/>
      <w:iCs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7A2299"/>
    <w:rPr>
      <w:rFonts w:cs="Angsana New"/>
      <w:bCs/>
      <w:i/>
      <w:iCs/>
      <w:sz w:val="22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046845"/>
    <w:rPr>
      <w:rFonts w:cs="Angsana New"/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rsid w:val="00C766E6"/>
    <w:rPr>
      <w:b/>
      <w:i/>
      <w:sz w:val="24"/>
      <w:lang w:val="en-GB" w:bidi="ar-SA"/>
    </w:rPr>
  </w:style>
  <w:style w:type="character" w:customStyle="1" w:styleId="Heading1Char">
    <w:name w:val="Heading 1 Char"/>
    <w:basedOn w:val="Heading2Char"/>
    <w:link w:val="Heading1"/>
    <w:rsid w:val="00C766E6"/>
    <w:rPr>
      <w:rFonts w:cs="Angsana New"/>
      <w:b/>
      <w:i w:val="0"/>
      <w:sz w:val="24"/>
      <w:lang w:val="en-GB" w:eastAsia="en-US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customStyle="1" w:styleId="3">
    <w:name w:val="µÒÃÒ§3ªèÍ§"/>
    <w:basedOn w:val="Normal"/>
    <w:rsid w:val="00844B1D"/>
    <w:pPr>
      <w:tabs>
        <w:tab w:val="left" w:pos="360"/>
        <w:tab w:val="left" w:pos="720"/>
      </w:tabs>
      <w:spacing w:line="240" w:lineRule="auto"/>
    </w:pPr>
    <w:rPr>
      <w:rFonts w:ascii="Book Antiqua" w:hAnsi="Book Antiqua" w:cs="Cordia New"/>
      <w:szCs w:val="22"/>
      <w:lang w:val="en-US" w:bidi="th-TH"/>
    </w:rPr>
  </w:style>
  <w:style w:type="table" w:styleId="TableGrid">
    <w:name w:val="Table Grid"/>
    <w:basedOn w:val="TableNormal"/>
    <w:uiPriority w:val="39"/>
    <w:rsid w:val="00844B1D"/>
    <w:rPr>
      <w:rFonts w:ascii="Cordia New" w:eastAsia="Cordia New" w:hAnsi="Cordia New"/>
    </w:rPr>
    <w:tblPr/>
  </w:style>
  <w:style w:type="paragraph" w:styleId="BodyTextIndent3">
    <w:name w:val="Body Text Indent 3"/>
    <w:basedOn w:val="Normal"/>
    <w:rsid w:val="0088082B"/>
    <w:pPr>
      <w:spacing w:after="120"/>
      <w:ind w:left="360"/>
    </w:pPr>
    <w:rPr>
      <w:sz w:val="16"/>
      <w:szCs w:val="16"/>
    </w:rPr>
  </w:style>
  <w:style w:type="paragraph" w:styleId="BodyTextIndent2">
    <w:name w:val="Body Text Indent 2"/>
    <w:basedOn w:val="Normal"/>
    <w:rsid w:val="002C173F"/>
    <w:pPr>
      <w:spacing w:after="120" w:line="480" w:lineRule="auto"/>
      <w:ind w:left="360"/>
    </w:pPr>
  </w:style>
  <w:style w:type="paragraph" w:styleId="EndnoteText">
    <w:name w:val="endnote text"/>
    <w:basedOn w:val="Normal"/>
    <w:semiHidden/>
    <w:rsid w:val="002C173F"/>
    <w:pPr>
      <w:spacing w:line="240" w:lineRule="auto"/>
    </w:pPr>
    <w:rPr>
      <w:rFonts w:ascii="Book Antiqua" w:hAnsi="Book Antiqua" w:cs="Cordia New"/>
      <w:sz w:val="20"/>
      <w:lang w:val="en-US" w:bidi="th-TH"/>
    </w:rPr>
  </w:style>
  <w:style w:type="paragraph" w:customStyle="1" w:styleId="ParagraphNumbering">
    <w:name w:val="Paragraph Numbering"/>
    <w:basedOn w:val="Header"/>
    <w:rsid w:val="003E448D"/>
    <w:pPr>
      <w:tabs>
        <w:tab w:val="left" w:pos="284"/>
      </w:tabs>
      <w:spacing w:line="240" w:lineRule="atLeast"/>
      <w:jc w:val="left"/>
    </w:pPr>
    <w:rPr>
      <w:rFonts w:ascii="Arial" w:hAnsi="Arial" w:cs="Cordia New"/>
      <w:i w:val="0"/>
      <w:szCs w:val="18"/>
      <w:lang w:val="en-US" w:bidi="th-TH"/>
    </w:rPr>
  </w:style>
  <w:style w:type="paragraph" w:styleId="NormalIndent">
    <w:name w:val="Normal Indent"/>
    <w:basedOn w:val="Normal"/>
    <w:rsid w:val="0087185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30">
    <w:name w:val="?????3????"/>
    <w:basedOn w:val="Normal"/>
    <w:uiPriority w:val="99"/>
    <w:rsid w:val="005E36AE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character" w:styleId="Hyperlink">
    <w:name w:val="Hyperlink"/>
    <w:rsid w:val="00A565A1"/>
    <w:rPr>
      <w:rFonts w:ascii="Arial" w:hAnsi="Arial" w:hint="default"/>
      <w:color w:val="0000CC"/>
      <w:u w:val="single"/>
    </w:rPr>
  </w:style>
  <w:style w:type="paragraph" w:customStyle="1" w:styleId="p1">
    <w:name w:val="p1"/>
    <w:basedOn w:val="Normal"/>
    <w:rsid w:val="0098700F"/>
    <w:pPr>
      <w:widowControl w:val="0"/>
      <w:tabs>
        <w:tab w:val="left" w:pos="204"/>
      </w:tabs>
      <w:autoSpaceDE w:val="0"/>
      <w:autoSpaceDN w:val="0"/>
      <w:adjustRightInd w:val="0"/>
      <w:jc w:val="both"/>
    </w:pPr>
    <w:rPr>
      <w:sz w:val="24"/>
      <w:szCs w:val="24"/>
      <w:lang w:val="en-US" w:bidi="th-TH"/>
    </w:rPr>
  </w:style>
  <w:style w:type="paragraph" w:customStyle="1" w:styleId="a">
    <w:name w:val="à¹×éÍàÃ×èÍ§"/>
    <w:basedOn w:val="Normal"/>
    <w:rsid w:val="000D294B"/>
    <w:pPr>
      <w:spacing w:line="240" w:lineRule="auto"/>
      <w:ind w:right="386"/>
    </w:pPr>
    <w:rPr>
      <w:rFonts w:cs="Cordia New"/>
      <w:sz w:val="28"/>
      <w:szCs w:val="28"/>
      <w:lang w:val="th-TH" w:bidi="th-TH"/>
    </w:rPr>
  </w:style>
  <w:style w:type="character" w:customStyle="1" w:styleId="CharChar3">
    <w:name w:val="Char Char3"/>
    <w:rsid w:val="000C6C6E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BodyTextIndentChar">
    <w:name w:val="Body Text Indent Char"/>
    <w:aliases w:val="i Char"/>
    <w:link w:val="BodyTextIndent"/>
    <w:locked/>
    <w:rsid w:val="00110028"/>
    <w:rPr>
      <w:sz w:val="22"/>
      <w:lang w:val="en-GB" w:bidi="ar-SA"/>
    </w:rPr>
  </w:style>
  <w:style w:type="paragraph" w:customStyle="1" w:styleId="a0">
    <w:name w:val="ºÇ¡"/>
    <w:basedOn w:val="Normal"/>
    <w:rsid w:val="00110028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10028"/>
    <w:pPr>
      <w:ind w:left="720"/>
    </w:pPr>
  </w:style>
  <w:style w:type="paragraph" w:customStyle="1" w:styleId="a1">
    <w:name w:val="เนื้อเรื่อง"/>
    <w:basedOn w:val="Normal"/>
    <w:uiPriority w:val="99"/>
    <w:rsid w:val="00110028"/>
    <w:pPr>
      <w:spacing w:line="240" w:lineRule="auto"/>
      <w:ind w:right="386"/>
    </w:pPr>
    <w:rPr>
      <w:rFonts w:eastAsia="Cordia New" w:cs="Cordia New"/>
      <w:sz w:val="28"/>
      <w:szCs w:val="28"/>
      <w:lang w:val="th-TH" w:eastAsia="th-TH" w:bidi="th-TH"/>
    </w:rPr>
  </w:style>
  <w:style w:type="paragraph" w:styleId="NormalWeb">
    <w:name w:val="Normal (Web)"/>
    <w:basedOn w:val="Normal"/>
    <w:uiPriority w:val="99"/>
    <w:unhideWhenUsed/>
    <w:rsid w:val="00110028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en-US" w:bidi="th-TH"/>
    </w:rPr>
  </w:style>
  <w:style w:type="paragraph" w:customStyle="1" w:styleId="AccountingPolicy">
    <w:name w:val="Accounting Policy"/>
    <w:basedOn w:val="Normal"/>
    <w:link w:val="AccountingPolicyChar1"/>
    <w:rsid w:val="00753898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AccountingPolicyChar1">
    <w:name w:val="Accounting Policy Char1"/>
    <w:link w:val="AccountingPolicy"/>
    <w:locked/>
    <w:rsid w:val="00753898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hps">
    <w:name w:val="hps"/>
    <w:rsid w:val="00E15637"/>
  </w:style>
  <w:style w:type="paragraph" w:customStyle="1" w:styleId="a2">
    <w:name w:val="¢éÍ¤ÇÒÁ"/>
    <w:basedOn w:val="Normal"/>
    <w:rsid w:val="00C56E77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character" w:customStyle="1" w:styleId="FooterChar">
    <w:name w:val="Footer Char"/>
    <w:link w:val="Footer"/>
    <w:uiPriority w:val="99"/>
    <w:rsid w:val="00C54E35"/>
    <w:rPr>
      <w:sz w:val="18"/>
      <w:lang w:val="en-GB" w:bidi="ar-SA"/>
    </w:rPr>
  </w:style>
  <w:style w:type="paragraph" w:styleId="NoSpacing">
    <w:name w:val="No Spacing"/>
    <w:uiPriority w:val="1"/>
    <w:qFormat/>
    <w:rsid w:val="00A40B5D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30"/>
    </w:rPr>
  </w:style>
  <w:style w:type="character" w:styleId="Emphasis">
    <w:name w:val="Emphasis"/>
    <w:uiPriority w:val="20"/>
    <w:qFormat/>
    <w:rsid w:val="00944572"/>
    <w:rPr>
      <w:i/>
      <w:iCs/>
    </w:rPr>
  </w:style>
  <w:style w:type="character" w:customStyle="1" w:styleId="HeaderChar">
    <w:name w:val="Header Char"/>
    <w:link w:val="Header"/>
    <w:uiPriority w:val="99"/>
    <w:rsid w:val="00CC3AAA"/>
    <w:rPr>
      <w:i/>
      <w:sz w:val="18"/>
      <w:lang w:val="en-GB" w:bidi="ar-SA"/>
    </w:rPr>
  </w:style>
  <w:style w:type="character" w:styleId="CommentReference">
    <w:name w:val="annotation reference"/>
    <w:basedOn w:val="DefaultParagraphFont"/>
    <w:rsid w:val="005C09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09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C0925"/>
    <w:rPr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5C0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C0925"/>
    <w:rPr>
      <w:b/>
      <w:bCs/>
      <w:lang w:val="en-GB" w:bidi="ar-SA"/>
    </w:rPr>
  </w:style>
  <w:style w:type="paragraph" w:customStyle="1" w:styleId="Default">
    <w:name w:val="Default"/>
    <w:rsid w:val="0068730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8">
    <w:name w:val="Pa18"/>
    <w:basedOn w:val="Normal"/>
    <w:next w:val="Normal"/>
    <w:uiPriority w:val="99"/>
    <w:rsid w:val="00687301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ListParagraphChar">
    <w:name w:val="List Paragraph Char"/>
    <w:link w:val="ListParagraph"/>
    <w:uiPriority w:val="34"/>
    <w:locked/>
    <w:rsid w:val="00C95887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969">
      <w:bodyDiv w:val="1"/>
      <w:marLeft w:val="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474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9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383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466817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87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2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20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009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399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695261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86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0" w:color="EFEFEF"/>
                                                                <w:bottom w:val="none" w:sz="0" w:space="0" w:color="auto"/>
                                                                <w:right w:val="single" w:sz="6" w:space="0" w:color="EFEFEF"/>
                                                              </w:divBdr>
                                                              <w:divsChild>
                                                                <w:div w:id="1112943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6" w:space="0" w:color="BCBCBC"/>
                                                                    <w:bottom w:val="none" w:sz="0" w:space="0" w:color="auto"/>
                                                                    <w:right w:val="single" w:sz="6" w:space="0" w:color="BCBCBC"/>
                                                                  </w:divBdr>
                                                                  <w:divsChild>
                                                                    <w:div w:id="2115897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174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075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0873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8721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5971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596">
      <w:bodyDiv w:val="1"/>
      <w:marLeft w:val="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25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4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4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8361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872279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5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5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722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84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67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80923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248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0" w:color="EFEFEF"/>
                                                                <w:bottom w:val="none" w:sz="0" w:space="0" w:color="auto"/>
                                                                <w:right w:val="single" w:sz="6" w:space="0" w:color="EFEFEF"/>
                                                              </w:divBdr>
                                                              <w:divsChild>
                                                                <w:div w:id="284387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6" w:space="0" w:color="BCBCBC"/>
                                                                    <w:bottom w:val="none" w:sz="0" w:space="0" w:color="auto"/>
                                                                    <w:right w:val="single" w:sz="6" w:space="0" w:color="BCBCBC"/>
                                                                  </w:divBdr>
                                                                  <w:divsChild>
                                                                    <w:div w:id="1298027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914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8284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0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1965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4586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7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223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617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3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77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80575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8441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0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EADC-1624-4167-9836-0E60DFD439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266A8-315A-413B-93B4-C058C626228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9D45DA7-6276-4D88-8291-38D4A1443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BFE74-40BC-4AE9-8431-DDAF3D8B107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10</TotalTime>
  <Pages>2</Pages>
  <Words>357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Pongkhun, Sangthaitweeporn</dc:creator>
  <cp:keywords/>
  <dc:description/>
  <cp:lastModifiedBy>Kornsiri, Chongaksorn</cp:lastModifiedBy>
  <cp:revision>9</cp:revision>
  <cp:lastPrinted>2025-10-31T22:02:00Z</cp:lastPrinted>
  <dcterms:created xsi:type="dcterms:W3CDTF">2025-11-07T09:01:00Z</dcterms:created>
  <dcterms:modified xsi:type="dcterms:W3CDTF">2025-11-11T05:01:00Z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  <property fmtid="{D5CDD505-2E9C-101B-9397-08002B2CF9AE}" pid="4" name="ContentTypeId">
    <vt:lpwstr>0x010100FC3C573FF70E394A86433F5E112C33AA</vt:lpwstr>
  </property>
  <property fmtid="{D5CDD505-2E9C-101B-9397-08002B2CF9AE}" pid="5" name="MediaServiceImageTags">
    <vt:lpwstr/>
  </property>
</Properties>
</file>