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32DB2" w14:textId="7B351C0E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52"/>
          <w:szCs w:val="52"/>
        </w:rPr>
      </w:pPr>
      <w:r w:rsidRPr="00457A97">
        <w:rPr>
          <w:rFonts w:cs="Angsana New"/>
          <w:sz w:val="52"/>
          <w:szCs w:val="52"/>
          <w:cs/>
        </w:rPr>
        <w:t>ทรัสต์เพื่อการลงทุนในอสังหาริมทรัพย์และสิทธิการเช่า</w:t>
      </w:r>
      <w:bookmarkStart w:id="0" w:name="_Hlk185948381"/>
    </w:p>
    <w:p w14:paraId="6773A1AF" w14:textId="269D4B6C" w:rsidR="0087116F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color w:val="000000" w:themeColor="text1"/>
          <w:sz w:val="52"/>
          <w:szCs w:val="52"/>
        </w:rPr>
      </w:pPr>
      <w:r w:rsidRPr="00457A97">
        <w:rPr>
          <w:rFonts w:cs="Angsana New"/>
          <w:color w:val="000000" w:themeColor="text1"/>
          <w:sz w:val="52"/>
          <w:szCs w:val="52"/>
          <w:cs/>
        </w:rPr>
        <w:t>แอ็กซ์ตร้า ฟิวเจอร์ ซิตี้</w:t>
      </w:r>
      <w:bookmarkEnd w:id="0"/>
    </w:p>
    <w:p w14:paraId="3484A90E" w14:textId="77777777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32"/>
          <w:szCs w:val="32"/>
        </w:rPr>
      </w:pPr>
    </w:p>
    <w:p w14:paraId="6AE8B90D" w14:textId="77777777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</w:rPr>
      </w:pPr>
      <w:r w:rsidRPr="00FD29A8">
        <w:rPr>
          <w:sz w:val="32"/>
          <w:szCs w:val="32"/>
          <w:cs/>
        </w:rPr>
        <w:t>งบการเงินระหว่างกาล</w:t>
      </w:r>
    </w:p>
    <w:p w14:paraId="7D10084D" w14:textId="7E13790D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  <w:cs/>
        </w:rPr>
      </w:pPr>
      <w:r w:rsidRPr="00FD29A8">
        <w:rPr>
          <w:rFonts w:hint="cs"/>
          <w:sz w:val="32"/>
          <w:szCs w:val="32"/>
          <w:cs/>
        </w:rPr>
        <w:t>สำหรับงวด</w:t>
      </w:r>
      <w:r w:rsidRPr="00097C8D">
        <w:rPr>
          <w:sz w:val="32"/>
          <w:szCs w:val="32"/>
          <w:cs/>
        </w:rPr>
        <w:t>สามเดือน</w:t>
      </w:r>
      <w:r w:rsidRPr="00FD29A8">
        <w:rPr>
          <w:rFonts w:hint="cs"/>
          <w:sz w:val="32"/>
          <w:szCs w:val="32"/>
          <w:cs/>
        </w:rPr>
        <w:t xml:space="preserve">สิ้นสุดวันที่ </w:t>
      </w:r>
      <w:r>
        <w:rPr>
          <w:sz w:val="32"/>
          <w:szCs w:val="32"/>
        </w:rPr>
        <w:t xml:space="preserve">31 </w:t>
      </w:r>
      <w:r>
        <w:rPr>
          <w:rFonts w:hint="cs"/>
          <w:sz w:val="32"/>
          <w:szCs w:val="32"/>
          <w:cs/>
        </w:rPr>
        <w:t>มีนาคม</w:t>
      </w:r>
      <w:r w:rsidRPr="00FD29A8">
        <w:rPr>
          <w:sz w:val="32"/>
          <w:szCs w:val="32"/>
          <w:cs/>
        </w:rPr>
        <w:t xml:space="preserve"> </w:t>
      </w:r>
      <w:r w:rsidRPr="00FD29A8">
        <w:rPr>
          <w:sz w:val="32"/>
          <w:szCs w:val="32"/>
        </w:rPr>
        <w:t>256</w:t>
      </w:r>
      <w:r>
        <w:rPr>
          <w:sz w:val="32"/>
          <w:szCs w:val="32"/>
        </w:rPr>
        <w:t>8</w:t>
      </w:r>
    </w:p>
    <w:p w14:paraId="6B1B776B" w14:textId="77777777" w:rsidR="005768A6" w:rsidRPr="00FD29A8" w:rsidRDefault="005768A6" w:rsidP="005768A6">
      <w:pPr>
        <w:tabs>
          <w:tab w:val="left" w:pos="540"/>
        </w:tabs>
        <w:jc w:val="center"/>
        <w:rPr>
          <w:sz w:val="32"/>
          <w:szCs w:val="32"/>
          <w:cs/>
          <w:lang w:val="th-TH"/>
        </w:rPr>
      </w:pPr>
      <w:r w:rsidRPr="00FD29A8">
        <w:rPr>
          <w:sz w:val="32"/>
          <w:szCs w:val="32"/>
          <w:cs/>
        </w:rPr>
        <w:t>และ</w:t>
      </w:r>
    </w:p>
    <w:p w14:paraId="17C1310B" w14:textId="77777777" w:rsidR="005768A6" w:rsidRDefault="005768A6" w:rsidP="005768A6">
      <w:pPr>
        <w:spacing w:line="240" w:lineRule="auto"/>
        <w:ind w:right="29"/>
        <w:jc w:val="center"/>
        <w:rPr>
          <w:b/>
          <w:bCs/>
        </w:rPr>
      </w:pPr>
      <w:r w:rsidRPr="00FD29A8">
        <w:rPr>
          <w:rFonts w:hint="cs"/>
          <w:sz w:val="32"/>
          <w:szCs w:val="32"/>
          <w:cs/>
        </w:rPr>
        <w:t>รายงานการสอบทานของผู้สอบบัญชีรับอนุญาต</w:t>
      </w:r>
    </w:p>
    <w:p w14:paraId="358EB7B8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3F2AE4B0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6B93FB6B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  <w:sectPr w:rsidR="007F7F8E" w:rsidRPr="00457A97" w:rsidSect="00552E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C687E00" w14:textId="77777777" w:rsidR="005768A6" w:rsidRPr="00FD29A8" w:rsidRDefault="005768A6" w:rsidP="005768A6">
      <w:pPr>
        <w:tabs>
          <w:tab w:val="left" w:pos="720"/>
        </w:tabs>
        <w:spacing w:line="440" w:lineRule="exact"/>
        <w:rPr>
          <w:b/>
          <w:bCs/>
          <w:sz w:val="32"/>
          <w:szCs w:val="32"/>
        </w:rPr>
      </w:pPr>
      <w:r w:rsidRPr="00FD29A8">
        <w:rPr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93BDFB" w14:textId="77777777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</w:p>
    <w:p w14:paraId="4AEC35D4" w14:textId="586C1BCB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  <w:r w:rsidRPr="00457A97">
        <w:rPr>
          <w:b/>
          <w:bCs/>
          <w:spacing w:val="0"/>
          <w:cs/>
        </w:rPr>
        <w:t>เสนอ</w:t>
      </w:r>
      <w:r w:rsidRPr="00457A97">
        <w:rPr>
          <w:b/>
          <w:bCs/>
          <w:spacing w:val="0"/>
        </w:rPr>
        <w:t xml:space="preserve"> </w:t>
      </w:r>
      <w:r w:rsidRPr="00457A97">
        <w:rPr>
          <w:b/>
          <w:bCs/>
          <w:spacing w:val="0"/>
          <w:cs/>
        </w:rPr>
        <w:t>ผู้ถือหน่วยทรัสต์ของ</w:t>
      </w:r>
      <w:r w:rsidR="00AF7B86" w:rsidRPr="00457A97">
        <w:rPr>
          <w:b/>
          <w:bCs/>
          <w:spacing w:val="0"/>
          <w:cs/>
        </w:rPr>
        <w:t>ทรัสต์เพื่อการลงทุนในอสังหาริมทรัพย์และสิทธิการเช่า แอ็กซ์ตร้า ฟิวเจอร์ ซิตี้</w:t>
      </w:r>
    </w:p>
    <w:p w14:paraId="62D9D25E" w14:textId="77777777" w:rsidR="003559B6" w:rsidRPr="00457A97" w:rsidRDefault="003559B6" w:rsidP="00EF6D6C">
      <w:pPr>
        <w:tabs>
          <w:tab w:val="left" w:pos="720"/>
        </w:tabs>
        <w:rPr>
          <w:b/>
          <w:bCs/>
          <w:spacing w:val="0"/>
        </w:rPr>
      </w:pPr>
    </w:p>
    <w:p w14:paraId="79337BC5" w14:textId="3092458C" w:rsidR="005768A6" w:rsidRDefault="005768A6" w:rsidP="005768A6">
      <w:pPr>
        <w:tabs>
          <w:tab w:val="left" w:pos="540"/>
        </w:tabs>
        <w:jc w:val="thaiDistribute"/>
      </w:pPr>
      <w:r w:rsidRPr="00FD29A8">
        <w:rPr>
          <w:cs/>
        </w:rPr>
        <w:t>ข้าพเจ้าได้สอบทาน</w:t>
      </w:r>
      <w:r>
        <w:rPr>
          <w:cs/>
        </w:rPr>
        <w:t>งบ</w:t>
      </w:r>
      <w:r>
        <w:rPr>
          <w:rFonts w:hint="cs"/>
          <w:cs/>
        </w:rPr>
        <w:t>แสดง</w:t>
      </w:r>
      <w:r>
        <w:rPr>
          <w:cs/>
        </w:rPr>
        <w:t>ฐานะการเงิน</w:t>
      </w:r>
      <w:r w:rsidRPr="00FD29A8">
        <w:rPr>
          <w:cs/>
        </w:rPr>
        <w:t xml:space="preserve">และงบประกอบรายละเอียดเงินลงทุน ณ วันที่ </w:t>
      </w:r>
      <w:r w:rsidRPr="00FD29A8">
        <w:rPr>
          <w:rFonts w:hint="cs"/>
        </w:rPr>
        <w:t xml:space="preserve">31 </w:t>
      </w:r>
      <w:r w:rsidRPr="00FD29A8">
        <w:rPr>
          <w:rFonts w:hint="cs"/>
          <w:cs/>
        </w:rPr>
        <w:t xml:space="preserve">มีนาคม </w:t>
      </w:r>
      <w:r w:rsidRPr="00FD29A8">
        <w:rPr>
          <w:rFonts w:hint="cs"/>
        </w:rPr>
        <w:t>25</w:t>
      </w:r>
      <w:r>
        <w:t>68</w:t>
      </w:r>
      <w:r w:rsidRPr="00FD29A8">
        <w:rPr>
          <w:cs/>
        </w:rPr>
        <w:t xml:space="preserve"> งบกำไรขาดทุน</w:t>
      </w:r>
      <w:r w:rsidRPr="00FD29A8">
        <w:rPr>
          <w:rFonts w:hint="cs"/>
          <w:cs/>
        </w:rPr>
        <w:t>เบ็ดเสร็จ</w:t>
      </w:r>
      <w:r w:rsidRPr="00FD29A8">
        <w:rPr>
          <w:cs/>
        </w:rPr>
        <w:t xml:space="preserve"> </w:t>
      </w:r>
      <w:r w:rsidRPr="00C5683B">
        <w:rPr>
          <w:cs/>
        </w:rPr>
        <w:t>งบแสดงการเปลี่ยนแปลงสินทรัพย์สุทธิ</w:t>
      </w:r>
      <w:r w:rsidRPr="00FD29A8">
        <w:t xml:space="preserve"> </w:t>
      </w:r>
      <w:r w:rsidRPr="00FD29A8">
        <w:rPr>
          <w:rFonts w:hint="cs"/>
          <w:cs/>
        </w:rPr>
        <w:t>และ</w:t>
      </w:r>
      <w:r w:rsidRPr="00FD29A8">
        <w:rPr>
          <w:cs/>
        </w:rPr>
        <w:t>งบกระแสเงินสดสำหรับ</w:t>
      </w:r>
      <w:r w:rsidRPr="00FD29A8">
        <w:rPr>
          <w:rFonts w:hint="cs"/>
          <w:cs/>
        </w:rPr>
        <w:t>งวดสามเดือนสิ้นสุด</w:t>
      </w:r>
      <w:r w:rsidRPr="00FD29A8">
        <w:rPr>
          <w:cs/>
        </w:rPr>
        <w:t>วัน</w:t>
      </w:r>
      <w:r w:rsidRPr="00FD29A8">
        <w:rPr>
          <w:rFonts w:hint="cs"/>
          <w:cs/>
        </w:rPr>
        <w:t>เดียวกัน</w:t>
      </w:r>
      <w:r>
        <w:rPr>
          <w:rFonts w:hint="cs"/>
          <w:cs/>
        </w:rPr>
        <w:t xml:space="preserve"> </w:t>
      </w:r>
      <w:r w:rsidRPr="00FD29A8">
        <w:rPr>
          <w:cs/>
        </w:rPr>
        <w:t>และ</w:t>
      </w:r>
      <w:r>
        <w:br/>
      </w:r>
      <w:r w:rsidRPr="00FD29A8">
        <w:rPr>
          <w:cs/>
        </w:rPr>
        <w:t>หมายเหตุประกอบงบการเงินแบบย่อ (ข้อมูลทางการเงินระหว่างกาล</w:t>
      </w:r>
      <w:r w:rsidRPr="00261879">
        <w:rPr>
          <w:cs/>
        </w:rPr>
        <w:t>) ของทรัสต์เพื่อการลงทุนในอสังหาริมทรัพย์</w:t>
      </w:r>
      <w:r w:rsidR="00124722" w:rsidRPr="00261879">
        <w:rPr>
          <w:cs/>
        </w:rPr>
        <w:t>และ</w:t>
      </w:r>
      <w:r w:rsidR="00C748D7">
        <w:br/>
      </w:r>
      <w:r w:rsidR="00124722" w:rsidRPr="00C748D7">
        <w:rPr>
          <w:spacing w:val="0"/>
          <w:cs/>
        </w:rPr>
        <w:t xml:space="preserve">สิทธิการเช่า แอ็กซ์ตร้า ฟิวเจอร์ ซิตี้ </w:t>
      </w:r>
      <w:r w:rsidRPr="00C748D7">
        <w:rPr>
          <w:spacing w:val="0"/>
          <w:cs/>
        </w:rPr>
        <w:t>ซึ่งผู้จัดการกองทรัสต์เป็นผู้รับผิดชอบในการจัดทำและนำเสนอข้อมูลทางการเงินระหว่างกาล</w:t>
      </w:r>
      <w:r w:rsidRPr="00261879">
        <w:rPr>
          <w:spacing w:val="-2"/>
          <w:cs/>
        </w:rPr>
        <w:t>เหล่านี้ตามแนวปฏิบัติทางบัญชีสำหรับกองทุนรวมอสังหาริมทรัพย์</w:t>
      </w:r>
      <w:r w:rsidRPr="00261879">
        <w:rPr>
          <w:cs/>
        </w:rPr>
        <w:t xml:space="preserve"> </w:t>
      </w:r>
      <w:r w:rsidRPr="00261879">
        <w:rPr>
          <w:spacing w:val="4"/>
          <w:cs/>
        </w:rPr>
        <w:t>ทรัสต์</w:t>
      </w:r>
      <w:r w:rsidRPr="00C60AE1">
        <w:rPr>
          <w:spacing w:val="4"/>
          <w:cs/>
        </w:rPr>
        <w:t>เพื่อการลงทุนในอสังหาริมทรัพย์ กองทุนรวม</w:t>
      </w:r>
      <w:r w:rsidRPr="0045260B">
        <w:rPr>
          <w:spacing w:val="-2"/>
          <w:cs/>
        </w:rPr>
        <w:t>โครงสร้างพื้นฐาน และทรัสต์เพื่อการลงทุนในโครงสร้างพื้นฐาน ที่สมาคมบริษัทจัดการ</w:t>
      </w:r>
      <w:r w:rsidRPr="0045260B">
        <w:rPr>
          <w:rFonts w:hint="cs"/>
          <w:spacing w:val="-2"/>
          <w:cs/>
        </w:rPr>
        <w:t>ลง</w:t>
      </w:r>
      <w:r w:rsidRPr="0045260B">
        <w:rPr>
          <w:spacing w:val="-2"/>
          <w:cs/>
        </w:rPr>
        <w:t>ทุนกำหนด</w:t>
      </w:r>
      <w:r w:rsidR="00C748D7">
        <w:rPr>
          <w:spacing w:val="-2"/>
        </w:rPr>
        <w:br/>
      </w:r>
      <w:r w:rsidRPr="0045260B">
        <w:rPr>
          <w:spacing w:val="-2"/>
          <w:cs/>
        </w:rPr>
        <w:t>โดยได้รั</w:t>
      </w:r>
      <w:r w:rsidRPr="0045260B">
        <w:rPr>
          <w:rFonts w:hint="cs"/>
          <w:spacing w:val="-2"/>
          <w:cs/>
        </w:rPr>
        <w:t>บ</w:t>
      </w:r>
      <w:r w:rsidRPr="0045260B">
        <w:rPr>
          <w:spacing w:val="-2"/>
          <w:cs/>
        </w:rPr>
        <w:t>ความ</w:t>
      </w:r>
      <w:r w:rsidRPr="00A028AB">
        <w:rPr>
          <w:spacing w:val="-2"/>
          <w:cs/>
        </w:rPr>
        <w:t>เห็นชอบจากสำนักงา</w:t>
      </w:r>
      <w:r w:rsidRPr="00A028AB">
        <w:rPr>
          <w:rFonts w:hint="cs"/>
          <w:spacing w:val="-2"/>
          <w:cs/>
        </w:rPr>
        <w:t>น</w:t>
      </w:r>
      <w:r w:rsidRPr="00A028AB">
        <w:rPr>
          <w:spacing w:val="-2"/>
          <w:cs/>
        </w:rPr>
        <w:t>คณะกรรมการกำกับหลักทรัพย์และตลาดหลักทรัพย์ ส่วนข้าพเจ้าเป็นผู้รับผิดชอบในการให้ข้อสรุป</w:t>
      </w:r>
      <w:r w:rsidRPr="00455A17">
        <w:rPr>
          <w:spacing w:val="4"/>
          <w:cs/>
        </w:rPr>
        <w:t>เกี่ยวกับข้อมูลทางการเงินระหว่างกาลดังกล่าวจากผลการ</w:t>
      </w:r>
      <w:r w:rsidRPr="004E60BB">
        <w:rPr>
          <w:cs/>
        </w:rPr>
        <w:t>สอบทานของข้าพเจ้า</w:t>
      </w:r>
    </w:p>
    <w:p w14:paraId="6FDFC3FC" w14:textId="77777777" w:rsidR="005768A6" w:rsidRDefault="005768A6" w:rsidP="005768A6">
      <w:pPr>
        <w:tabs>
          <w:tab w:val="left" w:pos="540"/>
        </w:tabs>
        <w:jc w:val="thaiDistribute"/>
      </w:pPr>
    </w:p>
    <w:p w14:paraId="59D2FA68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i/>
          <w:iCs/>
          <w:color w:val="000000"/>
        </w:rPr>
      </w:pPr>
      <w:r w:rsidRPr="00FD29A8">
        <w:rPr>
          <w:rFonts w:eastAsia="SimSun"/>
          <w:i/>
          <w:iCs/>
          <w:color w:val="000000"/>
          <w:cs/>
        </w:rPr>
        <w:t xml:space="preserve">ขอบเขตการสอบทาน </w:t>
      </w:r>
    </w:p>
    <w:p w14:paraId="0DDD4BE4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b/>
          <w:bCs/>
          <w:color w:val="000000"/>
        </w:rPr>
      </w:pPr>
    </w:p>
    <w:p w14:paraId="7DB510B6" w14:textId="7EC2B6B9" w:rsidR="005768A6" w:rsidRPr="00FD29A8" w:rsidRDefault="005768A6" w:rsidP="005768A6">
      <w:pPr>
        <w:jc w:val="thaiDistribute"/>
      </w:pPr>
      <w:r w:rsidRPr="00FD29A8">
        <w:rPr>
          <w:cs/>
        </w:rPr>
        <w:t xml:space="preserve">ข้าพเจ้าได้ปฏิบัติงานสอบทานตามมาตรฐานงานสอบทานรหัส </w:t>
      </w:r>
      <w:r w:rsidRPr="00FD29A8">
        <w:t>2410</w:t>
      </w:r>
      <w:r w:rsidRPr="00FD29A8">
        <w:rPr>
          <w:cs/>
        </w:rPr>
        <w:t xml:space="preserve"> “การสอบทานข้อมูลทางการเงินระหว่างกาลโดย</w:t>
      </w:r>
      <w:r w:rsidRPr="00FD29A8">
        <w:rPr>
          <w:cs/>
        </w:rPr>
        <w:br/>
        <w:t>ผู้สอบบัญชีรับอนุญาตของกิจการ”</w:t>
      </w:r>
      <w:r w:rsidRPr="00FD29A8">
        <w:t xml:space="preserve"> </w:t>
      </w:r>
      <w:r w:rsidRPr="00FD29A8">
        <w:rPr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</w:t>
      </w:r>
      <w:r w:rsidRPr="00FD29A8">
        <w:rPr>
          <w:cs/>
        </w:rPr>
        <w:br/>
        <w:t>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264F20BD" w14:textId="77777777" w:rsidR="005768A6" w:rsidRPr="00FD29A8" w:rsidRDefault="005768A6" w:rsidP="005768A6">
      <w:pPr>
        <w:tabs>
          <w:tab w:val="left" w:pos="540"/>
        </w:tabs>
        <w:jc w:val="thaiDistribute"/>
      </w:pPr>
    </w:p>
    <w:p w14:paraId="58A19303" w14:textId="77777777" w:rsidR="005768A6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  <w:cs/>
        </w:rPr>
        <w:sectPr w:rsidR="005768A6" w:rsidSect="009E0591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43BB1B2B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FD29A8">
        <w:rPr>
          <w:i/>
          <w:iCs/>
          <w:cs/>
        </w:rPr>
        <w:t xml:space="preserve">ข้อสรุป </w:t>
      </w:r>
    </w:p>
    <w:p w14:paraId="7C0E1669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color w:val="000000"/>
        </w:rPr>
      </w:pPr>
    </w:p>
    <w:p w14:paraId="437EB986" w14:textId="77777777" w:rsidR="005768A6" w:rsidRPr="00EB5ECE" w:rsidRDefault="005768A6" w:rsidP="005768A6">
      <w:pPr>
        <w:widowControl w:val="0"/>
        <w:autoSpaceDE w:val="0"/>
        <w:autoSpaceDN w:val="0"/>
        <w:adjustRightInd w:val="0"/>
        <w:spacing w:line="240" w:lineRule="auto"/>
        <w:jc w:val="thaiDistribute"/>
      </w:pPr>
      <w:r w:rsidRPr="00FD29A8">
        <w:rPr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</w:t>
      </w:r>
      <w:r w:rsidRPr="00FD29A8">
        <w:rPr>
          <w:rFonts w:hint="cs"/>
          <w:cs/>
        </w:rPr>
        <w:t>แนวปฏิบัติทางบัญชี</w:t>
      </w:r>
      <w:r w:rsidRPr="00FD29A8">
        <w:br/>
      </w:r>
      <w:r w:rsidRPr="00FD29A8">
        <w:rPr>
          <w:rFonts w:hint="cs"/>
          <w:cs/>
        </w:rPr>
        <w:t>สำหรับกองทุนรวมอสังหาริมทรัพย์ ทรัสต์เพื่อการลงทุนในอสังหาริมทรัพย์ กองทุนรวมโครงสร้างพื้นฐาน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และทรัสต์เพื่อ</w:t>
      </w:r>
      <w:r w:rsidRPr="00FD29A8">
        <w:br/>
      </w:r>
      <w:r w:rsidRPr="00FD29A8">
        <w:rPr>
          <w:rFonts w:hint="cs"/>
          <w:cs/>
        </w:rPr>
        <w:t>การลงทุนในโครงสร้างพื้นฐาน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ที่สมาคมบริษัทจัดการ</w:t>
      </w:r>
      <w:r>
        <w:rPr>
          <w:rFonts w:hint="cs"/>
          <w:cs/>
        </w:rPr>
        <w:t>ลง</w:t>
      </w:r>
      <w:r w:rsidRPr="00FD29A8">
        <w:rPr>
          <w:rFonts w:hint="cs"/>
          <w:cs/>
        </w:rPr>
        <w:t>ทุนกำหนดโดยได้รับความเห็นชอบจากสำนักงานคณะกรรมการ</w:t>
      </w:r>
      <w:r w:rsidRPr="00EB5ECE">
        <w:rPr>
          <w:rFonts w:hint="cs"/>
          <w:cs/>
        </w:rPr>
        <w:t>กำกับหลักทรัพย์และตลาดหลักทรัพย์</w:t>
      </w:r>
      <w:r w:rsidRPr="00EB5ECE">
        <w:rPr>
          <w:cs/>
        </w:rPr>
        <w:t xml:space="preserve"> ในสาระสำคัญจากการสอบทานของข้าพเจ้า </w:t>
      </w:r>
    </w:p>
    <w:p w14:paraId="62FE9BA3" w14:textId="31899634" w:rsidR="003559B6" w:rsidRPr="00457A97" w:rsidRDefault="003559B6" w:rsidP="00EF6D6C">
      <w:pPr>
        <w:ind w:right="-45"/>
        <w:jc w:val="thaiDistribute"/>
      </w:pPr>
    </w:p>
    <w:p w14:paraId="065419AB" w14:textId="77777777" w:rsidR="00552EEA" w:rsidRPr="00457A97" w:rsidRDefault="00552EEA" w:rsidP="00EF6D6C">
      <w:pPr>
        <w:ind w:right="-45"/>
        <w:jc w:val="thaiDistribute"/>
      </w:pPr>
    </w:p>
    <w:p w14:paraId="5CA5B273" w14:textId="77777777" w:rsidR="00EF6D6C" w:rsidRPr="00457A97" w:rsidRDefault="00EF6D6C" w:rsidP="00EF6D6C">
      <w:pPr>
        <w:ind w:right="-45"/>
        <w:jc w:val="thaiDistribute"/>
      </w:pPr>
    </w:p>
    <w:p w14:paraId="5BBBD7BE" w14:textId="77777777" w:rsidR="00EF6D6C" w:rsidRPr="00457A97" w:rsidRDefault="00EF6D6C" w:rsidP="00EF6D6C">
      <w:pPr>
        <w:ind w:right="-45"/>
        <w:jc w:val="thaiDistribute"/>
      </w:pPr>
    </w:p>
    <w:p w14:paraId="12C6BBE3" w14:textId="77777777" w:rsidR="00B008CD" w:rsidRPr="00457A97" w:rsidRDefault="00B008CD" w:rsidP="00B008CD">
      <w:pPr>
        <w:jc w:val="both"/>
      </w:pPr>
      <w:r w:rsidRPr="00457A97">
        <w:t>(</w:t>
      </w:r>
      <w:r w:rsidRPr="00457A97">
        <w:rPr>
          <w:cs/>
        </w:rPr>
        <w:t>นางปิยธิดา ตั้งเด่นชัย)</w:t>
      </w:r>
    </w:p>
    <w:p w14:paraId="6D22B8FF" w14:textId="77777777" w:rsidR="00B008CD" w:rsidRPr="00457A97" w:rsidRDefault="00B008CD" w:rsidP="00B008CD">
      <w:pPr>
        <w:jc w:val="both"/>
      </w:pPr>
      <w:r w:rsidRPr="00457A97">
        <w:rPr>
          <w:cs/>
        </w:rPr>
        <w:t>ผู้สอบบัญชีรับอนุญาต</w:t>
      </w:r>
    </w:p>
    <w:p w14:paraId="681FFE0E" w14:textId="77777777" w:rsidR="00B008CD" w:rsidRPr="00457A97" w:rsidRDefault="00B008CD" w:rsidP="00B008CD">
      <w:pPr>
        <w:jc w:val="both"/>
      </w:pPr>
      <w:r w:rsidRPr="00457A97">
        <w:rPr>
          <w:cs/>
        </w:rPr>
        <w:t xml:space="preserve">เลขทะเบียน </w:t>
      </w:r>
      <w:r w:rsidRPr="00457A97">
        <w:t>11766</w:t>
      </w:r>
    </w:p>
    <w:p w14:paraId="2E623CD3" w14:textId="77777777" w:rsidR="00B008CD" w:rsidRPr="00457A97" w:rsidRDefault="00B008CD" w:rsidP="00B008CD">
      <w:pPr>
        <w:jc w:val="both"/>
      </w:pPr>
    </w:p>
    <w:p w14:paraId="09C4270C" w14:textId="77777777" w:rsidR="00B008CD" w:rsidRPr="00457A97" w:rsidRDefault="00B008CD" w:rsidP="00B008CD">
      <w:pPr>
        <w:jc w:val="both"/>
      </w:pPr>
      <w:r w:rsidRPr="00457A97">
        <w:rPr>
          <w:cs/>
        </w:rPr>
        <w:t>บริษัท เคพีเอ็มจี ภูมิไชย สอบบัญชี จำกัด</w:t>
      </w:r>
    </w:p>
    <w:p w14:paraId="451ABA45" w14:textId="77777777" w:rsidR="00B008CD" w:rsidRPr="00457A97" w:rsidRDefault="00B008CD" w:rsidP="00B008CD">
      <w:pPr>
        <w:jc w:val="both"/>
      </w:pPr>
      <w:r w:rsidRPr="00457A97">
        <w:rPr>
          <w:cs/>
        </w:rPr>
        <w:t>กรุงเทพมหานคร</w:t>
      </w:r>
    </w:p>
    <w:p w14:paraId="4B95FCE3" w14:textId="37260ADB" w:rsidR="00552EEA" w:rsidRPr="00457A97" w:rsidRDefault="00321853" w:rsidP="00B008CD">
      <w:pPr>
        <w:jc w:val="both"/>
      </w:pPr>
      <w:r w:rsidRPr="001842A2">
        <w:t xml:space="preserve">9 </w:t>
      </w:r>
      <w:r w:rsidRPr="001842A2">
        <w:rPr>
          <w:rFonts w:hint="cs"/>
          <w:cs/>
        </w:rPr>
        <w:t xml:space="preserve">พฤษภาคม </w:t>
      </w:r>
      <w:r w:rsidR="005768A6" w:rsidRPr="001842A2">
        <w:t>2568</w:t>
      </w:r>
    </w:p>
    <w:sectPr w:rsidR="00552EEA" w:rsidRPr="00457A97" w:rsidSect="009E0591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863B" w14:textId="77777777" w:rsidR="00CD1321" w:rsidRDefault="00CD1321" w:rsidP="004956B4">
      <w:r>
        <w:separator/>
      </w:r>
    </w:p>
  </w:endnote>
  <w:endnote w:type="continuationSeparator" w:id="0">
    <w:p w14:paraId="2FAA38C1" w14:textId="77777777" w:rsidR="00CD1321" w:rsidRDefault="00CD1321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45FA4" w14:textId="150AEFD1" w:rsidR="0024424B" w:rsidRDefault="0024424B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7275E5B3" w14:textId="77777777" w:rsidR="0024424B" w:rsidRDefault="0024424B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2999" w14:textId="6B3737B9" w:rsidR="0024424B" w:rsidRPr="00005ACB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</w:rPr>
    </w:pPr>
    <w:r w:rsidRPr="00005ACB">
      <w:rPr>
        <w:rStyle w:val="PageNumber"/>
        <w:cs/>
      </w:rPr>
      <w:fldChar w:fldCharType="begin"/>
    </w:r>
    <w:r w:rsidRPr="00005ACB">
      <w:rPr>
        <w:rStyle w:val="PageNumber"/>
      </w:rPr>
      <w:instrText xml:space="preserve">PAGE  </w:instrText>
    </w:r>
    <w:r w:rsidRPr="00005ACB"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 w:rsidRPr="00005ACB">
      <w:rPr>
        <w:rStyle w:val="PageNumber"/>
        <w:cs/>
      </w:rPr>
      <w:fldChar w:fldCharType="end"/>
    </w:r>
  </w:p>
  <w:p w14:paraId="0AE19892" w14:textId="77777777" w:rsidR="0024424B" w:rsidRDefault="0024424B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3DC3" w14:textId="77777777" w:rsidR="002B5045" w:rsidRDefault="002B504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796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7D841D" w14:textId="747809FF" w:rsidR="002B5045" w:rsidRPr="002B5045" w:rsidRDefault="002B5045" w:rsidP="002B50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AA0F4" w14:textId="77777777" w:rsidR="00CD1321" w:rsidRDefault="00CD1321" w:rsidP="004956B4">
      <w:r>
        <w:separator/>
      </w:r>
    </w:p>
  </w:footnote>
  <w:footnote w:type="continuationSeparator" w:id="0">
    <w:p w14:paraId="6A76B51F" w14:textId="77777777" w:rsidR="00CD1321" w:rsidRDefault="00CD1321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ECF6" w14:textId="580871F7" w:rsidR="0024424B" w:rsidRDefault="002442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0BC784" wp14:editId="2CFF4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9C00659" w14:textId="77777777" w:rsidR="0024424B" w:rsidRDefault="0024424B" w:rsidP="0072576A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BC784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9C00659" w14:textId="77777777" w:rsidR="0024424B" w:rsidRDefault="0024424B" w:rsidP="0072576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A3E8" w14:textId="77777777" w:rsidR="0024424B" w:rsidRDefault="0024424B">
    <w:pPr>
      <w:pStyle w:val="Header"/>
    </w:pPr>
  </w:p>
  <w:p w14:paraId="3F81BE58" w14:textId="77777777" w:rsidR="0024424B" w:rsidRDefault="0024424B">
    <w:pPr>
      <w:pStyle w:val="Header"/>
    </w:pPr>
  </w:p>
  <w:p w14:paraId="6F6FFF3F" w14:textId="77777777" w:rsidR="0024424B" w:rsidRDefault="002442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FFA6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504A2BDA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2063DB82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4BF2CF55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17F289B4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72EDFE12" w14:textId="77777777" w:rsidR="00790A5F" w:rsidRPr="00790A5F" w:rsidRDefault="00790A5F" w:rsidP="00790A5F">
    <w:pPr>
      <w:pStyle w:val="Header"/>
      <w:spacing w:line="240" w:lineRule="auto"/>
      <w:rPr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746D7" w14:textId="77777777" w:rsidR="0024424B" w:rsidRPr="002B5045" w:rsidRDefault="0024424B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16B8D875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6A7ABF7B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E40A94" w14:textId="77777777" w:rsidR="006814DE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72AB80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342912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966A74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73DA5067" w14:textId="77777777" w:rsidR="002B5045" w:rsidRP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D1A0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0CCC87F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1D88C74E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2352B422" w14:textId="77777777" w:rsidR="005768A6" w:rsidRPr="000E294C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5DE"/>
    <w:rsid w:val="000339B8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8FB"/>
    <w:rsid w:val="00087C9A"/>
    <w:rsid w:val="00087D22"/>
    <w:rsid w:val="00090C2B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C5F"/>
    <w:rsid w:val="000B64A9"/>
    <w:rsid w:val="000B74F1"/>
    <w:rsid w:val="000B78AD"/>
    <w:rsid w:val="000B7A60"/>
    <w:rsid w:val="000B7BB5"/>
    <w:rsid w:val="000B7CFC"/>
    <w:rsid w:val="000C033C"/>
    <w:rsid w:val="000C07D3"/>
    <w:rsid w:val="000C0946"/>
    <w:rsid w:val="000C0D65"/>
    <w:rsid w:val="000C1158"/>
    <w:rsid w:val="000C1731"/>
    <w:rsid w:val="000C2CC4"/>
    <w:rsid w:val="000C329B"/>
    <w:rsid w:val="000C3688"/>
    <w:rsid w:val="000C3B41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E97"/>
    <w:rsid w:val="001132C9"/>
    <w:rsid w:val="00113711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722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E9"/>
    <w:rsid w:val="00155D9B"/>
    <w:rsid w:val="00156343"/>
    <w:rsid w:val="001564DB"/>
    <w:rsid w:val="0015666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2A2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D88"/>
    <w:rsid w:val="001A0E85"/>
    <w:rsid w:val="001A1402"/>
    <w:rsid w:val="001A155A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39C"/>
    <w:rsid w:val="001A7D3F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F8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0DA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879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5D44"/>
    <w:rsid w:val="002A657B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045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566"/>
    <w:rsid w:val="002E0C8B"/>
    <w:rsid w:val="002E10D2"/>
    <w:rsid w:val="002E2301"/>
    <w:rsid w:val="002E26D0"/>
    <w:rsid w:val="002E2783"/>
    <w:rsid w:val="002E30E6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7672"/>
    <w:rsid w:val="002F7692"/>
    <w:rsid w:val="002F7AC1"/>
    <w:rsid w:val="002F7EC4"/>
    <w:rsid w:val="00300121"/>
    <w:rsid w:val="003004A9"/>
    <w:rsid w:val="003017D2"/>
    <w:rsid w:val="00301D4E"/>
    <w:rsid w:val="00302038"/>
    <w:rsid w:val="0030208F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FF4"/>
    <w:rsid w:val="00310132"/>
    <w:rsid w:val="0031122C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53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478E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93E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BD7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CB6"/>
    <w:rsid w:val="003F4F6A"/>
    <w:rsid w:val="003F5437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9F5"/>
    <w:rsid w:val="00492BF1"/>
    <w:rsid w:val="00492D79"/>
    <w:rsid w:val="004930B4"/>
    <w:rsid w:val="004942C3"/>
    <w:rsid w:val="00494336"/>
    <w:rsid w:val="00494D23"/>
    <w:rsid w:val="0049522C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509"/>
    <w:rsid w:val="004A323F"/>
    <w:rsid w:val="004A3806"/>
    <w:rsid w:val="004A3B8B"/>
    <w:rsid w:val="004A3B8C"/>
    <w:rsid w:val="004A4264"/>
    <w:rsid w:val="004A42A5"/>
    <w:rsid w:val="004A4701"/>
    <w:rsid w:val="004A4E93"/>
    <w:rsid w:val="004A51BD"/>
    <w:rsid w:val="004A5857"/>
    <w:rsid w:val="004A5902"/>
    <w:rsid w:val="004A60AA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7F6"/>
    <w:rsid w:val="004D1229"/>
    <w:rsid w:val="004D1B7D"/>
    <w:rsid w:val="004D23C3"/>
    <w:rsid w:val="004D24BC"/>
    <w:rsid w:val="004D2E52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EE7"/>
    <w:rsid w:val="004E2447"/>
    <w:rsid w:val="004E27FA"/>
    <w:rsid w:val="004E28A2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E09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EEE"/>
    <w:rsid w:val="00555FC1"/>
    <w:rsid w:val="00556F2C"/>
    <w:rsid w:val="00557574"/>
    <w:rsid w:val="00557D01"/>
    <w:rsid w:val="00557F3A"/>
    <w:rsid w:val="00560773"/>
    <w:rsid w:val="00560E3C"/>
    <w:rsid w:val="0056119E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8A6"/>
    <w:rsid w:val="00576B5E"/>
    <w:rsid w:val="00576DB4"/>
    <w:rsid w:val="00576ED2"/>
    <w:rsid w:val="00576F4F"/>
    <w:rsid w:val="0058000D"/>
    <w:rsid w:val="00580441"/>
    <w:rsid w:val="00580F65"/>
    <w:rsid w:val="005815B4"/>
    <w:rsid w:val="00581607"/>
    <w:rsid w:val="00581E67"/>
    <w:rsid w:val="00581EB3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C3C"/>
    <w:rsid w:val="005C71C2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6109"/>
    <w:rsid w:val="005D64CE"/>
    <w:rsid w:val="005D6A9D"/>
    <w:rsid w:val="005D76C1"/>
    <w:rsid w:val="005E0325"/>
    <w:rsid w:val="005E0ABC"/>
    <w:rsid w:val="005E0F30"/>
    <w:rsid w:val="005E105A"/>
    <w:rsid w:val="005E154A"/>
    <w:rsid w:val="005E1AED"/>
    <w:rsid w:val="005E266F"/>
    <w:rsid w:val="005E28DD"/>
    <w:rsid w:val="005E2F87"/>
    <w:rsid w:val="005E3178"/>
    <w:rsid w:val="005E38EE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D4B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4DE"/>
    <w:rsid w:val="00681A91"/>
    <w:rsid w:val="00682AA9"/>
    <w:rsid w:val="00683045"/>
    <w:rsid w:val="006831F7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05B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68E6"/>
    <w:rsid w:val="006B70C5"/>
    <w:rsid w:val="006B70EF"/>
    <w:rsid w:val="006B75B4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F3E"/>
    <w:rsid w:val="006C50ED"/>
    <w:rsid w:val="006C597A"/>
    <w:rsid w:val="006C5CB5"/>
    <w:rsid w:val="006C60AB"/>
    <w:rsid w:val="006C6680"/>
    <w:rsid w:val="006D03BE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FC8"/>
    <w:rsid w:val="006E2226"/>
    <w:rsid w:val="006E22C1"/>
    <w:rsid w:val="006E240A"/>
    <w:rsid w:val="006E2BBA"/>
    <w:rsid w:val="006E2DEB"/>
    <w:rsid w:val="006E2E8F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34E"/>
    <w:rsid w:val="006F153F"/>
    <w:rsid w:val="006F2025"/>
    <w:rsid w:val="006F20FA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23E2"/>
    <w:rsid w:val="007725E4"/>
    <w:rsid w:val="007726DC"/>
    <w:rsid w:val="007733D5"/>
    <w:rsid w:val="00773D01"/>
    <w:rsid w:val="007746E9"/>
    <w:rsid w:val="007746F5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5DB"/>
    <w:rsid w:val="007830DF"/>
    <w:rsid w:val="00783B39"/>
    <w:rsid w:val="00783CF5"/>
    <w:rsid w:val="00783E55"/>
    <w:rsid w:val="0078481F"/>
    <w:rsid w:val="007856E2"/>
    <w:rsid w:val="00785CF9"/>
    <w:rsid w:val="007865C5"/>
    <w:rsid w:val="00786C1E"/>
    <w:rsid w:val="0078795A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128"/>
    <w:rsid w:val="00812760"/>
    <w:rsid w:val="0081279E"/>
    <w:rsid w:val="00812ABB"/>
    <w:rsid w:val="008132AB"/>
    <w:rsid w:val="00813649"/>
    <w:rsid w:val="0081365A"/>
    <w:rsid w:val="00814408"/>
    <w:rsid w:val="00814881"/>
    <w:rsid w:val="00814A31"/>
    <w:rsid w:val="00815755"/>
    <w:rsid w:val="008168B8"/>
    <w:rsid w:val="00816993"/>
    <w:rsid w:val="00816DC8"/>
    <w:rsid w:val="00817975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979"/>
    <w:rsid w:val="00823D4D"/>
    <w:rsid w:val="00823FBC"/>
    <w:rsid w:val="00824649"/>
    <w:rsid w:val="0082464D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BED"/>
    <w:rsid w:val="00841393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371C"/>
    <w:rsid w:val="009240D0"/>
    <w:rsid w:val="0092471D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73DB"/>
    <w:rsid w:val="009877F7"/>
    <w:rsid w:val="00987D89"/>
    <w:rsid w:val="009904EE"/>
    <w:rsid w:val="0099089F"/>
    <w:rsid w:val="00990E8B"/>
    <w:rsid w:val="0099178A"/>
    <w:rsid w:val="00993041"/>
    <w:rsid w:val="009934E7"/>
    <w:rsid w:val="0099372F"/>
    <w:rsid w:val="009939A9"/>
    <w:rsid w:val="00993CC5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591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30573"/>
    <w:rsid w:val="00A30650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615"/>
    <w:rsid w:val="00A41D99"/>
    <w:rsid w:val="00A41F58"/>
    <w:rsid w:val="00A4230F"/>
    <w:rsid w:val="00A42542"/>
    <w:rsid w:val="00A42ECB"/>
    <w:rsid w:val="00A43048"/>
    <w:rsid w:val="00A437BF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D34"/>
    <w:rsid w:val="00A64DC9"/>
    <w:rsid w:val="00A6516E"/>
    <w:rsid w:val="00A6557F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EC2"/>
    <w:rsid w:val="00B13038"/>
    <w:rsid w:val="00B135D6"/>
    <w:rsid w:val="00B1396E"/>
    <w:rsid w:val="00B13976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4B24"/>
    <w:rsid w:val="00B34BEB"/>
    <w:rsid w:val="00B34D97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6B5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52C5"/>
    <w:rsid w:val="00B65ECE"/>
    <w:rsid w:val="00B66306"/>
    <w:rsid w:val="00B664F8"/>
    <w:rsid w:val="00B66C16"/>
    <w:rsid w:val="00B67415"/>
    <w:rsid w:val="00B67F0A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E24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E1A"/>
    <w:rsid w:val="00BE1E6B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48D7"/>
    <w:rsid w:val="00C75C06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C29"/>
    <w:rsid w:val="00CB4959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F80"/>
    <w:rsid w:val="00CD1321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EFC"/>
    <w:rsid w:val="00D10826"/>
    <w:rsid w:val="00D108BC"/>
    <w:rsid w:val="00D1114A"/>
    <w:rsid w:val="00D1146C"/>
    <w:rsid w:val="00D1192E"/>
    <w:rsid w:val="00D11DA8"/>
    <w:rsid w:val="00D1225A"/>
    <w:rsid w:val="00D12524"/>
    <w:rsid w:val="00D134D7"/>
    <w:rsid w:val="00D14D2B"/>
    <w:rsid w:val="00D15246"/>
    <w:rsid w:val="00D156EA"/>
    <w:rsid w:val="00D1572D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54C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86F"/>
    <w:rsid w:val="00D7096C"/>
    <w:rsid w:val="00D70A99"/>
    <w:rsid w:val="00D70AD0"/>
    <w:rsid w:val="00D70D07"/>
    <w:rsid w:val="00D729F8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7298"/>
    <w:rsid w:val="00D77570"/>
    <w:rsid w:val="00D77728"/>
    <w:rsid w:val="00D77C35"/>
    <w:rsid w:val="00D77E01"/>
    <w:rsid w:val="00D80827"/>
    <w:rsid w:val="00D81222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523D"/>
    <w:rsid w:val="00D85BD0"/>
    <w:rsid w:val="00D85EA3"/>
    <w:rsid w:val="00D86639"/>
    <w:rsid w:val="00D8685F"/>
    <w:rsid w:val="00D86A84"/>
    <w:rsid w:val="00D90055"/>
    <w:rsid w:val="00D906B6"/>
    <w:rsid w:val="00D906DF"/>
    <w:rsid w:val="00D907EF"/>
    <w:rsid w:val="00D918AA"/>
    <w:rsid w:val="00D91F2B"/>
    <w:rsid w:val="00D91FA8"/>
    <w:rsid w:val="00D92225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8F5"/>
    <w:rsid w:val="00DF2986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E88"/>
    <w:rsid w:val="00DF7EEE"/>
    <w:rsid w:val="00E004BE"/>
    <w:rsid w:val="00E004C7"/>
    <w:rsid w:val="00E00989"/>
    <w:rsid w:val="00E01DE9"/>
    <w:rsid w:val="00E021C3"/>
    <w:rsid w:val="00E0280C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DD2"/>
    <w:rsid w:val="00F31EDC"/>
    <w:rsid w:val="00F32174"/>
    <w:rsid w:val="00F32819"/>
    <w:rsid w:val="00F333CE"/>
    <w:rsid w:val="00F339F9"/>
    <w:rsid w:val="00F34149"/>
    <w:rsid w:val="00F34BAD"/>
    <w:rsid w:val="00F34FCC"/>
    <w:rsid w:val="00F351D7"/>
    <w:rsid w:val="00F3536A"/>
    <w:rsid w:val="00F356DA"/>
    <w:rsid w:val="00F36390"/>
    <w:rsid w:val="00F36526"/>
    <w:rsid w:val="00F36605"/>
    <w:rsid w:val="00F36787"/>
    <w:rsid w:val="00F36D00"/>
    <w:rsid w:val="00F37046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7F6D"/>
    <w:rsid w:val="00F713C5"/>
    <w:rsid w:val="00F71DD2"/>
    <w:rsid w:val="00F73100"/>
    <w:rsid w:val="00F731D6"/>
    <w:rsid w:val="00F739B6"/>
    <w:rsid w:val="00F74470"/>
    <w:rsid w:val="00F752A1"/>
    <w:rsid w:val="00F75A3D"/>
    <w:rsid w:val="00F75A77"/>
    <w:rsid w:val="00F7629E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796"/>
    <w:rsid w:val="00FA61A8"/>
    <w:rsid w:val="00FA6474"/>
    <w:rsid w:val="00FA653D"/>
    <w:rsid w:val="00FA754B"/>
    <w:rsid w:val="00FA7747"/>
    <w:rsid w:val="00FB076D"/>
    <w:rsid w:val="00FB0A2E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60"/>
    <w:rsid w:val="00FD0944"/>
    <w:rsid w:val="00FD1201"/>
    <w:rsid w:val="00FD1432"/>
    <w:rsid w:val="00FD1E29"/>
    <w:rsid w:val="00FD22BD"/>
    <w:rsid w:val="00FD2425"/>
    <w:rsid w:val="00FD3354"/>
    <w:rsid w:val="00FD346C"/>
    <w:rsid w:val="00FD392F"/>
    <w:rsid w:val="00FD3BB7"/>
    <w:rsid w:val="00FD4342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9be54047fe946c1df5bcdd299c427636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ed92eec2c0d41697212e468acecc2ed7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44E9EC-9A8F-4B70-9E59-37770785D213}"/>
</file>

<file path=customXml/itemProps3.xml><?xml version="1.0" encoding="utf-8"?>
<ds:datastoreItem xmlns:ds="http://schemas.openxmlformats.org/officeDocument/2006/customXml" ds:itemID="{3B75BB6B-C951-4AAD-8169-DF15E89C3B49}"/>
</file>

<file path=customXml/itemProps4.xml><?xml version="1.0" encoding="utf-8"?>
<ds:datastoreItem xmlns:ds="http://schemas.openxmlformats.org/officeDocument/2006/customXml" ds:itemID="{DCE36992-3897-4410-A300-57A63EAEC005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0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2224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2</cp:revision>
  <cp:lastPrinted>2025-02-23T15:45:00Z</cp:lastPrinted>
  <dcterms:created xsi:type="dcterms:W3CDTF">2025-05-06T03:12:00Z</dcterms:created>
  <dcterms:modified xsi:type="dcterms:W3CDTF">2025-05-06T03:12:00Z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